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B65" w:rsidRDefault="00393B65" w:rsidP="00393B65">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393B65" w:rsidRPr="00FC27AF" w:rsidRDefault="00393B65" w:rsidP="00393B65">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3E3506" w:rsidRPr="003E3506" w:rsidRDefault="003E3506" w:rsidP="003E3506">
      <w:pPr>
        <w:pStyle w:val="libNormal"/>
        <w:rPr>
          <w:lang w:bidi="fa-IR"/>
        </w:rPr>
      </w:pPr>
      <w:r>
        <w:rPr>
          <w:rtl/>
          <w:lang w:bidi="fa-IR"/>
        </w:rPr>
        <w:br w:type="page"/>
      </w:r>
    </w:p>
    <w:p w:rsidR="003E3506" w:rsidRDefault="003E3506" w:rsidP="006B283F">
      <w:pPr>
        <w:pStyle w:val="libTitr1"/>
        <w:rPr>
          <w:rtl/>
          <w:lang w:bidi="fa-IR"/>
        </w:rPr>
      </w:pPr>
      <w:r w:rsidRPr="003E3506">
        <w:rPr>
          <w:rtl/>
          <w:lang w:bidi="fa-IR"/>
        </w:rPr>
        <w:t>احكام تقليد رساله توضيح المسا</w:t>
      </w:r>
      <w:r w:rsidR="00BB64CD">
        <w:rPr>
          <w:rtl/>
          <w:lang w:bidi="fa-IR"/>
        </w:rPr>
        <w:t>ئل آيت الله العظمى سيستانى</w:t>
      </w:r>
      <w:r w:rsidR="006B283F">
        <w:rPr>
          <w:rFonts w:hint="cs"/>
          <w:rtl/>
          <w:lang w:bidi="fa-IR"/>
        </w:rPr>
        <w:t xml:space="preserve"> </w:t>
      </w:r>
      <w:r w:rsidR="006B283F" w:rsidRPr="006B283F">
        <w:rPr>
          <w:rtl/>
          <w:lang w:bidi="fa-IR"/>
        </w:rPr>
        <w:t>(مد ظله الوارف)</w:t>
      </w:r>
    </w:p>
    <w:p w:rsidR="003E3506" w:rsidRDefault="006B283F" w:rsidP="006B283F">
      <w:pPr>
        <w:pStyle w:val="libTitr1"/>
        <w:rPr>
          <w:rtl/>
          <w:lang w:bidi="fa-IR"/>
        </w:rPr>
      </w:pPr>
      <w:r w:rsidRPr="006B283F">
        <w:rPr>
          <w:rtl/>
          <w:lang w:bidi="fa-IR"/>
        </w:rPr>
        <w:t>نو</w:t>
      </w:r>
      <w:r w:rsidRPr="006B283F">
        <w:rPr>
          <w:rFonts w:hint="cs"/>
          <w:rtl/>
          <w:lang w:bidi="fa-IR"/>
        </w:rPr>
        <w:t>ی</w:t>
      </w:r>
      <w:r w:rsidRPr="006B283F">
        <w:rPr>
          <w:rFonts w:hint="eastAsia"/>
          <w:rtl/>
          <w:lang w:bidi="fa-IR"/>
        </w:rPr>
        <w:t>سنده</w:t>
      </w:r>
      <w:r w:rsidRPr="006B283F">
        <w:rPr>
          <w:rtl/>
          <w:lang w:bidi="fa-IR"/>
        </w:rPr>
        <w:t>: عل</w:t>
      </w:r>
      <w:r w:rsidRPr="006B283F">
        <w:rPr>
          <w:rFonts w:hint="cs"/>
          <w:rtl/>
          <w:lang w:bidi="fa-IR"/>
        </w:rPr>
        <w:t>ی</w:t>
      </w:r>
      <w:r w:rsidRPr="006B283F">
        <w:rPr>
          <w:rtl/>
          <w:lang w:bidi="fa-IR"/>
        </w:rPr>
        <w:t xml:space="preserve"> عطائ</w:t>
      </w:r>
      <w:r w:rsidRPr="006B283F">
        <w:rPr>
          <w:rFonts w:hint="cs"/>
          <w:rtl/>
          <w:lang w:bidi="fa-IR"/>
        </w:rPr>
        <w:t>ی</w:t>
      </w:r>
      <w:r w:rsidRPr="006B283F">
        <w:rPr>
          <w:rtl/>
          <w:lang w:bidi="fa-IR"/>
        </w:rPr>
        <w:t xml:space="preserve"> اصفهان</w:t>
      </w:r>
      <w:r w:rsidRPr="006B283F">
        <w:rPr>
          <w:rFonts w:hint="cs"/>
          <w:rtl/>
          <w:lang w:bidi="fa-IR"/>
        </w:rPr>
        <w:t>ی</w:t>
      </w:r>
    </w:p>
    <w:p w:rsidR="006B283F" w:rsidRDefault="006B283F" w:rsidP="003E3506">
      <w:pPr>
        <w:pStyle w:val="libNormal"/>
        <w:rPr>
          <w:rtl/>
          <w:lang w:bidi="fa-IR"/>
        </w:rPr>
      </w:pPr>
      <w:r>
        <w:rPr>
          <w:rtl/>
          <w:lang w:bidi="fa-IR"/>
        </w:rPr>
        <w:br w:type="page"/>
      </w:r>
    </w:p>
    <w:p w:rsidR="003E3506" w:rsidRDefault="006B283F" w:rsidP="00A36852">
      <w:pPr>
        <w:pStyle w:val="Heading2"/>
        <w:rPr>
          <w:rtl/>
          <w:lang w:bidi="fa-IR"/>
        </w:rPr>
      </w:pPr>
      <w:bookmarkStart w:id="0" w:name="_Toc24454423"/>
      <w:r>
        <w:rPr>
          <w:rtl/>
          <w:lang w:bidi="fa-IR"/>
        </w:rPr>
        <w:t>احكام تقليد</w:t>
      </w:r>
      <w:bookmarkEnd w:id="0"/>
    </w:p>
    <w:p w:rsidR="003E3506" w:rsidRPr="003E3506" w:rsidRDefault="003E3506" w:rsidP="003E3506">
      <w:pPr>
        <w:pStyle w:val="libNormal"/>
        <w:rPr>
          <w:lang w:bidi="fa-IR"/>
        </w:rPr>
      </w:pPr>
      <w:r w:rsidRPr="003E3506">
        <w:rPr>
          <w:rtl/>
          <w:lang w:bidi="fa-IR"/>
        </w:rPr>
        <w:t>١ - شخص مسلمان بايد عقيده اش به اصول دين از روى بصيرت باشد</w:t>
      </w:r>
      <w:r w:rsidR="000C4B14">
        <w:rPr>
          <w:rtl/>
          <w:lang w:bidi="fa-IR"/>
        </w:rPr>
        <w:t>،</w:t>
      </w:r>
      <w:r w:rsidRPr="003E3506">
        <w:rPr>
          <w:rtl/>
          <w:lang w:bidi="fa-IR"/>
        </w:rPr>
        <w:t xml:space="preserve"> و نمى تواند در اصول دين تقليد نمايد</w:t>
      </w:r>
      <w:r w:rsidR="000C4B14">
        <w:rPr>
          <w:rtl/>
          <w:lang w:bidi="fa-IR"/>
        </w:rPr>
        <w:t>،</w:t>
      </w:r>
      <w:r w:rsidRPr="003E3506">
        <w:rPr>
          <w:rtl/>
          <w:lang w:bidi="fa-IR"/>
        </w:rPr>
        <w:t xml:space="preserve"> يعنى گفته كسى را كه علم به آنها دارد به صرف اين كه او گفته است قبول كند</w:t>
      </w:r>
      <w:r w:rsidR="000C4B14">
        <w:rPr>
          <w:rtl/>
          <w:lang w:bidi="fa-IR"/>
        </w:rPr>
        <w:t>،</w:t>
      </w:r>
      <w:r w:rsidRPr="003E3506">
        <w:rPr>
          <w:rtl/>
          <w:lang w:bidi="fa-IR"/>
        </w:rPr>
        <w:t xml:space="preserve"> ولى چنانچه شخص به عقائد حقه اسلام يقين داشته باشد و آنها را اظهار نمايد هر چند از روى بصيرت نباشد آن شخص</w:t>
      </w:r>
      <w:r w:rsidR="000C4B14">
        <w:rPr>
          <w:rtl/>
          <w:lang w:bidi="fa-IR"/>
        </w:rPr>
        <w:t>،</w:t>
      </w:r>
      <w:r w:rsidRPr="003E3506">
        <w:rPr>
          <w:rtl/>
          <w:lang w:bidi="fa-IR"/>
        </w:rPr>
        <w:t xml:space="preserve"> مسلمان و مؤمن است و همه احكام اسلام و ايمان بر او جارى مى شود</w:t>
      </w:r>
      <w:r w:rsidR="000C4B14">
        <w:rPr>
          <w:rtl/>
          <w:lang w:bidi="fa-IR"/>
        </w:rPr>
        <w:t>،</w:t>
      </w:r>
      <w:r w:rsidRPr="003E3506">
        <w:rPr>
          <w:rtl/>
          <w:lang w:bidi="fa-IR"/>
        </w:rPr>
        <w:t xml:space="preserve"> و اما در احكام دين - در غير ضروريات و قطعيات - بايد شخص يا مجتهد باشد كه بتواند احكام را از روى دليل به دست آورد يا از مجتهد تقليد كند يا از راه احتياط طورى به وظيفه خود عمل نمايد</w:t>
      </w:r>
      <w:r w:rsidR="000C4B14">
        <w:rPr>
          <w:rtl/>
          <w:lang w:bidi="fa-IR"/>
        </w:rPr>
        <w:t>،</w:t>
      </w:r>
      <w:r w:rsidRPr="003E3506">
        <w:rPr>
          <w:rtl/>
          <w:lang w:bidi="fa-IR"/>
        </w:rPr>
        <w:t xml:space="preserve"> كه يقين كند تكليف خود را انجام داده است</w:t>
      </w:r>
      <w:r w:rsidR="000C4B14">
        <w:rPr>
          <w:rtl/>
          <w:lang w:bidi="fa-IR"/>
        </w:rPr>
        <w:t>،</w:t>
      </w:r>
      <w:r w:rsidRPr="003E3506">
        <w:rPr>
          <w:rtl/>
          <w:lang w:bidi="fa-IR"/>
        </w:rPr>
        <w:t xml:space="preserve"> مثلا اگر عده اى از مجتهدين عملى را حرام مى دانند و عده ديگر مى گويند حرام نيست</w:t>
      </w:r>
      <w:r w:rsidR="000C4B14">
        <w:rPr>
          <w:rtl/>
          <w:lang w:bidi="fa-IR"/>
        </w:rPr>
        <w:t>،</w:t>
      </w:r>
      <w:r w:rsidRPr="003E3506">
        <w:rPr>
          <w:rtl/>
          <w:lang w:bidi="fa-IR"/>
        </w:rPr>
        <w:t xml:space="preserve"> آن عمل را انجام ندهد</w:t>
      </w:r>
      <w:r w:rsidR="000C4B14">
        <w:rPr>
          <w:rtl/>
          <w:lang w:bidi="fa-IR"/>
        </w:rPr>
        <w:t>،</w:t>
      </w:r>
      <w:r w:rsidRPr="003E3506">
        <w:rPr>
          <w:rtl/>
          <w:lang w:bidi="fa-IR"/>
        </w:rPr>
        <w:t xml:space="preserve"> و اگر عملى را بعضى واجب و بعضى مستحب مى دانند</w:t>
      </w:r>
      <w:r w:rsidR="000C4B14">
        <w:rPr>
          <w:rtl/>
          <w:lang w:bidi="fa-IR"/>
        </w:rPr>
        <w:t>،</w:t>
      </w:r>
      <w:r w:rsidRPr="003E3506">
        <w:rPr>
          <w:rtl/>
          <w:lang w:bidi="fa-IR"/>
        </w:rPr>
        <w:t xml:space="preserve"> آن را بجا آورد.</w:t>
      </w:r>
    </w:p>
    <w:p w:rsidR="003E3506" w:rsidRPr="003E3506" w:rsidRDefault="003E3506" w:rsidP="00553569">
      <w:pPr>
        <w:pStyle w:val="libBold2"/>
        <w:rPr>
          <w:lang w:bidi="fa-IR"/>
        </w:rPr>
      </w:pPr>
      <w:r w:rsidRPr="003E3506">
        <w:rPr>
          <w:rtl/>
          <w:lang w:bidi="fa-IR"/>
        </w:rPr>
        <w:t>پس كسانى كه مجتهد نيستند و نمى توانند به احتياط عمل كنند</w:t>
      </w:r>
      <w:r w:rsidR="000C4B14">
        <w:rPr>
          <w:rtl/>
          <w:lang w:bidi="fa-IR"/>
        </w:rPr>
        <w:t>،</w:t>
      </w:r>
      <w:r w:rsidRPr="003E3506">
        <w:rPr>
          <w:rtl/>
          <w:lang w:bidi="fa-IR"/>
        </w:rPr>
        <w:t xml:space="preserve"> واجب است از مجتهد تقليد نمايند.</w:t>
      </w:r>
    </w:p>
    <w:p w:rsidR="003E3506" w:rsidRPr="003E3506" w:rsidRDefault="003E3506" w:rsidP="003E3506">
      <w:pPr>
        <w:pStyle w:val="libNormal"/>
        <w:rPr>
          <w:lang w:bidi="fa-IR"/>
        </w:rPr>
      </w:pPr>
      <w:r w:rsidRPr="003E3506">
        <w:rPr>
          <w:rtl/>
          <w:lang w:bidi="fa-IR"/>
        </w:rPr>
        <w:t xml:space="preserve">٢ - </w:t>
      </w:r>
      <w:r w:rsidRPr="00553569">
        <w:rPr>
          <w:rStyle w:val="libBold1Char"/>
          <w:rtl/>
        </w:rPr>
        <w:t>تقليد در احكام</w:t>
      </w:r>
      <w:r w:rsidR="00553569">
        <w:rPr>
          <w:rtl/>
          <w:lang w:bidi="fa-IR"/>
        </w:rPr>
        <w:t>:</w:t>
      </w:r>
      <w:r w:rsidRPr="003E3506">
        <w:rPr>
          <w:rtl/>
          <w:lang w:bidi="fa-IR"/>
        </w:rPr>
        <w:t xml:space="preserve"> عمل كردن به دستور مجتهد است</w:t>
      </w:r>
      <w:r w:rsidR="000C4B14">
        <w:rPr>
          <w:rtl/>
          <w:lang w:bidi="fa-IR"/>
        </w:rPr>
        <w:t>.</w:t>
      </w:r>
    </w:p>
    <w:p w:rsidR="003E3506" w:rsidRPr="003E3506" w:rsidRDefault="003E3506" w:rsidP="003E3506">
      <w:pPr>
        <w:pStyle w:val="libNormal"/>
        <w:rPr>
          <w:lang w:bidi="fa-IR"/>
        </w:rPr>
      </w:pPr>
      <w:r w:rsidRPr="003E3506">
        <w:rPr>
          <w:rtl/>
          <w:lang w:bidi="fa-IR"/>
        </w:rPr>
        <w:t>و از مجتهدى مى توان تقليد كرد كه مرد</w:t>
      </w:r>
      <w:r w:rsidR="000C4B14">
        <w:rPr>
          <w:rtl/>
          <w:lang w:bidi="fa-IR"/>
        </w:rPr>
        <w:t>،</w:t>
      </w:r>
      <w:r w:rsidRPr="003E3506">
        <w:rPr>
          <w:rtl/>
          <w:lang w:bidi="fa-IR"/>
        </w:rPr>
        <w:t xml:space="preserve"> بالغ</w:t>
      </w:r>
      <w:r w:rsidR="000C4B14">
        <w:rPr>
          <w:rtl/>
          <w:lang w:bidi="fa-IR"/>
        </w:rPr>
        <w:t>،</w:t>
      </w:r>
      <w:r w:rsidRPr="003E3506">
        <w:rPr>
          <w:rtl/>
          <w:lang w:bidi="fa-IR"/>
        </w:rPr>
        <w:t xml:space="preserve"> عاقل</w:t>
      </w:r>
      <w:r w:rsidR="000C4B14">
        <w:rPr>
          <w:rtl/>
          <w:lang w:bidi="fa-IR"/>
        </w:rPr>
        <w:t>،</w:t>
      </w:r>
      <w:r w:rsidRPr="003E3506">
        <w:rPr>
          <w:rtl/>
          <w:lang w:bidi="fa-IR"/>
        </w:rPr>
        <w:t xml:space="preserve"> شيعه دوازده امامى</w:t>
      </w:r>
      <w:r w:rsidR="000C4B14">
        <w:rPr>
          <w:rtl/>
          <w:lang w:bidi="fa-IR"/>
        </w:rPr>
        <w:t>،</w:t>
      </w:r>
      <w:r w:rsidRPr="003E3506">
        <w:rPr>
          <w:rtl/>
          <w:lang w:bidi="fa-IR"/>
        </w:rPr>
        <w:t xml:space="preserve"> حلال زاده</w:t>
      </w:r>
      <w:r w:rsidR="000C4B14">
        <w:rPr>
          <w:rtl/>
          <w:lang w:bidi="fa-IR"/>
        </w:rPr>
        <w:t>،</w:t>
      </w:r>
      <w:r w:rsidRPr="003E3506">
        <w:rPr>
          <w:rtl/>
          <w:lang w:bidi="fa-IR"/>
        </w:rPr>
        <w:t xml:space="preserve"> زنده و عادل باشد</w:t>
      </w:r>
      <w:r w:rsidR="000C4B14">
        <w:rPr>
          <w:rtl/>
          <w:lang w:bidi="fa-IR"/>
        </w:rPr>
        <w:t>.</w:t>
      </w:r>
    </w:p>
    <w:p w:rsidR="003E3506" w:rsidRPr="003E3506" w:rsidRDefault="003E3506" w:rsidP="003E3506">
      <w:pPr>
        <w:pStyle w:val="libNormal"/>
        <w:rPr>
          <w:lang w:bidi="fa-IR"/>
        </w:rPr>
      </w:pPr>
      <w:r w:rsidRPr="003E3506">
        <w:rPr>
          <w:rtl/>
          <w:lang w:bidi="fa-IR"/>
        </w:rPr>
        <w:t>و عادل كسى است كه كارهايى را كه بر او واجب است بجا آورد و كارهايى را كه بر او حرام است ترك كند.</w:t>
      </w:r>
    </w:p>
    <w:p w:rsidR="003E3506" w:rsidRPr="003E3506" w:rsidRDefault="003E3506" w:rsidP="003E3506">
      <w:pPr>
        <w:pStyle w:val="libNormal"/>
        <w:rPr>
          <w:lang w:bidi="fa-IR"/>
        </w:rPr>
      </w:pPr>
      <w:r w:rsidRPr="003E3506">
        <w:rPr>
          <w:rtl/>
          <w:lang w:bidi="fa-IR"/>
        </w:rPr>
        <w:t>و نشانه عدالت اين است كه در ظاهر شخص خوبى باشد</w:t>
      </w:r>
      <w:r w:rsidR="000C4B14">
        <w:rPr>
          <w:rtl/>
          <w:lang w:bidi="fa-IR"/>
        </w:rPr>
        <w:t>،</w:t>
      </w:r>
      <w:r w:rsidRPr="003E3506">
        <w:rPr>
          <w:rtl/>
          <w:lang w:bidi="fa-IR"/>
        </w:rPr>
        <w:t xml:space="preserve"> كه اگر از اهل محل يا همسايگان او يا كسانى كه با او معاشرت دارند حال او را بپرسند خوبى او را تصديق نمايند.</w:t>
      </w:r>
    </w:p>
    <w:p w:rsidR="003E3506" w:rsidRPr="003E3506" w:rsidRDefault="003E3506" w:rsidP="003E3506">
      <w:pPr>
        <w:pStyle w:val="libNormal"/>
        <w:rPr>
          <w:lang w:bidi="fa-IR"/>
        </w:rPr>
      </w:pPr>
      <w:r w:rsidRPr="003E3506">
        <w:rPr>
          <w:rtl/>
          <w:lang w:bidi="fa-IR"/>
        </w:rPr>
        <w:t>و در صورتى كه اختلاف فتوى بين مجتهدين در مسائل محل ابتلا ولو اجمالا معلوم باشد لازم است مجتهدى كه انسان از او تقليد مى كند اعلم باشد يعنى در فهميدن حكم خدا از تمام مجتهدهاى زمان خود تواناتر باشد.</w:t>
      </w:r>
    </w:p>
    <w:p w:rsidR="003E3506" w:rsidRPr="003E3506" w:rsidRDefault="003E3506" w:rsidP="002925AC">
      <w:pPr>
        <w:pStyle w:val="libNormal"/>
        <w:rPr>
          <w:lang w:bidi="fa-IR"/>
        </w:rPr>
      </w:pPr>
      <w:r w:rsidRPr="003E3506">
        <w:rPr>
          <w:rtl/>
          <w:lang w:bidi="fa-IR"/>
        </w:rPr>
        <w:lastRenderedPageBreak/>
        <w:t xml:space="preserve">٣ - </w:t>
      </w:r>
      <w:r w:rsidRPr="005F0219">
        <w:rPr>
          <w:rStyle w:val="libBold1Char"/>
          <w:rtl/>
        </w:rPr>
        <w:t>مجتهد و اعلم را از سه راه مى توان شناخت</w:t>
      </w:r>
      <w:r w:rsidR="00553569">
        <w:rPr>
          <w:rtl/>
          <w:lang w:bidi="fa-IR"/>
        </w:rPr>
        <w:t>:</w:t>
      </w:r>
      <w:r w:rsidRPr="003E3506">
        <w:rPr>
          <w:rtl/>
          <w:lang w:bidi="fa-IR"/>
        </w:rPr>
        <w:t xml:space="preserve"> (اول) آن كه خود انسان يقين كند</w:t>
      </w:r>
      <w:r w:rsidR="000C4B14">
        <w:rPr>
          <w:rtl/>
          <w:lang w:bidi="fa-IR"/>
        </w:rPr>
        <w:t>،</w:t>
      </w:r>
      <w:r w:rsidRPr="003E3506">
        <w:rPr>
          <w:rtl/>
          <w:lang w:bidi="fa-IR"/>
        </w:rPr>
        <w:t xml:space="preserve"> مثل آن كه از اهل علم باشد و بتواند مجتهد و اعلم را بشناسد.</w:t>
      </w:r>
    </w:p>
    <w:p w:rsidR="003E3506" w:rsidRPr="003E3506" w:rsidRDefault="000E4295" w:rsidP="000E4295">
      <w:pPr>
        <w:pStyle w:val="libNormal"/>
        <w:rPr>
          <w:lang w:bidi="fa-IR"/>
        </w:rPr>
      </w:pPr>
      <w:r>
        <w:rPr>
          <w:rtl/>
          <w:lang w:bidi="fa-IR"/>
        </w:rPr>
        <w:t>(</w:t>
      </w:r>
      <w:r w:rsidR="003E3506" w:rsidRPr="003E3506">
        <w:rPr>
          <w:rtl/>
          <w:lang w:bidi="fa-IR"/>
        </w:rPr>
        <w:t>دوم) آن كه دو نفر عالم و عادل</w:t>
      </w:r>
      <w:r w:rsidR="000C4B14">
        <w:rPr>
          <w:rtl/>
          <w:lang w:bidi="fa-IR"/>
        </w:rPr>
        <w:t>،</w:t>
      </w:r>
      <w:r w:rsidR="003E3506" w:rsidRPr="003E3506">
        <w:rPr>
          <w:rtl/>
          <w:lang w:bidi="fa-IR"/>
        </w:rPr>
        <w:t xml:space="preserve"> كه مى توانند مجتهد اعلم را تشخيص دهند</w:t>
      </w:r>
      <w:r w:rsidR="000C4B14">
        <w:rPr>
          <w:rtl/>
          <w:lang w:bidi="fa-IR"/>
        </w:rPr>
        <w:t>،</w:t>
      </w:r>
      <w:r w:rsidR="003E3506" w:rsidRPr="003E3506">
        <w:rPr>
          <w:rtl/>
          <w:lang w:bidi="fa-IR"/>
        </w:rPr>
        <w:t xml:space="preserve"> مجتهد بودن يا اعلم بودن كسى را تصديق كنند به شرط آنكه دو نفر عالم و عادل ديگر با گفته آنان مخالفت ننمايند و ظاهر اين است كه اجتهاد يا اعلميت كسى به گفته يك نفر كه مورد وثوق انسان باشد نيز ثابت مى شود.</w:t>
      </w:r>
    </w:p>
    <w:p w:rsidR="003E3506" w:rsidRPr="003E3506" w:rsidRDefault="003E3506" w:rsidP="000E4295">
      <w:pPr>
        <w:pStyle w:val="libNormal"/>
        <w:rPr>
          <w:lang w:bidi="fa-IR"/>
        </w:rPr>
      </w:pPr>
      <w:r w:rsidRPr="003E3506">
        <w:rPr>
          <w:rtl/>
          <w:lang w:bidi="fa-IR"/>
        </w:rPr>
        <w:t>(سوم) آن كه عده اى از اهل علم كه مى توانند مجتهد و اعلم را تشخيص دهند</w:t>
      </w:r>
      <w:r w:rsidR="000C4B14">
        <w:rPr>
          <w:rtl/>
          <w:lang w:bidi="fa-IR"/>
        </w:rPr>
        <w:t>،</w:t>
      </w:r>
      <w:r w:rsidRPr="003E3506">
        <w:rPr>
          <w:rtl/>
          <w:lang w:bidi="fa-IR"/>
        </w:rPr>
        <w:t xml:space="preserve"> و از گفته آنان اطمينان پيدا مى شود مجتهد بودن يا اعلم بودن كسى را تصديق كنند.</w:t>
      </w:r>
    </w:p>
    <w:p w:rsidR="003E3506" w:rsidRPr="003E3506" w:rsidRDefault="003E3506" w:rsidP="00605FAB">
      <w:pPr>
        <w:pStyle w:val="libNormal"/>
        <w:rPr>
          <w:lang w:bidi="fa-IR"/>
        </w:rPr>
      </w:pPr>
      <w:r w:rsidRPr="003E3506">
        <w:rPr>
          <w:rtl/>
          <w:lang w:bidi="fa-IR"/>
        </w:rPr>
        <w:t>٤ - اگر اختلاف بين دو مجتهد يا بيشتر در مسائل محل ابتلا ولو اجمالا معلوم و اعلم بودن بعضى از بعض ديگر نيز معلوم باشد</w:t>
      </w:r>
      <w:r w:rsidR="000C4B14">
        <w:rPr>
          <w:rtl/>
          <w:lang w:bidi="fa-IR"/>
        </w:rPr>
        <w:t>،</w:t>
      </w:r>
      <w:r w:rsidRPr="003E3506">
        <w:rPr>
          <w:rtl/>
          <w:lang w:bidi="fa-IR"/>
        </w:rPr>
        <w:t xml:space="preserve"> ولى شناختن شخص اعلم ميسر نباشد احوط آن است كه شخص در همه مسائل ميان فتاواى آنان - چنانچه ممكن است - احتياط كند (اگر چه در مساله تفصيلى است كه مقام را گنجايش بيان آن نيست) و در صورتى كه احتياط ممكن نباشد بايد عمل او مطابق فتواى كسى باشد كه احتمال اعلم بودن او بيش از ديگرى است و اگر احتمال اعلميت هر دو يكسان است مخير مى باشد.</w:t>
      </w:r>
    </w:p>
    <w:p w:rsidR="003E3506" w:rsidRPr="003E3506" w:rsidRDefault="003E3506" w:rsidP="0089457A">
      <w:pPr>
        <w:pStyle w:val="libNormal"/>
        <w:rPr>
          <w:lang w:bidi="fa-IR"/>
        </w:rPr>
      </w:pPr>
      <w:r w:rsidRPr="003E3506">
        <w:rPr>
          <w:rtl/>
          <w:lang w:bidi="fa-IR"/>
        </w:rPr>
        <w:t xml:space="preserve">٥ - </w:t>
      </w:r>
      <w:r w:rsidRPr="00605FAB">
        <w:rPr>
          <w:rStyle w:val="libBold1Char"/>
          <w:rtl/>
        </w:rPr>
        <w:t>به دست آوردن فتوى</w:t>
      </w:r>
      <w:r w:rsidRPr="003E3506">
        <w:rPr>
          <w:rtl/>
          <w:lang w:bidi="fa-IR"/>
        </w:rPr>
        <w:t xml:space="preserve"> يعنى دستور مجتهد چهار راه دارد</w:t>
      </w:r>
      <w:r w:rsidR="00553569">
        <w:rPr>
          <w:rtl/>
          <w:lang w:bidi="fa-IR"/>
        </w:rPr>
        <w:t>:</w:t>
      </w:r>
      <w:r w:rsidRPr="003E3506">
        <w:rPr>
          <w:rtl/>
          <w:lang w:bidi="fa-IR"/>
        </w:rPr>
        <w:t xml:space="preserve"> </w:t>
      </w:r>
      <w:r w:rsidR="00605FAB">
        <w:rPr>
          <w:rtl/>
          <w:lang w:bidi="fa-IR"/>
        </w:rPr>
        <w:t>(</w:t>
      </w:r>
      <w:r w:rsidRPr="003E3506">
        <w:rPr>
          <w:rtl/>
          <w:lang w:bidi="fa-IR"/>
        </w:rPr>
        <w:t>اول</w:t>
      </w:r>
      <w:r w:rsidR="00605FAB">
        <w:rPr>
          <w:rtl/>
          <w:lang w:bidi="fa-IR"/>
        </w:rPr>
        <w:t>)</w:t>
      </w:r>
      <w:r w:rsidRPr="003E3506">
        <w:rPr>
          <w:rtl/>
          <w:lang w:bidi="fa-IR"/>
        </w:rPr>
        <w:t xml:space="preserve"> شنيدن از خود مجتهد </w:t>
      </w:r>
      <w:r w:rsidR="00605FAB">
        <w:rPr>
          <w:rtl/>
          <w:lang w:bidi="fa-IR"/>
        </w:rPr>
        <w:t>(</w:t>
      </w:r>
      <w:r w:rsidRPr="003E3506">
        <w:rPr>
          <w:rtl/>
          <w:lang w:bidi="fa-IR"/>
        </w:rPr>
        <w:t>دوم</w:t>
      </w:r>
      <w:r w:rsidR="00605FAB">
        <w:rPr>
          <w:rtl/>
          <w:lang w:bidi="fa-IR"/>
        </w:rPr>
        <w:t>)</w:t>
      </w:r>
      <w:r w:rsidRPr="003E3506">
        <w:rPr>
          <w:rtl/>
          <w:lang w:bidi="fa-IR"/>
        </w:rPr>
        <w:t xml:space="preserve"> شنيدن از دو نفر عادل كه فتواى مجتهد را نقل كنند </w:t>
      </w:r>
      <w:r w:rsidR="00605FAB">
        <w:rPr>
          <w:rtl/>
          <w:lang w:bidi="fa-IR"/>
        </w:rPr>
        <w:t>(</w:t>
      </w:r>
      <w:r w:rsidRPr="003E3506">
        <w:rPr>
          <w:rtl/>
          <w:lang w:bidi="fa-IR"/>
        </w:rPr>
        <w:t>سوم</w:t>
      </w:r>
      <w:r w:rsidR="00605FAB">
        <w:rPr>
          <w:rtl/>
          <w:lang w:bidi="fa-IR"/>
        </w:rPr>
        <w:t>)</w:t>
      </w:r>
      <w:r w:rsidRPr="003E3506">
        <w:rPr>
          <w:rtl/>
          <w:lang w:bidi="fa-IR"/>
        </w:rPr>
        <w:t xml:space="preserve"> شنيدن از كسى كه انسان به گفته او اطمينان دارد.</w:t>
      </w:r>
      <w:r w:rsidR="0089457A">
        <w:rPr>
          <w:rFonts w:hint="cs"/>
          <w:rtl/>
          <w:lang w:bidi="fa-IR"/>
        </w:rPr>
        <w:t xml:space="preserve"> </w:t>
      </w:r>
      <w:r w:rsidR="00605FAB">
        <w:rPr>
          <w:rtl/>
          <w:lang w:bidi="fa-IR"/>
        </w:rPr>
        <w:t>(</w:t>
      </w:r>
      <w:r w:rsidRPr="003E3506">
        <w:rPr>
          <w:rtl/>
          <w:lang w:bidi="fa-IR"/>
        </w:rPr>
        <w:t>چهارم</w:t>
      </w:r>
      <w:r w:rsidR="00605FAB">
        <w:rPr>
          <w:rtl/>
          <w:lang w:bidi="fa-IR"/>
        </w:rPr>
        <w:t>)</w:t>
      </w:r>
      <w:r w:rsidRPr="003E3506">
        <w:rPr>
          <w:rtl/>
          <w:lang w:bidi="fa-IR"/>
        </w:rPr>
        <w:t xml:space="preserve"> ديدن در رساله مجتهد در صورتى كه انسان به درستى آن رساله اطمينان داشته باشد.</w:t>
      </w:r>
    </w:p>
    <w:p w:rsidR="003E3506" w:rsidRPr="003E3506" w:rsidRDefault="003E3506" w:rsidP="003E3506">
      <w:pPr>
        <w:pStyle w:val="libNormal"/>
        <w:rPr>
          <w:lang w:bidi="fa-IR"/>
        </w:rPr>
      </w:pPr>
      <w:r w:rsidRPr="003E3506">
        <w:rPr>
          <w:rtl/>
          <w:lang w:bidi="fa-IR"/>
        </w:rPr>
        <w:t>٦ - تا انسان يقين نكند كه فتواى مجتهد عوض شده است</w:t>
      </w:r>
      <w:r w:rsidR="000C4B14">
        <w:rPr>
          <w:rtl/>
          <w:lang w:bidi="fa-IR"/>
        </w:rPr>
        <w:t>،</w:t>
      </w:r>
      <w:r w:rsidRPr="003E3506">
        <w:rPr>
          <w:rtl/>
          <w:lang w:bidi="fa-IR"/>
        </w:rPr>
        <w:t xml:space="preserve"> مى تواند به آنچه در رساله او نوشته شده عمل نمايد</w:t>
      </w:r>
      <w:r w:rsidR="000C4B14">
        <w:rPr>
          <w:rtl/>
          <w:lang w:bidi="fa-IR"/>
        </w:rPr>
        <w:t>،</w:t>
      </w:r>
      <w:r w:rsidRPr="003E3506">
        <w:rPr>
          <w:rtl/>
          <w:lang w:bidi="fa-IR"/>
        </w:rPr>
        <w:t xml:space="preserve"> و اگر احتمال دهد كه فتواى او عوض شده جستجو لازم نيست</w:t>
      </w:r>
      <w:r w:rsidR="000C4B14">
        <w:rPr>
          <w:rtl/>
          <w:lang w:bidi="fa-IR"/>
        </w:rPr>
        <w:t>.</w:t>
      </w:r>
    </w:p>
    <w:p w:rsidR="003E3506" w:rsidRPr="003E3506" w:rsidRDefault="003E3506" w:rsidP="003E3506">
      <w:pPr>
        <w:pStyle w:val="libNormal"/>
        <w:rPr>
          <w:lang w:bidi="fa-IR"/>
        </w:rPr>
      </w:pPr>
      <w:r w:rsidRPr="003E3506">
        <w:rPr>
          <w:rtl/>
          <w:lang w:bidi="fa-IR"/>
        </w:rPr>
        <w:t>٧ - اگر مجتهد اعلم در مساله اى فتوى دهد مقلد آن مجتهد يعنى كسى كه از او تقليد مى كند نمى تواند در آن مساله به فتواى مجتهد ديگر عمل كند</w:t>
      </w:r>
      <w:r w:rsidR="000C4B14">
        <w:rPr>
          <w:rtl/>
          <w:lang w:bidi="fa-IR"/>
        </w:rPr>
        <w:t>،</w:t>
      </w:r>
      <w:r w:rsidRPr="003E3506">
        <w:rPr>
          <w:rtl/>
          <w:lang w:bidi="fa-IR"/>
        </w:rPr>
        <w:t xml:space="preserve"> ولى اگر فتوى ندهد و بفرمايد احتياط آن </w:t>
      </w:r>
      <w:r w:rsidRPr="003E3506">
        <w:rPr>
          <w:rtl/>
          <w:lang w:bidi="fa-IR"/>
        </w:rPr>
        <w:lastRenderedPageBreak/>
        <w:t>است كه فلان طور عمل شود</w:t>
      </w:r>
      <w:r w:rsidR="000C4B14">
        <w:rPr>
          <w:rtl/>
          <w:lang w:bidi="fa-IR"/>
        </w:rPr>
        <w:t>،</w:t>
      </w:r>
      <w:r w:rsidRPr="003E3506">
        <w:rPr>
          <w:rtl/>
          <w:lang w:bidi="fa-IR"/>
        </w:rPr>
        <w:t xml:space="preserve"> مثلا بفرمايد احتياط آن است كه در ركعت اول و دوم نماز بعد از سوره حمد يك سوره تمام بخواند مقلد بايد يا به اين احتياط كه احتياط واجبش مى گويند عمل كند و يا به فتواى مجتهد ديگرى كه تقليدش جائز است عمل نمايد</w:t>
      </w:r>
      <w:r w:rsidR="000C4B14">
        <w:rPr>
          <w:rtl/>
          <w:lang w:bidi="fa-IR"/>
        </w:rPr>
        <w:t>،</w:t>
      </w:r>
      <w:r w:rsidRPr="003E3506">
        <w:rPr>
          <w:rtl/>
          <w:lang w:bidi="fa-IR"/>
        </w:rPr>
        <w:t xml:space="preserve"> پس اگر او فقط سوره حمد را كافى بداند مى تواند سوره را ترك كند.</w:t>
      </w:r>
    </w:p>
    <w:p w:rsidR="003E3506" w:rsidRPr="003E3506" w:rsidRDefault="003E3506" w:rsidP="003E3506">
      <w:pPr>
        <w:pStyle w:val="libNormal"/>
        <w:rPr>
          <w:lang w:bidi="fa-IR"/>
        </w:rPr>
      </w:pPr>
      <w:r w:rsidRPr="003E3506">
        <w:rPr>
          <w:rtl/>
          <w:lang w:bidi="fa-IR"/>
        </w:rPr>
        <w:t>و همچنين است اگر مجتهد اعلم بفرمايد مساله محل تامل يا محل اشكال است</w:t>
      </w:r>
      <w:r w:rsidR="000C4B14">
        <w:rPr>
          <w:rtl/>
          <w:lang w:bidi="fa-IR"/>
        </w:rPr>
        <w:t>.</w:t>
      </w:r>
    </w:p>
    <w:p w:rsidR="003E3506" w:rsidRPr="003E3506" w:rsidRDefault="003E3506" w:rsidP="003E3506">
      <w:pPr>
        <w:pStyle w:val="libNormal"/>
        <w:rPr>
          <w:lang w:bidi="fa-IR"/>
        </w:rPr>
      </w:pPr>
      <w:r w:rsidRPr="003E3506">
        <w:rPr>
          <w:rtl/>
          <w:lang w:bidi="fa-IR"/>
        </w:rPr>
        <w:t>٨ - اگر مجتهد اعلم بعد از آن كه در مساله اى فتوى داده يا پيش از آن احتياط كند</w:t>
      </w:r>
      <w:r w:rsidR="000C4B14">
        <w:rPr>
          <w:rtl/>
          <w:lang w:bidi="fa-IR"/>
        </w:rPr>
        <w:t>،</w:t>
      </w:r>
      <w:r w:rsidRPr="003E3506">
        <w:rPr>
          <w:rtl/>
          <w:lang w:bidi="fa-IR"/>
        </w:rPr>
        <w:t xml:space="preserve"> مثلا بفرمايد ظرف نجس را كه يك مرتبه در آب كر بشويند پاك مى شود</w:t>
      </w:r>
      <w:r w:rsidR="000C4B14">
        <w:rPr>
          <w:rtl/>
          <w:lang w:bidi="fa-IR"/>
        </w:rPr>
        <w:t>،</w:t>
      </w:r>
      <w:r w:rsidRPr="003E3506">
        <w:rPr>
          <w:rtl/>
          <w:lang w:bidi="fa-IR"/>
        </w:rPr>
        <w:t xml:space="preserve"> اگر چه احتياط آن است كه سه مرتبه بشويند</w:t>
      </w:r>
      <w:r w:rsidR="000C4B14">
        <w:rPr>
          <w:rtl/>
          <w:lang w:bidi="fa-IR"/>
        </w:rPr>
        <w:t>،</w:t>
      </w:r>
      <w:r w:rsidRPr="003E3506">
        <w:rPr>
          <w:rtl/>
          <w:lang w:bidi="fa-IR"/>
        </w:rPr>
        <w:t xml:space="preserve"> مقلد او مى تواند عمل به احتياط را ترك نمايد و اين را احتياط مستحب مى نامند.</w:t>
      </w:r>
    </w:p>
    <w:p w:rsidR="003E3506" w:rsidRPr="003E3506" w:rsidRDefault="003E3506" w:rsidP="003E3506">
      <w:pPr>
        <w:pStyle w:val="libNormal"/>
        <w:rPr>
          <w:lang w:bidi="fa-IR"/>
        </w:rPr>
      </w:pPr>
      <w:r w:rsidRPr="003E3506">
        <w:rPr>
          <w:rtl/>
          <w:lang w:bidi="fa-IR"/>
        </w:rPr>
        <w:t>٩ - اگر مجتهدى كه انسان از او تقليد مى كند از دنيا برود حكم بعد فوت او حكم زنده بودنش است</w:t>
      </w:r>
      <w:r w:rsidR="000C4B14">
        <w:rPr>
          <w:rtl/>
          <w:lang w:bidi="fa-IR"/>
        </w:rPr>
        <w:t>،</w:t>
      </w:r>
      <w:r w:rsidRPr="003E3506">
        <w:rPr>
          <w:rtl/>
          <w:lang w:bidi="fa-IR"/>
        </w:rPr>
        <w:t xml:space="preserve"> بنابر اين اگر او اعلم از مجتهد زنده باشد بايد - با علم به اختلاف در مسائل محل ابتلا ولو اجمالا - بر تقليد او باقى بماند</w:t>
      </w:r>
      <w:r w:rsidR="000C4B14">
        <w:rPr>
          <w:rtl/>
          <w:lang w:bidi="fa-IR"/>
        </w:rPr>
        <w:t>،</w:t>
      </w:r>
      <w:r w:rsidRPr="003E3506">
        <w:rPr>
          <w:rtl/>
          <w:lang w:bidi="fa-IR"/>
        </w:rPr>
        <w:t xml:space="preserve"> و چنانچه مجتهد زنده اعلم از او باشد بايد به مجتهد زنده رجوع كند</w:t>
      </w:r>
      <w:r w:rsidR="000C4B14">
        <w:rPr>
          <w:rtl/>
          <w:lang w:bidi="fa-IR"/>
        </w:rPr>
        <w:t>،</w:t>
      </w:r>
      <w:r w:rsidRPr="003E3506">
        <w:rPr>
          <w:rtl/>
          <w:lang w:bidi="fa-IR"/>
        </w:rPr>
        <w:t xml:space="preserve"> و مراد از تقليد در صدر اين مساله صرف التزام به متابعت از فتواى مجتهد معين است نه عمل كردن به دستور او.</w:t>
      </w:r>
    </w:p>
    <w:p w:rsidR="003E3506" w:rsidRPr="003E3506" w:rsidRDefault="003E3506" w:rsidP="003E3506">
      <w:pPr>
        <w:pStyle w:val="libNormal"/>
        <w:rPr>
          <w:lang w:bidi="fa-IR"/>
        </w:rPr>
      </w:pPr>
      <w:r w:rsidRPr="003E3506">
        <w:rPr>
          <w:rtl/>
          <w:lang w:bidi="fa-IR"/>
        </w:rPr>
        <w:t>١٠ - اگر در مساله اى به فتواى مجتهدى عمل كند</w:t>
      </w:r>
      <w:r w:rsidR="000C4B14">
        <w:rPr>
          <w:rtl/>
          <w:lang w:bidi="fa-IR"/>
        </w:rPr>
        <w:t>،</w:t>
      </w:r>
      <w:r w:rsidRPr="003E3506">
        <w:rPr>
          <w:rtl/>
          <w:lang w:bidi="fa-IR"/>
        </w:rPr>
        <w:t xml:space="preserve"> و بعد از مردن او در همان مساله بر حسب وظيفه اش به فتواى مجتهد زنده رفتار نمايد</w:t>
      </w:r>
      <w:r w:rsidR="000C4B14">
        <w:rPr>
          <w:rtl/>
          <w:lang w:bidi="fa-IR"/>
        </w:rPr>
        <w:t>،</w:t>
      </w:r>
      <w:r w:rsidRPr="003E3506">
        <w:rPr>
          <w:rtl/>
          <w:lang w:bidi="fa-IR"/>
        </w:rPr>
        <w:t xml:space="preserve"> دوباره نمى تواند آن را مطابق فتواى مجتهدى كه از دنيا رفته است انجام دهد.</w:t>
      </w:r>
    </w:p>
    <w:p w:rsidR="003E3506" w:rsidRPr="003E3506" w:rsidRDefault="003E3506" w:rsidP="003E3506">
      <w:pPr>
        <w:pStyle w:val="libNormal"/>
        <w:rPr>
          <w:lang w:bidi="fa-IR"/>
        </w:rPr>
      </w:pPr>
      <w:r w:rsidRPr="003E3506">
        <w:rPr>
          <w:rtl/>
          <w:lang w:bidi="fa-IR"/>
        </w:rPr>
        <w:t>١١ - مسائلى را كه انسان غالبا به آنها احتياج دارد واجب است ياد بگيرد.</w:t>
      </w:r>
    </w:p>
    <w:p w:rsidR="003E3506" w:rsidRPr="003E3506" w:rsidRDefault="003E3506" w:rsidP="003E3506">
      <w:pPr>
        <w:pStyle w:val="libNormal"/>
        <w:rPr>
          <w:lang w:bidi="fa-IR"/>
        </w:rPr>
      </w:pPr>
      <w:r w:rsidRPr="003E3506">
        <w:rPr>
          <w:rtl/>
          <w:lang w:bidi="fa-IR"/>
        </w:rPr>
        <w:t>١٢ - اگر براى انسان مساله اى پيش آيد كه حكم آن را نمى داند لازم است احتياط كند</w:t>
      </w:r>
      <w:r w:rsidR="000C4B14">
        <w:rPr>
          <w:rtl/>
          <w:lang w:bidi="fa-IR"/>
        </w:rPr>
        <w:t>،</w:t>
      </w:r>
      <w:r w:rsidRPr="003E3506">
        <w:rPr>
          <w:rtl/>
          <w:lang w:bidi="fa-IR"/>
        </w:rPr>
        <w:t xml:space="preserve"> يا اين كه با شرائطى كه ذكر شد تقليد نمايد</w:t>
      </w:r>
      <w:r w:rsidR="000C4B14">
        <w:rPr>
          <w:rtl/>
          <w:lang w:bidi="fa-IR"/>
        </w:rPr>
        <w:t>،</w:t>
      </w:r>
      <w:r w:rsidRPr="003E3506">
        <w:rPr>
          <w:rtl/>
          <w:lang w:bidi="fa-IR"/>
        </w:rPr>
        <w:t xml:space="preserve"> ولى چنانچه دسترسى به فتواى اعلم در آن مساله نداشته باشد هر چند مخالفت غير اعلم با اعلم را اجمالا بداند جايز است از غير اعلم تقليد نمايد.</w:t>
      </w:r>
    </w:p>
    <w:p w:rsidR="003E3506" w:rsidRPr="003E3506" w:rsidRDefault="003E3506" w:rsidP="003E3506">
      <w:pPr>
        <w:pStyle w:val="libNormal"/>
        <w:rPr>
          <w:lang w:bidi="fa-IR"/>
        </w:rPr>
      </w:pPr>
      <w:r w:rsidRPr="003E3506">
        <w:rPr>
          <w:rtl/>
          <w:lang w:bidi="fa-IR"/>
        </w:rPr>
        <w:lastRenderedPageBreak/>
        <w:t>١٣ - اگر كسى فتواى مجتهدى را به شخص ديگرى بگويد</w:t>
      </w:r>
      <w:r w:rsidR="000C4B14">
        <w:rPr>
          <w:rtl/>
          <w:lang w:bidi="fa-IR"/>
        </w:rPr>
        <w:t>،</w:t>
      </w:r>
      <w:r w:rsidRPr="003E3506">
        <w:rPr>
          <w:rtl/>
          <w:lang w:bidi="fa-IR"/>
        </w:rPr>
        <w:t xml:space="preserve"> چنانچه فتواى آن مجتهد عوض شود لازم نيست به او خبر دهد كه فتواى آن مجتهد عوض شده</w:t>
      </w:r>
      <w:r w:rsidR="000C4B14">
        <w:rPr>
          <w:rtl/>
          <w:lang w:bidi="fa-IR"/>
        </w:rPr>
        <w:t>،</w:t>
      </w:r>
      <w:r w:rsidRPr="003E3506">
        <w:rPr>
          <w:rtl/>
          <w:lang w:bidi="fa-IR"/>
        </w:rPr>
        <w:t xml:space="preserve"> ولى اگر بعد از گفتن فتوى بفهمد اشتباه كرده و گفته او موجب آن مى شود كه آن شخص بر خلاف وظيفه شرعيش عمل كند</w:t>
      </w:r>
      <w:r w:rsidR="000C4B14">
        <w:rPr>
          <w:rtl/>
          <w:lang w:bidi="fa-IR"/>
        </w:rPr>
        <w:t>،</w:t>
      </w:r>
      <w:r w:rsidRPr="003E3506">
        <w:rPr>
          <w:rtl/>
          <w:lang w:bidi="fa-IR"/>
        </w:rPr>
        <w:t xml:space="preserve"> بايد بنابر احتياط لازم اشتباه را در صورت امكان برطرف كند.</w:t>
      </w:r>
    </w:p>
    <w:p w:rsidR="003E3506" w:rsidRPr="003E3506" w:rsidRDefault="003E3506" w:rsidP="003E3506">
      <w:pPr>
        <w:pStyle w:val="libNormal"/>
        <w:rPr>
          <w:lang w:bidi="fa-IR"/>
        </w:rPr>
      </w:pPr>
      <w:r w:rsidRPr="003E3506">
        <w:rPr>
          <w:rtl/>
          <w:lang w:bidi="fa-IR"/>
        </w:rPr>
        <w:t>١٤ - اگر مكلف مدتى اعمال خود را بدون تقليد انجام دهد</w:t>
      </w:r>
      <w:r w:rsidR="000C4B14">
        <w:rPr>
          <w:rtl/>
          <w:lang w:bidi="fa-IR"/>
        </w:rPr>
        <w:t>،</w:t>
      </w:r>
      <w:r w:rsidRPr="003E3506">
        <w:rPr>
          <w:rtl/>
          <w:lang w:bidi="fa-IR"/>
        </w:rPr>
        <w:t xml:space="preserve"> سپس از مجتهدى تقليد نمايد</w:t>
      </w:r>
      <w:r w:rsidR="000C4B14">
        <w:rPr>
          <w:rtl/>
          <w:lang w:bidi="fa-IR"/>
        </w:rPr>
        <w:t>،</w:t>
      </w:r>
      <w:r w:rsidRPr="003E3506">
        <w:rPr>
          <w:rtl/>
          <w:lang w:bidi="fa-IR"/>
        </w:rPr>
        <w:t xml:space="preserve"> در صورتى كه آن مجتهد به صحت اعمال گذشته حكم نمايد آن اعمال صحيح است و الا محكوم به بطلان است</w:t>
      </w:r>
      <w:r w:rsidR="000C4B14">
        <w:rPr>
          <w:rtl/>
          <w:lang w:bidi="fa-IR"/>
        </w:rPr>
        <w:t>.</w:t>
      </w:r>
    </w:p>
    <w:p w:rsidR="003E3506" w:rsidRPr="003E3506" w:rsidRDefault="00EF4D80" w:rsidP="003E3506">
      <w:pPr>
        <w:pStyle w:val="libNormal"/>
        <w:rPr>
          <w:lang w:bidi="fa-IR"/>
        </w:rPr>
      </w:pPr>
      <w:r>
        <w:rPr>
          <w:rtl/>
          <w:lang w:bidi="fa-IR"/>
        </w:rPr>
        <w:br w:type="page"/>
      </w:r>
    </w:p>
    <w:p w:rsidR="003E3506" w:rsidRDefault="003E3506" w:rsidP="00EF4D80">
      <w:pPr>
        <w:pStyle w:val="Heading2"/>
        <w:rPr>
          <w:rtl/>
          <w:lang w:bidi="fa-IR"/>
        </w:rPr>
      </w:pPr>
      <w:bookmarkStart w:id="1" w:name="_Toc24454424"/>
      <w:r w:rsidRPr="003E3506">
        <w:rPr>
          <w:rtl/>
          <w:lang w:bidi="fa-IR"/>
        </w:rPr>
        <w:t>احكام طهارت</w:t>
      </w:r>
      <w:bookmarkEnd w:id="1"/>
    </w:p>
    <w:p w:rsidR="003E3506" w:rsidRPr="003E3506" w:rsidRDefault="003E3506" w:rsidP="00E96A8C">
      <w:pPr>
        <w:pStyle w:val="libBold1"/>
        <w:rPr>
          <w:lang w:bidi="fa-IR"/>
        </w:rPr>
      </w:pPr>
      <w:r w:rsidRPr="003E3506">
        <w:rPr>
          <w:rtl/>
          <w:lang w:bidi="fa-IR"/>
        </w:rPr>
        <w:t>آب مطلق و مضاف</w:t>
      </w:r>
    </w:p>
    <w:p w:rsidR="004D36E8" w:rsidRDefault="003E3506" w:rsidP="003E3506">
      <w:pPr>
        <w:pStyle w:val="libNormal"/>
        <w:rPr>
          <w:rtl/>
          <w:lang w:bidi="fa-IR"/>
        </w:rPr>
      </w:pPr>
      <w:r w:rsidRPr="003E3506">
        <w:rPr>
          <w:rtl/>
          <w:lang w:bidi="fa-IR"/>
        </w:rPr>
        <w:t>١٥ - آب يا مطلق است يا مضاف</w:t>
      </w:r>
      <w:r w:rsidR="000C4B14">
        <w:rPr>
          <w:rtl/>
          <w:lang w:bidi="fa-IR"/>
        </w:rPr>
        <w:t>،</w:t>
      </w:r>
      <w:r w:rsidRPr="003E3506">
        <w:rPr>
          <w:rtl/>
          <w:lang w:bidi="fa-IR"/>
        </w:rPr>
        <w:t xml:space="preserve"> آب مضاف آبى است كه آن را از چيزى بگيرند</w:t>
      </w:r>
      <w:r w:rsidR="000C4B14">
        <w:rPr>
          <w:rtl/>
          <w:lang w:bidi="fa-IR"/>
        </w:rPr>
        <w:t>،</w:t>
      </w:r>
      <w:r w:rsidRPr="003E3506">
        <w:rPr>
          <w:rtl/>
          <w:lang w:bidi="fa-IR"/>
        </w:rPr>
        <w:t xml:space="preserve"> مثل آب هندوانه و گلاب</w:t>
      </w:r>
      <w:r w:rsidR="000C4B14">
        <w:rPr>
          <w:rtl/>
          <w:lang w:bidi="fa-IR"/>
        </w:rPr>
        <w:t>،</w:t>
      </w:r>
      <w:r w:rsidRPr="003E3506">
        <w:rPr>
          <w:rtl/>
          <w:lang w:bidi="fa-IR"/>
        </w:rPr>
        <w:t xml:space="preserve"> يا با چيزى مخلوط باشد</w:t>
      </w:r>
      <w:r w:rsidR="000C4B14">
        <w:rPr>
          <w:rtl/>
          <w:lang w:bidi="fa-IR"/>
        </w:rPr>
        <w:t>،</w:t>
      </w:r>
      <w:r w:rsidRPr="003E3506">
        <w:rPr>
          <w:rtl/>
          <w:lang w:bidi="fa-IR"/>
        </w:rPr>
        <w:t xml:space="preserve"> مثل آبى كه به قدرى با گل و مانند آن مخلوط شود</w:t>
      </w:r>
      <w:r w:rsidR="000C4B14">
        <w:rPr>
          <w:rtl/>
          <w:lang w:bidi="fa-IR"/>
        </w:rPr>
        <w:t>،</w:t>
      </w:r>
      <w:r w:rsidRPr="003E3506">
        <w:rPr>
          <w:rtl/>
          <w:lang w:bidi="fa-IR"/>
        </w:rPr>
        <w:t xml:space="preserve"> كه ديگر به آن آب نگويند</w:t>
      </w:r>
      <w:r w:rsidR="000C4B14">
        <w:rPr>
          <w:rtl/>
          <w:lang w:bidi="fa-IR"/>
        </w:rPr>
        <w:t>،</w:t>
      </w:r>
      <w:r w:rsidRPr="003E3506">
        <w:rPr>
          <w:rtl/>
          <w:lang w:bidi="fa-IR"/>
        </w:rPr>
        <w:t xml:space="preserve"> و غير اينها آب مطلق است</w:t>
      </w:r>
      <w:r w:rsidR="000C4B14">
        <w:rPr>
          <w:rtl/>
          <w:lang w:bidi="fa-IR"/>
        </w:rPr>
        <w:t>،</w:t>
      </w:r>
      <w:r w:rsidRPr="003E3506">
        <w:rPr>
          <w:rtl/>
          <w:lang w:bidi="fa-IR"/>
        </w:rPr>
        <w:t xml:space="preserve"> و آن بر پنج قسم است</w:t>
      </w:r>
      <w:r w:rsidR="00553569">
        <w:rPr>
          <w:rtl/>
          <w:lang w:bidi="fa-IR"/>
        </w:rPr>
        <w:t>:</w:t>
      </w:r>
      <w:r w:rsidRPr="003E3506">
        <w:rPr>
          <w:rtl/>
          <w:lang w:bidi="fa-IR"/>
        </w:rPr>
        <w:t xml:space="preserve"> </w:t>
      </w:r>
      <w:r w:rsidR="00605FAB">
        <w:rPr>
          <w:rtl/>
          <w:lang w:bidi="fa-IR"/>
        </w:rPr>
        <w:t>(</w:t>
      </w:r>
      <w:r w:rsidRPr="003E3506">
        <w:rPr>
          <w:rtl/>
          <w:lang w:bidi="fa-IR"/>
        </w:rPr>
        <w:t>اول</w:t>
      </w:r>
      <w:r w:rsidR="00605FAB">
        <w:rPr>
          <w:rtl/>
          <w:lang w:bidi="fa-IR"/>
        </w:rPr>
        <w:t>)</w:t>
      </w:r>
      <w:r w:rsidRPr="003E3506">
        <w:rPr>
          <w:rtl/>
          <w:lang w:bidi="fa-IR"/>
        </w:rPr>
        <w:t xml:space="preserve"> آب كر </w:t>
      </w:r>
      <w:r w:rsidR="00605FAB">
        <w:rPr>
          <w:rtl/>
          <w:lang w:bidi="fa-IR"/>
        </w:rPr>
        <w:t>(</w:t>
      </w:r>
      <w:r w:rsidRPr="003E3506">
        <w:rPr>
          <w:rtl/>
          <w:lang w:bidi="fa-IR"/>
        </w:rPr>
        <w:t>دوم</w:t>
      </w:r>
      <w:r w:rsidR="00605FAB">
        <w:rPr>
          <w:rtl/>
          <w:lang w:bidi="fa-IR"/>
        </w:rPr>
        <w:t>)</w:t>
      </w:r>
      <w:r w:rsidRPr="003E3506">
        <w:rPr>
          <w:rtl/>
          <w:lang w:bidi="fa-IR"/>
        </w:rPr>
        <w:t xml:space="preserve"> آب قليل </w:t>
      </w:r>
      <w:r w:rsidR="00605FAB">
        <w:rPr>
          <w:rtl/>
          <w:lang w:bidi="fa-IR"/>
        </w:rPr>
        <w:t>(</w:t>
      </w:r>
      <w:r w:rsidRPr="003E3506">
        <w:rPr>
          <w:rtl/>
          <w:lang w:bidi="fa-IR"/>
        </w:rPr>
        <w:t>سوم</w:t>
      </w:r>
      <w:r w:rsidR="00605FAB">
        <w:rPr>
          <w:rtl/>
          <w:lang w:bidi="fa-IR"/>
        </w:rPr>
        <w:t>)</w:t>
      </w:r>
      <w:r w:rsidRPr="003E3506">
        <w:rPr>
          <w:rtl/>
          <w:lang w:bidi="fa-IR"/>
        </w:rPr>
        <w:t xml:space="preserve"> آب جارى </w:t>
      </w:r>
      <w:r w:rsidR="00605FAB">
        <w:rPr>
          <w:rtl/>
          <w:lang w:bidi="fa-IR"/>
        </w:rPr>
        <w:t>(</w:t>
      </w:r>
      <w:r w:rsidRPr="003E3506">
        <w:rPr>
          <w:rtl/>
          <w:lang w:bidi="fa-IR"/>
        </w:rPr>
        <w:t>چهارم</w:t>
      </w:r>
      <w:r w:rsidR="00605FAB">
        <w:rPr>
          <w:rtl/>
          <w:lang w:bidi="fa-IR"/>
        </w:rPr>
        <w:t>)</w:t>
      </w:r>
      <w:r w:rsidRPr="003E3506">
        <w:rPr>
          <w:rtl/>
          <w:lang w:bidi="fa-IR"/>
        </w:rPr>
        <w:t xml:space="preserve"> آب باران </w:t>
      </w:r>
      <w:r w:rsidR="00605FAB">
        <w:rPr>
          <w:rtl/>
          <w:lang w:bidi="fa-IR"/>
        </w:rPr>
        <w:t>(</w:t>
      </w:r>
      <w:r w:rsidRPr="003E3506">
        <w:rPr>
          <w:rtl/>
          <w:lang w:bidi="fa-IR"/>
        </w:rPr>
        <w:t>پنجم</w:t>
      </w:r>
      <w:r w:rsidR="00605FAB">
        <w:rPr>
          <w:rtl/>
          <w:lang w:bidi="fa-IR"/>
        </w:rPr>
        <w:t>)</w:t>
      </w:r>
      <w:r w:rsidRPr="003E3506">
        <w:rPr>
          <w:rtl/>
          <w:lang w:bidi="fa-IR"/>
        </w:rPr>
        <w:t xml:space="preserve"> آب چاه</w:t>
      </w:r>
      <w:r w:rsidR="000C4B14">
        <w:rPr>
          <w:rtl/>
          <w:lang w:bidi="fa-IR"/>
        </w:rPr>
        <w:t>.</w:t>
      </w:r>
    </w:p>
    <w:p w:rsidR="003E3506" w:rsidRPr="003E3506" w:rsidRDefault="004D36E8" w:rsidP="003E3506">
      <w:pPr>
        <w:pStyle w:val="libNormal"/>
        <w:rPr>
          <w:lang w:bidi="fa-IR"/>
        </w:rPr>
      </w:pPr>
      <w:r>
        <w:rPr>
          <w:rtl/>
          <w:lang w:bidi="fa-IR"/>
        </w:rPr>
        <w:br w:type="page"/>
      </w:r>
    </w:p>
    <w:p w:rsidR="003E3506" w:rsidRDefault="00E458A1" w:rsidP="004D36E8">
      <w:pPr>
        <w:pStyle w:val="Heading3"/>
        <w:rPr>
          <w:rtl/>
          <w:lang w:bidi="fa-IR"/>
        </w:rPr>
      </w:pPr>
      <w:bookmarkStart w:id="2" w:name="_Toc24454425"/>
      <w:r>
        <w:rPr>
          <w:rFonts w:hint="cs"/>
          <w:rtl/>
          <w:lang w:bidi="fa-IR"/>
        </w:rPr>
        <w:t>(</w:t>
      </w:r>
      <w:r w:rsidR="003E3506" w:rsidRPr="003E3506">
        <w:rPr>
          <w:rtl/>
          <w:lang w:bidi="fa-IR"/>
        </w:rPr>
        <w:t>آب كر</w:t>
      </w:r>
      <w:r>
        <w:rPr>
          <w:rFonts w:hint="cs"/>
          <w:rtl/>
          <w:lang w:bidi="fa-IR"/>
        </w:rPr>
        <w:t>)</w:t>
      </w:r>
      <w:bookmarkEnd w:id="2"/>
    </w:p>
    <w:p w:rsidR="003E3506" w:rsidRPr="003E3506" w:rsidRDefault="003E3506" w:rsidP="003E3506">
      <w:pPr>
        <w:pStyle w:val="libNormal"/>
        <w:rPr>
          <w:lang w:bidi="fa-IR"/>
        </w:rPr>
      </w:pPr>
      <w:r w:rsidRPr="003E3506">
        <w:rPr>
          <w:rtl/>
          <w:lang w:bidi="fa-IR"/>
        </w:rPr>
        <w:t>١٦ - آب كر بنابر مشهور مقدار آبى است كه اگر در ظرفى كه درازا و پهنا و گودى آن هر يك سه وجب و نيم است بريزند آن ظرف را پر كند</w:t>
      </w:r>
      <w:r w:rsidR="000C4B14">
        <w:rPr>
          <w:rtl/>
          <w:lang w:bidi="fa-IR"/>
        </w:rPr>
        <w:t>،</w:t>
      </w:r>
      <w:r w:rsidRPr="003E3506">
        <w:rPr>
          <w:rtl/>
          <w:lang w:bidi="fa-IR"/>
        </w:rPr>
        <w:t xml:space="preserve"> بنابر اين بايد مجموع مكسر آن چهل و دو وجب و هفت هشتم وجب باشد</w:t>
      </w:r>
      <w:r w:rsidR="000C4B14">
        <w:rPr>
          <w:rtl/>
          <w:lang w:bidi="fa-IR"/>
        </w:rPr>
        <w:t>،</w:t>
      </w:r>
      <w:r w:rsidRPr="003E3506">
        <w:rPr>
          <w:rtl/>
          <w:lang w:bidi="fa-IR"/>
        </w:rPr>
        <w:t xml:space="preserve"> ولى ظاهر اين است كه اگر سى و شش وجب باشد نيز كفايت مى كند</w:t>
      </w:r>
      <w:r w:rsidR="000C4B14">
        <w:rPr>
          <w:rtl/>
          <w:lang w:bidi="fa-IR"/>
        </w:rPr>
        <w:t>،</w:t>
      </w:r>
      <w:r w:rsidRPr="003E3506">
        <w:rPr>
          <w:rtl/>
          <w:lang w:bidi="fa-IR"/>
        </w:rPr>
        <w:t xml:space="preserve"> و اما تعيين مقدار آب كر به حسب وزن خالى از اشكال نيست</w:t>
      </w:r>
      <w:r w:rsidR="000C4B14">
        <w:rPr>
          <w:rtl/>
          <w:lang w:bidi="fa-IR"/>
        </w:rPr>
        <w:t>.</w:t>
      </w:r>
    </w:p>
    <w:p w:rsidR="003E3506" w:rsidRPr="003E3506" w:rsidRDefault="003E3506" w:rsidP="003E3506">
      <w:pPr>
        <w:pStyle w:val="libNormal"/>
        <w:rPr>
          <w:lang w:bidi="fa-IR"/>
        </w:rPr>
      </w:pPr>
      <w:r w:rsidRPr="003E3506">
        <w:rPr>
          <w:rtl/>
          <w:lang w:bidi="fa-IR"/>
        </w:rPr>
        <w:t>١٧ - اگر عين نجس مانند بول و خون يا چيزى كه نجس شده است مانند لباس نجس</w:t>
      </w:r>
      <w:r w:rsidR="000C4B14">
        <w:rPr>
          <w:rtl/>
          <w:lang w:bidi="fa-IR"/>
        </w:rPr>
        <w:t>،</w:t>
      </w:r>
      <w:r w:rsidRPr="003E3506">
        <w:rPr>
          <w:rtl/>
          <w:lang w:bidi="fa-IR"/>
        </w:rPr>
        <w:t xml:space="preserve"> به آب كر برسد</w:t>
      </w:r>
      <w:r w:rsidR="000C4B14">
        <w:rPr>
          <w:rtl/>
          <w:lang w:bidi="fa-IR"/>
        </w:rPr>
        <w:t>،</w:t>
      </w:r>
      <w:r w:rsidRPr="003E3506">
        <w:rPr>
          <w:rtl/>
          <w:lang w:bidi="fa-IR"/>
        </w:rPr>
        <w:t xml:space="preserve"> چنانچه آن آب</w:t>
      </w:r>
      <w:r w:rsidR="000C4B14">
        <w:rPr>
          <w:rtl/>
          <w:lang w:bidi="fa-IR"/>
        </w:rPr>
        <w:t>،</w:t>
      </w:r>
      <w:r w:rsidRPr="003E3506">
        <w:rPr>
          <w:rtl/>
          <w:lang w:bidi="fa-IR"/>
        </w:rPr>
        <w:t xml:space="preserve"> بو يا رنگ يا مزه نجاست را بگيرد</w:t>
      </w:r>
      <w:r w:rsidR="000C4B14">
        <w:rPr>
          <w:rtl/>
          <w:lang w:bidi="fa-IR"/>
        </w:rPr>
        <w:t>،</w:t>
      </w:r>
      <w:r w:rsidRPr="003E3506">
        <w:rPr>
          <w:rtl/>
          <w:lang w:bidi="fa-IR"/>
        </w:rPr>
        <w:t xml:space="preserve"> نجس مى شود</w:t>
      </w:r>
      <w:r w:rsidR="000C4B14">
        <w:rPr>
          <w:rtl/>
          <w:lang w:bidi="fa-IR"/>
        </w:rPr>
        <w:t>،</w:t>
      </w:r>
      <w:r w:rsidRPr="003E3506">
        <w:rPr>
          <w:rtl/>
          <w:lang w:bidi="fa-IR"/>
        </w:rPr>
        <w:t xml:space="preserve"> و اگر تغيير نكند نجس نمى شود.</w:t>
      </w:r>
    </w:p>
    <w:p w:rsidR="003E3506" w:rsidRPr="003E3506" w:rsidRDefault="003E3506" w:rsidP="003E3506">
      <w:pPr>
        <w:pStyle w:val="libNormal"/>
        <w:rPr>
          <w:lang w:bidi="fa-IR"/>
        </w:rPr>
      </w:pPr>
      <w:r w:rsidRPr="003E3506">
        <w:rPr>
          <w:rtl/>
          <w:lang w:bidi="fa-IR"/>
        </w:rPr>
        <w:t>١٨ - اگر بو يا رنگ يا مزه آب كر به واسطه غير نجاست تغيير كند نجس نمى شود.</w:t>
      </w:r>
    </w:p>
    <w:p w:rsidR="003E3506" w:rsidRPr="003E3506" w:rsidRDefault="003E3506" w:rsidP="003E3506">
      <w:pPr>
        <w:pStyle w:val="libNormal"/>
        <w:rPr>
          <w:lang w:bidi="fa-IR"/>
        </w:rPr>
      </w:pPr>
      <w:r w:rsidRPr="003E3506">
        <w:rPr>
          <w:rtl/>
          <w:lang w:bidi="fa-IR"/>
        </w:rPr>
        <w:t>١٩ - اگر عين نجس مانند خون يا آبى كه بيشتر از كر است برسد و بو يا رنگ يا مزه قسمتى از آن را تغيير دهد</w:t>
      </w:r>
      <w:r w:rsidR="000C4B14">
        <w:rPr>
          <w:rtl/>
          <w:lang w:bidi="fa-IR"/>
        </w:rPr>
        <w:t>،</w:t>
      </w:r>
      <w:r w:rsidRPr="003E3506">
        <w:rPr>
          <w:rtl/>
          <w:lang w:bidi="fa-IR"/>
        </w:rPr>
        <w:t xml:space="preserve"> چنانچه مقدارى كه تغيير نكرده كمتر از كر باشد تمام آب نجس مى شود</w:t>
      </w:r>
      <w:r w:rsidR="000C4B14">
        <w:rPr>
          <w:rtl/>
          <w:lang w:bidi="fa-IR"/>
        </w:rPr>
        <w:t>،</w:t>
      </w:r>
      <w:r w:rsidRPr="003E3506">
        <w:rPr>
          <w:rtl/>
          <w:lang w:bidi="fa-IR"/>
        </w:rPr>
        <w:t xml:space="preserve"> و اگر به اندازه كر يا بيشتر باشد</w:t>
      </w:r>
      <w:r w:rsidR="000C4B14">
        <w:rPr>
          <w:rtl/>
          <w:lang w:bidi="fa-IR"/>
        </w:rPr>
        <w:t>،</w:t>
      </w:r>
      <w:r w:rsidRPr="003E3506">
        <w:rPr>
          <w:rtl/>
          <w:lang w:bidi="fa-IR"/>
        </w:rPr>
        <w:t xml:space="preserve"> فقط مقدارى كه بو يا رنگ يا مزه آن تغيير كرده نجس است</w:t>
      </w:r>
      <w:r w:rsidR="000C4B14">
        <w:rPr>
          <w:rtl/>
          <w:lang w:bidi="fa-IR"/>
        </w:rPr>
        <w:t>.</w:t>
      </w:r>
    </w:p>
    <w:p w:rsidR="003E3506" w:rsidRPr="003E3506" w:rsidRDefault="003E3506" w:rsidP="003E3506">
      <w:pPr>
        <w:pStyle w:val="libNormal"/>
        <w:rPr>
          <w:lang w:bidi="fa-IR"/>
        </w:rPr>
      </w:pPr>
      <w:r w:rsidRPr="003E3506">
        <w:rPr>
          <w:rtl/>
          <w:lang w:bidi="fa-IR"/>
        </w:rPr>
        <w:t>٢٠ - آب فواره اگر متصل به كر باشد</w:t>
      </w:r>
      <w:r w:rsidR="000C4B14">
        <w:rPr>
          <w:rtl/>
          <w:lang w:bidi="fa-IR"/>
        </w:rPr>
        <w:t>،</w:t>
      </w:r>
      <w:r w:rsidRPr="003E3506">
        <w:rPr>
          <w:rtl/>
          <w:lang w:bidi="fa-IR"/>
        </w:rPr>
        <w:t xml:space="preserve"> آب نجس را پاك مى كند ولى اگر قطره قطره روى آب نجس بريزد آن را پاك نمى كند</w:t>
      </w:r>
      <w:r w:rsidR="000C4B14">
        <w:rPr>
          <w:rtl/>
          <w:lang w:bidi="fa-IR"/>
        </w:rPr>
        <w:t>،</w:t>
      </w:r>
      <w:r w:rsidRPr="003E3506">
        <w:rPr>
          <w:rtl/>
          <w:lang w:bidi="fa-IR"/>
        </w:rPr>
        <w:t xml:space="preserve"> مگر آن كه چيزى روى فواره بگيرند</w:t>
      </w:r>
      <w:r w:rsidR="000C4B14">
        <w:rPr>
          <w:rtl/>
          <w:lang w:bidi="fa-IR"/>
        </w:rPr>
        <w:t>،</w:t>
      </w:r>
      <w:r w:rsidRPr="003E3506">
        <w:rPr>
          <w:rtl/>
          <w:lang w:bidi="fa-IR"/>
        </w:rPr>
        <w:t xml:space="preserve"> تا آب آن قبل از قطره قطره شدن به آب نجس متصل شود و بهتر اين است كه آب فواره با آب نجس مخلوط گردد.</w:t>
      </w:r>
    </w:p>
    <w:p w:rsidR="003E3506" w:rsidRPr="003E3506" w:rsidRDefault="003E3506" w:rsidP="003E3506">
      <w:pPr>
        <w:pStyle w:val="libNormal"/>
        <w:rPr>
          <w:lang w:bidi="fa-IR"/>
        </w:rPr>
      </w:pPr>
      <w:r w:rsidRPr="003E3506">
        <w:rPr>
          <w:rtl/>
          <w:lang w:bidi="fa-IR"/>
        </w:rPr>
        <w:t>٢١ - اگر چيز نجس را زير شيرى كه متصل به كر است بشويند آبى كه از آن چيز مى ريزد اگر متصل به كر باشد و بو يا رنگ يا مزه نجاست نگرفته باشد و عين نجاست هم در آن نباشد پاك است</w:t>
      </w:r>
      <w:r w:rsidR="000C4B14">
        <w:rPr>
          <w:rtl/>
          <w:lang w:bidi="fa-IR"/>
        </w:rPr>
        <w:t>.</w:t>
      </w:r>
    </w:p>
    <w:p w:rsidR="003E3506" w:rsidRPr="003E3506" w:rsidRDefault="003E3506" w:rsidP="003E3506">
      <w:pPr>
        <w:pStyle w:val="libNormal"/>
        <w:rPr>
          <w:lang w:bidi="fa-IR"/>
        </w:rPr>
      </w:pPr>
      <w:r w:rsidRPr="003E3506">
        <w:rPr>
          <w:rtl/>
          <w:lang w:bidi="fa-IR"/>
        </w:rPr>
        <w:t>٢٢ - اگر مقدارى از آب كر يخ ببندد و باقى آن به قدر كر نباشد چنانچه نجاست به آن برسد نجس مى شود</w:t>
      </w:r>
      <w:r w:rsidR="000C4B14">
        <w:rPr>
          <w:rtl/>
          <w:lang w:bidi="fa-IR"/>
        </w:rPr>
        <w:t>،</w:t>
      </w:r>
      <w:r w:rsidRPr="003E3506">
        <w:rPr>
          <w:rtl/>
          <w:lang w:bidi="fa-IR"/>
        </w:rPr>
        <w:t xml:space="preserve"> و هر مقدار از يخ هم آب شود نجس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٢٣ - آبى كه به اندازه كر بوده</w:t>
      </w:r>
      <w:r w:rsidR="000C4B14">
        <w:rPr>
          <w:rtl/>
          <w:lang w:bidi="fa-IR"/>
        </w:rPr>
        <w:t>،</w:t>
      </w:r>
      <w:r w:rsidRPr="003E3506">
        <w:rPr>
          <w:rtl/>
          <w:lang w:bidi="fa-IR"/>
        </w:rPr>
        <w:t xml:space="preserve"> اگر انسان شك كند از كر كمتر شده يا نه</w:t>
      </w:r>
      <w:r w:rsidR="000C4B14">
        <w:rPr>
          <w:rtl/>
          <w:lang w:bidi="fa-IR"/>
        </w:rPr>
        <w:t>،</w:t>
      </w:r>
      <w:r w:rsidRPr="003E3506">
        <w:rPr>
          <w:rtl/>
          <w:lang w:bidi="fa-IR"/>
        </w:rPr>
        <w:t xml:space="preserve"> مثل آب كر است</w:t>
      </w:r>
      <w:r w:rsidR="000C4B14">
        <w:rPr>
          <w:rtl/>
          <w:lang w:bidi="fa-IR"/>
        </w:rPr>
        <w:t>،</w:t>
      </w:r>
      <w:r w:rsidRPr="003E3506">
        <w:rPr>
          <w:rtl/>
          <w:lang w:bidi="fa-IR"/>
        </w:rPr>
        <w:t xml:space="preserve"> يعنى نجاست را پاك مى كند</w:t>
      </w:r>
      <w:r w:rsidR="000C4B14">
        <w:rPr>
          <w:rtl/>
          <w:lang w:bidi="fa-IR"/>
        </w:rPr>
        <w:t>،</w:t>
      </w:r>
      <w:r w:rsidRPr="003E3506">
        <w:rPr>
          <w:rtl/>
          <w:lang w:bidi="fa-IR"/>
        </w:rPr>
        <w:t xml:space="preserve"> و اگر نجاستى هم به آن برسد نجس نمى شود</w:t>
      </w:r>
      <w:r w:rsidR="000C4B14">
        <w:rPr>
          <w:rtl/>
          <w:lang w:bidi="fa-IR"/>
        </w:rPr>
        <w:t>،</w:t>
      </w:r>
      <w:r w:rsidRPr="003E3506">
        <w:rPr>
          <w:rtl/>
          <w:lang w:bidi="fa-IR"/>
        </w:rPr>
        <w:t xml:space="preserve"> و آبى كه كمتر از كر بوده و انسان شك دارد به مقدار كر شده يا نه حكم آب كمتر از كر را دارد.</w:t>
      </w:r>
    </w:p>
    <w:p w:rsidR="004D36E8" w:rsidRDefault="003E3506" w:rsidP="003E3506">
      <w:pPr>
        <w:pStyle w:val="libNormal"/>
        <w:rPr>
          <w:rtl/>
          <w:lang w:bidi="fa-IR"/>
        </w:rPr>
      </w:pPr>
      <w:r w:rsidRPr="003E3506">
        <w:rPr>
          <w:rtl/>
          <w:lang w:bidi="fa-IR"/>
        </w:rPr>
        <w:t>٢٤ - كر بودن آب</w:t>
      </w:r>
      <w:r w:rsidR="000C4B14">
        <w:rPr>
          <w:rtl/>
          <w:lang w:bidi="fa-IR"/>
        </w:rPr>
        <w:t>،</w:t>
      </w:r>
      <w:r w:rsidRPr="003E3506">
        <w:rPr>
          <w:rtl/>
          <w:lang w:bidi="fa-IR"/>
        </w:rPr>
        <w:t xml:space="preserve"> به دو راه ثابت مى شود</w:t>
      </w:r>
      <w:r w:rsidR="00553569">
        <w:rPr>
          <w:rtl/>
          <w:lang w:bidi="fa-IR"/>
        </w:rPr>
        <w:t>:</w:t>
      </w:r>
      <w:r w:rsidRPr="003E3506">
        <w:rPr>
          <w:rtl/>
          <w:lang w:bidi="fa-IR"/>
        </w:rPr>
        <w:t xml:space="preserve"> </w:t>
      </w:r>
      <w:r w:rsidR="00605FAB">
        <w:rPr>
          <w:rtl/>
          <w:lang w:bidi="fa-IR"/>
        </w:rPr>
        <w:t>(</w:t>
      </w:r>
      <w:r w:rsidRPr="003E3506">
        <w:rPr>
          <w:rtl/>
          <w:lang w:bidi="fa-IR"/>
        </w:rPr>
        <w:t>اول</w:t>
      </w:r>
      <w:r w:rsidR="00605FAB">
        <w:rPr>
          <w:rtl/>
          <w:lang w:bidi="fa-IR"/>
        </w:rPr>
        <w:t>)</w:t>
      </w:r>
      <w:r w:rsidRPr="003E3506">
        <w:rPr>
          <w:rtl/>
          <w:lang w:bidi="fa-IR"/>
        </w:rPr>
        <w:t xml:space="preserve"> آن كه خود انسان يقين يا اطمينان كند </w:t>
      </w:r>
      <w:r w:rsidR="00605FAB">
        <w:rPr>
          <w:rtl/>
          <w:lang w:bidi="fa-IR"/>
        </w:rPr>
        <w:t>(</w:t>
      </w:r>
      <w:r w:rsidRPr="003E3506">
        <w:rPr>
          <w:rtl/>
          <w:lang w:bidi="fa-IR"/>
        </w:rPr>
        <w:t>دوم</w:t>
      </w:r>
      <w:r w:rsidR="00605FAB">
        <w:rPr>
          <w:rtl/>
          <w:lang w:bidi="fa-IR"/>
        </w:rPr>
        <w:t>)</w:t>
      </w:r>
      <w:r w:rsidRPr="003E3506">
        <w:rPr>
          <w:rtl/>
          <w:lang w:bidi="fa-IR"/>
        </w:rPr>
        <w:t xml:space="preserve"> آن كه دو مرد عادل خبر دهند.</w:t>
      </w:r>
    </w:p>
    <w:p w:rsidR="003E3506" w:rsidRPr="003E3506" w:rsidRDefault="004D36E8" w:rsidP="003E3506">
      <w:pPr>
        <w:pStyle w:val="libNormal"/>
        <w:rPr>
          <w:lang w:bidi="fa-IR"/>
        </w:rPr>
      </w:pPr>
      <w:r>
        <w:rPr>
          <w:rtl/>
          <w:lang w:bidi="fa-IR"/>
        </w:rPr>
        <w:br w:type="page"/>
      </w:r>
    </w:p>
    <w:p w:rsidR="003E3506" w:rsidRDefault="00605FAB" w:rsidP="004D36E8">
      <w:pPr>
        <w:pStyle w:val="Heading3"/>
        <w:rPr>
          <w:rtl/>
          <w:lang w:bidi="fa-IR"/>
        </w:rPr>
      </w:pPr>
      <w:bookmarkStart w:id="3" w:name="_Toc24454426"/>
      <w:r>
        <w:rPr>
          <w:rtl/>
          <w:lang w:bidi="fa-IR"/>
        </w:rPr>
        <w:t>(</w:t>
      </w:r>
      <w:r w:rsidR="003E3506" w:rsidRPr="003E3506">
        <w:rPr>
          <w:rtl/>
          <w:lang w:bidi="fa-IR"/>
        </w:rPr>
        <w:t>آب قليل</w:t>
      </w:r>
      <w:r>
        <w:rPr>
          <w:rtl/>
          <w:lang w:bidi="fa-IR"/>
        </w:rPr>
        <w:t>)</w:t>
      </w:r>
      <w:bookmarkEnd w:id="3"/>
    </w:p>
    <w:p w:rsidR="003E3506" w:rsidRPr="003E3506" w:rsidRDefault="003E3506" w:rsidP="003E3506">
      <w:pPr>
        <w:pStyle w:val="libNormal"/>
        <w:rPr>
          <w:lang w:bidi="fa-IR"/>
        </w:rPr>
      </w:pPr>
      <w:r w:rsidRPr="003E3506">
        <w:rPr>
          <w:rtl/>
          <w:lang w:bidi="fa-IR"/>
        </w:rPr>
        <w:t>٢٥ - آب قليل آبى است كه از زمين نجوشد و از كر كمتر باشد.</w:t>
      </w:r>
    </w:p>
    <w:p w:rsidR="003E3506" w:rsidRPr="003E3506" w:rsidRDefault="003E3506" w:rsidP="003E3506">
      <w:pPr>
        <w:pStyle w:val="libNormal"/>
        <w:rPr>
          <w:lang w:bidi="fa-IR"/>
        </w:rPr>
      </w:pPr>
      <w:r w:rsidRPr="003E3506">
        <w:rPr>
          <w:rtl/>
          <w:lang w:bidi="fa-IR"/>
        </w:rPr>
        <w:t>٢٦ - اگر آب قليل روى چيز نجس بريزد</w:t>
      </w:r>
      <w:r w:rsidR="000C4B14">
        <w:rPr>
          <w:rtl/>
          <w:lang w:bidi="fa-IR"/>
        </w:rPr>
        <w:t>،</w:t>
      </w:r>
      <w:r w:rsidRPr="003E3506">
        <w:rPr>
          <w:rtl/>
          <w:lang w:bidi="fa-IR"/>
        </w:rPr>
        <w:t xml:space="preserve"> يا چيز نجس به آن برسد نجس مى شود.</w:t>
      </w:r>
    </w:p>
    <w:p w:rsidR="003E3506" w:rsidRPr="003E3506" w:rsidRDefault="003E3506" w:rsidP="003E3506">
      <w:pPr>
        <w:pStyle w:val="libNormal"/>
        <w:rPr>
          <w:lang w:bidi="fa-IR"/>
        </w:rPr>
      </w:pPr>
      <w:r w:rsidRPr="003E3506">
        <w:rPr>
          <w:rtl/>
          <w:lang w:bidi="fa-IR"/>
        </w:rPr>
        <w:t>ولى اگر با فشار روى چيز نجس بريزد</w:t>
      </w:r>
      <w:r w:rsidR="000C4B14">
        <w:rPr>
          <w:rtl/>
          <w:lang w:bidi="fa-IR"/>
        </w:rPr>
        <w:t>،</w:t>
      </w:r>
      <w:r w:rsidRPr="003E3506">
        <w:rPr>
          <w:rtl/>
          <w:lang w:bidi="fa-IR"/>
        </w:rPr>
        <w:t xml:space="preserve"> مقدارى كه به آن چيز مى رسد نجس است و مقدارى كه به آن چيز نرسيده پاك است</w:t>
      </w:r>
      <w:r w:rsidR="000C4B14">
        <w:rPr>
          <w:rtl/>
          <w:lang w:bidi="fa-IR"/>
        </w:rPr>
        <w:t>.</w:t>
      </w:r>
    </w:p>
    <w:p w:rsidR="003E3506" w:rsidRPr="003E3506" w:rsidRDefault="003E3506" w:rsidP="003E3506">
      <w:pPr>
        <w:pStyle w:val="libNormal"/>
        <w:rPr>
          <w:lang w:bidi="fa-IR"/>
        </w:rPr>
      </w:pPr>
      <w:r w:rsidRPr="003E3506">
        <w:rPr>
          <w:rtl/>
          <w:lang w:bidi="fa-IR"/>
        </w:rPr>
        <w:t>٢٧ - آب قليلى كه براى برطرف كردن عين نجاست روى چيز نجس ريخته شود و از آن جدا گردد نجس است</w:t>
      </w:r>
      <w:r w:rsidR="000C4B14">
        <w:rPr>
          <w:rtl/>
          <w:lang w:bidi="fa-IR"/>
        </w:rPr>
        <w:t>،</w:t>
      </w:r>
      <w:r w:rsidRPr="003E3506">
        <w:rPr>
          <w:rtl/>
          <w:lang w:bidi="fa-IR"/>
        </w:rPr>
        <w:t xml:space="preserve"> و همچنين آب قليلى كه بعد از برطرف شدن عين نجاست براى آب كشيدن چيز نجس روى آن مى ريزند و از آن جدا مى شود مطلقا - بنابر احتياط لازم - نجس است</w:t>
      </w:r>
      <w:r w:rsidR="000C4B14">
        <w:rPr>
          <w:rtl/>
          <w:lang w:bidi="fa-IR"/>
        </w:rPr>
        <w:t>.</w:t>
      </w:r>
    </w:p>
    <w:p w:rsidR="004D36E8" w:rsidRDefault="003E3506" w:rsidP="003E3506">
      <w:pPr>
        <w:pStyle w:val="libNormal"/>
        <w:rPr>
          <w:rtl/>
          <w:lang w:bidi="fa-IR"/>
        </w:rPr>
      </w:pPr>
      <w:r w:rsidRPr="003E3506">
        <w:rPr>
          <w:rtl/>
          <w:lang w:bidi="fa-IR"/>
        </w:rPr>
        <w:t xml:space="preserve">٢٨ - آب قليلى كه با آن مخرج بول و غايط را مى شويند با پنج شرط چيزى را كه با آن ملاقات كند نجس نمى كند </w:t>
      </w:r>
      <w:r w:rsidR="00605FAB">
        <w:rPr>
          <w:rtl/>
          <w:lang w:bidi="fa-IR"/>
        </w:rPr>
        <w:t>(</w:t>
      </w:r>
      <w:r w:rsidRPr="003E3506">
        <w:rPr>
          <w:rtl/>
          <w:lang w:bidi="fa-IR"/>
        </w:rPr>
        <w:t>اول</w:t>
      </w:r>
      <w:r w:rsidR="00605FAB">
        <w:rPr>
          <w:rtl/>
          <w:lang w:bidi="fa-IR"/>
        </w:rPr>
        <w:t>)</w:t>
      </w:r>
      <w:r w:rsidRPr="003E3506">
        <w:rPr>
          <w:rtl/>
          <w:lang w:bidi="fa-IR"/>
        </w:rPr>
        <w:t xml:space="preserve"> آن كه بو يا رنگ يا مزه نجاست نگرفته باشد </w:t>
      </w:r>
      <w:r w:rsidR="00605FAB">
        <w:rPr>
          <w:rtl/>
          <w:lang w:bidi="fa-IR"/>
        </w:rPr>
        <w:t>(</w:t>
      </w:r>
      <w:r w:rsidRPr="003E3506">
        <w:rPr>
          <w:rtl/>
          <w:lang w:bidi="fa-IR"/>
        </w:rPr>
        <w:t>دوم</w:t>
      </w:r>
      <w:r w:rsidR="00605FAB">
        <w:rPr>
          <w:rtl/>
          <w:lang w:bidi="fa-IR"/>
        </w:rPr>
        <w:t>)</w:t>
      </w:r>
      <w:r w:rsidRPr="003E3506">
        <w:rPr>
          <w:rtl/>
          <w:lang w:bidi="fa-IR"/>
        </w:rPr>
        <w:t xml:space="preserve"> نجاستى از خارج به آن نرسيده باشد </w:t>
      </w:r>
      <w:r w:rsidR="00605FAB">
        <w:rPr>
          <w:rtl/>
          <w:lang w:bidi="fa-IR"/>
        </w:rPr>
        <w:t>(</w:t>
      </w:r>
      <w:r w:rsidRPr="003E3506">
        <w:rPr>
          <w:rtl/>
          <w:lang w:bidi="fa-IR"/>
        </w:rPr>
        <w:t>سوم</w:t>
      </w:r>
      <w:r w:rsidR="00605FAB">
        <w:rPr>
          <w:rtl/>
          <w:lang w:bidi="fa-IR"/>
        </w:rPr>
        <w:t>)</w:t>
      </w:r>
      <w:r w:rsidRPr="003E3506">
        <w:rPr>
          <w:rtl/>
          <w:lang w:bidi="fa-IR"/>
        </w:rPr>
        <w:t xml:space="preserve"> نجاست ديگرى مثل خون با بول يا غايط بيرون نيامده باشد </w:t>
      </w:r>
      <w:r w:rsidR="00605FAB">
        <w:rPr>
          <w:rtl/>
          <w:lang w:bidi="fa-IR"/>
        </w:rPr>
        <w:t>(</w:t>
      </w:r>
      <w:r w:rsidRPr="003E3506">
        <w:rPr>
          <w:rtl/>
          <w:lang w:bidi="fa-IR"/>
        </w:rPr>
        <w:t>چهارم</w:t>
      </w:r>
      <w:r w:rsidR="00605FAB">
        <w:rPr>
          <w:rtl/>
          <w:lang w:bidi="fa-IR"/>
        </w:rPr>
        <w:t>)</w:t>
      </w:r>
      <w:r w:rsidRPr="003E3506">
        <w:rPr>
          <w:rtl/>
          <w:lang w:bidi="fa-IR"/>
        </w:rPr>
        <w:t xml:space="preserve"> ذره هاى غايط در آب پيدا نباشد </w:t>
      </w:r>
      <w:r w:rsidR="00605FAB">
        <w:rPr>
          <w:rtl/>
          <w:lang w:bidi="fa-IR"/>
        </w:rPr>
        <w:t>(</w:t>
      </w:r>
      <w:r w:rsidRPr="003E3506">
        <w:rPr>
          <w:rtl/>
          <w:lang w:bidi="fa-IR"/>
        </w:rPr>
        <w:t>پنجم</w:t>
      </w:r>
      <w:r w:rsidR="00605FAB">
        <w:rPr>
          <w:rtl/>
          <w:lang w:bidi="fa-IR"/>
        </w:rPr>
        <w:t>)</w:t>
      </w:r>
      <w:r w:rsidRPr="003E3506">
        <w:rPr>
          <w:rtl/>
          <w:lang w:bidi="fa-IR"/>
        </w:rPr>
        <w:t xml:space="preserve"> بيشتر از مقدار معمول نجاست به اطراف مخرج نرسيده باشد.</w:t>
      </w:r>
    </w:p>
    <w:p w:rsidR="003E3506" w:rsidRPr="003E3506" w:rsidRDefault="004D36E8" w:rsidP="003E3506">
      <w:pPr>
        <w:pStyle w:val="libNormal"/>
        <w:rPr>
          <w:lang w:bidi="fa-IR"/>
        </w:rPr>
      </w:pPr>
      <w:r>
        <w:rPr>
          <w:rtl/>
          <w:lang w:bidi="fa-IR"/>
        </w:rPr>
        <w:br w:type="page"/>
      </w:r>
    </w:p>
    <w:p w:rsidR="003E3506" w:rsidRDefault="00605FAB" w:rsidP="004D36E8">
      <w:pPr>
        <w:pStyle w:val="Heading3"/>
        <w:rPr>
          <w:rtl/>
          <w:lang w:bidi="fa-IR"/>
        </w:rPr>
      </w:pPr>
      <w:bookmarkStart w:id="4" w:name="_Toc24454427"/>
      <w:r>
        <w:rPr>
          <w:rtl/>
          <w:lang w:bidi="fa-IR"/>
        </w:rPr>
        <w:t>(</w:t>
      </w:r>
      <w:r w:rsidR="003E3506" w:rsidRPr="003E3506">
        <w:rPr>
          <w:rtl/>
          <w:lang w:bidi="fa-IR"/>
        </w:rPr>
        <w:t>آب جارى</w:t>
      </w:r>
      <w:r>
        <w:rPr>
          <w:rtl/>
          <w:lang w:bidi="fa-IR"/>
        </w:rPr>
        <w:t>)</w:t>
      </w:r>
      <w:bookmarkEnd w:id="4"/>
    </w:p>
    <w:p w:rsidR="003E3506" w:rsidRPr="003E3506" w:rsidRDefault="003E3506" w:rsidP="003E3506">
      <w:pPr>
        <w:pStyle w:val="libNormal"/>
        <w:rPr>
          <w:lang w:bidi="fa-IR"/>
        </w:rPr>
      </w:pPr>
      <w:r w:rsidRPr="003E3506">
        <w:rPr>
          <w:rtl/>
          <w:lang w:bidi="fa-IR"/>
        </w:rPr>
        <w:t>١/٢٨ - آب جارى آبى است كه از زمين بجوشد و جريان داشته باشد مانند آب چشمه و قنات</w:t>
      </w:r>
      <w:r w:rsidR="000C4B14">
        <w:rPr>
          <w:rtl/>
          <w:lang w:bidi="fa-IR"/>
        </w:rPr>
        <w:t>.</w:t>
      </w:r>
    </w:p>
    <w:p w:rsidR="003E3506" w:rsidRPr="003E3506" w:rsidRDefault="003E3506" w:rsidP="003E3506">
      <w:pPr>
        <w:pStyle w:val="libNormal"/>
        <w:rPr>
          <w:lang w:bidi="fa-IR"/>
        </w:rPr>
      </w:pPr>
      <w:r w:rsidRPr="003E3506">
        <w:rPr>
          <w:rtl/>
          <w:lang w:bidi="fa-IR"/>
        </w:rPr>
        <w:t>٢٩ - آب جارى اگر چه كمتر از كر باشد</w:t>
      </w:r>
      <w:r w:rsidR="000C4B14">
        <w:rPr>
          <w:rtl/>
          <w:lang w:bidi="fa-IR"/>
        </w:rPr>
        <w:t>،</w:t>
      </w:r>
      <w:r w:rsidRPr="003E3506">
        <w:rPr>
          <w:rtl/>
          <w:lang w:bidi="fa-IR"/>
        </w:rPr>
        <w:t xml:space="preserve"> چنانچه نجاست به آن برسد تا وقتى كه بو يا رنگ يا مزه آن به واسطه نجاست تغيير نكرده پاك است</w:t>
      </w:r>
      <w:r w:rsidR="000C4B14">
        <w:rPr>
          <w:rtl/>
          <w:lang w:bidi="fa-IR"/>
        </w:rPr>
        <w:t>.</w:t>
      </w:r>
    </w:p>
    <w:p w:rsidR="003E3506" w:rsidRPr="003E3506" w:rsidRDefault="003E3506" w:rsidP="003E3506">
      <w:pPr>
        <w:pStyle w:val="libNormal"/>
        <w:rPr>
          <w:lang w:bidi="fa-IR"/>
        </w:rPr>
      </w:pPr>
      <w:r w:rsidRPr="003E3506">
        <w:rPr>
          <w:rtl/>
          <w:lang w:bidi="fa-IR"/>
        </w:rPr>
        <w:t>٣٠ - اگر نجاستى به آب جارى برسد</w:t>
      </w:r>
      <w:r w:rsidR="000C4B14">
        <w:rPr>
          <w:rtl/>
          <w:lang w:bidi="fa-IR"/>
        </w:rPr>
        <w:t>،</w:t>
      </w:r>
      <w:r w:rsidRPr="003E3506">
        <w:rPr>
          <w:rtl/>
          <w:lang w:bidi="fa-IR"/>
        </w:rPr>
        <w:t xml:space="preserve"> مقدارى از آن كه بو يا رنگ يا مزه اش به واسطه نجاست تغيير كرده نجس است</w:t>
      </w:r>
      <w:r w:rsidR="000C4B14">
        <w:rPr>
          <w:rtl/>
          <w:lang w:bidi="fa-IR"/>
        </w:rPr>
        <w:t>.</w:t>
      </w:r>
    </w:p>
    <w:p w:rsidR="003E3506" w:rsidRPr="003E3506" w:rsidRDefault="003E3506" w:rsidP="003E3506">
      <w:pPr>
        <w:pStyle w:val="libNormal"/>
        <w:rPr>
          <w:lang w:bidi="fa-IR"/>
        </w:rPr>
      </w:pPr>
      <w:r w:rsidRPr="003E3506">
        <w:rPr>
          <w:rtl/>
          <w:lang w:bidi="fa-IR"/>
        </w:rPr>
        <w:t>و طرفى كه متصل به چشمه است اگر چه كمتر از كر باشد پاك است</w:t>
      </w:r>
      <w:r w:rsidR="000C4B14">
        <w:rPr>
          <w:rtl/>
          <w:lang w:bidi="fa-IR"/>
        </w:rPr>
        <w:t>.</w:t>
      </w:r>
    </w:p>
    <w:p w:rsidR="003E3506" w:rsidRPr="003E3506" w:rsidRDefault="003E3506" w:rsidP="003E3506">
      <w:pPr>
        <w:pStyle w:val="libNormal"/>
        <w:rPr>
          <w:lang w:bidi="fa-IR"/>
        </w:rPr>
      </w:pPr>
      <w:r w:rsidRPr="003E3506">
        <w:rPr>
          <w:rtl/>
          <w:lang w:bidi="fa-IR"/>
        </w:rPr>
        <w:t>و آبهاى طرف ديگر نهر اگر به اندازه كر باشد يا به واسطه آبى كه تغيير نكرده به آب طرف چشمه متصل باشد</w:t>
      </w:r>
      <w:r w:rsidR="000C4B14">
        <w:rPr>
          <w:rtl/>
          <w:lang w:bidi="fa-IR"/>
        </w:rPr>
        <w:t>،</w:t>
      </w:r>
      <w:r w:rsidRPr="003E3506">
        <w:rPr>
          <w:rtl/>
          <w:lang w:bidi="fa-IR"/>
        </w:rPr>
        <w:t xml:space="preserve"> پاك وگرنه نجس است</w:t>
      </w:r>
      <w:r w:rsidR="000C4B14">
        <w:rPr>
          <w:rtl/>
          <w:lang w:bidi="fa-IR"/>
        </w:rPr>
        <w:t>.</w:t>
      </w:r>
    </w:p>
    <w:p w:rsidR="003E3506" w:rsidRPr="003E3506" w:rsidRDefault="003E3506" w:rsidP="003E3506">
      <w:pPr>
        <w:pStyle w:val="libNormal"/>
        <w:rPr>
          <w:lang w:bidi="fa-IR"/>
        </w:rPr>
      </w:pPr>
      <w:r w:rsidRPr="003E3506">
        <w:rPr>
          <w:rtl/>
          <w:lang w:bidi="fa-IR"/>
        </w:rPr>
        <w:t>٣١ - آب چشمه اى كه جارى نيست ولى طورى است كه اگر از آن بردارند باز مى جوشد</w:t>
      </w:r>
      <w:r w:rsidR="000C4B14">
        <w:rPr>
          <w:rtl/>
          <w:lang w:bidi="fa-IR"/>
        </w:rPr>
        <w:t>،</w:t>
      </w:r>
      <w:r w:rsidRPr="003E3506">
        <w:rPr>
          <w:rtl/>
          <w:lang w:bidi="fa-IR"/>
        </w:rPr>
        <w:t xml:space="preserve"> حكم آب جارى را ندارد</w:t>
      </w:r>
      <w:r w:rsidR="000C4B14">
        <w:rPr>
          <w:rtl/>
          <w:lang w:bidi="fa-IR"/>
        </w:rPr>
        <w:t>،</w:t>
      </w:r>
      <w:r w:rsidRPr="003E3506">
        <w:rPr>
          <w:rtl/>
          <w:lang w:bidi="fa-IR"/>
        </w:rPr>
        <w:t xml:space="preserve"> يعنى اگر نجاست به آن برسد و كمتر از كر باشد نجس مى شود.</w:t>
      </w:r>
    </w:p>
    <w:p w:rsidR="003E3506" w:rsidRPr="003E3506" w:rsidRDefault="003E3506" w:rsidP="003E3506">
      <w:pPr>
        <w:pStyle w:val="libNormal"/>
        <w:rPr>
          <w:lang w:bidi="fa-IR"/>
        </w:rPr>
      </w:pPr>
      <w:r w:rsidRPr="003E3506">
        <w:rPr>
          <w:rtl/>
          <w:lang w:bidi="fa-IR"/>
        </w:rPr>
        <w:t>٣٢ - آبى كه كنار نهر ايستاده و متصل به آب جارى است</w:t>
      </w:r>
      <w:r w:rsidR="000C4B14">
        <w:rPr>
          <w:rtl/>
          <w:lang w:bidi="fa-IR"/>
        </w:rPr>
        <w:t>،</w:t>
      </w:r>
      <w:r w:rsidRPr="003E3506">
        <w:rPr>
          <w:rtl/>
          <w:lang w:bidi="fa-IR"/>
        </w:rPr>
        <w:t xml:space="preserve"> حكم آب جارى را ندارد.</w:t>
      </w:r>
    </w:p>
    <w:p w:rsidR="003E3506" w:rsidRPr="003E3506" w:rsidRDefault="003E3506" w:rsidP="003E3506">
      <w:pPr>
        <w:pStyle w:val="libNormal"/>
        <w:rPr>
          <w:lang w:bidi="fa-IR"/>
        </w:rPr>
      </w:pPr>
      <w:r w:rsidRPr="003E3506">
        <w:rPr>
          <w:rtl/>
          <w:lang w:bidi="fa-IR"/>
        </w:rPr>
        <w:t>٣٣ - چشمه اى كه مثلا در زمستان مى جوشد و در تابستان از جوشش مى افتد</w:t>
      </w:r>
      <w:r w:rsidR="000C4B14">
        <w:rPr>
          <w:rtl/>
          <w:lang w:bidi="fa-IR"/>
        </w:rPr>
        <w:t>،</w:t>
      </w:r>
      <w:r w:rsidRPr="003E3506">
        <w:rPr>
          <w:rtl/>
          <w:lang w:bidi="fa-IR"/>
        </w:rPr>
        <w:t xml:space="preserve"> فقط وقتى كه مى جوشد حكم آب جارى را دارد.</w:t>
      </w:r>
    </w:p>
    <w:p w:rsidR="003E3506" w:rsidRPr="003E3506" w:rsidRDefault="003E3506" w:rsidP="003E3506">
      <w:pPr>
        <w:pStyle w:val="libNormal"/>
        <w:rPr>
          <w:lang w:bidi="fa-IR"/>
        </w:rPr>
      </w:pPr>
      <w:r w:rsidRPr="003E3506">
        <w:rPr>
          <w:rtl/>
          <w:lang w:bidi="fa-IR"/>
        </w:rPr>
        <w:t>٣٤ - آب حوضچه حمام اگر كمتر از كر باشد</w:t>
      </w:r>
      <w:r w:rsidR="000C4B14">
        <w:rPr>
          <w:rtl/>
          <w:lang w:bidi="fa-IR"/>
        </w:rPr>
        <w:t>،</w:t>
      </w:r>
      <w:r w:rsidRPr="003E3506">
        <w:rPr>
          <w:rtl/>
          <w:lang w:bidi="fa-IR"/>
        </w:rPr>
        <w:t xml:space="preserve"> چنانچه به خزينه اى كه آبش به ضميمه آب حوض به اندازه كر است متصل باشد و به ملاقات نجس بو يا رنگ يا مزه آن تغيير نكند نجس نمى شود.</w:t>
      </w:r>
    </w:p>
    <w:p w:rsidR="003E3506" w:rsidRPr="003E3506" w:rsidRDefault="003E3506" w:rsidP="003E3506">
      <w:pPr>
        <w:pStyle w:val="libNormal"/>
        <w:rPr>
          <w:lang w:bidi="fa-IR"/>
        </w:rPr>
      </w:pPr>
      <w:r w:rsidRPr="003E3506">
        <w:rPr>
          <w:rtl/>
          <w:lang w:bidi="fa-IR"/>
        </w:rPr>
        <w:t>٣٥ - آب لوله هاى حمام و عمارات كه از شيرها و دوشها مى ريزد اگر به ضميمه حوضى كه متصل به آن است به قدر كر باشد حكم كر را دارد.</w:t>
      </w:r>
    </w:p>
    <w:p w:rsidR="004D36E8" w:rsidRDefault="003E3506" w:rsidP="003E3506">
      <w:pPr>
        <w:pStyle w:val="libNormal"/>
        <w:rPr>
          <w:rtl/>
          <w:lang w:bidi="fa-IR"/>
        </w:rPr>
      </w:pPr>
      <w:r w:rsidRPr="003E3506">
        <w:rPr>
          <w:rtl/>
          <w:lang w:bidi="fa-IR"/>
        </w:rPr>
        <w:lastRenderedPageBreak/>
        <w:t>٣٦ - آبى كه روى زمين جريان دارد ولى از زمين نمى جوشد</w:t>
      </w:r>
      <w:r w:rsidR="000C4B14">
        <w:rPr>
          <w:rtl/>
          <w:lang w:bidi="fa-IR"/>
        </w:rPr>
        <w:t>،</w:t>
      </w:r>
      <w:r w:rsidRPr="003E3506">
        <w:rPr>
          <w:rtl/>
          <w:lang w:bidi="fa-IR"/>
        </w:rPr>
        <w:t xml:space="preserve"> چنانچه كمتر از كر باشد و نجاست به آن برسد نجس مى شود</w:t>
      </w:r>
      <w:r w:rsidR="000C4B14">
        <w:rPr>
          <w:rtl/>
          <w:lang w:bidi="fa-IR"/>
        </w:rPr>
        <w:t>،</w:t>
      </w:r>
      <w:r w:rsidRPr="003E3506">
        <w:rPr>
          <w:rtl/>
          <w:lang w:bidi="fa-IR"/>
        </w:rPr>
        <w:t xml:space="preserve"> اما اگر با فشار جارى باشد و نجاست به پايين آن برسد طرف بالاى آن نجس نمى شود.</w:t>
      </w:r>
    </w:p>
    <w:p w:rsidR="003E3506" w:rsidRPr="003E3506" w:rsidRDefault="004D36E8" w:rsidP="003E3506">
      <w:pPr>
        <w:pStyle w:val="libNormal"/>
        <w:rPr>
          <w:lang w:bidi="fa-IR"/>
        </w:rPr>
      </w:pPr>
      <w:r>
        <w:rPr>
          <w:rtl/>
          <w:lang w:bidi="fa-IR"/>
        </w:rPr>
        <w:br w:type="page"/>
      </w:r>
    </w:p>
    <w:p w:rsidR="003E3506" w:rsidRDefault="00605FAB" w:rsidP="004D36E8">
      <w:pPr>
        <w:pStyle w:val="Heading3"/>
        <w:rPr>
          <w:rtl/>
          <w:lang w:bidi="fa-IR"/>
        </w:rPr>
      </w:pPr>
      <w:bookmarkStart w:id="5" w:name="_Toc24454428"/>
      <w:r>
        <w:rPr>
          <w:rtl/>
          <w:lang w:bidi="fa-IR"/>
        </w:rPr>
        <w:t>(</w:t>
      </w:r>
      <w:r w:rsidR="003E3506" w:rsidRPr="003E3506">
        <w:rPr>
          <w:rtl/>
          <w:lang w:bidi="fa-IR"/>
        </w:rPr>
        <w:t>آب باران</w:t>
      </w:r>
      <w:r>
        <w:rPr>
          <w:rtl/>
          <w:lang w:bidi="fa-IR"/>
        </w:rPr>
        <w:t>)</w:t>
      </w:r>
      <w:bookmarkEnd w:id="5"/>
    </w:p>
    <w:p w:rsidR="003E3506" w:rsidRPr="003E3506" w:rsidRDefault="003E3506" w:rsidP="003E3506">
      <w:pPr>
        <w:pStyle w:val="libNormal"/>
        <w:rPr>
          <w:lang w:bidi="fa-IR"/>
        </w:rPr>
      </w:pPr>
      <w:r w:rsidRPr="003E3506">
        <w:rPr>
          <w:rtl/>
          <w:lang w:bidi="fa-IR"/>
        </w:rPr>
        <w:t>٣٧ - چيزى كه نجس است و عين نجاست در آن نيست به هر جاى آن يك مرتبه باران برسد پاك مى شود مگر بدن و لباسى كه به بول نجس شده باشد كه در اين دو بنابر احتياط دو مرتبه لازم است و در فرش و لباس و مانند اينها فشار لازم نيست</w:t>
      </w:r>
      <w:r w:rsidR="000C4B14">
        <w:rPr>
          <w:rtl/>
          <w:lang w:bidi="fa-IR"/>
        </w:rPr>
        <w:t>،</w:t>
      </w:r>
      <w:r w:rsidRPr="003E3506">
        <w:rPr>
          <w:rtl/>
          <w:lang w:bidi="fa-IR"/>
        </w:rPr>
        <w:t xml:space="preserve"> البته باريدن دو سه قطره فايده ندارد بلكه بايد طورى باشد كه بگويند باران مى آيد.</w:t>
      </w:r>
    </w:p>
    <w:p w:rsidR="003E3506" w:rsidRPr="003E3506" w:rsidRDefault="003E3506" w:rsidP="003E3506">
      <w:pPr>
        <w:pStyle w:val="libNormal"/>
        <w:rPr>
          <w:lang w:bidi="fa-IR"/>
        </w:rPr>
      </w:pPr>
      <w:r w:rsidRPr="003E3506">
        <w:rPr>
          <w:rtl/>
          <w:lang w:bidi="fa-IR"/>
        </w:rPr>
        <w:t>٣٨ - اگر باران بر عين نجس ببارد و به جاى ديگر ترشح كند</w:t>
      </w:r>
      <w:r w:rsidR="000C4B14">
        <w:rPr>
          <w:rtl/>
          <w:lang w:bidi="fa-IR"/>
        </w:rPr>
        <w:t>،</w:t>
      </w:r>
      <w:r w:rsidRPr="003E3506">
        <w:rPr>
          <w:rtl/>
          <w:lang w:bidi="fa-IR"/>
        </w:rPr>
        <w:t xml:space="preserve"> چنانچه عين نجاست همراه آن نباشد و بو يا رنگ يا مزه نجاست نگرفته باشد پاك است</w:t>
      </w:r>
      <w:r w:rsidR="000C4B14">
        <w:rPr>
          <w:rtl/>
          <w:lang w:bidi="fa-IR"/>
        </w:rPr>
        <w:t>،</w:t>
      </w:r>
      <w:r w:rsidRPr="003E3506">
        <w:rPr>
          <w:rtl/>
          <w:lang w:bidi="fa-IR"/>
        </w:rPr>
        <w:t xml:space="preserve"> پس اگر باران بر خون ببارد و ترشح كند</w:t>
      </w:r>
      <w:r w:rsidR="000C4B14">
        <w:rPr>
          <w:rtl/>
          <w:lang w:bidi="fa-IR"/>
        </w:rPr>
        <w:t>،</w:t>
      </w:r>
      <w:r w:rsidRPr="003E3506">
        <w:rPr>
          <w:rtl/>
          <w:lang w:bidi="fa-IR"/>
        </w:rPr>
        <w:t xml:space="preserve"> چنانچه اى ذره اى خون در آن باشد</w:t>
      </w:r>
      <w:r w:rsidR="000C4B14">
        <w:rPr>
          <w:rtl/>
          <w:lang w:bidi="fa-IR"/>
        </w:rPr>
        <w:t>،</w:t>
      </w:r>
      <w:r w:rsidRPr="003E3506">
        <w:rPr>
          <w:rtl/>
          <w:lang w:bidi="fa-IR"/>
        </w:rPr>
        <w:t xml:space="preserve"> يا آن كه بو يا رنگ يا مزه خون گرفته باشد نجس مى باشد.</w:t>
      </w:r>
    </w:p>
    <w:p w:rsidR="003E3506" w:rsidRPr="003E3506" w:rsidRDefault="003E3506" w:rsidP="003E3506">
      <w:pPr>
        <w:pStyle w:val="libNormal"/>
        <w:rPr>
          <w:lang w:bidi="fa-IR"/>
        </w:rPr>
      </w:pPr>
      <w:r w:rsidRPr="003E3506">
        <w:rPr>
          <w:rtl/>
          <w:lang w:bidi="fa-IR"/>
        </w:rPr>
        <w:t>٣٩ - اگر بر سقف عمارت يا روى بام آن عين نجاست باشد</w:t>
      </w:r>
      <w:r w:rsidR="000C4B14">
        <w:rPr>
          <w:rtl/>
          <w:lang w:bidi="fa-IR"/>
        </w:rPr>
        <w:t>،</w:t>
      </w:r>
      <w:r w:rsidRPr="003E3506">
        <w:rPr>
          <w:rtl/>
          <w:lang w:bidi="fa-IR"/>
        </w:rPr>
        <w:t xml:space="preserve"> تا وقتى باران به بام مى بارد</w:t>
      </w:r>
      <w:r w:rsidR="000C4B14">
        <w:rPr>
          <w:rtl/>
          <w:lang w:bidi="fa-IR"/>
        </w:rPr>
        <w:t>،</w:t>
      </w:r>
      <w:r w:rsidRPr="003E3506">
        <w:rPr>
          <w:rtl/>
          <w:lang w:bidi="fa-IR"/>
        </w:rPr>
        <w:t xml:space="preserve"> آبى كه به چيز نجس رسيده و از سقف يا ناودان مى ريزد پاك است</w:t>
      </w:r>
      <w:r w:rsidR="000C4B14">
        <w:rPr>
          <w:rtl/>
          <w:lang w:bidi="fa-IR"/>
        </w:rPr>
        <w:t>،</w:t>
      </w:r>
      <w:r w:rsidRPr="003E3506">
        <w:rPr>
          <w:rtl/>
          <w:lang w:bidi="fa-IR"/>
        </w:rPr>
        <w:t xml:space="preserve"> ولى بعد از قطع شدن باران اگر معلوم باشد آبى كه مى ريزد</w:t>
      </w:r>
      <w:r w:rsidR="000C4B14">
        <w:rPr>
          <w:rtl/>
          <w:lang w:bidi="fa-IR"/>
        </w:rPr>
        <w:t>،</w:t>
      </w:r>
      <w:r w:rsidRPr="003E3506">
        <w:rPr>
          <w:rtl/>
          <w:lang w:bidi="fa-IR"/>
        </w:rPr>
        <w:t xml:space="preserve"> به چيز نجس رسيده است</w:t>
      </w:r>
      <w:r w:rsidR="000C4B14">
        <w:rPr>
          <w:rtl/>
          <w:lang w:bidi="fa-IR"/>
        </w:rPr>
        <w:t>،</w:t>
      </w:r>
      <w:r w:rsidRPr="003E3506">
        <w:rPr>
          <w:rtl/>
          <w:lang w:bidi="fa-IR"/>
        </w:rPr>
        <w:t xml:space="preserve"> نجس مى باشد.</w:t>
      </w:r>
    </w:p>
    <w:p w:rsidR="003E3506" w:rsidRPr="003E3506" w:rsidRDefault="003E3506" w:rsidP="003E3506">
      <w:pPr>
        <w:pStyle w:val="libNormal"/>
        <w:rPr>
          <w:lang w:bidi="fa-IR"/>
        </w:rPr>
      </w:pPr>
      <w:r w:rsidRPr="003E3506">
        <w:rPr>
          <w:rtl/>
          <w:lang w:bidi="fa-IR"/>
        </w:rPr>
        <w:t>٤٠ - زمين نجسى كه باران بر آن ببارد پاك مى شود</w:t>
      </w:r>
      <w:r w:rsidR="000C4B14">
        <w:rPr>
          <w:rtl/>
          <w:lang w:bidi="fa-IR"/>
        </w:rPr>
        <w:t>،</w:t>
      </w:r>
      <w:r w:rsidRPr="003E3506">
        <w:rPr>
          <w:rtl/>
          <w:lang w:bidi="fa-IR"/>
        </w:rPr>
        <w:t xml:space="preserve"> و اگر باران بر زمين جارى شود و در حال باريدن به جاى نجسى كه زير سقف است برسد آن را نيز پاك مى كند.</w:t>
      </w:r>
    </w:p>
    <w:p w:rsidR="003E3506" w:rsidRPr="003E3506" w:rsidRDefault="003E3506" w:rsidP="003E3506">
      <w:pPr>
        <w:pStyle w:val="libNormal"/>
        <w:rPr>
          <w:lang w:bidi="fa-IR"/>
        </w:rPr>
      </w:pPr>
      <w:r w:rsidRPr="003E3506">
        <w:rPr>
          <w:rtl/>
          <w:lang w:bidi="fa-IR"/>
        </w:rPr>
        <w:t>٤١ - خاك نجسى كه آب باران به وصف اطلاق همه اجزاى آن را فرابگيرد پاك مى شود.</w:t>
      </w:r>
    </w:p>
    <w:p w:rsidR="003E3506" w:rsidRPr="003E3506" w:rsidRDefault="003E3506" w:rsidP="003E3506">
      <w:pPr>
        <w:pStyle w:val="libNormal"/>
        <w:rPr>
          <w:lang w:bidi="fa-IR"/>
        </w:rPr>
      </w:pPr>
      <w:r w:rsidRPr="003E3506">
        <w:rPr>
          <w:rtl/>
          <w:lang w:bidi="fa-IR"/>
        </w:rPr>
        <w:t>٤٢ - هرگاه آب باران در جايى جمع شود</w:t>
      </w:r>
      <w:r w:rsidR="000C4B14">
        <w:rPr>
          <w:rtl/>
          <w:lang w:bidi="fa-IR"/>
        </w:rPr>
        <w:t>،</w:t>
      </w:r>
      <w:r w:rsidRPr="003E3506">
        <w:rPr>
          <w:rtl/>
          <w:lang w:bidi="fa-IR"/>
        </w:rPr>
        <w:t xml:space="preserve"> اگر چه كمتر از كر باشد در موقعى كه باران مى آيد حكم آب كر را دارد و چنانچه چيز نجس را در آن بشويند و آب بو يا رنگ يا مزه نجاست نگيرد آن چيز نجس پاك مى شود.</w:t>
      </w:r>
    </w:p>
    <w:p w:rsidR="004D36E8" w:rsidRDefault="003E3506" w:rsidP="003E3506">
      <w:pPr>
        <w:pStyle w:val="libNormal"/>
        <w:rPr>
          <w:rtl/>
          <w:lang w:bidi="fa-IR"/>
        </w:rPr>
      </w:pPr>
      <w:r w:rsidRPr="003E3506">
        <w:rPr>
          <w:rtl/>
          <w:lang w:bidi="fa-IR"/>
        </w:rPr>
        <w:t>٤٣ - اگر بر فرش پاكى كه روى زمين نجس است باران ببارد و در حال باريدن از فرش به زمين برسد فرش نجس نمى شود و زمين هم پاك مى گردد.</w:t>
      </w:r>
    </w:p>
    <w:p w:rsidR="003E3506" w:rsidRPr="003E3506" w:rsidRDefault="004D36E8" w:rsidP="003E3506">
      <w:pPr>
        <w:pStyle w:val="libNormal"/>
        <w:rPr>
          <w:lang w:bidi="fa-IR"/>
        </w:rPr>
      </w:pPr>
      <w:r>
        <w:rPr>
          <w:rtl/>
          <w:lang w:bidi="fa-IR"/>
        </w:rPr>
        <w:br w:type="page"/>
      </w:r>
    </w:p>
    <w:p w:rsidR="003E3506" w:rsidRDefault="00605FAB" w:rsidP="004D36E8">
      <w:pPr>
        <w:pStyle w:val="Heading3"/>
        <w:rPr>
          <w:rtl/>
          <w:lang w:bidi="fa-IR"/>
        </w:rPr>
      </w:pPr>
      <w:bookmarkStart w:id="6" w:name="_Toc24454429"/>
      <w:r>
        <w:rPr>
          <w:rtl/>
          <w:lang w:bidi="fa-IR"/>
        </w:rPr>
        <w:t>(</w:t>
      </w:r>
      <w:r w:rsidR="003E3506" w:rsidRPr="003E3506">
        <w:rPr>
          <w:rtl/>
          <w:lang w:bidi="fa-IR"/>
        </w:rPr>
        <w:t>آب چاه</w:t>
      </w:r>
      <w:r>
        <w:rPr>
          <w:rtl/>
          <w:lang w:bidi="fa-IR"/>
        </w:rPr>
        <w:t>)</w:t>
      </w:r>
      <w:bookmarkEnd w:id="6"/>
    </w:p>
    <w:p w:rsidR="003E3506" w:rsidRPr="003E3506" w:rsidRDefault="003E3506" w:rsidP="003E3506">
      <w:pPr>
        <w:pStyle w:val="libNormal"/>
        <w:rPr>
          <w:lang w:bidi="fa-IR"/>
        </w:rPr>
      </w:pPr>
      <w:r w:rsidRPr="003E3506">
        <w:rPr>
          <w:rtl/>
          <w:lang w:bidi="fa-IR"/>
        </w:rPr>
        <w:t>٤٤ - آب چاهى كه از زمين مى جوشد</w:t>
      </w:r>
      <w:r w:rsidR="000C4B14">
        <w:rPr>
          <w:rtl/>
          <w:lang w:bidi="fa-IR"/>
        </w:rPr>
        <w:t>،</w:t>
      </w:r>
      <w:r w:rsidRPr="003E3506">
        <w:rPr>
          <w:rtl/>
          <w:lang w:bidi="fa-IR"/>
        </w:rPr>
        <w:t xml:space="preserve"> اگر چه كمتر از كر باشد چنانچه نجاست به آن برسد</w:t>
      </w:r>
      <w:r w:rsidR="000C4B14">
        <w:rPr>
          <w:rtl/>
          <w:lang w:bidi="fa-IR"/>
        </w:rPr>
        <w:t>،</w:t>
      </w:r>
      <w:r w:rsidRPr="003E3506">
        <w:rPr>
          <w:rtl/>
          <w:lang w:bidi="fa-IR"/>
        </w:rPr>
        <w:t xml:space="preserve"> تا وقتى كه بو يا رنگ يا مزه آن به واسطه نجاست تغيير نكرده پاك است ولى مستحب است پس از رسيدن بعضى از نجاستها</w:t>
      </w:r>
      <w:r w:rsidR="000C4B14">
        <w:rPr>
          <w:rtl/>
          <w:lang w:bidi="fa-IR"/>
        </w:rPr>
        <w:t>،</w:t>
      </w:r>
      <w:r w:rsidRPr="003E3506">
        <w:rPr>
          <w:rtl/>
          <w:lang w:bidi="fa-IR"/>
        </w:rPr>
        <w:t xml:space="preserve"> مقدارى كه در كتابهاى مفصل گفته شده از آب آن بكشند.</w:t>
      </w:r>
    </w:p>
    <w:p w:rsidR="003E3506" w:rsidRPr="003E3506" w:rsidRDefault="003E3506" w:rsidP="003E3506">
      <w:pPr>
        <w:pStyle w:val="libNormal"/>
        <w:rPr>
          <w:lang w:bidi="fa-IR"/>
        </w:rPr>
      </w:pPr>
      <w:r w:rsidRPr="003E3506">
        <w:rPr>
          <w:rtl/>
          <w:lang w:bidi="fa-IR"/>
        </w:rPr>
        <w:t>٤٥ - اگر نجاستى در چاه بريزد و بو يا رنگ يا مزه آب آن را تغيير دهد</w:t>
      </w:r>
      <w:r w:rsidR="000C4B14">
        <w:rPr>
          <w:rtl/>
          <w:lang w:bidi="fa-IR"/>
        </w:rPr>
        <w:t>،</w:t>
      </w:r>
      <w:r w:rsidRPr="003E3506">
        <w:rPr>
          <w:rtl/>
          <w:lang w:bidi="fa-IR"/>
        </w:rPr>
        <w:t xml:space="preserve"> چنانچه تغيير آب چاه از بين برود</w:t>
      </w:r>
      <w:r w:rsidR="000C4B14">
        <w:rPr>
          <w:rtl/>
          <w:lang w:bidi="fa-IR"/>
        </w:rPr>
        <w:t>،</w:t>
      </w:r>
      <w:r w:rsidRPr="003E3506">
        <w:rPr>
          <w:rtl/>
          <w:lang w:bidi="fa-IR"/>
        </w:rPr>
        <w:t xml:space="preserve"> پاك مى شود</w:t>
      </w:r>
      <w:r w:rsidR="000C4B14">
        <w:rPr>
          <w:rtl/>
          <w:lang w:bidi="fa-IR"/>
        </w:rPr>
        <w:t>،</w:t>
      </w:r>
      <w:r w:rsidRPr="003E3506">
        <w:rPr>
          <w:rtl/>
          <w:lang w:bidi="fa-IR"/>
        </w:rPr>
        <w:t xml:space="preserve"> و بهتر اين است كه با آبى كه از چاه مى جوشد مخلوط گردد.</w:t>
      </w:r>
    </w:p>
    <w:p w:rsidR="004D36E8" w:rsidRDefault="003E3506" w:rsidP="003E3506">
      <w:pPr>
        <w:pStyle w:val="libNormal"/>
        <w:rPr>
          <w:rtl/>
          <w:lang w:bidi="fa-IR"/>
        </w:rPr>
      </w:pPr>
      <w:r w:rsidRPr="003E3506">
        <w:rPr>
          <w:rtl/>
          <w:lang w:bidi="fa-IR"/>
        </w:rPr>
        <w:t>٤٦ - اگر آب باران در گودالى جمع شود و كمتر از كر باشد</w:t>
      </w:r>
      <w:r w:rsidR="000C4B14">
        <w:rPr>
          <w:rtl/>
          <w:lang w:bidi="fa-IR"/>
        </w:rPr>
        <w:t>،</w:t>
      </w:r>
      <w:r w:rsidRPr="003E3506">
        <w:rPr>
          <w:rtl/>
          <w:lang w:bidi="fa-IR"/>
        </w:rPr>
        <w:t xml:space="preserve"> پس از ايستادن باران به رسيدن نجاست به آن نجس مى شود.</w:t>
      </w:r>
    </w:p>
    <w:p w:rsidR="003E3506" w:rsidRPr="003E3506" w:rsidRDefault="004D36E8" w:rsidP="003E3506">
      <w:pPr>
        <w:pStyle w:val="libNormal"/>
        <w:rPr>
          <w:lang w:bidi="fa-IR"/>
        </w:rPr>
      </w:pPr>
      <w:r>
        <w:rPr>
          <w:rtl/>
          <w:lang w:bidi="fa-IR"/>
        </w:rPr>
        <w:br w:type="page"/>
      </w:r>
    </w:p>
    <w:p w:rsidR="003E3506" w:rsidRDefault="00605FAB" w:rsidP="004D36E8">
      <w:pPr>
        <w:pStyle w:val="Heading2"/>
        <w:rPr>
          <w:rtl/>
          <w:lang w:bidi="fa-IR"/>
        </w:rPr>
      </w:pPr>
      <w:bookmarkStart w:id="7" w:name="_Toc24454430"/>
      <w:r>
        <w:rPr>
          <w:rtl/>
          <w:lang w:bidi="fa-IR"/>
        </w:rPr>
        <w:t>(</w:t>
      </w:r>
      <w:r w:rsidR="003E3506" w:rsidRPr="003E3506">
        <w:rPr>
          <w:rtl/>
          <w:lang w:bidi="fa-IR"/>
        </w:rPr>
        <w:t>احكام آب</w:t>
      </w:r>
      <w:r w:rsidR="00345241">
        <w:rPr>
          <w:rFonts w:hint="cs"/>
          <w:rtl/>
          <w:lang w:bidi="fa-IR"/>
        </w:rPr>
        <w:t xml:space="preserve"> </w:t>
      </w:r>
      <w:r w:rsidR="003E3506" w:rsidRPr="003E3506">
        <w:rPr>
          <w:rtl/>
          <w:lang w:bidi="fa-IR"/>
        </w:rPr>
        <w:t>ها</w:t>
      </w:r>
      <w:r>
        <w:rPr>
          <w:rtl/>
          <w:lang w:bidi="fa-IR"/>
        </w:rPr>
        <w:t>)</w:t>
      </w:r>
      <w:bookmarkEnd w:id="7"/>
    </w:p>
    <w:p w:rsidR="003E3506" w:rsidRPr="003E3506" w:rsidRDefault="003E3506" w:rsidP="003E3506">
      <w:pPr>
        <w:pStyle w:val="libNormal"/>
        <w:rPr>
          <w:lang w:bidi="fa-IR"/>
        </w:rPr>
      </w:pPr>
      <w:r w:rsidRPr="003E3506">
        <w:rPr>
          <w:rtl/>
          <w:lang w:bidi="fa-IR"/>
        </w:rPr>
        <w:t xml:space="preserve">٤٧ - آب مضاف كه معنى آن در مساله </w:t>
      </w:r>
      <w:r w:rsidR="00605FAB">
        <w:rPr>
          <w:rtl/>
          <w:lang w:bidi="fa-IR"/>
        </w:rPr>
        <w:t>(</w:t>
      </w:r>
      <w:r w:rsidRPr="003E3506">
        <w:rPr>
          <w:rtl/>
          <w:lang w:bidi="fa-IR"/>
        </w:rPr>
        <w:t>١٥</w:t>
      </w:r>
      <w:r w:rsidR="00605FAB">
        <w:rPr>
          <w:rtl/>
          <w:lang w:bidi="fa-IR"/>
        </w:rPr>
        <w:t>)</w:t>
      </w:r>
      <w:r w:rsidRPr="003E3506">
        <w:rPr>
          <w:rtl/>
          <w:lang w:bidi="fa-IR"/>
        </w:rPr>
        <w:t xml:space="preserve"> گفته شد</w:t>
      </w:r>
      <w:r w:rsidR="000C4B14">
        <w:rPr>
          <w:rtl/>
          <w:lang w:bidi="fa-IR"/>
        </w:rPr>
        <w:t>،</w:t>
      </w:r>
      <w:r w:rsidRPr="003E3506">
        <w:rPr>
          <w:rtl/>
          <w:lang w:bidi="fa-IR"/>
        </w:rPr>
        <w:t xml:space="preserve"> چيز نجس را پاك نمى كند و وضو و غسل هم با آن باطل است</w:t>
      </w:r>
      <w:r w:rsidR="000C4B14">
        <w:rPr>
          <w:rtl/>
          <w:lang w:bidi="fa-IR"/>
        </w:rPr>
        <w:t>.</w:t>
      </w:r>
    </w:p>
    <w:p w:rsidR="003E3506" w:rsidRPr="003E3506" w:rsidRDefault="003E3506" w:rsidP="003E3506">
      <w:pPr>
        <w:pStyle w:val="libNormal"/>
        <w:rPr>
          <w:lang w:bidi="fa-IR"/>
        </w:rPr>
      </w:pPr>
      <w:r w:rsidRPr="003E3506">
        <w:rPr>
          <w:rtl/>
          <w:lang w:bidi="fa-IR"/>
        </w:rPr>
        <w:t>٤٨ - آب مضاف اگر چه به مقدار كر باشد اگر ذره اى نجاست به آن برسد نجس مى شود</w:t>
      </w:r>
      <w:r w:rsidR="000C4B14">
        <w:rPr>
          <w:rtl/>
          <w:lang w:bidi="fa-IR"/>
        </w:rPr>
        <w:t>،</w:t>
      </w:r>
      <w:r w:rsidRPr="003E3506">
        <w:rPr>
          <w:rtl/>
          <w:lang w:bidi="fa-IR"/>
        </w:rPr>
        <w:t xml:space="preserve"> ولى چنانچه با فشار روى چيز نجس بريزد</w:t>
      </w:r>
      <w:r w:rsidR="000C4B14">
        <w:rPr>
          <w:rtl/>
          <w:lang w:bidi="fa-IR"/>
        </w:rPr>
        <w:t>،</w:t>
      </w:r>
      <w:r w:rsidRPr="003E3506">
        <w:rPr>
          <w:rtl/>
          <w:lang w:bidi="fa-IR"/>
        </w:rPr>
        <w:t xml:space="preserve"> مقدارى كه به چيز نجس رسيده نجس است و مقدارى كه نرسيده است پاك مى باشد.</w:t>
      </w:r>
    </w:p>
    <w:p w:rsidR="003E3506" w:rsidRPr="003E3506" w:rsidRDefault="003E3506" w:rsidP="003E3506">
      <w:pPr>
        <w:pStyle w:val="libNormal"/>
        <w:rPr>
          <w:lang w:bidi="fa-IR"/>
        </w:rPr>
      </w:pPr>
      <w:r w:rsidRPr="003E3506">
        <w:rPr>
          <w:rtl/>
          <w:lang w:bidi="fa-IR"/>
        </w:rPr>
        <w:t>مثلا اگر گلاب را از گلابدان روى دست نجس بريزند</w:t>
      </w:r>
      <w:r w:rsidR="000C4B14">
        <w:rPr>
          <w:rtl/>
          <w:lang w:bidi="fa-IR"/>
        </w:rPr>
        <w:t>،</w:t>
      </w:r>
      <w:r w:rsidRPr="003E3506">
        <w:rPr>
          <w:rtl/>
          <w:lang w:bidi="fa-IR"/>
        </w:rPr>
        <w:t xml:space="preserve"> آنچه به دست رسيده نجس</w:t>
      </w:r>
      <w:r w:rsidR="000C4B14">
        <w:rPr>
          <w:rtl/>
          <w:lang w:bidi="fa-IR"/>
        </w:rPr>
        <w:t>،</w:t>
      </w:r>
      <w:r w:rsidRPr="003E3506">
        <w:rPr>
          <w:rtl/>
          <w:lang w:bidi="fa-IR"/>
        </w:rPr>
        <w:t xml:space="preserve"> و آنچه به دست نرسيده پاك است</w:t>
      </w:r>
      <w:r w:rsidR="000C4B14">
        <w:rPr>
          <w:rtl/>
          <w:lang w:bidi="fa-IR"/>
        </w:rPr>
        <w:t>.</w:t>
      </w:r>
    </w:p>
    <w:p w:rsidR="003E3506" w:rsidRPr="003E3506" w:rsidRDefault="003E3506" w:rsidP="003E3506">
      <w:pPr>
        <w:pStyle w:val="libNormal"/>
        <w:rPr>
          <w:lang w:bidi="fa-IR"/>
        </w:rPr>
      </w:pPr>
      <w:r w:rsidRPr="003E3506">
        <w:rPr>
          <w:rtl/>
          <w:lang w:bidi="fa-IR"/>
        </w:rPr>
        <w:t>٤٩ - اگر آب مضاف نجس طورى با آب كر يا جارى مخلوط شود</w:t>
      </w:r>
      <w:r w:rsidR="000C4B14">
        <w:rPr>
          <w:rtl/>
          <w:lang w:bidi="fa-IR"/>
        </w:rPr>
        <w:t>،</w:t>
      </w:r>
      <w:r w:rsidRPr="003E3506">
        <w:rPr>
          <w:rtl/>
          <w:lang w:bidi="fa-IR"/>
        </w:rPr>
        <w:t xml:space="preserve"> كه ديگر آب مضاف به آن نگويند پاك مى شود.</w:t>
      </w:r>
    </w:p>
    <w:p w:rsidR="003E3506" w:rsidRPr="003E3506" w:rsidRDefault="003E3506" w:rsidP="003E3506">
      <w:pPr>
        <w:pStyle w:val="libNormal"/>
        <w:rPr>
          <w:lang w:bidi="fa-IR"/>
        </w:rPr>
      </w:pPr>
      <w:r w:rsidRPr="003E3506">
        <w:rPr>
          <w:rtl/>
          <w:lang w:bidi="fa-IR"/>
        </w:rPr>
        <w:t>٥٠ - آبى كه مطلق بوده و معلوم نيست كه به حد مضاف شدن رسيده يا نه</w:t>
      </w:r>
      <w:r w:rsidR="000C4B14">
        <w:rPr>
          <w:rtl/>
          <w:lang w:bidi="fa-IR"/>
        </w:rPr>
        <w:t>،</w:t>
      </w:r>
      <w:r w:rsidRPr="003E3506">
        <w:rPr>
          <w:rtl/>
          <w:lang w:bidi="fa-IR"/>
        </w:rPr>
        <w:t xml:space="preserve"> مثل آب مطلق است</w:t>
      </w:r>
      <w:r w:rsidR="000C4B14">
        <w:rPr>
          <w:rtl/>
          <w:lang w:bidi="fa-IR"/>
        </w:rPr>
        <w:t>،</w:t>
      </w:r>
      <w:r w:rsidRPr="003E3506">
        <w:rPr>
          <w:rtl/>
          <w:lang w:bidi="fa-IR"/>
        </w:rPr>
        <w:t xml:space="preserve"> يعنى چيز نجس را پاك مى كند</w:t>
      </w:r>
      <w:r w:rsidR="000C4B14">
        <w:rPr>
          <w:rtl/>
          <w:lang w:bidi="fa-IR"/>
        </w:rPr>
        <w:t>،</w:t>
      </w:r>
      <w:r w:rsidRPr="003E3506">
        <w:rPr>
          <w:rtl/>
          <w:lang w:bidi="fa-IR"/>
        </w:rPr>
        <w:t xml:space="preserve"> و وضو و غسل هم با آن صحيح است</w:t>
      </w:r>
      <w:r w:rsidR="000C4B14">
        <w:rPr>
          <w:rtl/>
          <w:lang w:bidi="fa-IR"/>
        </w:rPr>
        <w:t>.</w:t>
      </w:r>
    </w:p>
    <w:p w:rsidR="003E3506" w:rsidRPr="003E3506" w:rsidRDefault="003E3506" w:rsidP="003E3506">
      <w:pPr>
        <w:pStyle w:val="libNormal"/>
        <w:rPr>
          <w:lang w:bidi="fa-IR"/>
        </w:rPr>
      </w:pPr>
      <w:r w:rsidRPr="003E3506">
        <w:rPr>
          <w:rtl/>
          <w:lang w:bidi="fa-IR"/>
        </w:rPr>
        <w:t>و آبى كه مضاف بوده و معلوم نيست مطلق شده يا نه مثل آب مضاف است</w:t>
      </w:r>
      <w:r w:rsidR="000C4B14">
        <w:rPr>
          <w:rtl/>
          <w:lang w:bidi="fa-IR"/>
        </w:rPr>
        <w:t>،</w:t>
      </w:r>
      <w:r w:rsidRPr="003E3506">
        <w:rPr>
          <w:rtl/>
          <w:lang w:bidi="fa-IR"/>
        </w:rPr>
        <w:t xml:space="preserve"> يعنى چيز نجس را پاك نمى كند</w:t>
      </w:r>
      <w:r w:rsidR="000C4B14">
        <w:rPr>
          <w:rtl/>
          <w:lang w:bidi="fa-IR"/>
        </w:rPr>
        <w:t>،</w:t>
      </w:r>
      <w:r w:rsidRPr="003E3506">
        <w:rPr>
          <w:rtl/>
          <w:lang w:bidi="fa-IR"/>
        </w:rPr>
        <w:t xml:space="preserve"> و وضو و غسل هم با آن باطل است</w:t>
      </w:r>
      <w:r w:rsidR="000C4B14">
        <w:rPr>
          <w:rtl/>
          <w:lang w:bidi="fa-IR"/>
        </w:rPr>
        <w:t>.</w:t>
      </w:r>
    </w:p>
    <w:p w:rsidR="003E3506" w:rsidRPr="003E3506" w:rsidRDefault="003E3506" w:rsidP="003E3506">
      <w:pPr>
        <w:pStyle w:val="libNormal"/>
        <w:rPr>
          <w:lang w:bidi="fa-IR"/>
        </w:rPr>
      </w:pPr>
      <w:r w:rsidRPr="003E3506">
        <w:rPr>
          <w:rtl/>
          <w:lang w:bidi="fa-IR"/>
        </w:rPr>
        <w:t>٥١ - آبى كه معلوم نيست مطلق است يا مضاف</w:t>
      </w:r>
      <w:r w:rsidR="000C4B14">
        <w:rPr>
          <w:rtl/>
          <w:lang w:bidi="fa-IR"/>
        </w:rPr>
        <w:t>،</w:t>
      </w:r>
      <w:r w:rsidRPr="003E3506">
        <w:rPr>
          <w:rtl/>
          <w:lang w:bidi="fa-IR"/>
        </w:rPr>
        <w:t xml:space="preserve"> و معلوم نيست كه قبلا مطلق يا مضاف بوده نجاست را پاك نمى كند</w:t>
      </w:r>
      <w:r w:rsidR="000C4B14">
        <w:rPr>
          <w:rtl/>
          <w:lang w:bidi="fa-IR"/>
        </w:rPr>
        <w:t>،</w:t>
      </w:r>
      <w:r w:rsidRPr="003E3506">
        <w:rPr>
          <w:rtl/>
          <w:lang w:bidi="fa-IR"/>
        </w:rPr>
        <w:t xml:space="preserve"> و وضو و غسل هم با آن باطل است</w:t>
      </w:r>
      <w:r w:rsidR="000C4B14">
        <w:rPr>
          <w:rtl/>
          <w:lang w:bidi="fa-IR"/>
        </w:rPr>
        <w:t>.</w:t>
      </w:r>
    </w:p>
    <w:p w:rsidR="003E3506" w:rsidRPr="003E3506" w:rsidRDefault="003E3506" w:rsidP="003E3506">
      <w:pPr>
        <w:pStyle w:val="libNormal"/>
        <w:rPr>
          <w:lang w:bidi="fa-IR"/>
        </w:rPr>
      </w:pPr>
      <w:r w:rsidRPr="003E3506">
        <w:rPr>
          <w:rtl/>
          <w:lang w:bidi="fa-IR"/>
        </w:rPr>
        <w:t>و چنانچه نجاستى به آن برسد بنابر احتياط لازم نجس مى شود.</w:t>
      </w:r>
    </w:p>
    <w:p w:rsidR="003E3506" w:rsidRPr="003E3506" w:rsidRDefault="003E3506" w:rsidP="003E3506">
      <w:pPr>
        <w:pStyle w:val="libNormal"/>
        <w:rPr>
          <w:lang w:bidi="fa-IR"/>
        </w:rPr>
      </w:pPr>
      <w:r w:rsidRPr="003E3506">
        <w:rPr>
          <w:rtl/>
          <w:lang w:bidi="fa-IR"/>
        </w:rPr>
        <w:t>اگر چه به اندازه كر باشد.</w:t>
      </w:r>
    </w:p>
    <w:p w:rsidR="003E3506" w:rsidRPr="003E3506" w:rsidRDefault="003E3506" w:rsidP="003E3506">
      <w:pPr>
        <w:pStyle w:val="libNormal"/>
        <w:rPr>
          <w:lang w:bidi="fa-IR"/>
        </w:rPr>
      </w:pPr>
      <w:r w:rsidRPr="003E3506">
        <w:rPr>
          <w:rtl/>
          <w:lang w:bidi="fa-IR"/>
        </w:rPr>
        <w:t>٥٢ - آبى كه عين نجاست مثل خون و بول به آن برسد و بو يا رنگ يا مزه آن را تغيير دهد</w:t>
      </w:r>
      <w:r w:rsidR="000C4B14">
        <w:rPr>
          <w:rtl/>
          <w:lang w:bidi="fa-IR"/>
        </w:rPr>
        <w:t>،</w:t>
      </w:r>
      <w:r w:rsidRPr="003E3506">
        <w:rPr>
          <w:rtl/>
          <w:lang w:bidi="fa-IR"/>
        </w:rPr>
        <w:t xml:space="preserve"> اگر چه كر يا جارى باشد نجس مى شود بلكه اگر بو يا رنگ يا مزه آب</w:t>
      </w:r>
      <w:r w:rsidR="000C4B14">
        <w:rPr>
          <w:rtl/>
          <w:lang w:bidi="fa-IR"/>
        </w:rPr>
        <w:t>،</w:t>
      </w:r>
      <w:r w:rsidRPr="003E3506">
        <w:rPr>
          <w:rtl/>
          <w:lang w:bidi="fa-IR"/>
        </w:rPr>
        <w:t xml:space="preserve"> به واسطه نجاستى كه </w:t>
      </w:r>
      <w:r w:rsidRPr="003E3506">
        <w:rPr>
          <w:rtl/>
          <w:lang w:bidi="fa-IR"/>
        </w:rPr>
        <w:lastRenderedPageBreak/>
        <w:t>بيرون آن است عوض شود</w:t>
      </w:r>
      <w:r w:rsidR="000C4B14">
        <w:rPr>
          <w:rtl/>
          <w:lang w:bidi="fa-IR"/>
        </w:rPr>
        <w:t>،</w:t>
      </w:r>
      <w:r w:rsidRPr="003E3506">
        <w:rPr>
          <w:rtl/>
          <w:lang w:bidi="fa-IR"/>
        </w:rPr>
        <w:t xml:space="preserve"> مثلا مردارى كه پهلوى آب است بوى آن را تغيير دهد بنابر احتياط لازم نجس مى شود.</w:t>
      </w:r>
    </w:p>
    <w:p w:rsidR="003E3506" w:rsidRPr="003E3506" w:rsidRDefault="003E3506" w:rsidP="003E3506">
      <w:pPr>
        <w:pStyle w:val="libNormal"/>
        <w:rPr>
          <w:lang w:bidi="fa-IR"/>
        </w:rPr>
      </w:pPr>
      <w:r w:rsidRPr="003E3506">
        <w:rPr>
          <w:rtl/>
          <w:lang w:bidi="fa-IR"/>
        </w:rPr>
        <w:t>٥٣ - آبى كه عين نجاست مثل خون و بول در آن ريخته و بو يا رنگ يا مزه آن را تغيير داده</w:t>
      </w:r>
      <w:r w:rsidR="000C4B14">
        <w:rPr>
          <w:rtl/>
          <w:lang w:bidi="fa-IR"/>
        </w:rPr>
        <w:t>،</w:t>
      </w:r>
      <w:r w:rsidRPr="003E3506">
        <w:rPr>
          <w:rtl/>
          <w:lang w:bidi="fa-IR"/>
        </w:rPr>
        <w:t xml:space="preserve"> چنانچه به كر يا جارى متصل شود</w:t>
      </w:r>
      <w:r w:rsidR="000C4B14">
        <w:rPr>
          <w:rtl/>
          <w:lang w:bidi="fa-IR"/>
        </w:rPr>
        <w:t>،</w:t>
      </w:r>
      <w:r w:rsidRPr="003E3506">
        <w:rPr>
          <w:rtl/>
          <w:lang w:bidi="fa-IR"/>
        </w:rPr>
        <w:t xml:space="preserve"> يا باران بر آن ببارد يا باد باران را در آن بريزد</w:t>
      </w:r>
      <w:r w:rsidR="000C4B14">
        <w:rPr>
          <w:rtl/>
          <w:lang w:bidi="fa-IR"/>
        </w:rPr>
        <w:t>،</w:t>
      </w:r>
      <w:r w:rsidRPr="003E3506">
        <w:rPr>
          <w:rtl/>
          <w:lang w:bidi="fa-IR"/>
        </w:rPr>
        <w:t xml:space="preserve"> يا آب باران از ناودان هنگام باريدن در آن جارى شود</w:t>
      </w:r>
      <w:r w:rsidR="000C4B14">
        <w:rPr>
          <w:rtl/>
          <w:lang w:bidi="fa-IR"/>
        </w:rPr>
        <w:t>،</w:t>
      </w:r>
      <w:r w:rsidRPr="003E3506">
        <w:rPr>
          <w:rtl/>
          <w:lang w:bidi="fa-IR"/>
        </w:rPr>
        <w:t xml:space="preserve"> و در تمام اين صور چنانچه تغيير آن از بين برود پاك مى شود.</w:t>
      </w:r>
    </w:p>
    <w:p w:rsidR="003E3506" w:rsidRPr="003E3506" w:rsidRDefault="003E3506" w:rsidP="003E3506">
      <w:pPr>
        <w:pStyle w:val="libNormal"/>
        <w:rPr>
          <w:lang w:bidi="fa-IR"/>
        </w:rPr>
      </w:pPr>
      <w:r w:rsidRPr="003E3506">
        <w:rPr>
          <w:rtl/>
          <w:lang w:bidi="fa-IR"/>
        </w:rPr>
        <w:t>ولى بنابر اقوى بايد آب باران يا كر يا جارى با آن مخلوط گردد.</w:t>
      </w:r>
    </w:p>
    <w:p w:rsidR="003E3506" w:rsidRPr="003E3506" w:rsidRDefault="003E3506" w:rsidP="003E3506">
      <w:pPr>
        <w:pStyle w:val="libNormal"/>
        <w:rPr>
          <w:lang w:bidi="fa-IR"/>
        </w:rPr>
      </w:pPr>
      <w:r w:rsidRPr="003E3506">
        <w:rPr>
          <w:rtl/>
          <w:lang w:bidi="fa-IR"/>
        </w:rPr>
        <w:t>٥٤ - اگر چيز نجسى را در كر يا جارى تطهير نمايند در شستنى كه با آن پاك مى گردد آبى كه بعد از بيرون آوردن از آن مى ريزد پاك است</w:t>
      </w:r>
      <w:r w:rsidR="000C4B14">
        <w:rPr>
          <w:rtl/>
          <w:lang w:bidi="fa-IR"/>
        </w:rPr>
        <w:t>.</w:t>
      </w:r>
    </w:p>
    <w:p w:rsidR="003E3506" w:rsidRPr="003E3506" w:rsidRDefault="003E3506" w:rsidP="003E3506">
      <w:pPr>
        <w:pStyle w:val="libNormal"/>
        <w:rPr>
          <w:lang w:bidi="fa-IR"/>
        </w:rPr>
      </w:pPr>
      <w:r w:rsidRPr="003E3506">
        <w:rPr>
          <w:rtl/>
          <w:lang w:bidi="fa-IR"/>
        </w:rPr>
        <w:t>٥٥ - آبى كه پاك بوده و معلوم نيست نجس شده يا نه</w:t>
      </w:r>
      <w:r w:rsidR="000C4B14">
        <w:rPr>
          <w:rtl/>
          <w:lang w:bidi="fa-IR"/>
        </w:rPr>
        <w:t>،</w:t>
      </w:r>
      <w:r w:rsidRPr="003E3506">
        <w:rPr>
          <w:rtl/>
          <w:lang w:bidi="fa-IR"/>
        </w:rPr>
        <w:t xml:space="preserve"> پاك است</w:t>
      </w:r>
      <w:r w:rsidR="000C4B14">
        <w:rPr>
          <w:rtl/>
          <w:lang w:bidi="fa-IR"/>
        </w:rPr>
        <w:t>،</w:t>
      </w:r>
      <w:r w:rsidRPr="003E3506">
        <w:rPr>
          <w:rtl/>
          <w:lang w:bidi="fa-IR"/>
        </w:rPr>
        <w:t xml:space="preserve"> و آبى كه نجس بوده و معلوم نيست پاك شده يا نه نجس است</w:t>
      </w:r>
      <w:r w:rsidR="000C4B14">
        <w:rPr>
          <w:rtl/>
          <w:lang w:bidi="fa-IR"/>
        </w:rPr>
        <w:t>.</w:t>
      </w:r>
    </w:p>
    <w:p w:rsidR="003E3506" w:rsidRPr="003E3506" w:rsidRDefault="003E3506" w:rsidP="003E3506">
      <w:pPr>
        <w:pStyle w:val="libNormal"/>
        <w:rPr>
          <w:lang w:bidi="fa-IR"/>
        </w:rPr>
      </w:pPr>
      <w:r w:rsidRPr="003E3506">
        <w:rPr>
          <w:rtl/>
          <w:lang w:bidi="fa-IR"/>
        </w:rPr>
        <w:t>٥٦ - نيم خورده سگ و خوك و كافر غير كتابى بلكه كتابى نيز بنابر احتياط مستحب نجس</w:t>
      </w:r>
      <w:r w:rsidR="000C4B14">
        <w:rPr>
          <w:rtl/>
          <w:lang w:bidi="fa-IR"/>
        </w:rPr>
        <w:t>،</w:t>
      </w:r>
      <w:r w:rsidRPr="003E3506">
        <w:rPr>
          <w:rtl/>
          <w:lang w:bidi="fa-IR"/>
        </w:rPr>
        <w:t xml:space="preserve"> و خوردن آن حرام است</w:t>
      </w:r>
      <w:r w:rsidR="000C4B14">
        <w:rPr>
          <w:rtl/>
          <w:lang w:bidi="fa-IR"/>
        </w:rPr>
        <w:t>.</w:t>
      </w:r>
    </w:p>
    <w:p w:rsidR="004D36E8" w:rsidRDefault="003E3506" w:rsidP="003E3506">
      <w:pPr>
        <w:pStyle w:val="libNormal"/>
        <w:rPr>
          <w:rtl/>
          <w:lang w:bidi="fa-IR"/>
        </w:rPr>
      </w:pPr>
      <w:r w:rsidRPr="003E3506">
        <w:rPr>
          <w:rtl/>
          <w:lang w:bidi="fa-IR"/>
        </w:rPr>
        <w:t>و نيم خورده حيوانات حرام گوشت پاك</w:t>
      </w:r>
      <w:r w:rsidR="000C4B14">
        <w:rPr>
          <w:rtl/>
          <w:lang w:bidi="fa-IR"/>
        </w:rPr>
        <w:t>،</w:t>
      </w:r>
      <w:r w:rsidRPr="003E3506">
        <w:rPr>
          <w:rtl/>
          <w:lang w:bidi="fa-IR"/>
        </w:rPr>
        <w:t xml:space="preserve"> و خوردن آن نسبت به غير گربه مكروه مى باشد.</w:t>
      </w:r>
    </w:p>
    <w:p w:rsidR="003E3506" w:rsidRPr="003E3506" w:rsidRDefault="004D36E8" w:rsidP="003E3506">
      <w:pPr>
        <w:pStyle w:val="libNormal"/>
        <w:rPr>
          <w:lang w:bidi="fa-IR"/>
        </w:rPr>
      </w:pPr>
      <w:r>
        <w:rPr>
          <w:rtl/>
          <w:lang w:bidi="fa-IR"/>
        </w:rPr>
        <w:br w:type="page"/>
      </w:r>
    </w:p>
    <w:p w:rsidR="003E3506" w:rsidRDefault="00605FAB" w:rsidP="004D36E8">
      <w:pPr>
        <w:pStyle w:val="Heading2"/>
        <w:rPr>
          <w:rtl/>
          <w:lang w:bidi="fa-IR"/>
        </w:rPr>
      </w:pPr>
      <w:bookmarkStart w:id="8" w:name="_Toc24454431"/>
      <w:r>
        <w:rPr>
          <w:rtl/>
          <w:lang w:bidi="fa-IR"/>
        </w:rPr>
        <w:t>(</w:t>
      </w:r>
      <w:r w:rsidR="003E3506" w:rsidRPr="003E3506">
        <w:rPr>
          <w:rtl/>
          <w:lang w:bidi="fa-IR"/>
        </w:rPr>
        <w:t>احكام تخلى</w:t>
      </w:r>
      <w:r>
        <w:rPr>
          <w:rtl/>
          <w:lang w:bidi="fa-IR"/>
        </w:rPr>
        <w:t>)</w:t>
      </w:r>
      <w:bookmarkEnd w:id="8"/>
    </w:p>
    <w:p w:rsidR="003E3506" w:rsidRPr="003E3506" w:rsidRDefault="003E3506" w:rsidP="003E3506">
      <w:pPr>
        <w:pStyle w:val="libNormal"/>
        <w:rPr>
          <w:lang w:bidi="fa-IR"/>
        </w:rPr>
      </w:pPr>
      <w:r w:rsidRPr="003E3506">
        <w:rPr>
          <w:rtl/>
          <w:lang w:bidi="fa-IR"/>
        </w:rPr>
        <w:t>٥٧ - واجب است انسان وقت تخلى و مواقع ديگر</w:t>
      </w:r>
      <w:r w:rsidR="000C4B14">
        <w:rPr>
          <w:rtl/>
          <w:lang w:bidi="fa-IR"/>
        </w:rPr>
        <w:t>،</w:t>
      </w:r>
      <w:r w:rsidRPr="003E3506">
        <w:rPr>
          <w:rtl/>
          <w:lang w:bidi="fa-IR"/>
        </w:rPr>
        <w:t xml:space="preserve"> عورت خود را از كسانى كه مكلفند</w:t>
      </w:r>
      <w:r w:rsidR="000C4B14">
        <w:rPr>
          <w:rtl/>
          <w:lang w:bidi="fa-IR"/>
        </w:rPr>
        <w:t>،</w:t>
      </w:r>
      <w:r w:rsidRPr="003E3506">
        <w:rPr>
          <w:rtl/>
          <w:lang w:bidi="fa-IR"/>
        </w:rPr>
        <w:t xml:space="preserve"> اگر چه مثل خواهر و مادر با او محرم باشند</w:t>
      </w:r>
      <w:r w:rsidR="000C4B14">
        <w:rPr>
          <w:rtl/>
          <w:lang w:bidi="fa-IR"/>
        </w:rPr>
        <w:t>،</w:t>
      </w:r>
      <w:r w:rsidRPr="003E3506">
        <w:rPr>
          <w:rtl/>
          <w:lang w:bidi="fa-IR"/>
        </w:rPr>
        <w:t xml:space="preserve"> و همچنين از ديوانه و بچه اگر مميز باشند يعنى خوب و بد را بفهمند بپوشاند ولى زن و شوهر لازم نيست عورت خود را از يكديگر بپوشانند.</w:t>
      </w:r>
    </w:p>
    <w:p w:rsidR="003E3506" w:rsidRPr="003E3506" w:rsidRDefault="003E3506" w:rsidP="003E3506">
      <w:pPr>
        <w:pStyle w:val="libNormal"/>
        <w:rPr>
          <w:lang w:bidi="fa-IR"/>
        </w:rPr>
      </w:pPr>
      <w:r w:rsidRPr="003E3506">
        <w:rPr>
          <w:rtl/>
          <w:lang w:bidi="fa-IR"/>
        </w:rPr>
        <w:t>٥٨ - لازم نيست با چيز مخصوصى عورت خود را بپوشاند.</w:t>
      </w:r>
    </w:p>
    <w:p w:rsidR="003E3506" w:rsidRPr="003E3506" w:rsidRDefault="003E3506" w:rsidP="003E3506">
      <w:pPr>
        <w:pStyle w:val="libNormal"/>
        <w:rPr>
          <w:lang w:bidi="fa-IR"/>
        </w:rPr>
      </w:pPr>
      <w:r w:rsidRPr="003E3506">
        <w:rPr>
          <w:rtl/>
          <w:lang w:bidi="fa-IR"/>
        </w:rPr>
        <w:t>و اگر مثلا با دست هم آن را بپوشاند كافى است</w:t>
      </w:r>
      <w:r w:rsidR="000C4B14">
        <w:rPr>
          <w:rtl/>
          <w:lang w:bidi="fa-IR"/>
        </w:rPr>
        <w:t>.</w:t>
      </w:r>
    </w:p>
    <w:p w:rsidR="003E3506" w:rsidRPr="003E3506" w:rsidRDefault="003E3506" w:rsidP="003E3506">
      <w:pPr>
        <w:pStyle w:val="libNormal"/>
        <w:rPr>
          <w:lang w:bidi="fa-IR"/>
        </w:rPr>
      </w:pPr>
      <w:r w:rsidRPr="003E3506">
        <w:rPr>
          <w:rtl/>
          <w:lang w:bidi="fa-IR"/>
        </w:rPr>
        <w:t>٥٩ - موقع تخلى بايد بنابر احتياط لازم طرف جلوى بدن يعنى شكم و سينه رو به قبله و پشت به قبله نباشد.</w:t>
      </w:r>
    </w:p>
    <w:p w:rsidR="003E3506" w:rsidRPr="003E3506" w:rsidRDefault="003E3506" w:rsidP="003E3506">
      <w:pPr>
        <w:pStyle w:val="libNormal"/>
        <w:rPr>
          <w:lang w:bidi="fa-IR"/>
        </w:rPr>
      </w:pPr>
      <w:r w:rsidRPr="003E3506">
        <w:rPr>
          <w:rtl/>
          <w:lang w:bidi="fa-IR"/>
        </w:rPr>
        <w:t>٦٠ - اگر موقع تخلى طرف جلوى بدن كسى رو به قبله يا پشت به قبله باشد</w:t>
      </w:r>
      <w:r w:rsidR="000C4B14">
        <w:rPr>
          <w:rtl/>
          <w:lang w:bidi="fa-IR"/>
        </w:rPr>
        <w:t>،</w:t>
      </w:r>
      <w:r w:rsidRPr="003E3506">
        <w:rPr>
          <w:rtl/>
          <w:lang w:bidi="fa-IR"/>
        </w:rPr>
        <w:t xml:space="preserve"> و عورت خود را از قبله بگرداند كفايت نمى كند</w:t>
      </w:r>
      <w:r w:rsidR="000C4B14">
        <w:rPr>
          <w:rtl/>
          <w:lang w:bidi="fa-IR"/>
        </w:rPr>
        <w:t>،</w:t>
      </w:r>
      <w:r w:rsidRPr="003E3506">
        <w:rPr>
          <w:rtl/>
          <w:lang w:bidi="fa-IR"/>
        </w:rPr>
        <w:t xml:space="preserve"> و اگر جلوى بدن او رو به قبله يا پشت به قبله نباشد</w:t>
      </w:r>
      <w:r w:rsidR="000C4B14">
        <w:rPr>
          <w:rtl/>
          <w:lang w:bidi="fa-IR"/>
        </w:rPr>
        <w:t>،</w:t>
      </w:r>
      <w:r w:rsidRPr="003E3506">
        <w:rPr>
          <w:rtl/>
          <w:lang w:bidi="fa-IR"/>
        </w:rPr>
        <w:t xml:space="preserve"> احتياط آن است كه عورت را رو به قبله يا پشت به قبله ننمايد.</w:t>
      </w:r>
    </w:p>
    <w:p w:rsidR="003E3506" w:rsidRPr="003E3506" w:rsidRDefault="003E3506" w:rsidP="003E3506">
      <w:pPr>
        <w:pStyle w:val="libNormal"/>
        <w:rPr>
          <w:lang w:bidi="fa-IR"/>
        </w:rPr>
      </w:pPr>
      <w:r w:rsidRPr="003E3506">
        <w:rPr>
          <w:rtl/>
          <w:lang w:bidi="fa-IR"/>
        </w:rPr>
        <w:t>٦١ - احتياط مستحب آن است كه طرف جلوى بدن در موقع استبراء كه احكام آن بعدا گفته مى شود</w:t>
      </w:r>
      <w:r w:rsidR="000C4B14">
        <w:rPr>
          <w:rtl/>
          <w:lang w:bidi="fa-IR"/>
        </w:rPr>
        <w:t>،</w:t>
      </w:r>
      <w:r w:rsidRPr="003E3506">
        <w:rPr>
          <w:rtl/>
          <w:lang w:bidi="fa-IR"/>
        </w:rPr>
        <w:t xml:space="preserve"> و موقع تطهير مخرج بول و غايط</w:t>
      </w:r>
      <w:r w:rsidR="000C4B14">
        <w:rPr>
          <w:rtl/>
          <w:lang w:bidi="fa-IR"/>
        </w:rPr>
        <w:t>،</w:t>
      </w:r>
      <w:r w:rsidRPr="003E3506">
        <w:rPr>
          <w:rtl/>
          <w:lang w:bidi="fa-IR"/>
        </w:rPr>
        <w:t xml:space="preserve"> رو به قبله و پشت به قبله نباشد.</w:t>
      </w:r>
    </w:p>
    <w:p w:rsidR="003E3506" w:rsidRPr="003E3506" w:rsidRDefault="003E3506" w:rsidP="003E3506">
      <w:pPr>
        <w:pStyle w:val="libNormal"/>
        <w:rPr>
          <w:lang w:bidi="fa-IR"/>
        </w:rPr>
      </w:pPr>
      <w:r w:rsidRPr="003E3506">
        <w:rPr>
          <w:rtl/>
          <w:lang w:bidi="fa-IR"/>
        </w:rPr>
        <w:t>٦٢ - اگر براى آن كه نامحرم او را نبيند مجبور شود رو به قبله يا پشت به قبله بنشيند</w:t>
      </w:r>
      <w:r w:rsidR="000C4B14">
        <w:rPr>
          <w:rtl/>
          <w:lang w:bidi="fa-IR"/>
        </w:rPr>
        <w:t>،</w:t>
      </w:r>
      <w:r w:rsidRPr="003E3506">
        <w:rPr>
          <w:rtl/>
          <w:lang w:bidi="fa-IR"/>
        </w:rPr>
        <w:t xml:space="preserve"> بنابر احتياط لازم بايد پشت به قبله بنشيند و اگر ممكن نباشد بايد رو به قبله بنشيند.</w:t>
      </w:r>
    </w:p>
    <w:p w:rsidR="003E3506" w:rsidRPr="003E3506" w:rsidRDefault="003E3506" w:rsidP="003E3506">
      <w:pPr>
        <w:pStyle w:val="libNormal"/>
        <w:rPr>
          <w:lang w:bidi="fa-IR"/>
        </w:rPr>
      </w:pPr>
      <w:r w:rsidRPr="003E3506">
        <w:rPr>
          <w:rtl/>
          <w:lang w:bidi="fa-IR"/>
        </w:rPr>
        <w:t>و همچنين است اگر از جهت ديگر ناچار باشد كه رو به قبله يا پشت به قبله بنشيند.</w:t>
      </w:r>
    </w:p>
    <w:p w:rsidR="003E3506" w:rsidRPr="003E3506" w:rsidRDefault="003E3506" w:rsidP="003E3506">
      <w:pPr>
        <w:pStyle w:val="libNormal"/>
        <w:rPr>
          <w:lang w:bidi="fa-IR"/>
        </w:rPr>
      </w:pPr>
      <w:r w:rsidRPr="003E3506">
        <w:rPr>
          <w:rtl/>
          <w:lang w:bidi="fa-IR"/>
        </w:rPr>
        <w:t>٦٣ - احتياط مستحب آن است كه بچه را در وقت تخلى رو به قبله يا پشت به قبله ننشانند.</w:t>
      </w:r>
    </w:p>
    <w:p w:rsidR="003E3506" w:rsidRPr="003E3506" w:rsidRDefault="003E3506" w:rsidP="003E3506">
      <w:pPr>
        <w:pStyle w:val="libNormal"/>
        <w:rPr>
          <w:lang w:bidi="fa-IR"/>
        </w:rPr>
      </w:pPr>
      <w:r w:rsidRPr="003E3506">
        <w:rPr>
          <w:rtl/>
          <w:lang w:bidi="fa-IR"/>
        </w:rPr>
        <w:t>ولى اگر خود بچه بنشيند</w:t>
      </w:r>
      <w:r w:rsidR="000C4B14">
        <w:rPr>
          <w:rtl/>
          <w:lang w:bidi="fa-IR"/>
        </w:rPr>
        <w:t>،</w:t>
      </w:r>
      <w:r w:rsidRPr="003E3506">
        <w:rPr>
          <w:rtl/>
          <w:lang w:bidi="fa-IR"/>
        </w:rPr>
        <w:t xml:space="preserve"> جلوگيرى از او واجب نيست</w:t>
      </w:r>
      <w:r w:rsidR="000C4B14">
        <w:rPr>
          <w:rtl/>
          <w:lang w:bidi="fa-IR"/>
        </w:rPr>
        <w:t>.</w:t>
      </w:r>
    </w:p>
    <w:p w:rsidR="004D36E8" w:rsidRDefault="003E3506" w:rsidP="003E3506">
      <w:pPr>
        <w:pStyle w:val="libNormal"/>
        <w:rPr>
          <w:rtl/>
          <w:lang w:bidi="fa-IR"/>
        </w:rPr>
      </w:pPr>
      <w:r w:rsidRPr="003E3506">
        <w:rPr>
          <w:rtl/>
          <w:lang w:bidi="fa-IR"/>
        </w:rPr>
        <w:t>٦٤ - در چهار جا تخلى حرام است</w:t>
      </w:r>
      <w:r w:rsidR="00553569">
        <w:rPr>
          <w:rtl/>
          <w:lang w:bidi="fa-IR"/>
        </w:rPr>
        <w:t>:</w:t>
      </w:r>
    </w:p>
    <w:p w:rsidR="003E3506" w:rsidRPr="003E3506" w:rsidRDefault="00605FAB" w:rsidP="003E3506">
      <w:pPr>
        <w:pStyle w:val="libNormal"/>
        <w:rPr>
          <w:lang w:bidi="fa-IR"/>
        </w:rPr>
      </w:pPr>
      <w:r>
        <w:rPr>
          <w:rtl/>
          <w:lang w:bidi="fa-IR"/>
        </w:rPr>
        <w:t>(</w:t>
      </w:r>
      <w:r w:rsidR="003E3506" w:rsidRPr="003E3506">
        <w:rPr>
          <w:rtl/>
          <w:lang w:bidi="fa-IR"/>
        </w:rPr>
        <w:t>اول</w:t>
      </w:r>
      <w:r>
        <w:rPr>
          <w:rtl/>
          <w:lang w:bidi="fa-IR"/>
        </w:rPr>
        <w:t>)</w:t>
      </w:r>
      <w:r w:rsidR="003E3506" w:rsidRPr="003E3506">
        <w:rPr>
          <w:rtl/>
          <w:lang w:bidi="fa-IR"/>
        </w:rPr>
        <w:t xml:space="preserve"> در كوچه هاى بن بست در صورتى كه صاحبانش اجازه نداده باشند.</w:t>
      </w:r>
    </w:p>
    <w:p w:rsidR="003E3506" w:rsidRPr="003E3506" w:rsidRDefault="00605FAB" w:rsidP="003E3506">
      <w:pPr>
        <w:pStyle w:val="libNormal"/>
        <w:rPr>
          <w:lang w:bidi="fa-IR"/>
        </w:rPr>
      </w:pPr>
      <w:r>
        <w:rPr>
          <w:rtl/>
          <w:lang w:bidi="fa-IR"/>
        </w:rPr>
        <w:t>(</w:t>
      </w:r>
      <w:r w:rsidR="003E3506" w:rsidRPr="003E3506">
        <w:rPr>
          <w:rtl/>
          <w:lang w:bidi="fa-IR"/>
        </w:rPr>
        <w:t>دوم</w:t>
      </w:r>
      <w:r>
        <w:rPr>
          <w:rtl/>
          <w:lang w:bidi="fa-IR"/>
        </w:rPr>
        <w:t>)</w:t>
      </w:r>
      <w:r w:rsidR="003E3506" w:rsidRPr="003E3506">
        <w:rPr>
          <w:rtl/>
          <w:lang w:bidi="fa-IR"/>
        </w:rPr>
        <w:t xml:space="preserve"> در ملك كسى كه اجازه تخلى نداده است</w:t>
      </w:r>
      <w:r w:rsidR="000C4B14">
        <w:rPr>
          <w:rtl/>
          <w:lang w:bidi="fa-IR"/>
        </w:rPr>
        <w:t>.</w:t>
      </w:r>
    </w:p>
    <w:p w:rsidR="003E3506" w:rsidRPr="003E3506" w:rsidRDefault="00605FAB" w:rsidP="003E3506">
      <w:pPr>
        <w:pStyle w:val="libNormal"/>
        <w:rPr>
          <w:lang w:bidi="fa-IR"/>
        </w:rPr>
      </w:pPr>
      <w:r>
        <w:rPr>
          <w:rtl/>
          <w:lang w:bidi="fa-IR"/>
        </w:rPr>
        <w:lastRenderedPageBreak/>
        <w:t>(</w:t>
      </w:r>
      <w:r w:rsidR="003E3506" w:rsidRPr="003E3506">
        <w:rPr>
          <w:rtl/>
          <w:lang w:bidi="fa-IR"/>
        </w:rPr>
        <w:t>سوم</w:t>
      </w:r>
      <w:r>
        <w:rPr>
          <w:rtl/>
          <w:lang w:bidi="fa-IR"/>
        </w:rPr>
        <w:t>)</w:t>
      </w:r>
      <w:r w:rsidR="003E3506" w:rsidRPr="003E3506">
        <w:rPr>
          <w:rtl/>
          <w:lang w:bidi="fa-IR"/>
        </w:rPr>
        <w:t xml:space="preserve"> در جايى كه براى عده مخصوصى وقف شده است مثل بعضى از مدرسه ها.</w:t>
      </w:r>
    </w:p>
    <w:p w:rsidR="003E3506" w:rsidRPr="003E3506" w:rsidRDefault="00605FAB" w:rsidP="003E3506">
      <w:pPr>
        <w:pStyle w:val="libNormal"/>
        <w:rPr>
          <w:lang w:bidi="fa-IR"/>
        </w:rPr>
      </w:pPr>
      <w:r>
        <w:rPr>
          <w:rtl/>
          <w:lang w:bidi="fa-IR"/>
        </w:rPr>
        <w:t>(</w:t>
      </w:r>
      <w:r w:rsidR="003E3506" w:rsidRPr="003E3506">
        <w:rPr>
          <w:rtl/>
          <w:lang w:bidi="fa-IR"/>
        </w:rPr>
        <w:t>چهارم</w:t>
      </w:r>
      <w:r>
        <w:rPr>
          <w:rtl/>
          <w:lang w:bidi="fa-IR"/>
        </w:rPr>
        <w:t>)</w:t>
      </w:r>
      <w:r w:rsidR="003E3506" w:rsidRPr="003E3506">
        <w:rPr>
          <w:rtl/>
          <w:lang w:bidi="fa-IR"/>
        </w:rPr>
        <w:t xml:space="preserve"> روى قبر مؤمنين در صورتى كه بى احترامى به آنان باشد و همچنين هر جايى كه تخلى موجب هتك حرمت يكى از مقدسات دين يا مذهب شود.</w:t>
      </w:r>
    </w:p>
    <w:p w:rsidR="003E3506" w:rsidRPr="003E3506" w:rsidRDefault="003E3506" w:rsidP="003E3506">
      <w:pPr>
        <w:pStyle w:val="libNormal"/>
        <w:rPr>
          <w:lang w:bidi="fa-IR"/>
        </w:rPr>
      </w:pPr>
      <w:r w:rsidRPr="003E3506">
        <w:rPr>
          <w:rtl/>
          <w:lang w:bidi="fa-IR"/>
        </w:rPr>
        <w:t>٦٥ - در سه صورت مخرج غايط فقط با آب پاك مى شود.</w:t>
      </w:r>
    </w:p>
    <w:p w:rsidR="003E3506" w:rsidRPr="003E3506" w:rsidRDefault="00605FAB" w:rsidP="003E3506">
      <w:pPr>
        <w:pStyle w:val="libNormal"/>
        <w:rPr>
          <w:lang w:bidi="fa-IR"/>
        </w:rPr>
      </w:pPr>
      <w:r>
        <w:rPr>
          <w:rtl/>
          <w:lang w:bidi="fa-IR"/>
        </w:rPr>
        <w:t>(</w:t>
      </w:r>
      <w:r w:rsidR="003E3506" w:rsidRPr="003E3506">
        <w:rPr>
          <w:rtl/>
          <w:lang w:bidi="fa-IR"/>
        </w:rPr>
        <w:t>اول</w:t>
      </w:r>
      <w:r>
        <w:rPr>
          <w:rtl/>
          <w:lang w:bidi="fa-IR"/>
        </w:rPr>
        <w:t>)</w:t>
      </w:r>
      <w:r w:rsidR="003E3506" w:rsidRPr="003E3506">
        <w:rPr>
          <w:rtl/>
          <w:lang w:bidi="fa-IR"/>
        </w:rPr>
        <w:t xml:space="preserve"> آن كه با غايط نجاست ديگرى مثل خون بيرون آمده باشد.</w:t>
      </w:r>
    </w:p>
    <w:p w:rsidR="003E3506" w:rsidRPr="003E3506" w:rsidRDefault="00605FAB" w:rsidP="003E3506">
      <w:pPr>
        <w:pStyle w:val="libNormal"/>
        <w:rPr>
          <w:lang w:bidi="fa-IR"/>
        </w:rPr>
      </w:pPr>
      <w:r>
        <w:rPr>
          <w:rtl/>
          <w:lang w:bidi="fa-IR"/>
        </w:rPr>
        <w:t>(</w:t>
      </w:r>
      <w:r w:rsidR="003E3506" w:rsidRPr="003E3506">
        <w:rPr>
          <w:rtl/>
          <w:lang w:bidi="fa-IR"/>
        </w:rPr>
        <w:t>دوم</w:t>
      </w:r>
      <w:r>
        <w:rPr>
          <w:rtl/>
          <w:lang w:bidi="fa-IR"/>
        </w:rPr>
        <w:t>)</w:t>
      </w:r>
      <w:r w:rsidR="003E3506" w:rsidRPr="003E3506">
        <w:rPr>
          <w:rtl/>
          <w:lang w:bidi="fa-IR"/>
        </w:rPr>
        <w:t xml:space="preserve"> آن كه نجاستى از خارج به مخرج غايط رسيده باشد.</w:t>
      </w:r>
    </w:p>
    <w:p w:rsidR="003E3506" w:rsidRPr="003E3506" w:rsidRDefault="00605FAB" w:rsidP="003E3506">
      <w:pPr>
        <w:pStyle w:val="libNormal"/>
        <w:rPr>
          <w:lang w:bidi="fa-IR"/>
        </w:rPr>
      </w:pPr>
      <w:r>
        <w:rPr>
          <w:rtl/>
          <w:lang w:bidi="fa-IR"/>
        </w:rPr>
        <w:t>(</w:t>
      </w:r>
      <w:r w:rsidR="003E3506" w:rsidRPr="003E3506">
        <w:rPr>
          <w:rtl/>
          <w:lang w:bidi="fa-IR"/>
        </w:rPr>
        <w:t>سوم</w:t>
      </w:r>
      <w:r>
        <w:rPr>
          <w:rtl/>
          <w:lang w:bidi="fa-IR"/>
        </w:rPr>
        <w:t>)</w:t>
      </w:r>
      <w:r w:rsidR="003E3506" w:rsidRPr="003E3506">
        <w:rPr>
          <w:rtl/>
          <w:lang w:bidi="fa-IR"/>
        </w:rPr>
        <w:t xml:space="preserve"> آن كه اطراف مخرج بيشتر از مقدار معمول آلوده شده باشد</w:t>
      </w:r>
      <w:r w:rsidR="000C4B14">
        <w:rPr>
          <w:rtl/>
          <w:lang w:bidi="fa-IR"/>
        </w:rPr>
        <w:t>،</w:t>
      </w:r>
      <w:r w:rsidR="003E3506" w:rsidRPr="003E3506">
        <w:rPr>
          <w:rtl/>
          <w:lang w:bidi="fa-IR"/>
        </w:rPr>
        <w:t xml:space="preserve"> و در غير اين سه صورت مى توان مخرج را با آب شست و يا به دستورى كه بعدا گفته مى شود</w:t>
      </w:r>
      <w:r w:rsidR="000C4B14">
        <w:rPr>
          <w:rtl/>
          <w:lang w:bidi="fa-IR"/>
        </w:rPr>
        <w:t>،</w:t>
      </w:r>
      <w:r w:rsidR="003E3506" w:rsidRPr="003E3506">
        <w:rPr>
          <w:rtl/>
          <w:lang w:bidi="fa-IR"/>
        </w:rPr>
        <w:t xml:space="preserve"> با پارچه و سنگ و مانند اينها پاك كرد</w:t>
      </w:r>
      <w:r w:rsidR="000C4B14">
        <w:rPr>
          <w:rtl/>
          <w:lang w:bidi="fa-IR"/>
        </w:rPr>
        <w:t>،</w:t>
      </w:r>
      <w:r w:rsidR="003E3506" w:rsidRPr="003E3506">
        <w:rPr>
          <w:rtl/>
          <w:lang w:bidi="fa-IR"/>
        </w:rPr>
        <w:t xml:space="preserve"> اگر چه شستن با آب بهتر است</w:t>
      </w:r>
      <w:r w:rsidR="000C4B14">
        <w:rPr>
          <w:rtl/>
          <w:lang w:bidi="fa-IR"/>
        </w:rPr>
        <w:t>.</w:t>
      </w:r>
    </w:p>
    <w:p w:rsidR="003E3506" w:rsidRPr="003E3506" w:rsidRDefault="003E3506" w:rsidP="003E3506">
      <w:pPr>
        <w:pStyle w:val="libNormal"/>
        <w:rPr>
          <w:lang w:bidi="fa-IR"/>
        </w:rPr>
      </w:pPr>
      <w:r w:rsidRPr="003E3506">
        <w:rPr>
          <w:rtl/>
          <w:lang w:bidi="fa-IR"/>
        </w:rPr>
        <w:t>٦٦ - مخرج بول با غير آب پاك نمى شود.</w:t>
      </w:r>
    </w:p>
    <w:p w:rsidR="003E3506" w:rsidRPr="003E3506" w:rsidRDefault="003E3506" w:rsidP="003E3506">
      <w:pPr>
        <w:pStyle w:val="libNormal"/>
        <w:rPr>
          <w:lang w:bidi="fa-IR"/>
        </w:rPr>
      </w:pPr>
      <w:r w:rsidRPr="003E3506">
        <w:rPr>
          <w:rtl/>
          <w:lang w:bidi="fa-IR"/>
        </w:rPr>
        <w:t>و در كر و جارى اگر بعد از برطرف شدن بول يك مرتبه بشويند كافى است</w:t>
      </w:r>
      <w:r w:rsidR="000C4B14">
        <w:rPr>
          <w:rtl/>
          <w:lang w:bidi="fa-IR"/>
        </w:rPr>
        <w:t>،</w:t>
      </w:r>
      <w:r w:rsidRPr="003E3506">
        <w:rPr>
          <w:rtl/>
          <w:lang w:bidi="fa-IR"/>
        </w:rPr>
        <w:t xml:space="preserve"> ولى با آب قليل احتياط مستحب آن است كه دو مرتبه شسته شود و سه مرتبه شستن بهتر است</w:t>
      </w:r>
      <w:r w:rsidR="000C4B14">
        <w:rPr>
          <w:rtl/>
          <w:lang w:bidi="fa-IR"/>
        </w:rPr>
        <w:t>.</w:t>
      </w:r>
    </w:p>
    <w:p w:rsidR="003E3506" w:rsidRPr="003E3506" w:rsidRDefault="003E3506" w:rsidP="003E3506">
      <w:pPr>
        <w:pStyle w:val="libNormal"/>
        <w:rPr>
          <w:lang w:bidi="fa-IR"/>
        </w:rPr>
      </w:pPr>
      <w:r w:rsidRPr="003E3506">
        <w:rPr>
          <w:rtl/>
          <w:lang w:bidi="fa-IR"/>
        </w:rPr>
        <w:t>٦٧ - اگر مخرج غايط را با آب بشويند</w:t>
      </w:r>
      <w:r w:rsidR="000C4B14">
        <w:rPr>
          <w:rtl/>
          <w:lang w:bidi="fa-IR"/>
        </w:rPr>
        <w:t>،</w:t>
      </w:r>
      <w:r w:rsidRPr="003E3506">
        <w:rPr>
          <w:rtl/>
          <w:lang w:bidi="fa-IR"/>
        </w:rPr>
        <w:t xml:space="preserve"> بايد چيزى از غايط در آن نماند.</w:t>
      </w:r>
    </w:p>
    <w:p w:rsidR="003E3506" w:rsidRPr="003E3506" w:rsidRDefault="003E3506" w:rsidP="003E3506">
      <w:pPr>
        <w:pStyle w:val="libNormal"/>
        <w:rPr>
          <w:lang w:bidi="fa-IR"/>
        </w:rPr>
      </w:pPr>
      <w:r w:rsidRPr="003E3506">
        <w:rPr>
          <w:rtl/>
          <w:lang w:bidi="fa-IR"/>
        </w:rPr>
        <w:t>ولى باقى ماندن رنگ و بوى آن مانعى ندارد و اگر در دفعه اول طورى شسته شود كه ذره اى از غايط در آن نماند</w:t>
      </w:r>
      <w:r w:rsidR="000C4B14">
        <w:rPr>
          <w:rtl/>
          <w:lang w:bidi="fa-IR"/>
        </w:rPr>
        <w:t>،</w:t>
      </w:r>
      <w:r w:rsidRPr="003E3506">
        <w:rPr>
          <w:rtl/>
          <w:lang w:bidi="fa-IR"/>
        </w:rPr>
        <w:t xml:space="preserve"> دوباره شستن لازم نيست</w:t>
      </w:r>
      <w:r w:rsidR="000C4B14">
        <w:rPr>
          <w:rtl/>
          <w:lang w:bidi="fa-IR"/>
        </w:rPr>
        <w:t>.</w:t>
      </w:r>
    </w:p>
    <w:p w:rsidR="003E3506" w:rsidRPr="003E3506" w:rsidRDefault="003E3506" w:rsidP="003E3506">
      <w:pPr>
        <w:pStyle w:val="libNormal"/>
        <w:rPr>
          <w:lang w:bidi="fa-IR"/>
        </w:rPr>
      </w:pPr>
      <w:r w:rsidRPr="003E3506">
        <w:rPr>
          <w:rtl/>
          <w:lang w:bidi="fa-IR"/>
        </w:rPr>
        <w:t>٦٨ - با سنگ و كلوخ و پارچه و مانند اينها اگر خشك و پاك باشند مى شود مخرج غايط را تطهير كرد</w:t>
      </w:r>
      <w:r w:rsidR="000C4B14">
        <w:rPr>
          <w:rtl/>
          <w:lang w:bidi="fa-IR"/>
        </w:rPr>
        <w:t>،</w:t>
      </w:r>
      <w:r w:rsidRPr="003E3506">
        <w:rPr>
          <w:rtl/>
          <w:lang w:bidi="fa-IR"/>
        </w:rPr>
        <w:t xml:space="preserve"> و چنانچه رطوبت كمى داشته باشند كه به مخرج نرسد اشكال ندارد.</w:t>
      </w:r>
    </w:p>
    <w:p w:rsidR="003E3506" w:rsidRPr="003E3506" w:rsidRDefault="003E3506" w:rsidP="003E3506">
      <w:pPr>
        <w:pStyle w:val="libNormal"/>
        <w:rPr>
          <w:lang w:bidi="fa-IR"/>
        </w:rPr>
      </w:pPr>
      <w:r w:rsidRPr="003E3506">
        <w:rPr>
          <w:rtl/>
          <w:lang w:bidi="fa-IR"/>
        </w:rPr>
        <w:t>٦٩ - مخرج غايط را اگر يك مرتبه با سنگ و كلوخ يا پارجه كاملا پاكيزه نمايد كفايت مى كند</w:t>
      </w:r>
      <w:r w:rsidR="000C4B14">
        <w:rPr>
          <w:rtl/>
          <w:lang w:bidi="fa-IR"/>
        </w:rPr>
        <w:t>،</w:t>
      </w:r>
      <w:r w:rsidRPr="003E3506">
        <w:rPr>
          <w:rtl/>
          <w:lang w:bidi="fa-IR"/>
        </w:rPr>
        <w:t xml:space="preserve"> ولى بهتر آن است كه سه مرتبه انجام دهد.</w:t>
      </w:r>
    </w:p>
    <w:p w:rsidR="003E3506" w:rsidRPr="003E3506" w:rsidRDefault="003E3506" w:rsidP="003E3506">
      <w:pPr>
        <w:pStyle w:val="libNormal"/>
        <w:rPr>
          <w:lang w:bidi="fa-IR"/>
        </w:rPr>
      </w:pPr>
      <w:r w:rsidRPr="003E3506">
        <w:rPr>
          <w:rtl/>
          <w:lang w:bidi="fa-IR"/>
        </w:rPr>
        <w:t>بلكه با سه قطعه هم باشد و اگر با سه مرتبه پاكيزه نشود بايد به قدرى اضافه نمايد تا مخرج كاملا پاكيزه شود</w:t>
      </w:r>
      <w:r w:rsidR="000C4B14">
        <w:rPr>
          <w:rtl/>
          <w:lang w:bidi="fa-IR"/>
        </w:rPr>
        <w:t>،</w:t>
      </w:r>
      <w:r w:rsidRPr="003E3506">
        <w:rPr>
          <w:rtl/>
          <w:lang w:bidi="fa-IR"/>
        </w:rPr>
        <w:t xml:space="preserve"> ولى باقى ماندن ذره هاى كوچكى كه ديده نمى شود اشكال ندارد.</w:t>
      </w:r>
    </w:p>
    <w:p w:rsidR="003E3506" w:rsidRPr="003E3506" w:rsidRDefault="003E3506" w:rsidP="003E3506">
      <w:pPr>
        <w:pStyle w:val="libNormal"/>
        <w:rPr>
          <w:lang w:bidi="fa-IR"/>
        </w:rPr>
      </w:pPr>
      <w:r w:rsidRPr="003E3506">
        <w:rPr>
          <w:rtl/>
          <w:lang w:bidi="fa-IR"/>
        </w:rPr>
        <w:lastRenderedPageBreak/>
        <w:t>٧٠ - پاك كردن مخرج غايط با چيزهايى كه احترام آنها لازم است مانند كاغذى كه اسم خدا و پيغمبران بر آن نوشته شده حرام است</w:t>
      </w:r>
      <w:r w:rsidR="000C4B14">
        <w:rPr>
          <w:rtl/>
          <w:lang w:bidi="fa-IR"/>
        </w:rPr>
        <w:t>.</w:t>
      </w:r>
    </w:p>
    <w:p w:rsidR="003E3506" w:rsidRPr="003E3506" w:rsidRDefault="003E3506" w:rsidP="003E3506">
      <w:pPr>
        <w:pStyle w:val="libNormal"/>
        <w:rPr>
          <w:lang w:bidi="fa-IR"/>
        </w:rPr>
      </w:pPr>
      <w:r w:rsidRPr="003E3506">
        <w:rPr>
          <w:rtl/>
          <w:lang w:bidi="fa-IR"/>
        </w:rPr>
        <w:t>و پاك شدن مخرج با استخوان و سرگين محل اشكال است</w:t>
      </w:r>
      <w:r w:rsidR="000C4B14">
        <w:rPr>
          <w:rtl/>
          <w:lang w:bidi="fa-IR"/>
        </w:rPr>
        <w:t>.</w:t>
      </w:r>
    </w:p>
    <w:p w:rsidR="003E3506" w:rsidRPr="003E3506" w:rsidRDefault="003E3506" w:rsidP="003E3506">
      <w:pPr>
        <w:pStyle w:val="libNormal"/>
        <w:rPr>
          <w:lang w:bidi="fa-IR"/>
        </w:rPr>
      </w:pPr>
      <w:r w:rsidRPr="003E3506">
        <w:rPr>
          <w:rtl/>
          <w:lang w:bidi="fa-IR"/>
        </w:rPr>
        <w:t>٧١ - اگر شك كند كه مخرج را تطهير كرده يا نه</w:t>
      </w:r>
      <w:r w:rsidR="000C4B14">
        <w:rPr>
          <w:rtl/>
          <w:lang w:bidi="fa-IR"/>
        </w:rPr>
        <w:t>،</w:t>
      </w:r>
      <w:r w:rsidRPr="003E3506">
        <w:rPr>
          <w:rtl/>
          <w:lang w:bidi="fa-IR"/>
        </w:rPr>
        <w:t xml:space="preserve"> لازم است تطهير نمايد</w:t>
      </w:r>
      <w:r w:rsidR="000C4B14">
        <w:rPr>
          <w:rtl/>
          <w:lang w:bidi="fa-IR"/>
        </w:rPr>
        <w:t>،</w:t>
      </w:r>
      <w:r w:rsidRPr="003E3506">
        <w:rPr>
          <w:rtl/>
          <w:lang w:bidi="fa-IR"/>
        </w:rPr>
        <w:t xml:space="preserve"> اگر چه عادتا بعد از بول يا غايط فورا تطهير مى كرده</w:t>
      </w:r>
      <w:r w:rsidR="000C4B14">
        <w:rPr>
          <w:rtl/>
          <w:lang w:bidi="fa-IR"/>
        </w:rPr>
        <w:t>.</w:t>
      </w:r>
    </w:p>
    <w:p w:rsidR="002E6F2F" w:rsidRDefault="003E3506" w:rsidP="003E3506">
      <w:pPr>
        <w:pStyle w:val="libNormal"/>
        <w:rPr>
          <w:rtl/>
          <w:lang w:bidi="fa-IR"/>
        </w:rPr>
      </w:pPr>
      <w:r w:rsidRPr="003E3506">
        <w:rPr>
          <w:rtl/>
          <w:lang w:bidi="fa-IR"/>
        </w:rPr>
        <w:t>٧٢ - اگر بعد از نماز شك كند كه قبل از نماز</w:t>
      </w:r>
      <w:r w:rsidR="000C4B14">
        <w:rPr>
          <w:rtl/>
          <w:lang w:bidi="fa-IR"/>
        </w:rPr>
        <w:t>،</w:t>
      </w:r>
      <w:r w:rsidRPr="003E3506">
        <w:rPr>
          <w:rtl/>
          <w:lang w:bidi="fa-IR"/>
        </w:rPr>
        <w:t xml:space="preserve"> مخرج را تطهير كرده يا نه نمازى كه خوانده صحيح است</w:t>
      </w:r>
      <w:r w:rsidR="000C4B14">
        <w:rPr>
          <w:rtl/>
          <w:lang w:bidi="fa-IR"/>
        </w:rPr>
        <w:t>،</w:t>
      </w:r>
      <w:r w:rsidRPr="003E3506">
        <w:rPr>
          <w:rtl/>
          <w:lang w:bidi="fa-IR"/>
        </w:rPr>
        <w:t xml:space="preserve"> ولى براى نمازهاى بعدى بايد تطهير كند.</w:t>
      </w:r>
    </w:p>
    <w:p w:rsidR="003E3506" w:rsidRPr="003E3506" w:rsidRDefault="002E6F2F" w:rsidP="003E3506">
      <w:pPr>
        <w:pStyle w:val="libNormal"/>
        <w:rPr>
          <w:lang w:bidi="fa-IR"/>
        </w:rPr>
      </w:pPr>
      <w:r>
        <w:rPr>
          <w:rtl/>
          <w:lang w:bidi="fa-IR"/>
        </w:rPr>
        <w:br w:type="page"/>
      </w:r>
    </w:p>
    <w:p w:rsidR="003E3506" w:rsidRDefault="00605FAB" w:rsidP="002E6F2F">
      <w:pPr>
        <w:pStyle w:val="Heading3"/>
        <w:rPr>
          <w:rtl/>
          <w:lang w:bidi="fa-IR"/>
        </w:rPr>
      </w:pPr>
      <w:bookmarkStart w:id="9" w:name="_Toc24454432"/>
      <w:r>
        <w:rPr>
          <w:rtl/>
          <w:lang w:bidi="fa-IR"/>
        </w:rPr>
        <w:t>(</w:t>
      </w:r>
      <w:r w:rsidR="003E3506" w:rsidRPr="003E3506">
        <w:rPr>
          <w:rtl/>
          <w:lang w:bidi="fa-IR"/>
        </w:rPr>
        <w:t>استبراء</w:t>
      </w:r>
      <w:r>
        <w:rPr>
          <w:rtl/>
          <w:lang w:bidi="fa-IR"/>
        </w:rPr>
        <w:t>)</w:t>
      </w:r>
      <w:bookmarkEnd w:id="9"/>
    </w:p>
    <w:p w:rsidR="003E3506" w:rsidRPr="003E3506" w:rsidRDefault="003E3506" w:rsidP="003E3506">
      <w:pPr>
        <w:pStyle w:val="libNormal"/>
        <w:rPr>
          <w:lang w:bidi="fa-IR"/>
        </w:rPr>
      </w:pPr>
      <w:r w:rsidRPr="003E3506">
        <w:rPr>
          <w:rtl/>
          <w:lang w:bidi="fa-IR"/>
        </w:rPr>
        <w:t>٧٣ - استبراء عمل مستحبى است كه مردها بعد از بيرون آمدن بول انجام مى دهند</w:t>
      </w:r>
      <w:r w:rsidR="000C4B14">
        <w:rPr>
          <w:rtl/>
          <w:lang w:bidi="fa-IR"/>
        </w:rPr>
        <w:t>،</w:t>
      </w:r>
      <w:r w:rsidRPr="003E3506">
        <w:rPr>
          <w:rtl/>
          <w:lang w:bidi="fa-IR"/>
        </w:rPr>
        <w:t xml:space="preserve"> براى آنكه اطمينان كنند بول در مجرى نمانده است</w:t>
      </w:r>
      <w:r w:rsidR="000C4B14">
        <w:rPr>
          <w:rtl/>
          <w:lang w:bidi="fa-IR"/>
        </w:rPr>
        <w:t>.</w:t>
      </w:r>
    </w:p>
    <w:p w:rsidR="003E3506" w:rsidRPr="003E3506" w:rsidRDefault="003E3506" w:rsidP="003E3506">
      <w:pPr>
        <w:pStyle w:val="libNormal"/>
        <w:rPr>
          <w:lang w:bidi="fa-IR"/>
        </w:rPr>
      </w:pPr>
      <w:r w:rsidRPr="003E3506">
        <w:rPr>
          <w:rtl/>
          <w:lang w:bidi="fa-IR"/>
        </w:rPr>
        <w:t>و آن داراى اقسامى است و بهترين آنها اين است كه بعد از قطع شدن بول</w:t>
      </w:r>
      <w:r w:rsidR="000C4B14">
        <w:rPr>
          <w:rtl/>
          <w:lang w:bidi="fa-IR"/>
        </w:rPr>
        <w:t>،</w:t>
      </w:r>
      <w:r w:rsidRPr="003E3506">
        <w:rPr>
          <w:rtl/>
          <w:lang w:bidi="fa-IR"/>
        </w:rPr>
        <w:t xml:space="preserve"> اگر مخرج غايط نجس شده</w:t>
      </w:r>
      <w:r w:rsidR="000C4B14">
        <w:rPr>
          <w:rtl/>
          <w:lang w:bidi="fa-IR"/>
        </w:rPr>
        <w:t>،</w:t>
      </w:r>
      <w:r w:rsidRPr="003E3506">
        <w:rPr>
          <w:rtl/>
          <w:lang w:bidi="fa-IR"/>
        </w:rPr>
        <w:t xml:space="preserve"> اول آن را تطهير كنند</w:t>
      </w:r>
      <w:r w:rsidR="000C4B14">
        <w:rPr>
          <w:rtl/>
          <w:lang w:bidi="fa-IR"/>
        </w:rPr>
        <w:t>،</w:t>
      </w:r>
      <w:r w:rsidRPr="003E3506">
        <w:rPr>
          <w:rtl/>
          <w:lang w:bidi="fa-IR"/>
        </w:rPr>
        <w:t xml:space="preserve"> بعد سه دفعه با انگشت ميانه دست چپ از مخرج غايط تا بيخ آلت بكشند</w:t>
      </w:r>
      <w:r w:rsidR="000C4B14">
        <w:rPr>
          <w:rtl/>
          <w:lang w:bidi="fa-IR"/>
        </w:rPr>
        <w:t>،</w:t>
      </w:r>
      <w:r w:rsidRPr="003E3506">
        <w:rPr>
          <w:rtl/>
          <w:lang w:bidi="fa-IR"/>
        </w:rPr>
        <w:t xml:space="preserve"> و بعد انگشت شست را روى آلت و انگشت پهلوى شست را زير آن بگذارند و سه مرتبه تا ختنه گاه بكشند و پس از آن سه مرتبه سر آلت را فشار دهند.</w:t>
      </w:r>
    </w:p>
    <w:p w:rsidR="003E3506" w:rsidRPr="003E3506" w:rsidRDefault="003E3506" w:rsidP="003E3506">
      <w:pPr>
        <w:pStyle w:val="libNormal"/>
        <w:rPr>
          <w:lang w:bidi="fa-IR"/>
        </w:rPr>
      </w:pPr>
      <w:r w:rsidRPr="003E3506">
        <w:rPr>
          <w:rtl/>
          <w:lang w:bidi="fa-IR"/>
        </w:rPr>
        <w:t xml:space="preserve">٧٤ - آبى كه گاهى بعد از ملاعبه و بازى كردن با زن از انسان خارج مى شود و به آن </w:t>
      </w:r>
      <w:r w:rsidR="00605FAB">
        <w:rPr>
          <w:rtl/>
          <w:lang w:bidi="fa-IR"/>
        </w:rPr>
        <w:t>(</w:t>
      </w:r>
      <w:r w:rsidRPr="003E3506">
        <w:rPr>
          <w:rtl/>
          <w:lang w:bidi="fa-IR"/>
        </w:rPr>
        <w:t>مذى</w:t>
      </w:r>
      <w:r w:rsidR="00605FAB">
        <w:rPr>
          <w:rtl/>
          <w:lang w:bidi="fa-IR"/>
        </w:rPr>
        <w:t>)</w:t>
      </w:r>
      <w:r w:rsidRPr="003E3506">
        <w:rPr>
          <w:rtl/>
          <w:lang w:bidi="fa-IR"/>
        </w:rPr>
        <w:t xml:space="preserve"> مى گويند پاك است</w:t>
      </w:r>
      <w:r w:rsidR="000C4B14">
        <w:rPr>
          <w:rtl/>
          <w:lang w:bidi="fa-IR"/>
        </w:rPr>
        <w:t>،</w:t>
      </w:r>
      <w:r w:rsidRPr="003E3506">
        <w:rPr>
          <w:rtl/>
          <w:lang w:bidi="fa-IR"/>
        </w:rPr>
        <w:t xml:space="preserve"> و نيز آبى كه گاهى بعد از منى بيرون مى آيد و به آن </w:t>
      </w:r>
      <w:r w:rsidR="00605FAB">
        <w:rPr>
          <w:rtl/>
          <w:lang w:bidi="fa-IR"/>
        </w:rPr>
        <w:t>(</w:t>
      </w:r>
      <w:r w:rsidRPr="003E3506">
        <w:rPr>
          <w:rtl/>
          <w:lang w:bidi="fa-IR"/>
        </w:rPr>
        <w:t>وذى</w:t>
      </w:r>
      <w:r w:rsidR="00605FAB">
        <w:rPr>
          <w:rtl/>
          <w:lang w:bidi="fa-IR"/>
        </w:rPr>
        <w:t>)</w:t>
      </w:r>
      <w:r w:rsidRPr="003E3506">
        <w:rPr>
          <w:rtl/>
          <w:lang w:bidi="fa-IR"/>
        </w:rPr>
        <w:t xml:space="preserve"> گفته مى شود</w:t>
      </w:r>
      <w:r w:rsidR="000C4B14">
        <w:rPr>
          <w:rtl/>
          <w:lang w:bidi="fa-IR"/>
        </w:rPr>
        <w:t>،</w:t>
      </w:r>
      <w:r w:rsidRPr="003E3506">
        <w:rPr>
          <w:rtl/>
          <w:lang w:bidi="fa-IR"/>
        </w:rPr>
        <w:t xml:space="preserve"> و آبى كه گاهى بعد از بول بيرون مى آيد و به آن </w:t>
      </w:r>
      <w:r w:rsidR="00605FAB">
        <w:rPr>
          <w:rtl/>
          <w:lang w:bidi="fa-IR"/>
        </w:rPr>
        <w:t>(</w:t>
      </w:r>
      <w:r w:rsidRPr="003E3506">
        <w:rPr>
          <w:rtl/>
          <w:lang w:bidi="fa-IR"/>
        </w:rPr>
        <w:t>ودى</w:t>
      </w:r>
      <w:r w:rsidR="00605FAB">
        <w:rPr>
          <w:rtl/>
          <w:lang w:bidi="fa-IR"/>
        </w:rPr>
        <w:t>)</w:t>
      </w:r>
      <w:r w:rsidRPr="003E3506">
        <w:rPr>
          <w:rtl/>
          <w:lang w:bidi="fa-IR"/>
        </w:rPr>
        <w:t xml:space="preserve"> مى گويند اگر بول به آن نرسيده باشد پاك است</w:t>
      </w:r>
      <w:r w:rsidR="000C4B14">
        <w:rPr>
          <w:rtl/>
          <w:lang w:bidi="fa-IR"/>
        </w:rPr>
        <w:t>.</w:t>
      </w:r>
    </w:p>
    <w:p w:rsidR="003E3506" w:rsidRPr="003E3506" w:rsidRDefault="003E3506" w:rsidP="003E3506">
      <w:pPr>
        <w:pStyle w:val="libNormal"/>
        <w:rPr>
          <w:lang w:bidi="fa-IR"/>
        </w:rPr>
      </w:pPr>
      <w:r w:rsidRPr="003E3506">
        <w:rPr>
          <w:rtl/>
          <w:lang w:bidi="fa-IR"/>
        </w:rPr>
        <w:t>و چنانچه انسان بعد از بول استبراء كند و بعد آبى از او خارج شود</w:t>
      </w:r>
      <w:r w:rsidR="000C4B14">
        <w:rPr>
          <w:rtl/>
          <w:lang w:bidi="fa-IR"/>
        </w:rPr>
        <w:t>،</w:t>
      </w:r>
      <w:r w:rsidRPr="003E3506">
        <w:rPr>
          <w:rtl/>
          <w:lang w:bidi="fa-IR"/>
        </w:rPr>
        <w:t xml:space="preserve"> و شك كند كه بول است يا يكى از اين سه آب پاك مى باشد.</w:t>
      </w:r>
    </w:p>
    <w:p w:rsidR="003E3506" w:rsidRPr="003E3506" w:rsidRDefault="003E3506" w:rsidP="003E3506">
      <w:pPr>
        <w:pStyle w:val="libNormal"/>
        <w:rPr>
          <w:lang w:bidi="fa-IR"/>
        </w:rPr>
      </w:pPr>
      <w:r w:rsidRPr="003E3506">
        <w:rPr>
          <w:rtl/>
          <w:lang w:bidi="fa-IR"/>
        </w:rPr>
        <w:t>٧٥ - اگر انسان شك كند كه استبراء كرده يا نه و رطوبتى از او بيرون آيد كه نداند پاك است يا نه</w:t>
      </w:r>
      <w:r w:rsidR="000C4B14">
        <w:rPr>
          <w:rtl/>
          <w:lang w:bidi="fa-IR"/>
        </w:rPr>
        <w:t>،</w:t>
      </w:r>
      <w:r w:rsidRPr="003E3506">
        <w:rPr>
          <w:rtl/>
          <w:lang w:bidi="fa-IR"/>
        </w:rPr>
        <w:t xml:space="preserve"> نجس مى باشد.</w:t>
      </w:r>
    </w:p>
    <w:p w:rsidR="003E3506" w:rsidRPr="003E3506" w:rsidRDefault="003E3506" w:rsidP="003E3506">
      <w:pPr>
        <w:pStyle w:val="libNormal"/>
        <w:rPr>
          <w:lang w:bidi="fa-IR"/>
        </w:rPr>
      </w:pPr>
      <w:r w:rsidRPr="003E3506">
        <w:rPr>
          <w:rtl/>
          <w:lang w:bidi="fa-IR"/>
        </w:rPr>
        <w:t>و چنانچه وضو گرفته باشد باطل مى شود.</w:t>
      </w:r>
    </w:p>
    <w:p w:rsidR="003E3506" w:rsidRPr="003E3506" w:rsidRDefault="003E3506" w:rsidP="003E3506">
      <w:pPr>
        <w:pStyle w:val="libNormal"/>
        <w:rPr>
          <w:lang w:bidi="fa-IR"/>
        </w:rPr>
      </w:pPr>
      <w:r w:rsidRPr="003E3506">
        <w:rPr>
          <w:rtl/>
          <w:lang w:bidi="fa-IR"/>
        </w:rPr>
        <w:t>ولى اگر شك كند استبرايى كه كرده درست بوده يا نه و رطوبتى از او بيرون آيد كه نداند پاك است يا نه پاك مى باشد و وضو را هم باطل نمى كند.</w:t>
      </w:r>
    </w:p>
    <w:p w:rsidR="003E3506" w:rsidRPr="003E3506" w:rsidRDefault="003E3506" w:rsidP="003E3506">
      <w:pPr>
        <w:pStyle w:val="libNormal"/>
        <w:rPr>
          <w:lang w:bidi="fa-IR"/>
        </w:rPr>
      </w:pPr>
      <w:r w:rsidRPr="003E3506">
        <w:rPr>
          <w:rtl/>
          <w:lang w:bidi="fa-IR"/>
        </w:rPr>
        <w:t>٧٦ - كسى كه استبراء نكرده اگر به واسطه آنكه مدتى از بول كردن او گذشته اطمينان كند بول در مجرى نمانده است و رطوبتى ببيند و شك كند كه پاك است يا نه</w:t>
      </w:r>
      <w:r w:rsidR="000C4B14">
        <w:rPr>
          <w:rtl/>
          <w:lang w:bidi="fa-IR"/>
        </w:rPr>
        <w:t>،</w:t>
      </w:r>
      <w:r w:rsidRPr="003E3506">
        <w:rPr>
          <w:rtl/>
          <w:lang w:bidi="fa-IR"/>
        </w:rPr>
        <w:t xml:space="preserve"> آن رطوبت پاك مى باشد و وضو را هم باطل نمى كند.</w:t>
      </w:r>
    </w:p>
    <w:p w:rsidR="003E3506" w:rsidRPr="003E3506" w:rsidRDefault="003E3506" w:rsidP="003E3506">
      <w:pPr>
        <w:pStyle w:val="libNormal"/>
        <w:rPr>
          <w:lang w:bidi="fa-IR"/>
        </w:rPr>
      </w:pPr>
      <w:r w:rsidRPr="003E3506">
        <w:rPr>
          <w:rtl/>
          <w:lang w:bidi="fa-IR"/>
        </w:rPr>
        <w:lastRenderedPageBreak/>
        <w:t>٧٧ - اگر انسان بعد از بول استبراء كند و وضو بگيرد</w:t>
      </w:r>
      <w:r w:rsidR="000C4B14">
        <w:rPr>
          <w:rtl/>
          <w:lang w:bidi="fa-IR"/>
        </w:rPr>
        <w:t>،</w:t>
      </w:r>
      <w:r w:rsidRPr="003E3506">
        <w:rPr>
          <w:rtl/>
          <w:lang w:bidi="fa-IR"/>
        </w:rPr>
        <w:t xml:space="preserve"> چنانچه بعد از وضو رطوبتى ببيند كه بداند يا بول است يا منى</w:t>
      </w:r>
      <w:r w:rsidR="000C4B14">
        <w:rPr>
          <w:rtl/>
          <w:lang w:bidi="fa-IR"/>
        </w:rPr>
        <w:t>،</w:t>
      </w:r>
      <w:r w:rsidRPr="003E3506">
        <w:rPr>
          <w:rtl/>
          <w:lang w:bidi="fa-IR"/>
        </w:rPr>
        <w:t xml:space="preserve"> واجب است احتياطا غسل كند و وضو هم بگيرد.</w:t>
      </w:r>
    </w:p>
    <w:p w:rsidR="003E3506" w:rsidRPr="003E3506" w:rsidRDefault="003E3506" w:rsidP="003E3506">
      <w:pPr>
        <w:pStyle w:val="libNormal"/>
        <w:rPr>
          <w:lang w:bidi="fa-IR"/>
        </w:rPr>
      </w:pPr>
      <w:r w:rsidRPr="003E3506">
        <w:rPr>
          <w:rtl/>
          <w:lang w:bidi="fa-IR"/>
        </w:rPr>
        <w:t>ولى اگر وضو نگرفته باشد فقط گرفتن وضو كافى است</w:t>
      </w:r>
      <w:r w:rsidR="000C4B14">
        <w:rPr>
          <w:rtl/>
          <w:lang w:bidi="fa-IR"/>
        </w:rPr>
        <w:t>.</w:t>
      </w:r>
    </w:p>
    <w:p w:rsidR="003E3506" w:rsidRPr="003E3506" w:rsidRDefault="003E3506" w:rsidP="003E3506">
      <w:pPr>
        <w:pStyle w:val="libNormal"/>
        <w:rPr>
          <w:lang w:bidi="fa-IR"/>
        </w:rPr>
      </w:pPr>
      <w:r w:rsidRPr="003E3506">
        <w:rPr>
          <w:rtl/>
          <w:lang w:bidi="fa-IR"/>
        </w:rPr>
        <w:t>٧٨ - براى زن استبراء از بول نيست و اگر رطوبتى ببيند و شك كند كه بول است يا نه پاك مى باشد</w:t>
      </w:r>
      <w:r w:rsidR="000C4B14">
        <w:rPr>
          <w:rtl/>
          <w:lang w:bidi="fa-IR"/>
        </w:rPr>
        <w:t>،</w:t>
      </w:r>
      <w:r w:rsidRPr="003E3506">
        <w:rPr>
          <w:rtl/>
          <w:lang w:bidi="fa-IR"/>
        </w:rPr>
        <w:t xml:space="preserve"> و وضو و غسل او را هم باطل نمى كند.</w:t>
      </w:r>
    </w:p>
    <w:p w:rsidR="003E3506" w:rsidRPr="003E3506" w:rsidRDefault="002E6F2F" w:rsidP="003E3506">
      <w:pPr>
        <w:pStyle w:val="libNormal"/>
        <w:rPr>
          <w:lang w:bidi="fa-IR"/>
        </w:rPr>
      </w:pPr>
      <w:r>
        <w:rPr>
          <w:rtl/>
          <w:lang w:bidi="fa-IR"/>
        </w:rPr>
        <w:br w:type="page"/>
      </w:r>
    </w:p>
    <w:p w:rsidR="003E3506" w:rsidRDefault="00605FAB" w:rsidP="002E6F2F">
      <w:pPr>
        <w:pStyle w:val="Heading3"/>
        <w:rPr>
          <w:rtl/>
          <w:lang w:bidi="fa-IR"/>
        </w:rPr>
      </w:pPr>
      <w:bookmarkStart w:id="10" w:name="_Toc24454433"/>
      <w:r>
        <w:rPr>
          <w:rtl/>
          <w:lang w:bidi="fa-IR"/>
        </w:rPr>
        <w:t>(</w:t>
      </w:r>
      <w:r w:rsidR="003E3506" w:rsidRPr="003E3506">
        <w:rPr>
          <w:rtl/>
          <w:lang w:bidi="fa-IR"/>
        </w:rPr>
        <w:t>مستحبات و مكروهات تخلى</w:t>
      </w:r>
      <w:r>
        <w:rPr>
          <w:rtl/>
          <w:lang w:bidi="fa-IR"/>
        </w:rPr>
        <w:t>)</w:t>
      </w:r>
      <w:bookmarkEnd w:id="10"/>
    </w:p>
    <w:p w:rsidR="003E3506" w:rsidRPr="003E3506" w:rsidRDefault="003E3506" w:rsidP="003E3506">
      <w:pPr>
        <w:pStyle w:val="libNormal"/>
        <w:rPr>
          <w:lang w:bidi="fa-IR"/>
        </w:rPr>
      </w:pPr>
      <w:r w:rsidRPr="003E3506">
        <w:rPr>
          <w:rtl/>
          <w:lang w:bidi="fa-IR"/>
        </w:rPr>
        <w:t>٧٩ - مستحب است در موقع تخلى جايى بنشيند كه كسى او را نبيند و موقع وارد شدن بجاى تخلى اول پاى چپ</w:t>
      </w:r>
      <w:r w:rsidR="000C4B14">
        <w:rPr>
          <w:rtl/>
          <w:lang w:bidi="fa-IR"/>
        </w:rPr>
        <w:t>،</w:t>
      </w:r>
      <w:r w:rsidRPr="003E3506">
        <w:rPr>
          <w:rtl/>
          <w:lang w:bidi="fa-IR"/>
        </w:rPr>
        <w:t xml:space="preserve"> و موقع بيرون آمدن</w:t>
      </w:r>
      <w:r w:rsidR="000C4B14">
        <w:rPr>
          <w:rtl/>
          <w:lang w:bidi="fa-IR"/>
        </w:rPr>
        <w:t>،</w:t>
      </w:r>
      <w:r w:rsidRPr="003E3506">
        <w:rPr>
          <w:rtl/>
          <w:lang w:bidi="fa-IR"/>
        </w:rPr>
        <w:t xml:space="preserve"> اول پاى راست را بگذارد</w:t>
      </w:r>
      <w:r w:rsidR="000C4B14">
        <w:rPr>
          <w:rtl/>
          <w:lang w:bidi="fa-IR"/>
        </w:rPr>
        <w:t>،</w:t>
      </w:r>
      <w:r w:rsidRPr="003E3506">
        <w:rPr>
          <w:rtl/>
          <w:lang w:bidi="fa-IR"/>
        </w:rPr>
        <w:t xml:space="preserve"> و همچنين مستحب است در حال تخلى سر را بپوشاند و سنگينى بدن را بر پاى چپ بيندازد.</w:t>
      </w:r>
    </w:p>
    <w:p w:rsidR="003E3506" w:rsidRPr="003E3506" w:rsidRDefault="003E3506" w:rsidP="003E3506">
      <w:pPr>
        <w:pStyle w:val="libNormal"/>
        <w:rPr>
          <w:lang w:bidi="fa-IR"/>
        </w:rPr>
      </w:pPr>
      <w:r w:rsidRPr="003E3506">
        <w:rPr>
          <w:rtl/>
          <w:lang w:bidi="fa-IR"/>
        </w:rPr>
        <w:t>٨٠ - نشستن روبروى خورشيد و ماه</w:t>
      </w:r>
      <w:r w:rsidR="000C4B14">
        <w:rPr>
          <w:rtl/>
          <w:lang w:bidi="fa-IR"/>
        </w:rPr>
        <w:t>،</w:t>
      </w:r>
      <w:r w:rsidRPr="003E3506">
        <w:rPr>
          <w:rtl/>
          <w:lang w:bidi="fa-IR"/>
        </w:rPr>
        <w:t xml:space="preserve"> در موقع تخلى مكروه است ولى اگر عورت خود را به وسيله اى بپوشاند مكروه نيست</w:t>
      </w:r>
      <w:r w:rsidR="000C4B14">
        <w:rPr>
          <w:rtl/>
          <w:lang w:bidi="fa-IR"/>
        </w:rPr>
        <w:t>.</w:t>
      </w:r>
    </w:p>
    <w:p w:rsidR="003E3506" w:rsidRPr="003E3506" w:rsidRDefault="003E3506" w:rsidP="003E3506">
      <w:pPr>
        <w:pStyle w:val="libNormal"/>
        <w:rPr>
          <w:lang w:bidi="fa-IR"/>
        </w:rPr>
      </w:pPr>
      <w:r w:rsidRPr="003E3506">
        <w:rPr>
          <w:rtl/>
          <w:lang w:bidi="fa-IR"/>
        </w:rPr>
        <w:t>و نيز در موقع تخلى نشستن روبروى باد و در جاده و خيابان و كوچه و در خانه و زير درختى كه ميوه مى دهد و چيز خوردن و توقف زياد و تطهير كردن با دست راست مكروه مى باشد.</w:t>
      </w:r>
    </w:p>
    <w:p w:rsidR="003E3506" w:rsidRPr="003E3506" w:rsidRDefault="003E3506" w:rsidP="003E3506">
      <w:pPr>
        <w:pStyle w:val="libNormal"/>
        <w:rPr>
          <w:lang w:bidi="fa-IR"/>
        </w:rPr>
      </w:pPr>
      <w:r w:rsidRPr="003E3506">
        <w:rPr>
          <w:rtl/>
          <w:lang w:bidi="fa-IR"/>
        </w:rPr>
        <w:t>و همچنين است حرف زدن در حال تخلى</w:t>
      </w:r>
      <w:r w:rsidR="000C4B14">
        <w:rPr>
          <w:rtl/>
          <w:lang w:bidi="fa-IR"/>
        </w:rPr>
        <w:t>،</w:t>
      </w:r>
      <w:r w:rsidRPr="003E3506">
        <w:rPr>
          <w:rtl/>
          <w:lang w:bidi="fa-IR"/>
        </w:rPr>
        <w:t xml:space="preserve"> ولى اگر ناچار باشد يا ذكر خدا بگويد اشكال ندارد.</w:t>
      </w:r>
    </w:p>
    <w:p w:rsidR="003E3506" w:rsidRPr="003E3506" w:rsidRDefault="003E3506" w:rsidP="003E3506">
      <w:pPr>
        <w:pStyle w:val="libNormal"/>
        <w:rPr>
          <w:lang w:bidi="fa-IR"/>
        </w:rPr>
      </w:pPr>
      <w:r w:rsidRPr="003E3506">
        <w:rPr>
          <w:rtl/>
          <w:lang w:bidi="fa-IR"/>
        </w:rPr>
        <w:t>٨١ - ايستاده بول كردن و بول كردن در زمين سخت</w:t>
      </w:r>
      <w:r w:rsidR="000C4B14">
        <w:rPr>
          <w:rtl/>
          <w:lang w:bidi="fa-IR"/>
        </w:rPr>
        <w:t>،</w:t>
      </w:r>
      <w:r w:rsidRPr="003E3506">
        <w:rPr>
          <w:rtl/>
          <w:lang w:bidi="fa-IR"/>
        </w:rPr>
        <w:t xml:space="preserve"> و سوراخ جانوران</w:t>
      </w:r>
      <w:r w:rsidR="000C4B14">
        <w:rPr>
          <w:rtl/>
          <w:lang w:bidi="fa-IR"/>
        </w:rPr>
        <w:t>،</w:t>
      </w:r>
      <w:r w:rsidRPr="003E3506">
        <w:rPr>
          <w:rtl/>
          <w:lang w:bidi="fa-IR"/>
        </w:rPr>
        <w:t xml:space="preserve"> و در آب</w:t>
      </w:r>
      <w:r w:rsidR="000C4B14">
        <w:rPr>
          <w:rtl/>
          <w:lang w:bidi="fa-IR"/>
        </w:rPr>
        <w:t>،</w:t>
      </w:r>
      <w:r w:rsidRPr="003E3506">
        <w:rPr>
          <w:rtl/>
          <w:lang w:bidi="fa-IR"/>
        </w:rPr>
        <w:t xml:space="preserve"> خصوصا آب</w:t>
      </w:r>
      <w:r w:rsidR="000C4B14">
        <w:rPr>
          <w:rtl/>
          <w:lang w:bidi="fa-IR"/>
        </w:rPr>
        <w:t>،</w:t>
      </w:r>
      <w:r w:rsidRPr="003E3506">
        <w:rPr>
          <w:rtl/>
          <w:lang w:bidi="fa-IR"/>
        </w:rPr>
        <w:t xml:space="preserve"> ايستاده مكروه است</w:t>
      </w:r>
      <w:r w:rsidR="000C4B14">
        <w:rPr>
          <w:rtl/>
          <w:lang w:bidi="fa-IR"/>
        </w:rPr>
        <w:t>.</w:t>
      </w:r>
    </w:p>
    <w:p w:rsidR="003E3506" w:rsidRPr="003E3506" w:rsidRDefault="003E3506" w:rsidP="003E3506">
      <w:pPr>
        <w:pStyle w:val="libNormal"/>
        <w:rPr>
          <w:lang w:bidi="fa-IR"/>
        </w:rPr>
      </w:pPr>
      <w:r w:rsidRPr="003E3506">
        <w:rPr>
          <w:rtl/>
          <w:lang w:bidi="fa-IR"/>
        </w:rPr>
        <w:t>٨٢ - خوددارى كردن از بول و غايط مكروه است</w:t>
      </w:r>
      <w:r w:rsidR="000C4B14">
        <w:rPr>
          <w:rtl/>
          <w:lang w:bidi="fa-IR"/>
        </w:rPr>
        <w:t>.</w:t>
      </w:r>
    </w:p>
    <w:p w:rsidR="003E3506" w:rsidRPr="003E3506" w:rsidRDefault="003E3506" w:rsidP="003E3506">
      <w:pPr>
        <w:pStyle w:val="libNormal"/>
        <w:rPr>
          <w:lang w:bidi="fa-IR"/>
        </w:rPr>
      </w:pPr>
      <w:r w:rsidRPr="003E3506">
        <w:rPr>
          <w:rtl/>
          <w:lang w:bidi="fa-IR"/>
        </w:rPr>
        <w:t>و اگر براى بدن ضرر كلى داشته باشد حرام است</w:t>
      </w:r>
      <w:r w:rsidR="000C4B14">
        <w:rPr>
          <w:rtl/>
          <w:lang w:bidi="fa-IR"/>
        </w:rPr>
        <w:t>.</w:t>
      </w:r>
    </w:p>
    <w:p w:rsidR="003E3506" w:rsidRPr="003E3506" w:rsidRDefault="003E3506" w:rsidP="003E3506">
      <w:pPr>
        <w:pStyle w:val="libNormal"/>
        <w:rPr>
          <w:lang w:bidi="fa-IR"/>
        </w:rPr>
      </w:pPr>
      <w:r w:rsidRPr="003E3506">
        <w:rPr>
          <w:rtl/>
          <w:lang w:bidi="fa-IR"/>
        </w:rPr>
        <w:t>٨٣ - مستحب است انسان پيش از نماز و پيش از خواب و پيش از جماع و بعد از بيرون آمدن منى بول كند.</w:t>
      </w:r>
    </w:p>
    <w:p w:rsidR="003E3506" w:rsidRPr="003E3506" w:rsidRDefault="002E6F2F" w:rsidP="003E3506">
      <w:pPr>
        <w:pStyle w:val="libNormal"/>
        <w:rPr>
          <w:lang w:bidi="fa-IR"/>
        </w:rPr>
      </w:pPr>
      <w:r>
        <w:rPr>
          <w:rtl/>
          <w:lang w:bidi="fa-IR"/>
        </w:rPr>
        <w:br w:type="page"/>
      </w:r>
    </w:p>
    <w:p w:rsidR="003E3506" w:rsidRDefault="00605FAB" w:rsidP="002E6F2F">
      <w:pPr>
        <w:pStyle w:val="Heading2"/>
        <w:rPr>
          <w:rtl/>
          <w:lang w:bidi="fa-IR"/>
        </w:rPr>
      </w:pPr>
      <w:bookmarkStart w:id="11" w:name="_Toc24454434"/>
      <w:r>
        <w:rPr>
          <w:rtl/>
          <w:lang w:bidi="fa-IR"/>
        </w:rPr>
        <w:t>(</w:t>
      </w:r>
      <w:r w:rsidR="003E3506" w:rsidRPr="003E3506">
        <w:rPr>
          <w:rtl/>
          <w:lang w:bidi="fa-IR"/>
        </w:rPr>
        <w:t>نجاسات</w:t>
      </w:r>
      <w:r>
        <w:rPr>
          <w:rtl/>
          <w:lang w:bidi="fa-IR"/>
        </w:rPr>
        <w:t>)</w:t>
      </w:r>
      <w:bookmarkEnd w:id="11"/>
    </w:p>
    <w:p w:rsidR="003E3506" w:rsidRPr="003E3506" w:rsidRDefault="003E3506" w:rsidP="003E3506">
      <w:pPr>
        <w:pStyle w:val="libNormal"/>
        <w:rPr>
          <w:lang w:bidi="fa-IR"/>
        </w:rPr>
      </w:pPr>
      <w:r w:rsidRPr="003E3506">
        <w:rPr>
          <w:rtl/>
          <w:lang w:bidi="fa-IR"/>
        </w:rPr>
        <w:t>٨٤ - نجاسات ده چيز است</w:t>
      </w:r>
      <w:r w:rsidR="00553569">
        <w:rPr>
          <w:rtl/>
          <w:lang w:bidi="fa-IR"/>
        </w:rPr>
        <w:t>:</w:t>
      </w:r>
      <w:r w:rsidRPr="003E3506">
        <w:rPr>
          <w:rtl/>
          <w:lang w:bidi="fa-IR"/>
        </w:rPr>
        <w:t xml:space="preserve"> </w:t>
      </w:r>
      <w:r w:rsidRPr="002E6F2F">
        <w:rPr>
          <w:rStyle w:val="libBold1Char"/>
          <w:rtl/>
        </w:rPr>
        <w:t>اول</w:t>
      </w:r>
      <w:r w:rsidR="00553569" w:rsidRPr="002E6F2F">
        <w:rPr>
          <w:rStyle w:val="libBold1Char"/>
          <w:rtl/>
        </w:rPr>
        <w:t>:</w:t>
      </w:r>
      <w:r w:rsidRPr="002E6F2F">
        <w:rPr>
          <w:rStyle w:val="libBold1Char"/>
          <w:rtl/>
        </w:rPr>
        <w:t xml:space="preserve"> بول</w:t>
      </w:r>
      <w:r w:rsidR="000C4B14" w:rsidRPr="002E6F2F">
        <w:rPr>
          <w:rStyle w:val="libBold1Char"/>
          <w:rtl/>
        </w:rPr>
        <w:t>،</w:t>
      </w:r>
      <w:r w:rsidRPr="002E6F2F">
        <w:rPr>
          <w:rStyle w:val="libBold1Char"/>
          <w:rtl/>
        </w:rPr>
        <w:t xml:space="preserve"> دوم</w:t>
      </w:r>
      <w:r w:rsidR="00553569" w:rsidRPr="002E6F2F">
        <w:rPr>
          <w:rStyle w:val="libBold1Char"/>
          <w:rtl/>
        </w:rPr>
        <w:t>:</w:t>
      </w:r>
      <w:r w:rsidRPr="002E6F2F">
        <w:rPr>
          <w:rStyle w:val="libBold1Char"/>
          <w:rtl/>
        </w:rPr>
        <w:t xml:space="preserve"> غايط</w:t>
      </w:r>
      <w:r w:rsidR="000C4B14" w:rsidRPr="002E6F2F">
        <w:rPr>
          <w:rStyle w:val="libBold1Char"/>
          <w:rtl/>
        </w:rPr>
        <w:t>،</w:t>
      </w:r>
      <w:r w:rsidRPr="002E6F2F">
        <w:rPr>
          <w:rStyle w:val="libBold1Char"/>
          <w:rtl/>
        </w:rPr>
        <w:t xml:space="preserve"> سوم</w:t>
      </w:r>
      <w:r w:rsidR="00553569" w:rsidRPr="002E6F2F">
        <w:rPr>
          <w:rStyle w:val="libBold1Char"/>
          <w:rtl/>
        </w:rPr>
        <w:t>:</w:t>
      </w:r>
      <w:r w:rsidRPr="002E6F2F">
        <w:rPr>
          <w:rStyle w:val="libBold1Char"/>
          <w:rtl/>
        </w:rPr>
        <w:t xml:space="preserve"> منى</w:t>
      </w:r>
      <w:r w:rsidR="000C4B14" w:rsidRPr="002E6F2F">
        <w:rPr>
          <w:rStyle w:val="libBold1Char"/>
          <w:rtl/>
        </w:rPr>
        <w:t>،</w:t>
      </w:r>
      <w:r w:rsidRPr="002E6F2F">
        <w:rPr>
          <w:rStyle w:val="libBold1Char"/>
          <w:rtl/>
        </w:rPr>
        <w:t xml:space="preserve"> چهارم</w:t>
      </w:r>
      <w:r w:rsidR="00553569" w:rsidRPr="002E6F2F">
        <w:rPr>
          <w:rStyle w:val="libBold1Char"/>
          <w:rtl/>
        </w:rPr>
        <w:t>:</w:t>
      </w:r>
      <w:r w:rsidRPr="002E6F2F">
        <w:rPr>
          <w:rStyle w:val="libBold1Char"/>
          <w:rtl/>
        </w:rPr>
        <w:t xml:space="preserve"> مردار</w:t>
      </w:r>
      <w:r w:rsidR="000C4B14" w:rsidRPr="002E6F2F">
        <w:rPr>
          <w:rStyle w:val="libBold1Char"/>
          <w:rtl/>
        </w:rPr>
        <w:t>،</w:t>
      </w:r>
      <w:r w:rsidRPr="002E6F2F">
        <w:rPr>
          <w:rStyle w:val="libBold1Char"/>
          <w:rtl/>
        </w:rPr>
        <w:t xml:space="preserve"> پنجم</w:t>
      </w:r>
      <w:r w:rsidR="00553569" w:rsidRPr="002E6F2F">
        <w:rPr>
          <w:rStyle w:val="libBold1Char"/>
          <w:rtl/>
        </w:rPr>
        <w:t>:</w:t>
      </w:r>
      <w:r w:rsidRPr="002E6F2F">
        <w:rPr>
          <w:rStyle w:val="libBold1Char"/>
          <w:rtl/>
        </w:rPr>
        <w:t xml:space="preserve"> خون</w:t>
      </w:r>
      <w:r w:rsidR="000C4B14" w:rsidRPr="002E6F2F">
        <w:rPr>
          <w:rStyle w:val="libBold1Char"/>
          <w:rtl/>
        </w:rPr>
        <w:t>،</w:t>
      </w:r>
      <w:r w:rsidRPr="002E6F2F">
        <w:rPr>
          <w:rStyle w:val="libBold1Char"/>
          <w:rtl/>
        </w:rPr>
        <w:t xml:space="preserve"> ششم و هفتم</w:t>
      </w:r>
      <w:r w:rsidR="00553569" w:rsidRPr="002E6F2F">
        <w:rPr>
          <w:rStyle w:val="libBold1Char"/>
          <w:rtl/>
        </w:rPr>
        <w:t>:</w:t>
      </w:r>
      <w:r w:rsidRPr="002E6F2F">
        <w:rPr>
          <w:rStyle w:val="libBold1Char"/>
          <w:rtl/>
        </w:rPr>
        <w:t xml:space="preserve"> سگ و خوك</w:t>
      </w:r>
      <w:r w:rsidR="000C4B14" w:rsidRPr="002E6F2F">
        <w:rPr>
          <w:rStyle w:val="libBold1Char"/>
          <w:rtl/>
        </w:rPr>
        <w:t>،</w:t>
      </w:r>
      <w:r w:rsidRPr="002E6F2F">
        <w:rPr>
          <w:rStyle w:val="libBold1Char"/>
          <w:rtl/>
        </w:rPr>
        <w:t xml:space="preserve"> هشتم</w:t>
      </w:r>
      <w:r w:rsidR="00553569" w:rsidRPr="002E6F2F">
        <w:rPr>
          <w:rStyle w:val="libBold1Char"/>
          <w:rtl/>
        </w:rPr>
        <w:t>:</w:t>
      </w:r>
      <w:r w:rsidRPr="002E6F2F">
        <w:rPr>
          <w:rStyle w:val="libBold1Char"/>
          <w:rtl/>
        </w:rPr>
        <w:t xml:space="preserve"> كافر</w:t>
      </w:r>
      <w:r w:rsidR="000C4B14" w:rsidRPr="002E6F2F">
        <w:rPr>
          <w:rStyle w:val="libBold1Char"/>
          <w:rtl/>
        </w:rPr>
        <w:t>،</w:t>
      </w:r>
      <w:r w:rsidRPr="002E6F2F">
        <w:rPr>
          <w:rStyle w:val="libBold1Char"/>
          <w:rtl/>
        </w:rPr>
        <w:t xml:space="preserve"> نهم</w:t>
      </w:r>
      <w:r w:rsidR="00553569" w:rsidRPr="002E6F2F">
        <w:rPr>
          <w:rStyle w:val="libBold1Char"/>
          <w:rtl/>
        </w:rPr>
        <w:t>:</w:t>
      </w:r>
      <w:r w:rsidRPr="002E6F2F">
        <w:rPr>
          <w:rStyle w:val="libBold1Char"/>
          <w:rtl/>
        </w:rPr>
        <w:t xml:space="preserve"> شراب</w:t>
      </w:r>
      <w:r w:rsidR="000C4B14" w:rsidRPr="002E6F2F">
        <w:rPr>
          <w:rStyle w:val="libBold1Char"/>
          <w:rtl/>
        </w:rPr>
        <w:t>،</w:t>
      </w:r>
      <w:r w:rsidRPr="002E6F2F">
        <w:rPr>
          <w:rStyle w:val="libBold1Char"/>
          <w:rtl/>
        </w:rPr>
        <w:t xml:space="preserve"> دهم</w:t>
      </w:r>
      <w:r w:rsidR="00553569" w:rsidRPr="002E6F2F">
        <w:rPr>
          <w:rStyle w:val="libBold1Char"/>
          <w:rtl/>
        </w:rPr>
        <w:t>:</w:t>
      </w:r>
      <w:r w:rsidRPr="002E6F2F">
        <w:rPr>
          <w:rStyle w:val="libBold1Char"/>
          <w:rtl/>
        </w:rPr>
        <w:t xml:space="preserve"> عرق حيوان نجاستخوار</w:t>
      </w:r>
      <w:r w:rsidRPr="003E3506">
        <w:rPr>
          <w:rtl/>
          <w:lang w:bidi="fa-IR"/>
        </w:rPr>
        <w:t>.</w:t>
      </w:r>
    </w:p>
    <w:p w:rsidR="003E3506" w:rsidRPr="003E3506" w:rsidRDefault="002E6F2F" w:rsidP="003E3506">
      <w:pPr>
        <w:pStyle w:val="libNormal"/>
        <w:rPr>
          <w:lang w:bidi="fa-IR"/>
        </w:rPr>
      </w:pPr>
      <w:r>
        <w:rPr>
          <w:rtl/>
          <w:lang w:bidi="fa-IR"/>
        </w:rPr>
        <w:br w:type="page"/>
      </w:r>
    </w:p>
    <w:p w:rsidR="003E3506" w:rsidRDefault="00605FAB" w:rsidP="002E6F2F">
      <w:pPr>
        <w:pStyle w:val="Heading3"/>
        <w:rPr>
          <w:rtl/>
          <w:lang w:bidi="fa-IR"/>
        </w:rPr>
      </w:pPr>
      <w:bookmarkStart w:id="12" w:name="_Toc24454435"/>
      <w:r>
        <w:rPr>
          <w:rtl/>
          <w:lang w:bidi="fa-IR"/>
        </w:rPr>
        <w:t>(</w:t>
      </w:r>
      <w:r w:rsidR="003E3506" w:rsidRPr="003E3506">
        <w:rPr>
          <w:rtl/>
          <w:lang w:bidi="fa-IR"/>
        </w:rPr>
        <w:t>بول و غايط</w:t>
      </w:r>
      <w:r>
        <w:rPr>
          <w:rtl/>
          <w:lang w:bidi="fa-IR"/>
        </w:rPr>
        <w:t>)</w:t>
      </w:r>
      <w:bookmarkEnd w:id="12"/>
    </w:p>
    <w:p w:rsidR="003E3506" w:rsidRPr="003E3506" w:rsidRDefault="003E3506" w:rsidP="003E3506">
      <w:pPr>
        <w:pStyle w:val="libNormal"/>
        <w:rPr>
          <w:lang w:bidi="fa-IR"/>
        </w:rPr>
      </w:pPr>
      <w:r w:rsidRPr="003E3506">
        <w:rPr>
          <w:rtl/>
          <w:lang w:bidi="fa-IR"/>
        </w:rPr>
        <w:t>٨٥ - بول و غايط انسان و هر حيوان حرام گوشتى كه خون جهنده دارد يعنى اگر رگ آن را ببرند خون از آن جستن مى كند</w:t>
      </w:r>
      <w:r w:rsidR="000C4B14">
        <w:rPr>
          <w:rtl/>
          <w:lang w:bidi="fa-IR"/>
        </w:rPr>
        <w:t>،</w:t>
      </w:r>
      <w:r w:rsidRPr="003E3506">
        <w:rPr>
          <w:rtl/>
          <w:lang w:bidi="fa-IR"/>
        </w:rPr>
        <w:t xml:space="preserve"> نجس است</w:t>
      </w:r>
      <w:r w:rsidR="000C4B14">
        <w:rPr>
          <w:rtl/>
          <w:lang w:bidi="fa-IR"/>
        </w:rPr>
        <w:t>،</w:t>
      </w:r>
      <w:r w:rsidRPr="003E3506">
        <w:rPr>
          <w:rtl/>
          <w:lang w:bidi="fa-IR"/>
        </w:rPr>
        <w:t xml:space="preserve"> و غايط حيوان حرام گوشتى كه خون آن جستن نمى كند مثل ماهى حرام گوشت</w:t>
      </w:r>
      <w:r w:rsidR="000C4B14">
        <w:rPr>
          <w:rtl/>
          <w:lang w:bidi="fa-IR"/>
        </w:rPr>
        <w:t>،</w:t>
      </w:r>
      <w:r w:rsidRPr="003E3506">
        <w:rPr>
          <w:rtl/>
          <w:lang w:bidi="fa-IR"/>
        </w:rPr>
        <w:t xml:space="preserve"> و همچنين فضله حيوانات كوچك مثل پشه و مگس كه گوشت ندارند پاك است</w:t>
      </w:r>
      <w:r w:rsidR="000C4B14">
        <w:rPr>
          <w:rtl/>
          <w:lang w:bidi="fa-IR"/>
        </w:rPr>
        <w:t>،</w:t>
      </w:r>
      <w:r w:rsidRPr="003E3506">
        <w:rPr>
          <w:rtl/>
          <w:lang w:bidi="fa-IR"/>
        </w:rPr>
        <w:t xml:space="preserve"> ولى از بول حيوان حرام گوشت كه خون جهنده ندارد بايد بنابر احتياط لازم اجتناب كرد.</w:t>
      </w:r>
    </w:p>
    <w:p w:rsidR="003E3506" w:rsidRPr="003E3506" w:rsidRDefault="003E3506" w:rsidP="003E3506">
      <w:pPr>
        <w:pStyle w:val="libNormal"/>
        <w:rPr>
          <w:lang w:bidi="fa-IR"/>
        </w:rPr>
      </w:pPr>
      <w:r w:rsidRPr="003E3506">
        <w:rPr>
          <w:rtl/>
          <w:lang w:bidi="fa-IR"/>
        </w:rPr>
        <w:t>٨٦ - بول و فضله پرندگان حرام گوشت پاك و بهتر اجتناب از آنهاست</w:t>
      </w:r>
      <w:r w:rsidR="000C4B14">
        <w:rPr>
          <w:rtl/>
          <w:lang w:bidi="fa-IR"/>
        </w:rPr>
        <w:t>.</w:t>
      </w:r>
    </w:p>
    <w:p w:rsidR="003E3506" w:rsidRPr="003E3506" w:rsidRDefault="003E3506" w:rsidP="003E3506">
      <w:pPr>
        <w:pStyle w:val="libNormal"/>
        <w:rPr>
          <w:lang w:bidi="fa-IR"/>
        </w:rPr>
      </w:pPr>
      <w:r w:rsidRPr="003E3506">
        <w:rPr>
          <w:rtl/>
          <w:lang w:bidi="fa-IR"/>
        </w:rPr>
        <w:t>٨٧ - بول و غايط حيوان نجاستخوار نجس است و همچنين است بول و غايط بچه بزى كه شير خوك خورده به تفصيلى كه خواهد آمد يا حيوان چهارپايى كه انسان با آن نزديكى نموده است</w:t>
      </w:r>
      <w:r w:rsidR="000C4B14">
        <w:rPr>
          <w:rtl/>
          <w:lang w:bidi="fa-IR"/>
        </w:rPr>
        <w:t>.</w:t>
      </w:r>
    </w:p>
    <w:p w:rsidR="003E3506" w:rsidRPr="003E3506" w:rsidRDefault="00C123BD" w:rsidP="003E3506">
      <w:pPr>
        <w:pStyle w:val="libNormal"/>
        <w:rPr>
          <w:lang w:bidi="fa-IR"/>
        </w:rPr>
      </w:pPr>
      <w:r>
        <w:rPr>
          <w:rtl/>
          <w:lang w:bidi="fa-IR"/>
        </w:rPr>
        <w:br w:type="page"/>
      </w:r>
    </w:p>
    <w:p w:rsidR="003E3506" w:rsidRDefault="00605FAB" w:rsidP="00C123BD">
      <w:pPr>
        <w:pStyle w:val="Heading3"/>
        <w:rPr>
          <w:rtl/>
          <w:lang w:bidi="fa-IR"/>
        </w:rPr>
      </w:pPr>
      <w:bookmarkStart w:id="13" w:name="_Toc24454436"/>
      <w:r>
        <w:rPr>
          <w:rtl/>
          <w:lang w:bidi="fa-IR"/>
        </w:rPr>
        <w:t>(</w:t>
      </w:r>
      <w:r w:rsidR="003E3506" w:rsidRPr="003E3506">
        <w:rPr>
          <w:rtl/>
          <w:lang w:bidi="fa-IR"/>
        </w:rPr>
        <w:t>منى</w:t>
      </w:r>
      <w:r>
        <w:rPr>
          <w:rtl/>
          <w:lang w:bidi="fa-IR"/>
        </w:rPr>
        <w:t>)</w:t>
      </w:r>
      <w:bookmarkEnd w:id="13"/>
    </w:p>
    <w:p w:rsidR="00C123BD" w:rsidRDefault="003E3506" w:rsidP="003E3506">
      <w:pPr>
        <w:pStyle w:val="libNormal"/>
        <w:rPr>
          <w:rtl/>
          <w:lang w:bidi="fa-IR"/>
        </w:rPr>
      </w:pPr>
      <w:r w:rsidRPr="003E3506">
        <w:rPr>
          <w:rtl/>
          <w:lang w:bidi="fa-IR"/>
        </w:rPr>
        <w:t>٨٨ - منى انسان و هر حيوانى كه خون جهنده دارد نجس است</w:t>
      </w:r>
      <w:r w:rsidR="000C4B14">
        <w:rPr>
          <w:rtl/>
          <w:lang w:bidi="fa-IR"/>
        </w:rPr>
        <w:t>،</w:t>
      </w:r>
      <w:r w:rsidRPr="003E3506">
        <w:rPr>
          <w:rtl/>
          <w:lang w:bidi="fa-IR"/>
        </w:rPr>
        <w:t xml:space="preserve"> هر چند - بنابر احتياط لازم - حلال گوشت باشد.</w:t>
      </w:r>
    </w:p>
    <w:p w:rsidR="003E3506" w:rsidRPr="003E3506" w:rsidRDefault="00C123BD" w:rsidP="003E3506">
      <w:pPr>
        <w:pStyle w:val="libNormal"/>
        <w:rPr>
          <w:lang w:bidi="fa-IR"/>
        </w:rPr>
      </w:pPr>
      <w:r>
        <w:rPr>
          <w:rtl/>
          <w:lang w:bidi="fa-IR"/>
        </w:rPr>
        <w:br w:type="page"/>
      </w:r>
    </w:p>
    <w:p w:rsidR="003E3506" w:rsidRDefault="00605FAB" w:rsidP="00C123BD">
      <w:pPr>
        <w:pStyle w:val="Heading3"/>
        <w:rPr>
          <w:rtl/>
          <w:lang w:bidi="fa-IR"/>
        </w:rPr>
      </w:pPr>
      <w:bookmarkStart w:id="14" w:name="_Toc24454437"/>
      <w:r>
        <w:rPr>
          <w:rtl/>
          <w:lang w:bidi="fa-IR"/>
        </w:rPr>
        <w:t>(</w:t>
      </w:r>
      <w:r w:rsidR="003E3506" w:rsidRPr="003E3506">
        <w:rPr>
          <w:rtl/>
          <w:lang w:bidi="fa-IR"/>
        </w:rPr>
        <w:t>مردار</w:t>
      </w:r>
      <w:r>
        <w:rPr>
          <w:rtl/>
          <w:lang w:bidi="fa-IR"/>
        </w:rPr>
        <w:t>)</w:t>
      </w:r>
      <w:bookmarkEnd w:id="14"/>
    </w:p>
    <w:p w:rsidR="003E3506" w:rsidRPr="003E3506" w:rsidRDefault="003E3506" w:rsidP="003E3506">
      <w:pPr>
        <w:pStyle w:val="libNormal"/>
        <w:rPr>
          <w:lang w:bidi="fa-IR"/>
        </w:rPr>
      </w:pPr>
      <w:r w:rsidRPr="003E3506">
        <w:rPr>
          <w:rtl/>
          <w:lang w:bidi="fa-IR"/>
        </w:rPr>
        <w:t>٨٩ - مردار انسان و هر حيوانى كه خون جهنده دارد نجس است</w:t>
      </w:r>
      <w:r w:rsidR="000C4B14">
        <w:rPr>
          <w:rtl/>
          <w:lang w:bidi="fa-IR"/>
        </w:rPr>
        <w:t>،</w:t>
      </w:r>
      <w:r w:rsidRPr="003E3506">
        <w:rPr>
          <w:rtl/>
          <w:lang w:bidi="fa-IR"/>
        </w:rPr>
        <w:t xml:space="preserve"> چه خودش مرده باشد</w:t>
      </w:r>
      <w:r w:rsidR="000C4B14">
        <w:rPr>
          <w:rtl/>
          <w:lang w:bidi="fa-IR"/>
        </w:rPr>
        <w:t>،</w:t>
      </w:r>
      <w:r w:rsidRPr="003E3506">
        <w:rPr>
          <w:rtl/>
          <w:lang w:bidi="fa-IR"/>
        </w:rPr>
        <w:t xml:space="preserve"> يا به غير دستورى كه در شرع معين شده آن را كشته باشند.</w:t>
      </w:r>
    </w:p>
    <w:p w:rsidR="003E3506" w:rsidRPr="003E3506" w:rsidRDefault="003E3506" w:rsidP="003E3506">
      <w:pPr>
        <w:pStyle w:val="libNormal"/>
        <w:rPr>
          <w:lang w:bidi="fa-IR"/>
        </w:rPr>
      </w:pPr>
      <w:r w:rsidRPr="003E3506">
        <w:rPr>
          <w:rtl/>
          <w:lang w:bidi="fa-IR"/>
        </w:rPr>
        <w:t>و ماهى چون خون جهنده ندارد</w:t>
      </w:r>
      <w:r w:rsidR="000C4B14">
        <w:rPr>
          <w:rtl/>
          <w:lang w:bidi="fa-IR"/>
        </w:rPr>
        <w:t>،</w:t>
      </w:r>
      <w:r w:rsidRPr="003E3506">
        <w:rPr>
          <w:rtl/>
          <w:lang w:bidi="fa-IR"/>
        </w:rPr>
        <w:t xml:space="preserve"> اگرچه در آب بميرد پاك است</w:t>
      </w:r>
      <w:r w:rsidR="000C4B14">
        <w:rPr>
          <w:rtl/>
          <w:lang w:bidi="fa-IR"/>
        </w:rPr>
        <w:t>.</w:t>
      </w:r>
    </w:p>
    <w:p w:rsidR="003E3506" w:rsidRPr="003E3506" w:rsidRDefault="003E3506" w:rsidP="003E3506">
      <w:pPr>
        <w:pStyle w:val="libNormal"/>
        <w:rPr>
          <w:lang w:bidi="fa-IR"/>
        </w:rPr>
      </w:pPr>
      <w:r w:rsidRPr="003E3506">
        <w:rPr>
          <w:rtl/>
          <w:lang w:bidi="fa-IR"/>
        </w:rPr>
        <w:t>٩٠ - چيزهايى از مردار مثل پشم و مو و كرك و استخوان و دندان كه روح ندارند پاك است</w:t>
      </w:r>
      <w:r w:rsidR="000C4B14">
        <w:rPr>
          <w:rtl/>
          <w:lang w:bidi="fa-IR"/>
        </w:rPr>
        <w:t>.</w:t>
      </w:r>
    </w:p>
    <w:p w:rsidR="003E3506" w:rsidRPr="003E3506" w:rsidRDefault="003E3506" w:rsidP="001D3A82">
      <w:pPr>
        <w:pStyle w:val="libNormal"/>
        <w:rPr>
          <w:lang w:bidi="fa-IR"/>
        </w:rPr>
      </w:pPr>
      <w:r w:rsidRPr="003E3506">
        <w:rPr>
          <w:rtl/>
          <w:lang w:bidi="fa-IR"/>
        </w:rPr>
        <w:t>٩١ - اگر از بدن انسان يا حيوانى كه خون جهنده دارد در حالى كه زنده است گوشت يا چيز ديگرى را كه روح دارد جدا كنند</w:t>
      </w:r>
      <w:r w:rsidR="001D3A82">
        <w:rPr>
          <w:rFonts w:hint="cs"/>
          <w:rtl/>
          <w:lang w:bidi="fa-IR"/>
        </w:rPr>
        <w:t>؛</w:t>
      </w:r>
      <w:r w:rsidR="00C123BD">
        <w:rPr>
          <w:rFonts w:hint="cs"/>
          <w:rtl/>
          <w:lang w:bidi="fa-IR"/>
        </w:rPr>
        <w:t xml:space="preserve"> </w:t>
      </w:r>
      <w:r w:rsidRPr="003E3506">
        <w:rPr>
          <w:rtl/>
          <w:lang w:bidi="fa-IR"/>
        </w:rPr>
        <w:t>نجس است</w:t>
      </w:r>
      <w:r w:rsidR="000C4B14">
        <w:rPr>
          <w:rtl/>
          <w:lang w:bidi="fa-IR"/>
        </w:rPr>
        <w:t>.</w:t>
      </w:r>
    </w:p>
    <w:p w:rsidR="003E3506" w:rsidRPr="003E3506" w:rsidRDefault="003E3506" w:rsidP="003E3506">
      <w:pPr>
        <w:pStyle w:val="libNormal"/>
        <w:rPr>
          <w:lang w:bidi="fa-IR"/>
        </w:rPr>
      </w:pPr>
      <w:r w:rsidRPr="003E3506">
        <w:rPr>
          <w:rtl/>
          <w:lang w:bidi="fa-IR"/>
        </w:rPr>
        <w:t>٩٢ - اگر پوستهاى مختصر لب و جاهاى ديگر بدن را بكنند پاك است</w:t>
      </w:r>
      <w:r w:rsidR="000C4B14">
        <w:rPr>
          <w:rtl/>
          <w:lang w:bidi="fa-IR"/>
        </w:rPr>
        <w:t>.</w:t>
      </w:r>
    </w:p>
    <w:p w:rsidR="003E3506" w:rsidRPr="003E3506" w:rsidRDefault="003E3506" w:rsidP="003E3506">
      <w:pPr>
        <w:pStyle w:val="libNormal"/>
        <w:rPr>
          <w:lang w:bidi="fa-IR"/>
        </w:rPr>
      </w:pPr>
      <w:r w:rsidRPr="003E3506">
        <w:rPr>
          <w:rtl/>
          <w:lang w:bidi="fa-IR"/>
        </w:rPr>
        <w:t>٩٣ - تخم مرغ كه از شكم مرغ مرده بيرون مى آيد پاك است</w:t>
      </w:r>
      <w:r w:rsidR="000C4B14">
        <w:rPr>
          <w:rtl/>
          <w:lang w:bidi="fa-IR"/>
        </w:rPr>
        <w:t>،</w:t>
      </w:r>
      <w:r w:rsidRPr="003E3506">
        <w:rPr>
          <w:rtl/>
          <w:lang w:bidi="fa-IR"/>
        </w:rPr>
        <w:t xml:space="preserve"> ولى ظاهر آن را بايد آب كشيد.</w:t>
      </w:r>
    </w:p>
    <w:p w:rsidR="003E3506" w:rsidRPr="003E3506" w:rsidRDefault="003E3506" w:rsidP="003E3506">
      <w:pPr>
        <w:pStyle w:val="libNormal"/>
        <w:rPr>
          <w:lang w:bidi="fa-IR"/>
        </w:rPr>
      </w:pPr>
      <w:r w:rsidRPr="003E3506">
        <w:rPr>
          <w:rtl/>
          <w:lang w:bidi="fa-IR"/>
        </w:rPr>
        <w:t>٩٤ - اگر بره و بزغاله پيش از آن كه علفخوار شوند بميرند</w:t>
      </w:r>
      <w:r w:rsidR="000C4B14">
        <w:rPr>
          <w:rtl/>
          <w:lang w:bidi="fa-IR"/>
        </w:rPr>
        <w:t>،</w:t>
      </w:r>
      <w:r w:rsidRPr="003E3506">
        <w:rPr>
          <w:rtl/>
          <w:lang w:bidi="fa-IR"/>
        </w:rPr>
        <w:t xml:space="preserve"> پنير مايه اى كه در شيردان آنها مى باشد پاك است</w:t>
      </w:r>
      <w:r w:rsidR="000C4B14">
        <w:rPr>
          <w:rtl/>
          <w:lang w:bidi="fa-IR"/>
        </w:rPr>
        <w:t>.</w:t>
      </w:r>
    </w:p>
    <w:p w:rsidR="003E3506" w:rsidRPr="003E3506" w:rsidRDefault="003E3506" w:rsidP="003E3506">
      <w:pPr>
        <w:pStyle w:val="libNormal"/>
        <w:rPr>
          <w:lang w:bidi="fa-IR"/>
        </w:rPr>
      </w:pPr>
      <w:r w:rsidRPr="003E3506">
        <w:rPr>
          <w:rtl/>
          <w:lang w:bidi="fa-IR"/>
        </w:rPr>
        <w:t>ولى ظاهر آن را بايد آب كشيد.</w:t>
      </w:r>
    </w:p>
    <w:p w:rsidR="003E3506" w:rsidRPr="003E3506" w:rsidRDefault="003E3506" w:rsidP="003E3506">
      <w:pPr>
        <w:pStyle w:val="libNormal"/>
        <w:rPr>
          <w:lang w:bidi="fa-IR"/>
        </w:rPr>
      </w:pPr>
      <w:r w:rsidRPr="003E3506">
        <w:rPr>
          <w:rtl/>
          <w:lang w:bidi="fa-IR"/>
        </w:rPr>
        <w:t>٩٥ - دواجات روان</w:t>
      </w:r>
      <w:r w:rsidR="000C4B14">
        <w:rPr>
          <w:rtl/>
          <w:lang w:bidi="fa-IR"/>
        </w:rPr>
        <w:t>،</w:t>
      </w:r>
      <w:r w:rsidRPr="003E3506">
        <w:rPr>
          <w:rtl/>
          <w:lang w:bidi="fa-IR"/>
        </w:rPr>
        <w:t xml:space="preserve"> عطر</w:t>
      </w:r>
      <w:r w:rsidR="000C4B14">
        <w:rPr>
          <w:rtl/>
          <w:lang w:bidi="fa-IR"/>
        </w:rPr>
        <w:t>،</w:t>
      </w:r>
      <w:r w:rsidRPr="003E3506">
        <w:rPr>
          <w:rtl/>
          <w:lang w:bidi="fa-IR"/>
        </w:rPr>
        <w:t xml:space="preserve"> روغن</w:t>
      </w:r>
      <w:r w:rsidR="000C4B14">
        <w:rPr>
          <w:rtl/>
          <w:lang w:bidi="fa-IR"/>
        </w:rPr>
        <w:t>،</w:t>
      </w:r>
      <w:r w:rsidRPr="003E3506">
        <w:rPr>
          <w:rtl/>
          <w:lang w:bidi="fa-IR"/>
        </w:rPr>
        <w:t xml:space="preserve"> واكس و صابون كه از خارجه مى آورند</w:t>
      </w:r>
      <w:r w:rsidR="000C4B14">
        <w:rPr>
          <w:rtl/>
          <w:lang w:bidi="fa-IR"/>
        </w:rPr>
        <w:t>،</w:t>
      </w:r>
      <w:r w:rsidRPr="003E3506">
        <w:rPr>
          <w:rtl/>
          <w:lang w:bidi="fa-IR"/>
        </w:rPr>
        <w:t xml:space="preserve"> اگر انسان يقين به نجاست آنها نداشته باشد پاك است</w:t>
      </w:r>
      <w:r w:rsidR="000C4B14">
        <w:rPr>
          <w:rtl/>
          <w:lang w:bidi="fa-IR"/>
        </w:rPr>
        <w:t>.</w:t>
      </w:r>
    </w:p>
    <w:p w:rsidR="003E3506" w:rsidRPr="003E3506" w:rsidRDefault="003E3506" w:rsidP="003E3506">
      <w:pPr>
        <w:pStyle w:val="libNormal"/>
        <w:rPr>
          <w:lang w:bidi="fa-IR"/>
        </w:rPr>
      </w:pPr>
      <w:r w:rsidRPr="003E3506">
        <w:rPr>
          <w:rtl/>
          <w:lang w:bidi="fa-IR"/>
        </w:rPr>
        <w:t>٩٦ - گوشت</w:t>
      </w:r>
      <w:r w:rsidR="000C4B14">
        <w:rPr>
          <w:rtl/>
          <w:lang w:bidi="fa-IR"/>
        </w:rPr>
        <w:t>،</w:t>
      </w:r>
      <w:r w:rsidRPr="003E3506">
        <w:rPr>
          <w:rtl/>
          <w:lang w:bidi="fa-IR"/>
        </w:rPr>
        <w:t xml:space="preserve"> پيه و چرمى كه احتمال آن برود كه از حيوانى است كه به دستور شرع كشته شده پاك است</w:t>
      </w:r>
      <w:r w:rsidR="000C4B14">
        <w:rPr>
          <w:rtl/>
          <w:lang w:bidi="fa-IR"/>
        </w:rPr>
        <w:t>،</w:t>
      </w:r>
      <w:r w:rsidRPr="003E3506">
        <w:rPr>
          <w:rtl/>
          <w:lang w:bidi="fa-IR"/>
        </w:rPr>
        <w:t xml:space="preserve"> ولى اگر از دست كافر گرفته شود يا اينكه دست مسلمانى باشد كه از كافر گرفته و رسيدگى نكرده كه از حيوانى است كه به دستور شرع كشته شده يا نه</w:t>
      </w:r>
      <w:r w:rsidR="000C4B14">
        <w:rPr>
          <w:rtl/>
          <w:lang w:bidi="fa-IR"/>
        </w:rPr>
        <w:t>،</w:t>
      </w:r>
      <w:r w:rsidRPr="003E3506">
        <w:rPr>
          <w:rtl/>
          <w:lang w:bidi="fa-IR"/>
        </w:rPr>
        <w:t xml:space="preserve"> خوردن آن گوشت و پيه حرام است</w:t>
      </w:r>
      <w:r w:rsidR="000C4B14">
        <w:rPr>
          <w:rtl/>
          <w:lang w:bidi="fa-IR"/>
        </w:rPr>
        <w:t>،</w:t>
      </w:r>
      <w:r w:rsidRPr="003E3506">
        <w:rPr>
          <w:rtl/>
          <w:lang w:bidi="fa-IR"/>
        </w:rPr>
        <w:t xml:space="preserve"> ولى نماز در آن چرم جايز است</w:t>
      </w:r>
      <w:r w:rsidR="000C4B14">
        <w:rPr>
          <w:rtl/>
          <w:lang w:bidi="fa-IR"/>
        </w:rPr>
        <w:t>،</w:t>
      </w:r>
      <w:r w:rsidRPr="003E3506">
        <w:rPr>
          <w:rtl/>
          <w:lang w:bidi="fa-IR"/>
        </w:rPr>
        <w:t xml:space="preserve"> و اما آنچه از بازار مسلمانها يا از مسلمانى گرفته شود و معلوم نباشد كه از كافر گرفته شده</w:t>
      </w:r>
      <w:r w:rsidR="000C4B14">
        <w:rPr>
          <w:rtl/>
          <w:lang w:bidi="fa-IR"/>
        </w:rPr>
        <w:t>،</w:t>
      </w:r>
      <w:r w:rsidRPr="003E3506">
        <w:rPr>
          <w:rtl/>
          <w:lang w:bidi="fa-IR"/>
        </w:rPr>
        <w:t xml:space="preserve"> يا اين كه احتمال آن برود كه تحقيق كرده اگرچه از كافر گرفته باشد خوردن آن گوشت و پيه نيز جايز است</w:t>
      </w:r>
      <w:r w:rsidR="000C4B14">
        <w:rPr>
          <w:rtl/>
          <w:lang w:bidi="fa-IR"/>
        </w:rPr>
        <w:t>.</w:t>
      </w:r>
    </w:p>
    <w:p w:rsidR="003E3506" w:rsidRPr="003E3506" w:rsidRDefault="00E16CE1" w:rsidP="003E3506">
      <w:pPr>
        <w:pStyle w:val="libNormal"/>
        <w:rPr>
          <w:lang w:bidi="fa-IR"/>
        </w:rPr>
      </w:pPr>
      <w:r>
        <w:rPr>
          <w:rtl/>
          <w:lang w:bidi="fa-IR"/>
        </w:rPr>
        <w:br w:type="page"/>
      </w:r>
    </w:p>
    <w:p w:rsidR="003E3506" w:rsidRDefault="00605FAB" w:rsidP="00E16CE1">
      <w:pPr>
        <w:pStyle w:val="Heading3"/>
        <w:rPr>
          <w:rtl/>
          <w:lang w:bidi="fa-IR"/>
        </w:rPr>
      </w:pPr>
      <w:bookmarkStart w:id="15" w:name="_Toc24454438"/>
      <w:r>
        <w:rPr>
          <w:rtl/>
          <w:lang w:bidi="fa-IR"/>
        </w:rPr>
        <w:t>(</w:t>
      </w:r>
      <w:r w:rsidR="003E3506" w:rsidRPr="003E3506">
        <w:rPr>
          <w:rtl/>
          <w:lang w:bidi="fa-IR"/>
        </w:rPr>
        <w:t>خون</w:t>
      </w:r>
      <w:r>
        <w:rPr>
          <w:rtl/>
          <w:lang w:bidi="fa-IR"/>
        </w:rPr>
        <w:t>)</w:t>
      </w:r>
      <w:bookmarkEnd w:id="15"/>
    </w:p>
    <w:p w:rsidR="003E3506" w:rsidRPr="003E3506" w:rsidRDefault="003E3506" w:rsidP="003E3506">
      <w:pPr>
        <w:pStyle w:val="libNormal"/>
        <w:rPr>
          <w:lang w:bidi="fa-IR"/>
        </w:rPr>
      </w:pPr>
      <w:r w:rsidRPr="003E3506">
        <w:rPr>
          <w:rtl/>
          <w:lang w:bidi="fa-IR"/>
        </w:rPr>
        <w:t>٩٧ - خون انسان و هر حيوانى كه خون جهنده دارد يعنى حيوانى كه اگر رگ آن را ببرند خون از آن جستن مى كند نجس است</w:t>
      </w:r>
      <w:r w:rsidR="000C4B14">
        <w:rPr>
          <w:rtl/>
          <w:lang w:bidi="fa-IR"/>
        </w:rPr>
        <w:t>،</w:t>
      </w:r>
      <w:r w:rsidRPr="003E3506">
        <w:rPr>
          <w:rtl/>
          <w:lang w:bidi="fa-IR"/>
        </w:rPr>
        <w:t xml:space="preserve"> پس خون حيوانى كه مانند ماهى و پشه خون جهنده ندارد پاك مى باشد.</w:t>
      </w:r>
    </w:p>
    <w:p w:rsidR="003E3506" w:rsidRPr="003E3506" w:rsidRDefault="003E3506" w:rsidP="003E3506">
      <w:pPr>
        <w:pStyle w:val="libNormal"/>
        <w:rPr>
          <w:lang w:bidi="fa-IR"/>
        </w:rPr>
      </w:pPr>
      <w:r w:rsidRPr="003E3506">
        <w:rPr>
          <w:rtl/>
          <w:lang w:bidi="fa-IR"/>
        </w:rPr>
        <w:t>٩٨ - اگر حيوان حلال گوشت را به دستورى كه در شرع معين شده بكشند و خون آن به مقدار لازم بيرون آيد خونى كه در بدنش مى ماند پاك است ولى اگر به علت نفس كشيدن يا به واسطه اين كه سر حيوان در جاى بلند بوده خون به بدن حيوان برگردد</w:t>
      </w:r>
      <w:r w:rsidR="000C4B14">
        <w:rPr>
          <w:rtl/>
          <w:lang w:bidi="fa-IR"/>
        </w:rPr>
        <w:t>،</w:t>
      </w:r>
      <w:r w:rsidRPr="003E3506">
        <w:rPr>
          <w:rtl/>
          <w:lang w:bidi="fa-IR"/>
        </w:rPr>
        <w:t xml:space="preserve"> آن خون نجس است</w:t>
      </w:r>
      <w:r w:rsidR="000C4B14">
        <w:rPr>
          <w:rtl/>
          <w:lang w:bidi="fa-IR"/>
        </w:rPr>
        <w:t>.</w:t>
      </w:r>
    </w:p>
    <w:p w:rsidR="003E3506" w:rsidRPr="003E3506" w:rsidRDefault="003E3506" w:rsidP="003E3506">
      <w:pPr>
        <w:pStyle w:val="libNormal"/>
        <w:rPr>
          <w:lang w:bidi="fa-IR"/>
        </w:rPr>
      </w:pPr>
      <w:r w:rsidRPr="003E3506">
        <w:rPr>
          <w:rtl/>
          <w:lang w:bidi="fa-IR"/>
        </w:rPr>
        <w:t>٩٩ - احتياط مستحب آن است كه از تخم مرغى كه ذره اى خون در آن مى باشد اجتناب شود و اگر خون در زرده باشد تا پوست نازك روى آن پاره نشده سفيده بدون اشكال پاك است</w:t>
      </w:r>
      <w:r w:rsidR="000C4B14">
        <w:rPr>
          <w:rtl/>
          <w:lang w:bidi="fa-IR"/>
        </w:rPr>
        <w:t>.</w:t>
      </w:r>
    </w:p>
    <w:p w:rsidR="003E3506" w:rsidRPr="003E3506" w:rsidRDefault="003E3506" w:rsidP="003E3506">
      <w:pPr>
        <w:pStyle w:val="libNormal"/>
        <w:rPr>
          <w:lang w:bidi="fa-IR"/>
        </w:rPr>
      </w:pPr>
      <w:r w:rsidRPr="003E3506">
        <w:rPr>
          <w:rtl/>
          <w:lang w:bidi="fa-IR"/>
        </w:rPr>
        <w:t>١٠٠ - خونى كه گاهى موقع دوشيدن شير ديده مى شود نجس است و شير را نجس مى كند.</w:t>
      </w:r>
    </w:p>
    <w:p w:rsidR="003E3506" w:rsidRPr="003E3506" w:rsidRDefault="003E3506" w:rsidP="003E3506">
      <w:pPr>
        <w:pStyle w:val="libNormal"/>
        <w:rPr>
          <w:lang w:bidi="fa-IR"/>
        </w:rPr>
      </w:pPr>
      <w:r w:rsidRPr="003E3506">
        <w:rPr>
          <w:rtl/>
          <w:lang w:bidi="fa-IR"/>
        </w:rPr>
        <w:t>١٠١ - اگر خونى كه از لاى دندانها مى آيد</w:t>
      </w:r>
      <w:r w:rsidR="000C4B14">
        <w:rPr>
          <w:rtl/>
          <w:lang w:bidi="fa-IR"/>
        </w:rPr>
        <w:t>،</w:t>
      </w:r>
      <w:r w:rsidRPr="003E3506">
        <w:rPr>
          <w:rtl/>
          <w:lang w:bidi="fa-IR"/>
        </w:rPr>
        <w:t xml:space="preserve"> به واسطه مخلوط شدن با آب دهان از بين برود</w:t>
      </w:r>
      <w:r w:rsidR="000C4B14">
        <w:rPr>
          <w:rtl/>
          <w:lang w:bidi="fa-IR"/>
        </w:rPr>
        <w:t>،</w:t>
      </w:r>
      <w:r w:rsidRPr="003E3506">
        <w:rPr>
          <w:rtl/>
          <w:lang w:bidi="fa-IR"/>
        </w:rPr>
        <w:t xml:space="preserve"> اجتناب از آب دهان لازم نيست</w:t>
      </w:r>
      <w:r w:rsidR="000C4B14">
        <w:rPr>
          <w:rtl/>
          <w:lang w:bidi="fa-IR"/>
        </w:rPr>
        <w:t>.</w:t>
      </w:r>
    </w:p>
    <w:p w:rsidR="003E3506" w:rsidRPr="003E3506" w:rsidRDefault="003E3506" w:rsidP="003E3506">
      <w:pPr>
        <w:pStyle w:val="libNormal"/>
        <w:rPr>
          <w:lang w:bidi="fa-IR"/>
        </w:rPr>
      </w:pPr>
      <w:r w:rsidRPr="003E3506">
        <w:rPr>
          <w:rtl/>
          <w:lang w:bidi="fa-IR"/>
        </w:rPr>
        <w:t>١٠٢ - خونى كه به واسطه كوبيده شدن</w:t>
      </w:r>
      <w:r w:rsidR="000C4B14">
        <w:rPr>
          <w:rtl/>
          <w:lang w:bidi="fa-IR"/>
        </w:rPr>
        <w:t>،</w:t>
      </w:r>
      <w:r w:rsidRPr="003E3506">
        <w:rPr>
          <w:rtl/>
          <w:lang w:bidi="fa-IR"/>
        </w:rPr>
        <w:t xml:space="preserve"> زير ناخن يا زير پوست مى ميرد</w:t>
      </w:r>
      <w:r w:rsidR="000C4B14">
        <w:rPr>
          <w:rtl/>
          <w:lang w:bidi="fa-IR"/>
        </w:rPr>
        <w:t>،</w:t>
      </w:r>
      <w:r w:rsidRPr="003E3506">
        <w:rPr>
          <w:rtl/>
          <w:lang w:bidi="fa-IR"/>
        </w:rPr>
        <w:t xml:space="preserve"> اگر طورى شود كه ديگر به آن خون نگويند پاك و اگر به آن خون بگويند و ظاهر گردد نجس است</w:t>
      </w:r>
      <w:r w:rsidR="000C4B14">
        <w:rPr>
          <w:rtl/>
          <w:lang w:bidi="fa-IR"/>
        </w:rPr>
        <w:t>.</w:t>
      </w:r>
    </w:p>
    <w:p w:rsidR="003E3506" w:rsidRPr="003E3506" w:rsidRDefault="003E3506" w:rsidP="003E3506">
      <w:pPr>
        <w:pStyle w:val="libNormal"/>
        <w:rPr>
          <w:lang w:bidi="fa-IR"/>
        </w:rPr>
      </w:pPr>
      <w:r w:rsidRPr="003E3506">
        <w:rPr>
          <w:rtl/>
          <w:lang w:bidi="fa-IR"/>
        </w:rPr>
        <w:t>پس چنانچه ناخن يا پوست سوراخ شود اگر بيرون آوردن خون و تطهير محل جهت وضو يا غسل مشقت زياد دارد بايد تيمم نمايد.</w:t>
      </w:r>
    </w:p>
    <w:p w:rsidR="003E3506" w:rsidRPr="003E3506" w:rsidRDefault="003E3506" w:rsidP="003E3506">
      <w:pPr>
        <w:pStyle w:val="libNormal"/>
        <w:rPr>
          <w:lang w:bidi="fa-IR"/>
        </w:rPr>
      </w:pPr>
      <w:r w:rsidRPr="003E3506">
        <w:rPr>
          <w:rtl/>
          <w:lang w:bidi="fa-IR"/>
        </w:rPr>
        <w:t>١٠٣ - اگر انسان نداند كه خون زير پوست مرده يا گوشت به واسطه كوبيده شدن به آن حالت درآمده پاك است</w:t>
      </w:r>
      <w:r w:rsidR="000C4B14">
        <w:rPr>
          <w:rtl/>
          <w:lang w:bidi="fa-IR"/>
        </w:rPr>
        <w:t>.</w:t>
      </w:r>
    </w:p>
    <w:p w:rsidR="003E3506" w:rsidRPr="003E3506" w:rsidRDefault="003E3506" w:rsidP="003E3506">
      <w:pPr>
        <w:pStyle w:val="libNormal"/>
        <w:rPr>
          <w:lang w:bidi="fa-IR"/>
        </w:rPr>
      </w:pPr>
      <w:r w:rsidRPr="003E3506">
        <w:rPr>
          <w:rtl/>
          <w:lang w:bidi="fa-IR"/>
        </w:rPr>
        <w:t>١٠٤ - اگر موقع جوشيدن غذا ذره اى خون در آن بيفتد</w:t>
      </w:r>
      <w:r w:rsidR="000C4B14">
        <w:rPr>
          <w:rtl/>
          <w:lang w:bidi="fa-IR"/>
        </w:rPr>
        <w:t>،</w:t>
      </w:r>
      <w:r w:rsidRPr="003E3506">
        <w:rPr>
          <w:rtl/>
          <w:lang w:bidi="fa-IR"/>
        </w:rPr>
        <w:t xml:space="preserve"> تمام غذا و ظرف آن بنابر احتياط لازم نجس مى شود</w:t>
      </w:r>
      <w:r w:rsidR="000C4B14">
        <w:rPr>
          <w:rtl/>
          <w:lang w:bidi="fa-IR"/>
        </w:rPr>
        <w:t>،</w:t>
      </w:r>
      <w:r w:rsidRPr="003E3506">
        <w:rPr>
          <w:rtl/>
          <w:lang w:bidi="fa-IR"/>
        </w:rPr>
        <w:t xml:space="preserve"> و جوشيدن و حرارت و آتش پاك كننده نيست</w:t>
      </w:r>
      <w:r w:rsidR="000C4B14">
        <w:rPr>
          <w:rtl/>
          <w:lang w:bidi="fa-IR"/>
        </w:rPr>
        <w:t>.</w:t>
      </w:r>
    </w:p>
    <w:p w:rsidR="00B95F0F" w:rsidRDefault="003E3506" w:rsidP="003E3506">
      <w:pPr>
        <w:pStyle w:val="libNormal"/>
        <w:rPr>
          <w:rtl/>
          <w:lang w:bidi="fa-IR"/>
        </w:rPr>
      </w:pPr>
      <w:r w:rsidRPr="003E3506">
        <w:rPr>
          <w:rtl/>
          <w:lang w:bidi="fa-IR"/>
        </w:rPr>
        <w:t>١٠٥ - زردابه اى كه در حال بهبودى زخم در اطراف آن پيدا مى شود</w:t>
      </w:r>
      <w:r w:rsidR="000C4B14">
        <w:rPr>
          <w:rtl/>
          <w:lang w:bidi="fa-IR"/>
        </w:rPr>
        <w:t>،</w:t>
      </w:r>
      <w:r w:rsidRPr="003E3506">
        <w:rPr>
          <w:rtl/>
          <w:lang w:bidi="fa-IR"/>
        </w:rPr>
        <w:t xml:space="preserve"> اگر معلوم نباشد كه با خون مخلوط است</w:t>
      </w:r>
      <w:r w:rsidR="000C4B14">
        <w:rPr>
          <w:rtl/>
          <w:lang w:bidi="fa-IR"/>
        </w:rPr>
        <w:t>،</w:t>
      </w:r>
      <w:r w:rsidRPr="003E3506">
        <w:rPr>
          <w:rtl/>
          <w:lang w:bidi="fa-IR"/>
        </w:rPr>
        <w:t xml:space="preserve"> پاك مى باشد.</w:t>
      </w:r>
    </w:p>
    <w:p w:rsidR="003E3506" w:rsidRPr="003E3506" w:rsidRDefault="00B95F0F" w:rsidP="003E3506">
      <w:pPr>
        <w:pStyle w:val="libNormal"/>
        <w:rPr>
          <w:lang w:bidi="fa-IR"/>
        </w:rPr>
      </w:pPr>
      <w:r>
        <w:rPr>
          <w:rtl/>
          <w:lang w:bidi="fa-IR"/>
        </w:rPr>
        <w:br w:type="page"/>
      </w:r>
    </w:p>
    <w:p w:rsidR="003E3506" w:rsidRDefault="00605FAB" w:rsidP="00B95F0F">
      <w:pPr>
        <w:pStyle w:val="Heading3"/>
        <w:rPr>
          <w:rtl/>
          <w:lang w:bidi="fa-IR"/>
        </w:rPr>
      </w:pPr>
      <w:bookmarkStart w:id="16" w:name="_Toc24454439"/>
      <w:r>
        <w:rPr>
          <w:rtl/>
          <w:lang w:bidi="fa-IR"/>
        </w:rPr>
        <w:t>(</w:t>
      </w:r>
      <w:r w:rsidR="003E3506" w:rsidRPr="003E3506">
        <w:rPr>
          <w:rtl/>
          <w:lang w:bidi="fa-IR"/>
        </w:rPr>
        <w:t>سگ و خوك</w:t>
      </w:r>
      <w:r>
        <w:rPr>
          <w:rtl/>
          <w:lang w:bidi="fa-IR"/>
        </w:rPr>
        <w:t>)</w:t>
      </w:r>
      <w:bookmarkEnd w:id="16"/>
    </w:p>
    <w:p w:rsidR="00B95F0F" w:rsidRDefault="003E3506" w:rsidP="003E3506">
      <w:pPr>
        <w:pStyle w:val="libNormal"/>
        <w:rPr>
          <w:rtl/>
          <w:lang w:bidi="fa-IR"/>
        </w:rPr>
      </w:pPr>
      <w:r w:rsidRPr="003E3506">
        <w:rPr>
          <w:rtl/>
          <w:lang w:bidi="fa-IR"/>
        </w:rPr>
        <w:t>١٠٦ - سگ و خوكى كه در خشكى زندگى مى كنند حتى مو و استخوان و پنجه و ناخن و رطوبتهاى آنها نجس است</w:t>
      </w:r>
      <w:r w:rsidR="000C4B14">
        <w:rPr>
          <w:rtl/>
          <w:lang w:bidi="fa-IR"/>
        </w:rPr>
        <w:t>،</w:t>
      </w:r>
      <w:r w:rsidRPr="003E3506">
        <w:rPr>
          <w:rtl/>
          <w:lang w:bidi="fa-IR"/>
        </w:rPr>
        <w:t xml:space="preserve"> ولى سگ و خوك دريايى پاك است</w:t>
      </w:r>
      <w:r w:rsidR="000C4B14">
        <w:rPr>
          <w:rtl/>
          <w:lang w:bidi="fa-IR"/>
        </w:rPr>
        <w:t>.</w:t>
      </w:r>
    </w:p>
    <w:p w:rsidR="003E3506" w:rsidRPr="003E3506" w:rsidRDefault="00B95F0F" w:rsidP="003E3506">
      <w:pPr>
        <w:pStyle w:val="libNormal"/>
        <w:rPr>
          <w:lang w:bidi="fa-IR"/>
        </w:rPr>
      </w:pPr>
      <w:r>
        <w:rPr>
          <w:rtl/>
          <w:lang w:bidi="fa-IR"/>
        </w:rPr>
        <w:br w:type="page"/>
      </w:r>
    </w:p>
    <w:p w:rsidR="003E3506" w:rsidRDefault="00605FAB" w:rsidP="00B95F0F">
      <w:pPr>
        <w:pStyle w:val="Heading3"/>
        <w:rPr>
          <w:rtl/>
          <w:lang w:bidi="fa-IR"/>
        </w:rPr>
      </w:pPr>
      <w:bookmarkStart w:id="17" w:name="_Toc24454440"/>
      <w:r>
        <w:rPr>
          <w:rtl/>
          <w:lang w:bidi="fa-IR"/>
        </w:rPr>
        <w:t>(</w:t>
      </w:r>
      <w:r w:rsidR="003E3506" w:rsidRPr="003E3506">
        <w:rPr>
          <w:rtl/>
          <w:lang w:bidi="fa-IR"/>
        </w:rPr>
        <w:t>كافر</w:t>
      </w:r>
      <w:r>
        <w:rPr>
          <w:rtl/>
          <w:lang w:bidi="fa-IR"/>
        </w:rPr>
        <w:t>)</w:t>
      </w:r>
      <w:bookmarkEnd w:id="17"/>
    </w:p>
    <w:p w:rsidR="003E3506" w:rsidRPr="003E3506" w:rsidRDefault="003E3506" w:rsidP="003E3506">
      <w:pPr>
        <w:pStyle w:val="libNormal"/>
        <w:rPr>
          <w:lang w:bidi="fa-IR"/>
        </w:rPr>
      </w:pPr>
      <w:r w:rsidRPr="003E3506">
        <w:rPr>
          <w:rtl/>
          <w:lang w:bidi="fa-IR"/>
        </w:rPr>
        <w:t xml:space="preserve">١٠٧ - كافر يعنى كسى كه معترف به خدا يا به يگانگى او نباشد و همچنين غلاة </w:t>
      </w:r>
      <w:r w:rsidR="00605FAB">
        <w:rPr>
          <w:rtl/>
          <w:lang w:bidi="fa-IR"/>
        </w:rPr>
        <w:t>(</w:t>
      </w:r>
      <w:r w:rsidRPr="003E3506">
        <w:rPr>
          <w:rtl/>
          <w:lang w:bidi="fa-IR"/>
        </w:rPr>
        <w:t xml:space="preserve">يعنى آنهايى كه يكى از ائمه </w:t>
      </w:r>
      <w:r w:rsidR="001B16BC" w:rsidRPr="001B16BC">
        <w:rPr>
          <w:rStyle w:val="libAlaemChar"/>
          <w:rtl/>
        </w:rPr>
        <w:t>عليهم‌السلام</w:t>
      </w:r>
      <w:r w:rsidRPr="003E3506">
        <w:rPr>
          <w:rtl/>
          <w:lang w:bidi="fa-IR"/>
        </w:rPr>
        <w:t xml:space="preserve"> را خدا خوانده يا بگويند خدا در او حلول كرده است</w:t>
      </w:r>
      <w:r w:rsidR="00605FAB">
        <w:rPr>
          <w:rtl/>
          <w:lang w:bidi="fa-IR"/>
        </w:rPr>
        <w:t>)</w:t>
      </w:r>
      <w:r w:rsidRPr="003E3506">
        <w:rPr>
          <w:rtl/>
          <w:lang w:bidi="fa-IR"/>
        </w:rPr>
        <w:t xml:space="preserve"> و خوارج و نواصب </w:t>
      </w:r>
      <w:r w:rsidR="00605FAB">
        <w:rPr>
          <w:rtl/>
          <w:lang w:bidi="fa-IR"/>
        </w:rPr>
        <w:t>(</w:t>
      </w:r>
      <w:r w:rsidRPr="003E3506">
        <w:rPr>
          <w:rtl/>
          <w:lang w:bidi="fa-IR"/>
        </w:rPr>
        <w:t xml:space="preserve">يعنى آنهايى كه به ائمه </w:t>
      </w:r>
      <w:r w:rsidR="001B16BC" w:rsidRPr="001B16BC">
        <w:rPr>
          <w:rStyle w:val="libAlaemChar"/>
          <w:rtl/>
        </w:rPr>
        <w:t>عليهم‌السلام</w:t>
      </w:r>
      <w:r w:rsidRPr="003E3506">
        <w:rPr>
          <w:rtl/>
          <w:lang w:bidi="fa-IR"/>
        </w:rPr>
        <w:t xml:space="preserve"> اظهار دشمنى مى نمايند</w:t>
      </w:r>
      <w:r w:rsidR="00605FAB">
        <w:rPr>
          <w:rtl/>
          <w:lang w:bidi="fa-IR"/>
        </w:rPr>
        <w:t>)</w:t>
      </w:r>
      <w:r w:rsidRPr="003E3506">
        <w:rPr>
          <w:rtl/>
          <w:lang w:bidi="fa-IR"/>
        </w:rPr>
        <w:t xml:space="preserve"> نجسند</w:t>
      </w:r>
      <w:r w:rsidR="000C4B14">
        <w:rPr>
          <w:rtl/>
          <w:lang w:bidi="fa-IR"/>
        </w:rPr>
        <w:t>،</w:t>
      </w:r>
      <w:r w:rsidRPr="003E3506">
        <w:rPr>
          <w:rtl/>
          <w:lang w:bidi="fa-IR"/>
        </w:rPr>
        <w:t xml:space="preserve"> و همچنين است كسى كه نبوت يا يكى از ضرورى دين </w:t>
      </w:r>
      <w:r w:rsidR="00605FAB">
        <w:rPr>
          <w:rtl/>
          <w:lang w:bidi="fa-IR"/>
        </w:rPr>
        <w:t>(</w:t>
      </w:r>
      <w:r w:rsidRPr="003E3506">
        <w:rPr>
          <w:rtl/>
          <w:lang w:bidi="fa-IR"/>
        </w:rPr>
        <w:t>يعنى چيزى را كه مثل نماز و روزه مسلمانان جزء دين اسلام مى دانند</w:t>
      </w:r>
      <w:r w:rsidR="00605FAB">
        <w:rPr>
          <w:rtl/>
          <w:lang w:bidi="fa-IR"/>
        </w:rPr>
        <w:t>)</w:t>
      </w:r>
      <w:r w:rsidRPr="003E3506">
        <w:rPr>
          <w:rtl/>
          <w:lang w:bidi="fa-IR"/>
        </w:rPr>
        <w:t xml:space="preserve"> چنانچه بداند آن چيز ضرورى دين است منكر شود.</w:t>
      </w:r>
    </w:p>
    <w:p w:rsidR="003E3506" w:rsidRPr="003E3506" w:rsidRDefault="003E3506" w:rsidP="003E3506">
      <w:pPr>
        <w:pStyle w:val="libNormal"/>
        <w:rPr>
          <w:lang w:bidi="fa-IR"/>
        </w:rPr>
      </w:pPr>
      <w:r w:rsidRPr="003E3506">
        <w:rPr>
          <w:rtl/>
          <w:lang w:bidi="fa-IR"/>
        </w:rPr>
        <w:t xml:space="preserve">و اما اهل كتاب </w:t>
      </w:r>
      <w:r w:rsidR="00605FAB">
        <w:rPr>
          <w:rtl/>
          <w:lang w:bidi="fa-IR"/>
        </w:rPr>
        <w:t>(</w:t>
      </w:r>
      <w:r w:rsidRPr="003E3506">
        <w:rPr>
          <w:rtl/>
          <w:lang w:bidi="fa-IR"/>
        </w:rPr>
        <w:t>يعنى يهود و نصارى و مجوس</w:t>
      </w:r>
      <w:r w:rsidR="00605FAB">
        <w:rPr>
          <w:rtl/>
          <w:lang w:bidi="fa-IR"/>
        </w:rPr>
        <w:t>)</w:t>
      </w:r>
      <w:r w:rsidRPr="003E3506">
        <w:rPr>
          <w:rtl/>
          <w:lang w:bidi="fa-IR"/>
        </w:rPr>
        <w:t xml:space="preserve"> كه پيغمبرى حضرت خاتم الانبياء محمد ابن عبداللّه </w:t>
      </w:r>
      <w:r w:rsidR="001C118F" w:rsidRPr="001C118F">
        <w:rPr>
          <w:rStyle w:val="libAlaemChar"/>
          <w:rtl/>
        </w:rPr>
        <w:t>صلى‌الله‌عليه‌وآله‌وسلم</w:t>
      </w:r>
      <w:r w:rsidRPr="003E3506">
        <w:rPr>
          <w:rtl/>
          <w:lang w:bidi="fa-IR"/>
        </w:rPr>
        <w:t xml:space="preserve"> را قبول ندارند نيز بنابر مشهور نجس مى باشند ولى حكم به طهارت آنان دور نيست اگر چه اجتناب از آنها بهتر است</w:t>
      </w:r>
      <w:r w:rsidR="000C4B14">
        <w:rPr>
          <w:rtl/>
          <w:lang w:bidi="fa-IR"/>
        </w:rPr>
        <w:t>.</w:t>
      </w:r>
    </w:p>
    <w:p w:rsidR="003E3506" w:rsidRPr="003E3506" w:rsidRDefault="003E3506" w:rsidP="003E3506">
      <w:pPr>
        <w:pStyle w:val="libNormal"/>
        <w:rPr>
          <w:lang w:bidi="fa-IR"/>
        </w:rPr>
      </w:pPr>
      <w:r w:rsidRPr="003E3506">
        <w:rPr>
          <w:rtl/>
          <w:lang w:bidi="fa-IR"/>
        </w:rPr>
        <w:t>١٠٨ - تمان بدن كافر حتى مو و ناخن و رطوبتهاى او نجس است</w:t>
      </w:r>
      <w:r w:rsidR="000C4B14">
        <w:rPr>
          <w:rtl/>
          <w:lang w:bidi="fa-IR"/>
        </w:rPr>
        <w:t>.</w:t>
      </w:r>
    </w:p>
    <w:p w:rsidR="003E3506" w:rsidRPr="003E3506" w:rsidRDefault="003E3506" w:rsidP="003E3506">
      <w:pPr>
        <w:pStyle w:val="libNormal"/>
        <w:rPr>
          <w:lang w:bidi="fa-IR"/>
        </w:rPr>
      </w:pPr>
      <w:r w:rsidRPr="003E3506">
        <w:rPr>
          <w:rtl/>
          <w:lang w:bidi="fa-IR"/>
        </w:rPr>
        <w:t>١٠٩ - اگر پدر و مادر و جد و جده بچه نا بالغ كافر باشند آن بچه هم نجس است</w:t>
      </w:r>
      <w:r w:rsidR="000C4B14">
        <w:rPr>
          <w:rtl/>
          <w:lang w:bidi="fa-IR"/>
        </w:rPr>
        <w:t>،</w:t>
      </w:r>
      <w:r w:rsidRPr="003E3506">
        <w:rPr>
          <w:rtl/>
          <w:lang w:bidi="fa-IR"/>
        </w:rPr>
        <w:t xml:space="preserve"> مگر در صورتى كه مميز و مظهر اسلام باشد</w:t>
      </w:r>
      <w:r w:rsidR="000C4B14">
        <w:rPr>
          <w:rtl/>
          <w:lang w:bidi="fa-IR"/>
        </w:rPr>
        <w:t>،</w:t>
      </w:r>
      <w:r w:rsidRPr="003E3506">
        <w:rPr>
          <w:rtl/>
          <w:lang w:bidi="fa-IR"/>
        </w:rPr>
        <w:t xml:space="preserve"> و اگر يكى از اينها مسلمان باشد بتفصيلى كه در مساله ٢١٧ خواهد آمد بچه پاك است</w:t>
      </w:r>
      <w:r w:rsidR="000C4B14">
        <w:rPr>
          <w:rtl/>
          <w:lang w:bidi="fa-IR"/>
        </w:rPr>
        <w:t>.</w:t>
      </w:r>
    </w:p>
    <w:p w:rsidR="003E3506" w:rsidRPr="003E3506" w:rsidRDefault="003E3506" w:rsidP="003E3506">
      <w:pPr>
        <w:pStyle w:val="libNormal"/>
        <w:rPr>
          <w:lang w:bidi="fa-IR"/>
        </w:rPr>
      </w:pPr>
      <w:r w:rsidRPr="003E3506">
        <w:rPr>
          <w:rtl/>
          <w:lang w:bidi="fa-IR"/>
        </w:rPr>
        <w:t>١١٠ - كسى كه معلوم نيست مسلمان است يا نه و نشانه اى هم بر اسلامش نباشد</w:t>
      </w:r>
      <w:r w:rsidR="000C4B14">
        <w:rPr>
          <w:rtl/>
          <w:lang w:bidi="fa-IR"/>
        </w:rPr>
        <w:t>،</w:t>
      </w:r>
      <w:r w:rsidRPr="003E3506">
        <w:rPr>
          <w:rtl/>
          <w:lang w:bidi="fa-IR"/>
        </w:rPr>
        <w:t xml:space="preserve"> پاك مى باشد</w:t>
      </w:r>
      <w:r w:rsidR="000C4B14">
        <w:rPr>
          <w:rtl/>
          <w:lang w:bidi="fa-IR"/>
        </w:rPr>
        <w:t>،</w:t>
      </w:r>
      <w:r w:rsidRPr="003E3506">
        <w:rPr>
          <w:rtl/>
          <w:lang w:bidi="fa-IR"/>
        </w:rPr>
        <w:t xml:space="preserve"> ولى احكام ديگر مسلمان را ندارد</w:t>
      </w:r>
      <w:r w:rsidR="000C4B14">
        <w:rPr>
          <w:rtl/>
          <w:lang w:bidi="fa-IR"/>
        </w:rPr>
        <w:t>،</w:t>
      </w:r>
      <w:r w:rsidRPr="003E3506">
        <w:rPr>
          <w:rtl/>
          <w:lang w:bidi="fa-IR"/>
        </w:rPr>
        <w:t xml:space="preserve"> مثلا نمى تواند زن مسلمان بگيرد و بايد در قبرستان مسلمانان دفن نشود.</w:t>
      </w:r>
    </w:p>
    <w:p w:rsidR="003E3506" w:rsidRPr="003E3506" w:rsidRDefault="003E3506" w:rsidP="003E3506">
      <w:pPr>
        <w:pStyle w:val="libNormal"/>
        <w:rPr>
          <w:lang w:bidi="fa-IR"/>
        </w:rPr>
      </w:pPr>
      <w:r w:rsidRPr="003E3506">
        <w:rPr>
          <w:rtl/>
          <w:lang w:bidi="fa-IR"/>
        </w:rPr>
        <w:t xml:space="preserve">١١١ - شخصى كه به يكى از دوازده امام </w:t>
      </w:r>
      <w:r w:rsidR="001B16BC" w:rsidRPr="001B16BC">
        <w:rPr>
          <w:rStyle w:val="libAlaemChar"/>
          <w:rtl/>
        </w:rPr>
        <w:t>عليهم‌السلام</w:t>
      </w:r>
      <w:r w:rsidRPr="003E3506">
        <w:rPr>
          <w:rtl/>
          <w:lang w:bidi="fa-IR"/>
        </w:rPr>
        <w:t xml:space="preserve"> از روى دشمنى دشنام دهد</w:t>
      </w:r>
      <w:r w:rsidR="000C4B14">
        <w:rPr>
          <w:rtl/>
          <w:lang w:bidi="fa-IR"/>
        </w:rPr>
        <w:t>،</w:t>
      </w:r>
      <w:r w:rsidRPr="003E3506">
        <w:rPr>
          <w:rtl/>
          <w:lang w:bidi="fa-IR"/>
        </w:rPr>
        <w:t xml:space="preserve"> نجس است</w:t>
      </w:r>
      <w:r w:rsidR="000C4B14">
        <w:rPr>
          <w:rtl/>
          <w:lang w:bidi="fa-IR"/>
        </w:rPr>
        <w:t>.</w:t>
      </w:r>
    </w:p>
    <w:p w:rsidR="003E3506" w:rsidRPr="003E3506" w:rsidRDefault="00746594" w:rsidP="003E3506">
      <w:pPr>
        <w:pStyle w:val="libNormal"/>
        <w:rPr>
          <w:lang w:bidi="fa-IR"/>
        </w:rPr>
      </w:pPr>
      <w:r>
        <w:rPr>
          <w:rtl/>
          <w:lang w:bidi="fa-IR"/>
        </w:rPr>
        <w:br w:type="page"/>
      </w:r>
    </w:p>
    <w:p w:rsidR="003E3506" w:rsidRDefault="00605FAB" w:rsidP="00746594">
      <w:pPr>
        <w:pStyle w:val="Heading3"/>
        <w:rPr>
          <w:rtl/>
          <w:lang w:bidi="fa-IR"/>
        </w:rPr>
      </w:pPr>
      <w:bookmarkStart w:id="18" w:name="_Toc24454441"/>
      <w:r>
        <w:rPr>
          <w:rtl/>
          <w:lang w:bidi="fa-IR"/>
        </w:rPr>
        <w:t>(</w:t>
      </w:r>
      <w:r w:rsidR="003E3506" w:rsidRPr="003E3506">
        <w:rPr>
          <w:rtl/>
          <w:lang w:bidi="fa-IR"/>
        </w:rPr>
        <w:t>شراب</w:t>
      </w:r>
      <w:r>
        <w:rPr>
          <w:rtl/>
          <w:lang w:bidi="fa-IR"/>
        </w:rPr>
        <w:t>)</w:t>
      </w:r>
      <w:bookmarkEnd w:id="18"/>
    </w:p>
    <w:p w:rsidR="003E3506" w:rsidRPr="003E3506" w:rsidRDefault="003E3506" w:rsidP="003E3506">
      <w:pPr>
        <w:pStyle w:val="libNormal"/>
        <w:rPr>
          <w:lang w:bidi="fa-IR"/>
        </w:rPr>
      </w:pPr>
      <w:r w:rsidRPr="003E3506">
        <w:rPr>
          <w:rtl/>
          <w:lang w:bidi="fa-IR"/>
        </w:rPr>
        <w:t>١١٢ - شراب نجس است</w:t>
      </w:r>
      <w:r w:rsidR="000C4B14">
        <w:rPr>
          <w:rtl/>
          <w:lang w:bidi="fa-IR"/>
        </w:rPr>
        <w:t>،</w:t>
      </w:r>
      <w:r w:rsidRPr="003E3506">
        <w:rPr>
          <w:rtl/>
          <w:lang w:bidi="fa-IR"/>
        </w:rPr>
        <w:t xml:space="preserve"> و بنابر احتياط مستحب هر چيزى كه انسان را مست مى كند</w:t>
      </w:r>
      <w:r w:rsidR="000C4B14">
        <w:rPr>
          <w:rtl/>
          <w:lang w:bidi="fa-IR"/>
        </w:rPr>
        <w:t>،</w:t>
      </w:r>
      <w:r w:rsidRPr="003E3506">
        <w:rPr>
          <w:rtl/>
          <w:lang w:bidi="fa-IR"/>
        </w:rPr>
        <w:t xml:space="preserve"> چنانچه به خودى خود روان باشد نيز نجس است</w:t>
      </w:r>
      <w:r w:rsidR="000C4B14">
        <w:rPr>
          <w:rtl/>
          <w:lang w:bidi="fa-IR"/>
        </w:rPr>
        <w:t>،</w:t>
      </w:r>
      <w:r w:rsidRPr="003E3506">
        <w:rPr>
          <w:rtl/>
          <w:lang w:bidi="fa-IR"/>
        </w:rPr>
        <w:t xml:space="preserve"> و اگر مثل بنگ و حشيش </w:t>
      </w:r>
      <w:r w:rsidR="00605FAB">
        <w:rPr>
          <w:rtl/>
          <w:lang w:bidi="fa-IR"/>
        </w:rPr>
        <w:t>(</w:t>
      </w:r>
      <w:r w:rsidRPr="003E3506">
        <w:rPr>
          <w:rtl/>
          <w:lang w:bidi="fa-IR"/>
        </w:rPr>
        <w:t>چرس</w:t>
      </w:r>
      <w:r w:rsidR="00605FAB">
        <w:rPr>
          <w:rtl/>
          <w:lang w:bidi="fa-IR"/>
        </w:rPr>
        <w:t>)</w:t>
      </w:r>
      <w:r w:rsidRPr="003E3506">
        <w:rPr>
          <w:rtl/>
          <w:lang w:bidi="fa-IR"/>
        </w:rPr>
        <w:t xml:space="preserve"> روان نباشد پاك است اگرچه چيزى در آن بريزند كه روان شود.</w:t>
      </w:r>
    </w:p>
    <w:p w:rsidR="003E3506" w:rsidRPr="003E3506" w:rsidRDefault="003E3506" w:rsidP="003E3506">
      <w:pPr>
        <w:pStyle w:val="libNormal"/>
        <w:rPr>
          <w:lang w:bidi="fa-IR"/>
        </w:rPr>
      </w:pPr>
      <w:r w:rsidRPr="003E3506">
        <w:rPr>
          <w:rtl/>
          <w:lang w:bidi="fa-IR"/>
        </w:rPr>
        <w:t>١١٣ - الكل صنعتى كه براى رنگ كردن در و پنجره و ميز و صندلى و مانند اينها به كار مى برند تمام اقسامش پاك مى باشد.</w:t>
      </w:r>
    </w:p>
    <w:p w:rsidR="003E3506" w:rsidRPr="003E3506" w:rsidRDefault="003E3506" w:rsidP="003E3506">
      <w:pPr>
        <w:pStyle w:val="libNormal"/>
        <w:rPr>
          <w:lang w:bidi="fa-IR"/>
        </w:rPr>
      </w:pPr>
      <w:r w:rsidRPr="003E3506">
        <w:rPr>
          <w:rtl/>
          <w:lang w:bidi="fa-IR"/>
        </w:rPr>
        <w:t>١١٤ - اگر انگور و آب انگور به خودى خود يا به واسطه پختن جوش بيايد</w:t>
      </w:r>
      <w:r w:rsidR="000C4B14">
        <w:rPr>
          <w:rtl/>
          <w:lang w:bidi="fa-IR"/>
        </w:rPr>
        <w:t>،</w:t>
      </w:r>
      <w:r w:rsidRPr="003E3506">
        <w:rPr>
          <w:rtl/>
          <w:lang w:bidi="fa-IR"/>
        </w:rPr>
        <w:t xml:space="preserve"> پاك</w:t>
      </w:r>
      <w:r w:rsidR="000C4B14">
        <w:rPr>
          <w:rtl/>
          <w:lang w:bidi="fa-IR"/>
        </w:rPr>
        <w:t>،</w:t>
      </w:r>
      <w:r w:rsidRPr="003E3506">
        <w:rPr>
          <w:rtl/>
          <w:lang w:bidi="fa-IR"/>
        </w:rPr>
        <w:t xml:space="preserve"> ولى خوردن آن حرام است</w:t>
      </w:r>
      <w:r w:rsidR="000C4B14">
        <w:rPr>
          <w:rtl/>
          <w:lang w:bidi="fa-IR"/>
        </w:rPr>
        <w:t>.</w:t>
      </w:r>
    </w:p>
    <w:p w:rsidR="003E3506" w:rsidRPr="003E3506" w:rsidRDefault="003E3506" w:rsidP="003E3506">
      <w:pPr>
        <w:pStyle w:val="libNormal"/>
        <w:rPr>
          <w:lang w:bidi="fa-IR"/>
        </w:rPr>
      </w:pPr>
      <w:r w:rsidRPr="003E3506">
        <w:rPr>
          <w:rtl/>
          <w:lang w:bidi="fa-IR"/>
        </w:rPr>
        <w:t>١١٥ - خرما و مويز و كشمش و آب آنها اگر چه جوش بيايند پاك و خوردن آنها حلال است</w:t>
      </w:r>
      <w:r w:rsidR="000C4B14">
        <w:rPr>
          <w:rtl/>
          <w:lang w:bidi="fa-IR"/>
        </w:rPr>
        <w:t>.</w:t>
      </w:r>
    </w:p>
    <w:p w:rsidR="003E3506" w:rsidRPr="003E3506" w:rsidRDefault="003E3506" w:rsidP="003E3506">
      <w:pPr>
        <w:pStyle w:val="libNormal"/>
        <w:rPr>
          <w:lang w:bidi="fa-IR"/>
        </w:rPr>
      </w:pPr>
      <w:r w:rsidRPr="003E3506">
        <w:rPr>
          <w:rtl/>
          <w:lang w:bidi="fa-IR"/>
        </w:rPr>
        <w:t>١١٦ - فقاع كه از جو گرفته مى شود و به آن آب جو مى گويند حرام است</w:t>
      </w:r>
      <w:r w:rsidR="000C4B14">
        <w:rPr>
          <w:rtl/>
          <w:lang w:bidi="fa-IR"/>
        </w:rPr>
        <w:t>،</w:t>
      </w:r>
      <w:r w:rsidRPr="003E3506">
        <w:rPr>
          <w:rtl/>
          <w:lang w:bidi="fa-IR"/>
        </w:rPr>
        <w:t xml:space="preserve"> ولى نجاست آن خالى از اشكال نيست</w:t>
      </w:r>
      <w:r w:rsidR="000C4B14">
        <w:rPr>
          <w:rtl/>
          <w:lang w:bidi="fa-IR"/>
        </w:rPr>
        <w:t>،</w:t>
      </w:r>
      <w:r w:rsidRPr="003E3506">
        <w:rPr>
          <w:rtl/>
          <w:lang w:bidi="fa-IR"/>
        </w:rPr>
        <w:t xml:space="preserve"> و غير فقاع مانند آبى كه به دستور طبيب از جو مى گيرند</w:t>
      </w:r>
      <w:r w:rsidR="000C4B14">
        <w:rPr>
          <w:rtl/>
          <w:lang w:bidi="fa-IR"/>
        </w:rPr>
        <w:t>،</w:t>
      </w:r>
      <w:r w:rsidRPr="003E3506">
        <w:rPr>
          <w:rtl/>
          <w:lang w:bidi="fa-IR"/>
        </w:rPr>
        <w:t xml:space="preserve"> و به آن ماء الشعير مى گويند پاك مى باشد.</w:t>
      </w:r>
    </w:p>
    <w:p w:rsidR="003E3506" w:rsidRPr="003E3506" w:rsidRDefault="00746594" w:rsidP="003E3506">
      <w:pPr>
        <w:pStyle w:val="libNormal"/>
        <w:rPr>
          <w:lang w:bidi="fa-IR"/>
        </w:rPr>
      </w:pPr>
      <w:r>
        <w:rPr>
          <w:rtl/>
          <w:lang w:bidi="fa-IR"/>
        </w:rPr>
        <w:br w:type="page"/>
      </w:r>
    </w:p>
    <w:p w:rsidR="003E3506" w:rsidRDefault="00605FAB" w:rsidP="00746594">
      <w:pPr>
        <w:pStyle w:val="Heading3"/>
        <w:rPr>
          <w:rtl/>
          <w:lang w:bidi="fa-IR"/>
        </w:rPr>
      </w:pPr>
      <w:bookmarkStart w:id="19" w:name="_Toc24454442"/>
      <w:r>
        <w:rPr>
          <w:rtl/>
          <w:lang w:bidi="fa-IR"/>
        </w:rPr>
        <w:t>(</w:t>
      </w:r>
      <w:r w:rsidR="003E3506" w:rsidRPr="003E3506">
        <w:rPr>
          <w:rtl/>
          <w:lang w:bidi="fa-IR"/>
        </w:rPr>
        <w:t>عرق حيوان نجاستخوار</w:t>
      </w:r>
      <w:r>
        <w:rPr>
          <w:rtl/>
          <w:lang w:bidi="fa-IR"/>
        </w:rPr>
        <w:t>)</w:t>
      </w:r>
      <w:bookmarkEnd w:id="19"/>
    </w:p>
    <w:p w:rsidR="003E3506" w:rsidRPr="003E3506" w:rsidRDefault="003E3506" w:rsidP="003E3506">
      <w:pPr>
        <w:pStyle w:val="libNormal"/>
        <w:rPr>
          <w:lang w:bidi="fa-IR"/>
        </w:rPr>
      </w:pPr>
      <w:r w:rsidRPr="003E3506">
        <w:rPr>
          <w:rtl/>
          <w:lang w:bidi="fa-IR"/>
        </w:rPr>
        <w:t>١١٧ - عرق شتر نجاستخوار و هر حيوانى كه به خوردن نجاست انسان عادت كرده نجس است</w:t>
      </w:r>
      <w:r w:rsidR="000C4B14">
        <w:rPr>
          <w:rtl/>
          <w:lang w:bidi="fa-IR"/>
        </w:rPr>
        <w:t>.</w:t>
      </w:r>
    </w:p>
    <w:p w:rsidR="003E3506" w:rsidRPr="003E3506" w:rsidRDefault="003E3506" w:rsidP="003E3506">
      <w:pPr>
        <w:pStyle w:val="libNormal"/>
        <w:rPr>
          <w:lang w:bidi="fa-IR"/>
        </w:rPr>
      </w:pPr>
      <w:r w:rsidRPr="003E3506">
        <w:rPr>
          <w:rtl/>
          <w:lang w:bidi="fa-IR"/>
        </w:rPr>
        <w:t>١١٨ - عرق جنب از حرام پاك است</w:t>
      </w:r>
      <w:r w:rsidR="000C4B14">
        <w:rPr>
          <w:rtl/>
          <w:lang w:bidi="fa-IR"/>
        </w:rPr>
        <w:t>،</w:t>
      </w:r>
      <w:r w:rsidRPr="003E3506">
        <w:rPr>
          <w:rtl/>
          <w:lang w:bidi="fa-IR"/>
        </w:rPr>
        <w:t xml:space="preserve"> و بنابر احتياط مستحب نماز با آن نخوانند</w:t>
      </w:r>
      <w:r w:rsidR="000C4B14">
        <w:rPr>
          <w:rtl/>
          <w:lang w:bidi="fa-IR"/>
        </w:rPr>
        <w:t>،</w:t>
      </w:r>
      <w:r w:rsidRPr="003E3506">
        <w:rPr>
          <w:rtl/>
          <w:lang w:bidi="fa-IR"/>
        </w:rPr>
        <w:t xml:space="preserve"> و نزديكى با زن در حال حيض با علم به حال او حكم جنابت از حرام را دارد.</w:t>
      </w:r>
    </w:p>
    <w:p w:rsidR="003E3506" w:rsidRPr="003E3506" w:rsidRDefault="003E3506" w:rsidP="003E3506">
      <w:pPr>
        <w:pStyle w:val="libNormal"/>
        <w:rPr>
          <w:lang w:bidi="fa-IR"/>
        </w:rPr>
      </w:pPr>
      <w:r w:rsidRPr="003E3506">
        <w:rPr>
          <w:rtl/>
          <w:lang w:bidi="fa-IR"/>
        </w:rPr>
        <w:t>١١٩ - اگر انسان در اوقاتى كه نزديكى با زن حرام است  مثلا در روز ماه رمضان با زن خود نزديكى كند  عرق او حكم عرق جنب از حرام را ندارد.</w:t>
      </w:r>
    </w:p>
    <w:p w:rsidR="003E3506" w:rsidRPr="003E3506" w:rsidRDefault="003E3506" w:rsidP="003E3506">
      <w:pPr>
        <w:pStyle w:val="libNormal"/>
        <w:rPr>
          <w:lang w:bidi="fa-IR"/>
        </w:rPr>
      </w:pPr>
      <w:r w:rsidRPr="003E3506">
        <w:rPr>
          <w:rtl/>
          <w:lang w:bidi="fa-IR"/>
        </w:rPr>
        <w:t>١٢٠ - اگر جنب از حرام عوض غسل تيمم نمايد و بعد از تيمم عرق كند</w:t>
      </w:r>
      <w:r w:rsidR="000C4B14">
        <w:rPr>
          <w:rtl/>
          <w:lang w:bidi="fa-IR"/>
        </w:rPr>
        <w:t>،</w:t>
      </w:r>
      <w:r w:rsidRPr="003E3506">
        <w:rPr>
          <w:rtl/>
          <w:lang w:bidi="fa-IR"/>
        </w:rPr>
        <w:t xml:space="preserve"> حكم آن عرق</w:t>
      </w:r>
      <w:r w:rsidR="000C4B14">
        <w:rPr>
          <w:rtl/>
          <w:lang w:bidi="fa-IR"/>
        </w:rPr>
        <w:t>،</w:t>
      </w:r>
      <w:r w:rsidRPr="003E3506">
        <w:rPr>
          <w:rtl/>
          <w:lang w:bidi="fa-IR"/>
        </w:rPr>
        <w:t xml:space="preserve"> حكم عرق قبل از تيمم است</w:t>
      </w:r>
      <w:r w:rsidR="000C4B14">
        <w:rPr>
          <w:rtl/>
          <w:lang w:bidi="fa-IR"/>
        </w:rPr>
        <w:t>.</w:t>
      </w:r>
    </w:p>
    <w:p w:rsidR="003E3506" w:rsidRPr="003E3506" w:rsidRDefault="003E3506" w:rsidP="003E3506">
      <w:pPr>
        <w:pStyle w:val="libNormal"/>
        <w:rPr>
          <w:lang w:bidi="fa-IR"/>
        </w:rPr>
      </w:pPr>
      <w:r w:rsidRPr="003E3506">
        <w:rPr>
          <w:rtl/>
          <w:lang w:bidi="fa-IR"/>
        </w:rPr>
        <w:t>١٢١ - اگر كسى از حرام جنب شود</w:t>
      </w:r>
      <w:r w:rsidR="000C4B14">
        <w:rPr>
          <w:rtl/>
          <w:lang w:bidi="fa-IR"/>
        </w:rPr>
        <w:t>،</w:t>
      </w:r>
      <w:r w:rsidRPr="003E3506">
        <w:rPr>
          <w:rtl/>
          <w:lang w:bidi="fa-IR"/>
        </w:rPr>
        <w:t xml:space="preserve"> و بعد با حلال خود نزديكى كند</w:t>
      </w:r>
      <w:r w:rsidR="000C4B14">
        <w:rPr>
          <w:rtl/>
          <w:lang w:bidi="fa-IR"/>
        </w:rPr>
        <w:t>،</w:t>
      </w:r>
      <w:r w:rsidRPr="003E3506">
        <w:rPr>
          <w:rtl/>
          <w:lang w:bidi="fa-IR"/>
        </w:rPr>
        <w:t xml:space="preserve"> احتياط مستحب آن است كه در نماز از عرق خود اجتناب نمايد</w:t>
      </w:r>
      <w:r w:rsidR="000C4B14">
        <w:rPr>
          <w:rtl/>
          <w:lang w:bidi="fa-IR"/>
        </w:rPr>
        <w:t>،</w:t>
      </w:r>
      <w:r w:rsidRPr="003E3506">
        <w:rPr>
          <w:rtl/>
          <w:lang w:bidi="fa-IR"/>
        </w:rPr>
        <w:t xml:space="preserve"> و چنانچه اول با حلال خود نزديكى كند و بعد مرتكب حرام شود عرق او حكم عرق جنب از حرام را ندارد.</w:t>
      </w:r>
    </w:p>
    <w:p w:rsidR="003E3506" w:rsidRPr="003E3506" w:rsidRDefault="00746594" w:rsidP="003E3506">
      <w:pPr>
        <w:pStyle w:val="libNormal"/>
        <w:rPr>
          <w:lang w:bidi="fa-IR"/>
        </w:rPr>
      </w:pPr>
      <w:r>
        <w:rPr>
          <w:rtl/>
          <w:lang w:bidi="fa-IR"/>
        </w:rPr>
        <w:br w:type="page"/>
      </w:r>
    </w:p>
    <w:p w:rsidR="003E3506" w:rsidRDefault="00605FAB" w:rsidP="00746594">
      <w:pPr>
        <w:pStyle w:val="Heading3"/>
        <w:rPr>
          <w:rtl/>
          <w:lang w:bidi="fa-IR"/>
        </w:rPr>
      </w:pPr>
      <w:bookmarkStart w:id="20" w:name="_Toc24454443"/>
      <w:r>
        <w:rPr>
          <w:rtl/>
          <w:lang w:bidi="fa-IR"/>
        </w:rPr>
        <w:t>(</w:t>
      </w:r>
      <w:r w:rsidR="003E3506" w:rsidRPr="003E3506">
        <w:rPr>
          <w:rtl/>
          <w:lang w:bidi="fa-IR"/>
        </w:rPr>
        <w:t>راه ثابت شدن نجاست</w:t>
      </w:r>
      <w:r>
        <w:rPr>
          <w:rtl/>
          <w:lang w:bidi="fa-IR"/>
        </w:rPr>
        <w:t>)</w:t>
      </w:r>
      <w:bookmarkEnd w:id="20"/>
    </w:p>
    <w:p w:rsidR="003E3506" w:rsidRPr="003E3506" w:rsidRDefault="003E3506" w:rsidP="003E3506">
      <w:pPr>
        <w:pStyle w:val="libNormal"/>
        <w:rPr>
          <w:lang w:bidi="fa-IR"/>
        </w:rPr>
      </w:pPr>
      <w:r w:rsidRPr="003E3506">
        <w:rPr>
          <w:rtl/>
          <w:lang w:bidi="fa-IR"/>
        </w:rPr>
        <w:t>١٢٢ - نجاست هر چيزى از سه راه ثابت مى شود</w:t>
      </w:r>
      <w:r w:rsidR="00553569">
        <w:rPr>
          <w:rtl/>
          <w:lang w:bidi="fa-IR"/>
        </w:rPr>
        <w:t>:</w:t>
      </w:r>
      <w:r w:rsidRPr="003E3506">
        <w:rPr>
          <w:rtl/>
          <w:lang w:bidi="fa-IR"/>
        </w:rPr>
        <w:t xml:space="preserve"> اول</w:t>
      </w:r>
      <w:r w:rsidR="00553569">
        <w:rPr>
          <w:rtl/>
          <w:lang w:bidi="fa-IR"/>
        </w:rPr>
        <w:t>:</w:t>
      </w:r>
      <w:r w:rsidRPr="003E3506">
        <w:rPr>
          <w:rtl/>
          <w:lang w:bidi="fa-IR"/>
        </w:rPr>
        <w:t xml:space="preserve"> آن كه خود انسان يقين يا اطمينان كند كه آن چيز نجس است</w:t>
      </w:r>
      <w:r w:rsidR="000C4B14">
        <w:rPr>
          <w:rtl/>
          <w:lang w:bidi="fa-IR"/>
        </w:rPr>
        <w:t>،</w:t>
      </w:r>
      <w:r w:rsidRPr="003E3506">
        <w:rPr>
          <w:rtl/>
          <w:lang w:bidi="fa-IR"/>
        </w:rPr>
        <w:t xml:space="preserve"> و اگر گمان داشته باشد چيزى نجس است لازم نيست از آن اجتناب نمايد.</w:t>
      </w:r>
    </w:p>
    <w:p w:rsidR="003E3506" w:rsidRPr="003E3506" w:rsidRDefault="003E3506" w:rsidP="003E3506">
      <w:pPr>
        <w:pStyle w:val="libNormal"/>
        <w:rPr>
          <w:lang w:bidi="fa-IR"/>
        </w:rPr>
      </w:pPr>
      <w:r w:rsidRPr="003E3506">
        <w:rPr>
          <w:rtl/>
          <w:lang w:bidi="fa-IR"/>
        </w:rPr>
        <w:t>بنابراين غذا خوردن در قهوه خانه ها و ميهمانخانه هايى كه مردمان لا ابالى و كسانى كه پاكى و نجسى را مراعات نمى كنند در آنها غذا مى خورند</w:t>
      </w:r>
      <w:r w:rsidR="000C4B14">
        <w:rPr>
          <w:rtl/>
          <w:lang w:bidi="fa-IR"/>
        </w:rPr>
        <w:t>،</w:t>
      </w:r>
      <w:r w:rsidRPr="003E3506">
        <w:rPr>
          <w:rtl/>
          <w:lang w:bidi="fa-IR"/>
        </w:rPr>
        <w:t xml:space="preserve"> اگر انسان اطمينان نداشته باشد غذايى را كه براى او آورده اند نجس است اشكال ندارد.</w:t>
      </w:r>
    </w:p>
    <w:p w:rsidR="003E3506" w:rsidRPr="003E3506" w:rsidRDefault="003E3506" w:rsidP="003E3506">
      <w:pPr>
        <w:pStyle w:val="libNormal"/>
        <w:rPr>
          <w:lang w:bidi="fa-IR"/>
        </w:rPr>
      </w:pPr>
      <w:r w:rsidRPr="003E3506">
        <w:rPr>
          <w:rtl/>
          <w:lang w:bidi="fa-IR"/>
        </w:rPr>
        <w:t>دوم</w:t>
      </w:r>
      <w:r w:rsidR="00553569">
        <w:rPr>
          <w:rtl/>
          <w:lang w:bidi="fa-IR"/>
        </w:rPr>
        <w:t>:</w:t>
      </w:r>
      <w:r w:rsidRPr="003E3506">
        <w:rPr>
          <w:rtl/>
          <w:lang w:bidi="fa-IR"/>
        </w:rPr>
        <w:t xml:space="preserve"> آن كه كسى كه چيزى در اختيار او است بگويد آن چيز نجس است و متهم نباشد</w:t>
      </w:r>
      <w:r w:rsidR="000C4B14">
        <w:rPr>
          <w:rtl/>
          <w:lang w:bidi="fa-IR"/>
        </w:rPr>
        <w:t>،</w:t>
      </w:r>
      <w:r w:rsidRPr="003E3506">
        <w:rPr>
          <w:rtl/>
          <w:lang w:bidi="fa-IR"/>
        </w:rPr>
        <w:t xml:space="preserve"> مثلا همسر يا نوكر يا كلفت انسان نسبت به ظرف يا چيز ديگرى كه در اختيار او است بگويد نجس مى باشد.</w:t>
      </w:r>
    </w:p>
    <w:p w:rsidR="003E3506" w:rsidRPr="003E3506" w:rsidRDefault="003E3506" w:rsidP="003E3506">
      <w:pPr>
        <w:pStyle w:val="libNormal"/>
        <w:rPr>
          <w:lang w:bidi="fa-IR"/>
        </w:rPr>
      </w:pPr>
      <w:r w:rsidRPr="003E3506">
        <w:rPr>
          <w:rtl/>
          <w:lang w:bidi="fa-IR"/>
        </w:rPr>
        <w:t>سوم آن كه دو مرد عادل بگويند چيزى نجس است</w:t>
      </w:r>
      <w:r w:rsidR="000C4B14">
        <w:rPr>
          <w:rtl/>
          <w:lang w:bidi="fa-IR"/>
        </w:rPr>
        <w:t>،</w:t>
      </w:r>
      <w:r w:rsidRPr="003E3506">
        <w:rPr>
          <w:rtl/>
          <w:lang w:bidi="fa-IR"/>
        </w:rPr>
        <w:t xml:space="preserve"> به شرط آن كه مورد شهادت آنان سبب نجاست باشد.</w:t>
      </w:r>
    </w:p>
    <w:p w:rsidR="003E3506" w:rsidRPr="003E3506" w:rsidRDefault="003E3506" w:rsidP="003E3506">
      <w:pPr>
        <w:pStyle w:val="libNormal"/>
        <w:rPr>
          <w:lang w:bidi="fa-IR"/>
        </w:rPr>
      </w:pPr>
      <w:r w:rsidRPr="003E3506">
        <w:rPr>
          <w:rtl/>
          <w:lang w:bidi="fa-IR"/>
        </w:rPr>
        <w:t>١٢٣ - اگر به واسطه ندانستن مساله</w:t>
      </w:r>
      <w:r w:rsidR="000C4B14">
        <w:rPr>
          <w:rtl/>
          <w:lang w:bidi="fa-IR"/>
        </w:rPr>
        <w:t>،</w:t>
      </w:r>
      <w:r w:rsidRPr="003E3506">
        <w:rPr>
          <w:rtl/>
          <w:lang w:bidi="fa-IR"/>
        </w:rPr>
        <w:t xml:space="preserve"> نجس بودن و پاك بودن چيزى را نداند</w:t>
      </w:r>
      <w:r w:rsidR="000C4B14">
        <w:rPr>
          <w:rtl/>
          <w:lang w:bidi="fa-IR"/>
        </w:rPr>
        <w:t>،</w:t>
      </w:r>
      <w:r w:rsidRPr="003E3506">
        <w:rPr>
          <w:rtl/>
          <w:lang w:bidi="fa-IR"/>
        </w:rPr>
        <w:t xml:space="preserve"> مثلا نداند فضله موش پاك است يا نه</w:t>
      </w:r>
      <w:r w:rsidR="000C4B14">
        <w:rPr>
          <w:rtl/>
          <w:lang w:bidi="fa-IR"/>
        </w:rPr>
        <w:t>،</w:t>
      </w:r>
      <w:r w:rsidRPr="003E3506">
        <w:rPr>
          <w:rtl/>
          <w:lang w:bidi="fa-IR"/>
        </w:rPr>
        <w:t xml:space="preserve"> بايد مساله را بپرسد</w:t>
      </w:r>
      <w:r w:rsidR="000C4B14">
        <w:rPr>
          <w:rtl/>
          <w:lang w:bidi="fa-IR"/>
        </w:rPr>
        <w:t>،</w:t>
      </w:r>
      <w:r w:rsidRPr="003E3506">
        <w:rPr>
          <w:rtl/>
          <w:lang w:bidi="fa-IR"/>
        </w:rPr>
        <w:t xml:space="preserve"> ولى اگر با اينكه مساله را مى داند</w:t>
      </w:r>
      <w:r w:rsidR="000C4B14">
        <w:rPr>
          <w:rtl/>
          <w:lang w:bidi="fa-IR"/>
        </w:rPr>
        <w:t>،</w:t>
      </w:r>
      <w:r w:rsidRPr="003E3506">
        <w:rPr>
          <w:rtl/>
          <w:lang w:bidi="fa-IR"/>
        </w:rPr>
        <w:t xml:space="preserve"> در چيزى شك كند كه پاك است يا نه</w:t>
      </w:r>
      <w:r w:rsidR="000C4B14">
        <w:rPr>
          <w:rtl/>
          <w:lang w:bidi="fa-IR"/>
        </w:rPr>
        <w:t>،</w:t>
      </w:r>
      <w:r w:rsidRPr="003E3506">
        <w:rPr>
          <w:rtl/>
          <w:lang w:bidi="fa-IR"/>
        </w:rPr>
        <w:t xml:space="preserve"> مثلا شك كند آن چيز خون است يا نه</w:t>
      </w:r>
      <w:r w:rsidR="000C4B14">
        <w:rPr>
          <w:rtl/>
          <w:lang w:bidi="fa-IR"/>
        </w:rPr>
        <w:t>،</w:t>
      </w:r>
      <w:r w:rsidRPr="003E3506">
        <w:rPr>
          <w:rtl/>
          <w:lang w:bidi="fa-IR"/>
        </w:rPr>
        <w:t xml:space="preserve"> يا نداند كه خون پشه است يا خون انسان</w:t>
      </w:r>
      <w:r w:rsidR="000C4B14">
        <w:rPr>
          <w:rtl/>
          <w:lang w:bidi="fa-IR"/>
        </w:rPr>
        <w:t>،</w:t>
      </w:r>
      <w:r w:rsidRPr="003E3506">
        <w:rPr>
          <w:rtl/>
          <w:lang w:bidi="fa-IR"/>
        </w:rPr>
        <w:t xml:space="preserve"> پاك مى باشد</w:t>
      </w:r>
      <w:r w:rsidR="000C4B14">
        <w:rPr>
          <w:rtl/>
          <w:lang w:bidi="fa-IR"/>
        </w:rPr>
        <w:t>،</w:t>
      </w:r>
      <w:r w:rsidRPr="003E3506">
        <w:rPr>
          <w:rtl/>
          <w:lang w:bidi="fa-IR"/>
        </w:rPr>
        <w:t xml:space="preserve"> و وارسى كردن يا پرسيدن لازم نيست</w:t>
      </w:r>
      <w:r w:rsidR="000C4B14">
        <w:rPr>
          <w:rtl/>
          <w:lang w:bidi="fa-IR"/>
        </w:rPr>
        <w:t>.</w:t>
      </w:r>
    </w:p>
    <w:p w:rsidR="003E3506" w:rsidRPr="003E3506" w:rsidRDefault="003E3506" w:rsidP="003E3506">
      <w:pPr>
        <w:pStyle w:val="libNormal"/>
        <w:rPr>
          <w:lang w:bidi="fa-IR"/>
        </w:rPr>
      </w:pPr>
      <w:r w:rsidRPr="003E3506">
        <w:rPr>
          <w:rtl/>
          <w:lang w:bidi="fa-IR"/>
        </w:rPr>
        <w:t>١٢٤ - چيز نجسى كه انسان شك دارد پاك شده يا نه</w:t>
      </w:r>
      <w:r w:rsidR="000C4B14">
        <w:rPr>
          <w:rtl/>
          <w:lang w:bidi="fa-IR"/>
        </w:rPr>
        <w:t>،</w:t>
      </w:r>
      <w:r w:rsidRPr="003E3506">
        <w:rPr>
          <w:rtl/>
          <w:lang w:bidi="fa-IR"/>
        </w:rPr>
        <w:t xml:space="preserve"> نجس است</w:t>
      </w:r>
      <w:r w:rsidR="000C4B14">
        <w:rPr>
          <w:rtl/>
          <w:lang w:bidi="fa-IR"/>
        </w:rPr>
        <w:t>،</w:t>
      </w:r>
      <w:r w:rsidRPr="003E3506">
        <w:rPr>
          <w:rtl/>
          <w:lang w:bidi="fa-IR"/>
        </w:rPr>
        <w:t xml:space="preserve"> و چيز پاك را اگر شك كند نجس شده يا نه</w:t>
      </w:r>
      <w:r w:rsidR="000C4B14">
        <w:rPr>
          <w:rtl/>
          <w:lang w:bidi="fa-IR"/>
        </w:rPr>
        <w:t>،</w:t>
      </w:r>
      <w:r w:rsidRPr="003E3506">
        <w:rPr>
          <w:rtl/>
          <w:lang w:bidi="fa-IR"/>
        </w:rPr>
        <w:t xml:space="preserve"> پاك است</w:t>
      </w:r>
      <w:r w:rsidR="000C4B14">
        <w:rPr>
          <w:rtl/>
          <w:lang w:bidi="fa-IR"/>
        </w:rPr>
        <w:t>.</w:t>
      </w:r>
    </w:p>
    <w:p w:rsidR="003E3506" w:rsidRPr="003E3506" w:rsidRDefault="003E3506" w:rsidP="003E3506">
      <w:pPr>
        <w:pStyle w:val="libNormal"/>
        <w:rPr>
          <w:lang w:bidi="fa-IR"/>
        </w:rPr>
      </w:pPr>
      <w:r w:rsidRPr="003E3506">
        <w:rPr>
          <w:rtl/>
          <w:lang w:bidi="fa-IR"/>
        </w:rPr>
        <w:t>و اگر هم بتواند نجس بودن يا پاك بودن آن را بفهمد لازم نيست وارسى كند.</w:t>
      </w:r>
    </w:p>
    <w:p w:rsidR="003E3506" w:rsidRPr="003E3506" w:rsidRDefault="003E3506" w:rsidP="003E3506">
      <w:pPr>
        <w:pStyle w:val="libNormal"/>
        <w:rPr>
          <w:lang w:bidi="fa-IR"/>
        </w:rPr>
      </w:pPr>
      <w:r w:rsidRPr="003E3506">
        <w:rPr>
          <w:rtl/>
          <w:lang w:bidi="fa-IR"/>
        </w:rPr>
        <w:t>١٢٥ - اگر بداند يكى از دو ظرف يا دو لباسى كه از هر دوى آنها استفاده مى كند نجس شده و نداند كدام است</w:t>
      </w:r>
      <w:r w:rsidR="000C4B14">
        <w:rPr>
          <w:rtl/>
          <w:lang w:bidi="fa-IR"/>
        </w:rPr>
        <w:t>،</w:t>
      </w:r>
      <w:r w:rsidRPr="003E3506">
        <w:rPr>
          <w:rtl/>
          <w:lang w:bidi="fa-IR"/>
        </w:rPr>
        <w:t xml:space="preserve"> بايد از هر دو اجتناب كند ولى اگر مثلا نمى داند لباس خودش نجس شده يا </w:t>
      </w:r>
      <w:r w:rsidRPr="003E3506">
        <w:rPr>
          <w:rtl/>
          <w:lang w:bidi="fa-IR"/>
        </w:rPr>
        <w:lastRenderedPageBreak/>
        <w:t>لباسى كه از تصرف او خارج بوده و مال ديگرى مى باشد</w:t>
      </w:r>
      <w:r w:rsidR="000C4B14">
        <w:rPr>
          <w:rtl/>
          <w:lang w:bidi="fa-IR"/>
        </w:rPr>
        <w:t>،</w:t>
      </w:r>
      <w:r w:rsidRPr="003E3506">
        <w:rPr>
          <w:rtl/>
          <w:lang w:bidi="fa-IR"/>
        </w:rPr>
        <w:t xml:space="preserve"> لازم نيست از لباس خودش اجتناب نمايد.</w:t>
      </w:r>
    </w:p>
    <w:p w:rsidR="003E3506" w:rsidRPr="003E3506" w:rsidRDefault="00112F68" w:rsidP="003E3506">
      <w:pPr>
        <w:pStyle w:val="libNormal"/>
        <w:rPr>
          <w:lang w:bidi="fa-IR"/>
        </w:rPr>
      </w:pPr>
      <w:r>
        <w:rPr>
          <w:rtl/>
          <w:lang w:bidi="fa-IR"/>
        </w:rPr>
        <w:br w:type="page"/>
      </w:r>
    </w:p>
    <w:p w:rsidR="003E3506" w:rsidRDefault="00605FAB" w:rsidP="00112F68">
      <w:pPr>
        <w:pStyle w:val="Heading3"/>
        <w:rPr>
          <w:rtl/>
          <w:lang w:bidi="fa-IR"/>
        </w:rPr>
      </w:pPr>
      <w:bookmarkStart w:id="21" w:name="_Toc24454444"/>
      <w:r>
        <w:rPr>
          <w:rtl/>
          <w:lang w:bidi="fa-IR"/>
        </w:rPr>
        <w:t>(</w:t>
      </w:r>
      <w:r w:rsidR="003E3506" w:rsidRPr="003E3506">
        <w:rPr>
          <w:rtl/>
          <w:lang w:bidi="fa-IR"/>
        </w:rPr>
        <w:t>چيز پاك چگونه نجس مى شود</w:t>
      </w:r>
      <w:r>
        <w:rPr>
          <w:rtl/>
          <w:lang w:bidi="fa-IR"/>
        </w:rPr>
        <w:t>)</w:t>
      </w:r>
      <w:bookmarkEnd w:id="21"/>
    </w:p>
    <w:p w:rsidR="003E3506" w:rsidRPr="003E3506" w:rsidRDefault="003E3506" w:rsidP="003E3506">
      <w:pPr>
        <w:pStyle w:val="libNormal"/>
        <w:rPr>
          <w:lang w:bidi="fa-IR"/>
        </w:rPr>
      </w:pPr>
      <w:r w:rsidRPr="003E3506">
        <w:rPr>
          <w:rtl/>
          <w:lang w:bidi="fa-IR"/>
        </w:rPr>
        <w:t>١٢٦ - اگر چيز پاك به چيز نجس برسد و هر دو يا يكى از آنها به طورى تر باشد كه ترى يكى به ديگرى برسد</w:t>
      </w:r>
      <w:r w:rsidR="000C4B14">
        <w:rPr>
          <w:rtl/>
          <w:lang w:bidi="fa-IR"/>
        </w:rPr>
        <w:t>،</w:t>
      </w:r>
      <w:r w:rsidRPr="003E3506">
        <w:rPr>
          <w:rtl/>
          <w:lang w:bidi="fa-IR"/>
        </w:rPr>
        <w:t xml:space="preserve"> چيز پاك نيز نجس مى شود</w:t>
      </w:r>
      <w:r w:rsidR="000C4B14">
        <w:rPr>
          <w:rtl/>
          <w:lang w:bidi="fa-IR"/>
        </w:rPr>
        <w:t>،</w:t>
      </w:r>
      <w:r w:rsidRPr="003E3506">
        <w:rPr>
          <w:rtl/>
          <w:lang w:bidi="fa-IR"/>
        </w:rPr>
        <w:t xml:space="preserve"> و همچنين اگر به چيز سومى با همان رطوبت برسد نجسش مى كند</w:t>
      </w:r>
      <w:r w:rsidR="000C4B14">
        <w:rPr>
          <w:rtl/>
          <w:lang w:bidi="fa-IR"/>
        </w:rPr>
        <w:t>،</w:t>
      </w:r>
      <w:r w:rsidRPr="003E3506">
        <w:rPr>
          <w:rtl/>
          <w:lang w:bidi="fa-IR"/>
        </w:rPr>
        <w:t xml:space="preserve"> و مشهور فرموده اند كه متنجس به طور مطلق منجس است</w:t>
      </w:r>
      <w:r w:rsidR="000C4B14">
        <w:rPr>
          <w:rtl/>
          <w:lang w:bidi="fa-IR"/>
        </w:rPr>
        <w:t>،</w:t>
      </w:r>
      <w:r w:rsidRPr="003E3506">
        <w:rPr>
          <w:rtl/>
          <w:lang w:bidi="fa-IR"/>
        </w:rPr>
        <w:t xml:space="preserve"> ولى اين حكم با تعدد واسطه محل اشكال است</w:t>
      </w:r>
      <w:r w:rsidR="000C4B14">
        <w:rPr>
          <w:rtl/>
          <w:lang w:bidi="fa-IR"/>
        </w:rPr>
        <w:t>.</w:t>
      </w:r>
    </w:p>
    <w:p w:rsidR="003E3506" w:rsidRPr="003E3506" w:rsidRDefault="003E3506" w:rsidP="003E3506">
      <w:pPr>
        <w:pStyle w:val="libNormal"/>
        <w:rPr>
          <w:lang w:bidi="fa-IR"/>
        </w:rPr>
      </w:pPr>
      <w:r w:rsidRPr="003E3506">
        <w:rPr>
          <w:rtl/>
          <w:lang w:bidi="fa-IR"/>
        </w:rPr>
        <w:t xml:space="preserve">بلكه حكم بطهارت خالى از قوت نيست </w:t>
      </w:r>
      <w:r w:rsidR="00605FAB">
        <w:rPr>
          <w:rtl/>
          <w:lang w:bidi="fa-IR"/>
        </w:rPr>
        <w:t>(</w:t>
      </w:r>
      <w:r w:rsidRPr="003E3506">
        <w:rPr>
          <w:rtl/>
          <w:lang w:bidi="fa-IR"/>
        </w:rPr>
        <w:t>مثال</w:t>
      </w:r>
      <w:r w:rsidR="00605FAB">
        <w:rPr>
          <w:rtl/>
          <w:lang w:bidi="fa-IR"/>
        </w:rPr>
        <w:t>)</w:t>
      </w:r>
      <w:r w:rsidRPr="003E3506">
        <w:rPr>
          <w:rtl/>
          <w:lang w:bidi="fa-IR"/>
        </w:rPr>
        <w:t xml:space="preserve"> در صورتى كه دست راست به بول متنجس شود</w:t>
      </w:r>
      <w:r w:rsidR="000C4B14">
        <w:rPr>
          <w:rtl/>
          <w:lang w:bidi="fa-IR"/>
        </w:rPr>
        <w:t>،</w:t>
      </w:r>
      <w:r w:rsidRPr="003E3506">
        <w:rPr>
          <w:rtl/>
          <w:lang w:bidi="fa-IR"/>
        </w:rPr>
        <w:t xml:space="preserve"> آنگاه آن دست با رطوبت با دست چپ ملاقات كند اين ملاقات موجب نجاست دست چپ خواهد بود</w:t>
      </w:r>
      <w:r w:rsidR="000C4B14">
        <w:rPr>
          <w:rtl/>
          <w:lang w:bidi="fa-IR"/>
        </w:rPr>
        <w:t>،</w:t>
      </w:r>
      <w:r w:rsidRPr="003E3506">
        <w:rPr>
          <w:rtl/>
          <w:lang w:bidi="fa-IR"/>
        </w:rPr>
        <w:t xml:space="preserve"> و اگر دست چپ بعد از خشكيدن با لباس مرطوب مثلا ملاقات كند لباس نيز نجس مى شود ولى اگر آن لباس با چيز ديگرى با رطوبت ملاقات كند حكم به نجاست آن چيز نمى شود.</w:t>
      </w:r>
    </w:p>
    <w:p w:rsidR="003E3506" w:rsidRPr="003E3506" w:rsidRDefault="003E3506" w:rsidP="003E3506">
      <w:pPr>
        <w:pStyle w:val="libNormal"/>
        <w:rPr>
          <w:lang w:bidi="fa-IR"/>
        </w:rPr>
      </w:pPr>
      <w:r w:rsidRPr="003E3506">
        <w:rPr>
          <w:rtl/>
          <w:lang w:bidi="fa-IR"/>
        </w:rPr>
        <w:t>و اگر ترى به قدرى كم باشد كه به ديگرى نرسد چيزى كه پاك بوده نجس نمى شود اگرچه به عين نجس برسد.</w:t>
      </w:r>
    </w:p>
    <w:p w:rsidR="003E3506" w:rsidRPr="003E3506" w:rsidRDefault="003E3506" w:rsidP="003E3506">
      <w:pPr>
        <w:pStyle w:val="libNormal"/>
        <w:rPr>
          <w:lang w:bidi="fa-IR"/>
        </w:rPr>
      </w:pPr>
      <w:r w:rsidRPr="003E3506">
        <w:rPr>
          <w:rtl/>
          <w:lang w:bidi="fa-IR"/>
        </w:rPr>
        <w:t>١٢٧ - اگر چيز پاكى به چيز نجس برسد</w:t>
      </w:r>
      <w:r w:rsidR="000C4B14">
        <w:rPr>
          <w:rtl/>
          <w:lang w:bidi="fa-IR"/>
        </w:rPr>
        <w:t>،</w:t>
      </w:r>
      <w:r w:rsidRPr="003E3506">
        <w:rPr>
          <w:rtl/>
          <w:lang w:bidi="fa-IR"/>
        </w:rPr>
        <w:t xml:space="preserve"> و انسان شك كند كه هر دو يا يكى از آنها تر بوده يا نه</w:t>
      </w:r>
      <w:r w:rsidR="000C4B14">
        <w:rPr>
          <w:rtl/>
          <w:lang w:bidi="fa-IR"/>
        </w:rPr>
        <w:t>،</w:t>
      </w:r>
      <w:r w:rsidRPr="003E3506">
        <w:rPr>
          <w:rtl/>
          <w:lang w:bidi="fa-IR"/>
        </w:rPr>
        <w:t xml:space="preserve"> آن چيز پاك نجس نمى شود.</w:t>
      </w:r>
    </w:p>
    <w:p w:rsidR="003E3506" w:rsidRPr="003E3506" w:rsidRDefault="003E3506" w:rsidP="003E3506">
      <w:pPr>
        <w:pStyle w:val="libNormal"/>
        <w:rPr>
          <w:lang w:bidi="fa-IR"/>
        </w:rPr>
      </w:pPr>
      <w:r w:rsidRPr="003E3506">
        <w:rPr>
          <w:rtl/>
          <w:lang w:bidi="fa-IR"/>
        </w:rPr>
        <w:t>١٢٨ - دو چيزى كه انسان نمى داند كدام پاك و كدام نجس است اگر چيز پاكى با رطوبت بعدا به يكى از آنها برسد اجتناب از آن لازم نيست مگر در بعضى از موارد مثل آنكه حالت سابقه در هر دو نجاست باشد و يا آنكه با طرف ديگر هم چيز پاك ديگرى با رطوبت ملاقات كند.</w:t>
      </w:r>
    </w:p>
    <w:p w:rsidR="003E3506" w:rsidRPr="003E3506" w:rsidRDefault="003E3506" w:rsidP="003E3506">
      <w:pPr>
        <w:pStyle w:val="libNormal"/>
        <w:rPr>
          <w:lang w:bidi="fa-IR"/>
        </w:rPr>
      </w:pPr>
      <w:r w:rsidRPr="003E3506">
        <w:rPr>
          <w:rtl/>
          <w:lang w:bidi="fa-IR"/>
        </w:rPr>
        <w:t>١٢٩ - زمين و پارچه و مانند اينها اگر رطوبت داشته باشد</w:t>
      </w:r>
      <w:r w:rsidR="000C4B14">
        <w:rPr>
          <w:rtl/>
          <w:lang w:bidi="fa-IR"/>
        </w:rPr>
        <w:t>،</w:t>
      </w:r>
      <w:r w:rsidRPr="003E3506">
        <w:rPr>
          <w:rtl/>
          <w:lang w:bidi="fa-IR"/>
        </w:rPr>
        <w:t xml:space="preserve"> هر قسمتى كه نجاست به آن برسد نجس مى شود</w:t>
      </w:r>
      <w:r w:rsidR="000C4B14">
        <w:rPr>
          <w:rtl/>
          <w:lang w:bidi="fa-IR"/>
        </w:rPr>
        <w:t>،</w:t>
      </w:r>
      <w:r w:rsidRPr="003E3506">
        <w:rPr>
          <w:rtl/>
          <w:lang w:bidi="fa-IR"/>
        </w:rPr>
        <w:t xml:space="preserve"> و جاهاى ديگر آن پاك است و همچنين است خيار و خربزه و مانند اينها.</w:t>
      </w:r>
    </w:p>
    <w:p w:rsidR="003E3506" w:rsidRPr="003E3506" w:rsidRDefault="003E3506" w:rsidP="003E3506">
      <w:pPr>
        <w:pStyle w:val="libNormal"/>
        <w:rPr>
          <w:lang w:bidi="fa-IR"/>
        </w:rPr>
      </w:pPr>
      <w:r w:rsidRPr="003E3506">
        <w:rPr>
          <w:rtl/>
          <w:lang w:bidi="fa-IR"/>
        </w:rPr>
        <w:t>١٣٠ - هرگاه شيره و روغن و مانند اينها طورى باشد كه اگر مقدارى از آن را بردارند جاى آن خالى نمى ماند</w:t>
      </w:r>
      <w:r w:rsidR="000C4B14">
        <w:rPr>
          <w:rtl/>
          <w:lang w:bidi="fa-IR"/>
        </w:rPr>
        <w:t>،</w:t>
      </w:r>
      <w:r w:rsidRPr="003E3506">
        <w:rPr>
          <w:rtl/>
          <w:lang w:bidi="fa-IR"/>
        </w:rPr>
        <w:t xml:space="preserve"> همين كه يك نقطه از آن نجس شد</w:t>
      </w:r>
      <w:r w:rsidR="000C4B14">
        <w:rPr>
          <w:rtl/>
          <w:lang w:bidi="fa-IR"/>
        </w:rPr>
        <w:t>،</w:t>
      </w:r>
      <w:r w:rsidRPr="003E3506">
        <w:rPr>
          <w:rtl/>
          <w:lang w:bidi="fa-IR"/>
        </w:rPr>
        <w:t xml:space="preserve"> تمام آن نجس مى شود.</w:t>
      </w:r>
    </w:p>
    <w:p w:rsidR="003E3506" w:rsidRPr="003E3506" w:rsidRDefault="003E3506" w:rsidP="003E3506">
      <w:pPr>
        <w:pStyle w:val="libNormal"/>
        <w:rPr>
          <w:lang w:bidi="fa-IR"/>
        </w:rPr>
      </w:pPr>
      <w:r w:rsidRPr="003E3506">
        <w:rPr>
          <w:rtl/>
          <w:lang w:bidi="fa-IR"/>
        </w:rPr>
        <w:lastRenderedPageBreak/>
        <w:t>ولى اگر طورى باشد كه جاى آن در موقع برداشتن خالى بماند</w:t>
      </w:r>
      <w:r w:rsidR="000C4B14">
        <w:rPr>
          <w:rtl/>
          <w:lang w:bidi="fa-IR"/>
        </w:rPr>
        <w:t>،</w:t>
      </w:r>
      <w:r w:rsidRPr="003E3506">
        <w:rPr>
          <w:rtl/>
          <w:lang w:bidi="fa-IR"/>
        </w:rPr>
        <w:t xml:space="preserve"> اگر چه بعد پر شود</w:t>
      </w:r>
      <w:r w:rsidR="000C4B14">
        <w:rPr>
          <w:rtl/>
          <w:lang w:bidi="fa-IR"/>
        </w:rPr>
        <w:t>،</w:t>
      </w:r>
      <w:r w:rsidRPr="003E3506">
        <w:rPr>
          <w:rtl/>
          <w:lang w:bidi="fa-IR"/>
        </w:rPr>
        <w:t xml:space="preserve"> فقط جايى كه نجاست به آن رسيده نجس مى باشد پس اگر فضله موش در آن بيفتد جايى كه فضله افتاده نجس و بقيه پاك است</w:t>
      </w:r>
      <w:r w:rsidR="000C4B14">
        <w:rPr>
          <w:rtl/>
          <w:lang w:bidi="fa-IR"/>
        </w:rPr>
        <w:t>.</w:t>
      </w:r>
    </w:p>
    <w:p w:rsidR="003E3506" w:rsidRPr="003E3506" w:rsidRDefault="003E3506" w:rsidP="003E3506">
      <w:pPr>
        <w:pStyle w:val="libNormal"/>
        <w:rPr>
          <w:lang w:bidi="fa-IR"/>
        </w:rPr>
      </w:pPr>
      <w:r w:rsidRPr="003E3506">
        <w:rPr>
          <w:rtl/>
          <w:lang w:bidi="fa-IR"/>
        </w:rPr>
        <w:t>١٣١ - اگر مگس يا حيوانى مانند آن روى چيز نجسى كه تر است بنشيند</w:t>
      </w:r>
      <w:r w:rsidR="000C4B14">
        <w:rPr>
          <w:rtl/>
          <w:lang w:bidi="fa-IR"/>
        </w:rPr>
        <w:t>،</w:t>
      </w:r>
      <w:r w:rsidRPr="003E3506">
        <w:rPr>
          <w:rtl/>
          <w:lang w:bidi="fa-IR"/>
        </w:rPr>
        <w:t xml:space="preserve"> و بعد روى چيز پاكى كه آن هم تر است بنشيند</w:t>
      </w:r>
      <w:r w:rsidR="000C4B14">
        <w:rPr>
          <w:rtl/>
          <w:lang w:bidi="fa-IR"/>
        </w:rPr>
        <w:t>،</w:t>
      </w:r>
      <w:r w:rsidRPr="003E3506">
        <w:rPr>
          <w:rtl/>
          <w:lang w:bidi="fa-IR"/>
        </w:rPr>
        <w:t xml:space="preserve"> چنانچه انسان بداند نجاست همراه آن حيوان بوده</w:t>
      </w:r>
      <w:r w:rsidR="000C4B14">
        <w:rPr>
          <w:rtl/>
          <w:lang w:bidi="fa-IR"/>
        </w:rPr>
        <w:t>،</w:t>
      </w:r>
      <w:r w:rsidRPr="003E3506">
        <w:rPr>
          <w:rtl/>
          <w:lang w:bidi="fa-IR"/>
        </w:rPr>
        <w:t xml:space="preserve"> چيز پاك نجس مى شود</w:t>
      </w:r>
      <w:r w:rsidR="000C4B14">
        <w:rPr>
          <w:rtl/>
          <w:lang w:bidi="fa-IR"/>
        </w:rPr>
        <w:t>،</w:t>
      </w:r>
      <w:r w:rsidRPr="003E3506">
        <w:rPr>
          <w:rtl/>
          <w:lang w:bidi="fa-IR"/>
        </w:rPr>
        <w:t xml:space="preserve"> و اگر نداند پاك است</w:t>
      </w:r>
      <w:r w:rsidR="000C4B14">
        <w:rPr>
          <w:rtl/>
          <w:lang w:bidi="fa-IR"/>
        </w:rPr>
        <w:t>.</w:t>
      </w:r>
    </w:p>
    <w:p w:rsidR="003E3506" w:rsidRPr="003E3506" w:rsidRDefault="003E3506" w:rsidP="003E3506">
      <w:pPr>
        <w:pStyle w:val="libNormal"/>
        <w:rPr>
          <w:lang w:bidi="fa-IR"/>
        </w:rPr>
      </w:pPr>
      <w:r w:rsidRPr="003E3506">
        <w:rPr>
          <w:rtl/>
          <w:lang w:bidi="fa-IR"/>
        </w:rPr>
        <w:t>١٣٢ - اگر جايى از بدن كه عرق دارد نجس شود</w:t>
      </w:r>
      <w:r w:rsidR="000C4B14">
        <w:rPr>
          <w:rtl/>
          <w:lang w:bidi="fa-IR"/>
        </w:rPr>
        <w:t>،</w:t>
      </w:r>
      <w:r w:rsidRPr="003E3506">
        <w:rPr>
          <w:rtl/>
          <w:lang w:bidi="fa-IR"/>
        </w:rPr>
        <w:t xml:space="preserve"> و عرق از آنجا به جاى ديگر برود</w:t>
      </w:r>
      <w:r w:rsidR="000C4B14">
        <w:rPr>
          <w:rtl/>
          <w:lang w:bidi="fa-IR"/>
        </w:rPr>
        <w:t>،</w:t>
      </w:r>
      <w:r w:rsidRPr="003E3506">
        <w:rPr>
          <w:rtl/>
          <w:lang w:bidi="fa-IR"/>
        </w:rPr>
        <w:t xml:space="preserve"> هر جا كه عرق به آن برسد نجس مى شود</w:t>
      </w:r>
      <w:r w:rsidR="000C4B14">
        <w:rPr>
          <w:rtl/>
          <w:lang w:bidi="fa-IR"/>
        </w:rPr>
        <w:t>،</w:t>
      </w:r>
      <w:r w:rsidRPr="003E3506">
        <w:rPr>
          <w:rtl/>
          <w:lang w:bidi="fa-IR"/>
        </w:rPr>
        <w:t xml:space="preserve"> و اگر عرق به جاى ديگر نرود جاهاى ديگر بدن پاك است</w:t>
      </w:r>
      <w:r w:rsidR="000C4B14">
        <w:rPr>
          <w:rtl/>
          <w:lang w:bidi="fa-IR"/>
        </w:rPr>
        <w:t>.</w:t>
      </w:r>
    </w:p>
    <w:p w:rsidR="003E3506" w:rsidRPr="003E3506" w:rsidRDefault="003E3506" w:rsidP="003E3506">
      <w:pPr>
        <w:pStyle w:val="libNormal"/>
        <w:rPr>
          <w:lang w:bidi="fa-IR"/>
        </w:rPr>
      </w:pPr>
      <w:r w:rsidRPr="003E3506">
        <w:rPr>
          <w:rtl/>
          <w:lang w:bidi="fa-IR"/>
        </w:rPr>
        <w:t>١٣٣ - اخلاط غليظى كه از بينى يا گلو مى آيد</w:t>
      </w:r>
      <w:r w:rsidR="000C4B14">
        <w:rPr>
          <w:rtl/>
          <w:lang w:bidi="fa-IR"/>
        </w:rPr>
        <w:t>،</w:t>
      </w:r>
      <w:r w:rsidRPr="003E3506">
        <w:rPr>
          <w:rtl/>
          <w:lang w:bidi="fa-IR"/>
        </w:rPr>
        <w:t xml:space="preserve"> اگر خون داشته باشد جايى كه خون دارد نجس و بقيه آن پاك است</w:t>
      </w:r>
      <w:r w:rsidR="000C4B14">
        <w:rPr>
          <w:rtl/>
          <w:lang w:bidi="fa-IR"/>
        </w:rPr>
        <w:t>.</w:t>
      </w:r>
    </w:p>
    <w:p w:rsidR="003E3506" w:rsidRPr="003E3506" w:rsidRDefault="003E3506" w:rsidP="003E3506">
      <w:pPr>
        <w:pStyle w:val="libNormal"/>
        <w:rPr>
          <w:lang w:bidi="fa-IR"/>
        </w:rPr>
      </w:pPr>
      <w:r w:rsidRPr="003E3506">
        <w:rPr>
          <w:rtl/>
          <w:lang w:bidi="fa-IR"/>
        </w:rPr>
        <w:t>پس اگر به بيرون دهان يا بينى برسد مقدارى كه انسان يقين دارد جاى نجس اخلاط به آن رسيده نجس است</w:t>
      </w:r>
      <w:r w:rsidR="000C4B14">
        <w:rPr>
          <w:rtl/>
          <w:lang w:bidi="fa-IR"/>
        </w:rPr>
        <w:t>،</w:t>
      </w:r>
      <w:r w:rsidRPr="003E3506">
        <w:rPr>
          <w:rtl/>
          <w:lang w:bidi="fa-IR"/>
        </w:rPr>
        <w:t xml:space="preserve"> و محلى را كه شك دارد جاى نجس به آن رسيده يا نه پاك مى باشد.</w:t>
      </w:r>
    </w:p>
    <w:p w:rsidR="003E3506" w:rsidRPr="003E3506" w:rsidRDefault="003E3506" w:rsidP="003E3506">
      <w:pPr>
        <w:pStyle w:val="libNormal"/>
        <w:rPr>
          <w:lang w:bidi="fa-IR"/>
        </w:rPr>
      </w:pPr>
      <w:r w:rsidRPr="003E3506">
        <w:rPr>
          <w:rtl/>
          <w:lang w:bidi="fa-IR"/>
        </w:rPr>
        <w:t>١٣٤ - اگر آفتابه اى را كه ته آن سوراخ است روى زمين نجس بگذارند</w:t>
      </w:r>
      <w:r w:rsidR="000C4B14">
        <w:rPr>
          <w:rtl/>
          <w:lang w:bidi="fa-IR"/>
        </w:rPr>
        <w:t>،</w:t>
      </w:r>
      <w:r w:rsidRPr="003E3506">
        <w:rPr>
          <w:rtl/>
          <w:lang w:bidi="fa-IR"/>
        </w:rPr>
        <w:t xml:space="preserve"> چنانچه از جريان بيفتد و آب زير آن جمع گردد كه با آب آفتابه يكى حساب شود</w:t>
      </w:r>
      <w:r w:rsidR="000C4B14">
        <w:rPr>
          <w:rtl/>
          <w:lang w:bidi="fa-IR"/>
        </w:rPr>
        <w:t>،</w:t>
      </w:r>
      <w:r w:rsidRPr="003E3506">
        <w:rPr>
          <w:rtl/>
          <w:lang w:bidi="fa-IR"/>
        </w:rPr>
        <w:t xml:space="preserve"> آب آفتابه نجس مى شود</w:t>
      </w:r>
      <w:r w:rsidR="000C4B14">
        <w:rPr>
          <w:rtl/>
          <w:lang w:bidi="fa-IR"/>
        </w:rPr>
        <w:t>،</w:t>
      </w:r>
      <w:r w:rsidRPr="003E3506">
        <w:rPr>
          <w:rtl/>
          <w:lang w:bidi="fa-IR"/>
        </w:rPr>
        <w:t xml:space="preserve"> ولى اگر آب آفتابه با فشار جريان داشته باشد نجس نمى شود.</w:t>
      </w:r>
    </w:p>
    <w:p w:rsidR="003E3506" w:rsidRPr="003E3506" w:rsidRDefault="003E3506" w:rsidP="003E3506">
      <w:pPr>
        <w:pStyle w:val="libNormal"/>
        <w:rPr>
          <w:lang w:bidi="fa-IR"/>
        </w:rPr>
      </w:pPr>
      <w:r w:rsidRPr="003E3506">
        <w:rPr>
          <w:rtl/>
          <w:lang w:bidi="fa-IR"/>
        </w:rPr>
        <w:t>١٣٥ - اگر چيزى داخل بدن شود و به نجاست برسد</w:t>
      </w:r>
      <w:r w:rsidR="000C4B14">
        <w:rPr>
          <w:rtl/>
          <w:lang w:bidi="fa-IR"/>
        </w:rPr>
        <w:t>،</w:t>
      </w:r>
      <w:r w:rsidRPr="003E3506">
        <w:rPr>
          <w:rtl/>
          <w:lang w:bidi="fa-IR"/>
        </w:rPr>
        <w:t xml:space="preserve"> در صورتى كه بعد از بيرون آمدن آلوده به نجاست نباشد پاك است</w:t>
      </w:r>
      <w:r w:rsidR="000C4B14">
        <w:rPr>
          <w:rtl/>
          <w:lang w:bidi="fa-IR"/>
        </w:rPr>
        <w:t>.</w:t>
      </w:r>
    </w:p>
    <w:p w:rsidR="003E3506" w:rsidRPr="003E3506" w:rsidRDefault="003E3506" w:rsidP="003E3506">
      <w:pPr>
        <w:pStyle w:val="libNormal"/>
        <w:rPr>
          <w:lang w:bidi="fa-IR"/>
        </w:rPr>
      </w:pPr>
      <w:r w:rsidRPr="003E3506">
        <w:rPr>
          <w:rtl/>
          <w:lang w:bidi="fa-IR"/>
        </w:rPr>
        <w:t>پس اگر اسباب اماله يا آب آن در مخرج غايط وارد شود</w:t>
      </w:r>
      <w:r w:rsidR="000C4B14">
        <w:rPr>
          <w:rtl/>
          <w:lang w:bidi="fa-IR"/>
        </w:rPr>
        <w:t>،</w:t>
      </w:r>
      <w:r w:rsidRPr="003E3506">
        <w:rPr>
          <w:rtl/>
          <w:lang w:bidi="fa-IR"/>
        </w:rPr>
        <w:t xml:space="preserve"> يا سوزن و چاقو و مانند اينها در بدن فرو رود و بعد از بيرون آمدن به نجاست آلوده نباشد نجس نيست</w:t>
      </w:r>
      <w:r w:rsidR="000C4B14">
        <w:rPr>
          <w:rtl/>
          <w:lang w:bidi="fa-IR"/>
        </w:rPr>
        <w:t>.</w:t>
      </w:r>
    </w:p>
    <w:p w:rsidR="003E3506" w:rsidRPr="003E3506" w:rsidRDefault="003E3506" w:rsidP="003E3506">
      <w:pPr>
        <w:pStyle w:val="libNormal"/>
        <w:rPr>
          <w:lang w:bidi="fa-IR"/>
        </w:rPr>
      </w:pPr>
      <w:r w:rsidRPr="003E3506">
        <w:rPr>
          <w:rtl/>
          <w:lang w:bidi="fa-IR"/>
        </w:rPr>
        <w:t>و همچنين است آب دهان و بينى اگر در داخل به خون برسد و بعد از بيرون آمدن به خون آلوده نباشد.</w:t>
      </w:r>
    </w:p>
    <w:p w:rsidR="003E3506" w:rsidRPr="003E3506" w:rsidRDefault="001953CC" w:rsidP="003E3506">
      <w:pPr>
        <w:pStyle w:val="libNormal"/>
        <w:rPr>
          <w:lang w:bidi="fa-IR"/>
        </w:rPr>
      </w:pPr>
      <w:r>
        <w:rPr>
          <w:rtl/>
          <w:lang w:bidi="fa-IR"/>
        </w:rPr>
        <w:br w:type="page"/>
      </w:r>
    </w:p>
    <w:p w:rsidR="003E3506" w:rsidRDefault="00605FAB" w:rsidP="001953CC">
      <w:pPr>
        <w:pStyle w:val="Heading3"/>
        <w:rPr>
          <w:rtl/>
          <w:lang w:bidi="fa-IR"/>
        </w:rPr>
      </w:pPr>
      <w:bookmarkStart w:id="22" w:name="_Toc24454445"/>
      <w:r>
        <w:rPr>
          <w:rtl/>
          <w:lang w:bidi="fa-IR"/>
        </w:rPr>
        <w:t>(</w:t>
      </w:r>
      <w:r w:rsidR="003E3506" w:rsidRPr="003E3506">
        <w:rPr>
          <w:rtl/>
          <w:lang w:bidi="fa-IR"/>
        </w:rPr>
        <w:t>احكام نجاسات</w:t>
      </w:r>
      <w:r>
        <w:rPr>
          <w:rtl/>
          <w:lang w:bidi="fa-IR"/>
        </w:rPr>
        <w:t>)</w:t>
      </w:r>
      <w:bookmarkEnd w:id="22"/>
    </w:p>
    <w:p w:rsidR="003E3506" w:rsidRPr="003E3506" w:rsidRDefault="003E3506" w:rsidP="003E3506">
      <w:pPr>
        <w:pStyle w:val="libNormal"/>
        <w:rPr>
          <w:lang w:bidi="fa-IR"/>
        </w:rPr>
      </w:pPr>
      <w:r w:rsidRPr="003E3506">
        <w:rPr>
          <w:rtl/>
          <w:lang w:bidi="fa-IR"/>
        </w:rPr>
        <w:t>١٣٦ - نجس كردن خط و ورق قرآن در صورتى كه مستلزم هتك حرمت باشد بى اشكال حرام است و اگر نجس شود بايد فورا آن را آب بكشند.</w:t>
      </w:r>
    </w:p>
    <w:p w:rsidR="003E3506" w:rsidRPr="003E3506" w:rsidRDefault="003E3506" w:rsidP="003E3506">
      <w:pPr>
        <w:pStyle w:val="libNormal"/>
        <w:rPr>
          <w:lang w:bidi="fa-IR"/>
        </w:rPr>
      </w:pPr>
      <w:r w:rsidRPr="003E3506">
        <w:rPr>
          <w:rtl/>
          <w:lang w:bidi="fa-IR"/>
        </w:rPr>
        <w:t>بلكه بنابر احتياط واجب در غير فرض هتك نيز نجس كردن آن حرام و آب كشيدن واجب است</w:t>
      </w:r>
      <w:r w:rsidR="000C4B14">
        <w:rPr>
          <w:rtl/>
          <w:lang w:bidi="fa-IR"/>
        </w:rPr>
        <w:t>.</w:t>
      </w:r>
    </w:p>
    <w:p w:rsidR="003E3506" w:rsidRPr="003E3506" w:rsidRDefault="003E3506" w:rsidP="003E3506">
      <w:pPr>
        <w:pStyle w:val="libNormal"/>
        <w:rPr>
          <w:lang w:bidi="fa-IR"/>
        </w:rPr>
      </w:pPr>
      <w:r w:rsidRPr="003E3506">
        <w:rPr>
          <w:rtl/>
          <w:lang w:bidi="fa-IR"/>
        </w:rPr>
        <w:t>١٣٧ - اگر جلد قرآن نجس شود در صورتى كه بى احترامى به قرآن باشد بايد آنرا آب بكشند.</w:t>
      </w:r>
    </w:p>
    <w:p w:rsidR="003E3506" w:rsidRPr="003E3506" w:rsidRDefault="003E3506" w:rsidP="003E3506">
      <w:pPr>
        <w:pStyle w:val="libNormal"/>
        <w:rPr>
          <w:lang w:bidi="fa-IR"/>
        </w:rPr>
      </w:pPr>
      <w:r w:rsidRPr="003E3506">
        <w:rPr>
          <w:rtl/>
          <w:lang w:bidi="fa-IR"/>
        </w:rPr>
        <w:t>١٣٨ - گذاشتن قرآن روى عين نجس مانند خون و مردار اگر چه آن عين نجس خشك باشد در صورتى كه بى احترامى به قرآن باشد حرام است</w:t>
      </w:r>
      <w:r w:rsidR="000C4B14">
        <w:rPr>
          <w:rtl/>
          <w:lang w:bidi="fa-IR"/>
        </w:rPr>
        <w:t>.</w:t>
      </w:r>
    </w:p>
    <w:p w:rsidR="003E3506" w:rsidRPr="003E3506" w:rsidRDefault="003E3506" w:rsidP="003E3506">
      <w:pPr>
        <w:pStyle w:val="libNormal"/>
        <w:rPr>
          <w:lang w:bidi="fa-IR"/>
        </w:rPr>
      </w:pPr>
      <w:r w:rsidRPr="003E3506">
        <w:rPr>
          <w:rtl/>
          <w:lang w:bidi="fa-IR"/>
        </w:rPr>
        <w:t>١٣٩ - نوشتن قرآن با مركب نجس اگر چه يك حرف آن باشد حكم نجس كردن آنرا دارد</w:t>
      </w:r>
      <w:r w:rsidR="000C4B14">
        <w:rPr>
          <w:rtl/>
          <w:lang w:bidi="fa-IR"/>
        </w:rPr>
        <w:t>،</w:t>
      </w:r>
      <w:r w:rsidRPr="003E3506">
        <w:rPr>
          <w:rtl/>
          <w:lang w:bidi="fa-IR"/>
        </w:rPr>
        <w:t xml:space="preserve"> و اگر نوشته شود بايد آن را آب بكشند يا به واسطه تراشيدن و مانند آن كارى كنند كه از بين برود.</w:t>
      </w:r>
    </w:p>
    <w:p w:rsidR="003E3506" w:rsidRPr="003E3506" w:rsidRDefault="003E3506" w:rsidP="003E3506">
      <w:pPr>
        <w:pStyle w:val="libNormal"/>
        <w:rPr>
          <w:lang w:bidi="fa-IR"/>
        </w:rPr>
      </w:pPr>
      <w:r w:rsidRPr="003E3506">
        <w:rPr>
          <w:rtl/>
          <w:lang w:bidi="fa-IR"/>
        </w:rPr>
        <w:t>١٤٠ - در صورتى كه دادن قرآن به كافر مستلزم هتك باشد حرام و گرفتن قرآن از او واجب است</w:t>
      </w:r>
      <w:r w:rsidR="000C4B14">
        <w:rPr>
          <w:rtl/>
          <w:lang w:bidi="fa-IR"/>
        </w:rPr>
        <w:t>.</w:t>
      </w:r>
    </w:p>
    <w:p w:rsidR="003E3506" w:rsidRPr="003E3506" w:rsidRDefault="003E3506" w:rsidP="003E3506">
      <w:pPr>
        <w:pStyle w:val="libNormal"/>
        <w:rPr>
          <w:lang w:bidi="fa-IR"/>
        </w:rPr>
      </w:pPr>
      <w:r w:rsidRPr="003E3506">
        <w:rPr>
          <w:rtl/>
          <w:lang w:bidi="fa-IR"/>
        </w:rPr>
        <w:t>١٤١ - اگر ورق قرآن يا چيزى كه احترام آن لازم است</w:t>
      </w:r>
      <w:r w:rsidR="000C4B14">
        <w:rPr>
          <w:rtl/>
          <w:lang w:bidi="fa-IR"/>
        </w:rPr>
        <w:t>،</w:t>
      </w:r>
      <w:r w:rsidRPr="003E3506">
        <w:rPr>
          <w:rtl/>
          <w:lang w:bidi="fa-IR"/>
        </w:rPr>
        <w:t xml:space="preserve"> مثل كاغذى كه اسم خدا يا پيغمبر يا امام بر آن نوشته شده</w:t>
      </w:r>
      <w:r w:rsidR="000C4B14">
        <w:rPr>
          <w:rtl/>
          <w:lang w:bidi="fa-IR"/>
        </w:rPr>
        <w:t>،</w:t>
      </w:r>
      <w:r w:rsidRPr="003E3506">
        <w:rPr>
          <w:rtl/>
          <w:lang w:bidi="fa-IR"/>
        </w:rPr>
        <w:t xml:space="preserve"> در مستراح بيفتد</w:t>
      </w:r>
      <w:r w:rsidR="000C4B14">
        <w:rPr>
          <w:rtl/>
          <w:lang w:bidi="fa-IR"/>
        </w:rPr>
        <w:t>،</w:t>
      </w:r>
      <w:r w:rsidRPr="003E3506">
        <w:rPr>
          <w:rtl/>
          <w:lang w:bidi="fa-IR"/>
        </w:rPr>
        <w:t xml:space="preserve"> بيرون آوردن و آب كشيدن آن اگر چه خرج داشته باشد واجب است</w:t>
      </w:r>
      <w:r w:rsidR="000C4B14">
        <w:rPr>
          <w:rtl/>
          <w:lang w:bidi="fa-IR"/>
        </w:rPr>
        <w:t>.</w:t>
      </w:r>
    </w:p>
    <w:p w:rsidR="003E3506" w:rsidRPr="003E3506" w:rsidRDefault="003E3506" w:rsidP="003E3506">
      <w:pPr>
        <w:pStyle w:val="libNormal"/>
        <w:rPr>
          <w:lang w:bidi="fa-IR"/>
        </w:rPr>
      </w:pPr>
      <w:r w:rsidRPr="003E3506">
        <w:rPr>
          <w:rtl/>
          <w:lang w:bidi="fa-IR"/>
        </w:rPr>
        <w:t>و اگر بيرون آوردن آن ممكن نباشد</w:t>
      </w:r>
      <w:r w:rsidR="000C4B14">
        <w:rPr>
          <w:rtl/>
          <w:lang w:bidi="fa-IR"/>
        </w:rPr>
        <w:t>،</w:t>
      </w:r>
      <w:r w:rsidRPr="003E3506">
        <w:rPr>
          <w:rtl/>
          <w:lang w:bidi="fa-IR"/>
        </w:rPr>
        <w:t xml:space="preserve"> بايد به آن مستراح نروند تا يقين كنند آن ورق پوسيده است</w:t>
      </w:r>
      <w:r w:rsidR="000C4B14">
        <w:rPr>
          <w:rtl/>
          <w:lang w:bidi="fa-IR"/>
        </w:rPr>
        <w:t>.</w:t>
      </w:r>
    </w:p>
    <w:p w:rsidR="003E3506" w:rsidRPr="003E3506" w:rsidRDefault="003E3506" w:rsidP="003E3506">
      <w:pPr>
        <w:pStyle w:val="libNormal"/>
        <w:rPr>
          <w:lang w:bidi="fa-IR"/>
        </w:rPr>
      </w:pPr>
      <w:r w:rsidRPr="003E3506">
        <w:rPr>
          <w:rtl/>
          <w:lang w:bidi="fa-IR"/>
        </w:rPr>
        <w:t>و نيز اگر تربت در مستراح بيفتد و بيرون آوردن آن ممكن نباشد.</w:t>
      </w:r>
    </w:p>
    <w:p w:rsidR="003E3506" w:rsidRPr="003E3506" w:rsidRDefault="003E3506" w:rsidP="003E3506">
      <w:pPr>
        <w:pStyle w:val="libNormal"/>
        <w:rPr>
          <w:lang w:bidi="fa-IR"/>
        </w:rPr>
      </w:pPr>
      <w:r w:rsidRPr="003E3506">
        <w:rPr>
          <w:rtl/>
          <w:lang w:bidi="fa-IR"/>
        </w:rPr>
        <w:t>بايد تا وقتى كه يقين نكرده اند كه به كلى از بين رفته به آن مستراح نروند.</w:t>
      </w:r>
    </w:p>
    <w:p w:rsidR="003E3506" w:rsidRPr="003E3506" w:rsidRDefault="003E3506" w:rsidP="003E3506">
      <w:pPr>
        <w:pStyle w:val="libNormal"/>
        <w:rPr>
          <w:lang w:bidi="fa-IR"/>
        </w:rPr>
      </w:pPr>
      <w:r w:rsidRPr="003E3506">
        <w:rPr>
          <w:rtl/>
          <w:lang w:bidi="fa-IR"/>
        </w:rPr>
        <w:lastRenderedPageBreak/>
        <w:t>١٤٢ - خوردن و آشاميدن چيز متنجس حرام است</w:t>
      </w:r>
      <w:r w:rsidR="000C4B14">
        <w:rPr>
          <w:rtl/>
          <w:lang w:bidi="fa-IR"/>
        </w:rPr>
        <w:t>،</w:t>
      </w:r>
      <w:r w:rsidRPr="003E3506">
        <w:rPr>
          <w:rtl/>
          <w:lang w:bidi="fa-IR"/>
        </w:rPr>
        <w:t xml:space="preserve"> و همچنين است خوراندن آن به ديگرى</w:t>
      </w:r>
      <w:r w:rsidR="000C4B14">
        <w:rPr>
          <w:rtl/>
          <w:lang w:bidi="fa-IR"/>
        </w:rPr>
        <w:t>،</w:t>
      </w:r>
      <w:r w:rsidRPr="003E3506">
        <w:rPr>
          <w:rtl/>
          <w:lang w:bidi="fa-IR"/>
        </w:rPr>
        <w:t xml:space="preserve"> ولى خوراندن آن به طفل يا ديوانه ظاهرا جايز است</w:t>
      </w:r>
      <w:r w:rsidR="000C4B14">
        <w:rPr>
          <w:rtl/>
          <w:lang w:bidi="fa-IR"/>
        </w:rPr>
        <w:t>،</w:t>
      </w:r>
      <w:r w:rsidRPr="003E3506">
        <w:rPr>
          <w:rtl/>
          <w:lang w:bidi="fa-IR"/>
        </w:rPr>
        <w:t xml:space="preserve"> و اگر خود طفل يا ديوانه غذاى نجس را بخورد يا با دست نجس غذا را نجس كند و بخورد لازم نيست از او جلوگيرى كنند.</w:t>
      </w:r>
    </w:p>
    <w:p w:rsidR="003E3506" w:rsidRPr="003E3506" w:rsidRDefault="003E3506" w:rsidP="003E3506">
      <w:pPr>
        <w:pStyle w:val="libNormal"/>
        <w:rPr>
          <w:lang w:bidi="fa-IR"/>
        </w:rPr>
      </w:pPr>
      <w:r w:rsidRPr="003E3506">
        <w:rPr>
          <w:rtl/>
          <w:lang w:bidi="fa-IR"/>
        </w:rPr>
        <w:t>١٤٣ - فروختن و عاريه دادن چيز نجسى كه قابل پاك شدن است اشكال ندارد ولى لازم است كه نجس بودن آن را به طرف بگويد</w:t>
      </w:r>
      <w:r w:rsidR="000C4B14">
        <w:rPr>
          <w:rtl/>
          <w:lang w:bidi="fa-IR"/>
        </w:rPr>
        <w:t>،</w:t>
      </w:r>
      <w:r w:rsidRPr="003E3506">
        <w:rPr>
          <w:rtl/>
          <w:lang w:bidi="fa-IR"/>
        </w:rPr>
        <w:t xml:space="preserve"> به دو شرط </w:t>
      </w:r>
      <w:r w:rsidR="00605FAB">
        <w:rPr>
          <w:rtl/>
          <w:lang w:bidi="fa-IR"/>
        </w:rPr>
        <w:t>(</w:t>
      </w:r>
      <w:r w:rsidRPr="003E3506">
        <w:rPr>
          <w:rtl/>
          <w:lang w:bidi="fa-IR"/>
        </w:rPr>
        <w:t>اول</w:t>
      </w:r>
      <w:r w:rsidR="00605FAB">
        <w:rPr>
          <w:rtl/>
          <w:lang w:bidi="fa-IR"/>
        </w:rPr>
        <w:t>)</w:t>
      </w:r>
      <w:r w:rsidRPr="003E3506">
        <w:rPr>
          <w:rtl/>
          <w:lang w:bidi="fa-IR"/>
        </w:rPr>
        <w:t xml:space="preserve"> آن كه طرف در معرض آن باشد كه در مخالفت حكم الزامى واقع شود مثل اينكه او را در خوردن يا آشاميدن استعمال نمايد و اگر اين چنين نباشد لازم نيست بگويد مثلا نجس بودن لباسى را كه طرف با آن نماز مى خواند لازم نيست به او بگويد زيرا پاك بودن لباس شرط واقعى نيست</w:t>
      </w:r>
      <w:r w:rsidR="000C4B14">
        <w:rPr>
          <w:rtl/>
          <w:lang w:bidi="fa-IR"/>
        </w:rPr>
        <w:t>.</w:t>
      </w:r>
    </w:p>
    <w:p w:rsidR="003E3506" w:rsidRPr="003E3506" w:rsidRDefault="00605FAB" w:rsidP="003E3506">
      <w:pPr>
        <w:pStyle w:val="libNormal"/>
        <w:rPr>
          <w:lang w:bidi="fa-IR"/>
        </w:rPr>
      </w:pPr>
      <w:r>
        <w:rPr>
          <w:rtl/>
          <w:lang w:bidi="fa-IR"/>
        </w:rPr>
        <w:t>(</w:t>
      </w:r>
      <w:r w:rsidR="003E3506" w:rsidRPr="003E3506">
        <w:rPr>
          <w:rtl/>
          <w:lang w:bidi="fa-IR"/>
        </w:rPr>
        <w:t>دوم</w:t>
      </w:r>
      <w:r>
        <w:rPr>
          <w:rtl/>
          <w:lang w:bidi="fa-IR"/>
        </w:rPr>
        <w:t>)</w:t>
      </w:r>
      <w:r w:rsidR="003E3506" w:rsidRPr="003E3506">
        <w:rPr>
          <w:rtl/>
          <w:lang w:bidi="fa-IR"/>
        </w:rPr>
        <w:t xml:space="preserve"> آنكه احتمال بدهد كه طرف به گفته او ترتيب اثر دهد و اما اگر بداند كه ترتيب اثر نمى دهد گفتن لازم نيست</w:t>
      </w:r>
      <w:r w:rsidR="000C4B14">
        <w:rPr>
          <w:rtl/>
          <w:lang w:bidi="fa-IR"/>
        </w:rPr>
        <w:t>.</w:t>
      </w:r>
    </w:p>
    <w:p w:rsidR="003E3506" w:rsidRPr="003E3506" w:rsidRDefault="003E3506" w:rsidP="003E3506">
      <w:pPr>
        <w:pStyle w:val="libNormal"/>
        <w:rPr>
          <w:lang w:bidi="fa-IR"/>
        </w:rPr>
      </w:pPr>
      <w:r w:rsidRPr="003E3506">
        <w:rPr>
          <w:rtl/>
          <w:lang w:bidi="fa-IR"/>
        </w:rPr>
        <w:t>١٤٤ - اگر انسان ببيند كسى چيز نجسى را مى خورد يا با لباس نجس نماز مى خواند لازم نيست به او بگويد.</w:t>
      </w:r>
    </w:p>
    <w:p w:rsidR="003E3506" w:rsidRPr="003E3506" w:rsidRDefault="003E3506" w:rsidP="003E3506">
      <w:pPr>
        <w:pStyle w:val="libNormal"/>
        <w:rPr>
          <w:lang w:bidi="fa-IR"/>
        </w:rPr>
      </w:pPr>
      <w:r w:rsidRPr="003E3506">
        <w:rPr>
          <w:rtl/>
          <w:lang w:bidi="fa-IR"/>
        </w:rPr>
        <w:t>١٤٥ - اگر جايى از خانه يا فرش كسى نجس باشد و ببيند بدن يا لباس يا چيز ديگر كسانى كه وارد خانه او مى شوند با رطوبت به جاى نجس رسيده است چنانچه او موجب اين امر شده باشد بايد با دو شرطى كه در مساله پيش گذشت به آنان بگويد.</w:t>
      </w:r>
    </w:p>
    <w:p w:rsidR="003E3506" w:rsidRPr="003E3506" w:rsidRDefault="003E3506" w:rsidP="003E3506">
      <w:pPr>
        <w:pStyle w:val="libNormal"/>
        <w:rPr>
          <w:lang w:bidi="fa-IR"/>
        </w:rPr>
      </w:pPr>
      <w:r w:rsidRPr="003E3506">
        <w:rPr>
          <w:rtl/>
          <w:lang w:bidi="fa-IR"/>
        </w:rPr>
        <w:t>١٤٦ - اگر صاحب خانه در بين غذا خوردن بفهمد غذا نجس است بايد - با شرط دومى كه گذشت - به مهمانها بگويد</w:t>
      </w:r>
      <w:r w:rsidR="000C4B14">
        <w:rPr>
          <w:rtl/>
          <w:lang w:bidi="fa-IR"/>
        </w:rPr>
        <w:t>،</w:t>
      </w:r>
      <w:r w:rsidRPr="003E3506">
        <w:rPr>
          <w:rtl/>
          <w:lang w:bidi="fa-IR"/>
        </w:rPr>
        <w:t xml:space="preserve"> و اما اگر يكى از مهمانها بفهمد لازم نيست به ديگران خبر دهد ولى چنانچه طورى با آنها معاشرت دارد كه به واسطه نجس بودن آنان خود از جهت ابتلاى به نجاست مبتلا به مخالفت حكم الزامى مى شود بايد به آنان بگويد.</w:t>
      </w:r>
    </w:p>
    <w:p w:rsidR="003E3506" w:rsidRPr="003E3506" w:rsidRDefault="003E3506" w:rsidP="003E3506">
      <w:pPr>
        <w:pStyle w:val="libNormal"/>
        <w:rPr>
          <w:lang w:bidi="fa-IR"/>
        </w:rPr>
      </w:pPr>
      <w:r w:rsidRPr="003E3506">
        <w:rPr>
          <w:rtl/>
          <w:lang w:bidi="fa-IR"/>
        </w:rPr>
        <w:t>١٤٧ - اگر چيزى را كه عاريه كرده نجس شود بايد صاحبش را از نجس شدن آن به دو شرطى كه در مساله ١٤٣ گذشت آگاه كند.</w:t>
      </w:r>
    </w:p>
    <w:p w:rsidR="003E3506" w:rsidRPr="003E3506" w:rsidRDefault="003E3506" w:rsidP="003E3506">
      <w:pPr>
        <w:pStyle w:val="libNormal"/>
        <w:rPr>
          <w:lang w:bidi="fa-IR"/>
        </w:rPr>
      </w:pPr>
      <w:r w:rsidRPr="003E3506">
        <w:rPr>
          <w:rtl/>
          <w:lang w:bidi="fa-IR"/>
        </w:rPr>
        <w:t>١٤٨ - اگر بچه بگويد چيزى نجس است</w:t>
      </w:r>
      <w:r w:rsidR="000C4B14">
        <w:rPr>
          <w:rtl/>
          <w:lang w:bidi="fa-IR"/>
        </w:rPr>
        <w:t>،</w:t>
      </w:r>
      <w:r w:rsidRPr="003E3506">
        <w:rPr>
          <w:rtl/>
          <w:lang w:bidi="fa-IR"/>
        </w:rPr>
        <w:t xml:space="preserve"> يا چيزى را آب كشيده نبايد حرف او را قبول كرد.</w:t>
      </w:r>
    </w:p>
    <w:p w:rsidR="003E3506" w:rsidRPr="003E3506" w:rsidRDefault="003E3506" w:rsidP="003E3506">
      <w:pPr>
        <w:pStyle w:val="libNormal"/>
        <w:rPr>
          <w:lang w:bidi="fa-IR"/>
        </w:rPr>
      </w:pPr>
      <w:r w:rsidRPr="003E3506">
        <w:rPr>
          <w:rtl/>
          <w:lang w:bidi="fa-IR"/>
        </w:rPr>
        <w:lastRenderedPageBreak/>
        <w:t>ولى بچه اى كه تكليفش نزديك است اگر بگويد چيزى را آب كشيدم</w:t>
      </w:r>
      <w:r w:rsidR="000C4B14">
        <w:rPr>
          <w:rtl/>
          <w:lang w:bidi="fa-IR"/>
        </w:rPr>
        <w:t>،</w:t>
      </w:r>
      <w:r w:rsidRPr="003E3506">
        <w:rPr>
          <w:rtl/>
          <w:lang w:bidi="fa-IR"/>
        </w:rPr>
        <w:t xml:space="preserve"> در صورتى كه آن چيز در تصرف او باشد يا گفته اش مورد اطمينان باشد قبول مى شود</w:t>
      </w:r>
      <w:r w:rsidR="000C4B14">
        <w:rPr>
          <w:rtl/>
          <w:lang w:bidi="fa-IR"/>
        </w:rPr>
        <w:t>،</w:t>
      </w:r>
      <w:r w:rsidRPr="003E3506">
        <w:rPr>
          <w:rtl/>
          <w:lang w:bidi="fa-IR"/>
        </w:rPr>
        <w:t xml:space="preserve"> و همچنين اگر بگويد چيزى نجس است</w:t>
      </w:r>
      <w:r w:rsidR="000C4B14">
        <w:rPr>
          <w:rtl/>
          <w:lang w:bidi="fa-IR"/>
        </w:rPr>
        <w:t>.</w:t>
      </w:r>
    </w:p>
    <w:p w:rsidR="003E3506" w:rsidRPr="003E3506" w:rsidRDefault="002D61DF" w:rsidP="003E3506">
      <w:pPr>
        <w:pStyle w:val="libNormal"/>
        <w:rPr>
          <w:lang w:bidi="fa-IR"/>
        </w:rPr>
      </w:pPr>
      <w:r>
        <w:rPr>
          <w:rtl/>
          <w:lang w:bidi="fa-IR"/>
        </w:rPr>
        <w:br w:type="page"/>
      </w:r>
    </w:p>
    <w:p w:rsidR="003E3506" w:rsidRDefault="00605FAB" w:rsidP="002D61DF">
      <w:pPr>
        <w:pStyle w:val="Heading2"/>
        <w:rPr>
          <w:rtl/>
          <w:lang w:bidi="fa-IR"/>
        </w:rPr>
      </w:pPr>
      <w:bookmarkStart w:id="23" w:name="_Toc24454446"/>
      <w:r>
        <w:rPr>
          <w:rtl/>
          <w:lang w:bidi="fa-IR"/>
        </w:rPr>
        <w:t>(</w:t>
      </w:r>
      <w:r w:rsidR="003E3506" w:rsidRPr="003E3506">
        <w:rPr>
          <w:rtl/>
          <w:lang w:bidi="fa-IR"/>
        </w:rPr>
        <w:t>مطهرات</w:t>
      </w:r>
      <w:r>
        <w:rPr>
          <w:rtl/>
          <w:lang w:bidi="fa-IR"/>
        </w:rPr>
        <w:t>)</w:t>
      </w:r>
      <w:bookmarkEnd w:id="23"/>
    </w:p>
    <w:p w:rsidR="003E3506" w:rsidRPr="003E3506" w:rsidRDefault="003E3506" w:rsidP="003E3506">
      <w:pPr>
        <w:pStyle w:val="libNormal"/>
        <w:rPr>
          <w:lang w:bidi="fa-IR"/>
        </w:rPr>
      </w:pPr>
      <w:r w:rsidRPr="003E3506">
        <w:rPr>
          <w:rtl/>
          <w:lang w:bidi="fa-IR"/>
        </w:rPr>
        <w:t>١٤٩ - دوازده چيز نجاست را پاك مى كند</w:t>
      </w:r>
      <w:r w:rsidR="000C4B14">
        <w:rPr>
          <w:rtl/>
          <w:lang w:bidi="fa-IR"/>
        </w:rPr>
        <w:t>،</w:t>
      </w:r>
      <w:r w:rsidRPr="003E3506">
        <w:rPr>
          <w:rtl/>
          <w:lang w:bidi="fa-IR"/>
        </w:rPr>
        <w:t xml:space="preserve"> و آنها را مطهرات گويند</w:t>
      </w:r>
      <w:r w:rsidR="00553569">
        <w:rPr>
          <w:rtl/>
          <w:lang w:bidi="fa-IR"/>
        </w:rPr>
        <w:t>:</w:t>
      </w:r>
      <w:r w:rsidRPr="003E3506">
        <w:rPr>
          <w:rtl/>
          <w:lang w:bidi="fa-IR"/>
        </w:rPr>
        <w:t xml:space="preserve"> اول آب</w:t>
      </w:r>
      <w:r w:rsidR="000C4B14">
        <w:rPr>
          <w:rtl/>
          <w:lang w:bidi="fa-IR"/>
        </w:rPr>
        <w:t>،</w:t>
      </w:r>
      <w:r w:rsidRPr="003E3506">
        <w:rPr>
          <w:rtl/>
          <w:lang w:bidi="fa-IR"/>
        </w:rPr>
        <w:t xml:space="preserve"> دوم زمين</w:t>
      </w:r>
      <w:r w:rsidR="000C4B14">
        <w:rPr>
          <w:rtl/>
          <w:lang w:bidi="fa-IR"/>
        </w:rPr>
        <w:t>،</w:t>
      </w:r>
      <w:r w:rsidRPr="003E3506">
        <w:rPr>
          <w:rtl/>
          <w:lang w:bidi="fa-IR"/>
        </w:rPr>
        <w:t xml:space="preserve"> سوم آفتاب</w:t>
      </w:r>
      <w:r w:rsidR="000C4B14">
        <w:rPr>
          <w:rtl/>
          <w:lang w:bidi="fa-IR"/>
        </w:rPr>
        <w:t>،</w:t>
      </w:r>
      <w:r w:rsidRPr="003E3506">
        <w:rPr>
          <w:rtl/>
          <w:lang w:bidi="fa-IR"/>
        </w:rPr>
        <w:t xml:space="preserve"> چهارم استحاله</w:t>
      </w:r>
      <w:r w:rsidR="000C4B14">
        <w:rPr>
          <w:rtl/>
          <w:lang w:bidi="fa-IR"/>
        </w:rPr>
        <w:t>،</w:t>
      </w:r>
      <w:r w:rsidRPr="003E3506">
        <w:rPr>
          <w:rtl/>
          <w:lang w:bidi="fa-IR"/>
        </w:rPr>
        <w:t xml:space="preserve"> پنجم انقلاب</w:t>
      </w:r>
      <w:r w:rsidR="000C4B14">
        <w:rPr>
          <w:rtl/>
          <w:lang w:bidi="fa-IR"/>
        </w:rPr>
        <w:t>،</w:t>
      </w:r>
      <w:r w:rsidRPr="003E3506">
        <w:rPr>
          <w:rtl/>
          <w:lang w:bidi="fa-IR"/>
        </w:rPr>
        <w:t xml:space="preserve"> ششم انتقال</w:t>
      </w:r>
      <w:r w:rsidR="000C4B14">
        <w:rPr>
          <w:rtl/>
          <w:lang w:bidi="fa-IR"/>
        </w:rPr>
        <w:t>،</w:t>
      </w:r>
      <w:r w:rsidRPr="003E3506">
        <w:rPr>
          <w:rtl/>
          <w:lang w:bidi="fa-IR"/>
        </w:rPr>
        <w:t xml:space="preserve"> هفتم اسلام</w:t>
      </w:r>
      <w:r w:rsidR="000C4B14">
        <w:rPr>
          <w:rtl/>
          <w:lang w:bidi="fa-IR"/>
        </w:rPr>
        <w:t>،</w:t>
      </w:r>
      <w:r w:rsidRPr="003E3506">
        <w:rPr>
          <w:rtl/>
          <w:lang w:bidi="fa-IR"/>
        </w:rPr>
        <w:t xml:space="preserve"> هشتم تبعيت</w:t>
      </w:r>
      <w:r w:rsidR="000C4B14">
        <w:rPr>
          <w:rtl/>
          <w:lang w:bidi="fa-IR"/>
        </w:rPr>
        <w:t>،</w:t>
      </w:r>
      <w:r w:rsidRPr="003E3506">
        <w:rPr>
          <w:rtl/>
          <w:lang w:bidi="fa-IR"/>
        </w:rPr>
        <w:t xml:space="preserve"> نهم برطرف شدن عين نجاست</w:t>
      </w:r>
      <w:r w:rsidR="000C4B14">
        <w:rPr>
          <w:rtl/>
          <w:lang w:bidi="fa-IR"/>
        </w:rPr>
        <w:t>،</w:t>
      </w:r>
      <w:r w:rsidRPr="003E3506">
        <w:rPr>
          <w:rtl/>
          <w:lang w:bidi="fa-IR"/>
        </w:rPr>
        <w:t xml:space="preserve"> دهم استبراء حيوان نجاستخوار</w:t>
      </w:r>
      <w:r w:rsidR="000C4B14">
        <w:rPr>
          <w:rtl/>
          <w:lang w:bidi="fa-IR"/>
        </w:rPr>
        <w:t>،</w:t>
      </w:r>
      <w:r w:rsidRPr="003E3506">
        <w:rPr>
          <w:rtl/>
          <w:lang w:bidi="fa-IR"/>
        </w:rPr>
        <w:t xml:space="preserve"> يازدهم غايب شدن مسلمان</w:t>
      </w:r>
      <w:r w:rsidR="000C4B14">
        <w:rPr>
          <w:rtl/>
          <w:lang w:bidi="fa-IR"/>
        </w:rPr>
        <w:t>،</w:t>
      </w:r>
      <w:r w:rsidRPr="003E3506">
        <w:rPr>
          <w:rtl/>
          <w:lang w:bidi="fa-IR"/>
        </w:rPr>
        <w:t xml:space="preserve"> دوازدهم خارج شدن خون از ذبيحه</w:t>
      </w:r>
      <w:r w:rsidR="000C4B14">
        <w:rPr>
          <w:rtl/>
          <w:lang w:bidi="fa-IR"/>
        </w:rPr>
        <w:t>،</w:t>
      </w:r>
      <w:r w:rsidRPr="003E3506">
        <w:rPr>
          <w:rtl/>
          <w:lang w:bidi="fa-IR"/>
        </w:rPr>
        <w:t xml:space="preserve"> و احكام اينها به طور تفصيل در مسايل آينده گفته مى شود.</w:t>
      </w:r>
    </w:p>
    <w:p w:rsidR="003E3506" w:rsidRPr="00553A11" w:rsidRDefault="00553A11" w:rsidP="003E3506">
      <w:pPr>
        <w:pStyle w:val="libNormal"/>
        <w:rPr>
          <w:lang w:bidi="fa-IR"/>
        </w:rPr>
      </w:pPr>
      <w:r>
        <w:rPr>
          <w:rtl/>
          <w:lang w:bidi="fa-IR"/>
        </w:rPr>
        <w:br w:type="page"/>
      </w:r>
    </w:p>
    <w:p w:rsidR="003E3506" w:rsidRDefault="00605FAB" w:rsidP="00553A11">
      <w:pPr>
        <w:pStyle w:val="Heading3"/>
        <w:rPr>
          <w:rtl/>
          <w:lang w:bidi="fa-IR"/>
        </w:rPr>
      </w:pPr>
      <w:bookmarkStart w:id="24" w:name="_Toc24454447"/>
      <w:r>
        <w:rPr>
          <w:rtl/>
          <w:lang w:bidi="fa-IR"/>
        </w:rPr>
        <w:t>(</w:t>
      </w:r>
      <w:r w:rsidR="003E3506" w:rsidRPr="003E3506">
        <w:rPr>
          <w:rtl/>
          <w:lang w:bidi="fa-IR"/>
        </w:rPr>
        <w:t>آب</w:t>
      </w:r>
      <w:r>
        <w:rPr>
          <w:rtl/>
          <w:lang w:bidi="fa-IR"/>
        </w:rPr>
        <w:t>)</w:t>
      </w:r>
      <w:bookmarkEnd w:id="24"/>
    </w:p>
    <w:p w:rsidR="003E3506" w:rsidRPr="003E3506" w:rsidRDefault="003E3506" w:rsidP="003E3506">
      <w:pPr>
        <w:pStyle w:val="libNormal"/>
        <w:rPr>
          <w:lang w:bidi="fa-IR"/>
        </w:rPr>
      </w:pPr>
      <w:r w:rsidRPr="003E3506">
        <w:rPr>
          <w:rtl/>
          <w:lang w:bidi="fa-IR"/>
        </w:rPr>
        <w:t>١٥٠ - آب با چهار شرط چيز نجس را پاك مى كند</w:t>
      </w:r>
      <w:r w:rsidR="00553569">
        <w:rPr>
          <w:rtl/>
          <w:lang w:bidi="fa-IR"/>
        </w:rPr>
        <w:t>:</w:t>
      </w:r>
      <w:r w:rsidRPr="003E3506">
        <w:rPr>
          <w:rtl/>
          <w:lang w:bidi="fa-IR"/>
        </w:rPr>
        <w:t xml:space="preserve"> اول آنكه مطلق باشد</w:t>
      </w:r>
      <w:r w:rsidR="000C4B14">
        <w:rPr>
          <w:rtl/>
          <w:lang w:bidi="fa-IR"/>
        </w:rPr>
        <w:t>،</w:t>
      </w:r>
      <w:r w:rsidRPr="003E3506">
        <w:rPr>
          <w:rtl/>
          <w:lang w:bidi="fa-IR"/>
        </w:rPr>
        <w:t xml:space="preserve"> پس آب مضاف مانند گلاب و عرق بيد چيز نجس را پاك نمى كند.</w:t>
      </w:r>
    </w:p>
    <w:p w:rsidR="003E3506" w:rsidRPr="003E3506" w:rsidRDefault="003E3506" w:rsidP="003E3506">
      <w:pPr>
        <w:pStyle w:val="libNormal"/>
        <w:rPr>
          <w:lang w:bidi="fa-IR"/>
        </w:rPr>
      </w:pPr>
      <w:r w:rsidRPr="003E3506">
        <w:rPr>
          <w:rtl/>
          <w:lang w:bidi="fa-IR"/>
        </w:rPr>
        <w:t>دوم آنكه پاك باشد.</w:t>
      </w:r>
    </w:p>
    <w:p w:rsidR="003E3506" w:rsidRPr="003E3506" w:rsidRDefault="003E3506" w:rsidP="003E3506">
      <w:pPr>
        <w:pStyle w:val="libNormal"/>
        <w:rPr>
          <w:lang w:bidi="fa-IR"/>
        </w:rPr>
      </w:pPr>
      <w:r w:rsidRPr="003E3506">
        <w:rPr>
          <w:rtl/>
          <w:lang w:bidi="fa-IR"/>
        </w:rPr>
        <w:t>سوم آنكه وقتى چيز نجس را مى شويند آب مضاف نشود</w:t>
      </w:r>
      <w:r w:rsidR="000C4B14">
        <w:rPr>
          <w:rtl/>
          <w:lang w:bidi="fa-IR"/>
        </w:rPr>
        <w:t>،</w:t>
      </w:r>
      <w:r w:rsidRPr="003E3506">
        <w:rPr>
          <w:rtl/>
          <w:lang w:bidi="fa-IR"/>
        </w:rPr>
        <w:t xml:space="preserve"> و در شستنى كه بعد از آن</w:t>
      </w:r>
      <w:r w:rsidR="000C4B14">
        <w:rPr>
          <w:rtl/>
          <w:lang w:bidi="fa-IR"/>
        </w:rPr>
        <w:t>،</w:t>
      </w:r>
      <w:r w:rsidRPr="003E3506">
        <w:rPr>
          <w:rtl/>
          <w:lang w:bidi="fa-IR"/>
        </w:rPr>
        <w:t xml:space="preserve"> شستن ديگر لازم نيست بايد بو يا رنگ يا مزه نجاست هم نگيرد</w:t>
      </w:r>
      <w:r w:rsidR="000C4B14">
        <w:rPr>
          <w:rtl/>
          <w:lang w:bidi="fa-IR"/>
        </w:rPr>
        <w:t>،</w:t>
      </w:r>
      <w:r w:rsidRPr="003E3506">
        <w:rPr>
          <w:rtl/>
          <w:lang w:bidi="fa-IR"/>
        </w:rPr>
        <w:t xml:space="preserve"> و در غير آن شستن تغيير ضرر ندارد</w:t>
      </w:r>
      <w:r w:rsidR="000C4B14">
        <w:rPr>
          <w:rtl/>
          <w:lang w:bidi="fa-IR"/>
        </w:rPr>
        <w:t>،</w:t>
      </w:r>
      <w:r w:rsidRPr="003E3506">
        <w:rPr>
          <w:rtl/>
          <w:lang w:bidi="fa-IR"/>
        </w:rPr>
        <w:t xml:space="preserve"> مثلا چيزى را به آب كر يا قليل بشويد</w:t>
      </w:r>
      <w:r w:rsidR="000C4B14">
        <w:rPr>
          <w:rtl/>
          <w:lang w:bidi="fa-IR"/>
        </w:rPr>
        <w:t>،</w:t>
      </w:r>
      <w:r w:rsidRPr="003E3506">
        <w:rPr>
          <w:rtl/>
          <w:lang w:bidi="fa-IR"/>
        </w:rPr>
        <w:t xml:space="preserve"> و دو دفعه شستن در او لازم باشد</w:t>
      </w:r>
      <w:r w:rsidR="000C4B14">
        <w:rPr>
          <w:rtl/>
          <w:lang w:bidi="fa-IR"/>
        </w:rPr>
        <w:t>،</w:t>
      </w:r>
      <w:r w:rsidRPr="003E3506">
        <w:rPr>
          <w:rtl/>
          <w:lang w:bidi="fa-IR"/>
        </w:rPr>
        <w:t xml:space="preserve"> در دفعه اول اگر چه تغيير كند</w:t>
      </w:r>
      <w:r w:rsidR="000C4B14">
        <w:rPr>
          <w:rtl/>
          <w:lang w:bidi="fa-IR"/>
        </w:rPr>
        <w:t>،</w:t>
      </w:r>
      <w:r w:rsidRPr="003E3506">
        <w:rPr>
          <w:rtl/>
          <w:lang w:bidi="fa-IR"/>
        </w:rPr>
        <w:t xml:space="preserve"> و در دفعه دوم به آبى تطهير كند كه تغيير نكند پاك مى شود.</w:t>
      </w:r>
    </w:p>
    <w:p w:rsidR="003E3506" w:rsidRPr="003E3506" w:rsidRDefault="003E3506" w:rsidP="003E3506">
      <w:pPr>
        <w:pStyle w:val="libNormal"/>
        <w:rPr>
          <w:lang w:bidi="fa-IR"/>
        </w:rPr>
      </w:pPr>
      <w:r w:rsidRPr="003E3506">
        <w:rPr>
          <w:rtl/>
          <w:lang w:bidi="fa-IR"/>
        </w:rPr>
        <w:t>چهارم آنكه بعد از آب كشيدن چيز نجس اجزاء كوچك عين نجاست در آن نباشد.</w:t>
      </w:r>
    </w:p>
    <w:p w:rsidR="003E3506" w:rsidRPr="003E3506" w:rsidRDefault="003E3506" w:rsidP="003E3506">
      <w:pPr>
        <w:pStyle w:val="libNormal"/>
        <w:rPr>
          <w:lang w:bidi="fa-IR"/>
        </w:rPr>
      </w:pPr>
      <w:r w:rsidRPr="003E3506">
        <w:rPr>
          <w:rtl/>
          <w:lang w:bidi="fa-IR"/>
        </w:rPr>
        <w:t>و پاك شدن چيز نجس به آب قليل يعنى آب كمتر از كر شرطهاى ديگرى هم دارد كه بعدا گفته مى شود.</w:t>
      </w:r>
    </w:p>
    <w:p w:rsidR="003E3506" w:rsidRPr="003E3506" w:rsidRDefault="003E3506" w:rsidP="003E3506">
      <w:pPr>
        <w:pStyle w:val="libNormal"/>
        <w:rPr>
          <w:lang w:bidi="fa-IR"/>
        </w:rPr>
      </w:pPr>
      <w:r w:rsidRPr="003E3506">
        <w:rPr>
          <w:rtl/>
          <w:lang w:bidi="fa-IR"/>
        </w:rPr>
        <w:t>١٥١ - توى ظرف نجس را با آب قليل بايد سه مرتبه شست</w:t>
      </w:r>
      <w:r w:rsidR="000C4B14">
        <w:rPr>
          <w:rtl/>
          <w:lang w:bidi="fa-IR"/>
        </w:rPr>
        <w:t>،</w:t>
      </w:r>
      <w:r w:rsidRPr="003E3506">
        <w:rPr>
          <w:rtl/>
          <w:lang w:bidi="fa-IR"/>
        </w:rPr>
        <w:t xml:space="preserve"> و همچنين با آب كر و جارى بنابر احتياط واجب</w:t>
      </w:r>
      <w:r w:rsidR="000C4B14">
        <w:rPr>
          <w:rtl/>
          <w:lang w:bidi="fa-IR"/>
        </w:rPr>
        <w:t>،</w:t>
      </w:r>
      <w:r w:rsidRPr="003E3506">
        <w:rPr>
          <w:rtl/>
          <w:lang w:bidi="fa-IR"/>
        </w:rPr>
        <w:t xml:space="preserve"> و ظرفى را كه سگ از آنها آب يا چيز روان ديگر خورده بايد اول با خاك پاك خاك مالى كرد سپس خاك او را زايل نموده و بعد دو مرتبه با آب قليل يا كر يا جارى شست</w:t>
      </w:r>
      <w:r w:rsidR="000C4B14">
        <w:rPr>
          <w:rtl/>
          <w:lang w:bidi="fa-IR"/>
        </w:rPr>
        <w:t>،</w:t>
      </w:r>
      <w:r w:rsidRPr="003E3506">
        <w:rPr>
          <w:rtl/>
          <w:lang w:bidi="fa-IR"/>
        </w:rPr>
        <w:t xml:space="preserve"> و همچنين ظرفى را كه سگ ليسيده اگر در آن چيزى باقيمانده باشد</w:t>
      </w:r>
      <w:r w:rsidR="000C4B14">
        <w:rPr>
          <w:rtl/>
          <w:lang w:bidi="fa-IR"/>
        </w:rPr>
        <w:t>،</w:t>
      </w:r>
      <w:r w:rsidRPr="003E3506">
        <w:rPr>
          <w:rtl/>
          <w:lang w:bidi="fa-IR"/>
        </w:rPr>
        <w:t xml:space="preserve"> بايد پيش از شستن خاك مالى كرد و اگر آب دهان سگ در ظرفى بريزد بنابر احتياط لازم بايد آن را خاك مالى كرد و بعد سه مرتبه با آب شست</w:t>
      </w:r>
      <w:r w:rsidR="000C4B14">
        <w:rPr>
          <w:rtl/>
          <w:lang w:bidi="fa-IR"/>
        </w:rPr>
        <w:t>.</w:t>
      </w:r>
    </w:p>
    <w:p w:rsidR="003E3506" w:rsidRPr="003E3506" w:rsidRDefault="003E3506" w:rsidP="003E3506">
      <w:pPr>
        <w:pStyle w:val="libNormal"/>
        <w:rPr>
          <w:lang w:bidi="fa-IR"/>
        </w:rPr>
      </w:pPr>
      <w:r w:rsidRPr="003E3506">
        <w:rPr>
          <w:rtl/>
          <w:lang w:bidi="fa-IR"/>
        </w:rPr>
        <w:t>١٥٢ - اگر دهانه ظرفى كه سگ دهن زده تنگ باشد بايد خاك را در آن بريزند و با شدت حركت دهند تا خاك به همه آن ظرف برسد</w:t>
      </w:r>
      <w:r w:rsidR="000C4B14">
        <w:rPr>
          <w:rtl/>
          <w:lang w:bidi="fa-IR"/>
        </w:rPr>
        <w:t>،</w:t>
      </w:r>
      <w:r w:rsidRPr="003E3506">
        <w:rPr>
          <w:rtl/>
          <w:lang w:bidi="fa-IR"/>
        </w:rPr>
        <w:t xml:space="preserve"> و بعد به ترتيبى كه ذكر شد بشويند.</w:t>
      </w:r>
    </w:p>
    <w:p w:rsidR="003E3506" w:rsidRPr="003E3506" w:rsidRDefault="003E3506" w:rsidP="003E3506">
      <w:pPr>
        <w:pStyle w:val="libNormal"/>
        <w:rPr>
          <w:lang w:bidi="fa-IR"/>
        </w:rPr>
      </w:pPr>
      <w:r w:rsidRPr="003E3506">
        <w:rPr>
          <w:rtl/>
          <w:lang w:bidi="fa-IR"/>
        </w:rPr>
        <w:t>١٥٣ - ظرفى را كه خوك بليسد يا از آن چيز روانى بخورد</w:t>
      </w:r>
      <w:r w:rsidR="000C4B14">
        <w:rPr>
          <w:rtl/>
          <w:lang w:bidi="fa-IR"/>
        </w:rPr>
        <w:t>،</w:t>
      </w:r>
      <w:r w:rsidRPr="003E3506">
        <w:rPr>
          <w:rtl/>
          <w:lang w:bidi="fa-IR"/>
        </w:rPr>
        <w:t xml:space="preserve"> يا اينكه در او موش صحرايى مرده باشد</w:t>
      </w:r>
      <w:r w:rsidR="000C4B14">
        <w:rPr>
          <w:rtl/>
          <w:lang w:bidi="fa-IR"/>
        </w:rPr>
        <w:t>،</w:t>
      </w:r>
      <w:r w:rsidRPr="003E3506">
        <w:rPr>
          <w:rtl/>
          <w:lang w:bidi="fa-IR"/>
        </w:rPr>
        <w:t xml:space="preserve"> با آب قليل يا كر يا جارى بايد هفت مرتبه شست و لازم نيست آن را خاك مالى كنند.</w:t>
      </w:r>
    </w:p>
    <w:p w:rsidR="003E3506" w:rsidRPr="003E3506" w:rsidRDefault="003E3506" w:rsidP="003E3506">
      <w:pPr>
        <w:pStyle w:val="libNormal"/>
        <w:rPr>
          <w:lang w:bidi="fa-IR"/>
        </w:rPr>
      </w:pPr>
      <w:r w:rsidRPr="003E3506">
        <w:rPr>
          <w:rtl/>
          <w:lang w:bidi="fa-IR"/>
        </w:rPr>
        <w:lastRenderedPageBreak/>
        <w:t>١٥٤ - ظرفى را كه به شراب نجس شده</w:t>
      </w:r>
      <w:r w:rsidR="000C4B14">
        <w:rPr>
          <w:rtl/>
          <w:lang w:bidi="fa-IR"/>
        </w:rPr>
        <w:t>،</w:t>
      </w:r>
      <w:r w:rsidRPr="003E3506">
        <w:rPr>
          <w:rtl/>
          <w:lang w:bidi="fa-IR"/>
        </w:rPr>
        <w:t xml:space="preserve"> بايد سه مرتبه بشويند و فرقى بين آب قليل و كر و جارى نيست</w:t>
      </w:r>
      <w:r w:rsidR="000C4B14">
        <w:rPr>
          <w:rtl/>
          <w:lang w:bidi="fa-IR"/>
        </w:rPr>
        <w:t>.</w:t>
      </w:r>
    </w:p>
    <w:p w:rsidR="003E3506" w:rsidRPr="003E3506" w:rsidRDefault="003E3506" w:rsidP="003E3506">
      <w:pPr>
        <w:pStyle w:val="libNormal"/>
        <w:rPr>
          <w:lang w:bidi="fa-IR"/>
        </w:rPr>
      </w:pPr>
      <w:r w:rsidRPr="003E3506">
        <w:rPr>
          <w:rtl/>
          <w:lang w:bidi="fa-IR"/>
        </w:rPr>
        <w:t>١٥٥ - كوزه اى كه از گل نجس ساخته شده و يا آب نجس در آن فرو رفته اگر در آب كر يا جارى بگذارند</w:t>
      </w:r>
      <w:r w:rsidR="000C4B14">
        <w:rPr>
          <w:rtl/>
          <w:lang w:bidi="fa-IR"/>
        </w:rPr>
        <w:t>،</w:t>
      </w:r>
      <w:r w:rsidRPr="003E3506">
        <w:rPr>
          <w:rtl/>
          <w:lang w:bidi="fa-IR"/>
        </w:rPr>
        <w:t xml:space="preserve"> بهر جاى آن كه آب برسد پاك مى شود.</w:t>
      </w:r>
    </w:p>
    <w:p w:rsidR="003E3506" w:rsidRPr="003E3506" w:rsidRDefault="003E3506" w:rsidP="003E3506">
      <w:pPr>
        <w:pStyle w:val="libNormal"/>
        <w:rPr>
          <w:lang w:bidi="fa-IR"/>
        </w:rPr>
      </w:pPr>
      <w:r w:rsidRPr="003E3506">
        <w:rPr>
          <w:rtl/>
          <w:lang w:bidi="fa-IR"/>
        </w:rPr>
        <w:t>و اگر بخواهند باطن آن هم پاك شود</w:t>
      </w:r>
      <w:r w:rsidR="000C4B14">
        <w:rPr>
          <w:rtl/>
          <w:lang w:bidi="fa-IR"/>
        </w:rPr>
        <w:t>،</w:t>
      </w:r>
      <w:r w:rsidRPr="003E3506">
        <w:rPr>
          <w:rtl/>
          <w:lang w:bidi="fa-IR"/>
        </w:rPr>
        <w:t xml:space="preserve"> بايد به قدرى در آب كر يا جارى بماند كه آب به تمام آن فرو رود</w:t>
      </w:r>
      <w:r w:rsidR="000C4B14">
        <w:rPr>
          <w:rtl/>
          <w:lang w:bidi="fa-IR"/>
        </w:rPr>
        <w:t>،</w:t>
      </w:r>
      <w:r w:rsidRPr="003E3506">
        <w:rPr>
          <w:rtl/>
          <w:lang w:bidi="fa-IR"/>
        </w:rPr>
        <w:t xml:space="preserve"> و اگر ظرف رطوبتى داشته باشد كه از رسيدن آب به باطن آن مانع باشد بايد خشكش نمايند</w:t>
      </w:r>
      <w:r w:rsidR="000C4B14">
        <w:rPr>
          <w:rtl/>
          <w:lang w:bidi="fa-IR"/>
        </w:rPr>
        <w:t>،</w:t>
      </w:r>
      <w:r w:rsidRPr="003E3506">
        <w:rPr>
          <w:rtl/>
          <w:lang w:bidi="fa-IR"/>
        </w:rPr>
        <w:t xml:space="preserve"> و بعدا در آب كر يا جارى بگذارند.</w:t>
      </w:r>
    </w:p>
    <w:p w:rsidR="003E3506" w:rsidRPr="003E3506" w:rsidRDefault="003E3506" w:rsidP="003E3506">
      <w:pPr>
        <w:pStyle w:val="libNormal"/>
        <w:rPr>
          <w:lang w:bidi="fa-IR"/>
        </w:rPr>
      </w:pPr>
      <w:r w:rsidRPr="003E3506">
        <w:rPr>
          <w:rtl/>
          <w:lang w:bidi="fa-IR"/>
        </w:rPr>
        <w:t>١٥٦ - ظرف نجس را با آب قليل دو قسم مى شود آب كشيد</w:t>
      </w:r>
      <w:r w:rsidR="00553569">
        <w:rPr>
          <w:rtl/>
          <w:lang w:bidi="fa-IR"/>
        </w:rPr>
        <w:t>:</w:t>
      </w:r>
      <w:r w:rsidRPr="003E3506">
        <w:rPr>
          <w:rtl/>
          <w:lang w:bidi="fa-IR"/>
        </w:rPr>
        <w:t xml:space="preserve"> يكى آنكه سه مرتبه پر كنند و خالى كنند</w:t>
      </w:r>
      <w:r w:rsidR="000C4B14">
        <w:rPr>
          <w:rtl/>
          <w:lang w:bidi="fa-IR"/>
        </w:rPr>
        <w:t>،</w:t>
      </w:r>
      <w:r w:rsidRPr="003E3506">
        <w:rPr>
          <w:rtl/>
          <w:lang w:bidi="fa-IR"/>
        </w:rPr>
        <w:t xml:space="preserve"> ديگر آنكه سه دفعه قدرى آب در آن بريزند و در هر دفعه آب را طورى در آن بگردانند كه به جاهاى نجس آن برسد و بيرون بريزند.</w:t>
      </w:r>
    </w:p>
    <w:p w:rsidR="003E3506" w:rsidRPr="003E3506" w:rsidRDefault="003E3506" w:rsidP="003E3506">
      <w:pPr>
        <w:pStyle w:val="libNormal"/>
        <w:rPr>
          <w:lang w:bidi="fa-IR"/>
        </w:rPr>
      </w:pPr>
      <w:r w:rsidRPr="003E3506">
        <w:rPr>
          <w:rtl/>
          <w:lang w:bidi="fa-IR"/>
        </w:rPr>
        <w:t>١٥٧ - اگر ظرف بزرگى مثل پاتيل و خمره نجس شود</w:t>
      </w:r>
      <w:r w:rsidR="000C4B14">
        <w:rPr>
          <w:rtl/>
          <w:lang w:bidi="fa-IR"/>
        </w:rPr>
        <w:t>،</w:t>
      </w:r>
      <w:r w:rsidRPr="003E3506">
        <w:rPr>
          <w:rtl/>
          <w:lang w:bidi="fa-IR"/>
        </w:rPr>
        <w:t xml:space="preserve"> چنانچه سه مرتبه آن را از آب پر كنند و خالى كنند پاك مى شود.</w:t>
      </w:r>
    </w:p>
    <w:p w:rsidR="003E3506" w:rsidRPr="003E3506" w:rsidRDefault="003E3506" w:rsidP="003E3506">
      <w:pPr>
        <w:pStyle w:val="libNormal"/>
        <w:rPr>
          <w:lang w:bidi="fa-IR"/>
        </w:rPr>
      </w:pPr>
      <w:r w:rsidRPr="003E3506">
        <w:rPr>
          <w:rtl/>
          <w:lang w:bidi="fa-IR"/>
        </w:rPr>
        <w:t>و همچنين است اگر سه مرتبه از بالا آب در آن بريزند</w:t>
      </w:r>
      <w:r w:rsidR="000C4B14">
        <w:rPr>
          <w:rtl/>
          <w:lang w:bidi="fa-IR"/>
        </w:rPr>
        <w:t>،</w:t>
      </w:r>
      <w:r w:rsidRPr="003E3506">
        <w:rPr>
          <w:rtl/>
          <w:lang w:bidi="fa-IR"/>
        </w:rPr>
        <w:t xml:space="preserve"> به طورى كه تمام اطراف آن را بگيرد</w:t>
      </w:r>
      <w:r w:rsidR="000C4B14">
        <w:rPr>
          <w:rtl/>
          <w:lang w:bidi="fa-IR"/>
        </w:rPr>
        <w:t>،</w:t>
      </w:r>
      <w:r w:rsidRPr="003E3506">
        <w:rPr>
          <w:rtl/>
          <w:lang w:bidi="fa-IR"/>
        </w:rPr>
        <w:t xml:space="preserve"> و در هر دفعه آبى كه ته آن جمع مى شود بيرون آورند و احتياط مستحب آن است كه در مرتبه دوم و سوم ظرفى را كه با آن آبها را بيرون مى آورند آب بكشند.</w:t>
      </w:r>
    </w:p>
    <w:p w:rsidR="003E3506" w:rsidRPr="003E3506" w:rsidRDefault="003E3506" w:rsidP="003E3506">
      <w:pPr>
        <w:pStyle w:val="libNormal"/>
        <w:rPr>
          <w:lang w:bidi="fa-IR"/>
        </w:rPr>
      </w:pPr>
      <w:r w:rsidRPr="003E3506">
        <w:rPr>
          <w:rtl/>
          <w:lang w:bidi="fa-IR"/>
        </w:rPr>
        <w:t>١٥٨ - اگر مس نجس و مانند آن را آب كنند و آب بكشند</w:t>
      </w:r>
      <w:r w:rsidR="000C4B14">
        <w:rPr>
          <w:rtl/>
          <w:lang w:bidi="fa-IR"/>
        </w:rPr>
        <w:t>،</w:t>
      </w:r>
      <w:r w:rsidRPr="003E3506">
        <w:rPr>
          <w:rtl/>
          <w:lang w:bidi="fa-IR"/>
        </w:rPr>
        <w:t xml:space="preserve"> ظاهرش پاك مى شود.</w:t>
      </w:r>
    </w:p>
    <w:p w:rsidR="003E3506" w:rsidRPr="003E3506" w:rsidRDefault="003E3506" w:rsidP="003E3506">
      <w:pPr>
        <w:pStyle w:val="libNormal"/>
        <w:rPr>
          <w:lang w:bidi="fa-IR"/>
        </w:rPr>
      </w:pPr>
      <w:r w:rsidRPr="003E3506">
        <w:rPr>
          <w:rtl/>
          <w:lang w:bidi="fa-IR"/>
        </w:rPr>
        <w:t>١٥٩ - تنورى كه به بول نجس شده است</w:t>
      </w:r>
      <w:r w:rsidR="000C4B14">
        <w:rPr>
          <w:rtl/>
          <w:lang w:bidi="fa-IR"/>
        </w:rPr>
        <w:t>،</w:t>
      </w:r>
      <w:r w:rsidRPr="003E3506">
        <w:rPr>
          <w:rtl/>
          <w:lang w:bidi="fa-IR"/>
        </w:rPr>
        <w:t xml:space="preserve"> اگر يك مرتبه از بالا آب در آن بريزند</w:t>
      </w:r>
      <w:r w:rsidR="000C4B14">
        <w:rPr>
          <w:rtl/>
          <w:lang w:bidi="fa-IR"/>
        </w:rPr>
        <w:t>،</w:t>
      </w:r>
      <w:r w:rsidRPr="003E3506">
        <w:rPr>
          <w:rtl/>
          <w:lang w:bidi="fa-IR"/>
        </w:rPr>
        <w:t xml:space="preserve"> به طورى كه تمام اطراف آن را بگيرد پاك مى شود</w:t>
      </w:r>
      <w:r w:rsidR="000C4B14">
        <w:rPr>
          <w:rtl/>
          <w:lang w:bidi="fa-IR"/>
        </w:rPr>
        <w:t>،</w:t>
      </w:r>
      <w:r w:rsidRPr="003E3506">
        <w:rPr>
          <w:rtl/>
          <w:lang w:bidi="fa-IR"/>
        </w:rPr>
        <w:t xml:space="preserve"> و احتياط مستحب آن است كه اين كار را دو مرتبه انجام دهند.</w:t>
      </w:r>
    </w:p>
    <w:p w:rsidR="003E3506" w:rsidRPr="003E3506" w:rsidRDefault="003E3506" w:rsidP="003E3506">
      <w:pPr>
        <w:pStyle w:val="libNormal"/>
        <w:rPr>
          <w:lang w:bidi="fa-IR"/>
        </w:rPr>
      </w:pPr>
      <w:r w:rsidRPr="003E3506">
        <w:rPr>
          <w:rtl/>
          <w:lang w:bidi="fa-IR"/>
        </w:rPr>
        <w:t>و در غير بول اگر پس از برطرف شدن نجاست يك مرتبه به دستورى كه گفته شد آب در آن بريزند كافى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و بهتر است كه گودالى ته آن بكنند تا آبها در آن جمع شود و بيرون بياورند بعد آن گودال را با خاك پاك پر كنند.</w:t>
      </w:r>
    </w:p>
    <w:p w:rsidR="003E3506" w:rsidRPr="003E3506" w:rsidRDefault="003E3506" w:rsidP="003E3506">
      <w:pPr>
        <w:pStyle w:val="libNormal"/>
        <w:rPr>
          <w:lang w:bidi="fa-IR"/>
        </w:rPr>
      </w:pPr>
      <w:r w:rsidRPr="003E3506">
        <w:rPr>
          <w:rtl/>
          <w:lang w:bidi="fa-IR"/>
        </w:rPr>
        <w:t>١٦٠ - اگر چيز نجس را يك مرتبه در آب كر يا جارى فرو برند كه آب به تمام جاهاى آن برسد</w:t>
      </w:r>
      <w:r w:rsidR="000C4B14">
        <w:rPr>
          <w:rtl/>
          <w:lang w:bidi="fa-IR"/>
        </w:rPr>
        <w:t>،</w:t>
      </w:r>
      <w:r w:rsidRPr="003E3506">
        <w:rPr>
          <w:rtl/>
          <w:lang w:bidi="fa-IR"/>
        </w:rPr>
        <w:t xml:space="preserve"> پاك مى شود. و در فرش و لباس و مانند اينها فشار يا مانند آن از ماليدن يا لگد كردن لازم نيست</w:t>
      </w:r>
      <w:r w:rsidR="000C4B14">
        <w:rPr>
          <w:rtl/>
          <w:lang w:bidi="fa-IR"/>
        </w:rPr>
        <w:t>،</w:t>
      </w:r>
      <w:r w:rsidRPr="003E3506">
        <w:rPr>
          <w:rtl/>
          <w:lang w:bidi="fa-IR"/>
        </w:rPr>
        <w:t xml:space="preserve"> و در صورتى كه بدن يا لباس متنجس به بول باشد در كر نيز دو مرتبه شستن لازم است</w:t>
      </w:r>
      <w:r w:rsidR="000C4B14">
        <w:rPr>
          <w:rtl/>
          <w:lang w:bidi="fa-IR"/>
        </w:rPr>
        <w:t>.</w:t>
      </w:r>
    </w:p>
    <w:p w:rsidR="003E3506" w:rsidRPr="003E3506" w:rsidRDefault="003E3506" w:rsidP="003E3506">
      <w:pPr>
        <w:pStyle w:val="libNormal"/>
        <w:rPr>
          <w:lang w:bidi="fa-IR"/>
        </w:rPr>
      </w:pPr>
      <w:r w:rsidRPr="003E3506">
        <w:rPr>
          <w:rtl/>
          <w:lang w:bidi="fa-IR"/>
        </w:rPr>
        <w:t>١٦١ - اگر بخواهند چيزى را كه به بول نجس شده با آب قليل آب بكشند</w:t>
      </w:r>
      <w:r w:rsidR="000C4B14">
        <w:rPr>
          <w:rtl/>
          <w:lang w:bidi="fa-IR"/>
        </w:rPr>
        <w:t>،</w:t>
      </w:r>
      <w:r w:rsidRPr="003E3506">
        <w:rPr>
          <w:rtl/>
          <w:lang w:bidi="fa-IR"/>
        </w:rPr>
        <w:t xml:space="preserve"> چنانچه يك مرتبه آب روى آن بريزند و از آن جدا شود</w:t>
      </w:r>
      <w:r w:rsidR="000C4B14">
        <w:rPr>
          <w:rtl/>
          <w:lang w:bidi="fa-IR"/>
        </w:rPr>
        <w:t>،</w:t>
      </w:r>
      <w:r w:rsidRPr="003E3506">
        <w:rPr>
          <w:rtl/>
          <w:lang w:bidi="fa-IR"/>
        </w:rPr>
        <w:t xml:space="preserve"> در صورتى كه بول در آن چيز نمانده باشد پاك مى شود مگر در لباس و بدن كه بايد دو مرتبه روى آنها آب بريزند تا پاك شوند و در هر حال در شستن لباس و فرش و مانند اينها با آب قليل بايد فشار دهند تا غساله آن بيرون آيد.</w:t>
      </w:r>
    </w:p>
    <w:p w:rsidR="003E3506" w:rsidRPr="003E3506" w:rsidRDefault="00605FAB" w:rsidP="003E3506">
      <w:pPr>
        <w:pStyle w:val="libNormal"/>
        <w:rPr>
          <w:lang w:bidi="fa-IR"/>
        </w:rPr>
      </w:pPr>
      <w:r>
        <w:rPr>
          <w:rtl/>
          <w:lang w:bidi="fa-IR"/>
        </w:rPr>
        <w:t>(</w:t>
      </w:r>
      <w:r w:rsidR="003E3506" w:rsidRPr="003E3506">
        <w:rPr>
          <w:rtl/>
          <w:lang w:bidi="fa-IR"/>
        </w:rPr>
        <w:t>و غساله آبى است كه معمولا در وقت شستن و بعد از آن از چيزى كه شسته مى شود</w:t>
      </w:r>
      <w:r w:rsidR="000C4B14">
        <w:rPr>
          <w:rtl/>
          <w:lang w:bidi="fa-IR"/>
        </w:rPr>
        <w:t>،</w:t>
      </w:r>
      <w:r w:rsidR="003E3506" w:rsidRPr="003E3506">
        <w:rPr>
          <w:rtl/>
          <w:lang w:bidi="fa-IR"/>
        </w:rPr>
        <w:t xml:space="preserve"> خود به خود يا به وسيله فشار مى ريزد</w:t>
      </w:r>
      <w:r>
        <w:rPr>
          <w:rtl/>
          <w:lang w:bidi="fa-IR"/>
        </w:rPr>
        <w:t>)</w:t>
      </w:r>
      <w:r w:rsidR="003E3506" w:rsidRPr="003E3506">
        <w:rPr>
          <w:rtl/>
          <w:lang w:bidi="fa-IR"/>
        </w:rPr>
        <w:t>.</w:t>
      </w:r>
    </w:p>
    <w:p w:rsidR="003E3506" w:rsidRPr="003E3506" w:rsidRDefault="003E3506" w:rsidP="003E3506">
      <w:pPr>
        <w:pStyle w:val="libNormal"/>
        <w:rPr>
          <w:lang w:bidi="fa-IR"/>
        </w:rPr>
      </w:pPr>
      <w:r w:rsidRPr="003E3506">
        <w:rPr>
          <w:rtl/>
          <w:lang w:bidi="fa-IR"/>
        </w:rPr>
        <w:t>١٦٢ - اگر چيزى به بول پسر يا دختر شير خوارى كه غذا خور نشده و بنابر احتياط كمتر از دو سال دارد نجس شود</w:t>
      </w:r>
      <w:r w:rsidR="000C4B14">
        <w:rPr>
          <w:rtl/>
          <w:lang w:bidi="fa-IR"/>
        </w:rPr>
        <w:t>،</w:t>
      </w:r>
      <w:r w:rsidRPr="003E3506">
        <w:rPr>
          <w:rtl/>
          <w:lang w:bidi="fa-IR"/>
        </w:rPr>
        <w:t xml:space="preserve"> چنانچه يك مرتبه آب روى آن بريزند كه به تمام جاهاى نجس آن برسد پاك مى شود</w:t>
      </w:r>
      <w:r w:rsidR="000C4B14">
        <w:rPr>
          <w:rtl/>
          <w:lang w:bidi="fa-IR"/>
        </w:rPr>
        <w:t>،</w:t>
      </w:r>
      <w:r w:rsidRPr="003E3506">
        <w:rPr>
          <w:rtl/>
          <w:lang w:bidi="fa-IR"/>
        </w:rPr>
        <w:t xml:space="preserve"> ولى احتياط مستحب آن است كه يك مرتبه ديگر هم آب روى آن بريزند.</w:t>
      </w:r>
    </w:p>
    <w:p w:rsidR="003E3506" w:rsidRPr="003E3506" w:rsidRDefault="003E3506" w:rsidP="003E3506">
      <w:pPr>
        <w:pStyle w:val="libNormal"/>
        <w:rPr>
          <w:lang w:bidi="fa-IR"/>
        </w:rPr>
      </w:pPr>
      <w:r w:rsidRPr="003E3506">
        <w:rPr>
          <w:rtl/>
          <w:lang w:bidi="fa-IR"/>
        </w:rPr>
        <w:t>و در لباس و فرش و مانند اينها فشار لازم نيست</w:t>
      </w:r>
      <w:r w:rsidR="000C4B14">
        <w:rPr>
          <w:rtl/>
          <w:lang w:bidi="fa-IR"/>
        </w:rPr>
        <w:t>.</w:t>
      </w:r>
    </w:p>
    <w:p w:rsidR="003E3506" w:rsidRPr="003E3506" w:rsidRDefault="003E3506" w:rsidP="003E3506">
      <w:pPr>
        <w:pStyle w:val="libNormal"/>
        <w:rPr>
          <w:lang w:bidi="fa-IR"/>
        </w:rPr>
      </w:pPr>
      <w:r w:rsidRPr="003E3506">
        <w:rPr>
          <w:rtl/>
          <w:lang w:bidi="fa-IR"/>
        </w:rPr>
        <w:t>١٦٣ - اگر چيزى به غير بول نجس شود</w:t>
      </w:r>
      <w:r w:rsidR="000C4B14">
        <w:rPr>
          <w:rtl/>
          <w:lang w:bidi="fa-IR"/>
        </w:rPr>
        <w:t>،</w:t>
      </w:r>
      <w:r w:rsidRPr="003E3506">
        <w:rPr>
          <w:rtl/>
          <w:lang w:bidi="fa-IR"/>
        </w:rPr>
        <w:t xml:space="preserve"> چنانچه با برطرف كردن نجاست يك مرتبه آب قليل روى آن بريزند و از آن جدا شود پاك مى گردد ولى لباس و مانند آن را بايد فشار دهند تا غساله آن بيرون آيد.</w:t>
      </w:r>
    </w:p>
    <w:p w:rsidR="003E3506" w:rsidRPr="003E3506" w:rsidRDefault="003E3506" w:rsidP="003E3506">
      <w:pPr>
        <w:pStyle w:val="libNormal"/>
        <w:rPr>
          <w:lang w:bidi="fa-IR"/>
        </w:rPr>
      </w:pPr>
      <w:r w:rsidRPr="003E3506">
        <w:rPr>
          <w:rtl/>
          <w:lang w:bidi="fa-IR"/>
        </w:rPr>
        <w:t>١٦٤ - اگر حصير نجس را كه با نخ بافته شده در آب كر يا جارى فرو برند بعد از برطرف شدن عين نجاست پاك مى شود ولى اگر بخواهند آن را با آب قليل آب بكشند بايد به هر طور كه ممكن است - اگر چه با لگد كردن باشد - فشار دهند تا غساله آن جدا شود.</w:t>
      </w:r>
    </w:p>
    <w:p w:rsidR="003E3506" w:rsidRPr="003E3506" w:rsidRDefault="003E3506" w:rsidP="003E3506">
      <w:pPr>
        <w:pStyle w:val="libNormal"/>
        <w:rPr>
          <w:lang w:bidi="fa-IR"/>
        </w:rPr>
      </w:pPr>
      <w:r w:rsidRPr="003E3506">
        <w:rPr>
          <w:rtl/>
          <w:lang w:bidi="fa-IR"/>
        </w:rPr>
        <w:lastRenderedPageBreak/>
        <w:t>١٦٥ - اگر ظاهر گندم و برنج و صابون و مانند اينها نجس شود به فرو بردن در كر و جارى پاك مى گردد</w:t>
      </w:r>
      <w:r w:rsidR="000C4B14">
        <w:rPr>
          <w:rtl/>
          <w:lang w:bidi="fa-IR"/>
        </w:rPr>
        <w:t>،</w:t>
      </w:r>
      <w:r w:rsidRPr="003E3506">
        <w:rPr>
          <w:rtl/>
          <w:lang w:bidi="fa-IR"/>
        </w:rPr>
        <w:t xml:space="preserve"> و اگر باطن آنها نجس شود چنانچه آب كر يا جارى به وصف اطلاق به باطن آنها برسد پاك مى شوند ولى ظاهرا در صابون و مانند آن هيچ گاه آب مطلق به باطن نمى رسد.</w:t>
      </w:r>
    </w:p>
    <w:p w:rsidR="003E3506" w:rsidRPr="003E3506" w:rsidRDefault="003E3506" w:rsidP="003E3506">
      <w:pPr>
        <w:pStyle w:val="libNormal"/>
        <w:rPr>
          <w:lang w:bidi="fa-IR"/>
        </w:rPr>
      </w:pPr>
      <w:r w:rsidRPr="003E3506">
        <w:rPr>
          <w:rtl/>
          <w:lang w:bidi="fa-IR"/>
        </w:rPr>
        <w:t>١٦٦ - اگر انسان شك كند كه آب نجس به باطن صابون رسيده يا نه باطن آن پاك است</w:t>
      </w:r>
      <w:r w:rsidR="000C4B14">
        <w:rPr>
          <w:rtl/>
          <w:lang w:bidi="fa-IR"/>
        </w:rPr>
        <w:t>.</w:t>
      </w:r>
    </w:p>
    <w:p w:rsidR="003E3506" w:rsidRPr="003E3506" w:rsidRDefault="003E3506" w:rsidP="003E3506">
      <w:pPr>
        <w:pStyle w:val="libNormal"/>
        <w:rPr>
          <w:lang w:bidi="fa-IR"/>
        </w:rPr>
      </w:pPr>
      <w:r w:rsidRPr="003E3506">
        <w:rPr>
          <w:rtl/>
          <w:lang w:bidi="fa-IR"/>
        </w:rPr>
        <w:t>١٦٧ - اگر ظاهر برنج و گوشت يا چيزى مانند اينها نجس شده باشد چنانچه آن را در كاسه پاك و مانند آن بگذارند و يك مرتبه آب روى آن بريزند و خالى كنند پاك مى شود و اگر در ظرف نجس بگذارند بايد سه مرتبه اين كار را انجام دهند در اين صورت ظرف هم پاك مى شود</w:t>
      </w:r>
      <w:r w:rsidR="000C4B14">
        <w:rPr>
          <w:rtl/>
          <w:lang w:bidi="fa-IR"/>
        </w:rPr>
        <w:t>،</w:t>
      </w:r>
      <w:r w:rsidRPr="003E3506">
        <w:rPr>
          <w:rtl/>
          <w:lang w:bidi="fa-IR"/>
        </w:rPr>
        <w:t xml:space="preserve"> و اگر بخواهند لباس و مانند آن را كه فشار لازم دارد در ظرفى بگذارند و آب بكشند</w:t>
      </w:r>
      <w:r w:rsidR="000C4B14">
        <w:rPr>
          <w:rtl/>
          <w:lang w:bidi="fa-IR"/>
        </w:rPr>
        <w:t>،</w:t>
      </w:r>
      <w:r w:rsidRPr="003E3506">
        <w:rPr>
          <w:rtl/>
          <w:lang w:bidi="fa-IR"/>
        </w:rPr>
        <w:t xml:space="preserve"> بايد در هر مرتبه اى كه آب روى آن مى ريزند آن را فشار دهند و ظرف را كج كنند تا غساله اى كه در آن جمع شده بيرون بريزد.</w:t>
      </w:r>
    </w:p>
    <w:p w:rsidR="003E3506" w:rsidRPr="003E3506" w:rsidRDefault="003E3506" w:rsidP="003E3506">
      <w:pPr>
        <w:pStyle w:val="libNormal"/>
        <w:rPr>
          <w:lang w:bidi="fa-IR"/>
        </w:rPr>
      </w:pPr>
      <w:r w:rsidRPr="003E3506">
        <w:rPr>
          <w:rtl/>
          <w:lang w:bidi="fa-IR"/>
        </w:rPr>
        <w:t>١٦٨ - لباس نجسى را كه به نيل و مانند آن رنگ شده اگر در آب كر يا جارى فروبرند و آب پيش از آنكه به واسطه رنگ پارچه مضاف شود به تمام آن برسد لباس پاك مى شود و اگر با آب قليل بشويند</w:t>
      </w:r>
      <w:r w:rsidR="000C4B14">
        <w:rPr>
          <w:rtl/>
          <w:lang w:bidi="fa-IR"/>
        </w:rPr>
        <w:t>،</w:t>
      </w:r>
      <w:r w:rsidRPr="003E3506">
        <w:rPr>
          <w:rtl/>
          <w:lang w:bidi="fa-IR"/>
        </w:rPr>
        <w:t xml:space="preserve"> چنانچه موقع فشار دادن</w:t>
      </w:r>
      <w:r w:rsidR="000C4B14">
        <w:rPr>
          <w:rtl/>
          <w:lang w:bidi="fa-IR"/>
        </w:rPr>
        <w:t>،</w:t>
      </w:r>
      <w:r w:rsidRPr="003E3506">
        <w:rPr>
          <w:rtl/>
          <w:lang w:bidi="fa-IR"/>
        </w:rPr>
        <w:t xml:space="preserve"> آب مضاف از آن بيرون نيايد پاك مى شود.</w:t>
      </w:r>
    </w:p>
    <w:p w:rsidR="003E3506" w:rsidRPr="003E3506" w:rsidRDefault="003E3506" w:rsidP="003E3506">
      <w:pPr>
        <w:pStyle w:val="libNormal"/>
        <w:rPr>
          <w:lang w:bidi="fa-IR"/>
        </w:rPr>
      </w:pPr>
      <w:r w:rsidRPr="003E3506">
        <w:rPr>
          <w:rtl/>
          <w:lang w:bidi="fa-IR"/>
        </w:rPr>
        <w:t>١٦٩ - اگر لباسى را در كر يا جارى آب بكشند</w:t>
      </w:r>
      <w:r w:rsidR="000C4B14">
        <w:rPr>
          <w:rtl/>
          <w:lang w:bidi="fa-IR"/>
        </w:rPr>
        <w:t>،</w:t>
      </w:r>
      <w:r w:rsidRPr="003E3506">
        <w:rPr>
          <w:rtl/>
          <w:lang w:bidi="fa-IR"/>
        </w:rPr>
        <w:t xml:space="preserve"> و بعد مثلا لجن آب در آن ببينند چنانچه احتمال ندهند كه جلوگيرى از رسيدن آب كرده آن لباس پاك است</w:t>
      </w:r>
      <w:r w:rsidR="000C4B14">
        <w:rPr>
          <w:rtl/>
          <w:lang w:bidi="fa-IR"/>
        </w:rPr>
        <w:t>.</w:t>
      </w:r>
    </w:p>
    <w:p w:rsidR="003E3506" w:rsidRPr="003E3506" w:rsidRDefault="003E3506" w:rsidP="003E3506">
      <w:pPr>
        <w:pStyle w:val="libNormal"/>
        <w:rPr>
          <w:lang w:bidi="fa-IR"/>
        </w:rPr>
      </w:pPr>
      <w:r w:rsidRPr="003E3506">
        <w:rPr>
          <w:rtl/>
          <w:lang w:bidi="fa-IR"/>
        </w:rPr>
        <w:t>١٧٠ - اگر بعد از آب كشيدن لباس و مانند آن خورده گل يا صابون در آن ديده شود چنانچه احتمال بدهند كه جلوگيرى از رسيدن آب كرده آن لباس پاك ولى اگر آب نجس به باطن گل يا صابون رسيده باشد ظاهر گل و صابون پاك و باطن آنها نجس است</w:t>
      </w:r>
      <w:r w:rsidR="000C4B14">
        <w:rPr>
          <w:rtl/>
          <w:lang w:bidi="fa-IR"/>
        </w:rPr>
        <w:t>.</w:t>
      </w:r>
    </w:p>
    <w:p w:rsidR="003E3506" w:rsidRPr="003E3506" w:rsidRDefault="003E3506" w:rsidP="003E3506">
      <w:pPr>
        <w:pStyle w:val="libNormal"/>
        <w:rPr>
          <w:lang w:bidi="fa-IR"/>
        </w:rPr>
      </w:pPr>
      <w:r w:rsidRPr="003E3506">
        <w:rPr>
          <w:rtl/>
          <w:lang w:bidi="fa-IR"/>
        </w:rPr>
        <w:t>١٧١ - هر چيز نجس</w:t>
      </w:r>
      <w:r w:rsidR="000C4B14">
        <w:rPr>
          <w:rtl/>
          <w:lang w:bidi="fa-IR"/>
        </w:rPr>
        <w:t>،</w:t>
      </w:r>
      <w:r w:rsidRPr="003E3506">
        <w:rPr>
          <w:rtl/>
          <w:lang w:bidi="fa-IR"/>
        </w:rPr>
        <w:t xml:space="preserve"> تا عين نجاست را از آن برطرف نكنند پاك نمى شود.</w:t>
      </w:r>
    </w:p>
    <w:p w:rsidR="003E3506" w:rsidRPr="003E3506" w:rsidRDefault="003E3506" w:rsidP="003E3506">
      <w:pPr>
        <w:pStyle w:val="libNormal"/>
        <w:rPr>
          <w:lang w:bidi="fa-IR"/>
        </w:rPr>
      </w:pPr>
      <w:r w:rsidRPr="003E3506">
        <w:rPr>
          <w:rtl/>
          <w:lang w:bidi="fa-IR"/>
        </w:rPr>
        <w:t>ولى اگر بو يا رنگ نجاست در آن مانده باشد اشكال ندارد</w:t>
      </w:r>
      <w:r w:rsidR="000C4B14">
        <w:rPr>
          <w:rtl/>
          <w:lang w:bidi="fa-IR"/>
        </w:rPr>
        <w:t>،</w:t>
      </w:r>
      <w:r w:rsidRPr="003E3506">
        <w:rPr>
          <w:rtl/>
          <w:lang w:bidi="fa-IR"/>
        </w:rPr>
        <w:t xml:space="preserve"> پس اگر خون را از لباس برطرف كنند و لباس را آب بكشند و رنگ خون در آن بماند پاك مى باشد</w:t>
      </w:r>
      <w:r w:rsidR="000C4B14">
        <w:rPr>
          <w:rtl/>
          <w:lang w:bidi="fa-IR"/>
        </w:rPr>
        <w:t>،</w:t>
      </w:r>
      <w:r w:rsidRPr="003E3506">
        <w:rPr>
          <w:rtl/>
          <w:lang w:bidi="fa-IR"/>
        </w:rPr>
        <w:t xml:space="preserve"> اما چنانچه به واسطه بو يا رنگ يقين كنند يا احتمال دهند كه ذره هاى نجاست در آن چيز مانده نجس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١٧٢ - اگر نجاست بدن را در آب كر يا جارى برطرف كنند بدن پاك مى شود</w:t>
      </w:r>
      <w:r w:rsidR="000C4B14">
        <w:rPr>
          <w:rtl/>
          <w:lang w:bidi="fa-IR"/>
        </w:rPr>
        <w:t>،</w:t>
      </w:r>
      <w:r w:rsidRPr="003E3506">
        <w:rPr>
          <w:rtl/>
          <w:lang w:bidi="fa-IR"/>
        </w:rPr>
        <w:t xml:space="preserve"> مگر آنكه بدن به بول نجس شده باشد كه در اين صورت به يك مرتبه پاك نمى شود</w:t>
      </w:r>
      <w:r w:rsidR="000C4B14">
        <w:rPr>
          <w:rtl/>
          <w:lang w:bidi="fa-IR"/>
        </w:rPr>
        <w:t>،</w:t>
      </w:r>
      <w:r w:rsidRPr="003E3506">
        <w:rPr>
          <w:rtl/>
          <w:lang w:bidi="fa-IR"/>
        </w:rPr>
        <w:t xml:space="preserve"> ولى بيرون آمدن و دو مرتبه در آب رفتن لازم نيست بلكه اگر در زير آب به آن محل دست بكشند كه دو مرتبه آب به بدن برسد كفايت مى كند.</w:t>
      </w:r>
    </w:p>
    <w:p w:rsidR="003E3506" w:rsidRPr="003E3506" w:rsidRDefault="003E3506" w:rsidP="003E3506">
      <w:pPr>
        <w:pStyle w:val="libNormal"/>
        <w:rPr>
          <w:lang w:bidi="fa-IR"/>
        </w:rPr>
      </w:pPr>
      <w:r w:rsidRPr="003E3506">
        <w:rPr>
          <w:rtl/>
          <w:lang w:bidi="fa-IR"/>
        </w:rPr>
        <w:t>١٧٣ - غذاى نجس كه لاى دندانها مانده اگر آب در دهان بگردانند و به تمام غذاى نجس برسد پاك مى شود.</w:t>
      </w:r>
    </w:p>
    <w:p w:rsidR="003E3506" w:rsidRPr="003E3506" w:rsidRDefault="003E3506" w:rsidP="003E3506">
      <w:pPr>
        <w:pStyle w:val="libNormal"/>
        <w:rPr>
          <w:lang w:bidi="fa-IR"/>
        </w:rPr>
      </w:pPr>
      <w:r w:rsidRPr="003E3506">
        <w:rPr>
          <w:rtl/>
          <w:lang w:bidi="fa-IR"/>
        </w:rPr>
        <w:t>١٧٤ - اگر موى سر و صورت را با آب قليل آب بكشند چنانچه مو انبوه نباشد براى جدا شدن غساله لازم نيست فشار دهند زيرا به مقدار متعارف خود به خود جدا مى شود.</w:t>
      </w:r>
    </w:p>
    <w:p w:rsidR="003E3506" w:rsidRPr="003E3506" w:rsidRDefault="003E3506" w:rsidP="003E3506">
      <w:pPr>
        <w:pStyle w:val="libNormal"/>
        <w:rPr>
          <w:lang w:bidi="fa-IR"/>
        </w:rPr>
      </w:pPr>
      <w:r w:rsidRPr="003E3506">
        <w:rPr>
          <w:rtl/>
          <w:lang w:bidi="fa-IR"/>
        </w:rPr>
        <w:t>١٧٥ - اگر جايى از بدن يا لباس را با آب قليل آب بكشند</w:t>
      </w:r>
      <w:r w:rsidR="000C4B14">
        <w:rPr>
          <w:rtl/>
          <w:lang w:bidi="fa-IR"/>
        </w:rPr>
        <w:t>،</w:t>
      </w:r>
      <w:r w:rsidRPr="003E3506">
        <w:rPr>
          <w:rtl/>
          <w:lang w:bidi="fa-IR"/>
        </w:rPr>
        <w:t xml:space="preserve"> اطراف آنجا كه متصل به آن است و معمولا موقع آب كشيدن آب به آنها سرايت مى كند</w:t>
      </w:r>
      <w:r w:rsidR="000C4B14">
        <w:rPr>
          <w:rtl/>
          <w:lang w:bidi="fa-IR"/>
        </w:rPr>
        <w:t>،</w:t>
      </w:r>
      <w:r w:rsidRPr="003E3506">
        <w:rPr>
          <w:rtl/>
          <w:lang w:bidi="fa-IR"/>
        </w:rPr>
        <w:t xml:space="preserve"> با پاك شدن جاى نجس پاك مى شود</w:t>
      </w:r>
      <w:r w:rsidR="000C4B14">
        <w:rPr>
          <w:rtl/>
          <w:lang w:bidi="fa-IR"/>
        </w:rPr>
        <w:t>،</w:t>
      </w:r>
      <w:r w:rsidRPr="003E3506">
        <w:rPr>
          <w:rtl/>
          <w:lang w:bidi="fa-IR"/>
        </w:rPr>
        <w:t xml:space="preserve"> به اين معنى كه آب كشيدن اطراف مستقلا لازم نيست بلكه اطراف و محل نجس به آب كشيدن با هم پاك مى شوند</w:t>
      </w:r>
      <w:r w:rsidR="000C4B14">
        <w:rPr>
          <w:rtl/>
          <w:lang w:bidi="fa-IR"/>
        </w:rPr>
        <w:t>،</w:t>
      </w:r>
      <w:r w:rsidRPr="003E3506">
        <w:rPr>
          <w:rtl/>
          <w:lang w:bidi="fa-IR"/>
        </w:rPr>
        <w:t xml:space="preserve"> و همچنين است اگر چيز پاكى را پهلوى چيز نجس بگذارند و روى هر دو آب بريزند.</w:t>
      </w:r>
    </w:p>
    <w:p w:rsidR="003E3506" w:rsidRPr="003E3506" w:rsidRDefault="003E3506" w:rsidP="003E3506">
      <w:pPr>
        <w:pStyle w:val="libNormal"/>
        <w:rPr>
          <w:lang w:bidi="fa-IR"/>
        </w:rPr>
      </w:pPr>
      <w:r w:rsidRPr="003E3506">
        <w:rPr>
          <w:rtl/>
          <w:lang w:bidi="fa-IR"/>
        </w:rPr>
        <w:t>پس اگر براى آب كشيدن يك انگشت نجس روى همه انگشتها آب بريزند و آب نجس و همچنين آب پاك به همه آنها برسد</w:t>
      </w:r>
      <w:r w:rsidR="000C4B14">
        <w:rPr>
          <w:rtl/>
          <w:lang w:bidi="fa-IR"/>
        </w:rPr>
        <w:t>،</w:t>
      </w:r>
      <w:r w:rsidRPr="003E3506">
        <w:rPr>
          <w:rtl/>
          <w:lang w:bidi="fa-IR"/>
        </w:rPr>
        <w:t xml:space="preserve"> با پاك شدن انگشت نجس تمام انگشتها پاك مى شود.</w:t>
      </w:r>
    </w:p>
    <w:p w:rsidR="003E3506" w:rsidRPr="003E3506" w:rsidRDefault="003E3506" w:rsidP="003E3506">
      <w:pPr>
        <w:pStyle w:val="libNormal"/>
        <w:rPr>
          <w:lang w:bidi="fa-IR"/>
        </w:rPr>
      </w:pPr>
      <w:r w:rsidRPr="003E3506">
        <w:rPr>
          <w:rtl/>
          <w:lang w:bidi="fa-IR"/>
        </w:rPr>
        <w:t>١٧٦ - گوشت و دنبه اى كه نجس شده</w:t>
      </w:r>
      <w:r w:rsidR="000C4B14">
        <w:rPr>
          <w:rtl/>
          <w:lang w:bidi="fa-IR"/>
        </w:rPr>
        <w:t>،</w:t>
      </w:r>
      <w:r w:rsidRPr="003E3506">
        <w:rPr>
          <w:rtl/>
          <w:lang w:bidi="fa-IR"/>
        </w:rPr>
        <w:t xml:space="preserve"> مثل چيزهاى ديگر آب كشيده مى شود.</w:t>
      </w:r>
    </w:p>
    <w:p w:rsidR="003E3506" w:rsidRPr="003E3506" w:rsidRDefault="003E3506" w:rsidP="003E3506">
      <w:pPr>
        <w:pStyle w:val="libNormal"/>
        <w:rPr>
          <w:lang w:bidi="fa-IR"/>
        </w:rPr>
      </w:pPr>
      <w:r w:rsidRPr="003E3506">
        <w:rPr>
          <w:rtl/>
          <w:lang w:bidi="fa-IR"/>
        </w:rPr>
        <w:t>و همچنين است اگر بدن يا لباس چربى كمى داشته باشد كه از رسيدن آب به آنها جلوگيرى نكند.</w:t>
      </w:r>
    </w:p>
    <w:p w:rsidR="003E3506" w:rsidRPr="003E3506" w:rsidRDefault="003E3506" w:rsidP="003E3506">
      <w:pPr>
        <w:pStyle w:val="libNormal"/>
        <w:rPr>
          <w:lang w:bidi="fa-IR"/>
        </w:rPr>
      </w:pPr>
      <w:r w:rsidRPr="003E3506">
        <w:rPr>
          <w:rtl/>
          <w:lang w:bidi="fa-IR"/>
        </w:rPr>
        <w:t>١٧٧ - اگر ظرف يا بدن نجس باشد</w:t>
      </w:r>
      <w:r w:rsidR="000C4B14">
        <w:rPr>
          <w:rtl/>
          <w:lang w:bidi="fa-IR"/>
        </w:rPr>
        <w:t>،</w:t>
      </w:r>
      <w:r w:rsidRPr="003E3506">
        <w:rPr>
          <w:rtl/>
          <w:lang w:bidi="fa-IR"/>
        </w:rPr>
        <w:t xml:space="preserve"> و بعد به طورى چرب شود كه جلوگيرى از رسيدن آب به آنها كند</w:t>
      </w:r>
      <w:r w:rsidR="000C4B14">
        <w:rPr>
          <w:rtl/>
          <w:lang w:bidi="fa-IR"/>
        </w:rPr>
        <w:t>،</w:t>
      </w:r>
      <w:r w:rsidRPr="003E3506">
        <w:rPr>
          <w:rtl/>
          <w:lang w:bidi="fa-IR"/>
        </w:rPr>
        <w:t xml:space="preserve"> چنانچه بخواهند ظرف و بدن را آب بكشند</w:t>
      </w:r>
      <w:r w:rsidR="000C4B14">
        <w:rPr>
          <w:rtl/>
          <w:lang w:bidi="fa-IR"/>
        </w:rPr>
        <w:t>،</w:t>
      </w:r>
      <w:r w:rsidRPr="003E3506">
        <w:rPr>
          <w:rtl/>
          <w:lang w:bidi="fa-IR"/>
        </w:rPr>
        <w:t xml:space="preserve"> بايد چربى را برطرف كنند تا آب به آنها برسد.</w:t>
      </w:r>
    </w:p>
    <w:p w:rsidR="003E3506" w:rsidRPr="003E3506" w:rsidRDefault="003E3506" w:rsidP="003E3506">
      <w:pPr>
        <w:pStyle w:val="libNormal"/>
        <w:rPr>
          <w:lang w:bidi="fa-IR"/>
        </w:rPr>
      </w:pPr>
      <w:r w:rsidRPr="003E3506">
        <w:rPr>
          <w:rtl/>
          <w:lang w:bidi="fa-IR"/>
        </w:rPr>
        <w:t>١٧٨ - آب شيرى كه متصل به كر است حكم كر را دارد.</w:t>
      </w:r>
    </w:p>
    <w:p w:rsidR="003E3506" w:rsidRPr="003E3506" w:rsidRDefault="003E3506" w:rsidP="003E3506">
      <w:pPr>
        <w:pStyle w:val="libNormal"/>
        <w:rPr>
          <w:lang w:bidi="fa-IR"/>
        </w:rPr>
      </w:pPr>
      <w:r w:rsidRPr="003E3506">
        <w:rPr>
          <w:rtl/>
          <w:lang w:bidi="fa-IR"/>
        </w:rPr>
        <w:lastRenderedPageBreak/>
        <w:t>١٧٩ - اگر چيزى را آب بكشد و يقين كند پاك شده و بعد شك كند كه عين نجاست را از آن برطرف كرده يا نه</w:t>
      </w:r>
      <w:r w:rsidR="000C4B14">
        <w:rPr>
          <w:rtl/>
          <w:lang w:bidi="fa-IR"/>
        </w:rPr>
        <w:t>،</w:t>
      </w:r>
      <w:r w:rsidRPr="003E3506">
        <w:rPr>
          <w:rtl/>
          <w:lang w:bidi="fa-IR"/>
        </w:rPr>
        <w:t xml:space="preserve"> بايد دوباره آن را آب بكشد و يقين كند كه عين نجاست برطرف شده است</w:t>
      </w:r>
      <w:r w:rsidR="000C4B14">
        <w:rPr>
          <w:rtl/>
          <w:lang w:bidi="fa-IR"/>
        </w:rPr>
        <w:t>.</w:t>
      </w:r>
    </w:p>
    <w:p w:rsidR="003E3506" w:rsidRPr="003E3506" w:rsidRDefault="003E3506" w:rsidP="003E3506">
      <w:pPr>
        <w:pStyle w:val="libNormal"/>
        <w:rPr>
          <w:lang w:bidi="fa-IR"/>
        </w:rPr>
      </w:pPr>
      <w:r w:rsidRPr="003E3506">
        <w:rPr>
          <w:rtl/>
          <w:lang w:bidi="fa-IR"/>
        </w:rPr>
        <w:t>١٨٠ - زمينى كه آب در او فرو مى رود مثل زمينى كه روى آن شن يا ريگ باشد</w:t>
      </w:r>
      <w:r w:rsidR="000C4B14">
        <w:rPr>
          <w:rtl/>
          <w:lang w:bidi="fa-IR"/>
        </w:rPr>
        <w:t>،</w:t>
      </w:r>
      <w:r w:rsidRPr="003E3506">
        <w:rPr>
          <w:rtl/>
          <w:lang w:bidi="fa-IR"/>
        </w:rPr>
        <w:t xml:space="preserve"> اگر نجس شود با آب قليل نيز پاك مى شود.</w:t>
      </w:r>
    </w:p>
    <w:p w:rsidR="003E3506" w:rsidRPr="003E3506" w:rsidRDefault="003E3506" w:rsidP="003E3506">
      <w:pPr>
        <w:pStyle w:val="libNormal"/>
        <w:rPr>
          <w:lang w:bidi="fa-IR"/>
        </w:rPr>
      </w:pPr>
      <w:r w:rsidRPr="003E3506">
        <w:rPr>
          <w:rtl/>
          <w:lang w:bidi="fa-IR"/>
        </w:rPr>
        <w:t>١٨١ - زمين سنگ فرش و آجر فرش و زمين سختى كه آب در آن فرو نمى رود</w:t>
      </w:r>
      <w:r w:rsidR="000C4B14">
        <w:rPr>
          <w:rtl/>
          <w:lang w:bidi="fa-IR"/>
        </w:rPr>
        <w:t>،</w:t>
      </w:r>
      <w:r w:rsidRPr="003E3506">
        <w:rPr>
          <w:rtl/>
          <w:lang w:bidi="fa-IR"/>
        </w:rPr>
        <w:t xml:space="preserve"> اگر نجس شود با آب قليل پاك مى گردد</w:t>
      </w:r>
      <w:r w:rsidR="000C4B14">
        <w:rPr>
          <w:rtl/>
          <w:lang w:bidi="fa-IR"/>
        </w:rPr>
        <w:t>،</w:t>
      </w:r>
      <w:r w:rsidRPr="003E3506">
        <w:rPr>
          <w:rtl/>
          <w:lang w:bidi="fa-IR"/>
        </w:rPr>
        <w:t xml:space="preserve"> ولى بايد به قدرى آب روى آن بريزند كه جارى شود</w:t>
      </w:r>
      <w:r w:rsidR="000C4B14">
        <w:rPr>
          <w:rtl/>
          <w:lang w:bidi="fa-IR"/>
        </w:rPr>
        <w:t>،</w:t>
      </w:r>
      <w:r w:rsidRPr="003E3506">
        <w:rPr>
          <w:rtl/>
          <w:lang w:bidi="fa-IR"/>
        </w:rPr>
        <w:t xml:space="preserve"> و اگر آبى كه روى آن ريخته اند از سوراخى بيرون نرود و در جايى جمع شود براى پاك شدن آنجا بايد آب جمع شده را با پارچه اى يا ظرفى بيرون آورند.</w:t>
      </w:r>
    </w:p>
    <w:p w:rsidR="003E3506" w:rsidRPr="003E3506" w:rsidRDefault="003E3506" w:rsidP="003E3506">
      <w:pPr>
        <w:pStyle w:val="libNormal"/>
        <w:rPr>
          <w:lang w:bidi="fa-IR"/>
        </w:rPr>
      </w:pPr>
      <w:r w:rsidRPr="003E3506">
        <w:rPr>
          <w:rtl/>
          <w:lang w:bidi="fa-IR"/>
        </w:rPr>
        <w:t>١٨٢ - اگر ظاهر نمك سنگ و مانند آن نجس شود با آب كمتر از كر هم پاك مى شود.</w:t>
      </w:r>
    </w:p>
    <w:p w:rsidR="003E3506" w:rsidRPr="003E3506" w:rsidRDefault="003E3506" w:rsidP="003E3506">
      <w:pPr>
        <w:pStyle w:val="libNormal"/>
        <w:rPr>
          <w:lang w:bidi="fa-IR"/>
        </w:rPr>
      </w:pPr>
      <w:r w:rsidRPr="003E3506">
        <w:rPr>
          <w:rtl/>
          <w:lang w:bidi="fa-IR"/>
        </w:rPr>
        <w:t>١٨٣ - اگر شكر نجس آب شده را قند بسازند و در آب كر يا جارى بگذارند پاك نمى شود.</w:t>
      </w:r>
    </w:p>
    <w:p w:rsidR="003E3506" w:rsidRPr="003E3506" w:rsidRDefault="00553A11" w:rsidP="003E3506">
      <w:pPr>
        <w:pStyle w:val="libNormal"/>
        <w:rPr>
          <w:lang w:bidi="fa-IR"/>
        </w:rPr>
      </w:pPr>
      <w:r>
        <w:rPr>
          <w:rtl/>
          <w:lang w:bidi="fa-IR"/>
        </w:rPr>
        <w:br w:type="page"/>
      </w:r>
    </w:p>
    <w:p w:rsidR="003E3506" w:rsidRDefault="00605FAB" w:rsidP="00553A11">
      <w:pPr>
        <w:pStyle w:val="Heading3"/>
        <w:rPr>
          <w:rtl/>
          <w:lang w:bidi="fa-IR"/>
        </w:rPr>
      </w:pPr>
      <w:bookmarkStart w:id="25" w:name="_Toc24454448"/>
      <w:r>
        <w:rPr>
          <w:rtl/>
          <w:lang w:bidi="fa-IR"/>
        </w:rPr>
        <w:t>(</w:t>
      </w:r>
      <w:r w:rsidR="003E3506" w:rsidRPr="003E3506">
        <w:rPr>
          <w:rtl/>
          <w:lang w:bidi="fa-IR"/>
        </w:rPr>
        <w:t>زمين</w:t>
      </w:r>
      <w:r>
        <w:rPr>
          <w:rtl/>
          <w:lang w:bidi="fa-IR"/>
        </w:rPr>
        <w:t>)</w:t>
      </w:r>
      <w:bookmarkEnd w:id="25"/>
    </w:p>
    <w:p w:rsidR="003E3506" w:rsidRPr="003E3506" w:rsidRDefault="003E3506" w:rsidP="003E3506">
      <w:pPr>
        <w:pStyle w:val="libNormal"/>
        <w:rPr>
          <w:lang w:bidi="fa-IR"/>
        </w:rPr>
      </w:pPr>
      <w:r w:rsidRPr="003E3506">
        <w:rPr>
          <w:rtl/>
          <w:lang w:bidi="fa-IR"/>
        </w:rPr>
        <w:t>١٨٤ - زمين با چهار شرط كف پا و ته كفش را پاك مى كند</w:t>
      </w:r>
      <w:r w:rsidR="000C4B14">
        <w:rPr>
          <w:rtl/>
          <w:lang w:bidi="fa-IR"/>
        </w:rPr>
        <w:t>،</w:t>
      </w:r>
      <w:r w:rsidRPr="003E3506">
        <w:rPr>
          <w:rtl/>
          <w:lang w:bidi="fa-IR"/>
        </w:rPr>
        <w:t xml:space="preserve"> اول</w:t>
      </w:r>
      <w:r w:rsidR="00553569">
        <w:rPr>
          <w:rtl/>
          <w:lang w:bidi="fa-IR"/>
        </w:rPr>
        <w:t>:</w:t>
      </w:r>
      <w:r w:rsidRPr="003E3506">
        <w:rPr>
          <w:rtl/>
          <w:lang w:bidi="fa-IR"/>
        </w:rPr>
        <w:t xml:space="preserve"> آنكه زمين پاك باشد</w:t>
      </w:r>
      <w:r w:rsidR="000C4B14">
        <w:rPr>
          <w:rtl/>
          <w:lang w:bidi="fa-IR"/>
        </w:rPr>
        <w:t>،</w:t>
      </w:r>
      <w:r w:rsidRPr="003E3506">
        <w:rPr>
          <w:rtl/>
          <w:lang w:bidi="fa-IR"/>
        </w:rPr>
        <w:t xml:space="preserve"> دوم</w:t>
      </w:r>
      <w:r w:rsidR="00553569">
        <w:rPr>
          <w:rtl/>
          <w:lang w:bidi="fa-IR"/>
        </w:rPr>
        <w:t>:</w:t>
      </w:r>
      <w:r w:rsidRPr="003E3506">
        <w:rPr>
          <w:rtl/>
          <w:lang w:bidi="fa-IR"/>
        </w:rPr>
        <w:t xml:space="preserve"> آنكه بنابر احتياط خشك باشد</w:t>
      </w:r>
      <w:r w:rsidR="000C4B14">
        <w:rPr>
          <w:rtl/>
          <w:lang w:bidi="fa-IR"/>
        </w:rPr>
        <w:t>،</w:t>
      </w:r>
      <w:r w:rsidRPr="003E3506">
        <w:rPr>
          <w:rtl/>
          <w:lang w:bidi="fa-IR"/>
        </w:rPr>
        <w:t xml:space="preserve"> سوم</w:t>
      </w:r>
      <w:r w:rsidR="00553569">
        <w:rPr>
          <w:rtl/>
          <w:lang w:bidi="fa-IR"/>
        </w:rPr>
        <w:t>:</w:t>
      </w:r>
      <w:r w:rsidRPr="003E3506">
        <w:rPr>
          <w:rtl/>
          <w:lang w:bidi="fa-IR"/>
        </w:rPr>
        <w:t xml:space="preserve"> آنكه بنابر احتياط لازم نجاست از ناحيه زمين حاصل شده باشد چهارم</w:t>
      </w:r>
      <w:r w:rsidR="00553569">
        <w:rPr>
          <w:rtl/>
          <w:lang w:bidi="fa-IR"/>
        </w:rPr>
        <w:t>:</w:t>
      </w:r>
      <w:r w:rsidRPr="003E3506">
        <w:rPr>
          <w:rtl/>
          <w:lang w:bidi="fa-IR"/>
        </w:rPr>
        <w:t xml:space="preserve"> آنكه اگر عين نجس مثل خون و بول يا متنجس مثل گلى كه نجس شده در كف پا و ته كفش باشد به واسطه راه رفتن يا ماليدن پا به زمين برطرف شود و چنانچه قبلا عين نجاست برطرف شده باشد با راه رفتن يا ماليدن پا به زمين بنابر احتياط لازم پاك نمى شود و نيز زمين بايد خاك يا سنگ يا آجر فرش و مانند اينها باشد و با راه رفتن روى فرش</w:t>
      </w:r>
      <w:r w:rsidR="000C4B14">
        <w:rPr>
          <w:rtl/>
          <w:lang w:bidi="fa-IR"/>
        </w:rPr>
        <w:t>،</w:t>
      </w:r>
      <w:r w:rsidRPr="003E3506">
        <w:rPr>
          <w:rtl/>
          <w:lang w:bidi="fa-IR"/>
        </w:rPr>
        <w:t xml:space="preserve"> حصير و سبزه كف پا و ته كفش نجس پاك نمى شود.</w:t>
      </w:r>
    </w:p>
    <w:p w:rsidR="003E3506" w:rsidRPr="003E3506" w:rsidRDefault="003E3506" w:rsidP="003E3506">
      <w:pPr>
        <w:pStyle w:val="libNormal"/>
        <w:rPr>
          <w:lang w:bidi="fa-IR"/>
        </w:rPr>
      </w:pPr>
      <w:r w:rsidRPr="003E3506">
        <w:rPr>
          <w:rtl/>
          <w:lang w:bidi="fa-IR"/>
        </w:rPr>
        <w:t>١٨٥ - پاك شدن كف پا و ته كفش نجس</w:t>
      </w:r>
      <w:r w:rsidR="000C4B14">
        <w:rPr>
          <w:rtl/>
          <w:lang w:bidi="fa-IR"/>
        </w:rPr>
        <w:t>،</w:t>
      </w:r>
      <w:r w:rsidRPr="003E3506">
        <w:rPr>
          <w:rtl/>
          <w:lang w:bidi="fa-IR"/>
        </w:rPr>
        <w:t xml:space="preserve"> به واسطه راه رفتن روى آسفالت و روى زمينى كه با چوب فرش شده محل اشكال است</w:t>
      </w:r>
      <w:r w:rsidR="000C4B14">
        <w:rPr>
          <w:rtl/>
          <w:lang w:bidi="fa-IR"/>
        </w:rPr>
        <w:t>.</w:t>
      </w:r>
    </w:p>
    <w:p w:rsidR="003E3506" w:rsidRPr="003E3506" w:rsidRDefault="003E3506" w:rsidP="003E3506">
      <w:pPr>
        <w:pStyle w:val="libNormal"/>
        <w:rPr>
          <w:lang w:bidi="fa-IR"/>
        </w:rPr>
      </w:pPr>
      <w:r w:rsidRPr="003E3506">
        <w:rPr>
          <w:rtl/>
          <w:lang w:bidi="fa-IR"/>
        </w:rPr>
        <w:t>١٨٦ - براى پاك شدن كف پا و ته كفش بهتر است مقدار پانزده ذراع دست يا بيشتر راه بروند</w:t>
      </w:r>
      <w:r w:rsidR="000C4B14">
        <w:rPr>
          <w:rtl/>
          <w:lang w:bidi="fa-IR"/>
        </w:rPr>
        <w:t>،</w:t>
      </w:r>
      <w:r w:rsidRPr="003E3506">
        <w:rPr>
          <w:rtl/>
          <w:lang w:bidi="fa-IR"/>
        </w:rPr>
        <w:t xml:space="preserve"> اگرچه به كمتر از پانزده ذراع يا ماليدن پا به زمين نجاست برطرف شود.</w:t>
      </w:r>
    </w:p>
    <w:p w:rsidR="003E3506" w:rsidRPr="003E3506" w:rsidRDefault="003E3506" w:rsidP="003E3506">
      <w:pPr>
        <w:pStyle w:val="libNormal"/>
        <w:rPr>
          <w:lang w:bidi="fa-IR"/>
        </w:rPr>
      </w:pPr>
      <w:r w:rsidRPr="003E3506">
        <w:rPr>
          <w:rtl/>
          <w:lang w:bidi="fa-IR"/>
        </w:rPr>
        <w:t>١٨٧ - لازم نيست كف پا و ته كفش نجس تر باشد</w:t>
      </w:r>
      <w:r w:rsidR="000C4B14">
        <w:rPr>
          <w:rtl/>
          <w:lang w:bidi="fa-IR"/>
        </w:rPr>
        <w:t>،</w:t>
      </w:r>
      <w:r w:rsidRPr="003E3506">
        <w:rPr>
          <w:rtl/>
          <w:lang w:bidi="fa-IR"/>
        </w:rPr>
        <w:t xml:space="preserve"> بلكه اگر خشك هم باشد به راه رفتن پاك مى شود.</w:t>
      </w:r>
    </w:p>
    <w:p w:rsidR="003E3506" w:rsidRPr="003E3506" w:rsidRDefault="003E3506" w:rsidP="003E3506">
      <w:pPr>
        <w:pStyle w:val="libNormal"/>
        <w:rPr>
          <w:lang w:bidi="fa-IR"/>
        </w:rPr>
      </w:pPr>
      <w:r w:rsidRPr="003E3506">
        <w:rPr>
          <w:rtl/>
          <w:lang w:bidi="fa-IR"/>
        </w:rPr>
        <w:t>١٨٨ - بعد از آنكه پا يا ته كفش نجس به راه رفتن پاك شد</w:t>
      </w:r>
      <w:r w:rsidR="000C4B14">
        <w:rPr>
          <w:rtl/>
          <w:lang w:bidi="fa-IR"/>
        </w:rPr>
        <w:t>،</w:t>
      </w:r>
      <w:r w:rsidRPr="003E3506">
        <w:rPr>
          <w:rtl/>
          <w:lang w:bidi="fa-IR"/>
        </w:rPr>
        <w:t xml:space="preserve"> مقدارى از اطراف آن هم كه معمولا به گل آلوده مى شود پاك مى گردد.</w:t>
      </w:r>
    </w:p>
    <w:p w:rsidR="003E3506" w:rsidRPr="003E3506" w:rsidRDefault="003E3506" w:rsidP="003E3506">
      <w:pPr>
        <w:pStyle w:val="libNormal"/>
        <w:rPr>
          <w:lang w:bidi="fa-IR"/>
        </w:rPr>
      </w:pPr>
      <w:r w:rsidRPr="003E3506">
        <w:rPr>
          <w:rtl/>
          <w:lang w:bidi="fa-IR"/>
        </w:rPr>
        <w:t>١٨٩ - كسى كه با دست و زانو راه مى رود</w:t>
      </w:r>
      <w:r w:rsidR="000C4B14">
        <w:rPr>
          <w:rtl/>
          <w:lang w:bidi="fa-IR"/>
        </w:rPr>
        <w:t>،</w:t>
      </w:r>
      <w:r w:rsidRPr="003E3506">
        <w:rPr>
          <w:rtl/>
          <w:lang w:bidi="fa-IR"/>
        </w:rPr>
        <w:t xml:space="preserve"> اگر كف دست يا زانوى او نجس شود</w:t>
      </w:r>
      <w:r w:rsidR="000C4B14">
        <w:rPr>
          <w:rtl/>
          <w:lang w:bidi="fa-IR"/>
        </w:rPr>
        <w:t>،</w:t>
      </w:r>
      <w:r w:rsidRPr="003E3506">
        <w:rPr>
          <w:rtl/>
          <w:lang w:bidi="fa-IR"/>
        </w:rPr>
        <w:t xml:space="preserve"> پاك شدن آن با راه رفتن محل اشكال است</w:t>
      </w:r>
      <w:r w:rsidR="000C4B14">
        <w:rPr>
          <w:rtl/>
          <w:lang w:bidi="fa-IR"/>
        </w:rPr>
        <w:t>.</w:t>
      </w:r>
    </w:p>
    <w:p w:rsidR="003E3506" w:rsidRPr="003E3506" w:rsidRDefault="003E3506" w:rsidP="003E3506">
      <w:pPr>
        <w:pStyle w:val="libNormal"/>
        <w:rPr>
          <w:lang w:bidi="fa-IR"/>
        </w:rPr>
      </w:pPr>
      <w:r w:rsidRPr="003E3506">
        <w:rPr>
          <w:rtl/>
          <w:lang w:bidi="fa-IR"/>
        </w:rPr>
        <w:t>و همچنين است ته عصا</w:t>
      </w:r>
      <w:r w:rsidR="000C4B14">
        <w:rPr>
          <w:rtl/>
          <w:lang w:bidi="fa-IR"/>
        </w:rPr>
        <w:t>،</w:t>
      </w:r>
      <w:r w:rsidRPr="003E3506">
        <w:rPr>
          <w:rtl/>
          <w:lang w:bidi="fa-IR"/>
        </w:rPr>
        <w:t xml:space="preserve"> ته پاى مصنوعى</w:t>
      </w:r>
      <w:r w:rsidR="000C4B14">
        <w:rPr>
          <w:rtl/>
          <w:lang w:bidi="fa-IR"/>
        </w:rPr>
        <w:t>،</w:t>
      </w:r>
      <w:r w:rsidRPr="003E3506">
        <w:rPr>
          <w:rtl/>
          <w:lang w:bidi="fa-IR"/>
        </w:rPr>
        <w:t xml:space="preserve"> نعل چهار پايان</w:t>
      </w:r>
      <w:r w:rsidR="000C4B14">
        <w:rPr>
          <w:rtl/>
          <w:lang w:bidi="fa-IR"/>
        </w:rPr>
        <w:t>،</w:t>
      </w:r>
      <w:r w:rsidRPr="003E3506">
        <w:rPr>
          <w:rtl/>
          <w:lang w:bidi="fa-IR"/>
        </w:rPr>
        <w:t xml:space="preserve"> چرخ اتومبيل و درشكه و مانند اينها.</w:t>
      </w:r>
    </w:p>
    <w:p w:rsidR="003E3506" w:rsidRPr="003E3506" w:rsidRDefault="003E3506" w:rsidP="003E3506">
      <w:pPr>
        <w:pStyle w:val="libNormal"/>
        <w:rPr>
          <w:lang w:bidi="fa-IR"/>
        </w:rPr>
      </w:pPr>
      <w:r w:rsidRPr="003E3506">
        <w:rPr>
          <w:rtl/>
          <w:lang w:bidi="fa-IR"/>
        </w:rPr>
        <w:lastRenderedPageBreak/>
        <w:t>١٩٠ - اگر بعد از راه رفتن</w:t>
      </w:r>
      <w:r w:rsidR="000C4B14">
        <w:rPr>
          <w:rtl/>
          <w:lang w:bidi="fa-IR"/>
        </w:rPr>
        <w:t>،</w:t>
      </w:r>
      <w:r w:rsidRPr="003E3506">
        <w:rPr>
          <w:rtl/>
          <w:lang w:bidi="fa-IR"/>
        </w:rPr>
        <w:t xml:space="preserve"> بو يا رنگ يا ذره هاى كوچكى از نجاست كه ديده نمى شود</w:t>
      </w:r>
      <w:r w:rsidR="000C4B14">
        <w:rPr>
          <w:rtl/>
          <w:lang w:bidi="fa-IR"/>
        </w:rPr>
        <w:t>،</w:t>
      </w:r>
      <w:r w:rsidRPr="003E3506">
        <w:rPr>
          <w:rtl/>
          <w:lang w:bidi="fa-IR"/>
        </w:rPr>
        <w:t xml:space="preserve"> در كف پا يا ته كفش بماند اشكال ندارد</w:t>
      </w:r>
      <w:r w:rsidR="000C4B14">
        <w:rPr>
          <w:rtl/>
          <w:lang w:bidi="fa-IR"/>
        </w:rPr>
        <w:t>،</w:t>
      </w:r>
      <w:r w:rsidRPr="003E3506">
        <w:rPr>
          <w:rtl/>
          <w:lang w:bidi="fa-IR"/>
        </w:rPr>
        <w:t xml:space="preserve"> اگر چه احتياط مستحب آن است كه به قدرى راه بروند كه آنها هم برطرف شوند.</w:t>
      </w:r>
    </w:p>
    <w:p w:rsidR="003E3506" w:rsidRPr="003E3506" w:rsidRDefault="003E3506" w:rsidP="003E3506">
      <w:pPr>
        <w:pStyle w:val="libNormal"/>
        <w:rPr>
          <w:lang w:bidi="fa-IR"/>
        </w:rPr>
      </w:pPr>
      <w:r w:rsidRPr="003E3506">
        <w:rPr>
          <w:rtl/>
          <w:lang w:bidi="fa-IR"/>
        </w:rPr>
        <w:t>١٩١ - توى كفش به واسطه راه رفتن پاك نمى شود.</w:t>
      </w:r>
    </w:p>
    <w:p w:rsidR="003E3506" w:rsidRPr="003E3506" w:rsidRDefault="003E3506" w:rsidP="003E3506">
      <w:pPr>
        <w:pStyle w:val="libNormal"/>
        <w:rPr>
          <w:lang w:bidi="fa-IR"/>
        </w:rPr>
      </w:pPr>
      <w:r w:rsidRPr="003E3506">
        <w:rPr>
          <w:rtl/>
          <w:lang w:bidi="fa-IR"/>
        </w:rPr>
        <w:t>و پاك شدن كف جوراب به واسطه راه رفتن محل اشكال است مگر اينكه كف آن از چرم يا مانند آن باشد.</w:t>
      </w:r>
    </w:p>
    <w:p w:rsidR="003E3506" w:rsidRPr="003E3506" w:rsidRDefault="008919C9" w:rsidP="003E3506">
      <w:pPr>
        <w:pStyle w:val="libNormal"/>
        <w:rPr>
          <w:lang w:bidi="fa-IR"/>
        </w:rPr>
      </w:pPr>
      <w:r>
        <w:rPr>
          <w:rtl/>
          <w:lang w:bidi="fa-IR"/>
        </w:rPr>
        <w:br w:type="page"/>
      </w:r>
    </w:p>
    <w:p w:rsidR="003E3506" w:rsidRDefault="00605FAB" w:rsidP="008919C9">
      <w:pPr>
        <w:pStyle w:val="Heading3"/>
        <w:rPr>
          <w:rtl/>
          <w:lang w:bidi="fa-IR"/>
        </w:rPr>
      </w:pPr>
      <w:bookmarkStart w:id="26" w:name="_Toc24454449"/>
      <w:r>
        <w:rPr>
          <w:rtl/>
          <w:lang w:bidi="fa-IR"/>
        </w:rPr>
        <w:t>(</w:t>
      </w:r>
      <w:r w:rsidR="003E3506" w:rsidRPr="003E3506">
        <w:rPr>
          <w:rtl/>
          <w:lang w:bidi="fa-IR"/>
        </w:rPr>
        <w:t>آفتاب</w:t>
      </w:r>
      <w:r>
        <w:rPr>
          <w:rtl/>
          <w:lang w:bidi="fa-IR"/>
        </w:rPr>
        <w:t>)</w:t>
      </w:r>
      <w:bookmarkEnd w:id="26"/>
    </w:p>
    <w:p w:rsidR="003E3506" w:rsidRPr="003E3506" w:rsidRDefault="003E3506" w:rsidP="003E3506">
      <w:pPr>
        <w:pStyle w:val="libNormal"/>
        <w:rPr>
          <w:lang w:bidi="fa-IR"/>
        </w:rPr>
      </w:pPr>
      <w:r w:rsidRPr="003E3506">
        <w:rPr>
          <w:rtl/>
          <w:lang w:bidi="fa-IR"/>
        </w:rPr>
        <w:t>١٩٢ - آفتاب زمين</w:t>
      </w:r>
      <w:r w:rsidR="000C4B14">
        <w:rPr>
          <w:rtl/>
          <w:lang w:bidi="fa-IR"/>
        </w:rPr>
        <w:t>،</w:t>
      </w:r>
      <w:r w:rsidRPr="003E3506">
        <w:rPr>
          <w:rtl/>
          <w:lang w:bidi="fa-IR"/>
        </w:rPr>
        <w:t xml:space="preserve"> ساختمان و ديوار را با پنج شرط پاك مى كند</w:t>
      </w:r>
      <w:r w:rsidR="000C4B14">
        <w:rPr>
          <w:rtl/>
          <w:lang w:bidi="fa-IR"/>
        </w:rPr>
        <w:t>،</w:t>
      </w:r>
      <w:r w:rsidRPr="003E3506">
        <w:rPr>
          <w:rtl/>
          <w:lang w:bidi="fa-IR"/>
        </w:rPr>
        <w:t xml:space="preserve"> اول آنكه چيز نجس به طورى تر باشد كه اگر چيز ديگر به آن برسد تر شود پس اگر خشك باشد بايد به وسيله اى آن را تر كنند تا آفتاب خشك كند.</w:t>
      </w:r>
    </w:p>
    <w:p w:rsidR="003E3506" w:rsidRPr="003E3506" w:rsidRDefault="003E3506" w:rsidP="003E3506">
      <w:pPr>
        <w:pStyle w:val="libNormal"/>
        <w:rPr>
          <w:lang w:bidi="fa-IR"/>
        </w:rPr>
      </w:pPr>
      <w:r w:rsidRPr="003E3506">
        <w:rPr>
          <w:rtl/>
          <w:lang w:bidi="fa-IR"/>
        </w:rPr>
        <w:t>دوم</w:t>
      </w:r>
      <w:r w:rsidR="00553569">
        <w:rPr>
          <w:rtl/>
          <w:lang w:bidi="fa-IR"/>
        </w:rPr>
        <w:t>:</w:t>
      </w:r>
      <w:r w:rsidRPr="003E3506">
        <w:rPr>
          <w:rtl/>
          <w:lang w:bidi="fa-IR"/>
        </w:rPr>
        <w:t xml:space="preserve"> آنكه اگر عين نجاست در آن چيز باشد پيش از خشك شدن به تابيدن آفتاب آن را برطرف كنند سوم</w:t>
      </w:r>
      <w:r w:rsidR="00553569">
        <w:rPr>
          <w:rtl/>
          <w:lang w:bidi="fa-IR"/>
        </w:rPr>
        <w:t>:</w:t>
      </w:r>
      <w:r w:rsidRPr="003E3506">
        <w:rPr>
          <w:rtl/>
          <w:lang w:bidi="fa-IR"/>
        </w:rPr>
        <w:t xml:space="preserve"> آنكه چيزى از تابيدن آفتاب جلوگيرى نكند</w:t>
      </w:r>
      <w:r w:rsidR="000C4B14">
        <w:rPr>
          <w:rtl/>
          <w:lang w:bidi="fa-IR"/>
        </w:rPr>
        <w:t>،</w:t>
      </w:r>
      <w:r w:rsidRPr="003E3506">
        <w:rPr>
          <w:rtl/>
          <w:lang w:bidi="fa-IR"/>
        </w:rPr>
        <w:t xml:space="preserve"> پس اگر آفتاب از پشت پرده يا ابر و مانند اينها بتابد و چيز نجس را خشك كند</w:t>
      </w:r>
      <w:r w:rsidR="000C4B14">
        <w:rPr>
          <w:rtl/>
          <w:lang w:bidi="fa-IR"/>
        </w:rPr>
        <w:t>،</w:t>
      </w:r>
      <w:r w:rsidRPr="003E3506">
        <w:rPr>
          <w:rtl/>
          <w:lang w:bidi="fa-IR"/>
        </w:rPr>
        <w:t xml:space="preserve"> آن چيز پاك نمى شود</w:t>
      </w:r>
      <w:r w:rsidR="000C4B14">
        <w:rPr>
          <w:rtl/>
          <w:lang w:bidi="fa-IR"/>
        </w:rPr>
        <w:t>،</w:t>
      </w:r>
      <w:r w:rsidRPr="003E3506">
        <w:rPr>
          <w:rtl/>
          <w:lang w:bidi="fa-IR"/>
        </w:rPr>
        <w:t xml:space="preserve"> ولى اگر ابر به قدرى نازك باشد كه از تابيدن آفتاب جلوگيرى نكند</w:t>
      </w:r>
      <w:r w:rsidR="000C4B14">
        <w:rPr>
          <w:rtl/>
          <w:lang w:bidi="fa-IR"/>
        </w:rPr>
        <w:t>،</w:t>
      </w:r>
      <w:r w:rsidRPr="003E3506">
        <w:rPr>
          <w:rtl/>
          <w:lang w:bidi="fa-IR"/>
        </w:rPr>
        <w:t xml:space="preserve"> اشكال ندارد.</w:t>
      </w:r>
    </w:p>
    <w:p w:rsidR="003E3506" w:rsidRPr="003E3506" w:rsidRDefault="003E3506" w:rsidP="003E3506">
      <w:pPr>
        <w:pStyle w:val="libNormal"/>
        <w:rPr>
          <w:lang w:bidi="fa-IR"/>
        </w:rPr>
      </w:pPr>
      <w:r w:rsidRPr="003E3506">
        <w:rPr>
          <w:rtl/>
          <w:lang w:bidi="fa-IR"/>
        </w:rPr>
        <w:t>چهارم</w:t>
      </w:r>
      <w:r w:rsidR="00553569">
        <w:rPr>
          <w:rtl/>
          <w:lang w:bidi="fa-IR"/>
        </w:rPr>
        <w:t>:</w:t>
      </w:r>
      <w:r w:rsidRPr="003E3506">
        <w:rPr>
          <w:rtl/>
          <w:lang w:bidi="fa-IR"/>
        </w:rPr>
        <w:t xml:space="preserve"> آنكه آفتاب به تنهايى چيز نجس را خشك كند</w:t>
      </w:r>
      <w:r w:rsidR="000C4B14">
        <w:rPr>
          <w:rtl/>
          <w:lang w:bidi="fa-IR"/>
        </w:rPr>
        <w:t>،</w:t>
      </w:r>
      <w:r w:rsidRPr="003E3506">
        <w:rPr>
          <w:rtl/>
          <w:lang w:bidi="fa-IR"/>
        </w:rPr>
        <w:t xml:space="preserve"> پس اگر مثلا چيز نجس به واسطه باد و آفتاب خشك شود</w:t>
      </w:r>
      <w:r w:rsidR="000C4B14">
        <w:rPr>
          <w:rtl/>
          <w:lang w:bidi="fa-IR"/>
        </w:rPr>
        <w:t>،</w:t>
      </w:r>
      <w:r w:rsidRPr="003E3506">
        <w:rPr>
          <w:rtl/>
          <w:lang w:bidi="fa-IR"/>
        </w:rPr>
        <w:t xml:space="preserve"> پاك نمى گردد</w:t>
      </w:r>
      <w:r w:rsidR="000C4B14">
        <w:rPr>
          <w:rtl/>
          <w:lang w:bidi="fa-IR"/>
        </w:rPr>
        <w:t>،</w:t>
      </w:r>
      <w:r w:rsidRPr="003E3506">
        <w:rPr>
          <w:rtl/>
          <w:lang w:bidi="fa-IR"/>
        </w:rPr>
        <w:t xml:space="preserve"> ولى اگر باد بقدرى كم باشد كه نگويند به خشك شدن چيز نجس كمك كرده اشكال ندارد.</w:t>
      </w:r>
    </w:p>
    <w:p w:rsidR="003E3506" w:rsidRPr="003E3506" w:rsidRDefault="003E3506" w:rsidP="003E3506">
      <w:pPr>
        <w:pStyle w:val="libNormal"/>
        <w:rPr>
          <w:lang w:bidi="fa-IR"/>
        </w:rPr>
      </w:pPr>
      <w:r w:rsidRPr="003E3506">
        <w:rPr>
          <w:rtl/>
          <w:lang w:bidi="fa-IR"/>
        </w:rPr>
        <w:t>پنجم</w:t>
      </w:r>
      <w:r w:rsidR="00553569">
        <w:rPr>
          <w:rtl/>
          <w:lang w:bidi="fa-IR"/>
        </w:rPr>
        <w:t>:</w:t>
      </w:r>
      <w:r w:rsidRPr="003E3506">
        <w:rPr>
          <w:rtl/>
          <w:lang w:bidi="fa-IR"/>
        </w:rPr>
        <w:t xml:space="preserve"> آنكه آفتاب مقدارى از بنا و ساختمان را كه نجاست به آن فرو رفته</w:t>
      </w:r>
      <w:r w:rsidR="000C4B14">
        <w:rPr>
          <w:rtl/>
          <w:lang w:bidi="fa-IR"/>
        </w:rPr>
        <w:t>،</w:t>
      </w:r>
      <w:r w:rsidRPr="003E3506">
        <w:rPr>
          <w:rtl/>
          <w:lang w:bidi="fa-IR"/>
        </w:rPr>
        <w:t xml:space="preserve"> يك مرتبه خشك كند.</w:t>
      </w:r>
    </w:p>
    <w:p w:rsidR="003E3506" w:rsidRPr="003E3506" w:rsidRDefault="003E3506" w:rsidP="003E3506">
      <w:pPr>
        <w:pStyle w:val="libNormal"/>
        <w:rPr>
          <w:lang w:bidi="fa-IR"/>
        </w:rPr>
      </w:pPr>
      <w:r w:rsidRPr="003E3506">
        <w:rPr>
          <w:rtl/>
          <w:lang w:bidi="fa-IR"/>
        </w:rPr>
        <w:t>پس اگر يك مرتبه بر زمين و ساختمان نجس بتابد و روى آن را خشك كند و دفعه ديگر زير آن را خشك نمايد</w:t>
      </w:r>
      <w:r w:rsidR="000C4B14">
        <w:rPr>
          <w:rtl/>
          <w:lang w:bidi="fa-IR"/>
        </w:rPr>
        <w:t>،</w:t>
      </w:r>
      <w:r w:rsidRPr="003E3506">
        <w:rPr>
          <w:rtl/>
          <w:lang w:bidi="fa-IR"/>
        </w:rPr>
        <w:t xml:space="preserve"> فقط روى آن پاك مى شود و زير آن نجس مى ماند. ١٩٣ - آف تاب حصير نجس را پاك مى كند ولى اگر با نخ بافته شده باشد پاك شد نخها محل اشكال است و همچنين پاك شدن درخت</w:t>
      </w:r>
      <w:r w:rsidR="000C4B14">
        <w:rPr>
          <w:rtl/>
          <w:lang w:bidi="fa-IR"/>
        </w:rPr>
        <w:t>،</w:t>
      </w:r>
      <w:r w:rsidRPr="003E3506">
        <w:rPr>
          <w:rtl/>
          <w:lang w:bidi="fa-IR"/>
        </w:rPr>
        <w:t xml:space="preserve"> گياه و در و پنجره به واسطه آفتاب محل اشكال است</w:t>
      </w:r>
      <w:r w:rsidR="000C4B14">
        <w:rPr>
          <w:rtl/>
          <w:lang w:bidi="fa-IR"/>
        </w:rPr>
        <w:t>.</w:t>
      </w:r>
    </w:p>
    <w:p w:rsidR="003E3506" w:rsidRPr="003E3506" w:rsidRDefault="003E3506" w:rsidP="003E3506">
      <w:pPr>
        <w:pStyle w:val="libNormal"/>
        <w:rPr>
          <w:lang w:bidi="fa-IR"/>
        </w:rPr>
      </w:pPr>
      <w:r w:rsidRPr="003E3506">
        <w:rPr>
          <w:rtl/>
          <w:lang w:bidi="fa-IR"/>
        </w:rPr>
        <w:t>١٩٤ - اگر آفتاب به زمين نجس بتابد</w:t>
      </w:r>
      <w:r w:rsidR="000C4B14">
        <w:rPr>
          <w:rtl/>
          <w:lang w:bidi="fa-IR"/>
        </w:rPr>
        <w:t>،</w:t>
      </w:r>
      <w:r w:rsidRPr="003E3506">
        <w:rPr>
          <w:rtl/>
          <w:lang w:bidi="fa-IR"/>
        </w:rPr>
        <w:t xml:space="preserve"> بعد انسان شك كند كه زمين موقع تابيدن آفتاب تر بوده يا نه</w:t>
      </w:r>
      <w:r w:rsidR="000C4B14">
        <w:rPr>
          <w:rtl/>
          <w:lang w:bidi="fa-IR"/>
        </w:rPr>
        <w:t>،</w:t>
      </w:r>
      <w:r w:rsidRPr="003E3506">
        <w:rPr>
          <w:rtl/>
          <w:lang w:bidi="fa-IR"/>
        </w:rPr>
        <w:t xml:space="preserve"> يا ترى آن به واسطه آفتاب خشك شده يا نه آن زمين نجس است</w:t>
      </w:r>
      <w:r w:rsidR="000C4B14">
        <w:rPr>
          <w:rtl/>
          <w:lang w:bidi="fa-IR"/>
        </w:rPr>
        <w:t>،</w:t>
      </w:r>
      <w:r w:rsidRPr="003E3506">
        <w:rPr>
          <w:rtl/>
          <w:lang w:bidi="fa-IR"/>
        </w:rPr>
        <w:t xml:space="preserve"> و همچنين است اگر شك كند كه پيش از تابش آفتاب عين نجاست از آن برطرف شده يا نه</w:t>
      </w:r>
      <w:r w:rsidR="000C4B14">
        <w:rPr>
          <w:rtl/>
          <w:lang w:bidi="fa-IR"/>
        </w:rPr>
        <w:t>،</w:t>
      </w:r>
      <w:r w:rsidRPr="003E3506">
        <w:rPr>
          <w:rtl/>
          <w:lang w:bidi="fa-IR"/>
        </w:rPr>
        <w:t xml:space="preserve"> يا شك كند كه چيزى مانع تابش آفتاب بوده يا نه</w:t>
      </w:r>
      <w:r w:rsidR="000C4B14">
        <w:rPr>
          <w:rtl/>
          <w:lang w:bidi="fa-IR"/>
        </w:rPr>
        <w:t>.</w:t>
      </w:r>
    </w:p>
    <w:p w:rsidR="003E3506" w:rsidRPr="003E3506" w:rsidRDefault="003E3506" w:rsidP="003E3506">
      <w:pPr>
        <w:pStyle w:val="libNormal"/>
        <w:rPr>
          <w:lang w:bidi="fa-IR"/>
        </w:rPr>
      </w:pPr>
      <w:r w:rsidRPr="003E3506">
        <w:rPr>
          <w:rtl/>
          <w:lang w:bidi="fa-IR"/>
        </w:rPr>
        <w:lastRenderedPageBreak/>
        <w:t>١٩٥ - اگر آفتاب به يك طرف ديوار نجس بتابد</w:t>
      </w:r>
      <w:r w:rsidR="000C4B14">
        <w:rPr>
          <w:rtl/>
          <w:lang w:bidi="fa-IR"/>
        </w:rPr>
        <w:t>،</w:t>
      </w:r>
      <w:r w:rsidRPr="003E3506">
        <w:rPr>
          <w:rtl/>
          <w:lang w:bidi="fa-IR"/>
        </w:rPr>
        <w:t xml:space="preserve"> و به وسيله آن طرفى كه آفتاب به آن نتابيده نيز خشك شود بعيد نيست هر دو طرف پاك شود.</w:t>
      </w:r>
    </w:p>
    <w:p w:rsidR="00495F04" w:rsidRDefault="00495F04" w:rsidP="003E3506">
      <w:pPr>
        <w:pStyle w:val="libNormal"/>
        <w:rPr>
          <w:rtl/>
          <w:lang w:bidi="fa-IR"/>
        </w:rPr>
      </w:pPr>
      <w:r>
        <w:rPr>
          <w:rtl/>
          <w:lang w:bidi="fa-IR"/>
        </w:rPr>
        <w:br w:type="page"/>
      </w:r>
    </w:p>
    <w:p w:rsidR="003E3506" w:rsidRDefault="00605FAB" w:rsidP="00495F04">
      <w:pPr>
        <w:pStyle w:val="Heading2"/>
        <w:rPr>
          <w:rtl/>
          <w:lang w:bidi="fa-IR"/>
        </w:rPr>
      </w:pPr>
      <w:bookmarkStart w:id="27" w:name="_Toc24454450"/>
      <w:r>
        <w:rPr>
          <w:rtl/>
          <w:lang w:bidi="fa-IR"/>
        </w:rPr>
        <w:t>(</w:t>
      </w:r>
      <w:r w:rsidR="003E3506" w:rsidRPr="003E3506">
        <w:rPr>
          <w:rtl/>
          <w:lang w:bidi="fa-IR"/>
        </w:rPr>
        <w:t>استحاله</w:t>
      </w:r>
      <w:r>
        <w:rPr>
          <w:rtl/>
          <w:lang w:bidi="fa-IR"/>
        </w:rPr>
        <w:t>)</w:t>
      </w:r>
      <w:bookmarkEnd w:id="27"/>
    </w:p>
    <w:p w:rsidR="003E3506" w:rsidRPr="003E3506" w:rsidRDefault="003E3506" w:rsidP="003E3506">
      <w:pPr>
        <w:pStyle w:val="libNormal"/>
        <w:rPr>
          <w:lang w:bidi="fa-IR"/>
        </w:rPr>
      </w:pPr>
      <w:r w:rsidRPr="003E3506">
        <w:rPr>
          <w:rtl/>
          <w:lang w:bidi="fa-IR"/>
        </w:rPr>
        <w:t>١٩٦ - اگر جنس چيز نجس به طورى عوض شود كه به صورت چيز پاكى درآيد پاك مى شود</w:t>
      </w:r>
      <w:r w:rsidR="000C4B14">
        <w:rPr>
          <w:rtl/>
          <w:lang w:bidi="fa-IR"/>
        </w:rPr>
        <w:t>،</w:t>
      </w:r>
      <w:r w:rsidRPr="003E3506">
        <w:rPr>
          <w:rtl/>
          <w:lang w:bidi="fa-IR"/>
        </w:rPr>
        <w:t xml:space="preserve"> مثل آنكه چوب نجس بسوزد و خاكستر گردد</w:t>
      </w:r>
      <w:r w:rsidR="000C4B14">
        <w:rPr>
          <w:rtl/>
          <w:lang w:bidi="fa-IR"/>
        </w:rPr>
        <w:t>،</w:t>
      </w:r>
      <w:r w:rsidRPr="003E3506">
        <w:rPr>
          <w:rtl/>
          <w:lang w:bidi="fa-IR"/>
        </w:rPr>
        <w:t xml:space="preserve"> يا سگ در نمكزار فرو رود و نمك شود</w:t>
      </w:r>
      <w:r w:rsidR="000C4B14">
        <w:rPr>
          <w:rtl/>
          <w:lang w:bidi="fa-IR"/>
        </w:rPr>
        <w:t>،</w:t>
      </w:r>
      <w:r w:rsidRPr="003E3506">
        <w:rPr>
          <w:rtl/>
          <w:lang w:bidi="fa-IR"/>
        </w:rPr>
        <w:t xml:space="preserve"> ولى اگر جنس آن عوض نشود</w:t>
      </w:r>
      <w:r w:rsidR="000C4B14">
        <w:rPr>
          <w:rtl/>
          <w:lang w:bidi="fa-IR"/>
        </w:rPr>
        <w:t>،</w:t>
      </w:r>
      <w:r w:rsidRPr="003E3506">
        <w:rPr>
          <w:rtl/>
          <w:lang w:bidi="fa-IR"/>
        </w:rPr>
        <w:t xml:space="preserve"> مثل آنكه گندم نجس را آرد كنند يا نان بپزند پاك نمى شود.</w:t>
      </w:r>
    </w:p>
    <w:p w:rsidR="003E3506" w:rsidRPr="003E3506" w:rsidRDefault="003E3506" w:rsidP="003E3506">
      <w:pPr>
        <w:pStyle w:val="libNormal"/>
        <w:rPr>
          <w:lang w:bidi="fa-IR"/>
        </w:rPr>
      </w:pPr>
      <w:r w:rsidRPr="003E3506">
        <w:rPr>
          <w:rtl/>
          <w:lang w:bidi="fa-IR"/>
        </w:rPr>
        <w:t>١٩٧ - كوزه گلى و مانند آن كه از گل نجس ساخته شده نجس است و اما زغالى كه از چوب نجس درست شده چنانچه هيچ يك از خواص حقيقت سابقه در آن نباشد پاك است</w:t>
      </w:r>
      <w:r w:rsidR="000C4B14">
        <w:rPr>
          <w:rtl/>
          <w:lang w:bidi="fa-IR"/>
        </w:rPr>
        <w:t>.</w:t>
      </w:r>
    </w:p>
    <w:p w:rsidR="003E3506" w:rsidRPr="003E3506" w:rsidRDefault="003E3506" w:rsidP="003E3506">
      <w:pPr>
        <w:pStyle w:val="libNormal"/>
        <w:rPr>
          <w:lang w:bidi="fa-IR"/>
        </w:rPr>
      </w:pPr>
      <w:r w:rsidRPr="003E3506">
        <w:rPr>
          <w:rtl/>
          <w:lang w:bidi="fa-IR"/>
        </w:rPr>
        <w:t>١٩٨ - چيز نجسى كه معلوم نيست استحاله شده يا نه</w:t>
      </w:r>
      <w:r w:rsidR="000C4B14">
        <w:rPr>
          <w:rtl/>
          <w:lang w:bidi="fa-IR"/>
        </w:rPr>
        <w:t>،</w:t>
      </w:r>
      <w:r w:rsidRPr="003E3506">
        <w:rPr>
          <w:rtl/>
          <w:lang w:bidi="fa-IR"/>
        </w:rPr>
        <w:t xml:space="preserve"> نجس است</w:t>
      </w:r>
      <w:r w:rsidR="000C4B14">
        <w:rPr>
          <w:rtl/>
          <w:lang w:bidi="fa-IR"/>
        </w:rPr>
        <w:t>.</w:t>
      </w:r>
    </w:p>
    <w:p w:rsidR="003E3506" w:rsidRPr="003E3506" w:rsidRDefault="00A269BA" w:rsidP="003E3506">
      <w:pPr>
        <w:pStyle w:val="libNormal"/>
        <w:rPr>
          <w:lang w:bidi="fa-IR"/>
        </w:rPr>
      </w:pPr>
      <w:r>
        <w:rPr>
          <w:rtl/>
          <w:lang w:bidi="fa-IR"/>
        </w:rPr>
        <w:br w:type="page"/>
      </w:r>
    </w:p>
    <w:p w:rsidR="003E3506" w:rsidRDefault="00605FAB" w:rsidP="00A269BA">
      <w:pPr>
        <w:pStyle w:val="Heading2"/>
        <w:rPr>
          <w:rtl/>
          <w:lang w:bidi="fa-IR"/>
        </w:rPr>
      </w:pPr>
      <w:bookmarkStart w:id="28" w:name="_Toc24454451"/>
      <w:r>
        <w:rPr>
          <w:rtl/>
          <w:lang w:bidi="fa-IR"/>
        </w:rPr>
        <w:t>(</w:t>
      </w:r>
      <w:r w:rsidR="003E3506" w:rsidRPr="003E3506">
        <w:rPr>
          <w:rtl/>
          <w:lang w:bidi="fa-IR"/>
        </w:rPr>
        <w:t>انقلاب</w:t>
      </w:r>
      <w:r>
        <w:rPr>
          <w:rtl/>
          <w:lang w:bidi="fa-IR"/>
        </w:rPr>
        <w:t>)</w:t>
      </w:r>
      <w:bookmarkEnd w:id="28"/>
    </w:p>
    <w:p w:rsidR="003E3506" w:rsidRPr="003E3506" w:rsidRDefault="003E3506" w:rsidP="003E3506">
      <w:pPr>
        <w:pStyle w:val="libNormal"/>
        <w:rPr>
          <w:lang w:bidi="fa-IR"/>
        </w:rPr>
      </w:pPr>
      <w:r w:rsidRPr="003E3506">
        <w:rPr>
          <w:rtl/>
          <w:lang w:bidi="fa-IR"/>
        </w:rPr>
        <w:t>١٩٩ - اگر شراب به خودى خود يا به واسطه ريختن چيزى مثل سركه و نمك در آن سركه شود</w:t>
      </w:r>
      <w:r w:rsidR="000C4B14">
        <w:rPr>
          <w:rtl/>
          <w:lang w:bidi="fa-IR"/>
        </w:rPr>
        <w:t>،</w:t>
      </w:r>
      <w:r w:rsidRPr="003E3506">
        <w:rPr>
          <w:rtl/>
          <w:lang w:bidi="fa-IR"/>
        </w:rPr>
        <w:t xml:space="preserve"> پاك مى گردد.</w:t>
      </w:r>
    </w:p>
    <w:p w:rsidR="003E3506" w:rsidRPr="003E3506" w:rsidRDefault="003E3506" w:rsidP="003E3506">
      <w:pPr>
        <w:pStyle w:val="libNormal"/>
        <w:rPr>
          <w:lang w:bidi="fa-IR"/>
        </w:rPr>
      </w:pPr>
      <w:r w:rsidRPr="003E3506">
        <w:rPr>
          <w:rtl/>
          <w:lang w:bidi="fa-IR"/>
        </w:rPr>
        <w:t>٢٠٠ - شرابى كه از انگور نجس و مانند آن درست كنند يا نجاست ديگرى به آن برسد به سركه شدن پاك نمى شود.</w:t>
      </w:r>
    </w:p>
    <w:p w:rsidR="003E3506" w:rsidRPr="003E3506" w:rsidRDefault="003E3506" w:rsidP="003E3506">
      <w:pPr>
        <w:pStyle w:val="libNormal"/>
        <w:rPr>
          <w:lang w:bidi="fa-IR"/>
        </w:rPr>
      </w:pPr>
      <w:r w:rsidRPr="003E3506">
        <w:rPr>
          <w:rtl/>
          <w:lang w:bidi="fa-IR"/>
        </w:rPr>
        <w:t>٢٠١ - سركه اى كه از انگور و كشمش و خرماى نجس درست كنند نجس است</w:t>
      </w:r>
      <w:r w:rsidR="000C4B14">
        <w:rPr>
          <w:rtl/>
          <w:lang w:bidi="fa-IR"/>
        </w:rPr>
        <w:t>.</w:t>
      </w:r>
    </w:p>
    <w:p w:rsidR="003E3506" w:rsidRPr="003E3506" w:rsidRDefault="003E3506" w:rsidP="003E3506">
      <w:pPr>
        <w:pStyle w:val="libNormal"/>
        <w:rPr>
          <w:lang w:bidi="fa-IR"/>
        </w:rPr>
      </w:pPr>
      <w:r w:rsidRPr="003E3506">
        <w:rPr>
          <w:rtl/>
          <w:lang w:bidi="fa-IR"/>
        </w:rPr>
        <w:t>٢٠٢ - اگر پوشال ريز انگور يا خرما داخل آنها باشد و سركه بريزند ضرر ندارد بلكه ريختن خيار و بادنجان و مانند اينها در آن اگر چه پيش از سركه شدن باشد نيز اشكال ندارد</w:t>
      </w:r>
      <w:r w:rsidR="000C4B14">
        <w:rPr>
          <w:rtl/>
          <w:lang w:bidi="fa-IR"/>
        </w:rPr>
        <w:t>،</w:t>
      </w:r>
      <w:r w:rsidRPr="003E3506">
        <w:rPr>
          <w:rtl/>
          <w:lang w:bidi="fa-IR"/>
        </w:rPr>
        <w:t xml:space="preserve"> مگر اينكه پيش از سركه شدن مسكر شده باشد.</w:t>
      </w:r>
    </w:p>
    <w:p w:rsidR="003E3506" w:rsidRPr="003E3506" w:rsidRDefault="003E3506" w:rsidP="003E3506">
      <w:pPr>
        <w:pStyle w:val="libNormal"/>
        <w:rPr>
          <w:lang w:bidi="fa-IR"/>
        </w:rPr>
      </w:pPr>
      <w:r w:rsidRPr="003E3506">
        <w:rPr>
          <w:rtl/>
          <w:lang w:bidi="fa-IR"/>
        </w:rPr>
        <w:t>٢٠٣ - آب انگورى كه به آتش يا به خودى خود جوش بيايد</w:t>
      </w:r>
      <w:r w:rsidR="000C4B14">
        <w:rPr>
          <w:rtl/>
          <w:lang w:bidi="fa-IR"/>
        </w:rPr>
        <w:t>،</w:t>
      </w:r>
      <w:r w:rsidRPr="003E3506">
        <w:rPr>
          <w:rtl/>
          <w:lang w:bidi="fa-IR"/>
        </w:rPr>
        <w:t xml:space="preserve"> حرام مى شود</w:t>
      </w:r>
      <w:r w:rsidR="000C4B14">
        <w:rPr>
          <w:rtl/>
          <w:lang w:bidi="fa-IR"/>
        </w:rPr>
        <w:t>،</w:t>
      </w:r>
      <w:r w:rsidRPr="003E3506">
        <w:rPr>
          <w:rtl/>
          <w:lang w:bidi="fa-IR"/>
        </w:rPr>
        <w:t xml:space="preserve"> و اگر آن قدر بجوشد كه ذهاب ثلثان شود</w:t>
      </w:r>
      <w:r w:rsidR="000C4B14">
        <w:rPr>
          <w:rtl/>
          <w:lang w:bidi="fa-IR"/>
        </w:rPr>
        <w:t>،</w:t>
      </w:r>
      <w:r w:rsidRPr="003E3506">
        <w:rPr>
          <w:rtl/>
          <w:lang w:bidi="fa-IR"/>
        </w:rPr>
        <w:t xml:space="preserve"> يعنى دو قسمت آن كم شود و يك قمست آن بماند</w:t>
      </w:r>
      <w:r w:rsidR="000C4B14">
        <w:rPr>
          <w:rtl/>
          <w:lang w:bidi="fa-IR"/>
        </w:rPr>
        <w:t>،</w:t>
      </w:r>
      <w:r w:rsidRPr="003E3506">
        <w:rPr>
          <w:rtl/>
          <w:lang w:bidi="fa-IR"/>
        </w:rPr>
        <w:t xml:space="preserve"> حلال مى شود</w:t>
      </w:r>
      <w:r w:rsidR="000C4B14">
        <w:rPr>
          <w:rtl/>
          <w:lang w:bidi="fa-IR"/>
        </w:rPr>
        <w:t>،</w:t>
      </w:r>
      <w:r w:rsidRPr="003E3506">
        <w:rPr>
          <w:rtl/>
          <w:lang w:bidi="fa-IR"/>
        </w:rPr>
        <w:t xml:space="preserve"> و در مساله ١١٤ گذشت كه آب انگور بجوش آمدن نجس نمى شود.</w:t>
      </w:r>
    </w:p>
    <w:p w:rsidR="003E3506" w:rsidRPr="003E3506" w:rsidRDefault="003E3506" w:rsidP="003E3506">
      <w:pPr>
        <w:pStyle w:val="libNormal"/>
        <w:rPr>
          <w:lang w:bidi="fa-IR"/>
        </w:rPr>
      </w:pPr>
      <w:r w:rsidRPr="003E3506">
        <w:rPr>
          <w:rtl/>
          <w:lang w:bidi="fa-IR"/>
        </w:rPr>
        <w:t>٢٠٤ - اگر دو قسمت آب انگور بدون جوش آمدن كم شود چنانچه باقيمانده آن جوش بيايد اگر عرفا به آن آب انگور بگويند نه شيره بنابر احتياط لازم حرام است</w:t>
      </w:r>
      <w:r w:rsidR="000C4B14">
        <w:rPr>
          <w:rtl/>
          <w:lang w:bidi="fa-IR"/>
        </w:rPr>
        <w:t>.</w:t>
      </w:r>
    </w:p>
    <w:p w:rsidR="003E3506" w:rsidRPr="003E3506" w:rsidRDefault="003E3506" w:rsidP="003E3506">
      <w:pPr>
        <w:pStyle w:val="libNormal"/>
        <w:rPr>
          <w:lang w:bidi="fa-IR"/>
        </w:rPr>
      </w:pPr>
      <w:r w:rsidRPr="003E3506">
        <w:rPr>
          <w:rtl/>
          <w:lang w:bidi="fa-IR"/>
        </w:rPr>
        <w:t>٢٠٥ - آب انگورى كه معلوم نيست جوش آمده يا نه حلال است ولى اگر جوش بيايد تا انسان يقين نكند كه دو قسمت آن كم شده</w:t>
      </w:r>
      <w:r w:rsidR="000C4B14">
        <w:rPr>
          <w:rtl/>
          <w:lang w:bidi="fa-IR"/>
        </w:rPr>
        <w:t>،</w:t>
      </w:r>
      <w:r w:rsidRPr="003E3506">
        <w:rPr>
          <w:rtl/>
          <w:lang w:bidi="fa-IR"/>
        </w:rPr>
        <w:t xml:space="preserve"> حلال نمى شود.</w:t>
      </w:r>
    </w:p>
    <w:p w:rsidR="003E3506" w:rsidRPr="003E3506" w:rsidRDefault="003E3506" w:rsidP="003E3506">
      <w:pPr>
        <w:pStyle w:val="libNormal"/>
        <w:rPr>
          <w:lang w:bidi="fa-IR"/>
        </w:rPr>
      </w:pPr>
      <w:r w:rsidRPr="003E3506">
        <w:rPr>
          <w:rtl/>
          <w:lang w:bidi="fa-IR"/>
        </w:rPr>
        <w:t>٢٠٦ - اگر مثلا در يك خوشه غوره مقدارى انگور باشد</w:t>
      </w:r>
      <w:r w:rsidR="000C4B14">
        <w:rPr>
          <w:rtl/>
          <w:lang w:bidi="fa-IR"/>
        </w:rPr>
        <w:t>،</w:t>
      </w:r>
      <w:r w:rsidRPr="003E3506">
        <w:rPr>
          <w:rtl/>
          <w:lang w:bidi="fa-IR"/>
        </w:rPr>
        <w:t xml:space="preserve"> چنانچه به آبى كه از آن خوشه گرفته مى شود آب انگور نگويند و بجوشد خوردن آن حلال است</w:t>
      </w:r>
      <w:r w:rsidR="000C4B14">
        <w:rPr>
          <w:rtl/>
          <w:lang w:bidi="fa-IR"/>
        </w:rPr>
        <w:t>.</w:t>
      </w:r>
    </w:p>
    <w:p w:rsidR="003E3506" w:rsidRPr="003E3506" w:rsidRDefault="003E3506" w:rsidP="003E3506">
      <w:pPr>
        <w:pStyle w:val="libNormal"/>
        <w:rPr>
          <w:lang w:bidi="fa-IR"/>
        </w:rPr>
      </w:pPr>
      <w:r w:rsidRPr="003E3506">
        <w:rPr>
          <w:rtl/>
          <w:lang w:bidi="fa-IR"/>
        </w:rPr>
        <w:t>٢٠٧ - اگر يك دانه انگور در چيزى كه به آتش مى جوشد بيفتد و بجوشد و مستهلك نشود</w:t>
      </w:r>
      <w:r w:rsidR="000C4B14">
        <w:rPr>
          <w:rtl/>
          <w:lang w:bidi="fa-IR"/>
        </w:rPr>
        <w:t>،</w:t>
      </w:r>
      <w:r w:rsidRPr="003E3506">
        <w:rPr>
          <w:rtl/>
          <w:lang w:bidi="fa-IR"/>
        </w:rPr>
        <w:t xml:space="preserve"> فقط خوردن آن دانه حرام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٢٠٨ - اگر بخواهند در چند ديگ شيره بپزند</w:t>
      </w:r>
      <w:r w:rsidR="000C4B14">
        <w:rPr>
          <w:rtl/>
          <w:lang w:bidi="fa-IR"/>
        </w:rPr>
        <w:t>،</w:t>
      </w:r>
      <w:r w:rsidRPr="003E3506">
        <w:rPr>
          <w:rtl/>
          <w:lang w:bidi="fa-IR"/>
        </w:rPr>
        <w:t xml:space="preserve"> جايز است كفگيرى را كه در ديگ جوش آمده زده اند در ديگى كه جوش نيامده بزنند.</w:t>
      </w:r>
    </w:p>
    <w:p w:rsidR="003E3506" w:rsidRPr="003E3506" w:rsidRDefault="003E3506" w:rsidP="003E3506">
      <w:pPr>
        <w:pStyle w:val="libNormal"/>
        <w:rPr>
          <w:lang w:bidi="fa-IR"/>
        </w:rPr>
      </w:pPr>
      <w:r w:rsidRPr="003E3506">
        <w:rPr>
          <w:rtl/>
          <w:lang w:bidi="fa-IR"/>
        </w:rPr>
        <w:t>٢٠٩ - چيزى كه معلوم نيست غوره است يا انگور</w:t>
      </w:r>
      <w:r w:rsidR="000C4B14">
        <w:rPr>
          <w:rtl/>
          <w:lang w:bidi="fa-IR"/>
        </w:rPr>
        <w:t>،</w:t>
      </w:r>
      <w:r w:rsidRPr="003E3506">
        <w:rPr>
          <w:rtl/>
          <w:lang w:bidi="fa-IR"/>
        </w:rPr>
        <w:t xml:space="preserve"> اگر جوش بيايد حلال است</w:t>
      </w:r>
      <w:r w:rsidR="000C4B14">
        <w:rPr>
          <w:rtl/>
          <w:lang w:bidi="fa-IR"/>
        </w:rPr>
        <w:t>.</w:t>
      </w:r>
    </w:p>
    <w:p w:rsidR="003E3506" w:rsidRPr="003E3506" w:rsidRDefault="00A269BA" w:rsidP="003E3506">
      <w:pPr>
        <w:pStyle w:val="libNormal"/>
        <w:rPr>
          <w:lang w:bidi="fa-IR"/>
        </w:rPr>
      </w:pPr>
      <w:r>
        <w:rPr>
          <w:rtl/>
          <w:lang w:bidi="fa-IR"/>
        </w:rPr>
        <w:br w:type="page"/>
      </w:r>
    </w:p>
    <w:p w:rsidR="003E3506" w:rsidRDefault="00605FAB" w:rsidP="00A269BA">
      <w:pPr>
        <w:pStyle w:val="Heading3"/>
        <w:rPr>
          <w:rtl/>
          <w:lang w:bidi="fa-IR"/>
        </w:rPr>
      </w:pPr>
      <w:bookmarkStart w:id="29" w:name="_Toc24454452"/>
      <w:r>
        <w:rPr>
          <w:rtl/>
          <w:lang w:bidi="fa-IR"/>
        </w:rPr>
        <w:t>(</w:t>
      </w:r>
      <w:r w:rsidR="003E3506" w:rsidRPr="003E3506">
        <w:rPr>
          <w:rtl/>
          <w:lang w:bidi="fa-IR"/>
        </w:rPr>
        <w:t>انتقال</w:t>
      </w:r>
      <w:r>
        <w:rPr>
          <w:rtl/>
          <w:lang w:bidi="fa-IR"/>
        </w:rPr>
        <w:t>)</w:t>
      </w:r>
      <w:bookmarkEnd w:id="29"/>
    </w:p>
    <w:p w:rsidR="003E3506" w:rsidRPr="003E3506" w:rsidRDefault="003E3506" w:rsidP="003E3506">
      <w:pPr>
        <w:pStyle w:val="libNormal"/>
        <w:rPr>
          <w:lang w:bidi="fa-IR"/>
        </w:rPr>
      </w:pPr>
      <w:r w:rsidRPr="003E3506">
        <w:rPr>
          <w:rtl/>
          <w:lang w:bidi="fa-IR"/>
        </w:rPr>
        <w:t>٢١٠ - اگر خون بدن انسان يا خون حيوانى كه خون جهنده دارد - يعنى حيوانى كه وقتى رگ آن را ببرند خون از آن جستن مى كند - حيوانى كه عرفا خون ندارد آن را بمكد به طورى كه در معرض آن باشد كه جذب بدن آن حيوان گردد همان طورى كه پشه از بدن انسان يا حيوان مى مكد آن خون پاك مى شود و اين را انتقال مى گويند</w:t>
      </w:r>
      <w:r w:rsidR="000C4B14">
        <w:rPr>
          <w:rtl/>
          <w:lang w:bidi="fa-IR"/>
        </w:rPr>
        <w:t>،</w:t>
      </w:r>
      <w:r w:rsidRPr="003E3506">
        <w:rPr>
          <w:rtl/>
          <w:lang w:bidi="fa-IR"/>
        </w:rPr>
        <w:t xml:space="preserve"> و اما خونى كه زالو از انسان در مقام معالجه مى مكد چون در معرض آن نيست كه جزء بدن او شود و او را خون انسان مى گويند نجس مى باشد.</w:t>
      </w:r>
    </w:p>
    <w:p w:rsidR="003E3506" w:rsidRPr="003E3506" w:rsidRDefault="003E3506" w:rsidP="003E3506">
      <w:pPr>
        <w:pStyle w:val="libNormal"/>
        <w:rPr>
          <w:lang w:bidi="fa-IR"/>
        </w:rPr>
      </w:pPr>
      <w:r w:rsidRPr="003E3506">
        <w:rPr>
          <w:rtl/>
          <w:lang w:bidi="fa-IR"/>
        </w:rPr>
        <w:t>٢١١ - اگر كسى پشه اى را كه به بدنش نشسته بكشد و خونى را كه پشه مكيده از او بيرون بيايد ظاهر آن است كه آن خون پاك است زيرا در معرض آن بوده كه غذاى پشه شود اگر چه فاصله ميان مكيدن خون و كشتن پشه بسيار كم باشد ولى احتياط مستحب آن است كه از آن خون در اين صورت اجتناب شود.</w:t>
      </w:r>
    </w:p>
    <w:p w:rsidR="003E3506" w:rsidRPr="003E3506" w:rsidRDefault="005B4868" w:rsidP="003E3506">
      <w:pPr>
        <w:pStyle w:val="libNormal"/>
        <w:rPr>
          <w:lang w:bidi="fa-IR"/>
        </w:rPr>
      </w:pPr>
      <w:r>
        <w:rPr>
          <w:rtl/>
          <w:lang w:bidi="fa-IR"/>
        </w:rPr>
        <w:br w:type="page"/>
      </w:r>
    </w:p>
    <w:p w:rsidR="003E3506" w:rsidRDefault="00605FAB" w:rsidP="005B4868">
      <w:pPr>
        <w:pStyle w:val="Heading3"/>
        <w:rPr>
          <w:rtl/>
          <w:lang w:bidi="fa-IR"/>
        </w:rPr>
      </w:pPr>
      <w:bookmarkStart w:id="30" w:name="_Toc24454453"/>
      <w:r>
        <w:rPr>
          <w:rtl/>
          <w:lang w:bidi="fa-IR"/>
        </w:rPr>
        <w:t>(</w:t>
      </w:r>
      <w:r w:rsidR="003E3506" w:rsidRPr="003E3506">
        <w:rPr>
          <w:rtl/>
          <w:lang w:bidi="fa-IR"/>
        </w:rPr>
        <w:t>اسلام</w:t>
      </w:r>
      <w:r>
        <w:rPr>
          <w:rtl/>
          <w:lang w:bidi="fa-IR"/>
        </w:rPr>
        <w:t>)</w:t>
      </w:r>
      <w:bookmarkEnd w:id="30"/>
    </w:p>
    <w:p w:rsidR="003E3506" w:rsidRPr="003E3506" w:rsidRDefault="003E3506" w:rsidP="003E3506">
      <w:pPr>
        <w:pStyle w:val="libNormal"/>
        <w:rPr>
          <w:lang w:bidi="fa-IR"/>
        </w:rPr>
      </w:pPr>
      <w:r w:rsidRPr="003E3506">
        <w:rPr>
          <w:rtl/>
          <w:lang w:bidi="fa-IR"/>
        </w:rPr>
        <w:t>٢١٢ - اگر كافر شهادتين بگويد يعنى به يگانگى خدا و نبوت خاتم الانبياء شهادت بدهد</w:t>
      </w:r>
      <w:r w:rsidR="000C4B14">
        <w:rPr>
          <w:rtl/>
          <w:lang w:bidi="fa-IR"/>
        </w:rPr>
        <w:t>،</w:t>
      </w:r>
      <w:r w:rsidRPr="003E3506">
        <w:rPr>
          <w:rtl/>
          <w:lang w:bidi="fa-IR"/>
        </w:rPr>
        <w:t xml:space="preserve"> به هر لغتى كه باشد مسلمان مى شود.</w:t>
      </w:r>
    </w:p>
    <w:p w:rsidR="00FE475C" w:rsidRDefault="003E3506" w:rsidP="003E3506">
      <w:pPr>
        <w:pStyle w:val="libNormal"/>
        <w:rPr>
          <w:rtl/>
          <w:lang w:bidi="fa-IR"/>
        </w:rPr>
      </w:pPr>
      <w:r w:rsidRPr="003E3506">
        <w:rPr>
          <w:rtl/>
          <w:lang w:bidi="fa-IR"/>
        </w:rPr>
        <w:t>و چنانچه قبلا محكوم به نجاست بوده بعد از مسلمان شدن</w:t>
      </w:r>
      <w:r w:rsidR="000C4B14">
        <w:rPr>
          <w:rtl/>
          <w:lang w:bidi="fa-IR"/>
        </w:rPr>
        <w:t>،</w:t>
      </w:r>
      <w:r w:rsidRPr="003E3506">
        <w:rPr>
          <w:rtl/>
          <w:lang w:bidi="fa-IR"/>
        </w:rPr>
        <w:t xml:space="preserve"> بدن و آب دهان و بينى و عرق او پاك است</w:t>
      </w:r>
      <w:r w:rsidR="000C4B14">
        <w:rPr>
          <w:rtl/>
          <w:lang w:bidi="fa-IR"/>
        </w:rPr>
        <w:t>،</w:t>
      </w:r>
      <w:r w:rsidRPr="003E3506">
        <w:rPr>
          <w:rtl/>
          <w:lang w:bidi="fa-IR"/>
        </w:rPr>
        <w:t xml:space="preserve"> ولى اگر موقع مسلمان شدن</w:t>
      </w:r>
      <w:r w:rsidR="000C4B14">
        <w:rPr>
          <w:rtl/>
          <w:lang w:bidi="fa-IR"/>
        </w:rPr>
        <w:t>،</w:t>
      </w:r>
      <w:r w:rsidRPr="003E3506">
        <w:rPr>
          <w:rtl/>
          <w:lang w:bidi="fa-IR"/>
        </w:rPr>
        <w:t xml:space="preserve"> عين نجاست به بدن او بوده</w:t>
      </w:r>
      <w:r w:rsidR="000C4B14">
        <w:rPr>
          <w:rtl/>
          <w:lang w:bidi="fa-IR"/>
        </w:rPr>
        <w:t>،</w:t>
      </w:r>
      <w:r w:rsidRPr="003E3506">
        <w:rPr>
          <w:rtl/>
          <w:lang w:bidi="fa-IR"/>
        </w:rPr>
        <w:t xml:space="preserve"> بايد برطرف كند و جاى آن را آب بكشد</w:t>
      </w:r>
      <w:r w:rsidR="000C4B14">
        <w:rPr>
          <w:rtl/>
          <w:lang w:bidi="fa-IR"/>
        </w:rPr>
        <w:t>،</w:t>
      </w:r>
      <w:r w:rsidRPr="003E3506">
        <w:rPr>
          <w:rtl/>
          <w:lang w:bidi="fa-IR"/>
        </w:rPr>
        <w:t xml:space="preserve"> بلكه اگر پيش از مسلمان شدن عين نجاست برطرف شده باشد</w:t>
      </w:r>
      <w:r w:rsidR="000C4B14">
        <w:rPr>
          <w:rtl/>
          <w:lang w:bidi="fa-IR"/>
        </w:rPr>
        <w:t>،</w:t>
      </w:r>
      <w:r w:rsidRPr="003E3506">
        <w:rPr>
          <w:rtl/>
          <w:lang w:bidi="fa-IR"/>
        </w:rPr>
        <w:t xml:space="preserve"> احتياط واجب آن است كه جاى آن را آب بكشد.</w:t>
      </w:r>
    </w:p>
    <w:p w:rsidR="003E3506" w:rsidRPr="003E3506" w:rsidRDefault="003E3506" w:rsidP="003E3506">
      <w:pPr>
        <w:pStyle w:val="libNormal"/>
        <w:rPr>
          <w:lang w:bidi="fa-IR"/>
        </w:rPr>
      </w:pPr>
      <w:r w:rsidRPr="003E3506">
        <w:rPr>
          <w:rtl/>
          <w:lang w:bidi="fa-IR"/>
        </w:rPr>
        <w:t xml:space="preserve"> ٢١٣ - اگر موقعى كه كافر بوده لباس او با رطوبت به بدنش رسيده باشد و آن لباس در موقع مسلمان شدن در بدن او باشد يا نباشد بنابر احتياط واجب بايد از آن اجتناب كند.</w:t>
      </w:r>
    </w:p>
    <w:p w:rsidR="003E3506" w:rsidRPr="003E3506" w:rsidRDefault="003E3506" w:rsidP="003E3506">
      <w:pPr>
        <w:pStyle w:val="libNormal"/>
        <w:rPr>
          <w:lang w:bidi="fa-IR"/>
        </w:rPr>
      </w:pPr>
      <w:r w:rsidRPr="003E3506">
        <w:rPr>
          <w:rtl/>
          <w:lang w:bidi="fa-IR"/>
        </w:rPr>
        <w:t>٢١٤ - اگر كافر شهادتين بگويد</w:t>
      </w:r>
      <w:r w:rsidR="000C4B14">
        <w:rPr>
          <w:rtl/>
          <w:lang w:bidi="fa-IR"/>
        </w:rPr>
        <w:t>،</w:t>
      </w:r>
      <w:r w:rsidRPr="003E3506">
        <w:rPr>
          <w:rtl/>
          <w:lang w:bidi="fa-IR"/>
        </w:rPr>
        <w:t xml:space="preserve"> و انسان نداند قلبا مسلمان شده يا نه پاك است</w:t>
      </w:r>
      <w:r w:rsidR="000C4B14">
        <w:rPr>
          <w:rtl/>
          <w:lang w:bidi="fa-IR"/>
        </w:rPr>
        <w:t>،</w:t>
      </w:r>
      <w:r w:rsidRPr="003E3506">
        <w:rPr>
          <w:rtl/>
          <w:lang w:bidi="fa-IR"/>
        </w:rPr>
        <w:t xml:space="preserve"> و همچنين اگر بداند قلبا مسلمان نشده است ولى چيزى كه منافى با اظهار شهادتين باشد از او سر نزند.</w:t>
      </w:r>
    </w:p>
    <w:p w:rsidR="003E3506" w:rsidRPr="003E3506" w:rsidRDefault="00FE475C" w:rsidP="003E3506">
      <w:pPr>
        <w:pStyle w:val="libNormal"/>
        <w:rPr>
          <w:lang w:bidi="fa-IR"/>
        </w:rPr>
      </w:pPr>
      <w:r>
        <w:rPr>
          <w:rtl/>
          <w:lang w:bidi="fa-IR"/>
        </w:rPr>
        <w:br w:type="page"/>
      </w:r>
    </w:p>
    <w:p w:rsidR="003E3506" w:rsidRDefault="00605FAB" w:rsidP="00FE475C">
      <w:pPr>
        <w:pStyle w:val="Heading3"/>
        <w:rPr>
          <w:rtl/>
          <w:lang w:bidi="fa-IR"/>
        </w:rPr>
      </w:pPr>
      <w:bookmarkStart w:id="31" w:name="_Toc24454454"/>
      <w:r>
        <w:rPr>
          <w:rtl/>
          <w:lang w:bidi="fa-IR"/>
        </w:rPr>
        <w:t>(</w:t>
      </w:r>
      <w:r w:rsidR="003E3506" w:rsidRPr="003E3506">
        <w:rPr>
          <w:rtl/>
          <w:lang w:bidi="fa-IR"/>
        </w:rPr>
        <w:t>تبعيت</w:t>
      </w:r>
      <w:r>
        <w:rPr>
          <w:rtl/>
          <w:lang w:bidi="fa-IR"/>
        </w:rPr>
        <w:t>)</w:t>
      </w:r>
      <w:bookmarkEnd w:id="31"/>
    </w:p>
    <w:p w:rsidR="003E3506" w:rsidRPr="003E3506" w:rsidRDefault="003E3506" w:rsidP="003E3506">
      <w:pPr>
        <w:pStyle w:val="libNormal"/>
        <w:rPr>
          <w:lang w:bidi="fa-IR"/>
        </w:rPr>
      </w:pPr>
      <w:r w:rsidRPr="003E3506">
        <w:rPr>
          <w:rtl/>
          <w:lang w:bidi="fa-IR"/>
        </w:rPr>
        <w:t>٢١٥ - تبعيت آن است كه چيز نجسى به واسطه پاكى چيز ديگر پاك شود.</w:t>
      </w:r>
    </w:p>
    <w:p w:rsidR="003E3506" w:rsidRPr="003E3506" w:rsidRDefault="003E3506" w:rsidP="003E3506">
      <w:pPr>
        <w:pStyle w:val="libNormal"/>
        <w:rPr>
          <w:lang w:bidi="fa-IR"/>
        </w:rPr>
      </w:pPr>
      <w:r w:rsidRPr="003E3506">
        <w:rPr>
          <w:rtl/>
          <w:lang w:bidi="fa-IR"/>
        </w:rPr>
        <w:t>٢١٦ - اگر شراب سركه شود</w:t>
      </w:r>
      <w:r w:rsidR="000C4B14">
        <w:rPr>
          <w:rtl/>
          <w:lang w:bidi="fa-IR"/>
        </w:rPr>
        <w:t>،</w:t>
      </w:r>
      <w:r w:rsidRPr="003E3506">
        <w:rPr>
          <w:rtl/>
          <w:lang w:bidi="fa-IR"/>
        </w:rPr>
        <w:t xml:space="preserve"> ظرف آن هم تا جايى كه شراب موقع جوش آمدن به آنجا رسيده پاك مى شود.</w:t>
      </w:r>
    </w:p>
    <w:p w:rsidR="003E3506" w:rsidRPr="003E3506" w:rsidRDefault="003E3506" w:rsidP="003E3506">
      <w:pPr>
        <w:pStyle w:val="libNormal"/>
        <w:rPr>
          <w:lang w:bidi="fa-IR"/>
        </w:rPr>
      </w:pPr>
      <w:r w:rsidRPr="003E3506">
        <w:rPr>
          <w:rtl/>
          <w:lang w:bidi="fa-IR"/>
        </w:rPr>
        <w:t>و كهنه و چيزى هم كه معمولا روى آن مى گذارند اگر با آن نجس شده پاك مى گردد.</w:t>
      </w:r>
    </w:p>
    <w:p w:rsidR="003E3506" w:rsidRPr="003E3506" w:rsidRDefault="003E3506" w:rsidP="003E3506">
      <w:pPr>
        <w:pStyle w:val="libNormal"/>
        <w:rPr>
          <w:lang w:bidi="fa-IR"/>
        </w:rPr>
      </w:pPr>
      <w:r w:rsidRPr="003E3506">
        <w:rPr>
          <w:rtl/>
          <w:lang w:bidi="fa-IR"/>
        </w:rPr>
        <w:t>ولى اگر پشت ظرف به آن شراب آلوده شود</w:t>
      </w:r>
      <w:r w:rsidR="000C4B14">
        <w:rPr>
          <w:rtl/>
          <w:lang w:bidi="fa-IR"/>
        </w:rPr>
        <w:t>،</w:t>
      </w:r>
      <w:r w:rsidRPr="003E3506">
        <w:rPr>
          <w:rtl/>
          <w:lang w:bidi="fa-IR"/>
        </w:rPr>
        <w:t xml:space="preserve"> احتياط واجب آن است كه بعد از سركه شدن شراب از آن اجتناب كنند.</w:t>
      </w:r>
    </w:p>
    <w:p w:rsidR="00FE475C" w:rsidRDefault="003E3506" w:rsidP="003E3506">
      <w:pPr>
        <w:pStyle w:val="libNormal"/>
        <w:rPr>
          <w:rtl/>
          <w:lang w:bidi="fa-IR"/>
        </w:rPr>
      </w:pPr>
      <w:r w:rsidRPr="003E3506">
        <w:rPr>
          <w:rtl/>
          <w:lang w:bidi="fa-IR"/>
        </w:rPr>
        <w:t>٢١٧ - بچه كافر به تبعيت در دو مورد پاك مى شود</w:t>
      </w:r>
      <w:r w:rsidR="00FE475C">
        <w:rPr>
          <w:rFonts w:hint="cs"/>
          <w:rtl/>
          <w:lang w:bidi="fa-IR"/>
        </w:rPr>
        <w:t>:</w:t>
      </w:r>
    </w:p>
    <w:p w:rsidR="003E3506" w:rsidRPr="003E3506" w:rsidRDefault="00605FAB" w:rsidP="003E3506">
      <w:pPr>
        <w:pStyle w:val="libNormal"/>
        <w:rPr>
          <w:lang w:bidi="fa-IR"/>
        </w:rPr>
      </w:pPr>
      <w:r>
        <w:rPr>
          <w:rtl/>
          <w:lang w:bidi="fa-IR"/>
        </w:rPr>
        <w:t>(</w:t>
      </w:r>
      <w:r w:rsidR="003E3506" w:rsidRPr="003E3506">
        <w:rPr>
          <w:rtl/>
          <w:lang w:bidi="fa-IR"/>
        </w:rPr>
        <w:t>١</w:t>
      </w:r>
      <w:r>
        <w:rPr>
          <w:rtl/>
          <w:lang w:bidi="fa-IR"/>
        </w:rPr>
        <w:t>)</w:t>
      </w:r>
      <w:r w:rsidR="003E3506" w:rsidRPr="003E3506">
        <w:rPr>
          <w:rtl/>
          <w:lang w:bidi="fa-IR"/>
        </w:rPr>
        <w:t xml:space="preserve"> كافرى كه مسلمان شود طفل او در پاكى تابع اوست</w:t>
      </w:r>
      <w:r w:rsidR="000C4B14">
        <w:rPr>
          <w:rtl/>
          <w:lang w:bidi="fa-IR"/>
        </w:rPr>
        <w:t>.</w:t>
      </w:r>
    </w:p>
    <w:p w:rsidR="003E3506" w:rsidRPr="003E3506" w:rsidRDefault="003E3506" w:rsidP="003E3506">
      <w:pPr>
        <w:pStyle w:val="libNormal"/>
        <w:rPr>
          <w:lang w:bidi="fa-IR"/>
        </w:rPr>
      </w:pPr>
      <w:r w:rsidRPr="003E3506">
        <w:rPr>
          <w:rtl/>
          <w:lang w:bidi="fa-IR"/>
        </w:rPr>
        <w:t>و همچنين اگر جد طفل يا مادر يا جده او مسلمان شوند</w:t>
      </w:r>
      <w:r w:rsidR="000C4B14">
        <w:rPr>
          <w:rtl/>
          <w:lang w:bidi="fa-IR"/>
        </w:rPr>
        <w:t>،</w:t>
      </w:r>
      <w:r w:rsidRPr="003E3506">
        <w:rPr>
          <w:rtl/>
          <w:lang w:bidi="fa-IR"/>
        </w:rPr>
        <w:t xml:space="preserve"> ولى حكم به طهارت در اين مورد مشروط به آن است كه بچه همراه آن تازه مسلمان و در كفالت او باشد و همچنين كافرى نزديكتر از او همراه آن بچه نباشد.</w:t>
      </w:r>
    </w:p>
    <w:p w:rsidR="003E3506" w:rsidRPr="003E3506" w:rsidRDefault="00605FAB" w:rsidP="003E3506">
      <w:pPr>
        <w:pStyle w:val="libNormal"/>
        <w:rPr>
          <w:lang w:bidi="fa-IR"/>
        </w:rPr>
      </w:pPr>
      <w:r>
        <w:rPr>
          <w:rtl/>
          <w:lang w:bidi="fa-IR"/>
        </w:rPr>
        <w:t>(</w:t>
      </w:r>
      <w:r w:rsidR="003E3506" w:rsidRPr="003E3506">
        <w:rPr>
          <w:rtl/>
          <w:lang w:bidi="fa-IR"/>
        </w:rPr>
        <w:t>٢</w:t>
      </w:r>
      <w:r>
        <w:rPr>
          <w:rtl/>
          <w:lang w:bidi="fa-IR"/>
        </w:rPr>
        <w:t>)</w:t>
      </w:r>
      <w:r w:rsidR="003E3506" w:rsidRPr="003E3506">
        <w:rPr>
          <w:rtl/>
          <w:lang w:bidi="fa-IR"/>
        </w:rPr>
        <w:t xml:space="preserve"> طفل كافرى كه بدست مسلمانى اسير گردد</w:t>
      </w:r>
      <w:r w:rsidR="000C4B14">
        <w:rPr>
          <w:rtl/>
          <w:lang w:bidi="fa-IR"/>
        </w:rPr>
        <w:t>،</w:t>
      </w:r>
      <w:r w:rsidR="003E3506" w:rsidRPr="003E3506">
        <w:rPr>
          <w:rtl/>
          <w:lang w:bidi="fa-IR"/>
        </w:rPr>
        <w:t xml:space="preserve"> و پدر يا يكى از اجداد او همراه نباشد</w:t>
      </w:r>
      <w:r w:rsidR="000C4B14">
        <w:rPr>
          <w:rtl/>
          <w:lang w:bidi="fa-IR"/>
        </w:rPr>
        <w:t>،</w:t>
      </w:r>
      <w:r w:rsidR="003E3506" w:rsidRPr="003E3506">
        <w:rPr>
          <w:rtl/>
          <w:lang w:bidi="fa-IR"/>
        </w:rPr>
        <w:t xml:space="preserve"> در اين دو مورد پاكى طفل به تابعيت مشروط به اين است كه طفل در صورت مميز بودن اظهار كفر ننمايد.</w:t>
      </w:r>
    </w:p>
    <w:p w:rsidR="003E3506" w:rsidRPr="003E3506" w:rsidRDefault="003E3506" w:rsidP="003E3506">
      <w:pPr>
        <w:pStyle w:val="libNormal"/>
        <w:rPr>
          <w:lang w:bidi="fa-IR"/>
        </w:rPr>
      </w:pPr>
      <w:r w:rsidRPr="003E3506">
        <w:rPr>
          <w:rtl/>
          <w:lang w:bidi="fa-IR"/>
        </w:rPr>
        <w:t>٢١٨ - تخته يا سنگى كه روى آن ميت را غسل مى دهند</w:t>
      </w:r>
      <w:r w:rsidR="000C4B14">
        <w:rPr>
          <w:rtl/>
          <w:lang w:bidi="fa-IR"/>
        </w:rPr>
        <w:t>،</w:t>
      </w:r>
      <w:r w:rsidRPr="003E3506">
        <w:rPr>
          <w:rtl/>
          <w:lang w:bidi="fa-IR"/>
        </w:rPr>
        <w:t xml:space="preserve"> و پارچه اى كه با آن عورت ميت را مى پوشانند</w:t>
      </w:r>
      <w:r w:rsidR="000C4B14">
        <w:rPr>
          <w:rtl/>
          <w:lang w:bidi="fa-IR"/>
        </w:rPr>
        <w:t>،</w:t>
      </w:r>
      <w:r w:rsidRPr="003E3506">
        <w:rPr>
          <w:rtl/>
          <w:lang w:bidi="fa-IR"/>
        </w:rPr>
        <w:t xml:space="preserve"> و دست كسى كه او را غسل مى دهد تمام اين چيزها كه با ميت شسته شده است بعد از تمام شدن غسل</w:t>
      </w:r>
      <w:r w:rsidR="000C4B14">
        <w:rPr>
          <w:rtl/>
          <w:lang w:bidi="fa-IR"/>
        </w:rPr>
        <w:t>،</w:t>
      </w:r>
      <w:r w:rsidRPr="003E3506">
        <w:rPr>
          <w:rtl/>
          <w:lang w:bidi="fa-IR"/>
        </w:rPr>
        <w:t xml:space="preserve"> پاك مى شود.</w:t>
      </w:r>
    </w:p>
    <w:p w:rsidR="003E3506" w:rsidRPr="003E3506" w:rsidRDefault="003E3506" w:rsidP="003E3506">
      <w:pPr>
        <w:pStyle w:val="libNormal"/>
        <w:rPr>
          <w:lang w:bidi="fa-IR"/>
        </w:rPr>
      </w:pPr>
      <w:r w:rsidRPr="003E3506">
        <w:rPr>
          <w:rtl/>
          <w:lang w:bidi="fa-IR"/>
        </w:rPr>
        <w:t>٢١٩ - كسى كه چيزى را كه آب مى كشد</w:t>
      </w:r>
      <w:r w:rsidR="000C4B14">
        <w:rPr>
          <w:rtl/>
          <w:lang w:bidi="fa-IR"/>
        </w:rPr>
        <w:t>،</w:t>
      </w:r>
      <w:r w:rsidRPr="003E3506">
        <w:rPr>
          <w:rtl/>
          <w:lang w:bidi="fa-IR"/>
        </w:rPr>
        <w:t xml:space="preserve"> بعد از پاك شدن آن چيز دست او هم كه با آن چيز شسته شده پاك مى شود.</w:t>
      </w:r>
    </w:p>
    <w:p w:rsidR="003E3506" w:rsidRPr="003E3506" w:rsidRDefault="003E3506" w:rsidP="003E3506">
      <w:pPr>
        <w:pStyle w:val="libNormal"/>
        <w:rPr>
          <w:lang w:bidi="fa-IR"/>
        </w:rPr>
      </w:pPr>
      <w:r w:rsidRPr="003E3506">
        <w:rPr>
          <w:rtl/>
          <w:lang w:bidi="fa-IR"/>
        </w:rPr>
        <w:t>٢٢٠ - اگر لباس و مانند آن را با آب قليل آب بكشند و به اندازه معمول فشار دهند تا آبى كه با آن شسته شده جدا شود آبى كه در آن مى ماند پاك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٢٢١ - ظرف نجس را كه با آب قليل آب مى كشند بعد از جدا شدن آبى كه براى پاك شدن با آن شسته شده</w:t>
      </w:r>
      <w:r w:rsidR="000C4B14">
        <w:rPr>
          <w:rtl/>
          <w:lang w:bidi="fa-IR"/>
        </w:rPr>
        <w:t>،</w:t>
      </w:r>
      <w:r w:rsidRPr="003E3506">
        <w:rPr>
          <w:rtl/>
          <w:lang w:bidi="fa-IR"/>
        </w:rPr>
        <w:t xml:space="preserve"> آب كمى كه در آن مى ماند پاك است</w:t>
      </w:r>
      <w:r w:rsidR="000C4B14">
        <w:rPr>
          <w:rtl/>
          <w:lang w:bidi="fa-IR"/>
        </w:rPr>
        <w:t>.</w:t>
      </w:r>
    </w:p>
    <w:p w:rsidR="003E3506" w:rsidRPr="003E3506" w:rsidRDefault="00386879" w:rsidP="003E3506">
      <w:pPr>
        <w:pStyle w:val="libNormal"/>
        <w:rPr>
          <w:lang w:bidi="fa-IR"/>
        </w:rPr>
      </w:pPr>
      <w:r>
        <w:rPr>
          <w:rtl/>
          <w:lang w:bidi="fa-IR"/>
        </w:rPr>
        <w:br w:type="page"/>
      </w:r>
    </w:p>
    <w:p w:rsidR="003E3506" w:rsidRDefault="00605FAB" w:rsidP="00386879">
      <w:pPr>
        <w:pStyle w:val="Heading3"/>
        <w:rPr>
          <w:rtl/>
          <w:lang w:bidi="fa-IR"/>
        </w:rPr>
      </w:pPr>
      <w:bookmarkStart w:id="32" w:name="_Toc24454455"/>
      <w:r>
        <w:rPr>
          <w:rtl/>
          <w:lang w:bidi="fa-IR"/>
        </w:rPr>
        <w:t>(</w:t>
      </w:r>
      <w:r w:rsidR="003E3506" w:rsidRPr="003E3506">
        <w:rPr>
          <w:rtl/>
          <w:lang w:bidi="fa-IR"/>
        </w:rPr>
        <w:t>برطرف شدن عين نجاست</w:t>
      </w:r>
      <w:r>
        <w:rPr>
          <w:rtl/>
          <w:lang w:bidi="fa-IR"/>
        </w:rPr>
        <w:t>)</w:t>
      </w:r>
      <w:bookmarkEnd w:id="32"/>
    </w:p>
    <w:p w:rsidR="003E3506" w:rsidRPr="003E3506" w:rsidRDefault="003E3506" w:rsidP="003E3506">
      <w:pPr>
        <w:pStyle w:val="libNormal"/>
        <w:rPr>
          <w:lang w:bidi="fa-IR"/>
        </w:rPr>
      </w:pPr>
      <w:r w:rsidRPr="003E3506">
        <w:rPr>
          <w:rtl/>
          <w:lang w:bidi="fa-IR"/>
        </w:rPr>
        <w:t>٢٢٢ - اگر بدن حيوان به عين نجس مثل خون</w:t>
      </w:r>
      <w:r w:rsidR="000C4B14">
        <w:rPr>
          <w:rtl/>
          <w:lang w:bidi="fa-IR"/>
        </w:rPr>
        <w:t>،</w:t>
      </w:r>
      <w:r w:rsidRPr="003E3506">
        <w:rPr>
          <w:rtl/>
          <w:lang w:bidi="fa-IR"/>
        </w:rPr>
        <w:t xml:space="preserve"> يا متنجس مثل آب نجس آلوده شود</w:t>
      </w:r>
      <w:r w:rsidR="000C4B14">
        <w:rPr>
          <w:rtl/>
          <w:lang w:bidi="fa-IR"/>
        </w:rPr>
        <w:t>،</w:t>
      </w:r>
      <w:r w:rsidRPr="003E3506">
        <w:rPr>
          <w:rtl/>
          <w:lang w:bidi="fa-IR"/>
        </w:rPr>
        <w:t xml:space="preserve"> چنانچه آنها برطرف شود</w:t>
      </w:r>
      <w:r w:rsidR="000C4B14">
        <w:rPr>
          <w:rtl/>
          <w:lang w:bidi="fa-IR"/>
        </w:rPr>
        <w:t>،</w:t>
      </w:r>
      <w:r w:rsidRPr="003E3506">
        <w:rPr>
          <w:rtl/>
          <w:lang w:bidi="fa-IR"/>
        </w:rPr>
        <w:t xml:space="preserve"> بدن آن حيوان پاك مى شود و همچنين باطن بدن انسان كه مثل توى دهان و بينى و گوش باشد به ملاقات نجاست خارجى نجس مى شود و با از ميان رفتن آن پاك مى گردد و اما نجاست داخلى مانند خونى كه از لاى دندان بيرون مى آيد موجب نجس شدن باطن بدن نمى شود و همچنين ملاقات چيز خارجى در باطن بدن با نجاست داخلى آن چيز را نجس نمى كند</w:t>
      </w:r>
      <w:r w:rsidR="000C4B14">
        <w:rPr>
          <w:rtl/>
          <w:lang w:bidi="fa-IR"/>
        </w:rPr>
        <w:t>،</w:t>
      </w:r>
      <w:r w:rsidRPr="003E3506">
        <w:rPr>
          <w:rtl/>
          <w:lang w:bidi="fa-IR"/>
        </w:rPr>
        <w:t xml:space="preserve"> بنابر اين اگر دندان عاريه در دهان با خونى كه از لاى ديگر دندانها بيرون آمده ملاقات كند آب كشيدن آن لازم نيست ولى اگر با غذاى نجس ملاقات كند آب كشيدن آن لازم است</w:t>
      </w:r>
      <w:r w:rsidR="000C4B14">
        <w:rPr>
          <w:rtl/>
          <w:lang w:bidi="fa-IR"/>
        </w:rPr>
        <w:t>.</w:t>
      </w:r>
    </w:p>
    <w:p w:rsidR="003E3506" w:rsidRPr="003E3506" w:rsidRDefault="003E3506" w:rsidP="003E3506">
      <w:pPr>
        <w:pStyle w:val="libNormal"/>
        <w:rPr>
          <w:lang w:bidi="fa-IR"/>
        </w:rPr>
      </w:pPr>
      <w:r w:rsidRPr="003E3506">
        <w:rPr>
          <w:rtl/>
          <w:lang w:bidi="fa-IR"/>
        </w:rPr>
        <w:t>٢٢٣ - اگر غذا لاى دندان مانده باشد و داخل دهان خون بياد غذا به ملاقات با خون نجس نمى شود.</w:t>
      </w:r>
    </w:p>
    <w:p w:rsidR="003E3506" w:rsidRPr="003E3506" w:rsidRDefault="003E3506" w:rsidP="003E3506">
      <w:pPr>
        <w:pStyle w:val="libNormal"/>
        <w:rPr>
          <w:lang w:bidi="fa-IR"/>
        </w:rPr>
      </w:pPr>
      <w:r w:rsidRPr="003E3506">
        <w:rPr>
          <w:rtl/>
          <w:lang w:bidi="fa-IR"/>
        </w:rPr>
        <w:t>٢٢٤ - مقدارى از لبها و پلك چشم كه موقع بستن روى هم مى آيد حكم باطن را دارد پس چنانچه با نجاست خارجى ملاقات كند آب كشيدن آن لازم نيست ولى جايى را كه انسان نمى داند از ظاهر بدن است يا باطن آن اگر با نجاست خارجى ملاقات كند لازم است آن را آب بكشد.</w:t>
      </w:r>
    </w:p>
    <w:p w:rsidR="003E3506" w:rsidRPr="003E3506" w:rsidRDefault="003E3506" w:rsidP="003E3506">
      <w:pPr>
        <w:pStyle w:val="libNormal"/>
        <w:rPr>
          <w:lang w:bidi="fa-IR"/>
        </w:rPr>
      </w:pPr>
      <w:r w:rsidRPr="003E3506">
        <w:rPr>
          <w:rtl/>
          <w:lang w:bidi="fa-IR"/>
        </w:rPr>
        <w:t>٢٢٥ - اگر گرد و خاك نجس به لباس و فرش خشك و مانند اينها بنشيند چنانچه طورى آنها را تكان دهند كه گرد و خاك نجس از آنها بريزد</w:t>
      </w:r>
      <w:r w:rsidR="000C4B14">
        <w:rPr>
          <w:rtl/>
          <w:lang w:bidi="fa-IR"/>
        </w:rPr>
        <w:t>،</w:t>
      </w:r>
      <w:r w:rsidRPr="003E3506">
        <w:rPr>
          <w:rtl/>
          <w:lang w:bidi="fa-IR"/>
        </w:rPr>
        <w:t xml:space="preserve"> و چيزى با رطوبت با آنها ملاقات كند نجس نمى شود.</w:t>
      </w:r>
    </w:p>
    <w:p w:rsidR="003E3506" w:rsidRPr="003E3506" w:rsidRDefault="00386879" w:rsidP="003E3506">
      <w:pPr>
        <w:pStyle w:val="libNormal"/>
        <w:rPr>
          <w:lang w:bidi="fa-IR"/>
        </w:rPr>
      </w:pPr>
      <w:r>
        <w:rPr>
          <w:rtl/>
          <w:lang w:bidi="fa-IR"/>
        </w:rPr>
        <w:br w:type="page"/>
      </w:r>
    </w:p>
    <w:p w:rsidR="003E3506" w:rsidRDefault="00605FAB" w:rsidP="00386879">
      <w:pPr>
        <w:pStyle w:val="Heading3"/>
        <w:rPr>
          <w:rtl/>
          <w:lang w:bidi="fa-IR"/>
        </w:rPr>
      </w:pPr>
      <w:bookmarkStart w:id="33" w:name="_Toc24454456"/>
      <w:r>
        <w:rPr>
          <w:rtl/>
          <w:lang w:bidi="fa-IR"/>
        </w:rPr>
        <w:t>(</w:t>
      </w:r>
      <w:r w:rsidR="003E3506" w:rsidRPr="003E3506">
        <w:rPr>
          <w:rtl/>
          <w:lang w:bidi="fa-IR"/>
        </w:rPr>
        <w:t>استبراء حيوان نجاستخوار</w:t>
      </w:r>
      <w:r>
        <w:rPr>
          <w:rtl/>
          <w:lang w:bidi="fa-IR"/>
        </w:rPr>
        <w:t>)</w:t>
      </w:r>
      <w:bookmarkEnd w:id="33"/>
    </w:p>
    <w:p w:rsidR="003E3506" w:rsidRPr="003E3506" w:rsidRDefault="003E3506" w:rsidP="003E3506">
      <w:pPr>
        <w:pStyle w:val="libNormal"/>
        <w:rPr>
          <w:lang w:bidi="fa-IR"/>
        </w:rPr>
      </w:pPr>
      <w:r w:rsidRPr="003E3506">
        <w:rPr>
          <w:rtl/>
          <w:lang w:bidi="fa-IR"/>
        </w:rPr>
        <w:t>٢٢٦ - بول و غايط حيوانى كه به خوردن نجاست انسان عادت كرده نجس است</w:t>
      </w:r>
      <w:r w:rsidR="000C4B14">
        <w:rPr>
          <w:rtl/>
          <w:lang w:bidi="fa-IR"/>
        </w:rPr>
        <w:t>،</w:t>
      </w:r>
      <w:r w:rsidRPr="003E3506">
        <w:rPr>
          <w:rtl/>
          <w:lang w:bidi="fa-IR"/>
        </w:rPr>
        <w:t xml:space="preserve"> و اگر بخواهند پاك شود</w:t>
      </w:r>
      <w:r w:rsidR="000C4B14">
        <w:rPr>
          <w:rtl/>
          <w:lang w:bidi="fa-IR"/>
        </w:rPr>
        <w:t>،</w:t>
      </w:r>
      <w:r w:rsidRPr="003E3506">
        <w:rPr>
          <w:rtl/>
          <w:lang w:bidi="fa-IR"/>
        </w:rPr>
        <w:t xml:space="preserve"> بايد آن را استبراء كنند يعنى تا مدتى نگذارند نجاست بخورد و غذاى پاك به آن بدهند كه بعد از آن مدت ديگر نجاستخوار به آن نگويند</w:t>
      </w:r>
      <w:r w:rsidR="000C4B14">
        <w:rPr>
          <w:rtl/>
          <w:lang w:bidi="fa-IR"/>
        </w:rPr>
        <w:t>،</w:t>
      </w:r>
      <w:r w:rsidRPr="003E3506">
        <w:rPr>
          <w:rtl/>
          <w:lang w:bidi="fa-IR"/>
        </w:rPr>
        <w:t xml:space="preserve"> و احتياط مستحب آن است كه شتر نجاستخوار را چهل روز و گاو را بيست روز و گوسفند را ده روز و مرغابى را هفت يا پنج روز و مرغ خانگى را سه روز</w:t>
      </w:r>
      <w:r w:rsidR="000C4B14">
        <w:rPr>
          <w:rtl/>
          <w:lang w:bidi="fa-IR"/>
        </w:rPr>
        <w:t>،</w:t>
      </w:r>
      <w:r w:rsidRPr="003E3506">
        <w:rPr>
          <w:rtl/>
          <w:lang w:bidi="fa-IR"/>
        </w:rPr>
        <w:t xml:space="preserve"> از خوردن نجاست جلوگيرى كنند</w:t>
      </w:r>
      <w:r w:rsidR="000C4B14">
        <w:rPr>
          <w:rtl/>
          <w:lang w:bidi="fa-IR"/>
        </w:rPr>
        <w:t>،</w:t>
      </w:r>
      <w:r w:rsidRPr="003E3506">
        <w:rPr>
          <w:rtl/>
          <w:lang w:bidi="fa-IR"/>
        </w:rPr>
        <w:t xml:space="preserve"> هرچند پيش از گذشت اين مدت به آنها نجاستخوار گفته نشود.</w:t>
      </w:r>
    </w:p>
    <w:p w:rsidR="003E3506" w:rsidRPr="003E3506" w:rsidRDefault="00D425B5" w:rsidP="003E3506">
      <w:pPr>
        <w:pStyle w:val="libNormal"/>
        <w:rPr>
          <w:lang w:bidi="fa-IR"/>
        </w:rPr>
      </w:pPr>
      <w:r>
        <w:rPr>
          <w:rtl/>
          <w:lang w:bidi="fa-IR"/>
        </w:rPr>
        <w:br w:type="page"/>
      </w:r>
    </w:p>
    <w:p w:rsidR="003E3506" w:rsidRDefault="00605FAB" w:rsidP="00D425B5">
      <w:pPr>
        <w:pStyle w:val="Heading3"/>
        <w:rPr>
          <w:rtl/>
          <w:lang w:bidi="fa-IR"/>
        </w:rPr>
      </w:pPr>
      <w:bookmarkStart w:id="34" w:name="_Toc24454457"/>
      <w:r>
        <w:rPr>
          <w:rtl/>
          <w:lang w:bidi="fa-IR"/>
        </w:rPr>
        <w:t>(</w:t>
      </w:r>
      <w:r w:rsidR="003E3506" w:rsidRPr="003E3506">
        <w:rPr>
          <w:rtl/>
          <w:lang w:bidi="fa-IR"/>
        </w:rPr>
        <w:t>غايب شدن مسلمان</w:t>
      </w:r>
      <w:r>
        <w:rPr>
          <w:rtl/>
          <w:lang w:bidi="fa-IR"/>
        </w:rPr>
        <w:t>)</w:t>
      </w:r>
      <w:bookmarkEnd w:id="34"/>
    </w:p>
    <w:p w:rsidR="00D425B5" w:rsidRDefault="003E3506" w:rsidP="003E3506">
      <w:pPr>
        <w:pStyle w:val="libNormal"/>
        <w:rPr>
          <w:rtl/>
          <w:lang w:bidi="fa-IR"/>
        </w:rPr>
      </w:pPr>
      <w:r w:rsidRPr="003E3506">
        <w:rPr>
          <w:rtl/>
          <w:lang w:bidi="fa-IR"/>
        </w:rPr>
        <w:t>٢٢٧ - اگر بدن يا لباس يا چيز ديگرى مانند ظرف و فرش در اختيار مسلمان بالغ يا مميز طهارت و نجاست باشد و نجس شود و آن مسلمان غايب گردد چنانچه انسان احتمال دهد كه او آن چيز را آب كشيده است پاك مى باشد</w:t>
      </w:r>
      <w:r w:rsidR="000C4B14">
        <w:rPr>
          <w:rtl/>
          <w:lang w:bidi="fa-IR"/>
        </w:rPr>
        <w:t>،</w:t>
      </w:r>
      <w:r w:rsidRPr="003E3506">
        <w:rPr>
          <w:rtl/>
          <w:lang w:bidi="fa-IR"/>
        </w:rPr>
        <w:t xml:space="preserve"> ولى احتياط مستحب آن است كه آن چيز را پاك نداند مگر با چند شرط زير</w:t>
      </w:r>
      <w:r w:rsidR="00553569">
        <w:rPr>
          <w:rtl/>
          <w:lang w:bidi="fa-IR"/>
        </w:rPr>
        <w:t>:</w:t>
      </w:r>
    </w:p>
    <w:p w:rsidR="003E3506" w:rsidRPr="003E3506" w:rsidRDefault="00605FAB" w:rsidP="003E3506">
      <w:pPr>
        <w:pStyle w:val="libNormal"/>
        <w:rPr>
          <w:lang w:bidi="fa-IR"/>
        </w:rPr>
      </w:pPr>
      <w:r>
        <w:rPr>
          <w:rtl/>
          <w:lang w:bidi="fa-IR"/>
        </w:rPr>
        <w:t>(</w:t>
      </w:r>
      <w:r w:rsidR="003E3506" w:rsidRPr="003E3506">
        <w:rPr>
          <w:rtl/>
          <w:lang w:bidi="fa-IR"/>
        </w:rPr>
        <w:t>اول</w:t>
      </w:r>
      <w:r>
        <w:rPr>
          <w:rtl/>
          <w:lang w:bidi="fa-IR"/>
        </w:rPr>
        <w:t>)</w:t>
      </w:r>
      <w:r w:rsidR="003E3506" w:rsidRPr="003E3506">
        <w:rPr>
          <w:rtl/>
          <w:lang w:bidi="fa-IR"/>
        </w:rPr>
        <w:t xml:space="preserve"> - آنكه آن مسلمان چيزى را كه بدن يا لباسش را نجس كرده نجس نداند پس اگر مثلا لباسش با رطوبت به بدن كافر ملاقات كرده و آن را نجس نداند بعد از غايب شدن او انسان نبايد آن لباس را پاك بداند.</w:t>
      </w:r>
    </w:p>
    <w:p w:rsidR="003E3506" w:rsidRPr="003E3506" w:rsidRDefault="00605FAB" w:rsidP="003E3506">
      <w:pPr>
        <w:pStyle w:val="libNormal"/>
        <w:rPr>
          <w:lang w:bidi="fa-IR"/>
        </w:rPr>
      </w:pPr>
      <w:r>
        <w:rPr>
          <w:rtl/>
          <w:lang w:bidi="fa-IR"/>
        </w:rPr>
        <w:t>(</w:t>
      </w:r>
      <w:r w:rsidR="003E3506" w:rsidRPr="003E3506">
        <w:rPr>
          <w:rtl/>
          <w:lang w:bidi="fa-IR"/>
        </w:rPr>
        <w:t>دوم</w:t>
      </w:r>
      <w:r>
        <w:rPr>
          <w:rtl/>
          <w:lang w:bidi="fa-IR"/>
        </w:rPr>
        <w:t>)</w:t>
      </w:r>
      <w:r w:rsidR="003E3506" w:rsidRPr="003E3506">
        <w:rPr>
          <w:rtl/>
          <w:lang w:bidi="fa-IR"/>
        </w:rPr>
        <w:t xml:space="preserve"> - آنكه بداند بدن يا لباسش به چيز نجس رسيده است</w:t>
      </w:r>
      <w:r w:rsidR="000C4B14">
        <w:rPr>
          <w:rtl/>
          <w:lang w:bidi="fa-IR"/>
        </w:rPr>
        <w:t>.</w:t>
      </w:r>
    </w:p>
    <w:p w:rsidR="003E3506" w:rsidRPr="003E3506" w:rsidRDefault="00605FAB" w:rsidP="003E3506">
      <w:pPr>
        <w:pStyle w:val="libNormal"/>
        <w:rPr>
          <w:lang w:bidi="fa-IR"/>
        </w:rPr>
      </w:pPr>
      <w:r>
        <w:rPr>
          <w:rtl/>
          <w:lang w:bidi="fa-IR"/>
        </w:rPr>
        <w:t>(</w:t>
      </w:r>
      <w:r w:rsidR="003E3506" w:rsidRPr="003E3506">
        <w:rPr>
          <w:rtl/>
          <w:lang w:bidi="fa-IR"/>
        </w:rPr>
        <w:t>سوم</w:t>
      </w:r>
      <w:r>
        <w:rPr>
          <w:rtl/>
          <w:lang w:bidi="fa-IR"/>
        </w:rPr>
        <w:t>)</w:t>
      </w:r>
      <w:r w:rsidR="003E3506" w:rsidRPr="003E3506">
        <w:rPr>
          <w:rtl/>
          <w:lang w:bidi="fa-IR"/>
        </w:rPr>
        <w:t xml:space="preserve"> - آنكه انسان ببيند آن چيز را در كارى كه شرط آن پاكى است استعمال مى كند</w:t>
      </w:r>
      <w:r w:rsidR="000C4B14">
        <w:rPr>
          <w:rtl/>
          <w:lang w:bidi="fa-IR"/>
        </w:rPr>
        <w:t>،</w:t>
      </w:r>
      <w:r w:rsidR="003E3506" w:rsidRPr="003E3506">
        <w:rPr>
          <w:rtl/>
          <w:lang w:bidi="fa-IR"/>
        </w:rPr>
        <w:t xml:space="preserve"> مثلا ببيند با آن لباس نماز مى خواند.</w:t>
      </w:r>
    </w:p>
    <w:p w:rsidR="003E3506" w:rsidRPr="003E3506" w:rsidRDefault="00605FAB" w:rsidP="003E3506">
      <w:pPr>
        <w:pStyle w:val="libNormal"/>
        <w:rPr>
          <w:lang w:bidi="fa-IR"/>
        </w:rPr>
      </w:pPr>
      <w:r>
        <w:rPr>
          <w:rtl/>
          <w:lang w:bidi="fa-IR"/>
        </w:rPr>
        <w:t>(</w:t>
      </w:r>
      <w:r w:rsidR="003E3506" w:rsidRPr="003E3506">
        <w:rPr>
          <w:rtl/>
          <w:lang w:bidi="fa-IR"/>
        </w:rPr>
        <w:t>چهارم</w:t>
      </w:r>
      <w:r>
        <w:rPr>
          <w:rtl/>
          <w:lang w:bidi="fa-IR"/>
        </w:rPr>
        <w:t>)</w:t>
      </w:r>
      <w:r w:rsidR="003E3506" w:rsidRPr="003E3506">
        <w:rPr>
          <w:rtl/>
          <w:lang w:bidi="fa-IR"/>
        </w:rPr>
        <w:t xml:space="preserve"> - آنكه احتمال بدهد كه آن مسلمان بداند شرط كارى را كه با آن چيز انجام مى دهد پاكى است</w:t>
      </w:r>
      <w:r w:rsidR="000C4B14">
        <w:rPr>
          <w:rtl/>
          <w:lang w:bidi="fa-IR"/>
        </w:rPr>
        <w:t>،</w:t>
      </w:r>
      <w:r w:rsidR="003E3506" w:rsidRPr="003E3506">
        <w:rPr>
          <w:rtl/>
          <w:lang w:bidi="fa-IR"/>
        </w:rPr>
        <w:t xml:space="preserve"> پس اگر مثلا نداند كه بايد لباس نمازگزار پاك باشد</w:t>
      </w:r>
      <w:r w:rsidR="000C4B14">
        <w:rPr>
          <w:rtl/>
          <w:lang w:bidi="fa-IR"/>
        </w:rPr>
        <w:t>،</w:t>
      </w:r>
      <w:r w:rsidR="003E3506" w:rsidRPr="003E3506">
        <w:rPr>
          <w:rtl/>
          <w:lang w:bidi="fa-IR"/>
        </w:rPr>
        <w:t xml:space="preserve"> و با لباسى كه نجس شده نماز بخواند</w:t>
      </w:r>
      <w:r w:rsidR="000C4B14">
        <w:rPr>
          <w:rtl/>
          <w:lang w:bidi="fa-IR"/>
        </w:rPr>
        <w:t>،</w:t>
      </w:r>
      <w:r w:rsidR="003E3506" w:rsidRPr="003E3506">
        <w:rPr>
          <w:rtl/>
          <w:lang w:bidi="fa-IR"/>
        </w:rPr>
        <w:t xml:space="preserve"> نبايد انسان آن لباس را پاك بداند.</w:t>
      </w:r>
    </w:p>
    <w:p w:rsidR="003E3506" w:rsidRPr="003E3506" w:rsidRDefault="00605FAB" w:rsidP="003E3506">
      <w:pPr>
        <w:pStyle w:val="libNormal"/>
        <w:rPr>
          <w:lang w:bidi="fa-IR"/>
        </w:rPr>
      </w:pPr>
      <w:r>
        <w:rPr>
          <w:rtl/>
          <w:lang w:bidi="fa-IR"/>
        </w:rPr>
        <w:t>(</w:t>
      </w:r>
      <w:r w:rsidR="003E3506" w:rsidRPr="003E3506">
        <w:rPr>
          <w:rtl/>
          <w:lang w:bidi="fa-IR"/>
        </w:rPr>
        <w:t>پنجم</w:t>
      </w:r>
      <w:r>
        <w:rPr>
          <w:rtl/>
          <w:lang w:bidi="fa-IR"/>
        </w:rPr>
        <w:t>)</w:t>
      </w:r>
      <w:r w:rsidR="003E3506" w:rsidRPr="003E3506">
        <w:rPr>
          <w:rtl/>
          <w:lang w:bidi="fa-IR"/>
        </w:rPr>
        <w:t xml:space="preserve"> - آنكه نجس و پاك در نظر آن مسلمان فرق داشته باشد پس اگر او اعتنا به پاكى و نجسى ندارد نبايد انسان آن چيز را پاك بداند.</w:t>
      </w:r>
    </w:p>
    <w:p w:rsidR="003E3506" w:rsidRPr="003E3506" w:rsidRDefault="003E3506" w:rsidP="003E3506">
      <w:pPr>
        <w:pStyle w:val="libNormal"/>
        <w:rPr>
          <w:lang w:bidi="fa-IR"/>
        </w:rPr>
      </w:pPr>
      <w:r w:rsidRPr="003E3506">
        <w:rPr>
          <w:rtl/>
          <w:lang w:bidi="fa-IR"/>
        </w:rPr>
        <w:t>٢٢٨ - اگر انسان يقين يا اطمينان پيدا كند كه چيزى كه نجس بوده پاك شده است يا دو عادل بر پاك شدن آن شهادت دهند و مورد شهادت آنان سبب پاك شدن باشد آن چيز پاك است</w:t>
      </w:r>
      <w:r w:rsidR="000C4B14">
        <w:rPr>
          <w:rtl/>
          <w:lang w:bidi="fa-IR"/>
        </w:rPr>
        <w:t>،</w:t>
      </w:r>
      <w:r w:rsidRPr="003E3506">
        <w:rPr>
          <w:rtl/>
          <w:lang w:bidi="fa-IR"/>
        </w:rPr>
        <w:t xml:space="preserve"> و همچنين است اگر كسى كه چيز نجس در اختيار اوست بگويد آن چيز پاك شده و مورد اتهام هم نباشد</w:t>
      </w:r>
      <w:r w:rsidR="000C4B14">
        <w:rPr>
          <w:rtl/>
          <w:lang w:bidi="fa-IR"/>
        </w:rPr>
        <w:t>،</w:t>
      </w:r>
      <w:r w:rsidRPr="003E3506">
        <w:rPr>
          <w:rtl/>
          <w:lang w:bidi="fa-IR"/>
        </w:rPr>
        <w:t xml:space="preserve"> يا مسلمانى چيز نجسى را آب كشيده باشد</w:t>
      </w:r>
      <w:r w:rsidR="000C4B14">
        <w:rPr>
          <w:rtl/>
          <w:lang w:bidi="fa-IR"/>
        </w:rPr>
        <w:t>،</w:t>
      </w:r>
      <w:r w:rsidRPr="003E3506">
        <w:rPr>
          <w:rtl/>
          <w:lang w:bidi="fa-IR"/>
        </w:rPr>
        <w:t xml:space="preserve"> اگر چه معلوم نباشد درست آب كشيده يا نه</w:t>
      </w:r>
      <w:r w:rsidR="000C4B14">
        <w:rPr>
          <w:rtl/>
          <w:lang w:bidi="fa-IR"/>
        </w:rPr>
        <w:t>.</w:t>
      </w:r>
    </w:p>
    <w:p w:rsidR="003E3506" w:rsidRPr="003E3506" w:rsidRDefault="003E3506" w:rsidP="003E3506">
      <w:pPr>
        <w:pStyle w:val="libNormal"/>
        <w:rPr>
          <w:lang w:bidi="fa-IR"/>
        </w:rPr>
      </w:pPr>
      <w:r w:rsidRPr="003E3506">
        <w:rPr>
          <w:rtl/>
          <w:lang w:bidi="fa-IR"/>
        </w:rPr>
        <w:lastRenderedPageBreak/>
        <w:t>٢٢٩ - كسى كه وكيل شده است لباس انسان را آب بكشد</w:t>
      </w:r>
      <w:r w:rsidR="000C4B14">
        <w:rPr>
          <w:rtl/>
          <w:lang w:bidi="fa-IR"/>
        </w:rPr>
        <w:t>،</w:t>
      </w:r>
      <w:r w:rsidRPr="003E3506">
        <w:rPr>
          <w:rtl/>
          <w:lang w:bidi="fa-IR"/>
        </w:rPr>
        <w:t xml:space="preserve"> اگر بگويد آب كشيدم و انسان به گفته او اطمينان پيدا كند آن لباس پاك است</w:t>
      </w:r>
      <w:r w:rsidR="000C4B14">
        <w:rPr>
          <w:rtl/>
          <w:lang w:bidi="fa-IR"/>
        </w:rPr>
        <w:t>.</w:t>
      </w:r>
    </w:p>
    <w:p w:rsidR="003E3506" w:rsidRPr="003E3506" w:rsidRDefault="003E3506" w:rsidP="003E3506">
      <w:pPr>
        <w:pStyle w:val="libNormal"/>
        <w:rPr>
          <w:lang w:bidi="fa-IR"/>
        </w:rPr>
      </w:pPr>
      <w:r w:rsidRPr="003E3506">
        <w:rPr>
          <w:rtl/>
          <w:lang w:bidi="fa-IR"/>
        </w:rPr>
        <w:t>٢٣٠ - اگر انسان حالى دارد كه در آب كشيدن چيز نجس يقين پيدا نمى كند اگر به همان نحوى كه افراد متعارف آب مى كشند رفتار نمايد كفايت مى كند.</w:t>
      </w:r>
    </w:p>
    <w:p w:rsidR="003E3506" w:rsidRPr="003E3506" w:rsidRDefault="00831008" w:rsidP="003E3506">
      <w:pPr>
        <w:pStyle w:val="libNormal"/>
        <w:rPr>
          <w:lang w:bidi="fa-IR"/>
        </w:rPr>
      </w:pPr>
      <w:r>
        <w:rPr>
          <w:rtl/>
          <w:lang w:bidi="fa-IR"/>
        </w:rPr>
        <w:br w:type="page"/>
      </w:r>
    </w:p>
    <w:p w:rsidR="003E3506" w:rsidRDefault="00605FAB" w:rsidP="00831008">
      <w:pPr>
        <w:pStyle w:val="Heading3"/>
        <w:rPr>
          <w:rtl/>
          <w:lang w:bidi="fa-IR"/>
        </w:rPr>
      </w:pPr>
      <w:bookmarkStart w:id="35" w:name="_Toc24454458"/>
      <w:r>
        <w:rPr>
          <w:rtl/>
          <w:lang w:bidi="fa-IR"/>
        </w:rPr>
        <w:t>(</w:t>
      </w:r>
      <w:r w:rsidR="003E3506" w:rsidRPr="003E3506">
        <w:rPr>
          <w:rtl/>
          <w:lang w:bidi="fa-IR"/>
        </w:rPr>
        <w:t>رفتن خون متعارف</w:t>
      </w:r>
      <w:r>
        <w:rPr>
          <w:rtl/>
          <w:lang w:bidi="fa-IR"/>
        </w:rPr>
        <w:t>)</w:t>
      </w:r>
      <w:bookmarkEnd w:id="35"/>
    </w:p>
    <w:p w:rsidR="003E3506" w:rsidRPr="003E3506" w:rsidRDefault="003E3506" w:rsidP="003E3506">
      <w:pPr>
        <w:pStyle w:val="libNormal"/>
        <w:rPr>
          <w:lang w:bidi="fa-IR"/>
        </w:rPr>
      </w:pPr>
      <w:r w:rsidRPr="003E3506">
        <w:rPr>
          <w:rtl/>
          <w:lang w:bidi="fa-IR"/>
        </w:rPr>
        <w:t>٢٣١ - خونى كه در جوف ذبيحه بعد از كشتن آن به طريق شرعى باقى مى ماند</w:t>
      </w:r>
      <w:r w:rsidR="000C4B14">
        <w:rPr>
          <w:rtl/>
          <w:lang w:bidi="fa-IR"/>
        </w:rPr>
        <w:t>،</w:t>
      </w:r>
      <w:r w:rsidRPr="003E3506">
        <w:rPr>
          <w:rtl/>
          <w:lang w:bidi="fa-IR"/>
        </w:rPr>
        <w:t xml:space="preserve"> چنانچه خون به مقدار متعارف خارج شده باشد پاك است</w:t>
      </w:r>
      <w:r w:rsidR="000C4B14">
        <w:rPr>
          <w:rtl/>
          <w:lang w:bidi="fa-IR"/>
        </w:rPr>
        <w:t>،</w:t>
      </w:r>
      <w:r w:rsidRPr="003E3506">
        <w:rPr>
          <w:rtl/>
          <w:lang w:bidi="fa-IR"/>
        </w:rPr>
        <w:t xml:space="preserve"> چنانكه در مساله </w:t>
      </w:r>
      <w:r w:rsidR="00605FAB">
        <w:rPr>
          <w:rtl/>
          <w:lang w:bidi="fa-IR"/>
        </w:rPr>
        <w:t>(</w:t>
      </w:r>
      <w:r w:rsidRPr="003E3506">
        <w:rPr>
          <w:rtl/>
          <w:lang w:bidi="fa-IR"/>
        </w:rPr>
        <w:t>٩٨</w:t>
      </w:r>
      <w:r w:rsidR="00605FAB">
        <w:rPr>
          <w:rtl/>
          <w:lang w:bidi="fa-IR"/>
        </w:rPr>
        <w:t>)</w:t>
      </w:r>
      <w:r w:rsidRPr="003E3506">
        <w:rPr>
          <w:rtl/>
          <w:lang w:bidi="fa-IR"/>
        </w:rPr>
        <w:t xml:space="preserve"> گذشت</w:t>
      </w:r>
      <w:r w:rsidR="000C4B14">
        <w:rPr>
          <w:rtl/>
          <w:lang w:bidi="fa-IR"/>
        </w:rPr>
        <w:t>.</w:t>
      </w:r>
    </w:p>
    <w:p w:rsidR="003E3506" w:rsidRPr="003E3506" w:rsidRDefault="003E3506" w:rsidP="003E3506">
      <w:pPr>
        <w:pStyle w:val="libNormal"/>
        <w:rPr>
          <w:lang w:bidi="fa-IR"/>
        </w:rPr>
      </w:pPr>
      <w:r w:rsidRPr="003E3506">
        <w:rPr>
          <w:rtl/>
          <w:lang w:bidi="fa-IR"/>
        </w:rPr>
        <w:t>٢٣٢ - حكم سابق بنابر احتياط مختص به حيوان حلال گوشت است</w:t>
      </w:r>
      <w:r w:rsidR="000C4B14">
        <w:rPr>
          <w:rtl/>
          <w:lang w:bidi="fa-IR"/>
        </w:rPr>
        <w:t>،</w:t>
      </w:r>
      <w:r w:rsidRPr="003E3506">
        <w:rPr>
          <w:rtl/>
          <w:lang w:bidi="fa-IR"/>
        </w:rPr>
        <w:t xml:space="preserve"> و در حيوان حرام گوشت جارى نيست</w:t>
      </w:r>
      <w:r w:rsidR="000C4B14">
        <w:rPr>
          <w:rtl/>
          <w:lang w:bidi="fa-IR"/>
        </w:rPr>
        <w:t>،</w:t>
      </w:r>
      <w:r w:rsidRPr="003E3506">
        <w:rPr>
          <w:rtl/>
          <w:lang w:bidi="fa-IR"/>
        </w:rPr>
        <w:t xml:space="preserve"> بلكه بنابر احتياط استحبابى در اجزاء محرمه حلال گوشت نيز جارى نيست</w:t>
      </w:r>
      <w:r w:rsidR="000C4B14">
        <w:rPr>
          <w:rtl/>
          <w:lang w:bidi="fa-IR"/>
        </w:rPr>
        <w:t>.</w:t>
      </w:r>
    </w:p>
    <w:p w:rsidR="003E3506" w:rsidRPr="003E3506" w:rsidRDefault="00831008" w:rsidP="003E3506">
      <w:pPr>
        <w:pStyle w:val="libNormal"/>
        <w:rPr>
          <w:lang w:bidi="fa-IR"/>
        </w:rPr>
      </w:pPr>
      <w:r>
        <w:rPr>
          <w:rtl/>
          <w:lang w:bidi="fa-IR"/>
        </w:rPr>
        <w:br w:type="page"/>
      </w:r>
    </w:p>
    <w:p w:rsidR="003E3506" w:rsidRDefault="00605FAB" w:rsidP="00831008">
      <w:pPr>
        <w:pStyle w:val="Heading3"/>
        <w:rPr>
          <w:rtl/>
          <w:lang w:bidi="fa-IR"/>
        </w:rPr>
      </w:pPr>
      <w:bookmarkStart w:id="36" w:name="_Toc24454459"/>
      <w:r>
        <w:rPr>
          <w:rtl/>
          <w:lang w:bidi="fa-IR"/>
        </w:rPr>
        <w:t>(</w:t>
      </w:r>
      <w:r w:rsidR="003E3506" w:rsidRPr="003E3506">
        <w:rPr>
          <w:rtl/>
          <w:lang w:bidi="fa-IR"/>
        </w:rPr>
        <w:t>احكام ظرفها</w:t>
      </w:r>
      <w:r>
        <w:rPr>
          <w:rtl/>
          <w:lang w:bidi="fa-IR"/>
        </w:rPr>
        <w:t>)</w:t>
      </w:r>
      <w:bookmarkEnd w:id="36"/>
    </w:p>
    <w:p w:rsidR="003E3506" w:rsidRPr="003E3506" w:rsidRDefault="003E3506" w:rsidP="003E3506">
      <w:pPr>
        <w:pStyle w:val="libNormal"/>
        <w:rPr>
          <w:lang w:bidi="fa-IR"/>
        </w:rPr>
      </w:pPr>
      <w:r w:rsidRPr="003E3506">
        <w:rPr>
          <w:rtl/>
          <w:lang w:bidi="fa-IR"/>
        </w:rPr>
        <w:t>٢٣٣ - ظرفى كه از پوست سگ يا خوك يا مردار ساخته شده</w:t>
      </w:r>
      <w:r w:rsidR="000C4B14">
        <w:rPr>
          <w:rtl/>
          <w:lang w:bidi="fa-IR"/>
        </w:rPr>
        <w:t>،</w:t>
      </w:r>
      <w:r w:rsidRPr="003E3506">
        <w:rPr>
          <w:rtl/>
          <w:lang w:bidi="fa-IR"/>
        </w:rPr>
        <w:t xml:space="preserve"> آشاميدن و خوردن چيزى از آن ظرف در صورتى كه رطوبتى موجب نجاستش شده باشد حرام است</w:t>
      </w:r>
      <w:r w:rsidR="000C4B14">
        <w:rPr>
          <w:rtl/>
          <w:lang w:bidi="fa-IR"/>
        </w:rPr>
        <w:t>،</w:t>
      </w:r>
      <w:r w:rsidRPr="003E3506">
        <w:rPr>
          <w:rtl/>
          <w:lang w:bidi="fa-IR"/>
        </w:rPr>
        <w:t xml:space="preserve"> و نبايد آن ظرف را در وضو و غسل و كارهايى كه بايد با چيز پاك انجام داد استعمال كنند</w:t>
      </w:r>
      <w:r w:rsidR="000C4B14">
        <w:rPr>
          <w:rtl/>
          <w:lang w:bidi="fa-IR"/>
        </w:rPr>
        <w:t>،</w:t>
      </w:r>
      <w:r w:rsidRPr="003E3506">
        <w:rPr>
          <w:rtl/>
          <w:lang w:bidi="fa-IR"/>
        </w:rPr>
        <w:t xml:space="preserve"> و احتياط مستحب آن است كه چرم سگ و خوك و مردار را - اگر چه ظرف هم نباشد - استعمال نكنند.</w:t>
      </w:r>
    </w:p>
    <w:p w:rsidR="003E3506" w:rsidRPr="003E3506" w:rsidRDefault="003E3506" w:rsidP="003E3506">
      <w:pPr>
        <w:pStyle w:val="libNormal"/>
        <w:rPr>
          <w:lang w:bidi="fa-IR"/>
        </w:rPr>
      </w:pPr>
      <w:r w:rsidRPr="003E3506">
        <w:rPr>
          <w:rtl/>
          <w:lang w:bidi="fa-IR"/>
        </w:rPr>
        <w:t>٢٣٤ - خوردن و آشاميدن از ظروف طلا و نقره بلكه بنابر احتياط واجب</w:t>
      </w:r>
      <w:r w:rsidR="000C4B14">
        <w:rPr>
          <w:rtl/>
          <w:lang w:bidi="fa-IR"/>
        </w:rPr>
        <w:t>،</w:t>
      </w:r>
      <w:r w:rsidRPr="003E3506">
        <w:rPr>
          <w:rtl/>
          <w:lang w:bidi="fa-IR"/>
        </w:rPr>
        <w:t xml:space="preserve"> مطلق استعمال آنها حرام است</w:t>
      </w:r>
      <w:r w:rsidR="000C4B14">
        <w:rPr>
          <w:rtl/>
          <w:lang w:bidi="fa-IR"/>
        </w:rPr>
        <w:t>،</w:t>
      </w:r>
      <w:r w:rsidRPr="003E3506">
        <w:rPr>
          <w:rtl/>
          <w:lang w:bidi="fa-IR"/>
        </w:rPr>
        <w:t xml:space="preserve"> ولى زينت نمودن اطاق و مانند آن و نگاه داشتن آنها مانعى ندارد</w:t>
      </w:r>
      <w:r w:rsidR="000C4B14">
        <w:rPr>
          <w:rtl/>
          <w:lang w:bidi="fa-IR"/>
        </w:rPr>
        <w:t>،</w:t>
      </w:r>
      <w:r w:rsidRPr="003E3506">
        <w:rPr>
          <w:rtl/>
          <w:lang w:bidi="fa-IR"/>
        </w:rPr>
        <w:t xml:space="preserve"> اگر چه احوط ترك است</w:t>
      </w:r>
      <w:r w:rsidR="000C4B14">
        <w:rPr>
          <w:rtl/>
          <w:lang w:bidi="fa-IR"/>
        </w:rPr>
        <w:t>،</w:t>
      </w:r>
      <w:r w:rsidRPr="003E3506">
        <w:rPr>
          <w:rtl/>
          <w:lang w:bidi="fa-IR"/>
        </w:rPr>
        <w:t xml:space="preserve"> و همچنين است ساختن ظروف طلا و نقره و خريد و فروش آنها براى زينت نمودن يا نگاه داشتن</w:t>
      </w:r>
      <w:r w:rsidR="000C4B14">
        <w:rPr>
          <w:rtl/>
          <w:lang w:bidi="fa-IR"/>
        </w:rPr>
        <w:t>.</w:t>
      </w:r>
    </w:p>
    <w:p w:rsidR="00234FAE" w:rsidRDefault="003E3506" w:rsidP="003E3506">
      <w:pPr>
        <w:pStyle w:val="libNormal"/>
        <w:rPr>
          <w:rtl/>
          <w:lang w:bidi="fa-IR"/>
        </w:rPr>
      </w:pPr>
      <w:r w:rsidRPr="003E3506">
        <w:rPr>
          <w:rtl/>
          <w:lang w:bidi="fa-IR"/>
        </w:rPr>
        <w:t xml:space="preserve">٢٣٥ - گيره استكان كه از طلا يا نقره مى سازند اگر ظرف به آن گفته شود حكم استكان طلا و نقره را دارد و اگر ظرف به آن گفته نشود استعمال آن مانعى ندارد. </w:t>
      </w:r>
    </w:p>
    <w:p w:rsidR="003E3506" w:rsidRPr="003E3506" w:rsidRDefault="003E3506" w:rsidP="003E3506">
      <w:pPr>
        <w:pStyle w:val="libNormal"/>
        <w:rPr>
          <w:lang w:bidi="fa-IR"/>
        </w:rPr>
      </w:pPr>
      <w:r w:rsidRPr="003E3506">
        <w:rPr>
          <w:rtl/>
          <w:lang w:bidi="fa-IR"/>
        </w:rPr>
        <w:t>٢٣٦ - استعمال ظرفى كه روى آن را آب طلا يا آب نقره داده اند اشكال ندارد.</w:t>
      </w:r>
    </w:p>
    <w:p w:rsidR="003E3506" w:rsidRPr="003E3506" w:rsidRDefault="003E3506" w:rsidP="003E3506">
      <w:pPr>
        <w:pStyle w:val="libNormal"/>
        <w:rPr>
          <w:lang w:bidi="fa-IR"/>
        </w:rPr>
      </w:pPr>
      <w:r w:rsidRPr="003E3506">
        <w:rPr>
          <w:rtl/>
          <w:lang w:bidi="fa-IR"/>
        </w:rPr>
        <w:t>٢٣٧ - اگر فلزى را با طلا يا نقره مخلوط كنند و ظرف بسازند</w:t>
      </w:r>
      <w:r w:rsidR="000C4B14">
        <w:rPr>
          <w:rtl/>
          <w:lang w:bidi="fa-IR"/>
        </w:rPr>
        <w:t>،</w:t>
      </w:r>
      <w:r w:rsidRPr="003E3506">
        <w:rPr>
          <w:rtl/>
          <w:lang w:bidi="fa-IR"/>
        </w:rPr>
        <w:t xml:space="preserve"> چنانچه مقدار آن فلز به قدرى باشد كه ظرف طلا يا نقره به آن ظرف نگويند استعمال آن مانعى ندارد.</w:t>
      </w:r>
    </w:p>
    <w:p w:rsidR="003E3506" w:rsidRPr="003E3506" w:rsidRDefault="003E3506" w:rsidP="003E3506">
      <w:pPr>
        <w:pStyle w:val="libNormal"/>
        <w:rPr>
          <w:lang w:bidi="fa-IR"/>
        </w:rPr>
      </w:pPr>
      <w:r w:rsidRPr="003E3506">
        <w:rPr>
          <w:rtl/>
          <w:lang w:bidi="fa-IR"/>
        </w:rPr>
        <w:t>٢٣٨ - اگر انسان غذايى را كه در ظرف طلا يا نقره است در ظرف ديگرى بريزد چنانچه ظرف دوم - به حسب متعارف - واسطه خوردن از ظرف اول نباشد اشكال ندارد.</w:t>
      </w:r>
    </w:p>
    <w:p w:rsidR="003E3506" w:rsidRPr="003E3506" w:rsidRDefault="003E3506" w:rsidP="003E3506">
      <w:pPr>
        <w:pStyle w:val="libNormal"/>
        <w:rPr>
          <w:lang w:bidi="fa-IR"/>
        </w:rPr>
      </w:pPr>
      <w:r w:rsidRPr="003E3506">
        <w:rPr>
          <w:rtl/>
          <w:lang w:bidi="fa-IR"/>
        </w:rPr>
        <w:t>٢٣٩ - استعمال بادگير قليان</w:t>
      </w:r>
      <w:r w:rsidR="000C4B14">
        <w:rPr>
          <w:rtl/>
          <w:lang w:bidi="fa-IR"/>
        </w:rPr>
        <w:t>،</w:t>
      </w:r>
      <w:r w:rsidRPr="003E3506">
        <w:rPr>
          <w:rtl/>
          <w:lang w:bidi="fa-IR"/>
        </w:rPr>
        <w:t xml:space="preserve"> غلاف شمشير</w:t>
      </w:r>
      <w:r w:rsidR="000C4B14">
        <w:rPr>
          <w:rtl/>
          <w:lang w:bidi="fa-IR"/>
        </w:rPr>
        <w:t>،</w:t>
      </w:r>
      <w:r w:rsidRPr="003E3506">
        <w:rPr>
          <w:rtl/>
          <w:lang w:bidi="fa-IR"/>
        </w:rPr>
        <w:t xml:space="preserve"> كارد و قاب قرآن اگر از طلا يا از نقره باشد</w:t>
      </w:r>
      <w:r w:rsidR="000C4B14">
        <w:rPr>
          <w:rtl/>
          <w:lang w:bidi="fa-IR"/>
        </w:rPr>
        <w:t>،</w:t>
      </w:r>
      <w:r w:rsidRPr="003E3506">
        <w:rPr>
          <w:rtl/>
          <w:lang w:bidi="fa-IR"/>
        </w:rPr>
        <w:t xml:space="preserve"> اشكال ندارد</w:t>
      </w:r>
      <w:r w:rsidR="000C4B14">
        <w:rPr>
          <w:rtl/>
          <w:lang w:bidi="fa-IR"/>
        </w:rPr>
        <w:t>،</w:t>
      </w:r>
      <w:r w:rsidRPr="003E3506">
        <w:rPr>
          <w:rtl/>
          <w:lang w:bidi="fa-IR"/>
        </w:rPr>
        <w:t xml:space="preserve"> ولى احتياط مستحب آن است كه عطردان و سرمه دان و ترياكدان طلا و نقره را استعمال نكنند.</w:t>
      </w:r>
    </w:p>
    <w:p w:rsidR="003E3506" w:rsidRPr="003E3506" w:rsidRDefault="003E3506" w:rsidP="003E3506">
      <w:pPr>
        <w:pStyle w:val="libNormal"/>
        <w:rPr>
          <w:lang w:bidi="fa-IR"/>
        </w:rPr>
      </w:pPr>
      <w:r w:rsidRPr="003E3506">
        <w:rPr>
          <w:rtl/>
          <w:lang w:bidi="fa-IR"/>
        </w:rPr>
        <w:t>٢٤٠ - خوردن و آشاميدن از ظرف طلا يا نقره در حال ناچارى به مقدار دفع ضرورت اشكال ندارد</w:t>
      </w:r>
      <w:r w:rsidR="000C4B14">
        <w:rPr>
          <w:rtl/>
          <w:lang w:bidi="fa-IR"/>
        </w:rPr>
        <w:t>،</w:t>
      </w:r>
      <w:r w:rsidRPr="003E3506">
        <w:rPr>
          <w:rtl/>
          <w:lang w:bidi="fa-IR"/>
        </w:rPr>
        <w:t xml:space="preserve"> ولى زياده بر اين مقدار جايز نيست</w:t>
      </w:r>
      <w:r w:rsidR="000C4B14">
        <w:rPr>
          <w:rtl/>
          <w:lang w:bidi="fa-IR"/>
        </w:rPr>
        <w:t>.</w:t>
      </w:r>
    </w:p>
    <w:p w:rsidR="00234FAE" w:rsidRDefault="003E3506" w:rsidP="003E3506">
      <w:pPr>
        <w:pStyle w:val="libNormal"/>
        <w:rPr>
          <w:rtl/>
          <w:lang w:bidi="fa-IR"/>
        </w:rPr>
      </w:pPr>
      <w:r w:rsidRPr="003E3506">
        <w:rPr>
          <w:rtl/>
          <w:lang w:bidi="fa-IR"/>
        </w:rPr>
        <w:t>٢٤١ - استعمال ظرفى كه معلوم نيست از طلا يا نقره است يا از چيز ديگر اشكال ندارد.</w:t>
      </w:r>
    </w:p>
    <w:p w:rsidR="003E3506" w:rsidRPr="003E3506" w:rsidRDefault="00234FAE" w:rsidP="003E3506">
      <w:pPr>
        <w:pStyle w:val="libNormal"/>
        <w:rPr>
          <w:lang w:bidi="fa-IR"/>
        </w:rPr>
      </w:pPr>
      <w:r>
        <w:rPr>
          <w:rtl/>
          <w:lang w:bidi="fa-IR"/>
        </w:rPr>
        <w:br w:type="page"/>
      </w:r>
    </w:p>
    <w:p w:rsidR="003E3506" w:rsidRDefault="00605FAB" w:rsidP="00234FAE">
      <w:pPr>
        <w:pStyle w:val="Heading2"/>
        <w:rPr>
          <w:rtl/>
          <w:lang w:bidi="fa-IR"/>
        </w:rPr>
      </w:pPr>
      <w:bookmarkStart w:id="37" w:name="_Toc24454460"/>
      <w:r>
        <w:rPr>
          <w:rtl/>
          <w:lang w:bidi="fa-IR"/>
        </w:rPr>
        <w:t>(</w:t>
      </w:r>
      <w:r w:rsidR="003E3506" w:rsidRPr="003E3506">
        <w:rPr>
          <w:rtl/>
          <w:lang w:bidi="fa-IR"/>
        </w:rPr>
        <w:t>وضو</w:t>
      </w:r>
      <w:r>
        <w:rPr>
          <w:rtl/>
          <w:lang w:bidi="fa-IR"/>
        </w:rPr>
        <w:t>)</w:t>
      </w:r>
      <w:bookmarkEnd w:id="37"/>
    </w:p>
    <w:p w:rsidR="003E3506" w:rsidRPr="003E3506" w:rsidRDefault="003E3506" w:rsidP="003E3506">
      <w:pPr>
        <w:pStyle w:val="libNormal"/>
        <w:rPr>
          <w:lang w:bidi="fa-IR"/>
        </w:rPr>
      </w:pPr>
      <w:r w:rsidRPr="003E3506">
        <w:rPr>
          <w:rtl/>
          <w:lang w:bidi="fa-IR"/>
        </w:rPr>
        <w:t>٢٤٢ - در وضو واجب است صورت و دستها را بشويند و جلوى سر و روى پاها را مسح كنند.</w:t>
      </w:r>
    </w:p>
    <w:p w:rsidR="003E3506" w:rsidRPr="003E3506" w:rsidRDefault="003E3506" w:rsidP="003E3506">
      <w:pPr>
        <w:pStyle w:val="libNormal"/>
        <w:rPr>
          <w:lang w:bidi="fa-IR"/>
        </w:rPr>
      </w:pPr>
      <w:r w:rsidRPr="003E3506">
        <w:rPr>
          <w:rtl/>
          <w:lang w:bidi="fa-IR"/>
        </w:rPr>
        <w:t>٢٤٣ - درازاى صورت را بايد از بالاى پيشانى جايى كه موى سر بيرون مى آيد تا آخر چانه شست</w:t>
      </w:r>
      <w:r w:rsidR="000C4B14">
        <w:rPr>
          <w:rtl/>
          <w:lang w:bidi="fa-IR"/>
        </w:rPr>
        <w:t>،</w:t>
      </w:r>
      <w:r w:rsidRPr="003E3506">
        <w:rPr>
          <w:rtl/>
          <w:lang w:bidi="fa-IR"/>
        </w:rPr>
        <w:t xml:space="preserve"> و پهناى آن به مقدارى كه بين انگشت وسط و شست قرار مى گيرد بايد شسته شود</w:t>
      </w:r>
      <w:r w:rsidR="000C4B14">
        <w:rPr>
          <w:rtl/>
          <w:lang w:bidi="fa-IR"/>
        </w:rPr>
        <w:t>،</w:t>
      </w:r>
      <w:r w:rsidRPr="003E3506">
        <w:rPr>
          <w:rtl/>
          <w:lang w:bidi="fa-IR"/>
        </w:rPr>
        <w:t xml:space="preserve"> و اگر مختصرى از اين مقدار را نشويند وضو باطل است</w:t>
      </w:r>
      <w:r w:rsidR="000C4B14">
        <w:rPr>
          <w:rtl/>
          <w:lang w:bidi="fa-IR"/>
        </w:rPr>
        <w:t>،</w:t>
      </w:r>
      <w:r w:rsidRPr="003E3506">
        <w:rPr>
          <w:rtl/>
          <w:lang w:bidi="fa-IR"/>
        </w:rPr>
        <w:t xml:space="preserve"> و اگر انسان يقين نكند كه اين مقدار كاملا شسته شده بايد براى اينكه يقين بكند كمى اطراف آن را هم بشويد.</w:t>
      </w:r>
    </w:p>
    <w:p w:rsidR="003E3506" w:rsidRPr="003E3506" w:rsidRDefault="003E3506" w:rsidP="003E3506">
      <w:pPr>
        <w:pStyle w:val="libNormal"/>
        <w:rPr>
          <w:lang w:bidi="fa-IR"/>
        </w:rPr>
      </w:pPr>
      <w:r w:rsidRPr="003E3506">
        <w:rPr>
          <w:rtl/>
          <w:lang w:bidi="fa-IR"/>
        </w:rPr>
        <w:t>٢٤٤ - اگر صورت يا دست كسى كوچكتر يا بزرگتر از متعارف مردم باشد</w:t>
      </w:r>
      <w:r w:rsidR="000C4B14">
        <w:rPr>
          <w:rtl/>
          <w:lang w:bidi="fa-IR"/>
        </w:rPr>
        <w:t>،</w:t>
      </w:r>
      <w:r w:rsidRPr="003E3506">
        <w:rPr>
          <w:rtl/>
          <w:lang w:bidi="fa-IR"/>
        </w:rPr>
        <w:t xml:space="preserve"> بايد ملاحظه كند كه مردمان متعارف تا كجاى صورت خود را مى شويند</w:t>
      </w:r>
      <w:r w:rsidR="000C4B14">
        <w:rPr>
          <w:rtl/>
          <w:lang w:bidi="fa-IR"/>
        </w:rPr>
        <w:t>،</w:t>
      </w:r>
      <w:r w:rsidRPr="003E3506">
        <w:rPr>
          <w:rtl/>
          <w:lang w:bidi="fa-IR"/>
        </w:rPr>
        <w:t xml:space="preserve"> او هم تا همانجا بشويد.</w:t>
      </w:r>
    </w:p>
    <w:p w:rsidR="003E3506" w:rsidRPr="003E3506" w:rsidRDefault="003E3506" w:rsidP="003E3506">
      <w:pPr>
        <w:pStyle w:val="libNormal"/>
        <w:rPr>
          <w:lang w:bidi="fa-IR"/>
        </w:rPr>
      </w:pPr>
      <w:r w:rsidRPr="003E3506">
        <w:rPr>
          <w:rtl/>
          <w:lang w:bidi="fa-IR"/>
        </w:rPr>
        <w:t>و نيز اگر در پيشانى او مو روييده يا جلوى سرش مو ندارد بايد به اندازه معمول پيشانى را بشويد.</w:t>
      </w:r>
    </w:p>
    <w:p w:rsidR="003E3506" w:rsidRPr="003E3506" w:rsidRDefault="003E3506" w:rsidP="003E3506">
      <w:pPr>
        <w:pStyle w:val="libNormal"/>
        <w:rPr>
          <w:lang w:bidi="fa-IR"/>
        </w:rPr>
      </w:pPr>
      <w:r w:rsidRPr="003E3506">
        <w:rPr>
          <w:rtl/>
          <w:lang w:bidi="fa-IR"/>
        </w:rPr>
        <w:t>٢٤٥ - اگر احتمال دهد چرك يا چيز ديگرى در ابروها و گوشه هاى چشم و لب او هست كه نمى گذارد آب به آنها برسد</w:t>
      </w:r>
      <w:r w:rsidR="000C4B14">
        <w:rPr>
          <w:rtl/>
          <w:lang w:bidi="fa-IR"/>
        </w:rPr>
        <w:t>،</w:t>
      </w:r>
      <w:r w:rsidRPr="003E3506">
        <w:rPr>
          <w:rtl/>
          <w:lang w:bidi="fa-IR"/>
        </w:rPr>
        <w:t xml:space="preserve"> چنانچه احتمال او در نظر مردم به جا باشد</w:t>
      </w:r>
      <w:r w:rsidR="000C4B14">
        <w:rPr>
          <w:rtl/>
          <w:lang w:bidi="fa-IR"/>
        </w:rPr>
        <w:t>،</w:t>
      </w:r>
      <w:r w:rsidRPr="003E3506">
        <w:rPr>
          <w:rtl/>
          <w:lang w:bidi="fa-IR"/>
        </w:rPr>
        <w:t xml:space="preserve"> بايد پيش از وضو وارسى كند كه اگر هست برطرف نمايد.</w:t>
      </w:r>
    </w:p>
    <w:p w:rsidR="003E3506" w:rsidRPr="003E3506" w:rsidRDefault="003E3506" w:rsidP="003E3506">
      <w:pPr>
        <w:pStyle w:val="libNormal"/>
        <w:rPr>
          <w:lang w:bidi="fa-IR"/>
        </w:rPr>
      </w:pPr>
      <w:r w:rsidRPr="003E3506">
        <w:rPr>
          <w:rtl/>
          <w:lang w:bidi="fa-IR"/>
        </w:rPr>
        <w:t>٢٤٦ - اگر پوست صورت از لاى مو پيدا باشد بايد آب را به پوست برساند</w:t>
      </w:r>
      <w:r w:rsidR="000C4B14">
        <w:rPr>
          <w:rtl/>
          <w:lang w:bidi="fa-IR"/>
        </w:rPr>
        <w:t>،</w:t>
      </w:r>
      <w:r w:rsidRPr="003E3506">
        <w:rPr>
          <w:rtl/>
          <w:lang w:bidi="fa-IR"/>
        </w:rPr>
        <w:t xml:space="preserve"> و اگر پيدا نباشد شستن مو كافى است</w:t>
      </w:r>
      <w:r w:rsidR="000C4B14">
        <w:rPr>
          <w:rtl/>
          <w:lang w:bidi="fa-IR"/>
        </w:rPr>
        <w:t>،</w:t>
      </w:r>
      <w:r w:rsidRPr="003E3506">
        <w:rPr>
          <w:rtl/>
          <w:lang w:bidi="fa-IR"/>
        </w:rPr>
        <w:t xml:space="preserve"> و رساندن آب به زير آن لازم نيست</w:t>
      </w:r>
      <w:r w:rsidR="000C4B14">
        <w:rPr>
          <w:rtl/>
          <w:lang w:bidi="fa-IR"/>
        </w:rPr>
        <w:t>.</w:t>
      </w:r>
    </w:p>
    <w:p w:rsidR="003E3506" w:rsidRPr="003E3506" w:rsidRDefault="003E3506" w:rsidP="003E3506">
      <w:pPr>
        <w:pStyle w:val="libNormal"/>
        <w:rPr>
          <w:lang w:bidi="fa-IR"/>
        </w:rPr>
      </w:pPr>
      <w:r w:rsidRPr="003E3506">
        <w:rPr>
          <w:rtl/>
          <w:lang w:bidi="fa-IR"/>
        </w:rPr>
        <w:t>٢٤٧ - اگر شك كند پوست صورت از لاى مو پيدا است يا نه</w:t>
      </w:r>
      <w:r w:rsidR="000C4B14">
        <w:rPr>
          <w:rtl/>
          <w:lang w:bidi="fa-IR"/>
        </w:rPr>
        <w:t>،</w:t>
      </w:r>
      <w:r w:rsidRPr="003E3506">
        <w:rPr>
          <w:rtl/>
          <w:lang w:bidi="fa-IR"/>
        </w:rPr>
        <w:t xml:space="preserve"> بنابر احتياط واجب بايد مو را بشويد و آب را به پوست هم برساند.</w:t>
      </w:r>
    </w:p>
    <w:p w:rsidR="003E3506" w:rsidRPr="003E3506" w:rsidRDefault="003E3506" w:rsidP="003E3506">
      <w:pPr>
        <w:pStyle w:val="libNormal"/>
        <w:rPr>
          <w:lang w:bidi="fa-IR"/>
        </w:rPr>
      </w:pPr>
      <w:r w:rsidRPr="003E3506">
        <w:rPr>
          <w:rtl/>
          <w:lang w:bidi="fa-IR"/>
        </w:rPr>
        <w:t>٢٤٨ - شستن توى بينى و مقدارى از لب و چشم كه در وقت بستن ديده نمى شود واجب نيست</w:t>
      </w:r>
      <w:r w:rsidR="000C4B14">
        <w:rPr>
          <w:rtl/>
          <w:lang w:bidi="fa-IR"/>
        </w:rPr>
        <w:t>،</w:t>
      </w:r>
      <w:r w:rsidRPr="003E3506">
        <w:rPr>
          <w:rtl/>
          <w:lang w:bidi="fa-IR"/>
        </w:rPr>
        <w:t xml:space="preserve"> ولى انسان اگر يقين نكند كه از جاهايى كه بايد شسته شود چيزى باقى نمانده واجب است براى آنكه يقين كند</w:t>
      </w:r>
      <w:r w:rsidR="000C4B14">
        <w:rPr>
          <w:rtl/>
          <w:lang w:bidi="fa-IR"/>
        </w:rPr>
        <w:t>،</w:t>
      </w:r>
      <w:r w:rsidRPr="003E3506">
        <w:rPr>
          <w:rtl/>
          <w:lang w:bidi="fa-IR"/>
        </w:rPr>
        <w:t xml:space="preserve"> مقدارى از آنها را هم بشويد و كسى كه اين امر را نمى دانسته اگر </w:t>
      </w:r>
      <w:r w:rsidRPr="003E3506">
        <w:rPr>
          <w:rtl/>
          <w:lang w:bidi="fa-IR"/>
        </w:rPr>
        <w:lastRenderedPageBreak/>
        <w:t>نداند در وضوهايى كه گرفته مقدار لازم را شسته يا نه</w:t>
      </w:r>
      <w:r w:rsidR="000C4B14">
        <w:rPr>
          <w:rtl/>
          <w:lang w:bidi="fa-IR"/>
        </w:rPr>
        <w:t>،</w:t>
      </w:r>
      <w:r w:rsidRPr="003E3506">
        <w:rPr>
          <w:rtl/>
          <w:lang w:bidi="fa-IR"/>
        </w:rPr>
        <w:t xml:space="preserve"> نمازى را كه با آن وضو خوانده صحيح است و لازم نيست براى نماز بعدى دوباره وضو بگيرد.</w:t>
      </w:r>
    </w:p>
    <w:p w:rsidR="003E3506" w:rsidRPr="003E3506" w:rsidRDefault="003E3506" w:rsidP="003E3506">
      <w:pPr>
        <w:pStyle w:val="libNormal"/>
        <w:rPr>
          <w:lang w:bidi="fa-IR"/>
        </w:rPr>
      </w:pPr>
      <w:r w:rsidRPr="003E3506">
        <w:rPr>
          <w:rtl/>
          <w:lang w:bidi="fa-IR"/>
        </w:rPr>
        <w:t>٢٤٩ - بايد دستها - و همچنين صورت را بنابر احتياط لازم - از بالا به پايين شست و اگر از پايين به بالا بشويد وضو باطل است</w:t>
      </w:r>
      <w:r w:rsidR="000C4B14">
        <w:rPr>
          <w:rtl/>
          <w:lang w:bidi="fa-IR"/>
        </w:rPr>
        <w:t>.</w:t>
      </w:r>
    </w:p>
    <w:p w:rsidR="003E3506" w:rsidRPr="003E3506" w:rsidRDefault="003E3506" w:rsidP="003E3506">
      <w:pPr>
        <w:pStyle w:val="libNormal"/>
        <w:rPr>
          <w:lang w:bidi="fa-IR"/>
        </w:rPr>
      </w:pPr>
      <w:r w:rsidRPr="003E3506">
        <w:rPr>
          <w:rtl/>
          <w:lang w:bidi="fa-IR"/>
        </w:rPr>
        <w:t>٢٥٠ - اگر دست را تر كند و به صورت و دستها بكشد چنانچه ترى دست به قدرى باشد كه به واسطه كشيدن دست آب آنها را فرا گيرد كافى است و لازم نيست كه بر آنها جارى شود.</w:t>
      </w:r>
    </w:p>
    <w:p w:rsidR="003E3506" w:rsidRPr="003E3506" w:rsidRDefault="003E3506" w:rsidP="003E3506">
      <w:pPr>
        <w:pStyle w:val="libNormal"/>
        <w:rPr>
          <w:lang w:bidi="fa-IR"/>
        </w:rPr>
      </w:pPr>
      <w:r w:rsidRPr="003E3506">
        <w:rPr>
          <w:rtl/>
          <w:lang w:bidi="fa-IR"/>
        </w:rPr>
        <w:t>٢٥١ - بعد از شستن صورت بايد دست راست و بعد از آن دست چپ را از آرنج تا سر انگشتها بشويد.</w:t>
      </w:r>
    </w:p>
    <w:p w:rsidR="003E3506" w:rsidRPr="003E3506" w:rsidRDefault="003E3506" w:rsidP="003E3506">
      <w:pPr>
        <w:pStyle w:val="libNormal"/>
        <w:rPr>
          <w:lang w:bidi="fa-IR"/>
        </w:rPr>
      </w:pPr>
      <w:r w:rsidRPr="003E3506">
        <w:rPr>
          <w:rtl/>
          <w:lang w:bidi="fa-IR"/>
        </w:rPr>
        <w:t>٢٥٢ - اگر انسان يقين نكند كه آرنج را كاملا شسته بايد براى آنكه يقين كند</w:t>
      </w:r>
      <w:r w:rsidR="000C4B14">
        <w:rPr>
          <w:rtl/>
          <w:lang w:bidi="fa-IR"/>
        </w:rPr>
        <w:t>،</w:t>
      </w:r>
      <w:r w:rsidRPr="003E3506">
        <w:rPr>
          <w:rtl/>
          <w:lang w:bidi="fa-IR"/>
        </w:rPr>
        <w:t xml:space="preserve"> مقدارى بالاتر از آرنج را هم بشويد.</w:t>
      </w:r>
    </w:p>
    <w:p w:rsidR="003E3506" w:rsidRPr="003E3506" w:rsidRDefault="003E3506" w:rsidP="003E3506">
      <w:pPr>
        <w:pStyle w:val="libNormal"/>
        <w:rPr>
          <w:lang w:bidi="fa-IR"/>
        </w:rPr>
      </w:pPr>
      <w:r w:rsidRPr="003E3506">
        <w:rPr>
          <w:rtl/>
          <w:lang w:bidi="fa-IR"/>
        </w:rPr>
        <w:t>٢٥٣ - كسى كه پيش از شستن صورت دستهاى خود را تا مچ شسته</w:t>
      </w:r>
      <w:r w:rsidR="000C4B14">
        <w:rPr>
          <w:rtl/>
          <w:lang w:bidi="fa-IR"/>
        </w:rPr>
        <w:t>،</w:t>
      </w:r>
      <w:r w:rsidRPr="003E3506">
        <w:rPr>
          <w:rtl/>
          <w:lang w:bidi="fa-IR"/>
        </w:rPr>
        <w:t xml:space="preserve"> در موقع وضو بايد تا سر انگشتان بشويد</w:t>
      </w:r>
      <w:r w:rsidR="000C4B14">
        <w:rPr>
          <w:rtl/>
          <w:lang w:bidi="fa-IR"/>
        </w:rPr>
        <w:t>،</w:t>
      </w:r>
      <w:r w:rsidRPr="003E3506">
        <w:rPr>
          <w:rtl/>
          <w:lang w:bidi="fa-IR"/>
        </w:rPr>
        <w:t xml:space="preserve"> و اگر فقط تا مچ بشويد وضوى او باطل است</w:t>
      </w:r>
      <w:r w:rsidR="000C4B14">
        <w:rPr>
          <w:rtl/>
          <w:lang w:bidi="fa-IR"/>
        </w:rPr>
        <w:t>.</w:t>
      </w:r>
    </w:p>
    <w:p w:rsidR="003E3506" w:rsidRPr="003E3506" w:rsidRDefault="003E3506" w:rsidP="003E3506">
      <w:pPr>
        <w:pStyle w:val="libNormal"/>
        <w:rPr>
          <w:lang w:bidi="fa-IR"/>
        </w:rPr>
      </w:pPr>
      <w:r w:rsidRPr="003E3506">
        <w:rPr>
          <w:rtl/>
          <w:lang w:bidi="fa-IR"/>
        </w:rPr>
        <w:t>٢٥٤ - در وضو شستن صورت و دستها مرتبه اول واجب</w:t>
      </w:r>
      <w:r w:rsidR="000C4B14">
        <w:rPr>
          <w:rtl/>
          <w:lang w:bidi="fa-IR"/>
        </w:rPr>
        <w:t>،</w:t>
      </w:r>
      <w:r w:rsidRPr="003E3506">
        <w:rPr>
          <w:rtl/>
          <w:lang w:bidi="fa-IR"/>
        </w:rPr>
        <w:t xml:space="preserve"> و مرتبه دوم مستحب</w:t>
      </w:r>
      <w:r w:rsidR="000C4B14">
        <w:rPr>
          <w:rtl/>
          <w:lang w:bidi="fa-IR"/>
        </w:rPr>
        <w:t>،</w:t>
      </w:r>
      <w:r w:rsidRPr="003E3506">
        <w:rPr>
          <w:rtl/>
          <w:lang w:bidi="fa-IR"/>
        </w:rPr>
        <w:t xml:space="preserve"> و مرتبه سوم</w:t>
      </w:r>
      <w:r w:rsidR="000C4B14">
        <w:rPr>
          <w:rtl/>
          <w:lang w:bidi="fa-IR"/>
        </w:rPr>
        <w:t>،</w:t>
      </w:r>
      <w:r w:rsidRPr="003E3506">
        <w:rPr>
          <w:rtl/>
          <w:lang w:bidi="fa-IR"/>
        </w:rPr>
        <w:t xml:space="preserve"> و بيشتر از آن حرام مى باشد</w:t>
      </w:r>
      <w:r w:rsidR="000C4B14">
        <w:rPr>
          <w:rtl/>
          <w:lang w:bidi="fa-IR"/>
        </w:rPr>
        <w:t>،</w:t>
      </w:r>
      <w:r w:rsidRPr="003E3506">
        <w:rPr>
          <w:rtl/>
          <w:lang w:bidi="fa-IR"/>
        </w:rPr>
        <w:t xml:space="preserve"> و شستن مرتبه اول وقتى تمام مى شود كه به قصد وضو آن مقدار آب به صورت يا دست بريزد كه آب تمام آن را فرا بگيرد و ديگر جايى براى احتياط باقى نماند</w:t>
      </w:r>
      <w:r w:rsidR="000C4B14">
        <w:rPr>
          <w:rtl/>
          <w:lang w:bidi="fa-IR"/>
        </w:rPr>
        <w:t>،</w:t>
      </w:r>
      <w:r w:rsidRPr="003E3506">
        <w:rPr>
          <w:rtl/>
          <w:lang w:bidi="fa-IR"/>
        </w:rPr>
        <w:t xml:space="preserve"> پس اگر به قصد شستن مرتبه اول مثلا ده مرتبه آب به صورت بريزد تا اينكه آب همه آن را فرا بگيرد اشكال ندارد</w:t>
      </w:r>
      <w:r w:rsidR="000C4B14">
        <w:rPr>
          <w:rtl/>
          <w:lang w:bidi="fa-IR"/>
        </w:rPr>
        <w:t>،</w:t>
      </w:r>
      <w:r w:rsidRPr="003E3506">
        <w:rPr>
          <w:rtl/>
          <w:lang w:bidi="fa-IR"/>
        </w:rPr>
        <w:t xml:space="preserve"> و تا وقتى كه قصد وضو و شستن صورت مثلا نكند شستن اول محقق نمى شود</w:t>
      </w:r>
      <w:r w:rsidR="000C4B14">
        <w:rPr>
          <w:rtl/>
          <w:lang w:bidi="fa-IR"/>
        </w:rPr>
        <w:t>،</w:t>
      </w:r>
      <w:r w:rsidRPr="003E3506">
        <w:rPr>
          <w:rtl/>
          <w:lang w:bidi="fa-IR"/>
        </w:rPr>
        <w:t xml:space="preserve"> پس مى تواند چند مرتبه همه صورت را بشويد و در آخرين مرتبه قصد شستن وضوئى نمايد</w:t>
      </w:r>
      <w:r w:rsidR="000C4B14">
        <w:rPr>
          <w:rtl/>
          <w:lang w:bidi="fa-IR"/>
        </w:rPr>
        <w:t>،</w:t>
      </w:r>
      <w:r w:rsidRPr="003E3506">
        <w:rPr>
          <w:rtl/>
          <w:lang w:bidi="fa-IR"/>
        </w:rPr>
        <w:t xml:space="preserve"> ولى اعتبار قصد در شستن دوم خالى از اشكال نيست و احتياط لازم آن است كه بيش از يك مرتبه بعد از مرتبه اول صورت و يا دستها را نشويد اگر چه به قصد وضو هم نباشد.</w:t>
      </w:r>
    </w:p>
    <w:p w:rsidR="003E3506" w:rsidRPr="003E3506" w:rsidRDefault="003E3506" w:rsidP="003E3506">
      <w:pPr>
        <w:pStyle w:val="libNormal"/>
        <w:rPr>
          <w:lang w:bidi="fa-IR"/>
        </w:rPr>
      </w:pPr>
      <w:r w:rsidRPr="003E3506">
        <w:rPr>
          <w:rtl/>
          <w:lang w:bidi="fa-IR"/>
        </w:rPr>
        <w:lastRenderedPageBreak/>
        <w:t>٢٥٥ - بعد از شستن هر دو دست بايد جلوى سر را با ترى آب وضو كه در دست مانده</w:t>
      </w:r>
      <w:r w:rsidR="000C4B14">
        <w:rPr>
          <w:rtl/>
          <w:lang w:bidi="fa-IR"/>
        </w:rPr>
        <w:t>،</w:t>
      </w:r>
      <w:r w:rsidRPr="003E3506">
        <w:rPr>
          <w:rtl/>
          <w:lang w:bidi="fa-IR"/>
        </w:rPr>
        <w:t xml:space="preserve"> مسح كند</w:t>
      </w:r>
      <w:r w:rsidR="000C4B14">
        <w:rPr>
          <w:rtl/>
          <w:lang w:bidi="fa-IR"/>
        </w:rPr>
        <w:t>،</w:t>
      </w:r>
      <w:r w:rsidRPr="003E3506">
        <w:rPr>
          <w:rtl/>
          <w:lang w:bidi="fa-IR"/>
        </w:rPr>
        <w:t xml:space="preserve"> و احتياط مستحب آن است كه با كف دست راست مسح نمايد. و مسح را از بالا به پايين انجام دهد.</w:t>
      </w:r>
    </w:p>
    <w:p w:rsidR="003E3506" w:rsidRPr="003E3506" w:rsidRDefault="003E3506" w:rsidP="003E3506">
      <w:pPr>
        <w:pStyle w:val="libNormal"/>
        <w:rPr>
          <w:lang w:bidi="fa-IR"/>
        </w:rPr>
      </w:pPr>
      <w:r w:rsidRPr="003E3506">
        <w:rPr>
          <w:rtl/>
          <w:lang w:bidi="fa-IR"/>
        </w:rPr>
        <w:t>٢٥٦ - يك قسمت از چهار قسمت سر</w:t>
      </w:r>
      <w:r w:rsidR="000C4B14">
        <w:rPr>
          <w:rtl/>
          <w:lang w:bidi="fa-IR"/>
        </w:rPr>
        <w:t>،</w:t>
      </w:r>
      <w:r w:rsidRPr="003E3506">
        <w:rPr>
          <w:rtl/>
          <w:lang w:bidi="fa-IR"/>
        </w:rPr>
        <w:t xml:space="preserve"> كه مقابل پيشانى است جاى مسح مى باشد</w:t>
      </w:r>
      <w:r w:rsidR="000C4B14">
        <w:rPr>
          <w:rtl/>
          <w:lang w:bidi="fa-IR"/>
        </w:rPr>
        <w:t>،</w:t>
      </w:r>
      <w:r w:rsidRPr="003E3506">
        <w:rPr>
          <w:rtl/>
          <w:lang w:bidi="fa-IR"/>
        </w:rPr>
        <w:t xml:space="preserve"> و هر جاى اين قسمت را به هر اندازه مسح كند كافى است</w:t>
      </w:r>
      <w:r w:rsidR="000C4B14">
        <w:rPr>
          <w:rtl/>
          <w:lang w:bidi="fa-IR"/>
        </w:rPr>
        <w:t>،</w:t>
      </w:r>
      <w:r w:rsidRPr="003E3506">
        <w:rPr>
          <w:rtl/>
          <w:lang w:bidi="fa-IR"/>
        </w:rPr>
        <w:t xml:space="preserve"> اگر چه احتياط مستحب آن است كه از درازا به اندازه درازى يك انگشت و از پهنا به اندازه پهناى سه انگشت بسته مسح نمايد.</w:t>
      </w:r>
    </w:p>
    <w:p w:rsidR="003E3506" w:rsidRPr="003E3506" w:rsidRDefault="003E3506" w:rsidP="003E3506">
      <w:pPr>
        <w:pStyle w:val="libNormal"/>
        <w:rPr>
          <w:lang w:bidi="fa-IR"/>
        </w:rPr>
      </w:pPr>
      <w:r w:rsidRPr="003E3506">
        <w:rPr>
          <w:rtl/>
          <w:lang w:bidi="fa-IR"/>
        </w:rPr>
        <w:t>٢٥٧ - لازم نيست مسح سر بر پوست آن باشد بلكه بر موى جلوى سر هم صحيح است</w:t>
      </w:r>
      <w:r w:rsidR="000C4B14">
        <w:rPr>
          <w:rtl/>
          <w:lang w:bidi="fa-IR"/>
        </w:rPr>
        <w:t>،</w:t>
      </w:r>
      <w:r w:rsidRPr="003E3506">
        <w:rPr>
          <w:rtl/>
          <w:lang w:bidi="fa-IR"/>
        </w:rPr>
        <w:t xml:space="preserve"> ولى كسى كه موى جلوى سر او به اندازه اى بلند است كه اگر مثلا شانه كند به صورتش مى ريزد</w:t>
      </w:r>
      <w:r w:rsidR="000C4B14">
        <w:rPr>
          <w:rtl/>
          <w:lang w:bidi="fa-IR"/>
        </w:rPr>
        <w:t>،</w:t>
      </w:r>
      <w:r w:rsidRPr="003E3506">
        <w:rPr>
          <w:rtl/>
          <w:lang w:bidi="fa-IR"/>
        </w:rPr>
        <w:t xml:space="preserve"> يا به جاهاى ديگر سر مى رسد</w:t>
      </w:r>
      <w:r w:rsidR="000C4B14">
        <w:rPr>
          <w:rtl/>
          <w:lang w:bidi="fa-IR"/>
        </w:rPr>
        <w:t>،</w:t>
      </w:r>
      <w:r w:rsidRPr="003E3506">
        <w:rPr>
          <w:rtl/>
          <w:lang w:bidi="fa-IR"/>
        </w:rPr>
        <w:t xml:space="preserve"> بايد بيخ موها را مسح كند</w:t>
      </w:r>
      <w:r w:rsidR="000C4B14">
        <w:rPr>
          <w:rtl/>
          <w:lang w:bidi="fa-IR"/>
        </w:rPr>
        <w:t>،</w:t>
      </w:r>
      <w:r w:rsidRPr="003E3506">
        <w:rPr>
          <w:rtl/>
          <w:lang w:bidi="fa-IR"/>
        </w:rPr>
        <w:t xml:space="preserve"> يا فرق سر را باز كرده پوست سر را مسح نمايد</w:t>
      </w:r>
      <w:r w:rsidR="000C4B14">
        <w:rPr>
          <w:rtl/>
          <w:lang w:bidi="fa-IR"/>
        </w:rPr>
        <w:t>،</w:t>
      </w:r>
      <w:r w:rsidRPr="003E3506">
        <w:rPr>
          <w:rtl/>
          <w:lang w:bidi="fa-IR"/>
        </w:rPr>
        <w:t xml:space="preserve"> و اگر موهايى را كه به صورت مى ريزد يا به جاى ديگر سر مى رسد جلوى سر جمع كند و بر آنها مسح نمايد</w:t>
      </w:r>
      <w:r w:rsidR="000C4B14">
        <w:rPr>
          <w:rtl/>
          <w:lang w:bidi="fa-IR"/>
        </w:rPr>
        <w:t>،</w:t>
      </w:r>
      <w:r w:rsidRPr="003E3506">
        <w:rPr>
          <w:rtl/>
          <w:lang w:bidi="fa-IR"/>
        </w:rPr>
        <w:t xml:space="preserve"> يا بر موى جاهاى ديگر سر</w:t>
      </w:r>
      <w:r w:rsidR="000C4B14">
        <w:rPr>
          <w:rtl/>
          <w:lang w:bidi="fa-IR"/>
        </w:rPr>
        <w:t>،</w:t>
      </w:r>
      <w:r w:rsidRPr="003E3506">
        <w:rPr>
          <w:rtl/>
          <w:lang w:bidi="fa-IR"/>
        </w:rPr>
        <w:t xml:space="preserve"> كه جلوى آن آمده مسح كند چنين مسحى باطل است</w:t>
      </w:r>
      <w:r w:rsidR="000C4B14">
        <w:rPr>
          <w:rtl/>
          <w:lang w:bidi="fa-IR"/>
        </w:rPr>
        <w:t>.</w:t>
      </w:r>
    </w:p>
    <w:p w:rsidR="003E3506" w:rsidRPr="003E3506" w:rsidRDefault="003E3506" w:rsidP="003E3506">
      <w:pPr>
        <w:pStyle w:val="libNormal"/>
        <w:rPr>
          <w:lang w:bidi="fa-IR"/>
        </w:rPr>
      </w:pPr>
      <w:r w:rsidRPr="003E3506">
        <w:rPr>
          <w:rtl/>
          <w:lang w:bidi="fa-IR"/>
        </w:rPr>
        <w:t>٢٥٨ - بعد از مسح سر بايد با ترى آب وضو كه در دست مانده</w:t>
      </w:r>
      <w:r w:rsidR="000C4B14">
        <w:rPr>
          <w:rtl/>
          <w:lang w:bidi="fa-IR"/>
        </w:rPr>
        <w:t>،</w:t>
      </w:r>
      <w:r w:rsidRPr="003E3506">
        <w:rPr>
          <w:rtl/>
          <w:lang w:bidi="fa-IR"/>
        </w:rPr>
        <w:t xml:space="preserve"> روى پاها از سر يكى از انگشتها تا مفصل مسح نمايد و احتياط مستحب آن است كه پاى راست را با دست راست و پاى چپ را با دست چپ مسح نمايد.</w:t>
      </w:r>
    </w:p>
    <w:p w:rsidR="003E3506" w:rsidRPr="003E3506" w:rsidRDefault="003E3506" w:rsidP="003E3506">
      <w:pPr>
        <w:pStyle w:val="libNormal"/>
        <w:rPr>
          <w:lang w:bidi="fa-IR"/>
        </w:rPr>
      </w:pPr>
      <w:r w:rsidRPr="003E3506">
        <w:rPr>
          <w:rtl/>
          <w:lang w:bidi="fa-IR"/>
        </w:rPr>
        <w:t>٢٥٩ - پهناى مسح پا به هر اندازه باشد كافى است</w:t>
      </w:r>
      <w:r w:rsidR="000C4B14">
        <w:rPr>
          <w:rtl/>
          <w:lang w:bidi="fa-IR"/>
        </w:rPr>
        <w:t>،</w:t>
      </w:r>
      <w:r w:rsidRPr="003E3506">
        <w:rPr>
          <w:rtl/>
          <w:lang w:bidi="fa-IR"/>
        </w:rPr>
        <w:t xml:space="preserve"> ولى بهتر آن است كه به اندازه پهناى سه انگشت بسته بلكه تمام روى پا را با تمام دست مسح نمايد. ٢٦٠ - احتياط آن است كه در مسح پا دست را بر سر انگشتها بگذارد و بعد به پشت پا بكشد يا آنكه دست را به مفصل گذاشته و تا سر انگشتها بكشد نه آنكه تمام دست را روى پا بگذارد و كمى بكشد.</w:t>
      </w:r>
    </w:p>
    <w:p w:rsidR="003E3506" w:rsidRPr="003E3506" w:rsidRDefault="003E3506" w:rsidP="003E3506">
      <w:pPr>
        <w:pStyle w:val="libNormal"/>
        <w:rPr>
          <w:lang w:bidi="fa-IR"/>
        </w:rPr>
      </w:pPr>
      <w:r w:rsidRPr="003E3506">
        <w:rPr>
          <w:rtl/>
          <w:lang w:bidi="fa-IR"/>
        </w:rPr>
        <w:t>٢٦١ - در مسح سر و روى پا بايد دست را روى آنها بكشد</w:t>
      </w:r>
      <w:r w:rsidR="000C4B14">
        <w:rPr>
          <w:rtl/>
          <w:lang w:bidi="fa-IR"/>
        </w:rPr>
        <w:t>،</w:t>
      </w:r>
      <w:r w:rsidRPr="003E3506">
        <w:rPr>
          <w:rtl/>
          <w:lang w:bidi="fa-IR"/>
        </w:rPr>
        <w:t xml:space="preserve"> و اگر دست را نگه دارد و سر يا پا را به آن بكشد باطل است</w:t>
      </w:r>
      <w:r w:rsidR="000C4B14">
        <w:rPr>
          <w:rtl/>
          <w:lang w:bidi="fa-IR"/>
        </w:rPr>
        <w:t>،</w:t>
      </w:r>
      <w:r w:rsidRPr="003E3506">
        <w:rPr>
          <w:rtl/>
          <w:lang w:bidi="fa-IR"/>
        </w:rPr>
        <w:t xml:space="preserve"> ولى اگر موقعى كه دست را مى كشد سر يا پا مختصر حركت كند اشكال ندارد.</w:t>
      </w:r>
    </w:p>
    <w:p w:rsidR="003E3506" w:rsidRPr="003E3506" w:rsidRDefault="003E3506" w:rsidP="003E3506">
      <w:pPr>
        <w:pStyle w:val="libNormal"/>
        <w:rPr>
          <w:lang w:bidi="fa-IR"/>
        </w:rPr>
      </w:pPr>
      <w:r w:rsidRPr="003E3506">
        <w:rPr>
          <w:rtl/>
          <w:lang w:bidi="fa-IR"/>
        </w:rPr>
        <w:lastRenderedPageBreak/>
        <w:t>٢٦٢ - جاى مسح بايد خشك باشد و اگر به قدرى تر باشد كه رطوبت كف دست به آن اثر نكند مسح باطل است ولى اگر نمناك باشد يا آنكه ترى آن به قدرى كم باشد كه در رطوبت كف دست مستهلك باشد اشكال ندارد.</w:t>
      </w:r>
    </w:p>
    <w:p w:rsidR="003E3506" w:rsidRPr="003E3506" w:rsidRDefault="003E3506" w:rsidP="003E3506">
      <w:pPr>
        <w:pStyle w:val="libNormal"/>
        <w:rPr>
          <w:lang w:bidi="fa-IR"/>
        </w:rPr>
      </w:pPr>
      <w:r w:rsidRPr="003E3506">
        <w:rPr>
          <w:rtl/>
          <w:lang w:bidi="fa-IR"/>
        </w:rPr>
        <w:t>٢٦٣ - اگر براى مسح</w:t>
      </w:r>
      <w:r w:rsidR="000C4B14">
        <w:rPr>
          <w:rtl/>
          <w:lang w:bidi="fa-IR"/>
        </w:rPr>
        <w:t>،</w:t>
      </w:r>
      <w:r w:rsidRPr="003E3506">
        <w:rPr>
          <w:rtl/>
          <w:lang w:bidi="fa-IR"/>
        </w:rPr>
        <w:t xml:space="preserve"> رطوبتى در كف دست نمانده باشد نمى تواند دست را با آب خارج تر كند</w:t>
      </w:r>
      <w:r w:rsidR="000C4B14">
        <w:rPr>
          <w:rtl/>
          <w:lang w:bidi="fa-IR"/>
        </w:rPr>
        <w:t>،</w:t>
      </w:r>
      <w:r w:rsidRPr="003E3506">
        <w:rPr>
          <w:rtl/>
          <w:lang w:bidi="fa-IR"/>
        </w:rPr>
        <w:t xml:space="preserve"> بلكه بايد از ريش خود رطوبت بگيرد و با آن مسح نمايد و گرفتن رطوبت از غير ريش و مسح نمودن با آن محل اشكال است</w:t>
      </w:r>
      <w:r w:rsidR="000C4B14">
        <w:rPr>
          <w:rtl/>
          <w:lang w:bidi="fa-IR"/>
        </w:rPr>
        <w:t>.</w:t>
      </w:r>
    </w:p>
    <w:p w:rsidR="003E3506" w:rsidRPr="003E3506" w:rsidRDefault="003E3506" w:rsidP="003E3506">
      <w:pPr>
        <w:pStyle w:val="libNormal"/>
        <w:rPr>
          <w:lang w:bidi="fa-IR"/>
        </w:rPr>
      </w:pPr>
      <w:r w:rsidRPr="003E3506">
        <w:rPr>
          <w:rtl/>
          <w:lang w:bidi="fa-IR"/>
        </w:rPr>
        <w:t>٢٦٤ - اگر رطوبت كف دست فقط به اندازه مسح سر باشد احتياط واجب آن است كه سر را با همان رطوبت مسح كند</w:t>
      </w:r>
      <w:r w:rsidR="000C4B14">
        <w:rPr>
          <w:rtl/>
          <w:lang w:bidi="fa-IR"/>
        </w:rPr>
        <w:t>،</w:t>
      </w:r>
      <w:r w:rsidRPr="003E3506">
        <w:rPr>
          <w:rtl/>
          <w:lang w:bidi="fa-IR"/>
        </w:rPr>
        <w:t xml:space="preserve"> و براى مسح پاها از ريش خود رطوبت بگيرد.</w:t>
      </w:r>
    </w:p>
    <w:p w:rsidR="003E3506" w:rsidRPr="003E3506" w:rsidRDefault="003E3506" w:rsidP="003E3506">
      <w:pPr>
        <w:pStyle w:val="libNormal"/>
        <w:rPr>
          <w:lang w:bidi="fa-IR"/>
        </w:rPr>
      </w:pPr>
      <w:r w:rsidRPr="003E3506">
        <w:rPr>
          <w:rtl/>
          <w:lang w:bidi="fa-IR"/>
        </w:rPr>
        <w:t>٢٦٥ - مسح كردن از روى جوراب و كفش باطل است</w:t>
      </w:r>
      <w:r w:rsidR="000C4B14">
        <w:rPr>
          <w:rtl/>
          <w:lang w:bidi="fa-IR"/>
        </w:rPr>
        <w:t>،</w:t>
      </w:r>
      <w:r w:rsidRPr="003E3506">
        <w:rPr>
          <w:rtl/>
          <w:lang w:bidi="fa-IR"/>
        </w:rPr>
        <w:t xml:space="preserve"> ولى اگر به واسطه سر ماى شديد يا ترس از دزد و درنده و مانند اينها نتواند كفش يا جوراب را بيرون آورد احتياط واجب آن است كه مسح بر جوراب و كفش نموده و تيمم نيز نمايد</w:t>
      </w:r>
      <w:r w:rsidR="000C4B14">
        <w:rPr>
          <w:rtl/>
          <w:lang w:bidi="fa-IR"/>
        </w:rPr>
        <w:t>،</w:t>
      </w:r>
      <w:r w:rsidRPr="003E3506">
        <w:rPr>
          <w:rtl/>
          <w:lang w:bidi="fa-IR"/>
        </w:rPr>
        <w:t xml:space="preserve"> و اگر تقيه در بين باشد مسح بر جوراب و كفش كفايت مى كند.</w:t>
      </w:r>
    </w:p>
    <w:p w:rsidR="003E3506" w:rsidRPr="003E3506" w:rsidRDefault="003E3506" w:rsidP="003E3506">
      <w:pPr>
        <w:pStyle w:val="libNormal"/>
        <w:rPr>
          <w:lang w:bidi="fa-IR"/>
        </w:rPr>
      </w:pPr>
      <w:r w:rsidRPr="003E3506">
        <w:rPr>
          <w:rtl/>
          <w:lang w:bidi="fa-IR"/>
        </w:rPr>
        <w:t>٢٦٦ - اگر روى پا نجس باشد و نتواند براى مسح آن را آب بكشد</w:t>
      </w:r>
      <w:r w:rsidR="000C4B14">
        <w:rPr>
          <w:rtl/>
          <w:lang w:bidi="fa-IR"/>
        </w:rPr>
        <w:t>،</w:t>
      </w:r>
      <w:r w:rsidRPr="003E3506">
        <w:rPr>
          <w:rtl/>
          <w:lang w:bidi="fa-IR"/>
        </w:rPr>
        <w:t xml:space="preserve"> بايد تيمم نمايد.</w:t>
      </w:r>
    </w:p>
    <w:p w:rsidR="003E3506" w:rsidRPr="003E3506" w:rsidRDefault="00C03FDB" w:rsidP="003E3506">
      <w:pPr>
        <w:pStyle w:val="libNormal"/>
        <w:rPr>
          <w:lang w:bidi="fa-IR"/>
        </w:rPr>
      </w:pPr>
      <w:r>
        <w:rPr>
          <w:rtl/>
          <w:lang w:bidi="fa-IR"/>
        </w:rPr>
        <w:br w:type="page"/>
      </w:r>
    </w:p>
    <w:p w:rsidR="003E3506" w:rsidRDefault="00605FAB" w:rsidP="00C03FDB">
      <w:pPr>
        <w:pStyle w:val="Heading3"/>
        <w:rPr>
          <w:rtl/>
          <w:lang w:bidi="fa-IR"/>
        </w:rPr>
      </w:pPr>
      <w:bookmarkStart w:id="38" w:name="_Toc24454461"/>
      <w:r>
        <w:rPr>
          <w:rtl/>
          <w:lang w:bidi="fa-IR"/>
        </w:rPr>
        <w:t>(</w:t>
      </w:r>
      <w:r w:rsidR="003E3506" w:rsidRPr="003E3506">
        <w:rPr>
          <w:rtl/>
          <w:lang w:bidi="fa-IR"/>
        </w:rPr>
        <w:t>وضوى ارتماسى</w:t>
      </w:r>
      <w:r>
        <w:rPr>
          <w:rtl/>
          <w:lang w:bidi="fa-IR"/>
        </w:rPr>
        <w:t>)</w:t>
      </w:r>
      <w:bookmarkEnd w:id="38"/>
    </w:p>
    <w:p w:rsidR="003E3506" w:rsidRPr="003E3506" w:rsidRDefault="003E3506" w:rsidP="003E3506">
      <w:pPr>
        <w:pStyle w:val="libNormal"/>
        <w:rPr>
          <w:lang w:bidi="fa-IR"/>
        </w:rPr>
      </w:pPr>
      <w:r w:rsidRPr="003E3506">
        <w:rPr>
          <w:rtl/>
          <w:lang w:bidi="fa-IR"/>
        </w:rPr>
        <w:t>٢٦٧ - وضوى ارتماسى آن است كه انسان صورت و دستها را به قصد وضو در آب فرو برد و ظاهر آن است كه مسح با ترى دستى كه ارتماسى شسته شده اشكال ندارد هر چند خلاف احتياط است</w:t>
      </w:r>
      <w:r w:rsidR="000C4B14">
        <w:rPr>
          <w:rtl/>
          <w:lang w:bidi="fa-IR"/>
        </w:rPr>
        <w:t>.</w:t>
      </w:r>
    </w:p>
    <w:p w:rsidR="003E3506" w:rsidRPr="003E3506" w:rsidRDefault="003E3506" w:rsidP="003E3506">
      <w:pPr>
        <w:pStyle w:val="libNormal"/>
        <w:rPr>
          <w:lang w:bidi="fa-IR"/>
        </w:rPr>
      </w:pPr>
      <w:r w:rsidRPr="003E3506">
        <w:rPr>
          <w:rtl/>
          <w:lang w:bidi="fa-IR"/>
        </w:rPr>
        <w:t>٢٦٨ - در وضوى ارتماسى هم بايد صورت و دستها از بالا به پايين شسته شود</w:t>
      </w:r>
      <w:r w:rsidR="000C4B14">
        <w:rPr>
          <w:rtl/>
          <w:lang w:bidi="fa-IR"/>
        </w:rPr>
        <w:t>،</w:t>
      </w:r>
      <w:r w:rsidRPr="003E3506">
        <w:rPr>
          <w:rtl/>
          <w:lang w:bidi="fa-IR"/>
        </w:rPr>
        <w:t xml:space="preserve"> پس اگر وقتى كه صورت و دستها را در آب فرو مى برد قصد وضو كند</w:t>
      </w:r>
      <w:r w:rsidR="000C4B14">
        <w:rPr>
          <w:rtl/>
          <w:lang w:bidi="fa-IR"/>
        </w:rPr>
        <w:t>،</w:t>
      </w:r>
      <w:r w:rsidRPr="003E3506">
        <w:rPr>
          <w:rtl/>
          <w:lang w:bidi="fa-IR"/>
        </w:rPr>
        <w:t xml:space="preserve"> بايد صورت را اطرف پيشانى و دستها را از طرف آرنج در آب فرو برد.</w:t>
      </w:r>
    </w:p>
    <w:p w:rsidR="003E3506" w:rsidRPr="003E3506" w:rsidRDefault="003E3506" w:rsidP="003E3506">
      <w:pPr>
        <w:pStyle w:val="libNormal"/>
        <w:rPr>
          <w:lang w:bidi="fa-IR"/>
        </w:rPr>
      </w:pPr>
      <w:r w:rsidRPr="003E3506">
        <w:rPr>
          <w:rtl/>
          <w:lang w:bidi="fa-IR"/>
        </w:rPr>
        <w:t>٢٦٩ - اگر وضوى بعضى از اعضاء را ارتماسى و بعضى را غير ارتماسى انجام دهد اشكال ندارد.</w:t>
      </w:r>
    </w:p>
    <w:p w:rsidR="003E3506" w:rsidRPr="003E3506" w:rsidRDefault="00AC1416" w:rsidP="003E3506">
      <w:pPr>
        <w:pStyle w:val="libNormal"/>
        <w:rPr>
          <w:lang w:bidi="fa-IR"/>
        </w:rPr>
      </w:pPr>
      <w:r>
        <w:rPr>
          <w:rtl/>
          <w:lang w:bidi="fa-IR"/>
        </w:rPr>
        <w:br w:type="page"/>
      </w:r>
    </w:p>
    <w:p w:rsidR="003E3506" w:rsidRDefault="00605FAB" w:rsidP="00C03FDB">
      <w:pPr>
        <w:pStyle w:val="Heading3"/>
        <w:rPr>
          <w:rtl/>
          <w:lang w:bidi="fa-IR"/>
        </w:rPr>
      </w:pPr>
      <w:bookmarkStart w:id="39" w:name="_Toc24454462"/>
      <w:r>
        <w:rPr>
          <w:rtl/>
          <w:lang w:bidi="fa-IR"/>
        </w:rPr>
        <w:t>(</w:t>
      </w:r>
      <w:r w:rsidR="003E3506" w:rsidRPr="003E3506">
        <w:rPr>
          <w:rtl/>
          <w:lang w:bidi="fa-IR"/>
        </w:rPr>
        <w:t>دعايى كه موقع وضو گرفتن مستحب است</w:t>
      </w:r>
      <w:r>
        <w:rPr>
          <w:rtl/>
          <w:lang w:bidi="fa-IR"/>
        </w:rPr>
        <w:t>)</w:t>
      </w:r>
      <w:bookmarkEnd w:id="39"/>
    </w:p>
    <w:p w:rsidR="003E3506" w:rsidRPr="003E3506" w:rsidRDefault="003E3506" w:rsidP="007525A3">
      <w:pPr>
        <w:pStyle w:val="libNormal"/>
        <w:rPr>
          <w:lang w:bidi="fa-IR"/>
        </w:rPr>
      </w:pPr>
      <w:r w:rsidRPr="003E3506">
        <w:rPr>
          <w:rtl/>
          <w:lang w:bidi="fa-IR"/>
        </w:rPr>
        <w:t xml:space="preserve">٢٧٠ - كسى كه وضو مى گيرد مستحب است موقعى كه </w:t>
      </w:r>
      <w:r w:rsidRPr="00E02E5D">
        <w:rPr>
          <w:rStyle w:val="libBold2Char"/>
          <w:rtl/>
        </w:rPr>
        <w:t>نگاهش به آب مى افتد</w:t>
      </w:r>
      <w:r w:rsidRPr="003E3506">
        <w:rPr>
          <w:rtl/>
          <w:lang w:bidi="fa-IR"/>
        </w:rPr>
        <w:t xml:space="preserve"> بگويد</w:t>
      </w:r>
      <w:r w:rsidR="00553569">
        <w:rPr>
          <w:rtl/>
          <w:lang w:bidi="fa-IR"/>
        </w:rPr>
        <w:t>:</w:t>
      </w:r>
      <w:r w:rsidRPr="003E3506">
        <w:rPr>
          <w:rtl/>
          <w:lang w:bidi="fa-IR"/>
        </w:rPr>
        <w:t xml:space="preserve"> </w:t>
      </w:r>
      <w:r w:rsidR="007525A3">
        <w:rPr>
          <w:rFonts w:hint="cs"/>
          <w:rtl/>
          <w:lang w:bidi="fa-IR"/>
        </w:rPr>
        <w:t>«</w:t>
      </w:r>
      <w:r w:rsidR="007525A3" w:rsidRPr="007525A3">
        <w:rPr>
          <w:rStyle w:val="libHadeesChar"/>
          <w:rtl/>
          <w:lang w:bidi="fa-IR"/>
        </w:rPr>
        <w:t>بِسْمِ اللهِ وَبِاللهِ وَالْحَمْدُ للهِ الَّذ</w:t>
      </w:r>
      <w:r w:rsidR="007525A3" w:rsidRPr="007525A3">
        <w:rPr>
          <w:rStyle w:val="libHadeesChar"/>
          <w:rFonts w:hint="cs"/>
          <w:rtl/>
          <w:lang w:bidi="fa-IR"/>
        </w:rPr>
        <w:t>ی</w:t>
      </w:r>
      <w:r w:rsidR="007525A3" w:rsidRPr="007525A3">
        <w:rPr>
          <w:rStyle w:val="libHadeesChar"/>
          <w:rtl/>
          <w:lang w:bidi="fa-IR"/>
        </w:rPr>
        <w:t xml:space="preserve"> جَعَلَ الْماءَ طَهوُراً وَلَمْ </w:t>
      </w:r>
      <w:r w:rsidR="007525A3" w:rsidRPr="007525A3">
        <w:rPr>
          <w:rStyle w:val="libHadeesChar"/>
          <w:rFonts w:hint="cs"/>
          <w:rtl/>
          <w:lang w:bidi="fa-IR"/>
        </w:rPr>
        <w:t>یَ</w:t>
      </w:r>
      <w:r w:rsidR="007525A3" w:rsidRPr="007525A3">
        <w:rPr>
          <w:rStyle w:val="libHadeesChar"/>
          <w:rFonts w:hint="eastAsia"/>
          <w:rtl/>
          <w:lang w:bidi="fa-IR"/>
        </w:rPr>
        <w:t>جْعَلْهُ</w:t>
      </w:r>
      <w:r w:rsidR="007525A3" w:rsidRPr="007525A3">
        <w:rPr>
          <w:rStyle w:val="libHadeesChar"/>
          <w:rtl/>
          <w:lang w:bidi="fa-IR"/>
        </w:rPr>
        <w:t xml:space="preserve"> نَجِساً</w:t>
      </w:r>
      <w:r w:rsidR="007525A3">
        <w:rPr>
          <w:rFonts w:hint="cs"/>
          <w:rtl/>
          <w:lang w:bidi="fa-IR"/>
        </w:rPr>
        <w:t>»</w:t>
      </w:r>
      <w:r w:rsidR="00F57A9F">
        <w:rPr>
          <w:rFonts w:hint="cs"/>
          <w:rtl/>
          <w:lang w:bidi="fa-IR"/>
        </w:rPr>
        <w:t>.</w:t>
      </w:r>
    </w:p>
    <w:p w:rsidR="003E3506" w:rsidRPr="003E3506" w:rsidRDefault="003E3506" w:rsidP="007525A3">
      <w:pPr>
        <w:pStyle w:val="libNormal"/>
        <w:rPr>
          <w:lang w:bidi="fa-IR"/>
        </w:rPr>
      </w:pPr>
      <w:r w:rsidRPr="003E3506">
        <w:rPr>
          <w:rtl/>
          <w:lang w:bidi="fa-IR"/>
        </w:rPr>
        <w:t xml:space="preserve">و موقعى كه </w:t>
      </w:r>
      <w:r w:rsidRPr="00E02E5D">
        <w:rPr>
          <w:rStyle w:val="libBold2Char"/>
          <w:rtl/>
        </w:rPr>
        <w:t xml:space="preserve">پيش از وضو دست خود را مى شويد </w:t>
      </w:r>
      <w:r w:rsidRPr="003E3506">
        <w:rPr>
          <w:rtl/>
          <w:lang w:bidi="fa-IR"/>
        </w:rPr>
        <w:t>بگويد</w:t>
      </w:r>
      <w:r w:rsidR="00553569">
        <w:rPr>
          <w:rtl/>
          <w:lang w:bidi="fa-IR"/>
        </w:rPr>
        <w:t>:</w:t>
      </w:r>
      <w:r w:rsidRPr="003E3506">
        <w:rPr>
          <w:rtl/>
          <w:lang w:bidi="fa-IR"/>
        </w:rPr>
        <w:t xml:space="preserve"> </w:t>
      </w:r>
      <w:r w:rsidR="007525A3">
        <w:rPr>
          <w:rFonts w:hint="cs"/>
          <w:rtl/>
          <w:lang w:bidi="fa-IR"/>
        </w:rPr>
        <w:t>«</w:t>
      </w:r>
      <w:r w:rsidR="007525A3" w:rsidRPr="007525A3">
        <w:rPr>
          <w:rStyle w:val="libHadeesChar"/>
          <w:rtl/>
          <w:lang w:bidi="fa-IR"/>
        </w:rPr>
        <w:t>بِسْمِ اللَّهِ وَبِاللَّهِ اَللّهُمَّ اجْعَلْنى مِنَ التَّوّابينَ وَاجْعَلْنى مِنَ الْمُتَطَهِّرينَ</w:t>
      </w:r>
      <w:r w:rsidR="007525A3">
        <w:rPr>
          <w:rFonts w:hint="cs"/>
          <w:rtl/>
          <w:lang w:bidi="fa-IR"/>
        </w:rPr>
        <w:t>»</w:t>
      </w:r>
      <w:r w:rsidR="00F57A9F">
        <w:rPr>
          <w:rFonts w:hint="cs"/>
          <w:rtl/>
          <w:lang w:bidi="fa-IR"/>
        </w:rPr>
        <w:t>.</w:t>
      </w:r>
    </w:p>
    <w:p w:rsidR="003E3506" w:rsidRPr="003E3506" w:rsidRDefault="003E3506" w:rsidP="00F57A9F">
      <w:pPr>
        <w:pStyle w:val="libNormal"/>
        <w:rPr>
          <w:lang w:bidi="fa-IR"/>
        </w:rPr>
      </w:pPr>
      <w:r w:rsidRPr="003E3506">
        <w:rPr>
          <w:rtl/>
          <w:lang w:bidi="fa-IR"/>
        </w:rPr>
        <w:t>و در وقت مضمضه كردن بگويد</w:t>
      </w:r>
      <w:r w:rsidR="00553569">
        <w:rPr>
          <w:rtl/>
          <w:lang w:bidi="fa-IR"/>
        </w:rPr>
        <w:t>:</w:t>
      </w:r>
      <w:r w:rsidRPr="003E3506">
        <w:rPr>
          <w:rtl/>
          <w:lang w:bidi="fa-IR"/>
        </w:rPr>
        <w:t xml:space="preserve"> </w:t>
      </w:r>
      <w:r w:rsidR="00F57A9F">
        <w:rPr>
          <w:rFonts w:hint="cs"/>
          <w:rtl/>
          <w:lang w:bidi="fa-IR"/>
        </w:rPr>
        <w:t>«</w:t>
      </w:r>
      <w:r w:rsidR="00F57A9F" w:rsidRPr="00F57A9F">
        <w:rPr>
          <w:rStyle w:val="libHadeesChar"/>
          <w:rtl/>
          <w:lang w:bidi="fa-IR"/>
        </w:rPr>
        <w:t>اَللّهُمَّ لَقِّنى حُجَّتى يَوْمَ أَلْقاكَ وَأَطْلِقْ لِسانى بِذِكْراكَ</w:t>
      </w:r>
      <w:r w:rsidR="00F57A9F">
        <w:rPr>
          <w:rFonts w:hint="cs"/>
          <w:rtl/>
          <w:lang w:bidi="fa-IR"/>
        </w:rPr>
        <w:t>».</w:t>
      </w:r>
    </w:p>
    <w:p w:rsidR="003E3506" w:rsidRPr="003E3506" w:rsidRDefault="003E3506" w:rsidP="00B9680B">
      <w:pPr>
        <w:pStyle w:val="libNormal"/>
        <w:rPr>
          <w:lang w:bidi="fa-IR"/>
        </w:rPr>
      </w:pPr>
      <w:r w:rsidRPr="003E3506">
        <w:rPr>
          <w:rtl/>
          <w:lang w:bidi="fa-IR"/>
        </w:rPr>
        <w:t>و در وقت استنشاق يعنى آب در بينى كردن بگويد</w:t>
      </w:r>
      <w:r w:rsidR="00553569">
        <w:rPr>
          <w:rtl/>
          <w:lang w:bidi="fa-IR"/>
        </w:rPr>
        <w:t>:</w:t>
      </w:r>
      <w:r w:rsidRPr="003E3506">
        <w:rPr>
          <w:rtl/>
          <w:lang w:bidi="fa-IR"/>
        </w:rPr>
        <w:t xml:space="preserve"> </w:t>
      </w:r>
      <w:r w:rsidR="00B9680B">
        <w:rPr>
          <w:rFonts w:hint="cs"/>
          <w:rtl/>
          <w:lang w:bidi="fa-IR"/>
        </w:rPr>
        <w:t>«</w:t>
      </w:r>
      <w:r w:rsidR="00B9680B" w:rsidRPr="00B9680B">
        <w:rPr>
          <w:rStyle w:val="libHadeesChar"/>
          <w:rtl/>
          <w:lang w:bidi="fa-IR"/>
        </w:rPr>
        <w:t>اَللّهُمَّ لا تُحَرِّمْ عَلَىَّ ريحَ الْجَنَّةِ وَاجْعَلْنى مِمَّنْ يَشَمُّ ريحَها وَرَوْحَها وَطيبَها</w:t>
      </w:r>
      <w:r w:rsidR="00B9680B">
        <w:rPr>
          <w:rFonts w:hint="cs"/>
          <w:rtl/>
          <w:lang w:bidi="fa-IR"/>
        </w:rPr>
        <w:t>».</w:t>
      </w:r>
    </w:p>
    <w:p w:rsidR="003E3506" w:rsidRPr="003E3506" w:rsidRDefault="003E3506" w:rsidP="003818A5">
      <w:pPr>
        <w:pStyle w:val="libNormal"/>
        <w:rPr>
          <w:lang w:bidi="fa-IR"/>
        </w:rPr>
      </w:pPr>
      <w:r w:rsidRPr="003E3506">
        <w:rPr>
          <w:rtl/>
          <w:lang w:bidi="fa-IR"/>
        </w:rPr>
        <w:t>و موقع شستن رو بگويد</w:t>
      </w:r>
      <w:r w:rsidR="00553569">
        <w:rPr>
          <w:rtl/>
          <w:lang w:bidi="fa-IR"/>
        </w:rPr>
        <w:t>:</w:t>
      </w:r>
      <w:r w:rsidRPr="003E3506">
        <w:rPr>
          <w:rtl/>
          <w:lang w:bidi="fa-IR"/>
        </w:rPr>
        <w:t xml:space="preserve"> </w:t>
      </w:r>
      <w:r w:rsidR="00B15814">
        <w:rPr>
          <w:rFonts w:hint="cs"/>
          <w:rtl/>
          <w:lang w:bidi="fa-IR"/>
        </w:rPr>
        <w:t>«</w:t>
      </w:r>
      <w:r w:rsidR="003818A5" w:rsidRPr="003818A5">
        <w:rPr>
          <w:rStyle w:val="libHadeesChar"/>
          <w:rFonts w:hint="cs"/>
          <w:rtl/>
        </w:rPr>
        <w:t>اَ</w:t>
      </w:r>
      <w:r w:rsidR="003818A5" w:rsidRPr="003818A5">
        <w:rPr>
          <w:rStyle w:val="libHadeesChar"/>
          <w:rtl/>
          <w:lang w:bidi="fa-IR"/>
        </w:rPr>
        <w:t>للّهُمَّ بَيِّضْ وَجْهى يَوْمَ تَسْوَدُّ فيهِ الْوُجُوهُ وَلا تُسَوِّدْ وَجْهى يَوْمَ تَبْيَضُّ فيهِ الْوُجُوهُ</w:t>
      </w:r>
      <w:r w:rsidR="00B15814">
        <w:rPr>
          <w:rFonts w:hint="cs"/>
          <w:rtl/>
          <w:lang w:bidi="fa-IR"/>
        </w:rPr>
        <w:t>»</w:t>
      </w:r>
      <w:r w:rsidR="003818A5">
        <w:rPr>
          <w:rFonts w:hint="cs"/>
          <w:rtl/>
          <w:lang w:bidi="fa-IR"/>
        </w:rPr>
        <w:t>.</w:t>
      </w:r>
    </w:p>
    <w:p w:rsidR="003E3506" w:rsidRPr="003E3506" w:rsidRDefault="003E3506" w:rsidP="004F02D2">
      <w:pPr>
        <w:pStyle w:val="libNormal"/>
        <w:rPr>
          <w:lang w:bidi="fa-IR"/>
        </w:rPr>
      </w:pPr>
      <w:r w:rsidRPr="003E3506">
        <w:rPr>
          <w:rtl/>
          <w:lang w:bidi="fa-IR"/>
        </w:rPr>
        <w:t>و موقع شستن دست راست بگويد</w:t>
      </w:r>
      <w:r w:rsidR="00553569">
        <w:rPr>
          <w:rtl/>
          <w:lang w:bidi="fa-IR"/>
        </w:rPr>
        <w:t>:</w:t>
      </w:r>
      <w:r w:rsidRPr="003E3506">
        <w:rPr>
          <w:rtl/>
          <w:lang w:bidi="fa-IR"/>
        </w:rPr>
        <w:t xml:space="preserve"> </w:t>
      </w:r>
      <w:r w:rsidR="004F02D2">
        <w:rPr>
          <w:rFonts w:hint="cs"/>
          <w:rtl/>
          <w:lang w:bidi="fa-IR"/>
        </w:rPr>
        <w:t>«</w:t>
      </w:r>
      <w:r w:rsidR="004F02D2" w:rsidRPr="004F02D2">
        <w:rPr>
          <w:rStyle w:val="libHadeesChar"/>
          <w:rtl/>
          <w:lang w:bidi="fa-IR"/>
        </w:rPr>
        <w:t>اَللّهُمَّ اَعْطِنى كِتابى بِيَمينى وَالْخُلْدَ فِى الْجِنانِ بِيَ</w:t>
      </w:r>
      <w:r w:rsidR="004F02D2" w:rsidRPr="004F02D2">
        <w:rPr>
          <w:rStyle w:val="libHadeesChar"/>
          <w:rtl/>
        </w:rPr>
        <w:t>سارى وَحاسِبْنى حِساباً يَسيراً</w:t>
      </w:r>
      <w:r w:rsidR="004F02D2">
        <w:rPr>
          <w:rFonts w:hint="cs"/>
          <w:rtl/>
          <w:lang w:bidi="fa-IR"/>
        </w:rPr>
        <w:t>».</w:t>
      </w:r>
    </w:p>
    <w:p w:rsidR="003E3506" w:rsidRPr="003E3506" w:rsidRDefault="003E3506" w:rsidP="00AC1416">
      <w:pPr>
        <w:pStyle w:val="libNormal"/>
        <w:rPr>
          <w:lang w:bidi="fa-IR"/>
        </w:rPr>
      </w:pPr>
      <w:r w:rsidRPr="003E3506">
        <w:rPr>
          <w:rtl/>
          <w:lang w:bidi="fa-IR"/>
        </w:rPr>
        <w:t>و موقع شستن دست چپ بگويد</w:t>
      </w:r>
      <w:r w:rsidR="00553569">
        <w:rPr>
          <w:rtl/>
          <w:lang w:bidi="fa-IR"/>
        </w:rPr>
        <w:t>:</w:t>
      </w:r>
      <w:r w:rsidRPr="003E3506">
        <w:rPr>
          <w:rtl/>
          <w:lang w:bidi="fa-IR"/>
        </w:rPr>
        <w:t xml:space="preserve"> </w:t>
      </w:r>
      <w:r w:rsidR="00AC1416">
        <w:rPr>
          <w:rFonts w:hint="cs"/>
          <w:rtl/>
          <w:lang w:bidi="fa-IR"/>
        </w:rPr>
        <w:t>«</w:t>
      </w:r>
      <w:r w:rsidR="00AC1416" w:rsidRPr="00AC1416">
        <w:rPr>
          <w:rStyle w:val="libHadeesChar"/>
          <w:rtl/>
          <w:lang w:bidi="fa-IR"/>
        </w:rPr>
        <w:t>اَللّهُمَّ لا تُعْطِنى كِتابى بِشِمالى وَلا مِنْ وَرآءِ ظَهْرى وَلا تَجْعَلْها مَغْلُولَةً اِلى عُنُقى وَاَعُوذُ بِكَ مِنْ مُقَطَّعاتِ النّيرانِ</w:t>
      </w:r>
      <w:r w:rsidR="00AC1416">
        <w:rPr>
          <w:rFonts w:hint="cs"/>
          <w:rtl/>
          <w:lang w:bidi="fa-IR"/>
        </w:rPr>
        <w:t>».</w:t>
      </w:r>
    </w:p>
    <w:p w:rsidR="003E3506" w:rsidRPr="003E3506" w:rsidRDefault="003E3506" w:rsidP="00AC1416">
      <w:pPr>
        <w:pStyle w:val="libNormal"/>
        <w:rPr>
          <w:lang w:bidi="fa-IR"/>
        </w:rPr>
      </w:pPr>
      <w:r w:rsidRPr="003E3506">
        <w:rPr>
          <w:rtl/>
          <w:lang w:bidi="fa-IR"/>
        </w:rPr>
        <w:t>و موقعى كه سر را مسح مى كند بگويد</w:t>
      </w:r>
      <w:r w:rsidR="00553569">
        <w:rPr>
          <w:rtl/>
          <w:lang w:bidi="fa-IR"/>
        </w:rPr>
        <w:t>:</w:t>
      </w:r>
      <w:r w:rsidRPr="003E3506">
        <w:rPr>
          <w:rtl/>
          <w:lang w:bidi="fa-IR"/>
        </w:rPr>
        <w:t xml:space="preserve"> </w:t>
      </w:r>
      <w:r w:rsidR="00AC1416">
        <w:rPr>
          <w:rFonts w:hint="cs"/>
          <w:rtl/>
          <w:lang w:bidi="fa-IR"/>
        </w:rPr>
        <w:t>«</w:t>
      </w:r>
      <w:r w:rsidR="00AC1416" w:rsidRPr="00AC1416">
        <w:rPr>
          <w:rStyle w:val="libHadeesChar"/>
          <w:rtl/>
          <w:lang w:bidi="fa-IR"/>
        </w:rPr>
        <w:t>اَللّهُمَّ غَشِّنى رَحْمَتَكَ وَبَرَكاتِكَ</w:t>
      </w:r>
      <w:r w:rsidR="00AC1416">
        <w:rPr>
          <w:rFonts w:hint="cs"/>
          <w:rtl/>
          <w:lang w:bidi="fa-IR"/>
        </w:rPr>
        <w:t>».</w:t>
      </w:r>
    </w:p>
    <w:p w:rsidR="003E3506" w:rsidRPr="003E3506" w:rsidRDefault="003E3506" w:rsidP="00AC1416">
      <w:pPr>
        <w:pStyle w:val="libNormal"/>
        <w:rPr>
          <w:lang w:bidi="fa-IR"/>
        </w:rPr>
      </w:pPr>
      <w:r w:rsidRPr="003E3506">
        <w:rPr>
          <w:rtl/>
          <w:lang w:bidi="fa-IR"/>
        </w:rPr>
        <w:t>و در وقت مسح پا بگويد</w:t>
      </w:r>
      <w:r w:rsidR="00553569">
        <w:rPr>
          <w:rtl/>
          <w:lang w:bidi="fa-IR"/>
        </w:rPr>
        <w:t>:</w:t>
      </w:r>
      <w:r w:rsidRPr="003E3506">
        <w:rPr>
          <w:rtl/>
          <w:lang w:bidi="fa-IR"/>
        </w:rPr>
        <w:t xml:space="preserve"> </w:t>
      </w:r>
      <w:r w:rsidR="00AC1416">
        <w:rPr>
          <w:rFonts w:hint="cs"/>
          <w:rtl/>
          <w:lang w:bidi="fa-IR"/>
        </w:rPr>
        <w:t>«</w:t>
      </w:r>
      <w:r w:rsidR="00AC1416" w:rsidRPr="00AC1416">
        <w:rPr>
          <w:rStyle w:val="libHadeesChar"/>
          <w:rtl/>
          <w:lang w:bidi="fa-IR"/>
        </w:rPr>
        <w:t>اَللّهُمَّ ثَبِّتْنى عَلَى الصِّراطِ يَوْمَ تَزِلُّ فيهِ الاَْقْدامُ وَاجْعَلْ سَعْيى فيما يُرْضيكَ عنّ</w:t>
      </w:r>
      <w:r w:rsidR="00AC1416" w:rsidRPr="00AC1416">
        <w:rPr>
          <w:rStyle w:val="libHadeesChar"/>
          <w:rtl/>
        </w:rPr>
        <w:t>ى يا ذَاالْجَلالِ وَالاِْكْرامِ</w:t>
      </w:r>
      <w:r w:rsidR="00AC1416">
        <w:rPr>
          <w:rFonts w:hint="cs"/>
          <w:rtl/>
          <w:lang w:bidi="fa-IR"/>
        </w:rPr>
        <w:t>».</w:t>
      </w:r>
    </w:p>
    <w:p w:rsidR="003E3506" w:rsidRPr="003E3506" w:rsidRDefault="00AC1416" w:rsidP="003E3506">
      <w:pPr>
        <w:pStyle w:val="libNormal"/>
        <w:rPr>
          <w:lang w:bidi="fa-IR"/>
        </w:rPr>
      </w:pPr>
      <w:r>
        <w:rPr>
          <w:rtl/>
          <w:lang w:bidi="fa-IR"/>
        </w:rPr>
        <w:br w:type="page"/>
      </w:r>
    </w:p>
    <w:p w:rsidR="003E3506" w:rsidRDefault="00605FAB" w:rsidP="00AC1416">
      <w:pPr>
        <w:pStyle w:val="Heading3"/>
        <w:rPr>
          <w:rtl/>
          <w:lang w:bidi="fa-IR"/>
        </w:rPr>
      </w:pPr>
      <w:bookmarkStart w:id="40" w:name="_Toc24454463"/>
      <w:r>
        <w:rPr>
          <w:rtl/>
          <w:lang w:bidi="fa-IR"/>
        </w:rPr>
        <w:t>(</w:t>
      </w:r>
      <w:r w:rsidR="003E3506" w:rsidRPr="003E3506">
        <w:rPr>
          <w:rtl/>
          <w:lang w:bidi="fa-IR"/>
        </w:rPr>
        <w:t>شرايط صحت وضو</w:t>
      </w:r>
      <w:r>
        <w:rPr>
          <w:rtl/>
          <w:lang w:bidi="fa-IR"/>
        </w:rPr>
        <w:t>)</w:t>
      </w:r>
      <w:bookmarkEnd w:id="40"/>
    </w:p>
    <w:p w:rsidR="00AC1416" w:rsidRDefault="003E3506" w:rsidP="003E3506">
      <w:pPr>
        <w:pStyle w:val="libNormal"/>
        <w:rPr>
          <w:rtl/>
          <w:lang w:bidi="fa-IR"/>
        </w:rPr>
      </w:pPr>
      <w:r w:rsidRPr="003E3506">
        <w:rPr>
          <w:rtl/>
          <w:lang w:bidi="fa-IR"/>
        </w:rPr>
        <w:t>١/٢٧٠ - شرايط صحيح بودن وضو چند چيز است</w:t>
      </w:r>
      <w:r w:rsidR="00553569">
        <w:rPr>
          <w:rtl/>
          <w:lang w:bidi="fa-IR"/>
        </w:rPr>
        <w:t>:</w:t>
      </w:r>
    </w:p>
    <w:p w:rsidR="003E3506" w:rsidRPr="003E3506" w:rsidRDefault="003E3506" w:rsidP="003E3506">
      <w:pPr>
        <w:pStyle w:val="libNormal"/>
        <w:rPr>
          <w:lang w:bidi="fa-IR"/>
        </w:rPr>
      </w:pPr>
      <w:r w:rsidRPr="00466CEF">
        <w:rPr>
          <w:rStyle w:val="libBold1Char"/>
          <w:rtl/>
        </w:rPr>
        <w:t>شرط اول</w:t>
      </w:r>
      <w:r w:rsidR="00553569">
        <w:rPr>
          <w:rtl/>
          <w:lang w:bidi="fa-IR"/>
        </w:rPr>
        <w:t>:</w:t>
      </w:r>
      <w:r w:rsidRPr="003E3506">
        <w:rPr>
          <w:rtl/>
          <w:lang w:bidi="fa-IR"/>
        </w:rPr>
        <w:t xml:space="preserve"> آنكه آب وضو پاك باشد و بنابر قولى نبايد آلوده باشد به آنچه انسان از او متنفر است مانند بول حيوانات حلال گوشت و مردار پاك و چرك زخم هر چند شرعا پاك باشد و اين قول موافق احتياط است</w:t>
      </w:r>
      <w:r w:rsidR="000C4B14">
        <w:rPr>
          <w:rtl/>
          <w:lang w:bidi="fa-IR"/>
        </w:rPr>
        <w:t>.</w:t>
      </w:r>
    </w:p>
    <w:p w:rsidR="003E3506" w:rsidRPr="003E3506" w:rsidRDefault="003E3506" w:rsidP="003E3506">
      <w:pPr>
        <w:pStyle w:val="libNormal"/>
        <w:rPr>
          <w:lang w:bidi="fa-IR"/>
        </w:rPr>
      </w:pPr>
      <w:r w:rsidRPr="00466CEF">
        <w:rPr>
          <w:rStyle w:val="libBold1Char"/>
          <w:rtl/>
        </w:rPr>
        <w:t>شرط دوم</w:t>
      </w:r>
      <w:r w:rsidR="00553569">
        <w:rPr>
          <w:rtl/>
          <w:lang w:bidi="fa-IR"/>
        </w:rPr>
        <w:t>:</w:t>
      </w:r>
      <w:r w:rsidRPr="003E3506">
        <w:rPr>
          <w:rtl/>
          <w:lang w:bidi="fa-IR"/>
        </w:rPr>
        <w:t xml:space="preserve"> آنكه مطلق باشد.</w:t>
      </w:r>
    </w:p>
    <w:p w:rsidR="003E3506" w:rsidRPr="003E3506" w:rsidRDefault="003E3506" w:rsidP="003E3506">
      <w:pPr>
        <w:pStyle w:val="libNormal"/>
        <w:rPr>
          <w:lang w:bidi="fa-IR"/>
        </w:rPr>
      </w:pPr>
      <w:r w:rsidRPr="003E3506">
        <w:rPr>
          <w:rtl/>
          <w:lang w:bidi="fa-IR"/>
        </w:rPr>
        <w:t>٢٧١ - وضو با آب نجس و آب مضاف باطل است</w:t>
      </w:r>
      <w:r w:rsidR="000C4B14">
        <w:rPr>
          <w:rtl/>
          <w:lang w:bidi="fa-IR"/>
        </w:rPr>
        <w:t>،</w:t>
      </w:r>
      <w:r w:rsidRPr="003E3506">
        <w:rPr>
          <w:rtl/>
          <w:lang w:bidi="fa-IR"/>
        </w:rPr>
        <w:t xml:space="preserve"> اگر چه انسان نجس بودن يا مضاف بودن آن را نداند يا فراموش كرده باشد</w:t>
      </w:r>
      <w:r w:rsidR="000C4B14">
        <w:rPr>
          <w:rtl/>
          <w:lang w:bidi="fa-IR"/>
        </w:rPr>
        <w:t>،</w:t>
      </w:r>
      <w:r w:rsidRPr="003E3506">
        <w:rPr>
          <w:rtl/>
          <w:lang w:bidi="fa-IR"/>
        </w:rPr>
        <w:t xml:space="preserve"> و اگر با آن وضو نمازى هم خوانده باشد</w:t>
      </w:r>
      <w:r w:rsidR="000C4B14">
        <w:rPr>
          <w:rtl/>
          <w:lang w:bidi="fa-IR"/>
        </w:rPr>
        <w:t>،</w:t>
      </w:r>
      <w:r w:rsidRPr="003E3506">
        <w:rPr>
          <w:rtl/>
          <w:lang w:bidi="fa-IR"/>
        </w:rPr>
        <w:t xml:space="preserve"> بايد آن نماز را دوباره با وضوى صحيح بخواند.</w:t>
      </w:r>
    </w:p>
    <w:p w:rsidR="003E3506" w:rsidRPr="003E3506" w:rsidRDefault="003E3506" w:rsidP="003E3506">
      <w:pPr>
        <w:pStyle w:val="libNormal"/>
        <w:rPr>
          <w:lang w:bidi="fa-IR"/>
        </w:rPr>
      </w:pPr>
      <w:r w:rsidRPr="003E3506">
        <w:rPr>
          <w:rtl/>
          <w:lang w:bidi="fa-IR"/>
        </w:rPr>
        <w:t>٢٧٢ - اگر غير از آب گل آلود مضاف</w:t>
      </w:r>
      <w:r w:rsidR="000C4B14">
        <w:rPr>
          <w:rtl/>
          <w:lang w:bidi="fa-IR"/>
        </w:rPr>
        <w:t>،</w:t>
      </w:r>
      <w:r w:rsidRPr="003E3506">
        <w:rPr>
          <w:rtl/>
          <w:lang w:bidi="fa-IR"/>
        </w:rPr>
        <w:t xml:space="preserve"> آب ديگرى براى وضو ندارد</w:t>
      </w:r>
      <w:r w:rsidR="000C4B14">
        <w:rPr>
          <w:rtl/>
          <w:lang w:bidi="fa-IR"/>
        </w:rPr>
        <w:t>،</w:t>
      </w:r>
      <w:r w:rsidRPr="003E3506">
        <w:rPr>
          <w:rtl/>
          <w:lang w:bidi="fa-IR"/>
        </w:rPr>
        <w:t xml:space="preserve"> چنانچه وقت نماز تنگ است</w:t>
      </w:r>
      <w:r w:rsidR="000C4B14">
        <w:rPr>
          <w:rtl/>
          <w:lang w:bidi="fa-IR"/>
        </w:rPr>
        <w:t>،</w:t>
      </w:r>
      <w:r w:rsidRPr="003E3506">
        <w:rPr>
          <w:rtl/>
          <w:lang w:bidi="fa-IR"/>
        </w:rPr>
        <w:t xml:space="preserve"> بايد تيمم كند</w:t>
      </w:r>
      <w:r w:rsidR="000C4B14">
        <w:rPr>
          <w:rtl/>
          <w:lang w:bidi="fa-IR"/>
        </w:rPr>
        <w:t>،</w:t>
      </w:r>
      <w:r w:rsidRPr="003E3506">
        <w:rPr>
          <w:rtl/>
          <w:lang w:bidi="fa-IR"/>
        </w:rPr>
        <w:t xml:space="preserve"> و اگر وقت دارد</w:t>
      </w:r>
      <w:r w:rsidR="000C4B14">
        <w:rPr>
          <w:rtl/>
          <w:lang w:bidi="fa-IR"/>
        </w:rPr>
        <w:t>،</w:t>
      </w:r>
      <w:r w:rsidRPr="003E3506">
        <w:rPr>
          <w:rtl/>
          <w:lang w:bidi="fa-IR"/>
        </w:rPr>
        <w:t xml:space="preserve"> بايد صبر كند تا آب صاف شود يا بوسيله اى آن را صاف نمايد و وضو بگيرد.</w:t>
      </w:r>
    </w:p>
    <w:p w:rsidR="003E3506" w:rsidRPr="003E3506" w:rsidRDefault="003E3506" w:rsidP="003E3506">
      <w:pPr>
        <w:pStyle w:val="libNormal"/>
        <w:rPr>
          <w:lang w:bidi="fa-IR"/>
        </w:rPr>
      </w:pPr>
      <w:r w:rsidRPr="003E3506">
        <w:rPr>
          <w:rtl/>
          <w:lang w:bidi="fa-IR"/>
        </w:rPr>
        <w:t xml:space="preserve">١/٢٧٢ - </w:t>
      </w:r>
      <w:r w:rsidRPr="00466CEF">
        <w:rPr>
          <w:rStyle w:val="libBold1Char"/>
          <w:rtl/>
        </w:rPr>
        <w:t>شرط سوم</w:t>
      </w:r>
      <w:r w:rsidR="00553569">
        <w:rPr>
          <w:rtl/>
          <w:lang w:bidi="fa-IR"/>
        </w:rPr>
        <w:t>:</w:t>
      </w:r>
      <w:r w:rsidRPr="003E3506">
        <w:rPr>
          <w:rtl/>
          <w:lang w:bidi="fa-IR"/>
        </w:rPr>
        <w:t xml:space="preserve"> آنكه آب وضو مباح باشد.</w:t>
      </w:r>
    </w:p>
    <w:p w:rsidR="003E3506" w:rsidRPr="003E3506" w:rsidRDefault="003E3506" w:rsidP="003E3506">
      <w:pPr>
        <w:pStyle w:val="libNormal"/>
        <w:rPr>
          <w:lang w:bidi="fa-IR"/>
        </w:rPr>
      </w:pPr>
      <w:r w:rsidRPr="003E3506">
        <w:rPr>
          <w:rtl/>
          <w:lang w:bidi="fa-IR"/>
        </w:rPr>
        <w:t>٢٧٣ - وضو با آب غصبى و با آبى كه معلوم نيست صاحب آن راضى است يا نه حرام و باطل است</w:t>
      </w:r>
      <w:r w:rsidR="000C4B14">
        <w:rPr>
          <w:rtl/>
          <w:lang w:bidi="fa-IR"/>
        </w:rPr>
        <w:t>.</w:t>
      </w:r>
    </w:p>
    <w:p w:rsidR="003E3506" w:rsidRPr="003E3506" w:rsidRDefault="003E3506" w:rsidP="003E3506">
      <w:pPr>
        <w:pStyle w:val="libNormal"/>
        <w:rPr>
          <w:lang w:bidi="fa-IR"/>
        </w:rPr>
      </w:pPr>
      <w:r w:rsidRPr="003E3506">
        <w:rPr>
          <w:rtl/>
          <w:lang w:bidi="fa-IR"/>
        </w:rPr>
        <w:t>و نيز اگر آب وضو از صورت و دستها در جاى غصبى بريزد يا آنكه فضايى كه به آن وضو مى گيرد غصبى باشد چنانچه در غير آنجا نتواند وضو بگيرد تكليف او تيمم است</w:t>
      </w:r>
      <w:r w:rsidR="000C4B14">
        <w:rPr>
          <w:rtl/>
          <w:lang w:bidi="fa-IR"/>
        </w:rPr>
        <w:t>،</w:t>
      </w:r>
      <w:r w:rsidRPr="003E3506">
        <w:rPr>
          <w:rtl/>
          <w:lang w:bidi="fa-IR"/>
        </w:rPr>
        <w:t xml:space="preserve"> و اگر در غير آنجا بتواند وضو بگيرد لازم است كه در غير آنجا وضو بگيرد</w:t>
      </w:r>
      <w:r w:rsidR="000C4B14">
        <w:rPr>
          <w:rtl/>
          <w:lang w:bidi="fa-IR"/>
        </w:rPr>
        <w:t>،</w:t>
      </w:r>
      <w:r w:rsidRPr="003E3506">
        <w:rPr>
          <w:rtl/>
          <w:lang w:bidi="fa-IR"/>
        </w:rPr>
        <w:t xml:space="preserve"> ولى چنانچه در هر دو صورت معصيت كرده و همانجا وضو بگيرد وضويش صحيح است</w:t>
      </w:r>
      <w:r w:rsidR="000C4B14">
        <w:rPr>
          <w:rtl/>
          <w:lang w:bidi="fa-IR"/>
        </w:rPr>
        <w:t>.</w:t>
      </w:r>
    </w:p>
    <w:p w:rsidR="003E3506" w:rsidRPr="003E3506" w:rsidRDefault="003E3506" w:rsidP="003E3506">
      <w:pPr>
        <w:pStyle w:val="libNormal"/>
        <w:rPr>
          <w:lang w:bidi="fa-IR"/>
        </w:rPr>
      </w:pPr>
      <w:r w:rsidRPr="003E3506">
        <w:rPr>
          <w:rtl/>
          <w:lang w:bidi="fa-IR"/>
        </w:rPr>
        <w:t>٢٧٤ - وضو گرفتن از حوض مدرسه اى كه انسان نمى داند آن حوض را براى همه مردم وقف كرده اند يا براى محصلين همان مدرسه</w:t>
      </w:r>
      <w:r w:rsidR="000C4B14">
        <w:rPr>
          <w:rtl/>
          <w:lang w:bidi="fa-IR"/>
        </w:rPr>
        <w:t>،</w:t>
      </w:r>
      <w:r w:rsidRPr="003E3506">
        <w:rPr>
          <w:rtl/>
          <w:lang w:bidi="fa-IR"/>
        </w:rPr>
        <w:t xml:space="preserve"> در صورتى كه معمولا مردم از آن حوض وضو مى گيرند و كسى منع نمى كند اشكال ندارد.</w:t>
      </w:r>
    </w:p>
    <w:p w:rsidR="003E3506" w:rsidRPr="003E3506" w:rsidRDefault="003E3506" w:rsidP="003E3506">
      <w:pPr>
        <w:pStyle w:val="libNormal"/>
        <w:rPr>
          <w:lang w:bidi="fa-IR"/>
        </w:rPr>
      </w:pPr>
      <w:r w:rsidRPr="003E3506">
        <w:rPr>
          <w:rtl/>
          <w:lang w:bidi="fa-IR"/>
        </w:rPr>
        <w:lastRenderedPageBreak/>
        <w:t>٢٧٥ - كسى كه نمى خواهد در مسجدى نماز بخواند</w:t>
      </w:r>
      <w:r w:rsidR="000C4B14">
        <w:rPr>
          <w:rtl/>
          <w:lang w:bidi="fa-IR"/>
        </w:rPr>
        <w:t>،</w:t>
      </w:r>
      <w:r w:rsidRPr="003E3506">
        <w:rPr>
          <w:rtl/>
          <w:lang w:bidi="fa-IR"/>
        </w:rPr>
        <w:t xml:space="preserve"> اگر نداند حوض آن را براى همه مردم وقف كرده اند يا براى كسانى كه در آنجا نماز مى خوانند نمى تواند از حوض آن مسجد وضو بگيرد</w:t>
      </w:r>
      <w:r w:rsidR="000C4B14">
        <w:rPr>
          <w:rtl/>
          <w:lang w:bidi="fa-IR"/>
        </w:rPr>
        <w:t>،</w:t>
      </w:r>
      <w:r w:rsidRPr="003E3506">
        <w:rPr>
          <w:rtl/>
          <w:lang w:bidi="fa-IR"/>
        </w:rPr>
        <w:t xml:space="preserve"> ولى اگر معمولا كسانى هم كه نمى خواهند در آنجا نماز بخوانند از آن حوض وضو مى گيرند و كسى منع نمى كند مى تواند از آن وضو بگيرد.</w:t>
      </w:r>
    </w:p>
    <w:p w:rsidR="003E3506" w:rsidRPr="003E3506" w:rsidRDefault="003E3506" w:rsidP="003E3506">
      <w:pPr>
        <w:pStyle w:val="libNormal"/>
        <w:rPr>
          <w:lang w:bidi="fa-IR"/>
        </w:rPr>
      </w:pPr>
      <w:r w:rsidRPr="003E3506">
        <w:rPr>
          <w:rtl/>
          <w:lang w:bidi="fa-IR"/>
        </w:rPr>
        <w:t>٢٧٦ - وضو گرفتن از حوض تيمچه ها و مسافرخانه ها و مانند اينها براى كسانى كه ساكن آنجاها نيستند</w:t>
      </w:r>
      <w:r w:rsidR="000C4B14">
        <w:rPr>
          <w:rtl/>
          <w:lang w:bidi="fa-IR"/>
        </w:rPr>
        <w:t>،</w:t>
      </w:r>
      <w:r w:rsidRPr="003E3506">
        <w:rPr>
          <w:rtl/>
          <w:lang w:bidi="fa-IR"/>
        </w:rPr>
        <w:t xml:space="preserve"> در صورتى صحيح است كه معمولا كسانى هم كه ساكن آنجاها نيستند با آب آنها وضو بگيرند و كسى منع نكند.</w:t>
      </w:r>
    </w:p>
    <w:p w:rsidR="003E3506" w:rsidRPr="003E3506" w:rsidRDefault="003E3506" w:rsidP="00AC1416">
      <w:pPr>
        <w:pStyle w:val="libNormal"/>
        <w:rPr>
          <w:lang w:bidi="fa-IR"/>
        </w:rPr>
      </w:pPr>
      <w:r w:rsidRPr="003E3506">
        <w:rPr>
          <w:rtl/>
          <w:lang w:bidi="fa-IR"/>
        </w:rPr>
        <w:t>٢٧٧ - وضو گرفتن در نهرهاى بسيار بزرگ اگر چه انسان نداند كه صاحب آنها راضى است</w:t>
      </w:r>
      <w:r w:rsidR="000C4B14">
        <w:rPr>
          <w:rtl/>
          <w:lang w:bidi="fa-IR"/>
        </w:rPr>
        <w:t>،</w:t>
      </w:r>
      <w:r w:rsidRPr="003E3506">
        <w:rPr>
          <w:rtl/>
          <w:lang w:bidi="fa-IR"/>
        </w:rPr>
        <w:t xml:space="preserve"> اشكال ندارد</w:t>
      </w:r>
      <w:r w:rsidR="000C4B14">
        <w:rPr>
          <w:rtl/>
          <w:lang w:bidi="fa-IR"/>
        </w:rPr>
        <w:t>،</w:t>
      </w:r>
      <w:r w:rsidRPr="003E3506">
        <w:rPr>
          <w:rtl/>
          <w:lang w:bidi="fa-IR"/>
        </w:rPr>
        <w:t xml:space="preserve"> ولى اگر صاحب آنها از وضو گرفتن نهى كند</w:t>
      </w:r>
      <w:r w:rsidR="000C4B14">
        <w:rPr>
          <w:rtl/>
          <w:lang w:bidi="fa-IR"/>
        </w:rPr>
        <w:t>،</w:t>
      </w:r>
      <w:r w:rsidRPr="003E3506">
        <w:rPr>
          <w:rtl/>
          <w:lang w:bidi="fa-IR"/>
        </w:rPr>
        <w:t xml:space="preserve"> يا اينكه انسان بداند كه مالك راضى نيست</w:t>
      </w:r>
      <w:r w:rsidR="000C4B14">
        <w:rPr>
          <w:rtl/>
          <w:lang w:bidi="fa-IR"/>
        </w:rPr>
        <w:t>،</w:t>
      </w:r>
      <w:r w:rsidRPr="003E3506">
        <w:rPr>
          <w:rtl/>
          <w:lang w:bidi="fa-IR"/>
        </w:rPr>
        <w:t xml:space="preserve"> يا اينكه مالك صغير يا مجنون باشد</w:t>
      </w:r>
      <w:r w:rsidR="000C4B14">
        <w:rPr>
          <w:rtl/>
          <w:lang w:bidi="fa-IR"/>
        </w:rPr>
        <w:t>،</w:t>
      </w:r>
      <w:r w:rsidRPr="003E3506">
        <w:rPr>
          <w:rtl/>
          <w:lang w:bidi="fa-IR"/>
        </w:rPr>
        <w:t xml:space="preserve"> احتياط مستحب آن است كه با آب آنها وضو نگيرد.</w:t>
      </w:r>
      <w:r w:rsidRPr="003E3506">
        <w:rPr>
          <w:lang w:bidi="fa-IR"/>
        </w:rPr>
        <w:cr/>
      </w:r>
      <w:r w:rsidRPr="003E3506">
        <w:rPr>
          <w:rtl/>
          <w:lang w:bidi="fa-IR"/>
        </w:rPr>
        <w:t>٢٧٨ - اگر فراموش كند آب غصبى است و با آن وضو بگيرد صحيح است</w:t>
      </w:r>
      <w:r w:rsidR="000C4B14">
        <w:rPr>
          <w:rtl/>
          <w:lang w:bidi="fa-IR"/>
        </w:rPr>
        <w:t>،</w:t>
      </w:r>
      <w:r w:rsidRPr="003E3506">
        <w:rPr>
          <w:rtl/>
          <w:lang w:bidi="fa-IR"/>
        </w:rPr>
        <w:t xml:space="preserve"> ولى كسى كه خودش آب را غصب كرده و اگر غصبى بودن آن را فراموش كند و وضو بگيرد وضوى او محل اشكال است</w:t>
      </w:r>
      <w:r w:rsidR="000C4B14">
        <w:rPr>
          <w:rtl/>
          <w:lang w:bidi="fa-IR"/>
        </w:rPr>
        <w:t>.</w:t>
      </w:r>
    </w:p>
    <w:p w:rsidR="003E3506" w:rsidRPr="003E3506" w:rsidRDefault="003E3506" w:rsidP="003E3506">
      <w:pPr>
        <w:pStyle w:val="libNormal"/>
        <w:rPr>
          <w:lang w:bidi="fa-IR"/>
        </w:rPr>
      </w:pPr>
      <w:r w:rsidRPr="003E3506">
        <w:rPr>
          <w:rtl/>
          <w:lang w:bidi="fa-IR"/>
        </w:rPr>
        <w:t xml:space="preserve">١/٢٧٨ - </w:t>
      </w:r>
      <w:r w:rsidRPr="00466CEF">
        <w:rPr>
          <w:rStyle w:val="libBold1Char"/>
          <w:rtl/>
        </w:rPr>
        <w:t>شرط چهارم</w:t>
      </w:r>
      <w:r w:rsidR="00553569">
        <w:rPr>
          <w:rtl/>
          <w:lang w:bidi="fa-IR"/>
        </w:rPr>
        <w:t>:</w:t>
      </w:r>
      <w:r w:rsidRPr="003E3506">
        <w:rPr>
          <w:rtl/>
          <w:lang w:bidi="fa-IR"/>
        </w:rPr>
        <w:t xml:space="preserve"> آنكه ظرف آب وضو مباح باشد.</w:t>
      </w:r>
    </w:p>
    <w:p w:rsidR="003E3506" w:rsidRPr="003E3506" w:rsidRDefault="003E3506" w:rsidP="003E3506">
      <w:pPr>
        <w:pStyle w:val="libNormal"/>
        <w:rPr>
          <w:lang w:bidi="fa-IR"/>
        </w:rPr>
      </w:pPr>
      <w:r w:rsidRPr="00272E37">
        <w:rPr>
          <w:rStyle w:val="libBold1Char"/>
          <w:rtl/>
        </w:rPr>
        <w:t>شرط پنجم</w:t>
      </w:r>
      <w:r w:rsidR="00553569">
        <w:rPr>
          <w:rtl/>
          <w:lang w:bidi="fa-IR"/>
        </w:rPr>
        <w:t>:</w:t>
      </w:r>
      <w:r w:rsidRPr="003E3506">
        <w:rPr>
          <w:rtl/>
          <w:lang w:bidi="fa-IR"/>
        </w:rPr>
        <w:t xml:space="preserve"> آنكه ظرف آب وضو بنابر احتياط واجب طلا و نقره نباشد.</w:t>
      </w:r>
    </w:p>
    <w:p w:rsidR="003E3506" w:rsidRPr="003E3506" w:rsidRDefault="003E3506" w:rsidP="003E3506">
      <w:pPr>
        <w:pStyle w:val="libNormal"/>
        <w:rPr>
          <w:lang w:bidi="fa-IR"/>
        </w:rPr>
      </w:pPr>
      <w:r w:rsidRPr="003E3506">
        <w:rPr>
          <w:rtl/>
          <w:lang w:bidi="fa-IR"/>
        </w:rPr>
        <w:t>و تفصيل اين دو شرط در مساله بعدى ذكر مى شود.</w:t>
      </w:r>
    </w:p>
    <w:p w:rsidR="003E3506" w:rsidRPr="003E3506" w:rsidRDefault="003E3506" w:rsidP="003E3506">
      <w:pPr>
        <w:pStyle w:val="libNormal"/>
        <w:rPr>
          <w:lang w:bidi="fa-IR"/>
        </w:rPr>
      </w:pPr>
      <w:r w:rsidRPr="003E3506">
        <w:rPr>
          <w:rtl/>
          <w:lang w:bidi="fa-IR"/>
        </w:rPr>
        <w:t>٢٧٩ - اگر آب وضو در ظرف غصبى و يا طلا يا نقره است و غير از آن آب ديگرى ندارد در صورتى كه بتواند به وجه مشروعى آن آب را در ظرف ديگر خالى نمايد لازم است خالى كرده و بعدا وضو بگيرد و چنانچه ميسور نباشد بايد تيمم كند و اگر آب ديگرى دارد لازم است با آن وضو بگيرد و در هر دو صورت اگر مخالفت كرده و با آب ظرف غصبى يا ظرف طلا يا نقره وضو بگيرد وضويش صحيح است</w:t>
      </w:r>
      <w:r w:rsidR="000C4B14">
        <w:rPr>
          <w:rtl/>
          <w:lang w:bidi="fa-IR"/>
        </w:rPr>
        <w:t>.</w:t>
      </w:r>
    </w:p>
    <w:p w:rsidR="003E3506" w:rsidRPr="003E3506" w:rsidRDefault="003E3506" w:rsidP="003E3506">
      <w:pPr>
        <w:pStyle w:val="libNormal"/>
        <w:rPr>
          <w:lang w:bidi="fa-IR"/>
        </w:rPr>
      </w:pPr>
      <w:r w:rsidRPr="003E3506">
        <w:rPr>
          <w:rtl/>
          <w:lang w:bidi="fa-IR"/>
        </w:rPr>
        <w:t>٢٨٠ - حوضى كه مثلا يك آجر يا يك سنگ آن غصبى است</w:t>
      </w:r>
      <w:r w:rsidR="000C4B14">
        <w:rPr>
          <w:rtl/>
          <w:lang w:bidi="fa-IR"/>
        </w:rPr>
        <w:t>.</w:t>
      </w:r>
    </w:p>
    <w:p w:rsidR="003E3506" w:rsidRPr="003E3506" w:rsidRDefault="003E3506" w:rsidP="003E3506">
      <w:pPr>
        <w:pStyle w:val="libNormal"/>
        <w:rPr>
          <w:lang w:bidi="fa-IR"/>
        </w:rPr>
      </w:pPr>
      <w:r w:rsidRPr="003E3506">
        <w:rPr>
          <w:rtl/>
          <w:lang w:bidi="fa-IR"/>
        </w:rPr>
        <w:lastRenderedPageBreak/>
        <w:t>در صورتى كه برداشتن آب در عرف تصرف در آن آجر يا سنگ نباشد اشكالى ندارد و در صورتى كه تصرف باشد برداشتن آب حرام ولى وضو صحيح است</w:t>
      </w:r>
      <w:r w:rsidR="000C4B14">
        <w:rPr>
          <w:rtl/>
          <w:lang w:bidi="fa-IR"/>
        </w:rPr>
        <w:t>.</w:t>
      </w:r>
    </w:p>
    <w:p w:rsidR="003E3506" w:rsidRPr="003E3506" w:rsidRDefault="003E3506" w:rsidP="003E3506">
      <w:pPr>
        <w:pStyle w:val="libNormal"/>
        <w:rPr>
          <w:lang w:bidi="fa-IR"/>
        </w:rPr>
      </w:pPr>
      <w:r w:rsidRPr="003E3506">
        <w:rPr>
          <w:rtl/>
          <w:lang w:bidi="fa-IR"/>
        </w:rPr>
        <w:t>٢٨١ - اگر در صحن يكى از امامان يا امامزادگان كه سابقا قبرستان بوده حوض يا نهرى بسازند</w:t>
      </w:r>
      <w:r w:rsidR="000C4B14">
        <w:rPr>
          <w:rtl/>
          <w:lang w:bidi="fa-IR"/>
        </w:rPr>
        <w:t>،</w:t>
      </w:r>
      <w:r w:rsidRPr="003E3506">
        <w:rPr>
          <w:rtl/>
          <w:lang w:bidi="fa-IR"/>
        </w:rPr>
        <w:t xml:space="preserve"> چنانچه انسان نداند كه زمين صحن را براى قبرستان وقف كرده اند</w:t>
      </w:r>
      <w:r w:rsidR="000C4B14">
        <w:rPr>
          <w:rtl/>
          <w:lang w:bidi="fa-IR"/>
        </w:rPr>
        <w:t>،</w:t>
      </w:r>
      <w:r w:rsidRPr="003E3506">
        <w:rPr>
          <w:rtl/>
          <w:lang w:bidi="fa-IR"/>
        </w:rPr>
        <w:t xml:space="preserve"> وضو گرفتن در آن حوض و نهر اشكال ندارد.</w:t>
      </w:r>
    </w:p>
    <w:p w:rsidR="003E3506" w:rsidRPr="003E3506" w:rsidRDefault="003E3506" w:rsidP="003E3506">
      <w:pPr>
        <w:pStyle w:val="libNormal"/>
        <w:rPr>
          <w:lang w:bidi="fa-IR"/>
        </w:rPr>
      </w:pPr>
      <w:r w:rsidRPr="003E3506">
        <w:rPr>
          <w:rtl/>
          <w:lang w:bidi="fa-IR"/>
        </w:rPr>
        <w:t xml:space="preserve">١/٢٨١ - </w:t>
      </w:r>
      <w:r w:rsidRPr="00466CEF">
        <w:rPr>
          <w:rStyle w:val="libBold1Char"/>
          <w:rtl/>
        </w:rPr>
        <w:t>شرط ششم</w:t>
      </w:r>
      <w:r w:rsidR="00553569">
        <w:rPr>
          <w:rtl/>
          <w:lang w:bidi="fa-IR"/>
        </w:rPr>
        <w:t>:</w:t>
      </w:r>
      <w:r w:rsidRPr="003E3506">
        <w:rPr>
          <w:rtl/>
          <w:lang w:bidi="fa-IR"/>
        </w:rPr>
        <w:t xml:space="preserve"> آنكه اعضاء وضو موقع شستن و مسح كردن پاك باشد.</w:t>
      </w:r>
    </w:p>
    <w:p w:rsidR="003E3506" w:rsidRPr="003E3506" w:rsidRDefault="003E3506" w:rsidP="003E3506">
      <w:pPr>
        <w:pStyle w:val="libNormal"/>
        <w:rPr>
          <w:lang w:bidi="fa-IR"/>
        </w:rPr>
      </w:pPr>
      <w:r w:rsidRPr="003E3506">
        <w:rPr>
          <w:rtl/>
          <w:lang w:bidi="fa-IR"/>
        </w:rPr>
        <w:t>٢٨٢ - اگر پيش از تمام شدن وضو جايى را كه شسته يا مسح كرده نجس شود</w:t>
      </w:r>
      <w:r w:rsidR="000C4B14">
        <w:rPr>
          <w:rtl/>
          <w:lang w:bidi="fa-IR"/>
        </w:rPr>
        <w:t>،</w:t>
      </w:r>
      <w:r w:rsidRPr="003E3506">
        <w:rPr>
          <w:rtl/>
          <w:lang w:bidi="fa-IR"/>
        </w:rPr>
        <w:t xml:space="preserve"> وضو صحيح است</w:t>
      </w:r>
      <w:r w:rsidR="000C4B14">
        <w:rPr>
          <w:rtl/>
          <w:lang w:bidi="fa-IR"/>
        </w:rPr>
        <w:t>.</w:t>
      </w:r>
    </w:p>
    <w:p w:rsidR="003E3506" w:rsidRPr="003E3506" w:rsidRDefault="003E3506" w:rsidP="003E3506">
      <w:pPr>
        <w:pStyle w:val="libNormal"/>
        <w:rPr>
          <w:lang w:bidi="fa-IR"/>
        </w:rPr>
      </w:pPr>
      <w:r w:rsidRPr="003E3506">
        <w:rPr>
          <w:rtl/>
          <w:lang w:bidi="fa-IR"/>
        </w:rPr>
        <w:t>٢٨٣ - اگر غير از اعضاء وضو جايى از بدن نجس باشد وضو صحيح است</w:t>
      </w:r>
      <w:r w:rsidR="000C4B14">
        <w:rPr>
          <w:rtl/>
          <w:lang w:bidi="fa-IR"/>
        </w:rPr>
        <w:t>.</w:t>
      </w:r>
    </w:p>
    <w:p w:rsidR="003E3506" w:rsidRPr="003E3506" w:rsidRDefault="003E3506" w:rsidP="003E3506">
      <w:pPr>
        <w:pStyle w:val="libNormal"/>
        <w:rPr>
          <w:lang w:bidi="fa-IR"/>
        </w:rPr>
      </w:pPr>
      <w:r w:rsidRPr="003E3506">
        <w:rPr>
          <w:rtl/>
          <w:lang w:bidi="fa-IR"/>
        </w:rPr>
        <w:t>ولى اگر مخرج را از بول و غايط تطهير نكرده باشد احتياط مستحب آن است كه اول آن را تطهير كند و بعد وضو بگيرد.</w:t>
      </w:r>
    </w:p>
    <w:p w:rsidR="003E3506" w:rsidRPr="003E3506" w:rsidRDefault="003E3506" w:rsidP="003E3506">
      <w:pPr>
        <w:pStyle w:val="libNormal"/>
        <w:rPr>
          <w:lang w:bidi="fa-IR"/>
        </w:rPr>
      </w:pPr>
      <w:r w:rsidRPr="003E3506">
        <w:rPr>
          <w:rtl/>
          <w:lang w:bidi="fa-IR"/>
        </w:rPr>
        <w:t>٢٨٤ - اگر يكى از اعضاء وضو نجس باشد و بعد از وضو شك كند كه پيش از وضو آنجا را آب كشيده يا نه</w:t>
      </w:r>
      <w:r w:rsidR="000C4B14">
        <w:rPr>
          <w:rtl/>
          <w:lang w:bidi="fa-IR"/>
        </w:rPr>
        <w:t>،</w:t>
      </w:r>
      <w:r w:rsidRPr="003E3506">
        <w:rPr>
          <w:rtl/>
          <w:lang w:bidi="fa-IR"/>
        </w:rPr>
        <w:t xml:space="preserve"> وضو صحيح است ولى جايى را كه نجس بوده بايد آب بكشد.</w:t>
      </w:r>
    </w:p>
    <w:p w:rsidR="003E3506" w:rsidRPr="003E3506" w:rsidRDefault="003E3506" w:rsidP="003E3506">
      <w:pPr>
        <w:pStyle w:val="libNormal"/>
        <w:rPr>
          <w:lang w:bidi="fa-IR"/>
        </w:rPr>
      </w:pPr>
      <w:r w:rsidRPr="003E3506">
        <w:rPr>
          <w:rtl/>
          <w:lang w:bidi="fa-IR"/>
        </w:rPr>
        <w:t>٢٨٥ - اگر در صورت يا دستها بريدگى يا زخمى است كه خون آن بند نمى آيد</w:t>
      </w:r>
      <w:r w:rsidR="000C4B14">
        <w:rPr>
          <w:rtl/>
          <w:lang w:bidi="fa-IR"/>
        </w:rPr>
        <w:t>،</w:t>
      </w:r>
      <w:r w:rsidRPr="003E3506">
        <w:rPr>
          <w:rtl/>
          <w:lang w:bidi="fa-IR"/>
        </w:rPr>
        <w:t xml:space="preserve"> و آب براى آن ضرر ندارد</w:t>
      </w:r>
      <w:r w:rsidR="000C4B14">
        <w:rPr>
          <w:rtl/>
          <w:lang w:bidi="fa-IR"/>
        </w:rPr>
        <w:t>،</w:t>
      </w:r>
      <w:r w:rsidRPr="003E3506">
        <w:rPr>
          <w:rtl/>
          <w:lang w:bidi="fa-IR"/>
        </w:rPr>
        <w:t xml:space="preserve"> بايد بعد از شستن اجزاء صحيحه آن عضو با رعايت ترتيب موضع زخم يا بريدگى را در آب كر يا جارى فرو برد</w:t>
      </w:r>
      <w:r w:rsidR="000C4B14">
        <w:rPr>
          <w:rtl/>
          <w:lang w:bidi="fa-IR"/>
        </w:rPr>
        <w:t>،</w:t>
      </w:r>
      <w:r w:rsidRPr="003E3506">
        <w:rPr>
          <w:rtl/>
          <w:lang w:bidi="fa-IR"/>
        </w:rPr>
        <w:t xml:space="preserve"> و قدرى فشار دهد كه خون بند بيايد</w:t>
      </w:r>
      <w:r w:rsidR="000C4B14">
        <w:rPr>
          <w:rtl/>
          <w:lang w:bidi="fa-IR"/>
        </w:rPr>
        <w:t>،</w:t>
      </w:r>
      <w:r w:rsidRPr="003E3506">
        <w:rPr>
          <w:rtl/>
          <w:lang w:bidi="fa-IR"/>
        </w:rPr>
        <w:t xml:space="preserve"> و انگشت خود را روى زخم يا بريدگى در زير آب از بالا به پايين بكشد تا آب بر آن جارى شود و وضو صحيح است</w:t>
      </w:r>
      <w:r w:rsidR="000C4B14">
        <w:rPr>
          <w:rtl/>
          <w:lang w:bidi="fa-IR"/>
        </w:rPr>
        <w:t>.</w:t>
      </w:r>
    </w:p>
    <w:p w:rsidR="003E3506" w:rsidRPr="003E3506" w:rsidRDefault="003E3506" w:rsidP="003E3506">
      <w:pPr>
        <w:pStyle w:val="libNormal"/>
        <w:rPr>
          <w:lang w:bidi="fa-IR"/>
        </w:rPr>
      </w:pPr>
      <w:r w:rsidRPr="003E3506">
        <w:rPr>
          <w:rtl/>
          <w:lang w:bidi="fa-IR"/>
        </w:rPr>
        <w:t xml:space="preserve">١/٢٨٥ - </w:t>
      </w:r>
      <w:r w:rsidRPr="00272E37">
        <w:rPr>
          <w:rStyle w:val="libBold1Char"/>
          <w:rtl/>
        </w:rPr>
        <w:t>شرط هفتم</w:t>
      </w:r>
      <w:r w:rsidR="00553569">
        <w:rPr>
          <w:rtl/>
          <w:lang w:bidi="fa-IR"/>
        </w:rPr>
        <w:t>:</w:t>
      </w:r>
      <w:r w:rsidRPr="003E3506">
        <w:rPr>
          <w:rtl/>
          <w:lang w:bidi="fa-IR"/>
        </w:rPr>
        <w:t xml:space="preserve"> آنكه وقت براى وضو و نماز كافى باشد.</w:t>
      </w:r>
    </w:p>
    <w:p w:rsidR="003E3506" w:rsidRPr="003E3506" w:rsidRDefault="003E3506" w:rsidP="003E3506">
      <w:pPr>
        <w:pStyle w:val="libNormal"/>
        <w:rPr>
          <w:lang w:bidi="fa-IR"/>
        </w:rPr>
      </w:pPr>
      <w:r w:rsidRPr="003E3506">
        <w:rPr>
          <w:rtl/>
          <w:lang w:bidi="fa-IR"/>
        </w:rPr>
        <w:t>٢٨٦ - هرگاه وقت به قدرى تنگ است كه اگر وضو بگيرد تمام نماز يا مقدارى از آن بعد از وقت خوانده مى شود</w:t>
      </w:r>
      <w:r w:rsidR="000C4B14">
        <w:rPr>
          <w:rtl/>
          <w:lang w:bidi="fa-IR"/>
        </w:rPr>
        <w:t>،</w:t>
      </w:r>
      <w:r w:rsidRPr="003E3506">
        <w:rPr>
          <w:rtl/>
          <w:lang w:bidi="fa-IR"/>
        </w:rPr>
        <w:t xml:space="preserve"> بايد تيمم كند</w:t>
      </w:r>
      <w:r w:rsidR="000C4B14">
        <w:rPr>
          <w:rtl/>
          <w:lang w:bidi="fa-IR"/>
        </w:rPr>
        <w:t>،</w:t>
      </w:r>
      <w:r w:rsidRPr="003E3506">
        <w:rPr>
          <w:rtl/>
          <w:lang w:bidi="fa-IR"/>
        </w:rPr>
        <w:t xml:space="preserve"> ولى اگر براى وضو و تيمم يك اندازه وقت لازم است بايد وضو بگيرد.</w:t>
      </w:r>
    </w:p>
    <w:p w:rsidR="003E3506" w:rsidRPr="003E3506" w:rsidRDefault="003E3506" w:rsidP="003E3506">
      <w:pPr>
        <w:pStyle w:val="libNormal"/>
        <w:rPr>
          <w:lang w:bidi="fa-IR"/>
        </w:rPr>
      </w:pPr>
      <w:r w:rsidRPr="003E3506">
        <w:rPr>
          <w:rtl/>
          <w:lang w:bidi="fa-IR"/>
        </w:rPr>
        <w:lastRenderedPageBreak/>
        <w:t>٢٨٧ - كسى كه در تنگى وقت نماز بايد تيمم كند</w:t>
      </w:r>
      <w:r w:rsidR="000C4B14">
        <w:rPr>
          <w:rtl/>
          <w:lang w:bidi="fa-IR"/>
        </w:rPr>
        <w:t>،</w:t>
      </w:r>
      <w:r w:rsidRPr="003E3506">
        <w:rPr>
          <w:rtl/>
          <w:lang w:bidi="fa-IR"/>
        </w:rPr>
        <w:t xml:space="preserve"> اگر به قصد قربت يا براى كار مستحبى مثل خواندن قرآن وضو بگيرد صحيح است</w:t>
      </w:r>
      <w:r w:rsidR="000C4B14">
        <w:rPr>
          <w:rtl/>
          <w:lang w:bidi="fa-IR"/>
        </w:rPr>
        <w:t>،</w:t>
      </w:r>
      <w:r w:rsidRPr="003E3506">
        <w:rPr>
          <w:rtl/>
          <w:lang w:bidi="fa-IR"/>
        </w:rPr>
        <w:t xml:space="preserve"> و همچنين اگر براى خواندن آن نماز وضو بگيرد مگر آنكه قصد قربت براى او حاصل نشود.</w:t>
      </w:r>
    </w:p>
    <w:p w:rsidR="003E3506" w:rsidRPr="003E3506" w:rsidRDefault="003E3506" w:rsidP="003E3506">
      <w:pPr>
        <w:pStyle w:val="libNormal"/>
        <w:rPr>
          <w:lang w:bidi="fa-IR"/>
        </w:rPr>
      </w:pPr>
      <w:r w:rsidRPr="003E3506">
        <w:rPr>
          <w:rtl/>
          <w:lang w:bidi="fa-IR"/>
        </w:rPr>
        <w:t>١/٢٨٧ - شرط هشتم</w:t>
      </w:r>
      <w:r w:rsidR="00553569">
        <w:rPr>
          <w:rtl/>
          <w:lang w:bidi="fa-IR"/>
        </w:rPr>
        <w:t>:</w:t>
      </w:r>
      <w:r w:rsidRPr="003E3506">
        <w:rPr>
          <w:rtl/>
          <w:lang w:bidi="fa-IR"/>
        </w:rPr>
        <w:t xml:space="preserve"> آنكه به قصد قربت يعنى براى خواست خداوند عالم وضو بگيرد</w:t>
      </w:r>
      <w:r w:rsidR="000C4B14">
        <w:rPr>
          <w:rtl/>
          <w:lang w:bidi="fa-IR"/>
        </w:rPr>
        <w:t>،</w:t>
      </w:r>
      <w:r w:rsidRPr="003E3506">
        <w:rPr>
          <w:rtl/>
          <w:lang w:bidi="fa-IR"/>
        </w:rPr>
        <w:t xml:space="preserve"> و اگر براى خنك شدن يا به قصد ديگرى وضو بگيرد باطل است</w:t>
      </w:r>
      <w:r w:rsidR="000C4B14">
        <w:rPr>
          <w:rtl/>
          <w:lang w:bidi="fa-IR"/>
        </w:rPr>
        <w:t>.</w:t>
      </w:r>
    </w:p>
    <w:p w:rsidR="003E3506" w:rsidRPr="003E3506" w:rsidRDefault="003E3506" w:rsidP="003E3506">
      <w:pPr>
        <w:pStyle w:val="libNormal"/>
        <w:rPr>
          <w:lang w:bidi="fa-IR"/>
        </w:rPr>
      </w:pPr>
      <w:r w:rsidRPr="003E3506">
        <w:rPr>
          <w:rtl/>
          <w:lang w:bidi="fa-IR"/>
        </w:rPr>
        <w:t>٢٨٨ - لازم نيست نيت وضو را به زبان بگويد يا از قلب خود بگذراند بلكه اگر تمام افعال وضو بداعى امر خدا به جا آورده شود كفايت مى كند.</w:t>
      </w:r>
    </w:p>
    <w:p w:rsidR="003E3506" w:rsidRPr="003E3506" w:rsidRDefault="003E3506" w:rsidP="003E3506">
      <w:pPr>
        <w:pStyle w:val="libNormal"/>
        <w:rPr>
          <w:lang w:bidi="fa-IR"/>
        </w:rPr>
      </w:pPr>
      <w:r w:rsidRPr="003E3506">
        <w:rPr>
          <w:rtl/>
          <w:lang w:bidi="fa-IR"/>
        </w:rPr>
        <w:t>١/٢٨٨ - شرط نهم</w:t>
      </w:r>
      <w:r w:rsidR="00553569">
        <w:rPr>
          <w:rtl/>
          <w:lang w:bidi="fa-IR"/>
        </w:rPr>
        <w:t>:</w:t>
      </w:r>
      <w:r w:rsidRPr="003E3506">
        <w:rPr>
          <w:rtl/>
          <w:lang w:bidi="fa-IR"/>
        </w:rPr>
        <w:t xml:space="preserve"> آنكه وضو را به ترتيبى كه گفته شد به جا آورد</w:t>
      </w:r>
      <w:r w:rsidR="000C4B14">
        <w:rPr>
          <w:rtl/>
          <w:lang w:bidi="fa-IR"/>
        </w:rPr>
        <w:t>،</w:t>
      </w:r>
      <w:r w:rsidRPr="003E3506">
        <w:rPr>
          <w:rtl/>
          <w:lang w:bidi="fa-IR"/>
        </w:rPr>
        <w:t xml:space="preserve"> يعنى اول صورت و بعد دست راست و بعد دست چپ را بشويد</w:t>
      </w:r>
      <w:r w:rsidR="000C4B14">
        <w:rPr>
          <w:rtl/>
          <w:lang w:bidi="fa-IR"/>
        </w:rPr>
        <w:t>،</w:t>
      </w:r>
      <w:r w:rsidRPr="003E3506">
        <w:rPr>
          <w:rtl/>
          <w:lang w:bidi="fa-IR"/>
        </w:rPr>
        <w:t xml:space="preserve"> و بعد از آن سر و بعد پاها را مسح نمايد</w:t>
      </w:r>
      <w:r w:rsidR="000C4B14">
        <w:rPr>
          <w:rtl/>
          <w:lang w:bidi="fa-IR"/>
        </w:rPr>
        <w:t>،</w:t>
      </w:r>
      <w:r w:rsidRPr="003E3506">
        <w:rPr>
          <w:rtl/>
          <w:lang w:bidi="fa-IR"/>
        </w:rPr>
        <w:t xml:space="preserve"> و احتياط مستحب آن است كه هر دو پا را با هم مسح نكند بلكه پاى چپ را بعد از پاى راست مسح كند.</w:t>
      </w:r>
    </w:p>
    <w:p w:rsidR="003E3506" w:rsidRPr="003E3506" w:rsidRDefault="003E3506" w:rsidP="003E3506">
      <w:pPr>
        <w:pStyle w:val="libNormal"/>
        <w:rPr>
          <w:lang w:bidi="fa-IR"/>
        </w:rPr>
      </w:pPr>
      <w:r w:rsidRPr="003E3506">
        <w:rPr>
          <w:rtl/>
          <w:lang w:bidi="fa-IR"/>
        </w:rPr>
        <w:t>شرط دهم</w:t>
      </w:r>
      <w:r w:rsidR="00553569">
        <w:rPr>
          <w:rtl/>
          <w:lang w:bidi="fa-IR"/>
        </w:rPr>
        <w:t>:</w:t>
      </w:r>
      <w:r w:rsidRPr="003E3506">
        <w:rPr>
          <w:rtl/>
          <w:lang w:bidi="fa-IR"/>
        </w:rPr>
        <w:t xml:space="preserve"> آنكه كارهاى وضو را پشت سر هم انجام دهد.</w:t>
      </w:r>
    </w:p>
    <w:p w:rsidR="003E3506" w:rsidRPr="003E3506" w:rsidRDefault="003E3506" w:rsidP="003E3506">
      <w:pPr>
        <w:pStyle w:val="libNormal"/>
        <w:rPr>
          <w:lang w:bidi="fa-IR"/>
        </w:rPr>
      </w:pPr>
      <w:r w:rsidRPr="003E3506">
        <w:rPr>
          <w:rtl/>
          <w:lang w:bidi="fa-IR"/>
        </w:rPr>
        <w:t>٢٨٩ - اگر بين كارهاى وضو به قدرى فاصله شود كه در نظر عرف پشت سر هم نباشند وضو باطل است</w:t>
      </w:r>
      <w:r w:rsidR="000C4B14">
        <w:rPr>
          <w:rtl/>
          <w:lang w:bidi="fa-IR"/>
        </w:rPr>
        <w:t>،</w:t>
      </w:r>
      <w:r w:rsidRPr="003E3506">
        <w:rPr>
          <w:rtl/>
          <w:lang w:bidi="fa-IR"/>
        </w:rPr>
        <w:t xml:space="preserve"> ولى در صورت پيش آمد عذرى براى شخص - مانند فراموشى يا تمام شدن آب - اين امر معتبر نيست بلكه اگر وقتى مى خواهد جايى را بشويد يا مسح كند چنانچه رطوبت تمام جاهايى كه پيش از آن شسته يا مسح كرده خشك شده باشد</w:t>
      </w:r>
      <w:r w:rsidR="000C4B14">
        <w:rPr>
          <w:rtl/>
          <w:lang w:bidi="fa-IR"/>
        </w:rPr>
        <w:t>،</w:t>
      </w:r>
      <w:r w:rsidRPr="003E3506">
        <w:rPr>
          <w:rtl/>
          <w:lang w:bidi="fa-IR"/>
        </w:rPr>
        <w:t xml:space="preserve"> وضو باطل است</w:t>
      </w:r>
      <w:r w:rsidR="000C4B14">
        <w:rPr>
          <w:rtl/>
          <w:lang w:bidi="fa-IR"/>
        </w:rPr>
        <w:t>،</w:t>
      </w:r>
      <w:r w:rsidRPr="003E3506">
        <w:rPr>
          <w:rtl/>
          <w:lang w:bidi="fa-IR"/>
        </w:rPr>
        <w:t xml:space="preserve"> و اگر فقط رطوبت جايى كه جلوتر از محلى است كه مى خواهد بشويد يا مسح كند خشك شده باشد</w:t>
      </w:r>
      <w:r w:rsidR="000C4B14">
        <w:rPr>
          <w:rtl/>
          <w:lang w:bidi="fa-IR"/>
        </w:rPr>
        <w:t>،</w:t>
      </w:r>
      <w:r w:rsidRPr="003E3506">
        <w:rPr>
          <w:rtl/>
          <w:lang w:bidi="fa-IR"/>
        </w:rPr>
        <w:t xml:space="preserve"> مثلا موقعى كه مى خواهد دست چپ را بشويد رطوبت دست راست خشك شده باشد و صورت تر باشد</w:t>
      </w:r>
      <w:r w:rsidR="000C4B14">
        <w:rPr>
          <w:rtl/>
          <w:lang w:bidi="fa-IR"/>
        </w:rPr>
        <w:t>،</w:t>
      </w:r>
      <w:r w:rsidRPr="003E3506">
        <w:rPr>
          <w:rtl/>
          <w:lang w:bidi="fa-IR"/>
        </w:rPr>
        <w:t xml:space="preserve"> وضويش صحيح است</w:t>
      </w:r>
      <w:r w:rsidR="000C4B14">
        <w:rPr>
          <w:rtl/>
          <w:lang w:bidi="fa-IR"/>
        </w:rPr>
        <w:t>.</w:t>
      </w:r>
    </w:p>
    <w:p w:rsidR="003E3506" w:rsidRPr="003E3506" w:rsidRDefault="003E3506" w:rsidP="003E3506">
      <w:pPr>
        <w:pStyle w:val="libNormal"/>
        <w:rPr>
          <w:lang w:bidi="fa-IR"/>
        </w:rPr>
      </w:pPr>
      <w:r w:rsidRPr="003E3506">
        <w:rPr>
          <w:rtl/>
          <w:lang w:bidi="fa-IR"/>
        </w:rPr>
        <w:t>٢٩٠ - اگر كارهاى وضو را پشت سر هم به جا آورد</w:t>
      </w:r>
      <w:r w:rsidR="000C4B14">
        <w:rPr>
          <w:rtl/>
          <w:lang w:bidi="fa-IR"/>
        </w:rPr>
        <w:t>،</w:t>
      </w:r>
      <w:r w:rsidRPr="003E3506">
        <w:rPr>
          <w:rtl/>
          <w:lang w:bidi="fa-IR"/>
        </w:rPr>
        <w:t xml:space="preserve"> ولى به واسطه گرماى هوا يا حرارت زياد بدن و مانند اينها رطوبت جاهاى پيشين خشك شود وضوى او صحيح است</w:t>
      </w:r>
      <w:r w:rsidR="000C4B14">
        <w:rPr>
          <w:rtl/>
          <w:lang w:bidi="fa-IR"/>
        </w:rPr>
        <w:t>.</w:t>
      </w:r>
    </w:p>
    <w:p w:rsidR="003E3506" w:rsidRPr="003E3506" w:rsidRDefault="003E3506" w:rsidP="003E3506">
      <w:pPr>
        <w:pStyle w:val="libNormal"/>
        <w:rPr>
          <w:lang w:bidi="fa-IR"/>
        </w:rPr>
      </w:pPr>
      <w:r w:rsidRPr="003E3506">
        <w:rPr>
          <w:rtl/>
          <w:lang w:bidi="fa-IR"/>
        </w:rPr>
        <w:t>٢٩١ - راه رفتن در بين وضو اشكال ندارند</w:t>
      </w:r>
      <w:r w:rsidR="000C4B14">
        <w:rPr>
          <w:rtl/>
          <w:lang w:bidi="fa-IR"/>
        </w:rPr>
        <w:t>،</w:t>
      </w:r>
      <w:r w:rsidRPr="003E3506">
        <w:rPr>
          <w:rtl/>
          <w:lang w:bidi="fa-IR"/>
        </w:rPr>
        <w:t xml:space="preserve"> پس اگر بعد از شستن صورت و دستها چند قدم راه برود</w:t>
      </w:r>
      <w:r w:rsidR="000C4B14">
        <w:rPr>
          <w:rtl/>
          <w:lang w:bidi="fa-IR"/>
        </w:rPr>
        <w:t>،</w:t>
      </w:r>
      <w:r w:rsidRPr="003E3506">
        <w:rPr>
          <w:rtl/>
          <w:lang w:bidi="fa-IR"/>
        </w:rPr>
        <w:t xml:space="preserve"> و بعد سر و پا را مسح كند وضوى او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١/٢٩١ - شرط يازدهم</w:t>
      </w:r>
      <w:r w:rsidR="00553569">
        <w:rPr>
          <w:rtl/>
          <w:lang w:bidi="fa-IR"/>
        </w:rPr>
        <w:t>:</w:t>
      </w:r>
      <w:r w:rsidRPr="003E3506">
        <w:rPr>
          <w:rtl/>
          <w:lang w:bidi="fa-IR"/>
        </w:rPr>
        <w:t xml:space="preserve"> آنكه شستن صورت و دستها و مسح سر و پاها را خود انسان انجام دهد</w:t>
      </w:r>
      <w:r w:rsidR="000C4B14">
        <w:rPr>
          <w:rtl/>
          <w:lang w:bidi="fa-IR"/>
        </w:rPr>
        <w:t>،</w:t>
      </w:r>
      <w:r w:rsidRPr="003E3506">
        <w:rPr>
          <w:rtl/>
          <w:lang w:bidi="fa-IR"/>
        </w:rPr>
        <w:t xml:space="preserve"> و اگر ديگرى او را وضو دهد</w:t>
      </w:r>
      <w:r w:rsidR="000C4B14">
        <w:rPr>
          <w:rtl/>
          <w:lang w:bidi="fa-IR"/>
        </w:rPr>
        <w:t>،</w:t>
      </w:r>
      <w:r w:rsidRPr="003E3506">
        <w:rPr>
          <w:rtl/>
          <w:lang w:bidi="fa-IR"/>
        </w:rPr>
        <w:t xml:space="preserve"> يا در رساندن آب به صورت و دستها و مسح سر و پاها به او كمك نمايد وضو باطل است</w:t>
      </w:r>
      <w:r w:rsidR="000C4B14">
        <w:rPr>
          <w:rtl/>
          <w:lang w:bidi="fa-IR"/>
        </w:rPr>
        <w:t>.</w:t>
      </w:r>
    </w:p>
    <w:p w:rsidR="003E3506" w:rsidRPr="003E3506" w:rsidRDefault="003E3506" w:rsidP="003E3506">
      <w:pPr>
        <w:pStyle w:val="libNormal"/>
        <w:rPr>
          <w:lang w:bidi="fa-IR"/>
        </w:rPr>
      </w:pPr>
      <w:r w:rsidRPr="003E3506">
        <w:rPr>
          <w:rtl/>
          <w:lang w:bidi="fa-IR"/>
        </w:rPr>
        <w:t>٢٩٢ - كسى كه نمى تواند خود وضو بگيرد بايد از ديگرى كمك بگيرد هر چند شستن و مسح كشيدن با مشاركت هر دو باشد - و چنانچه مزد هم بخواهد در صورتى كه بتواند و مضر به مالش نباشد بايد بدهد - ولى بايد خود او نيت وضو كند و با دست خود مسح نمايد</w:t>
      </w:r>
      <w:r w:rsidR="000C4B14">
        <w:rPr>
          <w:rtl/>
          <w:lang w:bidi="fa-IR"/>
        </w:rPr>
        <w:t>،</w:t>
      </w:r>
      <w:r w:rsidRPr="003E3506">
        <w:rPr>
          <w:rtl/>
          <w:lang w:bidi="fa-IR"/>
        </w:rPr>
        <w:t xml:space="preserve"> و اگر مشاركت خود شخص ممكن نباشد بايد از شخص ديگر بخواهد كه او را وضو بدهد و در اين صورت احتياط واجب آن است كه هر دو نيت وضو نمايند</w:t>
      </w:r>
      <w:r w:rsidR="000C4B14">
        <w:rPr>
          <w:rtl/>
          <w:lang w:bidi="fa-IR"/>
        </w:rPr>
        <w:t>،</w:t>
      </w:r>
      <w:r w:rsidRPr="003E3506">
        <w:rPr>
          <w:rtl/>
          <w:lang w:bidi="fa-IR"/>
        </w:rPr>
        <w:t xml:space="preserve"> و اگر ممكن نباشد بايد نايبش دست او را بگيرد و به جاى مسح او بكشد و اگر ممكن نباشد بايد نايب از دست او رطوبت بگيرد و با آن رطوبت سر و پاى او را مسح كند.</w:t>
      </w:r>
    </w:p>
    <w:p w:rsidR="003E3506" w:rsidRPr="003E3506" w:rsidRDefault="003E3506" w:rsidP="003E3506">
      <w:pPr>
        <w:pStyle w:val="libNormal"/>
        <w:rPr>
          <w:lang w:bidi="fa-IR"/>
        </w:rPr>
      </w:pPr>
      <w:r w:rsidRPr="003E3506">
        <w:rPr>
          <w:rtl/>
          <w:lang w:bidi="fa-IR"/>
        </w:rPr>
        <w:t>٢٩٣ - هر كدام از كارهاى وضو را كه مى تواند به تنهايى انجام دهد نبايد در آن از ديگرى كمك بگيرد.</w:t>
      </w:r>
    </w:p>
    <w:p w:rsidR="003E3506" w:rsidRPr="003E3506" w:rsidRDefault="003E3506" w:rsidP="003E3506">
      <w:pPr>
        <w:pStyle w:val="libNormal"/>
        <w:rPr>
          <w:lang w:bidi="fa-IR"/>
        </w:rPr>
      </w:pPr>
      <w:r w:rsidRPr="003E3506">
        <w:rPr>
          <w:rtl/>
          <w:lang w:bidi="fa-IR"/>
        </w:rPr>
        <w:t>١/٢٩٣ - شرط دوازدهم</w:t>
      </w:r>
      <w:r w:rsidR="00553569">
        <w:rPr>
          <w:rtl/>
          <w:lang w:bidi="fa-IR"/>
        </w:rPr>
        <w:t>:</w:t>
      </w:r>
      <w:r w:rsidRPr="003E3506">
        <w:rPr>
          <w:rtl/>
          <w:lang w:bidi="fa-IR"/>
        </w:rPr>
        <w:t xml:space="preserve"> آنكه استعمال آب براى او مانعى نداشته باشد.</w:t>
      </w:r>
    </w:p>
    <w:p w:rsidR="003E3506" w:rsidRPr="003E3506" w:rsidRDefault="003E3506" w:rsidP="003E3506">
      <w:pPr>
        <w:pStyle w:val="libNormal"/>
        <w:rPr>
          <w:lang w:bidi="fa-IR"/>
        </w:rPr>
      </w:pPr>
      <w:r w:rsidRPr="003E3506">
        <w:rPr>
          <w:rtl/>
          <w:lang w:bidi="fa-IR"/>
        </w:rPr>
        <w:t>٢٩٤ - كسى كه مى ترسد كه اگر وضو بگيرد مريض شود يا اگر آب را به مصرف وضو برساند تشنه بماند وظيفه ندارد كه وضو بگيرد</w:t>
      </w:r>
      <w:r w:rsidR="000C4B14">
        <w:rPr>
          <w:rtl/>
          <w:lang w:bidi="fa-IR"/>
        </w:rPr>
        <w:t>،</w:t>
      </w:r>
      <w:r w:rsidRPr="003E3506">
        <w:rPr>
          <w:rtl/>
          <w:lang w:bidi="fa-IR"/>
        </w:rPr>
        <w:t xml:space="preserve"> و اگر نداند كه آب براى او ضرر دارد و وضو بگيرد اگر واقعا ضرر داشته وضوى او باطل است</w:t>
      </w:r>
      <w:r w:rsidR="000C4B14">
        <w:rPr>
          <w:rtl/>
          <w:lang w:bidi="fa-IR"/>
        </w:rPr>
        <w:t>.</w:t>
      </w:r>
    </w:p>
    <w:p w:rsidR="003F382E" w:rsidRDefault="003E3506" w:rsidP="003E3506">
      <w:pPr>
        <w:pStyle w:val="libNormal"/>
        <w:rPr>
          <w:rtl/>
          <w:lang w:bidi="fa-IR"/>
        </w:rPr>
      </w:pPr>
      <w:r w:rsidRPr="003E3506">
        <w:rPr>
          <w:rtl/>
          <w:lang w:bidi="fa-IR"/>
        </w:rPr>
        <w:t>٢٩٥ - اگر رساندن آب به صورت و دستها به مقدار كمى كه وضو با آن صحيح است ضرر ندارد و بيشتر از آن ضرر دارد</w:t>
      </w:r>
      <w:r w:rsidR="000C4B14">
        <w:rPr>
          <w:rtl/>
          <w:lang w:bidi="fa-IR"/>
        </w:rPr>
        <w:t>،</w:t>
      </w:r>
      <w:r w:rsidRPr="003E3506">
        <w:rPr>
          <w:rtl/>
          <w:lang w:bidi="fa-IR"/>
        </w:rPr>
        <w:t xml:space="preserve"> بايد با همان مقدار وضو بگيرد.</w:t>
      </w:r>
    </w:p>
    <w:p w:rsidR="003E3506" w:rsidRPr="003E3506" w:rsidRDefault="003E3506" w:rsidP="003E3506">
      <w:pPr>
        <w:pStyle w:val="libNormal"/>
        <w:rPr>
          <w:lang w:bidi="fa-IR"/>
        </w:rPr>
      </w:pPr>
      <w:r w:rsidRPr="003E3506">
        <w:rPr>
          <w:rtl/>
          <w:lang w:bidi="fa-IR"/>
        </w:rPr>
        <w:t>١/٢٩٥ - شرط سيزدهم</w:t>
      </w:r>
      <w:r w:rsidR="00553569">
        <w:rPr>
          <w:rtl/>
          <w:lang w:bidi="fa-IR"/>
        </w:rPr>
        <w:t>:</w:t>
      </w:r>
      <w:r w:rsidRPr="003E3506">
        <w:rPr>
          <w:rtl/>
          <w:lang w:bidi="fa-IR"/>
        </w:rPr>
        <w:t xml:space="preserve"> آنكه در اعضاء وضو مانعى از رسيدن آب نباشد.</w:t>
      </w:r>
    </w:p>
    <w:p w:rsidR="00466CEF" w:rsidRDefault="003E3506" w:rsidP="003E3506">
      <w:pPr>
        <w:pStyle w:val="libNormal"/>
        <w:rPr>
          <w:rtl/>
          <w:lang w:bidi="fa-IR"/>
        </w:rPr>
      </w:pPr>
      <w:r w:rsidRPr="003E3506">
        <w:rPr>
          <w:rtl/>
          <w:lang w:bidi="fa-IR"/>
        </w:rPr>
        <w:t>٢٩٦ - اگر مى داند چيزى به اعضاء وضو چسبيده</w:t>
      </w:r>
      <w:r w:rsidR="000C4B14">
        <w:rPr>
          <w:rtl/>
          <w:lang w:bidi="fa-IR"/>
        </w:rPr>
        <w:t>،</w:t>
      </w:r>
      <w:r w:rsidRPr="003E3506">
        <w:rPr>
          <w:rtl/>
          <w:lang w:bidi="fa-IR"/>
        </w:rPr>
        <w:t xml:space="preserve"> ولى شك دارد كه از رسيدن آب جلوگيرى مى كند يا نه</w:t>
      </w:r>
      <w:r w:rsidR="000C4B14">
        <w:rPr>
          <w:rtl/>
          <w:lang w:bidi="fa-IR"/>
        </w:rPr>
        <w:t>،</w:t>
      </w:r>
      <w:r w:rsidRPr="003E3506">
        <w:rPr>
          <w:rtl/>
          <w:lang w:bidi="fa-IR"/>
        </w:rPr>
        <w:t xml:space="preserve"> بايد آن را برطرف كند</w:t>
      </w:r>
      <w:r w:rsidR="000C4B14">
        <w:rPr>
          <w:rtl/>
          <w:lang w:bidi="fa-IR"/>
        </w:rPr>
        <w:t>،</w:t>
      </w:r>
      <w:r w:rsidRPr="003E3506">
        <w:rPr>
          <w:rtl/>
          <w:lang w:bidi="fa-IR"/>
        </w:rPr>
        <w:t xml:space="preserve"> يا آب را به زير آن برساند.</w:t>
      </w:r>
    </w:p>
    <w:p w:rsidR="003E3506" w:rsidRPr="003E3506" w:rsidRDefault="003E3506" w:rsidP="003E3506">
      <w:pPr>
        <w:pStyle w:val="libNormal"/>
        <w:rPr>
          <w:lang w:bidi="fa-IR"/>
        </w:rPr>
      </w:pPr>
      <w:r w:rsidRPr="003E3506">
        <w:rPr>
          <w:rtl/>
          <w:lang w:bidi="fa-IR"/>
        </w:rPr>
        <w:lastRenderedPageBreak/>
        <w:t>٢٩٧ - اگر زير ناخن چرك باشد</w:t>
      </w:r>
      <w:r w:rsidR="000C4B14">
        <w:rPr>
          <w:rtl/>
          <w:lang w:bidi="fa-IR"/>
        </w:rPr>
        <w:t>،</w:t>
      </w:r>
      <w:r w:rsidRPr="003E3506">
        <w:rPr>
          <w:rtl/>
          <w:lang w:bidi="fa-IR"/>
        </w:rPr>
        <w:t xml:space="preserve"> وضو اشكال ندارد</w:t>
      </w:r>
      <w:r w:rsidR="000C4B14">
        <w:rPr>
          <w:rtl/>
          <w:lang w:bidi="fa-IR"/>
        </w:rPr>
        <w:t>،</w:t>
      </w:r>
      <w:r w:rsidRPr="003E3506">
        <w:rPr>
          <w:rtl/>
          <w:lang w:bidi="fa-IR"/>
        </w:rPr>
        <w:t xml:space="preserve"> ولى اگر ناخن را بگيرند چنانچه آن چرك مانع از رسيدن آب به پوست باشد بايد براى وضو آن چرك را برطرف كنند.</w:t>
      </w:r>
    </w:p>
    <w:p w:rsidR="003E3506" w:rsidRPr="003E3506" w:rsidRDefault="003E3506" w:rsidP="003E3506">
      <w:pPr>
        <w:pStyle w:val="libNormal"/>
        <w:rPr>
          <w:lang w:bidi="fa-IR"/>
        </w:rPr>
      </w:pPr>
      <w:r w:rsidRPr="003E3506">
        <w:rPr>
          <w:rtl/>
          <w:lang w:bidi="fa-IR"/>
        </w:rPr>
        <w:t>و نيز اگر ناخن بيشتر از معمول بلند باشد</w:t>
      </w:r>
      <w:r w:rsidR="000C4B14">
        <w:rPr>
          <w:rtl/>
          <w:lang w:bidi="fa-IR"/>
        </w:rPr>
        <w:t>،</w:t>
      </w:r>
      <w:r w:rsidRPr="003E3506">
        <w:rPr>
          <w:rtl/>
          <w:lang w:bidi="fa-IR"/>
        </w:rPr>
        <w:t xml:space="preserve"> بايد چرك زير مقدارى را كه از معمول بلندتر است برطرف نمايند.</w:t>
      </w:r>
    </w:p>
    <w:p w:rsidR="003E3506" w:rsidRPr="003E3506" w:rsidRDefault="003E3506" w:rsidP="003E3506">
      <w:pPr>
        <w:pStyle w:val="libNormal"/>
        <w:rPr>
          <w:lang w:bidi="fa-IR"/>
        </w:rPr>
      </w:pPr>
      <w:r w:rsidRPr="003E3506">
        <w:rPr>
          <w:rtl/>
          <w:lang w:bidi="fa-IR"/>
        </w:rPr>
        <w:t>٢٩٨ - اگر در صورت و دستها و جلوى سر و روى پاها به واسطه سوختن يا چيز ديگر برآمدگى پيدا شود</w:t>
      </w:r>
      <w:r w:rsidR="000C4B14">
        <w:rPr>
          <w:rtl/>
          <w:lang w:bidi="fa-IR"/>
        </w:rPr>
        <w:t>،</w:t>
      </w:r>
      <w:r w:rsidRPr="003E3506">
        <w:rPr>
          <w:rtl/>
          <w:lang w:bidi="fa-IR"/>
        </w:rPr>
        <w:t xml:space="preserve"> شستن و مسح روى آن كافيست و چنانچه سوراخ شود</w:t>
      </w:r>
      <w:r w:rsidR="000C4B14">
        <w:rPr>
          <w:rtl/>
          <w:lang w:bidi="fa-IR"/>
        </w:rPr>
        <w:t>،</w:t>
      </w:r>
      <w:r w:rsidRPr="003E3506">
        <w:rPr>
          <w:rtl/>
          <w:lang w:bidi="fa-IR"/>
        </w:rPr>
        <w:t xml:space="preserve"> رساندن آب به زير پوست لازم نيست</w:t>
      </w:r>
      <w:r w:rsidR="000C4B14">
        <w:rPr>
          <w:rtl/>
          <w:lang w:bidi="fa-IR"/>
        </w:rPr>
        <w:t>،</w:t>
      </w:r>
      <w:r w:rsidRPr="003E3506">
        <w:rPr>
          <w:rtl/>
          <w:lang w:bidi="fa-IR"/>
        </w:rPr>
        <w:t xml:space="preserve"> بلكه اگر پوست يك قسمت آن كنده شود</w:t>
      </w:r>
      <w:r w:rsidR="000C4B14">
        <w:rPr>
          <w:rtl/>
          <w:lang w:bidi="fa-IR"/>
        </w:rPr>
        <w:t>،</w:t>
      </w:r>
      <w:r w:rsidRPr="003E3506">
        <w:rPr>
          <w:rtl/>
          <w:lang w:bidi="fa-IR"/>
        </w:rPr>
        <w:t xml:space="preserve"> لازم نيست آب را به زير قسمتى كه كنده نشده برساند.</w:t>
      </w:r>
    </w:p>
    <w:p w:rsidR="003E3506" w:rsidRPr="003E3506" w:rsidRDefault="003E3506" w:rsidP="003E3506">
      <w:pPr>
        <w:pStyle w:val="libNormal"/>
        <w:rPr>
          <w:lang w:bidi="fa-IR"/>
        </w:rPr>
      </w:pPr>
      <w:r w:rsidRPr="003E3506">
        <w:rPr>
          <w:rtl/>
          <w:lang w:bidi="fa-IR"/>
        </w:rPr>
        <w:t>ولى چنانچه پوستى كه كنده شده گاهى به بدن مى چسبد و گاهى بلند مى شود</w:t>
      </w:r>
      <w:r w:rsidR="000C4B14">
        <w:rPr>
          <w:rtl/>
          <w:lang w:bidi="fa-IR"/>
        </w:rPr>
        <w:t>،</w:t>
      </w:r>
      <w:r w:rsidRPr="003E3506">
        <w:rPr>
          <w:rtl/>
          <w:lang w:bidi="fa-IR"/>
        </w:rPr>
        <w:t xml:space="preserve"> بايد آن را قطع كند يا آب را به زير آن برساند.</w:t>
      </w:r>
    </w:p>
    <w:p w:rsidR="003E3506" w:rsidRPr="003E3506" w:rsidRDefault="003E3506" w:rsidP="003E3506">
      <w:pPr>
        <w:pStyle w:val="libNormal"/>
        <w:rPr>
          <w:lang w:bidi="fa-IR"/>
        </w:rPr>
      </w:pPr>
      <w:r w:rsidRPr="003E3506">
        <w:rPr>
          <w:rtl/>
          <w:lang w:bidi="fa-IR"/>
        </w:rPr>
        <w:t>٢٩٩ - اگر انسان شك كند كه به اعضاى وضوى او چيزى چسبيده يا نه</w:t>
      </w:r>
      <w:r w:rsidR="000C4B14">
        <w:rPr>
          <w:rtl/>
          <w:lang w:bidi="fa-IR"/>
        </w:rPr>
        <w:t>،</w:t>
      </w:r>
      <w:r w:rsidRPr="003E3506">
        <w:rPr>
          <w:rtl/>
          <w:lang w:bidi="fa-IR"/>
        </w:rPr>
        <w:t xml:space="preserve"> چنانچه احتمال او در نظر مردم به جا باشد</w:t>
      </w:r>
      <w:r w:rsidR="000C4B14">
        <w:rPr>
          <w:rtl/>
          <w:lang w:bidi="fa-IR"/>
        </w:rPr>
        <w:t>،</w:t>
      </w:r>
      <w:r w:rsidRPr="003E3506">
        <w:rPr>
          <w:rtl/>
          <w:lang w:bidi="fa-IR"/>
        </w:rPr>
        <w:t xml:space="preserve"> مثل آنكه بعد از گل كارى شك كند گل به دست او چسبيده يا نه</w:t>
      </w:r>
      <w:r w:rsidR="000C4B14">
        <w:rPr>
          <w:rtl/>
          <w:lang w:bidi="fa-IR"/>
        </w:rPr>
        <w:t>،</w:t>
      </w:r>
      <w:r w:rsidRPr="003E3506">
        <w:rPr>
          <w:rtl/>
          <w:lang w:bidi="fa-IR"/>
        </w:rPr>
        <w:t xml:space="preserve"> بايد وارسى كند</w:t>
      </w:r>
      <w:r w:rsidR="000C4B14">
        <w:rPr>
          <w:rtl/>
          <w:lang w:bidi="fa-IR"/>
        </w:rPr>
        <w:t>،</w:t>
      </w:r>
      <w:r w:rsidRPr="003E3506">
        <w:rPr>
          <w:rtl/>
          <w:lang w:bidi="fa-IR"/>
        </w:rPr>
        <w:t xml:space="preserve"> يا به قدرى دست بمالد كه اطمينان پيدا كند كه اگر بوده برطرف شده</w:t>
      </w:r>
      <w:r w:rsidR="000C4B14">
        <w:rPr>
          <w:rtl/>
          <w:lang w:bidi="fa-IR"/>
        </w:rPr>
        <w:t>،</w:t>
      </w:r>
      <w:r w:rsidRPr="003E3506">
        <w:rPr>
          <w:rtl/>
          <w:lang w:bidi="fa-IR"/>
        </w:rPr>
        <w:t xml:space="preserve"> يا آب به زير آن رسيده است</w:t>
      </w:r>
      <w:r w:rsidR="000C4B14">
        <w:rPr>
          <w:rtl/>
          <w:lang w:bidi="fa-IR"/>
        </w:rPr>
        <w:t>.</w:t>
      </w:r>
    </w:p>
    <w:p w:rsidR="003E3506" w:rsidRPr="003E3506" w:rsidRDefault="003E3506" w:rsidP="003E3506">
      <w:pPr>
        <w:pStyle w:val="libNormal"/>
        <w:rPr>
          <w:lang w:bidi="fa-IR"/>
        </w:rPr>
      </w:pPr>
      <w:r w:rsidRPr="003E3506">
        <w:rPr>
          <w:rtl/>
          <w:lang w:bidi="fa-IR"/>
        </w:rPr>
        <w:t>٣٠٠ - اگر جايى را كه بايد شست يا مسح كرد چرك باشد</w:t>
      </w:r>
      <w:r w:rsidR="000C4B14">
        <w:rPr>
          <w:rtl/>
          <w:lang w:bidi="fa-IR"/>
        </w:rPr>
        <w:t>،</w:t>
      </w:r>
      <w:r w:rsidRPr="003E3506">
        <w:rPr>
          <w:rtl/>
          <w:lang w:bidi="fa-IR"/>
        </w:rPr>
        <w:t xml:space="preserve"> ولى چرك آن مانع از رسيدن آب به بدن نباشد اشكال ندارد</w:t>
      </w:r>
      <w:r w:rsidR="000C4B14">
        <w:rPr>
          <w:rtl/>
          <w:lang w:bidi="fa-IR"/>
        </w:rPr>
        <w:t>،</w:t>
      </w:r>
      <w:r w:rsidRPr="003E3506">
        <w:rPr>
          <w:rtl/>
          <w:lang w:bidi="fa-IR"/>
        </w:rPr>
        <w:t xml:space="preserve"> و همچنين است اگر بعد از گچ كارى و مانند آن چيز سفيدى كه جلوگيرى از رسيدن آب به پوست نمى نمايد بر دست بماند</w:t>
      </w:r>
      <w:r w:rsidR="000C4B14">
        <w:rPr>
          <w:rtl/>
          <w:lang w:bidi="fa-IR"/>
        </w:rPr>
        <w:t>،</w:t>
      </w:r>
      <w:r w:rsidRPr="003E3506">
        <w:rPr>
          <w:rtl/>
          <w:lang w:bidi="fa-IR"/>
        </w:rPr>
        <w:t xml:space="preserve"> ولى اگر شك كند كه با بودن آنها آب به بدن مى رسد يا نه</w:t>
      </w:r>
      <w:r w:rsidR="000C4B14">
        <w:rPr>
          <w:rtl/>
          <w:lang w:bidi="fa-IR"/>
        </w:rPr>
        <w:t>،</w:t>
      </w:r>
      <w:r w:rsidRPr="003E3506">
        <w:rPr>
          <w:rtl/>
          <w:lang w:bidi="fa-IR"/>
        </w:rPr>
        <w:t xml:space="preserve"> بايد آنها را برطرف كند.</w:t>
      </w:r>
    </w:p>
    <w:p w:rsidR="003E3506" w:rsidRPr="003E3506" w:rsidRDefault="003E3506" w:rsidP="003E3506">
      <w:pPr>
        <w:pStyle w:val="libNormal"/>
        <w:rPr>
          <w:lang w:bidi="fa-IR"/>
        </w:rPr>
      </w:pPr>
      <w:r w:rsidRPr="003E3506">
        <w:rPr>
          <w:rtl/>
          <w:lang w:bidi="fa-IR"/>
        </w:rPr>
        <w:t>٣٠١ - اگر پيش از وضو بداند كه در بعضى از اعضاء وضو مانعى از رسيدن آب هست</w:t>
      </w:r>
      <w:r w:rsidR="000C4B14">
        <w:rPr>
          <w:rtl/>
          <w:lang w:bidi="fa-IR"/>
        </w:rPr>
        <w:t>،</w:t>
      </w:r>
      <w:r w:rsidRPr="003E3506">
        <w:rPr>
          <w:rtl/>
          <w:lang w:bidi="fa-IR"/>
        </w:rPr>
        <w:t xml:space="preserve"> و بعد از وضو شك كند كه در موقع وضو آب را به آنجا رسانده يا نه وضوى او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٣٠٢ - اگر در بعضى از اعضاء وضو مانعى باشد كه گاهى آب به خودى خود زير آن مى رسد</w:t>
      </w:r>
      <w:r w:rsidR="000C4B14">
        <w:rPr>
          <w:rtl/>
          <w:lang w:bidi="fa-IR"/>
        </w:rPr>
        <w:t>،</w:t>
      </w:r>
      <w:r w:rsidRPr="003E3506">
        <w:rPr>
          <w:rtl/>
          <w:lang w:bidi="fa-IR"/>
        </w:rPr>
        <w:t xml:space="preserve"> و گاهى نمى رسد</w:t>
      </w:r>
      <w:r w:rsidR="000C4B14">
        <w:rPr>
          <w:rtl/>
          <w:lang w:bidi="fa-IR"/>
        </w:rPr>
        <w:t>،</w:t>
      </w:r>
      <w:r w:rsidRPr="003E3506">
        <w:rPr>
          <w:rtl/>
          <w:lang w:bidi="fa-IR"/>
        </w:rPr>
        <w:t xml:space="preserve"> و انسان بعد از وضو شك كند كه آب زير آن رسيده يا نه</w:t>
      </w:r>
      <w:r w:rsidR="000C4B14">
        <w:rPr>
          <w:rtl/>
          <w:lang w:bidi="fa-IR"/>
        </w:rPr>
        <w:t>،</w:t>
      </w:r>
      <w:r w:rsidRPr="003E3506">
        <w:rPr>
          <w:rtl/>
          <w:lang w:bidi="fa-IR"/>
        </w:rPr>
        <w:t xml:space="preserve"> چنانچه بداند موقع وضو ملتفت رسيدن آب به زير آن نبوده</w:t>
      </w:r>
      <w:r w:rsidR="000C4B14">
        <w:rPr>
          <w:rtl/>
          <w:lang w:bidi="fa-IR"/>
        </w:rPr>
        <w:t>،</w:t>
      </w:r>
      <w:r w:rsidRPr="003E3506">
        <w:rPr>
          <w:rtl/>
          <w:lang w:bidi="fa-IR"/>
        </w:rPr>
        <w:t xml:space="preserve"> احتياط مستحب آن است كه دوباره وضو بگيرد.</w:t>
      </w:r>
    </w:p>
    <w:p w:rsidR="003E3506" w:rsidRPr="003E3506" w:rsidRDefault="003E3506" w:rsidP="003E3506">
      <w:pPr>
        <w:pStyle w:val="libNormal"/>
        <w:rPr>
          <w:lang w:bidi="fa-IR"/>
        </w:rPr>
      </w:pPr>
      <w:r w:rsidRPr="003E3506">
        <w:rPr>
          <w:rtl/>
          <w:lang w:bidi="fa-IR"/>
        </w:rPr>
        <w:t>٣٠٣ - اگر بعد از وضو چيزى كه مانع از رسيدن آب است در اعضاء وضو ببيند</w:t>
      </w:r>
      <w:r w:rsidR="000C4B14">
        <w:rPr>
          <w:rtl/>
          <w:lang w:bidi="fa-IR"/>
        </w:rPr>
        <w:t>،</w:t>
      </w:r>
      <w:r w:rsidRPr="003E3506">
        <w:rPr>
          <w:rtl/>
          <w:lang w:bidi="fa-IR"/>
        </w:rPr>
        <w:t xml:space="preserve"> و نداند موقع وضو بوده يا بعد پيدا شده</w:t>
      </w:r>
      <w:r w:rsidR="000C4B14">
        <w:rPr>
          <w:rtl/>
          <w:lang w:bidi="fa-IR"/>
        </w:rPr>
        <w:t>،</w:t>
      </w:r>
      <w:r w:rsidRPr="003E3506">
        <w:rPr>
          <w:rtl/>
          <w:lang w:bidi="fa-IR"/>
        </w:rPr>
        <w:t xml:space="preserve"> وضوى او صحيح است</w:t>
      </w:r>
      <w:r w:rsidR="000C4B14">
        <w:rPr>
          <w:rtl/>
          <w:lang w:bidi="fa-IR"/>
        </w:rPr>
        <w:t>،</w:t>
      </w:r>
      <w:r w:rsidRPr="003E3506">
        <w:rPr>
          <w:rtl/>
          <w:lang w:bidi="fa-IR"/>
        </w:rPr>
        <w:t xml:space="preserve"> ولى اگر بداند كه در وقت وضو ملتفت آن مانع نبوده</w:t>
      </w:r>
      <w:r w:rsidR="000C4B14">
        <w:rPr>
          <w:rtl/>
          <w:lang w:bidi="fa-IR"/>
        </w:rPr>
        <w:t>،</w:t>
      </w:r>
      <w:r w:rsidRPr="003E3506">
        <w:rPr>
          <w:rtl/>
          <w:lang w:bidi="fa-IR"/>
        </w:rPr>
        <w:t xml:space="preserve"> احتياط مستحب آن است كه دوباره وضو بگيرد.</w:t>
      </w:r>
    </w:p>
    <w:p w:rsidR="003E3506" w:rsidRPr="003E3506" w:rsidRDefault="003E3506" w:rsidP="003E3506">
      <w:pPr>
        <w:pStyle w:val="libNormal"/>
        <w:rPr>
          <w:lang w:bidi="fa-IR"/>
        </w:rPr>
      </w:pPr>
      <w:r w:rsidRPr="003E3506">
        <w:rPr>
          <w:rtl/>
          <w:lang w:bidi="fa-IR"/>
        </w:rPr>
        <w:t>٣٠٤ - اگر بعد از وضو شك كند چيزى كه مانع رسيدن آب است در اعضاء وضو بوده يا نه وضو صحيح است</w:t>
      </w:r>
      <w:r w:rsidR="000C4B14">
        <w:rPr>
          <w:rtl/>
          <w:lang w:bidi="fa-IR"/>
        </w:rPr>
        <w:t>.</w:t>
      </w:r>
    </w:p>
    <w:p w:rsidR="003E3506" w:rsidRPr="003E3506" w:rsidRDefault="003F382E" w:rsidP="003E3506">
      <w:pPr>
        <w:pStyle w:val="libNormal"/>
        <w:rPr>
          <w:lang w:bidi="fa-IR"/>
        </w:rPr>
      </w:pPr>
      <w:r>
        <w:rPr>
          <w:rtl/>
          <w:lang w:bidi="fa-IR"/>
        </w:rPr>
        <w:br w:type="page"/>
      </w:r>
    </w:p>
    <w:p w:rsidR="003E3506" w:rsidRDefault="00605FAB" w:rsidP="003F382E">
      <w:pPr>
        <w:pStyle w:val="Heading3"/>
        <w:rPr>
          <w:rtl/>
          <w:lang w:bidi="fa-IR"/>
        </w:rPr>
      </w:pPr>
      <w:bookmarkStart w:id="41" w:name="_Toc24454464"/>
      <w:r>
        <w:rPr>
          <w:rtl/>
          <w:lang w:bidi="fa-IR"/>
        </w:rPr>
        <w:t>(</w:t>
      </w:r>
      <w:r w:rsidR="003E3506" w:rsidRPr="003E3506">
        <w:rPr>
          <w:rtl/>
          <w:lang w:bidi="fa-IR"/>
        </w:rPr>
        <w:t>احكام وضو</w:t>
      </w:r>
      <w:r>
        <w:rPr>
          <w:rtl/>
          <w:lang w:bidi="fa-IR"/>
        </w:rPr>
        <w:t>)</w:t>
      </w:r>
      <w:bookmarkEnd w:id="41"/>
    </w:p>
    <w:p w:rsidR="003E3506" w:rsidRPr="003E3506" w:rsidRDefault="003E3506" w:rsidP="003E3506">
      <w:pPr>
        <w:pStyle w:val="libNormal"/>
        <w:rPr>
          <w:lang w:bidi="fa-IR"/>
        </w:rPr>
      </w:pPr>
      <w:r w:rsidRPr="003E3506">
        <w:rPr>
          <w:rtl/>
          <w:lang w:bidi="fa-IR"/>
        </w:rPr>
        <w:t>٣٠٥ - كسى كه در كارهاى وضو و شرايط آن مثل پاك بودن آب و غصبى نبودن آن خيلى شك مى كند</w:t>
      </w:r>
      <w:r w:rsidR="000C4B14">
        <w:rPr>
          <w:rtl/>
          <w:lang w:bidi="fa-IR"/>
        </w:rPr>
        <w:t>،</w:t>
      </w:r>
      <w:r w:rsidRPr="003E3506">
        <w:rPr>
          <w:rtl/>
          <w:lang w:bidi="fa-IR"/>
        </w:rPr>
        <w:t xml:space="preserve"> بايد به شك خود اعتنا نكند.</w:t>
      </w:r>
    </w:p>
    <w:p w:rsidR="003E3506" w:rsidRPr="003E3506" w:rsidRDefault="003E3506" w:rsidP="003E3506">
      <w:pPr>
        <w:pStyle w:val="libNormal"/>
        <w:rPr>
          <w:lang w:bidi="fa-IR"/>
        </w:rPr>
      </w:pPr>
      <w:r w:rsidRPr="003E3506">
        <w:rPr>
          <w:rtl/>
          <w:lang w:bidi="fa-IR"/>
        </w:rPr>
        <w:t>٣٠٦ - اگر شك كند كه وضوى او باطل شده يا نه</w:t>
      </w:r>
      <w:r w:rsidR="000C4B14">
        <w:rPr>
          <w:rtl/>
          <w:lang w:bidi="fa-IR"/>
        </w:rPr>
        <w:t>،</w:t>
      </w:r>
      <w:r w:rsidRPr="003E3506">
        <w:rPr>
          <w:rtl/>
          <w:lang w:bidi="fa-IR"/>
        </w:rPr>
        <w:t xml:space="preserve"> بنا مى گذارد كه وضوى او باقى است</w:t>
      </w:r>
      <w:r w:rsidR="000C4B14">
        <w:rPr>
          <w:rtl/>
          <w:lang w:bidi="fa-IR"/>
        </w:rPr>
        <w:t>،</w:t>
      </w:r>
      <w:r w:rsidRPr="003E3506">
        <w:rPr>
          <w:rtl/>
          <w:lang w:bidi="fa-IR"/>
        </w:rPr>
        <w:t xml:space="preserve"> ولى اگر بعد از بول استبراء نكرده و وضو گرفته باشد و بعد از وضو رطوبتى از او بيرون آيد كه نداند بول است يا چيز ديگر</w:t>
      </w:r>
      <w:r w:rsidR="000C4B14">
        <w:rPr>
          <w:rtl/>
          <w:lang w:bidi="fa-IR"/>
        </w:rPr>
        <w:t>،</w:t>
      </w:r>
      <w:r w:rsidRPr="003E3506">
        <w:rPr>
          <w:rtl/>
          <w:lang w:bidi="fa-IR"/>
        </w:rPr>
        <w:t xml:space="preserve"> وضوى او باطل است</w:t>
      </w:r>
      <w:r w:rsidR="000C4B14">
        <w:rPr>
          <w:rtl/>
          <w:lang w:bidi="fa-IR"/>
        </w:rPr>
        <w:t>.</w:t>
      </w:r>
    </w:p>
    <w:p w:rsidR="003E3506" w:rsidRPr="003E3506" w:rsidRDefault="003E3506" w:rsidP="003E3506">
      <w:pPr>
        <w:pStyle w:val="libNormal"/>
        <w:rPr>
          <w:lang w:bidi="fa-IR"/>
        </w:rPr>
      </w:pPr>
      <w:r w:rsidRPr="003E3506">
        <w:rPr>
          <w:rtl/>
          <w:lang w:bidi="fa-IR"/>
        </w:rPr>
        <w:t>٣٠٧ - كسى كه شك دارد وضو گرفته يا نه بايد وضو بگيرد.</w:t>
      </w:r>
    </w:p>
    <w:p w:rsidR="003E3506" w:rsidRPr="003E3506" w:rsidRDefault="003E3506" w:rsidP="003E3506">
      <w:pPr>
        <w:pStyle w:val="libNormal"/>
        <w:rPr>
          <w:lang w:bidi="fa-IR"/>
        </w:rPr>
      </w:pPr>
      <w:r w:rsidRPr="003E3506">
        <w:rPr>
          <w:rtl/>
          <w:lang w:bidi="fa-IR"/>
        </w:rPr>
        <w:t>٣٠٨ - كسى كه مى داند وضو گرفته و حدثى هم از او سر زده</w:t>
      </w:r>
      <w:r w:rsidR="000C4B14">
        <w:rPr>
          <w:rtl/>
          <w:lang w:bidi="fa-IR"/>
        </w:rPr>
        <w:t>،</w:t>
      </w:r>
      <w:r w:rsidRPr="003E3506">
        <w:rPr>
          <w:rtl/>
          <w:lang w:bidi="fa-IR"/>
        </w:rPr>
        <w:t xml:space="preserve"> مثلا بول كرده</w:t>
      </w:r>
      <w:r w:rsidR="000C4B14">
        <w:rPr>
          <w:rtl/>
          <w:lang w:bidi="fa-IR"/>
        </w:rPr>
        <w:t>،</w:t>
      </w:r>
      <w:r w:rsidRPr="003E3506">
        <w:rPr>
          <w:rtl/>
          <w:lang w:bidi="fa-IR"/>
        </w:rPr>
        <w:t xml:space="preserve"> اگر نداند كدام جلوتر بوده</w:t>
      </w:r>
      <w:r w:rsidR="000C4B14">
        <w:rPr>
          <w:rtl/>
          <w:lang w:bidi="fa-IR"/>
        </w:rPr>
        <w:t>،</w:t>
      </w:r>
      <w:r w:rsidRPr="003E3506">
        <w:rPr>
          <w:rtl/>
          <w:lang w:bidi="fa-IR"/>
        </w:rPr>
        <w:t xml:space="preserve"> چنانچه پيش از نماز است بايد وضو بگيرد</w:t>
      </w:r>
      <w:r w:rsidR="000C4B14">
        <w:rPr>
          <w:rtl/>
          <w:lang w:bidi="fa-IR"/>
        </w:rPr>
        <w:t>،</w:t>
      </w:r>
      <w:r w:rsidRPr="003E3506">
        <w:rPr>
          <w:rtl/>
          <w:lang w:bidi="fa-IR"/>
        </w:rPr>
        <w:t xml:space="preserve"> و اگر در بين نماز است بايد نماز را بشكند و وضو بگيرد</w:t>
      </w:r>
      <w:r w:rsidR="000C4B14">
        <w:rPr>
          <w:rtl/>
          <w:lang w:bidi="fa-IR"/>
        </w:rPr>
        <w:t>،</w:t>
      </w:r>
      <w:r w:rsidRPr="003E3506">
        <w:rPr>
          <w:rtl/>
          <w:lang w:bidi="fa-IR"/>
        </w:rPr>
        <w:t xml:space="preserve"> و اگر بعد از نماز است</w:t>
      </w:r>
      <w:r w:rsidR="000C4B14">
        <w:rPr>
          <w:rtl/>
          <w:lang w:bidi="fa-IR"/>
        </w:rPr>
        <w:t>،</w:t>
      </w:r>
      <w:r w:rsidRPr="003E3506">
        <w:rPr>
          <w:rtl/>
          <w:lang w:bidi="fa-IR"/>
        </w:rPr>
        <w:t xml:space="preserve"> نمازى كه خوانده صحيح است و براى نمازهاى بعد بايد وضو بگيرد.</w:t>
      </w:r>
    </w:p>
    <w:p w:rsidR="003E3506" w:rsidRPr="003E3506" w:rsidRDefault="003E3506" w:rsidP="003E3506">
      <w:pPr>
        <w:pStyle w:val="libNormal"/>
        <w:rPr>
          <w:lang w:bidi="fa-IR"/>
        </w:rPr>
      </w:pPr>
      <w:r w:rsidRPr="003E3506">
        <w:rPr>
          <w:rtl/>
          <w:lang w:bidi="fa-IR"/>
        </w:rPr>
        <w:t>٣٠٩ - اگر بعد از وضو يا در بين آن يقين كند كه بعضى جاها را نشسته يا مسح نكرده است</w:t>
      </w:r>
      <w:r w:rsidR="000C4B14">
        <w:rPr>
          <w:rtl/>
          <w:lang w:bidi="fa-IR"/>
        </w:rPr>
        <w:t>،</w:t>
      </w:r>
      <w:r w:rsidRPr="003E3506">
        <w:rPr>
          <w:rtl/>
          <w:lang w:bidi="fa-IR"/>
        </w:rPr>
        <w:t xml:space="preserve"> چنانچه رطوبت جاهايى كه پيش از آن است به جهت طول مدت خشك شده</w:t>
      </w:r>
      <w:r w:rsidR="000C4B14">
        <w:rPr>
          <w:rtl/>
          <w:lang w:bidi="fa-IR"/>
        </w:rPr>
        <w:t>،</w:t>
      </w:r>
      <w:r w:rsidRPr="003E3506">
        <w:rPr>
          <w:rtl/>
          <w:lang w:bidi="fa-IR"/>
        </w:rPr>
        <w:t xml:space="preserve"> بايد دوباره وضو بگيرد</w:t>
      </w:r>
      <w:r w:rsidR="000C4B14">
        <w:rPr>
          <w:rtl/>
          <w:lang w:bidi="fa-IR"/>
        </w:rPr>
        <w:t>،</w:t>
      </w:r>
      <w:r w:rsidRPr="003E3506">
        <w:rPr>
          <w:rtl/>
          <w:lang w:bidi="fa-IR"/>
        </w:rPr>
        <w:t xml:space="preserve"> و اگر خشك نشده يا به جهت گرمى هوا و مانند آن خشك شده</w:t>
      </w:r>
      <w:r w:rsidR="000C4B14">
        <w:rPr>
          <w:rtl/>
          <w:lang w:bidi="fa-IR"/>
        </w:rPr>
        <w:t>،</w:t>
      </w:r>
      <w:r w:rsidRPr="003E3506">
        <w:rPr>
          <w:rtl/>
          <w:lang w:bidi="fa-IR"/>
        </w:rPr>
        <w:t xml:space="preserve"> بايد جايى را كه فراموش كرده و آنچه بعد از آن است بشويد يا مسح كند</w:t>
      </w:r>
      <w:r w:rsidR="000C4B14">
        <w:rPr>
          <w:rtl/>
          <w:lang w:bidi="fa-IR"/>
        </w:rPr>
        <w:t>،</w:t>
      </w:r>
      <w:r w:rsidRPr="003E3506">
        <w:rPr>
          <w:rtl/>
          <w:lang w:bidi="fa-IR"/>
        </w:rPr>
        <w:t xml:space="preserve"> و اگر در بين وضو در شستن يا مسح كردن جايى شك كند بايد به همين دستور عمل نمايد.</w:t>
      </w:r>
    </w:p>
    <w:p w:rsidR="003E3506" w:rsidRPr="003E3506" w:rsidRDefault="003E3506" w:rsidP="003E3506">
      <w:pPr>
        <w:pStyle w:val="libNormal"/>
        <w:rPr>
          <w:lang w:bidi="fa-IR"/>
        </w:rPr>
      </w:pPr>
      <w:r w:rsidRPr="003E3506">
        <w:rPr>
          <w:rtl/>
          <w:lang w:bidi="fa-IR"/>
        </w:rPr>
        <w:t>٣١٠ - اگر بعد از نماز شك كند كه وضو گرفته يا نه نمازش صحيح است</w:t>
      </w:r>
      <w:r w:rsidR="000C4B14">
        <w:rPr>
          <w:rtl/>
          <w:lang w:bidi="fa-IR"/>
        </w:rPr>
        <w:t>،</w:t>
      </w:r>
      <w:r w:rsidRPr="003E3506">
        <w:rPr>
          <w:rtl/>
          <w:lang w:bidi="fa-IR"/>
        </w:rPr>
        <w:t xml:space="preserve"> و بايد براى نمازهاى بعد وضو بگيرد.</w:t>
      </w:r>
    </w:p>
    <w:p w:rsidR="003E3506" w:rsidRPr="003E3506" w:rsidRDefault="003E3506" w:rsidP="003E3506">
      <w:pPr>
        <w:pStyle w:val="libNormal"/>
        <w:rPr>
          <w:lang w:bidi="fa-IR"/>
        </w:rPr>
      </w:pPr>
      <w:r w:rsidRPr="003E3506">
        <w:rPr>
          <w:rtl/>
          <w:lang w:bidi="fa-IR"/>
        </w:rPr>
        <w:t>٣١١ - اگر در بين نماز شك كند كه وضو گرفته يا نه</w:t>
      </w:r>
      <w:r w:rsidR="000C4B14">
        <w:rPr>
          <w:rtl/>
          <w:lang w:bidi="fa-IR"/>
        </w:rPr>
        <w:t>،</w:t>
      </w:r>
      <w:r w:rsidRPr="003E3506">
        <w:rPr>
          <w:rtl/>
          <w:lang w:bidi="fa-IR"/>
        </w:rPr>
        <w:t xml:space="preserve"> نماز او باطل است</w:t>
      </w:r>
      <w:r w:rsidR="000C4B14">
        <w:rPr>
          <w:rtl/>
          <w:lang w:bidi="fa-IR"/>
        </w:rPr>
        <w:t>،</w:t>
      </w:r>
      <w:r w:rsidRPr="003E3506">
        <w:rPr>
          <w:rtl/>
          <w:lang w:bidi="fa-IR"/>
        </w:rPr>
        <w:t xml:space="preserve"> و بايد وضو بگيرد و نماز را بخواند.</w:t>
      </w:r>
    </w:p>
    <w:p w:rsidR="003E3506" w:rsidRPr="003E3506" w:rsidRDefault="003E3506" w:rsidP="003E3506">
      <w:pPr>
        <w:pStyle w:val="libNormal"/>
        <w:rPr>
          <w:lang w:bidi="fa-IR"/>
        </w:rPr>
      </w:pPr>
      <w:r w:rsidRPr="003E3506">
        <w:rPr>
          <w:rtl/>
          <w:lang w:bidi="fa-IR"/>
        </w:rPr>
        <w:t>٣١٢ - اگر بعد از نماز بفهمد كه وضوى او باطل شده ولى شك كند كه قبل از نماز باطل شده يا بعد از نماز</w:t>
      </w:r>
      <w:r w:rsidR="000C4B14">
        <w:rPr>
          <w:rtl/>
          <w:lang w:bidi="fa-IR"/>
        </w:rPr>
        <w:t>،</w:t>
      </w:r>
      <w:r w:rsidRPr="003E3506">
        <w:rPr>
          <w:rtl/>
          <w:lang w:bidi="fa-IR"/>
        </w:rPr>
        <w:t xml:space="preserve"> نمازى كه خوانده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٣١٣ - اگر انسان مرضى دارد كه بول او قطره قطره مى ريزد</w:t>
      </w:r>
      <w:r w:rsidR="000C4B14">
        <w:rPr>
          <w:rtl/>
          <w:lang w:bidi="fa-IR"/>
        </w:rPr>
        <w:t>،</w:t>
      </w:r>
      <w:r w:rsidRPr="003E3506">
        <w:rPr>
          <w:rtl/>
          <w:lang w:bidi="fa-IR"/>
        </w:rPr>
        <w:t xml:space="preserve"> يا نمى تواند از بيرون آمدن غايط خوددارى كند</w:t>
      </w:r>
      <w:r w:rsidR="000C4B14">
        <w:rPr>
          <w:rtl/>
          <w:lang w:bidi="fa-IR"/>
        </w:rPr>
        <w:t>،</w:t>
      </w:r>
      <w:r w:rsidRPr="003E3506">
        <w:rPr>
          <w:rtl/>
          <w:lang w:bidi="fa-IR"/>
        </w:rPr>
        <w:t xml:space="preserve"> چنانچه يقين دارد كه از اول وقت نماز تا آخر آن به مقدار وضو گرفتن و نماز خواندن مهلت پيدا مى كند</w:t>
      </w:r>
      <w:r w:rsidR="000C4B14">
        <w:rPr>
          <w:rtl/>
          <w:lang w:bidi="fa-IR"/>
        </w:rPr>
        <w:t>،</w:t>
      </w:r>
      <w:r w:rsidRPr="003E3506">
        <w:rPr>
          <w:rtl/>
          <w:lang w:bidi="fa-IR"/>
        </w:rPr>
        <w:t xml:space="preserve"> بايد نماز را در وقتى كه مهلت پيدا مى كند بخواند</w:t>
      </w:r>
      <w:r w:rsidR="000C4B14">
        <w:rPr>
          <w:rtl/>
          <w:lang w:bidi="fa-IR"/>
        </w:rPr>
        <w:t>،</w:t>
      </w:r>
      <w:r w:rsidRPr="003E3506">
        <w:rPr>
          <w:rtl/>
          <w:lang w:bidi="fa-IR"/>
        </w:rPr>
        <w:t xml:space="preserve"> و اگر مهلت او به مقدار كارهاى واجب نماز است</w:t>
      </w:r>
      <w:r w:rsidR="000C4B14">
        <w:rPr>
          <w:rtl/>
          <w:lang w:bidi="fa-IR"/>
        </w:rPr>
        <w:t>،</w:t>
      </w:r>
      <w:r w:rsidRPr="003E3506">
        <w:rPr>
          <w:rtl/>
          <w:lang w:bidi="fa-IR"/>
        </w:rPr>
        <w:t xml:space="preserve"> بايد در وقتى كه مهلت دارد</w:t>
      </w:r>
      <w:r w:rsidR="000C4B14">
        <w:rPr>
          <w:rtl/>
          <w:lang w:bidi="fa-IR"/>
        </w:rPr>
        <w:t>،</w:t>
      </w:r>
      <w:r w:rsidRPr="003E3506">
        <w:rPr>
          <w:rtl/>
          <w:lang w:bidi="fa-IR"/>
        </w:rPr>
        <w:t xml:space="preserve"> فقط كارهاى واجب نماز را به جا آورد</w:t>
      </w:r>
      <w:r w:rsidR="000C4B14">
        <w:rPr>
          <w:rtl/>
          <w:lang w:bidi="fa-IR"/>
        </w:rPr>
        <w:t>،</w:t>
      </w:r>
      <w:r w:rsidRPr="003E3506">
        <w:rPr>
          <w:rtl/>
          <w:lang w:bidi="fa-IR"/>
        </w:rPr>
        <w:t xml:space="preserve"> و كارهاى مستحب مانند اذان و اقامه و قنوت را ترك نمايد.</w:t>
      </w:r>
    </w:p>
    <w:p w:rsidR="003E3506" w:rsidRPr="003E3506" w:rsidRDefault="003E3506" w:rsidP="003E3506">
      <w:pPr>
        <w:pStyle w:val="libNormal"/>
        <w:rPr>
          <w:lang w:bidi="fa-IR"/>
        </w:rPr>
      </w:pPr>
      <w:r w:rsidRPr="003E3506">
        <w:rPr>
          <w:rtl/>
          <w:lang w:bidi="fa-IR"/>
        </w:rPr>
        <w:t>٣١٤ - اگر به مقدار وضو و قسمتى از نماز مهلت پيدا مى كند و در بين نماز يك دفعه يا چند دفعه بول يا غايط از او خارج مى شود احتياط لازم آن است كه در مهلتى كه دارد وضو گرفته و نماز بخواند ولى در ميان نماز لازم نيست به سبب بول يا غايط خارج شده وضو را تجديد كند</w:t>
      </w:r>
      <w:r w:rsidR="000C4B14">
        <w:rPr>
          <w:rtl/>
          <w:lang w:bidi="fa-IR"/>
        </w:rPr>
        <w:t>،</w:t>
      </w:r>
      <w:r w:rsidRPr="003E3506">
        <w:rPr>
          <w:rtl/>
          <w:lang w:bidi="fa-IR"/>
        </w:rPr>
        <w:t xml:space="preserve"> اگر چه احتياط مستحب آن است كه ظرف آب پهلوى خود بگذارد و هر وقت بول يا غايط از او خارج شد وضو بگيرد و بقيه نماز را بخواند</w:t>
      </w:r>
      <w:r w:rsidR="000C4B14">
        <w:rPr>
          <w:rtl/>
          <w:lang w:bidi="fa-IR"/>
        </w:rPr>
        <w:t>،</w:t>
      </w:r>
      <w:r w:rsidRPr="003E3506">
        <w:rPr>
          <w:rtl/>
          <w:lang w:bidi="fa-IR"/>
        </w:rPr>
        <w:t xml:space="preserve"> و مورد اين احتياط جايى است كه به سبب طولانى بودن مدت خارج شده بول يا غايط يا به ضميمه تجديد وضو موالات بين اجزاى نماز از بين نرود و اگر نه جايى براى اين احتياط نيست</w:t>
      </w:r>
      <w:r w:rsidR="000C4B14">
        <w:rPr>
          <w:rtl/>
          <w:lang w:bidi="fa-IR"/>
        </w:rPr>
        <w:t>.</w:t>
      </w:r>
    </w:p>
    <w:p w:rsidR="003E3506" w:rsidRPr="003E3506" w:rsidRDefault="003E3506" w:rsidP="003E3506">
      <w:pPr>
        <w:pStyle w:val="libNormal"/>
        <w:rPr>
          <w:lang w:bidi="fa-IR"/>
        </w:rPr>
      </w:pPr>
      <w:r w:rsidRPr="003E3506">
        <w:rPr>
          <w:rtl/>
          <w:lang w:bidi="fa-IR"/>
        </w:rPr>
        <w:t>٣١٥ - كسى كه بول يا غايط طورى پى در پى از او خارج مى شود كه به مقدار وضو و قسمتى از نماز مهلت پيدا نمى كند</w:t>
      </w:r>
      <w:r w:rsidR="000C4B14">
        <w:rPr>
          <w:rtl/>
          <w:lang w:bidi="fa-IR"/>
        </w:rPr>
        <w:t>،</w:t>
      </w:r>
      <w:r w:rsidRPr="003E3506">
        <w:rPr>
          <w:rtl/>
          <w:lang w:bidi="fa-IR"/>
        </w:rPr>
        <w:t xml:space="preserve"> براى هر نمازش بدون اشكال يك وضو كفايت مى كند</w:t>
      </w:r>
      <w:r w:rsidR="000C4B14">
        <w:rPr>
          <w:rtl/>
          <w:lang w:bidi="fa-IR"/>
        </w:rPr>
        <w:t>،</w:t>
      </w:r>
      <w:r w:rsidRPr="003E3506">
        <w:rPr>
          <w:rtl/>
          <w:lang w:bidi="fa-IR"/>
        </w:rPr>
        <w:t xml:space="preserve"> بلكه اظهر اين است كه يك وضو براى چندين نماز نيز كافى است</w:t>
      </w:r>
      <w:r w:rsidR="000C4B14">
        <w:rPr>
          <w:rtl/>
          <w:lang w:bidi="fa-IR"/>
        </w:rPr>
        <w:t>،</w:t>
      </w:r>
      <w:r w:rsidRPr="003E3506">
        <w:rPr>
          <w:rtl/>
          <w:lang w:bidi="fa-IR"/>
        </w:rPr>
        <w:t xml:space="preserve"> مگر اينكه محدث به حدث ديگرى گردد</w:t>
      </w:r>
      <w:r w:rsidR="000C4B14">
        <w:rPr>
          <w:rtl/>
          <w:lang w:bidi="fa-IR"/>
        </w:rPr>
        <w:t>،</w:t>
      </w:r>
      <w:r w:rsidRPr="003E3506">
        <w:rPr>
          <w:rtl/>
          <w:lang w:bidi="fa-IR"/>
        </w:rPr>
        <w:t xml:space="preserve"> و بهتر آن است كه براى هر نماز يك وضو بگيرد</w:t>
      </w:r>
      <w:r w:rsidR="000C4B14">
        <w:rPr>
          <w:rtl/>
          <w:lang w:bidi="fa-IR"/>
        </w:rPr>
        <w:t>،</w:t>
      </w:r>
      <w:r w:rsidRPr="003E3506">
        <w:rPr>
          <w:rtl/>
          <w:lang w:bidi="fa-IR"/>
        </w:rPr>
        <w:t xml:space="preserve"> ولى براى سجده و تشهد قضا شده و نماز احتياط وضوى ديگرى لازم نيست</w:t>
      </w:r>
      <w:r w:rsidR="000C4B14">
        <w:rPr>
          <w:rtl/>
          <w:lang w:bidi="fa-IR"/>
        </w:rPr>
        <w:t>.</w:t>
      </w:r>
    </w:p>
    <w:p w:rsidR="003E3506" w:rsidRPr="003E3506" w:rsidRDefault="003E3506" w:rsidP="003E3506">
      <w:pPr>
        <w:pStyle w:val="libNormal"/>
        <w:rPr>
          <w:lang w:bidi="fa-IR"/>
        </w:rPr>
      </w:pPr>
      <w:r w:rsidRPr="003E3506">
        <w:rPr>
          <w:rtl/>
          <w:lang w:bidi="fa-IR"/>
        </w:rPr>
        <w:t>٣١٦ - كسى كه بول يا غايط پى در پى از او خارج مى شود</w:t>
      </w:r>
      <w:r w:rsidR="000C4B14">
        <w:rPr>
          <w:rtl/>
          <w:lang w:bidi="fa-IR"/>
        </w:rPr>
        <w:t>،</w:t>
      </w:r>
      <w:r w:rsidRPr="003E3506">
        <w:rPr>
          <w:rtl/>
          <w:lang w:bidi="fa-IR"/>
        </w:rPr>
        <w:t xml:space="preserve"> لازم نيست بعد از وضو فورا نماز بخواند</w:t>
      </w:r>
      <w:r w:rsidR="000C4B14">
        <w:rPr>
          <w:rtl/>
          <w:lang w:bidi="fa-IR"/>
        </w:rPr>
        <w:t>،</w:t>
      </w:r>
      <w:r w:rsidRPr="003E3506">
        <w:rPr>
          <w:rtl/>
          <w:lang w:bidi="fa-IR"/>
        </w:rPr>
        <w:t xml:space="preserve"> اگر چه بهتر اين است كه به نماز مبادرت نمايد.</w:t>
      </w:r>
    </w:p>
    <w:p w:rsidR="003E3506" w:rsidRPr="003E3506" w:rsidRDefault="003E3506" w:rsidP="003E3506">
      <w:pPr>
        <w:pStyle w:val="libNormal"/>
        <w:rPr>
          <w:lang w:bidi="fa-IR"/>
        </w:rPr>
      </w:pPr>
      <w:r w:rsidRPr="003E3506">
        <w:rPr>
          <w:rtl/>
          <w:lang w:bidi="fa-IR"/>
        </w:rPr>
        <w:t>٣١٧ - كسى كه بول يا غايط پى در پى از او خارج مى شود</w:t>
      </w:r>
      <w:r w:rsidR="000C4B14">
        <w:rPr>
          <w:rtl/>
          <w:lang w:bidi="fa-IR"/>
        </w:rPr>
        <w:t>،</w:t>
      </w:r>
      <w:r w:rsidRPr="003E3506">
        <w:rPr>
          <w:rtl/>
          <w:lang w:bidi="fa-IR"/>
        </w:rPr>
        <w:t xml:space="preserve"> بعد از وضو گرفتن جايز است كه نوشته قرآن را مس نمايد</w:t>
      </w:r>
      <w:r w:rsidR="000C4B14">
        <w:rPr>
          <w:rtl/>
          <w:lang w:bidi="fa-IR"/>
        </w:rPr>
        <w:t>،</w:t>
      </w:r>
      <w:r w:rsidRPr="003E3506">
        <w:rPr>
          <w:rtl/>
          <w:lang w:bidi="fa-IR"/>
        </w:rPr>
        <w:t xml:space="preserve"> اگر چه در غير حال نماز باشد.</w:t>
      </w:r>
    </w:p>
    <w:p w:rsidR="003E3506" w:rsidRPr="003E3506" w:rsidRDefault="003E3506" w:rsidP="003E3506">
      <w:pPr>
        <w:pStyle w:val="libNormal"/>
        <w:rPr>
          <w:lang w:bidi="fa-IR"/>
        </w:rPr>
      </w:pPr>
      <w:r w:rsidRPr="003E3506">
        <w:rPr>
          <w:rtl/>
          <w:lang w:bidi="fa-IR"/>
        </w:rPr>
        <w:lastRenderedPageBreak/>
        <w:t>٣١٨ - كسى كه بول او قطره قطره مى ريزد بايد براى نماز به وسيله كيسه اى كه در آن پنبه يا چيز ديگرى است كه از رسيدن بول به جاهاى ديگر جلوگيرى مى كند</w:t>
      </w:r>
      <w:r w:rsidR="000C4B14">
        <w:rPr>
          <w:rtl/>
          <w:lang w:bidi="fa-IR"/>
        </w:rPr>
        <w:t>،</w:t>
      </w:r>
      <w:r w:rsidRPr="003E3506">
        <w:rPr>
          <w:rtl/>
          <w:lang w:bidi="fa-IR"/>
        </w:rPr>
        <w:t xml:space="preserve"> خود را حفظ نمايد</w:t>
      </w:r>
      <w:r w:rsidR="000C4B14">
        <w:rPr>
          <w:rtl/>
          <w:lang w:bidi="fa-IR"/>
        </w:rPr>
        <w:t>،</w:t>
      </w:r>
      <w:r w:rsidRPr="003E3506">
        <w:rPr>
          <w:rtl/>
          <w:lang w:bidi="fa-IR"/>
        </w:rPr>
        <w:t xml:space="preserve"> و احتياط واجب آن است كه پيش از هر نماز مخرج بول را كه نجس شده آب بكشد</w:t>
      </w:r>
      <w:r w:rsidR="000C4B14">
        <w:rPr>
          <w:rtl/>
          <w:lang w:bidi="fa-IR"/>
        </w:rPr>
        <w:t>،</w:t>
      </w:r>
      <w:r w:rsidRPr="003E3506">
        <w:rPr>
          <w:rtl/>
          <w:lang w:bidi="fa-IR"/>
        </w:rPr>
        <w:t xml:space="preserve"> و نيز كسى كه نمى تواند از بيرون آمدن غايط خوددارى كند</w:t>
      </w:r>
      <w:r w:rsidR="000C4B14">
        <w:rPr>
          <w:rtl/>
          <w:lang w:bidi="fa-IR"/>
        </w:rPr>
        <w:t>،</w:t>
      </w:r>
      <w:r w:rsidRPr="003E3506">
        <w:rPr>
          <w:rtl/>
          <w:lang w:bidi="fa-IR"/>
        </w:rPr>
        <w:t xml:space="preserve"> چنانچه ممكن باشد بايد به مقدار نماز از رسيدن غايط به جاهاى ديگر جلوگيرى نمايد</w:t>
      </w:r>
      <w:r w:rsidR="000C4B14">
        <w:rPr>
          <w:rtl/>
          <w:lang w:bidi="fa-IR"/>
        </w:rPr>
        <w:t>،</w:t>
      </w:r>
      <w:r w:rsidRPr="003E3506">
        <w:rPr>
          <w:rtl/>
          <w:lang w:bidi="fa-IR"/>
        </w:rPr>
        <w:t xml:space="preserve"> و احتياط واجب آن است كه اگر مشقت ندارد</w:t>
      </w:r>
      <w:r w:rsidR="000C4B14">
        <w:rPr>
          <w:rtl/>
          <w:lang w:bidi="fa-IR"/>
        </w:rPr>
        <w:t>،</w:t>
      </w:r>
      <w:r w:rsidRPr="003E3506">
        <w:rPr>
          <w:rtl/>
          <w:lang w:bidi="fa-IR"/>
        </w:rPr>
        <w:t xml:space="preserve"> براى هر نماز مخرج غايط را آب بكشد.</w:t>
      </w:r>
    </w:p>
    <w:p w:rsidR="003E3506" w:rsidRPr="003E3506" w:rsidRDefault="003E3506" w:rsidP="003E3506">
      <w:pPr>
        <w:pStyle w:val="libNormal"/>
        <w:rPr>
          <w:lang w:bidi="fa-IR"/>
        </w:rPr>
      </w:pPr>
      <w:r w:rsidRPr="003E3506">
        <w:rPr>
          <w:rtl/>
          <w:lang w:bidi="fa-IR"/>
        </w:rPr>
        <w:t>٣١٩ - كسى كه نمى تواند از بيرون آمدن بول يا غايط خوددارى كند</w:t>
      </w:r>
      <w:r w:rsidR="000C4B14">
        <w:rPr>
          <w:rtl/>
          <w:lang w:bidi="fa-IR"/>
        </w:rPr>
        <w:t>،</w:t>
      </w:r>
      <w:r w:rsidRPr="003E3506">
        <w:rPr>
          <w:rtl/>
          <w:lang w:bidi="fa-IR"/>
        </w:rPr>
        <w:t xml:space="preserve"> در صورتى كه ممكن باشد به مقدار نماز از خارج شدن بول يا غايط جلوگيرى نمايد</w:t>
      </w:r>
      <w:r w:rsidR="000C4B14">
        <w:rPr>
          <w:rtl/>
          <w:lang w:bidi="fa-IR"/>
        </w:rPr>
        <w:t>،</w:t>
      </w:r>
      <w:r w:rsidRPr="003E3506">
        <w:rPr>
          <w:rtl/>
          <w:lang w:bidi="fa-IR"/>
        </w:rPr>
        <w:t xml:space="preserve"> بهتر آن است كه جلوگيرى نمايد</w:t>
      </w:r>
      <w:r w:rsidR="000C4B14">
        <w:rPr>
          <w:rtl/>
          <w:lang w:bidi="fa-IR"/>
        </w:rPr>
        <w:t>،</w:t>
      </w:r>
      <w:r w:rsidRPr="003E3506">
        <w:rPr>
          <w:rtl/>
          <w:lang w:bidi="fa-IR"/>
        </w:rPr>
        <w:t xml:space="preserve"> اگرچه خرج داشته باشد</w:t>
      </w:r>
      <w:r w:rsidR="000C4B14">
        <w:rPr>
          <w:rtl/>
          <w:lang w:bidi="fa-IR"/>
        </w:rPr>
        <w:t>،</w:t>
      </w:r>
      <w:r w:rsidRPr="003E3506">
        <w:rPr>
          <w:rtl/>
          <w:lang w:bidi="fa-IR"/>
        </w:rPr>
        <w:t xml:space="preserve"> بلكه اگر مرض او به آسانى معالجه شود بهتر آن است كه خود را معالجه نمايد.</w:t>
      </w:r>
    </w:p>
    <w:p w:rsidR="003E3506" w:rsidRPr="003E3506" w:rsidRDefault="003E3506" w:rsidP="003E3506">
      <w:pPr>
        <w:pStyle w:val="libNormal"/>
        <w:rPr>
          <w:lang w:bidi="fa-IR"/>
        </w:rPr>
      </w:pPr>
      <w:r w:rsidRPr="003E3506">
        <w:rPr>
          <w:rtl/>
          <w:lang w:bidi="fa-IR"/>
        </w:rPr>
        <w:t>٣٢٠ - كسى كه نمى تواند از بيرون آمدن بول يا غايط خوددارى كند</w:t>
      </w:r>
      <w:r w:rsidR="000C4B14">
        <w:rPr>
          <w:rtl/>
          <w:lang w:bidi="fa-IR"/>
        </w:rPr>
        <w:t>،</w:t>
      </w:r>
      <w:r w:rsidRPr="003E3506">
        <w:rPr>
          <w:rtl/>
          <w:lang w:bidi="fa-IR"/>
        </w:rPr>
        <w:t xml:space="preserve"> بعد از آنكه مرض او خوب شد</w:t>
      </w:r>
      <w:r w:rsidR="000C4B14">
        <w:rPr>
          <w:rtl/>
          <w:lang w:bidi="fa-IR"/>
        </w:rPr>
        <w:t>،</w:t>
      </w:r>
      <w:r w:rsidRPr="003E3506">
        <w:rPr>
          <w:rtl/>
          <w:lang w:bidi="fa-IR"/>
        </w:rPr>
        <w:t xml:space="preserve"> لازم نيست نمازهايى را كه در وقت مرض مطابق وظيفه اش خوانده قضا نمايد.</w:t>
      </w:r>
    </w:p>
    <w:p w:rsidR="003E3506" w:rsidRPr="003E3506" w:rsidRDefault="003E3506" w:rsidP="003E3506">
      <w:pPr>
        <w:pStyle w:val="libNormal"/>
        <w:rPr>
          <w:lang w:bidi="fa-IR"/>
        </w:rPr>
      </w:pPr>
      <w:r w:rsidRPr="003E3506">
        <w:rPr>
          <w:rtl/>
          <w:lang w:bidi="fa-IR"/>
        </w:rPr>
        <w:t>ولى اگر در بين وقت نماز مرض او خوب شود</w:t>
      </w:r>
      <w:r w:rsidR="000C4B14">
        <w:rPr>
          <w:rtl/>
          <w:lang w:bidi="fa-IR"/>
        </w:rPr>
        <w:t>،</w:t>
      </w:r>
      <w:r w:rsidRPr="003E3506">
        <w:rPr>
          <w:rtl/>
          <w:lang w:bidi="fa-IR"/>
        </w:rPr>
        <w:t xml:space="preserve"> بايد بنابر احتياط لازم نمازى را كه در آن وقت خوانده دوباره بخواند.</w:t>
      </w:r>
    </w:p>
    <w:p w:rsidR="003E3506" w:rsidRPr="003E3506" w:rsidRDefault="003E3506" w:rsidP="003E3506">
      <w:pPr>
        <w:pStyle w:val="libNormal"/>
        <w:rPr>
          <w:lang w:bidi="fa-IR"/>
        </w:rPr>
      </w:pPr>
      <w:r w:rsidRPr="003E3506">
        <w:rPr>
          <w:rtl/>
          <w:lang w:bidi="fa-IR"/>
        </w:rPr>
        <w:t>٣٢١ - اگر كسى مرضى دارد كه نمى تواند از خارج شدن باد جلوگيرى كند</w:t>
      </w:r>
      <w:r w:rsidR="000C4B14">
        <w:rPr>
          <w:rtl/>
          <w:lang w:bidi="fa-IR"/>
        </w:rPr>
        <w:t>،</w:t>
      </w:r>
      <w:r w:rsidRPr="003E3506">
        <w:rPr>
          <w:rtl/>
          <w:lang w:bidi="fa-IR"/>
        </w:rPr>
        <w:t xml:space="preserve"> بايد به وظيفه كسانى كه نمى توانند از بيرون آمدن بول يا غايط خوددارى كنند عمل نمايد.</w:t>
      </w:r>
    </w:p>
    <w:p w:rsidR="003E3506" w:rsidRPr="003E3506" w:rsidRDefault="00CC1AC9" w:rsidP="003E3506">
      <w:pPr>
        <w:pStyle w:val="libNormal"/>
        <w:rPr>
          <w:lang w:bidi="fa-IR"/>
        </w:rPr>
      </w:pPr>
      <w:r>
        <w:rPr>
          <w:rtl/>
          <w:lang w:bidi="fa-IR"/>
        </w:rPr>
        <w:br w:type="page"/>
      </w:r>
    </w:p>
    <w:p w:rsidR="003E3506" w:rsidRDefault="00605FAB" w:rsidP="002A4FCD">
      <w:pPr>
        <w:pStyle w:val="Heading3"/>
        <w:rPr>
          <w:rtl/>
          <w:lang w:bidi="fa-IR"/>
        </w:rPr>
      </w:pPr>
      <w:bookmarkStart w:id="42" w:name="_Toc24454465"/>
      <w:r>
        <w:rPr>
          <w:rtl/>
          <w:lang w:bidi="fa-IR"/>
        </w:rPr>
        <w:t>(</w:t>
      </w:r>
      <w:r w:rsidR="003E3506" w:rsidRPr="003E3506">
        <w:rPr>
          <w:rtl/>
          <w:lang w:bidi="fa-IR"/>
        </w:rPr>
        <w:t>چيزهايى كه بايد براى آنها وضو گرفت</w:t>
      </w:r>
      <w:r>
        <w:rPr>
          <w:rtl/>
          <w:lang w:bidi="fa-IR"/>
        </w:rPr>
        <w:t>)</w:t>
      </w:r>
      <w:bookmarkEnd w:id="42"/>
    </w:p>
    <w:p w:rsidR="003E3506" w:rsidRPr="003E3506" w:rsidRDefault="003E3506" w:rsidP="003E3506">
      <w:pPr>
        <w:pStyle w:val="libNormal"/>
        <w:rPr>
          <w:lang w:bidi="fa-IR"/>
        </w:rPr>
      </w:pPr>
      <w:r w:rsidRPr="003E3506">
        <w:rPr>
          <w:rtl/>
          <w:lang w:bidi="fa-IR"/>
        </w:rPr>
        <w:t>٣٢٢ - براى شش چيز وضو گرفتن واجب است</w:t>
      </w:r>
      <w:r w:rsidR="00553569">
        <w:rPr>
          <w:rtl/>
          <w:lang w:bidi="fa-IR"/>
        </w:rPr>
        <w:t>:</w:t>
      </w:r>
    </w:p>
    <w:p w:rsidR="003E3506" w:rsidRPr="003E3506" w:rsidRDefault="003E3506" w:rsidP="003E3506">
      <w:pPr>
        <w:pStyle w:val="libNormal"/>
        <w:rPr>
          <w:lang w:bidi="fa-IR"/>
        </w:rPr>
      </w:pPr>
      <w:r w:rsidRPr="003E3506">
        <w:rPr>
          <w:rtl/>
          <w:lang w:bidi="fa-IR"/>
        </w:rPr>
        <w:t>اول</w:t>
      </w:r>
      <w:r w:rsidR="00553569">
        <w:rPr>
          <w:rtl/>
          <w:lang w:bidi="fa-IR"/>
        </w:rPr>
        <w:t>:</w:t>
      </w:r>
      <w:r w:rsidRPr="003E3506">
        <w:rPr>
          <w:rtl/>
          <w:lang w:bidi="fa-IR"/>
        </w:rPr>
        <w:t xml:space="preserve"> براى نمازهاى واجب غير از نماز ميت</w:t>
      </w:r>
      <w:r w:rsidR="000C4B14">
        <w:rPr>
          <w:rtl/>
          <w:lang w:bidi="fa-IR"/>
        </w:rPr>
        <w:t>.</w:t>
      </w:r>
      <w:r w:rsidRPr="003E3506">
        <w:rPr>
          <w:rtl/>
          <w:lang w:bidi="fa-IR"/>
        </w:rPr>
        <w:t>و در نمازهاى مستحب وضو شرط صحت است</w:t>
      </w:r>
      <w:r w:rsidR="000C4B14">
        <w:rPr>
          <w:rtl/>
          <w:lang w:bidi="fa-IR"/>
        </w:rPr>
        <w:t>.</w:t>
      </w:r>
    </w:p>
    <w:p w:rsidR="003E3506" w:rsidRPr="003E3506" w:rsidRDefault="003E3506" w:rsidP="003E3506">
      <w:pPr>
        <w:pStyle w:val="libNormal"/>
        <w:rPr>
          <w:lang w:bidi="fa-IR"/>
        </w:rPr>
      </w:pPr>
      <w:r w:rsidRPr="003E3506">
        <w:rPr>
          <w:rtl/>
          <w:lang w:bidi="fa-IR"/>
        </w:rPr>
        <w:t>دوم</w:t>
      </w:r>
      <w:r w:rsidR="00553569">
        <w:rPr>
          <w:rtl/>
          <w:lang w:bidi="fa-IR"/>
        </w:rPr>
        <w:t>:</w:t>
      </w:r>
      <w:r w:rsidRPr="003E3506">
        <w:rPr>
          <w:rtl/>
          <w:lang w:bidi="fa-IR"/>
        </w:rPr>
        <w:t xml:space="preserve"> براى سجده و تشهد فراموش شده</w:t>
      </w:r>
      <w:r w:rsidR="000C4B14">
        <w:rPr>
          <w:rtl/>
          <w:lang w:bidi="fa-IR"/>
        </w:rPr>
        <w:t>،</w:t>
      </w:r>
      <w:r w:rsidRPr="003E3506">
        <w:rPr>
          <w:rtl/>
          <w:lang w:bidi="fa-IR"/>
        </w:rPr>
        <w:t xml:space="preserve"> اگر بين آنها و نماز حدثى از او سر زده مثلا بول كرده باشد</w:t>
      </w:r>
      <w:r w:rsidR="000C4B14">
        <w:rPr>
          <w:rtl/>
          <w:lang w:bidi="fa-IR"/>
        </w:rPr>
        <w:t>،</w:t>
      </w:r>
      <w:r w:rsidRPr="003E3506">
        <w:rPr>
          <w:rtl/>
          <w:lang w:bidi="fa-IR"/>
        </w:rPr>
        <w:t xml:space="preserve"> ولى براى سجده سهو واجب نيست وضو بگيرد.</w:t>
      </w:r>
    </w:p>
    <w:p w:rsidR="003E3506" w:rsidRPr="003E3506" w:rsidRDefault="003E3506" w:rsidP="003E3506">
      <w:pPr>
        <w:pStyle w:val="libNormal"/>
        <w:rPr>
          <w:lang w:bidi="fa-IR"/>
        </w:rPr>
      </w:pPr>
      <w:r w:rsidRPr="003E3506">
        <w:rPr>
          <w:rtl/>
          <w:lang w:bidi="fa-IR"/>
        </w:rPr>
        <w:t>سوم</w:t>
      </w:r>
      <w:r w:rsidR="00553569">
        <w:rPr>
          <w:rtl/>
          <w:lang w:bidi="fa-IR"/>
        </w:rPr>
        <w:t>:</w:t>
      </w:r>
      <w:r w:rsidRPr="003E3506">
        <w:rPr>
          <w:rtl/>
          <w:lang w:bidi="fa-IR"/>
        </w:rPr>
        <w:t xml:space="preserve"> براى طواف واجب خانه كعبه كه جزء حج يا عمره باشد.</w:t>
      </w:r>
    </w:p>
    <w:p w:rsidR="003E3506" w:rsidRPr="003E3506" w:rsidRDefault="003E3506" w:rsidP="003E3506">
      <w:pPr>
        <w:pStyle w:val="libNormal"/>
        <w:rPr>
          <w:lang w:bidi="fa-IR"/>
        </w:rPr>
      </w:pPr>
      <w:r w:rsidRPr="003E3506">
        <w:rPr>
          <w:rtl/>
          <w:lang w:bidi="fa-IR"/>
        </w:rPr>
        <w:t>چهارم</w:t>
      </w:r>
      <w:r w:rsidR="00553569">
        <w:rPr>
          <w:rtl/>
          <w:lang w:bidi="fa-IR"/>
        </w:rPr>
        <w:t>:</w:t>
      </w:r>
      <w:r w:rsidRPr="003E3506">
        <w:rPr>
          <w:rtl/>
          <w:lang w:bidi="fa-IR"/>
        </w:rPr>
        <w:t xml:space="preserve"> اگر نذر يا عهد كرده يا قسم خورده باشد كه وضو بگيرد.</w:t>
      </w:r>
    </w:p>
    <w:p w:rsidR="003E3506" w:rsidRPr="003E3506" w:rsidRDefault="003E3506" w:rsidP="003E3506">
      <w:pPr>
        <w:pStyle w:val="libNormal"/>
        <w:rPr>
          <w:lang w:bidi="fa-IR"/>
        </w:rPr>
      </w:pPr>
      <w:r w:rsidRPr="003E3506">
        <w:rPr>
          <w:rtl/>
          <w:lang w:bidi="fa-IR"/>
        </w:rPr>
        <w:t>پنجم</w:t>
      </w:r>
      <w:r w:rsidR="00553569">
        <w:rPr>
          <w:rtl/>
          <w:lang w:bidi="fa-IR"/>
        </w:rPr>
        <w:t>:</w:t>
      </w:r>
      <w:r w:rsidRPr="003E3506">
        <w:rPr>
          <w:rtl/>
          <w:lang w:bidi="fa-IR"/>
        </w:rPr>
        <w:t xml:space="preserve"> اگر نذر كرده باشد كه قرآن را مثلا ببوسد.</w:t>
      </w:r>
    </w:p>
    <w:p w:rsidR="003E3506" w:rsidRPr="003E3506" w:rsidRDefault="003E3506" w:rsidP="003E3506">
      <w:pPr>
        <w:pStyle w:val="libNormal"/>
        <w:rPr>
          <w:lang w:bidi="fa-IR"/>
        </w:rPr>
      </w:pPr>
      <w:r w:rsidRPr="003E3506">
        <w:rPr>
          <w:rtl/>
          <w:lang w:bidi="fa-IR"/>
        </w:rPr>
        <w:t>ششم</w:t>
      </w:r>
      <w:r w:rsidR="00553569">
        <w:rPr>
          <w:rtl/>
          <w:lang w:bidi="fa-IR"/>
        </w:rPr>
        <w:t>:</w:t>
      </w:r>
      <w:r w:rsidRPr="003E3506">
        <w:rPr>
          <w:rtl/>
          <w:lang w:bidi="fa-IR"/>
        </w:rPr>
        <w:t xml:space="preserve"> براى آب كشيدن قرآنى كه نجس شده</w:t>
      </w:r>
      <w:r w:rsidR="000C4B14">
        <w:rPr>
          <w:rtl/>
          <w:lang w:bidi="fa-IR"/>
        </w:rPr>
        <w:t>،</w:t>
      </w:r>
      <w:r w:rsidRPr="003E3506">
        <w:rPr>
          <w:rtl/>
          <w:lang w:bidi="fa-IR"/>
        </w:rPr>
        <w:t xml:space="preserve"> يا براى بيرون آوردن آن از مستراح و مانند آن</w:t>
      </w:r>
      <w:r w:rsidR="000C4B14">
        <w:rPr>
          <w:rtl/>
          <w:lang w:bidi="fa-IR"/>
        </w:rPr>
        <w:t>،</w:t>
      </w:r>
      <w:r w:rsidRPr="003E3506">
        <w:rPr>
          <w:rtl/>
          <w:lang w:bidi="fa-IR"/>
        </w:rPr>
        <w:t xml:space="preserve"> در صورتى كه مجبور باشد دست يا جاى ديگر بدن خود را به خط قرآن برساند</w:t>
      </w:r>
      <w:r w:rsidR="000C4B14">
        <w:rPr>
          <w:rtl/>
          <w:lang w:bidi="fa-IR"/>
        </w:rPr>
        <w:t>،</w:t>
      </w:r>
      <w:r w:rsidRPr="003E3506">
        <w:rPr>
          <w:rtl/>
          <w:lang w:bidi="fa-IR"/>
        </w:rPr>
        <w:t xml:space="preserve"> ولى چنانچه معطل شدن به مقدار وضو بى احترامى به قرآن باشد</w:t>
      </w:r>
      <w:r w:rsidR="000C4B14">
        <w:rPr>
          <w:rtl/>
          <w:lang w:bidi="fa-IR"/>
        </w:rPr>
        <w:t>،</w:t>
      </w:r>
      <w:r w:rsidRPr="003E3506">
        <w:rPr>
          <w:rtl/>
          <w:lang w:bidi="fa-IR"/>
        </w:rPr>
        <w:t xml:space="preserve"> بايد بدون اين كه وضو بگيرد</w:t>
      </w:r>
      <w:r w:rsidR="000C4B14">
        <w:rPr>
          <w:rtl/>
          <w:lang w:bidi="fa-IR"/>
        </w:rPr>
        <w:t>،</w:t>
      </w:r>
      <w:r w:rsidRPr="003E3506">
        <w:rPr>
          <w:rtl/>
          <w:lang w:bidi="fa-IR"/>
        </w:rPr>
        <w:t xml:space="preserve"> قرآن را از مستراح و مانند آن بيرون آورد</w:t>
      </w:r>
      <w:r w:rsidR="000C4B14">
        <w:rPr>
          <w:rtl/>
          <w:lang w:bidi="fa-IR"/>
        </w:rPr>
        <w:t>،</w:t>
      </w:r>
      <w:r w:rsidRPr="003E3506">
        <w:rPr>
          <w:rtl/>
          <w:lang w:bidi="fa-IR"/>
        </w:rPr>
        <w:t xml:space="preserve"> يا اگر نجس شده آب بكشد.</w:t>
      </w:r>
    </w:p>
    <w:p w:rsidR="003E3506" w:rsidRPr="003E3506" w:rsidRDefault="003E3506" w:rsidP="003E3506">
      <w:pPr>
        <w:pStyle w:val="libNormal"/>
        <w:rPr>
          <w:lang w:bidi="fa-IR"/>
        </w:rPr>
      </w:pPr>
      <w:r w:rsidRPr="003E3506">
        <w:rPr>
          <w:rtl/>
          <w:lang w:bidi="fa-IR"/>
        </w:rPr>
        <w:t>٣٢٣ - مس نمودن خط قرآن</w:t>
      </w:r>
      <w:r w:rsidR="000C4B14">
        <w:rPr>
          <w:rtl/>
          <w:lang w:bidi="fa-IR"/>
        </w:rPr>
        <w:t>،</w:t>
      </w:r>
      <w:r w:rsidRPr="003E3506">
        <w:rPr>
          <w:rtl/>
          <w:lang w:bidi="fa-IR"/>
        </w:rPr>
        <w:t xml:space="preserve"> يعنى رساندن جايى از بدن به خط قرآن براى كسى كه وضو ندارد حرام است</w:t>
      </w:r>
      <w:r w:rsidR="000C4B14">
        <w:rPr>
          <w:rtl/>
          <w:lang w:bidi="fa-IR"/>
        </w:rPr>
        <w:t>.</w:t>
      </w:r>
    </w:p>
    <w:p w:rsidR="003E3506" w:rsidRPr="003E3506" w:rsidRDefault="003E3506" w:rsidP="003E3506">
      <w:pPr>
        <w:pStyle w:val="libNormal"/>
        <w:rPr>
          <w:lang w:bidi="fa-IR"/>
        </w:rPr>
      </w:pPr>
      <w:r w:rsidRPr="003E3506">
        <w:rPr>
          <w:rtl/>
          <w:lang w:bidi="fa-IR"/>
        </w:rPr>
        <w:t>ولى اگر قرآن را به زبان فارسى يا به زبان ديگر ترجمه كنند مس آن اشكال ندارد.</w:t>
      </w:r>
    </w:p>
    <w:p w:rsidR="003E3506" w:rsidRPr="003E3506" w:rsidRDefault="003E3506" w:rsidP="003E3506">
      <w:pPr>
        <w:pStyle w:val="libNormal"/>
        <w:rPr>
          <w:lang w:bidi="fa-IR"/>
        </w:rPr>
      </w:pPr>
      <w:r w:rsidRPr="003E3506">
        <w:rPr>
          <w:rtl/>
          <w:lang w:bidi="fa-IR"/>
        </w:rPr>
        <w:t>٣٢٤ - جلوگيرى بچه و ديوانه از مس خط قرآن واجب نيست ولى اگر مس نمودن آنان بى احترامى به قرآن باشد بايد آنان را جلوگيرى كنند.</w:t>
      </w:r>
    </w:p>
    <w:p w:rsidR="003E3506" w:rsidRPr="003E3506" w:rsidRDefault="003E3506" w:rsidP="003E3506">
      <w:pPr>
        <w:pStyle w:val="libNormal"/>
        <w:rPr>
          <w:lang w:bidi="fa-IR"/>
        </w:rPr>
      </w:pPr>
      <w:r w:rsidRPr="003E3506">
        <w:rPr>
          <w:rtl/>
          <w:lang w:bidi="fa-IR"/>
        </w:rPr>
        <w:t>٣٢٥ - كسى كه وضو ندارد بنابر احتياط واجب حرام است اسم خداوند متعال و صفات خاصه او را به هر زبانى نوشته شده باشد مس نمايد.</w:t>
      </w:r>
    </w:p>
    <w:p w:rsidR="003E3506" w:rsidRPr="003E3506" w:rsidRDefault="003E3506" w:rsidP="003E3506">
      <w:pPr>
        <w:pStyle w:val="libNormal"/>
        <w:rPr>
          <w:lang w:bidi="fa-IR"/>
        </w:rPr>
      </w:pPr>
      <w:r w:rsidRPr="003E3506">
        <w:rPr>
          <w:rtl/>
          <w:lang w:bidi="fa-IR"/>
        </w:rPr>
        <w:t xml:space="preserve">و بهتر آن است كه اسم مبارك پيغمبر و امام و حضرت زهراء </w:t>
      </w:r>
      <w:r w:rsidR="001B16BC" w:rsidRPr="001B16BC">
        <w:rPr>
          <w:rStyle w:val="libAlaemChar"/>
          <w:rtl/>
        </w:rPr>
        <w:t>عليهم‌السلام</w:t>
      </w:r>
      <w:r w:rsidRPr="003E3506">
        <w:rPr>
          <w:rtl/>
          <w:lang w:bidi="fa-IR"/>
        </w:rPr>
        <w:t xml:space="preserve"> را هم مس ننمايد.</w:t>
      </w:r>
    </w:p>
    <w:p w:rsidR="003E3506" w:rsidRPr="003E3506" w:rsidRDefault="003E3506" w:rsidP="003E3506">
      <w:pPr>
        <w:pStyle w:val="libNormal"/>
        <w:rPr>
          <w:lang w:bidi="fa-IR"/>
        </w:rPr>
      </w:pPr>
      <w:r w:rsidRPr="003E3506">
        <w:rPr>
          <w:rtl/>
          <w:lang w:bidi="fa-IR"/>
        </w:rPr>
        <w:t>٣٢٦ - اگر پيش از وقت نماز به قصد اينكه با طهارت باشد وضو بگيرد يا غسل كند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و نزديك وقت نماز هم اگر به قصد مهيا بودن براى نماز وضو بگيرد اشكال ندارد.</w:t>
      </w:r>
    </w:p>
    <w:p w:rsidR="003E3506" w:rsidRPr="003E3506" w:rsidRDefault="003E3506" w:rsidP="003E3506">
      <w:pPr>
        <w:pStyle w:val="libNormal"/>
        <w:rPr>
          <w:lang w:bidi="fa-IR"/>
        </w:rPr>
      </w:pPr>
      <w:r w:rsidRPr="003E3506">
        <w:rPr>
          <w:rtl/>
          <w:lang w:bidi="fa-IR"/>
        </w:rPr>
        <w:t>٣٢٧ - كسى كه يقين دارد وقت داخل شده اگر نيت وضوى واجب كند و بعد از وضو بفهمد وقت داخل نشده</w:t>
      </w:r>
      <w:r w:rsidR="000C4B14">
        <w:rPr>
          <w:rtl/>
          <w:lang w:bidi="fa-IR"/>
        </w:rPr>
        <w:t>،</w:t>
      </w:r>
      <w:r w:rsidRPr="003E3506">
        <w:rPr>
          <w:rtl/>
          <w:lang w:bidi="fa-IR"/>
        </w:rPr>
        <w:t xml:space="preserve"> وضوى او صحيح است</w:t>
      </w:r>
      <w:r w:rsidR="000C4B14">
        <w:rPr>
          <w:rtl/>
          <w:lang w:bidi="fa-IR"/>
        </w:rPr>
        <w:t>.</w:t>
      </w:r>
    </w:p>
    <w:p w:rsidR="003E3506" w:rsidRPr="003E3506" w:rsidRDefault="003E3506" w:rsidP="003E3506">
      <w:pPr>
        <w:pStyle w:val="libNormal"/>
        <w:rPr>
          <w:lang w:bidi="fa-IR"/>
        </w:rPr>
      </w:pPr>
      <w:r w:rsidRPr="003E3506">
        <w:rPr>
          <w:rtl/>
          <w:lang w:bidi="fa-IR"/>
        </w:rPr>
        <w:t xml:space="preserve">٣٢٨ - مستحب است انسان براى نماز ميت و زيارت اهل قبور و رفتن به مسجد و حرم امامان </w:t>
      </w:r>
      <w:r w:rsidR="001B16BC" w:rsidRPr="001B16BC">
        <w:rPr>
          <w:rStyle w:val="libAlaemChar"/>
          <w:rtl/>
        </w:rPr>
        <w:t>عليهم‌السلام</w:t>
      </w:r>
      <w:r w:rsidRPr="003E3506">
        <w:rPr>
          <w:rtl/>
          <w:lang w:bidi="fa-IR"/>
        </w:rPr>
        <w:t xml:space="preserve"> و براى همراه داشتن قرآن و خواندن و نوشتن آن</w:t>
      </w:r>
      <w:r w:rsidR="000C4B14">
        <w:rPr>
          <w:rtl/>
          <w:lang w:bidi="fa-IR"/>
        </w:rPr>
        <w:t>،</w:t>
      </w:r>
      <w:r w:rsidRPr="003E3506">
        <w:rPr>
          <w:rtl/>
          <w:lang w:bidi="fa-IR"/>
        </w:rPr>
        <w:t xml:space="preserve"> و مس حاشيه قرآن</w:t>
      </w:r>
      <w:r w:rsidR="000C4B14">
        <w:rPr>
          <w:rtl/>
          <w:lang w:bidi="fa-IR"/>
        </w:rPr>
        <w:t>،</w:t>
      </w:r>
      <w:r w:rsidRPr="003E3506">
        <w:rPr>
          <w:rtl/>
          <w:lang w:bidi="fa-IR"/>
        </w:rPr>
        <w:t xml:space="preserve"> و براى خوابيدن وضو بگيرد.</w:t>
      </w:r>
    </w:p>
    <w:p w:rsidR="003E3506" w:rsidRPr="003E3506" w:rsidRDefault="003E3506" w:rsidP="003E3506">
      <w:pPr>
        <w:pStyle w:val="libNormal"/>
        <w:rPr>
          <w:lang w:bidi="fa-IR"/>
        </w:rPr>
      </w:pPr>
      <w:r w:rsidRPr="003E3506">
        <w:rPr>
          <w:rtl/>
          <w:lang w:bidi="fa-IR"/>
        </w:rPr>
        <w:t>و نيز مستحب است كسى كه وضو دارد دوباره براى هر نماز وضو بگيرد.</w:t>
      </w:r>
    </w:p>
    <w:p w:rsidR="003E3506" w:rsidRPr="003E3506" w:rsidRDefault="003E3506" w:rsidP="003E3506">
      <w:pPr>
        <w:pStyle w:val="libNormal"/>
        <w:rPr>
          <w:lang w:bidi="fa-IR"/>
        </w:rPr>
      </w:pPr>
      <w:r w:rsidRPr="003E3506">
        <w:rPr>
          <w:rtl/>
          <w:lang w:bidi="fa-IR"/>
        </w:rPr>
        <w:t>و اگر براى يكى از اين كارها وضو بگيرد هر كارى كه بايد با وضو انجام داد مى تواند بجا آورد</w:t>
      </w:r>
      <w:r w:rsidR="000C4B14">
        <w:rPr>
          <w:rtl/>
          <w:lang w:bidi="fa-IR"/>
        </w:rPr>
        <w:t>،</w:t>
      </w:r>
      <w:r w:rsidRPr="003E3506">
        <w:rPr>
          <w:rtl/>
          <w:lang w:bidi="fa-IR"/>
        </w:rPr>
        <w:t xml:space="preserve"> مثلا مى تواند با آن وضو نماز بخواند.</w:t>
      </w:r>
    </w:p>
    <w:p w:rsidR="003E3506" w:rsidRPr="003E3506" w:rsidRDefault="002A4FCD" w:rsidP="003E3506">
      <w:pPr>
        <w:pStyle w:val="libNormal"/>
        <w:rPr>
          <w:lang w:bidi="fa-IR"/>
        </w:rPr>
      </w:pPr>
      <w:r>
        <w:rPr>
          <w:rtl/>
          <w:lang w:bidi="fa-IR"/>
        </w:rPr>
        <w:br w:type="page"/>
      </w:r>
    </w:p>
    <w:p w:rsidR="003E3506" w:rsidRDefault="00605FAB" w:rsidP="002A4FCD">
      <w:pPr>
        <w:pStyle w:val="Heading3"/>
        <w:rPr>
          <w:rtl/>
          <w:lang w:bidi="fa-IR"/>
        </w:rPr>
      </w:pPr>
      <w:bookmarkStart w:id="43" w:name="_Toc24454466"/>
      <w:r>
        <w:rPr>
          <w:rtl/>
          <w:lang w:bidi="fa-IR"/>
        </w:rPr>
        <w:t>(</w:t>
      </w:r>
      <w:r w:rsidR="003E3506" w:rsidRPr="003E3506">
        <w:rPr>
          <w:rtl/>
          <w:lang w:bidi="fa-IR"/>
        </w:rPr>
        <w:t>چيزهايى كه وضو را باطل مى كند</w:t>
      </w:r>
      <w:r>
        <w:rPr>
          <w:rtl/>
          <w:lang w:bidi="fa-IR"/>
        </w:rPr>
        <w:t>)</w:t>
      </w:r>
      <w:bookmarkEnd w:id="43"/>
    </w:p>
    <w:p w:rsidR="002A4FCD" w:rsidRDefault="003E3506" w:rsidP="002A4FCD">
      <w:pPr>
        <w:pStyle w:val="libNormal"/>
        <w:rPr>
          <w:rtl/>
          <w:lang w:bidi="fa-IR"/>
        </w:rPr>
      </w:pPr>
      <w:r w:rsidRPr="003E3506">
        <w:rPr>
          <w:rtl/>
          <w:lang w:bidi="fa-IR"/>
        </w:rPr>
        <w:t>٣٢٩ - هفت چيز وضو را باطل مى كند</w:t>
      </w:r>
      <w:r w:rsidR="00553569">
        <w:rPr>
          <w:rtl/>
          <w:lang w:bidi="fa-IR"/>
        </w:rPr>
        <w:t>:</w:t>
      </w:r>
    </w:p>
    <w:p w:rsidR="002A4FCD" w:rsidRDefault="003E3506" w:rsidP="002A4FCD">
      <w:pPr>
        <w:pStyle w:val="libNormal"/>
        <w:rPr>
          <w:rtl/>
          <w:lang w:bidi="fa-IR"/>
        </w:rPr>
      </w:pPr>
      <w:r w:rsidRPr="003E3506">
        <w:rPr>
          <w:rtl/>
          <w:lang w:bidi="fa-IR"/>
        </w:rPr>
        <w:t>اول</w:t>
      </w:r>
      <w:r w:rsidR="00553569">
        <w:rPr>
          <w:rtl/>
          <w:lang w:bidi="fa-IR"/>
        </w:rPr>
        <w:t>:</w:t>
      </w:r>
      <w:r w:rsidRPr="003E3506">
        <w:rPr>
          <w:rtl/>
          <w:lang w:bidi="fa-IR"/>
        </w:rPr>
        <w:t xml:space="preserve"> بول</w:t>
      </w:r>
      <w:r w:rsidR="000C4B14">
        <w:rPr>
          <w:rtl/>
          <w:lang w:bidi="fa-IR"/>
        </w:rPr>
        <w:t>.</w:t>
      </w:r>
    </w:p>
    <w:p w:rsidR="003E3506" w:rsidRPr="003E3506" w:rsidRDefault="003E3506" w:rsidP="002A4FCD">
      <w:pPr>
        <w:pStyle w:val="libNormal"/>
        <w:rPr>
          <w:lang w:bidi="fa-IR"/>
        </w:rPr>
      </w:pPr>
      <w:r w:rsidRPr="003E3506">
        <w:rPr>
          <w:rtl/>
          <w:lang w:bidi="fa-IR"/>
        </w:rPr>
        <w:t>دوم</w:t>
      </w:r>
      <w:r w:rsidR="00553569">
        <w:rPr>
          <w:rtl/>
          <w:lang w:bidi="fa-IR"/>
        </w:rPr>
        <w:t>:</w:t>
      </w:r>
      <w:r w:rsidRPr="003E3506">
        <w:rPr>
          <w:rtl/>
          <w:lang w:bidi="fa-IR"/>
        </w:rPr>
        <w:t xml:space="preserve"> غايط.</w:t>
      </w:r>
    </w:p>
    <w:p w:rsidR="003E3506" w:rsidRPr="003E3506" w:rsidRDefault="003E3506" w:rsidP="003E3506">
      <w:pPr>
        <w:pStyle w:val="libNormal"/>
        <w:rPr>
          <w:lang w:bidi="fa-IR"/>
        </w:rPr>
      </w:pPr>
      <w:r w:rsidRPr="003E3506">
        <w:rPr>
          <w:rtl/>
          <w:lang w:bidi="fa-IR"/>
        </w:rPr>
        <w:t>سوم</w:t>
      </w:r>
      <w:r w:rsidR="00553569">
        <w:rPr>
          <w:rtl/>
          <w:lang w:bidi="fa-IR"/>
        </w:rPr>
        <w:t>:</w:t>
      </w:r>
      <w:r w:rsidRPr="003E3506">
        <w:rPr>
          <w:rtl/>
          <w:lang w:bidi="fa-IR"/>
        </w:rPr>
        <w:t xml:space="preserve"> باد معده و روده كه از مخرج غايط خارج شود.</w:t>
      </w:r>
    </w:p>
    <w:p w:rsidR="003E3506" w:rsidRPr="003E3506" w:rsidRDefault="003E3506" w:rsidP="003E3506">
      <w:pPr>
        <w:pStyle w:val="libNormal"/>
        <w:rPr>
          <w:lang w:bidi="fa-IR"/>
        </w:rPr>
      </w:pPr>
      <w:r w:rsidRPr="003E3506">
        <w:rPr>
          <w:rtl/>
          <w:lang w:bidi="fa-IR"/>
        </w:rPr>
        <w:t>چهارم</w:t>
      </w:r>
      <w:r w:rsidR="00553569">
        <w:rPr>
          <w:rtl/>
          <w:lang w:bidi="fa-IR"/>
        </w:rPr>
        <w:t>:</w:t>
      </w:r>
      <w:r w:rsidRPr="003E3506">
        <w:rPr>
          <w:rtl/>
          <w:lang w:bidi="fa-IR"/>
        </w:rPr>
        <w:t xml:space="preserve"> خوابى كه به واسطه آن چشم نبيند و گوش نشنود</w:t>
      </w:r>
      <w:r w:rsidR="000C4B14">
        <w:rPr>
          <w:rtl/>
          <w:lang w:bidi="fa-IR"/>
        </w:rPr>
        <w:t>،</w:t>
      </w:r>
      <w:r w:rsidRPr="003E3506">
        <w:rPr>
          <w:rtl/>
          <w:lang w:bidi="fa-IR"/>
        </w:rPr>
        <w:t xml:space="preserve"> ولى اگر چشم نبيند و گوش بشنود وضو باطل نمى شود.</w:t>
      </w:r>
    </w:p>
    <w:p w:rsidR="003E3506" w:rsidRPr="003E3506" w:rsidRDefault="003E3506" w:rsidP="003E3506">
      <w:pPr>
        <w:pStyle w:val="libNormal"/>
        <w:rPr>
          <w:lang w:bidi="fa-IR"/>
        </w:rPr>
      </w:pPr>
      <w:r w:rsidRPr="003E3506">
        <w:rPr>
          <w:rtl/>
          <w:lang w:bidi="fa-IR"/>
        </w:rPr>
        <w:t>پنجم</w:t>
      </w:r>
      <w:r w:rsidR="00553569">
        <w:rPr>
          <w:rtl/>
          <w:lang w:bidi="fa-IR"/>
        </w:rPr>
        <w:t>:</w:t>
      </w:r>
      <w:r w:rsidRPr="003E3506">
        <w:rPr>
          <w:rtl/>
          <w:lang w:bidi="fa-IR"/>
        </w:rPr>
        <w:t xml:space="preserve"> چيزهايى كه عقل را از بين مى برد</w:t>
      </w:r>
      <w:r w:rsidR="00553569">
        <w:rPr>
          <w:rtl/>
          <w:lang w:bidi="fa-IR"/>
        </w:rPr>
        <w:t>:</w:t>
      </w:r>
      <w:r w:rsidRPr="003E3506">
        <w:rPr>
          <w:rtl/>
          <w:lang w:bidi="fa-IR"/>
        </w:rPr>
        <w:t xml:space="preserve"> مانند ديوانگى و مستى و بيهوشى</w:t>
      </w:r>
      <w:r w:rsidR="000C4B14">
        <w:rPr>
          <w:rtl/>
          <w:lang w:bidi="fa-IR"/>
        </w:rPr>
        <w:t>.</w:t>
      </w:r>
    </w:p>
    <w:p w:rsidR="003E3506" w:rsidRPr="003E3506" w:rsidRDefault="003E3506" w:rsidP="003E3506">
      <w:pPr>
        <w:pStyle w:val="libNormal"/>
        <w:rPr>
          <w:lang w:bidi="fa-IR"/>
        </w:rPr>
      </w:pPr>
      <w:r w:rsidRPr="003E3506">
        <w:rPr>
          <w:rtl/>
          <w:lang w:bidi="fa-IR"/>
        </w:rPr>
        <w:t>ششم</w:t>
      </w:r>
      <w:r w:rsidR="00553569">
        <w:rPr>
          <w:rtl/>
          <w:lang w:bidi="fa-IR"/>
        </w:rPr>
        <w:t>:</w:t>
      </w:r>
      <w:r w:rsidRPr="003E3506">
        <w:rPr>
          <w:rtl/>
          <w:lang w:bidi="fa-IR"/>
        </w:rPr>
        <w:t xml:space="preserve"> استحاضه زنان كه بعدا گفته مى شود.</w:t>
      </w:r>
    </w:p>
    <w:p w:rsidR="003E3506" w:rsidRPr="003E3506" w:rsidRDefault="003E3506" w:rsidP="003E3506">
      <w:pPr>
        <w:pStyle w:val="libNormal"/>
        <w:rPr>
          <w:lang w:bidi="fa-IR"/>
        </w:rPr>
      </w:pPr>
      <w:r w:rsidRPr="003E3506">
        <w:rPr>
          <w:rtl/>
          <w:lang w:bidi="fa-IR"/>
        </w:rPr>
        <w:t>هفتم</w:t>
      </w:r>
      <w:r w:rsidR="00553569">
        <w:rPr>
          <w:rtl/>
          <w:lang w:bidi="fa-IR"/>
        </w:rPr>
        <w:t>:</w:t>
      </w:r>
      <w:r w:rsidRPr="003E3506">
        <w:rPr>
          <w:rtl/>
          <w:lang w:bidi="fa-IR"/>
        </w:rPr>
        <w:t xml:space="preserve"> جنابت بلكه بنابر احتياط مستحب هر كارى كه براى آن بايد غسل كرد.</w:t>
      </w:r>
    </w:p>
    <w:p w:rsidR="003E3506" w:rsidRPr="003E3506" w:rsidRDefault="00A76C37" w:rsidP="003E3506">
      <w:pPr>
        <w:pStyle w:val="libNormal"/>
        <w:rPr>
          <w:lang w:bidi="fa-IR"/>
        </w:rPr>
      </w:pPr>
      <w:r>
        <w:rPr>
          <w:rtl/>
          <w:lang w:bidi="fa-IR"/>
        </w:rPr>
        <w:br w:type="page"/>
      </w:r>
    </w:p>
    <w:p w:rsidR="003E3506" w:rsidRDefault="00605FAB" w:rsidP="00A76C37">
      <w:pPr>
        <w:pStyle w:val="Heading3"/>
        <w:rPr>
          <w:rtl/>
          <w:lang w:bidi="fa-IR"/>
        </w:rPr>
      </w:pPr>
      <w:bookmarkStart w:id="44" w:name="_Toc24454467"/>
      <w:r>
        <w:rPr>
          <w:rtl/>
          <w:lang w:bidi="fa-IR"/>
        </w:rPr>
        <w:t>(</w:t>
      </w:r>
      <w:r w:rsidR="003E3506" w:rsidRPr="003E3506">
        <w:rPr>
          <w:rtl/>
          <w:lang w:bidi="fa-IR"/>
        </w:rPr>
        <w:t>احكام وضوى جبيره</w:t>
      </w:r>
      <w:r>
        <w:rPr>
          <w:rtl/>
          <w:lang w:bidi="fa-IR"/>
        </w:rPr>
        <w:t>)</w:t>
      </w:r>
      <w:bookmarkEnd w:id="44"/>
    </w:p>
    <w:p w:rsidR="003E3506" w:rsidRPr="003E3506" w:rsidRDefault="003E3506" w:rsidP="003E3506">
      <w:pPr>
        <w:pStyle w:val="libNormal"/>
        <w:rPr>
          <w:lang w:bidi="fa-IR"/>
        </w:rPr>
      </w:pPr>
      <w:r w:rsidRPr="003E3506">
        <w:rPr>
          <w:rtl/>
          <w:lang w:bidi="fa-IR"/>
        </w:rPr>
        <w:t>١/٣٢٩ - چيزى كه با آن زخم و شكسته را مى بندند و دوايى كه روى زخم و مانند آن مى گذارند جبيره ناميده مى شود.</w:t>
      </w:r>
    </w:p>
    <w:p w:rsidR="003E3506" w:rsidRPr="003E3506" w:rsidRDefault="003E3506" w:rsidP="003E3506">
      <w:pPr>
        <w:pStyle w:val="libNormal"/>
        <w:rPr>
          <w:lang w:bidi="fa-IR"/>
        </w:rPr>
      </w:pPr>
      <w:r w:rsidRPr="003E3506">
        <w:rPr>
          <w:rtl/>
          <w:lang w:bidi="fa-IR"/>
        </w:rPr>
        <w:t>٣٣٠ - اگر در يكى از جاهاى وضو زخم يا دمل يا شكستگى باشد چنانچه روى آن باز است و آب ضرر ندارد</w:t>
      </w:r>
      <w:r w:rsidR="000C4B14">
        <w:rPr>
          <w:rtl/>
          <w:lang w:bidi="fa-IR"/>
        </w:rPr>
        <w:t>،</w:t>
      </w:r>
      <w:r w:rsidRPr="003E3506">
        <w:rPr>
          <w:rtl/>
          <w:lang w:bidi="fa-IR"/>
        </w:rPr>
        <w:t xml:space="preserve"> بايد به طور معمول وضو گرفت</w:t>
      </w:r>
      <w:r w:rsidR="000C4B14">
        <w:rPr>
          <w:rtl/>
          <w:lang w:bidi="fa-IR"/>
        </w:rPr>
        <w:t>.</w:t>
      </w:r>
    </w:p>
    <w:p w:rsidR="003E3506" w:rsidRPr="003E3506" w:rsidRDefault="003E3506" w:rsidP="003E3506">
      <w:pPr>
        <w:pStyle w:val="libNormal"/>
        <w:rPr>
          <w:lang w:bidi="fa-IR"/>
        </w:rPr>
      </w:pPr>
      <w:r w:rsidRPr="003E3506">
        <w:rPr>
          <w:rtl/>
          <w:lang w:bidi="fa-IR"/>
        </w:rPr>
        <w:t>٣٣١ - اگر زخم يا دمل يا شكستگى در صورت و دستها است و روى آن باز است</w:t>
      </w:r>
      <w:r w:rsidR="000C4B14">
        <w:rPr>
          <w:rtl/>
          <w:lang w:bidi="fa-IR"/>
        </w:rPr>
        <w:t>،</w:t>
      </w:r>
      <w:r w:rsidRPr="003E3506">
        <w:rPr>
          <w:rtl/>
          <w:lang w:bidi="fa-IR"/>
        </w:rPr>
        <w:t xml:space="preserve"> و آب ريختن روى آن ضرر دارد</w:t>
      </w:r>
      <w:r w:rsidR="000C4B14">
        <w:rPr>
          <w:rtl/>
          <w:lang w:bidi="fa-IR"/>
        </w:rPr>
        <w:t>،</w:t>
      </w:r>
      <w:r w:rsidRPr="003E3506">
        <w:rPr>
          <w:rtl/>
          <w:lang w:bidi="fa-IR"/>
        </w:rPr>
        <w:t xml:space="preserve"> بايد اطراف زخم يا دمل را - به طورى كه در وضو گفته شد - از بالا به پايين بشويد.</w:t>
      </w:r>
    </w:p>
    <w:p w:rsidR="003E3506" w:rsidRPr="003E3506" w:rsidRDefault="003E3506" w:rsidP="003E3506">
      <w:pPr>
        <w:pStyle w:val="libNormal"/>
        <w:rPr>
          <w:lang w:bidi="fa-IR"/>
        </w:rPr>
      </w:pPr>
      <w:r w:rsidRPr="003E3506">
        <w:rPr>
          <w:rtl/>
          <w:lang w:bidi="fa-IR"/>
        </w:rPr>
        <w:t>و بهتر آن است كه چنانچه كشيدن دست تر بر آن ضرر ندارد دست تر بر آن بكشد</w:t>
      </w:r>
      <w:r w:rsidR="000C4B14">
        <w:rPr>
          <w:rtl/>
          <w:lang w:bidi="fa-IR"/>
        </w:rPr>
        <w:t>،</w:t>
      </w:r>
      <w:r w:rsidRPr="003E3506">
        <w:rPr>
          <w:rtl/>
          <w:lang w:bidi="fa-IR"/>
        </w:rPr>
        <w:t xml:space="preserve"> و بعد پارچه پاكى روى آن بگذارد و دست تر را روى پارچه نيز بكشد و اما در شكستگى لازم است تيمم بنمايد.</w:t>
      </w:r>
    </w:p>
    <w:p w:rsidR="003E3506" w:rsidRPr="003E3506" w:rsidRDefault="003E3506" w:rsidP="003E3506">
      <w:pPr>
        <w:pStyle w:val="libNormal"/>
        <w:rPr>
          <w:lang w:bidi="fa-IR"/>
        </w:rPr>
      </w:pPr>
      <w:r w:rsidRPr="003E3506">
        <w:rPr>
          <w:rtl/>
          <w:lang w:bidi="fa-IR"/>
        </w:rPr>
        <w:t>٣٣٢ - اگر زخم يا دمل يا شكستگى در جلوى سر يا روى پاها است و روى آن باز است</w:t>
      </w:r>
      <w:r w:rsidR="000C4B14">
        <w:rPr>
          <w:rtl/>
          <w:lang w:bidi="fa-IR"/>
        </w:rPr>
        <w:t>،</w:t>
      </w:r>
      <w:r w:rsidRPr="003E3506">
        <w:rPr>
          <w:rtl/>
          <w:lang w:bidi="fa-IR"/>
        </w:rPr>
        <w:t xml:space="preserve"> چنانچه نتواند آن را مسح كند</w:t>
      </w:r>
      <w:r w:rsidR="000C4B14">
        <w:rPr>
          <w:rtl/>
          <w:lang w:bidi="fa-IR"/>
        </w:rPr>
        <w:t>،</w:t>
      </w:r>
      <w:r w:rsidRPr="003E3506">
        <w:rPr>
          <w:rtl/>
          <w:lang w:bidi="fa-IR"/>
        </w:rPr>
        <w:t xml:space="preserve"> به اين معنى كه زخم مثلا تمام محل مسح را گرفته باشد</w:t>
      </w:r>
      <w:r w:rsidR="000C4B14">
        <w:rPr>
          <w:rtl/>
          <w:lang w:bidi="fa-IR"/>
        </w:rPr>
        <w:t>،</w:t>
      </w:r>
      <w:r w:rsidRPr="003E3506">
        <w:rPr>
          <w:rtl/>
          <w:lang w:bidi="fa-IR"/>
        </w:rPr>
        <w:t xml:space="preserve"> يا آنكه از مسح جاهاى سالم نيز متمكن نباشد در اين صورت لازم است تيمم نمايد</w:t>
      </w:r>
      <w:r w:rsidR="000C4B14">
        <w:rPr>
          <w:rtl/>
          <w:lang w:bidi="fa-IR"/>
        </w:rPr>
        <w:t>،</w:t>
      </w:r>
      <w:r w:rsidRPr="003E3506">
        <w:rPr>
          <w:rtl/>
          <w:lang w:bidi="fa-IR"/>
        </w:rPr>
        <w:t xml:space="preserve"> و بنابر احتياط مستحب وضو نيز گرفته و پارچه پاكى روى آن بگذارد و روى پارچه را با ترى آب وضو كه در دست مانده مسح كند.</w:t>
      </w:r>
    </w:p>
    <w:p w:rsidR="003E3506" w:rsidRPr="003E3506" w:rsidRDefault="003E3506" w:rsidP="003E3506">
      <w:pPr>
        <w:pStyle w:val="libNormal"/>
        <w:rPr>
          <w:lang w:bidi="fa-IR"/>
        </w:rPr>
      </w:pPr>
      <w:r w:rsidRPr="003E3506">
        <w:rPr>
          <w:rtl/>
          <w:lang w:bidi="fa-IR"/>
        </w:rPr>
        <w:t>٣٣٣ - اگر روى دمل يا زخم يا شكستگى بسته باشد</w:t>
      </w:r>
      <w:r w:rsidR="000C4B14">
        <w:rPr>
          <w:rtl/>
          <w:lang w:bidi="fa-IR"/>
        </w:rPr>
        <w:t>،</w:t>
      </w:r>
      <w:r w:rsidRPr="003E3506">
        <w:rPr>
          <w:rtl/>
          <w:lang w:bidi="fa-IR"/>
        </w:rPr>
        <w:t xml:space="preserve"> چنانچه باز كردن آن بدون مشقت ممكن است و آب هم براى آن ضرر ندارد</w:t>
      </w:r>
      <w:r w:rsidR="000C4B14">
        <w:rPr>
          <w:rtl/>
          <w:lang w:bidi="fa-IR"/>
        </w:rPr>
        <w:t>،</w:t>
      </w:r>
      <w:r w:rsidRPr="003E3506">
        <w:rPr>
          <w:rtl/>
          <w:lang w:bidi="fa-IR"/>
        </w:rPr>
        <w:t xml:space="preserve"> بايد باز كند و وضو بگيرد</w:t>
      </w:r>
      <w:r w:rsidR="000C4B14">
        <w:rPr>
          <w:rtl/>
          <w:lang w:bidi="fa-IR"/>
        </w:rPr>
        <w:t>،</w:t>
      </w:r>
      <w:r w:rsidRPr="003E3506">
        <w:rPr>
          <w:rtl/>
          <w:lang w:bidi="fa-IR"/>
        </w:rPr>
        <w:t xml:space="preserve"> چه زخم و مانند آن در صورت و دستها باشد</w:t>
      </w:r>
      <w:r w:rsidR="000C4B14">
        <w:rPr>
          <w:rtl/>
          <w:lang w:bidi="fa-IR"/>
        </w:rPr>
        <w:t>،</w:t>
      </w:r>
      <w:r w:rsidRPr="003E3506">
        <w:rPr>
          <w:rtl/>
          <w:lang w:bidi="fa-IR"/>
        </w:rPr>
        <w:t xml:space="preserve"> يا جلوى سر و روى پاها باشد.</w:t>
      </w:r>
    </w:p>
    <w:p w:rsidR="003E3506" w:rsidRPr="003E3506" w:rsidRDefault="003E3506" w:rsidP="003E3506">
      <w:pPr>
        <w:pStyle w:val="libNormal"/>
        <w:rPr>
          <w:lang w:bidi="fa-IR"/>
        </w:rPr>
      </w:pPr>
      <w:r w:rsidRPr="003E3506">
        <w:rPr>
          <w:rtl/>
          <w:lang w:bidi="fa-IR"/>
        </w:rPr>
        <w:t>٣٣٤ - اگر زخم يا دمل يا شكستگى كه بسته است در صورت يا دستها باشد چنانچه باز كردن و ريختن آب روى آن ضرر دارد بايد مقدارى را كه متمكن است از اطراف شسته و روى جبيره را مسح نمايد.</w:t>
      </w:r>
    </w:p>
    <w:p w:rsidR="003E3506" w:rsidRPr="003E3506" w:rsidRDefault="003E3506" w:rsidP="003E3506">
      <w:pPr>
        <w:pStyle w:val="libNormal"/>
        <w:rPr>
          <w:lang w:bidi="fa-IR"/>
        </w:rPr>
      </w:pPr>
      <w:r w:rsidRPr="003E3506">
        <w:rPr>
          <w:rtl/>
          <w:lang w:bidi="fa-IR"/>
        </w:rPr>
        <w:lastRenderedPageBreak/>
        <w:t>٣٣٥ - اگر نمى شود روى زخم را باز كرد</w:t>
      </w:r>
      <w:r w:rsidR="000C4B14">
        <w:rPr>
          <w:rtl/>
          <w:lang w:bidi="fa-IR"/>
        </w:rPr>
        <w:t>،</w:t>
      </w:r>
      <w:r w:rsidRPr="003E3506">
        <w:rPr>
          <w:rtl/>
          <w:lang w:bidi="fa-IR"/>
        </w:rPr>
        <w:t xml:space="preserve"> ولى زخم و چيزى كه روى آن گذاشته شده پاك است</w:t>
      </w:r>
      <w:r w:rsidR="000C4B14">
        <w:rPr>
          <w:rtl/>
          <w:lang w:bidi="fa-IR"/>
        </w:rPr>
        <w:t>،</w:t>
      </w:r>
      <w:r w:rsidRPr="003E3506">
        <w:rPr>
          <w:rtl/>
          <w:lang w:bidi="fa-IR"/>
        </w:rPr>
        <w:t xml:space="preserve"> و رساندن آب به زخم ممكن است و ضرر هم ندارد</w:t>
      </w:r>
      <w:r w:rsidR="000C4B14">
        <w:rPr>
          <w:rtl/>
          <w:lang w:bidi="fa-IR"/>
        </w:rPr>
        <w:t>،</w:t>
      </w:r>
      <w:r w:rsidRPr="003E3506">
        <w:rPr>
          <w:rtl/>
          <w:lang w:bidi="fa-IR"/>
        </w:rPr>
        <w:t xml:space="preserve"> بايد آب را به روى زخم از بالا به پايين برساند</w:t>
      </w:r>
      <w:r w:rsidR="000C4B14">
        <w:rPr>
          <w:rtl/>
          <w:lang w:bidi="fa-IR"/>
        </w:rPr>
        <w:t>،</w:t>
      </w:r>
      <w:r w:rsidRPr="003E3506">
        <w:rPr>
          <w:rtl/>
          <w:lang w:bidi="fa-IR"/>
        </w:rPr>
        <w:t xml:space="preserve"> و اگر زخم يا چيزى كه روى آن گذاشته شده نجس است</w:t>
      </w:r>
      <w:r w:rsidR="000C4B14">
        <w:rPr>
          <w:rtl/>
          <w:lang w:bidi="fa-IR"/>
        </w:rPr>
        <w:t>،</w:t>
      </w:r>
      <w:r w:rsidRPr="003E3506">
        <w:rPr>
          <w:rtl/>
          <w:lang w:bidi="fa-IR"/>
        </w:rPr>
        <w:t xml:space="preserve"> چنانچه آب كشيدن آن و رساندن آب به روى زخم ممكن باشد</w:t>
      </w:r>
      <w:r w:rsidR="000C4B14">
        <w:rPr>
          <w:rtl/>
          <w:lang w:bidi="fa-IR"/>
        </w:rPr>
        <w:t>،</w:t>
      </w:r>
      <w:r w:rsidRPr="003E3506">
        <w:rPr>
          <w:rtl/>
          <w:lang w:bidi="fa-IR"/>
        </w:rPr>
        <w:t xml:space="preserve"> بايد آن را آب بكشد</w:t>
      </w:r>
      <w:r w:rsidR="000C4B14">
        <w:rPr>
          <w:rtl/>
          <w:lang w:bidi="fa-IR"/>
        </w:rPr>
        <w:t>،</w:t>
      </w:r>
      <w:r w:rsidRPr="003E3506">
        <w:rPr>
          <w:rtl/>
          <w:lang w:bidi="fa-IR"/>
        </w:rPr>
        <w:t xml:space="preserve"> و موقع وضو آب را به زخم برساند</w:t>
      </w:r>
      <w:r w:rsidR="000C4B14">
        <w:rPr>
          <w:rtl/>
          <w:lang w:bidi="fa-IR"/>
        </w:rPr>
        <w:t>،</w:t>
      </w:r>
      <w:r w:rsidRPr="003E3506">
        <w:rPr>
          <w:rtl/>
          <w:lang w:bidi="fa-IR"/>
        </w:rPr>
        <w:t xml:space="preserve"> و در صورتى كه آب براى زخم ضرر ندارد</w:t>
      </w:r>
      <w:r w:rsidR="000C4B14">
        <w:rPr>
          <w:rtl/>
          <w:lang w:bidi="fa-IR"/>
        </w:rPr>
        <w:t>،</w:t>
      </w:r>
      <w:r w:rsidRPr="003E3506">
        <w:rPr>
          <w:rtl/>
          <w:lang w:bidi="fa-IR"/>
        </w:rPr>
        <w:t xml:space="preserve"> ولى رساندن آب به روى زخم ممكن نيست</w:t>
      </w:r>
      <w:r w:rsidR="000C4B14">
        <w:rPr>
          <w:rtl/>
          <w:lang w:bidi="fa-IR"/>
        </w:rPr>
        <w:t>،</w:t>
      </w:r>
      <w:r w:rsidRPr="003E3506">
        <w:rPr>
          <w:rtl/>
          <w:lang w:bidi="fa-IR"/>
        </w:rPr>
        <w:t xml:space="preserve"> يا زخم نجس است و نمى شود آن را آب كشيد</w:t>
      </w:r>
      <w:r w:rsidR="000C4B14">
        <w:rPr>
          <w:rtl/>
          <w:lang w:bidi="fa-IR"/>
        </w:rPr>
        <w:t>،</w:t>
      </w:r>
      <w:r w:rsidRPr="003E3506">
        <w:rPr>
          <w:rtl/>
          <w:lang w:bidi="fa-IR"/>
        </w:rPr>
        <w:t xml:space="preserve"> بايد تيمم بنمايد.</w:t>
      </w:r>
    </w:p>
    <w:p w:rsidR="003E3506" w:rsidRPr="003E3506" w:rsidRDefault="003E3506" w:rsidP="003E3506">
      <w:pPr>
        <w:pStyle w:val="libNormal"/>
        <w:rPr>
          <w:lang w:bidi="fa-IR"/>
        </w:rPr>
      </w:pPr>
      <w:r w:rsidRPr="003E3506">
        <w:rPr>
          <w:rtl/>
          <w:lang w:bidi="fa-IR"/>
        </w:rPr>
        <w:t>٣٣٦ - اگر جبيره تمام بعضى از اعضاى وضو را فرا گرفته باشد ظاهر اين است كه وضوى جبيره اى كافى است</w:t>
      </w:r>
      <w:r w:rsidR="000C4B14">
        <w:rPr>
          <w:rtl/>
          <w:lang w:bidi="fa-IR"/>
        </w:rPr>
        <w:t>.</w:t>
      </w:r>
    </w:p>
    <w:p w:rsidR="003E3506" w:rsidRPr="003E3506" w:rsidRDefault="003E3506" w:rsidP="003E3506">
      <w:pPr>
        <w:pStyle w:val="libNormal"/>
        <w:rPr>
          <w:lang w:bidi="fa-IR"/>
        </w:rPr>
      </w:pPr>
      <w:r w:rsidRPr="003E3506">
        <w:rPr>
          <w:rtl/>
          <w:lang w:bidi="fa-IR"/>
        </w:rPr>
        <w:t>ولى اگر تمام اعضاى وضو را گرفته باشد</w:t>
      </w:r>
      <w:r w:rsidR="000C4B14">
        <w:rPr>
          <w:rtl/>
          <w:lang w:bidi="fa-IR"/>
        </w:rPr>
        <w:t>،</w:t>
      </w:r>
      <w:r w:rsidRPr="003E3506">
        <w:rPr>
          <w:rtl/>
          <w:lang w:bidi="fa-IR"/>
        </w:rPr>
        <w:t xml:space="preserve"> بنابر احتياط بايد تيمم نمايد و وضوى جبيره نيز بگيرد.</w:t>
      </w:r>
    </w:p>
    <w:p w:rsidR="003E3506" w:rsidRPr="003E3506" w:rsidRDefault="003E3506" w:rsidP="003E3506">
      <w:pPr>
        <w:pStyle w:val="libNormal"/>
        <w:rPr>
          <w:lang w:bidi="fa-IR"/>
        </w:rPr>
      </w:pPr>
      <w:r w:rsidRPr="003E3506">
        <w:rPr>
          <w:rtl/>
          <w:lang w:bidi="fa-IR"/>
        </w:rPr>
        <w:t>٣٣٧ - لازم نيست جبيره از جنس چيزهايى باشد كه نماز در او جايز است</w:t>
      </w:r>
      <w:r w:rsidR="000C4B14">
        <w:rPr>
          <w:rtl/>
          <w:lang w:bidi="fa-IR"/>
        </w:rPr>
        <w:t>،</w:t>
      </w:r>
      <w:r w:rsidRPr="003E3506">
        <w:rPr>
          <w:rtl/>
          <w:lang w:bidi="fa-IR"/>
        </w:rPr>
        <w:t xml:space="preserve"> بلكه اگر از حرير يا از اجزاء حيوانى كه خوردن گوشت آن جايز نيست بوده باشد</w:t>
      </w:r>
      <w:r w:rsidR="000C4B14">
        <w:rPr>
          <w:rtl/>
          <w:lang w:bidi="fa-IR"/>
        </w:rPr>
        <w:t>،</w:t>
      </w:r>
      <w:r w:rsidRPr="003E3506">
        <w:rPr>
          <w:rtl/>
          <w:lang w:bidi="fa-IR"/>
        </w:rPr>
        <w:t xml:space="preserve"> مسح بر آن نيز جايز است</w:t>
      </w:r>
      <w:r w:rsidR="000C4B14">
        <w:rPr>
          <w:rtl/>
          <w:lang w:bidi="fa-IR"/>
        </w:rPr>
        <w:t>.</w:t>
      </w:r>
    </w:p>
    <w:p w:rsidR="003E3506" w:rsidRPr="003E3506" w:rsidRDefault="003E3506" w:rsidP="003E3506">
      <w:pPr>
        <w:pStyle w:val="libNormal"/>
        <w:rPr>
          <w:lang w:bidi="fa-IR"/>
        </w:rPr>
      </w:pPr>
      <w:r w:rsidRPr="003E3506">
        <w:rPr>
          <w:rtl/>
          <w:lang w:bidi="fa-IR"/>
        </w:rPr>
        <w:t>٣٣٨ - كسى كه در كف دست و انگشتها جبيره دارد</w:t>
      </w:r>
      <w:r w:rsidR="000C4B14">
        <w:rPr>
          <w:rtl/>
          <w:lang w:bidi="fa-IR"/>
        </w:rPr>
        <w:t>،</w:t>
      </w:r>
      <w:r w:rsidRPr="003E3506">
        <w:rPr>
          <w:rtl/>
          <w:lang w:bidi="fa-IR"/>
        </w:rPr>
        <w:t xml:space="preserve"> و در موقع وضو دست تر روى آن كشيده است</w:t>
      </w:r>
      <w:r w:rsidR="000C4B14">
        <w:rPr>
          <w:rtl/>
          <w:lang w:bidi="fa-IR"/>
        </w:rPr>
        <w:t>،</w:t>
      </w:r>
      <w:r w:rsidRPr="003E3506">
        <w:rPr>
          <w:rtl/>
          <w:lang w:bidi="fa-IR"/>
        </w:rPr>
        <w:t xml:space="preserve"> سر و پا را با همان رطوبت مسح كند.</w:t>
      </w:r>
    </w:p>
    <w:p w:rsidR="003E3506" w:rsidRPr="003E3506" w:rsidRDefault="003E3506" w:rsidP="003E3506">
      <w:pPr>
        <w:pStyle w:val="libNormal"/>
        <w:rPr>
          <w:lang w:bidi="fa-IR"/>
        </w:rPr>
      </w:pPr>
      <w:r w:rsidRPr="003E3506">
        <w:rPr>
          <w:rtl/>
          <w:lang w:bidi="fa-IR"/>
        </w:rPr>
        <w:t>٣٣٩ - اگر جبيره تمام پهناى روى پا را گرفته</w:t>
      </w:r>
      <w:r w:rsidR="000C4B14">
        <w:rPr>
          <w:rtl/>
          <w:lang w:bidi="fa-IR"/>
        </w:rPr>
        <w:t>،</w:t>
      </w:r>
      <w:r w:rsidRPr="003E3506">
        <w:rPr>
          <w:rtl/>
          <w:lang w:bidi="fa-IR"/>
        </w:rPr>
        <w:t xml:space="preserve"> ولى مقدارى از طرف انگشتان و مقدارى از طرف بالاى پا باز است</w:t>
      </w:r>
      <w:r w:rsidR="000C4B14">
        <w:rPr>
          <w:rtl/>
          <w:lang w:bidi="fa-IR"/>
        </w:rPr>
        <w:t>،</w:t>
      </w:r>
      <w:r w:rsidRPr="003E3506">
        <w:rPr>
          <w:rtl/>
          <w:lang w:bidi="fa-IR"/>
        </w:rPr>
        <w:t xml:space="preserve"> بايد جاهايى كه باز است روى پا را و جايى كه جبيره است روى جبيره را مسح كند.</w:t>
      </w:r>
    </w:p>
    <w:p w:rsidR="003E3506" w:rsidRPr="003E3506" w:rsidRDefault="003E3506" w:rsidP="003E3506">
      <w:pPr>
        <w:pStyle w:val="libNormal"/>
        <w:rPr>
          <w:lang w:bidi="fa-IR"/>
        </w:rPr>
      </w:pPr>
      <w:r w:rsidRPr="003E3506">
        <w:rPr>
          <w:rtl/>
          <w:lang w:bidi="fa-IR"/>
        </w:rPr>
        <w:t>٣٤٠ - اگر در صورت يا دستها چند جبيره باشد</w:t>
      </w:r>
      <w:r w:rsidR="000C4B14">
        <w:rPr>
          <w:rtl/>
          <w:lang w:bidi="fa-IR"/>
        </w:rPr>
        <w:t>،</w:t>
      </w:r>
      <w:r w:rsidRPr="003E3506">
        <w:rPr>
          <w:rtl/>
          <w:lang w:bidi="fa-IR"/>
        </w:rPr>
        <w:t xml:space="preserve"> بايد بين آنها را بشويد</w:t>
      </w:r>
      <w:r w:rsidR="000C4B14">
        <w:rPr>
          <w:rtl/>
          <w:lang w:bidi="fa-IR"/>
        </w:rPr>
        <w:t>،</w:t>
      </w:r>
      <w:r w:rsidRPr="003E3506">
        <w:rPr>
          <w:rtl/>
          <w:lang w:bidi="fa-IR"/>
        </w:rPr>
        <w:t xml:space="preserve"> و اگر جبيره ها در سر يا روى پاها باشد</w:t>
      </w:r>
      <w:r w:rsidR="000C4B14">
        <w:rPr>
          <w:rtl/>
          <w:lang w:bidi="fa-IR"/>
        </w:rPr>
        <w:t>،</w:t>
      </w:r>
      <w:r w:rsidRPr="003E3506">
        <w:rPr>
          <w:rtl/>
          <w:lang w:bidi="fa-IR"/>
        </w:rPr>
        <w:t xml:space="preserve"> بايد بين آنها را مسح كند</w:t>
      </w:r>
      <w:r w:rsidR="000C4B14">
        <w:rPr>
          <w:rtl/>
          <w:lang w:bidi="fa-IR"/>
        </w:rPr>
        <w:t>،</w:t>
      </w:r>
      <w:r w:rsidRPr="003E3506">
        <w:rPr>
          <w:rtl/>
          <w:lang w:bidi="fa-IR"/>
        </w:rPr>
        <w:t xml:space="preserve"> و در جاهايى كه جبيره است بايد به دستور جبيره عمل نمايد.</w:t>
      </w:r>
    </w:p>
    <w:p w:rsidR="003E3506" w:rsidRPr="003E3506" w:rsidRDefault="003E3506" w:rsidP="003E3506">
      <w:pPr>
        <w:pStyle w:val="libNormal"/>
        <w:rPr>
          <w:lang w:bidi="fa-IR"/>
        </w:rPr>
      </w:pPr>
      <w:r w:rsidRPr="003E3506">
        <w:rPr>
          <w:rtl/>
          <w:lang w:bidi="fa-IR"/>
        </w:rPr>
        <w:lastRenderedPageBreak/>
        <w:t>٣٤١ - اگر جبيره بيشتر از معمول اطراف زخم را گرفته و برداشتن آن بدون مشقت ممكن نيست</w:t>
      </w:r>
      <w:r w:rsidR="000C4B14">
        <w:rPr>
          <w:rtl/>
          <w:lang w:bidi="fa-IR"/>
        </w:rPr>
        <w:t>،</w:t>
      </w:r>
      <w:r w:rsidRPr="003E3506">
        <w:rPr>
          <w:rtl/>
          <w:lang w:bidi="fa-IR"/>
        </w:rPr>
        <w:t xml:space="preserve"> بايد تيمم نمايد مگر اينكه جبيره در مواضع تيمم باشد</w:t>
      </w:r>
      <w:r w:rsidR="000C4B14">
        <w:rPr>
          <w:rtl/>
          <w:lang w:bidi="fa-IR"/>
        </w:rPr>
        <w:t>،</w:t>
      </w:r>
      <w:r w:rsidRPr="003E3506">
        <w:rPr>
          <w:rtl/>
          <w:lang w:bidi="fa-IR"/>
        </w:rPr>
        <w:t xml:space="preserve"> كه در اين صورت لازم است بين وضو و تيمم جمع نمايد</w:t>
      </w:r>
      <w:r w:rsidR="000C4B14">
        <w:rPr>
          <w:rtl/>
          <w:lang w:bidi="fa-IR"/>
        </w:rPr>
        <w:t>،</w:t>
      </w:r>
      <w:r w:rsidRPr="003E3506">
        <w:rPr>
          <w:rtl/>
          <w:lang w:bidi="fa-IR"/>
        </w:rPr>
        <w:t xml:space="preserve"> و در هر دو صورت اگر برداشتن جبيره بدون مشقت ممكن است بايد جبيره را بردارد</w:t>
      </w:r>
      <w:r w:rsidR="000C4B14">
        <w:rPr>
          <w:rtl/>
          <w:lang w:bidi="fa-IR"/>
        </w:rPr>
        <w:t>،</w:t>
      </w:r>
      <w:r w:rsidRPr="003E3506">
        <w:rPr>
          <w:rtl/>
          <w:lang w:bidi="fa-IR"/>
        </w:rPr>
        <w:t xml:space="preserve"> پس اگر زخم در صورت و دستها است اطراف آن را بشويد</w:t>
      </w:r>
      <w:r w:rsidR="000C4B14">
        <w:rPr>
          <w:rtl/>
          <w:lang w:bidi="fa-IR"/>
        </w:rPr>
        <w:t>،</w:t>
      </w:r>
      <w:r w:rsidRPr="003E3506">
        <w:rPr>
          <w:rtl/>
          <w:lang w:bidi="fa-IR"/>
        </w:rPr>
        <w:t xml:space="preserve"> و اگر در سر يا روى پاها است اطراف آن را مسح كند و براى جاى زخم به دستور جبيره عمل نمايد.</w:t>
      </w:r>
    </w:p>
    <w:p w:rsidR="003E3506" w:rsidRPr="003E3506" w:rsidRDefault="003E3506" w:rsidP="003E3506">
      <w:pPr>
        <w:pStyle w:val="libNormal"/>
        <w:rPr>
          <w:lang w:bidi="fa-IR"/>
        </w:rPr>
      </w:pPr>
      <w:r w:rsidRPr="003E3506">
        <w:rPr>
          <w:rtl/>
          <w:lang w:bidi="fa-IR"/>
        </w:rPr>
        <w:t>٣٤٢ - اگر در جاى وضو زخم و جراحت و شكستگى نيست</w:t>
      </w:r>
      <w:r w:rsidR="000C4B14">
        <w:rPr>
          <w:rtl/>
          <w:lang w:bidi="fa-IR"/>
        </w:rPr>
        <w:t>،</w:t>
      </w:r>
      <w:r w:rsidRPr="003E3506">
        <w:rPr>
          <w:rtl/>
          <w:lang w:bidi="fa-IR"/>
        </w:rPr>
        <w:t xml:space="preserve"> ولى به جهت ديگرى آب براى آن ضرر دارد</w:t>
      </w:r>
      <w:r w:rsidR="000C4B14">
        <w:rPr>
          <w:rtl/>
          <w:lang w:bidi="fa-IR"/>
        </w:rPr>
        <w:t>،</w:t>
      </w:r>
      <w:r w:rsidRPr="003E3506">
        <w:rPr>
          <w:rtl/>
          <w:lang w:bidi="fa-IR"/>
        </w:rPr>
        <w:t xml:space="preserve"> بايد تيمم كند.</w:t>
      </w:r>
    </w:p>
    <w:p w:rsidR="003E3506" w:rsidRPr="003E3506" w:rsidRDefault="003E3506" w:rsidP="003E3506">
      <w:pPr>
        <w:pStyle w:val="libNormal"/>
        <w:rPr>
          <w:lang w:bidi="fa-IR"/>
        </w:rPr>
      </w:pPr>
      <w:r w:rsidRPr="003E3506">
        <w:rPr>
          <w:rtl/>
          <w:lang w:bidi="fa-IR"/>
        </w:rPr>
        <w:t>٣٤٣ - اگر جايى از اعضاء وضو را رگ زده است</w:t>
      </w:r>
      <w:r w:rsidR="000C4B14">
        <w:rPr>
          <w:rtl/>
          <w:lang w:bidi="fa-IR"/>
        </w:rPr>
        <w:t>،</w:t>
      </w:r>
      <w:r w:rsidRPr="003E3506">
        <w:rPr>
          <w:rtl/>
          <w:lang w:bidi="fa-IR"/>
        </w:rPr>
        <w:t xml:space="preserve"> و نمى تواند آن را آب بكشد لازم است تيمم نمايد ولى اگر آب براى آن ضرر دارد بايد به دستور جبيره عمل كند. ٣٤٤ - اگر در جاى وضو يا غسل چيزى چسبيده است كه برداشتن آن ممكن نيست</w:t>
      </w:r>
      <w:r w:rsidR="000C4B14">
        <w:rPr>
          <w:rtl/>
          <w:lang w:bidi="fa-IR"/>
        </w:rPr>
        <w:t>،</w:t>
      </w:r>
      <w:r w:rsidRPr="003E3506">
        <w:rPr>
          <w:rtl/>
          <w:lang w:bidi="fa-IR"/>
        </w:rPr>
        <w:t xml:space="preserve"> يا به قدرى مشقت دارد كه نمى شود تحمل كرد</w:t>
      </w:r>
      <w:r w:rsidR="000C4B14">
        <w:rPr>
          <w:rtl/>
          <w:lang w:bidi="fa-IR"/>
        </w:rPr>
        <w:t>،</w:t>
      </w:r>
      <w:r w:rsidRPr="003E3506">
        <w:rPr>
          <w:rtl/>
          <w:lang w:bidi="fa-IR"/>
        </w:rPr>
        <w:t xml:space="preserve"> وظيفه اش تيمم است مگر آن كه آن چيز در مواضع تيمم باشد كه در اين صورت لازم است بين وضو و تيمم جمع كند</w:t>
      </w:r>
      <w:r w:rsidR="000C4B14">
        <w:rPr>
          <w:rtl/>
          <w:lang w:bidi="fa-IR"/>
        </w:rPr>
        <w:t>،</w:t>
      </w:r>
      <w:r w:rsidRPr="003E3506">
        <w:rPr>
          <w:rtl/>
          <w:lang w:bidi="fa-IR"/>
        </w:rPr>
        <w:t xml:space="preserve"> و اگر آن چيزى كه چسبيده دوا باشد</w:t>
      </w:r>
      <w:r w:rsidR="000C4B14">
        <w:rPr>
          <w:rtl/>
          <w:lang w:bidi="fa-IR"/>
        </w:rPr>
        <w:t>،</w:t>
      </w:r>
      <w:r w:rsidRPr="003E3506">
        <w:rPr>
          <w:rtl/>
          <w:lang w:bidi="fa-IR"/>
        </w:rPr>
        <w:t xml:space="preserve"> حكم جبيره را دارد.</w:t>
      </w:r>
    </w:p>
    <w:p w:rsidR="003E3506" w:rsidRPr="003E3506" w:rsidRDefault="003E3506" w:rsidP="003E3506">
      <w:pPr>
        <w:pStyle w:val="libNormal"/>
        <w:rPr>
          <w:lang w:bidi="fa-IR"/>
        </w:rPr>
      </w:pPr>
      <w:r w:rsidRPr="003E3506">
        <w:rPr>
          <w:rtl/>
          <w:lang w:bidi="fa-IR"/>
        </w:rPr>
        <w:t>٣٤٥ - در غير غسل ميت از ساير اغسال غسل جبيره اى مثل وضوى جبيره اى است</w:t>
      </w:r>
      <w:r w:rsidR="000C4B14">
        <w:rPr>
          <w:rtl/>
          <w:lang w:bidi="fa-IR"/>
        </w:rPr>
        <w:t>،</w:t>
      </w:r>
      <w:r w:rsidRPr="003E3506">
        <w:rPr>
          <w:rtl/>
          <w:lang w:bidi="fa-IR"/>
        </w:rPr>
        <w:t xml:space="preserve"> ولى بايد بنابر احتياط لازم آن را ترتيبى به جا آورند و اظهر اين است كه اگر در بدن زخم يا دمل باشد مكلف مخير است بين غسل و تيمم و در صورتى كه غسل را اختيار كند و در محل جبيره نباشد</w:t>
      </w:r>
      <w:r w:rsidR="000C4B14">
        <w:rPr>
          <w:rtl/>
          <w:lang w:bidi="fa-IR"/>
        </w:rPr>
        <w:t>،</w:t>
      </w:r>
      <w:r w:rsidRPr="003E3506">
        <w:rPr>
          <w:rtl/>
          <w:lang w:bidi="fa-IR"/>
        </w:rPr>
        <w:t xml:space="preserve"> احتياط مستحب آن است كه پارچه پاكى روى زخم يا دمل باز گذاشته و روى پارچه را مسح نمايد</w:t>
      </w:r>
      <w:r w:rsidR="000C4B14">
        <w:rPr>
          <w:rtl/>
          <w:lang w:bidi="fa-IR"/>
        </w:rPr>
        <w:t>،</w:t>
      </w:r>
      <w:r w:rsidRPr="003E3506">
        <w:rPr>
          <w:rtl/>
          <w:lang w:bidi="fa-IR"/>
        </w:rPr>
        <w:t xml:space="preserve"> و اما اگر در بدن شكستگى باشد بايد غسل نمايد و احتياطا روى جبيره را هم مسح كند</w:t>
      </w:r>
      <w:r w:rsidR="000C4B14">
        <w:rPr>
          <w:rtl/>
          <w:lang w:bidi="fa-IR"/>
        </w:rPr>
        <w:t>،</w:t>
      </w:r>
      <w:r w:rsidRPr="003E3506">
        <w:rPr>
          <w:rtl/>
          <w:lang w:bidi="fa-IR"/>
        </w:rPr>
        <w:t xml:space="preserve"> و در صورتى كه مسح روى جبيره ممكن نباشد يا اينكه محل شكسته باز باشد لازم است تيمم كند.</w:t>
      </w:r>
    </w:p>
    <w:p w:rsidR="00A76C37" w:rsidRDefault="003E3506" w:rsidP="003E3506">
      <w:pPr>
        <w:pStyle w:val="libNormal"/>
        <w:rPr>
          <w:rtl/>
          <w:lang w:bidi="fa-IR"/>
        </w:rPr>
      </w:pPr>
      <w:r w:rsidRPr="003E3506">
        <w:rPr>
          <w:rtl/>
          <w:lang w:bidi="fa-IR"/>
        </w:rPr>
        <w:t>٣٤٦ - كسى كه وظيفه او تيمم است</w:t>
      </w:r>
      <w:r w:rsidR="000C4B14">
        <w:rPr>
          <w:rtl/>
          <w:lang w:bidi="fa-IR"/>
        </w:rPr>
        <w:t>،</w:t>
      </w:r>
      <w:r w:rsidRPr="003E3506">
        <w:rPr>
          <w:rtl/>
          <w:lang w:bidi="fa-IR"/>
        </w:rPr>
        <w:t xml:space="preserve"> اگر در بعضى از جاهاى تيمم او زخم يا دمل يا شكستگى باشد</w:t>
      </w:r>
      <w:r w:rsidR="000C4B14">
        <w:rPr>
          <w:rtl/>
          <w:lang w:bidi="fa-IR"/>
        </w:rPr>
        <w:t>،</w:t>
      </w:r>
      <w:r w:rsidRPr="003E3506">
        <w:rPr>
          <w:rtl/>
          <w:lang w:bidi="fa-IR"/>
        </w:rPr>
        <w:t xml:space="preserve"> بايد به دستور وضوى جبيره اى</w:t>
      </w:r>
      <w:r w:rsidR="000C4B14">
        <w:rPr>
          <w:rtl/>
          <w:lang w:bidi="fa-IR"/>
        </w:rPr>
        <w:t>،</w:t>
      </w:r>
      <w:r w:rsidRPr="003E3506">
        <w:rPr>
          <w:rtl/>
          <w:lang w:bidi="fa-IR"/>
        </w:rPr>
        <w:t xml:space="preserve"> تيمم جبيره اى نمايد.</w:t>
      </w:r>
    </w:p>
    <w:p w:rsidR="003E3506" w:rsidRPr="003E3506" w:rsidRDefault="003E3506" w:rsidP="003E3506">
      <w:pPr>
        <w:pStyle w:val="libNormal"/>
        <w:rPr>
          <w:lang w:bidi="fa-IR"/>
        </w:rPr>
      </w:pPr>
      <w:r w:rsidRPr="003E3506">
        <w:rPr>
          <w:rtl/>
          <w:lang w:bidi="fa-IR"/>
        </w:rPr>
        <w:lastRenderedPageBreak/>
        <w:t>٣٤٧ - كسى كه بايد با وضو يا غسل جبيره اى نماز بخواند</w:t>
      </w:r>
      <w:r w:rsidR="000C4B14">
        <w:rPr>
          <w:rtl/>
          <w:lang w:bidi="fa-IR"/>
        </w:rPr>
        <w:t>،</w:t>
      </w:r>
      <w:r w:rsidRPr="003E3506">
        <w:rPr>
          <w:rtl/>
          <w:lang w:bidi="fa-IR"/>
        </w:rPr>
        <w:t xml:space="preserve"> چنانچه بداند كه تا آخر وقت عذر او برطرف نمى شود</w:t>
      </w:r>
      <w:r w:rsidR="000C4B14">
        <w:rPr>
          <w:rtl/>
          <w:lang w:bidi="fa-IR"/>
        </w:rPr>
        <w:t>،</w:t>
      </w:r>
      <w:r w:rsidRPr="003E3506">
        <w:rPr>
          <w:rtl/>
          <w:lang w:bidi="fa-IR"/>
        </w:rPr>
        <w:t xml:space="preserve"> مى تواند در اول وقت نماز بخواند ولى اگر اميد دارد كه تا آخر وقت عذر او برطرف شود</w:t>
      </w:r>
      <w:r w:rsidR="000C4B14">
        <w:rPr>
          <w:rtl/>
          <w:lang w:bidi="fa-IR"/>
        </w:rPr>
        <w:t>،</w:t>
      </w:r>
      <w:r w:rsidRPr="003E3506">
        <w:rPr>
          <w:rtl/>
          <w:lang w:bidi="fa-IR"/>
        </w:rPr>
        <w:t xml:space="preserve"> بهتر آن است كه صبر كند</w:t>
      </w:r>
      <w:r w:rsidR="000C4B14">
        <w:rPr>
          <w:rtl/>
          <w:lang w:bidi="fa-IR"/>
        </w:rPr>
        <w:t>،</w:t>
      </w:r>
      <w:r w:rsidRPr="003E3506">
        <w:rPr>
          <w:rtl/>
          <w:lang w:bidi="fa-IR"/>
        </w:rPr>
        <w:t xml:space="preserve"> و چنانچه عذر او برطرف نشد در آخر وقت نماز را با وضو يا غسل جبيره اى بجا آورد. و در صورتى كه اول وقت نماز را خواند و تا آخر وقت عذرش برطرف شد احتياط مستحب آن است كه وضو گرفته يا غسل كرده و نماز را اعاده نمايد.</w:t>
      </w:r>
    </w:p>
    <w:p w:rsidR="003E3506" w:rsidRPr="003E3506" w:rsidRDefault="003E3506" w:rsidP="003E3506">
      <w:pPr>
        <w:pStyle w:val="libNormal"/>
        <w:rPr>
          <w:lang w:bidi="fa-IR"/>
        </w:rPr>
      </w:pPr>
      <w:r w:rsidRPr="003E3506">
        <w:rPr>
          <w:rtl/>
          <w:lang w:bidi="fa-IR"/>
        </w:rPr>
        <w:t>٣٤٨ - اگر انسان براى مرضى كه در چشم او است موى چشم خود را بچسباند</w:t>
      </w:r>
      <w:r w:rsidR="000C4B14">
        <w:rPr>
          <w:rtl/>
          <w:lang w:bidi="fa-IR"/>
        </w:rPr>
        <w:t>،</w:t>
      </w:r>
      <w:r w:rsidRPr="003E3506">
        <w:rPr>
          <w:rtl/>
          <w:lang w:bidi="fa-IR"/>
        </w:rPr>
        <w:t xml:space="preserve"> بايد تيمم كند.</w:t>
      </w:r>
    </w:p>
    <w:p w:rsidR="003E3506" w:rsidRPr="003E3506" w:rsidRDefault="003E3506" w:rsidP="003E3506">
      <w:pPr>
        <w:pStyle w:val="libNormal"/>
        <w:rPr>
          <w:lang w:bidi="fa-IR"/>
        </w:rPr>
      </w:pPr>
      <w:r w:rsidRPr="003E3506">
        <w:rPr>
          <w:rtl/>
          <w:lang w:bidi="fa-IR"/>
        </w:rPr>
        <w:t>٣٤٩ - كسى كه نمى داند وظيفه اش تيمم است يا وضوى جبيره اى</w:t>
      </w:r>
      <w:r w:rsidR="000C4B14">
        <w:rPr>
          <w:rtl/>
          <w:lang w:bidi="fa-IR"/>
        </w:rPr>
        <w:t>،</w:t>
      </w:r>
      <w:r w:rsidRPr="003E3506">
        <w:rPr>
          <w:rtl/>
          <w:lang w:bidi="fa-IR"/>
        </w:rPr>
        <w:t xml:space="preserve"> بنابر احتياط واجب بايد هر دو را بجا آورد.</w:t>
      </w:r>
    </w:p>
    <w:p w:rsidR="003E3506" w:rsidRPr="003E3506" w:rsidRDefault="003E3506" w:rsidP="003E3506">
      <w:pPr>
        <w:pStyle w:val="libNormal"/>
        <w:rPr>
          <w:lang w:bidi="fa-IR"/>
        </w:rPr>
      </w:pPr>
      <w:r w:rsidRPr="003E3506">
        <w:rPr>
          <w:rtl/>
          <w:lang w:bidi="fa-IR"/>
        </w:rPr>
        <w:t>٣٥٠ - نمازهايى را كه انسان با وضوى جبيره اى خوانده صحيح است</w:t>
      </w:r>
      <w:r w:rsidR="000C4B14">
        <w:rPr>
          <w:rtl/>
          <w:lang w:bidi="fa-IR"/>
        </w:rPr>
        <w:t>،</w:t>
      </w:r>
      <w:r w:rsidRPr="003E3506">
        <w:rPr>
          <w:rtl/>
          <w:lang w:bidi="fa-IR"/>
        </w:rPr>
        <w:t xml:space="preserve"> و مى تواند با آن وضو نمازهاى بعدى را نيز بجا آورد.</w:t>
      </w:r>
    </w:p>
    <w:p w:rsidR="003E3506" w:rsidRPr="003E3506" w:rsidRDefault="002549FA" w:rsidP="003E3506">
      <w:pPr>
        <w:pStyle w:val="libNormal"/>
        <w:rPr>
          <w:lang w:bidi="fa-IR"/>
        </w:rPr>
      </w:pPr>
      <w:r>
        <w:rPr>
          <w:rtl/>
          <w:lang w:bidi="fa-IR"/>
        </w:rPr>
        <w:br w:type="page"/>
      </w:r>
    </w:p>
    <w:p w:rsidR="003E3506" w:rsidRDefault="00605FAB" w:rsidP="002549FA">
      <w:pPr>
        <w:pStyle w:val="Heading2"/>
        <w:rPr>
          <w:rtl/>
          <w:lang w:bidi="fa-IR"/>
        </w:rPr>
      </w:pPr>
      <w:bookmarkStart w:id="45" w:name="_Toc24454468"/>
      <w:r>
        <w:rPr>
          <w:rtl/>
          <w:lang w:bidi="fa-IR"/>
        </w:rPr>
        <w:t>(</w:t>
      </w:r>
      <w:r w:rsidR="003E3506" w:rsidRPr="003E3506">
        <w:rPr>
          <w:rtl/>
          <w:lang w:bidi="fa-IR"/>
        </w:rPr>
        <w:t>غسلهاى واجب</w:t>
      </w:r>
      <w:r>
        <w:rPr>
          <w:rtl/>
          <w:lang w:bidi="fa-IR"/>
        </w:rPr>
        <w:t>)</w:t>
      </w:r>
      <w:bookmarkEnd w:id="45"/>
    </w:p>
    <w:p w:rsidR="002549FA" w:rsidRDefault="003E3506" w:rsidP="003E3506">
      <w:pPr>
        <w:pStyle w:val="libNormal"/>
        <w:rPr>
          <w:rtl/>
          <w:lang w:bidi="fa-IR"/>
        </w:rPr>
      </w:pPr>
      <w:r w:rsidRPr="003E3506">
        <w:rPr>
          <w:rtl/>
          <w:lang w:bidi="fa-IR"/>
        </w:rPr>
        <w:t>١/٣٥٠ - غسلهاى واجب هفت است</w:t>
      </w:r>
      <w:r w:rsidR="00553569">
        <w:rPr>
          <w:rtl/>
          <w:lang w:bidi="fa-IR"/>
        </w:rPr>
        <w:t>:</w:t>
      </w:r>
    </w:p>
    <w:p w:rsidR="003E3506" w:rsidRPr="003E3506" w:rsidRDefault="003E3506" w:rsidP="003E3506">
      <w:pPr>
        <w:pStyle w:val="libNormal"/>
        <w:rPr>
          <w:lang w:bidi="fa-IR"/>
        </w:rPr>
      </w:pPr>
      <w:r w:rsidRPr="003E3506">
        <w:rPr>
          <w:rtl/>
          <w:lang w:bidi="fa-IR"/>
        </w:rPr>
        <w:t>اول</w:t>
      </w:r>
      <w:r w:rsidR="00553569">
        <w:rPr>
          <w:rtl/>
          <w:lang w:bidi="fa-IR"/>
        </w:rPr>
        <w:t>:</w:t>
      </w:r>
      <w:r w:rsidRPr="003E3506">
        <w:rPr>
          <w:rtl/>
          <w:lang w:bidi="fa-IR"/>
        </w:rPr>
        <w:t xml:space="preserve"> غسل جنابت</w:t>
      </w:r>
      <w:r w:rsidR="000C4B14">
        <w:rPr>
          <w:rtl/>
          <w:lang w:bidi="fa-IR"/>
        </w:rPr>
        <w:t>.</w:t>
      </w:r>
    </w:p>
    <w:p w:rsidR="003E3506" w:rsidRPr="003E3506" w:rsidRDefault="003E3506" w:rsidP="003E3506">
      <w:pPr>
        <w:pStyle w:val="libNormal"/>
        <w:rPr>
          <w:lang w:bidi="fa-IR"/>
        </w:rPr>
      </w:pPr>
      <w:r w:rsidRPr="003E3506">
        <w:rPr>
          <w:rtl/>
          <w:lang w:bidi="fa-IR"/>
        </w:rPr>
        <w:t>دوم</w:t>
      </w:r>
      <w:r w:rsidR="00553569">
        <w:rPr>
          <w:rtl/>
          <w:lang w:bidi="fa-IR"/>
        </w:rPr>
        <w:t>:</w:t>
      </w:r>
      <w:r w:rsidRPr="003E3506">
        <w:rPr>
          <w:rtl/>
          <w:lang w:bidi="fa-IR"/>
        </w:rPr>
        <w:t xml:space="preserve"> غسل حيض</w:t>
      </w:r>
      <w:r w:rsidR="000C4B14">
        <w:rPr>
          <w:rtl/>
          <w:lang w:bidi="fa-IR"/>
        </w:rPr>
        <w:t>.</w:t>
      </w:r>
    </w:p>
    <w:p w:rsidR="003E3506" w:rsidRPr="003E3506" w:rsidRDefault="003E3506" w:rsidP="003E3506">
      <w:pPr>
        <w:pStyle w:val="libNormal"/>
        <w:rPr>
          <w:lang w:bidi="fa-IR"/>
        </w:rPr>
      </w:pPr>
      <w:r w:rsidRPr="003E3506">
        <w:rPr>
          <w:rtl/>
          <w:lang w:bidi="fa-IR"/>
        </w:rPr>
        <w:t>سوم</w:t>
      </w:r>
      <w:r w:rsidR="00553569">
        <w:rPr>
          <w:rtl/>
          <w:lang w:bidi="fa-IR"/>
        </w:rPr>
        <w:t>:</w:t>
      </w:r>
      <w:r w:rsidRPr="003E3506">
        <w:rPr>
          <w:rtl/>
          <w:lang w:bidi="fa-IR"/>
        </w:rPr>
        <w:t xml:space="preserve"> غسل نفاس</w:t>
      </w:r>
      <w:r w:rsidR="000C4B14">
        <w:rPr>
          <w:rtl/>
          <w:lang w:bidi="fa-IR"/>
        </w:rPr>
        <w:t>.</w:t>
      </w:r>
    </w:p>
    <w:p w:rsidR="003E3506" w:rsidRPr="003E3506" w:rsidRDefault="003E3506" w:rsidP="003E3506">
      <w:pPr>
        <w:pStyle w:val="libNormal"/>
        <w:rPr>
          <w:lang w:bidi="fa-IR"/>
        </w:rPr>
      </w:pPr>
      <w:r w:rsidRPr="003E3506">
        <w:rPr>
          <w:rtl/>
          <w:lang w:bidi="fa-IR"/>
        </w:rPr>
        <w:t>چهارم</w:t>
      </w:r>
      <w:r w:rsidR="00553569">
        <w:rPr>
          <w:rtl/>
          <w:lang w:bidi="fa-IR"/>
        </w:rPr>
        <w:t>:</w:t>
      </w:r>
      <w:r w:rsidRPr="003E3506">
        <w:rPr>
          <w:rtl/>
          <w:lang w:bidi="fa-IR"/>
        </w:rPr>
        <w:t xml:space="preserve"> غسل استحاضه</w:t>
      </w:r>
      <w:r w:rsidR="000C4B14">
        <w:rPr>
          <w:rtl/>
          <w:lang w:bidi="fa-IR"/>
        </w:rPr>
        <w:t>.</w:t>
      </w:r>
    </w:p>
    <w:p w:rsidR="003E3506" w:rsidRPr="003E3506" w:rsidRDefault="003E3506" w:rsidP="003E3506">
      <w:pPr>
        <w:pStyle w:val="libNormal"/>
        <w:rPr>
          <w:lang w:bidi="fa-IR"/>
        </w:rPr>
      </w:pPr>
      <w:r w:rsidRPr="003E3506">
        <w:rPr>
          <w:rtl/>
          <w:lang w:bidi="fa-IR"/>
        </w:rPr>
        <w:t>پنجم</w:t>
      </w:r>
      <w:r w:rsidR="00553569">
        <w:rPr>
          <w:rtl/>
          <w:lang w:bidi="fa-IR"/>
        </w:rPr>
        <w:t>:</w:t>
      </w:r>
      <w:r w:rsidRPr="003E3506">
        <w:rPr>
          <w:rtl/>
          <w:lang w:bidi="fa-IR"/>
        </w:rPr>
        <w:t xml:space="preserve"> غسل مس ميت</w:t>
      </w:r>
      <w:r w:rsidR="000C4B14">
        <w:rPr>
          <w:rtl/>
          <w:lang w:bidi="fa-IR"/>
        </w:rPr>
        <w:t>.</w:t>
      </w:r>
    </w:p>
    <w:p w:rsidR="003E3506" w:rsidRPr="003E3506" w:rsidRDefault="003E3506" w:rsidP="003E3506">
      <w:pPr>
        <w:pStyle w:val="libNormal"/>
        <w:rPr>
          <w:lang w:bidi="fa-IR"/>
        </w:rPr>
      </w:pPr>
      <w:r w:rsidRPr="003E3506">
        <w:rPr>
          <w:rtl/>
          <w:lang w:bidi="fa-IR"/>
        </w:rPr>
        <w:t>ششم</w:t>
      </w:r>
      <w:r w:rsidR="00553569">
        <w:rPr>
          <w:rtl/>
          <w:lang w:bidi="fa-IR"/>
        </w:rPr>
        <w:t>:</w:t>
      </w:r>
      <w:r w:rsidRPr="003E3506">
        <w:rPr>
          <w:rtl/>
          <w:lang w:bidi="fa-IR"/>
        </w:rPr>
        <w:t xml:space="preserve"> غسل ميت</w:t>
      </w:r>
      <w:r w:rsidR="000C4B14">
        <w:rPr>
          <w:rtl/>
          <w:lang w:bidi="fa-IR"/>
        </w:rPr>
        <w:t>.</w:t>
      </w:r>
    </w:p>
    <w:p w:rsidR="003E3506" w:rsidRPr="003E3506" w:rsidRDefault="003E3506" w:rsidP="003E3506">
      <w:pPr>
        <w:pStyle w:val="libNormal"/>
        <w:rPr>
          <w:lang w:bidi="fa-IR"/>
        </w:rPr>
      </w:pPr>
      <w:r w:rsidRPr="003E3506">
        <w:rPr>
          <w:rtl/>
          <w:lang w:bidi="fa-IR"/>
        </w:rPr>
        <w:t>هفتم</w:t>
      </w:r>
      <w:r w:rsidR="00553569">
        <w:rPr>
          <w:rtl/>
          <w:lang w:bidi="fa-IR"/>
        </w:rPr>
        <w:t>:</w:t>
      </w:r>
      <w:r w:rsidRPr="003E3506">
        <w:rPr>
          <w:rtl/>
          <w:lang w:bidi="fa-IR"/>
        </w:rPr>
        <w:t xml:space="preserve"> غسلى كه به واسطه نذر و قسم و مانند اينها واجب مى شود.</w:t>
      </w:r>
    </w:p>
    <w:p w:rsidR="003E3506" w:rsidRPr="003E3506" w:rsidRDefault="002549FA" w:rsidP="003E3506">
      <w:pPr>
        <w:pStyle w:val="libNormal"/>
        <w:rPr>
          <w:lang w:bidi="fa-IR"/>
        </w:rPr>
      </w:pPr>
      <w:r>
        <w:rPr>
          <w:rtl/>
          <w:lang w:bidi="fa-IR"/>
        </w:rPr>
        <w:br w:type="page"/>
      </w:r>
    </w:p>
    <w:p w:rsidR="003E3506" w:rsidRDefault="00605FAB" w:rsidP="002549FA">
      <w:pPr>
        <w:pStyle w:val="Heading3"/>
        <w:rPr>
          <w:rtl/>
          <w:lang w:bidi="fa-IR"/>
        </w:rPr>
      </w:pPr>
      <w:bookmarkStart w:id="46" w:name="_Toc24454469"/>
      <w:r>
        <w:rPr>
          <w:rtl/>
          <w:lang w:bidi="fa-IR"/>
        </w:rPr>
        <w:t>(</w:t>
      </w:r>
      <w:r w:rsidR="003E3506" w:rsidRPr="003E3506">
        <w:rPr>
          <w:rtl/>
          <w:lang w:bidi="fa-IR"/>
        </w:rPr>
        <w:t>احكام جنابت</w:t>
      </w:r>
      <w:r>
        <w:rPr>
          <w:rtl/>
          <w:lang w:bidi="fa-IR"/>
        </w:rPr>
        <w:t>)</w:t>
      </w:r>
      <w:bookmarkEnd w:id="46"/>
    </w:p>
    <w:p w:rsidR="003E3506" w:rsidRPr="003E3506" w:rsidRDefault="003E3506" w:rsidP="003E3506">
      <w:pPr>
        <w:pStyle w:val="libNormal"/>
        <w:rPr>
          <w:lang w:bidi="fa-IR"/>
        </w:rPr>
      </w:pPr>
      <w:r w:rsidRPr="003E3506">
        <w:rPr>
          <w:rtl/>
          <w:lang w:bidi="fa-IR"/>
        </w:rPr>
        <w:t>٣٥١ - به دو چيز انسان جنب مى شود.</w:t>
      </w:r>
    </w:p>
    <w:p w:rsidR="003E3506" w:rsidRPr="003E3506" w:rsidRDefault="003E3506" w:rsidP="003E3506">
      <w:pPr>
        <w:pStyle w:val="libNormal"/>
        <w:rPr>
          <w:lang w:bidi="fa-IR"/>
        </w:rPr>
      </w:pPr>
      <w:r w:rsidRPr="003E3506">
        <w:rPr>
          <w:rtl/>
          <w:lang w:bidi="fa-IR"/>
        </w:rPr>
        <w:t>اول</w:t>
      </w:r>
      <w:r w:rsidR="00553569">
        <w:rPr>
          <w:rtl/>
          <w:lang w:bidi="fa-IR"/>
        </w:rPr>
        <w:t>:</w:t>
      </w:r>
      <w:r w:rsidRPr="003E3506">
        <w:rPr>
          <w:rtl/>
          <w:lang w:bidi="fa-IR"/>
        </w:rPr>
        <w:t xml:space="preserve"> جماع</w:t>
      </w:r>
      <w:r w:rsidR="000C4B14">
        <w:rPr>
          <w:rtl/>
          <w:lang w:bidi="fa-IR"/>
        </w:rPr>
        <w:t>.</w:t>
      </w:r>
    </w:p>
    <w:p w:rsidR="003E3506" w:rsidRPr="003E3506" w:rsidRDefault="003E3506" w:rsidP="003E3506">
      <w:pPr>
        <w:pStyle w:val="libNormal"/>
        <w:rPr>
          <w:lang w:bidi="fa-IR"/>
        </w:rPr>
      </w:pPr>
      <w:r w:rsidRPr="003E3506">
        <w:rPr>
          <w:rtl/>
          <w:lang w:bidi="fa-IR"/>
        </w:rPr>
        <w:t>دوم</w:t>
      </w:r>
      <w:r w:rsidR="00553569">
        <w:rPr>
          <w:rtl/>
          <w:lang w:bidi="fa-IR"/>
        </w:rPr>
        <w:t>:</w:t>
      </w:r>
      <w:r w:rsidRPr="003E3506">
        <w:rPr>
          <w:rtl/>
          <w:lang w:bidi="fa-IR"/>
        </w:rPr>
        <w:t xml:space="preserve"> بيرون آمدن منى</w:t>
      </w:r>
      <w:r w:rsidR="000C4B14">
        <w:rPr>
          <w:rtl/>
          <w:lang w:bidi="fa-IR"/>
        </w:rPr>
        <w:t>،</w:t>
      </w:r>
      <w:r w:rsidRPr="003E3506">
        <w:rPr>
          <w:rtl/>
          <w:lang w:bidi="fa-IR"/>
        </w:rPr>
        <w:t xml:space="preserve"> در خواب باشد يا بيدارى</w:t>
      </w:r>
      <w:r w:rsidR="000C4B14">
        <w:rPr>
          <w:rtl/>
          <w:lang w:bidi="fa-IR"/>
        </w:rPr>
        <w:t>،</w:t>
      </w:r>
      <w:r w:rsidRPr="003E3506">
        <w:rPr>
          <w:rtl/>
          <w:lang w:bidi="fa-IR"/>
        </w:rPr>
        <w:t xml:space="preserve"> كم باشد يا زياد</w:t>
      </w:r>
      <w:r w:rsidR="000C4B14">
        <w:rPr>
          <w:rtl/>
          <w:lang w:bidi="fa-IR"/>
        </w:rPr>
        <w:t>،</w:t>
      </w:r>
      <w:r w:rsidRPr="003E3506">
        <w:rPr>
          <w:rtl/>
          <w:lang w:bidi="fa-IR"/>
        </w:rPr>
        <w:t xml:space="preserve"> با شهوت باشد يا بى شهوت</w:t>
      </w:r>
      <w:r w:rsidR="000C4B14">
        <w:rPr>
          <w:rtl/>
          <w:lang w:bidi="fa-IR"/>
        </w:rPr>
        <w:t>،</w:t>
      </w:r>
      <w:r w:rsidRPr="003E3506">
        <w:rPr>
          <w:rtl/>
          <w:lang w:bidi="fa-IR"/>
        </w:rPr>
        <w:t xml:space="preserve"> با اختيار باشد يا بى اختيار.</w:t>
      </w:r>
    </w:p>
    <w:p w:rsidR="003E3506" w:rsidRPr="003E3506" w:rsidRDefault="003E3506" w:rsidP="003E3506">
      <w:pPr>
        <w:pStyle w:val="libNormal"/>
        <w:rPr>
          <w:lang w:bidi="fa-IR"/>
        </w:rPr>
      </w:pPr>
      <w:r w:rsidRPr="003E3506">
        <w:rPr>
          <w:rtl/>
          <w:lang w:bidi="fa-IR"/>
        </w:rPr>
        <w:t>٣٥٢ - اگر رطوبتى از انسان خارج شود و نداند منى است يا بول يا غير اينها</w:t>
      </w:r>
      <w:r w:rsidR="000C4B14">
        <w:rPr>
          <w:rtl/>
          <w:lang w:bidi="fa-IR"/>
        </w:rPr>
        <w:t>،</w:t>
      </w:r>
      <w:r w:rsidRPr="003E3506">
        <w:rPr>
          <w:rtl/>
          <w:lang w:bidi="fa-IR"/>
        </w:rPr>
        <w:t xml:space="preserve"> چنانچه با شهوت و جستن بيرون آمده و بعد از بيرون آمدن آن بدن سست شده</w:t>
      </w:r>
      <w:r w:rsidR="000C4B14">
        <w:rPr>
          <w:rtl/>
          <w:lang w:bidi="fa-IR"/>
        </w:rPr>
        <w:t>،</w:t>
      </w:r>
      <w:r w:rsidRPr="003E3506">
        <w:rPr>
          <w:rtl/>
          <w:lang w:bidi="fa-IR"/>
        </w:rPr>
        <w:t xml:space="preserve"> آن رطوبت حكم منى را دارد</w:t>
      </w:r>
      <w:r w:rsidR="000C4B14">
        <w:rPr>
          <w:rtl/>
          <w:lang w:bidi="fa-IR"/>
        </w:rPr>
        <w:t>،</w:t>
      </w:r>
      <w:r w:rsidRPr="003E3506">
        <w:rPr>
          <w:rtl/>
          <w:lang w:bidi="fa-IR"/>
        </w:rPr>
        <w:t xml:space="preserve"> و اگر هيچ يك از اين سه نشانه يا بعضى از اينها را نداشته باشد</w:t>
      </w:r>
      <w:r w:rsidR="000C4B14">
        <w:rPr>
          <w:rtl/>
          <w:lang w:bidi="fa-IR"/>
        </w:rPr>
        <w:t>،</w:t>
      </w:r>
      <w:r w:rsidRPr="003E3506">
        <w:rPr>
          <w:rtl/>
          <w:lang w:bidi="fa-IR"/>
        </w:rPr>
        <w:t xml:space="preserve"> حكم منى را ندارد</w:t>
      </w:r>
      <w:r w:rsidR="000C4B14">
        <w:rPr>
          <w:rtl/>
          <w:lang w:bidi="fa-IR"/>
        </w:rPr>
        <w:t>،</w:t>
      </w:r>
      <w:r w:rsidRPr="003E3506">
        <w:rPr>
          <w:rtl/>
          <w:lang w:bidi="fa-IR"/>
        </w:rPr>
        <w:t xml:space="preserve"> ولى در مريض لازم نيست آن رطوبت با جستن بيرون آمده باشد و در موقع بيرون آمدن بدن سست شود</w:t>
      </w:r>
      <w:r w:rsidR="000C4B14">
        <w:rPr>
          <w:rtl/>
          <w:lang w:bidi="fa-IR"/>
        </w:rPr>
        <w:t>،</w:t>
      </w:r>
      <w:r w:rsidRPr="003E3506">
        <w:rPr>
          <w:rtl/>
          <w:lang w:bidi="fa-IR"/>
        </w:rPr>
        <w:t xml:space="preserve"> بلكه اگر با شهوت بيرون آيد در حكم منى است</w:t>
      </w:r>
      <w:r w:rsidR="000C4B14">
        <w:rPr>
          <w:rtl/>
          <w:lang w:bidi="fa-IR"/>
        </w:rPr>
        <w:t>.</w:t>
      </w:r>
    </w:p>
    <w:p w:rsidR="003E3506" w:rsidRPr="003E3506" w:rsidRDefault="003E3506" w:rsidP="003E3506">
      <w:pPr>
        <w:pStyle w:val="libNormal"/>
        <w:rPr>
          <w:lang w:bidi="fa-IR"/>
        </w:rPr>
      </w:pPr>
      <w:r w:rsidRPr="003E3506">
        <w:rPr>
          <w:rtl/>
          <w:lang w:bidi="fa-IR"/>
        </w:rPr>
        <w:t>٣٥٣ - اگر از مردى كه مريض نيست آبى بيرون آيد كه يكى از سه نشانه اى كه در مساله پيش گفته شد داشته باشد</w:t>
      </w:r>
      <w:r w:rsidR="000C4B14">
        <w:rPr>
          <w:rtl/>
          <w:lang w:bidi="fa-IR"/>
        </w:rPr>
        <w:t>،</w:t>
      </w:r>
      <w:r w:rsidRPr="003E3506">
        <w:rPr>
          <w:rtl/>
          <w:lang w:bidi="fa-IR"/>
        </w:rPr>
        <w:t xml:space="preserve"> و نداند نشانه هاى ديگر را داشته يا نه</w:t>
      </w:r>
      <w:r w:rsidR="000C4B14">
        <w:rPr>
          <w:rtl/>
          <w:lang w:bidi="fa-IR"/>
        </w:rPr>
        <w:t>،</w:t>
      </w:r>
      <w:r w:rsidRPr="003E3506">
        <w:rPr>
          <w:rtl/>
          <w:lang w:bidi="fa-IR"/>
        </w:rPr>
        <w:t xml:space="preserve"> چنانچه پيش از بيرون آمدن آب</w:t>
      </w:r>
      <w:r w:rsidR="000C4B14">
        <w:rPr>
          <w:rtl/>
          <w:lang w:bidi="fa-IR"/>
        </w:rPr>
        <w:t>،</w:t>
      </w:r>
      <w:r w:rsidRPr="003E3506">
        <w:rPr>
          <w:rtl/>
          <w:lang w:bidi="fa-IR"/>
        </w:rPr>
        <w:t xml:space="preserve"> وضو داشته مى تواند به همان وضو اكتفا كند</w:t>
      </w:r>
      <w:r w:rsidR="000C4B14">
        <w:rPr>
          <w:rtl/>
          <w:lang w:bidi="fa-IR"/>
        </w:rPr>
        <w:t>،</w:t>
      </w:r>
      <w:r w:rsidRPr="003E3506">
        <w:rPr>
          <w:rtl/>
          <w:lang w:bidi="fa-IR"/>
        </w:rPr>
        <w:t xml:space="preserve"> و اگر وضو نداشته كافى است فقط وضو بگيرد</w:t>
      </w:r>
      <w:r w:rsidR="000C4B14">
        <w:rPr>
          <w:rtl/>
          <w:lang w:bidi="fa-IR"/>
        </w:rPr>
        <w:t>،</w:t>
      </w:r>
      <w:r w:rsidRPr="003E3506">
        <w:rPr>
          <w:rtl/>
          <w:lang w:bidi="fa-IR"/>
        </w:rPr>
        <w:t xml:space="preserve"> و غسل بر او لازم نيست</w:t>
      </w:r>
      <w:r w:rsidR="000C4B14">
        <w:rPr>
          <w:rtl/>
          <w:lang w:bidi="fa-IR"/>
        </w:rPr>
        <w:t>.</w:t>
      </w:r>
    </w:p>
    <w:p w:rsidR="003E3506" w:rsidRPr="003E3506" w:rsidRDefault="003E3506" w:rsidP="003E3506">
      <w:pPr>
        <w:pStyle w:val="libNormal"/>
        <w:rPr>
          <w:lang w:bidi="fa-IR"/>
        </w:rPr>
      </w:pPr>
      <w:r w:rsidRPr="003E3506">
        <w:rPr>
          <w:rtl/>
          <w:lang w:bidi="fa-IR"/>
        </w:rPr>
        <w:t>٣٥٤ - مستحب است انسان بعد از بيرون آمدن منى بول كند</w:t>
      </w:r>
      <w:r w:rsidR="000C4B14">
        <w:rPr>
          <w:rtl/>
          <w:lang w:bidi="fa-IR"/>
        </w:rPr>
        <w:t>،</w:t>
      </w:r>
      <w:r w:rsidRPr="003E3506">
        <w:rPr>
          <w:rtl/>
          <w:lang w:bidi="fa-IR"/>
        </w:rPr>
        <w:t xml:space="preserve"> و اگر بول نكند و بعد از غسل</w:t>
      </w:r>
      <w:r w:rsidR="000C4B14">
        <w:rPr>
          <w:rtl/>
          <w:lang w:bidi="fa-IR"/>
        </w:rPr>
        <w:t>،</w:t>
      </w:r>
      <w:r w:rsidRPr="003E3506">
        <w:rPr>
          <w:rtl/>
          <w:lang w:bidi="fa-IR"/>
        </w:rPr>
        <w:t xml:space="preserve"> رطوبتى از او بيرون آيد كه نداند منى است يا رطوبت ديگر</w:t>
      </w:r>
      <w:r w:rsidR="000C4B14">
        <w:rPr>
          <w:rtl/>
          <w:lang w:bidi="fa-IR"/>
        </w:rPr>
        <w:t>،</w:t>
      </w:r>
      <w:r w:rsidRPr="003E3506">
        <w:rPr>
          <w:rtl/>
          <w:lang w:bidi="fa-IR"/>
        </w:rPr>
        <w:t xml:space="preserve"> حكم منى را دارد.</w:t>
      </w:r>
    </w:p>
    <w:p w:rsidR="003E3506" w:rsidRPr="003E3506" w:rsidRDefault="003E3506" w:rsidP="003E3506">
      <w:pPr>
        <w:pStyle w:val="libNormal"/>
        <w:rPr>
          <w:lang w:bidi="fa-IR"/>
        </w:rPr>
      </w:pPr>
      <w:r w:rsidRPr="003E3506">
        <w:rPr>
          <w:rtl/>
          <w:lang w:bidi="fa-IR"/>
        </w:rPr>
        <w:t>٣٥٥ - اگر انسان با زنى جماع كند و به اندازه ختنه گاه يا بيشتر داخل شود</w:t>
      </w:r>
      <w:r w:rsidR="000C4B14">
        <w:rPr>
          <w:rtl/>
          <w:lang w:bidi="fa-IR"/>
        </w:rPr>
        <w:t>،</w:t>
      </w:r>
      <w:r w:rsidRPr="003E3506">
        <w:rPr>
          <w:rtl/>
          <w:lang w:bidi="fa-IR"/>
        </w:rPr>
        <w:t xml:space="preserve"> در قبل باشد يا در دبر</w:t>
      </w:r>
      <w:r w:rsidR="000C4B14">
        <w:rPr>
          <w:rtl/>
          <w:lang w:bidi="fa-IR"/>
        </w:rPr>
        <w:t>،</w:t>
      </w:r>
      <w:r w:rsidRPr="003E3506">
        <w:rPr>
          <w:rtl/>
          <w:lang w:bidi="fa-IR"/>
        </w:rPr>
        <w:t xml:space="preserve"> بالغ باشند يا نابالغ</w:t>
      </w:r>
      <w:r w:rsidR="000C4B14">
        <w:rPr>
          <w:rtl/>
          <w:lang w:bidi="fa-IR"/>
        </w:rPr>
        <w:t>،</w:t>
      </w:r>
      <w:r w:rsidRPr="003E3506">
        <w:rPr>
          <w:rtl/>
          <w:lang w:bidi="fa-IR"/>
        </w:rPr>
        <w:t xml:space="preserve"> اگر چه منى بيرون نيايد هر دو جنب مى شوند.</w:t>
      </w:r>
    </w:p>
    <w:p w:rsidR="003E3506" w:rsidRPr="003E3506" w:rsidRDefault="003E3506" w:rsidP="003E3506">
      <w:pPr>
        <w:pStyle w:val="libNormal"/>
        <w:rPr>
          <w:lang w:bidi="fa-IR"/>
        </w:rPr>
      </w:pPr>
      <w:r w:rsidRPr="003E3506">
        <w:rPr>
          <w:rtl/>
          <w:lang w:bidi="fa-IR"/>
        </w:rPr>
        <w:t>٣٥٦ - اگر شك كند كه به مقدار ختنه گاه داخل شده يا نه غسل بر او واجب نيست</w:t>
      </w:r>
      <w:r w:rsidR="000C4B14">
        <w:rPr>
          <w:rtl/>
          <w:lang w:bidi="fa-IR"/>
        </w:rPr>
        <w:t>.</w:t>
      </w:r>
    </w:p>
    <w:p w:rsidR="00CD3F50" w:rsidRDefault="003E3506" w:rsidP="003E3506">
      <w:pPr>
        <w:pStyle w:val="libNormal"/>
        <w:rPr>
          <w:rtl/>
          <w:lang w:bidi="fa-IR"/>
        </w:rPr>
      </w:pPr>
      <w:r w:rsidRPr="003E3506">
        <w:rPr>
          <w:rtl/>
          <w:lang w:bidi="fa-IR"/>
        </w:rPr>
        <w:t>٣٥٧ - اگر نعوذ باللّه با حيوانى نزديكى نمايد منى از او بيرون آيد غسل تنها كافى است</w:t>
      </w:r>
      <w:r w:rsidR="000C4B14">
        <w:rPr>
          <w:rtl/>
          <w:lang w:bidi="fa-IR"/>
        </w:rPr>
        <w:t>،</w:t>
      </w:r>
      <w:r w:rsidRPr="003E3506">
        <w:rPr>
          <w:rtl/>
          <w:lang w:bidi="fa-IR"/>
        </w:rPr>
        <w:t xml:space="preserve"> و اگر منى بيرون نيايد</w:t>
      </w:r>
      <w:r w:rsidR="000C4B14">
        <w:rPr>
          <w:rtl/>
          <w:lang w:bidi="fa-IR"/>
        </w:rPr>
        <w:t>،</w:t>
      </w:r>
      <w:r w:rsidRPr="003E3506">
        <w:rPr>
          <w:rtl/>
          <w:lang w:bidi="fa-IR"/>
        </w:rPr>
        <w:t xml:space="preserve"> چنانچه پيش از وطى وضو داشته باز هم غسل تنها كافى است</w:t>
      </w:r>
      <w:r w:rsidR="000C4B14">
        <w:rPr>
          <w:rtl/>
          <w:lang w:bidi="fa-IR"/>
        </w:rPr>
        <w:t>،</w:t>
      </w:r>
      <w:r w:rsidRPr="003E3506">
        <w:rPr>
          <w:rtl/>
          <w:lang w:bidi="fa-IR"/>
        </w:rPr>
        <w:t xml:space="preserve"> و اگر وضو </w:t>
      </w:r>
      <w:r w:rsidRPr="003E3506">
        <w:rPr>
          <w:rtl/>
          <w:lang w:bidi="fa-IR"/>
        </w:rPr>
        <w:lastRenderedPageBreak/>
        <w:t>نداشته احتياط واجب آن است كه غسل كند</w:t>
      </w:r>
      <w:r w:rsidR="000C4B14">
        <w:rPr>
          <w:rtl/>
          <w:lang w:bidi="fa-IR"/>
        </w:rPr>
        <w:t>،</w:t>
      </w:r>
      <w:r w:rsidRPr="003E3506">
        <w:rPr>
          <w:rtl/>
          <w:lang w:bidi="fa-IR"/>
        </w:rPr>
        <w:t xml:space="preserve"> و وضو هم بگيرد</w:t>
      </w:r>
      <w:r w:rsidR="000C4B14">
        <w:rPr>
          <w:rtl/>
          <w:lang w:bidi="fa-IR"/>
        </w:rPr>
        <w:t>،</w:t>
      </w:r>
      <w:r w:rsidRPr="003E3506">
        <w:rPr>
          <w:rtl/>
          <w:lang w:bidi="fa-IR"/>
        </w:rPr>
        <w:t xml:space="preserve"> و همچنين است حكم در نزديكى نمودن با مرد يا پسر.</w:t>
      </w:r>
    </w:p>
    <w:p w:rsidR="003E3506" w:rsidRPr="003E3506" w:rsidRDefault="003E3506" w:rsidP="003E3506">
      <w:pPr>
        <w:pStyle w:val="libNormal"/>
        <w:rPr>
          <w:lang w:bidi="fa-IR"/>
        </w:rPr>
      </w:pPr>
      <w:r w:rsidRPr="003E3506">
        <w:rPr>
          <w:rtl/>
          <w:lang w:bidi="fa-IR"/>
        </w:rPr>
        <w:t>٣٥٨ - اگر منى از جاى خود حركت كند و بيرون نيايد</w:t>
      </w:r>
      <w:r w:rsidR="000C4B14">
        <w:rPr>
          <w:rtl/>
          <w:lang w:bidi="fa-IR"/>
        </w:rPr>
        <w:t>،</w:t>
      </w:r>
      <w:r w:rsidRPr="003E3506">
        <w:rPr>
          <w:rtl/>
          <w:lang w:bidi="fa-IR"/>
        </w:rPr>
        <w:t xml:space="preserve"> يا انسان شك كند كه منى از او بيرون آمده يا نه</w:t>
      </w:r>
      <w:r w:rsidR="000C4B14">
        <w:rPr>
          <w:rtl/>
          <w:lang w:bidi="fa-IR"/>
        </w:rPr>
        <w:t>،</w:t>
      </w:r>
      <w:r w:rsidRPr="003E3506">
        <w:rPr>
          <w:rtl/>
          <w:lang w:bidi="fa-IR"/>
        </w:rPr>
        <w:t xml:space="preserve"> غسل بر او واجب نيست</w:t>
      </w:r>
      <w:r w:rsidR="000C4B14">
        <w:rPr>
          <w:rtl/>
          <w:lang w:bidi="fa-IR"/>
        </w:rPr>
        <w:t>.</w:t>
      </w:r>
    </w:p>
    <w:p w:rsidR="003E3506" w:rsidRPr="003E3506" w:rsidRDefault="003E3506" w:rsidP="003E3506">
      <w:pPr>
        <w:pStyle w:val="libNormal"/>
        <w:rPr>
          <w:lang w:bidi="fa-IR"/>
        </w:rPr>
      </w:pPr>
      <w:r w:rsidRPr="003E3506">
        <w:rPr>
          <w:rtl/>
          <w:lang w:bidi="fa-IR"/>
        </w:rPr>
        <w:t>٣٥٩ - كسى كه نمى تواند غسل كند ولى تيمم برايش ممكن است</w:t>
      </w:r>
      <w:r w:rsidR="000C4B14">
        <w:rPr>
          <w:rtl/>
          <w:lang w:bidi="fa-IR"/>
        </w:rPr>
        <w:t>،</w:t>
      </w:r>
      <w:r w:rsidRPr="003E3506">
        <w:rPr>
          <w:rtl/>
          <w:lang w:bidi="fa-IR"/>
        </w:rPr>
        <w:t xml:space="preserve"> بعد از داخل شدن وقت نماز هم مى تواند با عيال خود نزديكى كند.</w:t>
      </w:r>
    </w:p>
    <w:p w:rsidR="003E3506" w:rsidRPr="003E3506" w:rsidRDefault="003E3506" w:rsidP="003E3506">
      <w:pPr>
        <w:pStyle w:val="libNormal"/>
        <w:rPr>
          <w:lang w:bidi="fa-IR"/>
        </w:rPr>
      </w:pPr>
      <w:r w:rsidRPr="003E3506">
        <w:rPr>
          <w:rtl/>
          <w:lang w:bidi="fa-IR"/>
        </w:rPr>
        <w:t>٣٦٠ - اگر در لباس خود منى ببيند و بداند كه از خود او است و براى آن غسل نكرده</w:t>
      </w:r>
      <w:r w:rsidR="000C4B14">
        <w:rPr>
          <w:rtl/>
          <w:lang w:bidi="fa-IR"/>
        </w:rPr>
        <w:t>،</w:t>
      </w:r>
      <w:r w:rsidRPr="003E3506">
        <w:rPr>
          <w:rtl/>
          <w:lang w:bidi="fa-IR"/>
        </w:rPr>
        <w:t xml:space="preserve"> بايد غسل كند و نمازهايى را كه يقين دارد بعد از بيرون آمدن منى خوانده قضا كند</w:t>
      </w:r>
      <w:r w:rsidR="000C4B14">
        <w:rPr>
          <w:rtl/>
          <w:lang w:bidi="fa-IR"/>
        </w:rPr>
        <w:t>،</w:t>
      </w:r>
      <w:r w:rsidRPr="003E3506">
        <w:rPr>
          <w:rtl/>
          <w:lang w:bidi="fa-IR"/>
        </w:rPr>
        <w:t xml:space="preserve"> ولى نمازهايى را كه احتمال مى دهد پيش از بيرون آمدن آن منى خوانده لازم نيست قضا نمايد.</w:t>
      </w:r>
    </w:p>
    <w:p w:rsidR="003E3506" w:rsidRPr="003E3506" w:rsidRDefault="002549FA" w:rsidP="003E3506">
      <w:pPr>
        <w:pStyle w:val="libNormal"/>
        <w:rPr>
          <w:lang w:bidi="fa-IR"/>
        </w:rPr>
      </w:pPr>
      <w:r>
        <w:rPr>
          <w:rtl/>
          <w:lang w:bidi="fa-IR"/>
        </w:rPr>
        <w:br w:type="page"/>
      </w:r>
    </w:p>
    <w:p w:rsidR="003E3506" w:rsidRDefault="00605FAB" w:rsidP="002549FA">
      <w:pPr>
        <w:pStyle w:val="Heading3"/>
        <w:rPr>
          <w:rtl/>
          <w:lang w:bidi="fa-IR"/>
        </w:rPr>
      </w:pPr>
      <w:bookmarkStart w:id="47" w:name="_Toc24454470"/>
      <w:r>
        <w:rPr>
          <w:rtl/>
          <w:lang w:bidi="fa-IR"/>
        </w:rPr>
        <w:t>(</w:t>
      </w:r>
      <w:r w:rsidR="003E3506" w:rsidRPr="003E3506">
        <w:rPr>
          <w:rtl/>
          <w:lang w:bidi="fa-IR"/>
        </w:rPr>
        <w:t>چيزهايى كه بر جنب حرام است</w:t>
      </w:r>
      <w:r>
        <w:rPr>
          <w:rtl/>
          <w:lang w:bidi="fa-IR"/>
        </w:rPr>
        <w:t>)</w:t>
      </w:r>
      <w:bookmarkEnd w:id="47"/>
    </w:p>
    <w:p w:rsidR="003E3506" w:rsidRPr="003E3506" w:rsidRDefault="003E3506" w:rsidP="003E3506">
      <w:pPr>
        <w:pStyle w:val="libNormal"/>
        <w:rPr>
          <w:lang w:bidi="fa-IR"/>
        </w:rPr>
      </w:pPr>
      <w:r w:rsidRPr="003E3506">
        <w:rPr>
          <w:rtl/>
          <w:lang w:bidi="fa-IR"/>
        </w:rPr>
        <w:t>٣٦١ - پنج چيز بر جنب حرام است</w:t>
      </w:r>
      <w:r w:rsidR="00553569">
        <w:rPr>
          <w:rtl/>
          <w:lang w:bidi="fa-IR"/>
        </w:rPr>
        <w:t>:</w:t>
      </w:r>
      <w:r w:rsidRPr="003E3506">
        <w:rPr>
          <w:rtl/>
          <w:lang w:bidi="fa-IR"/>
        </w:rPr>
        <w:t xml:space="preserve"> اول</w:t>
      </w:r>
      <w:r w:rsidR="00553569">
        <w:rPr>
          <w:rtl/>
          <w:lang w:bidi="fa-IR"/>
        </w:rPr>
        <w:t>:</w:t>
      </w:r>
      <w:r w:rsidRPr="003E3506">
        <w:rPr>
          <w:rtl/>
          <w:lang w:bidi="fa-IR"/>
        </w:rPr>
        <w:t xml:space="preserve"> رساندن جايى از بدن خود به خط قرآن</w:t>
      </w:r>
      <w:r w:rsidR="000C4B14">
        <w:rPr>
          <w:rtl/>
          <w:lang w:bidi="fa-IR"/>
        </w:rPr>
        <w:t>،</w:t>
      </w:r>
      <w:r w:rsidRPr="003E3506">
        <w:rPr>
          <w:rtl/>
          <w:lang w:bidi="fa-IR"/>
        </w:rPr>
        <w:t xml:space="preserve"> يا به اسم خدا به هر لغت كه باشد و بهتر آن است كه به اسماء پيغمبران و امامان و حضرت زهراء </w:t>
      </w:r>
      <w:r w:rsidR="001B16BC" w:rsidRPr="001B16BC">
        <w:rPr>
          <w:rStyle w:val="libAlaemChar"/>
          <w:rtl/>
        </w:rPr>
        <w:t>عليهم‌السلام</w:t>
      </w:r>
      <w:r w:rsidRPr="003E3506">
        <w:rPr>
          <w:rtl/>
          <w:lang w:bidi="fa-IR"/>
        </w:rPr>
        <w:t xml:space="preserve"> نيز نرساند.</w:t>
      </w:r>
    </w:p>
    <w:p w:rsidR="003E3506" w:rsidRPr="003E3506" w:rsidRDefault="003E3506" w:rsidP="003E3506">
      <w:pPr>
        <w:pStyle w:val="libNormal"/>
        <w:rPr>
          <w:lang w:bidi="fa-IR"/>
        </w:rPr>
      </w:pPr>
      <w:r w:rsidRPr="003E3506">
        <w:rPr>
          <w:rtl/>
          <w:lang w:bidi="fa-IR"/>
        </w:rPr>
        <w:t>دوم</w:t>
      </w:r>
      <w:r w:rsidR="00553569">
        <w:rPr>
          <w:rtl/>
          <w:lang w:bidi="fa-IR"/>
        </w:rPr>
        <w:t>:</w:t>
      </w:r>
      <w:r w:rsidRPr="003E3506">
        <w:rPr>
          <w:rtl/>
          <w:lang w:bidi="fa-IR"/>
        </w:rPr>
        <w:t xml:space="preserve"> رفتن در مسجد الحرام و مسجد پيغمبر </w:t>
      </w:r>
      <w:r w:rsidR="001C118F" w:rsidRPr="001C118F">
        <w:rPr>
          <w:rStyle w:val="libAlaemChar"/>
          <w:rtl/>
        </w:rPr>
        <w:t>صلى‌الله‌عليه‌وآله‌وسلم</w:t>
      </w:r>
      <w:r w:rsidRPr="003E3506">
        <w:rPr>
          <w:rtl/>
          <w:lang w:bidi="fa-IR"/>
        </w:rPr>
        <w:t xml:space="preserve"> اگر چه از يك در داخل و از در ديگر خارج شود.</w:t>
      </w:r>
    </w:p>
    <w:p w:rsidR="003E3506" w:rsidRPr="003E3506" w:rsidRDefault="003E3506" w:rsidP="003E3506">
      <w:pPr>
        <w:pStyle w:val="libNormal"/>
        <w:rPr>
          <w:lang w:bidi="fa-IR"/>
        </w:rPr>
      </w:pPr>
      <w:r w:rsidRPr="003E3506">
        <w:rPr>
          <w:rtl/>
          <w:lang w:bidi="fa-IR"/>
        </w:rPr>
        <w:t>سوم</w:t>
      </w:r>
      <w:r w:rsidR="00553569">
        <w:rPr>
          <w:rtl/>
          <w:lang w:bidi="fa-IR"/>
        </w:rPr>
        <w:t>:</w:t>
      </w:r>
      <w:r w:rsidRPr="003E3506">
        <w:rPr>
          <w:rtl/>
          <w:lang w:bidi="fa-IR"/>
        </w:rPr>
        <w:t xml:space="preserve"> توقف در مساجد ديگر</w:t>
      </w:r>
      <w:r w:rsidR="000C4B14">
        <w:rPr>
          <w:rtl/>
          <w:lang w:bidi="fa-IR"/>
        </w:rPr>
        <w:t>،</w:t>
      </w:r>
      <w:r w:rsidRPr="003E3506">
        <w:rPr>
          <w:rtl/>
          <w:lang w:bidi="fa-IR"/>
        </w:rPr>
        <w:t xml:space="preserve"> و همچنين بنابر احتياط واجب در حرم امامان </w:t>
      </w:r>
      <w:r w:rsidR="001B16BC" w:rsidRPr="001B16BC">
        <w:rPr>
          <w:rStyle w:val="libAlaemChar"/>
          <w:rtl/>
        </w:rPr>
        <w:t>عليهم‌السلام</w:t>
      </w:r>
      <w:r w:rsidR="000C4B14">
        <w:rPr>
          <w:rtl/>
          <w:lang w:bidi="fa-IR"/>
        </w:rPr>
        <w:t>،</w:t>
      </w:r>
      <w:r w:rsidRPr="003E3506">
        <w:rPr>
          <w:rtl/>
          <w:lang w:bidi="fa-IR"/>
        </w:rPr>
        <w:t xml:space="preserve"> ولى اگر از مسجد عبور كند مثل اينكه از يك در مسجد داخل و از در ديگر خارج شود</w:t>
      </w:r>
      <w:r w:rsidR="000C4B14">
        <w:rPr>
          <w:rtl/>
          <w:lang w:bidi="fa-IR"/>
        </w:rPr>
        <w:t>،</w:t>
      </w:r>
      <w:r w:rsidRPr="003E3506">
        <w:rPr>
          <w:rtl/>
          <w:lang w:bidi="fa-IR"/>
        </w:rPr>
        <w:t xml:space="preserve"> مانعى ندارد.</w:t>
      </w:r>
    </w:p>
    <w:p w:rsidR="003E3506" w:rsidRPr="003E3506" w:rsidRDefault="003E3506" w:rsidP="003E3506">
      <w:pPr>
        <w:pStyle w:val="libNormal"/>
        <w:rPr>
          <w:lang w:bidi="fa-IR"/>
        </w:rPr>
      </w:pPr>
      <w:r w:rsidRPr="003E3506">
        <w:rPr>
          <w:rtl/>
          <w:lang w:bidi="fa-IR"/>
        </w:rPr>
        <w:t>چهارم</w:t>
      </w:r>
      <w:r w:rsidR="00553569">
        <w:rPr>
          <w:rtl/>
          <w:lang w:bidi="fa-IR"/>
        </w:rPr>
        <w:t>:</w:t>
      </w:r>
      <w:r w:rsidRPr="003E3506">
        <w:rPr>
          <w:rtl/>
          <w:lang w:bidi="fa-IR"/>
        </w:rPr>
        <w:t xml:space="preserve"> داخل شدن در مسجد براى برداشتن چيزى و همچنين گذاشتن چيزى در آن بنابر احتياط لازم</w:t>
      </w:r>
      <w:r w:rsidR="000C4B14">
        <w:rPr>
          <w:rtl/>
          <w:lang w:bidi="fa-IR"/>
        </w:rPr>
        <w:t>.</w:t>
      </w:r>
    </w:p>
    <w:p w:rsidR="003E3506" w:rsidRPr="003E3506" w:rsidRDefault="003E3506" w:rsidP="003E3506">
      <w:pPr>
        <w:pStyle w:val="libNormal"/>
        <w:rPr>
          <w:lang w:bidi="fa-IR"/>
        </w:rPr>
      </w:pPr>
      <w:r w:rsidRPr="003E3506">
        <w:rPr>
          <w:rtl/>
          <w:lang w:bidi="fa-IR"/>
        </w:rPr>
        <w:t>پنجم</w:t>
      </w:r>
      <w:r w:rsidR="00553569">
        <w:rPr>
          <w:rtl/>
          <w:lang w:bidi="fa-IR"/>
        </w:rPr>
        <w:t>:</w:t>
      </w:r>
      <w:r w:rsidRPr="003E3506">
        <w:rPr>
          <w:rtl/>
          <w:lang w:bidi="fa-IR"/>
        </w:rPr>
        <w:t xml:space="preserve"> خواندن هر يك از آيات سجده واجب و آن در چهار سوره است</w:t>
      </w:r>
      <w:r w:rsidR="00553569">
        <w:rPr>
          <w:rtl/>
          <w:lang w:bidi="fa-IR"/>
        </w:rPr>
        <w:t>:</w:t>
      </w:r>
      <w:r w:rsidRPr="003E3506">
        <w:rPr>
          <w:rtl/>
          <w:lang w:bidi="fa-IR"/>
        </w:rPr>
        <w:t xml:space="preserve"> اول</w:t>
      </w:r>
      <w:r w:rsidR="00553569">
        <w:rPr>
          <w:rtl/>
          <w:lang w:bidi="fa-IR"/>
        </w:rPr>
        <w:t>:</w:t>
      </w:r>
      <w:r w:rsidRPr="003E3506">
        <w:rPr>
          <w:rtl/>
          <w:lang w:bidi="fa-IR"/>
        </w:rPr>
        <w:t xml:space="preserve"> سوره سى و دوم قرآن الم تنزيل دوم</w:t>
      </w:r>
      <w:r w:rsidR="00553569">
        <w:rPr>
          <w:rtl/>
          <w:lang w:bidi="fa-IR"/>
        </w:rPr>
        <w:t>:</w:t>
      </w:r>
      <w:r w:rsidRPr="003E3506">
        <w:rPr>
          <w:rtl/>
          <w:lang w:bidi="fa-IR"/>
        </w:rPr>
        <w:t xml:space="preserve"> سوره چهل و يكم حم سجده سوم</w:t>
      </w:r>
      <w:r w:rsidR="00553569">
        <w:rPr>
          <w:rtl/>
          <w:lang w:bidi="fa-IR"/>
        </w:rPr>
        <w:t>:</w:t>
      </w:r>
      <w:r w:rsidRPr="003E3506">
        <w:rPr>
          <w:rtl/>
          <w:lang w:bidi="fa-IR"/>
        </w:rPr>
        <w:t xml:space="preserve"> سوره پنجاه و سوم والنجم چهارم</w:t>
      </w:r>
      <w:r w:rsidR="00553569">
        <w:rPr>
          <w:rtl/>
          <w:lang w:bidi="fa-IR"/>
        </w:rPr>
        <w:t>:</w:t>
      </w:r>
      <w:r w:rsidRPr="003E3506">
        <w:rPr>
          <w:rtl/>
          <w:lang w:bidi="fa-IR"/>
        </w:rPr>
        <w:t xml:space="preserve"> سوره نود و ششم اقرا.</w:t>
      </w:r>
    </w:p>
    <w:p w:rsidR="003E3506" w:rsidRPr="003E3506" w:rsidRDefault="002549FA" w:rsidP="003E3506">
      <w:pPr>
        <w:pStyle w:val="libNormal"/>
        <w:rPr>
          <w:lang w:bidi="fa-IR"/>
        </w:rPr>
      </w:pPr>
      <w:r>
        <w:rPr>
          <w:rtl/>
          <w:lang w:bidi="fa-IR"/>
        </w:rPr>
        <w:br w:type="page"/>
      </w:r>
    </w:p>
    <w:p w:rsidR="003E3506" w:rsidRDefault="00605FAB" w:rsidP="002549FA">
      <w:pPr>
        <w:pStyle w:val="Heading3"/>
        <w:rPr>
          <w:rtl/>
          <w:lang w:bidi="fa-IR"/>
        </w:rPr>
      </w:pPr>
      <w:bookmarkStart w:id="48" w:name="_Toc24454471"/>
      <w:r>
        <w:rPr>
          <w:rtl/>
          <w:lang w:bidi="fa-IR"/>
        </w:rPr>
        <w:t>(</w:t>
      </w:r>
      <w:r w:rsidR="003E3506" w:rsidRPr="003E3506">
        <w:rPr>
          <w:rtl/>
          <w:lang w:bidi="fa-IR"/>
        </w:rPr>
        <w:t>چيزهايى كه بر جنب مكروه است</w:t>
      </w:r>
      <w:r>
        <w:rPr>
          <w:rtl/>
          <w:lang w:bidi="fa-IR"/>
        </w:rPr>
        <w:t>)</w:t>
      </w:r>
      <w:bookmarkEnd w:id="48"/>
    </w:p>
    <w:p w:rsidR="003E3506" w:rsidRPr="003E3506" w:rsidRDefault="003E3506" w:rsidP="003E3506">
      <w:pPr>
        <w:pStyle w:val="libNormal"/>
        <w:rPr>
          <w:lang w:bidi="fa-IR"/>
        </w:rPr>
      </w:pPr>
      <w:r w:rsidRPr="003E3506">
        <w:rPr>
          <w:rtl/>
          <w:lang w:bidi="fa-IR"/>
        </w:rPr>
        <w:t>٣٦٢ - نه چيز بر جنب مكروه است</w:t>
      </w:r>
      <w:r w:rsidR="00553569">
        <w:rPr>
          <w:rtl/>
          <w:lang w:bidi="fa-IR"/>
        </w:rPr>
        <w:t>:</w:t>
      </w:r>
      <w:r w:rsidRPr="003E3506">
        <w:rPr>
          <w:rtl/>
          <w:lang w:bidi="fa-IR"/>
        </w:rPr>
        <w:t xml:space="preserve"> اول و دوم</w:t>
      </w:r>
      <w:r w:rsidR="00553569">
        <w:rPr>
          <w:rtl/>
          <w:lang w:bidi="fa-IR"/>
        </w:rPr>
        <w:t>:</w:t>
      </w:r>
      <w:r w:rsidRPr="003E3506">
        <w:rPr>
          <w:rtl/>
          <w:lang w:bidi="fa-IR"/>
        </w:rPr>
        <w:t xml:space="preserve"> خوردن و آشاميدن ولى اگر صورت و دستها را بشويد و مضمضه بكند مكروه نيست و اگر تنها دستها را بشويد كراهت كمتر مى شود.</w:t>
      </w:r>
    </w:p>
    <w:p w:rsidR="003E3506" w:rsidRPr="003E3506" w:rsidRDefault="003E3506" w:rsidP="003E3506">
      <w:pPr>
        <w:pStyle w:val="libNormal"/>
        <w:rPr>
          <w:lang w:bidi="fa-IR"/>
        </w:rPr>
      </w:pPr>
      <w:r w:rsidRPr="003E3506">
        <w:rPr>
          <w:rtl/>
          <w:lang w:bidi="fa-IR"/>
        </w:rPr>
        <w:t>سوم</w:t>
      </w:r>
      <w:r w:rsidR="00553569">
        <w:rPr>
          <w:rtl/>
          <w:lang w:bidi="fa-IR"/>
        </w:rPr>
        <w:t>:</w:t>
      </w:r>
      <w:r w:rsidRPr="003E3506">
        <w:rPr>
          <w:rtl/>
          <w:lang w:bidi="fa-IR"/>
        </w:rPr>
        <w:t xml:space="preserve"> خواندن بيشتر از هفت آيه از قرآن كه سجده واجب ندارد.</w:t>
      </w:r>
    </w:p>
    <w:p w:rsidR="003E3506" w:rsidRPr="003E3506" w:rsidRDefault="003E3506" w:rsidP="003E3506">
      <w:pPr>
        <w:pStyle w:val="libNormal"/>
        <w:rPr>
          <w:lang w:bidi="fa-IR"/>
        </w:rPr>
      </w:pPr>
      <w:r w:rsidRPr="003E3506">
        <w:rPr>
          <w:rtl/>
          <w:lang w:bidi="fa-IR"/>
        </w:rPr>
        <w:t>چهارم</w:t>
      </w:r>
      <w:r w:rsidR="00553569">
        <w:rPr>
          <w:rtl/>
          <w:lang w:bidi="fa-IR"/>
        </w:rPr>
        <w:t>:</w:t>
      </w:r>
      <w:r w:rsidRPr="003E3506">
        <w:rPr>
          <w:rtl/>
          <w:lang w:bidi="fa-IR"/>
        </w:rPr>
        <w:t xml:space="preserve"> رساندن جايى از بدن به جلد و حاشيه و بين خطهاى قرآن</w:t>
      </w:r>
      <w:r w:rsidR="000C4B14">
        <w:rPr>
          <w:rtl/>
          <w:lang w:bidi="fa-IR"/>
        </w:rPr>
        <w:t>.</w:t>
      </w:r>
    </w:p>
    <w:p w:rsidR="003E3506" w:rsidRPr="003E3506" w:rsidRDefault="003E3506" w:rsidP="003E3506">
      <w:pPr>
        <w:pStyle w:val="libNormal"/>
        <w:rPr>
          <w:lang w:bidi="fa-IR"/>
        </w:rPr>
      </w:pPr>
      <w:r w:rsidRPr="003E3506">
        <w:rPr>
          <w:rtl/>
          <w:lang w:bidi="fa-IR"/>
        </w:rPr>
        <w:t>پنجم</w:t>
      </w:r>
      <w:r w:rsidR="00553569">
        <w:rPr>
          <w:rtl/>
          <w:lang w:bidi="fa-IR"/>
        </w:rPr>
        <w:t>:</w:t>
      </w:r>
      <w:r w:rsidRPr="003E3506">
        <w:rPr>
          <w:rtl/>
          <w:lang w:bidi="fa-IR"/>
        </w:rPr>
        <w:t xml:space="preserve"> همراه داشتن قرآن</w:t>
      </w:r>
      <w:r w:rsidR="000C4B14">
        <w:rPr>
          <w:rtl/>
          <w:lang w:bidi="fa-IR"/>
        </w:rPr>
        <w:t>.</w:t>
      </w:r>
    </w:p>
    <w:p w:rsidR="003E3506" w:rsidRPr="003E3506" w:rsidRDefault="003E3506" w:rsidP="003E3506">
      <w:pPr>
        <w:pStyle w:val="libNormal"/>
        <w:rPr>
          <w:lang w:bidi="fa-IR"/>
        </w:rPr>
      </w:pPr>
      <w:r w:rsidRPr="003E3506">
        <w:rPr>
          <w:rtl/>
          <w:lang w:bidi="fa-IR"/>
        </w:rPr>
        <w:t>ششم</w:t>
      </w:r>
      <w:r w:rsidR="00553569">
        <w:rPr>
          <w:rtl/>
          <w:lang w:bidi="fa-IR"/>
        </w:rPr>
        <w:t>:</w:t>
      </w:r>
      <w:r w:rsidRPr="003E3506">
        <w:rPr>
          <w:rtl/>
          <w:lang w:bidi="fa-IR"/>
        </w:rPr>
        <w:t xml:space="preserve"> خوابيدن</w:t>
      </w:r>
      <w:r w:rsidR="000C4B14">
        <w:rPr>
          <w:rtl/>
          <w:lang w:bidi="fa-IR"/>
        </w:rPr>
        <w:t>.</w:t>
      </w:r>
    </w:p>
    <w:p w:rsidR="003E3506" w:rsidRPr="003E3506" w:rsidRDefault="003E3506" w:rsidP="003E3506">
      <w:pPr>
        <w:pStyle w:val="libNormal"/>
        <w:rPr>
          <w:lang w:bidi="fa-IR"/>
        </w:rPr>
      </w:pPr>
      <w:r w:rsidRPr="003E3506">
        <w:rPr>
          <w:rtl/>
          <w:lang w:bidi="fa-IR"/>
        </w:rPr>
        <w:t>ولى اگر وضو بگيرد يا به واسطه نداشتن آب</w:t>
      </w:r>
      <w:r w:rsidR="000C4B14">
        <w:rPr>
          <w:rtl/>
          <w:lang w:bidi="fa-IR"/>
        </w:rPr>
        <w:t>،</w:t>
      </w:r>
      <w:r w:rsidRPr="003E3506">
        <w:rPr>
          <w:rtl/>
          <w:lang w:bidi="fa-IR"/>
        </w:rPr>
        <w:t xml:space="preserve"> بدل از غسل تيمم كند مكروه نيست</w:t>
      </w:r>
      <w:r w:rsidR="000C4B14">
        <w:rPr>
          <w:rtl/>
          <w:lang w:bidi="fa-IR"/>
        </w:rPr>
        <w:t>.</w:t>
      </w:r>
    </w:p>
    <w:p w:rsidR="003E3506" w:rsidRPr="003E3506" w:rsidRDefault="003E3506" w:rsidP="003E3506">
      <w:pPr>
        <w:pStyle w:val="libNormal"/>
        <w:rPr>
          <w:lang w:bidi="fa-IR"/>
        </w:rPr>
      </w:pPr>
      <w:r w:rsidRPr="003E3506">
        <w:rPr>
          <w:rtl/>
          <w:lang w:bidi="fa-IR"/>
        </w:rPr>
        <w:t>هفتم</w:t>
      </w:r>
      <w:r w:rsidR="00553569">
        <w:rPr>
          <w:rtl/>
          <w:lang w:bidi="fa-IR"/>
        </w:rPr>
        <w:t>:</w:t>
      </w:r>
      <w:r w:rsidRPr="003E3506">
        <w:rPr>
          <w:rtl/>
          <w:lang w:bidi="fa-IR"/>
        </w:rPr>
        <w:t xml:space="preserve"> خضاب كردن به حنا و مانند آن</w:t>
      </w:r>
      <w:r w:rsidR="000C4B14">
        <w:rPr>
          <w:rtl/>
          <w:lang w:bidi="fa-IR"/>
        </w:rPr>
        <w:t>.</w:t>
      </w:r>
    </w:p>
    <w:p w:rsidR="003E3506" w:rsidRPr="003E3506" w:rsidRDefault="003E3506" w:rsidP="003E3506">
      <w:pPr>
        <w:pStyle w:val="libNormal"/>
        <w:rPr>
          <w:lang w:bidi="fa-IR"/>
        </w:rPr>
      </w:pPr>
      <w:r w:rsidRPr="003E3506">
        <w:rPr>
          <w:rtl/>
          <w:lang w:bidi="fa-IR"/>
        </w:rPr>
        <w:t>هشتم</w:t>
      </w:r>
      <w:r w:rsidR="00553569">
        <w:rPr>
          <w:rtl/>
          <w:lang w:bidi="fa-IR"/>
        </w:rPr>
        <w:t>:</w:t>
      </w:r>
      <w:r w:rsidRPr="003E3506">
        <w:rPr>
          <w:rtl/>
          <w:lang w:bidi="fa-IR"/>
        </w:rPr>
        <w:t xml:space="preserve"> ماليدن روغن به بدن</w:t>
      </w:r>
      <w:r w:rsidR="000C4B14">
        <w:rPr>
          <w:rtl/>
          <w:lang w:bidi="fa-IR"/>
        </w:rPr>
        <w:t>.</w:t>
      </w:r>
    </w:p>
    <w:p w:rsidR="003E3506" w:rsidRPr="003E3506" w:rsidRDefault="003E3506" w:rsidP="003E3506">
      <w:pPr>
        <w:pStyle w:val="libNormal"/>
        <w:rPr>
          <w:lang w:bidi="fa-IR"/>
        </w:rPr>
      </w:pPr>
      <w:r w:rsidRPr="003E3506">
        <w:rPr>
          <w:rtl/>
          <w:lang w:bidi="fa-IR"/>
        </w:rPr>
        <w:t>نهم</w:t>
      </w:r>
      <w:r w:rsidR="00553569">
        <w:rPr>
          <w:rtl/>
          <w:lang w:bidi="fa-IR"/>
        </w:rPr>
        <w:t>:</w:t>
      </w:r>
      <w:r w:rsidRPr="003E3506">
        <w:rPr>
          <w:rtl/>
          <w:lang w:bidi="fa-IR"/>
        </w:rPr>
        <w:t xml:space="preserve"> جماع كردن بعد از آنكه محتلم شده</w:t>
      </w:r>
      <w:r w:rsidR="000C4B14">
        <w:rPr>
          <w:rtl/>
          <w:lang w:bidi="fa-IR"/>
        </w:rPr>
        <w:t>،</w:t>
      </w:r>
      <w:r w:rsidRPr="003E3506">
        <w:rPr>
          <w:rtl/>
          <w:lang w:bidi="fa-IR"/>
        </w:rPr>
        <w:t xml:space="preserve"> يعنى در خواب منى از او بيرون آمده است</w:t>
      </w:r>
      <w:r w:rsidR="000C4B14">
        <w:rPr>
          <w:rtl/>
          <w:lang w:bidi="fa-IR"/>
        </w:rPr>
        <w:t>.</w:t>
      </w:r>
    </w:p>
    <w:p w:rsidR="003E3506" w:rsidRPr="003E3506" w:rsidRDefault="002549FA" w:rsidP="003E3506">
      <w:pPr>
        <w:pStyle w:val="libNormal"/>
        <w:rPr>
          <w:lang w:bidi="fa-IR"/>
        </w:rPr>
      </w:pPr>
      <w:r>
        <w:rPr>
          <w:rtl/>
          <w:lang w:bidi="fa-IR"/>
        </w:rPr>
        <w:br w:type="page"/>
      </w:r>
    </w:p>
    <w:p w:rsidR="003E3506" w:rsidRDefault="00605FAB" w:rsidP="002549FA">
      <w:pPr>
        <w:pStyle w:val="Heading3"/>
        <w:rPr>
          <w:rtl/>
          <w:lang w:bidi="fa-IR"/>
        </w:rPr>
      </w:pPr>
      <w:bookmarkStart w:id="49" w:name="_Toc24454472"/>
      <w:r>
        <w:rPr>
          <w:rtl/>
          <w:lang w:bidi="fa-IR"/>
        </w:rPr>
        <w:t>(</w:t>
      </w:r>
      <w:r w:rsidR="003E3506" w:rsidRPr="003E3506">
        <w:rPr>
          <w:rtl/>
          <w:lang w:bidi="fa-IR"/>
        </w:rPr>
        <w:t>غسل جنابت</w:t>
      </w:r>
      <w:r>
        <w:rPr>
          <w:rtl/>
          <w:lang w:bidi="fa-IR"/>
        </w:rPr>
        <w:t>)</w:t>
      </w:r>
      <w:bookmarkEnd w:id="49"/>
    </w:p>
    <w:p w:rsidR="003E3506" w:rsidRPr="003E3506" w:rsidRDefault="003E3506" w:rsidP="003E3506">
      <w:pPr>
        <w:pStyle w:val="libNormal"/>
        <w:rPr>
          <w:lang w:bidi="fa-IR"/>
        </w:rPr>
      </w:pPr>
      <w:r w:rsidRPr="003E3506">
        <w:rPr>
          <w:rtl/>
          <w:lang w:bidi="fa-IR"/>
        </w:rPr>
        <w:t>٣٦٣ - غسل جنابت براى خواندن نماز واجب و مانند آن واجب مى باشد ولى براى نماز ميت و سجده سهو و سجده شكر و سجده هاى واجب قرآن غسل جنابت لازم نيست</w:t>
      </w:r>
      <w:r w:rsidR="000C4B14">
        <w:rPr>
          <w:rtl/>
          <w:lang w:bidi="fa-IR"/>
        </w:rPr>
        <w:t>.</w:t>
      </w:r>
    </w:p>
    <w:p w:rsidR="003E3506" w:rsidRPr="003E3506" w:rsidRDefault="003E3506" w:rsidP="003E3506">
      <w:pPr>
        <w:pStyle w:val="libNormal"/>
        <w:rPr>
          <w:lang w:bidi="fa-IR"/>
        </w:rPr>
      </w:pPr>
      <w:r w:rsidRPr="003E3506">
        <w:rPr>
          <w:rtl/>
          <w:lang w:bidi="fa-IR"/>
        </w:rPr>
        <w:t>٣٦٤ - لازم نيست در وقت غسل</w:t>
      </w:r>
      <w:r w:rsidR="000C4B14">
        <w:rPr>
          <w:rtl/>
          <w:lang w:bidi="fa-IR"/>
        </w:rPr>
        <w:t>،</w:t>
      </w:r>
      <w:r w:rsidRPr="003E3506">
        <w:rPr>
          <w:rtl/>
          <w:lang w:bidi="fa-IR"/>
        </w:rPr>
        <w:t xml:space="preserve"> نيت كند كه غسل واجب مى كند</w:t>
      </w:r>
      <w:r w:rsidR="000C4B14">
        <w:rPr>
          <w:rtl/>
          <w:lang w:bidi="fa-IR"/>
        </w:rPr>
        <w:t>،</w:t>
      </w:r>
      <w:r w:rsidRPr="003E3506">
        <w:rPr>
          <w:rtl/>
          <w:lang w:bidi="fa-IR"/>
        </w:rPr>
        <w:t xml:space="preserve"> بلكه اگر فقط قصد قربت يعنى براى انجام خواست خداوند عالم غسل كند كافى است</w:t>
      </w:r>
      <w:r w:rsidR="000C4B14">
        <w:rPr>
          <w:rtl/>
          <w:lang w:bidi="fa-IR"/>
        </w:rPr>
        <w:t>.</w:t>
      </w:r>
    </w:p>
    <w:p w:rsidR="003E3506" w:rsidRPr="003E3506" w:rsidRDefault="003E3506" w:rsidP="003E3506">
      <w:pPr>
        <w:pStyle w:val="libNormal"/>
        <w:rPr>
          <w:lang w:bidi="fa-IR"/>
        </w:rPr>
      </w:pPr>
      <w:r w:rsidRPr="003E3506">
        <w:rPr>
          <w:rtl/>
          <w:lang w:bidi="fa-IR"/>
        </w:rPr>
        <w:t>٣٦٥ - اگر يقين كند وقت نماز شده و نيت غسل واجب كند بعد معلوم شود كه پيش از وقت غسل كرده</w:t>
      </w:r>
      <w:r w:rsidR="000C4B14">
        <w:rPr>
          <w:rtl/>
          <w:lang w:bidi="fa-IR"/>
        </w:rPr>
        <w:t>،</w:t>
      </w:r>
      <w:r w:rsidRPr="003E3506">
        <w:rPr>
          <w:rtl/>
          <w:lang w:bidi="fa-IR"/>
        </w:rPr>
        <w:t xml:space="preserve"> غسل او صحيح است</w:t>
      </w:r>
      <w:r w:rsidR="000C4B14">
        <w:rPr>
          <w:rtl/>
          <w:lang w:bidi="fa-IR"/>
        </w:rPr>
        <w:t>.</w:t>
      </w:r>
    </w:p>
    <w:p w:rsidR="003E3506" w:rsidRPr="003E3506" w:rsidRDefault="003E3506" w:rsidP="003E3506">
      <w:pPr>
        <w:pStyle w:val="libNormal"/>
        <w:rPr>
          <w:lang w:bidi="fa-IR"/>
        </w:rPr>
      </w:pPr>
      <w:r w:rsidRPr="003E3506">
        <w:rPr>
          <w:rtl/>
          <w:lang w:bidi="fa-IR"/>
        </w:rPr>
        <w:t>٣٦٦ - غسل جنابت را به دو قسم مى شود انجام داد.</w:t>
      </w:r>
    </w:p>
    <w:p w:rsidR="003E3506" w:rsidRPr="003E3506" w:rsidRDefault="002549FA" w:rsidP="003E3506">
      <w:pPr>
        <w:pStyle w:val="libNormal"/>
        <w:rPr>
          <w:lang w:bidi="fa-IR"/>
        </w:rPr>
      </w:pPr>
      <w:r>
        <w:rPr>
          <w:rtl/>
          <w:lang w:bidi="fa-IR"/>
        </w:rPr>
        <w:br w:type="page"/>
      </w:r>
    </w:p>
    <w:p w:rsidR="003E3506" w:rsidRDefault="00605FAB" w:rsidP="002549FA">
      <w:pPr>
        <w:pStyle w:val="Heading3"/>
        <w:rPr>
          <w:rtl/>
          <w:lang w:bidi="fa-IR"/>
        </w:rPr>
      </w:pPr>
      <w:bookmarkStart w:id="50" w:name="_Toc24454473"/>
      <w:r>
        <w:rPr>
          <w:rtl/>
          <w:lang w:bidi="fa-IR"/>
        </w:rPr>
        <w:t>(</w:t>
      </w:r>
      <w:r w:rsidR="003E3506" w:rsidRPr="003E3506">
        <w:rPr>
          <w:rtl/>
          <w:lang w:bidi="fa-IR"/>
        </w:rPr>
        <w:t>غسل ترتيبى</w:t>
      </w:r>
      <w:r>
        <w:rPr>
          <w:rtl/>
          <w:lang w:bidi="fa-IR"/>
        </w:rPr>
        <w:t>)</w:t>
      </w:r>
      <w:bookmarkEnd w:id="50"/>
    </w:p>
    <w:p w:rsidR="003E3506" w:rsidRPr="003E3506" w:rsidRDefault="003E3506" w:rsidP="003E3506">
      <w:pPr>
        <w:pStyle w:val="libNormal"/>
        <w:rPr>
          <w:lang w:bidi="fa-IR"/>
        </w:rPr>
      </w:pPr>
      <w:r w:rsidRPr="003E3506">
        <w:rPr>
          <w:rtl/>
          <w:lang w:bidi="fa-IR"/>
        </w:rPr>
        <w:t>٣٦٧ - در غسل ترتيبى بايد به نيت غسل</w:t>
      </w:r>
      <w:r w:rsidR="000C4B14">
        <w:rPr>
          <w:rtl/>
          <w:lang w:bidi="fa-IR"/>
        </w:rPr>
        <w:t>،</w:t>
      </w:r>
      <w:r w:rsidRPr="003E3506">
        <w:rPr>
          <w:rtl/>
          <w:lang w:bidi="fa-IR"/>
        </w:rPr>
        <w:t xml:space="preserve"> بنابر احتياط لازم اول تمام سر و گردن</w:t>
      </w:r>
      <w:r w:rsidR="000C4B14">
        <w:rPr>
          <w:rtl/>
          <w:lang w:bidi="fa-IR"/>
        </w:rPr>
        <w:t>،</w:t>
      </w:r>
      <w:r w:rsidRPr="003E3506">
        <w:rPr>
          <w:rtl/>
          <w:lang w:bidi="fa-IR"/>
        </w:rPr>
        <w:t xml:space="preserve"> و بعد بدن را بشويد و بهتر آن است كه اول طرف راست</w:t>
      </w:r>
      <w:r w:rsidR="000C4B14">
        <w:rPr>
          <w:rtl/>
          <w:lang w:bidi="fa-IR"/>
        </w:rPr>
        <w:t>،</w:t>
      </w:r>
      <w:r w:rsidRPr="003E3506">
        <w:rPr>
          <w:rtl/>
          <w:lang w:bidi="fa-IR"/>
        </w:rPr>
        <w:t xml:space="preserve"> بعد طرف چپ بدن را بشويد</w:t>
      </w:r>
      <w:r w:rsidR="000C4B14">
        <w:rPr>
          <w:rtl/>
          <w:lang w:bidi="fa-IR"/>
        </w:rPr>
        <w:t>،</w:t>
      </w:r>
      <w:r w:rsidRPr="003E3506">
        <w:rPr>
          <w:rtl/>
          <w:lang w:bidi="fa-IR"/>
        </w:rPr>
        <w:t xml:space="preserve"> و تحقق غسل ترتيبى به حركت دادن هر يك از اعضاء سه گانه زير آب به قصد غسل بى اشكال نيست و احتياط در اكتفا نكردن به او است</w:t>
      </w:r>
      <w:r w:rsidR="000C4B14">
        <w:rPr>
          <w:rtl/>
          <w:lang w:bidi="fa-IR"/>
        </w:rPr>
        <w:t>،</w:t>
      </w:r>
      <w:r w:rsidRPr="003E3506">
        <w:rPr>
          <w:rtl/>
          <w:lang w:bidi="fa-IR"/>
        </w:rPr>
        <w:t xml:space="preserve"> و اگر عمدا يا از روى فراموشى يا به واسطه ندانستن مساله بدن را قبل از سر بشويد غسل او باطل است</w:t>
      </w:r>
      <w:r w:rsidR="000C4B14">
        <w:rPr>
          <w:rtl/>
          <w:lang w:bidi="fa-IR"/>
        </w:rPr>
        <w:t>.</w:t>
      </w:r>
    </w:p>
    <w:p w:rsidR="003E3506" w:rsidRPr="003E3506" w:rsidRDefault="003E3506" w:rsidP="003E3506">
      <w:pPr>
        <w:pStyle w:val="libNormal"/>
        <w:rPr>
          <w:lang w:bidi="fa-IR"/>
        </w:rPr>
      </w:pPr>
      <w:r w:rsidRPr="003E3506">
        <w:rPr>
          <w:rtl/>
          <w:lang w:bidi="fa-IR"/>
        </w:rPr>
        <w:t>٣٦٨ - در صورتى كه بدن را قبل از سر بشويد لازم نيست غسل را اعاده كند بلكه چنانچه بدن را دوباره بشويد غسل او صحيح خواهد شد.</w:t>
      </w:r>
    </w:p>
    <w:p w:rsidR="003E3506" w:rsidRPr="003E3506" w:rsidRDefault="003E3506" w:rsidP="003E3506">
      <w:pPr>
        <w:pStyle w:val="libNormal"/>
        <w:rPr>
          <w:lang w:bidi="fa-IR"/>
        </w:rPr>
      </w:pPr>
      <w:r w:rsidRPr="003E3506">
        <w:rPr>
          <w:rtl/>
          <w:lang w:bidi="fa-IR"/>
        </w:rPr>
        <w:t>٣٦٩ - اگر يقين نكند كه هر دو قسمت يعنى سر و گردن و بدن را كاملا غسل داده</w:t>
      </w:r>
      <w:r w:rsidR="000C4B14">
        <w:rPr>
          <w:rtl/>
          <w:lang w:bidi="fa-IR"/>
        </w:rPr>
        <w:t>،</w:t>
      </w:r>
      <w:r w:rsidRPr="003E3506">
        <w:rPr>
          <w:rtl/>
          <w:lang w:bidi="fa-IR"/>
        </w:rPr>
        <w:t xml:space="preserve"> بايد براى آنكه يقين كند</w:t>
      </w:r>
      <w:r w:rsidR="000C4B14">
        <w:rPr>
          <w:rtl/>
          <w:lang w:bidi="fa-IR"/>
        </w:rPr>
        <w:t>،</w:t>
      </w:r>
      <w:r w:rsidRPr="003E3506">
        <w:rPr>
          <w:rtl/>
          <w:lang w:bidi="fa-IR"/>
        </w:rPr>
        <w:t xml:space="preserve"> هر قسمتى را كه مى شويد مقدارى از قسمت ديگر را هم با آن قسمت بشويد.</w:t>
      </w:r>
    </w:p>
    <w:p w:rsidR="003E3506" w:rsidRPr="003E3506" w:rsidRDefault="003E3506" w:rsidP="003E3506">
      <w:pPr>
        <w:pStyle w:val="libNormal"/>
        <w:rPr>
          <w:lang w:bidi="fa-IR"/>
        </w:rPr>
      </w:pPr>
      <w:r w:rsidRPr="003E3506">
        <w:rPr>
          <w:rtl/>
          <w:lang w:bidi="fa-IR"/>
        </w:rPr>
        <w:t>٣٧٠ - اگر بعد از غسل بفهمد جايى از بدن را نشسته و نداند كجاى بدن است دوباره شستن سر لازم نيست</w:t>
      </w:r>
      <w:r w:rsidR="000C4B14">
        <w:rPr>
          <w:rtl/>
          <w:lang w:bidi="fa-IR"/>
        </w:rPr>
        <w:t>،</w:t>
      </w:r>
      <w:r w:rsidRPr="003E3506">
        <w:rPr>
          <w:rtl/>
          <w:lang w:bidi="fa-IR"/>
        </w:rPr>
        <w:t xml:space="preserve"> و فقط هر جايى را از بدن كه احتمال مى دهد نشسته بايد بشويد.</w:t>
      </w:r>
    </w:p>
    <w:p w:rsidR="003E3506" w:rsidRPr="003E3506" w:rsidRDefault="003E3506" w:rsidP="003E3506">
      <w:pPr>
        <w:pStyle w:val="libNormal"/>
        <w:rPr>
          <w:lang w:bidi="fa-IR"/>
        </w:rPr>
      </w:pPr>
      <w:r w:rsidRPr="003E3506">
        <w:rPr>
          <w:rtl/>
          <w:lang w:bidi="fa-IR"/>
        </w:rPr>
        <w:t>٣٧١ - اگر بعد از غسل بفهمد مقدارى از بدن را نشسته</w:t>
      </w:r>
      <w:r w:rsidR="000C4B14">
        <w:rPr>
          <w:rtl/>
          <w:lang w:bidi="fa-IR"/>
        </w:rPr>
        <w:t>،</w:t>
      </w:r>
      <w:r w:rsidRPr="003E3506">
        <w:rPr>
          <w:rtl/>
          <w:lang w:bidi="fa-IR"/>
        </w:rPr>
        <w:t xml:space="preserve"> چنانچه از طرف چپ باشد شستن همان مقدار كافى است</w:t>
      </w:r>
      <w:r w:rsidR="000C4B14">
        <w:rPr>
          <w:rtl/>
          <w:lang w:bidi="fa-IR"/>
        </w:rPr>
        <w:t>.</w:t>
      </w:r>
    </w:p>
    <w:p w:rsidR="003E3506" w:rsidRPr="003E3506" w:rsidRDefault="003E3506" w:rsidP="003E3506">
      <w:pPr>
        <w:pStyle w:val="libNormal"/>
        <w:rPr>
          <w:lang w:bidi="fa-IR"/>
        </w:rPr>
      </w:pPr>
      <w:r w:rsidRPr="003E3506">
        <w:rPr>
          <w:rtl/>
          <w:lang w:bidi="fa-IR"/>
        </w:rPr>
        <w:t>و اگر از طرف راست باشد احتياط مستحب آن است كه بعد از شستن آن مقدار</w:t>
      </w:r>
      <w:r w:rsidR="000C4B14">
        <w:rPr>
          <w:rtl/>
          <w:lang w:bidi="fa-IR"/>
        </w:rPr>
        <w:t>،</w:t>
      </w:r>
      <w:r w:rsidRPr="003E3506">
        <w:rPr>
          <w:rtl/>
          <w:lang w:bidi="fa-IR"/>
        </w:rPr>
        <w:t xml:space="preserve"> دوباره طرف چپ را بشويد.</w:t>
      </w:r>
    </w:p>
    <w:p w:rsidR="003E3506" w:rsidRPr="003E3506" w:rsidRDefault="003E3506" w:rsidP="003E3506">
      <w:pPr>
        <w:pStyle w:val="libNormal"/>
        <w:rPr>
          <w:lang w:bidi="fa-IR"/>
        </w:rPr>
      </w:pPr>
      <w:r w:rsidRPr="003E3506">
        <w:rPr>
          <w:rtl/>
          <w:lang w:bidi="fa-IR"/>
        </w:rPr>
        <w:t>و اگر از سر و گردن باشد بايد بعد از شستن آن مقدار</w:t>
      </w:r>
      <w:r w:rsidR="000C4B14">
        <w:rPr>
          <w:rtl/>
          <w:lang w:bidi="fa-IR"/>
        </w:rPr>
        <w:t>،</w:t>
      </w:r>
      <w:r w:rsidRPr="003E3506">
        <w:rPr>
          <w:rtl/>
          <w:lang w:bidi="fa-IR"/>
        </w:rPr>
        <w:t xml:space="preserve"> دوباره بدن را بشويد.</w:t>
      </w:r>
    </w:p>
    <w:p w:rsidR="003E3506" w:rsidRPr="003E3506" w:rsidRDefault="003E3506" w:rsidP="003E3506">
      <w:pPr>
        <w:pStyle w:val="libNormal"/>
        <w:rPr>
          <w:lang w:bidi="fa-IR"/>
        </w:rPr>
      </w:pPr>
      <w:r w:rsidRPr="003E3506">
        <w:rPr>
          <w:rtl/>
          <w:lang w:bidi="fa-IR"/>
        </w:rPr>
        <w:t>٣٧٢ - اگر پيش از تمام شدن غسل</w:t>
      </w:r>
      <w:r w:rsidR="000C4B14">
        <w:rPr>
          <w:rtl/>
          <w:lang w:bidi="fa-IR"/>
        </w:rPr>
        <w:t>،</w:t>
      </w:r>
      <w:r w:rsidRPr="003E3506">
        <w:rPr>
          <w:rtl/>
          <w:lang w:bidi="fa-IR"/>
        </w:rPr>
        <w:t xml:space="preserve"> در شستن مقدارى از طرف چپ يا طرف راست شك كند</w:t>
      </w:r>
      <w:r w:rsidR="000C4B14">
        <w:rPr>
          <w:rtl/>
          <w:lang w:bidi="fa-IR"/>
        </w:rPr>
        <w:t>،</w:t>
      </w:r>
      <w:r w:rsidRPr="003E3506">
        <w:rPr>
          <w:rtl/>
          <w:lang w:bidi="fa-IR"/>
        </w:rPr>
        <w:t xml:space="preserve"> لازم است كه آن مقدار را بشويد</w:t>
      </w:r>
      <w:r w:rsidR="000C4B14">
        <w:rPr>
          <w:rtl/>
          <w:lang w:bidi="fa-IR"/>
        </w:rPr>
        <w:t>،</w:t>
      </w:r>
      <w:r w:rsidRPr="003E3506">
        <w:rPr>
          <w:rtl/>
          <w:lang w:bidi="fa-IR"/>
        </w:rPr>
        <w:t xml:space="preserve"> و اگر در شستن مقدارى از سر و گردن شك كند</w:t>
      </w:r>
      <w:r w:rsidR="000C4B14">
        <w:rPr>
          <w:rtl/>
          <w:lang w:bidi="fa-IR"/>
        </w:rPr>
        <w:t>،</w:t>
      </w:r>
      <w:r w:rsidRPr="003E3506">
        <w:rPr>
          <w:rtl/>
          <w:lang w:bidi="fa-IR"/>
        </w:rPr>
        <w:t xml:space="preserve"> بنابر احتياط لازم بايد بعد از شستن آن دوباره طرف راست و طرف چپ را بشويد.</w:t>
      </w:r>
    </w:p>
    <w:p w:rsidR="003E3506" w:rsidRPr="003E3506" w:rsidRDefault="002549FA" w:rsidP="003E3506">
      <w:pPr>
        <w:pStyle w:val="libNormal"/>
        <w:rPr>
          <w:lang w:bidi="fa-IR"/>
        </w:rPr>
      </w:pPr>
      <w:r>
        <w:rPr>
          <w:rtl/>
          <w:lang w:bidi="fa-IR"/>
        </w:rPr>
        <w:br w:type="page"/>
      </w:r>
    </w:p>
    <w:p w:rsidR="003E3506" w:rsidRDefault="00605FAB" w:rsidP="002549FA">
      <w:pPr>
        <w:pStyle w:val="Heading3"/>
        <w:rPr>
          <w:rtl/>
          <w:lang w:bidi="fa-IR"/>
        </w:rPr>
      </w:pPr>
      <w:bookmarkStart w:id="51" w:name="_Toc24454474"/>
      <w:r>
        <w:rPr>
          <w:rtl/>
          <w:lang w:bidi="fa-IR"/>
        </w:rPr>
        <w:t>(</w:t>
      </w:r>
      <w:r w:rsidR="003E3506" w:rsidRPr="003E3506">
        <w:rPr>
          <w:rtl/>
          <w:lang w:bidi="fa-IR"/>
        </w:rPr>
        <w:t>غسل ارتماسى</w:t>
      </w:r>
      <w:r>
        <w:rPr>
          <w:rtl/>
          <w:lang w:bidi="fa-IR"/>
        </w:rPr>
        <w:t>)</w:t>
      </w:r>
      <w:bookmarkEnd w:id="51"/>
    </w:p>
    <w:p w:rsidR="003E3506" w:rsidRPr="003E3506" w:rsidRDefault="003E3506" w:rsidP="003E3506">
      <w:pPr>
        <w:pStyle w:val="libNormal"/>
        <w:rPr>
          <w:lang w:bidi="fa-IR"/>
        </w:rPr>
      </w:pPr>
      <w:r w:rsidRPr="003E3506">
        <w:rPr>
          <w:rtl/>
          <w:lang w:bidi="fa-IR"/>
        </w:rPr>
        <w:t>١/٣٧٢ - غسل ارتماسى به دو نحو انجام مى گيرد</w:t>
      </w:r>
      <w:r w:rsidR="00553569">
        <w:rPr>
          <w:rtl/>
          <w:lang w:bidi="fa-IR"/>
        </w:rPr>
        <w:t>:</w:t>
      </w:r>
      <w:r w:rsidRPr="003E3506">
        <w:rPr>
          <w:rtl/>
          <w:lang w:bidi="fa-IR"/>
        </w:rPr>
        <w:t xml:space="preserve"> دفعى و تدريجى</w:t>
      </w:r>
      <w:r w:rsidR="000C4B14">
        <w:rPr>
          <w:rtl/>
          <w:lang w:bidi="fa-IR"/>
        </w:rPr>
        <w:t>.</w:t>
      </w:r>
    </w:p>
    <w:p w:rsidR="003E3506" w:rsidRPr="003E3506" w:rsidRDefault="003E3506" w:rsidP="003E3506">
      <w:pPr>
        <w:pStyle w:val="libNormal"/>
        <w:rPr>
          <w:lang w:bidi="fa-IR"/>
        </w:rPr>
      </w:pPr>
      <w:r w:rsidRPr="003E3506">
        <w:rPr>
          <w:rtl/>
          <w:lang w:bidi="fa-IR"/>
        </w:rPr>
        <w:t>٣٧٣ - در غسل ارتماسى دفعى بايد در يك آن آب تمام بدن را فرا بگيرد</w:t>
      </w:r>
      <w:r w:rsidR="000C4B14">
        <w:rPr>
          <w:rtl/>
          <w:lang w:bidi="fa-IR"/>
        </w:rPr>
        <w:t>،</w:t>
      </w:r>
      <w:r w:rsidRPr="003E3506">
        <w:rPr>
          <w:rtl/>
          <w:lang w:bidi="fa-IR"/>
        </w:rPr>
        <w:t xml:space="preserve"> ولى معتبر نيست كه قبل از شروع در غسل تمام بدن بيرون آب باشد بلكه اگر مقدارى از آن بيرون باشد و به نيت غسل در آب فرو رود كفايت مى كند.</w:t>
      </w:r>
    </w:p>
    <w:p w:rsidR="003E3506" w:rsidRPr="003E3506" w:rsidRDefault="003E3506" w:rsidP="003E3506">
      <w:pPr>
        <w:pStyle w:val="libNormal"/>
        <w:rPr>
          <w:lang w:bidi="fa-IR"/>
        </w:rPr>
      </w:pPr>
      <w:r w:rsidRPr="003E3506">
        <w:rPr>
          <w:rtl/>
          <w:lang w:bidi="fa-IR"/>
        </w:rPr>
        <w:t>٣٧٤ - در غسل ارتماسى تدريجى بايد بدن را به نيت غسل تدريجا با حفظ وحدت عرفى در آب فرو برد و در اين قسم لازم است كه تمام بدن قبل از شروع در غسل بيرون آب باشد.</w:t>
      </w:r>
    </w:p>
    <w:p w:rsidR="003E3506" w:rsidRPr="003E3506" w:rsidRDefault="003E3506" w:rsidP="003E3506">
      <w:pPr>
        <w:pStyle w:val="libNormal"/>
        <w:rPr>
          <w:lang w:bidi="fa-IR"/>
        </w:rPr>
      </w:pPr>
      <w:r w:rsidRPr="003E3506">
        <w:rPr>
          <w:rtl/>
          <w:lang w:bidi="fa-IR"/>
        </w:rPr>
        <w:t>٣٧٥ - اگر بعد از غسل ارتماسى بفهمد كه به مقدارى از بدن آب نرسيده</w:t>
      </w:r>
      <w:r w:rsidR="000C4B14">
        <w:rPr>
          <w:rtl/>
          <w:lang w:bidi="fa-IR"/>
        </w:rPr>
        <w:t>،</w:t>
      </w:r>
      <w:r w:rsidRPr="003E3506">
        <w:rPr>
          <w:rtl/>
          <w:lang w:bidi="fa-IR"/>
        </w:rPr>
        <w:t xml:space="preserve"> جاى آن را بداند يا نداند</w:t>
      </w:r>
      <w:r w:rsidR="000C4B14">
        <w:rPr>
          <w:rtl/>
          <w:lang w:bidi="fa-IR"/>
        </w:rPr>
        <w:t>،</w:t>
      </w:r>
      <w:r w:rsidRPr="003E3506">
        <w:rPr>
          <w:rtl/>
          <w:lang w:bidi="fa-IR"/>
        </w:rPr>
        <w:t xml:space="preserve"> بايد دوباره غسل كند.</w:t>
      </w:r>
    </w:p>
    <w:p w:rsidR="003E3506" w:rsidRPr="003E3506" w:rsidRDefault="003E3506" w:rsidP="003E3506">
      <w:pPr>
        <w:pStyle w:val="libNormal"/>
        <w:rPr>
          <w:lang w:bidi="fa-IR"/>
        </w:rPr>
      </w:pPr>
      <w:r w:rsidRPr="003E3506">
        <w:rPr>
          <w:rtl/>
          <w:lang w:bidi="fa-IR"/>
        </w:rPr>
        <w:t>٣٧٦ - اگر براى غسل ترتيبى وقت ندارد</w:t>
      </w:r>
      <w:r w:rsidR="000C4B14">
        <w:rPr>
          <w:rtl/>
          <w:lang w:bidi="fa-IR"/>
        </w:rPr>
        <w:t>،</w:t>
      </w:r>
      <w:r w:rsidRPr="003E3506">
        <w:rPr>
          <w:rtl/>
          <w:lang w:bidi="fa-IR"/>
        </w:rPr>
        <w:t xml:space="preserve"> و براى ارتماسى وقت دارد</w:t>
      </w:r>
      <w:r w:rsidR="000C4B14">
        <w:rPr>
          <w:rtl/>
          <w:lang w:bidi="fa-IR"/>
        </w:rPr>
        <w:t>،</w:t>
      </w:r>
      <w:r w:rsidRPr="003E3506">
        <w:rPr>
          <w:rtl/>
          <w:lang w:bidi="fa-IR"/>
        </w:rPr>
        <w:t xml:space="preserve"> بايد غسل ارتماسى كند.</w:t>
      </w:r>
    </w:p>
    <w:p w:rsidR="003E3506" w:rsidRPr="003E3506" w:rsidRDefault="003E3506" w:rsidP="003E3506">
      <w:pPr>
        <w:pStyle w:val="libNormal"/>
        <w:rPr>
          <w:lang w:bidi="fa-IR"/>
        </w:rPr>
      </w:pPr>
      <w:r w:rsidRPr="003E3506">
        <w:rPr>
          <w:rtl/>
          <w:lang w:bidi="fa-IR"/>
        </w:rPr>
        <w:t>٣٧٧ - كسى كه براى حج يا عمره احرام بسته</w:t>
      </w:r>
      <w:r w:rsidR="000C4B14">
        <w:rPr>
          <w:rtl/>
          <w:lang w:bidi="fa-IR"/>
        </w:rPr>
        <w:t>،</w:t>
      </w:r>
      <w:r w:rsidRPr="003E3506">
        <w:rPr>
          <w:rtl/>
          <w:lang w:bidi="fa-IR"/>
        </w:rPr>
        <w:t xml:space="preserve"> نمى تواند غسل ارتماسى كند</w:t>
      </w:r>
      <w:r w:rsidR="000C4B14">
        <w:rPr>
          <w:rtl/>
          <w:lang w:bidi="fa-IR"/>
        </w:rPr>
        <w:t>،</w:t>
      </w:r>
      <w:r w:rsidRPr="003E3506">
        <w:rPr>
          <w:rtl/>
          <w:lang w:bidi="fa-IR"/>
        </w:rPr>
        <w:t xml:space="preserve"> ولى اگر از روى فراموشى غسل ارتماسى كند غسلش صحيح است</w:t>
      </w:r>
      <w:r w:rsidR="000C4B14">
        <w:rPr>
          <w:rtl/>
          <w:lang w:bidi="fa-IR"/>
        </w:rPr>
        <w:t>.</w:t>
      </w:r>
    </w:p>
    <w:p w:rsidR="003E3506" w:rsidRPr="003E3506" w:rsidRDefault="002549FA" w:rsidP="003E3506">
      <w:pPr>
        <w:pStyle w:val="libNormal"/>
        <w:rPr>
          <w:lang w:bidi="fa-IR"/>
        </w:rPr>
      </w:pPr>
      <w:r>
        <w:rPr>
          <w:rtl/>
          <w:lang w:bidi="fa-IR"/>
        </w:rPr>
        <w:br w:type="page"/>
      </w:r>
    </w:p>
    <w:p w:rsidR="003E3506" w:rsidRDefault="00605FAB" w:rsidP="002549FA">
      <w:pPr>
        <w:pStyle w:val="Heading3"/>
        <w:rPr>
          <w:rtl/>
          <w:lang w:bidi="fa-IR"/>
        </w:rPr>
      </w:pPr>
      <w:bookmarkStart w:id="52" w:name="_Toc24454475"/>
      <w:r>
        <w:rPr>
          <w:rtl/>
          <w:lang w:bidi="fa-IR"/>
        </w:rPr>
        <w:t>(</w:t>
      </w:r>
      <w:r w:rsidR="003E3506" w:rsidRPr="003E3506">
        <w:rPr>
          <w:rtl/>
          <w:lang w:bidi="fa-IR"/>
        </w:rPr>
        <w:t>احكام غسل كردن</w:t>
      </w:r>
      <w:r>
        <w:rPr>
          <w:rtl/>
          <w:lang w:bidi="fa-IR"/>
        </w:rPr>
        <w:t>)</w:t>
      </w:r>
      <w:bookmarkEnd w:id="52"/>
    </w:p>
    <w:p w:rsidR="003E3506" w:rsidRPr="003E3506" w:rsidRDefault="003E3506" w:rsidP="003E3506">
      <w:pPr>
        <w:pStyle w:val="libNormal"/>
        <w:rPr>
          <w:lang w:bidi="fa-IR"/>
        </w:rPr>
      </w:pPr>
      <w:r w:rsidRPr="003E3506">
        <w:rPr>
          <w:rtl/>
          <w:lang w:bidi="fa-IR"/>
        </w:rPr>
        <w:t>٣٧٨ - در غسل ارتماسى يا ترتيبى پاك بودن تمام بدن پيش از غسل لازم نيست</w:t>
      </w:r>
      <w:r w:rsidR="000C4B14">
        <w:rPr>
          <w:rtl/>
          <w:lang w:bidi="fa-IR"/>
        </w:rPr>
        <w:t>،</w:t>
      </w:r>
      <w:r w:rsidRPr="003E3506">
        <w:rPr>
          <w:rtl/>
          <w:lang w:bidi="fa-IR"/>
        </w:rPr>
        <w:t xml:space="preserve"> بلكه اگر به فرو رفتن در آب يا ريختن آب به قصد غسل بدن پاك شود غسل محقق مى شود.</w:t>
      </w:r>
    </w:p>
    <w:p w:rsidR="003E3506" w:rsidRPr="003E3506" w:rsidRDefault="003E3506" w:rsidP="003E3506">
      <w:pPr>
        <w:pStyle w:val="libNormal"/>
        <w:rPr>
          <w:lang w:bidi="fa-IR"/>
        </w:rPr>
      </w:pPr>
      <w:r w:rsidRPr="003E3506">
        <w:rPr>
          <w:rtl/>
          <w:lang w:bidi="fa-IR"/>
        </w:rPr>
        <w:t>٣٧٩ - كسى كه از حرام جنب شده با آب گرم غسل كند اگر چه عرق مى كند غسل او صحيح است و احتياط مستحب آن است كه با آب سرد غسل كند.</w:t>
      </w:r>
    </w:p>
    <w:p w:rsidR="003E3506" w:rsidRPr="003E3506" w:rsidRDefault="003E3506" w:rsidP="003E3506">
      <w:pPr>
        <w:pStyle w:val="libNormal"/>
        <w:rPr>
          <w:lang w:bidi="fa-IR"/>
        </w:rPr>
      </w:pPr>
      <w:r w:rsidRPr="003E3506">
        <w:rPr>
          <w:rtl/>
          <w:lang w:bidi="fa-IR"/>
        </w:rPr>
        <w:t>٣٨٠ - اگر در غسل به اندازه سر مويى از بدن نشسته بماند</w:t>
      </w:r>
      <w:r w:rsidR="000C4B14">
        <w:rPr>
          <w:rtl/>
          <w:lang w:bidi="fa-IR"/>
        </w:rPr>
        <w:t>،</w:t>
      </w:r>
      <w:r w:rsidRPr="003E3506">
        <w:rPr>
          <w:rtl/>
          <w:lang w:bidi="fa-IR"/>
        </w:rPr>
        <w:t xml:space="preserve"> غسل باطل است</w:t>
      </w:r>
      <w:r w:rsidR="000C4B14">
        <w:rPr>
          <w:rtl/>
          <w:lang w:bidi="fa-IR"/>
        </w:rPr>
        <w:t>،</w:t>
      </w:r>
      <w:r w:rsidRPr="003E3506">
        <w:rPr>
          <w:rtl/>
          <w:lang w:bidi="fa-IR"/>
        </w:rPr>
        <w:t xml:space="preserve"> ولى شستن مثل توى گوش و بينى و هر چه از باطن شمرده مى شود. واجب نيست</w:t>
      </w:r>
      <w:r w:rsidR="000C4B14">
        <w:rPr>
          <w:rtl/>
          <w:lang w:bidi="fa-IR"/>
        </w:rPr>
        <w:t>.</w:t>
      </w:r>
    </w:p>
    <w:p w:rsidR="003E3506" w:rsidRPr="003E3506" w:rsidRDefault="003E3506" w:rsidP="003E3506">
      <w:pPr>
        <w:pStyle w:val="libNormal"/>
        <w:rPr>
          <w:lang w:bidi="fa-IR"/>
        </w:rPr>
      </w:pPr>
      <w:r w:rsidRPr="003E3506">
        <w:rPr>
          <w:rtl/>
          <w:lang w:bidi="fa-IR"/>
        </w:rPr>
        <w:t>٣٨١ - جايى را كه شك دارد از ظاهر بدن است يا از باطن آن بايد آن را بشويد.</w:t>
      </w:r>
    </w:p>
    <w:p w:rsidR="003E3506" w:rsidRPr="003E3506" w:rsidRDefault="003E3506" w:rsidP="003E3506">
      <w:pPr>
        <w:pStyle w:val="libNormal"/>
        <w:rPr>
          <w:lang w:bidi="fa-IR"/>
        </w:rPr>
      </w:pPr>
      <w:r w:rsidRPr="003E3506">
        <w:rPr>
          <w:rtl/>
          <w:lang w:bidi="fa-IR"/>
        </w:rPr>
        <w:t>٣٨٢ - اگر سوراخ جاى گوشواره و مانند آن بقدرى گشاد باشد كه داخل آن از ظاهر شمرده شود</w:t>
      </w:r>
      <w:r w:rsidR="000C4B14">
        <w:rPr>
          <w:rtl/>
          <w:lang w:bidi="fa-IR"/>
        </w:rPr>
        <w:t>،</w:t>
      </w:r>
      <w:r w:rsidRPr="003E3506">
        <w:rPr>
          <w:rtl/>
          <w:lang w:bidi="fa-IR"/>
        </w:rPr>
        <w:t xml:space="preserve"> بايد آن را شست</w:t>
      </w:r>
      <w:r w:rsidR="000C4B14">
        <w:rPr>
          <w:rtl/>
          <w:lang w:bidi="fa-IR"/>
        </w:rPr>
        <w:t>،</w:t>
      </w:r>
      <w:r w:rsidRPr="003E3506">
        <w:rPr>
          <w:rtl/>
          <w:lang w:bidi="fa-IR"/>
        </w:rPr>
        <w:t xml:space="preserve"> و گرنه شستن آن لازم نيست</w:t>
      </w:r>
      <w:r w:rsidR="000C4B14">
        <w:rPr>
          <w:rtl/>
          <w:lang w:bidi="fa-IR"/>
        </w:rPr>
        <w:t>.</w:t>
      </w:r>
    </w:p>
    <w:p w:rsidR="003E3506" w:rsidRPr="003E3506" w:rsidRDefault="003E3506" w:rsidP="003E3506">
      <w:pPr>
        <w:pStyle w:val="libNormal"/>
        <w:rPr>
          <w:lang w:bidi="fa-IR"/>
        </w:rPr>
      </w:pPr>
      <w:r w:rsidRPr="003E3506">
        <w:rPr>
          <w:rtl/>
          <w:lang w:bidi="fa-IR"/>
        </w:rPr>
        <w:t>٣٨٣ - چيزى را كه مانع رسيدن آب به بدن است</w:t>
      </w:r>
      <w:r w:rsidR="000C4B14">
        <w:rPr>
          <w:rtl/>
          <w:lang w:bidi="fa-IR"/>
        </w:rPr>
        <w:t>،</w:t>
      </w:r>
      <w:r w:rsidRPr="003E3506">
        <w:rPr>
          <w:rtl/>
          <w:lang w:bidi="fa-IR"/>
        </w:rPr>
        <w:t xml:space="preserve"> بايد برطرف كند و اگر پيش از آنكه يقين كند برطرف شده غسل نمايد غسل او باطل است</w:t>
      </w:r>
      <w:r w:rsidR="000C4B14">
        <w:rPr>
          <w:rtl/>
          <w:lang w:bidi="fa-IR"/>
        </w:rPr>
        <w:t>.</w:t>
      </w:r>
    </w:p>
    <w:p w:rsidR="003E3506" w:rsidRPr="003E3506" w:rsidRDefault="003E3506" w:rsidP="003E3506">
      <w:pPr>
        <w:pStyle w:val="libNormal"/>
        <w:rPr>
          <w:lang w:bidi="fa-IR"/>
        </w:rPr>
      </w:pPr>
      <w:r w:rsidRPr="003E3506">
        <w:rPr>
          <w:rtl/>
          <w:lang w:bidi="fa-IR"/>
        </w:rPr>
        <w:t>٣٨٤ - اگر موقع غسل شك كند</w:t>
      </w:r>
      <w:r w:rsidR="000C4B14">
        <w:rPr>
          <w:rtl/>
          <w:lang w:bidi="fa-IR"/>
        </w:rPr>
        <w:t>،</w:t>
      </w:r>
      <w:r w:rsidRPr="003E3506">
        <w:rPr>
          <w:rtl/>
          <w:lang w:bidi="fa-IR"/>
        </w:rPr>
        <w:t xml:space="preserve"> چيزى كه مانع از رسيدن آب باشد در بدن او هست يا نه</w:t>
      </w:r>
      <w:r w:rsidR="000C4B14">
        <w:rPr>
          <w:rtl/>
          <w:lang w:bidi="fa-IR"/>
        </w:rPr>
        <w:t>،</w:t>
      </w:r>
      <w:r w:rsidRPr="003E3506">
        <w:rPr>
          <w:rtl/>
          <w:lang w:bidi="fa-IR"/>
        </w:rPr>
        <w:t xml:space="preserve"> بايد وارسى كند تا مطمئن شود كه مانعى نيست</w:t>
      </w:r>
      <w:r w:rsidR="000C4B14">
        <w:rPr>
          <w:rtl/>
          <w:lang w:bidi="fa-IR"/>
        </w:rPr>
        <w:t>.</w:t>
      </w:r>
    </w:p>
    <w:p w:rsidR="003E3506" w:rsidRPr="003E3506" w:rsidRDefault="003E3506" w:rsidP="003E3506">
      <w:pPr>
        <w:pStyle w:val="libNormal"/>
        <w:rPr>
          <w:lang w:bidi="fa-IR"/>
        </w:rPr>
      </w:pPr>
      <w:r w:rsidRPr="003E3506">
        <w:rPr>
          <w:rtl/>
          <w:lang w:bidi="fa-IR"/>
        </w:rPr>
        <w:t>٣٨٥ - در غسل بايد موهاى كوتاهى را كه جزء بدن حساب مى شود بشويد و شستن موهاى بلند واجب نيست</w:t>
      </w:r>
      <w:r w:rsidR="000C4B14">
        <w:rPr>
          <w:rtl/>
          <w:lang w:bidi="fa-IR"/>
        </w:rPr>
        <w:t>،</w:t>
      </w:r>
      <w:r w:rsidRPr="003E3506">
        <w:rPr>
          <w:rtl/>
          <w:lang w:bidi="fa-IR"/>
        </w:rPr>
        <w:t xml:space="preserve"> بلكه اگر آب را طورى به پوست برساند كه آنها تر نشود</w:t>
      </w:r>
      <w:r w:rsidR="000C4B14">
        <w:rPr>
          <w:rtl/>
          <w:lang w:bidi="fa-IR"/>
        </w:rPr>
        <w:t>،</w:t>
      </w:r>
      <w:r w:rsidRPr="003E3506">
        <w:rPr>
          <w:rtl/>
          <w:lang w:bidi="fa-IR"/>
        </w:rPr>
        <w:t xml:space="preserve"> غسل صحيح است</w:t>
      </w:r>
      <w:r w:rsidR="000C4B14">
        <w:rPr>
          <w:rtl/>
          <w:lang w:bidi="fa-IR"/>
        </w:rPr>
        <w:t>،</w:t>
      </w:r>
      <w:r w:rsidRPr="003E3506">
        <w:rPr>
          <w:rtl/>
          <w:lang w:bidi="fa-IR"/>
        </w:rPr>
        <w:t xml:space="preserve"> ولى اگر رساندن آب به پوست بدون شستن آنها ممكن نباشد</w:t>
      </w:r>
      <w:r w:rsidR="000C4B14">
        <w:rPr>
          <w:rtl/>
          <w:lang w:bidi="fa-IR"/>
        </w:rPr>
        <w:t>،</w:t>
      </w:r>
      <w:r w:rsidRPr="003E3506">
        <w:rPr>
          <w:rtl/>
          <w:lang w:bidi="fa-IR"/>
        </w:rPr>
        <w:t xml:space="preserve"> بايد آنها را بشويد كه آب به بدن برسد.</w:t>
      </w:r>
    </w:p>
    <w:p w:rsidR="003E3506" w:rsidRPr="003E3506" w:rsidRDefault="003E3506" w:rsidP="003E3506">
      <w:pPr>
        <w:pStyle w:val="libNormal"/>
        <w:rPr>
          <w:lang w:bidi="fa-IR"/>
        </w:rPr>
      </w:pPr>
      <w:r w:rsidRPr="003E3506">
        <w:rPr>
          <w:rtl/>
          <w:lang w:bidi="fa-IR"/>
        </w:rPr>
        <w:t>٣٨٦ - تمام شرطهايى كه براى صحيح بودن وضو گفته شد</w:t>
      </w:r>
      <w:r w:rsidR="00553569">
        <w:rPr>
          <w:rtl/>
          <w:lang w:bidi="fa-IR"/>
        </w:rPr>
        <w:t>:</w:t>
      </w:r>
      <w:r w:rsidRPr="003E3506">
        <w:rPr>
          <w:rtl/>
          <w:lang w:bidi="fa-IR"/>
        </w:rPr>
        <w:t xml:space="preserve"> مثل پاك بودن آب و غصبى نبودن آن</w:t>
      </w:r>
      <w:r w:rsidR="000C4B14">
        <w:rPr>
          <w:rtl/>
          <w:lang w:bidi="fa-IR"/>
        </w:rPr>
        <w:t>،</w:t>
      </w:r>
      <w:r w:rsidRPr="003E3506">
        <w:rPr>
          <w:rtl/>
          <w:lang w:bidi="fa-IR"/>
        </w:rPr>
        <w:t xml:space="preserve"> در صحيح بودن غسل هم شرط است</w:t>
      </w:r>
      <w:r w:rsidR="000C4B14">
        <w:rPr>
          <w:rtl/>
          <w:lang w:bidi="fa-IR"/>
        </w:rPr>
        <w:t>،</w:t>
      </w:r>
      <w:r w:rsidRPr="003E3506">
        <w:rPr>
          <w:rtl/>
          <w:lang w:bidi="fa-IR"/>
        </w:rPr>
        <w:t xml:space="preserve"> ولى در غسل لازم نيست بدن را از بالا به پايين بشويد</w:t>
      </w:r>
      <w:r w:rsidR="000C4B14">
        <w:rPr>
          <w:rtl/>
          <w:lang w:bidi="fa-IR"/>
        </w:rPr>
        <w:t>،</w:t>
      </w:r>
      <w:r w:rsidRPr="003E3506">
        <w:rPr>
          <w:rtl/>
          <w:lang w:bidi="fa-IR"/>
        </w:rPr>
        <w:t xml:space="preserve"> و نيز در غسل ترتيبى لازم نيست بعد از شستن سر و گردن فورا بدن را بشويد</w:t>
      </w:r>
      <w:r w:rsidR="000C4B14">
        <w:rPr>
          <w:rtl/>
          <w:lang w:bidi="fa-IR"/>
        </w:rPr>
        <w:t>،</w:t>
      </w:r>
      <w:r w:rsidRPr="003E3506">
        <w:rPr>
          <w:rtl/>
          <w:lang w:bidi="fa-IR"/>
        </w:rPr>
        <w:t xml:space="preserve"> پس اگر بعد از شستن سر و گردن صبر كند و بعد از مدتى بدن را بشويد اشكال ندارد.</w:t>
      </w:r>
    </w:p>
    <w:p w:rsidR="003E3506" w:rsidRPr="003E3506" w:rsidRDefault="003E3506" w:rsidP="003E3506">
      <w:pPr>
        <w:pStyle w:val="libNormal"/>
        <w:rPr>
          <w:lang w:bidi="fa-IR"/>
        </w:rPr>
      </w:pPr>
      <w:r w:rsidRPr="003E3506">
        <w:rPr>
          <w:rtl/>
          <w:lang w:bidi="fa-IR"/>
        </w:rPr>
        <w:lastRenderedPageBreak/>
        <w:t>بلكه لازم نيست تمام سر و گردن يا بدن را يك مرتبه بشويد پس جايز است مثلا سر را شسته و بعد از مدتى گردن را بشويد</w:t>
      </w:r>
      <w:r w:rsidR="000C4B14">
        <w:rPr>
          <w:rtl/>
          <w:lang w:bidi="fa-IR"/>
        </w:rPr>
        <w:t>،</w:t>
      </w:r>
      <w:r w:rsidRPr="003E3506">
        <w:rPr>
          <w:rtl/>
          <w:lang w:bidi="fa-IR"/>
        </w:rPr>
        <w:t xml:space="preserve"> ولى كسى كه نمى تواند از بيرون آمدن بول يا غايط خوددارى كند</w:t>
      </w:r>
      <w:r w:rsidR="000C4B14">
        <w:rPr>
          <w:rtl/>
          <w:lang w:bidi="fa-IR"/>
        </w:rPr>
        <w:t>،</w:t>
      </w:r>
      <w:r w:rsidRPr="003E3506">
        <w:rPr>
          <w:rtl/>
          <w:lang w:bidi="fa-IR"/>
        </w:rPr>
        <w:t xml:space="preserve"> اگر به اندازه اى كه غسل كند و نماز بخواند بول يا غايط از او بيرون نمى آيد بايد فورا غسل كند و بعد از غسل هم فورا نماز بخواند.</w:t>
      </w:r>
    </w:p>
    <w:p w:rsidR="003E3506" w:rsidRPr="003E3506" w:rsidRDefault="003E3506" w:rsidP="003E3506">
      <w:pPr>
        <w:pStyle w:val="libNormal"/>
        <w:rPr>
          <w:lang w:bidi="fa-IR"/>
        </w:rPr>
      </w:pPr>
      <w:r w:rsidRPr="003E3506">
        <w:rPr>
          <w:rtl/>
          <w:lang w:bidi="fa-IR"/>
        </w:rPr>
        <w:t>٣٨٧ - كسى كه پول حمامى را بدون اينكه بداند حمامى راضى است بخواهد نسيه بگذارد</w:t>
      </w:r>
      <w:r w:rsidR="000C4B14">
        <w:rPr>
          <w:rtl/>
          <w:lang w:bidi="fa-IR"/>
        </w:rPr>
        <w:t>،</w:t>
      </w:r>
      <w:r w:rsidRPr="003E3506">
        <w:rPr>
          <w:rtl/>
          <w:lang w:bidi="fa-IR"/>
        </w:rPr>
        <w:t xml:space="preserve"> اگر چه بعد حمامى را راضى كند</w:t>
      </w:r>
      <w:r w:rsidR="000C4B14">
        <w:rPr>
          <w:rtl/>
          <w:lang w:bidi="fa-IR"/>
        </w:rPr>
        <w:t>،</w:t>
      </w:r>
      <w:r w:rsidRPr="003E3506">
        <w:rPr>
          <w:rtl/>
          <w:lang w:bidi="fa-IR"/>
        </w:rPr>
        <w:t xml:space="preserve"> غسل او باطل است</w:t>
      </w:r>
      <w:r w:rsidR="000C4B14">
        <w:rPr>
          <w:rtl/>
          <w:lang w:bidi="fa-IR"/>
        </w:rPr>
        <w:t>.</w:t>
      </w:r>
    </w:p>
    <w:p w:rsidR="003E3506" w:rsidRPr="003E3506" w:rsidRDefault="003E3506" w:rsidP="003E3506">
      <w:pPr>
        <w:pStyle w:val="libNormal"/>
        <w:rPr>
          <w:lang w:bidi="fa-IR"/>
        </w:rPr>
      </w:pPr>
      <w:r w:rsidRPr="003E3506">
        <w:rPr>
          <w:rtl/>
          <w:lang w:bidi="fa-IR"/>
        </w:rPr>
        <w:t>٣٨٨ - اگر حمامى راضى باشد كه پول حمام نسيه بماند</w:t>
      </w:r>
      <w:r w:rsidR="000C4B14">
        <w:rPr>
          <w:rtl/>
          <w:lang w:bidi="fa-IR"/>
        </w:rPr>
        <w:t>،</w:t>
      </w:r>
      <w:r w:rsidRPr="003E3506">
        <w:rPr>
          <w:rtl/>
          <w:lang w:bidi="fa-IR"/>
        </w:rPr>
        <w:t xml:space="preserve"> ولى كسى كه غسل مى كند قصدش اين باشد كه طلب او را ندهد</w:t>
      </w:r>
      <w:r w:rsidR="000C4B14">
        <w:rPr>
          <w:rtl/>
          <w:lang w:bidi="fa-IR"/>
        </w:rPr>
        <w:t>،</w:t>
      </w:r>
      <w:r w:rsidRPr="003E3506">
        <w:rPr>
          <w:rtl/>
          <w:lang w:bidi="fa-IR"/>
        </w:rPr>
        <w:t xml:space="preserve"> يا از مال حرام بدهد غسل او باطل است</w:t>
      </w:r>
      <w:r w:rsidR="000C4B14">
        <w:rPr>
          <w:rtl/>
          <w:lang w:bidi="fa-IR"/>
        </w:rPr>
        <w:t>.</w:t>
      </w:r>
    </w:p>
    <w:p w:rsidR="003E3506" w:rsidRPr="003E3506" w:rsidRDefault="003E3506" w:rsidP="003E3506">
      <w:pPr>
        <w:pStyle w:val="libNormal"/>
        <w:rPr>
          <w:lang w:bidi="fa-IR"/>
        </w:rPr>
      </w:pPr>
      <w:r w:rsidRPr="003E3506">
        <w:rPr>
          <w:rtl/>
          <w:lang w:bidi="fa-IR"/>
        </w:rPr>
        <w:t>٣٨٩ - اگر پولى را كه خمس آن را نداده به حمامى بدهد</w:t>
      </w:r>
      <w:r w:rsidR="000C4B14">
        <w:rPr>
          <w:rtl/>
          <w:lang w:bidi="fa-IR"/>
        </w:rPr>
        <w:t>،</w:t>
      </w:r>
      <w:r w:rsidRPr="003E3506">
        <w:rPr>
          <w:rtl/>
          <w:lang w:bidi="fa-IR"/>
        </w:rPr>
        <w:t xml:space="preserve"> اگر چه مرتكب حرام شده</w:t>
      </w:r>
      <w:r w:rsidR="000C4B14">
        <w:rPr>
          <w:rtl/>
          <w:lang w:bidi="fa-IR"/>
        </w:rPr>
        <w:t>،</w:t>
      </w:r>
      <w:r w:rsidRPr="003E3506">
        <w:rPr>
          <w:rtl/>
          <w:lang w:bidi="fa-IR"/>
        </w:rPr>
        <w:t xml:space="preserve"> ولى ظاهر اين است كه غسل او صحيح باشد و ذمه اش به مستحقين خمس مشغول مى شود.</w:t>
      </w:r>
    </w:p>
    <w:p w:rsidR="003E3506" w:rsidRPr="003E3506" w:rsidRDefault="003E3506" w:rsidP="003E3506">
      <w:pPr>
        <w:pStyle w:val="libNormal"/>
        <w:rPr>
          <w:lang w:bidi="fa-IR"/>
        </w:rPr>
      </w:pPr>
      <w:r w:rsidRPr="003E3506">
        <w:rPr>
          <w:rtl/>
          <w:lang w:bidi="fa-IR"/>
        </w:rPr>
        <w:t>٣٩٠ - اگر مخرج غايط را در آب خزينه تطهير كند</w:t>
      </w:r>
      <w:r w:rsidR="000C4B14">
        <w:rPr>
          <w:rtl/>
          <w:lang w:bidi="fa-IR"/>
        </w:rPr>
        <w:t>،</w:t>
      </w:r>
      <w:r w:rsidRPr="003E3506">
        <w:rPr>
          <w:rtl/>
          <w:lang w:bidi="fa-IR"/>
        </w:rPr>
        <w:t xml:space="preserve"> و پيش از غسل شك كند كه چون در خزينه تطهير كرده حمامى به غسل كردن او راضى است يا نه</w:t>
      </w:r>
      <w:r w:rsidR="000C4B14">
        <w:rPr>
          <w:rtl/>
          <w:lang w:bidi="fa-IR"/>
        </w:rPr>
        <w:t>،</w:t>
      </w:r>
      <w:r w:rsidRPr="003E3506">
        <w:rPr>
          <w:rtl/>
          <w:lang w:bidi="fa-IR"/>
        </w:rPr>
        <w:t xml:space="preserve"> غسل او باطل است</w:t>
      </w:r>
      <w:r w:rsidR="000C4B14">
        <w:rPr>
          <w:rtl/>
          <w:lang w:bidi="fa-IR"/>
        </w:rPr>
        <w:t>،</w:t>
      </w:r>
      <w:r w:rsidRPr="003E3506">
        <w:rPr>
          <w:rtl/>
          <w:lang w:bidi="fa-IR"/>
        </w:rPr>
        <w:t xml:space="preserve"> مگر اينكه پيش از غسل حمامى را راضى كند.</w:t>
      </w:r>
    </w:p>
    <w:p w:rsidR="003E3506" w:rsidRPr="003E3506" w:rsidRDefault="003E3506" w:rsidP="003E3506">
      <w:pPr>
        <w:pStyle w:val="libNormal"/>
        <w:rPr>
          <w:lang w:bidi="fa-IR"/>
        </w:rPr>
      </w:pPr>
      <w:r w:rsidRPr="003E3506">
        <w:rPr>
          <w:rtl/>
          <w:lang w:bidi="fa-IR"/>
        </w:rPr>
        <w:t>٣٩١ - اگر شك كند كه غسل كرده يا نه بايد غسل كند</w:t>
      </w:r>
      <w:r w:rsidR="000C4B14">
        <w:rPr>
          <w:rtl/>
          <w:lang w:bidi="fa-IR"/>
        </w:rPr>
        <w:t>،</w:t>
      </w:r>
      <w:r w:rsidRPr="003E3506">
        <w:rPr>
          <w:rtl/>
          <w:lang w:bidi="fa-IR"/>
        </w:rPr>
        <w:t xml:space="preserve"> ولى اگر بعد از غسل شك كند</w:t>
      </w:r>
      <w:r w:rsidR="000C4B14">
        <w:rPr>
          <w:rtl/>
          <w:lang w:bidi="fa-IR"/>
        </w:rPr>
        <w:t>،</w:t>
      </w:r>
      <w:r w:rsidRPr="003E3506">
        <w:rPr>
          <w:rtl/>
          <w:lang w:bidi="fa-IR"/>
        </w:rPr>
        <w:t xml:space="preserve"> كه غسل او درست بوده يا نه</w:t>
      </w:r>
      <w:r w:rsidR="000C4B14">
        <w:rPr>
          <w:rtl/>
          <w:lang w:bidi="fa-IR"/>
        </w:rPr>
        <w:t>،</w:t>
      </w:r>
      <w:r w:rsidRPr="003E3506">
        <w:rPr>
          <w:rtl/>
          <w:lang w:bidi="fa-IR"/>
        </w:rPr>
        <w:t xml:space="preserve"> لازم نيست دوباره غسل نمايد.</w:t>
      </w:r>
    </w:p>
    <w:p w:rsidR="003E3506" w:rsidRPr="003E3506" w:rsidRDefault="003E3506" w:rsidP="003E3506">
      <w:pPr>
        <w:pStyle w:val="libNormal"/>
        <w:rPr>
          <w:lang w:bidi="fa-IR"/>
        </w:rPr>
      </w:pPr>
      <w:r w:rsidRPr="003E3506">
        <w:rPr>
          <w:rtl/>
          <w:lang w:bidi="fa-IR"/>
        </w:rPr>
        <w:t>٣٩٢ - اگر در بين غسل</w:t>
      </w:r>
      <w:r w:rsidR="000C4B14">
        <w:rPr>
          <w:rtl/>
          <w:lang w:bidi="fa-IR"/>
        </w:rPr>
        <w:t>،</w:t>
      </w:r>
      <w:r w:rsidRPr="003E3506">
        <w:rPr>
          <w:rtl/>
          <w:lang w:bidi="fa-IR"/>
        </w:rPr>
        <w:t xml:space="preserve"> حدث اصغر از او سر زند</w:t>
      </w:r>
      <w:r w:rsidR="000C4B14">
        <w:rPr>
          <w:rtl/>
          <w:lang w:bidi="fa-IR"/>
        </w:rPr>
        <w:t>،</w:t>
      </w:r>
      <w:r w:rsidRPr="003E3506">
        <w:rPr>
          <w:rtl/>
          <w:lang w:bidi="fa-IR"/>
        </w:rPr>
        <w:t xml:space="preserve"> مثلا بول كند لازم نيست غسل را رها كرده و غسل ديگرى بنمايد بلكه مى تواند غسل خود را تمام نمايد و در اين صورت بنابر احتياط لازم بايد وضو هم بگيرد ولى اگر از غسل ترتيبى به ارتماسى و يا از ارتماسى به ترتيبى يا به ارتماسى دفعى عدول نمايد لازم نيست وضو هم بگيرد.</w:t>
      </w:r>
    </w:p>
    <w:p w:rsidR="003E3506" w:rsidRPr="003E3506" w:rsidRDefault="003E3506" w:rsidP="003E3506">
      <w:pPr>
        <w:pStyle w:val="libNormal"/>
        <w:rPr>
          <w:lang w:bidi="fa-IR"/>
        </w:rPr>
      </w:pPr>
      <w:r w:rsidRPr="003E3506">
        <w:rPr>
          <w:rtl/>
          <w:lang w:bidi="fa-IR"/>
        </w:rPr>
        <w:t>٣٩٣ - اگر از جهت ضيق وقت وظيفه مكلف تيمم بوده</w:t>
      </w:r>
      <w:r w:rsidR="000C4B14">
        <w:rPr>
          <w:rtl/>
          <w:lang w:bidi="fa-IR"/>
        </w:rPr>
        <w:t>،</w:t>
      </w:r>
      <w:r w:rsidRPr="003E3506">
        <w:rPr>
          <w:rtl/>
          <w:lang w:bidi="fa-IR"/>
        </w:rPr>
        <w:t xml:space="preserve"> ولى به خيال اينكه به اندازه غسل و نماز وقت دارد غسل كند</w:t>
      </w:r>
      <w:r w:rsidR="000C4B14">
        <w:rPr>
          <w:rtl/>
          <w:lang w:bidi="fa-IR"/>
        </w:rPr>
        <w:t>،</w:t>
      </w:r>
      <w:r w:rsidRPr="003E3506">
        <w:rPr>
          <w:rtl/>
          <w:lang w:bidi="fa-IR"/>
        </w:rPr>
        <w:t xml:space="preserve"> در صورتى كه با خود غسل قصد قربت كرده باشد</w:t>
      </w:r>
      <w:r w:rsidR="000C4B14">
        <w:rPr>
          <w:rtl/>
          <w:lang w:bidi="fa-IR"/>
        </w:rPr>
        <w:t>،</w:t>
      </w:r>
      <w:r w:rsidRPr="003E3506">
        <w:rPr>
          <w:rtl/>
          <w:lang w:bidi="fa-IR"/>
        </w:rPr>
        <w:t xml:space="preserve"> غسل او صحيح است هر چند براى انجام نماز غسل نموده باشد.</w:t>
      </w:r>
    </w:p>
    <w:p w:rsidR="003E3506" w:rsidRPr="003E3506" w:rsidRDefault="003E3506" w:rsidP="003E3506">
      <w:pPr>
        <w:pStyle w:val="libNormal"/>
        <w:rPr>
          <w:lang w:bidi="fa-IR"/>
        </w:rPr>
      </w:pPr>
      <w:r w:rsidRPr="003E3506">
        <w:rPr>
          <w:rtl/>
          <w:lang w:bidi="fa-IR"/>
        </w:rPr>
        <w:lastRenderedPageBreak/>
        <w:t>٣٩٤ - كسى كه جنب شده اگر شك كند غسل كرده يا نه</w:t>
      </w:r>
      <w:r w:rsidR="000C4B14">
        <w:rPr>
          <w:rtl/>
          <w:lang w:bidi="fa-IR"/>
        </w:rPr>
        <w:t>،</w:t>
      </w:r>
      <w:r w:rsidRPr="003E3506">
        <w:rPr>
          <w:rtl/>
          <w:lang w:bidi="fa-IR"/>
        </w:rPr>
        <w:t xml:space="preserve"> نمازهايى را كه خوانده صحيح است</w:t>
      </w:r>
      <w:r w:rsidR="000C4B14">
        <w:rPr>
          <w:rtl/>
          <w:lang w:bidi="fa-IR"/>
        </w:rPr>
        <w:t>،</w:t>
      </w:r>
      <w:r w:rsidRPr="003E3506">
        <w:rPr>
          <w:rtl/>
          <w:lang w:bidi="fa-IR"/>
        </w:rPr>
        <w:t xml:space="preserve"> ولى براى نمازهاى بعد بايد غسل كند</w:t>
      </w:r>
      <w:r w:rsidR="000C4B14">
        <w:rPr>
          <w:rtl/>
          <w:lang w:bidi="fa-IR"/>
        </w:rPr>
        <w:t>،</w:t>
      </w:r>
      <w:r w:rsidRPr="003E3506">
        <w:rPr>
          <w:rtl/>
          <w:lang w:bidi="fa-IR"/>
        </w:rPr>
        <w:t xml:space="preserve"> و در صورتى كه بعد از نماز حدث اصغر از او صادر شده باشد</w:t>
      </w:r>
      <w:r w:rsidR="000C4B14">
        <w:rPr>
          <w:rtl/>
          <w:lang w:bidi="fa-IR"/>
        </w:rPr>
        <w:t>،</w:t>
      </w:r>
      <w:r w:rsidRPr="003E3506">
        <w:rPr>
          <w:rtl/>
          <w:lang w:bidi="fa-IR"/>
        </w:rPr>
        <w:t xml:space="preserve"> لازم است وضو هم بگيرد</w:t>
      </w:r>
      <w:r w:rsidR="000C4B14">
        <w:rPr>
          <w:rtl/>
          <w:lang w:bidi="fa-IR"/>
        </w:rPr>
        <w:t>،</w:t>
      </w:r>
      <w:r w:rsidRPr="003E3506">
        <w:rPr>
          <w:rtl/>
          <w:lang w:bidi="fa-IR"/>
        </w:rPr>
        <w:t xml:space="preserve"> و اگر وقت باقى است بنابر احتياط لازم نمازى را كه خوانده اعاده نمايد.</w:t>
      </w:r>
    </w:p>
    <w:p w:rsidR="003E3506" w:rsidRPr="003E3506" w:rsidRDefault="003E3506" w:rsidP="003E3506">
      <w:pPr>
        <w:pStyle w:val="libNormal"/>
        <w:rPr>
          <w:lang w:bidi="fa-IR"/>
        </w:rPr>
      </w:pPr>
      <w:r w:rsidRPr="003E3506">
        <w:rPr>
          <w:rtl/>
          <w:lang w:bidi="fa-IR"/>
        </w:rPr>
        <w:t>٣٩٥ - كسى كه چند غسل بر او واجب است مى تواند به نيت همه آنها يك غسل به جا آورد</w:t>
      </w:r>
      <w:r w:rsidR="000C4B14">
        <w:rPr>
          <w:rtl/>
          <w:lang w:bidi="fa-IR"/>
        </w:rPr>
        <w:t>،</w:t>
      </w:r>
      <w:r w:rsidRPr="003E3506">
        <w:rPr>
          <w:rtl/>
          <w:lang w:bidi="fa-IR"/>
        </w:rPr>
        <w:t xml:space="preserve"> و ظاهر اين است كه اگر يكى معين از آنها را قصد كند از بقيه كفايت مى كند.</w:t>
      </w:r>
    </w:p>
    <w:p w:rsidR="003E3506" w:rsidRPr="003E3506" w:rsidRDefault="003E3506" w:rsidP="003E3506">
      <w:pPr>
        <w:pStyle w:val="libNormal"/>
        <w:rPr>
          <w:lang w:bidi="fa-IR"/>
        </w:rPr>
      </w:pPr>
      <w:r w:rsidRPr="003E3506">
        <w:rPr>
          <w:rtl/>
          <w:lang w:bidi="fa-IR"/>
        </w:rPr>
        <w:t>٣٩٦ - اگر بر جايى از بدن</w:t>
      </w:r>
      <w:r w:rsidR="000C4B14">
        <w:rPr>
          <w:rtl/>
          <w:lang w:bidi="fa-IR"/>
        </w:rPr>
        <w:t>،</w:t>
      </w:r>
      <w:r w:rsidRPr="003E3506">
        <w:rPr>
          <w:rtl/>
          <w:lang w:bidi="fa-IR"/>
        </w:rPr>
        <w:t xml:space="preserve"> آيه قرآن يا اسم خداوند متعال نوشته شده باشد</w:t>
      </w:r>
      <w:r w:rsidR="000C4B14">
        <w:rPr>
          <w:rtl/>
          <w:lang w:bidi="fa-IR"/>
        </w:rPr>
        <w:t>،</w:t>
      </w:r>
      <w:r w:rsidRPr="003E3506">
        <w:rPr>
          <w:rtl/>
          <w:lang w:bidi="fa-IR"/>
        </w:rPr>
        <w:t xml:space="preserve"> چنانچه بخواهد وضو يا غسل را ترتيبى به جا آورد</w:t>
      </w:r>
      <w:r w:rsidR="000C4B14">
        <w:rPr>
          <w:rtl/>
          <w:lang w:bidi="fa-IR"/>
        </w:rPr>
        <w:t>،</w:t>
      </w:r>
      <w:r w:rsidRPr="003E3506">
        <w:rPr>
          <w:rtl/>
          <w:lang w:bidi="fa-IR"/>
        </w:rPr>
        <w:t xml:space="preserve"> بايد آب را طورى به بدن برساند كه دست او به نوشته نرسد.</w:t>
      </w:r>
    </w:p>
    <w:p w:rsidR="003E3506" w:rsidRPr="003E3506" w:rsidRDefault="003E3506" w:rsidP="003E3506">
      <w:pPr>
        <w:pStyle w:val="libNormal"/>
        <w:rPr>
          <w:lang w:bidi="fa-IR"/>
        </w:rPr>
      </w:pPr>
      <w:r w:rsidRPr="003E3506">
        <w:rPr>
          <w:rtl/>
          <w:lang w:bidi="fa-IR"/>
        </w:rPr>
        <w:t>٣٩٧ - كسى كه غسل جنابت كرده</w:t>
      </w:r>
      <w:r w:rsidR="000C4B14">
        <w:rPr>
          <w:rtl/>
          <w:lang w:bidi="fa-IR"/>
        </w:rPr>
        <w:t>،</w:t>
      </w:r>
      <w:r w:rsidRPr="003E3506">
        <w:rPr>
          <w:rtl/>
          <w:lang w:bidi="fa-IR"/>
        </w:rPr>
        <w:t xml:space="preserve"> نبايد براى نماز وضو بگيرد</w:t>
      </w:r>
      <w:r w:rsidR="000C4B14">
        <w:rPr>
          <w:rtl/>
          <w:lang w:bidi="fa-IR"/>
        </w:rPr>
        <w:t>،</w:t>
      </w:r>
      <w:r w:rsidRPr="003E3506">
        <w:rPr>
          <w:rtl/>
          <w:lang w:bidi="fa-IR"/>
        </w:rPr>
        <w:t xml:space="preserve"> بلكه با غسلهاى ديگر واجب - غير از غسل استحاضه متوسطه - و با غسلهاى مستحب كه در مساله </w:t>
      </w:r>
      <w:r w:rsidR="00605FAB">
        <w:rPr>
          <w:rtl/>
          <w:lang w:bidi="fa-IR"/>
        </w:rPr>
        <w:t>(</w:t>
      </w:r>
      <w:r w:rsidRPr="003E3506">
        <w:rPr>
          <w:rtl/>
          <w:lang w:bidi="fa-IR"/>
        </w:rPr>
        <w:t>٦٥١</w:t>
      </w:r>
      <w:r w:rsidR="00605FAB">
        <w:rPr>
          <w:rtl/>
          <w:lang w:bidi="fa-IR"/>
        </w:rPr>
        <w:t>)</w:t>
      </w:r>
      <w:r w:rsidRPr="003E3506">
        <w:rPr>
          <w:rtl/>
          <w:lang w:bidi="fa-IR"/>
        </w:rPr>
        <w:t xml:space="preserve"> مى آيد</w:t>
      </w:r>
      <w:r w:rsidR="000C4B14">
        <w:rPr>
          <w:rtl/>
          <w:lang w:bidi="fa-IR"/>
        </w:rPr>
        <w:t>،</w:t>
      </w:r>
      <w:r w:rsidRPr="003E3506">
        <w:rPr>
          <w:rtl/>
          <w:lang w:bidi="fa-IR"/>
        </w:rPr>
        <w:t xml:space="preserve"> نيز مى تواند بدون وضو نماز بخواند اگر چه احتياط مستحب آن است كه وضو هم بگيرد.</w:t>
      </w:r>
    </w:p>
    <w:p w:rsidR="003E3506" w:rsidRPr="003E3506" w:rsidRDefault="002549FA" w:rsidP="003E3506">
      <w:pPr>
        <w:pStyle w:val="libNormal"/>
        <w:rPr>
          <w:lang w:bidi="fa-IR"/>
        </w:rPr>
      </w:pPr>
      <w:r>
        <w:rPr>
          <w:rtl/>
          <w:lang w:bidi="fa-IR"/>
        </w:rPr>
        <w:br w:type="page"/>
      </w:r>
    </w:p>
    <w:p w:rsidR="003E3506" w:rsidRDefault="00605FAB" w:rsidP="00CD3F50">
      <w:pPr>
        <w:pStyle w:val="Heading2"/>
        <w:rPr>
          <w:rtl/>
          <w:lang w:bidi="fa-IR"/>
        </w:rPr>
      </w:pPr>
      <w:bookmarkStart w:id="53" w:name="_Toc24454476"/>
      <w:r>
        <w:rPr>
          <w:rtl/>
          <w:lang w:bidi="fa-IR"/>
        </w:rPr>
        <w:t>(</w:t>
      </w:r>
      <w:r w:rsidR="003E3506" w:rsidRPr="003E3506">
        <w:rPr>
          <w:rtl/>
          <w:lang w:bidi="fa-IR"/>
        </w:rPr>
        <w:t>استحاضه</w:t>
      </w:r>
      <w:r>
        <w:rPr>
          <w:rtl/>
          <w:lang w:bidi="fa-IR"/>
        </w:rPr>
        <w:t>)</w:t>
      </w:r>
      <w:bookmarkEnd w:id="53"/>
    </w:p>
    <w:p w:rsidR="003E3506" w:rsidRPr="003E3506" w:rsidRDefault="003E3506" w:rsidP="003E3506">
      <w:pPr>
        <w:pStyle w:val="libNormal"/>
        <w:rPr>
          <w:lang w:bidi="fa-IR"/>
        </w:rPr>
      </w:pPr>
      <w:r w:rsidRPr="003E3506">
        <w:rPr>
          <w:rtl/>
          <w:lang w:bidi="fa-IR"/>
        </w:rPr>
        <w:t>١/٣٩٧ - يكى از خونهايى كه از زن خارج مى شود خون استحاضه است</w:t>
      </w:r>
      <w:r w:rsidR="000C4B14">
        <w:rPr>
          <w:rtl/>
          <w:lang w:bidi="fa-IR"/>
        </w:rPr>
        <w:t>،</w:t>
      </w:r>
      <w:r w:rsidRPr="003E3506">
        <w:rPr>
          <w:rtl/>
          <w:lang w:bidi="fa-IR"/>
        </w:rPr>
        <w:t xml:space="preserve"> و زن را در موقع ديدن خون استحاضه</w:t>
      </w:r>
      <w:r w:rsidR="000C4B14">
        <w:rPr>
          <w:rtl/>
          <w:lang w:bidi="fa-IR"/>
        </w:rPr>
        <w:t>،</w:t>
      </w:r>
      <w:r w:rsidRPr="003E3506">
        <w:rPr>
          <w:rtl/>
          <w:lang w:bidi="fa-IR"/>
        </w:rPr>
        <w:t xml:space="preserve"> مستحاضه مى گويند.</w:t>
      </w:r>
    </w:p>
    <w:p w:rsidR="003E3506" w:rsidRPr="003E3506" w:rsidRDefault="003E3506" w:rsidP="003E3506">
      <w:pPr>
        <w:pStyle w:val="libNormal"/>
        <w:rPr>
          <w:lang w:bidi="fa-IR"/>
        </w:rPr>
      </w:pPr>
      <w:r w:rsidRPr="003E3506">
        <w:rPr>
          <w:rtl/>
          <w:lang w:bidi="fa-IR"/>
        </w:rPr>
        <w:t>٣٩٨ - خون استحاضه در بيشتر اوقات زرد رنگ و سرد است و بدون فشار و سوزش بيرون مى آيد و غليظ هم نيست</w:t>
      </w:r>
      <w:r w:rsidR="000C4B14">
        <w:rPr>
          <w:rtl/>
          <w:lang w:bidi="fa-IR"/>
        </w:rPr>
        <w:t>،</w:t>
      </w:r>
      <w:r w:rsidRPr="003E3506">
        <w:rPr>
          <w:rtl/>
          <w:lang w:bidi="fa-IR"/>
        </w:rPr>
        <w:t xml:space="preserve"> ولى ممكن است گاهى سياه يا سرخ و گرم و غليظ باشد و با فشار و سوزش بيرون آيد.</w:t>
      </w:r>
    </w:p>
    <w:p w:rsidR="003E3506" w:rsidRPr="003E3506" w:rsidRDefault="003E3506" w:rsidP="003E3506">
      <w:pPr>
        <w:pStyle w:val="libNormal"/>
        <w:rPr>
          <w:lang w:bidi="fa-IR"/>
        </w:rPr>
      </w:pPr>
      <w:r w:rsidRPr="003E3506">
        <w:rPr>
          <w:rtl/>
          <w:lang w:bidi="fa-IR"/>
        </w:rPr>
        <w:t>٣٩٩ - استحاضه سه قسم است</w:t>
      </w:r>
      <w:r w:rsidR="00553569">
        <w:rPr>
          <w:rtl/>
          <w:lang w:bidi="fa-IR"/>
        </w:rPr>
        <w:t>:</w:t>
      </w:r>
      <w:r w:rsidRPr="003E3506">
        <w:rPr>
          <w:rtl/>
          <w:lang w:bidi="fa-IR"/>
        </w:rPr>
        <w:t xml:space="preserve"> قليله و متوسطه و كثيره</w:t>
      </w:r>
      <w:r w:rsidR="000C4B14">
        <w:rPr>
          <w:rtl/>
          <w:lang w:bidi="fa-IR"/>
        </w:rPr>
        <w:t>،</w:t>
      </w:r>
      <w:r w:rsidRPr="003E3506">
        <w:rPr>
          <w:rtl/>
          <w:lang w:bidi="fa-IR"/>
        </w:rPr>
        <w:t xml:space="preserve"> استحاضه قليله آن است كه خون فقط روى پنبه اى را كه زن با خود برمى دارد آلوده كند و در آن فرو نرود استحاضه متوسطه آن است كه خون در پنبه فرو رود</w:t>
      </w:r>
      <w:r w:rsidR="000C4B14">
        <w:rPr>
          <w:rtl/>
          <w:lang w:bidi="fa-IR"/>
        </w:rPr>
        <w:t>،</w:t>
      </w:r>
      <w:r w:rsidRPr="003E3506">
        <w:rPr>
          <w:rtl/>
          <w:lang w:bidi="fa-IR"/>
        </w:rPr>
        <w:t xml:space="preserve"> اگر چه در يك گوشه آن باشد</w:t>
      </w:r>
      <w:r w:rsidR="000C4B14">
        <w:rPr>
          <w:rtl/>
          <w:lang w:bidi="fa-IR"/>
        </w:rPr>
        <w:t>،</w:t>
      </w:r>
      <w:r w:rsidRPr="003E3506">
        <w:rPr>
          <w:rtl/>
          <w:lang w:bidi="fa-IR"/>
        </w:rPr>
        <w:t xml:space="preserve"> ولى از پنبه به دستمالى كه معمولا زنها براى جلوگيرى از خون مى بندند نرسد</w:t>
      </w:r>
      <w:r w:rsidR="000C4B14">
        <w:rPr>
          <w:rtl/>
          <w:lang w:bidi="fa-IR"/>
        </w:rPr>
        <w:t>،</w:t>
      </w:r>
      <w:r w:rsidRPr="003E3506">
        <w:rPr>
          <w:rtl/>
          <w:lang w:bidi="fa-IR"/>
        </w:rPr>
        <w:t xml:space="preserve"> استحاضه كثيره آن</w:t>
      </w:r>
      <w:r w:rsidR="000C4B14">
        <w:rPr>
          <w:rtl/>
          <w:lang w:bidi="fa-IR"/>
        </w:rPr>
        <w:t>،</w:t>
      </w:r>
      <w:r w:rsidRPr="003E3506">
        <w:rPr>
          <w:rtl/>
          <w:lang w:bidi="fa-IR"/>
        </w:rPr>
        <w:t xml:space="preserve"> است كه خون پنبه را فرا گرفته و به دستمال برسد.</w:t>
      </w:r>
    </w:p>
    <w:p w:rsidR="003E3506" w:rsidRPr="003E3506" w:rsidRDefault="002549FA" w:rsidP="003E3506">
      <w:pPr>
        <w:pStyle w:val="libNormal"/>
        <w:rPr>
          <w:lang w:bidi="fa-IR"/>
        </w:rPr>
      </w:pPr>
      <w:r>
        <w:rPr>
          <w:rtl/>
          <w:lang w:bidi="fa-IR"/>
        </w:rPr>
        <w:br w:type="page"/>
      </w:r>
    </w:p>
    <w:p w:rsidR="003E3506" w:rsidRDefault="00605FAB" w:rsidP="002549FA">
      <w:pPr>
        <w:pStyle w:val="Heading3"/>
        <w:rPr>
          <w:rtl/>
          <w:lang w:bidi="fa-IR"/>
        </w:rPr>
      </w:pPr>
      <w:bookmarkStart w:id="54" w:name="_Toc24454477"/>
      <w:r>
        <w:rPr>
          <w:rtl/>
          <w:lang w:bidi="fa-IR"/>
        </w:rPr>
        <w:t>(</w:t>
      </w:r>
      <w:r w:rsidR="003E3506" w:rsidRPr="003E3506">
        <w:rPr>
          <w:rtl/>
          <w:lang w:bidi="fa-IR"/>
        </w:rPr>
        <w:t>احكام استحاضه</w:t>
      </w:r>
      <w:r>
        <w:rPr>
          <w:rtl/>
          <w:lang w:bidi="fa-IR"/>
        </w:rPr>
        <w:t>)</w:t>
      </w:r>
      <w:bookmarkEnd w:id="54"/>
    </w:p>
    <w:p w:rsidR="003E3506" w:rsidRPr="003E3506" w:rsidRDefault="003E3506" w:rsidP="003E3506">
      <w:pPr>
        <w:pStyle w:val="libNormal"/>
        <w:rPr>
          <w:lang w:bidi="fa-IR"/>
        </w:rPr>
      </w:pPr>
      <w:r w:rsidRPr="003E3506">
        <w:rPr>
          <w:rtl/>
          <w:lang w:bidi="fa-IR"/>
        </w:rPr>
        <w:t>٤٠٠ - در استحاضه قليله بايد زن براى هر نماز يك وضو بگيرد</w:t>
      </w:r>
      <w:r w:rsidR="000C4B14">
        <w:rPr>
          <w:rtl/>
          <w:lang w:bidi="fa-IR"/>
        </w:rPr>
        <w:t>،</w:t>
      </w:r>
      <w:r w:rsidRPr="003E3506">
        <w:rPr>
          <w:rtl/>
          <w:lang w:bidi="fa-IR"/>
        </w:rPr>
        <w:t xml:space="preserve"> و بنابر احتياط مستحب پنبه را آب كشيده و يا عوض كند و بايد ظاهر فرج را اگر خون به آن رسيده باشد آب بكشد.</w:t>
      </w:r>
    </w:p>
    <w:p w:rsidR="003E3506" w:rsidRPr="003E3506" w:rsidRDefault="003E3506" w:rsidP="003E3506">
      <w:pPr>
        <w:pStyle w:val="libNormal"/>
        <w:rPr>
          <w:lang w:bidi="fa-IR"/>
        </w:rPr>
      </w:pPr>
      <w:r w:rsidRPr="003E3506">
        <w:rPr>
          <w:rtl/>
          <w:lang w:bidi="fa-IR"/>
        </w:rPr>
        <w:t>٤٠١ - در استحاضه متوسطه بايد بنابر احتياط لازم زن براى نمازهاى خود روزانه يك غسل نمايد و نيز بايد كارهاى استحاضه قليله را كه در مساله پيش گفته شد انجام دهد</w:t>
      </w:r>
      <w:r w:rsidR="000C4B14">
        <w:rPr>
          <w:rtl/>
          <w:lang w:bidi="fa-IR"/>
        </w:rPr>
        <w:t>،</w:t>
      </w:r>
      <w:r w:rsidRPr="003E3506">
        <w:rPr>
          <w:rtl/>
          <w:lang w:bidi="fa-IR"/>
        </w:rPr>
        <w:t xml:space="preserve"> بنابر اين اگر استحاضه قبل از نماز صبح يا در همان آن حاصل شود بايد براى نماز صبح غسل كند و اگر عمدا يا از روى فراموشى براى نماز صبح غسل نكند بايد براى نماز ظهر و عصر غسل كند</w:t>
      </w:r>
      <w:r w:rsidR="000C4B14">
        <w:rPr>
          <w:rtl/>
          <w:lang w:bidi="fa-IR"/>
        </w:rPr>
        <w:t>،</w:t>
      </w:r>
      <w:r w:rsidRPr="003E3506">
        <w:rPr>
          <w:rtl/>
          <w:lang w:bidi="fa-IR"/>
        </w:rPr>
        <w:t xml:space="preserve"> و اگر براى نماز ظهر و عصر غسل نكند</w:t>
      </w:r>
      <w:r w:rsidR="000C4B14">
        <w:rPr>
          <w:rtl/>
          <w:lang w:bidi="fa-IR"/>
        </w:rPr>
        <w:t>،</w:t>
      </w:r>
      <w:r w:rsidRPr="003E3506">
        <w:rPr>
          <w:rtl/>
          <w:lang w:bidi="fa-IR"/>
        </w:rPr>
        <w:t xml:space="preserve"> بايد پيش از نماز مغرب و عشاء غسل نمايد</w:t>
      </w:r>
      <w:r w:rsidR="000C4B14">
        <w:rPr>
          <w:rtl/>
          <w:lang w:bidi="fa-IR"/>
        </w:rPr>
        <w:t>،</w:t>
      </w:r>
      <w:r w:rsidRPr="003E3506">
        <w:rPr>
          <w:rtl/>
          <w:lang w:bidi="fa-IR"/>
        </w:rPr>
        <w:t xml:space="preserve"> چه آنكه خون بيايد يا قطع شده باشد.</w:t>
      </w:r>
    </w:p>
    <w:p w:rsidR="003E3506" w:rsidRPr="003E3506" w:rsidRDefault="003E3506" w:rsidP="003E3506">
      <w:pPr>
        <w:pStyle w:val="libNormal"/>
        <w:rPr>
          <w:lang w:bidi="fa-IR"/>
        </w:rPr>
      </w:pPr>
      <w:r w:rsidRPr="003E3506">
        <w:rPr>
          <w:rtl/>
          <w:lang w:bidi="fa-IR"/>
        </w:rPr>
        <w:t>٤٠٢ - در استحاضه كثيره بايد - بنابر احتياط واجب - زن براى هر نماز پنبه و دستمال را عوض كند يا آب بكشد و لازم است يك غسل براى نماز صبح و يكى براى نماز ظهر و عصر و يكى براى نماز مغرب و عشا بجا آورد و بين نماز ظهر و عصر فاصله نيندازد</w:t>
      </w:r>
      <w:r w:rsidR="000C4B14">
        <w:rPr>
          <w:rtl/>
          <w:lang w:bidi="fa-IR"/>
        </w:rPr>
        <w:t>،</w:t>
      </w:r>
      <w:r w:rsidRPr="003E3506">
        <w:rPr>
          <w:rtl/>
          <w:lang w:bidi="fa-IR"/>
        </w:rPr>
        <w:t xml:space="preserve"> و اگر فاصله بيندازد بايد براى نماز عصر دوباره غسل كند</w:t>
      </w:r>
      <w:r w:rsidR="000C4B14">
        <w:rPr>
          <w:rtl/>
          <w:lang w:bidi="fa-IR"/>
        </w:rPr>
        <w:t>،</w:t>
      </w:r>
      <w:r w:rsidRPr="003E3506">
        <w:rPr>
          <w:rtl/>
          <w:lang w:bidi="fa-IR"/>
        </w:rPr>
        <w:t xml:space="preserve"> و نيز اگر بين نماز مغرب و عشا فاصله بيندازد بايد براى نماز عشا دوباره غسل نمايد</w:t>
      </w:r>
      <w:r w:rsidR="000C4B14">
        <w:rPr>
          <w:rtl/>
          <w:lang w:bidi="fa-IR"/>
        </w:rPr>
        <w:t>،</w:t>
      </w:r>
      <w:r w:rsidRPr="003E3506">
        <w:rPr>
          <w:rtl/>
          <w:lang w:bidi="fa-IR"/>
        </w:rPr>
        <w:t xml:space="preserve"> اينها همه در صورتى است كه خون پى در پى از پنبه به دستمال برسد</w:t>
      </w:r>
      <w:r w:rsidR="000C4B14">
        <w:rPr>
          <w:rtl/>
          <w:lang w:bidi="fa-IR"/>
        </w:rPr>
        <w:t>،</w:t>
      </w:r>
      <w:r w:rsidRPr="003E3506">
        <w:rPr>
          <w:rtl/>
          <w:lang w:bidi="fa-IR"/>
        </w:rPr>
        <w:t xml:space="preserve"> اما چنانچه رسيدن خون از پنبه به دستمال با قدرى فاصله باشد كه زن بتواند در آن فاصله يك نماز يا بيشتر بخواند احتياط لازم آن است كه هرگاه خون از پنبه به دستمال برسد پنبه و دستمال را عوض كرده و يا آب بكشد و غسل نمايد</w:t>
      </w:r>
      <w:r w:rsidR="000C4B14">
        <w:rPr>
          <w:rtl/>
          <w:lang w:bidi="fa-IR"/>
        </w:rPr>
        <w:t>،</w:t>
      </w:r>
      <w:r w:rsidRPr="003E3506">
        <w:rPr>
          <w:rtl/>
          <w:lang w:bidi="fa-IR"/>
        </w:rPr>
        <w:t xml:space="preserve"> بنابر اين اگر زن غسل كرد و نماز ظهر را مثلا خواند ولى قبل از نماز عصر يا در ميان آن خون دوباره از پنبه به دستمال رسيد بايد براى نماز عصر نيز غسل نمايد</w:t>
      </w:r>
      <w:r w:rsidR="000C4B14">
        <w:rPr>
          <w:rtl/>
          <w:lang w:bidi="fa-IR"/>
        </w:rPr>
        <w:t>،</w:t>
      </w:r>
      <w:r w:rsidRPr="003E3506">
        <w:rPr>
          <w:rtl/>
          <w:lang w:bidi="fa-IR"/>
        </w:rPr>
        <w:t xml:space="preserve"> ولى چنانچه فاصله به مقدارى باشد كه زن بتواند در آن ميان دو نماز يا بيشتر بخواند مثل اين كه بتواند نماز مغرب و عشا را نيز قبل از آن كه خون دوباره به دستمال برسد بخواند ظاهر آن است كه براى آن نمازها لازم نيست غسل ديگرى بكند</w:t>
      </w:r>
      <w:r w:rsidR="000C4B14">
        <w:rPr>
          <w:rtl/>
          <w:lang w:bidi="fa-IR"/>
        </w:rPr>
        <w:t>،</w:t>
      </w:r>
      <w:r w:rsidRPr="003E3506">
        <w:rPr>
          <w:rtl/>
          <w:lang w:bidi="fa-IR"/>
        </w:rPr>
        <w:t xml:space="preserve"> و در هر صورت اظهر اين است كه در استحاضه كثيره غسل از وضوء كفايت مى كند.</w:t>
      </w:r>
    </w:p>
    <w:p w:rsidR="003E3506" w:rsidRPr="003E3506" w:rsidRDefault="003E3506" w:rsidP="003E3506">
      <w:pPr>
        <w:pStyle w:val="libNormal"/>
        <w:rPr>
          <w:lang w:bidi="fa-IR"/>
        </w:rPr>
      </w:pPr>
      <w:r w:rsidRPr="003E3506">
        <w:rPr>
          <w:rtl/>
          <w:lang w:bidi="fa-IR"/>
        </w:rPr>
        <w:lastRenderedPageBreak/>
        <w:t>٤٠٣ - اگر خون استحاضه پيش از وقت نماز هم بيايد چنانچه زن براى آن خون</w:t>
      </w:r>
      <w:r w:rsidR="000C4B14">
        <w:rPr>
          <w:rtl/>
          <w:lang w:bidi="fa-IR"/>
        </w:rPr>
        <w:t>،</w:t>
      </w:r>
      <w:r w:rsidRPr="003E3506">
        <w:rPr>
          <w:rtl/>
          <w:lang w:bidi="fa-IR"/>
        </w:rPr>
        <w:t xml:space="preserve"> وضو يا غسل بجا نياورده باشد</w:t>
      </w:r>
      <w:r w:rsidR="000C4B14">
        <w:rPr>
          <w:rtl/>
          <w:lang w:bidi="fa-IR"/>
        </w:rPr>
        <w:t>،</w:t>
      </w:r>
      <w:r w:rsidRPr="003E3506">
        <w:rPr>
          <w:rtl/>
          <w:lang w:bidi="fa-IR"/>
        </w:rPr>
        <w:t xml:space="preserve"> بايد در موقع نماز وضو يا غسل بجا آورد اگر چه در آن موقع مستحاضه نباشد.</w:t>
      </w:r>
    </w:p>
    <w:p w:rsidR="003E3506" w:rsidRPr="003E3506" w:rsidRDefault="003E3506" w:rsidP="003E3506">
      <w:pPr>
        <w:pStyle w:val="libNormal"/>
        <w:rPr>
          <w:lang w:bidi="fa-IR"/>
        </w:rPr>
      </w:pPr>
      <w:r w:rsidRPr="003E3506">
        <w:rPr>
          <w:rtl/>
          <w:lang w:bidi="fa-IR"/>
        </w:rPr>
        <w:t>٤٠٤ - مستحاضه متوسطه كه بايد وضو بگيرد و غسل كند بايد بنابر احتياط لازم غسل را اول بجا آورد و بعد وضو بگيرد</w:t>
      </w:r>
      <w:r w:rsidR="000C4B14">
        <w:rPr>
          <w:rtl/>
          <w:lang w:bidi="fa-IR"/>
        </w:rPr>
        <w:t>،</w:t>
      </w:r>
      <w:r w:rsidRPr="003E3506">
        <w:rPr>
          <w:rtl/>
          <w:lang w:bidi="fa-IR"/>
        </w:rPr>
        <w:t xml:space="preserve"> ولى در مستحاضه كثيره اگر بخواهد وضو بگيرد بايد قبل از غسل وضو بگيرد.</w:t>
      </w:r>
    </w:p>
    <w:p w:rsidR="003E3506" w:rsidRPr="003E3506" w:rsidRDefault="003E3506" w:rsidP="003E3506">
      <w:pPr>
        <w:pStyle w:val="libNormal"/>
        <w:rPr>
          <w:lang w:bidi="fa-IR"/>
        </w:rPr>
      </w:pPr>
      <w:r w:rsidRPr="003E3506">
        <w:rPr>
          <w:rtl/>
          <w:lang w:bidi="fa-IR"/>
        </w:rPr>
        <w:t>٤٠٥ - اگر استحاضه قليله زن بعد از نماز صبح متوسطه شود بايد براى نماز ظهر و عصر غسل كند</w:t>
      </w:r>
      <w:r w:rsidR="000C4B14">
        <w:rPr>
          <w:rtl/>
          <w:lang w:bidi="fa-IR"/>
        </w:rPr>
        <w:t>،</w:t>
      </w:r>
      <w:r w:rsidRPr="003E3506">
        <w:rPr>
          <w:rtl/>
          <w:lang w:bidi="fa-IR"/>
        </w:rPr>
        <w:t xml:space="preserve"> و اگر بعد از نماز ظهر و عصر متوسطه شود بايد براى نماز مغرب و عشا غسل نمايد.</w:t>
      </w:r>
    </w:p>
    <w:p w:rsidR="003E3506" w:rsidRPr="003E3506" w:rsidRDefault="003E3506" w:rsidP="003E3506">
      <w:pPr>
        <w:pStyle w:val="libNormal"/>
        <w:rPr>
          <w:lang w:bidi="fa-IR"/>
        </w:rPr>
      </w:pPr>
      <w:r w:rsidRPr="003E3506">
        <w:rPr>
          <w:rtl/>
          <w:lang w:bidi="fa-IR"/>
        </w:rPr>
        <w:t>٤٠٦ - اگر استحاضه قليله يا متوسطه زن بعد از نماز صبح كثيره شود و به اين حال باقى بماند بايد احكامى را كه در مساله ٤٠٢ گفته شد نسبت به نماز ظهر و عصر و مغرب و عشا رعايت نمايد.</w:t>
      </w:r>
    </w:p>
    <w:p w:rsidR="003E3506" w:rsidRPr="003E3506" w:rsidRDefault="003E3506" w:rsidP="003E3506">
      <w:pPr>
        <w:pStyle w:val="libNormal"/>
        <w:rPr>
          <w:lang w:bidi="fa-IR"/>
        </w:rPr>
      </w:pPr>
      <w:r w:rsidRPr="003E3506">
        <w:rPr>
          <w:rtl/>
          <w:lang w:bidi="fa-IR"/>
        </w:rPr>
        <w:t>٤٠٧ - در مستحاضه كثيره در صورتى كه لازم است ميان غسل و نماز فاصله اى واقع نشود - آن چنان كه در مساله ٤٠٢ گذشت - اگر انجام غسل پيش از داخل شدن وقت نماز باعث وقوع فاصله گردد آن غسل براى نماز فايده ندارد و بايد مستحاضه براى نماز دوباره غسل نمايد</w:t>
      </w:r>
      <w:r w:rsidR="000C4B14">
        <w:rPr>
          <w:rtl/>
          <w:lang w:bidi="fa-IR"/>
        </w:rPr>
        <w:t>،</w:t>
      </w:r>
      <w:r w:rsidRPr="003E3506">
        <w:rPr>
          <w:rtl/>
          <w:lang w:bidi="fa-IR"/>
        </w:rPr>
        <w:t xml:space="preserve"> و اين حكم در مستحاضه متوسطه نيز جارى است</w:t>
      </w:r>
      <w:r w:rsidR="000C4B14">
        <w:rPr>
          <w:rtl/>
          <w:lang w:bidi="fa-IR"/>
        </w:rPr>
        <w:t>.</w:t>
      </w:r>
    </w:p>
    <w:p w:rsidR="003E3506" w:rsidRPr="003E3506" w:rsidRDefault="003E3506" w:rsidP="003E3506">
      <w:pPr>
        <w:pStyle w:val="libNormal"/>
        <w:rPr>
          <w:lang w:bidi="fa-IR"/>
        </w:rPr>
      </w:pPr>
      <w:r w:rsidRPr="003E3506">
        <w:rPr>
          <w:rtl/>
          <w:lang w:bidi="fa-IR"/>
        </w:rPr>
        <w:t>٤٠٨ - در مستحاضه قليله و متوسطه زن براى هر نمازى - غير از نماز يوميه كه حكم آن گذشت - چه واجب باشد چه مستحب</w:t>
      </w:r>
      <w:r w:rsidR="000C4B14">
        <w:rPr>
          <w:rtl/>
          <w:lang w:bidi="fa-IR"/>
        </w:rPr>
        <w:t>،</w:t>
      </w:r>
      <w:r w:rsidRPr="003E3506">
        <w:rPr>
          <w:rtl/>
          <w:lang w:bidi="fa-IR"/>
        </w:rPr>
        <w:t xml:space="preserve"> بايد وضو بگيرد</w:t>
      </w:r>
      <w:r w:rsidR="000C4B14">
        <w:rPr>
          <w:rtl/>
          <w:lang w:bidi="fa-IR"/>
        </w:rPr>
        <w:t>،</w:t>
      </w:r>
      <w:r w:rsidRPr="003E3506">
        <w:rPr>
          <w:rtl/>
          <w:lang w:bidi="fa-IR"/>
        </w:rPr>
        <w:t xml:space="preserve"> ولى اگر بخواهد نماز يوميه اى را كه خوانده احتياطا دوباره بخواند</w:t>
      </w:r>
      <w:r w:rsidR="000C4B14">
        <w:rPr>
          <w:rtl/>
          <w:lang w:bidi="fa-IR"/>
        </w:rPr>
        <w:t>،</w:t>
      </w:r>
      <w:r w:rsidRPr="003E3506">
        <w:rPr>
          <w:rtl/>
          <w:lang w:bidi="fa-IR"/>
        </w:rPr>
        <w:t xml:space="preserve"> يا بخواهد نمازى را كه تنها خوانده است دوباره با جماعت بخواند</w:t>
      </w:r>
      <w:r w:rsidR="000C4B14">
        <w:rPr>
          <w:rtl/>
          <w:lang w:bidi="fa-IR"/>
        </w:rPr>
        <w:t>،</w:t>
      </w:r>
      <w:r w:rsidRPr="003E3506">
        <w:rPr>
          <w:rtl/>
          <w:lang w:bidi="fa-IR"/>
        </w:rPr>
        <w:t xml:space="preserve"> بايد تمام كارهايى را كه براى استحاضه گفته شد انجام دهد</w:t>
      </w:r>
      <w:r w:rsidR="000C4B14">
        <w:rPr>
          <w:rtl/>
          <w:lang w:bidi="fa-IR"/>
        </w:rPr>
        <w:t>،</w:t>
      </w:r>
      <w:r w:rsidRPr="003E3506">
        <w:rPr>
          <w:rtl/>
          <w:lang w:bidi="fa-IR"/>
        </w:rPr>
        <w:t xml:space="preserve"> اما براى خواندن نماز احتياط و سجده فراموش شده و تشهد فراموش شده</w:t>
      </w:r>
      <w:r w:rsidR="000C4B14">
        <w:rPr>
          <w:rtl/>
          <w:lang w:bidi="fa-IR"/>
        </w:rPr>
        <w:t>،</w:t>
      </w:r>
      <w:r w:rsidRPr="003E3506">
        <w:rPr>
          <w:rtl/>
          <w:lang w:bidi="fa-IR"/>
        </w:rPr>
        <w:t xml:space="preserve"> اگر آنها را بعد از نماز فورا بجا آورد و همچنين براى سجده سهو در هر حال</w:t>
      </w:r>
      <w:r w:rsidR="000C4B14">
        <w:rPr>
          <w:rtl/>
          <w:lang w:bidi="fa-IR"/>
        </w:rPr>
        <w:t>،</w:t>
      </w:r>
      <w:r w:rsidRPr="003E3506">
        <w:rPr>
          <w:rtl/>
          <w:lang w:bidi="fa-IR"/>
        </w:rPr>
        <w:t xml:space="preserve"> لازم نيست كارهاى استحاضه را انجام دهد.</w:t>
      </w:r>
    </w:p>
    <w:p w:rsidR="003E3506" w:rsidRPr="003E3506" w:rsidRDefault="003E3506" w:rsidP="003E3506">
      <w:pPr>
        <w:pStyle w:val="libNormal"/>
        <w:rPr>
          <w:lang w:bidi="fa-IR"/>
        </w:rPr>
      </w:pPr>
      <w:r w:rsidRPr="003E3506">
        <w:rPr>
          <w:rtl/>
          <w:lang w:bidi="fa-IR"/>
        </w:rPr>
        <w:lastRenderedPageBreak/>
        <w:t>٤٠٩ - زن مستحاضه بعد از آنكه خونش قطع شد</w:t>
      </w:r>
      <w:r w:rsidR="000C4B14">
        <w:rPr>
          <w:rtl/>
          <w:lang w:bidi="fa-IR"/>
        </w:rPr>
        <w:t>،</w:t>
      </w:r>
      <w:r w:rsidRPr="003E3506">
        <w:rPr>
          <w:rtl/>
          <w:lang w:bidi="fa-IR"/>
        </w:rPr>
        <w:t xml:space="preserve"> فقط براى نماز اولى كه مى خواند</w:t>
      </w:r>
      <w:r w:rsidR="000C4B14">
        <w:rPr>
          <w:rtl/>
          <w:lang w:bidi="fa-IR"/>
        </w:rPr>
        <w:t>،</w:t>
      </w:r>
      <w:r w:rsidRPr="003E3506">
        <w:rPr>
          <w:rtl/>
          <w:lang w:bidi="fa-IR"/>
        </w:rPr>
        <w:t xml:space="preserve"> بايد كارهاى استحاضه را انجام دهد</w:t>
      </w:r>
      <w:r w:rsidR="000C4B14">
        <w:rPr>
          <w:rtl/>
          <w:lang w:bidi="fa-IR"/>
        </w:rPr>
        <w:t>،</w:t>
      </w:r>
      <w:r w:rsidRPr="003E3506">
        <w:rPr>
          <w:rtl/>
          <w:lang w:bidi="fa-IR"/>
        </w:rPr>
        <w:t xml:space="preserve"> و براى نمازهاى بعدى لازم نيست</w:t>
      </w:r>
      <w:r w:rsidR="000C4B14">
        <w:rPr>
          <w:rtl/>
          <w:lang w:bidi="fa-IR"/>
        </w:rPr>
        <w:t>.</w:t>
      </w:r>
    </w:p>
    <w:p w:rsidR="003E3506" w:rsidRPr="003E3506" w:rsidRDefault="003E3506" w:rsidP="003E3506">
      <w:pPr>
        <w:pStyle w:val="libNormal"/>
        <w:rPr>
          <w:lang w:bidi="fa-IR"/>
        </w:rPr>
      </w:pPr>
      <w:r w:rsidRPr="003E3506">
        <w:rPr>
          <w:rtl/>
          <w:lang w:bidi="fa-IR"/>
        </w:rPr>
        <w:t>٤١٠ - اگر زن نداند استحاضه او چه قسم است</w:t>
      </w:r>
      <w:r w:rsidR="000C4B14">
        <w:rPr>
          <w:rtl/>
          <w:lang w:bidi="fa-IR"/>
        </w:rPr>
        <w:t>،</w:t>
      </w:r>
      <w:r w:rsidRPr="003E3506">
        <w:rPr>
          <w:rtl/>
          <w:lang w:bidi="fa-IR"/>
        </w:rPr>
        <w:t xml:space="preserve"> موقعى كه مى خواهد نماز بخواند بايد بنابر احتياط خود را وارسى كند مثلا مقدارى پنبه داخل فرج نمايد</w:t>
      </w:r>
      <w:r w:rsidR="000C4B14">
        <w:rPr>
          <w:rtl/>
          <w:lang w:bidi="fa-IR"/>
        </w:rPr>
        <w:t>،</w:t>
      </w:r>
      <w:r w:rsidRPr="003E3506">
        <w:rPr>
          <w:rtl/>
          <w:lang w:bidi="fa-IR"/>
        </w:rPr>
        <w:t xml:space="preserve"> و كمى صبر كند</w:t>
      </w:r>
      <w:r w:rsidR="000C4B14">
        <w:rPr>
          <w:rtl/>
          <w:lang w:bidi="fa-IR"/>
        </w:rPr>
        <w:t>،</w:t>
      </w:r>
      <w:r w:rsidRPr="003E3506">
        <w:rPr>
          <w:rtl/>
          <w:lang w:bidi="fa-IR"/>
        </w:rPr>
        <w:t xml:space="preserve"> و بيرون آورد و بعد از آنكه فهميد استحاضه او كدام يك از آن سه قسم است كارهايى را كه براى آن قسم دستور داده شده انجام دهد</w:t>
      </w:r>
      <w:r w:rsidR="000C4B14">
        <w:rPr>
          <w:rtl/>
          <w:lang w:bidi="fa-IR"/>
        </w:rPr>
        <w:t>،</w:t>
      </w:r>
      <w:r w:rsidRPr="003E3506">
        <w:rPr>
          <w:rtl/>
          <w:lang w:bidi="fa-IR"/>
        </w:rPr>
        <w:t xml:space="preserve"> ولى اگر بداند تا وقتى كه مى خواهد نماز بخواند استحاضه او تغيير نمى كند</w:t>
      </w:r>
      <w:r w:rsidR="000C4B14">
        <w:rPr>
          <w:rtl/>
          <w:lang w:bidi="fa-IR"/>
        </w:rPr>
        <w:t>،</w:t>
      </w:r>
      <w:r w:rsidRPr="003E3506">
        <w:rPr>
          <w:rtl/>
          <w:lang w:bidi="fa-IR"/>
        </w:rPr>
        <w:t xml:space="preserve"> پيش از داخل شدن وقت هم مى تواند خود را وارسى كند.</w:t>
      </w:r>
    </w:p>
    <w:p w:rsidR="003E3506" w:rsidRPr="003E3506" w:rsidRDefault="003E3506" w:rsidP="003E3506">
      <w:pPr>
        <w:pStyle w:val="libNormal"/>
        <w:rPr>
          <w:lang w:bidi="fa-IR"/>
        </w:rPr>
      </w:pPr>
      <w:r w:rsidRPr="003E3506">
        <w:rPr>
          <w:rtl/>
          <w:lang w:bidi="fa-IR"/>
        </w:rPr>
        <w:t>٤١١ - زن مستحاضه اگر پيش از آنكه خود را وارسى كند</w:t>
      </w:r>
      <w:r w:rsidR="000C4B14">
        <w:rPr>
          <w:rtl/>
          <w:lang w:bidi="fa-IR"/>
        </w:rPr>
        <w:t>،</w:t>
      </w:r>
      <w:r w:rsidRPr="003E3506">
        <w:rPr>
          <w:rtl/>
          <w:lang w:bidi="fa-IR"/>
        </w:rPr>
        <w:t xml:space="preserve"> مشغول نماز شود</w:t>
      </w:r>
      <w:r w:rsidR="000C4B14">
        <w:rPr>
          <w:rtl/>
          <w:lang w:bidi="fa-IR"/>
        </w:rPr>
        <w:t>،</w:t>
      </w:r>
      <w:r w:rsidRPr="003E3506">
        <w:rPr>
          <w:rtl/>
          <w:lang w:bidi="fa-IR"/>
        </w:rPr>
        <w:t xml:space="preserve"> چنانچه قصد قربت داشته و به وظيفه خود عمل كرده مثلا استحاضه اش قليله بوده و به وظيفه استحاضه قليله عمل نموده</w:t>
      </w:r>
      <w:r w:rsidR="000C4B14">
        <w:rPr>
          <w:rtl/>
          <w:lang w:bidi="fa-IR"/>
        </w:rPr>
        <w:t>،</w:t>
      </w:r>
      <w:r w:rsidRPr="003E3506">
        <w:rPr>
          <w:rtl/>
          <w:lang w:bidi="fa-IR"/>
        </w:rPr>
        <w:t xml:space="preserve"> نماز او صحيح است</w:t>
      </w:r>
      <w:r w:rsidR="000C4B14">
        <w:rPr>
          <w:rtl/>
          <w:lang w:bidi="fa-IR"/>
        </w:rPr>
        <w:t>،</w:t>
      </w:r>
      <w:r w:rsidRPr="003E3506">
        <w:rPr>
          <w:rtl/>
          <w:lang w:bidi="fa-IR"/>
        </w:rPr>
        <w:t xml:space="preserve"> و اگر قصد قربت نداشته يا عمل او مطابق وظيفه اش نبوده مثل آنكه استحاضه او متوسطه بوده و به وظيفه قليله رفتار كرده</w:t>
      </w:r>
      <w:r w:rsidR="000C4B14">
        <w:rPr>
          <w:rtl/>
          <w:lang w:bidi="fa-IR"/>
        </w:rPr>
        <w:t>،</w:t>
      </w:r>
      <w:r w:rsidRPr="003E3506">
        <w:rPr>
          <w:rtl/>
          <w:lang w:bidi="fa-IR"/>
        </w:rPr>
        <w:t xml:space="preserve"> نماز او باطل است</w:t>
      </w:r>
      <w:r w:rsidR="000C4B14">
        <w:rPr>
          <w:rtl/>
          <w:lang w:bidi="fa-IR"/>
        </w:rPr>
        <w:t>.</w:t>
      </w:r>
    </w:p>
    <w:p w:rsidR="003E3506" w:rsidRPr="003E3506" w:rsidRDefault="003E3506" w:rsidP="003E3506">
      <w:pPr>
        <w:pStyle w:val="libNormal"/>
        <w:rPr>
          <w:lang w:bidi="fa-IR"/>
        </w:rPr>
      </w:pPr>
      <w:r w:rsidRPr="003E3506">
        <w:rPr>
          <w:rtl/>
          <w:lang w:bidi="fa-IR"/>
        </w:rPr>
        <w:t>٤١٢ - زن مستحاضه اگر نتواند خود را وارسى نمايد</w:t>
      </w:r>
      <w:r w:rsidR="000C4B14">
        <w:rPr>
          <w:rtl/>
          <w:lang w:bidi="fa-IR"/>
        </w:rPr>
        <w:t>،</w:t>
      </w:r>
      <w:r w:rsidRPr="003E3506">
        <w:rPr>
          <w:rtl/>
          <w:lang w:bidi="fa-IR"/>
        </w:rPr>
        <w:t xml:space="preserve"> بايد به آنچه مسلما وظيفه او است عمل كند</w:t>
      </w:r>
      <w:r w:rsidR="000C4B14">
        <w:rPr>
          <w:rtl/>
          <w:lang w:bidi="fa-IR"/>
        </w:rPr>
        <w:t>،</w:t>
      </w:r>
      <w:r w:rsidRPr="003E3506">
        <w:rPr>
          <w:rtl/>
          <w:lang w:bidi="fa-IR"/>
        </w:rPr>
        <w:t xml:space="preserve"> مثلا اگر نمى داند استحاضه او قليله است يا متوسطه بايد كارهاى استحاضه قليله را انجام دهد</w:t>
      </w:r>
      <w:r w:rsidR="000C4B14">
        <w:rPr>
          <w:rtl/>
          <w:lang w:bidi="fa-IR"/>
        </w:rPr>
        <w:t>،</w:t>
      </w:r>
      <w:r w:rsidRPr="003E3506">
        <w:rPr>
          <w:rtl/>
          <w:lang w:bidi="fa-IR"/>
        </w:rPr>
        <w:t xml:space="preserve"> و اگر نمى داند متوسطه است يا كثيره</w:t>
      </w:r>
      <w:r w:rsidR="000C4B14">
        <w:rPr>
          <w:rtl/>
          <w:lang w:bidi="fa-IR"/>
        </w:rPr>
        <w:t>،</w:t>
      </w:r>
      <w:r w:rsidRPr="003E3506">
        <w:rPr>
          <w:rtl/>
          <w:lang w:bidi="fa-IR"/>
        </w:rPr>
        <w:t xml:space="preserve"> بايد كارهاى استحاضه متوسطه را انجام دهد</w:t>
      </w:r>
      <w:r w:rsidR="000C4B14">
        <w:rPr>
          <w:rtl/>
          <w:lang w:bidi="fa-IR"/>
        </w:rPr>
        <w:t>،</w:t>
      </w:r>
      <w:r w:rsidRPr="003E3506">
        <w:rPr>
          <w:rtl/>
          <w:lang w:bidi="fa-IR"/>
        </w:rPr>
        <w:t xml:space="preserve"> ولى اگر بداند سابقا كدام يك از آن سه قسم بوده</w:t>
      </w:r>
      <w:r w:rsidR="000C4B14">
        <w:rPr>
          <w:rtl/>
          <w:lang w:bidi="fa-IR"/>
        </w:rPr>
        <w:t>،</w:t>
      </w:r>
      <w:r w:rsidRPr="003E3506">
        <w:rPr>
          <w:rtl/>
          <w:lang w:bidi="fa-IR"/>
        </w:rPr>
        <w:t xml:space="preserve"> بايد به وظيفه همان قسم رفتار نمايد.</w:t>
      </w:r>
    </w:p>
    <w:p w:rsidR="003E3506" w:rsidRPr="003E3506" w:rsidRDefault="003E3506" w:rsidP="003E3506">
      <w:pPr>
        <w:pStyle w:val="libNormal"/>
        <w:rPr>
          <w:lang w:bidi="fa-IR"/>
        </w:rPr>
      </w:pPr>
      <w:r w:rsidRPr="003E3506">
        <w:rPr>
          <w:rtl/>
          <w:lang w:bidi="fa-IR"/>
        </w:rPr>
        <w:t>٤١٣ - اگر خون استحاضه در اول ظهورش در باطن باشد و بيرون نيايد</w:t>
      </w:r>
      <w:r w:rsidR="000C4B14">
        <w:rPr>
          <w:rtl/>
          <w:lang w:bidi="fa-IR"/>
        </w:rPr>
        <w:t>،</w:t>
      </w:r>
      <w:r w:rsidRPr="003E3506">
        <w:rPr>
          <w:rtl/>
          <w:lang w:bidi="fa-IR"/>
        </w:rPr>
        <w:t xml:space="preserve"> وضو يا غسل را كه زن داشته باطل نمى كند</w:t>
      </w:r>
      <w:r w:rsidR="000C4B14">
        <w:rPr>
          <w:rtl/>
          <w:lang w:bidi="fa-IR"/>
        </w:rPr>
        <w:t>،</w:t>
      </w:r>
      <w:r w:rsidRPr="003E3506">
        <w:rPr>
          <w:rtl/>
          <w:lang w:bidi="fa-IR"/>
        </w:rPr>
        <w:t xml:space="preserve"> و اگر بيرون بيايد هر چند كم باشد وضو و غسل راباطل مى كند.</w:t>
      </w:r>
    </w:p>
    <w:p w:rsidR="003E3506" w:rsidRPr="003E3506" w:rsidRDefault="003E3506" w:rsidP="003E3506">
      <w:pPr>
        <w:pStyle w:val="libNormal"/>
        <w:rPr>
          <w:lang w:bidi="fa-IR"/>
        </w:rPr>
      </w:pPr>
      <w:r w:rsidRPr="003E3506">
        <w:rPr>
          <w:rtl/>
          <w:lang w:bidi="fa-IR"/>
        </w:rPr>
        <w:t>٤١٤ - زن مستحاضه اگر بعد از نماز خود را وارسى كند و خون نبيند اگر چه بداند دوباره خون مى آيد با وضويى كه دارد مى تواند نماز بخواند.</w:t>
      </w:r>
    </w:p>
    <w:p w:rsidR="003E3506" w:rsidRPr="003E3506" w:rsidRDefault="003E3506" w:rsidP="003E3506">
      <w:pPr>
        <w:pStyle w:val="libNormal"/>
        <w:rPr>
          <w:lang w:bidi="fa-IR"/>
        </w:rPr>
      </w:pPr>
      <w:r w:rsidRPr="003E3506">
        <w:rPr>
          <w:rtl/>
          <w:lang w:bidi="fa-IR"/>
        </w:rPr>
        <w:t>٤١٥ - زن مستحاضه اگر بداند از وقتى كه مشغول وضو يا غسل شده خونى از او بيرون نيامده و در داخل فرج هم نيست</w:t>
      </w:r>
      <w:r w:rsidR="000C4B14">
        <w:rPr>
          <w:rtl/>
          <w:lang w:bidi="fa-IR"/>
        </w:rPr>
        <w:t>،</w:t>
      </w:r>
      <w:r w:rsidRPr="003E3506">
        <w:rPr>
          <w:rtl/>
          <w:lang w:bidi="fa-IR"/>
        </w:rPr>
        <w:t xml:space="preserve"> مى تواند خواندن نماز را تا وقتى كه مى داند پاك مى ماند تاخير بياندازد.</w:t>
      </w:r>
    </w:p>
    <w:p w:rsidR="003E3506" w:rsidRPr="003E3506" w:rsidRDefault="003E3506" w:rsidP="003E3506">
      <w:pPr>
        <w:pStyle w:val="libNormal"/>
        <w:rPr>
          <w:lang w:bidi="fa-IR"/>
        </w:rPr>
      </w:pPr>
      <w:r w:rsidRPr="003E3506">
        <w:rPr>
          <w:rtl/>
          <w:lang w:bidi="fa-IR"/>
        </w:rPr>
        <w:lastRenderedPageBreak/>
        <w:t>٤١٦ - اگر مستحاضه بداند كه پيش از گذشتن وقت نماز به كلى پاك مى شود</w:t>
      </w:r>
      <w:r w:rsidR="000C4B14">
        <w:rPr>
          <w:rtl/>
          <w:lang w:bidi="fa-IR"/>
        </w:rPr>
        <w:t>،</w:t>
      </w:r>
      <w:r w:rsidRPr="003E3506">
        <w:rPr>
          <w:rtl/>
          <w:lang w:bidi="fa-IR"/>
        </w:rPr>
        <w:t xml:space="preserve"> يا به اندازه خواندن نماز خون بند مى آيد</w:t>
      </w:r>
      <w:r w:rsidR="000C4B14">
        <w:rPr>
          <w:rtl/>
          <w:lang w:bidi="fa-IR"/>
        </w:rPr>
        <w:t>،</w:t>
      </w:r>
      <w:r w:rsidRPr="003E3506">
        <w:rPr>
          <w:rtl/>
          <w:lang w:bidi="fa-IR"/>
        </w:rPr>
        <w:t xml:space="preserve"> بايد بنابر احتياط لازم صبر كند و نماز را در وقتى كه پاك است بخواند.</w:t>
      </w:r>
    </w:p>
    <w:p w:rsidR="003E3506" w:rsidRPr="003E3506" w:rsidRDefault="003E3506" w:rsidP="003E3506">
      <w:pPr>
        <w:pStyle w:val="libNormal"/>
        <w:rPr>
          <w:lang w:bidi="fa-IR"/>
        </w:rPr>
      </w:pPr>
      <w:r w:rsidRPr="003E3506">
        <w:rPr>
          <w:rtl/>
          <w:lang w:bidi="fa-IR"/>
        </w:rPr>
        <w:t>٤١٧ - اگر بعد از وضو و غسل</w:t>
      </w:r>
      <w:r w:rsidR="000C4B14">
        <w:rPr>
          <w:rtl/>
          <w:lang w:bidi="fa-IR"/>
        </w:rPr>
        <w:t>،</w:t>
      </w:r>
      <w:r w:rsidRPr="003E3506">
        <w:rPr>
          <w:rtl/>
          <w:lang w:bidi="fa-IR"/>
        </w:rPr>
        <w:t xml:space="preserve"> خون در ظاهر قطع شود و مستحاضه بداند كه اگر نماز را تاخير بيندازد</w:t>
      </w:r>
      <w:r w:rsidR="000C4B14">
        <w:rPr>
          <w:rtl/>
          <w:lang w:bidi="fa-IR"/>
        </w:rPr>
        <w:t>،</w:t>
      </w:r>
      <w:r w:rsidRPr="003E3506">
        <w:rPr>
          <w:rtl/>
          <w:lang w:bidi="fa-IR"/>
        </w:rPr>
        <w:t xml:space="preserve"> به مقدارى كه وضو و غسل و نماز را بجا آورد به كلى پاك مى شود</w:t>
      </w:r>
      <w:r w:rsidR="000C4B14">
        <w:rPr>
          <w:rtl/>
          <w:lang w:bidi="fa-IR"/>
        </w:rPr>
        <w:t>،</w:t>
      </w:r>
      <w:r w:rsidRPr="003E3506">
        <w:rPr>
          <w:rtl/>
          <w:lang w:bidi="fa-IR"/>
        </w:rPr>
        <w:t xml:space="preserve"> بايد بنابر احتياط لازم نماز را تاخير بيندازد و موقعى كه به كلى پاك شد دوباره وضو و غسل را بجا آورد و نماز را بخواند.</w:t>
      </w:r>
    </w:p>
    <w:p w:rsidR="002549FA" w:rsidRDefault="003E3506" w:rsidP="003E3506">
      <w:pPr>
        <w:pStyle w:val="libNormal"/>
        <w:rPr>
          <w:rtl/>
          <w:lang w:bidi="fa-IR"/>
        </w:rPr>
      </w:pPr>
      <w:r w:rsidRPr="003E3506">
        <w:rPr>
          <w:rtl/>
          <w:lang w:bidi="fa-IR"/>
        </w:rPr>
        <w:t>و اگر موقعى كه خون در ظاهر قطع شود وقت نماز تنگ باشد</w:t>
      </w:r>
      <w:r w:rsidR="000C4B14">
        <w:rPr>
          <w:rtl/>
          <w:lang w:bidi="fa-IR"/>
        </w:rPr>
        <w:t>،</w:t>
      </w:r>
      <w:r w:rsidRPr="003E3506">
        <w:rPr>
          <w:rtl/>
          <w:lang w:bidi="fa-IR"/>
        </w:rPr>
        <w:t xml:space="preserve"> لازم نيست وضو و غسل را دوباره بجا آورد بلكه با وضو و غسلى كه دارد مى تواند نماز بخواند. ٤١٨ - مستحاضه كثيره وقتى كه به كلى از خون پاك شد اگر بداند از وقتى كه براى نماز پيش مشغول غسل شده ديگر خون نيامده لازم نيست دوباره غسل نمايد</w:t>
      </w:r>
      <w:r w:rsidR="000C4B14">
        <w:rPr>
          <w:rtl/>
          <w:lang w:bidi="fa-IR"/>
        </w:rPr>
        <w:t>،</w:t>
      </w:r>
      <w:r w:rsidRPr="003E3506">
        <w:rPr>
          <w:rtl/>
          <w:lang w:bidi="fa-IR"/>
        </w:rPr>
        <w:t xml:space="preserve"> و در غير اين صورت بايد غسل نمايد - هر چند كليت اين حكم بنابر احتياط است - و اما در مستحاضه متوسطه لازم نيست براى آنكه از خون به كلى پاك شده غسل نمايد.</w:t>
      </w:r>
    </w:p>
    <w:p w:rsidR="003E3506" w:rsidRPr="003E3506" w:rsidRDefault="003E3506" w:rsidP="003E3506">
      <w:pPr>
        <w:pStyle w:val="libNormal"/>
        <w:rPr>
          <w:lang w:bidi="fa-IR"/>
        </w:rPr>
      </w:pPr>
      <w:r w:rsidRPr="003E3506">
        <w:rPr>
          <w:rtl/>
          <w:lang w:bidi="fa-IR"/>
        </w:rPr>
        <w:t>٤١٩ - مستحاضه قليله بعد از وضو</w:t>
      </w:r>
      <w:r w:rsidR="000C4B14">
        <w:rPr>
          <w:rtl/>
          <w:lang w:bidi="fa-IR"/>
        </w:rPr>
        <w:t>،</w:t>
      </w:r>
      <w:r w:rsidRPr="003E3506">
        <w:rPr>
          <w:rtl/>
          <w:lang w:bidi="fa-IR"/>
        </w:rPr>
        <w:t xml:space="preserve"> و مستحاضه متوسطه بعد از غسل و وضو</w:t>
      </w:r>
      <w:r w:rsidR="000C4B14">
        <w:rPr>
          <w:rtl/>
          <w:lang w:bidi="fa-IR"/>
        </w:rPr>
        <w:t>،</w:t>
      </w:r>
      <w:r w:rsidRPr="003E3506">
        <w:rPr>
          <w:rtl/>
          <w:lang w:bidi="fa-IR"/>
        </w:rPr>
        <w:t xml:space="preserve"> و مستحاضه كثيره بعد از غسل بايد فورا مشغول نماز شوند</w:t>
      </w:r>
      <w:r w:rsidR="000C4B14">
        <w:rPr>
          <w:rtl/>
          <w:lang w:bidi="fa-IR"/>
        </w:rPr>
        <w:t>،</w:t>
      </w:r>
      <w:r w:rsidRPr="003E3506">
        <w:rPr>
          <w:rtl/>
          <w:lang w:bidi="fa-IR"/>
        </w:rPr>
        <w:t xml:space="preserve"> مگر در دو موردى كه در مساله ٤٠٣ و ٤١٥ به آنها اشاره شد</w:t>
      </w:r>
      <w:r w:rsidR="000C4B14">
        <w:rPr>
          <w:rtl/>
          <w:lang w:bidi="fa-IR"/>
        </w:rPr>
        <w:t>،</w:t>
      </w:r>
      <w:r w:rsidRPr="003E3506">
        <w:rPr>
          <w:rtl/>
          <w:lang w:bidi="fa-IR"/>
        </w:rPr>
        <w:t xml:space="preserve"> ولى گفتن اذان و اقامه قبل از نماز اشكال ندارد و در نماز هم مى تواند كارهاى مستحب مثل قنوت و غير آن را بجا آورد.</w:t>
      </w:r>
    </w:p>
    <w:p w:rsidR="003E3506" w:rsidRPr="003E3506" w:rsidRDefault="003E3506" w:rsidP="003E3506">
      <w:pPr>
        <w:pStyle w:val="libNormal"/>
        <w:rPr>
          <w:lang w:bidi="fa-IR"/>
        </w:rPr>
      </w:pPr>
      <w:r w:rsidRPr="003E3506">
        <w:rPr>
          <w:rtl/>
          <w:lang w:bidi="fa-IR"/>
        </w:rPr>
        <w:t>٤٢٠ - زن مستحاضه اگر وظيفه اش اين باشد كه ميان وضو يا غسل و نماز فاصله نيندازد ولى مطابق وظيفه اش رفتار نكند بايد دوباره وضو گرفته يا غسل كند و بلافاصله مشغول نماز شود.</w:t>
      </w:r>
    </w:p>
    <w:p w:rsidR="003E3506" w:rsidRPr="003E3506" w:rsidRDefault="003E3506" w:rsidP="003E3506">
      <w:pPr>
        <w:pStyle w:val="libNormal"/>
        <w:rPr>
          <w:lang w:bidi="fa-IR"/>
        </w:rPr>
      </w:pPr>
      <w:r w:rsidRPr="003E3506">
        <w:rPr>
          <w:rtl/>
          <w:lang w:bidi="fa-IR"/>
        </w:rPr>
        <w:lastRenderedPageBreak/>
        <w:t>٤٢١ - اگر خون استحاضه زن جريان دارد و قطع نمى شود</w:t>
      </w:r>
      <w:r w:rsidR="000C4B14">
        <w:rPr>
          <w:rtl/>
          <w:lang w:bidi="fa-IR"/>
        </w:rPr>
        <w:t>،</w:t>
      </w:r>
      <w:r w:rsidRPr="003E3506">
        <w:rPr>
          <w:rtl/>
          <w:lang w:bidi="fa-IR"/>
        </w:rPr>
        <w:t xml:space="preserve"> چنانچه براى او ضرر ندارد</w:t>
      </w:r>
      <w:r w:rsidR="000C4B14">
        <w:rPr>
          <w:rtl/>
          <w:lang w:bidi="fa-IR"/>
        </w:rPr>
        <w:t>،</w:t>
      </w:r>
      <w:r w:rsidRPr="003E3506">
        <w:rPr>
          <w:rtl/>
          <w:lang w:bidi="fa-IR"/>
        </w:rPr>
        <w:t xml:space="preserve"> بايد بعد از غسل از بيرون آمدن خون جلوگيرى نمايد</w:t>
      </w:r>
      <w:r w:rsidR="000C4B14">
        <w:rPr>
          <w:rtl/>
          <w:lang w:bidi="fa-IR"/>
        </w:rPr>
        <w:t>،</w:t>
      </w:r>
      <w:r w:rsidRPr="003E3506">
        <w:rPr>
          <w:rtl/>
          <w:lang w:bidi="fa-IR"/>
        </w:rPr>
        <w:t xml:space="preserve"> و چنانچه كوتاهى كند و خون بيرون آيد اگر نماز خوانده بايد دوباره نماز بخواند بلكه احتياط مستحب آن است كه دوباره غسل كند.</w:t>
      </w:r>
    </w:p>
    <w:p w:rsidR="003E3506" w:rsidRPr="003E3506" w:rsidRDefault="003E3506" w:rsidP="003E3506">
      <w:pPr>
        <w:pStyle w:val="libNormal"/>
        <w:rPr>
          <w:lang w:bidi="fa-IR"/>
        </w:rPr>
      </w:pPr>
      <w:r w:rsidRPr="003E3506">
        <w:rPr>
          <w:rtl/>
          <w:lang w:bidi="fa-IR"/>
        </w:rPr>
        <w:t>٤٢٢ - اگر در موقع غسل خون قطع نشود</w:t>
      </w:r>
      <w:r w:rsidR="000C4B14">
        <w:rPr>
          <w:rtl/>
          <w:lang w:bidi="fa-IR"/>
        </w:rPr>
        <w:t>،</w:t>
      </w:r>
      <w:r w:rsidRPr="003E3506">
        <w:rPr>
          <w:rtl/>
          <w:lang w:bidi="fa-IR"/>
        </w:rPr>
        <w:t xml:space="preserve"> غسل صحيح است ولى اگر در بين غسل</w:t>
      </w:r>
      <w:r w:rsidR="000C4B14">
        <w:rPr>
          <w:rtl/>
          <w:lang w:bidi="fa-IR"/>
        </w:rPr>
        <w:t>،</w:t>
      </w:r>
      <w:r w:rsidRPr="003E3506">
        <w:rPr>
          <w:rtl/>
          <w:lang w:bidi="fa-IR"/>
        </w:rPr>
        <w:t xml:space="preserve"> استحاضه متوسطه كثيره شود</w:t>
      </w:r>
      <w:r w:rsidR="000C4B14">
        <w:rPr>
          <w:rtl/>
          <w:lang w:bidi="fa-IR"/>
        </w:rPr>
        <w:t>،</w:t>
      </w:r>
      <w:r w:rsidRPr="003E3506">
        <w:rPr>
          <w:rtl/>
          <w:lang w:bidi="fa-IR"/>
        </w:rPr>
        <w:t xml:space="preserve"> لازم است كه غسل را از سر بگيرد. ٤٢٣ - احتياط مستحب آن است كه زن مستحاضه در تمام روزى كه روزه است</w:t>
      </w:r>
      <w:r w:rsidR="000C4B14">
        <w:rPr>
          <w:rtl/>
          <w:lang w:bidi="fa-IR"/>
        </w:rPr>
        <w:t>،</w:t>
      </w:r>
      <w:r w:rsidRPr="003E3506">
        <w:rPr>
          <w:rtl/>
          <w:lang w:bidi="fa-IR"/>
        </w:rPr>
        <w:t xml:space="preserve"> به مقدارى كه مى تواند</w:t>
      </w:r>
      <w:r w:rsidR="000C4B14">
        <w:rPr>
          <w:rtl/>
          <w:lang w:bidi="fa-IR"/>
        </w:rPr>
        <w:t>،</w:t>
      </w:r>
      <w:r w:rsidRPr="003E3506">
        <w:rPr>
          <w:rtl/>
          <w:lang w:bidi="fa-IR"/>
        </w:rPr>
        <w:t xml:space="preserve"> از بيرون آمدن خون جلوگيرى كند.</w:t>
      </w:r>
    </w:p>
    <w:p w:rsidR="003E3506" w:rsidRPr="003E3506" w:rsidRDefault="003E3506" w:rsidP="003E3506">
      <w:pPr>
        <w:pStyle w:val="libNormal"/>
        <w:rPr>
          <w:lang w:bidi="fa-IR"/>
        </w:rPr>
      </w:pPr>
      <w:r w:rsidRPr="003E3506">
        <w:rPr>
          <w:rtl/>
          <w:lang w:bidi="fa-IR"/>
        </w:rPr>
        <w:t>٤٢٤ - بنابر مشهور روزه زن مستحاضه كثيره</w:t>
      </w:r>
      <w:r w:rsidR="000C4B14">
        <w:rPr>
          <w:rtl/>
          <w:lang w:bidi="fa-IR"/>
        </w:rPr>
        <w:t>،</w:t>
      </w:r>
      <w:r w:rsidRPr="003E3506">
        <w:rPr>
          <w:rtl/>
          <w:lang w:bidi="fa-IR"/>
        </w:rPr>
        <w:t xml:space="preserve"> در صورتى صحيح است كه غسل نماز مغرب و عشاى شبى كه مى خواهد فرداى آن را روزه بگيرد بجا آورد</w:t>
      </w:r>
      <w:r w:rsidR="000C4B14">
        <w:rPr>
          <w:rtl/>
          <w:lang w:bidi="fa-IR"/>
        </w:rPr>
        <w:t>،</w:t>
      </w:r>
      <w:r w:rsidRPr="003E3506">
        <w:rPr>
          <w:rtl/>
          <w:lang w:bidi="fa-IR"/>
        </w:rPr>
        <w:t xml:space="preserve"> و نيز در روز غسلهايى را كه براى نمازهاى روز واجب است انجام دهد ولى بعيد نيست كه در صحت روزه اش غسل شرط نباشد همچنان كه بنابر اقوى در مستحاضه متوسطه شرط نيست</w:t>
      </w:r>
      <w:r w:rsidR="000C4B14">
        <w:rPr>
          <w:rtl/>
          <w:lang w:bidi="fa-IR"/>
        </w:rPr>
        <w:t>.</w:t>
      </w:r>
    </w:p>
    <w:p w:rsidR="003E3506" w:rsidRPr="003E3506" w:rsidRDefault="003E3506" w:rsidP="003E3506">
      <w:pPr>
        <w:pStyle w:val="libNormal"/>
        <w:rPr>
          <w:lang w:bidi="fa-IR"/>
        </w:rPr>
      </w:pPr>
      <w:r w:rsidRPr="003E3506">
        <w:rPr>
          <w:rtl/>
          <w:lang w:bidi="fa-IR"/>
        </w:rPr>
        <w:t>٤٢٥ - اگر بعد از نماز عصر</w:t>
      </w:r>
      <w:r w:rsidR="000C4B14">
        <w:rPr>
          <w:rtl/>
          <w:lang w:bidi="fa-IR"/>
        </w:rPr>
        <w:t>،</w:t>
      </w:r>
      <w:r w:rsidRPr="003E3506">
        <w:rPr>
          <w:rtl/>
          <w:lang w:bidi="fa-IR"/>
        </w:rPr>
        <w:t xml:space="preserve"> مستحاضه شود و تا غروب غسل نكند روزه بدون اشكال و صحيح است</w:t>
      </w:r>
      <w:r w:rsidR="000C4B14">
        <w:rPr>
          <w:rtl/>
          <w:lang w:bidi="fa-IR"/>
        </w:rPr>
        <w:t>.</w:t>
      </w:r>
    </w:p>
    <w:p w:rsidR="003E3506" w:rsidRPr="003E3506" w:rsidRDefault="003E3506" w:rsidP="003E3506">
      <w:pPr>
        <w:pStyle w:val="libNormal"/>
        <w:rPr>
          <w:lang w:bidi="fa-IR"/>
        </w:rPr>
      </w:pPr>
      <w:r w:rsidRPr="003E3506">
        <w:rPr>
          <w:rtl/>
          <w:lang w:bidi="fa-IR"/>
        </w:rPr>
        <w:t>٤٢٦ - اگر استحاضه قليله زن پيش از نماز</w:t>
      </w:r>
      <w:r w:rsidR="000C4B14">
        <w:rPr>
          <w:rtl/>
          <w:lang w:bidi="fa-IR"/>
        </w:rPr>
        <w:t>،</w:t>
      </w:r>
      <w:r w:rsidRPr="003E3506">
        <w:rPr>
          <w:rtl/>
          <w:lang w:bidi="fa-IR"/>
        </w:rPr>
        <w:t xml:space="preserve"> متوسطه يا كثيره شود بايد كارهاى متوسطه يا كثيره را كه گفته شد انجام دهد</w:t>
      </w:r>
      <w:r w:rsidR="000C4B14">
        <w:rPr>
          <w:rtl/>
          <w:lang w:bidi="fa-IR"/>
        </w:rPr>
        <w:t>،</w:t>
      </w:r>
      <w:r w:rsidRPr="003E3506">
        <w:rPr>
          <w:rtl/>
          <w:lang w:bidi="fa-IR"/>
        </w:rPr>
        <w:t xml:space="preserve"> و اگر استحاضه متوسطه كثيره شود بايد كارهاى استحاضه كثيره را انجام دهد</w:t>
      </w:r>
      <w:r w:rsidR="000C4B14">
        <w:rPr>
          <w:rtl/>
          <w:lang w:bidi="fa-IR"/>
        </w:rPr>
        <w:t>،</w:t>
      </w:r>
      <w:r w:rsidRPr="003E3506">
        <w:rPr>
          <w:rtl/>
          <w:lang w:bidi="fa-IR"/>
        </w:rPr>
        <w:t xml:space="preserve"> و چنانچه براى استحاضه متوسطه غسلى كرده باشد فايده ندارد</w:t>
      </w:r>
      <w:r w:rsidR="000C4B14">
        <w:rPr>
          <w:rtl/>
          <w:lang w:bidi="fa-IR"/>
        </w:rPr>
        <w:t>،</w:t>
      </w:r>
      <w:r w:rsidRPr="003E3506">
        <w:rPr>
          <w:rtl/>
          <w:lang w:bidi="fa-IR"/>
        </w:rPr>
        <w:t xml:space="preserve"> و بايد دوباره براى كثيره غسل كند.</w:t>
      </w:r>
    </w:p>
    <w:p w:rsidR="003E3506" w:rsidRPr="003E3506" w:rsidRDefault="003E3506" w:rsidP="003E3506">
      <w:pPr>
        <w:pStyle w:val="libNormal"/>
        <w:rPr>
          <w:lang w:bidi="fa-IR"/>
        </w:rPr>
      </w:pPr>
      <w:r w:rsidRPr="003E3506">
        <w:rPr>
          <w:rtl/>
          <w:lang w:bidi="fa-IR"/>
        </w:rPr>
        <w:t>٤٢٧ - اگر در بين نماز</w:t>
      </w:r>
      <w:r w:rsidR="000C4B14">
        <w:rPr>
          <w:rtl/>
          <w:lang w:bidi="fa-IR"/>
        </w:rPr>
        <w:t>،</w:t>
      </w:r>
      <w:r w:rsidRPr="003E3506">
        <w:rPr>
          <w:rtl/>
          <w:lang w:bidi="fa-IR"/>
        </w:rPr>
        <w:t xml:space="preserve"> استحاضه متوسطه زن كثيره شود</w:t>
      </w:r>
      <w:r w:rsidR="000C4B14">
        <w:rPr>
          <w:rtl/>
          <w:lang w:bidi="fa-IR"/>
        </w:rPr>
        <w:t>،</w:t>
      </w:r>
      <w:r w:rsidRPr="003E3506">
        <w:rPr>
          <w:rtl/>
          <w:lang w:bidi="fa-IR"/>
        </w:rPr>
        <w:t xml:space="preserve"> بايد نماز را بشكند</w:t>
      </w:r>
      <w:r w:rsidR="000C4B14">
        <w:rPr>
          <w:rtl/>
          <w:lang w:bidi="fa-IR"/>
        </w:rPr>
        <w:t>،</w:t>
      </w:r>
      <w:r w:rsidRPr="003E3506">
        <w:rPr>
          <w:rtl/>
          <w:lang w:bidi="fa-IR"/>
        </w:rPr>
        <w:t xml:space="preserve"> و براى استحاضه كثيره غسل كند</w:t>
      </w:r>
      <w:r w:rsidR="000C4B14">
        <w:rPr>
          <w:rtl/>
          <w:lang w:bidi="fa-IR"/>
        </w:rPr>
        <w:t>،</w:t>
      </w:r>
      <w:r w:rsidRPr="003E3506">
        <w:rPr>
          <w:rtl/>
          <w:lang w:bidi="fa-IR"/>
        </w:rPr>
        <w:t xml:space="preserve"> و كارهاى ديگر آن را انجام دهد</w:t>
      </w:r>
      <w:r w:rsidR="000C4B14">
        <w:rPr>
          <w:rtl/>
          <w:lang w:bidi="fa-IR"/>
        </w:rPr>
        <w:t>،</w:t>
      </w:r>
      <w:r w:rsidRPr="003E3506">
        <w:rPr>
          <w:rtl/>
          <w:lang w:bidi="fa-IR"/>
        </w:rPr>
        <w:t xml:space="preserve"> و همان نماز را بخواند</w:t>
      </w:r>
      <w:r w:rsidR="000C4B14">
        <w:rPr>
          <w:rtl/>
          <w:lang w:bidi="fa-IR"/>
        </w:rPr>
        <w:t>،</w:t>
      </w:r>
      <w:r w:rsidRPr="003E3506">
        <w:rPr>
          <w:rtl/>
          <w:lang w:bidi="fa-IR"/>
        </w:rPr>
        <w:t xml:space="preserve"> و بنابر احتياط استحبابى قبل از غسل وضوء بگيرد و اگر براى غسل وقت ندارد لازم است عوض غسل تيمم كند</w:t>
      </w:r>
      <w:r w:rsidR="000C4B14">
        <w:rPr>
          <w:rtl/>
          <w:lang w:bidi="fa-IR"/>
        </w:rPr>
        <w:t>،</w:t>
      </w:r>
      <w:r w:rsidRPr="003E3506">
        <w:rPr>
          <w:rtl/>
          <w:lang w:bidi="fa-IR"/>
        </w:rPr>
        <w:t xml:space="preserve"> و اگر براى تيمم نيز وقت ندارد</w:t>
      </w:r>
      <w:r w:rsidR="000C4B14">
        <w:rPr>
          <w:rtl/>
          <w:lang w:bidi="fa-IR"/>
        </w:rPr>
        <w:t>،</w:t>
      </w:r>
      <w:r w:rsidRPr="003E3506">
        <w:rPr>
          <w:rtl/>
          <w:lang w:bidi="fa-IR"/>
        </w:rPr>
        <w:t xml:space="preserve"> بنابر احتياط نماز را نشكند و به همان حال تمام كند</w:t>
      </w:r>
      <w:r w:rsidR="000C4B14">
        <w:rPr>
          <w:rtl/>
          <w:lang w:bidi="fa-IR"/>
        </w:rPr>
        <w:t>،</w:t>
      </w:r>
      <w:r w:rsidRPr="003E3506">
        <w:rPr>
          <w:rtl/>
          <w:lang w:bidi="fa-IR"/>
        </w:rPr>
        <w:t xml:space="preserve"> </w:t>
      </w:r>
      <w:r w:rsidRPr="003E3506">
        <w:rPr>
          <w:rtl/>
          <w:lang w:bidi="fa-IR"/>
        </w:rPr>
        <w:lastRenderedPageBreak/>
        <w:t>ولى لازم است در خارج وقت قضا نمايد</w:t>
      </w:r>
      <w:r w:rsidR="000C4B14">
        <w:rPr>
          <w:rtl/>
          <w:lang w:bidi="fa-IR"/>
        </w:rPr>
        <w:t>،</w:t>
      </w:r>
      <w:r w:rsidRPr="003E3506">
        <w:rPr>
          <w:rtl/>
          <w:lang w:bidi="fa-IR"/>
        </w:rPr>
        <w:t xml:space="preserve"> و همچنين اگر در بين نماز استحاضه قليله او متوسطه يا كثيره شود بايد نماز را بشكند و براى استحاضه متوسطه يا كثيره كارهاى آن را انجام دهد.</w:t>
      </w:r>
    </w:p>
    <w:p w:rsidR="003E3506" w:rsidRPr="003E3506" w:rsidRDefault="003E3506" w:rsidP="003E3506">
      <w:pPr>
        <w:pStyle w:val="libNormal"/>
        <w:rPr>
          <w:lang w:bidi="fa-IR"/>
        </w:rPr>
      </w:pPr>
      <w:r w:rsidRPr="003E3506">
        <w:rPr>
          <w:rtl/>
          <w:lang w:bidi="fa-IR"/>
        </w:rPr>
        <w:t>٤٢٨ - اگر در بين نماز خون بند بيايد و مستحاضه نداند كه در باطن هم قطع شده يا نه</w:t>
      </w:r>
      <w:r w:rsidR="000C4B14">
        <w:rPr>
          <w:rtl/>
          <w:lang w:bidi="fa-IR"/>
        </w:rPr>
        <w:t>،</w:t>
      </w:r>
      <w:r w:rsidRPr="003E3506">
        <w:rPr>
          <w:rtl/>
          <w:lang w:bidi="fa-IR"/>
        </w:rPr>
        <w:t xml:space="preserve"> چنانچه بعد از نماز بفهمد به كلى قطع شده بوده</w:t>
      </w:r>
      <w:r w:rsidR="000C4B14">
        <w:rPr>
          <w:rtl/>
          <w:lang w:bidi="fa-IR"/>
        </w:rPr>
        <w:t>،</w:t>
      </w:r>
      <w:r w:rsidRPr="003E3506">
        <w:rPr>
          <w:rtl/>
          <w:lang w:bidi="fa-IR"/>
        </w:rPr>
        <w:t xml:space="preserve"> و وقت وسعت اين را داشته باشد كه در حال پاكى نماز را دوباره بخواند اگر مايوس از قطع شدن خون نبوده بنابر احتياط لازم است بر حسب وظيفه اش وضو گرفته يا غسل نموده و نماز را دوباره بجا آورد.</w:t>
      </w:r>
    </w:p>
    <w:p w:rsidR="003E3506" w:rsidRPr="003E3506" w:rsidRDefault="003E3506" w:rsidP="003E3506">
      <w:pPr>
        <w:pStyle w:val="libNormal"/>
        <w:rPr>
          <w:lang w:bidi="fa-IR"/>
        </w:rPr>
      </w:pPr>
      <w:r w:rsidRPr="003E3506">
        <w:rPr>
          <w:rtl/>
          <w:lang w:bidi="fa-IR"/>
        </w:rPr>
        <w:t>٤٢٩ - اگر استحاضه كثيره زن متوسطه شود</w:t>
      </w:r>
      <w:r w:rsidR="000C4B14">
        <w:rPr>
          <w:rtl/>
          <w:lang w:bidi="fa-IR"/>
        </w:rPr>
        <w:t>،</w:t>
      </w:r>
      <w:r w:rsidRPr="003E3506">
        <w:rPr>
          <w:rtl/>
          <w:lang w:bidi="fa-IR"/>
        </w:rPr>
        <w:t xml:space="preserve"> بايد براى نماز اول عمل كثيره و براى نمازهاى بعدى عمل متوسطه را بجا آورد</w:t>
      </w:r>
      <w:r w:rsidR="000C4B14">
        <w:rPr>
          <w:rtl/>
          <w:lang w:bidi="fa-IR"/>
        </w:rPr>
        <w:t>،</w:t>
      </w:r>
      <w:r w:rsidRPr="003E3506">
        <w:rPr>
          <w:rtl/>
          <w:lang w:bidi="fa-IR"/>
        </w:rPr>
        <w:t xml:space="preserve"> مثلا اگر پيش از نماز ظهر استحاضه كثيره متوسطه شود</w:t>
      </w:r>
      <w:r w:rsidR="000C4B14">
        <w:rPr>
          <w:rtl/>
          <w:lang w:bidi="fa-IR"/>
        </w:rPr>
        <w:t>،</w:t>
      </w:r>
      <w:r w:rsidRPr="003E3506">
        <w:rPr>
          <w:rtl/>
          <w:lang w:bidi="fa-IR"/>
        </w:rPr>
        <w:t xml:space="preserve"> بايد براى نماز ظهر غسل كند</w:t>
      </w:r>
      <w:r w:rsidR="000C4B14">
        <w:rPr>
          <w:rtl/>
          <w:lang w:bidi="fa-IR"/>
        </w:rPr>
        <w:t>،</w:t>
      </w:r>
      <w:r w:rsidRPr="003E3506">
        <w:rPr>
          <w:rtl/>
          <w:lang w:bidi="fa-IR"/>
        </w:rPr>
        <w:t xml:space="preserve"> و براى نماز عصر و مغرب و عشا فقط وضو بگيرد</w:t>
      </w:r>
      <w:r w:rsidR="000C4B14">
        <w:rPr>
          <w:rtl/>
          <w:lang w:bidi="fa-IR"/>
        </w:rPr>
        <w:t>،</w:t>
      </w:r>
      <w:r w:rsidRPr="003E3506">
        <w:rPr>
          <w:rtl/>
          <w:lang w:bidi="fa-IR"/>
        </w:rPr>
        <w:t xml:space="preserve"> ولى اگر براى نماز ظهر غسل نكند و فقط به مقدار نماز عصر وقت داشته باشد</w:t>
      </w:r>
      <w:r w:rsidR="000C4B14">
        <w:rPr>
          <w:rtl/>
          <w:lang w:bidi="fa-IR"/>
        </w:rPr>
        <w:t>،</w:t>
      </w:r>
      <w:r w:rsidRPr="003E3506">
        <w:rPr>
          <w:rtl/>
          <w:lang w:bidi="fa-IR"/>
        </w:rPr>
        <w:t xml:space="preserve"> بايد براى نماز عصر غسل نمايد</w:t>
      </w:r>
      <w:r w:rsidR="000C4B14">
        <w:rPr>
          <w:rtl/>
          <w:lang w:bidi="fa-IR"/>
        </w:rPr>
        <w:t>،</w:t>
      </w:r>
      <w:r w:rsidRPr="003E3506">
        <w:rPr>
          <w:rtl/>
          <w:lang w:bidi="fa-IR"/>
        </w:rPr>
        <w:t xml:space="preserve"> و اگر براى نماز عصر هم غسل نكند بايد براى نماز مغرب غسل كند</w:t>
      </w:r>
      <w:r w:rsidR="000C4B14">
        <w:rPr>
          <w:rtl/>
          <w:lang w:bidi="fa-IR"/>
        </w:rPr>
        <w:t>،</w:t>
      </w:r>
      <w:r w:rsidRPr="003E3506">
        <w:rPr>
          <w:rtl/>
          <w:lang w:bidi="fa-IR"/>
        </w:rPr>
        <w:t xml:space="preserve"> و اگر براى آن هم غسل نكند و فقط به مقدار نماز عشا وقت داشته باشد</w:t>
      </w:r>
      <w:r w:rsidR="000C4B14">
        <w:rPr>
          <w:rtl/>
          <w:lang w:bidi="fa-IR"/>
        </w:rPr>
        <w:t>،</w:t>
      </w:r>
      <w:r w:rsidRPr="003E3506">
        <w:rPr>
          <w:rtl/>
          <w:lang w:bidi="fa-IR"/>
        </w:rPr>
        <w:t xml:space="preserve"> بايد براى نماز عشا غسل نمايد.</w:t>
      </w:r>
    </w:p>
    <w:p w:rsidR="003E3506" w:rsidRPr="003E3506" w:rsidRDefault="003E3506" w:rsidP="003E3506">
      <w:pPr>
        <w:pStyle w:val="libNormal"/>
        <w:rPr>
          <w:lang w:bidi="fa-IR"/>
        </w:rPr>
      </w:pPr>
      <w:r w:rsidRPr="003E3506">
        <w:rPr>
          <w:rtl/>
          <w:lang w:bidi="fa-IR"/>
        </w:rPr>
        <w:t>٤٣٠ - اگر پيش از هر نماز خون مستحاضه كثيره قطع شود و دوباره بيايد براى هر نماز بايد يك غسل بجا آورد.</w:t>
      </w:r>
    </w:p>
    <w:p w:rsidR="003E3506" w:rsidRPr="003E3506" w:rsidRDefault="003E3506" w:rsidP="003E3506">
      <w:pPr>
        <w:pStyle w:val="libNormal"/>
        <w:rPr>
          <w:lang w:bidi="fa-IR"/>
        </w:rPr>
      </w:pPr>
      <w:r w:rsidRPr="003E3506">
        <w:rPr>
          <w:rtl/>
          <w:lang w:bidi="fa-IR"/>
        </w:rPr>
        <w:t>٤٣١ - اگر استحاضه كثيره قليله شود</w:t>
      </w:r>
      <w:r w:rsidR="000C4B14">
        <w:rPr>
          <w:rtl/>
          <w:lang w:bidi="fa-IR"/>
        </w:rPr>
        <w:t>،</w:t>
      </w:r>
      <w:r w:rsidRPr="003E3506">
        <w:rPr>
          <w:rtl/>
          <w:lang w:bidi="fa-IR"/>
        </w:rPr>
        <w:t xml:space="preserve"> بايد براى نماز اول عمل كثيره و براى نمازهاى بعدى عمل قليله را انجام دهد</w:t>
      </w:r>
      <w:r w:rsidR="000C4B14">
        <w:rPr>
          <w:rtl/>
          <w:lang w:bidi="fa-IR"/>
        </w:rPr>
        <w:t>،</w:t>
      </w:r>
      <w:r w:rsidRPr="003E3506">
        <w:rPr>
          <w:rtl/>
          <w:lang w:bidi="fa-IR"/>
        </w:rPr>
        <w:t xml:space="preserve"> و نيز اگر استحاضه متوسطه قليله شود</w:t>
      </w:r>
      <w:r w:rsidR="000C4B14">
        <w:rPr>
          <w:rtl/>
          <w:lang w:bidi="fa-IR"/>
        </w:rPr>
        <w:t>،</w:t>
      </w:r>
      <w:r w:rsidRPr="003E3506">
        <w:rPr>
          <w:rtl/>
          <w:lang w:bidi="fa-IR"/>
        </w:rPr>
        <w:t xml:space="preserve"> بايد براى نماز اول</w:t>
      </w:r>
      <w:r w:rsidR="000C4B14">
        <w:rPr>
          <w:rtl/>
          <w:lang w:bidi="fa-IR"/>
        </w:rPr>
        <w:t>،</w:t>
      </w:r>
      <w:r w:rsidRPr="003E3506">
        <w:rPr>
          <w:rtl/>
          <w:lang w:bidi="fa-IR"/>
        </w:rPr>
        <w:t xml:space="preserve"> عمل متوسطه و براى نمازهاى بعدى عمل قليله را بجا آورد.</w:t>
      </w:r>
    </w:p>
    <w:p w:rsidR="003E3506" w:rsidRPr="003E3506" w:rsidRDefault="003E3506" w:rsidP="003E3506">
      <w:pPr>
        <w:pStyle w:val="libNormal"/>
        <w:rPr>
          <w:lang w:bidi="fa-IR"/>
        </w:rPr>
      </w:pPr>
      <w:r w:rsidRPr="003E3506">
        <w:rPr>
          <w:rtl/>
          <w:lang w:bidi="fa-IR"/>
        </w:rPr>
        <w:t>٤٣٢ - اگر مستحاضه يكى از كارهايى را كه بر او واجب مى باشد ترك كند نمازش باطل است</w:t>
      </w:r>
      <w:r w:rsidR="000C4B14">
        <w:rPr>
          <w:rtl/>
          <w:lang w:bidi="fa-IR"/>
        </w:rPr>
        <w:t>.</w:t>
      </w:r>
    </w:p>
    <w:p w:rsidR="003E3506" w:rsidRPr="003E3506" w:rsidRDefault="003E3506" w:rsidP="003E3506">
      <w:pPr>
        <w:pStyle w:val="libNormal"/>
        <w:rPr>
          <w:lang w:bidi="fa-IR"/>
        </w:rPr>
      </w:pPr>
      <w:r w:rsidRPr="003E3506">
        <w:rPr>
          <w:rtl/>
          <w:lang w:bidi="fa-IR"/>
        </w:rPr>
        <w:t>٤٣٣ - مستحاضه قليله يا متوسطه اگر بخواهد غير از نماز كارى انجام دهد كه شرط آن وضو داشتن است مثلا بخواهد جايى از بدن خود را به خط قرآن برساند چنانچه بعد از تمام شدن نماز باشد بايد وضو بگيرد و وضويى كه براى نماز گرفته كافى نيست</w:t>
      </w:r>
      <w:r w:rsidR="000C4B14">
        <w:rPr>
          <w:rtl/>
          <w:lang w:bidi="fa-IR"/>
        </w:rPr>
        <w:t>.</w:t>
      </w:r>
    </w:p>
    <w:p w:rsidR="003E3506" w:rsidRPr="003E3506" w:rsidRDefault="003E3506" w:rsidP="003E3506">
      <w:pPr>
        <w:pStyle w:val="libNormal"/>
        <w:rPr>
          <w:lang w:bidi="fa-IR"/>
        </w:rPr>
      </w:pPr>
      <w:r w:rsidRPr="003E3506">
        <w:rPr>
          <w:rtl/>
          <w:lang w:bidi="fa-IR"/>
        </w:rPr>
        <w:lastRenderedPageBreak/>
        <w:t>٤٣٤ - مستحاضه اى كه غسلهاى واجب خود را بجا آورده رفتن او در مسجد و توقف در آن و خواندن آيه اى كه سجده واجب دارد و نزديكى شوهر به او حلال است</w:t>
      </w:r>
      <w:r w:rsidR="000C4B14">
        <w:rPr>
          <w:rtl/>
          <w:lang w:bidi="fa-IR"/>
        </w:rPr>
        <w:t>،</w:t>
      </w:r>
      <w:r w:rsidRPr="003E3506">
        <w:rPr>
          <w:rtl/>
          <w:lang w:bidi="fa-IR"/>
        </w:rPr>
        <w:t xml:space="preserve"> اگر چه كارهاى ديگرى را كه براى نماز انجام مى داد</w:t>
      </w:r>
      <w:r w:rsidR="000C4B14">
        <w:rPr>
          <w:rtl/>
          <w:lang w:bidi="fa-IR"/>
        </w:rPr>
        <w:t>،</w:t>
      </w:r>
      <w:r w:rsidRPr="003E3506">
        <w:rPr>
          <w:rtl/>
          <w:lang w:bidi="fa-IR"/>
        </w:rPr>
        <w:t xml:space="preserve"> مثل عوض كردن پنبه و دستمال</w:t>
      </w:r>
      <w:r w:rsidR="000C4B14">
        <w:rPr>
          <w:rtl/>
          <w:lang w:bidi="fa-IR"/>
        </w:rPr>
        <w:t>،</w:t>
      </w:r>
      <w:r w:rsidRPr="003E3506">
        <w:rPr>
          <w:rtl/>
          <w:lang w:bidi="fa-IR"/>
        </w:rPr>
        <w:t xml:space="preserve"> انجام نداده باشد</w:t>
      </w:r>
      <w:r w:rsidR="000C4B14">
        <w:rPr>
          <w:rtl/>
          <w:lang w:bidi="fa-IR"/>
        </w:rPr>
        <w:t>،</w:t>
      </w:r>
      <w:r w:rsidRPr="003E3506">
        <w:rPr>
          <w:rtl/>
          <w:lang w:bidi="fa-IR"/>
        </w:rPr>
        <w:t xml:space="preserve"> و بعيد نيست كه اين كارها بدون غسل نيز جايز باشد اگر چه احتياط در ترك است</w:t>
      </w:r>
      <w:r w:rsidR="000C4B14">
        <w:rPr>
          <w:rtl/>
          <w:lang w:bidi="fa-IR"/>
        </w:rPr>
        <w:t>.</w:t>
      </w:r>
    </w:p>
    <w:p w:rsidR="003E3506" w:rsidRPr="003E3506" w:rsidRDefault="003E3506" w:rsidP="003E3506">
      <w:pPr>
        <w:pStyle w:val="libNormal"/>
        <w:rPr>
          <w:lang w:bidi="fa-IR"/>
        </w:rPr>
      </w:pPr>
      <w:r w:rsidRPr="003E3506">
        <w:rPr>
          <w:rtl/>
          <w:lang w:bidi="fa-IR"/>
        </w:rPr>
        <w:t>٤٣٥ - اگر زن در استحاضه كثيره يا متوسطه بخواهد پيش از وقت نماز آيه اى را كه سجده واجب دارد بخواند</w:t>
      </w:r>
      <w:r w:rsidR="000C4B14">
        <w:rPr>
          <w:rtl/>
          <w:lang w:bidi="fa-IR"/>
        </w:rPr>
        <w:t>،</w:t>
      </w:r>
      <w:r w:rsidRPr="003E3506">
        <w:rPr>
          <w:rtl/>
          <w:lang w:bidi="fa-IR"/>
        </w:rPr>
        <w:t xml:space="preserve"> يا مسجد برود</w:t>
      </w:r>
      <w:r w:rsidR="000C4B14">
        <w:rPr>
          <w:rtl/>
          <w:lang w:bidi="fa-IR"/>
        </w:rPr>
        <w:t>،</w:t>
      </w:r>
      <w:r w:rsidRPr="003E3506">
        <w:rPr>
          <w:rtl/>
          <w:lang w:bidi="fa-IR"/>
        </w:rPr>
        <w:t xml:space="preserve"> بنابر احتياط مستحب بايد غسل نمايد</w:t>
      </w:r>
      <w:r w:rsidR="000C4B14">
        <w:rPr>
          <w:rtl/>
          <w:lang w:bidi="fa-IR"/>
        </w:rPr>
        <w:t>،</w:t>
      </w:r>
      <w:r w:rsidRPr="003E3506">
        <w:rPr>
          <w:rtl/>
          <w:lang w:bidi="fa-IR"/>
        </w:rPr>
        <w:t xml:space="preserve"> و هم چنين است اگر شوهرش بخواهد با او نزديكى كند.</w:t>
      </w:r>
    </w:p>
    <w:p w:rsidR="003E3506" w:rsidRPr="003E3506" w:rsidRDefault="003E3506" w:rsidP="003E3506">
      <w:pPr>
        <w:pStyle w:val="libNormal"/>
        <w:rPr>
          <w:lang w:bidi="fa-IR"/>
        </w:rPr>
      </w:pPr>
      <w:r w:rsidRPr="003E3506">
        <w:rPr>
          <w:rtl/>
          <w:lang w:bidi="fa-IR"/>
        </w:rPr>
        <w:t>٤٣٦ - نماز آيات بر مستحاضه واجب است</w:t>
      </w:r>
      <w:r w:rsidR="000C4B14">
        <w:rPr>
          <w:rtl/>
          <w:lang w:bidi="fa-IR"/>
        </w:rPr>
        <w:t>.</w:t>
      </w:r>
    </w:p>
    <w:p w:rsidR="003E3506" w:rsidRPr="003E3506" w:rsidRDefault="003E3506" w:rsidP="003E3506">
      <w:pPr>
        <w:pStyle w:val="libNormal"/>
        <w:rPr>
          <w:lang w:bidi="fa-IR"/>
        </w:rPr>
      </w:pPr>
      <w:r w:rsidRPr="003E3506">
        <w:rPr>
          <w:rtl/>
          <w:lang w:bidi="fa-IR"/>
        </w:rPr>
        <w:t>و بايد براى نماز آيات همه كارهايى را كه براى نماز يوميه گفته شد انجام دهد.</w:t>
      </w:r>
    </w:p>
    <w:p w:rsidR="003E3506" w:rsidRPr="003E3506" w:rsidRDefault="003E3506" w:rsidP="003E3506">
      <w:pPr>
        <w:pStyle w:val="libNormal"/>
        <w:rPr>
          <w:lang w:bidi="fa-IR"/>
        </w:rPr>
      </w:pPr>
      <w:r w:rsidRPr="003E3506">
        <w:rPr>
          <w:rtl/>
          <w:lang w:bidi="fa-IR"/>
        </w:rPr>
        <w:t>٤٣٧ - هرگاه در وقت نماز يوميه نماز آيات بر مستحاضه واجب شود</w:t>
      </w:r>
      <w:r w:rsidR="000C4B14">
        <w:rPr>
          <w:rtl/>
          <w:lang w:bidi="fa-IR"/>
        </w:rPr>
        <w:t>،</w:t>
      </w:r>
      <w:r w:rsidRPr="003E3506">
        <w:rPr>
          <w:rtl/>
          <w:lang w:bidi="fa-IR"/>
        </w:rPr>
        <w:t xml:space="preserve"> اگر چه بخواهد هر دو را پشت سر هم بجا آورد بنابر احتياط لازم نمى تواند هر دو را با يك غسل و وضو بخواند.</w:t>
      </w:r>
    </w:p>
    <w:p w:rsidR="003E3506" w:rsidRPr="003E3506" w:rsidRDefault="003E3506" w:rsidP="003E3506">
      <w:pPr>
        <w:pStyle w:val="libNormal"/>
        <w:rPr>
          <w:lang w:bidi="fa-IR"/>
        </w:rPr>
      </w:pPr>
      <w:r w:rsidRPr="003E3506">
        <w:rPr>
          <w:rtl/>
          <w:lang w:bidi="fa-IR"/>
        </w:rPr>
        <w:t>٤٣٨ - اگر زن مستحاضه بخواهد نماز قضا بخواند بايد براى هر نماز كارهايى را كه براى نماز ادا بر او واجب است بجا آورد و بنابر احتياط نمى تواند براى نماز قضا به كارهايى كه براى نماز ادا انجام داده اكتفا كند.</w:t>
      </w:r>
    </w:p>
    <w:p w:rsidR="003E3506" w:rsidRPr="003E3506" w:rsidRDefault="003E3506" w:rsidP="003E3506">
      <w:pPr>
        <w:pStyle w:val="libNormal"/>
        <w:rPr>
          <w:lang w:bidi="fa-IR"/>
        </w:rPr>
      </w:pPr>
      <w:r w:rsidRPr="003E3506">
        <w:rPr>
          <w:rtl/>
          <w:lang w:bidi="fa-IR"/>
        </w:rPr>
        <w:t>٤٣٩ - اگر زن بداند خونى كه از او خارج مى شود خون زخم نيست و مردد بين خون استحاضه و حيض و يا نفاس باشد چنانچه شرعا حكم حيض و نفاس را نداشته باشد بايد به دستور استحاضه عمل كند بلكه اگر شك داشته باشد كه خون استحاضه است يا خونهاى ديگر</w:t>
      </w:r>
      <w:r w:rsidR="000C4B14">
        <w:rPr>
          <w:rtl/>
          <w:lang w:bidi="fa-IR"/>
        </w:rPr>
        <w:t>،</w:t>
      </w:r>
      <w:r w:rsidRPr="003E3506">
        <w:rPr>
          <w:rtl/>
          <w:lang w:bidi="fa-IR"/>
        </w:rPr>
        <w:t xml:space="preserve"> چنانچه نشانه آنها را نداشته باشد</w:t>
      </w:r>
      <w:r w:rsidR="000C4B14">
        <w:rPr>
          <w:rtl/>
          <w:lang w:bidi="fa-IR"/>
        </w:rPr>
        <w:t>،</w:t>
      </w:r>
      <w:r w:rsidRPr="003E3506">
        <w:rPr>
          <w:rtl/>
          <w:lang w:bidi="fa-IR"/>
        </w:rPr>
        <w:t xml:space="preserve"> بنابر احتياط واجب بايد كارهاى استحاضه را انجام دهد.</w:t>
      </w:r>
    </w:p>
    <w:p w:rsidR="003E3506" w:rsidRDefault="002549FA" w:rsidP="003E3506">
      <w:pPr>
        <w:pStyle w:val="libNormal"/>
        <w:rPr>
          <w:rtl/>
          <w:lang w:bidi="fa-IR"/>
        </w:rPr>
      </w:pPr>
      <w:r>
        <w:rPr>
          <w:rtl/>
          <w:lang w:bidi="fa-IR"/>
        </w:rPr>
        <w:br w:type="page"/>
      </w:r>
    </w:p>
    <w:p w:rsidR="003E3506" w:rsidRDefault="00605FAB" w:rsidP="00CD3F50">
      <w:pPr>
        <w:pStyle w:val="Heading2"/>
        <w:rPr>
          <w:rtl/>
          <w:lang w:bidi="fa-IR"/>
        </w:rPr>
      </w:pPr>
      <w:bookmarkStart w:id="55" w:name="_Toc24454478"/>
      <w:r>
        <w:rPr>
          <w:rtl/>
          <w:lang w:bidi="fa-IR"/>
        </w:rPr>
        <w:t>(</w:t>
      </w:r>
      <w:r w:rsidR="003E3506" w:rsidRPr="003E3506">
        <w:rPr>
          <w:rtl/>
          <w:lang w:bidi="fa-IR"/>
        </w:rPr>
        <w:t>حيض</w:t>
      </w:r>
      <w:r>
        <w:rPr>
          <w:rtl/>
          <w:lang w:bidi="fa-IR"/>
        </w:rPr>
        <w:t>)</w:t>
      </w:r>
      <w:bookmarkEnd w:id="55"/>
    </w:p>
    <w:p w:rsidR="003E3506" w:rsidRPr="003E3506" w:rsidRDefault="003E3506" w:rsidP="003E3506">
      <w:pPr>
        <w:pStyle w:val="libNormal"/>
        <w:rPr>
          <w:lang w:bidi="fa-IR"/>
        </w:rPr>
      </w:pPr>
      <w:r w:rsidRPr="003E3506">
        <w:rPr>
          <w:rtl/>
          <w:lang w:bidi="fa-IR"/>
        </w:rPr>
        <w:t>١/٤٣٩ - حيض خونى است كه غالبا در هر ماه چند روزى از رحم زنها خارج مى شود. و زن را در موقع ديدن خون حيض حائض مى گويند.</w:t>
      </w:r>
    </w:p>
    <w:p w:rsidR="003E3506" w:rsidRPr="003E3506" w:rsidRDefault="003E3506" w:rsidP="003E3506">
      <w:pPr>
        <w:pStyle w:val="libNormal"/>
        <w:rPr>
          <w:lang w:bidi="fa-IR"/>
        </w:rPr>
      </w:pPr>
      <w:r w:rsidRPr="003E3506">
        <w:rPr>
          <w:rtl/>
          <w:lang w:bidi="fa-IR"/>
        </w:rPr>
        <w:t>٤٤٠ - خون حيض در بيشتر اوقات غليظ و گرم</w:t>
      </w:r>
      <w:r w:rsidR="000C4B14">
        <w:rPr>
          <w:rtl/>
          <w:lang w:bidi="fa-IR"/>
        </w:rPr>
        <w:t>،</w:t>
      </w:r>
      <w:r w:rsidRPr="003E3506">
        <w:rPr>
          <w:rtl/>
          <w:lang w:bidi="fa-IR"/>
        </w:rPr>
        <w:t xml:space="preserve"> و رنگ آن سياه يا سرخ است و با فشار و كمى سوزش بيرون مى آيد.</w:t>
      </w:r>
    </w:p>
    <w:p w:rsidR="003E3506" w:rsidRPr="003E3506" w:rsidRDefault="003E3506" w:rsidP="003E3506">
      <w:pPr>
        <w:pStyle w:val="libNormal"/>
        <w:rPr>
          <w:lang w:bidi="fa-IR"/>
        </w:rPr>
      </w:pPr>
      <w:r w:rsidRPr="003E3506">
        <w:rPr>
          <w:rtl/>
          <w:lang w:bidi="fa-IR"/>
        </w:rPr>
        <w:t>٤٤١ - خونى را كه زنها پس از تمام شدن شصت سال مى بينند حكم حيض را ندارد و احتياط مستحب آن است كه زنهايى كه قرشيه نيستند بعد از تمام شدن پنجاه سال تا تمام شدن شصت سال چنان چه خون را طورى ببينند كه اگر پيش از پنجاه سال مى ديدند قطعا حكم حيض را داشت ميان كارهاى مستحاضه و تروك حائض جمع نمايند.</w:t>
      </w:r>
    </w:p>
    <w:p w:rsidR="003E3506" w:rsidRPr="003E3506" w:rsidRDefault="003E3506" w:rsidP="003E3506">
      <w:pPr>
        <w:pStyle w:val="libNormal"/>
        <w:rPr>
          <w:lang w:bidi="fa-IR"/>
        </w:rPr>
      </w:pPr>
      <w:r w:rsidRPr="003E3506">
        <w:rPr>
          <w:rtl/>
          <w:lang w:bidi="fa-IR"/>
        </w:rPr>
        <w:t>٤٤٢ - خونى كه دختر پيش از تمام شدن نه سال مى بيند حيض نيست</w:t>
      </w:r>
      <w:r w:rsidR="000C4B14">
        <w:rPr>
          <w:rtl/>
          <w:lang w:bidi="fa-IR"/>
        </w:rPr>
        <w:t>.</w:t>
      </w:r>
    </w:p>
    <w:p w:rsidR="003E3506" w:rsidRPr="003E3506" w:rsidRDefault="003E3506" w:rsidP="003E3506">
      <w:pPr>
        <w:pStyle w:val="libNormal"/>
        <w:rPr>
          <w:lang w:bidi="fa-IR"/>
        </w:rPr>
      </w:pPr>
      <w:r w:rsidRPr="003E3506">
        <w:rPr>
          <w:rtl/>
          <w:lang w:bidi="fa-IR"/>
        </w:rPr>
        <w:t>٤٤٣ - زن حامله و زنى كه بچه شير مى دهد</w:t>
      </w:r>
      <w:r w:rsidR="000C4B14">
        <w:rPr>
          <w:rtl/>
          <w:lang w:bidi="fa-IR"/>
        </w:rPr>
        <w:t>،</w:t>
      </w:r>
      <w:r w:rsidRPr="003E3506">
        <w:rPr>
          <w:rtl/>
          <w:lang w:bidi="fa-IR"/>
        </w:rPr>
        <w:t xml:space="preserve"> ممكن است حيض ببينند</w:t>
      </w:r>
      <w:r w:rsidR="000C4B14">
        <w:rPr>
          <w:rtl/>
          <w:lang w:bidi="fa-IR"/>
        </w:rPr>
        <w:t>،</w:t>
      </w:r>
      <w:r w:rsidRPr="003E3506">
        <w:rPr>
          <w:rtl/>
          <w:lang w:bidi="fa-IR"/>
        </w:rPr>
        <w:t xml:space="preserve"> و حكم زن حامله و غير حامله يكسان است فقط زن حامله در صورتى كه بعد از گذشتن بيست روز از اول عادتش اگر خونى ببيند كه صفات حيض را دارد لازم است بنابر احتياط بين تروك حائض و اعمال مستحاضه جمع نمايد.</w:t>
      </w:r>
    </w:p>
    <w:p w:rsidR="003E3506" w:rsidRPr="003E3506" w:rsidRDefault="003E3506" w:rsidP="003E3506">
      <w:pPr>
        <w:pStyle w:val="libNormal"/>
        <w:rPr>
          <w:lang w:bidi="fa-IR"/>
        </w:rPr>
      </w:pPr>
      <w:r w:rsidRPr="003E3506">
        <w:rPr>
          <w:rtl/>
          <w:lang w:bidi="fa-IR"/>
        </w:rPr>
        <w:t>٤٤٤ - دخترى كه نمى داند نه سالش تمام شده يا نه</w:t>
      </w:r>
      <w:r w:rsidR="000C4B14">
        <w:rPr>
          <w:rtl/>
          <w:lang w:bidi="fa-IR"/>
        </w:rPr>
        <w:t>،</w:t>
      </w:r>
      <w:r w:rsidRPr="003E3506">
        <w:rPr>
          <w:rtl/>
          <w:lang w:bidi="fa-IR"/>
        </w:rPr>
        <w:t xml:space="preserve"> اگر خونى ببيند كه داراى نشانه هاى حيض نباشد حيض نيست و اگر نشانه هاى حيض را داشته باشد حكم به حيض بودن آن محل اشكال است مگر آنكه اطمينان حاصل شود به اينكه حيض است و در اين صورت معلوم مى شود كه نه سال او تمام شده است</w:t>
      </w:r>
      <w:r w:rsidR="000C4B14">
        <w:rPr>
          <w:rtl/>
          <w:lang w:bidi="fa-IR"/>
        </w:rPr>
        <w:t>.</w:t>
      </w:r>
    </w:p>
    <w:p w:rsidR="003E3506" w:rsidRPr="003E3506" w:rsidRDefault="003E3506" w:rsidP="003E3506">
      <w:pPr>
        <w:pStyle w:val="libNormal"/>
        <w:rPr>
          <w:lang w:bidi="fa-IR"/>
        </w:rPr>
      </w:pPr>
      <w:r w:rsidRPr="003E3506">
        <w:rPr>
          <w:rtl/>
          <w:lang w:bidi="fa-IR"/>
        </w:rPr>
        <w:t>٤٤٥ - زنى كه شك دارد شصت ساله شده يا نه اگر خونى ببيند و نداند حيض است يا نه بايد بنا بگذارد كه شصت ساله نشده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٤٤٦ - مدت حيض كمتر از سه روز و بيشتر از ده روز نمى شود و اگر مختصرى هم از سه روز كمتر باشد حيض نيست</w:t>
      </w:r>
      <w:r w:rsidR="000C4B14">
        <w:rPr>
          <w:rtl/>
          <w:lang w:bidi="fa-IR"/>
        </w:rPr>
        <w:t>.</w:t>
      </w:r>
    </w:p>
    <w:p w:rsidR="003E3506" w:rsidRPr="003E3506" w:rsidRDefault="003E3506" w:rsidP="003E3506">
      <w:pPr>
        <w:pStyle w:val="libNormal"/>
        <w:rPr>
          <w:lang w:bidi="fa-IR"/>
        </w:rPr>
      </w:pPr>
      <w:r w:rsidRPr="003E3506">
        <w:rPr>
          <w:rtl/>
          <w:lang w:bidi="fa-IR"/>
        </w:rPr>
        <w:t>٤٤٧ - بايد سه روز اول حيض پشت سر هم باشد پس اگر مثلا دو روز خون ببيند و يك روز پاك شود و دوباره يك روز خون ببيند حيض نيست</w:t>
      </w:r>
      <w:r w:rsidR="000C4B14">
        <w:rPr>
          <w:rtl/>
          <w:lang w:bidi="fa-IR"/>
        </w:rPr>
        <w:t>.</w:t>
      </w:r>
    </w:p>
    <w:p w:rsidR="003E3506" w:rsidRPr="003E3506" w:rsidRDefault="003E3506" w:rsidP="003E3506">
      <w:pPr>
        <w:pStyle w:val="libNormal"/>
        <w:rPr>
          <w:lang w:bidi="fa-IR"/>
        </w:rPr>
      </w:pPr>
      <w:r w:rsidRPr="003E3506">
        <w:rPr>
          <w:rtl/>
          <w:lang w:bidi="fa-IR"/>
        </w:rPr>
        <w:t>٤٤٨ - ابتداء حيض لازم است خون بيرون بيايد ولى لازم نيست در تمام سه روز خون بيرون بيايد</w:t>
      </w:r>
      <w:r w:rsidR="000C4B14">
        <w:rPr>
          <w:rtl/>
          <w:lang w:bidi="fa-IR"/>
        </w:rPr>
        <w:t>،</w:t>
      </w:r>
      <w:r w:rsidRPr="003E3506">
        <w:rPr>
          <w:rtl/>
          <w:lang w:bidi="fa-IR"/>
        </w:rPr>
        <w:t xml:space="preserve"> بلكه اگر در باطن فرج خون باشد كافى است و چنان چه در بين سه روز مختصرى پاك شود به نحوى كه در بين زنها تماما يا بعضا متعارف است باز هم حيض است</w:t>
      </w:r>
      <w:r w:rsidR="000C4B14">
        <w:rPr>
          <w:rtl/>
          <w:lang w:bidi="fa-IR"/>
        </w:rPr>
        <w:t>.</w:t>
      </w:r>
    </w:p>
    <w:p w:rsidR="003E3506" w:rsidRPr="003E3506" w:rsidRDefault="003E3506" w:rsidP="003E3506">
      <w:pPr>
        <w:pStyle w:val="libNormal"/>
        <w:rPr>
          <w:lang w:bidi="fa-IR"/>
        </w:rPr>
      </w:pPr>
      <w:r w:rsidRPr="003E3506">
        <w:rPr>
          <w:rtl/>
          <w:lang w:bidi="fa-IR"/>
        </w:rPr>
        <w:t>٤٤٩ - لازم نيست شب اول و شب چهارم را خون ببيند</w:t>
      </w:r>
      <w:r w:rsidR="000C4B14">
        <w:rPr>
          <w:rtl/>
          <w:lang w:bidi="fa-IR"/>
        </w:rPr>
        <w:t>،</w:t>
      </w:r>
      <w:r w:rsidRPr="003E3506">
        <w:rPr>
          <w:rtl/>
          <w:lang w:bidi="fa-IR"/>
        </w:rPr>
        <w:t xml:space="preserve"> ولى بايد در شب دوم و سوم خون قطع نشود</w:t>
      </w:r>
      <w:r w:rsidR="000C4B14">
        <w:rPr>
          <w:rtl/>
          <w:lang w:bidi="fa-IR"/>
        </w:rPr>
        <w:t>،</w:t>
      </w:r>
      <w:r w:rsidRPr="003E3506">
        <w:rPr>
          <w:rtl/>
          <w:lang w:bidi="fa-IR"/>
        </w:rPr>
        <w:t xml:space="preserve"> پس اگر از اول صبح روز اول تا غروب روز سوم پشت سر هم خون بيايد</w:t>
      </w:r>
      <w:r w:rsidR="000C4B14">
        <w:rPr>
          <w:rtl/>
          <w:lang w:bidi="fa-IR"/>
        </w:rPr>
        <w:t>،</w:t>
      </w:r>
      <w:r w:rsidRPr="003E3506">
        <w:rPr>
          <w:rtl/>
          <w:lang w:bidi="fa-IR"/>
        </w:rPr>
        <w:t xml:space="preserve"> و هيچ قطع نشود</w:t>
      </w:r>
      <w:r w:rsidR="000C4B14">
        <w:rPr>
          <w:rtl/>
          <w:lang w:bidi="fa-IR"/>
        </w:rPr>
        <w:t>،</w:t>
      </w:r>
      <w:r w:rsidRPr="003E3506">
        <w:rPr>
          <w:rtl/>
          <w:lang w:bidi="fa-IR"/>
        </w:rPr>
        <w:t xml:space="preserve"> حيض است و هم چنين است اگر در وسطهاى روز اول شروع شود و در همان موقع از روز چهارم قطع گردد.</w:t>
      </w:r>
    </w:p>
    <w:p w:rsidR="003E3506" w:rsidRPr="003E3506" w:rsidRDefault="003E3506" w:rsidP="003E3506">
      <w:pPr>
        <w:pStyle w:val="libNormal"/>
        <w:rPr>
          <w:lang w:bidi="fa-IR"/>
        </w:rPr>
      </w:pPr>
      <w:r w:rsidRPr="003E3506">
        <w:rPr>
          <w:rtl/>
          <w:lang w:bidi="fa-IR"/>
        </w:rPr>
        <w:t>٤٥٠ - اگر سه روز پشت سر هم خون ببيند و پاك شود چنض ض انچه دوباره خون ببيند و روزهايى كه خون ديده و روزهايى كه در وسط پاك بوده روى هم از ده روز بيشتر نشود روزهايى كه خون ديده حيض است ولى احتياط لازم آن است كه در روزهايى كه در وسط پاك بوده ميان كارهايى كه بر طاهره واجب و ترك آن چه بر حائض حرام است جمع نمايد.</w:t>
      </w:r>
    </w:p>
    <w:p w:rsidR="003E3506" w:rsidRPr="003E3506" w:rsidRDefault="003E3506" w:rsidP="003E3506">
      <w:pPr>
        <w:pStyle w:val="libNormal"/>
        <w:rPr>
          <w:lang w:bidi="fa-IR"/>
        </w:rPr>
      </w:pPr>
      <w:r w:rsidRPr="003E3506">
        <w:rPr>
          <w:rtl/>
          <w:lang w:bidi="fa-IR"/>
        </w:rPr>
        <w:t>٤٥١ - اگر خونى ببيند كه از سه روز بيشتر و از ده روز كمتر باشد و نداند خون دمل و زخم است يا خون حيض</w:t>
      </w:r>
      <w:r w:rsidR="000C4B14">
        <w:rPr>
          <w:rtl/>
          <w:lang w:bidi="fa-IR"/>
        </w:rPr>
        <w:t>،</w:t>
      </w:r>
      <w:r w:rsidRPr="003E3506">
        <w:rPr>
          <w:rtl/>
          <w:lang w:bidi="fa-IR"/>
        </w:rPr>
        <w:t xml:space="preserve"> نبايد آن را خون حيض قرار دهد.</w:t>
      </w:r>
    </w:p>
    <w:p w:rsidR="003E3506" w:rsidRPr="003E3506" w:rsidRDefault="003E3506" w:rsidP="003E3506">
      <w:pPr>
        <w:pStyle w:val="libNormal"/>
        <w:rPr>
          <w:lang w:bidi="fa-IR"/>
        </w:rPr>
      </w:pPr>
      <w:r w:rsidRPr="003E3506">
        <w:rPr>
          <w:rtl/>
          <w:lang w:bidi="fa-IR"/>
        </w:rPr>
        <w:t>٤٥٢ - اگر خونى ببيند كه نداند خون زخم است يا حيض</w:t>
      </w:r>
      <w:r w:rsidR="000C4B14">
        <w:rPr>
          <w:rtl/>
          <w:lang w:bidi="fa-IR"/>
        </w:rPr>
        <w:t>،</w:t>
      </w:r>
      <w:r w:rsidRPr="003E3506">
        <w:rPr>
          <w:rtl/>
          <w:lang w:bidi="fa-IR"/>
        </w:rPr>
        <w:t xml:space="preserve"> بايد عبادت هاى خود را بجا آورد مگر اين كه حالت سابقه اش حيض باشد.</w:t>
      </w:r>
    </w:p>
    <w:p w:rsidR="003E3506" w:rsidRPr="003E3506" w:rsidRDefault="003E3506" w:rsidP="003E3506">
      <w:pPr>
        <w:pStyle w:val="libNormal"/>
        <w:rPr>
          <w:lang w:bidi="fa-IR"/>
        </w:rPr>
      </w:pPr>
      <w:r w:rsidRPr="003E3506">
        <w:rPr>
          <w:rtl/>
          <w:lang w:bidi="fa-IR"/>
        </w:rPr>
        <w:t>٤٥٣ - اگر خونى ببيند و شك كند كه خون حيض است يا استحاضه چنانچه شرايط حيض را داشته باشد</w:t>
      </w:r>
      <w:r w:rsidR="000C4B14">
        <w:rPr>
          <w:rtl/>
          <w:lang w:bidi="fa-IR"/>
        </w:rPr>
        <w:t>،</w:t>
      </w:r>
      <w:r w:rsidRPr="003E3506">
        <w:rPr>
          <w:rtl/>
          <w:lang w:bidi="fa-IR"/>
        </w:rPr>
        <w:t xml:space="preserve"> بايد حيض قرار دهد.</w:t>
      </w:r>
    </w:p>
    <w:p w:rsidR="003E3506" w:rsidRPr="003E3506" w:rsidRDefault="003E3506" w:rsidP="003E3506">
      <w:pPr>
        <w:pStyle w:val="libNormal"/>
        <w:rPr>
          <w:lang w:bidi="fa-IR"/>
        </w:rPr>
      </w:pPr>
      <w:r w:rsidRPr="003E3506">
        <w:rPr>
          <w:rtl/>
          <w:lang w:bidi="fa-IR"/>
        </w:rPr>
        <w:lastRenderedPageBreak/>
        <w:t>٤٥٤ - اگر خونى ببيند كه نداند خون حيض است يا بكارت بايد خود را وارسى كند</w:t>
      </w:r>
      <w:r w:rsidR="000C4B14">
        <w:rPr>
          <w:rtl/>
          <w:lang w:bidi="fa-IR"/>
        </w:rPr>
        <w:t>،</w:t>
      </w:r>
      <w:r w:rsidRPr="003E3506">
        <w:rPr>
          <w:rtl/>
          <w:lang w:bidi="fa-IR"/>
        </w:rPr>
        <w:t xml:space="preserve"> يعنى مقدارى پنبه داخل فرج نمايد و كمى صبر كند بعد بيرون آورد پس اگر اطراف آن آلوده باشد</w:t>
      </w:r>
      <w:r w:rsidR="000C4B14">
        <w:rPr>
          <w:rtl/>
          <w:lang w:bidi="fa-IR"/>
        </w:rPr>
        <w:t>،</w:t>
      </w:r>
      <w:r w:rsidRPr="003E3506">
        <w:rPr>
          <w:rtl/>
          <w:lang w:bidi="fa-IR"/>
        </w:rPr>
        <w:t xml:space="preserve"> خون بكارت است و اگر به همه آن رسيده</w:t>
      </w:r>
      <w:r w:rsidR="000C4B14">
        <w:rPr>
          <w:rtl/>
          <w:lang w:bidi="fa-IR"/>
        </w:rPr>
        <w:t>،</w:t>
      </w:r>
      <w:r w:rsidRPr="003E3506">
        <w:rPr>
          <w:rtl/>
          <w:lang w:bidi="fa-IR"/>
        </w:rPr>
        <w:t xml:space="preserve"> حيض مى باشد.</w:t>
      </w:r>
    </w:p>
    <w:p w:rsidR="003E3506" w:rsidRPr="003E3506" w:rsidRDefault="003E3506" w:rsidP="003E3506">
      <w:pPr>
        <w:pStyle w:val="libNormal"/>
        <w:rPr>
          <w:lang w:bidi="fa-IR"/>
        </w:rPr>
      </w:pPr>
      <w:r w:rsidRPr="003E3506">
        <w:rPr>
          <w:rtl/>
          <w:lang w:bidi="fa-IR"/>
        </w:rPr>
        <w:t>٤٥٥ - اگر كمتر از سه روز خون ببيند و پاك شود و بعد سه روز خون ببيند</w:t>
      </w:r>
      <w:r w:rsidR="000C4B14">
        <w:rPr>
          <w:rtl/>
          <w:lang w:bidi="fa-IR"/>
        </w:rPr>
        <w:t>،</w:t>
      </w:r>
      <w:r w:rsidRPr="003E3506">
        <w:rPr>
          <w:rtl/>
          <w:lang w:bidi="fa-IR"/>
        </w:rPr>
        <w:t xml:space="preserve"> خون دوم حيض است و خون اول اگر چه در روزهاى عادتش باشد</w:t>
      </w:r>
      <w:r w:rsidR="000C4B14">
        <w:rPr>
          <w:rtl/>
          <w:lang w:bidi="fa-IR"/>
        </w:rPr>
        <w:t>،</w:t>
      </w:r>
      <w:r w:rsidRPr="003E3506">
        <w:rPr>
          <w:rtl/>
          <w:lang w:bidi="fa-IR"/>
        </w:rPr>
        <w:t xml:space="preserve"> حيض نيست</w:t>
      </w:r>
      <w:r w:rsidR="000C4B14">
        <w:rPr>
          <w:rtl/>
          <w:lang w:bidi="fa-IR"/>
        </w:rPr>
        <w:t>.</w:t>
      </w:r>
    </w:p>
    <w:p w:rsidR="003E3506" w:rsidRPr="003E3506" w:rsidRDefault="002549FA" w:rsidP="003E3506">
      <w:pPr>
        <w:pStyle w:val="libNormal"/>
        <w:rPr>
          <w:lang w:bidi="fa-IR"/>
        </w:rPr>
      </w:pPr>
      <w:r>
        <w:rPr>
          <w:rtl/>
          <w:lang w:bidi="fa-IR"/>
        </w:rPr>
        <w:br w:type="page"/>
      </w:r>
    </w:p>
    <w:p w:rsidR="003E3506" w:rsidRDefault="00605FAB" w:rsidP="00CD3F50">
      <w:pPr>
        <w:pStyle w:val="Heading3"/>
        <w:rPr>
          <w:rtl/>
          <w:lang w:bidi="fa-IR"/>
        </w:rPr>
      </w:pPr>
      <w:bookmarkStart w:id="56" w:name="_Toc24454479"/>
      <w:r>
        <w:rPr>
          <w:rtl/>
          <w:lang w:bidi="fa-IR"/>
        </w:rPr>
        <w:t>(</w:t>
      </w:r>
      <w:r w:rsidR="003E3506" w:rsidRPr="003E3506">
        <w:rPr>
          <w:rtl/>
          <w:lang w:bidi="fa-IR"/>
        </w:rPr>
        <w:t>احكام حائض</w:t>
      </w:r>
      <w:r>
        <w:rPr>
          <w:rtl/>
          <w:lang w:bidi="fa-IR"/>
        </w:rPr>
        <w:t>)</w:t>
      </w:r>
      <w:bookmarkEnd w:id="56"/>
    </w:p>
    <w:p w:rsidR="003E3506" w:rsidRPr="003E3506" w:rsidRDefault="003E3506" w:rsidP="003E3506">
      <w:pPr>
        <w:pStyle w:val="libNormal"/>
        <w:rPr>
          <w:lang w:bidi="fa-IR"/>
        </w:rPr>
      </w:pPr>
      <w:r w:rsidRPr="003E3506">
        <w:rPr>
          <w:rtl/>
          <w:lang w:bidi="fa-IR"/>
        </w:rPr>
        <w:t>٤٥٦ - چند چيز بر حائض حرام است</w:t>
      </w:r>
      <w:r w:rsidR="00553569">
        <w:rPr>
          <w:rtl/>
          <w:lang w:bidi="fa-IR"/>
        </w:rPr>
        <w:t>:</w:t>
      </w:r>
      <w:r w:rsidRPr="003E3506">
        <w:rPr>
          <w:rtl/>
          <w:lang w:bidi="fa-IR"/>
        </w:rPr>
        <w:t xml:space="preserve"> اول عبادتهايى كه مانند نماز بايد با وضو يا غسل يا تيمم بجا آورده شود</w:t>
      </w:r>
      <w:r w:rsidR="000C4B14">
        <w:rPr>
          <w:rtl/>
          <w:lang w:bidi="fa-IR"/>
        </w:rPr>
        <w:t>،</w:t>
      </w:r>
      <w:r w:rsidRPr="003E3506">
        <w:rPr>
          <w:rtl/>
          <w:lang w:bidi="fa-IR"/>
        </w:rPr>
        <w:t xml:space="preserve"> ولى بجا آوردن عبادتهايى كه وضو و غسل و تيمم براى آنها لازم نيست</w:t>
      </w:r>
      <w:r w:rsidR="000C4B14">
        <w:rPr>
          <w:rtl/>
          <w:lang w:bidi="fa-IR"/>
        </w:rPr>
        <w:t>،</w:t>
      </w:r>
      <w:r w:rsidRPr="003E3506">
        <w:rPr>
          <w:rtl/>
          <w:lang w:bidi="fa-IR"/>
        </w:rPr>
        <w:t xml:space="preserve"> مانند نماز ميت مانعى ندارد</w:t>
      </w:r>
      <w:r w:rsidR="000C4B14">
        <w:rPr>
          <w:rtl/>
          <w:lang w:bidi="fa-IR"/>
        </w:rPr>
        <w:t>.</w:t>
      </w:r>
    </w:p>
    <w:p w:rsidR="003E3506" w:rsidRPr="003E3506" w:rsidRDefault="003E3506" w:rsidP="003E3506">
      <w:pPr>
        <w:pStyle w:val="libNormal"/>
        <w:rPr>
          <w:lang w:bidi="fa-IR"/>
        </w:rPr>
      </w:pPr>
      <w:r w:rsidRPr="003E3506">
        <w:rPr>
          <w:rtl/>
          <w:lang w:bidi="fa-IR"/>
        </w:rPr>
        <w:t>دوم تمام چيزهايى كه بر جنب حرام است و در احكام جنابت گفته شد.</w:t>
      </w:r>
    </w:p>
    <w:p w:rsidR="003E3506" w:rsidRPr="003E3506" w:rsidRDefault="003E3506" w:rsidP="003E3506">
      <w:pPr>
        <w:pStyle w:val="libNormal"/>
        <w:rPr>
          <w:lang w:bidi="fa-IR"/>
        </w:rPr>
      </w:pPr>
      <w:r w:rsidRPr="003E3506">
        <w:rPr>
          <w:rtl/>
          <w:lang w:bidi="fa-IR"/>
        </w:rPr>
        <w:t>سوم جماع كردن در فرج</w:t>
      </w:r>
      <w:r w:rsidR="000C4B14">
        <w:rPr>
          <w:rtl/>
          <w:lang w:bidi="fa-IR"/>
        </w:rPr>
        <w:t>،</w:t>
      </w:r>
      <w:r w:rsidRPr="003E3506">
        <w:rPr>
          <w:rtl/>
          <w:lang w:bidi="fa-IR"/>
        </w:rPr>
        <w:t xml:space="preserve"> كه هم براى مرد حرام است و هم براى زن</w:t>
      </w:r>
      <w:r w:rsidR="000C4B14">
        <w:rPr>
          <w:rtl/>
          <w:lang w:bidi="fa-IR"/>
        </w:rPr>
        <w:t>،</w:t>
      </w:r>
      <w:r w:rsidRPr="003E3506">
        <w:rPr>
          <w:rtl/>
          <w:lang w:bidi="fa-IR"/>
        </w:rPr>
        <w:t xml:space="preserve"> اگر چه به مقدار ختنه گاه داخل شود و منى هم بيرون نيايد</w:t>
      </w:r>
      <w:r w:rsidR="000C4B14">
        <w:rPr>
          <w:rtl/>
          <w:lang w:bidi="fa-IR"/>
        </w:rPr>
        <w:t>،</w:t>
      </w:r>
      <w:r w:rsidRPr="003E3506">
        <w:rPr>
          <w:rtl/>
          <w:lang w:bidi="fa-IR"/>
        </w:rPr>
        <w:t xml:space="preserve"> بلكه احتياط واجب آن است كه مقدار كمتر از ختنه گاه را هم داخل نكند و بنابر احتياط وطى زن در دبر چه حائض باشد چه نباشد ننمايد.</w:t>
      </w:r>
    </w:p>
    <w:p w:rsidR="003E3506" w:rsidRPr="003E3506" w:rsidRDefault="003E3506" w:rsidP="003E3506">
      <w:pPr>
        <w:pStyle w:val="libNormal"/>
        <w:rPr>
          <w:lang w:bidi="fa-IR"/>
        </w:rPr>
      </w:pPr>
      <w:r w:rsidRPr="003E3506">
        <w:rPr>
          <w:rtl/>
          <w:lang w:bidi="fa-IR"/>
        </w:rPr>
        <w:t>٤٥٧ - جماع كردن در روزهايى هم كه حيض زن قطعى نيست ولى شرعا بايد براى خود حيض قرار دهد حرام است</w:t>
      </w:r>
      <w:r w:rsidR="000C4B14">
        <w:rPr>
          <w:rtl/>
          <w:lang w:bidi="fa-IR"/>
        </w:rPr>
        <w:t>،</w:t>
      </w:r>
      <w:r w:rsidRPr="003E3506">
        <w:rPr>
          <w:rtl/>
          <w:lang w:bidi="fa-IR"/>
        </w:rPr>
        <w:t xml:space="preserve"> پس زنى كه بيشتر از ده روز خون مى بيند و بايد به دستورى كه بعدا گفته مى شود روزهاى عادت خويشان خود را حيض قرار دهد</w:t>
      </w:r>
      <w:r w:rsidR="000C4B14">
        <w:rPr>
          <w:rtl/>
          <w:lang w:bidi="fa-IR"/>
        </w:rPr>
        <w:t>،</w:t>
      </w:r>
      <w:r w:rsidRPr="003E3506">
        <w:rPr>
          <w:rtl/>
          <w:lang w:bidi="fa-IR"/>
        </w:rPr>
        <w:t xml:space="preserve"> شوهرش نمى تواند در آن روزها با او نزديكى نمايد.</w:t>
      </w:r>
    </w:p>
    <w:p w:rsidR="003E3506" w:rsidRPr="003E3506" w:rsidRDefault="003E3506" w:rsidP="003E3506">
      <w:pPr>
        <w:pStyle w:val="libNormal"/>
        <w:rPr>
          <w:lang w:bidi="fa-IR"/>
        </w:rPr>
      </w:pPr>
      <w:r w:rsidRPr="003E3506">
        <w:rPr>
          <w:rtl/>
          <w:lang w:bidi="fa-IR"/>
        </w:rPr>
        <w:t>٤٥٨ - اگر مرد با زن خود در حال حيض نزديكى كند لازم است استغفار كند</w:t>
      </w:r>
      <w:r w:rsidR="000C4B14">
        <w:rPr>
          <w:rtl/>
          <w:lang w:bidi="fa-IR"/>
        </w:rPr>
        <w:t>،</w:t>
      </w:r>
      <w:r w:rsidRPr="003E3506">
        <w:rPr>
          <w:rtl/>
          <w:lang w:bidi="fa-IR"/>
        </w:rPr>
        <w:t xml:space="preserve"> و احتياط مستحب آن است كه كفاره بدهد و كفاره آن بعدا بيان مى شود.</w:t>
      </w:r>
    </w:p>
    <w:p w:rsidR="003E3506" w:rsidRPr="003E3506" w:rsidRDefault="003E3506" w:rsidP="003E3506">
      <w:pPr>
        <w:pStyle w:val="libNormal"/>
        <w:rPr>
          <w:lang w:bidi="fa-IR"/>
        </w:rPr>
      </w:pPr>
      <w:r w:rsidRPr="003E3506">
        <w:rPr>
          <w:rtl/>
          <w:lang w:bidi="fa-IR"/>
        </w:rPr>
        <w:t>٤٥٩ - غير از نزديكى كردن با زن حائض</w:t>
      </w:r>
      <w:r w:rsidR="000C4B14">
        <w:rPr>
          <w:rtl/>
          <w:lang w:bidi="fa-IR"/>
        </w:rPr>
        <w:t>،</w:t>
      </w:r>
      <w:r w:rsidRPr="003E3506">
        <w:rPr>
          <w:rtl/>
          <w:lang w:bidi="fa-IR"/>
        </w:rPr>
        <w:t xml:space="preserve"> ساير استمتاعات مانند بوسيدن و ملاعبه مانعى ندارد.</w:t>
      </w:r>
    </w:p>
    <w:p w:rsidR="003E3506" w:rsidRPr="003E3506" w:rsidRDefault="003E3506" w:rsidP="003E3506">
      <w:pPr>
        <w:pStyle w:val="libNormal"/>
        <w:rPr>
          <w:lang w:bidi="fa-IR"/>
        </w:rPr>
      </w:pPr>
      <w:r w:rsidRPr="003E3506">
        <w:rPr>
          <w:rtl/>
          <w:lang w:bidi="fa-IR"/>
        </w:rPr>
        <w:t>٤٦٠ - كفاره نزديكى در حال حيض در قسمت اول آن</w:t>
      </w:r>
      <w:r w:rsidR="000C4B14">
        <w:rPr>
          <w:rtl/>
          <w:lang w:bidi="fa-IR"/>
        </w:rPr>
        <w:t>،</w:t>
      </w:r>
      <w:r w:rsidRPr="003E3506">
        <w:rPr>
          <w:rtl/>
          <w:lang w:bidi="fa-IR"/>
        </w:rPr>
        <w:t xml:space="preserve"> هيجده نخود طلاى سكه دار و در قسمت دوم</w:t>
      </w:r>
      <w:r w:rsidR="000C4B14">
        <w:rPr>
          <w:rtl/>
          <w:lang w:bidi="fa-IR"/>
        </w:rPr>
        <w:t>،</w:t>
      </w:r>
      <w:r w:rsidRPr="003E3506">
        <w:rPr>
          <w:rtl/>
          <w:lang w:bidi="fa-IR"/>
        </w:rPr>
        <w:t xml:space="preserve"> نه نخود</w:t>
      </w:r>
      <w:r w:rsidR="000C4B14">
        <w:rPr>
          <w:rtl/>
          <w:lang w:bidi="fa-IR"/>
        </w:rPr>
        <w:t>،</w:t>
      </w:r>
      <w:r w:rsidRPr="003E3506">
        <w:rPr>
          <w:rtl/>
          <w:lang w:bidi="fa-IR"/>
        </w:rPr>
        <w:t xml:space="preserve"> و در قسمت سوم</w:t>
      </w:r>
      <w:r w:rsidR="000C4B14">
        <w:rPr>
          <w:rtl/>
          <w:lang w:bidi="fa-IR"/>
        </w:rPr>
        <w:t>،</w:t>
      </w:r>
      <w:r w:rsidRPr="003E3506">
        <w:rPr>
          <w:rtl/>
          <w:lang w:bidi="fa-IR"/>
        </w:rPr>
        <w:t xml:space="preserve"> چهار نخود و نيم است مثلا زنى كه شش روز خون حيض مى بيند</w:t>
      </w:r>
      <w:r w:rsidR="000C4B14">
        <w:rPr>
          <w:rtl/>
          <w:lang w:bidi="fa-IR"/>
        </w:rPr>
        <w:t>،</w:t>
      </w:r>
      <w:r w:rsidRPr="003E3506">
        <w:rPr>
          <w:rtl/>
          <w:lang w:bidi="fa-IR"/>
        </w:rPr>
        <w:t xml:space="preserve"> اگر شوهرش در شب يا روز اول و دوم با او جماع كند</w:t>
      </w:r>
      <w:r w:rsidR="000C4B14">
        <w:rPr>
          <w:rtl/>
          <w:lang w:bidi="fa-IR"/>
        </w:rPr>
        <w:t>،</w:t>
      </w:r>
      <w:r w:rsidRPr="003E3506">
        <w:rPr>
          <w:rtl/>
          <w:lang w:bidi="fa-IR"/>
        </w:rPr>
        <w:t xml:space="preserve"> هيجده نخود طلا و در شب يا روز سوم و چهارم نه نخود</w:t>
      </w:r>
      <w:r w:rsidR="000C4B14">
        <w:rPr>
          <w:rtl/>
          <w:lang w:bidi="fa-IR"/>
        </w:rPr>
        <w:t>،</w:t>
      </w:r>
      <w:r w:rsidRPr="003E3506">
        <w:rPr>
          <w:rtl/>
          <w:lang w:bidi="fa-IR"/>
        </w:rPr>
        <w:t xml:space="preserve"> و در شب يا روز پنجم و ششم چهار نخود و نيم بدهد.</w:t>
      </w:r>
    </w:p>
    <w:p w:rsidR="003E3506" w:rsidRPr="003E3506" w:rsidRDefault="003E3506" w:rsidP="003E3506">
      <w:pPr>
        <w:pStyle w:val="libNormal"/>
        <w:rPr>
          <w:lang w:bidi="fa-IR"/>
        </w:rPr>
      </w:pPr>
      <w:r w:rsidRPr="003E3506">
        <w:rPr>
          <w:rtl/>
          <w:lang w:bidi="fa-IR"/>
        </w:rPr>
        <w:lastRenderedPageBreak/>
        <w:t>٤٦١ - اگر طلاى سكه دار ممكن نباشد</w:t>
      </w:r>
      <w:r w:rsidR="000C4B14">
        <w:rPr>
          <w:rtl/>
          <w:lang w:bidi="fa-IR"/>
        </w:rPr>
        <w:t>،</w:t>
      </w:r>
      <w:r w:rsidRPr="003E3506">
        <w:rPr>
          <w:rtl/>
          <w:lang w:bidi="fa-IR"/>
        </w:rPr>
        <w:t xml:space="preserve"> قيمت آن را بدهد و اگر قيمت طلا در وقتى كه جماع كرده</w:t>
      </w:r>
      <w:r w:rsidR="000C4B14">
        <w:rPr>
          <w:rtl/>
          <w:lang w:bidi="fa-IR"/>
        </w:rPr>
        <w:t>،</w:t>
      </w:r>
      <w:r w:rsidRPr="003E3506">
        <w:rPr>
          <w:rtl/>
          <w:lang w:bidi="fa-IR"/>
        </w:rPr>
        <w:t xml:space="preserve"> با وقتى كه مى خواهد به فقير بدهد فرق كرده باشد</w:t>
      </w:r>
      <w:r w:rsidR="000C4B14">
        <w:rPr>
          <w:rtl/>
          <w:lang w:bidi="fa-IR"/>
        </w:rPr>
        <w:t>،</w:t>
      </w:r>
      <w:r w:rsidRPr="003E3506">
        <w:rPr>
          <w:rtl/>
          <w:lang w:bidi="fa-IR"/>
        </w:rPr>
        <w:t xml:space="preserve"> قيمت وقتى را كه مى خواهد به فقير بدهد حساب كند.</w:t>
      </w:r>
    </w:p>
    <w:p w:rsidR="003E3506" w:rsidRPr="003E3506" w:rsidRDefault="003E3506" w:rsidP="003E3506">
      <w:pPr>
        <w:pStyle w:val="libNormal"/>
        <w:rPr>
          <w:lang w:bidi="fa-IR"/>
        </w:rPr>
      </w:pPr>
      <w:r w:rsidRPr="003E3506">
        <w:rPr>
          <w:rtl/>
          <w:lang w:bidi="fa-IR"/>
        </w:rPr>
        <w:t>٤٦٢ - اگر كسى هم در قسمت اول و هم در قسمت دوم و هم در قسمت سوم حيض با زن خود جماع كند</w:t>
      </w:r>
      <w:r w:rsidR="000C4B14">
        <w:rPr>
          <w:rtl/>
          <w:lang w:bidi="fa-IR"/>
        </w:rPr>
        <w:t>،</w:t>
      </w:r>
      <w:r w:rsidRPr="003E3506">
        <w:rPr>
          <w:rtl/>
          <w:lang w:bidi="fa-IR"/>
        </w:rPr>
        <w:t xml:space="preserve"> هر سه كفاره كه روى هم سى و يك نخود و نيم مى شود بدهد.</w:t>
      </w:r>
    </w:p>
    <w:p w:rsidR="003E3506" w:rsidRPr="003E3506" w:rsidRDefault="003E3506" w:rsidP="003E3506">
      <w:pPr>
        <w:pStyle w:val="libNormal"/>
        <w:rPr>
          <w:lang w:bidi="fa-IR"/>
        </w:rPr>
      </w:pPr>
      <w:r w:rsidRPr="003E3506">
        <w:rPr>
          <w:rtl/>
          <w:lang w:bidi="fa-IR"/>
        </w:rPr>
        <w:t>٤٦٣ - اگر با زن حائض چند مرتبه جماع كند بهتر آن است كه براى هر جماع يك كفاره بدهد.</w:t>
      </w:r>
    </w:p>
    <w:p w:rsidR="003E3506" w:rsidRPr="003E3506" w:rsidRDefault="003E3506" w:rsidP="003E3506">
      <w:pPr>
        <w:pStyle w:val="libNormal"/>
        <w:rPr>
          <w:lang w:bidi="fa-IR"/>
        </w:rPr>
      </w:pPr>
      <w:r w:rsidRPr="003E3506">
        <w:rPr>
          <w:rtl/>
          <w:lang w:bidi="fa-IR"/>
        </w:rPr>
        <w:t>٤٦٤ - اگر مرد در حال جماع بفهمد زن حائض شده</w:t>
      </w:r>
      <w:r w:rsidR="000C4B14">
        <w:rPr>
          <w:rtl/>
          <w:lang w:bidi="fa-IR"/>
        </w:rPr>
        <w:t>،</w:t>
      </w:r>
      <w:r w:rsidRPr="003E3506">
        <w:rPr>
          <w:rtl/>
          <w:lang w:bidi="fa-IR"/>
        </w:rPr>
        <w:t xml:space="preserve"> بايد فورا از او جدا شود و اگر جدا نشود احتياط مستحب اين است كه كفاره بدهد.</w:t>
      </w:r>
    </w:p>
    <w:p w:rsidR="003E3506" w:rsidRPr="003E3506" w:rsidRDefault="003E3506" w:rsidP="003E3506">
      <w:pPr>
        <w:pStyle w:val="libNormal"/>
        <w:rPr>
          <w:lang w:bidi="fa-IR"/>
        </w:rPr>
      </w:pPr>
      <w:r w:rsidRPr="003E3506">
        <w:rPr>
          <w:rtl/>
          <w:lang w:bidi="fa-IR"/>
        </w:rPr>
        <w:t>٤٦٥ - اگر مرد با زن حائض زنا كند يا با زن حائض نامحرمى به گمان اين كه عيال خودش است جماع نمايد</w:t>
      </w:r>
      <w:r w:rsidR="000C4B14">
        <w:rPr>
          <w:rtl/>
          <w:lang w:bidi="fa-IR"/>
        </w:rPr>
        <w:t>،</w:t>
      </w:r>
      <w:r w:rsidRPr="003E3506">
        <w:rPr>
          <w:rtl/>
          <w:lang w:bidi="fa-IR"/>
        </w:rPr>
        <w:t xml:space="preserve"> احتياط مستحب اين است كه كفاره بدهد.</w:t>
      </w:r>
    </w:p>
    <w:p w:rsidR="003E3506" w:rsidRPr="003E3506" w:rsidRDefault="003E3506" w:rsidP="003E3506">
      <w:pPr>
        <w:pStyle w:val="libNormal"/>
        <w:rPr>
          <w:lang w:bidi="fa-IR"/>
        </w:rPr>
      </w:pPr>
      <w:r w:rsidRPr="003E3506">
        <w:rPr>
          <w:rtl/>
          <w:lang w:bidi="fa-IR"/>
        </w:rPr>
        <w:t>٤٦٦ - كسى كه از روى نادانى يا فراموشى با زن در حال حيض نزديكى كند كفاره ندارد.</w:t>
      </w:r>
    </w:p>
    <w:p w:rsidR="003E3506" w:rsidRPr="003E3506" w:rsidRDefault="003E3506" w:rsidP="003E3506">
      <w:pPr>
        <w:pStyle w:val="libNormal"/>
        <w:rPr>
          <w:lang w:bidi="fa-IR"/>
        </w:rPr>
      </w:pPr>
      <w:r w:rsidRPr="003E3506">
        <w:rPr>
          <w:rtl/>
          <w:lang w:bidi="fa-IR"/>
        </w:rPr>
        <w:t>٤٦٧ - اگر مرد به اعتقاد اين كه زن حائض است با او نزديكى كند و بعدا معلوم شود كه حائض نبوده است كفاره ندارد.</w:t>
      </w:r>
    </w:p>
    <w:p w:rsidR="003E3506" w:rsidRPr="003E3506" w:rsidRDefault="003E3506" w:rsidP="003E3506">
      <w:pPr>
        <w:pStyle w:val="libNormal"/>
        <w:rPr>
          <w:lang w:bidi="fa-IR"/>
        </w:rPr>
      </w:pPr>
      <w:r w:rsidRPr="003E3506">
        <w:rPr>
          <w:rtl/>
          <w:lang w:bidi="fa-IR"/>
        </w:rPr>
        <w:t>٤٦٨ - طلاق دادن زن در حال حيض</w:t>
      </w:r>
      <w:r w:rsidR="000C4B14">
        <w:rPr>
          <w:rtl/>
          <w:lang w:bidi="fa-IR"/>
        </w:rPr>
        <w:t>،</w:t>
      </w:r>
      <w:r w:rsidRPr="003E3506">
        <w:rPr>
          <w:rtl/>
          <w:lang w:bidi="fa-IR"/>
        </w:rPr>
        <w:t xml:space="preserve"> به طورى كه در احكام طلاق گفته مى شود باطل است</w:t>
      </w:r>
      <w:r w:rsidR="000C4B14">
        <w:rPr>
          <w:rtl/>
          <w:lang w:bidi="fa-IR"/>
        </w:rPr>
        <w:t>.</w:t>
      </w:r>
    </w:p>
    <w:p w:rsidR="003E3506" w:rsidRPr="003E3506" w:rsidRDefault="003E3506" w:rsidP="003E3506">
      <w:pPr>
        <w:pStyle w:val="libNormal"/>
        <w:rPr>
          <w:lang w:bidi="fa-IR"/>
        </w:rPr>
      </w:pPr>
      <w:r w:rsidRPr="003E3506">
        <w:rPr>
          <w:rtl/>
          <w:lang w:bidi="fa-IR"/>
        </w:rPr>
        <w:t>٤٦٩ - اگر زن بگويد حائضم يا از حيض پاك شده ام چنانچه محل اتهام نباشد بايد حرف او را قبول كرد ولى اگر محل اتهام باشد قبول حرف او محل اشكال است</w:t>
      </w:r>
      <w:r w:rsidR="000C4B14">
        <w:rPr>
          <w:rtl/>
          <w:lang w:bidi="fa-IR"/>
        </w:rPr>
        <w:t>.</w:t>
      </w:r>
    </w:p>
    <w:p w:rsidR="003E3506" w:rsidRPr="003E3506" w:rsidRDefault="003E3506" w:rsidP="003E3506">
      <w:pPr>
        <w:pStyle w:val="libNormal"/>
        <w:rPr>
          <w:lang w:bidi="fa-IR"/>
        </w:rPr>
      </w:pPr>
      <w:r w:rsidRPr="003E3506">
        <w:rPr>
          <w:rtl/>
          <w:lang w:bidi="fa-IR"/>
        </w:rPr>
        <w:t>٤٧٠ - اگر زن در بين نماز حائض شود</w:t>
      </w:r>
      <w:r w:rsidR="000C4B14">
        <w:rPr>
          <w:rtl/>
          <w:lang w:bidi="fa-IR"/>
        </w:rPr>
        <w:t>،</w:t>
      </w:r>
      <w:r w:rsidRPr="003E3506">
        <w:rPr>
          <w:rtl/>
          <w:lang w:bidi="fa-IR"/>
        </w:rPr>
        <w:t xml:space="preserve"> نمازش باطل است</w:t>
      </w:r>
      <w:r w:rsidR="000C4B14">
        <w:rPr>
          <w:rtl/>
          <w:lang w:bidi="fa-IR"/>
        </w:rPr>
        <w:t>.</w:t>
      </w:r>
    </w:p>
    <w:p w:rsidR="003E3506" w:rsidRPr="003E3506" w:rsidRDefault="003E3506" w:rsidP="003E3506">
      <w:pPr>
        <w:pStyle w:val="libNormal"/>
        <w:rPr>
          <w:lang w:bidi="fa-IR"/>
        </w:rPr>
      </w:pPr>
      <w:r w:rsidRPr="003E3506">
        <w:rPr>
          <w:rtl/>
          <w:lang w:bidi="fa-IR"/>
        </w:rPr>
        <w:t>٤٧١ - اگر زن در بين نماز شك كند كه حائض شده يا نه</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ولى اگر بعد از نماز بفهمد كه در بين نماز حائض شده</w:t>
      </w:r>
      <w:r w:rsidR="000C4B14">
        <w:rPr>
          <w:rtl/>
          <w:lang w:bidi="fa-IR"/>
        </w:rPr>
        <w:t>،</w:t>
      </w:r>
      <w:r w:rsidRPr="003E3506">
        <w:rPr>
          <w:rtl/>
          <w:lang w:bidi="fa-IR"/>
        </w:rPr>
        <w:t xml:space="preserve"> نمازى كه خوانده باطل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٤٧٢ - بعد از آن كه زن از خون حيض پاك شد</w:t>
      </w:r>
      <w:r w:rsidR="000C4B14">
        <w:rPr>
          <w:rtl/>
          <w:lang w:bidi="fa-IR"/>
        </w:rPr>
        <w:t>،</w:t>
      </w:r>
      <w:r w:rsidRPr="003E3506">
        <w:rPr>
          <w:rtl/>
          <w:lang w:bidi="fa-IR"/>
        </w:rPr>
        <w:t xml:space="preserve"> واجب است براى نماز و عبادتهاى ديگرى كه بايد با وضو يا غسل يا تيمم بجا آورده شود</w:t>
      </w:r>
      <w:r w:rsidR="000C4B14">
        <w:rPr>
          <w:rtl/>
          <w:lang w:bidi="fa-IR"/>
        </w:rPr>
        <w:t>،</w:t>
      </w:r>
      <w:r w:rsidRPr="003E3506">
        <w:rPr>
          <w:rtl/>
          <w:lang w:bidi="fa-IR"/>
        </w:rPr>
        <w:t xml:space="preserve"> غسل كند.</w:t>
      </w:r>
    </w:p>
    <w:p w:rsidR="003E3506" w:rsidRPr="003E3506" w:rsidRDefault="003E3506" w:rsidP="003E3506">
      <w:pPr>
        <w:pStyle w:val="libNormal"/>
        <w:rPr>
          <w:lang w:bidi="fa-IR"/>
        </w:rPr>
      </w:pPr>
      <w:r w:rsidRPr="003E3506">
        <w:rPr>
          <w:rtl/>
          <w:lang w:bidi="fa-IR"/>
        </w:rPr>
        <w:t>و دستور آن مثل غسل جنابت است</w:t>
      </w:r>
      <w:r w:rsidR="000C4B14">
        <w:rPr>
          <w:rtl/>
          <w:lang w:bidi="fa-IR"/>
        </w:rPr>
        <w:t>،</w:t>
      </w:r>
      <w:r w:rsidRPr="003E3506">
        <w:rPr>
          <w:rtl/>
          <w:lang w:bidi="fa-IR"/>
        </w:rPr>
        <w:t xml:space="preserve"> و بهتر آن است كه پيش از غسل وضو هم بگيرد.</w:t>
      </w:r>
    </w:p>
    <w:p w:rsidR="003E3506" w:rsidRPr="003E3506" w:rsidRDefault="003E3506" w:rsidP="003E3506">
      <w:pPr>
        <w:pStyle w:val="libNormal"/>
        <w:rPr>
          <w:lang w:bidi="fa-IR"/>
        </w:rPr>
      </w:pPr>
      <w:r w:rsidRPr="003E3506">
        <w:rPr>
          <w:rtl/>
          <w:lang w:bidi="fa-IR"/>
        </w:rPr>
        <w:t>٤٧٣ - بعد از آن كه زن از خون حيض پاك شد</w:t>
      </w:r>
      <w:r w:rsidR="000C4B14">
        <w:rPr>
          <w:rtl/>
          <w:lang w:bidi="fa-IR"/>
        </w:rPr>
        <w:t>،</w:t>
      </w:r>
      <w:r w:rsidRPr="003E3506">
        <w:rPr>
          <w:rtl/>
          <w:lang w:bidi="fa-IR"/>
        </w:rPr>
        <w:t xml:space="preserve"> اگر چه غسل نكرده باشد</w:t>
      </w:r>
      <w:r w:rsidR="000C4B14">
        <w:rPr>
          <w:rtl/>
          <w:lang w:bidi="fa-IR"/>
        </w:rPr>
        <w:t>،</w:t>
      </w:r>
      <w:r w:rsidRPr="003E3506">
        <w:rPr>
          <w:rtl/>
          <w:lang w:bidi="fa-IR"/>
        </w:rPr>
        <w:t xml:space="preserve"> طلاق او صحيح است</w:t>
      </w:r>
      <w:r w:rsidR="000C4B14">
        <w:rPr>
          <w:rtl/>
          <w:lang w:bidi="fa-IR"/>
        </w:rPr>
        <w:t>،</w:t>
      </w:r>
      <w:r w:rsidRPr="003E3506">
        <w:rPr>
          <w:rtl/>
          <w:lang w:bidi="fa-IR"/>
        </w:rPr>
        <w:t xml:space="preserve"> و شوهرش هم مى تواند با او جماع كند</w:t>
      </w:r>
      <w:r w:rsidR="000C4B14">
        <w:rPr>
          <w:rtl/>
          <w:lang w:bidi="fa-IR"/>
        </w:rPr>
        <w:t>،</w:t>
      </w:r>
      <w:r w:rsidRPr="003E3506">
        <w:rPr>
          <w:rtl/>
          <w:lang w:bidi="fa-IR"/>
        </w:rPr>
        <w:t xml:space="preserve"> ولى احتياط لازم اين است كه جماع پس از شستن فرج باشد</w:t>
      </w:r>
      <w:r w:rsidR="000C4B14">
        <w:rPr>
          <w:rtl/>
          <w:lang w:bidi="fa-IR"/>
        </w:rPr>
        <w:t>،</w:t>
      </w:r>
      <w:r w:rsidRPr="003E3506">
        <w:rPr>
          <w:rtl/>
          <w:lang w:bidi="fa-IR"/>
        </w:rPr>
        <w:t xml:space="preserve"> و احتياط مستحب آن است كه پيش از غسل از جماع با او خوددارى نمايد.</w:t>
      </w:r>
    </w:p>
    <w:p w:rsidR="003E3506" w:rsidRPr="003E3506" w:rsidRDefault="003E3506" w:rsidP="003E3506">
      <w:pPr>
        <w:pStyle w:val="libNormal"/>
        <w:rPr>
          <w:lang w:bidi="fa-IR"/>
        </w:rPr>
      </w:pPr>
      <w:r w:rsidRPr="003E3506">
        <w:rPr>
          <w:rtl/>
          <w:lang w:bidi="fa-IR"/>
        </w:rPr>
        <w:t>اما كارهاى ديگرى كه در وقت حيض بر او حرام بوده مانند توقف در مسجد و مس خط قرآن تا غسل نكند بر او حلال نمى شود.</w:t>
      </w:r>
    </w:p>
    <w:p w:rsidR="003E3506" w:rsidRPr="003E3506" w:rsidRDefault="003E3506" w:rsidP="003E3506">
      <w:pPr>
        <w:pStyle w:val="libNormal"/>
        <w:rPr>
          <w:lang w:bidi="fa-IR"/>
        </w:rPr>
      </w:pPr>
      <w:r w:rsidRPr="003E3506">
        <w:rPr>
          <w:rtl/>
          <w:lang w:bidi="fa-IR"/>
        </w:rPr>
        <w:t>٤٧٤ - اگر آب براى وضو و غسل كافى نباشد و به اندازه اى باشد كه بتواند غسل كند</w:t>
      </w:r>
      <w:r w:rsidR="000C4B14">
        <w:rPr>
          <w:rtl/>
          <w:lang w:bidi="fa-IR"/>
        </w:rPr>
        <w:t>،</w:t>
      </w:r>
      <w:r w:rsidRPr="003E3506">
        <w:rPr>
          <w:rtl/>
          <w:lang w:bidi="fa-IR"/>
        </w:rPr>
        <w:t xml:space="preserve"> بايد غسل كند</w:t>
      </w:r>
      <w:r w:rsidR="000C4B14">
        <w:rPr>
          <w:rtl/>
          <w:lang w:bidi="fa-IR"/>
        </w:rPr>
        <w:t>،</w:t>
      </w:r>
      <w:r w:rsidRPr="003E3506">
        <w:rPr>
          <w:rtl/>
          <w:lang w:bidi="fa-IR"/>
        </w:rPr>
        <w:t xml:space="preserve"> و بهتر آن است كه بدل از وضو تيمم نمايد.</w:t>
      </w:r>
    </w:p>
    <w:p w:rsidR="003E3506" w:rsidRPr="003E3506" w:rsidRDefault="003E3506" w:rsidP="003E3506">
      <w:pPr>
        <w:pStyle w:val="libNormal"/>
        <w:rPr>
          <w:lang w:bidi="fa-IR"/>
        </w:rPr>
      </w:pPr>
      <w:r w:rsidRPr="003E3506">
        <w:rPr>
          <w:rtl/>
          <w:lang w:bidi="fa-IR"/>
        </w:rPr>
        <w:t>و اگر فقط براى وضو كافى باشد و به اندازه غسل نباشد بهتر آن است كه وضو بگيرد و بايد عوض غسل تيمم كند.</w:t>
      </w:r>
    </w:p>
    <w:p w:rsidR="003E3506" w:rsidRPr="003E3506" w:rsidRDefault="003E3506" w:rsidP="003E3506">
      <w:pPr>
        <w:pStyle w:val="libNormal"/>
        <w:rPr>
          <w:lang w:bidi="fa-IR"/>
        </w:rPr>
      </w:pPr>
      <w:r w:rsidRPr="003E3506">
        <w:rPr>
          <w:rtl/>
          <w:lang w:bidi="fa-IR"/>
        </w:rPr>
        <w:t>و اگر براى هيچ يك از آنها آب ندارد</w:t>
      </w:r>
      <w:r w:rsidR="000C4B14">
        <w:rPr>
          <w:rtl/>
          <w:lang w:bidi="fa-IR"/>
        </w:rPr>
        <w:t>،</w:t>
      </w:r>
      <w:r w:rsidRPr="003E3506">
        <w:rPr>
          <w:rtl/>
          <w:lang w:bidi="fa-IR"/>
        </w:rPr>
        <w:t xml:space="preserve"> بايد بدل از غسل تيمم كند و بهتر آن است كه بدل از وضو نيز تيمم نمايد.</w:t>
      </w:r>
    </w:p>
    <w:p w:rsidR="003E3506" w:rsidRPr="003E3506" w:rsidRDefault="003E3506" w:rsidP="003E3506">
      <w:pPr>
        <w:pStyle w:val="libNormal"/>
        <w:rPr>
          <w:lang w:bidi="fa-IR"/>
        </w:rPr>
      </w:pPr>
      <w:r w:rsidRPr="003E3506">
        <w:rPr>
          <w:rtl/>
          <w:lang w:bidi="fa-IR"/>
        </w:rPr>
        <w:t>٤٧٥ - نمازهايى كه زن در حال حيض نخوانده</w:t>
      </w:r>
      <w:r w:rsidR="000C4B14">
        <w:rPr>
          <w:rtl/>
          <w:lang w:bidi="fa-IR"/>
        </w:rPr>
        <w:t>،</w:t>
      </w:r>
      <w:r w:rsidRPr="003E3506">
        <w:rPr>
          <w:rtl/>
          <w:lang w:bidi="fa-IR"/>
        </w:rPr>
        <w:t xml:space="preserve"> قضا ندارد</w:t>
      </w:r>
      <w:r w:rsidR="000C4B14">
        <w:rPr>
          <w:rtl/>
          <w:lang w:bidi="fa-IR"/>
        </w:rPr>
        <w:t>،</w:t>
      </w:r>
      <w:r w:rsidRPr="003E3506">
        <w:rPr>
          <w:rtl/>
          <w:lang w:bidi="fa-IR"/>
        </w:rPr>
        <w:t xml:space="preserve"> ولى روزه هاى ماه رمضان را كه در حال حيض نگرفته بايد قضا نمايد</w:t>
      </w:r>
      <w:r w:rsidR="000C4B14">
        <w:rPr>
          <w:rtl/>
          <w:lang w:bidi="fa-IR"/>
        </w:rPr>
        <w:t>،</w:t>
      </w:r>
      <w:r w:rsidRPr="003E3506">
        <w:rPr>
          <w:rtl/>
          <w:lang w:bidi="fa-IR"/>
        </w:rPr>
        <w:t xml:space="preserve"> و هم چنين بنابر احتياط لازم روزه هايى كه به نذر در وقت معين واجب شده در حال حيض نگرفته بايد قضا نمايد.</w:t>
      </w:r>
    </w:p>
    <w:p w:rsidR="003E3506" w:rsidRPr="003E3506" w:rsidRDefault="003E3506" w:rsidP="003E3506">
      <w:pPr>
        <w:pStyle w:val="libNormal"/>
        <w:rPr>
          <w:lang w:bidi="fa-IR"/>
        </w:rPr>
      </w:pPr>
      <w:r w:rsidRPr="003E3506">
        <w:rPr>
          <w:rtl/>
          <w:lang w:bidi="fa-IR"/>
        </w:rPr>
        <w:t>٤٧٦ - هر گاه وقت نماز داخل شود و بداند كه اگر نماز را تاخير بيندازد حائض مى شود بايد فورا نماز بخواند و هم چنين است بنابر احتياط لازم اگر احتمال دهد كه چنانچه نماز را تاخير بيندازد حائض مى شود.</w:t>
      </w:r>
    </w:p>
    <w:p w:rsidR="003E3506" w:rsidRPr="003E3506" w:rsidRDefault="003E3506" w:rsidP="003E3506">
      <w:pPr>
        <w:pStyle w:val="libNormal"/>
        <w:rPr>
          <w:lang w:bidi="fa-IR"/>
        </w:rPr>
      </w:pPr>
      <w:r w:rsidRPr="003E3506">
        <w:rPr>
          <w:rtl/>
          <w:lang w:bidi="fa-IR"/>
        </w:rPr>
        <w:t xml:space="preserve">٤٧٧ - اگر زن نماز را تاخير بيندازد و از اول وقت به اندازه خواندن يك نماز با تحصيل طهارت مائيه از حدث بگذرد - هر چند طهارت با تيمم بنابر احتياط لازم - و سپس حائض </w:t>
      </w:r>
      <w:r w:rsidRPr="003E3506">
        <w:rPr>
          <w:rtl/>
          <w:lang w:bidi="fa-IR"/>
        </w:rPr>
        <w:lastRenderedPageBreak/>
        <w:t>شود قضاى آن نماز بر او واجب است</w:t>
      </w:r>
      <w:r w:rsidR="000C4B14">
        <w:rPr>
          <w:rtl/>
          <w:lang w:bidi="fa-IR"/>
        </w:rPr>
        <w:t>،</w:t>
      </w:r>
      <w:r w:rsidRPr="003E3506">
        <w:rPr>
          <w:rtl/>
          <w:lang w:bidi="fa-IR"/>
        </w:rPr>
        <w:t xml:space="preserve"> ولى در تند خواندن و كند خواندن و چيزهاى ديگر بايد ملاحظه حال خود را بكند</w:t>
      </w:r>
      <w:r w:rsidR="000C4B14">
        <w:rPr>
          <w:rtl/>
          <w:lang w:bidi="fa-IR"/>
        </w:rPr>
        <w:t>،</w:t>
      </w:r>
      <w:r w:rsidRPr="003E3506">
        <w:rPr>
          <w:rtl/>
          <w:lang w:bidi="fa-IR"/>
        </w:rPr>
        <w:t xml:space="preserve"> مثلا زنى كه مسافر نيست اگر در اول ظهر نماز نخواند قضاى آن در صورتى واجب مى شود كه به مقدار خواندن چهار ركعت نماز با تحصيل طهارت از حدث از اول ظهر بگذرد و حائض شود</w:t>
      </w:r>
      <w:r w:rsidR="000C4B14">
        <w:rPr>
          <w:rtl/>
          <w:lang w:bidi="fa-IR"/>
        </w:rPr>
        <w:t>،</w:t>
      </w:r>
      <w:r w:rsidRPr="003E3506">
        <w:rPr>
          <w:rtl/>
          <w:lang w:bidi="fa-IR"/>
        </w:rPr>
        <w:t xml:space="preserve"> و براى كسى كه مسافر است گذشتن وقت به مقدار خواندن دو ركعت با تحصيل طهارت كافى است</w:t>
      </w:r>
      <w:r w:rsidR="000C4B14">
        <w:rPr>
          <w:rtl/>
          <w:lang w:bidi="fa-IR"/>
        </w:rPr>
        <w:t>.</w:t>
      </w:r>
    </w:p>
    <w:p w:rsidR="003E3506" w:rsidRPr="003E3506" w:rsidRDefault="003E3506" w:rsidP="003E3506">
      <w:pPr>
        <w:pStyle w:val="libNormal"/>
        <w:rPr>
          <w:lang w:bidi="fa-IR"/>
        </w:rPr>
      </w:pPr>
      <w:r w:rsidRPr="003E3506">
        <w:rPr>
          <w:rtl/>
          <w:lang w:bidi="fa-IR"/>
        </w:rPr>
        <w:t>٤٧٨ - اگر زن در آخر وقت نماز</w:t>
      </w:r>
      <w:r w:rsidR="000C4B14">
        <w:rPr>
          <w:rtl/>
          <w:lang w:bidi="fa-IR"/>
        </w:rPr>
        <w:t>،</w:t>
      </w:r>
      <w:r w:rsidRPr="003E3506">
        <w:rPr>
          <w:rtl/>
          <w:lang w:bidi="fa-IR"/>
        </w:rPr>
        <w:t xml:space="preserve"> از خون پاك شود و به اندازه غسل و خواندن يك ركعت نماز يا بيشتر از يك ركعت وقت داشته باشد</w:t>
      </w:r>
      <w:r w:rsidR="000C4B14">
        <w:rPr>
          <w:rtl/>
          <w:lang w:bidi="fa-IR"/>
        </w:rPr>
        <w:t>،</w:t>
      </w:r>
      <w:r w:rsidRPr="003E3506">
        <w:rPr>
          <w:rtl/>
          <w:lang w:bidi="fa-IR"/>
        </w:rPr>
        <w:t xml:space="preserve"> بايد نماز را بخواند و اگر نخواند بايد قضاى آن را بجا آورد.</w:t>
      </w:r>
    </w:p>
    <w:p w:rsidR="003E3506" w:rsidRPr="003E3506" w:rsidRDefault="003E3506" w:rsidP="003E3506">
      <w:pPr>
        <w:pStyle w:val="libNormal"/>
        <w:rPr>
          <w:lang w:bidi="fa-IR"/>
        </w:rPr>
      </w:pPr>
      <w:r w:rsidRPr="003E3506">
        <w:rPr>
          <w:rtl/>
          <w:lang w:bidi="fa-IR"/>
        </w:rPr>
        <w:t>٤٧٩ - اگر زن حائض بعد از پاكى به اندازه غسل وقت ندارد</w:t>
      </w:r>
      <w:r w:rsidR="000C4B14">
        <w:rPr>
          <w:rtl/>
          <w:lang w:bidi="fa-IR"/>
        </w:rPr>
        <w:t>،</w:t>
      </w:r>
      <w:r w:rsidRPr="003E3506">
        <w:rPr>
          <w:rtl/>
          <w:lang w:bidi="fa-IR"/>
        </w:rPr>
        <w:t xml:space="preserve"> ولى مى تواند با تيمم نماز را در وقت بخواند</w:t>
      </w:r>
      <w:r w:rsidR="000C4B14">
        <w:rPr>
          <w:rtl/>
          <w:lang w:bidi="fa-IR"/>
        </w:rPr>
        <w:t>،</w:t>
      </w:r>
      <w:r w:rsidRPr="003E3506">
        <w:rPr>
          <w:rtl/>
          <w:lang w:bidi="fa-IR"/>
        </w:rPr>
        <w:t xml:space="preserve"> احتياط واجب آن است كه آن نماز را با تيمم بخواند</w:t>
      </w:r>
      <w:r w:rsidR="000C4B14">
        <w:rPr>
          <w:rtl/>
          <w:lang w:bidi="fa-IR"/>
        </w:rPr>
        <w:t>،</w:t>
      </w:r>
      <w:r w:rsidRPr="003E3506">
        <w:rPr>
          <w:rtl/>
          <w:lang w:bidi="fa-IR"/>
        </w:rPr>
        <w:t xml:space="preserve"> و در صورتى كه نخواند قضا نمايد و اگر گذشته از تنگى وقت از جهت ديگر تكليفش تيمم است</w:t>
      </w:r>
      <w:r w:rsidR="000C4B14">
        <w:rPr>
          <w:rtl/>
          <w:lang w:bidi="fa-IR"/>
        </w:rPr>
        <w:t>،</w:t>
      </w:r>
      <w:r w:rsidRPr="003E3506">
        <w:rPr>
          <w:rtl/>
          <w:lang w:bidi="fa-IR"/>
        </w:rPr>
        <w:t xml:space="preserve"> مثل آن كه آب برايش ضرر دارد</w:t>
      </w:r>
      <w:r w:rsidR="000C4B14">
        <w:rPr>
          <w:rtl/>
          <w:lang w:bidi="fa-IR"/>
        </w:rPr>
        <w:t>،</w:t>
      </w:r>
      <w:r w:rsidRPr="003E3506">
        <w:rPr>
          <w:rtl/>
          <w:lang w:bidi="fa-IR"/>
        </w:rPr>
        <w:t xml:space="preserve"> بايد تيمم كند و آن نماز را بخواند</w:t>
      </w:r>
      <w:r w:rsidR="000C4B14">
        <w:rPr>
          <w:rtl/>
          <w:lang w:bidi="fa-IR"/>
        </w:rPr>
        <w:t>،</w:t>
      </w:r>
      <w:r w:rsidRPr="003E3506">
        <w:rPr>
          <w:rtl/>
          <w:lang w:bidi="fa-IR"/>
        </w:rPr>
        <w:t xml:space="preserve"> و در صورتى كه نخواند لازم است قضا نمايد.</w:t>
      </w:r>
    </w:p>
    <w:p w:rsidR="003E3506" w:rsidRPr="003E3506" w:rsidRDefault="003E3506" w:rsidP="003E3506">
      <w:pPr>
        <w:pStyle w:val="libNormal"/>
        <w:rPr>
          <w:lang w:bidi="fa-IR"/>
        </w:rPr>
      </w:pPr>
      <w:r w:rsidRPr="003E3506">
        <w:rPr>
          <w:rtl/>
          <w:lang w:bidi="fa-IR"/>
        </w:rPr>
        <w:t>٤٨٠ - اگر زن بعد از پاك شدن از حيض شك كند كه براى نماز وقت دارد يا نه</w:t>
      </w:r>
      <w:r w:rsidR="000C4B14">
        <w:rPr>
          <w:rtl/>
          <w:lang w:bidi="fa-IR"/>
        </w:rPr>
        <w:t>،</w:t>
      </w:r>
      <w:r w:rsidRPr="003E3506">
        <w:rPr>
          <w:rtl/>
          <w:lang w:bidi="fa-IR"/>
        </w:rPr>
        <w:t xml:space="preserve"> بايد نمازش را بخواند.</w:t>
      </w:r>
    </w:p>
    <w:p w:rsidR="003E3506" w:rsidRPr="003E3506" w:rsidRDefault="003E3506" w:rsidP="003E3506">
      <w:pPr>
        <w:pStyle w:val="libNormal"/>
        <w:rPr>
          <w:lang w:bidi="fa-IR"/>
        </w:rPr>
      </w:pPr>
      <w:r w:rsidRPr="003E3506">
        <w:rPr>
          <w:rtl/>
          <w:lang w:bidi="fa-IR"/>
        </w:rPr>
        <w:t>٤٨١ - اگر به خيال اين كه به اندازه تحصيل طهارت از حدث و خواندن يك ركعت وقت ندارد نماز نخواند</w:t>
      </w:r>
      <w:r w:rsidR="000C4B14">
        <w:rPr>
          <w:rtl/>
          <w:lang w:bidi="fa-IR"/>
        </w:rPr>
        <w:t>،</w:t>
      </w:r>
      <w:r w:rsidRPr="003E3506">
        <w:rPr>
          <w:rtl/>
          <w:lang w:bidi="fa-IR"/>
        </w:rPr>
        <w:t xml:space="preserve"> و بعد بفهمد وقت داشته</w:t>
      </w:r>
      <w:r w:rsidR="000C4B14">
        <w:rPr>
          <w:rtl/>
          <w:lang w:bidi="fa-IR"/>
        </w:rPr>
        <w:t>،</w:t>
      </w:r>
      <w:r w:rsidRPr="003E3506">
        <w:rPr>
          <w:rtl/>
          <w:lang w:bidi="fa-IR"/>
        </w:rPr>
        <w:t xml:space="preserve"> بايد قضاى آن نماز را بجا آورد.</w:t>
      </w:r>
    </w:p>
    <w:p w:rsidR="003E3506" w:rsidRPr="003E3506" w:rsidRDefault="003E3506" w:rsidP="003E3506">
      <w:pPr>
        <w:pStyle w:val="libNormal"/>
        <w:rPr>
          <w:lang w:bidi="fa-IR"/>
        </w:rPr>
      </w:pPr>
      <w:r w:rsidRPr="003E3506">
        <w:rPr>
          <w:rtl/>
          <w:lang w:bidi="fa-IR"/>
        </w:rPr>
        <w:t>٤٨٢ - مستحب است زن حائض در وقت نماز</w:t>
      </w:r>
      <w:r w:rsidR="000C4B14">
        <w:rPr>
          <w:rtl/>
          <w:lang w:bidi="fa-IR"/>
        </w:rPr>
        <w:t>،</w:t>
      </w:r>
      <w:r w:rsidRPr="003E3506">
        <w:rPr>
          <w:rtl/>
          <w:lang w:bidi="fa-IR"/>
        </w:rPr>
        <w:t xml:space="preserve"> خود را از خون پاك نمايد و پنبه و دستمال را عوض كند و وضو بگيرد</w:t>
      </w:r>
      <w:r w:rsidR="000C4B14">
        <w:rPr>
          <w:rtl/>
          <w:lang w:bidi="fa-IR"/>
        </w:rPr>
        <w:t>،</w:t>
      </w:r>
      <w:r w:rsidRPr="003E3506">
        <w:rPr>
          <w:rtl/>
          <w:lang w:bidi="fa-IR"/>
        </w:rPr>
        <w:t xml:space="preserve"> و اگر نمى تواند وضو بگيرد تيمم نمايد و در جاى نماز رو به قبله بنشيند و مشغول ذكر و دعا و صلوات شود.</w:t>
      </w:r>
    </w:p>
    <w:p w:rsidR="003E3506" w:rsidRPr="003E3506" w:rsidRDefault="003E3506" w:rsidP="003E3506">
      <w:pPr>
        <w:pStyle w:val="libNormal"/>
        <w:rPr>
          <w:lang w:bidi="fa-IR"/>
        </w:rPr>
      </w:pPr>
      <w:r w:rsidRPr="003E3506">
        <w:rPr>
          <w:rtl/>
          <w:lang w:bidi="fa-IR"/>
        </w:rPr>
        <w:t>٤٨٣ - خواندن و همراه داشتن قرآن و رساندن جايى از بدن را به ما بين خطهاى قرآن</w:t>
      </w:r>
      <w:r w:rsidR="000C4B14">
        <w:rPr>
          <w:rtl/>
          <w:lang w:bidi="fa-IR"/>
        </w:rPr>
        <w:t>،</w:t>
      </w:r>
      <w:r w:rsidRPr="003E3506">
        <w:rPr>
          <w:rtl/>
          <w:lang w:bidi="fa-IR"/>
        </w:rPr>
        <w:t xml:space="preserve"> و نيز خضاب كردن به حنا </w:t>
      </w:r>
      <w:r w:rsidR="00605FAB">
        <w:rPr>
          <w:rtl/>
          <w:lang w:bidi="fa-IR"/>
        </w:rPr>
        <w:t>(</w:t>
      </w:r>
      <w:r w:rsidRPr="003E3506">
        <w:rPr>
          <w:rtl/>
          <w:lang w:bidi="fa-IR"/>
        </w:rPr>
        <w:t>حنا بستن</w:t>
      </w:r>
      <w:r w:rsidR="00605FAB">
        <w:rPr>
          <w:rtl/>
          <w:lang w:bidi="fa-IR"/>
        </w:rPr>
        <w:t>)</w:t>
      </w:r>
      <w:r w:rsidRPr="003E3506">
        <w:rPr>
          <w:rtl/>
          <w:lang w:bidi="fa-IR"/>
        </w:rPr>
        <w:t xml:space="preserve"> و مانند آن</w:t>
      </w:r>
      <w:r w:rsidR="000C4B14">
        <w:rPr>
          <w:rtl/>
          <w:lang w:bidi="fa-IR"/>
        </w:rPr>
        <w:t>،</w:t>
      </w:r>
      <w:r w:rsidRPr="003E3506">
        <w:rPr>
          <w:rtl/>
          <w:lang w:bidi="fa-IR"/>
        </w:rPr>
        <w:t xml:space="preserve"> براى حائض مكروه است</w:t>
      </w:r>
      <w:r w:rsidR="000C4B14">
        <w:rPr>
          <w:rtl/>
          <w:lang w:bidi="fa-IR"/>
        </w:rPr>
        <w:t>.</w:t>
      </w:r>
    </w:p>
    <w:p w:rsidR="003E3506" w:rsidRPr="003E3506" w:rsidRDefault="00CD3F50" w:rsidP="003E3506">
      <w:pPr>
        <w:pStyle w:val="libNormal"/>
        <w:rPr>
          <w:lang w:bidi="fa-IR"/>
        </w:rPr>
      </w:pPr>
      <w:r>
        <w:rPr>
          <w:rtl/>
          <w:lang w:bidi="fa-IR"/>
        </w:rPr>
        <w:br w:type="page"/>
      </w:r>
    </w:p>
    <w:p w:rsidR="003E3506" w:rsidRDefault="00605FAB" w:rsidP="00CD3F50">
      <w:pPr>
        <w:pStyle w:val="Heading3"/>
        <w:rPr>
          <w:rtl/>
          <w:lang w:bidi="fa-IR"/>
        </w:rPr>
      </w:pPr>
      <w:bookmarkStart w:id="57" w:name="_Toc24454480"/>
      <w:r>
        <w:rPr>
          <w:rtl/>
          <w:lang w:bidi="fa-IR"/>
        </w:rPr>
        <w:t>(</w:t>
      </w:r>
      <w:r w:rsidR="003E3506" w:rsidRPr="003E3506">
        <w:rPr>
          <w:rtl/>
          <w:lang w:bidi="fa-IR"/>
        </w:rPr>
        <w:t>اقسام زنهاى حائض</w:t>
      </w:r>
      <w:r>
        <w:rPr>
          <w:rtl/>
          <w:lang w:bidi="fa-IR"/>
        </w:rPr>
        <w:t>)</w:t>
      </w:r>
      <w:bookmarkEnd w:id="57"/>
    </w:p>
    <w:p w:rsidR="003E3506" w:rsidRPr="003E3506" w:rsidRDefault="003E3506" w:rsidP="003E3506">
      <w:pPr>
        <w:pStyle w:val="libNormal"/>
        <w:rPr>
          <w:lang w:bidi="fa-IR"/>
        </w:rPr>
      </w:pPr>
      <w:r w:rsidRPr="003E3506">
        <w:rPr>
          <w:rtl/>
          <w:lang w:bidi="fa-IR"/>
        </w:rPr>
        <w:t>٤٨٤ - زنهاى حائض بر شش قسمند</w:t>
      </w:r>
      <w:r w:rsidR="00553569">
        <w:rPr>
          <w:rtl/>
          <w:lang w:bidi="fa-IR"/>
        </w:rPr>
        <w:t>:</w:t>
      </w:r>
      <w:r w:rsidRPr="003E3506">
        <w:rPr>
          <w:rtl/>
          <w:lang w:bidi="fa-IR"/>
        </w:rPr>
        <w:t xml:space="preserve"> اول صاحب عادت وقتيه و عدديه</w:t>
      </w:r>
      <w:r w:rsidR="000C4B14">
        <w:rPr>
          <w:rtl/>
          <w:lang w:bidi="fa-IR"/>
        </w:rPr>
        <w:t>،</w:t>
      </w:r>
      <w:r w:rsidRPr="003E3506">
        <w:rPr>
          <w:rtl/>
          <w:lang w:bidi="fa-IR"/>
        </w:rPr>
        <w:t xml:space="preserve"> و آن زنى است كه دو ماه پشت سر هم در وقت معين خون حيض ببيند و شماره روزهاى حيض او هم در هر دو ماه يك اندازه باشد</w:t>
      </w:r>
      <w:r w:rsidR="000C4B14">
        <w:rPr>
          <w:rtl/>
          <w:lang w:bidi="fa-IR"/>
        </w:rPr>
        <w:t>،</w:t>
      </w:r>
      <w:r w:rsidRPr="003E3506">
        <w:rPr>
          <w:rtl/>
          <w:lang w:bidi="fa-IR"/>
        </w:rPr>
        <w:t xml:space="preserve"> مثل آن كه دو ماه پشت سر هم از اول ماه تا هفتم خون ببيند.</w:t>
      </w:r>
    </w:p>
    <w:p w:rsidR="003E3506" w:rsidRPr="003E3506" w:rsidRDefault="003E3506" w:rsidP="003E3506">
      <w:pPr>
        <w:pStyle w:val="libNormal"/>
        <w:rPr>
          <w:lang w:bidi="fa-IR"/>
        </w:rPr>
      </w:pPr>
      <w:r w:rsidRPr="003E3506">
        <w:rPr>
          <w:rtl/>
          <w:lang w:bidi="fa-IR"/>
        </w:rPr>
        <w:t>دوم صاحب عادت وقتيه و آن زنى است كه دو ماه پشت سر هم در وقت معين خون حيض ببيند</w:t>
      </w:r>
      <w:r w:rsidR="000C4B14">
        <w:rPr>
          <w:rtl/>
          <w:lang w:bidi="fa-IR"/>
        </w:rPr>
        <w:t>،</w:t>
      </w:r>
      <w:r w:rsidRPr="003E3506">
        <w:rPr>
          <w:rtl/>
          <w:lang w:bidi="fa-IR"/>
        </w:rPr>
        <w:t xml:space="preserve"> ولى شماره روزهاى حيض او در هر دو ماه يك اندازه نباشد</w:t>
      </w:r>
      <w:r w:rsidR="000C4B14">
        <w:rPr>
          <w:rtl/>
          <w:lang w:bidi="fa-IR"/>
        </w:rPr>
        <w:t>،</w:t>
      </w:r>
      <w:r w:rsidRPr="003E3506">
        <w:rPr>
          <w:rtl/>
          <w:lang w:bidi="fa-IR"/>
        </w:rPr>
        <w:t xml:space="preserve"> مثلا دو ماه پشت سر هم از روز اول ماه خون ببيند ولى ماه اول روز هفتم و ماه دوم روز هشتم از خون پاك شود.</w:t>
      </w:r>
    </w:p>
    <w:p w:rsidR="003E3506" w:rsidRPr="003E3506" w:rsidRDefault="003E3506" w:rsidP="003E3506">
      <w:pPr>
        <w:pStyle w:val="libNormal"/>
        <w:rPr>
          <w:lang w:bidi="fa-IR"/>
        </w:rPr>
      </w:pPr>
      <w:r w:rsidRPr="003E3506">
        <w:rPr>
          <w:rtl/>
          <w:lang w:bidi="fa-IR"/>
        </w:rPr>
        <w:t>سوم صاحب عادت عدديه و آن زنى است كه شماره روزهاى حيض او در دو ماه پشت سر هم به يك اندازه باشد</w:t>
      </w:r>
      <w:r w:rsidR="000C4B14">
        <w:rPr>
          <w:rtl/>
          <w:lang w:bidi="fa-IR"/>
        </w:rPr>
        <w:t>،</w:t>
      </w:r>
      <w:r w:rsidRPr="003E3506">
        <w:rPr>
          <w:rtl/>
          <w:lang w:bidi="fa-IR"/>
        </w:rPr>
        <w:t xml:space="preserve"> ولى وقت ديدن آن دو خون يكى نباشد</w:t>
      </w:r>
      <w:r w:rsidR="000C4B14">
        <w:rPr>
          <w:rtl/>
          <w:lang w:bidi="fa-IR"/>
        </w:rPr>
        <w:t>،</w:t>
      </w:r>
      <w:r w:rsidRPr="003E3506">
        <w:rPr>
          <w:rtl/>
          <w:lang w:bidi="fa-IR"/>
        </w:rPr>
        <w:t xml:space="preserve"> مثل آن كه ماه اول از پنجم تا دهم و ماه دوم از دوازدهم تا هفدهم خون ببيند.</w:t>
      </w:r>
    </w:p>
    <w:p w:rsidR="003E3506" w:rsidRPr="003E3506" w:rsidRDefault="003E3506" w:rsidP="003E3506">
      <w:pPr>
        <w:pStyle w:val="libNormal"/>
        <w:rPr>
          <w:lang w:bidi="fa-IR"/>
        </w:rPr>
      </w:pPr>
      <w:r w:rsidRPr="003E3506">
        <w:rPr>
          <w:rtl/>
          <w:lang w:bidi="fa-IR"/>
        </w:rPr>
        <w:t>چهارم مضطربه و آن زنى است كه چند ماه خون ديده</w:t>
      </w:r>
      <w:r w:rsidR="000C4B14">
        <w:rPr>
          <w:rtl/>
          <w:lang w:bidi="fa-IR"/>
        </w:rPr>
        <w:t>،</w:t>
      </w:r>
      <w:r w:rsidRPr="003E3506">
        <w:rPr>
          <w:rtl/>
          <w:lang w:bidi="fa-IR"/>
        </w:rPr>
        <w:t xml:space="preserve"> ولى عادت معينى پيدا نكرده</w:t>
      </w:r>
      <w:r w:rsidR="000C4B14">
        <w:rPr>
          <w:rtl/>
          <w:lang w:bidi="fa-IR"/>
        </w:rPr>
        <w:t>،</w:t>
      </w:r>
      <w:r w:rsidRPr="003E3506">
        <w:rPr>
          <w:rtl/>
          <w:lang w:bidi="fa-IR"/>
        </w:rPr>
        <w:t xml:space="preserve"> يا عادتش به هم خورده و عادت تازه اى پيدا نكرده است</w:t>
      </w:r>
      <w:r w:rsidR="000C4B14">
        <w:rPr>
          <w:rtl/>
          <w:lang w:bidi="fa-IR"/>
        </w:rPr>
        <w:t>.</w:t>
      </w:r>
    </w:p>
    <w:p w:rsidR="003E3506" w:rsidRPr="003E3506" w:rsidRDefault="003E3506" w:rsidP="003E3506">
      <w:pPr>
        <w:pStyle w:val="libNormal"/>
        <w:rPr>
          <w:lang w:bidi="fa-IR"/>
        </w:rPr>
      </w:pPr>
      <w:r w:rsidRPr="003E3506">
        <w:rPr>
          <w:rtl/>
          <w:lang w:bidi="fa-IR"/>
        </w:rPr>
        <w:t>پنجم مبتدئه و آن زنى است كه دفعه اول خون ديدن او است</w:t>
      </w:r>
      <w:r w:rsidR="000C4B14">
        <w:rPr>
          <w:rtl/>
          <w:lang w:bidi="fa-IR"/>
        </w:rPr>
        <w:t>.</w:t>
      </w:r>
    </w:p>
    <w:p w:rsidR="003E3506" w:rsidRPr="003E3506" w:rsidRDefault="003E3506" w:rsidP="003E3506">
      <w:pPr>
        <w:pStyle w:val="libNormal"/>
        <w:rPr>
          <w:lang w:bidi="fa-IR"/>
        </w:rPr>
      </w:pPr>
      <w:r w:rsidRPr="003E3506">
        <w:rPr>
          <w:rtl/>
          <w:lang w:bidi="fa-IR"/>
        </w:rPr>
        <w:t>ششم ناسيه و آن زنى است كه عادت خود را فراموش كرده است</w:t>
      </w:r>
      <w:r w:rsidR="000C4B14">
        <w:rPr>
          <w:rtl/>
          <w:lang w:bidi="fa-IR"/>
        </w:rPr>
        <w:t>.</w:t>
      </w:r>
    </w:p>
    <w:p w:rsidR="003E3506" w:rsidRPr="003E3506" w:rsidRDefault="003E3506" w:rsidP="003E3506">
      <w:pPr>
        <w:pStyle w:val="libNormal"/>
        <w:rPr>
          <w:lang w:bidi="fa-IR"/>
        </w:rPr>
      </w:pPr>
      <w:r w:rsidRPr="003E3506">
        <w:rPr>
          <w:rtl/>
          <w:lang w:bidi="fa-IR"/>
        </w:rPr>
        <w:t>و هر كدام اينها احكامى دارند كه در مسائل آينده گفته مى شود.</w:t>
      </w:r>
    </w:p>
    <w:p w:rsidR="003E3506" w:rsidRPr="003E3506" w:rsidRDefault="00CD3F50" w:rsidP="003E3506">
      <w:pPr>
        <w:pStyle w:val="libNormal"/>
        <w:rPr>
          <w:lang w:bidi="fa-IR"/>
        </w:rPr>
      </w:pPr>
      <w:r>
        <w:rPr>
          <w:rtl/>
          <w:lang w:bidi="fa-IR"/>
        </w:rPr>
        <w:br w:type="page"/>
      </w:r>
    </w:p>
    <w:p w:rsidR="003E3506" w:rsidRDefault="00605FAB" w:rsidP="00CD3F50">
      <w:pPr>
        <w:pStyle w:val="Heading3"/>
        <w:rPr>
          <w:rtl/>
          <w:lang w:bidi="fa-IR"/>
        </w:rPr>
      </w:pPr>
      <w:bookmarkStart w:id="58" w:name="_Toc24454481"/>
      <w:r>
        <w:rPr>
          <w:rtl/>
          <w:lang w:bidi="fa-IR"/>
        </w:rPr>
        <w:t>(</w:t>
      </w:r>
      <w:r w:rsidR="003E3506" w:rsidRPr="003E3506">
        <w:rPr>
          <w:rtl/>
          <w:lang w:bidi="fa-IR"/>
        </w:rPr>
        <w:t>صاحب عادت وقتيه و عدديه</w:t>
      </w:r>
      <w:r>
        <w:rPr>
          <w:rtl/>
          <w:lang w:bidi="fa-IR"/>
        </w:rPr>
        <w:t>)</w:t>
      </w:r>
      <w:bookmarkEnd w:id="58"/>
    </w:p>
    <w:p w:rsidR="003E3506" w:rsidRPr="003E3506" w:rsidRDefault="003E3506" w:rsidP="003E3506">
      <w:pPr>
        <w:pStyle w:val="libNormal"/>
        <w:rPr>
          <w:lang w:bidi="fa-IR"/>
        </w:rPr>
      </w:pPr>
      <w:r w:rsidRPr="003E3506">
        <w:rPr>
          <w:rtl/>
          <w:lang w:bidi="fa-IR"/>
        </w:rPr>
        <w:t>٤٨٥ - زنهايى كه عادت وقتيه و عدديه دارند دو دسته اند</w:t>
      </w:r>
      <w:r w:rsidR="00553569">
        <w:rPr>
          <w:rtl/>
          <w:lang w:bidi="fa-IR"/>
        </w:rPr>
        <w:t>:</w:t>
      </w:r>
      <w:r w:rsidRPr="003E3506">
        <w:rPr>
          <w:rtl/>
          <w:lang w:bidi="fa-IR"/>
        </w:rPr>
        <w:t xml:space="preserve"> اول زنى كه دو ماه پشت سر هم در وقت معين خون حيض ببيند و در وقت معين هم پاك شود</w:t>
      </w:r>
      <w:r w:rsidR="000C4B14">
        <w:rPr>
          <w:rtl/>
          <w:lang w:bidi="fa-IR"/>
        </w:rPr>
        <w:t>،</w:t>
      </w:r>
      <w:r w:rsidRPr="003E3506">
        <w:rPr>
          <w:rtl/>
          <w:lang w:bidi="fa-IR"/>
        </w:rPr>
        <w:t xml:space="preserve"> مثلا دو ماه پشت سر هم از روز اول ماه خون ببيند و روز هفتم پاك شود</w:t>
      </w:r>
      <w:r w:rsidR="000C4B14">
        <w:rPr>
          <w:rtl/>
          <w:lang w:bidi="fa-IR"/>
        </w:rPr>
        <w:t>،</w:t>
      </w:r>
      <w:r w:rsidRPr="003E3506">
        <w:rPr>
          <w:rtl/>
          <w:lang w:bidi="fa-IR"/>
        </w:rPr>
        <w:t xml:space="preserve"> كه عادت حيض اين زن از اول ماه تا هفتم است</w:t>
      </w:r>
      <w:r w:rsidR="000C4B14">
        <w:rPr>
          <w:rtl/>
          <w:lang w:bidi="fa-IR"/>
        </w:rPr>
        <w:t>.</w:t>
      </w:r>
    </w:p>
    <w:p w:rsidR="003E3506" w:rsidRPr="003E3506" w:rsidRDefault="003E3506" w:rsidP="003E3506">
      <w:pPr>
        <w:pStyle w:val="libNormal"/>
        <w:rPr>
          <w:lang w:bidi="fa-IR"/>
        </w:rPr>
      </w:pPr>
      <w:r w:rsidRPr="003E3506">
        <w:rPr>
          <w:rtl/>
          <w:lang w:bidi="fa-IR"/>
        </w:rPr>
        <w:t>دوم زنى كه دو ماه پشت سر هم در وقت معين خون حيض ببيند</w:t>
      </w:r>
      <w:r w:rsidR="000C4B14">
        <w:rPr>
          <w:rtl/>
          <w:lang w:bidi="fa-IR"/>
        </w:rPr>
        <w:t>،</w:t>
      </w:r>
      <w:r w:rsidRPr="003E3506">
        <w:rPr>
          <w:rtl/>
          <w:lang w:bidi="fa-IR"/>
        </w:rPr>
        <w:t xml:space="preserve"> و بعد از آن كه سه روز يا بيشتر خون ديد يك روز يا بيشتر پاك شود و دوباره خون ببيند و تمام روزهايى كه خون ديده با روزهايى كه در وسط پاك بوده از ده روز بيشتر نشود</w:t>
      </w:r>
      <w:r w:rsidR="000C4B14">
        <w:rPr>
          <w:rtl/>
          <w:lang w:bidi="fa-IR"/>
        </w:rPr>
        <w:t>،</w:t>
      </w:r>
      <w:r w:rsidRPr="003E3506">
        <w:rPr>
          <w:rtl/>
          <w:lang w:bidi="fa-IR"/>
        </w:rPr>
        <w:t xml:space="preserve"> در هر دو ماه همه روزهايى كه خون ديده و روزهايى كه در وسط پاك بوده روى هم يك اندازه باشد كه عادت او به اندازه روزهايى است كه خون ديده است نه به ضميمه روزهاى كه در وسط پاك بوده است</w:t>
      </w:r>
      <w:r w:rsidR="000C4B14">
        <w:rPr>
          <w:rtl/>
          <w:lang w:bidi="fa-IR"/>
        </w:rPr>
        <w:t>،</w:t>
      </w:r>
      <w:r w:rsidRPr="003E3506">
        <w:rPr>
          <w:rtl/>
          <w:lang w:bidi="fa-IR"/>
        </w:rPr>
        <w:t xml:space="preserve"> پس لازم است كه روزهايى كه خون ديده و روزهايى كه در وسط پاك بوده در هر دو ماه به يك اندازه باشند</w:t>
      </w:r>
      <w:r w:rsidR="000C4B14">
        <w:rPr>
          <w:rtl/>
          <w:lang w:bidi="fa-IR"/>
        </w:rPr>
        <w:t>،</w:t>
      </w:r>
      <w:r w:rsidRPr="003E3506">
        <w:rPr>
          <w:rtl/>
          <w:lang w:bidi="fa-IR"/>
        </w:rPr>
        <w:t xml:space="preserve"> مثلا اگر در ماه اول و هم چنين در ماه دوم از روز اول ماه تا سوم خون ببيند و سه روز پاك شود و دوباره سه روز خون ببيند عادت اين زن شش روز مى شود</w:t>
      </w:r>
      <w:r w:rsidR="000C4B14">
        <w:rPr>
          <w:rtl/>
          <w:lang w:bidi="fa-IR"/>
        </w:rPr>
        <w:t>،</w:t>
      </w:r>
      <w:r w:rsidRPr="003E3506">
        <w:rPr>
          <w:rtl/>
          <w:lang w:bidi="fa-IR"/>
        </w:rPr>
        <w:t xml:space="preserve"> و چنانچه مقدار روزهايى كه در ماه دوم خون ديده بيشتر يا كمتر باشد اين زن صاحب عادت وقتيه است نه عدديه</w:t>
      </w:r>
      <w:r w:rsidR="000C4B14">
        <w:rPr>
          <w:rtl/>
          <w:lang w:bidi="fa-IR"/>
        </w:rPr>
        <w:t>.</w:t>
      </w:r>
    </w:p>
    <w:p w:rsidR="003E3506" w:rsidRPr="003E3506" w:rsidRDefault="003E3506" w:rsidP="003E3506">
      <w:pPr>
        <w:pStyle w:val="libNormal"/>
        <w:rPr>
          <w:lang w:bidi="fa-IR"/>
        </w:rPr>
      </w:pPr>
      <w:r w:rsidRPr="003E3506">
        <w:rPr>
          <w:rtl/>
          <w:lang w:bidi="fa-IR"/>
        </w:rPr>
        <w:t xml:space="preserve">٤٨٦ - زنى كه عادت وقتيه دارد </w:t>
      </w:r>
      <w:r w:rsidR="00605FAB">
        <w:rPr>
          <w:rtl/>
          <w:lang w:bidi="fa-IR"/>
        </w:rPr>
        <w:t>(</w:t>
      </w:r>
      <w:r w:rsidRPr="003E3506">
        <w:rPr>
          <w:rtl/>
          <w:lang w:bidi="fa-IR"/>
        </w:rPr>
        <w:t>چه عادت عدديه نيز داشته باشد يا نه</w:t>
      </w:r>
      <w:r w:rsidR="00605FAB">
        <w:rPr>
          <w:rtl/>
          <w:lang w:bidi="fa-IR"/>
        </w:rPr>
        <w:t>)</w:t>
      </w:r>
      <w:r w:rsidRPr="003E3506">
        <w:rPr>
          <w:rtl/>
          <w:lang w:bidi="fa-IR"/>
        </w:rPr>
        <w:t xml:space="preserve"> اگر در وقت عادت يا يك دو روز يا بيش از آن جلوتر خون ببيند به طورى كه بگويند عادتش جلو افتاده اگر چه آن خون نشانه هاى حيض را نداشته باشد بايد به احكامى كه براى زن حائض گفته شد عمل كند</w:t>
      </w:r>
      <w:r w:rsidR="000C4B14">
        <w:rPr>
          <w:rtl/>
          <w:lang w:bidi="fa-IR"/>
        </w:rPr>
        <w:t>،</w:t>
      </w:r>
      <w:r w:rsidRPr="003E3506">
        <w:rPr>
          <w:rtl/>
          <w:lang w:bidi="fa-IR"/>
        </w:rPr>
        <w:t xml:space="preserve"> و چنانچه بعد بفهمد حيض نبوده مثل اين كه پيش از سه روز پاك شود</w:t>
      </w:r>
      <w:r w:rsidR="000C4B14">
        <w:rPr>
          <w:rtl/>
          <w:lang w:bidi="fa-IR"/>
        </w:rPr>
        <w:t>،</w:t>
      </w:r>
      <w:r w:rsidRPr="003E3506">
        <w:rPr>
          <w:rtl/>
          <w:lang w:bidi="fa-IR"/>
        </w:rPr>
        <w:t xml:space="preserve"> بايد عبادتهايى را كه بجا نياورده قضا نمايد.</w:t>
      </w:r>
    </w:p>
    <w:p w:rsidR="003E3506" w:rsidRPr="003E3506" w:rsidRDefault="003E3506" w:rsidP="003E3506">
      <w:pPr>
        <w:pStyle w:val="libNormal"/>
        <w:rPr>
          <w:lang w:bidi="fa-IR"/>
        </w:rPr>
      </w:pPr>
      <w:r w:rsidRPr="003E3506">
        <w:rPr>
          <w:rtl/>
          <w:lang w:bidi="fa-IR"/>
        </w:rPr>
        <w:t>٤٨٧ - زنى كه عادت وقتيه و عدديه دارد اگر همه روزهاى عادت و چند روز پيش از عادت و بعد از عادت خون ببيند و روى هم از ده روز بيشتر نشود</w:t>
      </w:r>
      <w:r w:rsidR="000C4B14">
        <w:rPr>
          <w:rtl/>
          <w:lang w:bidi="fa-IR"/>
        </w:rPr>
        <w:t>،</w:t>
      </w:r>
      <w:r w:rsidRPr="003E3506">
        <w:rPr>
          <w:rtl/>
          <w:lang w:bidi="fa-IR"/>
        </w:rPr>
        <w:t xml:space="preserve"> همه حيض است</w:t>
      </w:r>
      <w:r w:rsidR="000C4B14">
        <w:rPr>
          <w:rtl/>
          <w:lang w:bidi="fa-IR"/>
        </w:rPr>
        <w:t>.</w:t>
      </w:r>
    </w:p>
    <w:p w:rsidR="003E3506" w:rsidRPr="003E3506" w:rsidRDefault="003E3506" w:rsidP="003E3506">
      <w:pPr>
        <w:pStyle w:val="libNormal"/>
        <w:rPr>
          <w:lang w:bidi="fa-IR"/>
        </w:rPr>
      </w:pPr>
      <w:r w:rsidRPr="003E3506">
        <w:rPr>
          <w:rtl/>
          <w:lang w:bidi="fa-IR"/>
        </w:rPr>
        <w:t>و اگر از ده روز بيشتر شود.</w:t>
      </w:r>
    </w:p>
    <w:p w:rsidR="003E3506" w:rsidRPr="003E3506" w:rsidRDefault="003E3506" w:rsidP="003E3506">
      <w:pPr>
        <w:pStyle w:val="libNormal"/>
        <w:rPr>
          <w:lang w:bidi="fa-IR"/>
        </w:rPr>
      </w:pPr>
      <w:r w:rsidRPr="003E3506">
        <w:rPr>
          <w:rtl/>
          <w:lang w:bidi="fa-IR"/>
        </w:rPr>
        <w:lastRenderedPageBreak/>
        <w:t>فقط خونى را كه در روزهاى عادت خود ديده</w:t>
      </w:r>
      <w:r w:rsidR="000C4B14">
        <w:rPr>
          <w:rtl/>
          <w:lang w:bidi="fa-IR"/>
        </w:rPr>
        <w:t>،</w:t>
      </w:r>
      <w:r w:rsidRPr="003E3506">
        <w:rPr>
          <w:rtl/>
          <w:lang w:bidi="fa-IR"/>
        </w:rPr>
        <w:t xml:space="preserve"> حيض است و خونى كه پيش از آن و بعد از آن ديده استحاضه مى باشد.</w:t>
      </w:r>
    </w:p>
    <w:p w:rsidR="003E3506" w:rsidRPr="003E3506" w:rsidRDefault="003E3506" w:rsidP="003E3506">
      <w:pPr>
        <w:pStyle w:val="libNormal"/>
        <w:rPr>
          <w:lang w:bidi="fa-IR"/>
        </w:rPr>
      </w:pPr>
      <w:r w:rsidRPr="003E3506">
        <w:rPr>
          <w:rtl/>
          <w:lang w:bidi="fa-IR"/>
        </w:rPr>
        <w:t>و بايد عبادتهايى را كه در روزهاى پيش از عادت و بعد از عادت بجا نياورده قضا نمايد</w:t>
      </w:r>
      <w:r w:rsidR="000C4B14">
        <w:rPr>
          <w:rtl/>
          <w:lang w:bidi="fa-IR"/>
        </w:rPr>
        <w:t>،</w:t>
      </w:r>
      <w:r w:rsidRPr="003E3506">
        <w:rPr>
          <w:rtl/>
          <w:lang w:bidi="fa-IR"/>
        </w:rPr>
        <w:t xml:space="preserve"> و اگر همه روزهاى عادت را با چند روز پيش از عادت خون ببيند و روى هم از ده روز بيشتر نشود همه حيض است</w:t>
      </w:r>
      <w:r w:rsidR="000C4B14">
        <w:rPr>
          <w:rtl/>
          <w:lang w:bidi="fa-IR"/>
        </w:rPr>
        <w:t>،</w:t>
      </w:r>
      <w:r w:rsidRPr="003E3506">
        <w:rPr>
          <w:rtl/>
          <w:lang w:bidi="fa-IR"/>
        </w:rPr>
        <w:t xml:space="preserve"> و اگر از ده روز بيشتر شود</w:t>
      </w:r>
      <w:r w:rsidR="000C4B14">
        <w:rPr>
          <w:rtl/>
          <w:lang w:bidi="fa-IR"/>
        </w:rPr>
        <w:t>،</w:t>
      </w:r>
      <w:r w:rsidRPr="003E3506">
        <w:rPr>
          <w:rtl/>
          <w:lang w:bidi="fa-IR"/>
        </w:rPr>
        <w:t xml:space="preserve"> فقط روزهاى عادت او حيض است</w:t>
      </w:r>
      <w:r w:rsidR="000C4B14">
        <w:rPr>
          <w:rtl/>
          <w:lang w:bidi="fa-IR"/>
        </w:rPr>
        <w:t>،</w:t>
      </w:r>
      <w:r w:rsidRPr="003E3506">
        <w:rPr>
          <w:rtl/>
          <w:lang w:bidi="fa-IR"/>
        </w:rPr>
        <w:t xml:space="preserve"> - هر چند با نشانه هاى حيض نباشد و روزهاى قبل نشانه هاى حيض را داشته باشد - و خونى كه جلوتر از آن ديده استحاضه مى باشد و چنانچه در آن روزها عبادت نكرده بايد قضا نمايد</w:t>
      </w:r>
      <w:r w:rsidR="000C4B14">
        <w:rPr>
          <w:rtl/>
          <w:lang w:bidi="fa-IR"/>
        </w:rPr>
        <w:t>،</w:t>
      </w:r>
      <w:r w:rsidRPr="003E3506">
        <w:rPr>
          <w:rtl/>
          <w:lang w:bidi="fa-IR"/>
        </w:rPr>
        <w:t xml:space="preserve"> و اگر همه روزهاى عادت را با چند روز بعد از عادت خون ببيند و روى هم از ده روز بيشتر نشود همه حيض است</w:t>
      </w:r>
      <w:r w:rsidR="000C4B14">
        <w:rPr>
          <w:rtl/>
          <w:lang w:bidi="fa-IR"/>
        </w:rPr>
        <w:t>.</w:t>
      </w:r>
    </w:p>
    <w:p w:rsidR="003E3506" w:rsidRPr="003E3506" w:rsidRDefault="003E3506" w:rsidP="003E3506">
      <w:pPr>
        <w:pStyle w:val="libNormal"/>
        <w:rPr>
          <w:lang w:bidi="fa-IR"/>
        </w:rPr>
      </w:pPr>
      <w:r w:rsidRPr="003E3506">
        <w:rPr>
          <w:rtl/>
          <w:lang w:bidi="fa-IR"/>
        </w:rPr>
        <w:t>و اگر بيشتر شود فقط روزهاى عادت حيض و باقى استحاضه است</w:t>
      </w:r>
      <w:r w:rsidR="000C4B14">
        <w:rPr>
          <w:rtl/>
          <w:lang w:bidi="fa-IR"/>
        </w:rPr>
        <w:t>.</w:t>
      </w:r>
    </w:p>
    <w:p w:rsidR="003E3506" w:rsidRPr="003E3506" w:rsidRDefault="003E3506" w:rsidP="003E3506">
      <w:pPr>
        <w:pStyle w:val="libNormal"/>
        <w:rPr>
          <w:lang w:bidi="fa-IR"/>
        </w:rPr>
      </w:pPr>
      <w:r w:rsidRPr="003E3506">
        <w:rPr>
          <w:rtl/>
          <w:lang w:bidi="fa-IR"/>
        </w:rPr>
        <w:t>٤٨٨ - زنى كه عادت وقتيه و عدديه دارد اگر مقدارى از روزهاى عادت را با چند روز پيش از عادت خون ببيند و روى هم از ده روز بيشتر نشود همه حيض است و اگر از ده روز بيشتر شود روزهايى كه در عادت خون ديده با چند روز پيش از آن كه روى هم به مقدار عادت او شود حيض و روزهاى اول را استحاضه قرار مى دهد و اگر مقدارى از روزهاى عادت را با چند روز بعد از عادت خون ببيند و روى هم از ده روز بيشتر نشود همه حيض است</w:t>
      </w:r>
      <w:r w:rsidR="000C4B14">
        <w:rPr>
          <w:rtl/>
          <w:lang w:bidi="fa-IR"/>
        </w:rPr>
        <w:t>،</w:t>
      </w:r>
      <w:r w:rsidRPr="003E3506">
        <w:rPr>
          <w:rtl/>
          <w:lang w:bidi="fa-IR"/>
        </w:rPr>
        <w:t xml:space="preserve"> و اگر بيشتر شود بايد روزهايى كه در عادت خون ديده با چند روز بعد از آن كه روى هم به مقدار عادت او شود حيض و بقيه را استحاضه قرار دهد.</w:t>
      </w:r>
    </w:p>
    <w:p w:rsidR="003E3506" w:rsidRPr="003E3506" w:rsidRDefault="003E3506" w:rsidP="003E3506">
      <w:pPr>
        <w:pStyle w:val="libNormal"/>
        <w:rPr>
          <w:lang w:bidi="fa-IR"/>
        </w:rPr>
      </w:pPr>
      <w:r w:rsidRPr="003E3506">
        <w:rPr>
          <w:rtl/>
          <w:lang w:bidi="fa-IR"/>
        </w:rPr>
        <w:t>٤٨٩ - زنى كه عادت دارد</w:t>
      </w:r>
      <w:r w:rsidR="000C4B14">
        <w:rPr>
          <w:rtl/>
          <w:lang w:bidi="fa-IR"/>
        </w:rPr>
        <w:t>،</w:t>
      </w:r>
      <w:r w:rsidRPr="003E3506">
        <w:rPr>
          <w:rtl/>
          <w:lang w:bidi="fa-IR"/>
        </w:rPr>
        <w:t xml:space="preserve"> اگر بعد از آن كه سه روز يا بيشتر خون ديد پاك شود و دوباره خون ببيند و فاصله بين دو خون كمتر از ده روز باشد و همه روزهايى كه خون ديده با روزهايى كه در وسط پاك بوده از ده روز بيشتر باشند</w:t>
      </w:r>
      <w:r w:rsidR="000C4B14">
        <w:rPr>
          <w:rtl/>
          <w:lang w:bidi="fa-IR"/>
        </w:rPr>
        <w:t>،</w:t>
      </w:r>
      <w:r w:rsidRPr="003E3506">
        <w:rPr>
          <w:rtl/>
          <w:lang w:bidi="fa-IR"/>
        </w:rPr>
        <w:t xml:space="preserve"> مثل آن كه پنج روز خون ببيند و پنج روز پاك شود و دوباره پنج روز خون ببيند</w:t>
      </w:r>
      <w:r w:rsidR="000C4B14">
        <w:rPr>
          <w:rtl/>
          <w:lang w:bidi="fa-IR"/>
        </w:rPr>
        <w:t>،</w:t>
      </w:r>
      <w:r w:rsidRPr="003E3506">
        <w:rPr>
          <w:rtl/>
          <w:lang w:bidi="fa-IR"/>
        </w:rPr>
        <w:t xml:space="preserve"> چند صورت دارد.</w:t>
      </w:r>
    </w:p>
    <w:p w:rsidR="003E3506" w:rsidRPr="003E3506" w:rsidRDefault="003E3506" w:rsidP="003E3506">
      <w:pPr>
        <w:pStyle w:val="libNormal"/>
        <w:rPr>
          <w:lang w:bidi="fa-IR"/>
        </w:rPr>
      </w:pPr>
      <w:r w:rsidRPr="003E3506">
        <w:rPr>
          <w:rtl/>
          <w:lang w:bidi="fa-IR"/>
        </w:rPr>
        <w:lastRenderedPageBreak/>
        <w:t>١ - آن كه تمام خونى كه دفعه اول ديده يا مقدارى از آن</w:t>
      </w:r>
      <w:r w:rsidR="000C4B14">
        <w:rPr>
          <w:rtl/>
          <w:lang w:bidi="fa-IR"/>
        </w:rPr>
        <w:t>،</w:t>
      </w:r>
      <w:r w:rsidRPr="003E3506">
        <w:rPr>
          <w:rtl/>
          <w:lang w:bidi="fa-IR"/>
        </w:rPr>
        <w:t xml:space="preserve"> در روزهاى عادت باشد و خون دوم كه بعد از پاك شدن مى بيند در روزهاى عادت نباشد</w:t>
      </w:r>
      <w:r w:rsidR="000C4B14">
        <w:rPr>
          <w:rtl/>
          <w:lang w:bidi="fa-IR"/>
        </w:rPr>
        <w:t>،</w:t>
      </w:r>
      <w:r w:rsidRPr="003E3506">
        <w:rPr>
          <w:rtl/>
          <w:lang w:bidi="fa-IR"/>
        </w:rPr>
        <w:t xml:space="preserve"> در اين صورت بايد همه خون اول را حيض</w:t>
      </w:r>
      <w:r w:rsidR="000C4B14">
        <w:rPr>
          <w:rtl/>
          <w:lang w:bidi="fa-IR"/>
        </w:rPr>
        <w:t>،</w:t>
      </w:r>
      <w:r w:rsidRPr="003E3506">
        <w:rPr>
          <w:rtl/>
          <w:lang w:bidi="fa-IR"/>
        </w:rPr>
        <w:t xml:space="preserve"> و خون دوم را استحاضه قرار دهد.</w:t>
      </w:r>
    </w:p>
    <w:p w:rsidR="003E3506" w:rsidRPr="003E3506" w:rsidRDefault="003E3506" w:rsidP="003E3506">
      <w:pPr>
        <w:pStyle w:val="libNormal"/>
        <w:rPr>
          <w:lang w:bidi="fa-IR"/>
        </w:rPr>
      </w:pPr>
      <w:r w:rsidRPr="003E3506">
        <w:rPr>
          <w:rtl/>
          <w:lang w:bidi="fa-IR"/>
        </w:rPr>
        <w:t>٢ - آن كه خون اول در روزهاى عادت نباشد</w:t>
      </w:r>
      <w:r w:rsidR="000C4B14">
        <w:rPr>
          <w:rtl/>
          <w:lang w:bidi="fa-IR"/>
        </w:rPr>
        <w:t>،</w:t>
      </w:r>
      <w:r w:rsidRPr="003E3506">
        <w:rPr>
          <w:rtl/>
          <w:lang w:bidi="fa-IR"/>
        </w:rPr>
        <w:t xml:space="preserve"> و تمام خون دوم يا مقدارى از آن در روزهاى عادت باشد كه بايد همه خون دوم را حيض</w:t>
      </w:r>
      <w:r w:rsidR="000C4B14">
        <w:rPr>
          <w:rtl/>
          <w:lang w:bidi="fa-IR"/>
        </w:rPr>
        <w:t>،</w:t>
      </w:r>
      <w:r w:rsidRPr="003E3506">
        <w:rPr>
          <w:rtl/>
          <w:lang w:bidi="fa-IR"/>
        </w:rPr>
        <w:t xml:space="preserve"> و خون اول را استحاضه قرادهد.</w:t>
      </w:r>
    </w:p>
    <w:p w:rsidR="003E3506" w:rsidRPr="003E3506" w:rsidRDefault="003E3506" w:rsidP="003E3506">
      <w:pPr>
        <w:pStyle w:val="libNormal"/>
        <w:rPr>
          <w:lang w:bidi="fa-IR"/>
        </w:rPr>
      </w:pPr>
      <w:r w:rsidRPr="003E3506">
        <w:rPr>
          <w:rtl/>
          <w:lang w:bidi="fa-IR"/>
        </w:rPr>
        <w:t>٣ - آن كه مقدارى از خون اول و دوم در روزهاى عادت باشد و خون اولى كه در روزهاى عادت بوده از سه روز كمتر نباشد و با پاكى وسط و مقدارى از خون دوم كه آن هم در روزهاى عادت بوده از ده روز بيشتر نباشد</w:t>
      </w:r>
      <w:r w:rsidR="000C4B14">
        <w:rPr>
          <w:rtl/>
          <w:lang w:bidi="fa-IR"/>
        </w:rPr>
        <w:t>،</w:t>
      </w:r>
      <w:r w:rsidRPr="003E3506">
        <w:rPr>
          <w:rtl/>
          <w:lang w:bidi="fa-IR"/>
        </w:rPr>
        <w:t xml:space="preserve"> در اين صورت هر دو خون حيض است </w:t>
      </w:r>
      <w:r w:rsidR="00605FAB">
        <w:rPr>
          <w:rtl/>
          <w:lang w:bidi="fa-IR"/>
        </w:rPr>
        <w:t>(</w:t>
      </w:r>
      <w:r w:rsidRPr="003E3506">
        <w:rPr>
          <w:rtl/>
          <w:lang w:bidi="fa-IR"/>
        </w:rPr>
        <w:t>و احتياط واجب آن است كه در پاكى وسط بين كارهاى طاهره و ترك آن چه بر حائض حرام است جمع نمايد</w:t>
      </w:r>
      <w:r w:rsidR="00605FAB">
        <w:rPr>
          <w:rtl/>
          <w:lang w:bidi="fa-IR"/>
        </w:rPr>
        <w:t>)</w:t>
      </w:r>
      <w:r w:rsidRPr="003E3506">
        <w:rPr>
          <w:rtl/>
          <w:lang w:bidi="fa-IR"/>
        </w:rPr>
        <w:t xml:space="preserve"> و مقدارى از خون دوم كه بعد از روزهاى عادت بوده استحاضه است و اما مقدارى از خون اول كه قبل از روزهاى عادت بوده چنانچه عرفا بگويند كه عادتش جلو افتاده محكوم به حيضيت است</w:t>
      </w:r>
      <w:r w:rsidR="000C4B14">
        <w:rPr>
          <w:rtl/>
          <w:lang w:bidi="fa-IR"/>
        </w:rPr>
        <w:t>،</w:t>
      </w:r>
      <w:r w:rsidRPr="003E3506">
        <w:rPr>
          <w:rtl/>
          <w:lang w:bidi="fa-IR"/>
        </w:rPr>
        <w:t xml:space="preserve"> مگر آن كه حكم به حيضيت آن باعث آن شود كه بعضى از خون دوم كه نيز در روزهاى عادت بوده يا تمام آن از ده حيض خارج شود كه در اين صورت محكوم به استحاضه است</w:t>
      </w:r>
      <w:r w:rsidR="000C4B14">
        <w:rPr>
          <w:rtl/>
          <w:lang w:bidi="fa-IR"/>
        </w:rPr>
        <w:t>،</w:t>
      </w:r>
      <w:r w:rsidRPr="003E3506">
        <w:rPr>
          <w:rtl/>
          <w:lang w:bidi="fa-IR"/>
        </w:rPr>
        <w:t xml:space="preserve"> مثلا اگر عادت زن از سوم ماه تا دهم بوده در صورتى كه يك ماه از اول تا ششم خون ببيند و دو روز پاك شود و بعد تا پانزدهم خون ببيند خونهايى كه از اول تا دهم ديده حيض است و خونهايى كه از يازدهم تا پانزدهم ديده استحاضه مى باشد.</w:t>
      </w:r>
    </w:p>
    <w:p w:rsidR="003E3506" w:rsidRPr="003E3506" w:rsidRDefault="003E3506" w:rsidP="003E3506">
      <w:pPr>
        <w:pStyle w:val="libNormal"/>
        <w:rPr>
          <w:lang w:bidi="fa-IR"/>
        </w:rPr>
      </w:pPr>
      <w:r w:rsidRPr="003E3506">
        <w:rPr>
          <w:rtl/>
          <w:lang w:bidi="fa-IR"/>
        </w:rPr>
        <w:t>٤ - آن كه مقدارى از خون اول و دوم در روزهاى عادت باشد ولى خون اولى كه در روزهاى عادت بوده</w:t>
      </w:r>
      <w:r w:rsidR="000C4B14">
        <w:rPr>
          <w:rtl/>
          <w:lang w:bidi="fa-IR"/>
        </w:rPr>
        <w:t>،</w:t>
      </w:r>
      <w:r w:rsidRPr="003E3506">
        <w:rPr>
          <w:rtl/>
          <w:lang w:bidi="fa-IR"/>
        </w:rPr>
        <w:t xml:space="preserve"> از سه روز كمتر باشد در اين صورت بعيد نيست مقدارى از خون اول را كه در عادت خود ديده با تمام كردن كسرى آن از ماه قبل تا سه روز شود بايد حيض قرار دهد</w:t>
      </w:r>
      <w:r w:rsidR="000C4B14">
        <w:rPr>
          <w:rtl/>
          <w:lang w:bidi="fa-IR"/>
        </w:rPr>
        <w:t>،</w:t>
      </w:r>
      <w:r w:rsidRPr="003E3506">
        <w:rPr>
          <w:rtl/>
          <w:lang w:bidi="fa-IR"/>
        </w:rPr>
        <w:t xml:space="preserve"> پس اگر بشود مقدارى را كه از خون دوم در بين عادت ديده حيض قرار دهد </w:t>
      </w:r>
      <w:r w:rsidR="00605FAB">
        <w:rPr>
          <w:rtl/>
          <w:lang w:bidi="fa-IR"/>
        </w:rPr>
        <w:t>(</w:t>
      </w:r>
      <w:r w:rsidRPr="003E3506">
        <w:rPr>
          <w:rtl/>
          <w:lang w:bidi="fa-IR"/>
        </w:rPr>
        <w:t>به اين معنى كه مجموع اين مقدار با مقدارى كه از اول حيض قرار داده - براى كسرى خون اول - با پاكى ما بين آنها از ده روز تجاوز نكند</w:t>
      </w:r>
      <w:r w:rsidR="00605FAB">
        <w:rPr>
          <w:rtl/>
          <w:lang w:bidi="fa-IR"/>
        </w:rPr>
        <w:t>)</w:t>
      </w:r>
      <w:r w:rsidRPr="003E3506">
        <w:rPr>
          <w:rtl/>
          <w:lang w:bidi="fa-IR"/>
        </w:rPr>
        <w:t xml:space="preserve"> او نيز هم حيض است و گرنه خون دوم استحاضه است</w:t>
      </w:r>
      <w:r w:rsidR="000C4B14">
        <w:rPr>
          <w:rtl/>
          <w:lang w:bidi="fa-IR"/>
        </w:rPr>
        <w:t>،</w:t>
      </w:r>
      <w:r w:rsidRPr="003E3506">
        <w:rPr>
          <w:rtl/>
          <w:lang w:bidi="fa-IR"/>
        </w:rPr>
        <w:t xml:space="preserve"> و در </w:t>
      </w:r>
      <w:r w:rsidRPr="003E3506">
        <w:rPr>
          <w:rtl/>
          <w:lang w:bidi="fa-IR"/>
        </w:rPr>
        <w:lastRenderedPageBreak/>
        <w:t xml:space="preserve">بعضى موارد بايد تمام خون اول را حيض قرار دهد </w:t>
      </w:r>
      <w:r w:rsidR="00605FAB">
        <w:rPr>
          <w:rtl/>
          <w:lang w:bidi="fa-IR"/>
        </w:rPr>
        <w:t>(</w:t>
      </w:r>
      <w:r w:rsidRPr="003E3506">
        <w:rPr>
          <w:rtl/>
          <w:lang w:bidi="fa-IR"/>
        </w:rPr>
        <w:t>نه خصوص مقدارى از آن را كه براى كسرى خون اول بايد حيض قرار مى داد</w:t>
      </w:r>
      <w:r w:rsidR="00605FAB">
        <w:rPr>
          <w:rtl/>
          <w:lang w:bidi="fa-IR"/>
        </w:rPr>
        <w:t>)</w:t>
      </w:r>
      <w:r w:rsidRPr="003E3506">
        <w:rPr>
          <w:rtl/>
          <w:lang w:bidi="fa-IR"/>
        </w:rPr>
        <w:t xml:space="preserve"> و اين به دو شرط است</w:t>
      </w:r>
      <w:r w:rsidR="00553569">
        <w:rPr>
          <w:rtl/>
          <w:lang w:bidi="fa-IR"/>
        </w:rPr>
        <w:t>:</w:t>
      </w:r>
      <w:r w:rsidRPr="003E3506">
        <w:rPr>
          <w:rtl/>
          <w:lang w:bidi="fa-IR"/>
        </w:rPr>
        <w:t xml:space="preserve"> اول آن كه به مقدارى بر عادت مقدم باشد كه بگويند عادتش جلو افتاده</w:t>
      </w:r>
      <w:r w:rsidR="000C4B14">
        <w:rPr>
          <w:rtl/>
          <w:lang w:bidi="fa-IR"/>
        </w:rPr>
        <w:t>.</w:t>
      </w:r>
    </w:p>
    <w:p w:rsidR="003E3506" w:rsidRPr="003E3506" w:rsidRDefault="003E3506" w:rsidP="003E3506">
      <w:pPr>
        <w:pStyle w:val="libNormal"/>
        <w:rPr>
          <w:lang w:bidi="fa-IR"/>
        </w:rPr>
      </w:pPr>
      <w:r w:rsidRPr="003E3506">
        <w:rPr>
          <w:rtl/>
          <w:lang w:bidi="fa-IR"/>
        </w:rPr>
        <w:t>دوم آن كه اگر او را حيض قرار بدهد لازم نيايد كه مقدارى از خون دوم كه در عادت واقع شده از ده حيض خارج شود مثلا اگر عادت زن از چهارم ماه تا دهم بوده و از اول ماه تا آخر روز چهارم خون ديده و دو روز پاك بوده و بعد دوباره تا پانزدهم خون ديده تمام خون اول حيض است و هم چنين خون دوم تا آخر روز دهم</w:t>
      </w:r>
      <w:r w:rsidR="000C4B14">
        <w:rPr>
          <w:rtl/>
          <w:lang w:bidi="fa-IR"/>
        </w:rPr>
        <w:t>.</w:t>
      </w:r>
    </w:p>
    <w:p w:rsidR="003E3506" w:rsidRPr="003E3506" w:rsidRDefault="003E3506" w:rsidP="003E3506">
      <w:pPr>
        <w:pStyle w:val="libNormal"/>
        <w:rPr>
          <w:lang w:bidi="fa-IR"/>
        </w:rPr>
      </w:pPr>
      <w:r w:rsidRPr="003E3506">
        <w:rPr>
          <w:rtl/>
          <w:lang w:bidi="fa-IR"/>
        </w:rPr>
        <w:t>٤٩٠ - زنى كه عادت وقتيه و عدديه دارد.</w:t>
      </w:r>
    </w:p>
    <w:p w:rsidR="003E3506" w:rsidRPr="003E3506" w:rsidRDefault="003E3506" w:rsidP="003E3506">
      <w:pPr>
        <w:pStyle w:val="libNormal"/>
        <w:rPr>
          <w:lang w:bidi="fa-IR"/>
        </w:rPr>
      </w:pPr>
      <w:r w:rsidRPr="003E3506">
        <w:rPr>
          <w:rtl/>
          <w:lang w:bidi="fa-IR"/>
        </w:rPr>
        <w:t>اگر در وقت عادت</w:t>
      </w:r>
      <w:r w:rsidR="000C4B14">
        <w:rPr>
          <w:rtl/>
          <w:lang w:bidi="fa-IR"/>
        </w:rPr>
        <w:t>،</w:t>
      </w:r>
      <w:r w:rsidRPr="003E3506">
        <w:rPr>
          <w:rtl/>
          <w:lang w:bidi="fa-IR"/>
        </w:rPr>
        <w:t xml:space="preserve"> خون نبيند و در غير آن وقت به شماره روزهاى حيضش با نشانه هاى حيض خون ببيند</w:t>
      </w:r>
      <w:r w:rsidR="000C4B14">
        <w:rPr>
          <w:rtl/>
          <w:lang w:bidi="fa-IR"/>
        </w:rPr>
        <w:t>،</w:t>
      </w:r>
      <w:r w:rsidRPr="003E3506">
        <w:rPr>
          <w:rtl/>
          <w:lang w:bidi="fa-IR"/>
        </w:rPr>
        <w:t xml:space="preserve"> بايد همان را حيض قرار دهد</w:t>
      </w:r>
      <w:r w:rsidR="000C4B14">
        <w:rPr>
          <w:rtl/>
          <w:lang w:bidi="fa-IR"/>
        </w:rPr>
        <w:t>،</w:t>
      </w:r>
      <w:r w:rsidRPr="003E3506">
        <w:rPr>
          <w:rtl/>
          <w:lang w:bidi="fa-IR"/>
        </w:rPr>
        <w:t xml:space="preserve"> چه پيش از وقت عادت ديده باشد چه بعد از آن</w:t>
      </w:r>
      <w:r w:rsidR="000C4B14">
        <w:rPr>
          <w:rtl/>
          <w:lang w:bidi="fa-IR"/>
        </w:rPr>
        <w:t>.</w:t>
      </w:r>
    </w:p>
    <w:p w:rsidR="003E3506" w:rsidRPr="003E3506" w:rsidRDefault="003E3506" w:rsidP="003E3506">
      <w:pPr>
        <w:pStyle w:val="libNormal"/>
        <w:rPr>
          <w:lang w:bidi="fa-IR"/>
        </w:rPr>
      </w:pPr>
      <w:r w:rsidRPr="003E3506">
        <w:rPr>
          <w:rtl/>
          <w:lang w:bidi="fa-IR"/>
        </w:rPr>
        <w:t>٤٩١ - زنى كه عادت وقتيه و عدديه دارد.</w:t>
      </w:r>
    </w:p>
    <w:p w:rsidR="003E3506" w:rsidRPr="003E3506" w:rsidRDefault="003E3506" w:rsidP="003E3506">
      <w:pPr>
        <w:pStyle w:val="libNormal"/>
        <w:rPr>
          <w:lang w:bidi="fa-IR"/>
        </w:rPr>
      </w:pPr>
      <w:r w:rsidRPr="003E3506">
        <w:rPr>
          <w:rtl/>
          <w:lang w:bidi="fa-IR"/>
        </w:rPr>
        <w:t>اگر در وقت عادت خود سه روز يا بيشتر خون ببيند و شماره روزهاى آن كمتر يا بيشتر از روزهاى عادت او باشد و پس از پاك شدن دوباره به شماره روزهاى عادت خويش خون ببيند در اينجا چند صورت دارد</w:t>
      </w:r>
      <w:r w:rsidR="00553569">
        <w:rPr>
          <w:rtl/>
          <w:lang w:bidi="fa-IR"/>
        </w:rPr>
        <w:t>:</w:t>
      </w:r>
      <w:r w:rsidRPr="003E3506">
        <w:rPr>
          <w:rtl/>
          <w:lang w:bidi="fa-IR"/>
        </w:rPr>
        <w:t xml:space="preserve"> ١ - آن كه مجموع آن دو خون با پاكى ميان آنها از ده روز بيشتر نشود</w:t>
      </w:r>
      <w:r w:rsidR="000C4B14">
        <w:rPr>
          <w:rtl/>
          <w:lang w:bidi="fa-IR"/>
        </w:rPr>
        <w:t>،</w:t>
      </w:r>
      <w:r w:rsidRPr="003E3506">
        <w:rPr>
          <w:rtl/>
          <w:lang w:bidi="fa-IR"/>
        </w:rPr>
        <w:t xml:space="preserve"> در اين صورت مجموع دو خون يك حيض حساب مى شود.</w:t>
      </w:r>
    </w:p>
    <w:p w:rsidR="003E3506" w:rsidRPr="003E3506" w:rsidRDefault="003E3506" w:rsidP="003E3506">
      <w:pPr>
        <w:pStyle w:val="libNormal"/>
        <w:rPr>
          <w:lang w:bidi="fa-IR"/>
        </w:rPr>
      </w:pPr>
      <w:r w:rsidRPr="003E3506">
        <w:rPr>
          <w:rtl/>
          <w:lang w:bidi="fa-IR"/>
        </w:rPr>
        <w:t>٢ - آن كه پاكى ميان آن دو خون ده روز يا بيشتر باشد</w:t>
      </w:r>
      <w:r w:rsidR="000C4B14">
        <w:rPr>
          <w:rtl/>
          <w:lang w:bidi="fa-IR"/>
        </w:rPr>
        <w:t>،</w:t>
      </w:r>
      <w:r w:rsidRPr="003E3506">
        <w:rPr>
          <w:rtl/>
          <w:lang w:bidi="fa-IR"/>
        </w:rPr>
        <w:t xml:space="preserve"> در اين صورت هر كدام از آنها حيض مستقل قرار داده مى شوند.</w:t>
      </w:r>
    </w:p>
    <w:p w:rsidR="003E3506" w:rsidRPr="003E3506" w:rsidRDefault="003E3506" w:rsidP="003E3506">
      <w:pPr>
        <w:pStyle w:val="libNormal"/>
        <w:rPr>
          <w:lang w:bidi="fa-IR"/>
        </w:rPr>
      </w:pPr>
      <w:r w:rsidRPr="003E3506">
        <w:rPr>
          <w:rtl/>
          <w:lang w:bidi="fa-IR"/>
        </w:rPr>
        <w:t>٣ - آن كه پاكى ميان آن دو خون كمتر از ده روز و مجموع دو خون با پاكى در ميان بيشتر از ده روز باشد</w:t>
      </w:r>
      <w:r w:rsidR="000C4B14">
        <w:rPr>
          <w:rtl/>
          <w:lang w:bidi="fa-IR"/>
        </w:rPr>
        <w:t>،</w:t>
      </w:r>
      <w:r w:rsidRPr="003E3506">
        <w:rPr>
          <w:rtl/>
          <w:lang w:bidi="fa-IR"/>
        </w:rPr>
        <w:t xml:space="preserve"> در اين صورت بايد خون اول را حيض و خون دوم را استحاضه قرار دهد.</w:t>
      </w:r>
    </w:p>
    <w:p w:rsidR="003E3506" w:rsidRPr="003E3506" w:rsidRDefault="003E3506" w:rsidP="003E3506">
      <w:pPr>
        <w:pStyle w:val="libNormal"/>
        <w:rPr>
          <w:lang w:bidi="fa-IR"/>
        </w:rPr>
      </w:pPr>
      <w:r w:rsidRPr="003E3506">
        <w:rPr>
          <w:rtl/>
          <w:lang w:bidi="fa-IR"/>
        </w:rPr>
        <w:lastRenderedPageBreak/>
        <w:t>٤٩٢ - زنى كه عادت وقتيه و عدديه دارد</w:t>
      </w:r>
      <w:r w:rsidR="000C4B14">
        <w:rPr>
          <w:rtl/>
          <w:lang w:bidi="fa-IR"/>
        </w:rPr>
        <w:t>،</w:t>
      </w:r>
      <w:r w:rsidRPr="003E3506">
        <w:rPr>
          <w:rtl/>
          <w:lang w:bidi="fa-IR"/>
        </w:rPr>
        <w:t xml:space="preserve"> اگر بيشتر از ده روز خون ببيند</w:t>
      </w:r>
      <w:r w:rsidR="000C4B14">
        <w:rPr>
          <w:rtl/>
          <w:lang w:bidi="fa-IR"/>
        </w:rPr>
        <w:t>،</w:t>
      </w:r>
      <w:r w:rsidRPr="003E3506">
        <w:rPr>
          <w:rtl/>
          <w:lang w:bidi="fa-IR"/>
        </w:rPr>
        <w:t xml:space="preserve"> خونى كه در روزهاى عادت ديده اگر چه نشانه هاى حيض را نداشته باشد حيض است</w:t>
      </w:r>
      <w:r w:rsidR="000C4B14">
        <w:rPr>
          <w:rtl/>
          <w:lang w:bidi="fa-IR"/>
        </w:rPr>
        <w:t>،</w:t>
      </w:r>
      <w:r w:rsidRPr="003E3506">
        <w:rPr>
          <w:rtl/>
          <w:lang w:bidi="fa-IR"/>
        </w:rPr>
        <w:t xml:space="preserve"> و خونى كه بعد از روزهاى عادت ديده اگر چه نشانه هاى حيض را داشته باشد استحاضه است</w:t>
      </w:r>
      <w:r w:rsidR="000C4B14">
        <w:rPr>
          <w:rtl/>
          <w:lang w:bidi="fa-IR"/>
        </w:rPr>
        <w:t>.</w:t>
      </w:r>
    </w:p>
    <w:p w:rsidR="003E3506" w:rsidRPr="003E3506" w:rsidRDefault="003E3506" w:rsidP="003E3506">
      <w:pPr>
        <w:pStyle w:val="libNormal"/>
        <w:rPr>
          <w:lang w:bidi="fa-IR"/>
        </w:rPr>
      </w:pPr>
      <w:r w:rsidRPr="003E3506">
        <w:rPr>
          <w:rtl/>
          <w:lang w:bidi="fa-IR"/>
        </w:rPr>
        <w:t>مثلا زنى كه عادت حيض او از اول ماه تا هفتم است</w:t>
      </w:r>
      <w:r w:rsidR="000C4B14">
        <w:rPr>
          <w:rtl/>
          <w:lang w:bidi="fa-IR"/>
        </w:rPr>
        <w:t>.</w:t>
      </w:r>
    </w:p>
    <w:p w:rsidR="003E3506" w:rsidRPr="003E3506" w:rsidRDefault="003E3506" w:rsidP="003E3506">
      <w:pPr>
        <w:pStyle w:val="libNormal"/>
        <w:rPr>
          <w:lang w:bidi="fa-IR"/>
        </w:rPr>
      </w:pPr>
      <w:r w:rsidRPr="003E3506">
        <w:rPr>
          <w:rtl/>
          <w:lang w:bidi="fa-IR"/>
        </w:rPr>
        <w:t>اگر از اول ماه تا دوازدهم خون ببيند</w:t>
      </w:r>
      <w:r w:rsidR="000C4B14">
        <w:rPr>
          <w:rtl/>
          <w:lang w:bidi="fa-IR"/>
        </w:rPr>
        <w:t>،</w:t>
      </w:r>
      <w:r w:rsidRPr="003E3506">
        <w:rPr>
          <w:rtl/>
          <w:lang w:bidi="fa-IR"/>
        </w:rPr>
        <w:t xml:space="preserve"> هفت روز اول آن حيض و پنج روز بعد استحاضه مى باشد.</w:t>
      </w:r>
    </w:p>
    <w:p w:rsidR="003E3506" w:rsidRPr="003E3506" w:rsidRDefault="00CD3F50" w:rsidP="003E3506">
      <w:pPr>
        <w:pStyle w:val="libNormal"/>
        <w:rPr>
          <w:lang w:bidi="fa-IR"/>
        </w:rPr>
      </w:pPr>
      <w:r>
        <w:rPr>
          <w:rtl/>
          <w:lang w:bidi="fa-IR"/>
        </w:rPr>
        <w:br w:type="page"/>
      </w:r>
    </w:p>
    <w:p w:rsidR="003E3506" w:rsidRDefault="00605FAB" w:rsidP="00CD3F50">
      <w:pPr>
        <w:pStyle w:val="Heading3"/>
        <w:rPr>
          <w:rtl/>
          <w:lang w:bidi="fa-IR"/>
        </w:rPr>
      </w:pPr>
      <w:bookmarkStart w:id="59" w:name="_Toc24454482"/>
      <w:r>
        <w:rPr>
          <w:rtl/>
          <w:lang w:bidi="fa-IR"/>
        </w:rPr>
        <w:t>(</w:t>
      </w:r>
      <w:r w:rsidR="003E3506" w:rsidRPr="003E3506">
        <w:rPr>
          <w:rtl/>
          <w:lang w:bidi="fa-IR"/>
        </w:rPr>
        <w:t>صاحب عادت وقتيه</w:t>
      </w:r>
      <w:r>
        <w:rPr>
          <w:rtl/>
          <w:lang w:bidi="fa-IR"/>
        </w:rPr>
        <w:t>)</w:t>
      </w:r>
      <w:bookmarkEnd w:id="59"/>
    </w:p>
    <w:p w:rsidR="003E3506" w:rsidRPr="003E3506" w:rsidRDefault="003E3506" w:rsidP="003E3506">
      <w:pPr>
        <w:pStyle w:val="libNormal"/>
        <w:rPr>
          <w:lang w:bidi="fa-IR"/>
        </w:rPr>
      </w:pPr>
      <w:r w:rsidRPr="003E3506">
        <w:rPr>
          <w:rtl/>
          <w:lang w:bidi="fa-IR"/>
        </w:rPr>
        <w:t>٤٩٣ - زنهايى كه عادت وقتيه دارند و اول عادت آنها معين باشد دو دسته اند</w:t>
      </w:r>
      <w:r w:rsidR="00553569">
        <w:rPr>
          <w:rtl/>
          <w:lang w:bidi="fa-IR"/>
        </w:rPr>
        <w:t>:</w:t>
      </w:r>
      <w:r w:rsidRPr="003E3506">
        <w:rPr>
          <w:rtl/>
          <w:lang w:bidi="fa-IR"/>
        </w:rPr>
        <w:t xml:space="preserve"> اول زنى كه دو ماه پشت سر هم در وقت معين خون حيض ببيند</w:t>
      </w:r>
      <w:r w:rsidR="000C4B14">
        <w:rPr>
          <w:rtl/>
          <w:lang w:bidi="fa-IR"/>
        </w:rPr>
        <w:t>،</w:t>
      </w:r>
      <w:r w:rsidRPr="003E3506">
        <w:rPr>
          <w:rtl/>
          <w:lang w:bidi="fa-IR"/>
        </w:rPr>
        <w:t xml:space="preserve"> و بعد از چند روز پاك شود</w:t>
      </w:r>
      <w:r w:rsidR="000C4B14">
        <w:rPr>
          <w:rtl/>
          <w:lang w:bidi="fa-IR"/>
        </w:rPr>
        <w:t>،</w:t>
      </w:r>
      <w:r w:rsidRPr="003E3506">
        <w:rPr>
          <w:rtl/>
          <w:lang w:bidi="fa-IR"/>
        </w:rPr>
        <w:t xml:space="preserve"> ولى شماره روزهاى آن در هر دو ماه يك اندازه نباشد.</w:t>
      </w:r>
    </w:p>
    <w:p w:rsidR="003E3506" w:rsidRPr="003E3506" w:rsidRDefault="003E3506" w:rsidP="003E3506">
      <w:pPr>
        <w:pStyle w:val="libNormal"/>
        <w:rPr>
          <w:lang w:bidi="fa-IR"/>
        </w:rPr>
      </w:pPr>
      <w:r w:rsidRPr="003E3506">
        <w:rPr>
          <w:rtl/>
          <w:lang w:bidi="fa-IR"/>
        </w:rPr>
        <w:t>مثلا دو ماه پشت سر هم روز اول ماه خون ببيند ولى ماه اول روز هفتم و ماه دوم روز هشتم از خون پاك شود</w:t>
      </w:r>
      <w:r w:rsidR="000C4B14">
        <w:rPr>
          <w:rtl/>
          <w:lang w:bidi="fa-IR"/>
        </w:rPr>
        <w:t>،</w:t>
      </w:r>
      <w:r w:rsidRPr="003E3506">
        <w:rPr>
          <w:rtl/>
          <w:lang w:bidi="fa-IR"/>
        </w:rPr>
        <w:t xml:space="preserve"> كه اين زن بايد روز اول ماه را عادت حيض خود قرار دهد.</w:t>
      </w:r>
    </w:p>
    <w:p w:rsidR="003E3506" w:rsidRPr="003E3506" w:rsidRDefault="003E3506" w:rsidP="003E3506">
      <w:pPr>
        <w:pStyle w:val="libNormal"/>
        <w:rPr>
          <w:lang w:bidi="fa-IR"/>
        </w:rPr>
      </w:pPr>
      <w:r w:rsidRPr="003E3506">
        <w:rPr>
          <w:rtl/>
          <w:lang w:bidi="fa-IR"/>
        </w:rPr>
        <w:t>دوم زنى كه دو ماه پشت سر هم در وقت معين سه روز يا بيشتر خون حيض ببيند و بعد پاك شود و دو مرتبه خون ببيند و تمام روزهايى كه خون ديده با روزهايى كه در وسط پاك بوده از ده روز بيشتر نشود ولى ماه دوم كمتر يا بيشتر از ماه اول باشد</w:t>
      </w:r>
      <w:r w:rsidR="000C4B14">
        <w:rPr>
          <w:rtl/>
          <w:lang w:bidi="fa-IR"/>
        </w:rPr>
        <w:t>،</w:t>
      </w:r>
      <w:r w:rsidRPr="003E3506">
        <w:rPr>
          <w:rtl/>
          <w:lang w:bidi="fa-IR"/>
        </w:rPr>
        <w:t xml:space="preserve"> مثلا در ماه اول هشت روز و در ماه دوم نه روز باشد كه اين زن هم بايد روز اول ماه را روز اول عادت حيض خود قرار دهد.</w:t>
      </w:r>
    </w:p>
    <w:p w:rsidR="003E3506" w:rsidRPr="003E3506" w:rsidRDefault="003E3506" w:rsidP="003E3506">
      <w:pPr>
        <w:pStyle w:val="libNormal"/>
        <w:rPr>
          <w:lang w:bidi="fa-IR"/>
        </w:rPr>
      </w:pPr>
      <w:r w:rsidRPr="003E3506">
        <w:rPr>
          <w:rtl/>
          <w:lang w:bidi="fa-IR"/>
        </w:rPr>
        <w:t xml:space="preserve">٤٩٤ - زنى كه عادت وقتيه دارد اگر در وقت عادت خود يا دو سه روز پيش از عادت خون ببيند بايد به احكامى كه براى زنهاى حائض گفته شد رفتار نمايد و تفصيل اين مطلب در مساله </w:t>
      </w:r>
      <w:r w:rsidR="00605FAB">
        <w:rPr>
          <w:rtl/>
          <w:lang w:bidi="fa-IR"/>
        </w:rPr>
        <w:t>(</w:t>
      </w:r>
      <w:r w:rsidRPr="003E3506">
        <w:rPr>
          <w:rtl/>
          <w:lang w:bidi="fa-IR"/>
        </w:rPr>
        <w:t>٤٨٦</w:t>
      </w:r>
      <w:r w:rsidR="00605FAB">
        <w:rPr>
          <w:rtl/>
          <w:lang w:bidi="fa-IR"/>
        </w:rPr>
        <w:t>)</w:t>
      </w:r>
      <w:r w:rsidRPr="003E3506">
        <w:rPr>
          <w:rtl/>
          <w:lang w:bidi="fa-IR"/>
        </w:rPr>
        <w:t xml:space="preserve"> گذشت</w:t>
      </w:r>
      <w:r w:rsidR="000C4B14">
        <w:rPr>
          <w:rtl/>
          <w:lang w:bidi="fa-IR"/>
        </w:rPr>
        <w:t>،</w:t>
      </w:r>
      <w:r w:rsidRPr="003E3506">
        <w:rPr>
          <w:rtl/>
          <w:lang w:bidi="fa-IR"/>
        </w:rPr>
        <w:t xml:space="preserve"> و اما در غير اين دو صورت - مثل اين كه آن قدر زودتر از عادتش خون ببيند كه نگويند عادتش جلو افتاده بلكه بگويند در غير وقت خود خون ديده و يا آن كه بعد از گذشت وقت عادتش خون ببيند - چنانچه آن خون داراى نشانه هاى حيض باشد بايد به احكامى كه براى زنهاى حائض گفته شد رفتار نمايد</w:t>
      </w:r>
      <w:r w:rsidR="000C4B14">
        <w:rPr>
          <w:rtl/>
          <w:lang w:bidi="fa-IR"/>
        </w:rPr>
        <w:t>،</w:t>
      </w:r>
      <w:r w:rsidRPr="003E3506">
        <w:rPr>
          <w:rtl/>
          <w:lang w:bidi="fa-IR"/>
        </w:rPr>
        <w:t xml:space="preserve"> و هم چنين اگر داراى نشانه هاى حيض نباشد ولى بداند كه آن خون سه روز ادامه پيدا مى كند</w:t>
      </w:r>
      <w:r w:rsidR="000C4B14">
        <w:rPr>
          <w:rtl/>
          <w:lang w:bidi="fa-IR"/>
        </w:rPr>
        <w:t>،</w:t>
      </w:r>
      <w:r w:rsidRPr="003E3506">
        <w:rPr>
          <w:rtl/>
          <w:lang w:bidi="fa-IR"/>
        </w:rPr>
        <w:t xml:space="preserve"> و اگر نداند كه سه روز ادامه پيدا مى كند يا نه احتياط واجب آن است كه هم كارهايى كه بر مستحاضه واجب است انجام دهد و هم كارهايى كه بر حائض حرام است ترك نمايد.</w:t>
      </w:r>
    </w:p>
    <w:p w:rsidR="003E3506" w:rsidRPr="003E3506" w:rsidRDefault="003E3506" w:rsidP="003E3506">
      <w:pPr>
        <w:pStyle w:val="libNormal"/>
        <w:rPr>
          <w:lang w:bidi="fa-IR"/>
        </w:rPr>
      </w:pPr>
      <w:r w:rsidRPr="003E3506">
        <w:rPr>
          <w:rtl/>
          <w:lang w:bidi="fa-IR"/>
        </w:rPr>
        <w:t xml:space="preserve">٤٩٥ - زنى كه عادت وقتيه دارد اگر در وقت عادت خود خون ببيند و مقدار آن خون بيش از ده روز باشد و نتواند مقدار حيض را بواسطه نشانه هاى آن تشخيص دهد احوط آن است كه عادت بعضى از خويشان خود را حيض قرار دهد چه پدرى باشد و چه مادرى زنده باشد يا </w:t>
      </w:r>
      <w:r w:rsidRPr="003E3506">
        <w:rPr>
          <w:rtl/>
          <w:lang w:bidi="fa-IR"/>
        </w:rPr>
        <w:lastRenderedPageBreak/>
        <w:t>مرده ولى به دو شرط</w:t>
      </w:r>
      <w:r w:rsidR="00553569">
        <w:rPr>
          <w:rtl/>
          <w:lang w:bidi="fa-IR"/>
        </w:rPr>
        <w:t>:</w:t>
      </w:r>
      <w:r w:rsidRPr="003E3506">
        <w:rPr>
          <w:rtl/>
          <w:lang w:bidi="fa-IR"/>
        </w:rPr>
        <w:t xml:space="preserve"> اول آن كه نداند مقدار عادت او مخالف با مقدار حيض خودش مى باشد</w:t>
      </w:r>
      <w:r w:rsidR="000C4B14">
        <w:rPr>
          <w:rtl/>
          <w:lang w:bidi="fa-IR"/>
        </w:rPr>
        <w:t>،</w:t>
      </w:r>
      <w:r w:rsidRPr="003E3506">
        <w:rPr>
          <w:rtl/>
          <w:lang w:bidi="fa-IR"/>
        </w:rPr>
        <w:t xml:space="preserve"> مثل آن كه خودش در زمان جوانى و قوت مزاج باشد و آن زن نزديك به سن ياس باشد كه مقدار عادت معمولا كم مى شود و هم چنين در عكس اين صورت</w:t>
      </w:r>
      <w:r w:rsidR="000C4B14">
        <w:rPr>
          <w:rtl/>
          <w:lang w:bidi="fa-IR"/>
        </w:rPr>
        <w:t>.</w:t>
      </w:r>
    </w:p>
    <w:p w:rsidR="003E3506" w:rsidRPr="003E3506" w:rsidRDefault="003E3506" w:rsidP="003E3506">
      <w:pPr>
        <w:pStyle w:val="libNormal"/>
        <w:rPr>
          <w:lang w:bidi="fa-IR"/>
        </w:rPr>
      </w:pPr>
      <w:r w:rsidRPr="003E3506">
        <w:rPr>
          <w:rtl/>
          <w:lang w:bidi="fa-IR"/>
        </w:rPr>
        <w:t>دوم آن كه نداند مقدار عادت آن زن با مقدار عادت ديگر خويشانش كه داراى شرط اول هستند تفاوت دارد</w:t>
      </w:r>
      <w:r w:rsidR="000C4B14">
        <w:rPr>
          <w:rtl/>
          <w:lang w:bidi="fa-IR"/>
        </w:rPr>
        <w:t>،</w:t>
      </w:r>
      <w:r w:rsidRPr="003E3506">
        <w:rPr>
          <w:rtl/>
          <w:lang w:bidi="fa-IR"/>
        </w:rPr>
        <w:t xml:space="preserve"> ولى اگر مقدار تفاوت بسيار كم باشد كه حساب نشود ضرر ندارد</w:t>
      </w:r>
      <w:r w:rsidR="000C4B14">
        <w:rPr>
          <w:rtl/>
          <w:lang w:bidi="fa-IR"/>
        </w:rPr>
        <w:t>،</w:t>
      </w:r>
      <w:r w:rsidRPr="003E3506">
        <w:rPr>
          <w:rtl/>
          <w:lang w:bidi="fa-IR"/>
        </w:rPr>
        <w:t xml:space="preserve"> و هم چنين است حكم زنى كه عادت وقتيه دارد و در وقت به كلى خون نبيند و لكن در غير آن وقت خونى ببيند كه بيشتر از ده روز باشد و نتواند مقدار حيض را بواسطه نشانه هاى آن تشخيص دهد.</w:t>
      </w:r>
    </w:p>
    <w:p w:rsidR="003E3506" w:rsidRPr="003E3506" w:rsidRDefault="003E3506" w:rsidP="003E3506">
      <w:pPr>
        <w:pStyle w:val="libNormal"/>
        <w:rPr>
          <w:lang w:bidi="fa-IR"/>
        </w:rPr>
      </w:pPr>
      <w:r w:rsidRPr="003E3506">
        <w:rPr>
          <w:rtl/>
          <w:lang w:bidi="fa-IR"/>
        </w:rPr>
        <w:t>٤٩٦ - صاحب عادت وقتيه نمى تواند حيض را در غير وقت عادت خود قرار دهد</w:t>
      </w:r>
      <w:r w:rsidR="000C4B14">
        <w:rPr>
          <w:rtl/>
          <w:lang w:bidi="fa-IR"/>
        </w:rPr>
        <w:t>،</w:t>
      </w:r>
      <w:r w:rsidRPr="003E3506">
        <w:rPr>
          <w:rtl/>
          <w:lang w:bidi="fa-IR"/>
        </w:rPr>
        <w:t xml:space="preserve"> پس اگر ابتداى زمان عادت او معلوم باشد مثل اين كه هر ماه از روز اول خون مى ديده و گاهى روز پنجم و گاهى روز ششم پاك مى شده چنانچه يك ماه دوازده روز خون ببيند و نتواند با نشانه هاى حيض شماره او را معين نمايد بايد اول ماه را اول حيض قرار دهد و در شماره به آنچه در مساله پيش گفته شد رجوع نمايد و اگر وسط يا آخر عادت او معلوم باشد چنانچه خون او از ده روز تجاوز بكند بايد آن شماره را طورى قرار دهد كه آخر يا وسط آن موافق با وقت عادتش باشد.</w:t>
      </w:r>
    </w:p>
    <w:p w:rsidR="003E3506" w:rsidRPr="003E3506" w:rsidRDefault="003E3506" w:rsidP="003E3506">
      <w:pPr>
        <w:pStyle w:val="libNormal"/>
        <w:rPr>
          <w:lang w:bidi="fa-IR"/>
        </w:rPr>
      </w:pPr>
      <w:r w:rsidRPr="003E3506">
        <w:rPr>
          <w:rtl/>
          <w:lang w:bidi="fa-IR"/>
        </w:rPr>
        <w:t xml:space="preserve">٤٩٧ - زنى كه عادت وقتيه دارد و بيشتر از ده روز خون ببيند و نتواند آن را به آنچه در مساله </w:t>
      </w:r>
      <w:r w:rsidR="00605FAB">
        <w:rPr>
          <w:rtl/>
          <w:lang w:bidi="fa-IR"/>
        </w:rPr>
        <w:t>(</w:t>
      </w:r>
      <w:r w:rsidRPr="003E3506">
        <w:rPr>
          <w:rtl/>
          <w:lang w:bidi="fa-IR"/>
        </w:rPr>
        <w:t>٤٩٥</w:t>
      </w:r>
      <w:r w:rsidR="00605FAB">
        <w:rPr>
          <w:rtl/>
          <w:lang w:bidi="fa-IR"/>
        </w:rPr>
        <w:t>)</w:t>
      </w:r>
      <w:r w:rsidRPr="003E3506">
        <w:rPr>
          <w:rtl/>
          <w:lang w:bidi="fa-IR"/>
        </w:rPr>
        <w:t xml:space="preserve"> گفته شد معين نمايد مثل اين كه خونش نشانه نداشته باشد يا آن كه يكى از دو شرطى كه قبل گفته شد نباشد مخير است كه از سه روز تا ده روز هر شماره اى را كه مناسب مقدار حيضش مى بيند حيض قرار دهد و بهتر آن است كه هفت روز قرار دهد در صورتى كه او را مثل شش روز و هشت روز مناسب خود ببيند</w:t>
      </w:r>
      <w:r w:rsidR="000C4B14">
        <w:rPr>
          <w:rtl/>
          <w:lang w:bidi="fa-IR"/>
        </w:rPr>
        <w:t>،</w:t>
      </w:r>
      <w:r w:rsidRPr="003E3506">
        <w:rPr>
          <w:rtl/>
          <w:lang w:bidi="fa-IR"/>
        </w:rPr>
        <w:t xml:space="preserve"> البته بايد شماره اى را كه حيض قرار مى دهد موافق با وقت عادتش باشد آن طورى كه در مساله پيش گفته شد.</w:t>
      </w:r>
    </w:p>
    <w:p w:rsidR="003E3506" w:rsidRPr="003E3506" w:rsidRDefault="00CD3F50" w:rsidP="003E3506">
      <w:pPr>
        <w:pStyle w:val="libNormal"/>
        <w:rPr>
          <w:lang w:bidi="fa-IR"/>
        </w:rPr>
      </w:pPr>
      <w:r>
        <w:rPr>
          <w:rtl/>
          <w:lang w:bidi="fa-IR"/>
        </w:rPr>
        <w:br w:type="page"/>
      </w:r>
    </w:p>
    <w:p w:rsidR="003E3506" w:rsidRDefault="003E3506" w:rsidP="00CD3F50">
      <w:pPr>
        <w:pStyle w:val="Heading3"/>
        <w:rPr>
          <w:rtl/>
          <w:lang w:bidi="fa-IR"/>
        </w:rPr>
      </w:pPr>
      <w:bookmarkStart w:id="60" w:name="_Toc24454483"/>
      <w:r w:rsidRPr="003E3506">
        <w:rPr>
          <w:rtl/>
          <w:lang w:bidi="fa-IR"/>
        </w:rPr>
        <w:t>(صاحب عادت عدديه</w:t>
      </w:r>
      <w:r w:rsidR="00605FAB">
        <w:rPr>
          <w:rtl/>
          <w:lang w:bidi="fa-IR"/>
        </w:rPr>
        <w:t>)</w:t>
      </w:r>
      <w:bookmarkEnd w:id="60"/>
    </w:p>
    <w:p w:rsidR="003E3506" w:rsidRPr="003E3506" w:rsidRDefault="003E3506" w:rsidP="003E3506">
      <w:pPr>
        <w:pStyle w:val="libNormal"/>
        <w:rPr>
          <w:lang w:bidi="fa-IR"/>
        </w:rPr>
      </w:pPr>
      <w:r w:rsidRPr="003E3506">
        <w:rPr>
          <w:rtl/>
          <w:lang w:bidi="fa-IR"/>
        </w:rPr>
        <w:t>٤٩٨ - زنهايى كه عادت عدديه دارند دو دسته اند</w:t>
      </w:r>
      <w:r w:rsidR="00553569">
        <w:rPr>
          <w:rtl/>
          <w:lang w:bidi="fa-IR"/>
        </w:rPr>
        <w:t>:</w:t>
      </w:r>
      <w:r w:rsidRPr="003E3506">
        <w:rPr>
          <w:rtl/>
          <w:lang w:bidi="fa-IR"/>
        </w:rPr>
        <w:t xml:space="preserve"> اول زنى كه شماره روزهاى حيض او در دو ماه پشت سر هم يك اندازه باشد</w:t>
      </w:r>
      <w:r w:rsidR="000C4B14">
        <w:rPr>
          <w:rtl/>
          <w:lang w:bidi="fa-IR"/>
        </w:rPr>
        <w:t>،</w:t>
      </w:r>
      <w:r w:rsidRPr="003E3506">
        <w:rPr>
          <w:rtl/>
          <w:lang w:bidi="fa-IR"/>
        </w:rPr>
        <w:t xml:space="preserve"> ولى وقت خون ديدن او يكى نباشد كه در اين صورت هر چند روزى كه خون ديده عادت او مى شود.</w:t>
      </w:r>
    </w:p>
    <w:p w:rsidR="003E3506" w:rsidRPr="003E3506" w:rsidRDefault="003E3506" w:rsidP="003E3506">
      <w:pPr>
        <w:pStyle w:val="libNormal"/>
        <w:rPr>
          <w:lang w:bidi="fa-IR"/>
        </w:rPr>
      </w:pPr>
      <w:r w:rsidRPr="003E3506">
        <w:rPr>
          <w:rtl/>
          <w:lang w:bidi="fa-IR"/>
        </w:rPr>
        <w:t>مثلا اگر ماه اول از روز اول تا پنجم و ماه دوم از يازدهم تا پانزدهم خون ببيند عادت او پنج روز مى شود.</w:t>
      </w:r>
    </w:p>
    <w:p w:rsidR="003E3506" w:rsidRPr="003E3506" w:rsidRDefault="003E3506" w:rsidP="003E3506">
      <w:pPr>
        <w:pStyle w:val="libNormal"/>
        <w:rPr>
          <w:lang w:bidi="fa-IR"/>
        </w:rPr>
      </w:pPr>
      <w:r w:rsidRPr="003E3506">
        <w:rPr>
          <w:rtl/>
          <w:lang w:bidi="fa-IR"/>
        </w:rPr>
        <w:t>دوم زنى كه دو ماه پشت سر هم سه روز يا بيشتر خون ببيند و يك روز يا بيشتر پاك شود و دو مرتبه خون ببيند و وقت ديدن خون</w:t>
      </w:r>
      <w:r w:rsidR="000C4B14">
        <w:rPr>
          <w:rtl/>
          <w:lang w:bidi="fa-IR"/>
        </w:rPr>
        <w:t>،</w:t>
      </w:r>
      <w:r w:rsidRPr="003E3506">
        <w:rPr>
          <w:rtl/>
          <w:lang w:bidi="fa-IR"/>
        </w:rPr>
        <w:t xml:space="preserve"> در ماه اول با ماه دوم فرق داشته باشد</w:t>
      </w:r>
      <w:r w:rsidR="000C4B14">
        <w:rPr>
          <w:rtl/>
          <w:lang w:bidi="fa-IR"/>
        </w:rPr>
        <w:t>،</w:t>
      </w:r>
      <w:r w:rsidRPr="003E3506">
        <w:rPr>
          <w:rtl/>
          <w:lang w:bidi="fa-IR"/>
        </w:rPr>
        <w:t xml:space="preserve"> كه اگر تمام روزهايى كه خون ديده و روزهايى كه در وسط پاك بوده از ده روز بيشتر نشود</w:t>
      </w:r>
      <w:r w:rsidR="000C4B14">
        <w:rPr>
          <w:rtl/>
          <w:lang w:bidi="fa-IR"/>
        </w:rPr>
        <w:t>،</w:t>
      </w:r>
      <w:r w:rsidRPr="003E3506">
        <w:rPr>
          <w:rtl/>
          <w:lang w:bidi="fa-IR"/>
        </w:rPr>
        <w:t xml:space="preserve"> و شماره روزهايى كه خون ديده به يك اندازه باشد</w:t>
      </w:r>
      <w:r w:rsidR="000C4B14">
        <w:rPr>
          <w:rtl/>
          <w:lang w:bidi="fa-IR"/>
        </w:rPr>
        <w:t>،</w:t>
      </w:r>
      <w:r w:rsidRPr="003E3506">
        <w:rPr>
          <w:rtl/>
          <w:lang w:bidi="fa-IR"/>
        </w:rPr>
        <w:t xml:space="preserve"> تمام روزهايى كه خون ديده عادت حيض او مى شود</w:t>
      </w:r>
      <w:r w:rsidR="000C4B14">
        <w:rPr>
          <w:rtl/>
          <w:lang w:bidi="fa-IR"/>
        </w:rPr>
        <w:t>،</w:t>
      </w:r>
      <w:r w:rsidRPr="003E3506">
        <w:rPr>
          <w:rtl/>
          <w:lang w:bidi="fa-IR"/>
        </w:rPr>
        <w:t xml:space="preserve"> و بايد در روزهاى وسط كه پاك بوده احتياطا كارهايى كه بر طاهره واجب است انجام دهد و كارهايى كه بر حائض حرام است ترك نمايد</w:t>
      </w:r>
      <w:r w:rsidR="000C4B14">
        <w:rPr>
          <w:rtl/>
          <w:lang w:bidi="fa-IR"/>
        </w:rPr>
        <w:t>،</w:t>
      </w:r>
      <w:r w:rsidRPr="003E3506">
        <w:rPr>
          <w:rtl/>
          <w:lang w:bidi="fa-IR"/>
        </w:rPr>
        <w:t xml:space="preserve"> مثلا اگر ماه اول از روز اول تا سوم خون ببيند و دو روز پاك شود و دوباره سه روز خون ببيند و ماه دوم از يازدهم تا سيزدهم خون ببيند و دو روز پاك شود و دوباره سه روز خون ببيند عادت او شش روز مى شود</w:t>
      </w:r>
      <w:r w:rsidR="000C4B14">
        <w:rPr>
          <w:rtl/>
          <w:lang w:bidi="fa-IR"/>
        </w:rPr>
        <w:t>،</w:t>
      </w:r>
      <w:r w:rsidRPr="003E3506">
        <w:rPr>
          <w:rtl/>
          <w:lang w:bidi="fa-IR"/>
        </w:rPr>
        <w:t xml:space="preserve"> و اما اگر در يك ماه مثلا هشت روز خون ببيند و در ماه دوم چهار روز خون ديده و پاك شود و دوباره خون ببيند و مجموع ايام خون با پاكى وسط هشت روز باشد ظاهر آن است كه اين زن صاحب عادت عدديه نيست بلكه مضطربه حساب مى شود كه حكمش خواهد آمد.</w:t>
      </w:r>
    </w:p>
    <w:p w:rsidR="003E3506" w:rsidRPr="003E3506" w:rsidRDefault="003E3506" w:rsidP="003E3506">
      <w:pPr>
        <w:pStyle w:val="libNormal"/>
        <w:rPr>
          <w:lang w:bidi="fa-IR"/>
        </w:rPr>
      </w:pPr>
      <w:r w:rsidRPr="003E3506">
        <w:rPr>
          <w:rtl/>
          <w:lang w:bidi="fa-IR"/>
        </w:rPr>
        <w:t xml:space="preserve">٤٩٩ - زنى كه عادت عدديه دارد اگر كمتر يا بيشتر از شماره عادت خود خون ببيند و از ده روز بيشتر نشود تمام آن را حيض قرار دهد و اگر بيشتر از شماره عادت خود خون ببيند و از ده روز تجاوز كند چنانچه همه خونهايى كه ديده يك جور باشد بايد از موقع ديدن خون به شماره روزهاى عادتش حيض و بقيه را استحاضه قرار دهد و اگر همه خونهايى كه ديده يك جور نباشد بلكه چند روز از آن نشانه حيض و چند روز ديگر نشانه استحاضه داشته باشد اگر </w:t>
      </w:r>
      <w:r w:rsidRPr="003E3506">
        <w:rPr>
          <w:rtl/>
          <w:lang w:bidi="fa-IR"/>
        </w:rPr>
        <w:lastRenderedPageBreak/>
        <w:t>روزهايى كه خون نشانه حيض را دارد با شماره روزهاى عادت او يك اندازه باشد بايد آن روزها را حيض و بقيه را استحاضه قرار دهد و اگر روزهايى كه خون نشانه حيض را دارد از روزهاى عادت او بيشتر باشد فقط به اندازه روزهاى عادت او حيض و بقيه استحاضه است</w:t>
      </w:r>
      <w:r w:rsidR="000C4B14">
        <w:rPr>
          <w:rtl/>
          <w:lang w:bidi="fa-IR"/>
        </w:rPr>
        <w:t>،</w:t>
      </w:r>
      <w:r w:rsidRPr="003E3506">
        <w:rPr>
          <w:rtl/>
          <w:lang w:bidi="fa-IR"/>
        </w:rPr>
        <w:t xml:space="preserve"> و اگر روزهايى كه خون نشانه هاى حيض دارد از روزهاى عادت او كمتر است بايد آن روزها را با چند روز ديگر كه روى هم به اندازه عادتش مى شود حيض و بقيه را استحاضه قرار دهد.</w:t>
      </w:r>
    </w:p>
    <w:p w:rsidR="003E3506" w:rsidRPr="003E3506" w:rsidRDefault="00CD3F50" w:rsidP="003E3506">
      <w:pPr>
        <w:pStyle w:val="libNormal"/>
        <w:rPr>
          <w:lang w:bidi="fa-IR"/>
        </w:rPr>
      </w:pPr>
      <w:r>
        <w:rPr>
          <w:rtl/>
          <w:lang w:bidi="fa-IR"/>
        </w:rPr>
        <w:br w:type="page"/>
      </w:r>
    </w:p>
    <w:p w:rsidR="003E3506" w:rsidRDefault="00605FAB" w:rsidP="00CD3F50">
      <w:pPr>
        <w:pStyle w:val="Heading3"/>
        <w:rPr>
          <w:rtl/>
          <w:lang w:bidi="fa-IR"/>
        </w:rPr>
      </w:pPr>
      <w:bookmarkStart w:id="61" w:name="_Toc24454484"/>
      <w:r>
        <w:rPr>
          <w:rtl/>
          <w:lang w:bidi="fa-IR"/>
        </w:rPr>
        <w:t>(</w:t>
      </w:r>
      <w:r w:rsidR="003E3506" w:rsidRPr="003E3506">
        <w:rPr>
          <w:rtl/>
          <w:lang w:bidi="fa-IR"/>
        </w:rPr>
        <w:t>مضطربه</w:t>
      </w:r>
      <w:r>
        <w:rPr>
          <w:rtl/>
          <w:lang w:bidi="fa-IR"/>
        </w:rPr>
        <w:t>)</w:t>
      </w:r>
      <w:bookmarkEnd w:id="61"/>
    </w:p>
    <w:p w:rsidR="003E3506" w:rsidRPr="003E3506" w:rsidRDefault="003E3506" w:rsidP="003E3506">
      <w:pPr>
        <w:pStyle w:val="libNormal"/>
        <w:rPr>
          <w:lang w:bidi="fa-IR"/>
        </w:rPr>
      </w:pPr>
      <w:r w:rsidRPr="003E3506">
        <w:rPr>
          <w:rtl/>
          <w:lang w:bidi="fa-IR"/>
        </w:rPr>
        <w:t>٥٠٠ - مضطربه يعنى زنى كه چند ماه خون ديده ولى عادتى پيدا نكرده - نه از جهت وقت و نه از جهت عدد - اگر بيش از ده روز خون ببيند و همه خونهايى كه ديده يك جور باشد به اين معنى كه همه آنها يا داراى نشانه هاى حيض يا داراى نشانه هاى استحاضه باشد حكم او حكم صاحب عادت وقتيه است كه در غير وقت عادت خود خون ببيند و به نشانه نتواند حيض را از استحاضه تمييز بدهد</w:t>
      </w:r>
      <w:r w:rsidR="000C4B14">
        <w:rPr>
          <w:rtl/>
          <w:lang w:bidi="fa-IR"/>
        </w:rPr>
        <w:t>،</w:t>
      </w:r>
      <w:r w:rsidRPr="003E3506">
        <w:rPr>
          <w:rtl/>
          <w:lang w:bidi="fa-IR"/>
        </w:rPr>
        <w:t xml:space="preserve"> او بنابر احتياط بايد عادت بعضى از خويشان خود را حيض قرار دهد و در صورتى كه ممكن نباشد عددى بين سه و ده روز را براى خود حيض قرار دهد به بيان و شرحى كه در مساله </w:t>
      </w:r>
      <w:r w:rsidR="00605FAB">
        <w:rPr>
          <w:rtl/>
          <w:lang w:bidi="fa-IR"/>
        </w:rPr>
        <w:t>(</w:t>
      </w:r>
      <w:r w:rsidRPr="003E3506">
        <w:rPr>
          <w:rtl/>
          <w:lang w:bidi="fa-IR"/>
        </w:rPr>
        <w:t>٤٩٥</w:t>
      </w:r>
      <w:r w:rsidR="00605FAB">
        <w:rPr>
          <w:rtl/>
          <w:lang w:bidi="fa-IR"/>
        </w:rPr>
        <w:t>)</w:t>
      </w:r>
      <w:r w:rsidRPr="003E3506">
        <w:rPr>
          <w:rtl/>
          <w:lang w:bidi="fa-IR"/>
        </w:rPr>
        <w:t xml:space="preserve"> و </w:t>
      </w:r>
      <w:r w:rsidR="00605FAB">
        <w:rPr>
          <w:rtl/>
          <w:lang w:bidi="fa-IR"/>
        </w:rPr>
        <w:t>(</w:t>
      </w:r>
      <w:r w:rsidRPr="003E3506">
        <w:rPr>
          <w:rtl/>
          <w:lang w:bidi="fa-IR"/>
        </w:rPr>
        <w:t>٤٩٧</w:t>
      </w:r>
      <w:r w:rsidR="00605FAB">
        <w:rPr>
          <w:rtl/>
          <w:lang w:bidi="fa-IR"/>
        </w:rPr>
        <w:t>)</w:t>
      </w:r>
      <w:r w:rsidRPr="003E3506">
        <w:rPr>
          <w:rtl/>
          <w:lang w:bidi="fa-IR"/>
        </w:rPr>
        <w:t xml:space="preserve"> گذشت</w:t>
      </w:r>
      <w:r w:rsidR="000C4B14">
        <w:rPr>
          <w:rtl/>
          <w:lang w:bidi="fa-IR"/>
        </w:rPr>
        <w:t>.</w:t>
      </w:r>
    </w:p>
    <w:p w:rsidR="003E3506" w:rsidRPr="003E3506" w:rsidRDefault="003E3506" w:rsidP="003E3506">
      <w:pPr>
        <w:pStyle w:val="libNormal"/>
        <w:rPr>
          <w:lang w:bidi="fa-IR"/>
        </w:rPr>
      </w:pPr>
      <w:r w:rsidRPr="003E3506">
        <w:rPr>
          <w:rtl/>
          <w:lang w:bidi="fa-IR"/>
        </w:rPr>
        <w:t>٥٠١ - مضطربه اگر بيشتر از ده روز خونى ببيند كه چند روز آن نشانه حيض و چند روز ديگر نشانه استحاضه دارد چنانچه آنچه نشانه حيض را دارد از سه روز كمتر و از ده روز بيشتر نباشد تمام او را حيض و بقيه را استحاضه قرار دهد</w:t>
      </w:r>
      <w:r w:rsidR="000C4B14">
        <w:rPr>
          <w:rtl/>
          <w:lang w:bidi="fa-IR"/>
        </w:rPr>
        <w:t>،</w:t>
      </w:r>
      <w:r w:rsidRPr="003E3506">
        <w:rPr>
          <w:rtl/>
          <w:lang w:bidi="fa-IR"/>
        </w:rPr>
        <w:t xml:space="preserve"> و چنانچه كمتر يا بيشتر باشد بايد در شماره حيض به دستورى كه در مساله پيش گذشت عمل نمايد و اگر پس از خونى كه گفته شد او را حيض قرار دهد دوباره پيش از گذشت ده روز خونى ببيند كه آن هم نشانه هاى حيض را داشته باشد بعيد نيست كه بايد او را استحاضه قرار دهد.</w:t>
      </w:r>
    </w:p>
    <w:p w:rsidR="003E3506" w:rsidRPr="003E3506" w:rsidRDefault="00CD3F50" w:rsidP="003E3506">
      <w:pPr>
        <w:pStyle w:val="libNormal"/>
        <w:rPr>
          <w:lang w:bidi="fa-IR"/>
        </w:rPr>
      </w:pPr>
      <w:r>
        <w:rPr>
          <w:rtl/>
          <w:lang w:bidi="fa-IR"/>
        </w:rPr>
        <w:br w:type="page"/>
      </w:r>
    </w:p>
    <w:p w:rsidR="003E3506" w:rsidRDefault="00605FAB" w:rsidP="00CD3F50">
      <w:pPr>
        <w:pStyle w:val="Heading3"/>
        <w:rPr>
          <w:rtl/>
          <w:lang w:bidi="fa-IR"/>
        </w:rPr>
      </w:pPr>
      <w:bookmarkStart w:id="62" w:name="_Toc24454485"/>
      <w:r>
        <w:rPr>
          <w:rtl/>
          <w:lang w:bidi="fa-IR"/>
        </w:rPr>
        <w:t>(</w:t>
      </w:r>
      <w:r w:rsidR="003E3506" w:rsidRPr="003E3506">
        <w:rPr>
          <w:rtl/>
          <w:lang w:bidi="fa-IR"/>
        </w:rPr>
        <w:t>مبتدئه</w:t>
      </w:r>
      <w:r>
        <w:rPr>
          <w:rtl/>
          <w:lang w:bidi="fa-IR"/>
        </w:rPr>
        <w:t>)</w:t>
      </w:r>
      <w:bookmarkEnd w:id="62"/>
    </w:p>
    <w:p w:rsidR="003E3506" w:rsidRPr="003E3506" w:rsidRDefault="003E3506" w:rsidP="003E3506">
      <w:pPr>
        <w:pStyle w:val="libNormal"/>
        <w:rPr>
          <w:lang w:bidi="fa-IR"/>
        </w:rPr>
      </w:pPr>
      <w:r w:rsidRPr="003E3506">
        <w:rPr>
          <w:rtl/>
          <w:lang w:bidi="fa-IR"/>
        </w:rPr>
        <w:t xml:space="preserve">٥٠٢ - مبتدئه يعنى زنى كه دفعه اول خون ديدن او است اگر بيشتر از ده روز خون ببيند و همه خونهايى كه ديده يك جور باشد بايد مقدار عادت يكى از خويشان خود را حيض و بقيه را استحاضه قرار دهد به دو شرطى كه در مساله </w:t>
      </w:r>
      <w:r w:rsidR="00605FAB">
        <w:rPr>
          <w:rtl/>
          <w:lang w:bidi="fa-IR"/>
        </w:rPr>
        <w:t>(</w:t>
      </w:r>
      <w:r w:rsidRPr="003E3506">
        <w:rPr>
          <w:rtl/>
          <w:lang w:bidi="fa-IR"/>
        </w:rPr>
        <w:t>٤٩٥</w:t>
      </w:r>
      <w:r w:rsidR="00605FAB">
        <w:rPr>
          <w:rtl/>
          <w:lang w:bidi="fa-IR"/>
        </w:rPr>
        <w:t>)</w:t>
      </w:r>
      <w:r w:rsidRPr="003E3506">
        <w:rPr>
          <w:rtl/>
          <w:lang w:bidi="fa-IR"/>
        </w:rPr>
        <w:t xml:space="preserve"> گذشت</w:t>
      </w:r>
      <w:r w:rsidR="000C4B14">
        <w:rPr>
          <w:rtl/>
          <w:lang w:bidi="fa-IR"/>
        </w:rPr>
        <w:t>،</w:t>
      </w:r>
      <w:r w:rsidRPr="003E3506">
        <w:rPr>
          <w:rtl/>
          <w:lang w:bidi="fa-IR"/>
        </w:rPr>
        <w:t xml:space="preserve"> و اگر اين ممكن نشد بايد يك عددى بين سه روز و ده روز را حيض خود قرار دهد به دستورى كه در مساله </w:t>
      </w:r>
      <w:r w:rsidR="00605FAB">
        <w:rPr>
          <w:rtl/>
          <w:lang w:bidi="fa-IR"/>
        </w:rPr>
        <w:t>(</w:t>
      </w:r>
      <w:r w:rsidRPr="003E3506">
        <w:rPr>
          <w:rtl/>
          <w:lang w:bidi="fa-IR"/>
        </w:rPr>
        <w:t>٤٩٧</w:t>
      </w:r>
      <w:r w:rsidR="00605FAB">
        <w:rPr>
          <w:rtl/>
          <w:lang w:bidi="fa-IR"/>
        </w:rPr>
        <w:t>)</w:t>
      </w:r>
      <w:r w:rsidRPr="003E3506">
        <w:rPr>
          <w:rtl/>
          <w:lang w:bidi="fa-IR"/>
        </w:rPr>
        <w:t xml:space="preserve"> بيان شد.</w:t>
      </w:r>
    </w:p>
    <w:p w:rsidR="003E3506" w:rsidRPr="003E3506" w:rsidRDefault="003E3506" w:rsidP="003E3506">
      <w:pPr>
        <w:pStyle w:val="libNormal"/>
        <w:rPr>
          <w:lang w:bidi="fa-IR"/>
        </w:rPr>
      </w:pPr>
      <w:r w:rsidRPr="003E3506">
        <w:rPr>
          <w:rtl/>
          <w:lang w:bidi="fa-IR"/>
        </w:rPr>
        <w:t>٥٠٣ - مبتدئه اگر بيشتر از ده روز خونى ببيند كه چند روز آن نشانه حيض و چند روز ديگر نشانه استحاضه را داشته باشد</w:t>
      </w:r>
      <w:r w:rsidR="000C4B14">
        <w:rPr>
          <w:rtl/>
          <w:lang w:bidi="fa-IR"/>
        </w:rPr>
        <w:t>،</w:t>
      </w:r>
      <w:r w:rsidRPr="003E3506">
        <w:rPr>
          <w:rtl/>
          <w:lang w:bidi="fa-IR"/>
        </w:rPr>
        <w:t xml:space="preserve"> چنانچه خونى كه نشانه حيض دارد كمتر از سه روز و بيشتر از ده روز نباشد</w:t>
      </w:r>
      <w:r w:rsidR="000C4B14">
        <w:rPr>
          <w:rtl/>
          <w:lang w:bidi="fa-IR"/>
        </w:rPr>
        <w:t>،</w:t>
      </w:r>
      <w:r w:rsidRPr="003E3506">
        <w:rPr>
          <w:rtl/>
          <w:lang w:bidi="fa-IR"/>
        </w:rPr>
        <w:t xml:space="preserve"> همه آن حيض است</w:t>
      </w:r>
      <w:r w:rsidR="000C4B14">
        <w:rPr>
          <w:rtl/>
          <w:lang w:bidi="fa-IR"/>
        </w:rPr>
        <w:t>،</w:t>
      </w:r>
      <w:r w:rsidRPr="003E3506">
        <w:rPr>
          <w:rtl/>
          <w:lang w:bidi="fa-IR"/>
        </w:rPr>
        <w:t xml:space="preserve"> ولى اگر پيش از گذشتن ده روز از خونى كه نشانه حيض دارد دوباره خونى ببيند كه آن هم نشانه خون حيض داشته باشد</w:t>
      </w:r>
      <w:r w:rsidR="000C4B14">
        <w:rPr>
          <w:rtl/>
          <w:lang w:bidi="fa-IR"/>
        </w:rPr>
        <w:t>،</w:t>
      </w:r>
      <w:r w:rsidRPr="003E3506">
        <w:rPr>
          <w:rtl/>
          <w:lang w:bidi="fa-IR"/>
        </w:rPr>
        <w:t xml:space="preserve"> مثل آنكه پنج روز خون سياه و نه روز خون زرد و دوباره پنج روز خون سياه ببيند</w:t>
      </w:r>
      <w:r w:rsidR="000C4B14">
        <w:rPr>
          <w:rtl/>
          <w:lang w:bidi="fa-IR"/>
        </w:rPr>
        <w:t>،</w:t>
      </w:r>
      <w:r w:rsidRPr="003E3506">
        <w:rPr>
          <w:rtl/>
          <w:lang w:bidi="fa-IR"/>
        </w:rPr>
        <w:t xml:space="preserve"> بايد خون اول را حيض</w:t>
      </w:r>
      <w:r w:rsidR="000C4B14">
        <w:rPr>
          <w:rtl/>
          <w:lang w:bidi="fa-IR"/>
        </w:rPr>
        <w:t>،</w:t>
      </w:r>
      <w:r w:rsidRPr="003E3506">
        <w:rPr>
          <w:rtl/>
          <w:lang w:bidi="fa-IR"/>
        </w:rPr>
        <w:t xml:space="preserve"> و دو خون ديگر را استحاضه قرار دهد</w:t>
      </w:r>
      <w:r w:rsidR="000C4B14">
        <w:rPr>
          <w:rtl/>
          <w:lang w:bidi="fa-IR"/>
        </w:rPr>
        <w:t>،</w:t>
      </w:r>
      <w:r w:rsidRPr="003E3506">
        <w:rPr>
          <w:rtl/>
          <w:lang w:bidi="fa-IR"/>
        </w:rPr>
        <w:t xml:space="preserve"> چنانكه در مضطربه گذشت</w:t>
      </w:r>
      <w:r w:rsidR="000C4B14">
        <w:rPr>
          <w:rtl/>
          <w:lang w:bidi="fa-IR"/>
        </w:rPr>
        <w:t>.</w:t>
      </w:r>
    </w:p>
    <w:p w:rsidR="003E3506" w:rsidRPr="003E3506" w:rsidRDefault="003E3506" w:rsidP="003E3506">
      <w:pPr>
        <w:pStyle w:val="libNormal"/>
        <w:rPr>
          <w:lang w:bidi="fa-IR"/>
        </w:rPr>
      </w:pPr>
      <w:r w:rsidRPr="003E3506">
        <w:rPr>
          <w:rtl/>
          <w:lang w:bidi="fa-IR"/>
        </w:rPr>
        <w:t>٥٠٤ - مبتدئه اگر بيشتر از ده روز خونى ببيند كه چند روز آن نشانه حيض و چند روز ديگر آن نشانه استحاضه داشته باشد</w:t>
      </w:r>
      <w:r w:rsidR="000C4B14">
        <w:rPr>
          <w:rtl/>
          <w:lang w:bidi="fa-IR"/>
        </w:rPr>
        <w:t>،</w:t>
      </w:r>
      <w:r w:rsidRPr="003E3506">
        <w:rPr>
          <w:rtl/>
          <w:lang w:bidi="fa-IR"/>
        </w:rPr>
        <w:t xml:space="preserve"> ولى خونى كه نشانه حيض دارد از سه روز كمتر باشد بايد آن را حيض قرار دهد و در شماره آن به دستورى كه در مساله </w:t>
      </w:r>
      <w:r w:rsidR="00605FAB">
        <w:rPr>
          <w:rtl/>
          <w:lang w:bidi="fa-IR"/>
        </w:rPr>
        <w:t>(</w:t>
      </w:r>
      <w:r w:rsidRPr="003E3506">
        <w:rPr>
          <w:rtl/>
          <w:lang w:bidi="fa-IR"/>
        </w:rPr>
        <w:t>٥٠١</w:t>
      </w:r>
      <w:r w:rsidR="00605FAB">
        <w:rPr>
          <w:rtl/>
          <w:lang w:bidi="fa-IR"/>
        </w:rPr>
        <w:t>)</w:t>
      </w:r>
      <w:r w:rsidRPr="003E3506">
        <w:rPr>
          <w:rtl/>
          <w:lang w:bidi="fa-IR"/>
        </w:rPr>
        <w:t xml:space="preserve"> گفته شد عمل نمايد.</w:t>
      </w:r>
    </w:p>
    <w:p w:rsidR="003E3506" w:rsidRPr="003E3506" w:rsidRDefault="00CD3F50" w:rsidP="003E3506">
      <w:pPr>
        <w:pStyle w:val="libNormal"/>
        <w:rPr>
          <w:lang w:bidi="fa-IR"/>
        </w:rPr>
      </w:pPr>
      <w:r>
        <w:rPr>
          <w:rtl/>
          <w:lang w:bidi="fa-IR"/>
        </w:rPr>
        <w:br w:type="page"/>
      </w:r>
    </w:p>
    <w:p w:rsidR="003E3506" w:rsidRDefault="00605FAB" w:rsidP="00CD3F50">
      <w:pPr>
        <w:pStyle w:val="Heading3"/>
        <w:rPr>
          <w:rtl/>
          <w:lang w:bidi="fa-IR"/>
        </w:rPr>
      </w:pPr>
      <w:bookmarkStart w:id="63" w:name="_Toc24454486"/>
      <w:r>
        <w:rPr>
          <w:rtl/>
          <w:lang w:bidi="fa-IR"/>
        </w:rPr>
        <w:t>(</w:t>
      </w:r>
      <w:r w:rsidR="003E3506" w:rsidRPr="003E3506">
        <w:rPr>
          <w:rtl/>
          <w:lang w:bidi="fa-IR"/>
        </w:rPr>
        <w:t>ناسيه</w:t>
      </w:r>
      <w:r>
        <w:rPr>
          <w:rtl/>
          <w:lang w:bidi="fa-IR"/>
        </w:rPr>
        <w:t>)</w:t>
      </w:r>
      <w:bookmarkEnd w:id="63"/>
    </w:p>
    <w:p w:rsidR="003E3506" w:rsidRPr="003E3506" w:rsidRDefault="003E3506" w:rsidP="003E3506">
      <w:pPr>
        <w:pStyle w:val="libNormal"/>
        <w:rPr>
          <w:lang w:bidi="fa-IR"/>
        </w:rPr>
      </w:pPr>
      <w:r w:rsidRPr="003E3506">
        <w:rPr>
          <w:rtl/>
          <w:lang w:bidi="fa-IR"/>
        </w:rPr>
        <w:t>٥٠٥ - ناسيه يعنى زنى كه مقدار عادت خود را فراموش كرده است بر چند قسم است</w:t>
      </w:r>
      <w:r w:rsidR="000C4B14">
        <w:rPr>
          <w:rtl/>
          <w:lang w:bidi="fa-IR"/>
        </w:rPr>
        <w:t>،</w:t>
      </w:r>
      <w:r w:rsidRPr="003E3506">
        <w:rPr>
          <w:rtl/>
          <w:lang w:bidi="fa-IR"/>
        </w:rPr>
        <w:t xml:space="preserve"> يكى آنكه صاحب عادت عدديه بوده و مقدار عادت خود را فراموش كرده باشد</w:t>
      </w:r>
      <w:r w:rsidR="000C4B14">
        <w:rPr>
          <w:rtl/>
          <w:lang w:bidi="fa-IR"/>
        </w:rPr>
        <w:t>،</w:t>
      </w:r>
      <w:r w:rsidRPr="003E3506">
        <w:rPr>
          <w:rtl/>
          <w:lang w:bidi="fa-IR"/>
        </w:rPr>
        <w:t xml:space="preserve"> اين زن اگر خونى ببيند كه كمتر از سه روز و بيشتر از ده روز نباشد بايد همه آن را حيض قرار دهد</w:t>
      </w:r>
      <w:r w:rsidR="000C4B14">
        <w:rPr>
          <w:rtl/>
          <w:lang w:bidi="fa-IR"/>
        </w:rPr>
        <w:t>،</w:t>
      </w:r>
      <w:r w:rsidRPr="003E3506">
        <w:rPr>
          <w:rtl/>
          <w:lang w:bidi="fa-IR"/>
        </w:rPr>
        <w:t xml:space="preserve"> و اگر آن خون بيشتر از ده روز باشد حكم او حكم مضطربه است كه در مساله </w:t>
      </w:r>
      <w:r w:rsidR="00605FAB">
        <w:rPr>
          <w:rtl/>
          <w:lang w:bidi="fa-IR"/>
        </w:rPr>
        <w:t>(</w:t>
      </w:r>
      <w:r w:rsidRPr="003E3506">
        <w:rPr>
          <w:rtl/>
          <w:lang w:bidi="fa-IR"/>
        </w:rPr>
        <w:t>٥٠٠</w:t>
      </w:r>
      <w:r w:rsidR="00605FAB">
        <w:rPr>
          <w:rtl/>
          <w:lang w:bidi="fa-IR"/>
        </w:rPr>
        <w:t>)</w:t>
      </w:r>
      <w:r w:rsidRPr="003E3506">
        <w:rPr>
          <w:rtl/>
          <w:lang w:bidi="fa-IR"/>
        </w:rPr>
        <w:t xml:space="preserve"> و </w:t>
      </w:r>
      <w:r w:rsidR="00605FAB">
        <w:rPr>
          <w:rtl/>
          <w:lang w:bidi="fa-IR"/>
        </w:rPr>
        <w:t>(</w:t>
      </w:r>
      <w:r w:rsidRPr="003E3506">
        <w:rPr>
          <w:rtl/>
          <w:lang w:bidi="fa-IR"/>
        </w:rPr>
        <w:t>٥٠١</w:t>
      </w:r>
      <w:r w:rsidR="00605FAB">
        <w:rPr>
          <w:rtl/>
          <w:lang w:bidi="fa-IR"/>
        </w:rPr>
        <w:t>)</w:t>
      </w:r>
      <w:r w:rsidRPr="003E3506">
        <w:rPr>
          <w:rtl/>
          <w:lang w:bidi="fa-IR"/>
        </w:rPr>
        <w:t xml:space="preserve"> گفته شد تنها با يك فرق و آن اين است كه نمى شود مقدارى را كه حيض قرار مى دهد كمتر از مقدارى باشد كه مى داند شماره حيض او كمتر از آن نيست</w:t>
      </w:r>
      <w:r w:rsidR="000C4B14">
        <w:rPr>
          <w:rtl/>
          <w:lang w:bidi="fa-IR"/>
        </w:rPr>
        <w:t>،</w:t>
      </w:r>
      <w:r w:rsidRPr="003E3506">
        <w:rPr>
          <w:rtl/>
          <w:lang w:bidi="fa-IR"/>
        </w:rPr>
        <w:t xml:space="preserve"> و همچنين نمى شود كه بيشتر از مقدارى قرار دهد كه مى داند شماره عادتش بيش از او نيست</w:t>
      </w:r>
      <w:r w:rsidR="000C4B14">
        <w:rPr>
          <w:rtl/>
          <w:lang w:bidi="fa-IR"/>
        </w:rPr>
        <w:t>.</w:t>
      </w:r>
    </w:p>
    <w:p w:rsidR="003E3506" w:rsidRPr="003E3506" w:rsidRDefault="003E3506" w:rsidP="003E3506">
      <w:pPr>
        <w:pStyle w:val="libNormal"/>
        <w:rPr>
          <w:lang w:bidi="fa-IR"/>
        </w:rPr>
      </w:pPr>
      <w:r w:rsidRPr="003E3506">
        <w:rPr>
          <w:rtl/>
          <w:lang w:bidi="fa-IR"/>
        </w:rPr>
        <w:t>و شبيه اين امر را بايد در عادت عدديه ناقصه هم مراعات كرد يعنى زنى كه شماره عادتش مردد است بين زيادتر از سه روز و كمتر از ده روز - مثل آنكه در هر ماه يا شش روز خون مى بيند يا هفت روز نمى تواند به واسطه نشانه هاى حيض يا ملاحظه عادت بعضى از خويشانش و يا به اختيار عدد - در صورتى كه بيش از ده روز خون ببيند - كمتر يا بيشتر از اين دو عدد را حيض قرار دهد.</w:t>
      </w:r>
    </w:p>
    <w:p w:rsidR="003E3506" w:rsidRPr="003E3506" w:rsidRDefault="00CD3F50" w:rsidP="003E3506">
      <w:pPr>
        <w:pStyle w:val="libNormal"/>
        <w:rPr>
          <w:lang w:bidi="fa-IR"/>
        </w:rPr>
      </w:pPr>
      <w:r>
        <w:rPr>
          <w:rtl/>
          <w:lang w:bidi="fa-IR"/>
        </w:rPr>
        <w:br w:type="page"/>
      </w:r>
    </w:p>
    <w:p w:rsidR="003E3506" w:rsidRDefault="00605FAB" w:rsidP="00CD3F50">
      <w:pPr>
        <w:pStyle w:val="Heading3"/>
        <w:rPr>
          <w:rtl/>
          <w:lang w:bidi="fa-IR"/>
        </w:rPr>
      </w:pPr>
      <w:bookmarkStart w:id="64" w:name="_Toc24454487"/>
      <w:r>
        <w:rPr>
          <w:rtl/>
          <w:lang w:bidi="fa-IR"/>
        </w:rPr>
        <w:t>(</w:t>
      </w:r>
      <w:r w:rsidR="003E3506" w:rsidRPr="003E3506">
        <w:rPr>
          <w:rtl/>
          <w:lang w:bidi="fa-IR"/>
        </w:rPr>
        <w:t>مسايل متفرقه حيض</w:t>
      </w:r>
      <w:r>
        <w:rPr>
          <w:rtl/>
          <w:lang w:bidi="fa-IR"/>
        </w:rPr>
        <w:t>)</w:t>
      </w:r>
      <w:bookmarkEnd w:id="64"/>
    </w:p>
    <w:p w:rsidR="003E3506" w:rsidRPr="003E3506" w:rsidRDefault="003E3506" w:rsidP="003E3506">
      <w:pPr>
        <w:pStyle w:val="libNormal"/>
        <w:rPr>
          <w:lang w:bidi="fa-IR"/>
        </w:rPr>
      </w:pPr>
      <w:r w:rsidRPr="003E3506">
        <w:rPr>
          <w:rtl/>
          <w:lang w:bidi="fa-IR"/>
        </w:rPr>
        <w:t>٥٠٦ - مبتدئه و مضطربه و ناسيه و زنى كه عادت عدديه دارد</w:t>
      </w:r>
      <w:r w:rsidR="000C4B14">
        <w:rPr>
          <w:rtl/>
          <w:lang w:bidi="fa-IR"/>
        </w:rPr>
        <w:t>،</w:t>
      </w:r>
      <w:r w:rsidRPr="003E3506">
        <w:rPr>
          <w:rtl/>
          <w:lang w:bidi="fa-IR"/>
        </w:rPr>
        <w:t xml:space="preserve"> اگر خونى ببيند كه نشانه هاى حيض را داشته باشد يا يقين كنند كه سه روز طول مى كشد</w:t>
      </w:r>
      <w:r w:rsidR="000C4B14">
        <w:rPr>
          <w:rtl/>
          <w:lang w:bidi="fa-IR"/>
        </w:rPr>
        <w:t>،</w:t>
      </w:r>
      <w:r w:rsidRPr="003E3506">
        <w:rPr>
          <w:rtl/>
          <w:lang w:bidi="fa-IR"/>
        </w:rPr>
        <w:t xml:space="preserve"> بايد عبادت را ترك كنند و چنانچه بعد بفهمند حيض نبوده بايد عبادتهايى را كه به جا نياورده اند قضا نمايد.</w:t>
      </w:r>
    </w:p>
    <w:p w:rsidR="003E3506" w:rsidRPr="003E3506" w:rsidRDefault="003E3506" w:rsidP="003E3506">
      <w:pPr>
        <w:pStyle w:val="libNormal"/>
        <w:rPr>
          <w:lang w:bidi="fa-IR"/>
        </w:rPr>
      </w:pPr>
      <w:r w:rsidRPr="003E3506">
        <w:rPr>
          <w:rtl/>
          <w:lang w:bidi="fa-IR"/>
        </w:rPr>
        <w:t>٥٠٧ - زنى كه در حيض عادت دارد</w:t>
      </w:r>
      <w:r w:rsidR="000C4B14">
        <w:rPr>
          <w:rtl/>
          <w:lang w:bidi="fa-IR"/>
        </w:rPr>
        <w:t>،</w:t>
      </w:r>
      <w:r w:rsidRPr="003E3506">
        <w:rPr>
          <w:rtl/>
          <w:lang w:bidi="fa-IR"/>
        </w:rPr>
        <w:t xml:space="preserve"> چه در وقت حيض عادت داشته باشد چه در عدد حيض يا هم در وقت و هم در عدد آن</w:t>
      </w:r>
      <w:r w:rsidR="000C4B14">
        <w:rPr>
          <w:rtl/>
          <w:lang w:bidi="fa-IR"/>
        </w:rPr>
        <w:t>،</w:t>
      </w:r>
      <w:r w:rsidRPr="003E3506">
        <w:rPr>
          <w:rtl/>
          <w:lang w:bidi="fa-IR"/>
        </w:rPr>
        <w:t xml:space="preserve"> اگر دو ماه پشت سر هم بر خلاف عادت خود خونى ببيند كه وقت آن يا شماره روزهاى آن</w:t>
      </w:r>
      <w:r w:rsidR="000C4B14">
        <w:rPr>
          <w:rtl/>
          <w:lang w:bidi="fa-IR"/>
        </w:rPr>
        <w:t>،</w:t>
      </w:r>
      <w:r w:rsidRPr="003E3506">
        <w:rPr>
          <w:rtl/>
          <w:lang w:bidi="fa-IR"/>
        </w:rPr>
        <w:t xml:space="preserve"> يا هم وقت و هم شماره روزهاى آن يكى باشد</w:t>
      </w:r>
      <w:r w:rsidR="000C4B14">
        <w:rPr>
          <w:rtl/>
          <w:lang w:bidi="fa-IR"/>
        </w:rPr>
        <w:t>،</w:t>
      </w:r>
      <w:r w:rsidRPr="003E3506">
        <w:rPr>
          <w:rtl/>
          <w:lang w:bidi="fa-IR"/>
        </w:rPr>
        <w:t xml:space="preserve"> عادتش بر مى گردد به آنچه در اين دو ماه ديده است مثلا اگر از روز اول ماه تا هفتم خون مى ديده و پاك مى شده چنانچه دو ماه از دهم تا هفدهم ماه خون ببيند و پاك شود از دهم تا هفدهم عادت او مى شود.</w:t>
      </w:r>
    </w:p>
    <w:p w:rsidR="003E3506" w:rsidRPr="003E3506" w:rsidRDefault="003E3506" w:rsidP="003E3506">
      <w:pPr>
        <w:pStyle w:val="libNormal"/>
        <w:rPr>
          <w:lang w:bidi="fa-IR"/>
        </w:rPr>
      </w:pPr>
      <w:r w:rsidRPr="003E3506">
        <w:rPr>
          <w:rtl/>
          <w:lang w:bidi="fa-IR"/>
        </w:rPr>
        <w:t>٥٠٨ - مقصود از يك ماه</w:t>
      </w:r>
      <w:r w:rsidR="000C4B14">
        <w:rPr>
          <w:rtl/>
          <w:lang w:bidi="fa-IR"/>
        </w:rPr>
        <w:t>،</w:t>
      </w:r>
      <w:r w:rsidRPr="003E3506">
        <w:rPr>
          <w:rtl/>
          <w:lang w:bidi="fa-IR"/>
        </w:rPr>
        <w:t xml:space="preserve"> گذشتن سى روز از ابتداى خون ديدن است نه از روز اول ماه تا آخر ماه</w:t>
      </w:r>
      <w:r w:rsidR="000C4B14">
        <w:rPr>
          <w:rtl/>
          <w:lang w:bidi="fa-IR"/>
        </w:rPr>
        <w:t>.</w:t>
      </w:r>
    </w:p>
    <w:p w:rsidR="003E3506" w:rsidRPr="003E3506" w:rsidRDefault="003E3506" w:rsidP="003E3506">
      <w:pPr>
        <w:pStyle w:val="libNormal"/>
        <w:rPr>
          <w:lang w:bidi="fa-IR"/>
        </w:rPr>
      </w:pPr>
      <w:r w:rsidRPr="003E3506">
        <w:rPr>
          <w:rtl/>
          <w:lang w:bidi="fa-IR"/>
        </w:rPr>
        <w:t>٥٠٩ - زنى كه معمولا ماهى يك مرتبه خون مى بيند</w:t>
      </w:r>
      <w:r w:rsidR="000C4B14">
        <w:rPr>
          <w:rtl/>
          <w:lang w:bidi="fa-IR"/>
        </w:rPr>
        <w:t>،</w:t>
      </w:r>
      <w:r w:rsidRPr="003E3506">
        <w:rPr>
          <w:rtl/>
          <w:lang w:bidi="fa-IR"/>
        </w:rPr>
        <w:t xml:space="preserve"> اگر در يك ماه دو مرتبه خون ببيند و آن خون نشانه هاى حيض را داشته باشد</w:t>
      </w:r>
      <w:r w:rsidR="000C4B14">
        <w:rPr>
          <w:rtl/>
          <w:lang w:bidi="fa-IR"/>
        </w:rPr>
        <w:t>،</w:t>
      </w:r>
      <w:r w:rsidRPr="003E3506">
        <w:rPr>
          <w:rtl/>
          <w:lang w:bidi="fa-IR"/>
        </w:rPr>
        <w:t xml:space="preserve"> چنانچه روزهايى كه در وسط پاك بوده از ده روز كمتر نباشد</w:t>
      </w:r>
      <w:r w:rsidR="000C4B14">
        <w:rPr>
          <w:rtl/>
          <w:lang w:bidi="fa-IR"/>
        </w:rPr>
        <w:t>،</w:t>
      </w:r>
      <w:r w:rsidRPr="003E3506">
        <w:rPr>
          <w:rtl/>
          <w:lang w:bidi="fa-IR"/>
        </w:rPr>
        <w:t xml:space="preserve"> بايد هر دو را حيض قرار دهد.</w:t>
      </w:r>
    </w:p>
    <w:p w:rsidR="003E3506" w:rsidRPr="003E3506" w:rsidRDefault="003E3506" w:rsidP="003E3506">
      <w:pPr>
        <w:pStyle w:val="libNormal"/>
        <w:rPr>
          <w:lang w:bidi="fa-IR"/>
        </w:rPr>
      </w:pPr>
      <w:r w:rsidRPr="003E3506">
        <w:rPr>
          <w:rtl/>
          <w:lang w:bidi="fa-IR"/>
        </w:rPr>
        <w:t>٥١٠ - اگر سه روز يا بيشتر خون ببيند كه نشانه حيض را دارد بعد ده روز يا بيشتر خونى ببيند كه نشانه استحاضه را دارد و دوباره سه روز خونى به نشانه هاى حيض ببيند</w:t>
      </w:r>
      <w:r w:rsidR="000C4B14">
        <w:rPr>
          <w:rtl/>
          <w:lang w:bidi="fa-IR"/>
        </w:rPr>
        <w:t>،</w:t>
      </w:r>
      <w:r w:rsidRPr="003E3506">
        <w:rPr>
          <w:rtl/>
          <w:lang w:bidi="fa-IR"/>
        </w:rPr>
        <w:t xml:space="preserve"> بايد خون اول و خون آخر را كه نشانه هاى حيض داشته حيض قرار دهد.</w:t>
      </w:r>
    </w:p>
    <w:p w:rsidR="003E3506" w:rsidRPr="003E3506" w:rsidRDefault="003E3506" w:rsidP="003E3506">
      <w:pPr>
        <w:pStyle w:val="libNormal"/>
        <w:rPr>
          <w:lang w:bidi="fa-IR"/>
        </w:rPr>
      </w:pPr>
      <w:r w:rsidRPr="003E3506">
        <w:rPr>
          <w:rtl/>
          <w:lang w:bidi="fa-IR"/>
        </w:rPr>
        <w:t>٥١١ - اگر زن پيش از ده روز پاك شود و بداند كه در باطن خون نيست</w:t>
      </w:r>
      <w:r w:rsidR="000C4B14">
        <w:rPr>
          <w:rtl/>
          <w:lang w:bidi="fa-IR"/>
        </w:rPr>
        <w:t>،</w:t>
      </w:r>
      <w:r w:rsidRPr="003E3506">
        <w:rPr>
          <w:rtl/>
          <w:lang w:bidi="fa-IR"/>
        </w:rPr>
        <w:t xml:space="preserve"> بايد براى عبادتهاى خود غسل كند</w:t>
      </w:r>
      <w:r w:rsidR="000C4B14">
        <w:rPr>
          <w:rtl/>
          <w:lang w:bidi="fa-IR"/>
        </w:rPr>
        <w:t>،</w:t>
      </w:r>
      <w:r w:rsidRPr="003E3506">
        <w:rPr>
          <w:rtl/>
          <w:lang w:bidi="fa-IR"/>
        </w:rPr>
        <w:t xml:space="preserve"> اگر چه گمان داشته باشد كه پيش از تمام شدن ده روز دوباره خون مى بيند</w:t>
      </w:r>
      <w:r w:rsidR="000C4B14">
        <w:rPr>
          <w:rtl/>
          <w:lang w:bidi="fa-IR"/>
        </w:rPr>
        <w:t>،</w:t>
      </w:r>
      <w:r w:rsidRPr="003E3506">
        <w:rPr>
          <w:rtl/>
          <w:lang w:bidi="fa-IR"/>
        </w:rPr>
        <w:t xml:space="preserve"> و اگر يقين داشته باشد كه پيش از تمام شدن ده روز دوباره خون مى بيند بايد همچنان </w:t>
      </w:r>
      <w:r w:rsidRPr="003E3506">
        <w:rPr>
          <w:rtl/>
          <w:lang w:bidi="fa-IR"/>
        </w:rPr>
        <w:lastRenderedPageBreak/>
        <w:t>كه گذشت احتياطا غسل كند و عبادتهاى خود را به جا آورد و آنچه بر حائض حرام است ترك نمايد.</w:t>
      </w:r>
    </w:p>
    <w:p w:rsidR="003E3506" w:rsidRPr="003E3506" w:rsidRDefault="003E3506" w:rsidP="003E3506">
      <w:pPr>
        <w:pStyle w:val="libNormal"/>
        <w:rPr>
          <w:lang w:bidi="fa-IR"/>
        </w:rPr>
      </w:pPr>
      <w:r w:rsidRPr="003E3506">
        <w:rPr>
          <w:rtl/>
          <w:lang w:bidi="fa-IR"/>
        </w:rPr>
        <w:t xml:space="preserve">٥١٢ - اگر زن پيش از ده روز پاك شود و احتمال بدهد كه در باطن خون هست بايد قدرى پنبه داخل فرج نمايد و مقدارى صبر نمايد </w:t>
      </w:r>
      <w:r w:rsidR="00605FAB">
        <w:rPr>
          <w:rtl/>
          <w:lang w:bidi="fa-IR"/>
        </w:rPr>
        <w:t>(</w:t>
      </w:r>
      <w:r w:rsidRPr="003E3506">
        <w:rPr>
          <w:rtl/>
          <w:lang w:bidi="fa-IR"/>
        </w:rPr>
        <w:t>البته بيش از مقدار مختصرى كه در ميان زنها متعارف است كه در اثناء حيض پاك شوند</w:t>
      </w:r>
      <w:r w:rsidR="00605FAB">
        <w:rPr>
          <w:rtl/>
          <w:lang w:bidi="fa-IR"/>
        </w:rPr>
        <w:t>)</w:t>
      </w:r>
      <w:r w:rsidRPr="003E3506">
        <w:rPr>
          <w:rtl/>
          <w:lang w:bidi="fa-IR"/>
        </w:rPr>
        <w:t xml:space="preserve"> و بعد بيرون آورد پس اگر پاك بود غسل كند و عبادتهاى خود را بجا آورد و اگر پاك نبود اگر چه به آب زرد رنگى آلوده باشد چنانچه در حيض عادت ندارد يا عادت او ده روز است يا هنوز روزهاى عادتش تمام نشده باشد بايد صبر كند كه اگر پيش از ده روز پاك شد غسل كند و اگر سر ده روز پاك شد يا خون او از ده روز گذشت سر ده روز غسل نمايد و اگر عادتش كمتر از ده روز است در صورتى كه بداند پيش از تمام شدن ده روز يا سر ده روز پاك مى شود نبايد غسل كند و اگر احتمال دهد كه خون او از ده روز مى گذرد احتياط مستحب آن است كه يك روز عبادت را ترك كند و مى تواند تا ده روز ترك عبادت را ادامه دهد و اين حكم مختص زنى است كه قبل از عادت مستمرة الدم نبوده و الا بعد از گذشتن عادت جايز نيست عبادت را ترك كند. ٥١٣ - اگر چند روز را حيض قرار دهد و عبادت نكند</w:t>
      </w:r>
      <w:r w:rsidR="000C4B14">
        <w:rPr>
          <w:rtl/>
          <w:lang w:bidi="fa-IR"/>
        </w:rPr>
        <w:t>،</w:t>
      </w:r>
      <w:r w:rsidRPr="003E3506">
        <w:rPr>
          <w:rtl/>
          <w:lang w:bidi="fa-IR"/>
        </w:rPr>
        <w:t xml:space="preserve"> بعد بفهمد حيض نبوده است</w:t>
      </w:r>
      <w:r w:rsidR="000C4B14">
        <w:rPr>
          <w:rtl/>
          <w:lang w:bidi="fa-IR"/>
        </w:rPr>
        <w:t>،</w:t>
      </w:r>
      <w:r w:rsidRPr="003E3506">
        <w:rPr>
          <w:rtl/>
          <w:lang w:bidi="fa-IR"/>
        </w:rPr>
        <w:t xml:space="preserve"> بايد نماز و روزه اى كه در آن روزها بجا نياورده قضا نمايد</w:t>
      </w:r>
      <w:r w:rsidR="000C4B14">
        <w:rPr>
          <w:rtl/>
          <w:lang w:bidi="fa-IR"/>
        </w:rPr>
        <w:t>،</w:t>
      </w:r>
      <w:r w:rsidRPr="003E3506">
        <w:rPr>
          <w:rtl/>
          <w:lang w:bidi="fa-IR"/>
        </w:rPr>
        <w:t xml:space="preserve"> و اگر چند روز را به گمان اينكه حيض نيست عبادت كند</w:t>
      </w:r>
      <w:r w:rsidR="000C4B14">
        <w:rPr>
          <w:rtl/>
          <w:lang w:bidi="fa-IR"/>
        </w:rPr>
        <w:t>،</w:t>
      </w:r>
      <w:r w:rsidRPr="003E3506">
        <w:rPr>
          <w:rtl/>
          <w:lang w:bidi="fa-IR"/>
        </w:rPr>
        <w:t xml:space="preserve"> بعد بفهمد حيض بوده</w:t>
      </w:r>
      <w:r w:rsidR="000C4B14">
        <w:rPr>
          <w:rtl/>
          <w:lang w:bidi="fa-IR"/>
        </w:rPr>
        <w:t>،</w:t>
      </w:r>
      <w:r w:rsidRPr="003E3506">
        <w:rPr>
          <w:rtl/>
          <w:lang w:bidi="fa-IR"/>
        </w:rPr>
        <w:t xml:space="preserve"> چنانچه آن روزها را روزه گرفته باشد بايد قضا نمايد.</w:t>
      </w:r>
    </w:p>
    <w:p w:rsidR="003E3506" w:rsidRPr="003E3506" w:rsidRDefault="00CD3F50" w:rsidP="003E3506">
      <w:pPr>
        <w:pStyle w:val="libNormal"/>
        <w:rPr>
          <w:lang w:bidi="fa-IR"/>
        </w:rPr>
      </w:pPr>
      <w:r>
        <w:rPr>
          <w:rtl/>
          <w:lang w:bidi="fa-IR"/>
        </w:rPr>
        <w:br w:type="page"/>
      </w:r>
    </w:p>
    <w:p w:rsidR="003E3506" w:rsidRDefault="00605FAB" w:rsidP="00CD3F50">
      <w:pPr>
        <w:pStyle w:val="Heading3"/>
        <w:rPr>
          <w:rtl/>
          <w:lang w:bidi="fa-IR"/>
        </w:rPr>
      </w:pPr>
      <w:bookmarkStart w:id="65" w:name="_Toc24454488"/>
      <w:r>
        <w:rPr>
          <w:rtl/>
          <w:lang w:bidi="fa-IR"/>
        </w:rPr>
        <w:t>(</w:t>
      </w:r>
      <w:r w:rsidR="00CD3F50">
        <w:rPr>
          <w:rtl/>
          <w:lang w:bidi="fa-IR"/>
        </w:rPr>
        <w:t>نفاس</w:t>
      </w:r>
      <w:r w:rsidR="00CD3F50">
        <w:rPr>
          <w:rFonts w:hint="cs"/>
          <w:rtl/>
          <w:lang w:bidi="fa-IR"/>
        </w:rPr>
        <w:t>)</w:t>
      </w:r>
      <w:bookmarkEnd w:id="65"/>
    </w:p>
    <w:p w:rsidR="003E3506" w:rsidRPr="003E3506" w:rsidRDefault="003E3506" w:rsidP="003E3506">
      <w:pPr>
        <w:pStyle w:val="libNormal"/>
        <w:rPr>
          <w:lang w:bidi="fa-IR"/>
        </w:rPr>
      </w:pPr>
      <w:r w:rsidRPr="003E3506">
        <w:rPr>
          <w:rtl/>
          <w:lang w:bidi="fa-IR"/>
        </w:rPr>
        <w:t>٥١٤ - از وقتى كه اولين جزء بچه از شكم مادر بيرون مى آيد</w:t>
      </w:r>
      <w:r w:rsidR="000C4B14">
        <w:rPr>
          <w:rtl/>
          <w:lang w:bidi="fa-IR"/>
        </w:rPr>
        <w:t>،</w:t>
      </w:r>
      <w:r w:rsidRPr="003E3506">
        <w:rPr>
          <w:rtl/>
          <w:lang w:bidi="fa-IR"/>
        </w:rPr>
        <w:t xml:space="preserve"> خونى كه زن مى بيند</w:t>
      </w:r>
      <w:r w:rsidR="000C4B14">
        <w:rPr>
          <w:rtl/>
          <w:lang w:bidi="fa-IR"/>
        </w:rPr>
        <w:t>،</w:t>
      </w:r>
      <w:r w:rsidRPr="003E3506">
        <w:rPr>
          <w:rtl/>
          <w:lang w:bidi="fa-IR"/>
        </w:rPr>
        <w:t xml:space="preserve"> اگر پيش از ده روز يا سر ده روز قطع شود</w:t>
      </w:r>
      <w:r w:rsidR="000C4B14">
        <w:rPr>
          <w:rtl/>
          <w:lang w:bidi="fa-IR"/>
        </w:rPr>
        <w:t>،</w:t>
      </w:r>
      <w:r w:rsidRPr="003E3506">
        <w:rPr>
          <w:rtl/>
          <w:lang w:bidi="fa-IR"/>
        </w:rPr>
        <w:t xml:space="preserve"> خون نفاس است</w:t>
      </w:r>
      <w:r w:rsidR="000C4B14">
        <w:rPr>
          <w:rtl/>
          <w:lang w:bidi="fa-IR"/>
        </w:rPr>
        <w:t>.</w:t>
      </w:r>
    </w:p>
    <w:p w:rsidR="003E3506" w:rsidRPr="003E3506" w:rsidRDefault="003E3506" w:rsidP="003E3506">
      <w:pPr>
        <w:pStyle w:val="libNormal"/>
        <w:rPr>
          <w:lang w:bidi="fa-IR"/>
        </w:rPr>
      </w:pPr>
      <w:r w:rsidRPr="003E3506">
        <w:rPr>
          <w:rtl/>
          <w:lang w:bidi="fa-IR"/>
        </w:rPr>
        <w:t>و زن را در حال نفاس</w:t>
      </w:r>
      <w:r w:rsidR="000C4B14">
        <w:rPr>
          <w:rtl/>
          <w:lang w:bidi="fa-IR"/>
        </w:rPr>
        <w:t>،</w:t>
      </w:r>
      <w:r w:rsidRPr="003E3506">
        <w:rPr>
          <w:rtl/>
          <w:lang w:bidi="fa-IR"/>
        </w:rPr>
        <w:t xml:space="preserve"> نفساء ميگويند.</w:t>
      </w:r>
    </w:p>
    <w:p w:rsidR="003E3506" w:rsidRPr="003E3506" w:rsidRDefault="003E3506" w:rsidP="003E3506">
      <w:pPr>
        <w:pStyle w:val="libNormal"/>
        <w:rPr>
          <w:lang w:bidi="fa-IR"/>
        </w:rPr>
      </w:pPr>
      <w:r w:rsidRPr="003E3506">
        <w:rPr>
          <w:rtl/>
          <w:lang w:bidi="fa-IR"/>
        </w:rPr>
        <w:t>٥١٥ - خونى كه زن پيش از بيرون آمدن اولين جزء بچه مى بيند نفاس نيست</w:t>
      </w:r>
      <w:r w:rsidR="000C4B14">
        <w:rPr>
          <w:rtl/>
          <w:lang w:bidi="fa-IR"/>
        </w:rPr>
        <w:t>.</w:t>
      </w:r>
    </w:p>
    <w:p w:rsidR="003E3506" w:rsidRPr="003E3506" w:rsidRDefault="003E3506" w:rsidP="003E3506">
      <w:pPr>
        <w:pStyle w:val="libNormal"/>
        <w:rPr>
          <w:lang w:bidi="fa-IR"/>
        </w:rPr>
      </w:pPr>
      <w:r w:rsidRPr="003E3506">
        <w:rPr>
          <w:rtl/>
          <w:lang w:bidi="fa-IR"/>
        </w:rPr>
        <w:t>٥١٦ - لازم نيست كه خلقت بچه تمام باشد</w:t>
      </w:r>
      <w:r w:rsidR="000C4B14">
        <w:rPr>
          <w:rtl/>
          <w:lang w:bidi="fa-IR"/>
        </w:rPr>
        <w:t>،</w:t>
      </w:r>
      <w:r w:rsidRPr="003E3506">
        <w:rPr>
          <w:rtl/>
          <w:lang w:bidi="fa-IR"/>
        </w:rPr>
        <w:t xml:space="preserve"> بلكه اگر ناتمام نيز باشد در صورتى كه زاييدن صدق كند</w:t>
      </w:r>
      <w:r w:rsidR="000C4B14">
        <w:rPr>
          <w:rtl/>
          <w:lang w:bidi="fa-IR"/>
        </w:rPr>
        <w:t>،</w:t>
      </w:r>
      <w:r w:rsidRPr="003E3506">
        <w:rPr>
          <w:rtl/>
          <w:lang w:bidi="fa-IR"/>
        </w:rPr>
        <w:t xml:space="preserve"> خونى كه تا ده روز ببيند خون نفاس است</w:t>
      </w:r>
      <w:r w:rsidR="000C4B14">
        <w:rPr>
          <w:rtl/>
          <w:lang w:bidi="fa-IR"/>
        </w:rPr>
        <w:t>.</w:t>
      </w:r>
    </w:p>
    <w:p w:rsidR="003E3506" w:rsidRPr="003E3506" w:rsidRDefault="003E3506" w:rsidP="003E3506">
      <w:pPr>
        <w:pStyle w:val="libNormal"/>
        <w:rPr>
          <w:lang w:bidi="fa-IR"/>
        </w:rPr>
      </w:pPr>
      <w:r w:rsidRPr="003E3506">
        <w:rPr>
          <w:rtl/>
          <w:lang w:bidi="fa-IR"/>
        </w:rPr>
        <w:t>٥١٧ - ممكن است خون نفاس يك آن بيشتر نيايد</w:t>
      </w:r>
      <w:r w:rsidR="000C4B14">
        <w:rPr>
          <w:rtl/>
          <w:lang w:bidi="fa-IR"/>
        </w:rPr>
        <w:t>،</w:t>
      </w:r>
      <w:r w:rsidRPr="003E3506">
        <w:rPr>
          <w:rtl/>
          <w:lang w:bidi="fa-IR"/>
        </w:rPr>
        <w:t xml:space="preserve"> ولى بيشتر از ده روز نمى شود.</w:t>
      </w:r>
    </w:p>
    <w:p w:rsidR="003E3506" w:rsidRPr="003E3506" w:rsidRDefault="003E3506" w:rsidP="003E3506">
      <w:pPr>
        <w:pStyle w:val="libNormal"/>
        <w:rPr>
          <w:lang w:bidi="fa-IR"/>
        </w:rPr>
      </w:pPr>
      <w:r w:rsidRPr="003E3506">
        <w:rPr>
          <w:rtl/>
          <w:lang w:bidi="fa-IR"/>
        </w:rPr>
        <w:t>٥١٨ - هرگاه شك كند كه چيزى سقط شده يا نه</w:t>
      </w:r>
      <w:r w:rsidR="000C4B14">
        <w:rPr>
          <w:rtl/>
          <w:lang w:bidi="fa-IR"/>
        </w:rPr>
        <w:t>،</w:t>
      </w:r>
      <w:r w:rsidRPr="003E3506">
        <w:rPr>
          <w:rtl/>
          <w:lang w:bidi="fa-IR"/>
        </w:rPr>
        <w:t xml:space="preserve"> يا چيزى كه سقط شده بچه است يا نه</w:t>
      </w:r>
      <w:r w:rsidR="000C4B14">
        <w:rPr>
          <w:rtl/>
          <w:lang w:bidi="fa-IR"/>
        </w:rPr>
        <w:t>،</w:t>
      </w:r>
      <w:r w:rsidRPr="003E3506">
        <w:rPr>
          <w:rtl/>
          <w:lang w:bidi="fa-IR"/>
        </w:rPr>
        <w:t xml:space="preserve"> لازم نيست وارسى كند</w:t>
      </w:r>
      <w:r w:rsidR="000C4B14">
        <w:rPr>
          <w:rtl/>
          <w:lang w:bidi="fa-IR"/>
        </w:rPr>
        <w:t>،</w:t>
      </w:r>
      <w:r w:rsidRPr="003E3506">
        <w:rPr>
          <w:rtl/>
          <w:lang w:bidi="fa-IR"/>
        </w:rPr>
        <w:t xml:space="preserve"> و خونى كه از او خارج مى شود شرعا خون نفاس نيست</w:t>
      </w:r>
      <w:r w:rsidR="000C4B14">
        <w:rPr>
          <w:rtl/>
          <w:lang w:bidi="fa-IR"/>
        </w:rPr>
        <w:t>.</w:t>
      </w:r>
    </w:p>
    <w:p w:rsidR="003E3506" w:rsidRPr="003E3506" w:rsidRDefault="003E3506" w:rsidP="003E3506">
      <w:pPr>
        <w:pStyle w:val="libNormal"/>
        <w:rPr>
          <w:lang w:bidi="fa-IR"/>
        </w:rPr>
      </w:pPr>
      <w:r w:rsidRPr="003E3506">
        <w:rPr>
          <w:rtl/>
          <w:lang w:bidi="fa-IR"/>
        </w:rPr>
        <w:t>٥١٩ - بنابر احتياط توقف در مسجد و كارهاى ديگرى كه بر حائض حرام است</w:t>
      </w:r>
      <w:r w:rsidR="000C4B14">
        <w:rPr>
          <w:rtl/>
          <w:lang w:bidi="fa-IR"/>
        </w:rPr>
        <w:t>،</w:t>
      </w:r>
      <w:r w:rsidRPr="003E3506">
        <w:rPr>
          <w:rtl/>
          <w:lang w:bidi="fa-IR"/>
        </w:rPr>
        <w:t xml:space="preserve"> بر نفساء هم حرام است</w:t>
      </w:r>
      <w:r w:rsidR="000C4B14">
        <w:rPr>
          <w:rtl/>
          <w:lang w:bidi="fa-IR"/>
        </w:rPr>
        <w:t>.</w:t>
      </w:r>
    </w:p>
    <w:p w:rsidR="003E3506" w:rsidRPr="003E3506" w:rsidRDefault="003E3506" w:rsidP="003E3506">
      <w:pPr>
        <w:pStyle w:val="libNormal"/>
        <w:rPr>
          <w:lang w:bidi="fa-IR"/>
        </w:rPr>
      </w:pPr>
      <w:r w:rsidRPr="003E3506">
        <w:rPr>
          <w:rtl/>
          <w:lang w:bidi="fa-IR"/>
        </w:rPr>
        <w:t>و آنچه بر حائض واجب است بر نفساء هم واجب مى باشد.</w:t>
      </w:r>
    </w:p>
    <w:p w:rsidR="003E3506" w:rsidRPr="003E3506" w:rsidRDefault="003E3506" w:rsidP="003E3506">
      <w:pPr>
        <w:pStyle w:val="libNormal"/>
        <w:rPr>
          <w:lang w:bidi="fa-IR"/>
        </w:rPr>
      </w:pPr>
      <w:r w:rsidRPr="003E3506">
        <w:rPr>
          <w:rtl/>
          <w:lang w:bidi="fa-IR"/>
        </w:rPr>
        <w:t>٥٢٠ - طلاق دادن زنى كه در حال نفاس است و نزديكى كردن با او حرام مى باشد.</w:t>
      </w:r>
    </w:p>
    <w:p w:rsidR="003E3506" w:rsidRPr="003E3506" w:rsidRDefault="003E3506" w:rsidP="003E3506">
      <w:pPr>
        <w:pStyle w:val="libNormal"/>
        <w:rPr>
          <w:lang w:bidi="fa-IR"/>
        </w:rPr>
      </w:pPr>
      <w:r w:rsidRPr="003E3506">
        <w:rPr>
          <w:rtl/>
          <w:lang w:bidi="fa-IR"/>
        </w:rPr>
        <w:t>ولى اگر شوهرش با او نزديكى كند</w:t>
      </w:r>
      <w:r w:rsidR="000C4B14">
        <w:rPr>
          <w:rtl/>
          <w:lang w:bidi="fa-IR"/>
        </w:rPr>
        <w:t>،</w:t>
      </w:r>
      <w:r w:rsidRPr="003E3506">
        <w:rPr>
          <w:rtl/>
          <w:lang w:bidi="fa-IR"/>
        </w:rPr>
        <w:t xml:space="preserve"> بدون اشكال كفاره ندارد.</w:t>
      </w:r>
    </w:p>
    <w:p w:rsidR="003E3506" w:rsidRPr="003E3506" w:rsidRDefault="003E3506" w:rsidP="003E3506">
      <w:pPr>
        <w:pStyle w:val="libNormal"/>
        <w:rPr>
          <w:lang w:bidi="fa-IR"/>
        </w:rPr>
      </w:pPr>
      <w:r w:rsidRPr="003E3506">
        <w:rPr>
          <w:rtl/>
          <w:lang w:bidi="fa-IR"/>
        </w:rPr>
        <w:t>٥٢١ - وقتى زن از خون نفاس پاك شد</w:t>
      </w:r>
      <w:r w:rsidR="000C4B14">
        <w:rPr>
          <w:rtl/>
          <w:lang w:bidi="fa-IR"/>
        </w:rPr>
        <w:t>،</w:t>
      </w:r>
      <w:r w:rsidRPr="003E3506">
        <w:rPr>
          <w:rtl/>
          <w:lang w:bidi="fa-IR"/>
        </w:rPr>
        <w:t xml:space="preserve"> بايد غسل كند</w:t>
      </w:r>
      <w:r w:rsidR="000C4B14">
        <w:rPr>
          <w:rtl/>
          <w:lang w:bidi="fa-IR"/>
        </w:rPr>
        <w:t>،</w:t>
      </w:r>
      <w:r w:rsidRPr="003E3506">
        <w:rPr>
          <w:rtl/>
          <w:lang w:bidi="fa-IR"/>
        </w:rPr>
        <w:t xml:space="preserve"> و عبادتهاى خود را بجا آورد و اگر بعد يك بار يا بيشتر خون ببيند</w:t>
      </w:r>
      <w:r w:rsidR="000C4B14">
        <w:rPr>
          <w:rtl/>
          <w:lang w:bidi="fa-IR"/>
        </w:rPr>
        <w:t>،</w:t>
      </w:r>
      <w:r w:rsidRPr="003E3506">
        <w:rPr>
          <w:rtl/>
          <w:lang w:bidi="fa-IR"/>
        </w:rPr>
        <w:t xml:space="preserve"> چنانچه روزهايى را كه خون ديده با روزهايى كه در وسط پاك بوده روى هم ده روز يا كمتر از ده روز باشد تمام خونهايى كه ديده نفاس است و در روزهايى كه پاك بوده بايد احتياطا كارهايى را كه بر طاهره واجب است انجام دهد و كارهايى را كه بر نفساء حرام است ترك نمايد بنابر اين بايد چنانچه روزه گرفته باشد قضا نمايد.</w:t>
      </w:r>
    </w:p>
    <w:p w:rsidR="003E3506" w:rsidRPr="003E3506" w:rsidRDefault="003E3506" w:rsidP="003E3506">
      <w:pPr>
        <w:pStyle w:val="libNormal"/>
        <w:rPr>
          <w:lang w:bidi="fa-IR"/>
        </w:rPr>
      </w:pPr>
      <w:r w:rsidRPr="003E3506">
        <w:rPr>
          <w:rtl/>
          <w:lang w:bidi="fa-IR"/>
        </w:rPr>
        <w:t>و اگر خونى كه آخر ديده از ده روز تجاوز كرد چنانچه آن زن صاحب عادت عدديه نباشد بايد مقدارى از آن را كه در ده ديده نفاس و آنچه بعد از او است استحاضه قرار دهد</w:t>
      </w:r>
      <w:r w:rsidR="000C4B14">
        <w:rPr>
          <w:rtl/>
          <w:lang w:bidi="fa-IR"/>
        </w:rPr>
        <w:t>،</w:t>
      </w:r>
      <w:r w:rsidRPr="003E3506">
        <w:rPr>
          <w:rtl/>
          <w:lang w:bidi="fa-IR"/>
        </w:rPr>
        <w:t xml:space="preserve"> و اگر </w:t>
      </w:r>
      <w:r w:rsidRPr="003E3506">
        <w:rPr>
          <w:rtl/>
          <w:lang w:bidi="fa-IR"/>
        </w:rPr>
        <w:lastRenderedPageBreak/>
        <w:t>صاحب عادت عدديه باشد بايد احتياطا در تمام خونهايى كه بعد از عادت ديده ميان كارهاى مستحاضه و تروك نفساء جمع نمايد.</w:t>
      </w:r>
    </w:p>
    <w:p w:rsidR="003E3506" w:rsidRPr="003E3506" w:rsidRDefault="003E3506" w:rsidP="003E3506">
      <w:pPr>
        <w:pStyle w:val="libNormal"/>
        <w:rPr>
          <w:lang w:bidi="fa-IR"/>
        </w:rPr>
      </w:pPr>
      <w:r w:rsidRPr="003E3506">
        <w:rPr>
          <w:rtl/>
          <w:lang w:bidi="fa-IR"/>
        </w:rPr>
        <w:t>٥٢٢ - اگر زن از خون نفاس پاك شود و احتمال دهد كه در باطن خون هست</w:t>
      </w:r>
      <w:r w:rsidR="000C4B14">
        <w:rPr>
          <w:rtl/>
          <w:lang w:bidi="fa-IR"/>
        </w:rPr>
        <w:t>،</w:t>
      </w:r>
      <w:r w:rsidRPr="003E3506">
        <w:rPr>
          <w:rtl/>
          <w:lang w:bidi="fa-IR"/>
        </w:rPr>
        <w:t xml:space="preserve"> بايد مقدارى پنبه داخل فرج نمايد و كمى صبر كند كه اگر پاك است</w:t>
      </w:r>
      <w:r w:rsidR="000C4B14">
        <w:rPr>
          <w:rtl/>
          <w:lang w:bidi="fa-IR"/>
        </w:rPr>
        <w:t>،</w:t>
      </w:r>
      <w:r w:rsidRPr="003E3506">
        <w:rPr>
          <w:rtl/>
          <w:lang w:bidi="fa-IR"/>
        </w:rPr>
        <w:t xml:space="preserve"> براى عبادتهاى خود غسل كند.</w:t>
      </w:r>
    </w:p>
    <w:p w:rsidR="003E3506" w:rsidRPr="003E3506" w:rsidRDefault="003E3506" w:rsidP="003E3506">
      <w:pPr>
        <w:pStyle w:val="libNormal"/>
        <w:rPr>
          <w:lang w:bidi="fa-IR"/>
        </w:rPr>
      </w:pPr>
      <w:r w:rsidRPr="003E3506">
        <w:rPr>
          <w:rtl/>
          <w:lang w:bidi="fa-IR"/>
        </w:rPr>
        <w:t>٥٢٣ - اگر خون نفاس زن از ده روز بگذرد</w:t>
      </w:r>
      <w:r w:rsidR="000C4B14">
        <w:rPr>
          <w:rtl/>
          <w:lang w:bidi="fa-IR"/>
        </w:rPr>
        <w:t>،</w:t>
      </w:r>
      <w:r w:rsidRPr="003E3506">
        <w:rPr>
          <w:rtl/>
          <w:lang w:bidi="fa-IR"/>
        </w:rPr>
        <w:t xml:space="preserve"> چنانچه در حيض عادت دارد</w:t>
      </w:r>
      <w:r w:rsidR="000C4B14">
        <w:rPr>
          <w:rtl/>
          <w:lang w:bidi="fa-IR"/>
        </w:rPr>
        <w:t>،</w:t>
      </w:r>
      <w:r w:rsidRPr="003E3506">
        <w:rPr>
          <w:rtl/>
          <w:lang w:bidi="fa-IR"/>
        </w:rPr>
        <w:t xml:space="preserve"> به اندازه روزهاى عادت او نفاس و بقيه استحاضه است</w:t>
      </w:r>
      <w:r w:rsidR="000C4B14">
        <w:rPr>
          <w:rtl/>
          <w:lang w:bidi="fa-IR"/>
        </w:rPr>
        <w:t>.</w:t>
      </w:r>
    </w:p>
    <w:p w:rsidR="003E3506" w:rsidRPr="003E3506" w:rsidRDefault="003E3506" w:rsidP="003E3506">
      <w:pPr>
        <w:pStyle w:val="libNormal"/>
        <w:rPr>
          <w:lang w:bidi="fa-IR"/>
        </w:rPr>
      </w:pPr>
      <w:r w:rsidRPr="003E3506">
        <w:rPr>
          <w:rtl/>
          <w:lang w:bidi="fa-IR"/>
        </w:rPr>
        <w:t>و اگر عادت ندارد تا ده روز نفاس و بقيه استحاضه مى باشد</w:t>
      </w:r>
      <w:r w:rsidR="000C4B14">
        <w:rPr>
          <w:rtl/>
          <w:lang w:bidi="fa-IR"/>
        </w:rPr>
        <w:t>،</w:t>
      </w:r>
      <w:r w:rsidRPr="003E3506">
        <w:rPr>
          <w:rtl/>
          <w:lang w:bidi="fa-IR"/>
        </w:rPr>
        <w:t xml:space="preserve"> و احتياط مستحب آن است كه كسى كه عادت دارد از روز بعد از عادت و كسى كه عادت ندارد بعد از روز دهم تا روز هيجدهم زايمان</w:t>
      </w:r>
      <w:r w:rsidR="000C4B14">
        <w:rPr>
          <w:rtl/>
          <w:lang w:bidi="fa-IR"/>
        </w:rPr>
        <w:t>،</w:t>
      </w:r>
      <w:r w:rsidRPr="003E3506">
        <w:rPr>
          <w:rtl/>
          <w:lang w:bidi="fa-IR"/>
        </w:rPr>
        <w:t xml:space="preserve"> كارهاى استحاضه را بجا آورد</w:t>
      </w:r>
      <w:r w:rsidR="000C4B14">
        <w:rPr>
          <w:rtl/>
          <w:lang w:bidi="fa-IR"/>
        </w:rPr>
        <w:t>،</w:t>
      </w:r>
      <w:r w:rsidRPr="003E3506">
        <w:rPr>
          <w:rtl/>
          <w:lang w:bidi="fa-IR"/>
        </w:rPr>
        <w:t xml:space="preserve"> و كارهايى را كه بر نفساء حرام است ترك كند.</w:t>
      </w:r>
    </w:p>
    <w:p w:rsidR="003E3506" w:rsidRPr="003E3506" w:rsidRDefault="003E3506" w:rsidP="003E3506">
      <w:pPr>
        <w:pStyle w:val="libNormal"/>
        <w:rPr>
          <w:lang w:bidi="fa-IR"/>
        </w:rPr>
      </w:pPr>
      <w:r w:rsidRPr="003E3506">
        <w:rPr>
          <w:rtl/>
          <w:lang w:bidi="fa-IR"/>
        </w:rPr>
        <w:t>٥٢٤ - زنى كه عادت حيضش كمتر از ده روز است</w:t>
      </w:r>
      <w:r w:rsidR="000C4B14">
        <w:rPr>
          <w:rtl/>
          <w:lang w:bidi="fa-IR"/>
        </w:rPr>
        <w:t>،</w:t>
      </w:r>
      <w:r w:rsidRPr="003E3506">
        <w:rPr>
          <w:rtl/>
          <w:lang w:bidi="fa-IR"/>
        </w:rPr>
        <w:t xml:space="preserve"> اگر بيشتر از روزهاى عادتش خون ببيند</w:t>
      </w:r>
      <w:r w:rsidR="000C4B14">
        <w:rPr>
          <w:rtl/>
          <w:lang w:bidi="fa-IR"/>
        </w:rPr>
        <w:t>،</w:t>
      </w:r>
      <w:r w:rsidRPr="003E3506">
        <w:rPr>
          <w:rtl/>
          <w:lang w:bidi="fa-IR"/>
        </w:rPr>
        <w:t xml:space="preserve"> بايد به اندازه روزهاى عادت خود نفاس قرار دهد</w:t>
      </w:r>
      <w:r w:rsidR="000C4B14">
        <w:rPr>
          <w:rtl/>
          <w:lang w:bidi="fa-IR"/>
        </w:rPr>
        <w:t>،</w:t>
      </w:r>
      <w:r w:rsidRPr="003E3506">
        <w:rPr>
          <w:rtl/>
          <w:lang w:bidi="fa-IR"/>
        </w:rPr>
        <w:t xml:space="preserve"> و بعد از آن تا ده روز مخير است كه نماز را ترك نمايد يا آنكه كارهاى مستحاضه را بجا آورد و لكن ترك نماز در يك روز بهتر است</w:t>
      </w:r>
      <w:r w:rsidR="000C4B14">
        <w:rPr>
          <w:rtl/>
          <w:lang w:bidi="fa-IR"/>
        </w:rPr>
        <w:t>،</w:t>
      </w:r>
      <w:r w:rsidRPr="003E3506">
        <w:rPr>
          <w:rtl/>
          <w:lang w:bidi="fa-IR"/>
        </w:rPr>
        <w:t xml:space="preserve"> و اگر خون از ده روز بگذرد</w:t>
      </w:r>
      <w:r w:rsidR="000C4B14">
        <w:rPr>
          <w:rtl/>
          <w:lang w:bidi="fa-IR"/>
        </w:rPr>
        <w:t>،</w:t>
      </w:r>
      <w:r w:rsidRPr="003E3506">
        <w:rPr>
          <w:rtl/>
          <w:lang w:bidi="fa-IR"/>
        </w:rPr>
        <w:t xml:space="preserve"> بايد روزهاى بعد از عادت تا روز دهم را هم استحاضه قرار دهد</w:t>
      </w:r>
      <w:r w:rsidR="000C4B14">
        <w:rPr>
          <w:rtl/>
          <w:lang w:bidi="fa-IR"/>
        </w:rPr>
        <w:t>،</w:t>
      </w:r>
      <w:r w:rsidRPr="003E3506">
        <w:rPr>
          <w:rtl/>
          <w:lang w:bidi="fa-IR"/>
        </w:rPr>
        <w:t xml:space="preserve"> و عبادتهايى را كه در آن روزها بجا نياورده قضا نمايد.</w:t>
      </w:r>
    </w:p>
    <w:p w:rsidR="003E3506" w:rsidRPr="003E3506" w:rsidRDefault="003E3506" w:rsidP="003E3506">
      <w:pPr>
        <w:pStyle w:val="libNormal"/>
        <w:rPr>
          <w:lang w:bidi="fa-IR"/>
        </w:rPr>
      </w:pPr>
      <w:r w:rsidRPr="003E3506">
        <w:rPr>
          <w:rtl/>
          <w:lang w:bidi="fa-IR"/>
        </w:rPr>
        <w:t>مثلا زنى كه عادت او شش روز بوده اگر بيشتر از شش روز خون ببيند</w:t>
      </w:r>
      <w:r w:rsidR="000C4B14">
        <w:rPr>
          <w:rtl/>
          <w:lang w:bidi="fa-IR"/>
        </w:rPr>
        <w:t>،</w:t>
      </w:r>
      <w:r w:rsidRPr="003E3506">
        <w:rPr>
          <w:rtl/>
          <w:lang w:bidi="fa-IR"/>
        </w:rPr>
        <w:t xml:space="preserve"> بايد شش روز را نفاس قرار دهد و روز هفتم و هشتم و نهم و دهم مخير است بين اينكه عبادت را ترك كند يا كارهاى استحاضه را بجا آورد</w:t>
      </w:r>
      <w:r w:rsidR="000C4B14">
        <w:rPr>
          <w:rtl/>
          <w:lang w:bidi="fa-IR"/>
        </w:rPr>
        <w:t>،</w:t>
      </w:r>
      <w:r w:rsidRPr="003E3506">
        <w:rPr>
          <w:rtl/>
          <w:lang w:bidi="fa-IR"/>
        </w:rPr>
        <w:t xml:space="preserve"> و اگر بيشتر از ده روز خون ديد</w:t>
      </w:r>
      <w:r w:rsidR="000C4B14">
        <w:rPr>
          <w:rtl/>
          <w:lang w:bidi="fa-IR"/>
        </w:rPr>
        <w:t>،</w:t>
      </w:r>
      <w:r w:rsidRPr="003E3506">
        <w:rPr>
          <w:rtl/>
          <w:lang w:bidi="fa-IR"/>
        </w:rPr>
        <w:t xml:space="preserve"> از روز بعد از عادت او استحاضه مى باشد.</w:t>
      </w:r>
    </w:p>
    <w:p w:rsidR="003E3506" w:rsidRPr="003E3506" w:rsidRDefault="003E3506" w:rsidP="003E3506">
      <w:pPr>
        <w:pStyle w:val="libNormal"/>
        <w:rPr>
          <w:lang w:bidi="fa-IR"/>
        </w:rPr>
      </w:pPr>
      <w:r w:rsidRPr="003E3506">
        <w:rPr>
          <w:rtl/>
          <w:lang w:bidi="fa-IR"/>
        </w:rPr>
        <w:t>٥٢٥ - زنى كه در حيض عادت دارد</w:t>
      </w:r>
      <w:r w:rsidR="000C4B14">
        <w:rPr>
          <w:rtl/>
          <w:lang w:bidi="fa-IR"/>
        </w:rPr>
        <w:t>،</w:t>
      </w:r>
      <w:r w:rsidRPr="003E3506">
        <w:rPr>
          <w:rtl/>
          <w:lang w:bidi="fa-IR"/>
        </w:rPr>
        <w:t xml:space="preserve"> اگر بعد از زاييدن تا يك ماه يا بيشتر از يك ماه پى در پى خون ببيند</w:t>
      </w:r>
      <w:r w:rsidR="000C4B14">
        <w:rPr>
          <w:rtl/>
          <w:lang w:bidi="fa-IR"/>
        </w:rPr>
        <w:t>،</w:t>
      </w:r>
      <w:r w:rsidRPr="003E3506">
        <w:rPr>
          <w:rtl/>
          <w:lang w:bidi="fa-IR"/>
        </w:rPr>
        <w:t xml:space="preserve"> به اندازه روزهاى عادت او نفاس است</w:t>
      </w:r>
      <w:r w:rsidR="000C4B14">
        <w:rPr>
          <w:rtl/>
          <w:lang w:bidi="fa-IR"/>
        </w:rPr>
        <w:t>،</w:t>
      </w:r>
      <w:r w:rsidRPr="003E3506">
        <w:rPr>
          <w:rtl/>
          <w:lang w:bidi="fa-IR"/>
        </w:rPr>
        <w:t xml:space="preserve"> و خونى كه بعد از نفاس تا ده روز مى بيند اگر چه در روزهاى عادت ماهانه اش باشد</w:t>
      </w:r>
      <w:r w:rsidR="000C4B14">
        <w:rPr>
          <w:rtl/>
          <w:lang w:bidi="fa-IR"/>
        </w:rPr>
        <w:t>،</w:t>
      </w:r>
      <w:r w:rsidRPr="003E3506">
        <w:rPr>
          <w:rtl/>
          <w:lang w:bidi="fa-IR"/>
        </w:rPr>
        <w:t xml:space="preserve"> استحاضه است</w:t>
      </w:r>
      <w:r w:rsidR="000C4B14">
        <w:rPr>
          <w:rtl/>
          <w:lang w:bidi="fa-IR"/>
        </w:rPr>
        <w:t>،</w:t>
      </w:r>
      <w:r w:rsidRPr="003E3506">
        <w:rPr>
          <w:rtl/>
          <w:lang w:bidi="fa-IR"/>
        </w:rPr>
        <w:t xml:space="preserve"> مثلا زنى كه عادت حيض او از بيستم هر ماه تا بيست و هفتم آن ماه است</w:t>
      </w:r>
      <w:r w:rsidR="000C4B14">
        <w:rPr>
          <w:rtl/>
          <w:lang w:bidi="fa-IR"/>
        </w:rPr>
        <w:t>،</w:t>
      </w:r>
      <w:r w:rsidRPr="003E3506">
        <w:rPr>
          <w:rtl/>
          <w:lang w:bidi="fa-IR"/>
        </w:rPr>
        <w:t xml:space="preserve"> اگر روز دهم ماه زاييد و تا يك ماه يا بيشتر پى در </w:t>
      </w:r>
      <w:r w:rsidRPr="003E3506">
        <w:rPr>
          <w:rtl/>
          <w:lang w:bidi="fa-IR"/>
        </w:rPr>
        <w:lastRenderedPageBreak/>
        <w:t>پى خون ديد</w:t>
      </w:r>
      <w:r w:rsidR="000C4B14">
        <w:rPr>
          <w:rtl/>
          <w:lang w:bidi="fa-IR"/>
        </w:rPr>
        <w:t>،</w:t>
      </w:r>
      <w:r w:rsidRPr="003E3506">
        <w:rPr>
          <w:rtl/>
          <w:lang w:bidi="fa-IR"/>
        </w:rPr>
        <w:t xml:space="preserve"> تا روز هفدهم نفاس است</w:t>
      </w:r>
      <w:r w:rsidR="000C4B14">
        <w:rPr>
          <w:rtl/>
          <w:lang w:bidi="fa-IR"/>
        </w:rPr>
        <w:t>،</w:t>
      </w:r>
      <w:r w:rsidRPr="003E3506">
        <w:rPr>
          <w:rtl/>
          <w:lang w:bidi="fa-IR"/>
        </w:rPr>
        <w:t xml:space="preserve"> و از روز هفدهم تا ده روز حتى خونى كه در روزهاى عادت خود كه از بيستم تا بيست و هفتم است مى بيند</w:t>
      </w:r>
      <w:r w:rsidR="000C4B14">
        <w:rPr>
          <w:rtl/>
          <w:lang w:bidi="fa-IR"/>
        </w:rPr>
        <w:t>،</w:t>
      </w:r>
      <w:r w:rsidRPr="003E3506">
        <w:rPr>
          <w:rtl/>
          <w:lang w:bidi="fa-IR"/>
        </w:rPr>
        <w:t xml:space="preserve"> استحاضه مى باشد و بعد از گذشتن ده روز</w:t>
      </w:r>
      <w:r w:rsidR="000C4B14">
        <w:rPr>
          <w:rtl/>
          <w:lang w:bidi="fa-IR"/>
        </w:rPr>
        <w:t>،</w:t>
      </w:r>
      <w:r w:rsidRPr="003E3506">
        <w:rPr>
          <w:rtl/>
          <w:lang w:bidi="fa-IR"/>
        </w:rPr>
        <w:t xml:space="preserve"> اگر خونى را كه مى بيند در روزهاى عادتش باشد حيض است</w:t>
      </w:r>
      <w:r w:rsidR="000C4B14">
        <w:rPr>
          <w:rtl/>
          <w:lang w:bidi="fa-IR"/>
        </w:rPr>
        <w:t>،</w:t>
      </w:r>
      <w:r w:rsidRPr="003E3506">
        <w:rPr>
          <w:rtl/>
          <w:lang w:bidi="fa-IR"/>
        </w:rPr>
        <w:t xml:space="preserve"> چه نشانه هاى حيض را داشته چه نداشته باشد</w:t>
      </w:r>
      <w:r w:rsidR="000C4B14">
        <w:rPr>
          <w:rtl/>
          <w:lang w:bidi="fa-IR"/>
        </w:rPr>
        <w:t>،</w:t>
      </w:r>
      <w:r w:rsidRPr="003E3506">
        <w:rPr>
          <w:rtl/>
          <w:lang w:bidi="fa-IR"/>
        </w:rPr>
        <w:t xml:space="preserve"> و اگر در روزهاى عادتش نباشد بايد منتظر روزهاى عادتش شود هر چند كه انتظارش يك ماه يا بيشتر طول بكشد</w:t>
      </w:r>
      <w:r w:rsidR="000C4B14">
        <w:rPr>
          <w:rtl/>
          <w:lang w:bidi="fa-IR"/>
        </w:rPr>
        <w:t>،</w:t>
      </w:r>
      <w:r w:rsidRPr="003E3506">
        <w:rPr>
          <w:rtl/>
          <w:lang w:bidi="fa-IR"/>
        </w:rPr>
        <w:t xml:space="preserve"> هر چند كه خون در اين مدت داراى نشانه هاى حيض باشد</w:t>
      </w:r>
      <w:r w:rsidR="000C4B14">
        <w:rPr>
          <w:rtl/>
          <w:lang w:bidi="fa-IR"/>
        </w:rPr>
        <w:t>،</w:t>
      </w:r>
      <w:r w:rsidRPr="003E3506">
        <w:rPr>
          <w:rtl/>
          <w:lang w:bidi="fa-IR"/>
        </w:rPr>
        <w:t xml:space="preserve"> و اگر صاحب عادت وقتيه نباشد بايد حيض خود را چنانچه ممكن است با نشانه هاى آن تعيين كند و اگر ممكن نيست مثل اينكه همه خونى را كه ده روز بعد از نفاس مى بيند يكسان باشد و يك ماه يا چند ماه به همين صفت ادامه پيدا كند بايد در هر ماه حيض بعضى از خويشان خود را براى خويش حيض قرار دهد</w:t>
      </w:r>
      <w:r w:rsidR="000C4B14">
        <w:rPr>
          <w:rtl/>
          <w:lang w:bidi="fa-IR"/>
        </w:rPr>
        <w:t>،</w:t>
      </w:r>
      <w:r w:rsidRPr="003E3506">
        <w:rPr>
          <w:rtl/>
          <w:lang w:bidi="fa-IR"/>
        </w:rPr>
        <w:t xml:space="preserve"> و اگر ممكن نيست عددى را كه مناسب با خود مى داند اختيار نمايد و تفصيل تمام اين امور در مبحث حيض گذشت</w:t>
      </w:r>
      <w:r w:rsidR="000C4B14">
        <w:rPr>
          <w:rtl/>
          <w:lang w:bidi="fa-IR"/>
        </w:rPr>
        <w:t>.</w:t>
      </w:r>
    </w:p>
    <w:p w:rsidR="003E3506" w:rsidRPr="003E3506" w:rsidRDefault="003E3506" w:rsidP="003E3506">
      <w:pPr>
        <w:pStyle w:val="libNormal"/>
        <w:rPr>
          <w:lang w:bidi="fa-IR"/>
        </w:rPr>
      </w:pPr>
      <w:r w:rsidRPr="003E3506">
        <w:rPr>
          <w:rtl/>
          <w:lang w:bidi="fa-IR"/>
        </w:rPr>
        <w:t>٥٢٦ - زنى كه در حيض عادت عدديه ندارد</w:t>
      </w:r>
      <w:r w:rsidR="000C4B14">
        <w:rPr>
          <w:rtl/>
          <w:lang w:bidi="fa-IR"/>
        </w:rPr>
        <w:t>،</w:t>
      </w:r>
      <w:r w:rsidRPr="003E3506">
        <w:rPr>
          <w:rtl/>
          <w:lang w:bidi="fa-IR"/>
        </w:rPr>
        <w:t xml:space="preserve"> اگر بعد از زايمان تا يك ماه يا بيشتر از يك ماه خون ببيند حكم ده روز اول آن در مساله </w:t>
      </w:r>
      <w:r w:rsidR="00605FAB">
        <w:rPr>
          <w:rtl/>
          <w:lang w:bidi="fa-IR"/>
        </w:rPr>
        <w:t>(</w:t>
      </w:r>
      <w:r w:rsidRPr="003E3506">
        <w:rPr>
          <w:rtl/>
          <w:lang w:bidi="fa-IR"/>
        </w:rPr>
        <w:t>٥٢٣</w:t>
      </w:r>
      <w:r w:rsidR="00605FAB">
        <w:rPr>
          <w:rtl/>
          <w:lang w:bidi="fa-IR"/>
        </w:rPr>
        <w:t>)</w:t>
      </w:r>
      <w:r w:rsidRPr="003E3506">
        <w:rPr>
          <w:rtl/>
          <w:lang w:bidi="fa-IR"/>
        </w:rPr>
        <w:t xml:space="preserve"> گذشت و ده روز دوم آن استحاضه است و اما خونى كه بعد از آن مى بيند ممكن است حيض باشد و ممكن است استحاضه باشد و براى تعيين حيض بايد به دستورى كه در مساله پيش گفته شد رفتار نمايد.</w:t>
      </w:r>
    </w:p>
    <w:p w:rsidR="00CD3F50" w:rsidRDefault="00CD3F50" w:rsidP="003E3506">
      <w:pPr>
        <w:pStyle w:val="libNormal"/>
        <w:rPr>
          <w:rtl/>
          <w:lang w:bidi="fa-IR"/>
        </w:rPr>
      </w:pPr>
      <w:r>
        <w:rPr>
          <w:rtl/>
          <w:lang w:bidi="fa-IR"/>
        </w:rPr>
        <w:br w:type="page"/>
      </w:r>
    </w:p>
    <w:p w:rsidR="003E3506" w:rsidRDefault="00CD3F50" w:rsidP="00CD3F50">
      <w:pPr>
        <w:pStyle w:val="Heading3"/>
        <w:rPr>
          <w:rtl/>
          <w:lang w:bidi="fa-IR"/>
        </w:rPr>
      </w:pPr>
      <w:r>
        <w:rPr>
          <w:rtl/>
          <w:lang w:bidi="fa-IR"/>
        </w:rPr>
        <w:t xml:space="preserve"> </w:t>
      </w:r>
      <w:bookmarkStart w:id="66" w:name="_Toc24454489"/>
      <w:r w:rsidR="00605FAB">
        <w:rPr>
          <w:rtl/>
          <w:lang w:bidi="fa-IR"/>
        </w:rPr>
        <w:t>(</w:t>
      </w:r>
      <w:r w:rsidR="003E3506" w:rsidRPr="003E3506">
        <w:rPr>
          <w:rtl/>
          <w:lang w:bidi="fa-IR"/>
        </w:rPr>
        <w:t>غسل مس ميت</w:t>
      </w:r>
      <w:r w:rsidR="00605FAB">
        <w:rPr>
          <w:rtl/>
          <w:lang w:bidi="fa-IR"/>
        </w:rPr>
        <w:t>)</w:t>
      </w:r>
      <w:bookmarkEnd w:id="66"/>
    </w:p>
    <w:p w:rsidR="003E3506" w:rsidRPr="003E3506" w:rsidRDefault="003E3506" w:rsidP="003E3506">
      <w:pPr>
        <w:pStyle w:val="libNormal"/>
        <w:rPr>
          <w:lang w:bidi="fa-IR"/>
        </w:rPr>
      </w:pPr>
      <w:r w:rsidRPr="003E3506">
        <w:rPr>
          <w:rtl/>
          <w:lang w:bidi="fa-IR"/>
        </w:rPr>
        <w:t>٥٢٧ - اگر كسى بدن انسان مرده اى را كه سرد شده و غسلش نداده اند مس كند</w:t>
      </w:r>
      <w:r w:rsidR="000C4B14">
        <w:rPr>
          <w:rtl/>
          <w:lang w:bidi="fa-IR"/>
        </w:rPr>
        <w:t>،</w:t>
      </w:r>
      <w:r w:rsidRPr="003E3506">
        <w:rPr>
          <w:rtl/>
          <w:lang w:bidi="fa-IR"/>
        </w:rPr>
        <w:t xml:space="preserve"> يعنى جايى از بدن خود را به آن برساند بايد غسل مس ميت نمايد</w:t>
      </w:r>
      <w:r w:rsidR="000C4B14">
        <w:rPr>
          <w:rtl/>
          <w:lang w:bidi="fa-IR"/>
        </w:rPr>
        <w:t>،</w:t>
      </w:r>
      <w:r w:rsidRPr="003E3506">
        <w:rPr>
          <w:rtl/>
          <w:lang w:bidi="fa-IR"/>
        </w:rPr>
        <w:t xml:space="preserve"> چه در خواب مس كند چه در بيدارى</w:t>
      </w:r>
      <w:r w:rsidR="000C4B14">
        <w:rPr>
          <w:rtl/>
          <w:lang w:bidi="fa-IR"/>
        </w:rPr>
        <w:t>،</w:t>
      </w:r>
      <w:r w:rsidRPr="003E3506">
        <w:rPr>
          <w:rtl/>
          <w:lang w:bidi="fa-IR"/>
        </w:rPr>
        <w:t xml:space="preserve"> با اختيار مس كند يا بى اختيار حتى اگر ناخن و استخوان او به ناخن و استخوان ميت برسد بايد غسل كند</w:t>
      </w:r>
      <w:r w:rsidR="000C4B14">
        <w:rPr>
          <w:rtl/>
          <w:lang w:bidi="fa-IR"/>
        </w:rPr>
        <w:t>،</w:t>
      </w:r>
      <w:r w:rsidRPr="003E3506">
        <w:rPr>
          <w:rtl/>
          <w:lang w:bidi="fa-IR"/>
        </w:rPr>
        <w:t xml:space="preserve"> ولى اگر حيوان مرده اى را مس كند غسل بر او واجب نيست</w:t>
      </w:r>
      <w:r w:rsidR="000C4B14">
        <w:rPr>
          <w:rtl/>
          <w:lang w:bidi="fa-IR"/>
        </w:rPr>
        <w:t>.</w:t>
      </w:r>
    </w:p>
    <w:p w:rsidR="003E3506" w:rsidRPr="003E3506" w:rsidRDefault="003E3506" w:rsidP="003E3506">
      <w:pPr>
        <w:pStyle w:val="libNormal"/>
        <w:rPr>
          <w:lang w:bidi="fa-IR"/>
        </w:rPr>
      </w:pPr>
      <w:r w:rsidRPr="003E3506">
        <w:rPr>
          <w:rtl/>
          <w:lang w:bidi="fa-IR"/>
        </w:rPr>
        <w:t>٥٢٨ - براى مس مرده اى كه تمام بدن او سرد نشده</w:t>
      </w:r>
      <w:r w:rsidR="000C4B14">
        <w:rPr>
          <w:rtl/>
          <w:lang w:bidi="fa-IR"/>
        </w:rPr>
        <w:t>،</w:t>
      </w:r>
      <w:r w:rsidRPr="003E3506">
        <w:rPr>
          <w:rtl/>
          <w:lang w:bidi="fa-IR"/>
        </w:rPr>
        <w:t xml:space="preserve"> غسل واجب نيست اگر چه جايى را كه سرد شده مس نمايد.</w:t>
      </w:r>
    </w:p>
    <w:p w:rsidR="003E3506" w:rsidRPr="003E3506" w:rsidRDefault="003E3506" w:rsidP="003E3506">
      <w:pPr>
        <w:pStyle w:val="libNormal"/>
        <w:rPr>
          <w:lang w:bidi="fa-IR"/>
        </w:rPr>
      </w:pPr>
      <w:r w:rsidRPr="003E3506">
        <w:rPr>
          <w:rtl/>
          <w:lang w:bidi="fa-IR"/>
        </w:rPr>
        <w:t>٥٢٩ - اگر موى خود را به بدن ميت برساند</w:t>
      </w:r>
      <w:r w:rsidR="000C4B14">
        <w:rPr>
          <w:rtl/>
          <w:lang w:bidi="fa-IR"/>
        </w:rPr>
        <w:t>،</w:t>
      </w:r>
      <w:r w:rsidRPr="003E3506">
        <w:rPr>
          <w:rtl/>
          <w:lang w:bidi="fa-IR"/>
        </w:rPr>
        <w:t xml:space="preserve"> يا بدن خود را به موى بدن ميت</w:t>
      </w:r>
      <w:r w:rsidR="000C4B14">
        <w:rPr>
          <w:rtl/>
          <w:lang w:bidi="fa-IR"/>
        </w:rPr>
        <w:t>،</w:t>
      </w:r>
      <w:r w:rsidRPr="003E3506">
        <w:rPr>
          <w:rtl/>
          <w:lang w:bidi="fa-IR"/>
        </w:rPr>
        <w:t xml:space="preserve"> يا موى خود را به موى ميت برساند</w:t>
      </w:r>
      <w:r w:rsidR="000C4B14">
        <w:rPr>
          <w:rtl/>
          <w:lang w:bidi="fa-IR"/>
        </w:rPr>
        <w:t>،</w:t>
      </w:r>
      <w:r w:rsidRPr="003E3506">
        <w:rPr>
          <w:rtl/>
          <w:lang w:bidi="fa-IR"/>
        </w:rPr>
        <w:t xml:space="preserve"> غسل واجب نيست</w:t>
      </w:r>
      <w:r w:rsidR="000C4B14">
        <w:rPr>
          <w:rtl/>
          <w:lang w:bidi="fa-IR"/>
        </w:rPr>
        <w:t>.</w:t>
      </w:r>
    </w:p>
    <w:p w:rsidR="003E3506" w:rsidRPr="003E3506" w:rsidRDefault="003E3506" w:rsidP="003E3506">
      <w:pPr>
        <w:pStyle w:val="libNormal"/>
        <w:rPr>
          <w:lang w:bidi="fa-IR"/>
        </w:rPr>
      </w:pPr>
      <w:r w:rsidRPr="003E3506">
        <w:rPr>
          <w:rtl/>
          <w:lang w:bidi="fa-IR"/>
        </w:rPr>
        <w:t>٥٣٠ - براى مس بچه مرده حتى بچه سقط شده اى كه روح در بدن او داخل شده بوده غسل مس ميت واجب است</w:t>
      </w:r>
      <w:r w:rsidR="000C4B14">
        <w:rPr>
          <w:rtl/>
          <w:lang w:bidi="fa-IR"/>
        </w:rPr>
        <w:t>،</w:t>
      </w:r>
      <w:r w:rsidRPr="003E3506">
        <w:rPr>
          <w:rtl/>
          <w:lang w:bidi="fa-IR"/>
        </w:rPr>
        <w:t xml:space="preserve"> بنابر اين اگر بچه مرده به دنيا بيايد و بدنش سرد شده و ظاهر بدن مادر را مس كند مادر او بايد غسل مس ميت كند</w:t>
      </w:r>
      <w:r w:rsidR="000C4B14">
        <w:rPr>
          <w:rtl/>
          <w:lang w:bidi="fa-IR"/>
        </w:rPr>
        <w:t>،</w:t>
      </w:r>
      <w:r w:rsidRPr="003E3506">
        <w:rPr>
          <w:rtl/>
          <w:lang w:bidi="fa-IR"/>
        </w:rPr>
        <w:t xml:space="preserve"> بلكه اگر ظاهر بدن او را هم مس نكند بايد بنابر احتياط واجب غسل مس ميت كند.</w:t>
      </w:r>
    </w:p>
    <w:p w:rsidR="003E3506" w:rsidRPr="003E3506" w:rsidRDefault="003E3506" w:rsidP="003E3506">
      <w:pPr>
        <w:pStyle w:val="libNormal"/>
        <w:rPr>
          <w:lang w:bidi="fa-IR"/>
        </w:rPr>
      </w:pPr>
      <w:r w:rsidRPr="003E3506">
        <w:rPr>
          <w:rtl/>
          <w:lang w:bidi="fa-IR"/>
        </w:rPr>
        <w:t>٥٣١ - بچه اى كه بعد از مردن مادر و سرد شدن بدنش به دنيا مى آيد</w:t>
      </w:r>
      <w:r w:rsidR="000C4B14">
        <w:rPr>
          <w:rtl/>
          <w:lang w:bidi="fa-IR"/>
        </w:rPr>
        <w:t>،</w:t>
      </w:r>
      <w:r w:rsidRPr="003E3506">
        <w:rPr>
          <w:rtl/>
          <w:lang w:bidi="fa-IR"/>
        </w:rPr>
        <w:t xml:space="preserve"> چنانچه ظاهر بدن مادر را مس نمايد وقتى بالغ شد واجب است غسل مس ميت كند</w:t>
      </w:r>
      <w:r w:rsidR="000C4B14">
        <w:rPr>
          <w:rtl/>
          <w:lang w:bidi="fa-IR"/>
        </w:rPr>
        <w:t>،</w:t>
      </w:r>
      <w:r w:rsidRPr="003E3506">
        <w:rPr>
          <w:rtl/>
          <w:lang w:bidi="fa-IR"/>
        </w:rPr>
        <w:t xml:space="preserve"> بلكه اگر ظاهر بدنش را هم مس ننموده باشد بايد بنابر احتياط بعد از بلوغ غسل مس ميت نمايد.</w:t>
      </w:r>
    </w:p>
    <w:p w:rsidR="003E3506" w:rsidRPr="003E3506" w:rsidRDefault="003E3506" w:rsidP="003E3506">
      <w:pPr>
        <w:pStyle w:val="libNormal"/>
        <w:rPr>
          <w:lang w:bidi="fa-IR"/>
        </w:rPr>
      </w:pPr>
      <w:r w:rsidRPr="003E3506">
        <w:rPr>
          <w:rtl/>
          <w:lang w:bidi="fa-IR"/>
        </w:rPr>
        <w:t>٥٣٢ - اگر انسان</w:t>
      </w:r>
      <w:r w:rsidR="000C4B14">
        <w:rPr>
          <w:rtl/>
          <w:lang w:bidi="fa-IR"/>
        </w:rPr>
        <w:t>،</w:t>
      </w:r>
      <w:r w:rsidRPr="003E3506">
        <w:rPr>
          <w:rtl/>
          <w:lang w:bidi="fa-IR"/>
        </w:rPr>
        <w:t xml:space="preserve"> ميتى را كه سه غسل او كاملا تمام شده مس نمايد غسل بر او واجب نمى شود</w:t>
      </w:r>
      <w:r w:rsidR="000C4B14">
        <w:rPr>
          <w:rtl/>
          <w:lang w:bidi="fa-IR"/>
        </w:rPr>
        <w:t>،</w:t>
      </w:r>
      <w:r w:rsidRPr="003E3506">
        <w:rPr>
          <w:rtl/>
          <w:lang w:bidi="fa-IR"/>
        </w:rPr>
        <w:t xml:space="preserve"> ولى اگر پيش از آنكه غسل سوم تمام شود جايى از بدن او را مس كند اگر چه غسل آنجا تمام شده باشد</w:t>
      </w:r>
      <w:r w:rsidR="000C4B14">
        <w:rPr>
          <w:rtl/>
          <w:lang w:bidi="fa-IR"/>
        </w:rPr>
        <w:t>،</w:t>
      </w:r>
      <w:r w:rsidRPr="003E3506">
        <w:rPr>
          <w:rtl/>
          <w:lang w:bidi="fa-IR"/>
        </w:rPr>
        <w:t xml:space="preserve"> بايد غسل مس ميت نمايد.</w:t>
      </w:r>
    </w:p>
    <w:p w:rsidR="003E3506" w:rsidRPr="003E3506" w:rsidRDefault="003E3506" w:rsidP="003E3506">
      <w:pPr>
        <w:pStyle w:val="libNormal"/>
        <w:rPr>
          <w:lang w:bidi="fa-IR"/>
        </w:rPr>
      </w:pPr>
      <w:r w:rsidRPr="003E3506">
        <w:rPr>
          <w:rtl/>
          <w:lang w:bidi="fa-IR"/>
        </w:rPr>
        <w:t>٥٣٣ - اگر ديوانه يا بچه نابالغى ميت را مس كند</w:t>
      </w:r>
      <w:r w:rsidR="000C4B14">
        <w:rPr>
          <w:rtl/>
          <w:lang w:bidi="fa-IR"/>
        </w:rPr>
        <w:t>،</w:t>
      </w:r>
      <w:r w:rsidRPr="003E3506">
        <w:rPr>
          <w:rtl/>
          <w:lang w:bidi="fa-IR"/>
        </w:rPr>
        <w:t xml:space="preserve"> بعد از آنكه آن ديوانه عاقل يا بچه بالغ شد بايد غسل مس ميت نمايد.</w:t>
      </w:r>
    </w:p>
    <w:p w:rsidR="003E3506" w:rsidRPr="003E3506" w:rsidRDefault="003E3506" w:rsidP="003E3506">
      <w:pPr>
        <w:pStyle w:val="libNormal"/>
        <w:rPr>
          <w:lang w:bidi="fa-IR"/>
        </w:rPr>
      </w:pPr>
      <w:r w:rsidRPr="003E3506">
        <w:rPr>
          <w:rtl/>
          <w:lang w:bidi="fa-IR"/>
        </w:rPr>
        <w:lastRenderedPageBreak/>
        <w:t>٥٣٤ - اگر از بدن زنده يا مرده اى كه غسلش نداده اند</w:t>
      </w:r>
      <w:r w:rsidR="000C4B14">
        <w:rPr>
          <w:rtl/>
          <w:lang w:bidi="fa-IR"/>
        </w:rPr>
        <w:t>،</w:t>
      </w:r>
      <w:r w:rsidRPr="003E3506">
        <w:rPr>
          <w:rtl/>
          <w:lang w:bidi="fa-IR"/>
        </w:rPr>
        <w:t xml:space="preserve"> قسمتى جدا شود</w:t>
      </w:r>
      <w:r w:rsidR="000C4B14">
        <w:rPr>
          <w:rtl/>
          <w:lang w:bidi="fa-IR"/>
        </w:rPr>
        <w:t>،</w:t>
      </w:r>
      <w:r w:rsidRPr="003E3506">
        <w:rPr>
          <w:rtl/>
          <w:lang w:bidi="fa-IR"/>
        </w:rPr>
        <w:t xml:space="preserve"> و پيش از آنكه قسمت جدا شده را غسل دهند</w:t>
      </w:r>
      <w:r w:rsidR="000C4B14">
        <w:rPr>
          <w:rtl/>
          <w:lang w:bidi="fa-IR"/>
        </w:rPr>
        <w:t>،</w:t>
      </w:r>
      <w:r w:rsidRPr="003E3506">
        <w:rPr>
          <w:rtl/>
          <w:lang w:bidi="fa-IR"/>
        </w:rPr>
        <w:t xml:space="preserve"> انسان آن را مس نمايد بنابر اقوى لازم نيست غسل مس ميت كند هر چند كه آن قسمت داراى استخوان باشد.</w:t>
      </w:r>
    </w:p>
    <w:p w:rsidR="003E3506" w:rsidRPr="003E3506" w:rsidRDefault="003E3506" w:rsidP="003E3506">
      <w:pPr>
        <w:pStyle w:val="libNormal"/>
        <w:rPr>
          <w:lang w:bidi="fa-IR"/>
        </w:rPr>
      </w:pPr>
      <w:r w:rsidRPr="003E3506">
        <w:rPr>
          <w:rtl/>
          <w:lang w:bidi="fa-IR"/>
        </w:rPr>
        <w:t>٥٣٥ - براى مس استخوانى كه آن را غسل نداده اند چه از مرده جدا شده باشد چه از زنده غسل واجب نيست</w:t>
      </w:r>
      <w:r w:rsidR="000C4B14">
        <w:rPr>
          <w:rtl/>
          <w:lang w:bidi="fa-IR"/>
        </w:rPr>
        <w:t>.</w:t>
      </w:r>
    </w:p>
    <w:p w:rsidR="003E3506" w:rsidRPr="003E3506" w:rsidRDefault="003E3506" w:rsidP="003E3506">
      <w:pPr>
        <w:pStyle w:val="libNormal"/>
        <w:rPr>
          <w:lang w:bidi="fa-IR"/>
        </w:rPr>
      </w:pPr>
      <w:r w:rsidRPr="003E3506">
        <w:rPr>
          <w:rtl/>
          <w:lang w:bidi="fa-IR"/>
        </w:rPr>
        <w:t>و همچنين است براى مس دندانى كه از مرده يا زنده جدا شده باشد.</w:t>
      </w:r>
    </w:p>
    <w:p w:rsidR="003E3506" w:rsidRPr="003E3506" w:rsidRDefault="003E3506" w:rsidP="003E3506">
      <w:pPr>
        <w:pStyle w:val="libNormal"/>
        <w:rPr>
          <w:lang w:bidi="fa-IR"/>
        </w:rPr>
      </w:pPr>
      <w:r w:rsidRPr="003E3506">
        <w:rPr>
          <w:rtl/>
          <w:lang w:bidi="fa-IR"/>
        </w:rPr>
        <w:t>٥٣٦ - غسل مس ميت را بايد مثل غسل جنابت انجام دهند ولى كسى كه مس ميت كرده</w:t>
      </w:r>
      <w:r w:rsidR="000C4B14">
        <w:rPr>
          <w:rtl/>
          <w:lang w:bidi="fa-IR"/>
        </w:rPr>
        <w:t>،</w:t>
      </w:r>
      <w:r w:rsidRPr="003E3506">
        <w:rPr>
          <w:rtl/>
          <w:lang w:bidi="fa-IR"/>
        </w:rPr>
        <w:t xml:space="preserve"> اگر بخواهد نماز بخواند احتياط مستحب آن است كه وضو هم بگيرد.</w:t>
      </w:r>
    </w:p>
    <w:p w:rsidR="003E3506" w:rsidRPr="003E3506" w:rsidRDefault="003E3506" w:rsidP="003E3506">
      <w:pPr>
        <w:pStyle w:val="libNormal"/>
        <w:rPr>
          <w:lang w:bidi="fa-IR"/>
        </w:rPr>
      </w:pPr>
      <w:r w:rsidRPr="003E3506">
        <w:rPr>
          <w:rtl/>
          <w:lang w:bidi="fa-IR"/>
        </w:rPr>
        <w:t>٥٣٧ - اگر چند ميت را مس كند يا يك ميت را چند بار مس نمايد يك غسل كافى است</w:t>
      </w:r>
      <w:r w:rsidR="000C4B14">
        <w:rPr>
          <w:rtl/>
          <w:lang w:bidi="fa-IR"/>
        </w:rPr>
        <w:t>.</w:t>
      </w:r>
    </w:p>
    <w:p w:rsidR="003E3506" w:rsidRPr="003E3506" w:rsidRDefault="003E3506" w:rsidP="003E3506">
      <w:pPr>
        <w:pStyle w:val="libNormal"/>
        <w:rPr>
          <w:lang w:bidi="fa-IR"/>
        </w:rPr>
      </w:pPr>
      <w:r w:rsidRPr="003E3506">
        <w:rPr>
          <w:rtl/>
          <w:lang w:bidi="fa-IR"/>
        </w:rPr>
        <w:t>٥٣٨ - براى كسى كه بعد از مس ميت غسل نكرده است</w:t>
      </w:r>
      <w:r w:rsidR="000C4B14">
        <w:rPr>
          <w:rtl/>
          <w:lang w:bidi="fa-IR"/>
        </w:rPr>
        <w:t>،</w:t>
      </w:r>
      <w:r w:rsidRPr="003E3506">
        <w:rPr>
          <w:rtl/>
          <w:lang w:bidi="fa-IR"/>
        </w:rPr>
        <w:t xml:space="preserve"> توقف در مسجد و نزديكى با زن و خواندن آيه هايى كه سجده واجب دارد</w:t>
      </w:r>
      <w:r w:rsidR="000C4B14">
        <w:rPr>
          <w:rtl/>
          <w:lang w:bidi="fa-IR"/>
        </w:rPr>
        <w:t>،</w:t>
      </w:r>
      <w:r w:rsidRPr="003E3506">
        <w:rPr>
          <w:rtl/>
          <w:lang w:bidi="fa-IR"/>
        </w:rPr>
        <w:t xml:space="preserve"> مانعى ندارد ولى براى نماز و مانند آن بايد غسل كند.</w:t>
      </w:r>
    </w:p>
    <w:p w:rsidR="003E3506" w:rsidRPr="003E3506" w:rsidRDefault="00CD3F50" w:rsidP="003E3506">
      <w:pPr>
        <w:pStyle w:val="libNormal"/>
        <w:rPr>
          <w:lang w:bidi="fa-IR"/>
        </w:rPr>
      </w:pPr>
      <w:r>
        <w:rPr>
          <w:rtl/>
          <w:lang w:bidi="fa-IR"/>
        </w:rPr>
        <w:br w:type="page"/>
      </w:r>
    </w:p>
    <w:p w:rsidR="003E3506" w:rsidRDefault="00605FAB" w:rsidP="00CD3F50">
      <w:pPr>
        <w:pStyle w:val="Heading2"/>
        <w:rPr>
          <w:rtl/>
          <w:lang w:bidi="fa-IR"/>
        </w:rPr>
      </w:pPr>
      <w:bookmarkStart w:id="67" w:name="_Toc24454490"/>
      <w:r>
        <w:rPr>
          <w:rtl/>
          <w:lang w:bidi="fa-IR"/>
        </w:rPr>
        <w:t>(</w:t>
      </w:r>
      <w:r w:rsidR="003E3506" w:rsidRPr="003E3506">
        <w:rPr>
          <w:rtl/>
          <w:lang w:bidi="fa-IR"/>
        </w:rPr>
        <w:t>احكام محتضر</w:t>
      </w:r>
      <w:r>
        <w:rPr>
          <w:rtl/>
          <w:lang w:bidi="fa-IR"/>
        </w:rPr>
        <w:t>)</w:t>
      </w:r>
      <w:bookmarkEnd w:id="67"/>
    </w:p>
    <w:p w:rsidR="003E3506" w:rsidRPr="003E3506" w:rsidRDefault="003E3506" w:rsidP="003E3506">
      <w:pPr>
        <w:pStyle w:val="libNormal"/>
        <w:rPr>
          <w:lang w:bidi="fa-IR"/>
        </w:rPr>
      </w:pPr>
      <w:r w:rsidRPr="003E3506">
        <w:rPr>
          <w:rtl/>
          <w:lang w:bidi="fa-IR"/>
        </w:rPr>
        <w:t>٥٣٩ - مسلمانى را كه محتضر است يعنى در حال جان دادن مى باشد</w:t>
      </w:r>
      <w:r w:rsidR="000C4B14">
        <w:rPr>
          <w:rtl/>
          <w:lang w:bidi="fa-IR"/>
        </w:rPr>
        <w:t>،</w:t>
      </w:r>
      <w:r w:rsidRPr="003E3506">
        <w:rPr>
          <w:rtl/>
          <w:lang w:bidi="fa-IR"/>
        </w:rPr>
        <w:t xml:space="preserve"> مرد باشد يا زن</w:t>
      </w:r>
      <w:r w:rsidR="000C4B14">
        <w:rPr>
          <w:rtl/>
          <w:lang w:bidi="fa-IR"/>
        </w:rPr>
        <w:t>،</w:t>
      </w:r>
      <w:r w:rsidRPr="003E3506">
        <w:rPr>
          <w:rtl/>
          <w:lang w:bidi="fa-IR"/>
        </w:rPr>
        <w:t xml:space="preserve"> بزرگ باشد يا كوچك</w:t>
      </w:r>
      <w:r w:rsidR="000C4B14">
        <w:rPr>
          <w:rtl/>
          <w:lang w:bidi="fa-IR"/>
        </w:rPr>
        <w:t>،</w:t>
      </w:r>
      <w:r w:rsidRPr="003E3506">
        <w:rPr>
          <w:rtl/>
          <w:lang w:bidi="fa-IR"/>
        </w:rPr>
        <w:t xml:space="preserve"> بنابر احتياط در صورت امكان بايد به پشت بخوابانند</w:t>
      </w:r>
      <w:r w:rsidR="000C4B14">
        <w:rPr>
          <w:rtl/>
          <w:lang w:bidi="fa-IR"/>
        </w:rPr>
        <w:t>،</w:t>
      </w:r>
      <w:r w:rsidRPr="003E3506">
        <w:rPr>
          <w:rtl/>
          <w:lang w:bidi="fa-IR"/>
        </w:rPr>
        <w:t xml:space="preserve"> به طورى كه كف پاهايش به طرف قبله باشد.</w:t>
      </w:r>
    </w:p>
    <w:p w:rsidR="003E3506" w:rsidRPr="003E3506" w:rsidRDefault="003E3506" w:rsidP="003E3506">
      <w:pPr>
        <w:pStyle w:val="libNormal"/>
        <w:rPr>
          <w:lang w:bidi="fa-IR"/>
        </w:rPr>
      </w:pPr>
      <w:r w:rsidRPr="003E3506">
        <w:rPr>
          <w:rtl/>
          <w:lang w:bidi="fa-IR"/>
        </w:rPr>
        <w:t>٥٤٠ - اولى آن است تا وقتى كه غسل ميت تمام نشده</w:t>
      </w:r>
      <w:r w:rsidR="000C4B14">
        <w:rPr>
          <w:rtl/>
          <w:lang w:bidi="fa-IR"/>
        </w:rPr>
        <w:t>،</w:t>
      </w:r>
      <w:r w:rsidRPr="003E3506">
        <w:rPr>
          <w:rtl/>
          <w:lang w:bidi="fa-IR"/>
        </w:rPr>
        <w:t xml:space="preserve"> نيز او را رو به قبله بخوابانند</w:t>
      </w:r>
      <w:r w:rsidR="000C4B14">
        <w:rPr>
          <w:rtl/>
          <w:lang w:bidi="fa-IR"/>
        </w:rPr>
        <w:t>،</w:t>
      </w:r>
      <w:r w:rsidRPr="003E3506">
        <w:rPr>
          <w:rtl/>
          <w:lang w:bidi="fa-IR"/>
        </w:rPr>
        <w:t xml:space="preserve"> ولى بعد از آنكه غسلش تمام شد</w:t>
      </w:r>
      <w:r w:rsidR="000C4B14">
        <w:rPr>
          <w:rtl/>
          <w:lang w:bidi="fa-IR"/>
        </w:rPr>
        <w:t>،</w:t>
      </w:r>
      <w:r w:rsidRPr="003E3506">
        <w:rPr>
          <w:rtl/>
          <w:lang w:bidi="fa-IR"/>
        </w:rPr>
        <w:t xml:space="preserve"> بهتر آن است كه او را مثل حالتى كه بر او نماز مى خوانند بخوابانند.</w:t>
      </w:r>
    </w:p>
    <w:p w:rsidR="003E3506" w:rsidRPr="003E3506" w:rsidRDefault="003E3506" w:rsidP="003E3506">
      <w:pPr>
        <w:pStyle w:val="libNormal"/>
        <w:rPr>
          <w:lang w:bidi="fa-IR"/>
        </w:rPr>
      </w:pPr>
      <w:r w:rsidRPr="003E3506">
        <w:rPr>
          <w:rtl/>
          <w:lang w:bidi="fa-IR"/>
        </w:rPr>
        <w:t>٥٤١ - بنابر احتياط رو به قبله كردن محتضر بر هر مسلمان واجب است و چنانچه خود محتضر راضى باشد - و قاصر هم نباشد - براى اين كار لازم نيست از ولى او اجازه بگيرند و در غير اين صورت اجازه گرفتن از ولى او بنابر احتياط لازم است</w:t>
      </w:r>
      <w:r w:rsidR="000C4B14">
        <w:rPr>
          <w:rtl/>
          <w:lang w:bidi="fa-IR"/>
        </w:rPr>
        <w:t>.</w:t>
      </w:r>
    </w:p>
    <w:p w:rsidR="003E3506" w:rsidRPr="003E3506" w:rsidRDefault="003E3506" w:rsidP="003E3506">
      <w:pPr>
        <w:pStyle w:val="libNormal"/>
        <w:rPr>
          <w:lang w:bidi="fa-IR"/>
        </w:rPr>
      </w:pPr>
      <w:r w:rsidRPr="003E3506">
        <w:rPr>
          <w:rtl/>
          <w:lang w:bidi="fa-IR"/>
        </w:rPr>
        <w:t xml:space="preserve">٥٤٢ - مستحب است شهادتين و اقرار به دوازده امام </w:t>
      </w:r>
      <w:r w:rsidR="001B16BC" w:rsidRPr="001B16BC">
        <w:rPr>
          <w:rStyle w:val="libAlaemChar"/>
          <w:rtl/>
        </w:rPr>
        <w:t>عليهم‌السلام</w:t>
      </w:r>
      <w:r w:rsidRPr="003E3506">
        <w:rPr>
          <w:rtl/>
          <w:lang w:bidi="fa-IR"/>
        </w:rPr>
        <w:t xml:space="preserve"> و ساير عقايد حقه را به كسى كه در حال جان دادن است</w:t>
      </w:r>
      <w:r w:rsidR="000C4B14">
        <w:rPr>
          <w:rtl/>
          <w:lang w:bidi="fa-IR"/>
        </w:rPr>
        <w:t>،</w:t>
      </w:r>
      <w:r w:rsidRPr="003E3506">
        <w:rPr>
          <w:rtl/>
          <w:lang w:bidi="fa-IR"/>
        </w:rPr>
        <w:t xml:space="preserve"> طورى تلقين كنند كه بفهمد</w:t>
      </w:r>
      <w:r w:rsidR="000C4B14">
        <w:rPr>
          <w:rtl/>
          <w:lang w:bidi="fa-IR"/>
        </w:rPr>
        <w:t>،</w:t>
      </w:r>
      <w:r w:rsidRPr="003E3506">
        <w:rPr>
          <w:rtl/>
          <w:lang w:bidi="fa-IR"/>
        </w:rPr>
        <w:t xml:space="preserve"> و نيز مستحب است چيزهايى را كه گفته شد</w:t>
      </w:r>
      <w:r w:rsidR="000C4B14">
        <w:rPr>
          <w:rtl/>
          <w:lang w:bidi="fa-IR"/>
        </w:rPr>
        <w:t>،</w:t>
      </w:r>
      <w:r w:rsidRPr="003E3506">
        <w:rPr>
          <w:rtl/>
          <w:lang w:bidi="fa-IR"/>
        </w:rPr>
        <w:t xml:space="preserve"> تا وقت مرگ تكرار كنند.</w:t>
      </w:r>
    </w:p>
    <w:p w:rsidR="003E3506" w:rsidRPr="003E3506" w:rsidRDefault="003E3506" w:rsidP="003E3506">
      <w:pPr>
        <w:pStyle w:val="libNormal"/>
        <w:rPr>
          <w:lang w:bidi="fa-IR"/>
        </w:rPr>
      </w:pPr>
      <w:r w:rsidRPr="003E3506">
        <w:rPr>
          <w:rtl/>
          <w:lang w:bidi="fa-IR"/>
        </w:rPr>
        <w:t>٥٤٣ - مستحب است اين دعا را طورى به محتضر تقلين كنند كه بفهمد: اللهم اغفرلي الكثير من معاصيك واقبل مني اليسير من طاعتك يا من يقبل اليسير و يعفو عن الكثير اقبل مني اليسير واعف عنى الكثير انك انت العفو الغفور</w:t>
      </w:r>
      <w:r w:rsidR="000C4B14">
        <w:rPr>
          <w:rtl/>
          <w:lang w:bidi="fa-IR"/>
        </w:rPr>
        <w:t>،</w:t>
      </w:r>
      <w:r w:rsidRPr="003E3506">
        <w:rPr>
          <w:rtl/>
          <w:lang w:bidi="fa-IR"/>
        </w:rPr>
        <w:t xml:space="preserve"> اللهم ارحمني فانك رحيم</w:t>
      </w:r>
      <w:r w:rsidR="000C4B14">
        <w:rPr>
          <w:rtl/>
          <w:lang w:bidi="fa-IR"/>
        </w:rPr>
        <w:t>.</w:t>
      </w:r>
    </w:p>
    <w:p w:rsidR="003E3506" w:rsidRPr="003E3506" w:rsidRDefault="003E3506" w:rsidP="003E3506">
      <w:pPr>
        <w:pStyle w:val="libNormal"/>
        <w:rPr>
          <w:lang w:bidi="fa-IR"/>
        </w:rPr>
      </w:pPr>
      <w:r w:rsidRPr="003E3506">
        <w:rPr>
          <w:rtl/>
          <w:lang w:bidi="fa-IR"/>
        </w:rPr>
        <w:t>٥٤٤ - مستحب است كسى را كه سخت جان مى دهد</w:t>
      </w:r>
      <w:r w:rsidR="000C4B14">
        <w:rPr>
          <w:rtl/>
          <w:lang w:bidi="fa-IR"/>
        </w:rPr>
        <w:t>،</w:t>
      </w:r>
      <w:r w:rsidRPr="003E3506">
        <w:rPr>
          <w:rtl/>
          <w:lang w:bidi="fa-IR"/>
        </w:rPr>
        <w:t xml:space="preserve"> اگر ناراحت نمى شود</w:t>
      </w:r>
      <w:r w:rsidR="000C4B14">
        <w:rPr>
          <w:rtl/>
          <w:lang w:bidi="fa-IR"/>
        </w:rPr>
        <w:t>،</w:t>
      </w:r>
      <w:r w:rsidRPr="003E3506">
        <w:rPr>
          <w:rtl/>
          <w:lang w:bidi="fa-IR"/>
        </w:rPr>
        <w:t xml:space="preserve"> به جايى كه نماز مى خوانده ببرند.</w:t>
      </w:r>
    </w:p>
    <w:p w:rsidR="003E3506" w:rsidRPr="003E3506" w:rsidRDefault="003E3506" w:rsidP="003E3506">
      <w:pPr>
        <w:pStyle w:val="libNormal"/>
        <w:rPr>
          <w:lang w:bidi="fa-IR"/>
        </w:rPr>
      </w:pPr>
      <w:r w:rsidRPr="003E3506">
        <w:rPr>
          <w:rtl/>
          <w:lang w:bidi="fa-IR"/>
        </w:rPr>
        <w:t>٥٤٥ - مستحب است براى راحت شدن محتضر بر بالين او سوره مباركه يس و صافات و احزاب و آية الكرسى</w:t>
      </w:r>
      <w:r w:rsidR="000C4B14">
        <w:rPr>
          <w:rtl/>
          <w:lang w:bidi="fa-IR"/>
        </w:rPr>
        <w:t>،</w:t>
      </w:r>
      <w:r w:rsidRPr="003E3506">
        <w:rPr>
          <w:rtl/>
          <w:lang w:bidi="fa-IR"/>
        </w:rPr>
        <w:t xml:space="preserve"> و آيه پنجاه و چهارم از سوره اعراف و سه آيه آخر سوره بقره را</w:t>
      </w:r>
      <w:r w:rsidR="000C4B14">
        <w:rPr>
          <w:rtl/>
          <w:lang w:bidi="fa-IR"/>
        </w:rPr>
        <w:t>،</w:t>
      </w:r>
      <w:r w:rsidRPr="003E3506">
        <w:rPr>
          <w:rtl/>
          <w:lang w:bidi="fa-IR"/>
        </w:rPr>
        <w:t xml:space="preserve"> بلكه هر چه از قرآن ممكن است بخوانند.</w:t>
      </w:r>
    </w:p>
    <w:p w:rsidR="003E3506" w:rsidRPr="003E3506" w:rsidRDefault="003E3506" w:rsidP="003E3506">
      <w:pPr>
        <w:pStyle w:val="libNormal"/>
        <w:rPr>
          <w:lang w:bidi="fa-IR"/>
        </w:rPr>
      </w:pPr>
      <w:r w:rsidRPr="003E3506">
        <w:rPr>
          <w:rtl/>
          <w:lang w:bidi="fa-IR"/>
        </w:rPr>
        <w:lastRenderedPageBreak/>
        <w:t>٥٤٦ - تنها گذاشتن محتضر</w:t>
      </w:r>
      <w:r w:rsidR="000C4B14">
        <w:rPr>
          <w:rtl/>
          <w:lang w:bidi="fa-IR"/>
        </w:rPr>
        <w:t>،</w:t>
      </w:r>
      <w:r w:rsidRPr="003E3506">
        <w:rPr>
          <w:rtl/>
          <w:lang w:bidi="fa-IR"/>
        </w:rPr>
        <w:t xml:space="preserve"> و گذاشتن چيز سنگين روى شكم او و بودن جنب و حائض نزد او و همچنين حرف زدن زياد و گريه كردن و تنها گذاشتن زنها نزد او مكروه است</w:t>
      </w:r>
      <w:r w:rsidR="000C4B14">
        <w:rPr>
          <w:rtl/>
          <w:lang w:bidi="fa-IR"/>
        </w:rPr>
        <w:t>.</w:t>
      </w:r>
    </w:p>
    <w:p w:rsidR="003E3506" w:rsidRPr="003E3506" w:rsidRDefault="00962AE6" w:rsidP="003E3506">
      <w:pPr>
        <w:pStyle w:val="libNormal"/>
        <w:rPr>
          <w:lang w:bidi="fa-IR"/>
        </w:rPr>
      </w:pPr>
      <w:r>
        <w:rPr>
          <w:rtl/>
          <w:lang w:bidi="fa-IR"/>
        </w:rPr>
        <w:br w:type="page"/>
      </w:r>
    </w:p>
    <w:p w:rsidR="003E3506" w:rsidRDefault="00605FAB" w:rsidP="00962AE6">
      <w:pPr>
        <w:pStyle w:val="Heading3"/>
        <w:rPr>
          <w:rtl/>
          <w:lang w:bidi="fa-IR"/>
        </w:rPr>
      </w:pPr>
      <w:bookmarkStart w:id="68" w:name="_Toc24454491"/>
      <w:r>
        <w:rPr>
          <w:rtl/>
          <w:lang w:bidi="fa-IR"/>
        </w:rPr>
        <w:t>(</w:t>
      </w:r>
      <w:r w:rsidR="003E3506" w:rsidRPr="003E3506">
        <w:rPr>
          <w:rtl/>
          <w:lang w:bidi="fa-IR"/>
        </w:rPr>
        <w:t>احكام بعد از مرگ</w:t>
      </w:r>
      <w:r>
        <w:rPr>
          <w:rtl/>
          <w:lang w:bidi="fa-IR"/>
        </w:rPr>
        <w:t>)</w:t>
      </w:r>
      <w:bookmarkEnd w:id="68"/>
    </w:p>
    <w:p w:rsidR="003E3506" w:rsidRPr="003E3506" w:rsidRDefault="003E3506" w:rsidP="003E3506">
      <w:pPr>
        <w:pStyle w:val="libNormal"/>
        <w:rPr>
          <w:lang w:bidi="fa-IR"/>
        </w:rPr>
      </w:pPr>
      <w:r w:rsidRPr="003E3506">
        <w:rPr>
          <w:rtl/>
          <w:lang w:bidi="fa-IR"/>
        </w:rPr>
        <w:t>٥٤٧ - بعد از مرگ مستحب است چشمها و لبها و چانه ميت را ببندند و دست و پاى او را دراز كنند و پارچه اى روى او بيندازند و اگر شب مرده است</w:t>
      </w:r>
      <w:r w:rsidR="000C4B14">
        <w:rPr>
          <w:rtl/>
          <w:lang w:bidi="fa-IR"/>
        </w:rPr>
        <w:t>،</w:t>
      </w:r>
      <w:r w:rsidRPr="003E3506">
        <w:rPr>
          <w:rtl/>
          <w:lang w:bidi="fa-IR"/>
        </w:rPr>
        <w:t xml:space="preserve"> در جايى كه مرده چراغ روشن كنند</w:t>
      </w:r>
      <w:r w:rsidR="000C4B14">
        <w:rPr>
          <w:rtl/>
          <w:lang w:bidi="fa-IR"/>
        </w:rPr>
        <w:t>،</w:t>
      </w:r>
      <w:r w:rsidRPr="003E3506">
        <w:rPr>
          <w:rtl/>
          <w:lang w:bidi="fa-IR"/>
        </w:rPr>
        <w:t xml:space="preserve"> و براى تشييع جنازه او مؤمنين را خبر كنند و در دفن او عجله نمايند</w:t>
      </w:r>
      <w:r w:rsidR="000C4B14">
        <w:rPr>
          <w:rtl/>
          <w:lang w:bidi="fa-IR"/>
        </w:rPr>
        <w:t>،</w:t>
      </w:r>
      <w:r w:rsidRPr="003E3506">
        <w:rPr>
          <w:rtl/>
          <w:lang w:bidi="fa-IR"/>
        </w:rPr>
        <w:t xml:space="preserve"> ولى اگر يقين به مردن او ندارند</w:t>
      </w:r>
      <w:r w:rsidR="000C4B14">
        <w:rPr>
          <w:rtl/>
          <w:lang w:bidi="fa-IR"/>
        </w:rPr>
        <w:t>،</w:t>
      </w:r>
      <w:r w:rsidRPr="003E3506">
        <w:rPr>
          <w:rtl/>
          <w:lang w:bidi="fa-IR"/>
        </w:rPr>
        <w:t xml:space="preserve"> بايد صبر كنند تا معلوم شود و نيز اگر ميت حامله باشد و بچه در شكم او زنده باشد</w:t>
      </w:r>
      <w:r w:rsidR="000C4B14">
        <w:rPr>
          <w:rtl/>
          <w:lang w:bidi="fa-IR"/>
        </w:rPr>
        <w:t>،</w:t>
      </w:r>
      <w:r w:rsidRPr="003E3506">
        <w:rPr>
          <w:rtl/>
          <w:lang w:bidi="fa-IR"/>
        </w:rPr>
        <w:t xml:space="preserve"> بايد به قدرى دفن را عقب بيندازند</w:t>
      </w:r>
      <w:r w:rsidR="000C4B14">
        <w:rPr>
          <w:rtl/>
          <w:lang w:bidi="fa-IR"/>
        </w:rPr>
        <w:t>،</w:t>
      </w:r>
      <w:r w:rsidRPr="003E3506">
        <w:rPr>
          <w:rtl/>
          <w:lang w:bidi="fa-IR"/>
        </w:rPr>
        <w:t xml:space="preserve"> كه پهلوى او را بشكافند و طفل را بيرون آورند و پهلو را بدوزند.</w:t>
      </w:r>
    </w:p>
    <w:p w:rsidR="003E3506" w:rsidRPr="003E3506" w:rsidRDefault="00962AE6" w:rsidP="003E3506">
      <w:pPr>
        <w:pStyle w:val="libNormal"/>
        <w:rPr>
          <w:lang w:bidi="fa-IR"/>
        </w:rPr>
      </w:pPr>
      <w:r>
        <w:rPr>
          <w:rtl/>
          <w:lang w:bidi="fa-IR"/>
        </w:rPr>
        <w:br w:type="page"/>
      </w:r>
    </w:p>
    <w:p w:rsidR="003E3506" w:rsidRDefault="00605FAB" w:rsidP="00962AE6">
      <w:pPr>
        <w:pStyle w:val="Heading3"/>
        <w:rPr>
          <w:rtl/>
          <w:lang w:bidi="fa-IR"/>
        </w:rPr>
      </w:pPr>
      <w:bookmarkStart w:id="69" w:name="_Toc24454492"/>
      <w:r>
        <w:rPr>
          <w:rtl/>
          <w:lang w:bidi="fa-IR"/>
        </w:rPr>
        <w:t>(</w:t>
      </w:r>
      <w:r w:rsidR="003E3506" w:rsidRPr="003E3506">
        <w:rPr>
          <w:rtl/>
          <w:lang w:bidi="fa-IR"/>
        </w:rPr>
        <w:t>وجوب غسل و كفن و نماز و دفن ميت</w:t>
      </w:r>
      <w:r>
        <w:rPr>
          <w:rtl/>
          <w:lang w:bidi="fa-IR"/>
        </w:rPr>
        <w:t>)</w:t>
      </w:r>
      <w:bookmarkEnd w:id="69"/>
    </w:p>
    <w:p w:rsidR="003E3506" w:rsidRPr="003E3506" w:rsidRDefault="003E3506" w:rsidP="003E3506">
      <w:pPr>
        <w:pStyle w:val="libNormal"/>
        <w:rPr>
          <w:lang w:bidi="fa-IR"/>
        </w:rPr>
      </w:pPr>
      <w:r w:rsidRPr="003E3506">
        <w:rPr>
          <w:rtl/>
          <w:lang w:bidi="fa-IR"/>
        </w:rPr>
        <w:t>٥٤٨ - غسل و حنوط و كفن و نماز و دفن مسلمان اگر چه دوازده امامى نباشد</w:t>
      </w:r>
      <w:r w:rsidR="000C4B14">
        <w:rPr>
          <w:rtl/>
          <w:lang w:bidi="fa-IR"/>
        </w:rPr>
        <w:t>،</w:t>
      </w:r>
      <w:r w:rsidRPr="003E3506">
        <w:rPr>
          <w:rtl/>
          <w:lang w:bidi="fa-IR"/>
        </w:rPr>
        <w:t xml:space="preserve"> بر ولى او واجب است</w:t>
      </w:r>
      <w:r w:rsidR="000C4B14">
        <w:rPr>
          <w:rtl/>
          <w:lang w:bidi="fa-IR"/>
        </w:rPr>
        <w:t>،</w:t>
      </w:r>
      <w:r w:rsidRPr="003E3506">
        <w:rPr>
          <w:rtl/>
          <w:lang w:bidi="fa-IR"/>
        </w:rPr>
        <w:t xml:space="preserve"> ولي بايد اين كارها را يا خود انجام دهد يا ديگرى را مامور انجام آنها نمايد</w:t>
      </w:r>
      <w:r w:rsidR="000C4B14">
        <w:rPr>
          <w:rtl/>
          <w:lang w:bidi="fa-IR"/>
        </w:rPr>
        <w:t>،</w:t>
      </w:r>
      <w:r w:rsidRPr="003E3506">
        <w:rPr>
          <w:rtl/>
          <w:lang w:bidi="fa-IR"/>
        </w:rPr>
        <w:t xml:space="preserve"> و چنانچه شخصى اين كارها را به اجازه ولى انجام دهد از ولى ساقط مى شود بلكه اگر دفن و مانند او را بدون اجازه ولى انجام دهد از ولى ساقط مى شود و حاجت به اعاده آنها نيست</w:t>
      </w:r>
      <w:r w:rsidR="000C4B14">
        <w:rPr>
          <w:rtl/>
          <w:lang w:bidi="fa-IR"/>
        </w:rPr>
        <w:t>،</w:t>
      </w:r>
      <w:r w:rsidRPr="003E3506">
        <w:rPr>
          <w:rtl/>
          <w:lang w:bidi="fa-IR"/>
        </w:rPr>
        <w:t xml:space="preserve"> و اگر ميت ولى نداشته باشد يا آنكه ولى از انجام كارهاى او امتناع كند بر بقيه مكلفين كفاية واجب است كه كارهاى او را انجام دهند و اگر بعضى انجام دهند از ديگران ساقط مى شود و چنانچه هيچ كس انجام ندهد همه معصيت كرده اند</w:t>
      </w:r>
      <w:r w:rsidR="000C4B14">
        <w:rPr>
          <w:rtl/>
          <w:lang w:bidi="fa-IR"/>
        </w:rPr>
        <w:t>،</w:t>
      </w:r>
      <w:r w:rsidRPr="003E3506">
        <w:rPr>
          <w:rtl/>
          <w:lang w:bidi="fa-IR"/>
        </w:rPr>
        <w:t xml:space="preserve"> و در صورت امتناع ولى اذن او معتبر نيست</w:t>
      </w:r>
      <w:r w:rsidR="000C4B14">
        <w:rPr>
          <w:rtl/>
          <w:lang w:bidi="fa-IR"/>
        </w:rPr>
        <w:t>.</w:t>
      </w:r>
    </w:p>
    <w:p w:rsidR="003E3506" w:rsidRPr="003E3506" w:rsidRDefault="003E3506" w:rsidP="003E3506">
      <w:pPr>
        <w:pStyle w:val="libNormal"/>
        <w:rPr>
          <w:lang w:bidi="fa-IR"/>
        </w:rPr>
      </w:pPr>
      <w:r w:rsidRPr="003E3506">
        <w:rPr>
          <w:rtl/>
          <w:lang w:bidi="fa-IR"/>
        </w:rPr>
        <w:t>٥٤٩ - اگر كسى مشغول كارهاى ميت شود بر ديگران واجب نيست اقدام نمايند</w:t>
      </w:r>
      <w:r w:rsidR="000C4B14">
        <w:rPr>
          <w:rtl/>
          <w:lang w:bidi="fa-IR"/>
        </w:rPr>
        <w:t>،</w:t>
      </w:r>
      <w:r w:rsidRPr="003E3506">
        <w:rPr>
          <w:rtl/>
          <w:lang w:bidi="fa-IR"/>
        </w:rPr>
        <w:t xml:space="preserve"> ولى اگر او عمل را نيمه كاره بگذارد</w:t>
      </w:r>
      <w:r w:rsidR="000C4B14">
        <w:rPr>
          <w:rtl/>
          <w:lang w:bidi="fa-IR"/>
        </w:rPr>
        <w:t>،</w:t>
      </w:r>
      <w:r w:rsidRPr="003E3506">
        <w:rPr>
          <w:rtl/>
          <w:lang w:bidi="fa-IR"/>
        </w:rPr>
        <w:t xml:space="preserve"> بايد ديگران تمام كنند.</w:t>
      </w:r>
    </w:p>
    <w:p w:rsidR="003E3506" w:rsidRPr="003E3506" w:rsidRDefault="003E3506" w:rsidP="003E3506">
      <w:pPr>
        <w:pStyle w:val="libNormal"/>
        <w:rPr>
          <w:lang w:bidi="fa-IR"/>
        </w:rPr>
      </w:pPr>
      <w:r w:rsidRPr="003E3506">
        <w:rPr>
          <w:rtl/>
          <w:lang w:bidi="fa-IR"/>
        </w:rPr>
        <w:t>٥٥٠ - اگر انسان اطمينان كند كه ديگرى مشغول كارهاى ميت شده</w:t>
      </w:r>
      <w:r w:rsidR="000C4B14">
        <w:rPr>
          <w:rtl/>
          <w:lang w:bidi="fa-IR"/>
        </w:rPr>
        <w:t>،</w:t>
      </w:r>
      <w:r w:rsidRPr="003E3506">
        <w:rPr>
          <w:rtl/>
          <w:lang w:bidi="fa-IR"/>
        </w:rPr>
        <w:t xml:space="preserve"> واجب نيست به كارهاى ميت اقدام كند</w:t>
      </w:r>
      <w:r w:rsidR="000C4B14">
        <w:rPr>
          <w:rtl/>
          <w:lang w:bidi="fa-IR"/>
        </w:rPr>
        <w:t>،</w:t>
      </w:r>
      <w:r w:rsidRPr="003E3506">
        <w:rPr>
          <w:rtl/>
          <w:lang w:bidi="fa-IR"/>
        </w:rPr>
        <w:t xml:space="preserve"> ولى اگر شك يا گمان دارد</w:t>
      </w:r>
      <w:r w:rsidR="000C4B14">
        <w:rPr>
          <w:rtl/>
          <w:lang w:bidi="fa-IR"/>
        </w:rPr>
        <w:t>،</w:t>
      </w:r>
      <w:r w:rsidRPr="003E3506">
        <w:rPr>
          <w:rtl/>
          <w:lang w:bidi="fa-IR"/>
        </w:rPr>
        <w:t xml:space="preserve"> بايد اقدام نمايد.</w:t>
      </w:r>
    </w:p>
    <w:p w:rsidR="003E3506" w:rsidRPr="003E3506" w:rsidRDefault="003E3506" w:rsidP="003E3506">
      <w:pPr>
        <w:pStyle w:val="libNormal"/>
        <w:rPr>
          <w:lang w:bidi="fa-IR"/>
        </w:rPr>
      </w:pPr>
      <w:r w:rsidRPr="003E3506">
        <w:rPr>
          <w:rtl/>
          <w:lang w:bidi="fa-IR"/>
        </w:rPr>
        <w:t>٥٥١ - اگر كسى بداند غسل يا كفن يا نماز يا دفن ميت را باطل انجام داده اند</w:t>
      </w:r>
      <w:r w:rsidR="000C4B14">
        <w:rPr>
          <w:rtl/>
          <w:lang w:bidi="fa-IR"/>
        </w:rPr>
        <w:t>،</w:t>
      </w:r>
      <w:r w:rsidRPr="003E3506">
        <w:rPr>
          <w:rtl/>
          <w:lang w:bidi="fa-IR"/>
        </w:rPr>
        <w:t xml:space="preserve"> بايد دوباره انجام دهد</w:t>
      </w:r>
      <w:r w:rsidR="000C4B14">
        <w:rPr>
          <w:rtl/>
          <w:lang w:bidi="fa-IR"/>
        </w:rPr>
        <w:t>،</w:t>
      </w:r>
      <w:r w:rsidRPr="003E3506">
        <w:rPr>
          <w:rtl/>
          <w:lang w:bidi="fa-IR"/>
        </w:rPr>
        <w:t xml:space="preserve"> ولى اگر گمان دارد كه باطل بوده</w:t>
      </w:r>
      <w:r w:rsidR="000C4B14">
        <w:rPr>
          <w:rtl/>
          <w:lang w:bidi="fa-IR"/>
        </w:rPr>
        <w:t>،</w:t>
      </w:r>
      <w:r w:rsidRPr="003E3506">
        <w:rPr>
          <w:rtl/>
          <w:lang w:bidi="fa-IR"/>
        </w:rPr>
        <w:t xml:space="preserve"> يا شك دارد كه درست بوده يا نه</w:t>
      </w:r>
      <w:r w:rsidR="000C4B14">
        <w:rPr>
          <w:rtl/>
          <w:lang w:bidi="fa-IR"/>
        </w:rPr>
        <w:t>،</w:t>
      </w:r>
      <w:r w:rsidRPr="003E3506">
        <w:rPr>
          <w:rtl/>
          <w:lang w:bidi="fa-IR"/>
        </w:rPr>
        <w:t xml:space="preserve"> لازم نيست اقدام نمايد.</w:t>
      </w:r>
    </w:p>
    <w:p w:rsidR="003E3506" w:rsidRPr="003E3506" w:rsidRDefault="003E3506" w:rsidP="003E3506">
      <w:pPr>
        <w:pStyle w:val="libNormal"/>
        <w:rPr>
          <w:lang w:bidi="fa-IR"/>
        </w:rPr>
      </w:pPr>
      <w:r w:rsidRPr="003E3506">
        <w:rPr>
          <w:rtl/>
          <w:lang w:bidi="fa-IR"/>
        </w:rPr>
        <w:t>٥٥٢ - ولى زن شوهر او است و در غير زن مردهايى كه از ميت ارث مى برند به همان ترتيبى كه در طبقات ارث خواهد آمد بر ديگران مقدمند</w:t>
      </w:r>
      <w:r w:rsidR="000C4B14">
        <w:rPr>
          <w:rtl/>
          <w:lang w:bidi="fa-IR"/>
        </w:rPr>
        <w:t>،</w:t>
      </w:r>
      <w:r w:rsidRPr="003E3506">
        <w:rPr>
          <w:rtl/>
          <w:lang w:bidi="fa-IR"/>
        </w:rPr>
        <w:t xml:space="preserve"> و در مقدم بودن پدر ميت بر پسرش و جد او بر برادرش و برادر پدر و مادريش بر برادر پدرى و مادريش فقط و برادر پدرى او بر برادر مادريش و عموى او بر داييش اشكال است پس در چنين موارد بايد مقتضاى احتياط رعات شود.</w:t>
      </w:r>
    </w:p>
    <w:p w:rsidR="003E3506" w:rsidRPr="003E3506" w:rsidRDefault="003E3506" w:rsidP="003E3506">
      <w:pPr>
        <w:pStyle w:val="libNormal"/>
        <w:rPr>
          <w:lang w:bidi="fa-IR"/>
        </w:rPr>
      </w:pPr>
      <w:r w:rsidRPr="003E3506">
        <w:rPr>
          <w:rtl/>
          <w:lang w:bidi="fa-IR"/>
        </w:rPr>
        <w:t>٥٥٣ - بچه نابالغ و ديوانه ولايت انجام كارهاى ميت را ندارند و همچنين غايبى كه نمى تواند - شخصا يا با مامور كردن كسى كه - متكفل انجام آن كارها شود ولايت ندارد.</w:t>
      </w:r>
    </w:p>
    <w:p w:rsidR="003E3506" w:rsidRPr="003E3506" w:rsidRDefault="003E3506" w:rsidP="003E3506">
      <w:pPr>
        <w:pStyle w:val="libNormal"/>
        <w:rPr>
          <w:lang w:bidi="fa-IR"/>
        </w:rPr>
      </w:pPr>
      <w:r w:rsidRPr="003E3506">
        <w:rPr>
          <w:rtl/>
          <w:lang w:bidi="fa-IR"/>
        </w:rPr>
        <w:lastRenderedPageBreak/>
        <w:t>٥٥٤ - اگر كسى بگويد من ولى ميت هستم</w:t>
      </w:r>
      <w:r w:rsidR="000C4B14">
        <w:rPr>
          <w:rtl/>
          <w:lang w:bidi="fa-IR"/>
        </w:rPr>
        <w:t>،</w:t>
      </w:r>
      <w:r w:rsidRPr="003E3506">
        <w:rPr>
          <w:rtl/>
          <w:lang w:bidi="fa-IR"/>
        </w:rPr>
        <w:t xml:space="preserve"> يا ولى ميت به من اجازه داده كه غسل و كفن و دفن ميت را انجام دهم يا بگويد راجع به امور تجهيز ميت من وصى او مى باشم</w:t>
      </w:r>
      <w:r w:rsidR="000C4B14">
        <w:rPr>
          <w:rtl/>
          <w:lang w:bidi="fa-IR"/>
        </w:rPr>
        <w:t>،</w:t>
      </w:r>
      <w:r w:rsidRPr="003E3506">
        <w:rPr>
          <w:rtl/>
          <w:lang w:bidi="fa-IR"/>
        </w:rPr>
        <w:t xml:space="preserve"> چنانچه به حرف او اطمينان دارند يا ميت در تصرف او است يا اينكه دو نفر عادل به گفته او شهادت دهند</w:t>
      </w:r>
      <w:r w:rsidR="000C4B14">
        <w:rPr>
          <w:rtl/>
          <w:lang w:bidi="fa-IR"/>
        </w:rPr>
        <w:t>،</w:t>
      </w:r>
      <w:r w:rsidRPr="003E3506">
        <w:rPr>
          <w:rtl/>
          <w:lang w:bidi="fa-IR"/>
        </w:rPr>
        <w:t xml:space="preserve"> بايد حرف او را قبول كرد.</w:t>
      </w:r>
    </w:p>
    <w:p w:rsidR="003E3506" w:rsidRPr="003E3506" w:rsidRDefault="003E3506" w:rsidP="003E3506">
      <w:pPr>
        <w:pStyle w:val="libNormal"/>
        <w:rPr>
          <w:lang w:bidi="fa-IR"/>
        </w:rPr>
      </w:pPr>
      <w:r w:rsidRPr="003E3506">
        <w:rPr>
          <w:rtl/>
          <w:lang w:bidi="fa-IR"/>
        </w:rPr>
        <w:t>٥٥٥ - اگر ميت براى غسل و كفن و دفن و نماز خود غير از ولى كسى ديگرى را معين كند</w:t>
      </w:r>
      <w:r w:rsidR="000C4B14">
        <w:rPr>
          <w:rtl/>
          <w:lang w:bidi="fa-IR"/>
        </w:rPr>
        <w:t>،</w:t>
      </w:r>
      <w:r w:rsidRPr="003E3506">
        <w:rPr>
          <w:rtl/>
          <w:lang w:bidi="fa-IR"/>
        </w:rPr>
        <w:t xml:space="preserve"> ولايت اين امور با او است و لازم نيست كسى كه ميت وصيت كرده كه او شخصا انجام اين كارها را متكفل شود اين وصيت را قبول كند</w:t>
      </w:r>
      <w:r w:rsidR="000C4B14">
        <w:rPr>
          <w:rtl/>
          <w:lang w:bidi="fa-IR"/>
        </w:rPr>
        <w:t>،</w:t>
      </w:r>
      <w:r w:rsidRPr="003E3506">
        <w:rPr>
          <w:rtl/>
          <w:lang w:bidi="fa-IR"/>
        </w:rPr>
        <w:t xml:space="preserve"> ولى اگر قبول كرد</w:t>
      </w:r>
      <w:r w:rsidR="000C4B14">
        <w:rPr>
          <w:rtl/>
          <w:lang w:bidi="fa-IR"/>
        </w:rPr>
        <w:t>،</w:t>
      </w:r>
      <w:r w:rsidRPr="003E3506">
        <w:rPr>
          <w:rtl/>
          <w:lang w:bidi="fa-IR"/>
        </w:rPr>
        <w:t xml:space="preserve"> بايد به آن عمل نمايد.</w:t>
      </w:r>
    </w:p>
    <w:p w:rsidR="003E3506" w:rsidRPr="003E3506" w:rsidRDefault="00962AE6" w:rsidP="003E3506">
      <w:pPr>
        <w:pStyle w:val="libNormal"/>
        <w:rPr>
          <w:lang w:bidi="fa-IR"/>
        </w:rPr>
      </w:pPr>
      <w:r>
        <w:rPr>
          <w:rtl/>
          <w:lang w:bidi="fa-IR"/>
        </w:rPr>
        <w:br w:type="page"/>
      </w:r>
    </w:p>
    <w:p w:rsidR="003E3506" w:rsidRDefault="00605FAB" w:rsidP="00962AE6">
      <w:pPr>
        <w:pStyle w:val="Heading3"/>
        <w:rPr>
          <w:rtl/>
          <w:lang w:bidi="fa-IR"/>
        </w:rPr>
      </w:pPr>
      <w:bookmarkStart w:id="70" w:name="_Toc24454493"/>
      <w:r>
        <w:rPr>
          <w:rtl/>
          <w:lang w:bidi="fa-IR"/>
        </w:rPr>
        <w:t>(</w:t>
      </w:r>
      <w:r w:rsidR="003E3506" w:rsidRPr="003E3506">
        <w:rPr>
          <w:rtl/>
          <w:lang w:bidi="fa-IR"/>
        </w:rPr>
        <w:t>كيفيت غسل ميت</w:t>
      </w:r>
      <w:r>
        <w:rPr>
          <w:rtl/>
          <w:lang w:bidi="fa-IR"/>
        </w:rPr>
        <w:t>)</w:t>
      </w:r>
      <w:bookmarkEnd w:id="70"/>
    </w:p>
    <w:p w:rsidR="003E3506" w:rsidRPr="003E3506" w:rsidRDefault="003E3506" w:rsidP="003E3506">
      <w:pPr>
        <w:pStyle w:val="libNormal"/>
        <w:rPr>
          <w:lang w:bidi="fa-IR"/>
        </w:rPr>
      </w:pPr>
      <w:r w:rsidRPr="003E3506">
        <w:rPr>
          <w:rtl/>
          <w:lang w:bidi="fa-IR"/>
        </w:rPr>
        <w:t>٥٥٦ - واجب است ميت را سه غسل بدهند</w:t>
      </w:r>
      <w:r w:rsidR="00553569">
        <w:rPr>
          <w:rtl/>
          <w:lang w:bidi="fa-IR"/>
        </w:rPr>
        <w:t>:</w:t>
      </w:r>
      <w:r w:rsidRPr="003E3506">
        <w:rPr>
          <w:rtl/>
          <w:lang w:bidi="fa-IR"/>
        </w:rPr>
        <w:t xml:space="preserve"> اول با آبى كه با سدر مخلوط باشد.</w:t>
      </w:r>
    </w:p>
    <w:p w:rsidR="003E3506" w:rsidRPr="003E3506" w:rsidRDefault="003E3506" w:rsidP="003E3506">
      <w:pPr>
        <w:pStyle w:val="libNormal"/>
        <w:rPr>
          <w:lang w:bidi="fa-IR"/>
        </w:rPr>
      </w:pPr>
      <w:r w:rsidRPr="003E3506">
        <w:rPr>
          <w:rtl/>
          <w:lang w:bidi="fa-IR"/>
        </w:rPr>
        <w:t>دوم با آبى كه با كافور مخلوط باشد.</w:t>
      </w:r>
    </w:p>
    <w:p w:rsidR="003E3506" w:rsidRPr="003E3506" w:rsidRDefault="003E3506" w:rsidP="003E3506">
      <w:pPr>
        <w:pStyle w:val="libNormal"/>
        <w:rPr>
          <w:lang w:bidi="fa-IR"/>
        </w:rPr>
      </w:pPr>
      <w:r w:rsidRPr="003E3506">
        <w:rPr>
          <w:rtl/>
          <w:lang w:bidi="fa-IR"/>
        </w:rPr>
        <w:t>سوم با آب خالص</w:t>
      </w:r>
      <w:r w:rsidR="000C4B14">
        <w:rPr>
          <w:rtl/>
          <w:lang w:bidi="fa-IR"/>
        </w:rPr>
        <w:t>.</w:t>
      </w:r>
    </w:p>
    <w:p w:rsidR="003E3506" w:rsidRPr="003E3506" w:rsidRDefault="003E3506" w:rsidP="003E3506">
      <w:pPr>
        <w:pStyle w:val="libNormal"/>
        <w:rPr>
          <w:lang w:bidi="fa-IR"/>
        </w:rPr>
      </w:pPr>
      <w:r w:rsidRPr="003E3506">
        <w:rPr>
          <w:rtl/>
          <w:lang w:bidi="fa-IR"/>
        </w:rPr>
        <w:t>٥٥٧ - سدر و كافور بايد به اندازه اى زياد نباشد</w:t>
      </w:r>
      <w:r w:rsidR="000C4B14">
        <w:rPr>
          <w:rtl/>
          <w:lang w:bidi="fa-IR"/>
        </w:rPr>
        <w:t>،</w:t>
      </w:r>
      <w:r w:rsidRPr="003E3506">
        <w:rPr>
          <w:rtl/>
          <w:lang w:bidi="fa-IR"/>
        </w:rPr>
        <w:t xml:space="preserve"> كه آب را مضاف كند و به اندازه اى هم كم نباشد كه نگويند سدر و كافور با آب مخلوط شده است</w:t>
      </w:r>
      <w:r w:rsidR="000C4B14">
        <w:rPr>
          <w:rtl/>
          <w:lang w:bidi="fa-IR"/>
        </w:rPr>
        <w:t>.</w:t>
      </w:r>
    </w:p>
    <w:p w:rsidR="003E3506" w:rsidRPr="003E3506" w:rsidRDefault="003E3506" w:rsidP="003E3506">
      <w:pPr>
        <w:pStyle w:val="libNormal"/>
        <w:rPr>
          <w:lang w:bidi="fa-IR"/>
        </w:rPr>
      </w:pPr>
      <w:r w:rsidRPr="003E3506">
        <w:rPr>
          <w:rtl/>
          <w:lang w:bidi="fa-IR"/>
        </w:rPr>
        <w:t>٥٥٨ - اگر سدر و كافور به اندازه اى كه لازم است پيدا نشود</w:t>
      </w:r>
      <w:r w:rsidR="000C4B14">
        <w:rPr>
          <w:rtl/>
          <w:lang w:bidi="fa-IR"/>
        </w:rPr>
        <w:t>،</w:t>
      </w:r>
      <w:r w:rsidRPr="003E3506">
        <w:rPr>
          <w:rtl/>
          <w:lang w:bidi="fa-IR"/>
        </w:rPr>
        <w:t xml:space="preserve"> بنابر احتياط مستحب مقدارى كه به آن دسترسى دارند در آب بريزند.</w:t>
      </w:r>
    </w:p>
    <w:p w:rsidR="003E3506" w:rsidRPr="003E3506" w:rsidRDefault="003E3506" w:rsidP="003E3506">
      <w:pPr>
        <w:pStyle w:val="libNormal"/>
        <w:rPr>
          <w:lang w:bidi="fa-IR"/>
        </w:rPr>
      </w:pPr>
      <w:r w:rsidRPr="003E3506">
        <w:rPr>
          <w:rtl/>
          <w:lang w:bidi="fa-IR"/>
        </w:rPr>
        <w:t>٥٥٩ - اگر كسى در حال احرام بميرد</w:t>
      </w:r>
      <w:r w:rsidR="000C4B14">
        <w:rPr>
          <w:rtl/>
          <w:lang w:bidi="fa-IR"/>
        </w:rPr>
        <w:t>،</w:t>
      </w:r>
      <w:r w:rsidRPr="003E3506">
        <w:rPr>
          <w:rtl/>
          <w:lang w:bidi="fa-IR"/>
        </w:rPr>
        <w:t xml:space="preserve"> نبايد او را با آب كافور غسل دهند</w:t>
      </w:r>
      <w:r w:rsidR="000C4B14">
        <w:rPr>
          <w:rtl/>
          <w:lang w:bidi="fa-IR"/>
        </w:rPr>
        <w:t>،</w:t>
      </w:r>
      <w:r w:rsidRPr="003E3506">
        <w:rPr>
          <w:rtl/>
          <w:lang w:bidi="fa-IR"/>
        </w:rPr>
        <w:t xml:space="preserve"> و به جاى آن بايد با آب خالص غسل بدهند</w:t>
      </w:r>
      <w:r w:rsidR="000C4B14">
        <w:rPr>
          <w:rtl/>
          <w:lang w:bidi="fa-IR"/>
        </w:rPr>
        <w:t>،</w:t>
      </w:r>
      <w:r w:rsidRPr="003E3506">
        <w:rPr>
          <w:rtl/>
          <w:lang w:bidi="fa-IR"/>
        </w:rPr>
        <w:t xml:space="preserve"> مگر اينكه در احرام حج تمتع بوده و طواف و نمازش و سعى را تمام نموده باشد يا آن كه در احرام حج قران يا افراد بوده و حلق را انجام داده باشد كه در اين دو صورت با آب كافور بايد غسل دهند.</w:t>
      </w:r>
    </w:p>
    <w:p w:rsidR="003E3506" w:rsidRPr="003E3506" w:rsidRDefault="003E3506" w:rsidP="003E3506">
      <w:pPr>
        <w:pStyle w:val="libNormal"/>
        <w:rPr>
          <w:lang w:bidi="fa-IR"/>
        </w:rPr>
      </w:pPr>
      <w:r w:rsidRPr="003E3506">
        <w:rPr>
          <w:rtl/>
          <w:lang w:bidi="fa-IR"/>
        </w:rPr>
        <w:t>٥٦٠ - اگر سدر و كافور يا يكى از اينها پيدا نشود</w:t>
      </w:r>
      <w:r w:rsidR="000C4B14">
        <w:rPr>
          <w:rtl/>
          <w:lang w:bidi="fa-IR"/>
        </w:rPr>
        <w:t>،</w:t>
      </w:r>
      <w:r w:rsidRPr="003E3506">
        <w:rPr>
          <w:rtl/>
          <w:lang w:bidi="fa-IR"/>
        </w:rPr>
        <w:t xml:space="preserve"> يا استعمال آن جايز نباشد مثل آنكه غصبى باشد</w:t>
      </w:r>
      <w:r w:rsidR="000C4B14">
        <w:rPr>
          <w:rtl/>
          <w:lang w:bidi="fa-IR"/>
        </w:rPr>
        <w:t>،</w:t>
      </w:r>
      <w:r w:rsidRPr="003E3506">
        <w:rPr>
          <w:rtl/>
          <w:lang w:bidi="fa-IR"/>
        </w:rPr>
        <w:t xml:space="preserve"> بايد بنابر احتياط به جاى هر كدام كه ممكن نيست ميت را با آب خالص غسل داده و يك تيمم نيز بدهند.</w:t>
      </w:r>
    </w:p>
    <w:p w:rsidR="003E3506" w:rsidRPr="003E3506" w:rsidRDefault="003E3506" w:rsidP="003E3506">
      <w:pPr>
        <w:pStyle w:val="libNormal"/>
        <w:rPr>
          <w:lang w:bidi="fa-IR"/>
        </w:rPr>
      </w:pPr>
      <w:r w:rsidRPr="003E3506">
        <w:rPr>
          <w:rtl/>
          <w:lang w:bidi="fa-IR"/>
        </w:rPr>
        <w:t>٥٦١ - كسى كه ميت را غسل مى دهد</w:t>
      </w:r>
      <w:r w:rsidR="000C4B14">
        <w:rPr>
          <w:rtl/>
          <w:lang w:bidi="fa-IR"/>
        </w:rPr>
        <w:t>،</w:t>
      </w:r>
      <w:r w:rsidRPr="003E3506">
        <w:rPr>
          <w:rtl/>
          <w:lang w:bidi="fa-IR"/>
        </w:rPr>
        <w:t xml:space="preserve"> بايد عاقل و مسلمان باشد و بنابر مشهور بايد دوازده امامى باشد</w:t>
      </w:r>
      <w:r w:rsidR="000C4B14">
        <w:rPr>
          <w:rtl/>
          <w:lang w:bidi="fa-IR"/>
        </w:rPr>
        <w:t>،</w:t>
      </w:r>
      <w:r w:rsidRPr="003E3506">
        <w:rPr>
          <w:rtl/>
          <w:lang w:bidi="fa-IR"/>
        </w:rPr>
        <w:t xml:space="preserve"> و نيز بايد مسائل غسل را هم بداند</w:t>
      </w:r>
      <w:r w:rsidR="000C4B14">
        <w:rPr>
          <w:rtl/>
          <w:lang w:bidi="fa-IR"/>
        </w:rPr>
        <w:t>،</w:t>
      </w:r>
      <w:r w:rsidRPr="003E3506">
        <w:rPr>
          <w:rtl/>
          <w:lang w:bidi="fa-IR"/>
        </w:rPr>
        <w:t xml:space="preserve"> و ظاهر آن است كه اگر بچه مميز بتواند غسل را به طور صحيح انجام دهد كفايت مى كند</w:t>
      </w:r>
      <w:r w:rsidR="000C4B14">
        <w:rPr>
          <w:rtl/>
          <w:lang w:bidi="fa-IR"/>
        </w:rPr>
        <w:t>،</w:t>
      </w:r>
      <w:r w:rsidRPr="003E3506">
        <w:rPr>
          <w:rtl/>
          <w:lang w:bidi="fa-IR"/>
        </w:rPr>
        <w:t xml:space="preserve"> و چنانچه ميت مسلمان غير اثنا عشرى را هم مذهب خودش اگر چه بر طبق مذهبش غسل بدهد</w:t>
      </w:r>
      <w:r w:rsidR="000C4B14">
        <w:rPr>
          <w:rtl/>
          <w:lang w:bidi="fa-IR"/>
        </w:rPr>
        <w:t>،</w:t>
      </w:r>
      <w:r w:rsidRPr="003E3506">
        <w:rPr>
          <w:rtl/>
          <w:lang w:bidi="fa-IR"/>
        </w:rPr>
        <w:t xml:space="preserve"> تكليف از مؤمن اثنا عشرى ساقط است مگر آنكه ولى آن ميت باشد كه در اين صورت تكليف از او ساقط نمى شود.</w:t>
      </w:r>
    </w:p>
    <w:p w:rsidR="003E3506" w:rsidRPr="003E3506" w:rsidRDefault="003E3506" w:rsidP="003E3506">
      <w:pPr>
        <w:pStyle w:val="libNormal"/>
        <w:rPr>
          <w:lang w:bidi="fa-IR"/>
        </w:rPr>
      </w:pPr>
      <w:r w:rsidRPr="003E3506">
        <w:rPr>
          <w:rtl/>
          <w:lang w:bidi="fa-IR"/>
        </w:rPr>
        <w:t>٥٦٢ - كسى كه ميت را غسل مى دهد</w:t>
      </w:r>
      <w:r w:rsidR="000C4B14">
        <w:rPr>
          <w:rtl/>
          <w:lang w:bidi="fa-IR"/>
        </w:rPr>
        <w:t>،</w:t>
      </w:r>
      <w:r w:rsidRPr="003E3506">
        <w:rPr>
          <w:rtl/>
          <w:lang w:bidi="fa-IR"/>
        </w:rPr>
        <w:t xml:space="preserve"> بايد قصد قربت داشته باشد يعنى غسل را براى انجام خواست خداوند عالم بجا آورد.</w:t>
      </w:r>
    </w:p>
    <w:p w:rsidR="003E3506" w:rsidRPr="003E3506" w:rsidRDefault="003E3506" w:rsidP="003E3506">
      <w:pPr>
        <w:pStyle w:val="libNormal"/>
        <w:rPr>
          <w:lang w:bidi="fa-IR"/>
        </w:rPr>
      </w:pPr>
      <w:r w:rsidRPr="003E3506">
        <w:rPr>
          <w:rtl/>
          <w:lang w:bidi="fa-IR"/>
        </w:rPr>
        <w:lastRenderedPageBreak/>
        <w:t>٥٦٣ - غسل بچه مسلمان اگر چه از زنا باشد</w:t>
      </w:r>
      <w:r w:rsidR="000C4B14">
        <w:rPr>
          <w:rtl/>
          <w:lang w:bidi="fa-IR"/>
        </w:rPr>
        <w:t>،</w:t>
      </w:r>
      <w:r w:rsidRPr="003E3506">
        <w:rPr>
          <w:rtl/>
          <w:lang w:bidi="fa-IR"/>
        </w:rPr>
        <w:t xml:space="preserve"> واجب است</w:t>
      </w:r>
      <w:r w:rsidR="000C4B14">
        <w:rPr>
          <w:rtl/>
          <w:lang w:bidi="fa-IR"/>
        </w:rPr>
        <w:t>.</w:t>
      </w:r>
    </w:p>
    <w:p w:rsidR="003E3506" w:rsidRPr="003E3506" w:rsidRDefault="003E3506" w:rsidP="003E3506">
      <w:pPr>
        <w:pStyle w:val="libNormal"/>
        <w:rPr>
          <w:lang w:bidi="fa-IR"/>
        </w:rPr>
      </w:pPr>
      <w:r w:rsidRPr="003E3506">
        <w:rPr>
          <w:rtl/>
          <w:lang w:bidi="fa-IR"/>
        </w:rPr>
        <w:t>و غسل و كفن و دفن كافر و اولاد او مشروع نيست</w:t>
      </w:r>
      <w:r w:rsidR="000C4B14">
        <w:rPr>
          <w:rtl/>
          <w:lang w:bidi="fa-IR"/>
        </w:rPr>
        <w:t>.</w:t>
      </w:r>
    </w:p>
    <w:p w:rsidR="003E3506" w:rsidRPr="003E3506" w:rsidRDefault="003E3506" w:rsidP="003E3506">
      <w:pPr>
        <w:pStyle w:val="libNormal"/>
        <w:rPr>
          <w:lang w:bidi="fa-IR"/>
        </w:rPr>
      </w:pPr>
      <w:r w:rsidRPr="003E3506">
        <w:rPr>
          <w:rtl/>
          <w:lang w:bidi="fa-IR"/>
        </w:rPr>
        <w:t>و كسى كه از بچگى ديوانه بوده و به حال ديوانگى بالغ شده</w:t>
      </w:r>
      <w:r w:rsidR="000C4B14">
        <w:rPr>
          <w:rtl/>
          <w:lang w:bidi="fa-IR"/>
        </w:rPr>
        <w:t>،</w:t>
      </w:r>
      <w:r w:rsidRPr="003E3506">
        <w:rPr>
          <w:rtl/>
          <w:lang w:bidi="fa-IR"/>
        </w:rPr>
        <w:t xml:space="preserve"> چنانچه محكوم به اسلام بوده</w:t>
      </w:r>
      <w:r w:rsidR="000C4B14">
        <w:rPr>
          <w:rtl/>
          <w:lang w:bidi="fa-IR"/>
        </w:rPr>
        <w:t>،</w:t>
      </w:r>
      <w:r w:rsidRPr="003E3506">
        <w:rPr>
          <w:rtl/>
          <w:lang w:bidi="fa-IR"/>
        </w:rPr>
        <w:t xml:space="preserve"> بايد او را غسل داد.</w:t>
      </w:r>
    </w:p>
    <w:p w:rsidR="003E3506" w:rsidRPr="003E3506" w:rsidRDefault="003E3506" w:rsidP="003E3506">
      <w:pPr>
        <w:pStyle w:val="libNormal"/>
        <w:rPr>
          <w:lang w:bidi="fa-IR"/>
        </w:rPr>
      </w:pPr>
      <w:r w:rsidRPr="003E3506">
        <w:rPr>
          <w:rtl/>
          <w:lang w:bidi="fa-IR"/>
        </w:rPr>
        <w:t>٥٦٤ - بچه سقط شده را اگر چهار ماه يا بيشتر دارد</w:t>
      </w:r>
      <w:r w:rsidR="000C4B14">
        <w:rPr>
          <w:rtl/>
          <w:lang w:bidi="fa-IR"/>
        </w:rPr>
        <w:t>،</w:t>
      </w:r>
      <w:r w:rsidRPr="003E3506">
        <w:rPr>
          <w:rtl/>
          <w:lang w:bidi="fa-IR"/>
        </w:rPr>
        <w:t xml:space="preserve"> بايد غسل بدهند</w:t>
      </w:r>
      <w:r w:rsidR="000C4B14">
        <w:rPr>
          <w:rtl/>
          <w:lang w:bidi="fa-IR"/>
        </w:rPr>
        <w:t>،</w:t>
      </w:r>
      <w:r w:rsidRPr="003E3506">
        <w:rPr>
          <w:rtl/>
          <w:lang w:bidi="fa-IR"/>
        </w:rPr>
        <w:t xml:space="preserve"> بلكه اگر چهار ماه هم ندارد ولى ساختمان بدنش تمام شده بايد بنابر احتياط او را غسل دهند و در غير اين دو صورت بايد بنابر احتياط در پارچه اى بپيچند و بدون غسل دفن كنند.</w:t>
      </w:r>
    </w:p>
    <w:p w:rsidR="003E3506" w:rsidRPr="003E3506" w:rsidRDefault="003E3506" w:rsidP="003E3506">
      <w:pPr>
        <w:pStyle w:val="libNormal"/>
        <w:rPr>
          <w:lang w:bidi="fa-IR"/>
        </w:rPr>
      </w:pPr>
      <w:r w:rsidRPr="003E3506">
        <w:rPr>
          <w:rtl/>
          <w:lang w:bidi="fa-IR"/>
        </w:rPr>
        <w:t>٥٦٥ - مرد نمى تواند زن را غسل بدهد و همچنين زن نمى تواند مرد را غسل بدهد</w:t>
      </w:r>
      <w:r w:rsidR="000C4B14">
        <w:rPr>
          <w:rtl/>
          <w:lang w:bidi="fa-IR"/>
        </w:rPr>
        <w:t>،</w:t>
      </w:r>
      <w:r w:rsidRPr="003E3506">
        <w:rPr>
          <w:rtl/>
          <w:lang w:bidi="fa-IR"/>
        </w:rPr>
        <w:t xml:space="preserve"> ولى زن مى تواند شوهر خود را غسل دهد و شوهر هم مى تواند زن خود را غسل دهد</w:t>
      </w:r>
      <w:r w:rsidR="000C4B14">
        <w:rPr>
          <w:rtl/>
          <w:lang w:bidi="fa-IR"/>
        </w:rPr>
        <w:t>،</w:t>
      </w:r>
      <w:r w:rsidRPr="003E3506">
        <w:rPr>
          <w:rtl/>
          <w:lang w:bidi="fa-IR"/>
        </w:rPr>
        <w:t xml:space="preserve"> اگر چه احتياط مستحب آن است كه زن</w:t>
      </w:r>
      <w:r w:rsidR="000C4B14">
        <w:rPr>
          <w:rtl/>
          <w:lang w:bidi="fa-IR"/>
        </w:rPr>
        <w:t>،</w:t>
      </w:r>
      <w:r w:rsidRPr="003E3506">
        <w:rPr>
          <w:rtl/>
          <w:lang w:bidi="fa-IR"/>
        </w:rPr>
        <w:t xml:space="preserve"> شوهر خود و شوهر زن خود را در حال اختيار غسل ندهد.</w:t>
      </w:r>
    </w:p>
    <w:p w:rsidR="003E3506" w:rsidRPr="003E3506" w:rsidRDefault="003E3506" w:rsidP="003E3506">
      <w:pPr>
        <w:pStyle w:val="libNormal"/>
        <w:rPr>
          <w:lang w:bidi="fa-IR"/>
        </w:rPr>
      </w:pPr>
      <w:r w:rsidRPr="003E3506">
        <w:rPr>
          <w:rtl/>
          <w:lang w:bidi="fa-IR"/>
        </w:rPr>
        <w:t>٥٦٦ - مرد مى تواند دختر بچه اى را كه مميز نيست</w:t>
      </w:r>
      <w:r w:rsidR="000C4B14">
        <w:rPr>
          <w:rtl/>
          <w:lang w:bidi="fa-IR"/>
        </w:rPr>
        <w:t>،</w:t>
      </w:r>
      <w:r w:rsidRPr="003E3506">
        <w:rPr>
          <w:rtl/>
          <w:lang w:bidi="fa-IR"/>
        </w:rPr>
        <w:t xml:space="preserve"> غسل دهد و زن هم مى تواند پسر بچه اى را كه مميز نيست غسل دهد.</w:t>
      </w:r>
    </w:p>
    <w:p w:rsidR="003E3506" w:rsidRPr="003E3506" w:rsidRDefault="003E3506" w:rsidP="003E3506">
      <w:pPr>
        <w:pStyle w:val="libNormal"/>
        <w:rPr>
          <w:lang w:bidi="fa-IR"/>
        </w:rPr>
      </w:pPr>
      <w:r w:rsidRPr="003E3506">
        <w:rPr>
          <w:rtl/>
          <w:lang w:bidi="fa-IR"/>
        </w:rPr>
        <w:t>٥٦٧ - اگر براى غسل دادن ميتى كه مرد است مرد پيدا نشود</w:t>
      </w:r>
      <w:r w:rsidR="000C4B14">
        <w:rPr>
          <w:rtl/>
          <w:lang w:bidi="fa-IR"/>
        </w:rPr>
        <w:t>،</w:t>
      </w:r>
      <w:r w:rsidRPr="003E3506">
        <w:rPr>
          <w:rtl/>
          <w:lang w:bidi="fa-IR"/>
        </w:rPr>
        <w:t xml:space="preserve"> زنانى كه با او نسبت دارند و محرمند</w:t>
      </w:r>
      <w:r w:rsidR="000C4B14">
        <w:rPr>
          <w:rtl/>
          <w:lang w:bidi="fa-IR"/>
        </w:rPr>
        <w:t>،</w:t>
      </w:r>
      <w:r w:rsidRPr="003E3506">
        <w:rPr>
          <w:rtl/>
          <w:lang w:bidi="fa-IR"/>
        </w:rPr>
        <w:t xml:space="preserve"> مثل مادر و خواهر و عمه و خاله</w:t>
      </w:r>
      <w:r w:rsidR="000C4B14">
        <w:rPr>
          <w:rtl/>
          <w:lang w:bidi="fa-IR"/>
        </w:rPr>
        <w:t>،</w:t>
      </w:r>
      <w:r w:rsidRPr="003E3506">
        <w:rPr>
          <w:rtl/>
          <w:lang w:bidi="fa-IR"/>
        </w:rPr>
        <w:t xml:space="preserve"> يا بواسطه شير خوردن يا ازدواج با او محرم شده اند</w:t>
      </w:r>
      <w:r w:rsidR="000C4B14">
        <w:rPr>
          <w:rtl/>
          <w:lang w:bidi="fa-IR"/>
        </w:rPr>
        <w:t>،</w:t>
      </w:r>
      <w:r w:rsidRPr="003E3506">
        <w:rPr>
          <w:rtl/>
          <w:lang w:bidi="fa-IR"/>
        </w:rPr>
        <w:t xml:space="preserve"> مى توانند او را غسل بدهند.</w:t>
      </w:r>
    </w:p>
    <w:p w:rsidR="003E3506" w:rsidRPr="003E3506" w:rsidRDefault="003E3506" w:rsidP="003E3506">
      <w:pPr>
        <w:pStyle w:val="libNormal"/>
        <w:rPr>
          <w:lang w:bidi="fa-IR"/>
        </w:rPr>
      </w:pPr>
      <w:r w:rsidRPr="003E3506">
        <w:rPr>
          <w:rtl/>
          <w:lang w:bidi="fa-IR"/>
        </w:rPr>
        <w:t>و نيز اگر براى غسل ميت زن</w:t>
      </w:r>
      <w:r w:rsidR="000C4B14">
        <w:rPr>
          <w:rtl/>
          <w:lang w:bidi="fa-IR"/>
        </w:rPr>
        <w:t>،</w:t>
      </w:r>
      <w:r w:rsidRPr="003E3506">
        <w:rPr>
          <w:rtl/>
          <w:lang w:bidi="fa-IR"/>
        </w:rPr>
        <w:t xml:space="preserve"> زن ديگرى نباشد</w:t>
      </w:r>
      <w:r w:rsidR="000C4B14">
        <w:rPr>
          <w:rtl/>
          <w:lang w:bidi="fa-IR"/>
        </w:rPr>
        <w:t>،</w:t>
      </w:r>
      <w:r w:rsidRPr="003E3506">
        <w:rPr>
          <w:rtl/>
          <w:lang w:bidi="fa-IR"/>
        </w:rPr>
        <w:t xml:space="preserve"> مردهايى كه با او نسبت دارند و محرمند يا به واسطه شيرخوردن يا ازدواج با او محرم شده اند</w:t>
      </w:r>
      <w:r w:rsidR="000C4B14">
        <w:rPr>
          <w:rtl/>
          <w:lang w:bidi="fa-IR"/>
        </w:rPr>
        <w:t>،</w:t>
      </w:r>
      <w:r w:rsidRPr="003E3506">
        <w:rPr>
          <w:rtl/>
          <w:lang w:bidi="fa-IR"/>
        </w:rPr>
        <w:t xml:space="preserve"> مى توانند او را غسل دهند و در هر دو صورت لازم نيست كه غسل دادن از زير لباس باشد - مگر در عورت - هر چند اين كار احوط است</w:t>
      </w:r>
      <w:r w:rsidR="000C4B14">
        <w:rPr>
          <w:rtl/>
          <w:lang w:bidi="fa-IR"/>
        </w:rPr>
        <w:t>.</w:t>
      </w:r>
    </w:p>
    <w:p w:rsidR="003E3506" w:rsidRPr="003E3506" w:rsidRDefault="003E3506" w:rsidP="003E3506">
      <w:pPr>
        <w:pStyle w:val="libNormal"/>
        <w:rPr>
          <w:lang w:bidi="fa-IR"/>
        </w:rPr>
      </w:pPr>
      <w:r w:rsidRPr="003E3506">
        <w:rPr>
          <w:rtl/>
          <w:lang w:bidi="fa-IR"/>
        </w:rPr>
        <w:t>٥٦٨ - اگر ميت و كسى كه او را غسل مى دهد هر دو مرد يا هر دو زن باشند</w:t>
      </w:r>
      <w:r w:rsidR="000C4B14">
        <w:rPr>
          <w:rtl/>
          <w:lang w:bidi="fa-IR"/>
        </w:rPr>
        <w:t>،</w:t>
      </w:r>
      <w:r w:rsidRPr="003E3506">
        <w:rPr>
          <w:rtl/>
          <w:lang w:bidi="fa-IR"/>
        </w:rPr>
        <w:t xml:space="preserve"> جايز است كه غير از عورت</w:t>
      </w:r>
      <w:r w:rsidR="000C4B14">
        <w:rPr>
          <w:rtl/>
          <w:lang w:bidi="fa-IR"/>
        </w:rPr>
        <w:t>،</w:t>
      </w:r>
      <w:r w:rsidRPr="003E3506">
        <w:rPr>
          <w:rtl/>
          <w:lang w:bidi="fa-IR"/>
        </w:rPr>
        <w:t xml:space="preserve"> جاهاى ديگر ميت برهنه باشد</w:t>
      </w:r>
      <w:r w:rsidR="000C4B14">
        <w:rPr>
          <w:rtl/>
          <w:lang w:bidi="fa-IR"/>
        </w:rPr>
        <w:t>،</w:t>
      </w:r>
      <w:r w:rsidRPr="003E3506">
        <w:rPr>
          <w:rtl/>
          <w:lang w:bidi="fa-IR"/>
        </w:rPr>
        <w:t xml:space="preserve"> ولى بهتر آن است كه از زير لباس غسل داده شود.</w:t>
      </w:r>
    </w:p>
    <w:p w:rsidR="003E3506" w:rsidRPr="003E3506" w:rsidRDefault="003E3506" w:rsidP="003E3506">
      <w:pPr>
        <w:pStyle w:val="libNormal"/>
        <w:rPr>
          <w:lang w:bidi="fa-IR"/>
        </w:rPr>
      </w:pPr>
      <w:r w:rsidRPr="003E3506">
        <w:rPr>
          <w:rtl/>
          <w:lang w:bidi="fa-IR"/>
        </w:rPr>
        <w:lastRenderedPageBreak/>
        <w:t>٥٦٩ - نگاه كردن به عورت ميت حرام است</w:t>
      </w:r>
      <w:r w:rsidR="000C4B14">
        <w:rPr>
          <w:rtl/>
          <w:lang w:bidi="fa-IR"/>
        </w:rPr>
        <w:t>،</w:t>
      </w:r>
      <w:r w:rsidRPr="003E3506">
        <w:rPr>
          <w:rtl/>
          <w:lang w:bidi="fa-IR"/>
        </w:rPr>
        <w:t xml:space="preserve"> و كسى كه او را غسل مى دهد اگر نگاه كند معصيت كرده</w:t>
      </w:r>
      <w:r w:rsidR="000C4B14">
        <w:rPr>
          <w:rtl/>
          <w:lang w:bidi="fa-IR"/>
        </w:rPr>
        <w:t>،</w:t>
      </w:r>
      <w:r w:rsidRPr="003E3506">
        <w:rPr>
          <w:rtl/>
          <w:lang w:bidi="fa-IR"/>
        </w:rPr>
        <w:t xml:space="preserve"> ولى غسل باطل نمى شود.</w:t>
      </w:r>
    </w:p>
    <w:p w:rsidR="003E3506" w:rsidRPr="003E3506" w:rsidRDefault="003E3506" w:rsidP="003E3506">
      <w:pPr>
        <w:pStyle w:val="libNormal"/>
        <w:rPr>
          <w:lang w:bidi="fa-IR"/>
        </w:rPr>
      </w:pPr>
      <w:r w:rsidRPr="003E3506">
        <w:rPr>
          <w:rtl/>
          <w:lang w:bidi="fa-IR"/>
        </w:rPr>
        <w:t>٥٧٠ - اگر در جايى از بدن ميت عين نجس باشد بايد پيش از آنكه آنجا را غسل بدهند</w:t>
      </w:r>
      <w:r w:rsidR="000C4B14">
        <w:rPr>
          <w:rtl/>
          <w:lang w:bidi="fa-IR"/>
        </w:rPr>
        <w:t>،</w:t>
      </w:r>
      <w:r w:rsidRPr="003E3506">
        <w:rPr>
          <w:rtl/>
          <w:lang w:bidi="fa-IR"/>
        </w:rPr>
        <w:t xml:space="preserve"> آن را برطرف كنند و اولى آن است كه تمام بدن ميت</w:t>
      </w:r>
      <w:r w:rsidR="000C4B14">
        <w:rPr>
          <w:rtl/>
          <w:lang w:bidi="fa-IR"/>
        </w:rPr>
        <w:t>،</w:t>
      </w:r>
      <w:r w:rsidRPr="003E3506">
        <w:rPr>
          <w:rtl/>
          <w:lang w:bidi="fa-IR"/>
        </w:rPr>
        <w:t xml:space="preserve"> پيش از شروع به غسل از جهت نجاستهاى ديگر پاك باشد.</w:t>
      </w:r>
    </w:p>
    <w:p w:rsidR="003E3506" w:rsidRPr="003E3506" w:rsidRDefault="003E3506" w:rsidP="003E3506">
      <w:pPr>
        <w:pStyle w:val="libNormal"/>
        <w:rPr>
          <w:lang w:bidi="fa-IR"/>
        </w:rPr>
      </w:pPr>
      <w:r w:rsidRPr="003E3506">
        <w:rPr>
          <w:rtl/>
          <w:lang w:bidi="fa-IR"/>
        </w:rPr>
        <w:t>٥٧١ - غسل ميت مثل غسل جنابت است</w:t>
      </w:r>
      <w:r w:rsidR="000C4B14">
        <w:rPr>
          <w:rtl/>
          <w:lang w:bidi="fa-IR"/>
        </w:rPr>
        <w:t>.</w:t>
      </w:r>
    </w:p>
    <w:p w:rsidR="003E3506" w:rsidRPr="003E3506" w:rsidRDefault="003E3506" w:rsidP="003E3506">
      <w:pPr>
        <w:pStyle w:val="libNormal"/>
        <w:rPr>
          <w:lang w:bidi="fa-IR"/>
        </w:rPr>
      </w:pPr>
      <w:r w:rsidRPr="003E3506">
        <w:rPr>
          <w:rtl/>
          <w:lang w:bidi="fa-IR"/>
        </w:rPr>
        <w:t>و احتياط واجب آن است كه تا غسل ترتيبى ممكن است</w:t>
      </w:r>
      <w:r w:rsidR="000C4B14">
        <w:rPr>
          <w:rtl/>
          <w:lang w:bidi="fa-IR"/>
        </w:rPr>
        <w:t>،</w:t>
      </w:r>
      <w:r w:rsidRPr="003E3506">
        <w:rPr>
          <w:rtl/>
          <w:lang w:bidi="fa-IR"/>
        </w:rPr>
        <w:t xml:space="preserve"> ميت را غسل ارتماسى ندهند</w:t>
      </w:r>
      <w:r w:rsidR="000C4B14">
        <w:rPr>
          <w:rtl/>
          <w:lang w:bidi="fa-IR"/>
        </w:rPr>
        <w:t>،</w:t>
      </w:r>
      <w:r w:rsidRPr="003E3506">
        <w:rPr>
          <w:rtl/>
          <w:lang w:bidi="fa-IR"/>
        </w:rPr>
        <w:t xml:space="preserve"> و در غسل ترتيبى هم لازم است طرف راست را پيش از طرف چپ بشويند</w:t>
      </w:r>
      <w:r w:rsidR="000C4B14">
        <w:rPr>
          <w:rtl/>
          <w:lang w:bidi="fa-IR"/>
        </w:rPr>
        <w:t>،</w:t>
      </w:r>
      <w:r w:rsidRPr="003E3506">
        <w:rPr>
          <w:rtl/>
          <w:lang w:bidi="fa-IR"/>
        </w:rPr>
        <w:t xml:space="preserve"> و نيز اگر ممكن است بنابر احتياط مستحب هر يك از سه قسمت بدن را در آب فرو نبرند</w:t>
      </w:r>
      <w:r w:rsidR="000C4B14">
        <w:rPr>
          <w:rtl/>
          <w:lang w:bidi="fa-IR"/>
        </w:rPr>
        <w:t>،</w:t>
      </w:r>
      <w:r w:rsidRPr="003E3506">
        <w:rPr>
          <w:rtl/>
          <w:lang w:bidi="fa-IR"/>
        </w:rPr>
        <w:t xml:space="preserve"> بلكه آب را روى آن بريزند.</w:t>
      </w:r>
    </w:p>
    <w:p w:rsidR="003E3506" w:rsidRPr="003E3506" w:rsidRDefault="003E3506" w:rsidP="003E3506">
      <w:pPr>
        <w:pStyle w:val="libNormal"/>
        <w:rPr>
          <w:lang w:bidi="fa-IR"/>
        </w:rPr>
      </w:pPr>
      <w:r w:rsidRPr="003E3506">
        <w:rPr>
          <w:rtl/>
          <w:lang w:bidi="fa-IR"/>
        </w:rPr>
        <w:t>٥٧٢ - كسى را كه در حال حيض يا در حال جنابت مرده</w:t>
      </w:r>
      <w:r w:rsidR="000C4B14">
        <w:rPr>
          <w:rtl/>
          <w:lang w:bidi="fa-IR"/>
        </w:rPr>
        <w:t>،</w:t>
      </w:r>
      <w:r w:rsidRPr="003E3506">
        <w:rPr>
          <w:rtl/>
          <w:lang w:bidi="fa-IR"/>
        </w:rPr>
        <w:t xml:space="preserve"> لازم نيست غسل حيض يا غسل جنابت بدهند</w:t>
      </w:r>
      <w:r w:rsidR="000C4B14">
        <w:rPr>
          <w:rtl/>
          <w:lang w:bidi="fa-IR"/>
        </w:rPr>
        <w:t>،</w:t>
      </w:r>
      <w:r w:rsidRPr="003E3506">
        <w:rPr>
          <w:rtl/>
          <w:lang w:bidi="fa-IR"/>
        </w:rPr>
        <w:t xml:space="preserve"> بلكه همان غسل ميت براى او كافى است</w:t>
      </w:r>
      <w:r w:rsidR="000C4B14">
        <w:rPr>
          <w:rtl/>
          <w:lang w:bidi="fa-IR"/>
        </w:rPr>
        <w:t>.</w:t>
      </w:r>
    </w:p>
    <w:p w:rsidR="003E3506" w:rsidRPr="003E3506" w:rsidRDefault="003E3506" w:rsidP="003E3506">
      <w:pPr>
        <w:pStyle w:val="libNormal"/>
        <w:rPr>
          <w:lang w:bidi="fa-IR"/>
        </w:rPr>
      </w:pPr>
      <w:r w:rsidRPr="003E3506">
        <w:rPr>
          <w:rtl/>
          <w:lang w:bidi="fa-IR"/>
        </w:rPr>
        <w:t>٥٧٣ - مزد گرفتن براى غسل دادن ميت بنابر احتياط حرام است</w:t>
      </w:r>
      <w:r w:rsidR="000C4B14">
        <w:rPr>
          <w:rtl/>
          <w:lang w:bidi="fa-IR"/>
        </w:rPr>
        <w:t>،</w:t>
      </w:r>
      <w:r w:rsidRPr="003E3506">
        <w:rPr>
          <w:rtl/>
          <w:lang w:bidi="fa-IR"/>
        </w:rPr>
        <w:t xml:space="preserve"> و اگر كسى براى گرفتن مزد</w:t>
      </w:r>
      <w:r w:rsidR="000C4B14">
        <w:rPr>
          <w:rtl/>
          <w:lang w:bidi="fa-IR"/>
        </w:rPr>
        <w:t>،</w:t>
      </w:r>
      <w:r w:rsidRPr="003E3506">
        <w:rPr>
          <w:rtl/>
          <w:lang w:bidi="fa-IR"/>
        </w:rPr>
        <w:t xml:space="preserve"> ميت را غسل دهد به طورى كه منافات با قصد قربت داشته باشد آن غسل باطل است ولى مزد گرفتن براى كارهاى مقدماتى غسل حرام نيست</w:t>
      </w:r>
      <w:r w:rsidR="000C4B14">
        <w:rPr>
          <w:rtl/>
          <w:lang w:bidi="fa-IR"/>
        </w:rPr>
        <w:t>.</w:t>
      </w:r>
    </w:p>
    <w:p w:rsidR="003E3506" w:rsidRPr="003E3506" w:rsidRDefault="003E3506" w:rsidP="003E3506">
      <w:pPr>
        <w:pStyle w:val="libNormal"/>
        <w:rPr>
          <w:lang w:bidi="fa-IR"/>
        </w:rPr>
      </w:pPr>
      <w:r w:rsidRPr="003E3506">
        <w:rPr>
          <w:rtl/>
          <w:lang w:bidi="fa-IR"/>
        </w:rPr>
        <w:t>٥٧٤ - در غسل ميت غسل جبيره اى مشروع نيست و اگر آب پيدا نشود يا استعمال آن مانعى داشته باشد بايد عوض غسل</w:t>
      </w:r>
      <w:r w:rsidR="000C4B14">
        <w:rPr>
          <w:rtl/>
          <w:lang w:bidi="fa-IR"/>
        </w:rPr>
        <w:t>،</w:t>
      </w:r>
      <w:r w:rsidRPr="003E3506">
        <w:rPr>
          <w:rtl/>
          <w:lang w:bidi="fa-IR"/>
        </w:rPr>
        <w:t xml:space="preserve"> ميت را يك تيمم بدهند</w:t>
      </w:r>
      <w:r w:rsidR="000C4B14">
        <w:rPr>
          <w:rtl/>
          <w:lang w:bidi="fa-IR"/>
        </w:rPr>
        <w:t>،</w:t>
      </w:r>
      <w:r w:rsidRPr="003E3506">
        <w:rPr>
          <w:rtl/>
          <w:lang w:bidi="fa-IR"/>
        </w:rPr>
        <w:t xml:space="preserve"> و احتياط مستحب آن است كه سه تيمم بدهند و در يكى از اين سه تيمم قصد ما فى الذمه نمايند يعنى كسى كه تيمم مى دهد نيت كند كه اين تيمم را براى آنكه به تكليف عمل شده باشد انجام مى دهم</w:t>
      </w:r>
      <w:r w:rsidR="000C4B14">
        <w:rPr>
          <w:rtl/>
          <w:lang w:bidi="fa-IR"/>
        </w:rPr>
        <w:t>.</w:t>
      </w:r>
    </w:p>
    <w:p w:rsidR="00962AE6" w:rsidRDefault="003E3506" w:rsidP="003E3506">
      <w:pPr>
        <w:pStyle w:val="libNormal"/>
        <w:rPr>
          <w:rtl/>
          <w:lang w:bidi="fa-IR"/>
        </w:rPr>
      </w:pPr>
      <w:r w:rsidRPr="003E3506">
        <w:rPr>
          <w:rtl/>
          <w:lang w:bidi="fa-IR"/>
        </w:rPr>
        <w:t>٥٧٥ - كسى كه ميت را تيمم مى دهد</w:t>
      </w:r>
      <w:r w:rsidR="000C4B14">
        <w:rPr>
          <w:rtl/>
          <w:lang w:bidi="fa-IR"/>
        </w:rPr>
        <w:t>،</w:t>
      </w:r>
      <w:r w:rsidRPr="003E3506">
        <w:rPr>
          <w:rtl/>
          <w:lang w:bidi="fa-IR"/>
        </w:rPr>
        <w:t xml:space="preserve"> بايد دست خود را بر زمين بزند و به صورت و پشت دستهاى ميت بكشد و اگر ممكن باشد</w:t>
      </w:r>
      <w:r w:rsidR="000C4B14">
        <w:rPr>
          <w:rtl/>
          <w:lang w:bidi="fa-IR"/>
        </w:rPr>
        <w:t>،</w:t>
      </w:r>
      <w:r w:rsidRPr="003E3506">
        <w:rPr>
          <w:rtl/>
          <w:lang w:bidi="fa-IR"/>
        </w:rPr>
        <w:t xml:space="preserve"> احتياط واجب آن است كه با دست ميت هم او را تيمم بدهد.</w:t>
      </w:r>
    </w:p>
    <w:p w:rsidR="003E3506" w:rsidRPr="003E3506" w:rsidRDefault="00962AE6" w:rsidP="003E3506">
      <w:pPr>
        <w:pStyle w:val="libNormal"/>
        <w:rPr>
          <w:lang w:bidi="fa-IR"/>
        </w:rPr>
      </w:pPr>
      <w:r>
        <w:rPr>
          <w:rtl/>
          <w:lang w:bidi="fa-IR"/>
        </w:rPr>
        <w:br w:type="page"/>
      </w:r>
    </w:p>
    <w:p w:rsidR="003E3506" w:rsidRDefault="00605FAB" w:rsidP="00962AE6">
      <w:pPr>
        <w:pStyle w:val="Heading3"/>
        <w:rPr>
          <w:rtl/>
          <w:lang w:bidi="fa-IR"/>
        </w:rPr>
      </w:pPr>
      <w:bookmarkStart w:id="71" w:name="_Toc24454494"/>
      <w:r>
        <w:rPr>
          <w:rtl/>
          <w:lang w:bidi="fa-IR"/>
        </w:rPr>
        <w:t>(</w:t>
      </w:r>
      <w:r w:rsidR="003E3506" w:rsidRPr="003E3506">
        <w:rPr>
          <w:rtl/>
          <w:lang w:bidi="fa-IR"/>
        </w:rPr>
        <w:t>احكام كفن ميت</w:t>
      </w:r>
      <w:r>
        <w:rPr>
          <w:rtl/>
          <w:lang w:bidi="fa-IR"/>
        </w:rPr>
        <w:t>)</w:t>
      </w:r>
      <w:bookmarkEnd w:id="71"/>
    </w:p>
    <w:p w:rsidR="003E3506" w:rsidRPr="003E3506" w:rsidRDefault="003E3506" w:rsidP="003E3506">
      <w:pPr>
        <w:pStyle w:val="libNormal"/>
        <w:rPr>
          <w:lang w:bidi="fa-IR"/>
        </w:rPr>
      </w:pPr>
      <w:r w:rsidRPr="003E3506">
        <w:rPr>
          <w:rtl/>
          <w:lang w:bidi="fa-IR"/>
        </w:rPr>
        <w:t>٥٧٦ - ميت مسلمان را بايد با سه پارچه كه آنها را لنگ و پيراهن و سرتاسرى مى گويند كفن نمايند.</w:t>
      </w:r>
    </w:p>
    <w:p w:rsidR="003E3506" w:rsidRPr="003E3506" w:rsidRDefault="003E3506" w:rsidP="003E3506">
      <w:pPr>
        <w:pStyle w:val="libNormal"/>
        <w:rPr>
          <w:lang w:bidi="fa-IR"/>
        </w:rPr>
      </w:pPr>
      <w:r w:rsidRPr="003E3506">
        <w:rPr>
          <w:rtl/>
          <w:lang w:bidi="fa-IR"/>
        </w:rPr>
        <w:t>٥٧٧ - لنگ بايد بنابر احتياط از ناف تا زانو</w:t>
      </w:r>
      <w:r w:rsidR="000C4B14">
        <w:rPr>
          <w:rtl/>
          <w:lang w:bidi="fa-IR"/>
        </w:rPr>
        <w:t>،</w:t>
      </w:r>
      <w:r w:rsidRPr="003E3506">
        <w:rPr>
          <w:rtl/>
          <w:lang w:bidi="fa-IR"/>
        </w:rPr>
        <w:t xml:space="preserve"> اطراف بدن را بپوشاند.</w:t>
      </w:r>
    </w:p>
    <w:p w:rsidR="003E3506" w:rsidRPr="003E3506" w:rsidRDefault="003E3506" w:rsidP="003E3506">
      <w:pPr>
        <w:pStyle w:val="libNormal"/>
        <w:rPr>
          <w:lang w:bidi="fa-IR"/>
        </w:rPr>
      </w:pPr>
      <w:r w:rsidRPr="003E3506">
        <w:rPr>
          <w:rtl/>
          <w:lang w:bidi="fa-IR"/>
        </w:rPr>
        <w:t>و بهتر آن است كه از سينه تا روى پا برسد</w:t>
      </w:r>
      <w:r w:rsidR="000C4B14">
        <w:rPr>
          <w:rtl/>
          <w:lang w:bidi="fa-IR"/>
        </w:rPr>
        <w:t>،</w:t>
      </w:r>
      <w:r w:rsidRPr="003E3506">
        <w:rPr>
          <w:rtl/>
          <w:lang w:bidi="fa-IR"/>
        </w:rPr>
        <w:t xml:space="preserve"> و پيراهن بايد بنابر احتياط از سر شانه تا نصف ساق پا تمام بدن را بپوشاند و بهتر آن است كه تا روى پا برسد و سرتاسرى بايد به اندازه اى باشد كه تمام بدن را بپوشاند</w:t>
      </w:r>
      <w:r w:rsidR="000C4B14">
        <w:rPr>
          <w:rtl/>
          <w:lang w:bidi="fa-IR"/>
        </w:rPr>
        <w:t>،</w:t>
      </w:r>
      <w:r w:rsidRPr="003E3506">
        <w:rPr>
          <w:rtl/>
          <w:lang w:bidi="fa-IR"/>
        </w:rPr>
        <w:t xml:space="preserve"> و احتياط آن است كه درازاى او به قدرى باشد كه بستن دو سر آن ممكن باشد و پهناى آن به اندازه اى باشد كه يك طرف آن روى طرف ديگر بيايد.</w:t>
      </w:r>
    </w:p>
    <w:p w:rsidR="003E3506" w:rsidRPr="003E3506" w:rsidRDefault="003E3506" w:rsidP="003E3506">
      <w:pPr>
        <w:pStyle w:val="libNormal"/>
        <w:rPr>
          <w:lang w:bidi="fa-IR"/>
        </w:rPr>
      </w:pPr>
      <w:r w:rsidRPr="003E3506">
        <w:rPr>
          <w:rtl/>
          <w:lang w:bidi="fa-IR"/>
        </w:rPr>
        <w:t>٥٧٨ - مقدارى از لنگ كه ناف تا زانو را مى پوشاند و مقدارى از پيراهن كه از شانه تا نصف ساق را مى پوشاند</w:t>
      </w:r>
      <w:r w:rsidR="000C4B14">
        <w:rPr>
          <w:rtl/>
          <w:lang w:bidi="fa-IR"/>
        </w:rPr>
        <w:t>،</w:t>
      </w:r>
      <w:r w:rsidRPr="003E3506">
        <w:rPr>
          <w:rtl/>
          <w:lang w:bidi="fa-IR"/>
        </w:rPr>
        <w:t xml:space="preserve"> مقدار واجب كفن است و آنچه بيشتر از اين مقدار در مساله قبل گفته شد</w:t>
      </w:r>
      <w:r w:rsidR="000C4B14">
        <w:rPr>
          <w:rtl/>
          <w:lang w:bidi="fa-IR"/>
        </w:rPr>
        <w:t>،</w:t>
      </w:r>
      <w:r w:rsidRPr="003E3506">
        <w:rPr>
          <w:rtl/>
          <w:lang w:bidi="fa-IR"/>
        </w:rPr>
        <w:t xml:space="preserve"> مقدار مستحب كفن مى باشد</w:t>
      </w:r>
      <w:r w:rsidR="000C4B14">
        <w:rPr>
          <w:rtl/>
          <w:lang w:bidi="fa-IR"/>
        </w:rPr>
        <w:t>.</w:t>
      </w:r>
    </w:p>
    <w:p w:rsidR="003E3506" w:rsidRPr="003E3506" w:rsidRDefault="003E3506" w:rsidP="003E3506">
      <w:pPr>
        <w:pStyle w:val="libNormal"/>
        <w:rPr>
          <w:lang w:bidi="fa-IR"/>
        </w:rPr>
      </w:pPr>
      <w:r w:rsidRPr="003E3506">
        <w:rPr>
          <w:rtl/>
          <w:lang w:bidi="fa-IR"/>
        </w:rPr>
        <w:t>٥٧٩ - مقدار واجب كفن كه در مساله قبل گفته شد از اصل مال ميت برداشته مى شود و ظاهر آن است كه مقدار مستحب كفن - در حدود متعارف و معمول - با ملاحظه شان ميت را هم مى شود از اصل مال او برداشت اگر چه احتياط مستحب آن است كه بيشتر از مقدار واجب كفن را از سهم وارثى كه بالغ نشده بر ندارند.</w:t>
      </w:r>
    </w:p>
    <w:p w:rsidR="003E3506" w:rsidRPr="003E3506" w:rsidRDefault="003E3506" w:rsidP="003E3506">
      <w:pPr>
        <w:pStyle w:val="libNormal"/>
        <w:rPr>
          <w:lang w:bidi="fa-IR"/>
        </w:rPr>
      </w:pPr>
      <w:r w:rsidRPr="003E3506">
        <w:rPr>
          <w:rtl/>
          <w:lang w:bidi="fa-IR"/>
        </w:rPr>
        <w:t>٥٨٠ - اگر كسى وصيت كرده باشد كه مقدار مستحب كفن را كه در دو مساله قبل گفته شد</w:t>
      </w:r>
      <w:r w:rsidR="000C4B14">
        <w:rPr>
          <w:rtl/>
          <w:lang w:bidi="fa-IR"/>
        </w:rPr>
        <w:t>،</w:t>
      </w:r>
      <w:r w:rsidRPr="003E3506">
        <w:rPr>
          <w:rtl/>
          <w:lang w:bidi="fa-IR"/>
        </w:rPr>
        <w:t xml:space="preserve"> از ثلث مال او بردارند</w:t>
      </w:r>
      <w:r w:rsidR="000C4B14">
        <w:rPr>
          <w:rtl/>
          <w:lang w:bidi="fa-IR"/>
        </w:rPr>
        <w:t>،</w:t>
      </w:r>
      <w:r w:rsidRPr="003E3506">
        <w:rPr>
          <w:rtl/>
          <w:lang w:bidi="fa-IR"/>
        </w:rPr>
        <w:t xml:space="preserve"> يا وصيت كرده باشد ثلث مال را به مصرف خود او برسانند</w:t>
      </w:r>
      <w:r w:rsidR="000C4B14">
        <w:rPr>
          <w:rtl/>
          <w:lang w:bidi="fa-IR"/>
        </w:rPr>
        <w:t>،</w:t>
      </w:r>
      <w:r w:rsidRPr="003E3506">
        <w:rPr>
          <w:rtl/>
          <w:lang w:bidi="fa-IR"/>
        </w:rPr>
        <w:t xml:space="preserve"> ولى مصرف آن را معين نكرده باشد</w:t>
      </w:r>
      <w:r w:rsidR="000C4B14">
        <w:rPr>
          <w:rtl/>
          <w:lang w:bidi="fa-IR"/>
        </w:rPr>
        <w:t>،</w:t>
      </w:r>
      <w:r w:rsidRPr="003E3506">
        <w:rPr>
          <w:rtl/>
          <w:lang w:bidi="fa-IR"/>
        </w:rPr>
        <w:t xml:space="preserve"> يا فقط مصرف مقدارى از آن را معين كرده باشد</w:t>
      </w:r>
      <w:r w:rsidR="000C4B14">
        <w:rPr>
          <w:rtl/>
          <w:lang w:bidi="fa-IR"/>
        </w:rPr>
        <w:t>،</w:t>
      </w:r>
      <w:r w:rsidRPr="003E3506">
        <w:rPr>
          <w:rtl/>
          <w:lang w:bidi="fa-IR"/>
        </w:rPr>
        <w:t xml:space="preserve"> مى توانند مقدار مستحب كفن را از ثلث مال او بردارند.</w:t>
      </w:r>
    </w:p>
    <w:p w:rsidR="003E3506" w:rsidRPr="003E3506" w:rsidRDefault="003E3506" w:rsidP="003E3506">
      <w:pPr>
        <w:pStyle w:val="libNormal"/>
        <w:rPr>
          <w:lang w:bidi="fa-IR"/>
        </w:rPr>
      </w:pPr>
      <w:r w:rsidRPr="003E3506">
        <w:rPr>
          <w:rtl/>
          <w:lang w:bidi="fa-IR"/>
        </w:rPr>
        <w:t>٥٨١ - اگر ميت وصيت نكرده باشد كه كفن را از ثلث مال او بردارند و بخواهند از اصل مال بردارند</w:t>
      </w:r>
      <w:r w:rsidR="000C4B14">
        <w:rPr>
          <w:rtl/>
          <w:lang w:bidi="fa-IR"/>
        </w:rPr>
        <w:t>،</w:t>
      </w:r>
      <w:r w:rsidRPr="003E3506">
        <w:rPr>
          <w:rtl/>
          <w:lang w:bidi="fa-IR"/>
        </w:rPr>
        <w:t xml:space="preserve"> نبايد زيادتر از آنچه در مساله </w:t>
      </w:r>
      <w:r w:rsidR="00605FAB">
        <w:rPr>
          <w:rtl/>
          <w:lang w:bidi="fa-IR"/>
        </w:rPr>
        <w:t>(</w:t>
      </w:r>
      <w:r w:rsidRPr="003E3506">
        <w:rPr>
          <w:rtl/>
          <w:lang w:bidi="fa-IR"/>
        </w:rPr>
        <w:t>٥٧٩</w:t>
      </w:r>
      <w:r w:rsidR="00605FAB">
        <w:rPr>
          <w:rtl/>
          <w:lang w:bidi="fa-IR"/>
        </w:rPr>
        <w:t>)</w:t>
      </w:r>
      <w:r w:rsidRPr="003E3506">
        <w:rPr>
          <w:rtl/>
          <w:lang w:bidi="fa-IR"/>
        </w:rPr>
        <w:t xml:space="preserve"> گذشت مثل مستحبات غير متعارفه كه شان ميت اقتضاء آن را ندارد از اصل مال بردارند</w:t>
      </w:r>
      <w:r w:rsidR="000C4B14">
        <w:rPr>
          <w:rtl/>
          <w:lang w:bidi="fa-IR"/>
        </w:rPr>
        <w:t>،</w:t>
      </w:r>
      <w:r w:rsidRPr="003E3506">
        <w:rPr>
          <w:rtl/>
          <w:lang w:bidi="fa-IR"/>
        </w:rPr>
        <w:t xml:space="preserve"> و همچنين اگر بيشتر از قيمت متعارف براى كفن بپردازند </w:t>
      </w:r>
      <w:r w:rsidRPr="003E3506">
        <w:rPr>
          <w:rtl/>
          <w:lang w:bidi="fa-IR"/>
        </w:rPr>
        <w:lastRenderedPageBreak/>
        <w:t>نبايد زيادى آن را از اصل مال بردارند</w:t>
      </w:r>
      <w:r w:rsidR="000C4B14">
        <w:rPr>
          <w:rtl/>
          <w:lang w:bidi="fa-IR"/>
        </w:rPr>
        <w:t>،</w:t>
      </w:r>
      <w:r w:rsidRPr="003E3506">
        <w:rPr>
          <w:rtl/>
          <w:lang w:bidi="fa-IR"/>
        </w:rPr>
        <w:t xml:space="preserve"> ولى اگر كسانى از ورثه كه بالغ هستند اجازه بدهند كه از سهم آنان بردارند مقدارى كه اجازه داده اند از سهم آنان مى شود برداشت</w:t>
      </w:r>
      <w:r w:rsidR="000C4B14">
        <w:rPr>
          <w:rtl/>
          <w:lang w:bidi="fa-IR"/>
        </w:rPr>
        <w:t>.</w:t>
      </w:r>
    </w:p>
    <w:p w:rsidR="003E3506" w:rsidRPr="003E3506" w:rsidRDefault="003E3506" w:rsidP="003E3506">
      <w:pPr>
        <w:pStyle w:val="libNormal"/>
        <w:rPr>
          <w:lang w:bidi="fa-IR"/>
        </w:rPr>
      </w:pPr>
      <w:r w:rsidRPr="003E3506">
        <w:rPr>
          <w:rtl/>
          <w:lang w:bidi="fa-IR"/>
        </w:rPr>
        <w:t>٥٨٢ - كفن زن بر شوهر است</w:t>
      </w:r>
      <w:r w:rsidR="000C4B14">
        <w:rPr>
          <w:rtl/>
          <w:lang w:bidi="fa-IR"/>
        </w:rPr>
        <w:t>،</w:t>
      </w:r>
      <w:r w:rsidRPr="003E3506">
        <w:rPr>
          <w:rtl/>
          <w:lang w:bidi="fa-IR"/>
        </w:rPr>
        <w:t xml:space="preserve"> اگر چه زن از خود مال داشته باشد و همچنين اگر زن را به شرحى كه در احكام طلاق گفته مى شود</w:t>
      </w:r>
      <w:r w:rsidR="000C4B14">
        <w:rPr>
          <w:rtl/>
          <w:lang w:bidi="fa-IR"/>
        </w:rPr>
        <w:t>،</w:t>
      </w:r>
      <w:r w:rsidRPr="003E3506">
        <w:rPr>
          <w:rtl/>
          <w:lang w:bidi="fa-IR"/>
        </w:rPr>
        <w:t xml:space="preserve"> طلاق رجعى بدهند و پيش از تمام شدن عده بميرد</w:t>
      </w:r>
      <w:r w:rsidR="000C4B14">
        <w:rPr>
          <w:rtl/>
          <w:lang w:bidi="fa-IR"/>
        </w:rPr>
        <w:t>،</w:t>
      </w:r>
      <w:r w:rsidRPr="003E3506">
        <w:rPr>
          <w:rtl/>
          <w:lang w:bidi="fa-IR"/>
        </w:rPr>
        <w:t xml:space="preserve"> شوهرش بايد كفن او را بدهد و چنانچه شوهر بالغ نباشد يا ديوانه باشد</w:t>
      </w:r>
      <w:r w:rsidR="000C4B14">
        <w:rPr>
          <w:rtl/>
          <w:lang w:bidi="fa-IR"/>
        </w:rPr>
        <w:t>،</w:t>
      </w:r>
      <w:r w:rsidRPr="003E3506">
        <w:rPr>
          <w:rtl/>
          <w:lang w:bidi="fa-IR"/>
        </w:rPr>
        <w:t xml:space="preserve"> ولى شوهر بايد از مال او كفن زن را بدهد.</w:t>
      </w:r>
    </w:p>
    <w:p w:rsidR="003E3506" w:rsidRPr="003E3506" w:rsidRDefault="003E3506" w:rsidP="003E3506">
      <w:pPr>
        <w:pStyle w:val="libNormal"/>
        <w:rPr>
          <w:lang w:bidi="fa-IR"/>
        </w:rPr>
      </w:pPr>
      <w:r w:rsidRPr="003E3506">
        <w:rPr>
          <w:rtl/>
          <w:lang w:bidi="fa-IR"/>
        </w:rPr>
        <w:t>٥٨٣ - كفن ميت بر خويشان او واجب نيست</w:t>
      </w:r>
      <w:r w:rsidR="000C4B14">
        <w:rPr>
          <w:rtl/>
          <w:lang w:bidi="fa-IR"/>
        </w:rPr>
        <w:t>،</w:t>
      </w:r>
      <w:r w:rsidRPr="003E3506">
        <w:rPr>
          <w:rtl/>
          <w:lang w:bidi="fa-IR"/>
        </w:rPr>
        <w:t xml:space="preserve"> اگر چه از كسانى باشد كه مخارج او در حال زندگى بر آنان واجب باشد.</w:t>
      </w:r>
    </w:p>
    <w:p w:rsidR="003E3506" w:rsidRPr="003E3506" w:rsidRDefault="003E3506" w:rsidP="003E3506">
      <w:pPr>
        <w:pStyle w:val="libNormal"/>
        <w:rPr>
          <w:lang w:bidi="fa-IR"/>
        </w:rPr>
      </w:pPr>
      <w:r w:rsidRPr="003E3506">
        <w:rPr>
          <w:rtl/>
          <w:lang w:bidi="fa-IR"/>
        </w:rPr>
        <w:t>٥٨٤ - احتياط آن است كه هر يك از سه پارچه كفن به قدرى نازك نباشد كه بدن ميت از زير آن پيدا باشد</w:t>
      </w:r>
      <w:r w:rsidR="000C4B14">
        <w:rPr>
          <w:rtl/>
          <w:lang w:bidi="fa-IR"/>
        </w:rPr>
        <w:t>،</w:t>
      </w:r>
      <w:r w:rsidRPr="003E3506">
        <w:rPr>
          <w:rtl/>
          <w:lang w:bidi="fa-IR"/>
        </w:rPr>
        <w:t xml:space="preserve"> ولى اگر به طورى باشند كه هر سه با هم بدن ميت از زير آنها پيدا نباشد بنابر اقوى كفايت مى كند.</w:t>
      </w:r>
    </w:p>
    <w:p w:rsidR="003E3506" w:rsidRPr="003E3506" w:rsidRDefault="003E3506" w:rsidP="003E3506">
      <w:pPr>
        <w:pStyle w:val="libNormal"/>
        <w:rPr>
          <w:lang w:bidi="fa-IR"/>
        </w:rPr>
      </w:pPr>
      <w:r w:rsidRPr="003E3506">
        <w:rPr>
          <w:rtl/>
          <w:lang w:bidi="fa-IR"/>
        </w:rPr>
        <w:t>٥٨٥ - كفن كردن با چيز غصبى اگر چه چيز ديگرى هم پيدا نشود جايز نيست و چنانچه كفن ميت غصبى باشد و صاحب آن راضى نباشد بايد از تنش بيرون آورند اگر چه او را دفن كرده باشند</w:t>
      </w:r>
      <w:r w:rsidR="000C4B14">
        <w:rPr>
          <w:rtl/>
          <w:lang w:bidi="fa-IR"/>
        </w:rPr>
        <w:t>،</w:t>
      </w:r>
      <w:r w:rsidRPr="003E3506">
        <w:rPr>
          <w:rtl/>
          <w:lang w:bidi="fa-IR"/>
        </w:rPr>
        <w:t xml:space="preserve"> مگر در بعضى موارد كه مقام گنجايش تفصيل آن را ندارد.</w:t>
      </w:r>
    </w:p>
    <w:p w:rsidR="003E3506" w:rsidRPr="003E3506" w:rsidRDefault="003E3506" w:rsidP="003E3506">
      <w:pPr>
        <w:pStyle w:val="libNormal"/>
        <w:rPr>
          <w:lang w:bidi="fa-IR"/>
        </w:rPr>
      </w:pPr>
      <w:r w:rsidRPr="003E3506">
        <w:rPr>
          <w:rtl/>
          <w:lang w:bidi="fa-IR"/>
        </w:rPr>
        <w:t>٥٨٦ - كفن كردن ميت با چيز نجس و با پارچه ابريشمى خالص و بنابر احتياط با پارچه اى كه با طلا بافته شده جايز نيست ولى در حال ناچارى اشكال ندارد.</w:t>
      </w:r>
    </w:p>
    <w:p w:rsidR="003E3506" w:rsidRPr="003E3506" w:rsidRDefault="003E3506" w:rsidP="003E3506">
      <w:pPr>
        <w:pStyle w:val="libNormal"/>
        <w:rPr>
          <w:lang w:bidi="fa-IR"/>
        </w:rPr>
      </w:pPr>
      <w:r w:rsidRPr="003E3506">
        <w:rPr>
          <w:rtl/>
          <w:lang w:bidi="fa-IR"/>
        </w:rPr>
        <w:t>٥٨٧ - كفن كردن با پوست مردار نجس در حال اختيار جايز نيست بلكه كفن كردن با پوست مردار پاك و همچنين با پارچه اى كه از پشم يا موى حيوان حرام گوشت تهيه شده بنابر احتياط در حال اختيار جايز نيست</w:t>
      </w:r>
      <w:r w:rsidR="000C4B14">
        <w:rPr>
          <w:rtl/>
          <w:lang w:bidi="fa-IR"/>
        </w:rPr>
        <w:t>،</w:t>
      </w:r>
      <w:r w:rsidRPr="003E3506">
        <w:rPr>
          <w:rtl/>
          <w:lang w:bidi="fa-IR"/>
        </w:rPr>
        <w:t xml:space="preserve"> ولى اگر كفن از پوست يا از مو و پشم حيوان حلال گوشت باشد اشكال ندارد اگر چه احتياط مستحب آن است كه با اين دو هم كفن ننمايند.</w:t>
      </w:r>
    </w:p>
    <w:p w:rsidR="003E3506" w:rsidRPr="003E3506" w:rsidRDefault="003E3506" w:rsidP="003E3506">
      <w:pPr>
        <w:pStyle w:val="libNormal"/>
        <w:rPr>
          <w:lang w:bidi="fa-IR"/>
        </w:rPr>
      </w:pPr>
      <w:r w:rsidRPr="003E3506">
        <w:rPr>
          <w:rtl/>
          <w:lang w:bidi="fa-IR"/>
        </w:rPr>
        <w:lastRenderedPageBreak/>
        <w:t>٥٨٨ - اگر كفن ميت به نجاست خود او يا به نجاست ديگرى نجس شود چنانچه كفن ضايع نمى شود</w:t>
      </w:r>
      <w:r w:rsidR="000C4B14">
        <w:rPr>
          <w:rtl/>
          <w:lang w:bidi="fa-IR"/>
        </w:rPr>
        <w:t>،</w:t>
      </w:r>
      <w:r w:rsidRPr="003E3506">
        <w:rPr>
          <w:rtl/>
          <w:lang w:bidi="fa-IR"/>
        </w:rPr>
        <w:t xml:space="preserve"> بايد مقدار نجس را بشويند يا ببرند اگر چه بعد از گذاشتن در قبر باشد</w:t>
      </w:r>
      <w:r w:rsidR="000C4B14">
        <w:rPr>
          <w:rtl/>
          <w:lang w:bidi="fa-IR"/>
        </w:rPr>
        <w:t>،</w:t>
      </w:r>
      <w:r w:rsidRPr="003E3506">
        <w:rPr>
          <w:rtl/>
          <w:lang w:bidi="fa-IR"/>
        </w:rPr>
        <w:t xml:space="preserve"> و اگر شستن يا بريدن آن ممكن نيست در صورتى كه عوض كردن آن ممكن باشد</w:t>
      </w:r>
      <w:r w:rsidR="000C4B14">
        <w:rPr>
          <w:rtl/>
          <w:lang w:bidi="fa-IR"/>
        </w:rPr>
        <w:t>،</w:t>
      </w:r>
      <w:r w:rsidRPr="003E3506">
        <w:rPr>
          <w:rtl/>
          <w:lang w:bidi="fa-IR"/>
        </w:rPr>
        <w:t xml:space="preserve"> بايد عوض نمايند.</w:t>
      </w:r>
    </w:p>
    <w:p w:rsidR="003E3506" w:rsidRPr="003E3506" w:rsidRDefault="003E3506" w:rsidP="003E3506">
      <w:pPr>
        <w:pStyle w:val="libNormal"/>
        <w:rPr>
          <w:lang w:bidi="fa-IR"/>
        </w:rPr>
      </w:pPr>
      <w:r w:rsidRPr="003E3506">
        <w:rPr>
          <w:rtl/>
          <w:lang w:bidi="fa-IR"/>
        </w:rPr>
        <w:t>٥٨٩ - كسى كه براى حج يا عمره احرام بسته اگر بميرد</w:t>
      </w:r>
      <w:r w:rsidR="000C4B14">
        <w:rPr>
          <w:rtl/>
          <w:lang w:bidi="fa-IR"/>
        </w:rPr>
        <w:t>،</w:t>
      </w:r>
      <w:r w:rsidRPr="003E3506">
        <w:rPr>
          <w:rtl/>
          <w:lang w:bidi="fa-IR"/>
        </w:rPr>
        <w:t xml:space="preserve"> بايد مثل ديگران كفن شود</w:t>
      </w:r>
      <w:r w:rsidR="000C4B14">
        <w:rPr>
          <w:rtl/>
          <w:lang w:bidi="fa-IR"/>
        </w:rPr>
        <w:t>،</w:t>
      </w:r>
      <w:r w:rsidRPr="003E3506">
        <w:rPr>
          <w:rtl/>
          <w:lang w:bidi="fa-IR"/>
        </w:rPr>
        <w:t xml:space="preserve"> و پوشاندن سر و صورتش اشكال ندارد.</w:t>
      </w:r>
    </w:p>
    <w:p w:rsidR="00962AE6" w:rsidRDefault="003E3506" w:rsidP="003E3506">
      <w:pPr>
        <w:pStyle w:val="libNormal"/>
        <w:rPr>
          <w:rtl/>
          <w:lang w:bidi="fa-IR"/>
        </w:rPr>
      </w:pPr>
      <w:r w:rsidRPr="003E3506">
        <w:rPr>
          <w:rtl/>
          <w:lang w:bidi="fa-IR"/>
        </w:rPr>
        <w:t>٥٩٠ - مستحب است انسان در حال سلامتى</w:t>
      </w:r>
      <w:r w:rsidR="000C4B14">
        <w:rPr>
          <w:rtl/>
          <w:lang w:bidi="fa-IR"/>
        </w:rPr>
        <w:t>،</w:t>
      </w:r>
      <w:r w:rsidRPr="003E3506">
        <w:rPr>
          <w:rtl/>
          <w:lang w:bidi="fa-IR"/>
        </w:rPr>
        <w:t xml:space="preserve"> كفن و سدر و كافور خود را تهيه كند.</w:t>
      </w:r>
    </w:p>
    <w:p w:rsidR="003E3506" w:rsidRPr="003E3506" w:rsidRDefault="00962AE6" w:rsidP="003E3506">
      <w:pPr>
        <w:pStyle w:val="libNormal"/>
        <w:rPr>
          <w:lang w:bidi="fa-IR"/>
        </w:rPr>
      </w:pPr>
      <w:r>
        <w:rPr>
          <w:rtl/>
          <w:lang w:bidi="fa-IR"/>
        </w:rPr>
        <w:br w:type="page"/>
      </w:r>
    </w:p>
    <w:p w:rsidR="003E3506" w:rsidRDefault="00605FAB" w:rsidP="00962AE6">
      <w:pPr>
        <w:pStyle w:val="Heading3"/>
        <w:rPr>
          <w:rtl/>
          <w:lang w:bidi="fa-IR"/>
        </w:rPr>
      </w:pPr>
      <w:bookmarkStart w:id="72" w:name="_Toc24454495"/>
      <w:r>
        <w:rPr>
          <w:rtl/>
          <w:lang w:bidi="fa-IR"/>
        </w:rPr>
        <w:t>(</w:t>
      </w:r>
      <w:r w:rsidR="003E3506" w:rsidRPr="003E3506">
        <w:rPr>
          <w:rtl/>
          <w:lang w:bidi="fa-IR"/>
        </w:rPr>
        <w:t>احكام حنوط</w:t>
      </w:r>
      <w:r>
        <w:rPr>
          <w:rtl/>
          <w:lang w:bidi="fa-IR"/>
        </w:rPr>
        <w:t>)</w:t>
      </w:r>
      <w:bookmarkEnd w:id="72"/>
    </w:p>
    <w:p w:rsidR="003E3506" w:rsidRPr="003E3506" w:rsidRDefault="003E3506" w:rsidP="003E3506">
      <w:pPr>
        <w:pStyle w:val="libNormal"/>
        <w:rPr>
          <w:lang w:bidi="fa-IR"/>
        </w:rPr>
      </w:pPr>
      <w:r w:rsidRPr="003E3506">
        <w:rPr>
          <w:rtl/>
          <w:lang w:bidi="fa-IR"/>
        </w:rPr>
        <w:t>٥٩١ - بعد از غسل واجب است ميت را حنوط كنند</w:t>
      </w:r>
      <w:r w:rsidR="000C4B14">
        <w:rPr>
          <w:rtl/>
          <w:lang w:bidi="fa-IR"/>
        </w:rPr>
        <w:t>،</w:t>
      </w:r>
      <w:r w:rsidRPr="003E3506">
        <w:rPr>
          <w:rtl/>
          <w:lang w:bidi="fa-IR"/>
        </w:rPr>
        <w:t xml:space="preserve"> يعنى به پيشانى و كف دستها و سر زانوها و سر دو انگشت بزرگ پاهاى او كافور بزنند به طورى كه مقدارى از كافور در آنها باقى بماند هر چند به غير ماليدن باشد</w:t>
      </w:r>
      <w:r w:rsidR="000C4B14">
        <w:rPr>
          <w:rtl/>
          <w:lang w:bidi="fa-IR"/>
        </w:rPr>
        <w:t>،</w:t>
      </w:r>
      <w:r w:rsidRPr="003E3506">
        <w:rPr>
          <w:rtl/>
          <w:lang w:bidi="fa-IR"/>
        </w:rPr>
        <w:t xml:space="preserve"> و مستحب است به سر بينى ميت هم كافور بزنند و بايد كافور</w:t>
      </w:r>
      <w:r w:rsidR="000C4B14">
        <w:rPr>
          <w:rtl/>
          <w:lang w:bidi="fa-IR"/>
        </w:rPr>
        <w:t>،</w:t>
      </w:r>
      <w:r w:rsidRPr="003E3506">
        <w:rPr>
          <w:rtl/>
          <w:lang w:bidi="fa-IR"/>
        </w:rPr>
        <w:t xml:space="preserve"> ساييده و تازه باشد و اگر به واسطه كهنه بودن عطر او از بين رفته باشد كافى نيست</w:t>
      </w:r>
      <w:r w:rsidR="000C4B14">
        <w:rPr>
          <w:rtl/>
          <w:lang w:bidi="fa-IR"/>
        </w:rPr>
        <w:t>.</w:t>
      </w:r>
    </w:p>
    <w:p w:rsidR="003E3506" w:rsidRPr="003E3506" w:rsidRDefault="003E3506" w:rsidP="003E3506">
      <w:pPr>
        <w:pStyle w:val="libNormal"/>
        <w:rPr>
          <w:lang w:bidi="fa-IR"/>
        </w:rPr>
      </w:pPr>
      <w:r w:rsidRPr="003E3506">
        <w:rPr>
          <w:rtl/>
          <w:lang w:bidi="fa-IR"/>
        </w:rPr>
        <w:t>٥٩٢ - احتياط مستحب آن است كه اول كافور را به پيشانى ميت بمالند ولى در جاهاى ديگر ترتيب معتبر نيست</w:t>
      </w:r>
      <w:r w:rsidR="000C4B14">
        <w:rPr>
          <w:rtl/>
          <w:lang w:bidi="fa-IR"/>
        </w:rPr>
        <w:t>.</w:t>
      </w:r>
    </w:p>
    <w:p w:rsidR="003E3506" w:rsidRPr="003E3506" w:rsidRDefault="003E3506" w:rsidP="003E3506">
      <w:pPr>
        <w:pStyle w:val="libNormal"/>
        <w:rPr>
          <w:lang w:bidi="fa-IR"/>
        </w:rPr>
      </w:pPr>
      <w:r w:rsidRPr="003E3506">
        <w:rPr>
          <w:rtl/>
          <w:lang w:bidi="fa-IR"/>
        </w:rPr>
        <w:t>٥٩٣ - بهتر آن است كه ميت را پيش از كفن كردن</w:t>
      </w:r>
      <w:r w:rsidR="000C4B14">
        <w:rPr>
          <w:rtl/>
          <w:lang w:bidi="fa-IR"/>
        </w:rPr>
        <w:t>،</w:t>
      </w:r>
      <w:r w:rsidRPr="003E3506">
        <w:rPr>
          <w:rtl/>
          <w:lang w:bidi="fa-IR"/>
        </w:rPr>
        <w:t xml:space="preserve"> حنوط نمايند اگر چه در بين كفن كردن و بعد از آن هم حنوط نمايند مانعى ندارد.</w:t>
      </w:r>
    </w:p>
    <w:p w:rsidR="003E3506" w:rsidRPr="003E3506" w:rsidRDefault="003E3506" w:rsidP="003E3506">
      <w:pPr>
        <w:pStyle w:val="libNormal"/>
        <w:rPr>
          <w:lang w:bidi="fa-IR"/>
        </w:rPr>
      </w:pPr>
      <w:r w:rsidRPr="003E3506">
        <w:rPr>
          <w:rtl/>
          <w:lang w:bidi="fa-IR"/>
        </w:rPr>
        <w:t>٥٩٤ - كسى كه براى حج يا عمره احرام بسته است</w:t>
      </w:r>
      <w:r w:rsidR="000C4B14">
        <w:rPr>
          <w:rtl/>
          <w:lang w:bidi="fa-IR"/>
        </w:rPr>
        <w:t>،</w:t>
      </w:r>
      <w:r w:rsidRPr="003E3506">
        <w:rPr>
          <w:rtl/>
          <w:lang w:bidi="fa-IR"/>
        </w:rPr>
        <w:t xml:space="preserve"> اگر بميرد حنوط كردن او جايز نيست</w:t>
      </w:r>
      <w:r w:rsidR="000C4B14">
        <w:rPr>
          <w:rtl/>
          <w:lang w:bidi="fa-IR"/>
        </w:rPr>
        <w:t>،</w:t>
      </w:r>
      <w:r w:rsidRPr="003E3506">
        <w:rPr>
          <w:rtl/>
          <w:lang w:bidi="fa-IR"/>
        </w:rPr>
        <w:t xml:space="preserve"> مگر در دو صورتى كه در مساله ٥٥٩ گذشت</w:t>
      </w:r>
      <w:r w:rsidR="000C4B14">
        <w:rPr>
          <w:rtl/>
          <w:lang w:bidi="fa-IR"/>
        </w:rPr>
        <w:t>.</w:t>
      </w:r>
    </w:p>
    <w:p w:rsidR="003E3506" w:rsidRPr="003E3506" w:rsidRDefault="003E3506" w:rsidP="003E3506">
      <w:pPr>
        <w:pStyle w:val="libNormal"/>
        <w:rPr>
          <w:lang w:bidi="fa-IR"/>
        </w:rPr>
      </w:pPr>
      <w:r w:rsidRPr="003E3506">
        <w:rPr>
          <w:rtl/>
          <w:lang w:bidi="fa-IR"/>
        </w:rPr>
        <w:t>٥٩٥ - زنى كه شوهر او مرده و هنوز عده اش تمام نشده</w:t>
      </w:r>
      <w:r w:rsidR="000C4B14">
        <w:rPr>
          <w:rtl/>
          <w:lang w:bidi="fa-IR"/>
        </w:rPr>
        <w:t>،</w:t>
      </w:r>
      <w:r w:rsidRPr="003E3506">
        <w:rPr>
          <w:rtl/>
          <w:lang w:bidi="fa-IR"/>
        </w:rPr>
        <w:t xml:space="preserve"> اگر چه حرام است خود را خوشبو كند</w:t>
      </w:r>
      <w:r w:rsidR="000C4B14">
        <w:rPr>
          <w:rtl/>
          <w:lang w:bidi="fa-IR"/>
        </w:rPr>
        <w:t>،</w:t>
      </w:r>
      <w:r w:rsidRPr="003E3506">
        <w:rPr>
          <w:rtl/>
          <w:lang w:bidi="fa-IR"/>
        </w:rPr>
        <w:t xml:space="preserve"> ولى چنانچه بميرد حنوط او واجب است</w:t>
      </w:r>
      <w:r w:rsidR="000C4B14">
        <w:rPr>
          <w:rtl/>
          <w:lang w:bidi="fa-IR"/>
        </w:rPr>
        <w:t>.</w:t>
      </w:r>
    </w:p>
    <w:p w:rsidR="003E3506" w:rsidRPr="003E3506" w:rsidRDefault="003E3506" w:rsidP="003E3506">
      <w:pPr>
        <w:pStyle w:val="libNormal"/>
        <w:rPr>
          <w:lang w:bidi="fa-IR"/>
        </w:rPr>
      </w:pPr>
      <w:r w:rsidRPr="003E3506">
        <w:rPr>
          <w:rtl/>
          <w:lang w:bidi="fa-IR"/>
        </w:rPr>
        <w:t>٥٩٦ - احتياط مستحب آن است كه ميت را با مشك و عنبر و عود و عطرهاى ديگر خوشبو نكنند و نيز اينها را به كافور مخلوط ننمايند.</w:t>
      </w:r>
    </w:p>
    <w:p w:rsidR="003E3506" w:rsidRPr="003E3506" w:rsidRDefault="003E3506" w:rsidP="003E3506">
      <w:pPr>
        <w:pStyle w:val="libNormal"/>
        <w:rPr>
          <w:lang w:bidi="fa-IR"/>
        </w:rPr>
      </w:pPr>
      <w:r w:rsidRPr="003E3506">
        <w:rPr>
          <w:rtl/>
          <w:lang w:bidi="fa-IR"/>
        </w:rPr>
        <w:t xml:space="preserve">٥٩٧ - مستحب است قدرى تربت حضرت سيد الشهداء </w:t>
      </w:r>
      <w:r w:rsidR="001B16BC" w:rsidRPr="001B16BC">
        <w:rPr>
          <w:rStyle w:val="libAlaemChar"/>
          <w:rtl/>
        </w:rPr>
        <w:t>عليه‌السلام</w:t>
      </w:r>
      <w:r w:rsidRPr="003E3506">
        <w:rPr>
          <w:rtl/>
          <w:lang w:bidi="fa-IR"/>
        </w:rPr>
        <w:t xml:space="preserve"> را با كافور مخلوط كنند</w:t>
      </w:r>
      <w:r w:rsidR="000C4B14">
        <w:rPr>
          <w:rtl/>
          <w:lang w:bidi="fa-IR"/>
        </w:rPr>
        <w:t>،</w:t>
      </w:r>
      <w:r w:rsidRPr="003E3506">
        <w:rPr>
          <w:rtl/>
          <w:lang w:bidi="fa-IR"/>
        </w:rPr>
        <w:t xml:space="preserve"> ولى بايد از آن كافور به جاهايى كه بى احترامى مى شود نرسانند و نيز بايد تربت به قدرى زياد نباشد كه وقتى با كافور مخلوط شد آن را كافور نگويند.</w:t>
      </w:r>
    </w:p>
    <w:p w:rsidR="003E3506" w:rsidRPr="003E3506" w:rsidRDefault="003E3506" w:rsidP="003E3506">
      <w:pPr>
        <w:pStyle w:val="libNormal"/>
        <w:rPr>
          <w:lang w:bidi="fa-IR"/>
        </w:rPr>
      </w:pPr>
      <w:r w:rsidRPr="003E3506">
        <w:rPr>
          <w:rtl/>
          <w:lang w:bidi="fa-IR"/>
        </w:rPr>
        <w:t>٥٩٨ - اگر كافور پيدا نشود</w:t>
      </w:r>
      <w:r w:rsidR="000C4B14">
        <w:rPr>
          <w:rtl/>
          <w:lang w:bidi="fa-IR"/>
        </w:rPr>
        <w:t>،</w:t>
      </w:r>
      <w:r w:rsidRPr="003E3506">
        <w:rPr>
          <w:rtl/>
          <w:lang w:bidi="fa-IR"/>
        </w:rPr>
        <w:t xml:space="preserve"> يا فقط به اندازه غسل باشد</w:t>
      </w:r>
      <w:r w:rsidR="000C4B14">
        <w:rPr>
          <w:rtl/>
          <w:lang w:bidi="fa-IR"/>
        </w:rPr>
        <w:t>،</w:t>
      </w:r>
      <w:r w:rsidRPr="003E3506">
        <w:rPr>
          <w:rtl/>
          <w:lang w:bidi="fa-IR"/>
        </w:rPr>
        <w:t xml:space="preserve"> حنوط لازم نيست و چنانچه از غسل زياد بيايد ولى به همه هفت عضو نرسد</w:t>
      </w:r>
      <w:r w:rsidR="000C4B14">
        <w:rPr>
          <w:rtl/>
          <w:lang w:bidi="fa-IR"/>
        </w:rPr>
        <w:t>،</w:t>
      </w:r>
      <w:r w:rsidRPr="003E3506">
        <w:rPr>
          <w:rtl/>
          <w:lang w:bidi="fa-IR"/>
        </w:rPr>
        <w:t xml:space="preserve"> بنابر احتياط مستحب بايد اول پيشانى و اگر زياد آمد به جاهاى ديگر بمالند.</w:t>
      </w:r>
    </w:p>
    <w:p w:rsidR="00962AE6" w:rsidRDefault="003E3506" w:rsidP="003E3506">
      <w:pPr>
        <w:pStyle w:val="libNormal"/>
        <w:rPr>
          <w:rtl/>
          <w:lang w:bidi="fa-IR"/>
        </w:rPr>
      </w:pPr>
      <w:r w:rsidRPr="003E3506">
        <w:rPr>
          <w:rtl/>
          <w:lang w:bidi="fa-IR"/>
        </w:rPr>
        <w:t>٥٩٩ - مستحب است دو چوب تر و تازه در قبر همراه ميت بگذارند.</w:t>
      </w:r>
    </w:p>
    <w:p w:rsidR="003E3506" w:rsidRPr="003E3506" w:rsidRDefault="00962AE6" w:rsidP="003E3506">
      <w:pPr>
        <w:pStyle w:val="libNormal"/>
        <w:rPr>
          <w:lang w:bidi="fa-IR"/>
        </w:rPr>
      </w:pPr>
      <w:r>
        <w:rPr>
          <w:rtl/>
          <w:lang w:bidi="fa-IR"/>
        </w:rPr>
        <w:br w:type="page"/>
      </w:r>
    </w:p>
    <w:p w:rsidR="003E3506" w:rsidRDefault="00605FAB" w:rsidP="00962AE6">
      <w:pPr>
        <w:pStyle w:val="Heading3"/>
        <w:rPr>
          <w:rtl/>
          <w:lang w:bidi="fa-IR"/>
        </w:rPr>
      </w:pPr>
      <w:bookmarkStart w:id="73" w:name="_Toc24454496"/>
      <w:r>
        <w:rPr>
          <w:rtl/>
          <w:lang w:bidi="fa-IR"/>
        </w:rPr>
        <w:t>(</w:t>
      </w:r>
      <w:r w:rsidR="003E3506" w:rsidRPr="003E3506">
        <w:rPr>
          <w:rtl/>
          <w:lang w:bidi="fa-IR"/>
        </w:rPr>
        <w:t>احكام نماز ميت</w:t>
      </w:r>
      <w:r>
        <w:rPr>
          <w:rtl/>
          <w:lang w:bidi="fa-IR"/>
        </w:rPr>
        <w:t>)</w:t>
      </w:r>
      <w:bookmarkEnd w:id="73"/>
    </w:p>
    <w:p w:rsidR="003E3506" w:rsidRPr="003E3506" w:rsidRDefault="003E3506" w:rsidP="003E3506">
      <w:pPr>
        <w:pStyle w:val="libNormal"/>
        <w:rPr>
          <w:lang w:bidi="fa-IR"/>
        </w:rPr>
      </w:pPr>
      <w:r w:rsidRPr="003E3506">
        <w:rPr>
          <w:rtl/>
          <w:lang w:bidi="fa-IR"/>
        </w:rPr>
        <w:t>٦٠٠ - نماز خواندن بر ميت مسلمان يا بچه اى كه محكوم به اسلام و شش سال او تمام شده باشد واجب است</w:t>
      </w:r>
      <w:r w:rsidR="000C4B14">
        <w:rPr>
          <w:rtl/>
          <w:lang w:bidi="fa-IR"/>
        </w:rPr>
        <w:t>.</w:t>
      </w:r>
    </w:p>
    <w:p w:rsidR="003E3506" w:rsidRPr="003E3506" w:rsidRDefault="003E3506" w:rsidP="003E3506">
      <w:pPr>
        <w:pStyle w:val="libNormal"/>
        <w:rPr>
          <w:lang w:bidi="fa-IR"/>
        </w:rPr>
      </w:pPr>
      <w:r w:rsidRPr="003E3506">
        <w:rPr>
          <w:rtl/>
          <w:lang w:bidi="fa-IR"/>
        </w:rPr>
        <w:t>٦٠١ - نماز خواندن بر بچه اى كه شش سال او تمام نشده ولى نماز را مى شناسد بنابر احتياط لازم است</w:t>
      </w:r>
      <w:r w:rsidR="000C4B14">
        <w:rPr>
          <w:rtl/>
          <w:lang w:bidi="fa-IR"/>
        </w:rPr>
        <w:t>،</w:t>
      </w:r>
      <w:r w:rsidRPr="003E3506">
        <w:rPr>
          <w:rtl/>
          <w:lang w:bidi="fa-IR"/>
        </w:rPr>
        <w:t xml:space="preserve"> و اگر نمى شناسد خواندن نماز بر او رجاء مانعى ندارد و اما نماز خواندن بر بچه اى كه مرده به دنيا آمده مستحب نيست</w:t>
      </w:r>
      <w:r w:rsidR="000C4B14">
        <w:rPr>
          <w:rtl/>
          <w:lang w:bidi="fa-IR"/>
        </w:rPr>
        <w:t>.</w:t>
      </w:r>
    </w:p>
    <w:p w:rsidR="003E3506" w:rsidRPr="003E3506" w:rsidRDefault="003E3506" w:rsidP="003E3506">
      <w:pPr>
        <w:pStyle w:val="libNormal"/>
        <w:rPr>
          <w:lang w:bidi="fa-IR"/>
        </w:rPr>
      </w:pPr>
      <w:r w:rsidRPr="003E3506">
        <w:rPr>
          <w:rtl/>
          <w:lang w:bidi="fa-IR"/>
        </w:rPr>
        <w:t>٦٠٢ - نماز ميت بايد بعد از غسل و حنوط و كفن كردن او خوانده شود</w:t>
      </w:r>
      <w:r w:rsidR="000C4B14">
        <w:rPr>
          <w:rtl/>
          <w:lang w:bidi="fa-IR"/>
        </w:rPr>
        <w:t>،</w:t>
      </w:r>
      <w:r w:rsidRPr="003E3506">
        <w:rPr>
          <w:rtl/>
          <w:lang w:bidi="fa-IR"/>
        </w:rPr>
        <w:t xml:space="preserve"> و اگر پيش از اينها</w:t>
      </w:r>
      <w:r w:rsidR="000C4B14">
        <w:rPr>
          <w:rtl/>
          <w:lang w:bidi="fa-IR"/>
        </w:rPr>
        <w:t>،</w:t>
      </w:r>
      <w:r w:rsidRPr="003E3506">
        <w:rPr>
          <w:rtl/>
          <w:lang w:bidi="fa-IR"/>
        </w:rPr>
        <w:t xml:space="preserve"> يا در بين اينها بخوانند</w:t>
      </w:r>
      <w:r w:rsidR="000C4B14">
        <w:rPr>
          <w:rtl/>
          <w:lang w:bidi="fa-IR"/>
        </w:rPr>
        <w:t>،</w:t>
      </w:r>
      <w:r w:rsidRPr="003E3506">
        <w:rPr>
          <w:rtl/>
          <w:lang w:bidi="fa-IR"/>
        </w:rPr>
        <w:t xml:space="preserve"> اگر چه از روى فراموشى يا نداستن مساله باشد كافى نيست</w:t>
      </w:r>
      <w:r w:rsidR="000C4B14">
        <w:rPr>
          <w:rtl/>
          <w:lang w:bidi="fa-IR"/>
        </w:rPr>
        <w:t>.</w:t>
      </w:r>
    </w:p>
    <w:p w:rsidR="003E3506" w:rsidRPr="003E3506" w:rsidRDefault="003E3506" w:rsidP="003E3506">
      <w:pPr>
        <w:pStyle w:val="libNormal"/>
        <w:rPr>
          <w:lang w:bidi="fa-IR"/>
        </w:rPr>
      </w:pPr>
      <w:r w:rsidRPr="003E3506">
        <w:rPr>
          <w:rtl/>
          <w:lang w:bidi="fa-IR"/>
        </w:rPr>
        <w:t>٦٠٣ - كسى كه مى خواهد نماز ميت بخواند</w:t>
      </w:r>
      <w:r w:rsidR="000C4B14">
        <w:rPr>
          <w:rtl/>
          <w:lang w:bidi="fa-IR"/>
        </w:rPr>
        <w:t>،</w:t>
      </w:r>
      <w:r w:rsidRPr="003E3506">
        <w:rPr>
          <w:rtl/>
          <w:lang w:bidi="fa-IR"/>
        </w:rPr>
        <w:t xml:space="preserve"> لازم نيست با وضو يا غسل يا تيمم باشد و بدن و لباسش پاك باشد</w:t>
      </w:r>
      <w:r w:rsidR="000C4B14">
        <w:rPr>
          <w:rtl/>
          <w:lang w:bidi="fa-IR"/>
        </w:rPr>
        <w:t>،</w:t>
      </w:r>
      <w:r w:rsidRPr="003E3506">
        <w:rPr>
          <w:rtl/>
          <w:lang w:bidi="fa-IR"/>
        </w:rPr>
        <w:t xml:space="preserve"> و اگر لباس او غصبى هم باشد اشكال ندارد</w:t>
      </w:r>
      <w:r w:rsidR="000C4B14">
        <w:rPr>
          <w:rtl/>
          <w:lang w:bidi="fa-IR"/>
        </w:rPr>
        <w:t>،</w:t>
      </w:r>
      <w:r w:rsidRPr="003E3506">
        <w:rPr>
          <w:rtl/>
          <w:lang w:bidi="fa-IR"/>
        </w:rPr>
        <w:t xml:space="preserve"> اگر چه بهتر آن است كه رعايت كند تمام چيزهايى را كه در نمازهاى ديگر لازم است</w:t>
      </w:r>
      <w:r w:rsidR="000C4B14">
        <w:rPr>
          <w:rtl/>
          <w:lang w:bidi="fa-IR"/>
        </w:rPr>
        <w:t>.</w:t>
      </w:r>
    </w:p>
    <w:p w:rsidR="003E3506" w:rsidRPr="003E3506" w:rsidRDefault="003E3506" w:rsidP="003E3506">
      <w:pPr>
        <w:pStyle w:val="libNormal"/>
        <w:rPr>
          <w:lang w:bidi="fa-IR"/>
        </w:rPr>
      </w:pPr>
      <w:r w:rsidRPr="003E3506">
        <w:rPr>
          <w:rtl/>
          <w:lang w:bidi="fa-IR"/>
        </w:rPr>
        <w:t>٦٠٤ - كسى كه بر ميت نماز مى خواند بايد رو به قبله باشد و نيز واجب است ميت را مقابل او به پشت بخواباند</w:t>
      </w:r>
      <w:r w:rsidR="000C4B14">
        <w:rPr>
          <w:rtl/>
          <w:lang w:bidi="fa-IR"/>
        </w:rPr>
        <w:t>،</w:t>
      </w:r>
      <w:r w:rsidRPr="003E3506">
        <w:rPr>
          <w:rtl/>
          <w:lang w:bidi="fa-IR"/>
        </w:rPr>
        <w:t xml:space="preserve"> به طورى كه سر او به طرف راست نمازگزار و پاى او به طرف چپ نمازگزار باشد.</w:t>
      </w:r>
    </w:p>
    <w:p w:rsidR="003E3506" w:rsidRPr="003E3506" w:rsidRDefault="003E3506" w:rsidP="003E3506">
      <w:pPr>
        <w:pStyle w:val="libNormal"/>
        <w:rPr>
          <w:lang w:bidi="fa-IR"/>
        </w:rPr>
      </w:pPr>
      <w:r w:rsidRPr="003E3506">
        <w:rPr>
          <w:rtl/>
          <w:lang w:bidi="fa-IR"/>
        </w:rPr>
        <w:t>٦٠٥ - بنابر احتياط مستحب مكان نمازگزار بايد غصبى نباشد</w:t>
      </w:r>
      <w:r w:rsidR="000C4B14">
        <w:rPr>
          <w:rtl/>
          <w:lang w:bidi="fa-IR"/>
        </w:rPr>
        <w:t>،</w:t>
      </w:r>
      <w:r w:rsidRPr="003E3506">
        <w:rPr>
          <w:rtl/>
          <w:lang w:bidi="fa-IR"/>
        </w:rPr>
        <w:t xml:space="preserve"> و نيز بايد از جاى ميت پست تر يا بلندتر نباشد</w:t>
      </w:r>
      <w:r w:rsidR="000C4B14">
        <w:rPr>
          <w:rtl/>
          <w:lang w:bidi="fa-IR"/>
        </w:rPr>
        <w:t>،</w:t>
      </w:r>
      <w:r w:rsidRPr="003E3506">
        <w:rPr>
          <w:rtl/>
          <w:lang w:bidi="fa-IR"/>
        </w:rPr>
        <w:t xml:space="preserve"> ولى پستى و بلندى مختصر اشكال ندارد.</w:t>
      </w:r>
    </w:p>
    <w:p w:rsidR="003E3506" w:rsidRPr="003E3506" w:rsidRDefault="003E3506" w:rsidP="003E3506">
      <w:pPr>
        <w:pStyle w:val="libNormal"/>
        <w:rPr>
          <w:lang w:bidi="fa-IR"/>
        </w:rPr>
      </w:pPr>
      <w:r w:rsidRPr="003E3506">
        <w:rPr>
          <w:rtl/>
          <w:lang w:bidi="fa-IR"/>
        </w:rPr>
        <w:t>٦٠٦ - نمازگزار بايد از ميت دور نباشد</w:t>
      </w:r>
      <w:r w:rsidR="000C4B14">
        <w:rPr>
          <w:rtl/>
          <w:lang w:bidi="fa-IR"/>
        </w:rPr>
        <w:t>،</w:t>
      </w:r>
      <w:r w:rsidRPr="003E3506">
        <w:rPr>
          <w:rtl/>
          <w:lang w:bidi="fa-IR"/>
        </w:rPr>
        <w:t xml:space="preserve"> ولى كسى كه نماز ميت را به جماعت مى خواند</w:t>
      </w:r>
      <w:r w:rsidR="000C4B14">
        <w:rPr>
          <w:rtl/>
          <w:lang w:bidi="fa-IR"/>
        </w:rPr>
        <w:t>،</w:t>
      </w:r>
      <w:r w:rsidRPr="003E3506">
        <w:rPr>
          <w:rtl/>
          <w:lang w:bidi="fa-IR"/>
        </w:rPr>
        <w:t xml:space="preserve"> اگر از ميت دور باشد</w:t>
      </w:r>
      <w:r w:rsidR="000C4B14">
        <w:rPr>
          <w:rtl/>
          <w:lang w:bidi="fa-IR"/>
        </w:rPr>
        <w:t>،</w:t>
      </w:r>
      <w:r w:rsidRPr="003E3506">
        <w:rPr>
          <w:rtl/>
          <w:lang w:bidi="fa-IR"/>
        </w:rPr>
        <w:t xml:space="preserve"> چنانچه صفها به يكديگر متصل باشند اشكال ندارد.</w:t>
      </w:r>
    </w:p>
    <w:p w:rsidR="003E3506" w:rsidRPr="003E3506" w:rsidRDefault="003E3506" w:rsidP="003E3506">
      <w:pPr>
        <w:pStyle w:val="libNormal"/>
        <w:rPr>
          <w:lang w:bidi="fa-IR"/>
        </w:rPr>
      </w:pPr>
      <w:r w:rsidRPr="003E3506">
        <w:rPr>
          <w:rtl/>
          <w:lang w:bidi="fa-IR"/>
        </w:rPr>
        <w:t>٦٠٧ - نمازگزار بايد مقابل ميت بايستد</w:t>
      </w:r>
      <w:r w:rsidR="000C4B14">
        <w:rPr>
          <w:rtl/>
          <w:lang w:bidi="fa-IR"/>
        </w:rPr>
        <w:t>،</w:t>
      </w:r>
      <w:r w:rsidRPr="003E3506">
        <w:rPr>
          <w:rtl/>
          <w:lang w:bidi="fa-IR"/>
        </w:rPr>
        <w:t xml:space="preserve"> ولى اگر نماز به جماعت خوانده شود و صف جماعت از دو طرف ميت بگذرد</w:t>
      </w:r>
      <w:r w:rsidR="000C4B14">
        <w:rPr>
          <w:rtl/>
          <w:lang w:bidi="fa-IR"/>
        </w:rPr>
        <w:t>،</w:t>
      </w:r>
      <w:r w:rsidRPr="003E3506">
        <w:rPr>
          <w:rtl/>
          <w:lang w:bidi="fa-IR"/>
        </w:rPr>
        <w:t xml:space="preserve"> نماز كسانى كه مقابل ميت نيستند اشكال ندارد.</w:t>
      </w:r>
    </w:p>
    <w:p w:rsidR="003E3506" w:rsidRPr="003E3506" w:rsidRDefault="003E3506" w:rsidP="003E3506">
      <w:pPr>
        <w:pStyle w:val="libNormal"/>
        <w:rPr>
          <w:lang w:bidi="fa-IR"/>
        </w:rPr>
      </w:pPr>
      <w:r w:rsidRPr="003E3506">
        <w:rPr>
          <w:rtl/>
          <w:lang w:bidi="fa-IR"/>
        </w:rPr>
        <w:t>٦٠٨ - بين ميت و نمازگزار بنابر احتياط بايد پرده و يا ديوار و يا چيزى مانند اينها نباشد ولى اگر ميت در تابوت و مانند آن باشد اشكال ندارد.</w:t>
      </w:r>
    </w:p>
    <w:p w:rsidR="003E3506" w:rsidRPr="003E3506" w:rsidRDefault="003E3506" w:rsidP="003E3506">
      <w:pPr>
        <w:pStyle w:val="libNormal"/>
        <w:rPr>
          <w:lang w:bidi="fa-IR"/>
        </w:rPr>
      </w:pPr>
      <w:r w:rsidRPr="003E3506">
        <w:rPr>
          <w:rtl/>
          <w:lang w:bidi="fa-IR"/>
        </w:rPr>
        <w:lastRenderedPageBreak/>
        <w:t>٦٠٩ - در وقت خواندن نماز بايد عورت ميت پوشيده باشد</w:t>
      </w:r>
      <w:r w:rsidR="000C4B14">
        <w:rPr>
          <w:rtl/>
          <w:lang w:bidi="fa-IR"/>
        </w:rPr>
        <w:t>،</w:t>
      </w:r>
      <w:r w:rsidRPr="003E3506">
        <w:rPr>
          <w:rtl/>
          <w:lang w:bidi="fa-IR"/>
        </w:rPr>
        <w:t xml:space="preserve"> و اگر كفن كردن او ممكن نيست</w:t>
      </w:r>
      <w:r w:rsidR="000C4B14">
        <w:rPr>
          <w:rtl/>
          <w:lang w:bidi="fa-IR"/>
        </w:rPr>
        <w:t>،</w:t>
      </w:r>
      <w:r w:rsidRPr="003E3506">
        <w:rPr>
          <w:rtl/>
          <w:lang w:bidi="fa-IR"/>
        </w:rPr>
        <w:t xml:space="preserve"> بايد عورتش را اگر چه با تخته و آجر و مانند اينها باشد بپوشانند.</w:t>
      </w:r>
    </w:p>
    <w:p w:rsidR="003E3506" w:rsidRPr="003E3506" w:rsidRDefault="003E3506" w:rsidP="003E3506">
      <w:pPr>
        <w:pStyle w:val="libNormal"/>
        <w:rPr>
          <w:lang w:bidi="fa-IR"/>
        </w:rPr>
      </w:pPr>
      <w:r w:rsidRPr="003E3506">
        <w:rPr>
          <w:rtl/>
          <w:lang w:bidi="fa-IR"/>
        </w:rPr>
        <w:t>٦١٠ - نماز ميت را بايد ايستاده و با قصد قربت بخواند</w:t>
      </w:r>
      <w:r w:rsidR="000C4B14">
        <w:rPr>
          <w:rtl/>
          <w:lang w:bidi="fa-IR"/>
        </w:rPr>
        <w:t>،</w:t>
      </w:r>
      <w:r w:rsidRPr="003E3506">
        <w:rPr>
          <w:rtl/>
          <w:lang w:bidi="fa-IR"/>
        </w:rPr>
        <w:t xml:space="preserve"> و در موقع نيت ميت را معين كند</w:t>
      </w:r>
      <w:r w:rsidR="000C4B14">
        <w:rPr>
          <w:rtl/>
          <w:lang w:bidi="fa-IR"/>
        </w:rPr>
        <w:t>،</w:t>
      </w:r>
      <w:r w:rsidRPr="003E3506">
        <w:rPr>
          <w:rtl/>
          <w:lang w:bidi="fa-IR"/>
        </w:rPr>
        <w:t xml:space="preserve"> مثلا نيت كند نماز مى خوانم بر اين ميت قربة الى اللّه</w:t>
      </w:r>
      <w:r w:rsidR="000C4B14">
        <w:rPr>
          <w:rtl/>
          <w:lang w:bidi="fa-IR"/>
        </w:rPr>
        <w:t>.</w:t>
      </w:r>
    </w:p>
    <w:p w:rsidR="003E3506" w:rsidRPr="003E3506" w:rsidRDefault="003E3506" w:rsidP="003E3506">
      <w:pPr>
        <w:pStyle w:val="libNormal"/>
        <w:rPr>
          <w:lang w:bidi="fa-IR"/>
        </w:rPr>
      </w:pPr>
      <w:r w:rsidRPr="003E3506">
        <w:rPr>
          <w:rtl/>
          <w:lang w:bidi="fa-IR"/>
        </w:rPr>
        <w:t>٦١١ - اگر كسى نباشد كه بتواند نماز ميت را ايستاده بخواند مى شود نشسته بر او نماز خواند.</w:t>
      </w:r>
    </w:p>
    <w:p w:rsidR="003E3506" w:rsidRPr="003E3506" w:rsidRDefault="003E3506" w:rsidP="003E3506">
      <w:pPr>
        <w:pStyle w:val="libNormal"/>
        <w:rPr>
          <w:lang w:bidi="fa-IR"/>
        </w:rPr>
      </w:pPr>
      <w:r w:rsidRPr="003E3506">
        <w:rPr>
          <w:rtl/>
          <w:lang w:bidi="fa-IR"/>
        </w:rPr>
        <w:t>٦١٢ - اگر ميت وصيت كرده باشد كه شخص معينى بر او نماز بخواند</w:t>
      </w:r>
      <w:r w:rsidR="000C4B14">
        <w:rPr>
          <w:rtl/>
          <w:lang w:bidi="fa-IR"/>
        </w:rPr>
        <w:t>،</w:t>
      </w:r>
      <w:r w:rsidRPr="003E3506">
        <w:rPr>
          <w:rtl/>
          <w:lang w:bidi="fa-IR"/>
        </w:rPr>
        <w:t xml:space="preserve"> احتياط مستحب آن است كه آن شخص از ولى ميت اجازه بگيرد.</w:t>
      </w:r>
    </w:p>
    <w:p w:rsidR="003E3506" w:rsidRPr="003E3506" w:rsidRDefault="003E3506" w:rsidP="003E3506">
      <w:pPr>
        <w:pStyle w:val="libNormal"/>
        <w:rPr>
          <w:lang w:bidi="fa-IR"/>
        </w:rPr>
      </w:pPr>
      <w:r w:rsidRPr="003E3506">
        <w:rPr>
          <w:rtl/>
          <w:lang w:bidi="fa-IR"/>
        </w:rPr>
        <w:t>٦١٣ - مكروه است بر ميت چند مرتبه نماز بخوانند</w:t>
      </w:r>
      <w:r w:rsidR="000C4B14">
        <w:rPr>
          <w:rtl/>
          <w:lang w:bidi="fa-IR"/>
        </w:rPr>
        <w:t>،</w:t>
      </w:r>
      <w:r w:rsidRPr="003E3506">
        <w:rPr>
          <w:rtl/>
          <w:lang w:bidi="fa-IR"/>
        </w:rPr>
        <w:t xml:space="preserve"> ولى اگر ميت اهل علم و تقوى باشد مكروه نيست</w:t>
      </w:r>
      <w:r w:rsidR="000C4B14">
        <w:rPr>
          <w:rtl/>
          <w:lang w:bidi="fa-IR"/>
        </w:rPr>
        <w:t>.</w:t>
      </w:r>
    </w:p>
    <w:p w:rsidR="00962AE6" w:rsidRDefault="003E3506" w:rsidP="003E3506">
      <w:pPr>
        <w:pStyle w:val="libNormal"/>
        <w:rPr>
          <w:rtl/>
          <w:lang w:bidi="fa-IR"/>
        </w:rPr>
      </w:pPr>
      <w:r w:rsidRPr="003E3506">
        <w:rPr>
          <w:rtl/>
          <w:lang w:bidi="fa-IR"/>
        </w:rPr>
        <w:t>٦١٤ - اگر ميت را عمدا يا از روى فراموشى يا به جهت عذرى بدون نماز دفن كنند</w:t>
      </w:r>
      <w:r w:rsidR="000C4B14">
        <w:rPr>
          <w:rtl/>
          <w:lang w:bidi="fa-IR"/>
        </w:rPr>
        <w:t>،</w:t>
      </w:r>
      <w:r w:rsidRPr="003E3506">
        <w:rPr>
          <w:rtl/>
          <w:lang w:bidi="fa-IR"/>
        </w:rPr>
        <w:t xml:space="preserve"> يا بعد از دفن معلوم شود</w:t>
      </w:r>
      <w:r w:rsidR="000C4B14">
        <w:rPr>
          <w:rtl/>
          <w:lang w:bidi="fa-IR"/>
        </w:rPr>
        <w:t>،</w:t>
      </w:r>
      <w:r w:rsidRPr="003E3506">
        <w:rPr>
          <w:rtl/>
          <w:lang w:bidi="fa-IR"/>
        </w:rPr>
        <w:t xml:space="preserve"> نمازى كه بر او خوانده شده باطل بوده است</w:t>
      </w:r>
      <w:r w:rsidR="000C4B14">
        <w:rPr>
          <w:rtl/>
          <w:lang w:bidi="fa-IR"/>
        </w:rPr>
        <w:t>،</w:t>
      </w:r>
      <w:r w:rsidRPr="003E3506">
        <w:rPr>
          <w:rtl/>
          <w:lang w:bidi="fa-IR"/>
        </w:rPr>
        <w:t xml:space="preserve"> جايز نيست براى نماز خواندن بر او قبرش را نبش كنند ولى مانعى ندارد كه تا وقتى جسد او از هم نپاشيده رجاء با شرطهايى كه براى نماز ميت گفته شد بر قبرش نماز بخوانند.</w:t>
      </w:r>
    </w:p>
    <w:p w:rsidR="003E3506" w:rsidRPr="003E3506" w:rsidRDefault="00962AE6" w:rsidP="003E3506">
      <w:pPr>
        <w:pStyle w:val="libNormal"/>
        <w:rPr>
          <w:lang w:bidi="fa-IR"/>
        </w:rPr>
      </w:pPr>
      <w:r>
        <w:rPr>
          <w:rtl/>
          <w:lang w:bidi="fa-IR"/>
        </w:rPr>
        <w:br w:type="page"/>
      </w:r>
    </w:p>
    <w:p w:rsidR="003E3506" w:rsidRDefault="00605FAB" w:rsidP="00962AE6">
      <w:pPr>
        <w:pStyle w:val="Heading3"/>
        <w:rPr>
          <w:rtl/>
          <w:lang w:bidi="fa-IR"/>
        </w:rPr>
      </w:pPr>
      <w:bookmarkStart w:id="74" w:name="_Toc24454497"/>
      <w:r>
        <w:rPr>
          <w:rtl/>
          <w:lang w:bidi="fa-IR"/>
        </w:rPr>
        <w:t>(</w:t>
      </w:r>
      <w:r w:rsidR="003E3506" w:rsidRPr="003E3506">
        <w:rPr>
          <w:rtl/>
          <w:lang w:bidi="fa-IR"/>
        </w:rPr>
        <w:t>دستور نماز ميت</w:t>
      </w:r>
      <w:r>
        <w:rPr>
          <w:rtl/>
          <w:lang w:bidi="fa-IR"/>
        </w:rPr>
        <w:t>)</w:t>
      </w:r>
      <w:bookmarkEnd w:id="74"/>
    </w:p>
    <w:p w:rsidR="003E3506" w:rsidRPr="003E3506" w:rsidRDefault="003E3506" w:rsidP="003E3506">
      <w:pPr>
        <w:pStyle w:val="libNormal"/>
        <w:rPr>
          <w:lang w:bidi="fa-IR"/>
        </w:rPr>
      </w:pPr>
      <w:r w:rsidRPr="003E3506">
        <w:rPr>
          <w:rtl/>
          <w:lang w:bidi="fa-IR"/>
        </w:rPr>
        <w:t>٦١٥ - نماز ميت پنج تكبير دارد</w:t>
      </w:r>
      <w:r w:rsidR="000C4B14">
        <w:rPr>
          <w:rtl/>
          <w:lang w:bidi="fa-IR"/>
        </w:rPr>
        <w:t>،</w:t>
      </w:r>
      <w:r w:rsidRPr="003E3506">
        <w:rPr>
          <w:rtl/>
          <w:lang w:bidi="fa-IR"/>
        </w:rPr>
        <w:t xml:space="preserve"> و اگر نمازگزار پنج تكبير به اين ترتيب بگويد كافى است</w:t>
      </w:r>
      <w:r w:rsidR="000C4B14">
        <w:rPr>
          <w:rtl/>
          <w:lang w:bidi="fa-IR"/>
        </w:rPr>
        <w:t>،</w:t>
      </w:r>
      <w:r w:rsidRPr="003E3506">
        <w:rPr>
          <w:rtl/>
          <w:lang w:bidi="fa-IR"/>
        </w:rPr>
        <w:t xml:space="preserve"> بعد از نيت و گفتن تكبير اول</w:t>
      </w:r>
      <w:r w:rsidR="000C4B14">
        <w:rPr>
          <w:rtl/>
          <w:lang w:bidi="fa-IR"/>
        </w:rPr>
        <w:t>،</w:t>
      </w:r>
      <w:r w:rsidRPr="003E3506">
        <w:rPr>
          <w:rtl/>
          <w:lang w:bidi="fa-IR"/>
        </w:rPr>
        <w:t xml:space="preserve"> بگويد</w:t>
      </w:r>
      <w:r w:rsidR="00553569">
        <w:rPr>
          <w:rtl/>
          <w:lang w:bidi="fa-IR"/>
        </w:rPr>
        <w:t>:</w:t>
      </w:r>
      <w:r w:rsidRPr="003E3506">
        <w:rPr>
          <w:rtl/>
          <w:lang w:bidi="fa-IR"/>
        </w:rPr>
        <w:t xml:space="preserve"> اشهد ان لا اله الا اللّه و ان محمدا رسول اللّه و بعد از تكبير دوم</w:t>
      </w:r>
      <w:r w:rsidR="000C4B14">
        <w:rPr>
          <w:rtl/>
          <w:lang w:bidi="fa-IR"/>
        </w:rPr>
        <w:t>،</w:t>
      </w:r>
      <w:r w:rsidRPr="003E3506">
        <w:rPr>
          <w:rtl/>
          <w:lang w:bidi="fa-IR"/>
        </w:rPr>
        <w:t xml:space="preserve"> بگويد</w:t>
      </w:r>
      <w:r w:rsidR="00553569">
        <w:rPr>
          <w:rtl/>
          <w:lang w:bidi="fa-IR"/>
        </w:rPr>
        <w:t>:</w:t>
      </w:r>
      <w:r w:rsidRPr="003E3506">
        <w:rPr>
          <w:rtl/>
          <w:lang w:bidi="fa-IR"/>
        </w:rPr>
        <w:t xml:space="preserve"> اللهم صل على محمد وآل محمد و بعد از تكبير سوم</w:t>
      </w:r>
      <w:r w:rsidR="000C4B14">
        <w:rPr>
          <w:rtl/>
          <w:lang w:bidi="fa-IR"/>
        </w:rPr>
        <w:t>،</w:t>
      </w:r>
      <w:r w:rsidRPr="003E3506">
        <w:rPr>
          <w:rtl/>
          <w:lang w:bidi="fa-IR"/>
        </w:rPr>
        <w:t xml:space="preserve"> بگويد</w:t>
      </w:r>
      <w:r w:rsidR="00553569">
        <w:rPr>
          <w:rtl/>
          <w:lang w:bidi="fa-IR"/>
        </w:rPr>
        <w:t>:</w:t>
      </w:r>
      <w:r w:rsidRPr="003E3506">
        <w:rPr>
          <w:rtl/>
          <w:lang w:bidi="fa-IR"/>
        </w:rPr>
        <w:t xml:space="preserve"> اللهم اغفر للمؤمنين والمؤمنات و بعد از تكبير چهارم</w:t>
      </w:r>
      <w:r w:rsidR="000C4B14">
        <w:rPr>
          <w:rtl/>
          <w:lang w:bidi="fa-IR"/>
        </w:rPr>
        <w:t>،</w:t>
      </w:r>
      <w:r w:rsidRPr="003E3506">
        <w:rPr>
          <w:rtl/>
          <w:lang w:bidi="fa-IR"/>
        </w:rPr>
        <w:t xml:space="preserve"> اگر ميت مرد است بگويد</w:t>
      </w:r>
      <w:r w:rsidR="00553569">
        <w:rPr>
          <w:rtl/>
          <w:lang w:bidi="fa-IR"/>
        </w:rPr>
        <w:t>:</w:t>
      </w:r>
      <w:r w:rsidRPr="003E3506">
        <w:rPr>
          <w:rtl/>
          <w:lang w:bidi="fa-IR"/>
        </w:rPr>
        <w:t xml:space="preserve"> اللهم اغفر لهذا الميت و اگر زن است بگويد</w:t>
      </w:r>
      <w:r w:rsidR="00553569">
        <w:rPr>
          <w:rtl/>
          <w:lang w:bidi="fa-IR"/>
        </w:rPr>
        <w:t>:</w:t>
      </w:r>
      <w:r w:rsidRPr="003E3506">
        <w:rPr>
          <w:rtl/>
          <w:lang w:bidi="fa-IR"/>
        </w:rPr>
        <w:t xml:space="preserve"> اللهم اغفر لهذه الميت و بعد تكبير پنجم را بگويد.</w:t>
      </w:r>
    </w:p>
    <w:p w:rsidR="003E3506" w:rsidRPr="003E3506" w:rsidRDefault="003E3506" w:rsidP="003E3506">
      <w:pPr>
        <w:pStyle w:val="libNormal"/>
        <w:rPr>
          <w:lang w:bidi="fa-IR"/>
        </w:rPr>
      </w:pPr>
      <w:r w:rsidRPr="003E3506">
        <w:rPr>
          <w:rtl/>
          <w:lang w:bidi="fa-IR"/>
        </w:rPr>
        <w:t>و بهتر است بعد از تكبير اول</w:t>
      </w:r>
      <w:r w:rsidR="000C4B14">
        <w:rPr>
          <w:rtl/>
          <w:lang w:bidi="fa-IR"/>
        </w:rPr>
        <w:t>،</w:t>
      </w:r>
      <w:r w:rsidRPr="003E3506">
        <w:rPr>
          <w:rtl/>
          <w:lang w:bidi="fa-IR"/>
        </w:rPr>
        <w:t xml:space="preserve"> بگويد</w:t>
      </w:r>
      <w:r w:rsidR="00553569">
        <w:rPr>
          <w:rtl/>
          <w:lang w:bidi="fa-IR"/>
        </w:rPr>
        <w:t>:</w:t>
      </w:r>
      <w:r w:rsidRPr="003E3506">
        <w:rPr>
          <w:rtl/>
          <w:lang w:bidi="fa-IR"/>
        </w:rPr>
        <w:t xml:space="preserve"> </w:t>
      </w:r>
      <w:r w:rsidR="00962AE6">
        <w:rPr>
          <w:rFonts w:hint="cs"/>
          <w:rtl/>
          <w:lang w:bidi="fa-IR"/>
        </w:rPr>
        <w:t>«</w:t>
      </w:r>
      <w:r w:rsidRPr="003E3506">
        <w:rPr>
          <w:rtl/>
          <w:lang w:bidi="fa-IR"/>
        </w:rPr>
        <w:t>اشهد ان لا اله الا اللّه وحده لا شريك له واشهد ان محمدا عبده ورسوله</w:t>
      </w:r>
      <w:r w:rsidR="000C4B14">
        <w:rPr>
          <w:rtl/>
          <w:lang w:bidi="fa-IR"/>
        </w:rPr>
        <w:t>،</w:t>
      </w:r>
      <w:r w:rsidRPr="003E3506">
        <w:rPr>
          <w:rtl/>
          <w:lang w:bidi="fa-IR"/>
        </w:rPr>
        <w:t xml:space="preserve"> ارسله بالحق بشيرا ونذيرا بين يدي الساعة</w:t>
      </w:r>
      <w:r w:rsidR="00962AE6">
        <w:rPr>
          <w:rFonts w:hint="cs"/>
          <w:rtl/>
          <w:lang w:bidi="fa-IR"/>
        </w:rPr>
        <w:t>»</w:t>
      </w:r>
      <w:r w:rsidRPr="003E3506">
        <w:rPr>
          <w:rtl/>
          <w:lang w:bidi="fa-IR"/>
        </w:rPr>
        <w:t xml:space="preserve"> و بعد از تكبير دوم</w:t>
      </w:r>
      <w:r w:rsidR="000C4B14">
        <w:rPr>
          <w:rtl/>
          <w:lang w:bidi="fa-IR"/>
        </w:rPr>
        <w:t>،</w:t>
      </w:r>
      <w:r w:rsidRPr="003E3506">
        <w:rPr>
          <w:rtl/>
          <w:lang w:bidi="fa-IR"/>
        </w:rPr>
        <w:t xml:space="preserve"> بگويد</w:t>
      </w:r>
      <w:r w:rsidR="00553569">
        <w:rPr>
          <w:rtl/>
          <w:lang w:bidi="fa-IR"/>
        </w:rPr>
        <w:t>:</w:t>
      </w:r>
      <w:r w:rsidRPr="003E3506">
        <w:rPr>
          <w:rtl/>
          <w:lang w:bidi="fa-IR"/>
        </w:rPr>
        <w:t xml:space="preserve"> </w:t>
      </w:r>
      <w:r w:rsidR="00962AE6">
        <w:rPr>
          <w:rFonts w:hint="cs"/>
          <w:rtl/>
          <w:lang w:bidi="fa-IR"/>
        </w:rPr>
        <w:t>«</w:t>
      </w:r>
      <w:r w:rsidRPr="003E3506">
        <w:rPr>
          <w:rtl/>
          <w:lang w:bidi="fa-IR"/>
        </w:rPr>
        <w:t>اللهم صل على محمد وآل محمد وبارك على محمد وآل محمد</w:t>
      </w:r>
      <w:r w:rsidR="000C4B14">
        <w:rPr>
          <w:rtl/>
          <w:lang w:bidi="fa-IR"/>
        </w:rPr>
        <w:t>،</w:t>
      </w:r>
      <w:r w:rsidRPr="003E3506">
        <w:rPr>
          <w:rtl/>
          <w:lang w:bidi="fa-IR"/>
        </w:rPr>
        <w:t xml:space="preserve"> وارحم محمدا و آل محمد</w:t>
      </w:r>
      <w:r w:rsidR="000C4B14">
        <w:rPr>
          <w:rtl/>
          <w:lang w:bidi="fa-IR"/>
        </w:rPr>
        <w:t>،</w:t>
      </w:r>
      <w:r w:rsidRPr="003E3506">
        <w:rPr>
          <w:rtl/>
          <w:lang w:bidi="fa-IR"/>
        </w:rPr>
        <w:t xml:space="preserve"> كافضل ما صليت و باركت وترحمت على ابراهيم وآل ابراهيم انك حميد مجيد</w:t>
      </w:r>
      <w:r w:rsidR="000C4B14">
        <w:rPr>
          <w:rtl/>
          <w:lang w:bidi="fa-IR"/>
        </w:rPr>
        <w:t>،</w:t>
      </w:r>
      <w:r w:rsidRPr="003E3506">
        <w:rPr>
          <w:rtl/>
          <w:lang w:bidi="fa-IR"/>
        </w:rPr>
        <w:t xml:space="preserve"> وصل على جميع الانبياء والمرسلين والشهداء والصديقين</w:t>
      </w:r>
      <w:r w:rsidR="000C4B14">
        <w:rPr>
          <w:rtl/>
          <w:lang w:bidi="fa-IR"/>
        </w:rPr>
        <w:t>،</w:t>
      </w:r>
      <w:r w:rsidRPr="003E3506">
        <w:rPr>
          <w:rtl/>
          <w:lang w:bidi="fa-IR"/>
        </w:rPr>
        <w:t xml:space="preserve"> وجميع عباد اللّه الصالحين</w:t>
      </w:r>
      <w:r w:rsidR="00962AE6">
        <w:rPr>
          <w:rFonts w:hint="cs"/>
          <w:rtl/>
          <w:lang w:bidi="fa-IR"/>
        </w:rPr>
        <w:t>»</w:t>
      </w:r>
      <w:r w:rsidRPr="003E3506">
        <w:rPr>
          <w:rtl/>
          <w:lang w:bidi="fa-IR"/>
        </w:rPr>
        <w:t xml:space="preserve"> و بعد از تكبير سوم</w:t>
      </w:r>
      <w:r w:rsidR="000C4B14">
        <w:rPr>
          <w:rtl/>
          <w:lang w:bidi="fa-IR"/>
        </w:rPr>
        <w:t>،</w:t>
      </w:r>
      <w:r w:rsidRPr="003E3506">
        <w:rPr>
          <w:rtl/>
          <w:lang w:bidi="fa-IR"/>
        </w:rPr>
        <w:t xml:space="preserve"> بگويد</w:t>
      </w:r>
      <w:r w:rsidR="00553569">
        <w:rPr>
          <w:rtl/>
          <w:lang w:bidi="fa-IR"/>
        </w:rPr>
        <w:t>:</w:t>
      </w:r>
      <w:r w:rsidRPr="003E3506">
        <w:rPr>
          <w:rtl/>
          <w:lang w:bidi="fa-IR"/>
        </w:rPr>
        <w:t xml:space="preserve"> </w:t>
      </w:r>
      <w:r w:rsidR="00962AE6">
        <w:rPr>
          <w:rFonts w:hint="cs"/>
          <w:rtl/>
          <w:lang w:bidi="fa-IR"/>
        </w:rPr>
        <w:t>«</w:t>
      </w:r>
      <w:r w:rsidRPr="003E3506">
        <w:rPr>
          <w:rtl/>
          <w:lang w:bidi="fa-IR"/>
        </w:rPr>
        <w:t>اللهم اغفر للمؤمنين والمؤمنات والمسلمين والمسلمات الاحياء منهم والاموات تابع بيننا وبينهم بالخيرات انك مجيب الدعوات انك على كل شي ء قدير</w:t>
      </w:r>
      <w:r w:rsidR="00962AE6">
        <w:rPr>
          <w:rFonts w:hint="cs"/>
          <w:rtl/>
          <w:lang w:bidi="fa-IR"/>
        </w:rPr>
        <w:t>»</w:t>
      </w:r>
      <w:r w:rsidRPr="003E3506">
        <w:rPr>
          <w:rtl/>
          <w:lang w:bidi="fa-IR"/>
        </w:rPr>
        <w:t xml:space="preserve"> و بعد از تكبير چهارم اگر ميت مرد است بگويد</w:t>
      </w:r>
      <w:r w:rsidR="00553569">
        <w:rPr>
          <w:rtl/>
          <w:lang w:bidi="fa-IR"/>
        </w:rPr>
        <w:t>:</w:t>
      </w:r>
      <w:r w:rsidRPr="003E3506">
        <w:rPr>
          <w:rtl/>
          <w:lang w:bidi="fa-IR"/>
        </w:rPr>
        <w:t xml:space="preserve"> </w:t>
      </w:r>
      <w:r w:rsidR="00962AE6">
        <w:rPr>
          <w:rFonts w:hint="cs"/>
          <w:rtl/>
          <w:lang w:bidi="fa-IR"/>
        </w:rPr>
        <w:t>«</w:t>
      </w:r>
      <w:r w:rsidRPr="003E3506">
        <w:rPr>
          <w:rtl/>
          <w:lang w:bidi="fa-IR"/>
        </w:rPr>
        <w:t>اللهم ان هذا عبدك وابن عبدك وابن امتك نزل بك وانت خير منزول به</w:t>
      </w:r>
      <w:r w:rsidR="000C4B14">
        <w:rPr>
          <w:rtl/>
          <w:lang w:bidi="fa-IR"/>
        </w:rPr>
        <w:t>،</w:t>
      </w:r>
      <w:r w:rsidRPr="003E3506">
        <w:rPr>
          <w:rtl/>
          <w:lang w:bidi="fa-IR"/>
        </w:rPr>
        <w:t xml:space="preserve"> اللهم انا لا نعلم منه الا خيرا وانت اعلم به منا</w:t>
      </w:r>
      <w:r w:rsidR="000C4B14">
        <w:rPr>
          <w:rtl/>
          <w:lang w:bidi="fa-IR"/>
        </w:rPr>
        <w:t>،</w:t>
      </w:r>
      <w:r w:rsidRPr="003E3506">
        <w:rPr>
          <w:rtl/>
          <w:lang w:bidi="fa-IR"/>
        </w:rPr>
        <w:t xml:space="preserve"> اللهم ان كان محسنا فزد في احسانه</w:t>
      </w:r>
      <w:r w:rsidR="000C4B14">
        <w:rPr>
          <w:rtl/>
          <w:lang w:bidi="fa-IR"/>
        </w:rPr>
        <w:t>،</w:t>
      </w:r>
      <w:r w:rsidRPr="003E3506">
        <w:rPr>
          <w:rtl/>
          <w:lang w:bidi="fa-IR"/>
        </w:rPr>
        <w:t xml:space="preserve"> وان كان مسيئا فتجاوز عنه واغفر له</w:t>
      </w:r>
      <w:r w:rsidR="000C4B14">
        <w:rPr>
          <w:rtl/>
          <w:lang w:bidi="fa-IR"/>
        </w:rPr>
        <w:t>،</w:t>
      </w:r>
      <w:r w:rsidRPr="003E3506">
        <w:rPr>
          <w:rtl/>
          <w:lang w:bidi="fa-IR"/>
        </w:rPr>
        <w:t xml:space="preserve"> اللهم اجعله عندك في اعلى عليين واخلف على اهله في الغابرين وارحمه برحمتك يا ارحم الراحمين</w:t>
      </w:r>
      <w:r w:rsidR="00962AE6">
        <w:rPr>
          <w:rFonts w:hint="cs"/>
          <w:rtl/>
          <w:lang w:bidi="fa-IR"/>
        </w:rPr>
        <w:t>»</w:t>
      </w:r>
      <w:r w:rsidRPr="003E3506">
        <w:rPr>
          <w:rtl/>
          <w:lang w:bidi="fa-IR"/>
        </w:rPr>
        <w:t xml:space="preserve"> و بعد تكبير پنجم را بگويد.</w:t>
      </w:r>
    </w:p>
    <w:p w:rsidR="003E3506" w:rsidRPr="003E3506" w:rsidRDefault="003E3506" w:rsidP="003E3506">
      <w:pPr>
        <w:pStyle w:val="libNormal"/>
        <w:rPr>
          <w:lang w:bidi="fa-IR"/>
        </w:rPr>
      </w:pPr>
      <w:r w:rsidRPr="003E3506">
        <w:rPr>
          <w:rtl/>
          <w:lang w:bidi="fa-IR"/>
        </w:rPr>
        <w:t>ولى اگر ميت زن است بعد از تكبير چهارم بگويد</w:t>
      </w:r>
      <w:r w:rsidR="00553569">
        <w:rPr>
          <w:rtl/>
          <w:lang w:bidi="fa-IR"/>
        </w:rPr>
        <w:t>:</w:t>
      </w:r>
      <w:r w:rsidRPr="003E3506">
        <w:rPr>
          <w:rtl/>
          <w:lang w:bidi="fa-IR"/>
        </w:rPr>
        <w:t xml:space="preserve"> </w:t>
      </w:r>
      <w:r w:rsidR="00962AE6">
        <w:rPr>
          <w:rFonts w:hint="cs"/>
          <w:rtl/>
          <w:lang w:bidi="fa-IR"/>
        </w:rPr>
        <w:t>«</w:t>
      </w:r>
      <w:r w:rsidRPr="003E3506">
        <w:rPr>
          <w:rtl/>
          <w:lang w:bidi="fa-IR"/>
        </w:rPr>
        <w:t>اللهم ان هذه امتك وابنة عبدك وابنه امتك نزلت بك وانت خير منزول به</w:t>
      </w:r>
      <w:r w:rsidR="000C4B14">
        <w:rPr>
          <w:rtl/>
          <w:lang w:bidi="fa-IR"/>
        </w:rPr>
        <w:t>،</w:t>
      </w:r>
      <w:r w:rsidRPr="003E3506">
        <w:rPr>
          <w:rtl/>
          <w:lang w:bidi="fa-IR"/>
        </w:rPr>
        <w:t xml:space="preserve"> اللهم انا لا نعلم منها الا خيرا</w:t>
      </w:r>
      <w:r w:rsidR="000C4B14">
        <w:rPr>
          <w:rtl/>
          <w:lang w:bidi="fa-IR"/>
        </w:rPr>
        <w:t>،</w:t>
      </w:r>
      <w:r w:rsidRPr="003E3506">
        <w:rPr>
          <w:rtl/>
          <w:lang w:bidi="fa-IR"/>
        </w:rPr>
        <w:t xml:space="preserve"> وانت اعلم بها منا</w:t>
      </w:r>
      <w:r w:rsidR="000C4B14">
        <w:rPr>
          <w:rtl/>
          <w:lang w:bidi="fa-IR"/>
        </w:rPr>
        <w:t>،</w:t>
      </w:r>
      <w:r w:rsidRPr="003E3506">
        <w:rPr>
          <w:rtl/>
          <w:lang w:bidi="fa-IR"/>
        </w:rPr>
        <w:t xml:space="preserve"> اللهم ان كانت محسنة فزد في احسانها</w:t>
      </w:r>
      <w:r w:rsidR="000C4B14">
        <w:rPr>
          <w:rtl/>
          <w:lang w:bidi="fa-IR"/>
        </w:rPr>
        <w:t>،</w:t>
      </w:r>
      <w:r w:rsidRPr="003E3506">
        <w:rPr>
          <w:rtl/>
          <w:lang w:bidi="fa-IR"/>
        </w:rPr>
        <w:t xml:space="preserve"> وان كانت مسيئة فتجاوز عنها</w:t>
      </w:r>
      <w:r w:rsidR="000C4B14">
        <w:rPr>
          <w:rtl/>
          <w:lang w:bidi="fa-IR"/>
        </w:rPr>
        <w:t>،</w:t>
      </w:r>
      <w:r w:rsidRPr="003E3506">
        <w:rPr>
          <w:rtl/>
          <w:lang w:bidi="fa-IR"/>
        </w:rPr>
        <w:t xml:space="preserve"> واغفر لها</w:t>
      </w:r>
      <w:r w:rsidR="000C4B14">
        <w:rPr>
          <w:rtl/>
          <w:lang w:bidi="fa-IR"/>
        </w:rPr>
        <w:t>،</w:t>
      </w:r>
      <w:r w:rsidRPr="003E3506">
        <w:rPr>
          <w:rtl/>
          <w:lang w:bidi="fa-IR"/>
        </w:rPr>
        <w:t xml:space="preserve"> اللهم اجعلها عندك في اعلى عليين واخلف على اهلها في الغابرين</w:t>
      </w:r>
      <w:r w:rsidR="000C4B14">
        <w:rPr>
          <w:rtl/>
          <w:lang w:bidi="fa-IR"/>
        </w:rPr>
        <w:t>،</w:t>
      </w:r>
      <w:r w:rsidRPr="003E3506">
        <w:rPr>
          <w:rtl/>
          <w:lang w:bidi="fa-IR"/>
        </w:rPr>
        <w:t xml:space="preserve"> وارحمها برحمتك يا ارحم الراحمين</w:t>
      </w:r>
      <w:r w:rsidR="000C4B14">
        <w:rPr>
          <w:rtl/>
          <w:lang w:bidi="fa-IR"/>
        </w:rPr>
        <w:t>.</w:t>
      </w:r>
      <w:r w:rsidR="00962AE6">
        <w:rPr>
          <w:rFonts w:hint="cs"/>
          <w:rtl/>
          <w:lang w:bidi="fa-IR"/>
        </w:rPr>
        <w:t>»</w:t>
      </w:r>
    </w:p>
    <w:p w:rsidR="003E3506" w:rsidRPr="003E3506" w:rsidRDefault="003E3506" w:rsidP="003E3506">
      <w:pPr>
        <w:pStyle w:val="libNormal"/>
        <w:rPr>
          <w:lang w:bidi="fa-IR"/>
        </w:rPr>
      </w:pPr>
      <w:r w:rsidRPr="003E3506">
        <w:rPr>
          <w:rtl/>
          <w:lang w:bidi="fa-IR"/>
        </w:rPr>
        <w:lastRenderedPageBreak/>
        <w:t>٦١٦ - بايد تكبيرها و دعاها را طورى پشت سر هم بخواند</w:t>
      </w:r>
      <w:r w:rsidR="000C4B14">
        <w:rPr>
          <w:rtl/>
          <w:lang w:bidi="fa-IR"/>
        </w:rPr>
        <w:t>،</w:t>
      </w:r>
      <w:r w:rsidRPr="003E3506">
        <w:rPr>
          <w:rtl/>
          <w:lang w:bidi="fa-IR"/>
        </w:rPr>
        <w:t xml:space="preserve"> كه نماز از صورت خود خارج نشود.</w:t>
      </w:r>
    </w:p>
    <w:p w:rsidR="00962AE6" w:rsidRDefault="003E3506" w:rsidP="003E3506">
      <w:pPr>
        <w:pStyle w:val="libNormal"/>
        <w:rPr>
          <w:rtl/>
          <w:lang w:bidi="fa-IR"/>
        </w:rPr>
      </w:pPr>
      <w:r w:rsidRPr="003E3506">
        <w:rPr>
          <w:rtl/>
          <w:lang w:bidi="fa-IR"/>
        </w:rPr>
        <w:t>٦١٧ - كسى كه نماز ميت را به جماعت مى خواند اگر چه ماموم باشد بايد تكبيرها و دعاهاى آن را هم بخواند.</w:t>
      </w:r>
    </w:p>
    <w:p w:rsidR="003E3506" w:rsidRPr="003E3506" w:rsidRDefault="00962AE6" w:rsidP="003E3506">
      <w:pPr>
        <w:pStyle w:val="libNormal"/>
        <w:rPr>
          <w:lang w:bidi="fa-IR"/>
        </w:rPr>
      </w:pPr>
      <w:r>
        <w:rPr>
          <w:rtl/>
          <w:lang w:bidi="fa-IR"/>
        </w:rPr>
        <w:br w:type="page"/>
      </w:r>
    </w:p>
    <w:p w:rsidR="003E3506" w:rsidRDefault="00605FAB" w:rsidP="00962AE6">
      <w:pPr>
        <w:pStyle w:val="Heading3"/>
        <w:rPr>
          <w:rtl/>
          <w:lang w:bidi="fa-IR"/>
        </w:rPr>
      </w:pPr>
      <w:bookmarkStart w:id="75" w:name="_Toc24454498"/>
      <w:r>
        <w:rPr>
          <w:rtl/>
          <w:lang w:bidi="fa-IR"/>
        </w:rPr>
        <w:t>(</w:t>
      </w:r>
      <w:r w:rsidR="003E3506" w:rsidRPr="003E3506">
        <w:rPr>
          <w:rtl/>
          <w:lang w:bidi="fa-IR"/>
        </w:rPr>
        <w:t>مستحبات نماز ميت</w:t>
      </w:r>
      <w:r>
        <w:rPr>
          <w:rtl/>
          <w:lang w:bidi="fa-IR"/>
        </w:rPr>
        <w:t>)</w:t>
      </w:r>
      <w:bookmarkEnd w:id="75"/>
    </w:p>
    <w:p w:rsidR="003E3506" w:rsidRPr="003E3506" w:rsidRDefault="003E3506" w:rsidP="003E3506">
      <w:pPr>
        <w:pStyle w:val="libNormal"/>
        <w:rPr>
          <w:lang w:bidi="fa-IR"/>
        </w:rPr>
      </w:pPr>
      <w:r w:rsidRPr="003E3506">
        <w:rPr>
          <w:rtl/>
          <w:lang w:bidi="fa-IR"/>
        </w:rPr>
        <w:t>٦١٨ - چند چيز در نماز ميت مستحب است</w:t>
      </w:r>
      <w:r w:rsidR="00553569">
        <w:rPr>
          <w:rtl/>
          <w:lang w:bidi="fa-IR"/>
        </w:rPr>
        <w:t>:</w:t>
      </w:r>
      <w:r w:rsidRPr="003E3506">
        <w:rPr>
          <w:rtl/>
          <w:lang w:bidi="fa-IR"/>
        </w:rPr>
        <w:t xml:space="preserve"> اول آنكه نمازگزار بر ميت</w:t>
      </w:r>
      <w:r w:rsidR="000C4B14">
        <w:rPr>
          <w:rtl/>
          <w:lang w:bidi="fa-IR"/>
        </w:rPr>
        <w:t>،</w:t>
      </w:r>
      <w:r w:rsidRPr="003E3506">
        <w:rPr>
          <w:rtl/>
          <w:lang w:bidi="fa-IR"/>
        </w:rPr>
        <w:t xml:space="preserve"> با وضو يا غسل يا تيمم باشد</w:t>
      </w:r>
      <w:r w:rsidR="000C4B14">
        <w:rPr>
          <w:rtl/>
          <w:lang w:bidi="fa-IR"/>
        </w:rPr>
        <w:t>،</w:t>
      </w:r>
      <w:r w:rsidRPr="003E3506">
        <w:rPr>
          <w:rtl/>
          <w:lang w:bidi="fa-IR"/>
        </w:rPr>
        <w:t xml:space="preserve"> و احتياط آن است در صورتى تيمم كند كه وضو و غسل ممكن نباشد</w:t>
      </w:r>
      <w:r w:rsidR="000C4B14">
        <w:rPr>
          <w:rtl/>
          <w:lang w:bidi="fa-IR"/>
        </w:rPr>
        <w:t>،</w:t>
      </w:r>
      <w:r w:rsidRPr="003E3506">
        <w:rPr>
          <w:rtl/>
          <w:lang w:bidi="fa-IR"/>
        </w:rPr>
        <w:t xml:space="preserve"> يا بترسد كه اگر وضو بگيرد يا غسل كند به نماز ميت نرسد.</w:t>
      </w:r>
    </w:p>
    <w:p w:rsidR="003E3506" w:rsidRPr="003E3506" w:rsidRDefault="003E3506" w:rsidP="003E3506">
      <w:pPr>
        <w:pStyle w:val="libNormal"/>
        <w:rPr>
          <w:lang w:bidi="fa-IR"/>
        </w:rPr>
      </w:pPr>
      <w:r w:rsidRPr="003E3506">
        <w:rPr>
          <w:rtl/>
          <w:lang w:bidi="fa-IR"/>
        </w:rPr>
        <w:t>دوم اگر ميت مرد است</w:t>
      </w:r>
      <w:r w:rsidR="000C4B14">
        <w:rPr>
          <w:rtl/>
          <w:lang w:bidi="fa-IR"/>
        </w:rPr>
        <w:t>،</w:t>
      </w:r>
      <w:r w:rsidRPr="003E3506">
        <w:rPr>
          <w:rtl/>
          <w:lang w:bidi="fa-IR"/>
        </w:rPr>
        <w:t xml:space="preserve"> امام جماعت يا كسى كه فرادى بر او نماز مى خواند مقابل وسط قامت او بايستد</w:t>
      </w:r>
      <w:r w:rsidR="000C4B14">
        <w:rPr>
          <w:rtl/>
          <w:lang w:bidi="fa-IR"/>
        </w:rPr>
        <w:t>،</w:t>
      </w:r>
      <w:r w:rsidRPr="003E3506">
        <w:rPr>
          <w:rtl/>
          <w:lang w:bidi="fa-IR"/>
        </w:rPr>
        <w:t xml:space="preserve"> و اگر ميت زن است مقابل سينه اش بايستد.</w:t>
      </w:r>
    </w:p>
    <w:p w:rsidR="003E3506" w:rsidRPr="003E3506" w:rsidRDefault="003E3506" w:rsidP="003E3506">
      <w:pPr>
        <w:pStyle w:val="libNormal"/>
        <w:rPr>
          <w:lang w:bidi="fa-IR"/>
        </w:rPr>
      </w:pPr>
      <w:r w:rsidRPr="003E3506">
        <w:rPr>
          <w:rtl/>
          <w:lang w:bidi="fa-IR"/>
        </w:rPr>
        <w:t>سوم پا برهنه نماز بخواند.</w:t>
      </w:r>
    </w:p>
    <w:p w:rsidR="003E3506" w:rsidRPr="003E3506" w:rsidRDefault="003E3506" w:rsidP="003E3506">
      <w:pPr>
        <w:pStyle w:val="libNormal"/>
        <w:rPr>
          <w:lang w:bidi="fa-IR"/>
        </w:rPr>
      </w:pPr>
      <w:r w:rsidRPr="003E3506">
        <w:rPr>
          <w:rtl/>
          <w:lang w:bidi="fa-IR"/>
        </w:rPr>
        <w:t>چهارم در هر تكبير دستها را بلند كند.</w:t>
      </w:r>
    </w:p>
    <w:p w:rsidR="003E3506" w:rsidRPr="003E3506" w:rsidRDefault="003E3506" w:rsidP="003E3506">
      <w:pPr>
        <w:pStyle w:val="libNormal"/>
        <w:rPr>
          <w:lang w:bidi="fa-IR"/>
        </w:rPr>
      </w:pPr>
      <w:r w:rsidRPr="003E3506">
        <w:rPr>
          <w:rtl/>
          <w:lang w:bidi="fa-IR"/>
        </w:rPr>
        <w:t>پنجم فاصله او با ميت به قدرى كم باشد</w:t>
      </w:r>
      <w:r w:rsidR="000C4B14">
        <w:rPr>
          <w:rtl/>
          <w:lang w:bidi="fa-IR"/>
        </w:rPr>
        <w:t>،</w:t>
      </w:r>
      <w:r w:rsidRPr="003E3506">
        <w:rPr>
          <w:rtl/>
          <w:lang w:bidi="fa-IR"/>
        </w:rPr>
        <w:t xml:space="preserve"> كه اگر باد لباسش را حركت دهد به جنازه برسد.</w:t>
      </w:r>
    </w:p>
    <w:p w:rsidR="003E3506" w:rsidRPr="003E3506" w:rsidRDefault="003E3506" w:rsidP="003E3506">
      <w:pPr>
        <w:pStyle w:val="libNormal"/>
        <w:rPr>
          <w:lang w:bidi="fa-IR"/>
        </w:rPr>
      </w:pPr>
      <w:r w:rsidRPr="003E3506">
        <w:rPr>
          <w:rtl/>
          <w:lang w:bidi="fa-IR"/>
        </w:rPr>
        <w:t>ششم نماز ميت را به جماعت بخواند.</w:t>
      </w:r>
    </w:p>
    <w:p w:rsidR="003E3506" w:rsidRPr="003E3506" w:rsidRDefault="003E3506" w:rsidP="003E3506">
      <w:pPr>
        <w:pStyle w:val="libNormal"/>
        <w:rPr>
          <w:lang w:bidi="fa-IR"/>
        </w:rPr>
      </w:pPr>
      <w:r w:rsidRPr="003E3506">
        <w:rPr>
          <w:rtl/>
          <w:lang w:bidi="fa-IR"/>
        </w:rPr>
        <w:t>هفتم امام جماعت تكبير و دعاها را بلند بخواند و كسانى كه با او نماز مى خوانند آهسته بخوانند.</w:t>
      </w:r>
    </w:p>
    <w:p w:rsidR="003E3506" w:rsidRPr="003E3506" w:rsidRDefault="003E3506" w:rsidP="003E3506">
      <w:pPr>
        <w:pStyle w:val="libNormal"/>
        <w:rPr>
          <w:lang w:bidi="fa-IR"/>
        </w:rPr>
      </w:pPr>
      <w:r w:rsidRPr="003E3506">
        <w:rPr>
          <w:rtl/>
          <w:lang w:bidi="fa-IR"/>
        </w:rPr>
        <w:t>هشتم در جماعت اگر چه ماموم يك نفر باشد عقب امام بايستد.</w:t>
      </w:r>
    </w:p>
    <w:p w:rsidR="003E3506" w:rsidRPr="003E3506" w:rsidRDefault="003E3506" w:rsidP="003E3506">
      <w:pPr>
        <w:pStyle w:val="libNormal"/>
        <w:rPr>
          <w:lang w:bidi="fa-IR"/>
        </w:rPr>
      </w:pPr>
      <w:r w:rsidRPr="003E3506">
        <w:rPr>
          <w:rtl/>
          <w:lang w:bidi="fa-IR"/>
        </w:rPr>
        <w:t>نهم نمازگزار</w:t>
      </w:r>
      <w:r w:rsidR="000C4B14">
        <w:rPr>
          <w:rtl/>
          <w:lang w:bidi="fa-IR"/>
        </w:rPr>
        <w:t>،</w:t>
      </w:r>
      <w:r w:rsidRPr="003E3506">
        <w:rPr>
          <w:rtl/>
          <w:lang w:bidi="fa-IR"/>
        </w:rPr>
        <w:t xml:space="preserve"> به ميت و مؤمنين زياد دعا كند.</w:t>
      </w:r>
    </w:p>
    <w:p w:rsidR="003E3506" w:rsidRPr="003E3506" w:rsidRDefault="003E3506" w:rsidP="003E3506">
      <w:pPr>
        <w:pStyle w:val="libNormal"/>
        <w:rPr>
          <w:lang w:bidi="fa-IR"/>
        </w:rPr>
      </w:pPr>
      <w:r w:rsidRPr="003E3506">
        <w:rPr>
          <w:rtl/>
          <w:lang w:bidi="fa-IR"/>
        </w:rPr>
        <w:t>دهم پيش از نماز در جماعت سه مرتبه بگويند</w:t>
      </w:r>
      <w:r w:rsidR="00553569">
        <w:rPr>
          <w:rtl/>
          <w:lang w:bidi="fa-IR"/>
        </w:rPr>
        <w:t>:</w:t>
      </w:r>
      <w:r w:rsidRPr="003E3506">
        <w:rPr>
          <w:rtl/>
          <w:lang w:bidi="fa-IR"/>
        </w:rPr>
        <w:t xml:space="preserve"> الصلاة</w:t>
      </w:r>
      <w:r w:rsidR="000C4B14">
        <w:rPr>
          <w:rtl/>
          <w:lang w:bidi="fa-IR"/>
        </w:rPr>
        <w:t>.</w:t>
      </w:r>
    </w:p>
    <w:p w:rsidR="003E3506" w:rsidRPr="003E3506" w:rsidRDefault="003E3506" w:rsidP="003E3506">
      <w:pPr>
        <w:pStyle w:val="libNormal"/>
        <w:rPr>
          <w:lang w:bidi="fa-IR"/>
        </w:rPr>
      </w:pPr>
      <w:r w:rsidRPr="003E3506">
        <w:rPr>
          <w:rtl/>
          <w:lang w:bidi="fa-IR"/>
        </w:rPr>
        <w:t>يازدهم نماز را در جايى بخوانند كه مردم براى نماز ميت بيشتر به آنجا مى روند.</w:t>
      </w:r>
    </w:p>
    <w:p w:rsidR="003E3506" w:rsidRPr="003E3506" w:rsidRDefault="003E3506" w:rsidP="003E3506">
      <w:pPr>
        <w:pStyle w:val="libNormal"/>
        <w:rPr>
          <w:lang w:bidi="fa-IR"/>
        </w:rPr>
      </w:pPr>
      <w:r w:rsidRPr="003E3506">
        <w:rPr>
          <w:rtl/>
          <w:lang w:bidi="fa-IR"/>
        </w:rPr>
        <w:t>دوازدهم زن حائض اگر نماز ميت را به جماعت مى خواند</w:t>
      </w:r>
      <w:r w:rsidR="000C4B14">
        <w:rPr>
          <w:rtl/>
          <w:lang w:bidi="fa-IR"/>
        </w:rPr>
        <w:t>،</w:t>
      </w:r>
      <w:r w:rsidRPr="003E3506">
        <w:rPr>
          <w:rtl/>
          <w:lang w:bidi="fa-IR"/>
        </w:rPr>
        <w:t xml:space="preserve"> تنها بايستد</w:t>
      </w:r>
      <w:r w:rsidR="000C4B14">
        <w:rPr>
          <w:rtl/>
          <w:lang w:bidi="fa-IR"/>
        </w:rPr>
        <w:t>،</w:t>
      </w:r>
      <w:r w:rsidRPr="003E3506">
        <w:rPr>
          <w:rtl/>
          <w:lang w:bidi="fa-IR"/>
        </w:rPr>
        <w:t xml:space="preserve"> و در صف نمازگزاران نايستد.</w:t>
      </w:r>
    </w:p>
    <w:p w:rsidR="003E3506" w:rsidRPr="003E3506" w:rsidRDefault="003E3506" w:rsidP="003E3506">
      <w:pPr>
        <w:pStyle w:val="libNormal"/>
        <w:rPr>
          <w:lang w:bidi="fa-IR"/>
        </w:rPr>
      </w:pPr>
      <w:r w:rsidRPr="003E3506">
        <w:rPr>
          <w:rtl/>
          <w:lang w:bidi="fa-IR"/>
        </w:rPr>
        <w:t>٦١٩ - خواندن نماز ميت در مساجد مكروه است ولى در مسجد الحرام مكروه نيست</w:t>
      </w:r>
      <w:r w:rsidR="000C4B14">
        <w:rPr>
          <w:rtl/>
          <w:lang w:bidi="fa-IR"/>
        </w:rPr>
        <w:t>.</w:t>
      </w:r>
    </w:p>
    <w:p w:rsidR="003E3506" w:rsidRPr="003E3506" w:rsidRDefault="00962AE6" w:rsidP="003E3506">
      <w:pPr>
        <w:pStyle w:val="libNormal"/>
        <w:rPr>
          <w:lang w:bidi="fa-IR"/>
        </w:rPr>
      </w:pPr>
      <w:r>
        <w:rPr>
          <w:rtl/>
          <w:lang w:bidi="fa-IR"/>
        </w:rPr>
        <w:br w:type="page"/>
      </w:r>
    </w:p>
    <w:p w:rsidR="003E3506" w:rsidRDefault="00605FAB" w:rsidP="00962AE6">
      <w:pPr>
        <w:pStyle w:val="Heading3"/>
        <w:rPr>
          <w:rtl/>
          <w:lang w:bidi="fa-IR"/>
        </w:rPr>
      </w:pPr>
      <w:bookmarkStart w:id="76" w:name="_Toc24454499"/>
      <w:r>
        <w:rPr>
          <w:rtl/>
          <w:lang w:bidi="fa-IR"/>
        </w:rPr>
        <w:t>(</w:t>
      </w:r>
      <w:r w:rsidR="003E3506" w:rsidRPr="003E3506">
        <w:rPr>
          <w:rtl/>
          <w:lang w:bidi="fa-IR"/>
        </w:rPr>
        <w:t>احكام دفن</w:t>
      </w:r>
      <w:r>
        <w:rPr>
          <w:rtl/>
          <w:lang w:bidi="fa-IR"/>
        </w:rPr>
        <w:t>)</w:t>
      </w:r>
      <w:bookmarkEnd w:id="76"/>
    </w:p>
    <w:p w:rsidR="003E3506" w:rsidRPr="003E3506" w:rsidRDefault="003E3506" w:rsidP="003E3506">
      <w:pPr>
        <w:pStyle w:val="libNormal"/>
        <w:rPr>
          <w:lang w:bidi="fa-IR"/>
        </w:rPr>
      </w:pPr>
      <w:r w:rsidRPr="003E3506">
        <w:rPr>
          <w:rtl/>
          <w:lang w:bidi="fa-IR"/>
        </w:rPr>
        <w:t>٦٢٠ - واجب است ميت را طورى در زمين دفن كنند كه بوى او بيرون نيايد</w:t>
      </w:r>
      <w:r w:rsidR="000C4B14">
        <w:rPr>
          <w:rtl/>
          <w:lang w:bidi="fa-IR"/>
        </w:rPr>
        <w:t>،</w:t>
      </w:r>
      <w:r w:rsidRPr="003E3506">
        <w:rPr>
          <w:rtl/>
          <w:lang w:bidi="fa-IR"/>
        </w:rPr>
        <w:t xml:space="preserve"> و درندگان هم نتوانند بدنش را بيرون آورند و اگر ترس آن باشد كه جانور بدن او را بيرون آورد بايد قبر را با آجر و مانند آن محكم كنند.</w:t>
      </w:r>
    </w:p>
    <w:p w:rsidR="003E3506" w:rsidRPr="003E3506" w:rsidRDefault="003E3506" w:rsidP="003E3506">
      <w:pPr>
        <w:pStyle w:val="libNormal"/>
        <w:rPr>
          <w:lang w:bidi="fa-IR"/>
        </w:rPr>
      </w:pPr>
      <w:r w:rsidRPr="003E3506">
        <w:rPr>
          <w:rtl/>
          <w:lang w:bidi="fa-IR"/>
        </w:rPr>
        <w:t>٦٢١ - اگر دفن ميت در زمين ممكن نباشد</w:t>
      </w:r>
      <w:r w:rsidR="000C4B14">
        <w:rPr>
          <w:rtl/>
          <w:lang w:bidi="fa-IR"/>
        </w:rPr>
        <w:t>،</w:t>
      </w:r>
      <w:r w:rsidRPr="003E3506">
        <w:rPr>
          <w:rtl/>
          <w:lang w:bidi="fa-IR"/>
        </w:rPr>
        <w:t xml:space="preserve"> مى توانند به جاى دفن او را در بنا يا تابوت بگذارند.</w:t>
      </w:r>
    </w:p>
    <w:p w:rsidR="003E3506" w:rsidRPr="003E3506" w:rsidRDefault="003E3506" w:rsidP="003E3506">
      <w:pPr>
        <w:pStyle w:val="libNormal"/>
        <w:rPr>
          <w:lang w:bidi="fa-IR"/>
        </w:rPr>
      </w:pPr>
      <w:r w:rsidRPr="003E3506">
        <w:rPr>
          <w:rtl/>
          <w:lang w:bidi="fa-IR"/>
        </w:rPr>
        <w:t>٦٢٢ - ميت را بايد در قبر به پهلوى راست طورى بخوابانند كه جلوى بدن او رو به قبله باشد.</w:t>
      </w:r>
    </w:p>
    <w:p w:rsidR="003E3506" w:rsidRPr="003E3506" w:rsidRDefault="003E3506" w:rsidP="003E3506">
      <w:pPr>
        <w:pStyle w:val="libNormal"/>
        <w:rPr>
          <w:lang w:bidi="fa-IR"/>
        </w:rPr>
      </w:pPr>
      <w:r w:rsidRPr="003E3506">
        <w:rPr>
          <w:rtl/>
          <w:lang w:bidi="fa-IR"/>
        </w:rPr>
        <w:t>٦٢٣ - اگر كسى در كشتى بميرد</w:t>
      </w:r>
      <w:r w:rsidR="000C4B14">
        <w:rPr>
          <w:rtl/>
          <w:lang w:bidi="fa-IR"/>
        </w:rPr>
        <w:t>،</w:t>
      </w:r>
      <w:r w:rsidRPr="003E3506">
        <w:rPr>
          <w:rtl/>
          <w:lang w:bidi="fa-IR"/>
        </w:rPr>
        <w:t xml:space="preserve"> چنانچه جسد او فاسد نمى شود و بودن او در كشتى مانعى ندارد</w:t>
      </w:r>
      <w:r w:rsidR="000C4B14">
        <w:rPr>
          <w:rtl/>
          <w:lang w:bidi="fa-IR"/>
        </w:rPr>
        <w:t>،</w:t>
      </w:r>
      <w:r w:rsidRPr="003E3506">
        <w:rPr>
          <w:rtl/>
          <w:lang w:bidi="fa-IR"/>
        </w:rPr>
        <w:t xml:space="preserve"> بايد صبر كنند تا به خشكى برسند و او را در زمين دفن كنند</w:t>
      </w:r>
      <w:r w:rsidR="000C4B14">
        <w:rPr>
          <w:rtl/>
          <w:lang w:bidi="fa-IR"/>
        </w:rPr>
        <w:t>،</w:t>
      </w:r>
      <w:r w:rsidRPr="003E3506">
        <w:rPr>
          <w:rtl/>
          <w:lang w:bidi="fa-IR"/>
        </w:rPr>
        <w:t xml:space="preserve"> و گرنه بايد در كشتى غسلش بدهند و حنوط و كفن كنند</w:t>
      </w:r>
      <w:r w:rsidR="000C4B14">
        <w:rPr>
          <w:rtl/>
          <w:lang w:bidi="fa-IR"/>
        </w:rPr>
        <w:t>،</w:t>
      </w:r>
      <w:r w:rsidRPr="003E3506">
        <w:rPr>
          <w:rtl/>
          <w:lang w:bidi="fa-IR"/>
        </w:rPr>
        <w:t xml:space="preserve"> و پس از خواندن نماز ميت او را در خمره بگذارند</w:t>
      </w:r>
      <w:r w:rsidR="000C4B14">
        <w:rPr>
          <w:rtl/>
          <w:lang w:bidi="fa-IR"/>
        </w:rPr>
        <w:t>،</w:t>
      </w:r>
      <w:r w:rsidRPr="003E3506">
        <w:rPr>
          <w:rtl/>
          <w:lang w:bidi="fa-IR"/>
        </w:rPr>
        <w:t xml:space="preserve"> و درش را ببندند و به دريا بيندازند</w:t>
      </w:r>
      <w:r w:rsidR="000C4B14">
        <w:rPr>
          <w:rtl/>
          <w:lang w:bidi="fa-IR"/>
        </w:rPr>
        <w:t>،</w:t>
      </w:r>
      <w:r w:rsidRPr="003E3506">
        <w:rPr>
          <w:rtl/>
          <w:lang w:bidi="fa-IR"/>
        </w:rPr>
        <w:t xml:space="preserve"> يا اينكه چيز سنگينى به پايش بسته و به دريا بيندازند و اگر ممكن است بايد او را در جايى بيندازند كه فورا طعمه حيوانات نشود.</w:t>
      </w:r>
    </w:p>
    <w:p w:rsidR="003E3506" w:rsidRPr="003E3506" w:rsidRDefault="003E3506" w:rsidP="003E3506">
      <w:pPr>
        <w:pStyle w:val="libNormal"/>
        <w:rPr>
          <w:lang w:bidi="fa-IR"/>
        </w:rPr>
      </w:pPr>
      <w:r w:rsidRPr="003E3506">
        <w:rPr>
          <w:rtl/>
          <w:lang w:bidi="fa-IR"/>
        </w:rPr>
        <w:t>٦٢٤ - اگر بترسند كه دشمن قبر ميت را بشكافد و بدن او را بيرون آورد</w:t>
      </w:r>
      <w:r w:rsidR="000C4B14">
        <w:rPr>
          <w:rtl/>
          <w:lang w:bidi="fa-IR"/>
        </w:rPr>
        <w:t>،</w:t>
      </w:r>
      <w:r w:rsidRPr="003E3506">
        <w:rPr>
          <w:rtl/>
          <w:lang w:bidi="fa-IR"/>
        </w:rPr>
        <w:t xml:space="preserve"> و گوش و بينى يا اعضاى ديگر او را ببرد</w:t>
      </w:r>
      <w:r w:rsidR="000C4B14">
        <w:rPr>
          <w:rtl/>
          <w:lang w:bidi="fa-IR"/>
        </w:rPr>
        <w:t>،</w:t>
      </w:r>
      <w:r w:rsidRPr="003E3506">
        <w:rPr>
          <w:rtl/>
          <w:lang w:bidi="fa-IR"/>
        </w:rPr>
        <w:t xml:space="preserve"> چنانچه ممكن باشد بايد به طورى كه در مساله پيش گفته شد او را به دريا بيندازند.</w:t>
      </w:r>
    </w:p>
    <w:p w:rsidR="003E3506" w:rsidRPr="003E3506" w:rsidRDefault="003E3506" w:rsidP="003E3506">
      <w:pPr>
        <w:pStyle w:val="libNormal"/>
        <w:rPr>
          <w:lang w:bidi="fa-IR"/>
        </w:rPr>
      </w:pPr>
      <w:r w:rsidRPr="003E3506">
        <w:rPr>
          <w:rtl/>
          <w:lang w:bidi="fa-IR"/>
        </w:rPr>
        <w:t>٦٢٥ - مخارج انداختن در دريا و مخارج محكم كردن قبر ميت را در صورتى كه لازم باشد</w:t>
      </w:r>
      <w:r w:rsidR="000C4B14">
        <w:rPr>
          <w:rtl/>
          <w:lang w:bidi="fa-IR"/>
        </w:rPr>
        <w:t>،</w:t>
      </w:r>
      <w:r w:rsidRPr="003E3506">
        <w:rPr>
          <w:rtl/>
          <w:lang w:bidi="fa-IR"/>
        </w:rPr>
        <w:t xml:space="preserve"> مى توانند از اصل مال ميت بردارند.</w:t>
      </w:r>
    </w:p>
    <w:p w:rsidR="003E3506" w:rsidRPr="003E3506" w:rsidRDefault="003E3506" w:rsidP="003E3506">
      <w:pPr>
        <w:pStyle w:val="libNormal"/>
        <w:rPr>
          <w:lang w:bidi="fa-IR"/>
        </w:rPr>
      </w:pPr>
      <w:r w:rsidRPr="003E3506">
        <w:rPr>
          <w:rtl/>
          <w:lang w:bidi="fa-IR"/>
        </w:rPr>
        <w:t>٦٢٦ - اگر زن كافره بميرد و بچه در شكم او مرده باشد چنانچه پدر بچه مسلمان باشد</w:t>
      </w:r>
      <w:r w:rsidR="000C4B14">
        <w:rPr>
          <w:rtl/>
          <w:lang w:bidi="fa-IR"/>
        </w:rPr>
        <w:t>،</w:t>
      </w:r>
      <w:r w:rsidRPr="003E3506">
        <w:rPr>
          <w:rtl/>
          <w:lang w:bidi="fa-IR"/>
        </w:rPr>
        <w:t xml:space="preserve"> بايد زن را در قبر به پهلوى چپ پشت به قبله بخوابانند كه روى بچه به طرف قبله باشد</w:t>
      </w:r>
      <w:r w:rsidR="000C4B14">
        <w:rPr>
          <w:rtl/>
          <w:lang w:bidi="fa-IR"/>
        </w:rPr>
        <w:t>،</w:t>
      </w:r>
      <w:r w:rsidRPr="003E3506">
        <w:rPr>
          <w:rtl/>
          <w:lang w:bidi="fa-IR"/>
        </w:rPr>
        <w:t xml:space="preserve"> و همچنين است بنابر احتياط مستحب اگر بچه اى كه در شكم او است هنوز روح به بدنش داخل نشده باشد.</w:t>
      </w:r>
    </w:p>
    <w:p w:rsidR="003E3506" w:rsidRPr="003E3506" w:rsidRDefault="003E3506" w:rsidP="003E3506">
      <w:pPr>
        <w:pStyle w:val="libNormal"/>
        <w:rPr>
          <w:lang w:bidi="fa-IR"/>
        </w:rPr>
      </w:pPr>
      <w:r w:rsidRPr="003E3506">
        <w:rPr>
          <w:rtl/>
          <w:lang w:bidi="fa-IR"/>
        </w:rPr>
        <w:lastRenderedPageBreak/>
        <w:t>٦٢٧ - دفن مسلمان در قبرستان كفار و دفن كافر در قبرستان مسلمانان جايز نيست</w:t>
      </w:r>
      <w:r w:rsidR="000C4B14">
        <w:rPr>
          <w:rtl/>
          <w:lang w:bidi="fa-IR"/>
        </w:rPr>
        <w:t>.</w:t>
      </w:r>
    </w:p>
    <w:p w:rsidR="003E3506" w:rsidRPr="003E3506" w:rsidRDefault="003E3506" w:rsidP="003E3506">
      <w:pPr>
        <w:pStyle w:val="libNormal"/>
        <w:rPr>
          <w:lang w:bidi="fa-IR"/>
        </w:rPr>
      </w:pPr>
      <w:r w:rsidRPr="003E3506">
        <w:rPr>
          <w:rtl/>
          <w:lang w:bidi="fa-IR"/>
        </w:rPr>
        <w:t>٦٢٨ - دفن مسلمان در جايى كه بى احترامى به او باشد</w:t>
      </w:r>
      <w:r w:rsidR="000C4B14">
        <w:rPr>
          <w:rtl/>
          <w:lang w:bidi="fa-IR"/>
        </w:rPr>
        <w:t>،</w:t>
      </w:r>
      <w:r w:rsidRPr="003E3506">
        <w:rPr>
          <w:rtl/>
          <w:lang w:bidi="fa-IR"/>
        </w:rPr>
        <w:t xml:space="preserve"> مانند جايى كه خاكروبه و كثافت مى ريزند</w:t>
      </w:r>
      <w:r w:rsidR="000C4B14">
        <w:rPr>
          <w:rtl/>
          <w:lang w:bidi="fa-IR"/>
        </w:rPr>
        <w:t>،</w:t>
      </w:r>
      <w:r w:rsidRPr="003E3506">
        <w:rPr>
          <w:rtl/>
          <w:lang w:bidi="fa-IR"/>
        </w:rPr>
        <w:t xml:space="preserve"> جايز نيست</w:t>
      </w:r>
      <w:r w:rsidR="000C4B14">
        <w:rPr>
          <w:rtl/>
          <w:lang w:bidi="fa-IR"/>
        </w:rPr>
        <w:t>.</w:t>
      </w:r>
    </w:p>
    <w:p w:rsidR="003E3506" w:rsidRPr="003E3506" w:rsidRDefault="003E3506" w:rsidP="003E3506">
      <w:pPr>
        <w:pStyle w:val="libNormal"/>
        <w:rPr>
          <w:lang w:bidi="fa-IR"/>
        </w:rPr>
      </w:pPr>
      <w:r w:rsidRPr="003E3506">
        <w:rPr>
          <w:rtl/>
          <w:lang w:bidi="fa-IR"/>
        </w:rPr>
        <w:t>٦٢٩ - دفن ميت در جاى غصبى و در زمينى كه مثل مسجد براى غير دفن كردن وقف شده</w:t>
      </w:r>
      <w:r w:rsidR="000C4B14">
        <w:rPr>
          <w:rtl/>
          <w:lang w:bidi="fa-IR"/>
        </w:rPr>
        <w:t>،</w:t>
      </w:r>
      <w:r w:rsidRPr="003E3506">
        <w:rPr>
          <w:rtl/>
          <w:lang w:bidi="fa-IR"/>
        </w:rPr>
        <w:t xml:space="preserve"> جايز نيست</w:t>
      </w:r>
      <w:r w:rsidR="000C4B14">
        <w:rPr>
          <w:rtl/>
          <w:lang w:bidi="fa-IR"/>
        </w:rPr>
        <w:t>.</w:t>
      </w:r>
    </w:p>
    <w:p w:rsidR="003E3506" w:rsidRPr="003E3506" w:rsidRDefault="003E3506" w:rsidP="003E3506">
      <w:pPr>
        <w:pStyle w:val="libNormal"/>
        <w:rPr>
          <w:lang w:bidi="fa-IR"/>
        </w:rPr>
      </w:pPr>
      <w:r w:rsidRPr="003E3506">
        <w:rPr>
          <w:rtl/>
          <w:lang w:bidi="fa-IR"/>
        </w:rPr>
        <w:t>٦٣٠ - نبش قبر مرده اى براى آنكه مرده ديگر در آن دفن شود جايز نيست</w:t>
      </w:r>
      <w:r w:rsidR="000C4B14">
        <w:rPr>
          <w:rtl/>
          <w:lang w:bidi="fa-IR"/>
        </w:rPr>
        <w:t>،</w:t>
      </w:r>
      <w:r w:rsidRPr="003E3506">
        <w:rPr>
          <w:rtl/>
          <w:lang w:bidi="fa-IR"/>
        </w:rPr>
        <w:t xml:space="preserve"> مگر آنكه قبر كهنه شده و ميت اولى به كلى از بين رفته باشد.</w:t>
      </w:r>
    </w:p>
    <w:p w:rsidR="003E3506" w:rsidRPr="003E3506" w:rsidRDefault="003E3506" w:rsidP="003E3506">
      <w:pPr>
        <w:pStyle w:val="libNormal"/>
        <w:rPr>
          <w:lang w:bidi="fa-IR"/>
        </w:rPr>
      </w:pPr>
      <w:r w:rsidRPr="003E3506">
        <w:rPr>
          <w:rtl/>
          <w:lang w:bidi="fa-IR"/>
        </w:rPr>
        <w:t>٦٣١ - چيزى كه از ميت جدا مى شود</w:t>
      </w:r>
      <w:r w:rsidR="000C4B14">
        <w:rPr>
          <w:rtl/>
          <w:lang w:bidi="fa-IR"/>
        </w:rPr>
        <w:t>،</w:t>
      </w:r>
      <w:r w:rsidRPr="003E3506">
        <w:rPr>
          <w:rtl/>
          <w:lang w:bidi="fa-IR"/>
        </w:rPr>
        <w:t xml:space="preserve"> اگر چه مو و ناخن و دندانش باشد بايد با او دفن شود</w:t>
      </w:r>
      <w:r w:rsidR="000C4B14">
        <w:rPr>
          <w:rtl/>
          <w:lang w:bidi="fa-IR"/>
        </w:rPr>
        <w:t>،</w:t>
      </w:r>
      <w:r w:rsidRPr="003E3506">
        <w:rPr>
          <w:rtl/>
          <w:lang w:bidi="fa-IR"/>
        </w:rPr>
        <w:t xml:space="preserve"> و چنانچه آن چيز بعد از دفن شدن ميت پيدا شود بنابر احتياط لازم اگر چه مو يا ناخن يا دندانش باشد بايد در جايى جدا دفن شود.</w:t>
      </w:r>
    </w:p>
    <w:p w:rsidR="003E3506" w:rsidRPr="003E3506" w:rsidRDefault="003E3506" w:rsidP="003E3506">
      <w:pPr>
        <w:pStyle w:val="libNormal"/>
        <w:rPr>
          <w:lang w:bidi="fa-IR"/>
        </w:rPr>
      </w:pPr>
      <w:r w:rsidRPr="003E3506">
        <w:rPr>
          <w:rtl/>
          <w:lang w:bidi="fa-IR"/>
        </w:rPr>
        <w:t>و دفن ناخن و دندانى كه در حال زندگى از انسان جدا مى شود</w:t>
      </w:r>
      <w:r w:rsidR="000C4B14">
        <w:rPr>
          <w:rtl/>
          <w:lang w:bidi="fa-IR"/>
        </w:rPr>
        <w:t>،</w:t>
      </w:r>
      <w:r w:rsidRPr="003E3506">
        <w:rPr>
          <w:rtl/>
          <w:lang w:bidi="fa-IR"/>
        </w:rPr>
        <w:t xml:space="preserve"> مستحب است</w:t>
      </w:r>
      <w:r w:rsidR="000C4B14">
        <w:rPr>
          <w:rtl/>
          <w:lang w:bidi="fa-IR"/>
        </w:rPr>
        <w:t>.</w:t>
      </w:r>
    </w:p>
    <w:p w:rsidR="003E3506" w:rsidRPr="003E3506" w:rsidRDefault="003E3506" w:rsidP="003E3506">
      <w:pPr>
        <w:pStyle w:val="libNormal"/>
        <w:rPr>
          <w:lang w:bidi="fa-IR"/>
        </w:rPr>
      </w:pPr>
      <w:r w:rsidRPr="003E3506">
        <w:rPr>
          <w:rtl/>
          <w:lang w:bidi="fa-IR"/>
        </w:rPr>
        <w:t>٦٣٢ - اگر كسى در چاه بميرد و بيرون آوردنش ممكن نباشد</w:t>
      </w:r>
      <w:r w:rsidR="000C4B14">
        <w:rPr>
          <w:rtl/>
          <w:lang w:bidi="fa-IR"/>
        </w:rPr>
        <w:t>،</w:t>
      </w:r>
      <w:r w:rsidRPr="003E3506">
        <w:rPr>
          <w:rtl/>
          <w:lang w:bidi="fa-IR"/>
        </w:rPr>
        <w:t xml:space="preserve"> بايد در چاه را ببندند و همان چاه را قبر او قرار دهند.</w:t>
      </w:r>
    </w:p>
    <w:p w:rsidR="003E3506" w:rsidRPr="003E3506" w:rsidRDefault="003E3506" w:rsidP="003E3506">
      <w:pPr>
        <w:pStyle w:val="libNormal"/>
        <w:rPr>
          <w:lang w:bidi="fa-IR"/>
        </w:rPr>
      </w:pPr>
      <w:r w:rsidRPr="003E3506">
        <w:rPr>
          <w:rtl/>
          <w:lang w:bidi="fa-IR"/>
        </w:rPr>
        <w:t>٦٣٣ - اگر بچه در شكم مادر بميرد و ماندنش در رحم براى مادر خطر داشته باشد</w:t>
      </w:r>
      <w:r w:rsidR="000C4B14">
        <w:rPr>
          <w:rtl/>
          <w:lang w:bidi="fa-IR"/>
        </w:rPr>
        <w:t>،</w:t>
      </w:r>
      <w:r w:rsidRPr="003E3506">
        <w:rPr>
          <w:rtl/>
          <w:lang w:bidi="fa-IR"/>
        </w:rPr>
        <w:t xml:space="preserve"> بايد به آسانترين راه او را بيرون آورند</w:t>
      </w:r>
      <w:r w:rsidR="000C4B14">
        <w:rPr>
          <w:rtl/>
          <w:lang w:bidi="fa-IR"/>
        </w:rPr>
        <w:t>،</w:t>
      </w:r>
      <w:r w:rsidRPr="003E3506">
        <w:rPr>
          <w:rtl/>
          <w:lang w:bidi="fa-IR"/>
        </w:rPr>
        <w:t xml:space="preserve"> و چنانچه ناچار شوند كه او را قطعه قطعه كنند اشكال ندارد</w:t>
      </w:r>
      <w:r w:rsidR="000C4B14">
        <w:rPr>
          <w:rtl/>
          <w:lang w:bidi="fa-IR"/>
        </w:rPr>
        <w:t>،</w:t>
      </w:r>
      <w:r w:rsidRPr="003E3506">
        <w:rPr>
          <w:rtl/>
          <w:lang w:bidi="fa-IR"/>
        </w:rPr>
        <w:t xml:space="preserve"> ولى بايد به وسيله شوهرش اگر اهل فن است</w:t>
      </w:r>
      <w:r w:rsidR="000C4B14">
        <w:rPr>
          <w:rtl/>
          <w:lang w:bidi="fa-IR"/>
        </w:rPr>
        <w:t>،</w:t>
      </w:r>
      <w:r w:rsidRPr="003E3506">
        <w:rPr>
          <w:rtl/>
          <w:lang w:bidi="fa-IR"/>
        </w:rPr>
        <w:t xml:space="preserve"> او را بيرون بياورند</w:t>
      </w:r>
      <w:r w:rsidR="000C4B14">
        <w:rPr>
          <w:rtl/>
          <w:lang w:bidi="fa-IR"/>
        </w:rPr>
        <w:t>،</w:t>
      </w:r>
      <w:r w:rsidRPr="003E3506">
        <w:rPr>
          <w:rtl/>
          <w:lang w:bidi="fa-IR"/>
        </w:rPr>
        <w:t xml:space="preserve"> و اگر ممكن نيست</w:t>
      </w:r>
      <w:r w:rsidR="000C4B14">
        <w:rPr>
          <w:rtl/>
          <w:lang w:bidi="fa-IR"/>
        </w:rPr>
        <w:t>،</w:t>
      </w:r>
      <w:r w:rsidRPr="003E3506">
        <w:rPr>
          <w:rtl/>
          <w:lang w:bidi="fa-IR"/>
        </w:rPr>
        <w:t xml:space="preserve"> زنى كه اهل فن باشد او را بيرون آورد و اگر اين هم ممكن نيست</w:t>
      </w:r>
      <w:r w:rsidR="000C4B14">
        <w:rPr>
          <w:rtl/>
          <w:lang w:bidi="fa-IR"/>
        </w:rPr>
        <w:t>،</w:t>
      </w:r>
      <w:r w:rsidRPr="003E3506">
        <w:rPr>
          <w:rtl/>
          <w:lang w:bidi="fa-IR"/>
        </w:rPr>
        <w:t xml:space="preserve"> مرد محرمى كه اهل فن باشد و اگر آن هم ممكن نشود</w:t>
      </w:r>
      <w:r w:rsidR="000C4B14">
        <w:rPr>
          <w:rtl/>
          <w:lang w:bidi="fa-IR"/>
        </w:rPr>
        <w:t>،</w:t>
      </w:r>
      <w:r w:rsidRPr="003E3506">
        <w:rPr>
          <w:rtl/>
          <w:lang w:bidi="fa-IR"/>
        </w:rPr>
        <w:t xml:space="preserve"> مرد نامحرمى كه اهل فن باشد بچه را بيرون بياورد</w:t>
      </w:r>
      <w:r w:rsidR="000C4B14">
        <w:rPr>
          <w:rtl/>
          <w:lang w:bidi="fa-IR"/>
        </w:rPr>
        <w:t>،</w:t>
      </w:r>
      <w:r w:rsidRPr="003E3506">
        <w:rPr>
          <w:rtl/>
          <w:lang w:bidi="fa-IR"/>
        </w:rPr>
        <w:t xml:space="preserve"> و در صورتى كه آن هم پيدا نشود كسى كه اهل فن نباشد مى تواند بچه را بيرون آورد.</w:t>
      </w:r>
    </w:p>
    <w:p w:rsidR="003E3506" w:rsidRPr="003E3506" w:rsidRDefault="003E3506" w:rsidP="003E3506">
      <w:pPr>
        <w:pStyle w:val="libNormal"/>
        <w:rPr>
          <w:lang w:bidi="fa-IR"/>
        </w:rPr>
      </w:pPr>
      <w:r w:rsidRPr="003E3506">
        <w:rPr>
          <w:rtl/>
          <w:lang w:bidi="fa-IR"/>
        </w:rPr>
        <w:t>٦٣٤ - هرگاه مادر بميرد و بچه در شكمش زنده باشد</w:t>
      </w:r>
      <w:r w:rsidR="000C4B14">
        <w:rPr>
          <w:rtl/>
          <w:lang w:bidi="fa-IR"/>
        </w:rPr>
        <w:t>،</w:t>
      </w:r>
      <w:r w:rsidRPr="003E3506">
        <w:rPr>
          <w:rtl/>
          <w:lang w:bidi="fa-IR"/>
        </w:rPr>
        <w:t xml:space="preserve"> اگر چه اميد زنده ماندن طفل را نداشته باشند</w:t>
      </w:r>
      <w:r w:rsidR="000C4B14">
        <w:rPr>
          <w:rtl/>
          <w:lang w:bidi="fa-IR"/>
        </w:rPr>
        <w:t>،</w:t>
      </w:r>
      <w:r w:rsidRPr="003E3506">
        <w:rPr>
          <w:rtl/>
          <w:lang w:bidi="fa-IR"/>
        </w:rPr>
        <w:t xml:space="preserve"> بايد هر جايى را كه براى سلامتى بچه بهتر است بشكافند</w:t>
      </w:r>
      <w:r w:rsidR="000C4B14">
        <w:rPr>
          <w:rtl/>
          <w:lang w:bidi="fa-IR"/>
        </w:rPr>
        <w:t>،</w:t>
      </w:r>
      <w:r w:rsidRPr="003E3506">
        <w:rPr>
          <w:rtl/>
          <w:lang w:bidi="fa-IR"/>
        </w:rPr>
        <w:t xml:space="preserve"> و بچه را بيرون آورند و دوباره بدوزند.</w:t>
      </w:r>
    </w:p>
    <w:p w:rsidR="003E3506" w:rsidRPr="003E3506" w:rsidRDefault="00962AE6" w:rsidP="003E3506">
      <w:pPr>
        <w:pStyle w:val="libNormal"/>
        <w:rPr>
          <w:lang w:bidi="fa-IR"/>
        </w:rPr>
      </w:pPr>
      <w:r>
        <w:rPr>
          <w:rtl/>
          <w:lang w:bidi="fa-IR"/>
        </w:rPr>
        <w:br w:type="page"/>
      </w:r>
    </w:p>
    <w:p w:rsidR="003E3506" w:rsidRDefault="00605FAB" w:rsidP="00962AE6">
      <w:pPr>
        <w:pStyle w:val="Heading3"/>
        <w:rPr>
          <w:rtl/>
          <w:lang w:bidi="fa-IR"/>
        </w:rPr>
      </w:pPr>
      <w:bookmarkStart w:id="77" w:name="_Toc24454500"/>
      <w:r>
        <w:rPr>
          <w:rtl/>
          <w:lang w:bidi="fa-IR"/>
        </w:rPr>
        <w:t>(</w:t>
      </w:r>
      <w:r w:rsidR="003E3506" w:rsidRPr="003E3506">
        <w:rPr>
          <w:rtl/>
          <w:lang w:bidi="fa-IR"/>
        </w:rPr>
        <w:t>مستحبات دفن</w:t>
      </w:r>
      <w:r>
        <w:rPr>
          <w:rtl/>
          <w:lang w:bidi="fa-IR"/>
        </w:rPr>
        <w:t>)</w:t>
      </w:r>
      <w:bookmarkEnd w:id="77"/>
    </w:p>
    <w:p w:rsidR="003E3506" w:rsidRPr="003E3506" w:rsidRDefault="003E3506" w:rsidP="003E3506">
      <w:pPr>
        <w:pStyle w:val="libNormal"/>
        <w:rPr>
          <w:lang w:bidi="fa-IR"/>
        </w:rPr>
      </w:pPr>
      <w:r w:rsidRPr="003E3506">
        <w:rPr>
          <w:rtl/>
          <w:lang w:bidi="fa-IR"/>
        </w:rPr>
        <w:t>٦٣٥ - مستحب است قبر را به اندازه قد انسان متوسط گود كنند و ميت را در نزديكترين قبرستان دفن نمايند</w:t>
      </w:r>
      <w:r w:rsidR="000C4B14">
        <w:rPr>
          <w:rtl/>
          <w:lang w:bidi="fa-IR"/>
        </w:rPr>
        <w:t>،</w:t>
      </w:r>
      <w:r w:rsidRPr="003E3506">
        <w:rPr>
          <w:rtl/>
          <w:lang w:bidi="fa-IR"/>
        </w:rPr>
        <w:t xml:space="preserve"> مگر آنكه قبرستان دورتر از جهتى بهتر باشد</w:t>
      </w:r>
      <w:r w:rsidR="000C4B14">
        <w:rPr>
          <w:rtl/>
          <w:lang w:bidi="fa-IR"/>
        </w:rPr>
        <w:t>،</w:t>
      </w:r>
      <w:r w:rsidRPr="003E3506">
        <w:rPr>
          <w:rtl/>
          <w:lang w:bidi="fa-IR"/>
        </w:rPr>
        <w:t xml:space="preserve"> مثل آتكه مردمان خوب در آنجا دفن شده باشند</w:t>
      </w:r>
      <w:r w:rsidR="000C4B14">
        <w:rPr>
          <w:rtl/>
          <w:lang w:bidi="fa-IR"/>
        </w:rPr>
        <w:t>،</w:t>
      </w:r>
      <w:r w:rsidRPr="003E3506">
        <w:rPr>
          <w:rtl/>
          <w:lang w:bidi="fa-IR"/>
        </w:rPr>
        <w:t xml:space="preserve"> يا مردم براى فاتحه اهل قبور بيشتر به آنجا بروند</w:t>
      </w:r>
      <w:r w:rsidR="000C4B14">
        <w:rPr>
          <w:rtl/>
          <w:lang w:bidi="fa-IR"/>
        </w:rPr>
        <w:t>،</w:t>
      </w:r>
      <w:r w:rsidRPr="003E3506">
        <w:rPr>
          <w:rtl/>
          <w:lang w:bidi="fa-IR"/>
        </w:rPr>
        <w:t xml:space="preserve"> و نيز مستحب است جنازه را در چند ذرعى قبر</w:t>
      </w:r>
      <w:r w:rsidR="000C4B14">
        <w:rPr>
          <w:rtl/>
          <w:lang w:bidi="fa-IR"/>
        </w:rPr>
        <w:t>،</w:t>
      </w:r>
      <w:r w:rsidRPr="003E3506">
        <w:rPr>
          <w:rtl/>
          <w:lang w:bidi="fa-IR"/>
        </w:rPr>
        <w:t xml:space="preserve"> زمين بگذارند و تا سه مرتبه كم كم نزديك ببرند</w:t>
      </w:r>
      <w:r w:rsidR="000C4B14">
        <w:rPr>
          <w:rtl/>
          <w:lang w:bidi="fa-IR"/>
        </w:rPr>
        <w:t>،</w:t>
      </w:r>
      <w:r w:rsidRPr="003E3506">
        <w:rPr>
          <w:rtl/>
          <w:lang w:bidi="fa-IR"/>
        </w:rPr>
        <w:t xml:space="preserve"> و در هر مرتبه زمين بگذارند و بردارند</w:t>
      </w:r>
      <w:r w:rsidR="000C4B14">
        <w:rPr>
          <w:rtl/>
          <w:lang w:bidi="fa-IR"/>
        </w:rPr>
        <w:t>،</w:t>
      </w:r>
      <w:r w:rsidRPr="003E3506">
        <w:rPr>
          <w:rtl/>
          <w:lang w:bidi="fa-IR"/>
        </w:rPr>
        <w:t xml:space="preserve"> و در نوبت چهارم وارد قبر كنند</w:t>
      </w:r>
      <w:r w:rsidR="000C4B14">
        <w:rPr>
          <w:rtl/>
          <w:lang w:bidi="fa-IR"/>
        </w:rPr>
        <w:t>،</w:t>
      </w:r>
      <w:r w:rsidRPr="003E3506">
        <w:rPr>
          <w:rtl/>
          <w:lang w:bidi="fa-IR"/>
        </w:rPr>
        <w:t xml:space="preserve"> و اگر ميت مرد است در دفعه سوم طورى زمين بگذارند كه سر او طرف پايين قبر باشد</w:t>
      </w:r>
      <w:r w:rsidR="000C4B14">
        <w:rPr>
          <w:rtl/>
          <w:lang w:bidi="fa-IR"/>
        </w:rPr>
        <w:t>،</w:t>
      </w:r>
      <w:r w:rsidRPr="003E3506">
        <w:rPr>
          <w:rtl/>
          <w:lang w:bidi="fa-IR"/>
        </w:rPr>
        <w:t xml:space="preserve"> و در دفعه چهارم از طرف سر وارد قبر نمايند</w:t>
      </w:r>
      <w:r w:rsidR="000C4B14">
        <w:rPr>
          <w:rtl/>
          <w:lang w:bidi="fa-IR"/>
        </w:rPr>
        <w:t>،</w:t>
      </w:r>
      <w:r w:rsidRPr="003E3506">
        <w:rPr>
          <w:rtl/>
          <w:lang w:bidi="fa-IR"/>
        </w:rPr>
        <w:t xml:space="preserve"> و اگر زن است در دفعه سوم طرف قبله قبر بگذارند و به پهنا وارد قبر كنند و در موقع وارد كردن پارچه اى روى قبر بگيرند.</w:t>
      </w:r>
    </w:p>
    <w:p w:rsidR="003E3506" w:rsidRPr="003E3506" w:rsidRDefault="003E3506" w:rsidP="00962AE6">
      <w:pPr>
        <w:pStyle w:val="libNormal"/>
        <w:rPr>
          <w:lang w:bidi="fa-IR"/>
        </w:rPr>
      </w:pPr>
      <w:r w:rsidRPr="003E3506">
        <w:rPr>
          <w:rtl/>
          <w:lang w:bidi="fa-IR"/>
        </w:rPr>
        <w:t>و نيز مستحب است جنازه را به آرامى از تابوت بگيرند و وارد قبر كنند</w:t>
      </w:r>
      <w:r w:rsidR="000C4B14">
        <w:rPr>
          <w:rtl/>
          <w:lang w:bidi="fa-IR"/>
        </w:rPr>
        <w:t>،</w:t>
      </w:r>
      <w:r w:rsidRPr="003E3506">
        <w:rPr>
          <w:rtl/>
          <w:lang w:bidi="fa-IR"/>
        </w:rPr>
        <w:t xml:space="preserve"> و دعاهايى كه دستور داده شده</w:t>
      </w:r>
      <w:r w:rsidR="000C4B14">
        <w:rPr>
          <w:rtl/>
          <w:lang w:bidi="fa-IR"/>
        </w:rPr>
        <w:t>،</w:t>
      </w:r>
      <w:r w:rsidRPr="003E3506">
        <w:rPr>
          <w:rtl/>
          <w:lang w:bidi="fa-IR"/>
        </w:rPr>
        <w:t xml:space="preserve"> پيش از دفن و موقع دفن بخوانند</w:t>
      </w:r>
      <w:r w:rsidR="000C4B14">
        <w:rPr>
          <w:rtl/>
          <w:lang w:bidi="fa-IR"/>
        </w:rPr>
        <w:t>،</w:t>
      </w:r>
      <w:r w:rsidRPr="003E3506">
        <w:rPr>
          <w:rtl/>
          <w:lang w:bidi="fa-IR"/>
        </w:rPr>
        <w:t xml:space="preserve"> بعد از آنكه ميت را در لحد گذاشتند گره هاى كفن را باز كنند</w:t>
      </w:r>
      <w:r w:rsidR="000C4B14">
        <w:rPr>
          <w:rtl/>
          <w:lang w:bidi="fa-IR"/>
        </w:rPr>
        <w:t>،</w:t>
      </w:r>
      <w:r w:rsidRPr="003E3506">
        <w:rPr>
          <w:rtl/>
          <w:lang w:bidi="fa-IR"/>
        </w:rPr>
        <w:t xml:space="preserve"> و صورت ميت را روى خاك بگذارند</w:t>
      </w:r>
      <w:r w:rsidR="000C4B14">
        <w:rPr>
          <w:rtl/>
          <w:lang w:bidi="fa-IR"/>
        </w:rPr>
        <w:t>،</w:t>
      </w:r>
      <w:r w:rsidRPr="003E3506">
        <w:rPr>
          <w:rtl/>
          <w:lang w:bidi="fa-IR"/>
        </w:rPr>
        <w:t xml:space="preserve"> و بالشى از خاك زير سر او بسازند</w:t>
      </w:r>
      <w:r w:rsidR="000C4B14">
        <w:rPr>
          <w:rtl/>
          <w:lang w:bidi="fa-IR"/>
        </w:rPr>
        <w:t>،</w:t>
      </w:r>
      <w:r w:rsidRPr="003E3506">
        <w:rPr>
          <w:rtl/>
          <w:lang w:bidi="fa-IR"/>
        </w:rPr>
        <w:t xml:space="preserve"> و پشت ميت خشت خام يا كلوخى بگذارند كه ميت به پشت برنگردد</w:t>
      </w:r>
      <w:r w:rsidR="000C4B14">
        <w:rPr>
          <w:rtl/>
          <w:lang w:bidi="fa-IR"/>
        </w:rPr>
        <w:t>،</w:t>
      </w:r>
      <w:r w:rsidRPr="003E3506">
        <w:rPr>
          <w:rtl/>
          <w:lang w:bidi="fa-IR"/>
        </w:rPr>
        <w:t xml:space="preserve"> و پيش از آنكه لحد را بپوشانند دست راست را به شانه راست ميت بزنند</w:t>
      </w:r>
      <w:r w:rsidR="000C4B14">
        <w:rPr>
          <w:rtl/>
          <w:lang w:bidi="fa-IR"/>
        </w:rPr>
        <w:t>،</w:t>
      </w:r>
      <w:r w:rsidRPr="003E3506">
        <w:rPr>
          <w:rtl/>
          <w:lang w:bidi="fa-IR"/>
        </w:rPr>
        <w:t xml:space="preserve"> و دست چپ را به قوت بر شانه چپ ميت بگذارند و دهان را نزديك گوش او ببرند</w:t>
      </w:r>
      <w:r w:rsidR="000C4B14">
        <w:rPr>
          <w:rtl/>
          <w:lang w:bidi="fa-IR"/>
        </w:rPr>
        <w:t>،</w:t>
      </w:r>
      <w:r w:rsidRPr="003E3506">
        <w:rPr>
          <w:rtl/>
          <w:lang w:bidi="fa-IR"/>
        </w:rPr>
        <w:t xml:space="preserve"> و به شدت حركتش دهند و سه مرتبه بگويند</w:t>
      </w:r>
      <w:r w:rsidR="00553569">
        <w:rPr>
          <w:rtl/>
          <w:lang w:bidi="fa-IR"/>
        </w:rPr>
        <w:t>:</w:t>
      </w:r>
      <w:r w:rsidRPr="003E3506">
        <w:rPr>
          <w:rtl/>
          <w:lang w:bidi="fa-IR"/>
        </w:rPr>
        <w:t xml:space="preserve"> اسمع افهم يا فلان ابن فلان</w:t>
      </w:r>
      <w:r w:rsidR="000C4B14">
        <w:rPr>
          <w:rtl/>
          <w:lang w:bidi="fa-IR"/>
        </w:rPr>
        <w:t>،</w:t>
      </w:r>
      <w:r w:rsidRPr="003E3506">
        <w:rPr>
          <w:rtl/>
          <w:lang w:bidi="fa-IR"/>
        </w:rPr>
        <w:t xml:space="preserve"> و به جاى فلان ابن فلان اسم ميت و پدرش را بگويند</w:t>
      </w:r>
      <w:r w:rsidR="000C4B14">
        <w:rPr>
          <w:rtl/>
          <w:lang w:bidi="fa-IR"/>
        </w:rPr>
        <w:t>،</w:t>
      </w:r>
      <w:r w:rsidRPr="003E3506">
        <w:rPr>
          <w:rtl/>
          <w:lang w:bidi="fa-IR"/>
        </w:rPr>
        <w:t xml:space="preserve"> مثلا اگر اسم او محمد و اسم پدرش على است سه مرتبه بگويند</w:t>
      </w:r>
      <w:r w:rsidR="00553569">
        <w:rPr>
          <w:rtl/>
          <w:lang w:bidi="fa-IR"/>
        </w:rPr>
        <w:t>:</w:t>
      </w:r>
      <w:r w:rsidRPr="003E3506">
        <w:rPr>
          <w:rtl/>
          <w:lang w:bidi="fa-IR"/>
        </w:rPr>
        <w:t xml:space="preserve"> </w:t>
      </w:r>
      <w:r w:rsidR="00962AE6">
        <w:rPr>
          <w:rFonts w:hint="cs"/>
          <w:rtl/>
          <w:lang w:bidi="fa-IR"/>
        </w:rPr>
        <w:t>«</w:t>
      </w:r>
      <w:r w:rsidRPr="003E3506">
        <w:rPr>
          <w:rtl/>
          <w:lang w:bidi="fa-IR"/>
        </w:rPr>
        <w:t>اسمع افهم يا محمد بن علي</w:t>
      </w:r>
      <w:r w:rsidR="00962AE6">
        <w:rPr>
          <w:rFonts w:hint="cs"/>
          <w:rtl/>
          <w:lang w:bidi="fa-IR"/>
        </w:rPr>
        <w:t>»</w:t>
      </w:r>
      <w:r w:rsidR="000C4B14">
        <w:rPr>
          <w:rtl/>
          <w:lang w:bidi="fa-IR"/>
        </w:rPr>
        <w:t>،</w:t>
      </w:r>
      <w:r w:rsidRPr="003E3506">
        <w:rPr>
          <w:rtl/>
          <w:lang w:bidi="fa-IR"/>
        </w:rPr>
        <w:t xml:space="preserve"> پس از آن بگويند</w:t>
      </w:r>
      <w:r w:rsidR="00553569">
        <w:rPr>
          <w:rtl/>
          <w:lang w:bidi="fa-IR"/>
        </w:rPr>
        <w:t>:</w:t>
      </w:r>
      <w:r w:rsidRPr="003E3506">
        <w:rPr>
          <w:rtl/>
          <w:lang w:bidi="fa-IR"/>
        </w:rPr>
        <w:t xml:space="preserve"> </w:t>
      </w:r>
      <w:r w:rsidR="00962AE6">
        <w:rPr>
          <w:rFonts w:hint="cs"/>
          <w:rtl/>
          <w:lang w:bidi="fa-IR"/>
        </w:rPr>
        <w:t>«</w:t>
      </w:r>
      <w:r w:rsidRPr="003E3506">
        <w:rPr>
          <w:rtl/>
          <w:lang w:bidi="fa-IR"/>
        </w:rPr>
        <w:t xml:space="preserve">هل انت على العهد الذي فارقتنا عليه من شهادة ان لا اله الا اللّه وحده لا شريك له وان محمدا </w:t>
      </w:r>
      <w:r w:rsidR="00884B11" w:rsidRPr="00884B11">
        <w:rPr>
          <w:rStyle w:val="libAlaemChar"/>
          <w:rtl/>
        </w:rPr>
        <w:t>صلى‌الله‌عليه‌وآله‌وسلم</w:t>
      </w:r>
      <w:r w:rsidRPr="003E3506">
        <w:rPr>
          <w:rtl/>
          <w:lang w:bidi="fa-IR"/>
        </w:rPr>
        <w:t xml:space="preserve"> عبده ورسوله وسيد النبيين وخاتم المرسلين وان عليا امير المومنين وسيد الوصيين وامام افترض اللّه طاعته على العالمين</w:t>
      </w:r>
      <w:r w:rsidR="000C4B14">
        <w:rPr>
          <w:rtl/>
          <w:lang w:bidi="fa-IR"/>
        </w:rPr>
        <w:t>،</w:t>
      </w:r>
      <w:r w:rsidRPr="003E3506">
        <w:rPr>
          <w:rtl/>
          <w:lang w:bidi="fa-IR"/>
        </w:rPr>
        <w:t xml:space="preserve"> وان الحسن والحسين وعلي بن الحسين ومحمد بن علي وجعفر بن محمد وموسى بن جعفر وعلي بن موسى ومحمد بن علي وعلي بن محمد والحسن بن علي والقائم الحجة المهدي صلوات اللّه عليهم ائمة المؤمنين وحجج اللّه على الخلق اجمعين وائمتك </w:t>
      </w:r>
      <w:r w:rsidRPr="003E3506">
        <w:rPr>
          <w:rtl/>
          <w:lang w:bidi="fa-IR"/>
        </w:rPr>
        <w:lastRenderedPageBreak/>
        <w:t>ائمة هدى ابرار</w:t>
      </w:r>
      <w:r w:rsidR="000C4B14">
        <w:rPr>
          <w:rtl/>
          <w:lang w:bidi="fa-IR"/>
        </w:rPr>
        <w:t>،</w:t>
      </w:r>
      <w:r w:rsidRPr="003E3506">
        <w:rPr>
          <w:rtl/>
          <w:lang w:bidi="fa-IR"/>
        </w:rPr>
        <w:t xml:space="preserve"> يا فلان بن فلان و بجاى فلان ابن فلان اسم ميت و پدرش را بگويد و بعد بگويد</w:t>
      </w:r>
      <w:r w:rsidR="00553569">
        <w:rPr>
          <w:rtl/>
          <w:lang w:bidi="fa-IR"/>
        </w:rPr>
        <w:t>:</w:t>
      </w:r>
      <w:r w:rsidRPr="003E3506">
        <w:rPr>
          <w:rtl/>
          <w:lang w:bidi="fa-IR"/>
        </w:rPr>
        <w:t xml:space="preserve"> اذا اتاك الملكان المقربان رسولين من عند اللّه تبارك وتعالى وسالاك عن ربك وعن نبيك وعن دينك وعن كتابك وعن قبلتك وعن ائمتك فلا تخف ولا تحزن وقل في جوابهما اللّه ربي ومحمد </w:t>
      </w:r>
      <w:r w:rsidR="00884B11" w:rsidRPr="00884B11">
        <w:rPr>
          <w:rStyle w:val="libAlaemChar"/>
          <w:rtl/>
        </w:rPr>
        <w:t>صلى‌الله‌عليه‌وآله‌وسلم</w:t>
      </w:r>
      <w:r w:rsidRPr="003E3506">
        <w:rPr>
          <w:rtl/>
          <w:lang w:bidi="fa-IR"/>
        </w:rPr>
        <w:t xml:space="preserve"> نبيي والاسلام ديني والقرآن كتابي والكعبة قبلتي وامير المؤمنين علي بن ابي طالب امامي والحسن بن علي المجتبى امامي والحسين بن علي الشهيد بكربلا امامي وعلي زين العابدين امامي ومحمد الباقر امامي وجعفر الصادق امامي وموسى الكاظم امامي وعلي الرضا امامي ومحمد الجواد امامي وعلي الهادي امامي والحسن العسكري امامي والحجة المنتظر امامي هؤلاء صلوات اللّه عليهم ائمتي وسادتي و قادتي وشفعائي بهم اتولى ومن اعدائهم اتبرا في الدنيا والخرة</w:t>
      </w:r>
      <w:r w:rsidR="000C4B14">
        <w:rPr>
          <w:rtl/>
          <w:lang w:bidi="fa-IR"/>
        </w:rPr>
        <w:t>،</w:t>
      </w:r>
      <w:r w:rsidRPr="003E3506">
        <w:rPr>
          <w:rtl/>
          <w:lang w:bidi="fa-IR"/>
        </w:rPr>
        <w:t xml:space="preserve"> ثم اعلم يا فلان ابن فلان و بجاى فلان ابن فلان اسم ميت و پدرش را بگويد</w:t>
      </w:r>
      <w:r w:rsidR="000C4B14">
        <w:rPr>
          <w:rtl/>
          <w:lang w:bidi="fa-IR"/>
        </w:rPr>
        <w:t>،</w:t>
      </w:r>
      <w:r w:rsidRPr="003E3506">
        <w:rPr>
          <w:rtl/>
          <w:lang w:bidi="fa-IR"/>
        </w:rPr>
        <w:t xml:space="preserve"> و بعد بگويد</w:t>
      </w:r>
      <w:r w:rsidR="00553569">
        <w:rPr>
          <w:rtl/>
          <w:lang w:bidi="fa-IR"/>
        </w:rPr>
        <w:t>:</w:t>
      </w:r>
      <w:r w:rsidRPr="003E3506">
        <w:rPr>
          <w:rtl/>
          <w:lang w:bidi="fa-IR"/>
        </w:rPr>
        <w:t xml:space="preserve"> ان اللّه تبارك وتعالى نعم الرب وان محمدا </w:t>
      </w:r>
      <w:r w:rsidR="00884B11" w:rsidRPr="00884B11">
        <w:rPr>
          <w:rStyle w:val="libAlaemChar"/>
          <w:rtl/>
        </w:rPr>
        <w:t>صلى‌الله‌عليه‌وآله‌وسلم</w:t>
      </w:r>
      <w:r w:rsidRPr="003E3506">
        <w:rPr>
          <w:rtl/>
          <w:lang w:bidi="fa-IR"/>
        </w:rPr>
        <w:t xml:space="preserve"> نعم الرسول وان علي بن ابي طالب واولاده المعصومين الائمة الاثنى عشر نعم الائمة وان ما جاء به محمد </w:t>
      </w:r>
      <w:r w:rsidR="00884B11" w:rsidRPr="00884B11">
        <w:rPr>
          <w:rStyle w:val="libAlaemChar"/>
          <w:rtl/>
        </w:rPr>
        <w:t>صلى‌الله‌عليه‌وآله‌وسلم</w:t>
      </w:r>
      <w:r w:rsidRPr="003E3506">
        <w:rPr>
          <w:rtl/>
          <w:lang w:bidi="fa-IR"/>
        </w:rPr>
        <w:t xml:space="preserve"> حق وان الموت حق وسؤال منكر ونكير في القبر حق والبعث حق والنشور حق والصراط حق والميزان حق وتطاير الكتب حق</w:t>
      </w:r>
      <w:r w:rsidR="000C4B14">
        <w:rPr>
          <w:rtl/>
          <w:lang w:bidi="fa-IR"/>
        </w:rPr>
        <w:t>،</w:t>
      </w:r>
      <w:r w:rsidRPr="003E3506">
        <w:rPr>
          <w:rtl/>
          <w:lang w:bidi="fa-IR"/>
        </w:rPr>
        <w:t xml:space="preserve"> وان الجنة حق والنار حق</w:t>
      </w:r>
      <w:r w:rsidR="000C4B14">
        <w:rPr>
          <w:rtl/>
          <w:lang w:bidi="fa-IR"/>
        </w:rPr>
        <w:t>،</w:t>
      </w:r>
      <w:r w:rsidRPr="003E3506">
        <w:rPr>
          <w:rtl/>
          <w:lang w:bidi="fa-IR"/>
        </w:rPr>
        <w:t xml:space="preserve"> وان الساعة آتية لا ريب فيها وان اللّه يبعث من في القبور</w:t>
      </w:r>
      <w:r w:rsidR="00962AE6">
        <w:rPr>
          <w:rFonts w:hint="cs"/>
          <w:rtl/>
          <w:lang w:bidi="fa-IR"/>
        </w:rPr>
        <w:t>»</w:t>
      </w:r>
      <w:r w:rsidRPr="003E3506">
        <w:rPr>
          <w:rtl/>
          <w:lang w:bidi="fa-IR"/>
        </w:rPr>
        <w:t xml:space="preserve"> پس بگويد: </w:t>
      </w:r>
      <w:r w:rsidR="00962AE6">
        <w:rPr>
          <w:rFonts w:hint="cs"/>
          <w:rtl/>
          <w:lang w:bidi="fa-IR"/>
        </w:rPr>
        <w:t>«</w:t>
      </w:r>
      <w:r w:rsidRPr="003E3506">
        <w:rPr>
          <w:rtl/>
          <w:lang w:bidi="fa-IR"/>
        </w:rPr>
        <w:t>افهمت يا فلان</w:t>
      </w:r>
      <w:r w:rsidR="00962AE6">
        <w:rPr>
          <w:rFonts w:hint="cs"/>
          <w:rtl/>
          <w:lang w:bidi="fa-IR"/>
        </w:rPr>
        <w:t>»</w:t>
      </w:r>
      <w:r w:rsidRPr="003E3506">
        <w:rPr>
          <w:rtl/>
          <w:lang w:bidi="fa-IR"/>
        </w:rPr>
        <w:t xml:space="preserve"> و به جاى فلان اسم ميت را بگويد</w:t>
      </w:r>
      <w:r w:rsidR="000C4B14">
        <w:rPr>
          <w:rtl/>
          <w:lang w:bidi="fa-IR"/>
        </w:rPr>
        <w:t>،</w:t>
      </w:r>
      <w:r w:rsidRPr="003E3506">
        <w:rPr>
          <w:rtl/>
          <w:lang w:bidi="fa-IR"/>
        </w:rPr>
        <w:t xml:space="preserve"> پس از آن بگويد</w:t>
      </w:r>
      <w:r w:rsidR="00553569">
        <w:rPr>
          <w:rtl/>
          <w:lang w:bidi="fa-IR"/>
        </w:rPr>
        <w:t>:</w:t>
      </w:r>
      <w:r w:rsidRPr="003E3506">
        <w:rPr>
          <w:rtl/>
          <w:lang w:bidi="fa-IR"/>
        </w:rPr>
        <w:t xml:space="preserve"> </w:t>
      </w:r>
      <w:r w:rsidR="00962AE6">
        <w:rPr>
          <w:rFonts w:hint="cs"/>
          <w:rtl/>
          <w:lang w:bidi="fa-IR"/>
        </w:rPr>
        <w:t>«</w:t>
      </w:r>
      <w:r w:rsidRPr="003E3506">
        <w:rPr>
          <w:rtl/>
          <w:lang w:bidi="fa-IR"/>
        </w:rPr>
        <w:t>ثبتك اللّه بالقول الثابت وهداك اللّه الى صراط مستقيم</w:t>
      </w:r>
      <w:r w:rsidR="000C4B14">
        <w:rPr>
          <w:rtl/>
          <w:lang w:bidi="fa-IR"/>
        </w:rPr>
        <w:t>،</w:t>
      </w:r>
      <w:r w:rsidRPr="003E3506">
        <w:rPr>
          <w:rtl/>
          <w:lang w:bidi="fa-IR"/>
        </w:rPr>
        <w:t xml:space="preserve"> عرف اللّه بينك وبين اوليائك في مستقر من رحمته</w:t>
      </w:r>
      <w:r w:rsidR="00962AE6">
        <w:rPr>
          <w:rFonts w:hint="cs"/>
          <w:rtl/>
          <w:lang w:bidi="fa-IR"/>
        </w:rPr>
        <w:t>»</w:t>
      </w:r>
      <w:r w:rsidRPr="003E3506">
        <w:rPr>
          <w:rtl/>
          <w:lang w:bidi="fa-IR"/>
        </w:rPr>
        <w:t xml:space="preserve"> پس بگويد</w:t>
      </w:r>
      <w:r w:rsidR="00553569">
        <w:rPr>
          <w:rtl/>
          <w:lang w:bidi="fa-IR"/>
        </w:rPr>
        <w:t>:</w:t>
      </w:r>
      <w:r w:rsidRPr="003E3506">
        <w:rPr>
          <w:rtl/>
          <w:lang w:bidi="fa-IR"/>
        </w:rPr>
        <w:t xml:space="preserve"> </w:t>
      </w:r>
      <w:r w:rsidR="00962AE6">
        <w:rPr>
          <w:rFonts w:hint="cs"/>
          <w:rtl/>
          <w:lang w:bidi="fa-IR"/>
        </w:rPr>
        <w:t>«</w:t>
      </w:r>
      <w:r w:rsidRPr="003E3506">
        <w:rPr>
          <w:rtl/>
          <w:lang w:bidi="fa-IR"/>
        </w:rPr>
        <w:t>اللهم جاف الارض عن جنبيه واصعد بروحه اليك ولقه منك برهانا اللهم عفوك عفوك</w:t>
      </w:r>
      <w:r w:rsidR="000C4B14">
        <w:rPr>
          <w:rtl/>
          <w:lang w:bidi="fa-IR"/>
        </w:rPr>
        <w:t>.</w:t>
      </w:r>
      <w:r w:rsidR="00962AE6">
        <w:rPr>
          <w:rFonts w:hint="cs"/>
          <w:rtl/>
          <w:lang w:bidi="fa-IR"/>
        </w:rPr>
        <w:t>»</w:t>
      </w:r>
    </w:p>
    <w:p w:rsidR="003E3506" w:rsidRPr="003E3506" w:rsidRDefault="003E3506" w:rsidP="003E3506">
      <w:pPr>
        <w:pStyle w:val="libNormal"/>
        <w:rPr>
          <w:lang w:bidi="fa-IR"/>
        </w:rPr>
      </w:pPr>
      <w:r w:rsidRPr="003E3506">
        <w:rPr>
          <w:rtl/>
          <w:lang w:bidi="fa-IR"/>
        </w:rPr>
        <w:t>٦٣٦ - مستحب است كسى كه ميت را در قبر مى گذارد با طهارت و سر برهنه و پا برهنه باشد</w:t>
      </w:r>
      <w:r w:rsidR="000C4B14">
        <w:rPr>
          <w:rtl/>
          <w:lang w:bidi="fa-IR"/>
        </w:rPr>
        <w:t>،</w:t>
      </w:r>
      <w:r w:rsidRPr="003E3506">
        <w:rPr>
          <w:rtl/>
          <w:lang w:bidi="fa-IR"/>
        </w:rPr>
        <w:t xml:space="preserve"> و از طرف پاى ميت از قبر بيرون بيايد</w:t>
      </w:r>
      <w:r w:rsidR="000C4B14">
        <w:rPr>
          <w:rtl/>
          <w:lang w:bidi="fa-IR"/>
        </w:rPr>
        <w:t>،</w:t>
      </w:r>
      <w:r w:rsidRPr="003E3506">
        <w:rPr>
          <w:rtl/>
          <w:lang w:bidi="fa-IR"/>
        </w:rPr>
        <w:t xml:space="preserve"> و غير از خويشان ميت كسانى كه حاضرند</w:t>
      </w:r>
      <w:r w:rsidR="000C4B14">
        <w:rPr>
          <w:rtl/>
          <w:lang w:bidi="fa-IR"/>
        </w:rPr>
        <w:t>،</w:t>
      </w:r>
      <w:r w:rsidRPr="003E3506">
        <w:rPr>
          <w:rtl/>
          <w:lang w:bidi="fa-IR"/>
        </w:rPr>
        <w:t xml:space="preserve"> با پشت دست خاك بر قبر بريزند و بگويند </w:t>
      </w:r>
      <w:r w:rsidR="00962AE6">
        <w:rPr>
          <w:rFonts w:hint="cs"/>
          <w:rtl/>
          <w:lang w:bidi="fa-IR"/>
        </w:rPr>
        <w:t>«</w:t>
      </w:r>
      <w:r w:rsidRPr="003E3506">
        <w:rPr>
          <w:rtl/>
          <w:lang w:bidi="fa-IR"/>
        </w:rPr>
        <w:t>انا للّه وانا اليه راجعون</w:t>
      </w:r>
      <w:r w:rsidR="00962AE6">
        <w:rPr>
          <w:rFonts w:hint="cs"/>
          <w:rtl/>
          <w:lang w:bidi="fa-IR"/>
        </w:rPr>
        <w:t>»</w:t>
      </w:r>
      <w:r w:rsidRPr="003E3506">
        <w:rPr>
          <w:rtl/>
          <w:lang w:bidi="fa-IR"/>
        </w:rPr>
        <w:t xml:space="preserve"> اگر ميت زن است كسى كه با او محرم مى باشد او را در قبر بگذارد</w:t>
      </w:r>
      <w:r w:rsidR="000C4B14">
        <w:rPr>
          <w:rtl/>
          <w:lang w:bidi="fa-IR"/>
        </w:rPr>
        <w:t>،</w:t>
      </w:r>
      <w:r w:rsidRPr="003E3506">
        <w:rPr>
          <w:rtl/>
          <w:lang w:bidi="fa-IR"/>
        </w:rPr>
        <w:t xml:space="preserve"> و اگر محرمى نباشد خويشانش او را در قبر بگذارند.</w:t>
      </w:r>
    </w:p>
    <w:p w:rsidR="003E3506" w:rsidRPr="003E3506" w:rsidRDefault="003E3506" w:rsidP="003E3506">
      <w:pPr>
        <w:pStyle w:val="libNormal"/>
        <w:rPr>
          <w:lang w:bidi="fa-IR"/>
        </w:rPr>
      </w:pPr>
      <w:r w:rsidRPr="003E3506">
        <w:rPr>
          <w:rtl/>
          <w:lang w:bidi="fa-IR"/>
        </w:rPr>
        <w:t>٦٣٧ - مستحب است قبر را مربع يا مربع مستطيل بسازند و به اندازه چهار انگشت از زمين بلند كنند و نشانه اى روى آن بگذارند كه اشتباه نشود</w:t>
      </w:r>
      <w:r w:rsidR="000C4B14">
        <w:rPr>
          <w:rtl/>
          <w:lang w:bidi="fa-IR"/>
        </w:rPr>
        <w:t>،</w:t>
      </w:r>
      <w:r w:rsidRPr="003E3506">
        <w:rPr>
          <w:rtl/>
          <w:lang w:bidi="fa-IR"/>
        </w:rPr>
        <w:t xml:space="preserve"> و روى قبر آب بپاشند</w:t>
      </w:r>
      <w:r w:rsidR="000C4B14">
        <w:rPr>
          <w:rtl/>
          <w:lang w:bidi="fa-IR"/>
        </w:rPr>
        <w:t>،</w:t>
      </w:r>
      <w:r w:rsidRPr="003E3506">
        <w:rPr>
          <w:rtl/>
          <w:lang w:bidi="fa-IR"/>
        </w:rPr>
        <w:t xml:space="preserve"> و بعد از پاشيدن </w:t>
      </w:r>
      <w:r w:rsidRPr="003E3506">
        <w:rPr>
          <w:rtl/>
          <w:lang w:bidi="fa-IR"/>
        </w:rPr>
        <w:lastRenderedPageBreak/>
        <w:t>آب كسانى كه حاضرند دستها را بر قبر بگذارند و انگشتها را باز كرده</w:t>
      </w:r>
      <w:r w:rsidR="000C4B14">
        <w:rPr>
          <w:rtl/>
          <w:lang w:bidi="fa-IR"/>
        </w:rPr>
        <w:t>،</w:t>
      </w:r>
      <w:r w:rsidRPr="003E3506">
        <w:rPr>
          <w:rtl/>
          <w:lang w:bidi="fa-IR"/>
        </w:rPr>
        <w:t xml:space="preserve"> در خاك فرو برند</w:t>
      </w:r>
      <w:r w:rsidR="000C4B14">
        <w:rPr>
          <w:rtl/>
          <w:lang w:bidi="fa-IR"/>
        </w:rPr>
        <w:t>،</w:t>
      </w:r>
      <w:r w:rsidRPr="003E3506">
        <w:rPr>
          <w:rtl/>
          <w:lang w:bidi="fa-IR"/>
        </w:rPr>
        <w:t xml:space="preserve"> و هفت مرتبه سوره مباركه انا انزلناه را بخوانند</w:t>
      </w:r>
      <w:r w:rsidR="000C4B14">
        <w:rPr>
          <w:rtl/>
          <w:lang w:bidi="fa-IR"/>
        </w:rPr>
        <w:t>،</w:t>
      </w:r>
      <w:r w:rsidRPr="003E3506">
        <w:rPr>
          <w:rtl/>
          <w:lang w:bidi="fa-IR"/>
        </w:rPr>
        <w:t xml:space="preserve"> و براى ميت طلب آمرزش كنند و اين دعا را بخوانند</w:t>
      </w:r>
      <w:r w:rsidR="00553569">
        <w:rPr>
          <w:rtl/>
          <w:lang w:bidi="fa-IR"/>
        </w:rPr>
        <w:t>:</w:t>
      </w:r>
      <w:r w:rsidRPr="003E3506">
        <w:rPr>
          <w:rtl/>
          <w:lang w:bidi="fa-IR"/>
        </w:rPr>
        <w:t xml:space="preserve"> </w:t>
      </w:r>
      <w:r w:rsidR="00962AE6">
        <w:rPr>
          <w:rFonts w:hint="cs"/>
          <w:rtl/>
          <w:lang w:bidi="fa-IR"/>
        </w:rPr>
        <w:t>«</w:t>
      </w:r>
      <w:r w:rsidRPr="003E3506">
        <w:rPr>
          <w:rtl/>
          <w:lang w:bidi="fa-IR"/>
        </w:rPr>
        <w:t>اللهم جاف الارض عن جنبيه واصعد اليك روحه ولقه منك رضوانا واسكن قبره من رحمتك ما تغنيه به عن رحمة من سواك</w:t>
      </w:r>
      <w:r w:rsidR="000C4B14">
        <w:rPr>
          <w:rtl/>
          <w:lang w:bidi="fa-IR"/>
        </w:rPr>
        <w:t>.</w:t>
      </w:r>
      <w:r w:rsidR="00962AE6">
        <w:rPr>
          <w:rFonts w:hint="cs"/>
          <w:rtl/>
          <w:lang w:bidi="fa-IR"/>
        </w:rPr>
        <w:t>»</w:t>
      </w:r>
    </w:p>
    <w:p w:rsidR="003E3506" w:rsidRPr="003E3506" w:rsidRDefault="003E3506" w:rsidP="003E3506">
      <w:pPr>
        <w:pStyle w:val="libNormal"/>
        <w:rPr>
          <w:lang w:bidi="fa-IR"/>
        </w:rPr>
      </w:pPr>
      <w:r w:rsidRPr="003E3506">
        <w:rPr>
          <w:rtl/>
          <w:lang w:bidi="fa-IR"/>
        </w:rPr>
        <w:t>٦٣٨ - پس از رفتن كسانى كه تشييع جنازه كرده اند</w:t>
      </w:r>
      <w:r w:rsidR="000C4B14">
        <w:rPr>
          <w:rtl/>
          <w:lang w:bidi="fa-IR"/>
        </w:rPr>
        <w:t>،</w:t>
      </w:r>
      <w:r w:rsidRPr="003E3506">
        <w:rPr>
          <w:rtl/>
          <w:lang w:bidi="fa-IR"/>
        </w:rPr>
        <w:t xml:space="preserve"> مستحب است ولى ميت يا كسى كه از طرف ولى اجازه دارد</w:t>
      </w:r>
      <w:r w:rsidR="000C4B14">
        <w:rPr>
          <w:rtl/>
          <w:lang w:bidi="fa-IR"/>
        </w:rPr>
        <w:t>،</w:t>
      </w:r>
      <w:r w:rsidRPr="003E3506">
        <w:rPr>
          <w:rtl/>
          <w:lang w:bidi="fa-IR"/>
        </w:rPr>
        <w:t xml:space="preserve"> دعاهايى را كه دستور داده شده</w:t>
      </w:r>
      <w:r w:rsidR="000C4B14">
        <w:rPr>
          <w:rtl/>
          <w:lang w:bidi="fa-IR"/>
        </w:rPr>
        <w:t>،</w:t>
      </w:r>
      <w:r w:rsidRPr="003E3506">
        <w:rPr>
          <w:rtl/>
          <w:lang w:bidi="fa-IR"/>
        </w:rPr>
        <w:t xml:space="preserve"> به ميت تلقين كند.</w:t>
      </w:r>
    </w:p>
    <w:p w:rsidR="003E3506" w:rsidRPr="003E3506" w:rsidRDefault="003E3506" w:rsidP="00962AE6">
      <w:pPr>
        <w:pStyle w:val="libNormal"/>
        <w:rPr>
          <w:lang w:bidi="fa-IR"/>
        </w:rPr>
      </w:pPr>
      <w:r w:rsidRPr="003E3506">
        <w:rPr>
          <w:rtl/>
          <w:lang w:bidi="fa-IR"/>
        </w:rPr>
        <w:t>٦٣٩ - بعد از دفن</w:t>
      </w:r>
      <w:r w:rsidR="000C4B14">
        <w:rPr>
          <w:rtl/>
          <w:lang w:bidi="fa-IR"/>
        </w:rPr>
        <w:t>،</w:t>
      </w:r>
      <w:r w:rsidRPr="003E3506">
        <w:rPr>
          <w:rtl/>
          <w:lang w:bidi="fa-IR"/>
        </w:rPr>
        <w:t xml:space="preserve"> مستحب است صاحبان عزا را سر سلامتى دهند ولى اگر مدتى گذشته است كه به واسطه سر سلامتى دادن مصيبت يادشان مى آيد</w:t>
      </w:r>
      <w:r w:rsidR="000C4B14">
        <w:rPr>
          <w:rtl/>
          <w:lang w:bidi="fa-IR"/>
        </w:rPr>
        <w:t>،</w:t>
      </w:r>
      <w:r w:rsidRPr="003E3506">
        <w:rPr>
          <w:rtl/>
          <w:lang w:bidi="fa-IR"/>
        </w:rPr>
        <w:t xml:space="preserve"> ترك آن بهتر است</w:t>
      </w:r>
      <w:r w:rsidR="000C4B14">
        <w:rPr>
          <w:rtl/>
          <w:lang w:bidi="fa-IR"/>
        </w:rPr>
        <w:t>،</w:t>
      </w:r>
      <w:r w:rsidRPr="003E3506">
        <w:rPr>
          <w:rtl/>
          <w:lang w:bidi="fa-IR"/>
        </w:rPr>
        <w:t xml:space="preserve"> و نيز مستحب است تا سه روز براى اهل خانه ميت غذا بفرستند</w:t>
      </w:r>
      <w:r w:rsidR="000C4B14">
        <w:rPr>
          <w:rtl/>
          <w:lang w:bidi="fa-IR"/>
        </w:rPr>
        <w:t>،</w:t>
      </w:r>
      <w:r w:rsidRPr="003E3506">
        <w:rPr>
          <w:rtl/>
          <w:lang w:bidi="fa-IR"/>
        </w:rPr>
        <w:t xml:space="preserve"> و غذا خوردن نزد آنان و در منزلشان مكروه است</w:t>
      </w:r>
      <w:r w:rsidR="000C4B14">
        <w:rPr>
          <w:rtl/>
          <w:lang w:bidi="fa-IR"/>
        </w:rPr>
        <w:t>.</w:t>
      </w:r>
      <w:r w:rsidRPr="003E3506">
        <w:rPr>
          <w:lang w:bidi="fa-IR"/>
        </w:rPr>
        <w:cr/>
      </w:r>
      <w:r w:rsidRPr="003E3506">
        <w:rPr>
          <w:rtl/>
          <w:lang w:bidi="fa-IR"/>
        </w:rPr>
        <w:t>٦٤٠ - مستحب است انسان در مرگ خويشان</w:t>
      </w:r>
      <w:r w:rsidR="000C4B14">
        <w:rPr>
          <w:rtl/>
          <w:lang w:bidi="fa-IR"/>
        </w:rPr>
        <w:t>،</w:t>
      </w:r>
      <w:r w:rsidRPr="003E3506">
        <w:rPr>
          <w:rtl/>
          <w:lang w:bidi="fa-IR"/>
        </w:rPr>
        <w:t xml:space="preserve"> مخصوصا در مرگ فرزند صبر كند</w:t>
      </w:r>
      <w:r w:rsidR="000C4B14">
        <w:rPr>
          <w:rtl/>
          <w:lang w:bidi="fa-IR"/>
        </w:rPr>
        <w:t>،</w:t>
      </w:r>
      <w:r w:rsidRPr="003E3506">
        <w:rPr>
          <w:rtl/>
          <w:lang w:bidi="fa-IR"/>
        </w:rPr>
        <w:t xml:space="preserve"> و هر وقت ميت را ياد مى كند انا للّه وانا اليه راجعون بگويد</w:t>
      </w:r>
      <w:r w:rsidR="000C4B14">
        <w:rPr>
          <w:rtl/>
          <w:lang w:bidi="fa-IR"/>
        </w:rPr>
        <w:t>،</w:t>
      </w:r>
      <w:r w:rsidRPr="003E3506">
        <w:rPr>
          <w:rtl/>
          <w:lang w:bidi="fa-IR"/>
        </w:rPr>
        <w:t xml:space="preserve"> و براى ميت قرآن بخواند</w:t>
      </w:r>
      <w:r w:rsidR="000C4B14">
        <w:rPr>
          <w:rtl/>
          <w:lang w:bidi="fa-IR"/>
        </w:rPr>
        <w:t>،</w:t>
      </w:r>
      <w:r w:rsidRPr="003E3506">
        <w:rPr>
          <w:rtl/>
          <w:lang w:bidi="fa-IR"/>
        </w:rPr>
        <w:t xml:space="preserve"> و سر قبر پدر و مادر از خداوند حاجت بخواهد</w:t>
      </w:r>
      <w:r w:rsidR="000C4B14">
        <w:rPr>
          <w:rtl/>
          <w:lang w:bidi="fa-IR"/>
        </w:rPr>
        <w:t>،</w:t>
      </w:r>
      <w:r w:rsidRPr="003E3506">
        <w:rPr>
          <w:rtl/>
          <w:lang w:bidi="fa-IR"/>
        </w:rPr>
        <w:t xml:space="preserve"> و قبر را محكم بسازد كه زود خراب نشود.</w:t>
      </w:r>
    </w:p>
    <w:p w:rsidR="003E3506" w:rsidRPr="003E3506" w:rsidRDefault="003E3506" w:rsidP="003E3506">
      <w:pPr>
        <w:pStyle w:val="libNormal"/>
        <w:rPr>
          <w:lang w:bidi="fa-IR"/>
        </w:rPr>
      </w:pPr>
      <w:r w:rsidRPr="003E3506">
        <w:rPr>
          <w:rtl/>
          <w:lang w:bidi="fa-IR"/>
        </w:rPr>
        <w:t>٦٤١ - بنابر احتياط جايز نيست انسان در مرگ كسى صورت و بدن خود را بخراشد و موى خود را بكند ولى به سر و صورت زدن بنابر اقوى جايز است</w:t>
      </w:r>
      <w:r w:rsidR="000C4B14">
        <w:rPr>
          <w:rtl/>
          <w:lang w:bidi="fa-IR"/>
        </w:rPr>
        <w:t>.</w:t>
      </w:r>
    </w:p>
    <w:p w:rsidR="003E3506" w:rsidRPr="003E3506" w:rsidRDefault="003E3506" w:rsidP="003E3506">
      <w:pPr>
        <w:pStyle w:val="libNormal"/>
        <w:rPr>
          <w:lang w:bidi="fa-IR"/>
        </w:rPr>
      </w:pPr>
      <w:r w:rsidRPr="003E3506">
        <w:rPr>
          <w:rtl/>
          <w:lang w:bidi="fa-IR"/>
        </w:rPr>
        <w:t>٦٤٢ - پاره كردن يقه در مرگ غير پدر و برادر بنابر احتياط جايز نيست و احتياط مستحب آن است كه در مصيبت آنان هم يقه پاره نكند.</w:t>
      </w:r>
    </w:p>
    <w:p w:rsidR="003E3506" w:rsidRPr="003E3506" w:rsidRDefault="003E3506" w:rsidP="003E3506">
      <w:pPr>
        <w:pStyle w:val="libNormal"/>
        <w:rPr>
          <w:lang w:bidi="fa-IR"/>
        </w:rPr>
      </w:pPr>
      <w:r w:rsidRPr="003E3506">
        <w:rPr>
          <w:rtl/>
          <w:lang w:bidi="fa-IR"/>
        </w:rPr>
        <w:t>٦٤٣ - اگر زن در عزاى ميت صورت خود را بخراشد و خونين كند يا موى خود را بكند</w:t>
      </w:r>
      <w:r w:rsidR="000C4B14">
        <w:rPr>
          <w:rtl/>
          <w:lang w:bidi="fa-IR"/>
        </w:rPr>
        <w:t>،</w:t>
      </w:r>
      <w:r w:rsidRPr="003E3506">
        <w:rPr>
          <w:rtl/>
          <w:lang w:bidi="fa-IR"/>
        </w:rPr>
        <w:t xml:space="preserve"> بنابر احتياط مستحب يك بنده آزاد كند</w:t>
      </w:r>
      <w:r w:rsidR="000C4B14">
        <w:rPr>
          <w:rtl/>
          <w:lang w:bidi="fa-IR"/>
        </w:rPr>
        <w:t>،</w:t>
      </w:r>
      <w:r w:rsidRPr="003E3506">
        <w:rPr>
          <w:rtl/>
          <w:lang w:bidi="fa-IR"/>
        </w:rPr>
        <w:t xml:space="preserve"> يا ده فقير را طعام دهد و يا بپوشاند</w:t>
      </w:r>
      <w:r w:rsidR="000C4B14">
        <w:rPr>
          <w:rtl/>
          <w:lang w:bidi="fa-IR"/>
        </w:rPr>
        <w:t>،</w:t>
      </w:r>
      <w:r w:rsidRPr="003E3506">
        <w:rPr>
          <w:rtl/>
          <w:lang w:bidi="fa-IR"/>
        </w:rPr>
        <w:t xml:space="preserve"> و همچنين است اگر مرد در مرگ زن يا فرزند يقه يا لباس خود را پاره كند.</w:t>
      </w:r>
    </w:p>
    <w:p w:rsidR="003E3506" w:rsidRPr="003E3506" w:rsidRDefault="003E3506" w:rsidP="003E3506">
      <w:pPr>
        <w:pStyle w:val="libNormal"/>
        <w:rPr>
          <w:lang w:bidi="fa-IR"/>
        </w:rPr>
      </w:pPr>
      <w:r w:rsidRPr="003E3506">
        <w:rPr>
          <w:rtl/>
          <w:lang w:bidi="fa-IR"/>
        </w:rPr>
        <w:t>٦٤٤ - احتياط مستحب آن است كه در گريه بر ميت</w:t>
      </w:r>
      <w:r w:rsidR="000C4B14">
        <w:rPr>
          <w:rtl/>
          <w:lang w:bidi="fa-IR"/>
        </w:rPr>
        <w:t>،</w:t>
      </w:r>
      <w:r w:rsidRPr="003E3506">
        <w:rPr>
          <w:rtl/>
          <w:lang w:bidi="fa-IR"/>
        </w:rPr>
        <w:t xml:space="preserve"> صدا را خيلى بلند نكنند.</w:t>
      </w:r>
    </w:p>
    <w:p w:rsidR="00962AE6" w:rsidRDefault="00962AE6" w:rsidP="003E3506">
      <w:pPr>
        <w:pStyle w:val="libNormal"/>
        <w:rPr>
          <w:rtl/>
          <w:lang w:bidi="fa-IR"/>
        </w:rPr>
      </w:pPr>
      <w:r>
        <w:rPr>
          <w:rtl/>
          <w:lang w:bidi="fa-IR"/>
        </w:rPr>
        <w:br w:type="page"/>
      </w:r>
    </w:p>
    <w:p w:rsidR="003E3506" w:rsidRDefault="00605FAB" w:rsidP="00962AE6">
      <w:pPr>
        <w:pStyle w:val="Heading3"/>
        <w:rPr>
          <w:rtl/>
          <w:lang w:bidi="fa-IR"/>
        </w:rPr>
      </w:pPr>
      <w:bookmarkStart w:id="78" w:name="_Toc24454501"/>
      <w:r>
        <w:rPr>
          <w:rtl/>
          <w:lang w:bidi="fa-IR"/>
        </w:rPr>
        <w:t>(</w:t>
      </w:r>
      <w:r w:rsidR="003E3506" w:rsidRPr="003E3506">
        <w:rPr>
          <w:rtl/>
          <w:lang w:bidi="fa-IR"/>
        </w:rPr>
        <w:t>نماز وحشت</w:t>
      </w:r>
      <w:r>
        <w:rPr>
          <w:rtl/>
          <w:lang w:bidi="fa-IR"/>
        </w:rPr>
        <w:t>)</w:t>
      </w:r>
      <w:bookmarkEnd w:id="78"/>
    </w:p>
    <w:p w:rsidR="003E3506" w:rsidRPr="003E3506" w:rsidRDefault="003E3506" w:rsidP="003E3506">
      <w:pPr>
        <w:pStyle w:val="libNormal"/>
        <w:rPr>
          <w:lang w:bidi="fa-IR"/>
        </w:rPr>
      </w:pPr>
      <w:r w:rsidRPr="003E3506">
        <w:rPr>
          <w:rtl/>
          <w:lang w:bidi="fa-IR"/>
        </w:rPr>
        <w:t>٦٤٥ - سزاوار است در شب اول قبر</w:t>
      </w:r>
      <w:r w:rsidR="000C4B14">
        <w:rPr>
          <w:rtl/>
          <w:lang w:bidi="fa-IR"/>
        </w:rPr>
        <w:t>،</w:t>
      </w:r>
      <w:r w:rsidRPr="003E3506">
        <w:rPr>
          <w:rtl/>
          <w:lang w:bidi="fa-IR"/>
        </w:rPr>
        <w:t xml:space="preserve"> دو ركعت نماز وحشت براى ميت بخوانند و دستور آن اين است كه در ركعت اول بعد از حمد يك مرتبه آية الكرسى و در ركعت دوم بعد از حمد ده مرتبه سوره انا انزلناه را بخوانند و بعد از سلام نماز بگويند</w:t>
      </w:r>
      <w:r w:rsidR="00553569">
        <w:rPr>
          <w:rtl/>
          <w:lang w:bidi="fa-IR"/>
        </w:rPr>
        <w:t>:</w:t>
      </w:r>
      <w:r w:rsidRPr="003E3506">
        <w:rPr>
          <w:rtl/>
          <w:lang w:bidi="fa-IR"/>
        </w:rPr>
        <w:t xml:space="preserve"> </w:t>
      </w:r>
      <w:r w:rsidR="00962AE6">
        <w:rPr>
          <w:rFonts w:hint="cs"/>
          <w:rtl/>
          <w:lang w:bidi="fa-IR"/>
        </w:rPr>
        <w:t>«</w:t>
      </w:r>
      <w:r w:rsidRPr="003E3506">
        <w:rPr>
          <w:rtl/>
          <w:lang w:bidi="fa-IR"/>
        </w:rPr>
        <w:t>اللهم صلى على محمد و آل محمد وابعث ثوابها الى قبر فلان</w:t>
      </w:r>
      <w:r w:rsidR="00962AE6">
        <w:rPr>
          <w:rFonts w:hint="cs"/>
          <w:rtl/>
          <w:lang w:bidi="fa-IR"/>
        </w:rPr>
        <w:t>»</w:t>
      </w:r>
      <w:r w:rsidRPr="003E3506">
        <w:rPr>
          <w:rtl/>
          <w:lang w:bidi="fa-IR"/>
        </w:rPr>
        <w:t xml:space="preserve"> و به جاى كلمه فلان اسم ميت را بگويند.</w:t>
      </w:r>
    </w:p>
    <w:p w:rsidR="003E3506" w:rsidRPr="003E3506" w:rsidRDefault="003E3506" w:rsidP="003E3506">
      <w:pPr>
        <w:pStyle w:val="libNormal"/>
        <w:rPr>
          <w:lang w:bidi="fa-IR"/>
        </w:rPr>
      </w:pPr>
      <w:r w:rsidRPr="003E3506">
        <w:rPr>
          <w:rtl/>
          <w:lang w:bidi="fa-IR"/>
        </w:rPr>
        <w:t>٦٤٦ - نماز وحشت را در هر موقع از شب اول قبر مى شود خواند ولى بهتر است در اول شب بعد از نماز عشاء خوانده شود.</w:t>
      </w:r>
    </w:p>
    <w:p w:rsidR="003E3506" w:rsidRPr="003E3506" w:rsidRDefault="003E3506" w:rsidP="003E3506">
      <w:pPr>
        <w:pStyle w:val="libNormal"/>
        <w:rPr>
          <w:lang w:bidi="fa-IR"/>
        </w:rPr>
      </w:pPr>
      <w:r w:rsidRPr="003E3506">
        <w:rPr>
          <w:rtl/>
          <w:lang w:bidi="fa-IR"/>
        </w:rPr>
        <w:t>٦٤٧ - اگر بخواهند ميت را به شهر دورى ببرند</w:t>
      </w:r>
      <w:r w:rsidR="000C4B14">
        <w:rPr>
          <w:rtl/>
          <w:lang w:bidi="fa-IR"/>
        </w:rPr>
        <w:t>،</w:t>
      </w:r>
      <w:r w:rsidRPr="003E3506">
        <w:rPr>
          <w:rtl/>
          <w:lang w:bidi="fa-IR"/>
        </w:rPr>
        <w:t xml:space="preserve"> يا به جهت ديگر دفن او تاخير بيفتد</w:t>
      </w:r>
      <w:r w:rsidR="000C4B14">
        <w:rPr>
          <w:rtl/>
          <w:lang w:bidi="fa-IR"/>
        </w:rPr>
        <w:t>،</w:t>
      </w:r>
      <w:r w:rsidRPr="003E3506">
        <w:rPr>
          <w:rtl/>
          <w:lang w:bidi="fa-IR"/>
        </w:rPr>
        <w:t xml:space="preserve"> بايد نماز وحشت به كيفيت گذشته را تا شب اول قبر او تاخير بيندازند.</w:t>
      </w:r>
    </w:p>
    <w:p w:rsidR="003E3506" w:rsidRPr="003E3506" w:rsidRDefault="00962AE6" w:rsidP="003E3506">
      <w:pPr>
        <w:pStyle w:val="libNormal"/>
        <w:rPr>
          <w:lang w:bidi="fa-IR"/>
        </w:rPr>
      </w:pPr>
      <w:r>
        <w:rPr>
          <w:rtl/>
          <w:lang w:bidi="fa-IR"/>
        </w:rPr>
        <w:br w:type="page"/>
      </w:r>
    </w:p>
    <w:p w:rsidR="003E3506" w:rsidRDefault="00605FAB" w:rsidP="00962AE6">
      <w:pPr>
        <w:pStyle w:val="Heading3"/>
        <w:rPr>
          <w:rtl/>
          <w:lang w:bidi="fa-IR"/>
        </w:rPr>
      </w:pPr>
      <w:bookmarkStart w:id="79" w:name="_Toc24454502"/>
      <w:r>
        <w:rPr>
          <w:rtl/>
          <w:lang w:bidi="fa-IR"/>
        </w:rPr>
        <w:t>(</w:t>
      </w:r>
      <w:r w:rsidR="003E3506" w:rsidRPr="003E3506">
        <w:rPr>
          <w:rtl/>
          <w:lang w:bidi="fa-IR"/>
        </w:rPr>
        <w:t>نبش قبر</w:t>
      </w:r>
      <w:r>
        <w:rPr>
          <w:rtl/>
          <w:lang w:bidi="fa-IR"/>
        </w:rPr>
        <w:t>)</w:t>
      </w:r>
      <w:bookmarkEnd w:id="79"/>
    </w:p>
    <w:p w:rsidR="003E3506" w:rsidRPr="003E3506" w:rsidRDefault="003E3506" w:rsidP="003E3506">
      <w:pPr>
        <w:pStyle w:val="libNormal"/>
        <w:rPr>
          <w:lang w:bidi="fa-IR"/>
        </w:rPr>
      </w:pPr>
      <w:r w:rsidRPr="003E3506">
        <w:rPr>
          <w:rtl/>
          <w:lang w:bidi="fa-IR"/>
        </w:rPr>
        <w:t>٦٤٨ - نبش قبر مسلمان</w:t>
      </w:r>
      <w:r w:rsidR="000C4B14">
        <w:rPr>
          <w:rtl/>
          <w:lang w:bidi="fa-IR"/>
        </w:rPr>
        <w:t>،</w:t>
      </w:r>
      <w:r w:rsidRPr="003E3506">
        <w:rPr>
          <w:rtl/>
          <w:lang w:bidi="fa-IR"/>
        </w:rPr>
        <w:t xml:space="preserve"> يعنى شكافتن قبر او اگر چه طفل يا ديوانه باشد حرام است</w:t>
      </w:r>
      <w:r w:rsidR="000C4B14">
        <w:rPr>
          <w:rtl/>
          <w:lang w:bidi="fa-IR"/>
        </w:rPr>
        <w:t>،</w:t>
      </w:r>
      <w:r w:rsidRPr="003E3506">
        <w:rPr>
          <w:rtl/>
          <w:lang w:bidi="fa-IR"/>
        </w:rPr>
        <w:t xml:space="preserve"> ولى اگر بدنش از بين رفته و خاك شده باشد اشكال ندارد.</w:t>
      </w:r>
    </w:p>
    <w:p w:rsidR="003E3506" w:rsidRPr="003E3506" w:rsidRDefault="003E3506" w:rsidP="003E3506">
      <w:pPr>
        <w:pStyle w:val="libNormal"/>
        <w:rPr>
          <w:lang w:bidi="fa-IR"/>
        </w:rPr>
      </w:pPr>
      <w:r w:rsidRPr="003E3506">
        <w:rPr>
          <w:rtl/>
          <w:lang w:bidi="fa-IR"/>
        </w:rPr>
        <w:t>٦٤٩ - خراب كردن قبر امامزاده ها و شهدا و علما و صلحا اگر چه سالها بر آن گذشته و بدنشان از ميان رفته باشد چون هتك محسوب مى شود حرام است</w:t>
      </w:r>
      <w:r w:rsidR="000C4B14">
        <w:rPr>
          <w:rtl/>
          <w:lang w:bidi="fa-IR"/>
        </w:rPr>
        <w:t>.</w:t>
      </w:r>
    </w:p>
    <w:p w:rsidR="003E3506" w:rsidRPr="003E3506" w:rsidRDefault="003E3506" w:rsidP="003E3506">
      <w:pPr>
        <w:pStyle w:val="libNormal"/>
        <w:rPr>
          <w:lang w:bidi="fa-IR"/>
        </w:rPr>
      </w:pPr>
      <w:r w:rsidRPr="003E3506">
        <w:rPr>
          <w:rtl/>
          <w:lang w:bidi="fa-IR"/>
        </w:rPr>
        <w:t>٦٥٠ - شكافتن قبر در چند مورد حرام نيست</w:t>
      </w:r>
      <w:r w:rsidR="00553569">
        <w:rPr>
          <w:rtl/>
          <w:lang w:bidi="fa-IR"/>
        </w:rPr>
        <w:t>:</w:t>
      </w:r>
      <w:r w:rsidRPr="003E3506">
        <w:rPr>
          <w:rtl/>
          <w:lang w:bidi="fa-IR"/>
        </w:rPr>
        <w:t xml:space="preserve"> اول آنكه ميت در زمين غصبى دفن شده باشد و مالك زمين راضى نشود كه در آنجا بماند.</w:t>
      </w:r>
    </w:p>
    <w:p w:rsidR="003E3506" w:rsidRPr="003E3506" w:rsidRDefault="003E3506" w:rsidP="003E3506">
      <w:pPr>
        <w:pStyle w:val="libNormal"/>
        <w:rPr>
          <w:lang w:bidi="fa-IR"/>
        </w:rPr>
      </w:pPr>
      <w:r w:rsidRPr="003E3506">
        <w:rPr>
          <w:rtl/>
          <w:lang w:bidi="fa-IR"/>
        </w:rPr>
        <w:t>دوم آنكه كفن يا چيز ديگرى كه با ميت دفن شده غصبى باشد و صاحب آن راضى نشود كه در قبر بماند</w:t>
      </w:r>
      <w:r w:rsidR="000C4B14">
        <w:rPr>
          <w:rtl/>
          <w:lang w:bidi="fa-IR"/>
        </w:rPr>
        <w:t>،</w:t>
      </w:r>
      <w:r w:rsidRPr="003E3506">
        <w:rPr>
          <w:rtl/>
          <w:lang w:bidi="fa-IR"/>
        </w:rPr>
        <w:t xml:space="preserve"> و همچنين است اگر چيزى از مال خود ميت كه به ورثه او رسيده با او دفن شده باشد</w:t>
      </w:r>
      <w:r w:rsidR="000C4B14">
        <w:rPr>
          <w:rtl/>
          <w:lang w:bidi="fa-IR"/>
        </w:rPr>
        <w:t>،</w:t>
      </w:r>
      <w:r w:rsidRPr="003E3506">
        <w:rPr>
          <w:rtl/>
          <w:lang w:bidi="fa-IR"/>
        </w:rPr>
        <w:t xml:space="preserve"> و ورثه او راضى نشوند كه آن چيز در قبر بماند</w:t>
      </w:r>
      <w:r w:rsidR="000C4B14">
        <w:rPr>
          <w:rtl/>
          <w:lang w:bidi="fa-IR"/>
        </w:rPr>
        <w:t>،</w:t>
      </w:r>
      <w:r w:rsidRPr="003E3506">
        <w:rPr>
          <w:rtl/>
          <w:lang w:bidi="fa-IR"/>
        </w:rPr>
        <w:t xml:space="preserve"> ولى اگر ميت وصيت كرده باشد كه دعا يا قرآن يا انگشترى را با او دفن كنند و وصيت او نافذ باشد</w:t>
      </w:r>
      <w:r w:rsidR="000C4B14">
        <w:rPr>
          <w:rtl/>
          <w:lang w:bidi="fa-IR"/>
        </w:rPr>
        <w:t>،</w:t>
      </w:r>
      <w:r w:rsidRPr="003E3506">
        <w:rPr>
          <w:rtl/>
          <w:lang w:bidi="fa-IR"/>
        </w:rPr>
        <w:t xml:space="preserve"> براى بيرون آوردن اينها نمى توانند قبر را بشكافند</w:t>
      </w:r>
      <w:r w:rsidR="000C4B14">
        <w:rPr>
          <w:rtl/>
          <w:lang w:bidi="fa-IR"/>
        </w:rPr>
        <w:t>،</w:t>
      </w:r>
      <w:r w:rsidRPr="003E3506">
        <w:rPr>
          <w:rtl/>
          <w:lang w:bidi="fa-IR"/>
        </w:rPr>
        <w:t xml:space="preserve"> و همچنين در بعضى مواردى كه زمين يا كفن غصبى باشد يا اينكه چيزى غصبى با ميت دفن شده باشد نمى توان قبر را نبش كرد ولى مقام را گنجايش تفصيل آن موارد نيست</w:t>
      </w:r>
      <w:r w:rsidR="000C4B14">
        <w:rPr>
          <w:rtl/>
          <w:lang w:bidi="fa-IR"/>
        </w:rPr>
        <w:t>.</w:t>
      </w:r>
    </w:p>
    <w:p w:rsidR="003E3506" w:rsidRPr="003E3506" w:rsidRDefault="003E3506" w:rsidP="003E3506">
      <w:pPr>
        <w:pStyle w:val="libNormal"/>
        <w:rPr>
          <w:lang w:bidi="fa-IR"/>
        </w:rPr>
      </w:pPr>
      <w:r w:rsidRPr="003E3506">
        <w:rPr>
          <w:rtl/>
          <w:lang w:bidi="fa-IR"/>
        </w:rPr>
        <w:t>سوم آنكه شكافتن قبر موجب هتك حرمت نباشد و ميت بى غسل يا بى كفن دفن شده باشد يا بفهمند غسلش باطل بوده</w:t>
      </w:r>
      <w:r w:rsidR="000C4B14">
        <w:rPr>
          <w:rtl/>
          <w:lang w:bidi="fa-IR"/>
        </w:rPr>
        <w:t>،</w:t>
      </w:r>
      <w:r w:rsidRPr="003E3506">
        <w:rPr>
          <w:rtl/>
          <w:lang w:bidi="fa-IR"/>
        </w:rPr>
        <w:t xml:space="preserve"> يا به غير از دستور شرع كفن شده يا در قبر او را رو به قبله نگذاشته اند.</w:t>
      </w:r>
    </w:p>
    <w:p w:rsidR="003E3506" w:rsidRPr="003E3506" w:rsidRDefault="003E3506" w:rsidP="003E3506">
      <w:pPr>
        <w:pStyle w:val="libNormal"/>
        <w:rPr>
          <w:lang w:bidi="fa-IR"/>
        </w:rPr>
      </w:pPr>
      <w:r w:rsidRPr="003E3506">
        <w:rPr>
          <w:rtl/>
          <w:lang w:bidi="fa-IR"/>
        </w:rPr>
        <w:t>چهارم آنكه براى ثابت شدن حقى كه مهمتر از نبش قبر باشد بخواهند بدن ميت را ببينند.</w:t>
      </w:r>
    </w:p>
    <w:p w:rsidR="003E3506" w:rsidRPr="003E3506" w:rsidRDefault="003E3506" w:rsidP="003E3506">
      <w:pPr>
        <w:pStyle w:val="libNormal"/>
        <w:rPr>
          <w:lang w:bidi="fa-IR"/>
        </w:rPr>
      </w:pPr>
      <w:r w:rsidRPr="003E3506">
        <w:rPr>
          <w:rtl/>
          <w:lang w:bidi="fa-IR"/>
        </w:rPr>
        <w:t>پنجم آنكه ميت را در جايى كه بى احترامى به او است مثل قبرستان كفار يا جايى كه كثافت و خاكروبه مى ريزند دفن كرده باشند.</w:t>
      </w:r>
    </w:p>
    <w:p w:rsidR="003E3506" w:rsidRPr="003E3506" w:rsidRDefault="003E3506" w:rsidP="003E3506">
      <w:pPr>
        <w:pStyle w:val="libNormal"/>
        <w:rPr>
          <w:lang w:bidi="fa-IR"/>
        </w:rPr>
      </w:pPr>
      <w:r w:rsidRPr="003E3506">
        <w:rPr>
          <w:rtl/>
          <w:lang w:bidi="fa-IR"/>
        </w:rPr>
        <w:t>ششم آنكه براى يك مطلب شرعى كه اهميت آن از شكافتن قبر بيشتر است</w:t>
      </w:r>
      <w:r w:rsidR="000C4B14">
        <w:rPr>
          <w:rtl/>
          <w:lang w:bidi="fa-IR"/>
        </w:rPr>
        <w:t>،</w:t>
      </w:r>
      <w:r w:rsidRPr="003E3506">
        <w:rPr>
          <w:rtl/>
          <w:lang w:bidi="fa-IR"/>
        </w:rPr>
        <w:t xml:space="preserve"> قبر را بشكافند مثلا بخواهند بچه زنده را از شكم زن حامله اى كه دفنش كرده اند بيرون آورند.</w:t>
      </w:r>
    </w:p>
    <w:p w:rsidR="003E3506" w:rsidRPr="003E3506" w:rsidRDefault="003E3506" w:rsidP="003E3506">
      <w:pPr>
        <w:pStyle w:val="libNormal"/>
        <w:rPr>
          <w:lang w:bidi="fa-IR"/>
        </w:rPr>
      </w:pPr>
      <w:r w:rsidRPr="003E3506">
        <w:rPr>
          <w:rtl/>
          <w:lang w:bidi="fa-IR"/>
        </w:rPr>
        <w:t>هفتم آنكه بترسند درنده اى بدن ميت را پاره كند</w:t>
      </w:r>
      <w:r w:rsidR="000C4B14">
        <w:rPr>
          <w:rtl/>
          <w:lang w:bidi="fa-IR"/>
        </w:rPr>
        <w:t>،</w:t>
      </w:r>
      <w:r w:rsidRPr="003E3506">
        <w:rPr>
          <w:rtl/>
          <w:lang w:bidi="fa-IR"/>
        </w:rPr>
        <w:t xml:space="preserve"> يا سيل او را ببرد</w:t>
      </w:r>
      <w:r w:rsidR="000C4B14">
        <w:rPr>
          <w:rtl/>
          <w:lang w:bidi="fa-IR"/>
        </w:rPr>
        <w:t>،</w:t>
      </w:r>
      <w:r w:rsidRPr="003E3506">
        <w:rPr>
          <w:rtl/>
          <w:lang w:bidi="fa-IR"/>
        </w:rPr>
        <w:t xml:space="preserve"> يا دشمن بيرون آورد.</w:t>
      </w:r>
    </w:p>
    <w:p w:rsidR="003E3506" w:rsidRPr="003E3506" w:rsidRDefault="003E3506" w:rsidP="003E3506">
      <w:pPr>
        <w:pStyle w:val="libNormal"/>
        <w:rPr>
          <w:lang w:bidi="fa-IR"/>
        </w:rPr>
      </w:pPr>
      <w:r w:rsidRPr="003E3506">
        <w:rPr>
          <w:rtl/>
          <w:lang w:bidi="fa-IR"/>
        </w:rPr>
        <w:lastRenderedPageBreak/>
        <w:t>هشتم آنكه ميت وصيت كرده باشد كه او را قبل از دفن به مشاهد مشرفه نقل نمايند</w:t>
      </w:r>
      <w:r w:rsidR="000C4B14">
        <w:rPr>
          <w:rtl/>
          <w:lang w:bidi="fa-IR"/>
        </w:rPr>
        <w:t>،</w:t>
      </w:r>
      <w:r w:rsidRPr="003E3506">
        <w:rPr>
          <w:rtl/>
          <w:lang w:bidi="fa-IR"/>
        </w:rPr>
        <w:t xml:space="preserve"> چنانچه نقل دادن او موجب هتك حرمتش نمى شده ولى عمدا يا از روى فراموشى در جايى ديگر دفن شده باشد مى توانند در صورتى كه موجب هتك حرمتش نشود قبر او را نبش كرده و بدنش را به مشاهد مشرفه نقل دهند.</w:t>
      </w:r>
    </w:p>
    <w:p w:rsidR="003E3506" w:rsidRPr="003E3506" w:rsidRDefault="006A7C15" w:rsidP="003E3506">
      <w:pPr>
        <w:pStyle w:val="libNormal"/>
        <w:rPr>
          <w:lang w:bidi="fa-IR"/>
        </w:rPr>
      </w:pPr>
      <w:r>
        <w:rPr>
          <w:rtl/>
          <w:lang w:bidi="fa-IR"/>
        </w:rPr>
        <w:br w:type="page"/>
      </w:r>
    </w:p>
    <w:p w:rsidR="003E3506" w:rsidRDefault="00605FAB" w:rsidP="006A7C15">
      <w:pPr>
        <w:pStyle w:val="Heading2"/>
        <w:rPr>
          <w:rtl/>
          <w:lang w:bidi="fa-IR"/>
        </w:rPr>
      </w:pPr>
      <w:bookmarkStart w:id="80" w:name="_Toc24454503"/>
      <w:r>
        <w:rPr>
          <w:rtl/>
          <w:lang w:bidi="fa-IR"/>
        </w:rPr>
        <w:t>(</w:t>
      </w:r>
      <w:r w:rsidR="003E3506" w:rsidRPr="003E3506">
        <w:rPr>
          <w:rtl/>
          <w:lang w:bidi="fa-IR"/>
        </w:rPr>
        <w:t>غسلهاى مستحب</w:t>
      </w:r>
      <w:r>
        <w:rPr>
          <w:rtl/>
          <w:lang w:bidi="fa-IR"/>
        </w:rPr>
        <w:t>)</w:t>
      </w:r>
      <w:bookmarkEnd w:id="80"/>
    </w:p>
    <w:p w:rsidR="006A7C15" w:rsidRDefault="003E3506" w:rsidP="003E3506">
      <w:pPr>
        <w:pStyle w:val="libNormal"/>
        <w:rPr>
          <w:rtl/>
          <w:lang w:bidi="fa-IR"/>
        </w:rPr>
      </w:pPr>
      <w:r w:rsidRPr="003E3506">
        <w:rPr>
          <w:rtl/>
          <w:lang w:bidi="fa-IR"/>
        </w:rPr>
        <w:t>٦٥١ - در شرع مقدس اسلام غسلهايى مستحب است و از آن جمله است</w:t>
      </w:r>
      <w:r w:rsidR="00553569">
        <w:rPr>
          <w:rtl/>
          <w:lang w:bidi="fa-IR"/>
        </w:rPr>
        <w:t>:</w:t>
      </w:r>
    </w:p>
    <w:p w:rsidR="003E3506" w:rsidRPr="003E3506" w:rsidRDefault="003E3506" w:rsidP="003E3506">
      <w:pPr>
        <w:pStyle w:val="libNormal"/>
        <w:rPr>
          <w:lang w:bidi="fa-IR"/>
        </w:rPr>
      </w:pPr>
      <w:r w:rsidRPr="003E3506">
        <w:rPr>
          <w:rtl/>
          <w:lang w:bidi="fa-IR"/>
        </w:rPr>
        <w:t>١ - غسل جمعه</w:t>
      </w:r>
      <w:r w:rsidR="00553569">
        <w:rPr>
          <w:rtl/>
          <w:lang w:bidi="fa-IR"/>
        </w:rPr>
        <w:t>:</w:t>
      </w:r>
      <w:r w:rsidRPr="003E3506">
        <w:rPr>
          <w:rtl/>
          <w:lang w:bidi="fa-IR"/>
        </w:rPr>
        <w:t xml:space="preserve"> و وقت آن بعد از اذان صبح است تا غروب آفتاب و بهتر آن است كه نزديك ظهر بجا آورده شود</w:t>
      </w:r>
      <w:r w:rsidR="000C4B14">
        <w:rPr>
          <w:rtl/>
          <w:lang w:bidi="fa-IR"/>
        </w:rPr>
        <w:t>،</w:t>
      </w:r>
      <w:r w:rsidRPr="003E3506">
        <w:rPr>
          <w:rtl/>
          <w:lang w:bidi="fa-IR"/>
        </w:rPr>
        <w:t xml:space="preserve"> </w:t>
      </w:r>
      <w:r w:rsidR="00605FAB">
        <w:rPr>
          <w:rtl/>
          <w:lang w:bidi="fa-IR"/>
        </w:rPr>
        <w:t>(</w:t>
      </w:r>
      <w:r w:rsidRPr="003E3506">
        <w:rPr>
          <w:rtl/>
          <w:lang w:bidi="fa-IR"/>
        </w:rPr>
        <w:t>و اگر تا ظهر انجام ندهد بهتر آن است كه بدون نيت ادا و قضا تا غروب بجا آورد</w:t>
      </w:r>
      <w:r w:rsidR="00605FAB">
        <w:rPr>
          <w:rtl/>
          <w:lang w:bidi="fa-IR"/>
        </w:rPr>
        <w:t>)</w:t>
      </w:r>
      <w:r w:rsidRPr="003E3506">
        <w:rPr>
          <w:rtl/>
          <w:lang w:bidi="fa-IR"/>
        </w:rPr>
        <w:t xml:space="preserve"> و اگر در روز جمعه غسل نكند مستحب است از صبح شنبه تا غروب قضاى آن را بجا آورد.</w:t>
      </w:r>
    </w:p>
    <w:p w:rsidR="003E3506" w:rsidRPr="003E3506" w:rsidRDefault="003E3506" w:rsidP="003E3506">
      <w:pPr>
        <w:pStyle w:val="libNormal"/>
        <w:rPr>
          <w:lang w:bidi="fa-IR"/>
        </w:rPr>
      </w:pPr>
      <w:r w:rsidRPr="003E3506">
        <w:rPr>
          <w:rtl/>
          <w:lang w:bidi="fa-IR"/>
        </w:rPr>
        <w:t>و كسى كه مى داند در روز جمعه آب پيدا نخواهد كرد مى تواند روز پنجشنبه غسل را رجاء انجام دهد</w:t>
      </w:r>
      <w:r w:rsidR="000C4B14">
        <w:rPr>
          <w:rtl/>
          <w:lang w:bidi="fa-IR"/>
        </w:rPr>
        <w:t>،</w:t>
      </w:r>
      <w:r w:rsidRPr="003E3506">
        <w:rPr>
          <w:rtl/>
          <w:lang w:bidi="fa-IR"/>
        </w:rPr>
        <w:t xml:space="preserve"> و مستحب است انسان در موقع غسل جمعه بگويد: اشهد ان لا اله الا اللّه وحده لا شريك له وان محمدا عبده ورسوله اللهم صل على محمد وآل محمد واجعلني من التوابين واجعلني من المتطهرين</w:t>
      </w:r>
      <w:r w:rsidR="000C4B14">
        <w:rPr>
          <w:rtl/>
          <w:lang w:bidi="fa-IR"/>
        </w:rPr>
        <w:t>.</w:t>
      </w:r>
    </w:p>
    <w:p w:rsidR="003E3506" w:rsidRPr="003E3506" w:rsidRDefault="003E3506" w:rsidP="003E3506">
      <w:pPr>
        <w:pStyle w:val="libNormal"/>
        <w:rPr>
          <w:lang w:bidi="fa-IR"/>
        </w:rPr>
      </w:pPr>
      <w:r w:rsidRPr="003E3506">
        <w:rPr>
          <w:rtl/>
          <w:lang w:bidi="fa-IR"/>
        </w:rPr>
        <w:t>٢ - ٧ - غسل شب اول و هفدهم و اول شب نوزدهم و بيست و يكم و بيست و سوم و غسل در شب بيست و چهارم ماه رمضان</w:t>
      </w:r>
      <w:r w:rsidR="000C4B14">
        <w:rPr>
          <w:rtl/>
          <w:lang w:bidi="fa-IR"/>
        </w:rPr>
        <w:t>.</w:t>
      </w:r>
    </w:p>
    <w:p w:rsidR="003E3506" w:rsidRPr="003E3506" w:rsidRDefault="003E3506" w:rsidP="003E3506">
      <w:pPr>
        <w:pStyle w:val="libNormal"/>
        <w:rPr>
          <w:lang w:bidi="fa-IR"/>
        </w:rPr>
      </w:pPr>
      <w:r w:rsidRPr="003E3506">
        <w:rPr>
          <w:rtl/>
          <w:lang w:bidi="fa-IR"/>
        </w:rPr>
        <w:t>٨ - ٩ - غسل روز عيد فطر و عيد قربان و وقت آن از اذان صبح است تا غروب</w:t>
      </w:r>
      <w:r w:rsidR="000C4B14">
        <w:rPr>
          <w:rtl/>
          <w:lang w:bidi="fa-IR"/>
        </w:rPr>
        <w:t>،</w:t>
      </w:r>
      <w:r w:rsidRPr="003E3506">
        <w:rPr>
          <w:rtl/>
          <w:lang w:bidi="fa-IR"/>
        </w:rPr>
        <w:t xml:space="preserve"> و بهتر آن است كه آن را پيش از نماز عيد بجا آورند.</w:t>
      </w:r>
    </w:p>
    <w:p w:rsidR="003E3506" w:rsidRPr="003E3506" w:rsidRDefault="003E3506" w:rsidP="003E3506">
      <w:pPr>
        <w:pStyle w:val="libNormal"/>
        <w:rPr>
          <w:lang w:bidi="fa-IR"/>
        </w:rPr>
      </w:pPr>
      <w:r w:rsidRPr="003E3506">
        <w:rPr>
          <w:rtl/>
          <w:lang w:bidi="fa-IR"/>
        </w:rPr>
        <w:t>١٠ - ١١ - غسل روز هشتم و نهم ذيحجه و در روز نهم بهتر آن است كه آن را در وقت ظهر بجا آورد.</w:t>
      </w:r>
    </w:p>
    <w:p w:rsidR="003E3506" w:rsidRPr="003E3506" w:rsidRDefault="003E3506" w:rsidP="003E3506">
      <w:pPr>
        <w:pStyle w:val="libNormal"/>
        <w:rPr>
          <w:lang w:bidi="fa-IR"/>
        </w:rPr>
      </w:pPr>
      <w:r w:rsidRPr="003E3506">
        <w:rPr>
          <w:rtl/>
          <w:lang w:bidi="fa-IR"/>
        </w:rPr>
        <w:t>١٢ - غسل كسى كه جايى از بدنش را به بدن ميتى كه غسل داده اند رسانده باشد.</w:t>
      </w:r>
    </w:p>
    <w:p w:rsidR="003E3506" w:rsidRPr="003E3506" w:rsidRDefault="003E3506" w:rsidP="003E3506">
      <w:pPr>
        <w:pStyle w:val="libNormal"/>
        <w:rPr>
          <w:lang w:bidi="fa-IR"/>
        </w:rPr>
      </w:pPr>
      <w:r w:rsidRPr="003E3506">
        <w:rPr>
          <w:rtl/>
          <w:lang w:bidi="fa-IR"/>
        </w:rPr>
        <w:t>١٣ - غسل احرام</w:t>
      </w:r>
      <w:r w:rsidR="000C4B14">
        <w:rPr>
          <w:rtl/>
          <w:lang w:bidi="fa-IR"/>
        </w:rPr>
        <w:t>.</w:t>
      </w:r>
    </w:p>
    <w:p w:rsidR="003E3506" w:rsidRPr="003E3506" w:rsidRDefault="003E3506" w:rsidP="003E3506">
      <w:pPr>
        <w:pStyle w:val="libNormal"/>
        <w:rPr>
          <w:lang w:bidi="fa-IR"/>
        </w:rPr>
      </w:pPr>
      <w:r w:rsidRPr="003E3506">
        <w:rPr>
          <w:rtl/>
          <w:lang w:bidi="fa-IR"/>
        </w:rPr>
        <w:t>١٤ - غسل دخول حرم مكه</w:t>
      </w:r>
      <w:r w:rsidR="000C4B14">
        <w:rPr>
          <w:rtl/>
          <w:lang w:bidi="fa-IR"/>
        </w:rPr>
        <w:t>.</w:t>
      </w:r>
    </w:p>
    <w:p w:rsidR="003E3506" w:rsidRPr="003E3506" w:rsidRDefault="003E3506" w:rsidP="003E3506">
      <w:pPr>
        <w:pStyle w:val="libNormal"/>
        <w:rPr>
          <w:lang w:bidi="fa-IR"/>
        </w:rPr>
      </w:pPr>
      <w:r w:rsidRPr="003E3506">
        <w:rPr>
          <w:rtl/>
          <w:lang w:bidi="fa-IR"/>
        </w:rPr>
        <w:t>١٥ - غسل دخول مكه</w:t>
      </w:r>
      <w:r w:rsidR="000C4B14">
        <w:rPr>
          <w:rtl/>
          <w:lang w:bidi="fa-IR"/>
        </w:rPr>
        <w:t>.</w:t>
      </w:r>
    </w:p>
    <w:p w:rsidR="003E3506" w:rsidRPr="003E3506" w:rsidRDefault="003E3506" w:rsidP="003E3506">
      <w:pPr>
        <w:pStyle w:val="libNormal"/>
        <w:rPr>
          <w:lang w:bidi="fa-IR"/>
        </w:rPr>
      </w:pPr>
      <w:r w:rsidRPr="003E3506">
        <w:rPr>
          <w:rtl/>
          <w:lang w:bidi="fa-IR"/>
        </w:rPr>
        <w:t>١٦ - غسل زيارت خانه كعبه</w:t>
      </w:r>
      <w:r w:rsidR="000C4B14">
        <w:rPr>
          <w:rtl/>
          <w:lang w:bidi="fa-IR"/>
        </w:rPr>
        <w:t>.</w:t>
      </w:r>
    </w:p>
    <w:p w:rsidR="003E3506" w:rsidRPr="003E3506" w:rsidRDefault="003E3506" w:rsidP="003E3506">
      <w:pPr>
        <w:pStyle w:val="libNormal"/>
        <w:rPr>
          <w:lang w:bidi="fa-IR"/>
        </w:rPr>
      </w:pPr>
      <w:r w:rsidRPr="003E3506">
        <w:rPr>
          <w:rtl/>
          <w:lang w:bidi="fa-IR"/>
        </w:rPr>
        <w:lastRenderedPageBreak/>
        <w:t>١٧ - غسل دخول كعبه</w:t>
      </w:r>
      <w:r w:rsidR="000C4B14">
        <w:rPr>
          <w:rtl/>
          <w:lang w:bidi="fa-IR"/>
        </w:rPr>
        <w:t>.</w:t>
      </w:r>
    </w:p>
    <w:p w:rsidR="003E3506" w:rsidRPr="003E3506" w:rsidRDefault="003E3506" w:rsidP="003E3506">
      <w:pPr>
        <w:pStyle w:val="libNormal"/>
        <w:rPr>
          <w:lang w:bidi="fa-IR"/>
        </w:rPr>
      </w:pPr>
      <w:r w:rsidRPr="003E3506">
        <w:rPr>
          <w:rtl/>
          <w:lang w:bidi="fa-IR"/>
        </w:rPr>
        <w:t>١٨ - غسل براى نحر و ذبح</w:t>
      </w:r>
      <w:r w:rsidR="000C4B14">
        <w:rPr>
          <w:rtl/>
          <w:lang w:bidi="fa-IR"/>
        </w:rPr>
        <w:t>.</w:t>
      </w:r>
    </w:p>
    <w:p w:rsidR="003E3506" w:rsidRPr="003E3506" w:rsidRDefault="003E3506" w:rsidP="003E3506">
      <w:pPr>
        <w:pStyle w:val="libNormal"/>
        <w:rPr>
          <w:lang w:bidi="fa-IR"/>
        </w:rPr>
      </w:pPr>
      <w:r w:rsidRPr="003E3506">
        <w:rPr>
          <w:rtl/>
          <w:lang w:bidi="fa-IR"/>
        </w:rPr>
        <w:t>١٩ - غسل براى حلق</w:t>
      </w:r>
      <w:r w:rsidR="000C4B14">
        <w:rPr>
          <w:rtl/>
          <w:lang w:bidi="fa-IR"/>
        </w:rPr>
        <w:t>.</w:t>
      </w:r>
    </w:p>
    <w:p w:rsidR="003E3506" w:rsidRPr="003E3506" w:rsidRDefault="003E3506" w:rsidP="003E3506">
      <w:pPr>
        <w:pStyle w:val="libNormal"/>
        <w:rPr>
          <w:lang w:bidi="fa-IR"/>
        </w:rPr>
      </w:pPr>
      <w:r w:rsidRPr="003E3506">
        <w:rPr>
          <w:rtl/>
          <w:lang w:bidi="fa-IR"/>
        </w:rPr>
        <w:t>٢٠ - غسل داخل شدن حرم مدينه منوره</w:t>
      </w:r>
      <w:r w:rsidR="000C4B14">
        <w:rPr>
          <w:rtl/>
          <w:lang w:bidi="fa-IR"/>
        </w:rPr>
        <w:t>.</w:t>
      </w:r>
    </w:p>
    <w:p w:rsidR="003E3506" w:rsidRPr="003E3506" w:rsidRDefault="003E3506" w:rsidP="003E3506">
      <w:pPr>
        <w:pStyle w:val="libNormal"/>
        <w:rPr>
          <w:lang w:bidi="fa-IR"/>
        </w:rPr>
      </w:pPr>
      <w:r w:rsidRPr="003E3506">
        <w:rPr>
          <w:rtl/>
          <w:lang w:bidi="fa-IR"/>
        </w:rPr>
        <w:t>٢١ - غسل داخل شدن مدينه منوره</w:t>
      </w:r>
      <w:r w:rsidR="000C4B14">
        <w:rPr>
          <w:rtl/>
          <w:lang w:bidi="fa-IR"/>
        </w:rPr>
        <w:t>.</w:t>
      </w:r>
    </w:p>
    <w:p w:rsidR="003E3506" w:rsidRPr="003E3506" w:rsidRDefault="003E3506" w:rsidP="003E3506">
      <w:pPr>
        <w:pStyle w:val="libNormal"/>
        <w:rPr>
          <w:lang w:bidi="fa-IR"/>
        </w:rPr>
      </w:pPr>
      <w:r w:rsidRPr="003E3506">
        <w:rPr>
          <w:rtl/>
          <w:lang w:bidi="fa-IR"/>
        </w:rPr>
        <w:t xml:space="preserve">٢٢ - غسل داخل شدن مسجد پيغمبر </w:t>
      </w:r>
      <w:r w:rsidR="00884B11" w:rsidRPr="00884B11">
        <w:rPr>
          <w:rStyle w:val="libAlaemChar"/>
          <w:rtl/>
        </w:rPr>
        <w:t>صلى‌الله‌عليه‌وآله‌وسلم</w:t>
      </w:r>
      <w:r w:rsidR="000C4B14">
        <w:rPr>
          <w:rtl/>
          <w:lang w:bidi="fa-IR"/>
        </w:rPr>
        <w:t>.</w:t>
      </w:r>
    </w:p>
    <w:p w:rsidR="003E3506" w:rsidRPr="003E3506" w:rsidRDefault="003E3506" w:rsidP="003E3506">
      <w:pPr>
        <w:pStyle w:val="libNormal"/>
        <w:rPr>
          <w:lang w:bidi="fa-IR"/>
        </w:rPr>
      </w:pPr>
      <w:r w:rsidRPr="003E3506">
        <w:rPr>
          <w:rtl/>
          <w:lang w:bidi="fa-IR"/>
        </w:rPr>
        <w:t xml:space="preserve">٢٣ - غسل وداع قبر مطهر پيغمبر </w:t>
      </w:r>
      <w:r w:rsidR="00884B11" w:rsidRPr="00884B11">
        <w:rPr>
          <w:rStyle w:val="libAlaemChar"/>
          <w:rtl/>
        </w:rPr>
        <w:t>صلى‌الله‌عليه‌وآله‌وسلم</w:t>
      </w:r>
      <w:r w:rsidR="000C4B14">
        <w:rPr>
          <w:rtl/>
          <w:lang w:bidi="fa-IR"/>
        </w:rPr>
        <w:t>.</w:t>
      </w:r>
    </w:p>
    <w:p w:rsidR="003E3506" w:rsidRPr="003E3506" w:rsidRDefault="003E3506" w:rsidP="003E3506">
      <w:pPr>
        <w:pStyle w:val="libNormal"/>
        <w:rPr>
          <w:lang w:bidi="fa-IR"/>
        </w:rPr>
      </w:pPr>
      <w:r w:rsidRPr="003E3506">
        <w:rPr>
          <w:rtl/>
          <w:lang w:bidi="fa-IR"/>
        </w:rPr>
        <w:t>٢٤ - غسل براى مباهله با خصم</w:t>
      </w:r>
      <w:r w:rsidR="000C4B14">
        <w:rPr>
          <w:rtl/>
          <w:lang w:bidi="fa-IR"/>
        </w:rPr>
        <w:t>.</w:t>
      </w:r>
    </w:p>
    <w:p w:rsidR="003E3506" w:rsidRPr="003E3506" w:rsidRDefault="003E3506" w:rsidP="003E3506">
      <w:pPr>
        <w:pStyle w:val="libNormal"/>
        <w:rPr>
          <w:lang w:bidi="fa-IR"/>
        </w:rPr>
      </w:pPr>
      <w:r w:rsidRPr="003E3506">
        <w:rPr>
          <w:rtl/>
          <w:lang w:bidi="fa-IR"/>
        </w:rPr>
        <w:t>٢٥ - غسل دادن بچه اى كه تازه به دنيا آمده</w:t>
      </w:r>
      <w:r w:rsidR="000C4B14">
        <w:rPr>
          <w:rtl/>
          <w:lang w:bidi="fa-IR"/>
        </w:rPr>
        <w:t>.</w:t>
      </w:r>
    </w:p>
    <w:p w:rsidR="003E3506" w:rsidRPr="003E3506" w:rsidRDefault="003E3506" w:rsidP="003E3506">
      <w:pPr>
        <w:pStyle w:val="libNormal"/>
        <w:rPr>
          <w:lang w:bidi="fa-IR"/>
        </w:rPr>
      </w:pPr>
      <w:r w:rsidRPr="003E3506">
        <w:rPr>
          <w:rtl/>
          <w:lang w:bidi="fa-IR"/>
        </w:rPr>
        <w:t>٢٦ - غسل براى استخاره</w:t>
      </w:r>
      <w:r w:rsidR="000C4B14">
        <w:rPr>
          <w:rtl/>
          <w:lang w:bidi="fa-IR"/>
        </w:rPr>
        <w:t>.</w:t>
      </w:r>
    </w:p>
    <w:p w:rsidR="003E3506" w:rsidRPr="003E3506" w:rsidRDefault="003E3506" w:rsidP="003E3506">
      <w:pPr>
        <w:pStyle w:val="libNormal"/>
        <w:rPr>
          <w:lang w:bidi="fa-IR"/>
        </w:rPr>
      </w:pPr>
      <w:r w:rsidRPr="003E3506">
        <w:rPr>
          <w:rtl/>
          <w:lang w:bidi="fa-IR"/>
        </w:rPr>
        <w:t>٢٧ - غسل براى استسقاء.</w:t>
      </w:r>
    </w:p>
    <w:p w:rsidR="003E3506" w:rsidRPr="003E3506" w:rsidRDefault="003E3506" w:rsidP="003E3506">
      <w:pPr>
        <w:pStyle w:val="libNormal"/>
        <w:rPr>
          <w:lang w:bidi="fa-IR"/>
        </w:rPr>
      </w:pPr>
      <w:r w:rsidRPr="003E3506">
        <w:rPr>
          <w:rtl/>
          <w:lang w:bidi="fa-IR"/>
        </w:rPr>
        <w:t>٦٥٢ - فقهاء در بيان اغسال مستحبه اغسال زيادى نقل فرموده اند كه از جمله آنها اين چند غسل است</w:t>
      </w:r>
      <w:r w:rsidR="000C4B14">
        <w:rPr>
          <w:rtl/>
          <w:lang w:bidi="fa-IR"/>
        </w:rPr>
        <w:t>.</w:t>
      </w:r>
    </w:p>
    <w:p w:rsidR="003E3506" w:rsidRPr="003E3506" w:rsidRDefault="003E3506" w:rsidP="003E3506">
      <w:pPr>
        <w:pStyle w:val="libNormal"/>
        <w:rPr>
          <w:lang w:bidi="fa-IR"/>
        </w:rPr>
      </w:pPr>
      <w:r w:rsidRPr="003E3506">
        <w:rPr>
          <w:rtl/>
          <w:lang w:bidi="fa-IR"/>
        </w:rPr>
        <w:t>١ - غسل تمام شبهاى طاق ماه رمضان و غسل تمام شبهاى دهه آخر آن</w:t>
      </w:r>
      <w:r w:rsidR="000C4B14">
        <w:rPr>
          <w:rtl/>
          <w:lang w:bidi="fa-IR"/>
        </w:rPr>
        <w:t>،</w:t>
      </w:r>
      <w:r w:rsidRPr="003E3506">
        <w:rPr>
          <w:rtl/>
          <w:lang w:bidi="fa-IR"/>
        </w:rPr>
        <w:t xml:space="preserve"> و غسل ديگرى در آخر شب بيست و سوم آن</w:t>
      </w:r>
      <w:r w:rsidR="000C4B14">
        <w:rPr>
          <w:rtl/>
          <w:lang w:bidi="fa-IR"/>
        </w:rPr>
        <w:t>.</w:t>
      </w:r>
    </w:p>
    <w:p w:rsidR="003E3506" w:rsidRPr="003E3506" w:rsidRDefault="003E3506" w:rsidP="003E3506">
      <w:pPr>
        <w:pStyle w:val="libNormal"/>
        <w:rPr>
          <w:lang w:bidi="fa-IR"/>
        </w:rPr>
      </w:pPr>
      <w:r w:rsidRPr="003E3506">
        <w:rPr>
          <w:rtl/>
          <w:lang w:bidi="fa-IR"/>
        </w:rPr>
        <w:t>٢ - غسل روز بيست و چهارم ذى الحجة</w:t>
      </w:r>
      <w:r w:rsidR="000C4B14">
        <w:rPr>
          <w:rtl/>
          <w:lang w:bidi="fa-IR"/>
        </w:rPr>
        <w:t>.</w:t>
      </w:r>
    </w:p>
    <w:p w:rsidR="003E3506" w:rsidRPr="003E3506" w:rsidRDefault="003E3506" w:rsidP="003E3506">
      <w:pPr>
        <w:pStyle w:val="libNormal"/>
        <w:rPr>
          <w:lang w:bidi="fa-IR"/>
        </w:rPr>
      </w:pPr>
      <w:r w:rsidRPr="003E3506">
        <w:rPr>
          <w:rtl/>
          <w:lang w:bidi="fa-IR"/>
        </w:rPr>
        <w:t>٣ - غسل روز عيد نوروز و پانزدهم شعبان و نهم و هفدهم ربيع الاول و روز بيست و پنجم ذى القعده</w:t>
      </w:r>
      <w:r w:rsidR="000C4B14">
        <w:rPr>
          <w:rtl/>
          <w:lang w:bidi="fa-IR"/>
        </w:rPr>
        <w:t>.</w:t>
      </w:r>
    </w:p>
    <w:p w:rsidR="003E3506" w:rsidRPr="003E3506" w:rsidRDefault="003E3506" w:rsidP="003E3506">
      <w:pPr>
        <w:pStyle w:val="libNormal"/>
        <w:rPr>
          <w:lang w:bidi="fa-IR"/>
        </w:rPr>
      </w:pPr>
      <w:r w:rsidRPr="003E3506">
        <w:rPr>
          <w:rtl/>
          <w:lang w:bidi="fa-IR"/>
        </w:rPr>
        <w:t>٤ - غسل زنى كه براى غير شوهرش بوى خوش استعمال كرده است</w:t>
      </w:r>
      <w:r w:rsidR="000C4B14">
        <w:rPr>
          <w:rtl/>
          <w:lang w:bidi="fa-IR"/>
        </w:rPr>
        <w:t>.</w:t>
      </w:r>
    </w:p>
    <w:p w:rsidR="003E3506" w:rsidRPr="003E3506" w:rsidRDefault="003E3506" w:rsidP="003E3506">
      <w:pPr>
        <w:pStyle w:val="libNormal"/>
        <w:rPr>
          <w:lang w:bidi="fa-IR"/>
        </w:rPr>
      </w:pPr>
      <w:r w:rsidRPr="003E3506">
        <w:rPr>
          <w:rtl/>
          <w:lang w:bidi="fa-IR"/>
        </w:rPr>
        <w:t>٥ - غسل كسى كه در حال مستى خوابيده</w:t>
      </w:r>
      <w:r w:rsidR="000C4B14">
        <w:rPr>
          <w:rtl/>
          <w:lang w:bidi="fa-IR"/>
        </w:rPr>
        <w:t>.</w:t>
      </w:r>
    </w:p>
    <w:p w:rsidR="003E3506" w:rsidRPr="003E3506" w:rsidRDefault="003E3506" w:rsidP="003E3506">
      <w:pPr>
        <w:pStyle w:val="libNormal"/>
        <w:rPr>
          <w:lang w:bidi="fa-IR"/>
        </w:rPr>
      </w:pPr>
      <w:r w:rsidRPr="003E3506">
        <w:rPr>
          <w:rtl/>
          <w:lang w:bidi="fa-IR"/>
        </w:rPr>
        <w:t>٦ - غسل كسى كه براى تماشاى دار آويخته رفته و آن را ديده باشد</w:t>
      </w:r>
      <w:r w:rsidR="000C4B14">
        <w:rPr>
          <w:rtl/>
          <w:lang w:bidi="fa-IR"/>
        </w:rPr>
        <w:t>،</w:t>
      </w:r>
      <w:r w:rsidRPr="003E3506">
        <w:rPr>
          <w:rtl/>
          <w:lang w:bidi="fa-IR"/>
        </w:rPr>
        <w:t xml:space="preserve"> ولى اگر اتفاقا از روى ناچارى نگاهش بيفتد يا مثلا براى شهادت دادن رفته باشد</w:t>
      </w:r>
      <w:r w:rsidR="000C4B14">
        <w:rPr>
          <w:rtl/>
          <w:lang w:bidi="fa-IR"/>
        </w:rPr>
        <w:t>،</w:t>
      </w:r>
      <w:r w:rsidRPr="003E3506">
        <w:rPr>
          <w:rtl/>
          <w:lang w:bidi="fa-IR"/>
        </w:rPr>
        <w:t xml:space="preserve"> غسل مستحب نيست</w:t>
      </w:r>
      <w:r w:rsidR="000C4B14">
        <w:rPr>
          <w:rtl/>
          <w:lang w:bidi="fa-IR"/>
        </w:rPr>
        <w:t>.</w:t>
      </w:r>
    </w:p>
    <w:p w:rsidR="003E3506" w:rsidRPr="003E3506" w:rsidRDefault="003E3506" w:rsidP="003E3506">
      <w:pPr>
        <w:pStyle w:val="libNormal"/>
        <w:rPr>
          <w:lang w:bidi="fa-IR"/>
        </w:rPr>
      </w:pPr>
      <w:r w:rsidRPr="003E3506">
        <w:rPr>
          <w:rtl/>
          <w:lang w:bidi="fa-IR"/>
        </w:rPr>
        <w:lastRenderedPageBreak/>
        <w:t xml:space="preserve">٧ - غسل براى زيارت معصومين </w:t>
      </w:r>
      <w:r w:rsidR="001B16BC" w:rsidRPr="001B16BC">
        <w:rPr>
          <w:rStyle w:val="libAlaemChar"/>
          <w:rtl/>
        </w:rPr>
        <w:t>عليهم‌السلام</w:t>
      </w:r>
      <w:r w:rsidRPr="003E3506">
        <w:rPr>
          <w:rtl/>
          <w:lang w:bidi="fa-IR"/>
        </w:rPr>
        <w:t xml:space="preserve"> از دور يا نزديك</w:t>
      </w:r>
      <w:r w:rsidR="000C4B14">
        <w:rPr>
          <w:rtl/>
          <w:lang w:bidi="fa-IR"/>
        </w:rPr>
        <w:t>.</w:t>
      </w:r>
    </w:p>
    <w:p w:rsidR="003E3506" w:rsidRPr="003E3506" w:rsidRDefault="003E3506" w:rsidP="003E3506">
      <w:pPr>
        <w:pStyle w:val="libNormal"/>
        <w:rPr>
          <w:lang w:bidi="fa-IR"/>
        </w:rPr>
      </w:pPr>
      <w:r w:rsidRPr="003E3506">
        <w:rPr>
          <w:rtl/>
          <w:lang w:bidi="fa-IR"/>
        </w:rPr>
        <w:t>ولى احوط اين است كه اين غسلها را به قصد رجاء بجا آورند.</w:t>
      </w:r>
    </w:p>
    <w:p w:rsidR="003E3506" w:rsidRPr="003E3506" w:rsidRDefault="003E3506" w:rsidP="003E3506">
      <w:pPr>
        <w:pStyle w:val="libNormal"/>
        <w:rPr>
          <w:lang w:bidi="fa-IR"/>
        </w:rPr>
      </w:pPr>
      <w:r w:rsidRPr="003E3506">
        <w:rPr>
          <w:rtl/>
          <w:lang w:bidi="fa-IR"/>
        </w:rPr>
        <w:t xml:space="preserve">٦٥٣ - انسان غسلهاى مستحبى كه براى خود انجام داده و در مساله </w:t>
      </w:r>
      <w:r w:rsidR="00605FAB">
        <w:rPr>
          <w:rtl/>
          <w:lang w:bidi="fa-IR"/>
        </w:rPr>
        <w:t>(</w:t>
      </w:r>
      <w:r w:rsidRPr="003E3506">
        <w:rPr>
          <w:rtl/>
          <w:lang w:bidi="fa-IR"/>
        </w:rPr>
        <w:t>٦٥١</w:t>
      </w:r>
      <w:r w:rsidR="00605FAB">
        <w:rPr>
          <w:rtl/>
          <w:lang w:bidi="fa-IR"/>
        </w:rPr>
        <w:t>)</w:t>
      </w:r>
      <w:r w:rsidRPr="003E3506">
        <w:rPr>
          <w:rtl/>
          <w:lang w:bidi="fa-IR"/>
        </w:rPr>
        <w:t xml:space="preserve"> ذكر شده</w:t>
      </w:r>
      <w:r w:rsidR="000C4B14">
        <w:rPr>
          <w:rtl/>
          <w:lang w:bidi="fa-IR"/>
        </w:rPr>
        <w:t>،</w:t>
      </w:r>
      <w:r w:rsidRPr="003E3506">
        <w:rPr>
          <w:rtl/>
          <w:lang w:bidi="fa-IR"/>
        </w:rPr>
        <w:t xml:space="preserve"> مى تواند كارى كه مانند نماز</w:t>
      </w:r>
      <w:r w:rsidR="000C4B14">
        <w:rPr>
          <w:rtl/>
          <w:lang w:bidi="fa-IR"/>
        </w:rPr>
        <w:t>،</w:t>
      </w:r>
      <w:r w:rsidRPr="003E3506">
        <w:rPr>
          <w:rtl/>
          <w:lang w:bidi="fa-IR"/>
        </w:rPr>
        <w:t xml:space="preserve"> وضو لازم دارد انجام دهد و اما غسلهايى كه رجاء بجا آورده مى شود از وضو كفايت نمى كند.</w:t>
      </w:r>
    </w:p>
    <w:p w:rsidR="003E3506" w:rsidRPr="003E3506" w:rsidRDefault="003E3506" w:rsidP="003E3506">
      <w:pPr>
        <w:pStyle w:val="libNormal"/>
        <w:rPr>
          <w:lang w:bidi="fa-IR"/>
        </w:rPr>
      </w:pPr>
      <w:r w:rsidRPr="003E3506">
        <w:rPr>
          <w:rtl/>
          <w:lang w:bidi="fa-IR"/>
        </w:rPr>
        <w:t>٦٥٤ - اگر چند غسل بر كسى مستحب باشد و به نيت همه يك غسل بجا آورد كافى است</w:t>
      </w:r>
      <w:r w:rsidR="000C4B14">
        <w:rPr>
          <w:rtl/>
          <w:lang w:bidi="fa-IR"/>
        </w:rPr>
        <w:t>.</w:t>
      </w:r>
    </w:p>
    <w:p w:rsidR="003E3506" w:rsidRPr="003E3506" w:rsidRDefault="00737D7C" w:rsidP="003E3506">
      <w:pPr>
        <w:pStyle w:val="libNormal"/>
        <w:rPr>
          <w:lang w:bidi="fa-IR"/>
        </w:rPr>
      </w:pPr>
      <w:r>
        <w:rPr>
          <w:rtl/>
          <w:lang w:bidi="fa-IR"/>
        </w:rPr>
        <w:br w:type="page"/>
      </w:r>
    </w:p>
    <w:p w:rsidR="003E3506" w:rsidRDefault="00605FAB" w:rsidP="00737D7C">
      <w:pPr>
        <w:pStyle w:val="Heading2"/>
        <w:rPr>
          <w:rtl/>
          <w:lang w:bidi="fa-IR"/>
        </w:rPr>
      </w:pPr>
      <w:bookmarkStart w:id="81" w:name="_Toc24454504"/>
      <w:r>
        <w:rPr>
          <w:rtl/>
          <w:lang w:bidi="fa-IR"/>
        </w:rPr>
        <w:t>(</w:t>
      </w:r>
      <w:r w:rsidR="003E3506" w:rsidRPr="003E3506">
        <w:rPr>
          <w:rtl/>
          <w:lang w:bidi="fa-IR"/>
        </w:rPr>
        <w:t>تيمم</w:t>
      </w:r>
      <w:r>
        <w:rPr>
          <w:rtl/>
          <w:lang w:bidi="fa-IR"/>
        </w:rPr>
        <w:t>)</w:t>
      </w:r>
      <w:bookmarkEnd w:id="81"/>
    </w:p>
    <w:p w:rsidR="003E3506" w:rsidRPr="003E3506" w:rsidRDefault="003E3506" w:rsidP="003E3506">
      <w:pPr>
        <w:pStyle w:val="libNormal"/>
        <w:rPr>
          <w:lang w:bidi="fa-IR"/>
        </w:rPr>
      </w:pPr>
      <w:r w:rsidRPr="003E3506">
        <w:rPr>
          <w:rtl/>
          <w:lang w:bidi="fa-IR"/>
        </w:rPr>
        <w:t>١/٦٥٤ - در هفت مورد به جاى وضو و غسل بايد تيمم كرد</w:t>
      </w:r>
      <w:r w:rsidR="00553569">
        <w:rPr>
          <w:rtl/>
          <w:lang w:bidi="fa-IR"/>
        </w:rPr>
        <w:t>:</w:t>
      </w:r>
      <w:r w:rsidRPr="003E3506">
        <w:rPr>
          <w:rtl/>
          <w:lang w:bidi="fa-IR"/>
        </w:rPr>
        <w:t xml:space="preserve"> اول آنكه تهيه آب به قدر وضو يا غسل ممكن نباشد.</w:t>
      </w:r>
    </w:p>
    <w:p w:rsidR="003E3506" w:rsidRPr="003E3506" w:rsidRDefault="003E3506" w:rsidP="003E3506">
      <w:pPr>
        <w:pStyle w:val="libNormal"/>
        <w:rPr>
          <w:lang w:bidi="fa-IR"/>
        </w:rPr>
      </w:pPr>
      <w:r w:rsidRPr="003E3506">
        <w:rPr>
          <w:rtl/>
          <w:lang w:bidi="fa-IR"/>
        </w:rPr>
        <w:t>٦٥٥ - اگر انسان در آبادى باشد</w:t>
      </w:r>
      <w:r w:rsidR="000C4B14">
        <w:rPr>
          <w:rtl/>
          <w:lang w:bidi="fa-IR"/>
        </w:rPr>
        <w:t>،</w:t>
      </w:r>
      <w:r w:rsidRPr="003E3506">
        <w:rPr>
          <w:rtl/>
          <w:lang w:bidi="fa-IR"/>
        </w:rPr>
        <w:t xml:space="preserve"> بايد براى تهيه آب وضو و غسل</w:t>
      </w:r>
      <w:r w:rsidR="000C4B14">
        <w:rPr>
          <w:rtl/>
          <w:lang w:bidi="fa-IR"/>
        </w:rPr>
        <w:t>،</w:t>
      </w:r>
      <w:r w:rsidRPr="003E3506">
        <w:rPr>
          <w:rtl/>
          <w:lang w:bidi="fa-IR"/>
        </w:rPr>
        <w:t xml:space="preserve"> به قدرى جستجو كند كه از پيدا شدن آن نااميد شود و اگر انسان در بيابان باشد بايد در راه و در جاهاى نزديك به محل توقفش از آب جستجو كند و احتياط لازم آن است كه چنانچه زمين آن پست و بلند يا به جهت زيادى درختان راه آن دشوار است</w:t>
      </w:r>
      <w:r w:rsidR="000C4B14">
        <w:rPr>
          <w:rtl/>
          <w:lang w:bidi="fa-IR"/>
        </w:rPr>
        <w:t>،</w:t>
      </w:r>
      <w:r w:rsidRPr="003E3506">
        <w:rPr>
          <w:rtl/>
          <w:lang w:bidi="fa-IR"/>
        </w:rPr>
        <w:t xml:space="preserve"> در هر يك از چهار طرف به اندازه پرتاب يك تير در قديم كه با كمان پرتاب مى كردند در جستجوى آب برود و الا در هر طرف به اندازه پرتاب دو تير جستجو نمايد.</w:t>
      </w:r>
    </w:p>
    <w:p w:rsidR="003E3506" w:rsidRPr="003E3506" w:rsidRDefault="003E3506" w:rsidP="003E3506">
      <w:pPr>
        <w:pStyle w:val="libNormal"/>
        <w:rPr>
          <w:lang w:bidi="fa-IR"/>
        </w:rPr>
      </w:pPr>
      <w:r w:rsidRPr="003E3506">
        <w:rPr>
          <w:rtl/>
          <w:lang w:bidi="fa-IR"/>
        </w:rPr>
        <w:t>٦٥٦ - اگر بعضى از چهار طرف هموار و بعض ديگر پست و بلند باشد</w:t>
      </w:r>
      <w:r w:rsidR="000C4B14">
        <w:rPr>
          <w:rtl/>
          <w:lang w:bidi="fa-IR"/>
        </w:rPr>
        <w:t>،</w:t>
      </w:r>
      <w:r w:rsidRPr="003E3506">
        <w:rPr>
          <w:rtl/>
          <w:lang w:bidi="fa-IR"/>
        </w:rPr>
        <w:t xml:space="preserve"> در طرفى كه هموار است به اندازه پرتاب دو تير و در طرفى كه هموار نيست به اندازه پرتاب يك تير جستجو كند.</w:t>
      </w:r>
    </w:p>
    <w:p w:rsidR="003E3506" w:rsidRPr="003E3506" w:rsidRDefault="003E3506" w:rsidP="003E3506">
      <w:pPr>
        <w:pStyle w:val="libNormal"/>
        <w:rPr>
          <w:lang w:bidi="fa-IR"/>
        </w:rPr>
      </w:pPr>
      <w:r w:rsidRPr="003E3506">
        <w:rPr>
          <w:rtl/>
          <w:lang w:bidi="fa-IR"/>
        </w:rPr>
        <w:t>٦٥٧ - در هر طرفى كه يقين دارد آب نيست</w:t>
      </w:r>
      <w:r w:rsidR="000C4B14">
        <w:rPr>
          <w:rtl/>
          <w:lang w:bidi="fa-IR"/>
        </w:rPr>
        <w:t>،</w:t>
      </w:r>
      <w:r w:rsidRPr="003E3506">
        <w:rPr>
          <w:rtl/>
          <w:lang w:bidi="fa-IR"/>
        </w:rPr>
        <w:t xml:space="preserve"> در آن طرف جستجو لازم نيست</w:t>
      </w:r>
      <w:r w:rsidR="000C4B14">
        <w:rPr>
          <w:rtl/>
          <w:lang w:bidi="fa-IR"/>
        </w:rPr>
        <w:t>.</w:t>
      </w:r>
    </w:p>
    <w:p w:rsidR="003E3506" w:rsidRPr="003E3506" w:rsidRDefault="003E3506" w:rsidP="003E3506">
      <w:pPr>
        <w:pStyle w:val="libNormal"/>
        <w:rPr>
          <w:lang w:bidi="fa-IR"/>
        </w:rPr>
      </w:pPr>
      <w:r w:rsidRPr="003E3506">
        <w:rPr>
          <w:rtl/>
          <w:lang w:bidi="fa-IR"/>
        </w:rPr>
        <w:t>٦٥٨ - كسى كه وقت نماز او تنگ نيست و براى تهيه آب وقت دارد</w:t>
      </w:r>
      <w:r w:rsidR="000C4B14">
        <w:rPr>
          <w:rtl/>
          <w:lang w:bidi="fa-IR"/>
        </w:rPr>
        <w:t>،</w:t>
      </w:r>
      <w:r w:rsidRPr="003E3506">
        <w:rPr>
          <w:rtl/>
          <w:lang w:bidi="fa-IR"/>
        </w:rPr>
        <w:t xml:space="preserve"> اگر يقين يا اطمينان دارد در محلى دورتر از مقدارى كه بايد جستجو كند آب هست بايد براى تهيه آب به آنجا برود مگر رفتن به آنجا زحمت و مشقت داشته باشد يا آن قدر دور باشد كه عرفا شخص را فاقد آب بشمارند</w:t>
      </w:r>
      <w:r w:rsidR="000C4B14">
        <w:rPr>
          <w:rtl/>
          <w:lang w:bidi="fa-IR"/>
        </w:rPr>
        <w:t>،</w:t>
      </w:r>
      <w:r w:rsidRPr="003E3506">
        <w:rPr>
          <w:rtl/>
          <w:lang w:bidi="fa-IR"/>
        </w:rPr>
        <w:t xml:space="preserve"> و اگر گمان دارد آب در آنجا هست رفتن به آن محل لازم نيست</w:t>
      </w:r>
      <w:r w:rsidR="000C4B14">
        <w:rPr>
          <w:rtl/>
          <w:lang w:bidi="fa-IR"/>
        </w:rPr>
        <w:t>.</w:t>
      </w:r>
    </w:p>
    <w:p w:rsidR="003E3506" w:rsidRPr="003E3506" w:rsidRDefault="003E3506" w:rsidP="003E3506">
      <w:pPr>
        <w:pStyle w:val="libNormal"/>
        <w:rPr>
          <w:lang w:bidi="fa-IR"/>
        </w:rPr>
      </w:pPr>
      <w:r w:rsidRPr="003E3506">
        <w:rPr>
          <w:rtl/>
          <w:lang w:bidi="fa-IR"/>
        </w:rPr>
        <w:t>٦٥٩ - لازم نيست خود انسان در جستجوى آب برود</w:t>
      </w:r>
      <w:r w:rsidR="000C4B14">
        <w:rPr>
          <w:rtl/>
          <w:lang w:bidi="fa-IR"/>
        </w:rPr>
        <w:t>،</w:t>
      </w:r>
      <w:r w:rsidRPr="003E3506">
        <w:rPr>
          <w:rtl/>
          <w:lang w:bidi="fa-IR"/>
        </w:rPr>
        <w:t xml:space="preserve"> بلكه مى تواند كسى راكه به گفته او اطمينان دارد بفرستد و در اين صورت اگر يك نفر از طرف چند نفر برود كافى است</w:t>
      </w:r>
      <w:r w:rsidR="000C4B14">
        <w:rPr>
          <w:rtl/>
          <w:lang w:bidi="fa-IR"/>
        </w:rPr>
        <w:t>.</w:t>
      </w:r>
    </w:p>
    <w:p w:rsidR="003E3506" w:rsidRPr="003E3506" w:rsidRDefault="003E3506" w:rsidP="003E3506">
      <w:pPr>
        <w:pStyle w:val="libNormal"/>
        <w:rPr>
          <w:lang w:bidi="fa-IR"/>
        </w:rPr>
      </w:pPr>
      <w:r w:rsidRPr="003E3506">
        <w:rPr>
          <w:rtl/>
          <w:lang w:bidi="fa-IR"/>
        </w:rPr>
        <w:t>٦٦٠ - اگر احتمال دهد كه داخل بار سفر خود يا در منزل يا در قافله آب هست</w:t>
      </w:r>
      <w:r w:rsidR="000C4B14">
        <w:rPr>
          <w:rtl/>
          <w:lang w:bidi="fa-IR"/>
        </w:rPr>
        <w:t>،</w:t>
      </w:r>
      <w:r w:rsidRPr="003E3506">
        <w:rPr>
          <w:rtl/>
          <w:lang w:bidi="fa-IR"/>
        </w:rPr>
        <w:t xml:space="preserve"> بايد به قدرى جستجو نمايد كه به نبود آب اطمينان كند</w:t>
      </w:r>
      <w:r w:rsidR="000C4B14">
        <w:rPr>
          <w:rtl/>
          <w:lang w:bidi="fa-IR"/>
        </w:rPr>
        <w:t>،</w:t>
      </w:r>
      <w:r w:rsidRPr="003E3506">
        <w:rPr>
          <w:rtl/>
          <w:lang w:bidi="fa-IR"/>
        </w:rPr>
        <w:t xml:space="preserve"> يا از پيدا كردن آن نااميد شود.</w:t>
      </w:r>
    </w:p>
    <w:p w:rsidR="003E3506" w:rsidRPr="003E3506" w:rsidRDefault="003E3506" w:rsidP="003E3506">
      <w:pPr>
        <w:pStyle w:val="libNormal"/>
        <w:rPr>
          <w:lang w:bidi="fa-IR"/>
        </w:rPr>
      </w:pPr>
      <w:r w:rsidRPr="003E3506">
        <w:rPr>
          <w:rtl/>
          <w:lang w:bidi="fa-IR"/>
        </w:rPr>
        <w:lastRenderedPageBreak/>
        <w:t>٦٦١ - اگر پيش از وقت نماز جستجو نمايد</w:t>
      </w:r>
      <w:r w:rsidR="000C4B14">
        <w:rPr>
          <w:rtl/>
          <w:lang w:bidi="fa-IR"/>
        </w:rPr>
        <w:t>،</w:t>
      </w:r>
      <w:r w:rsidRPr="003E3506">
        <w:rPr>
          <w:rtl/>
          <w:lang w:bidi="fa-IR"/>
        </w:rPr>
        <w:t xml:space="preserve"> و آب پيدا نكند و تا وقت نماز همانجا بماند</w:t>
      </w:r>
      <w:r w:rsidR="000C4B14">
        <w:rPr>
          <w:rtl/>
          <w:lang w:bidi="fa-IR"/>
        </w:rPr>
        <w:t>،</w:t>
      </w:r>
      <w:r w:rsidRPr="003E3506">
        <w:rPr>
          <w:rtl/>
          <w:lang w:bidi="fa-IR"/>
        </w:rPr>
        <w:t xml:space="preserve"> چنانچه احتمال دهد كه آب پيدا مى كند</w:t>
      </w:r>
      <w:r w:rsidR="000C4B14">
        <w:rPr>
          <w:rtl/>
          <w:lang w:bidi="fa-IR"/>
        </w:rPr>
        <w:t>،</w:t>
      </w:r>
      <w:r w:rsidRPr="003E3506">
        <w:rPr>
          <w:rtl/>
          <w:lang w:bidi="fa-IR"/>
        </w:rPr>
        <w:t xml:space="preserve"> احتياط مستحب آن است كه دوباره در جستجوى آب برود.</w:t>
      </w:r>
    </w:p>
    <w:p w:rsidR="003E3506" w:rsidRPr="003E3506" w:rsidRDefault="003E3506" w:rsidP="003E3506">
      <w:pPr>
        <w:pStyle w:val="libNormal"/>
        <w:rPr>
          <w:lang w:bidi="fa-IR"/>
        </w:rPr>
      </w:pPr>
      <w:r w:rsidRPr="003E3506">
        <w:rPr>
          <w:rtl/>
          <w:lang w:bidi="fa-IR"/>
        </w:rPr>
        <w:t>٦٦٢ - اگر بعد از داخل شدن وقت نماز جستجو كند و آب پيدا نكند و تا وقت نماز ديگر در همانجا بماند</w:t>
      </w:r>
      <w:r w:rsidR="000C4B14">
        <w:rPr>
          <w:rtl/>
          <w:lang w:bidi="fa-IR"/>
        </w:rPr>
        <w:t>،</w:t>
      </w:r>
      <w:r w:rsidRPr="003E3506">
        <w:rPr>
          <w:rtl/>
          <w:lang w:bidi="fa-IR"/>
        </w:rPr>
        <w:t xml:space="preserve"> چنانچه احتمال دهد كه آب پيدا مى شود</w:t>
      </w:r>
      <w:r w:rsidR="000C4B14">
        <w:rPr>
          <w:rtl/>
          <w:lang w:bidi="fa-IR"/>
        </w:rPr>
        <w:t>،</w:t>
      </w:r>
      <w:r w:rsidRPr="003E3506">
        <w:rPr>
          <w:rtl/>
          <w:lang w:bidi="fa-IR"/>
        </w:rPr>
        <w:t xml:space="preserve"> احتياط مستحب آن است كه دوباره در جستجوى آب برود.</w:t>
      </w:r>
    </w:p>
    <w:p w:rsidR="003E3506" w:rsidRPr="003E3506" w:rsidRDefault="003E3506" w:rsidP="003E3506">
      <w:pPr>
        <w:pStyle w:val="libNormal"/>
        <w:rPr>
          <w:lang w:bidi="fa-IR"/>
        </w:rPr>
      </w:pPr>
      <w:r w:rsidRPr="003E3506">
        <w:rPr>
          <w:rtl/>
          <w:lang w:bidi="fa-IR"/>
        </w:rPr>
        <w:t>٦٦٣ - اگر وقت نماز تنگ باشد</w:t>
      </w:r>
      <w:r w:rsidR="000C4B14">
        <w:rPr>
          <w:rtl/>
          <w:lang w:bidi="fa-IR"/>
        </w:rPr>
        <w:t>،</w:t>
      </w:r>
      <w:r w:rsidRPr="003E3506">
        <w:rPr>
          <w:rtl/>
          <w:lang w:bidi="fa-IR"/>
        </w:rPr>
        <w:t xml:space="preserve"> يا از دزد و درنده بترسد</w:t>
      </w:r>
      <w:r w:rsidR="000C4B14">
        <w:rPr>
          <w:rtl/>
          <w:lang w:bidi="fa-IR"/>
        </w:rPr>
        <w:t>،</w:t>
      </w:r>
      <w:r w:rsidRPr="003E3506">
        <w:rPr>
          <w:rtl/>
          <w:lang w:bidi="fa-IR"/>
        </w:rPr>
        <w:t xml:space="preserve"> يا جستجوى آب به قدرى سخت باشد كه نتواند تحمل كند</w:t>
      </w:r>
      <w:r w:rsidR="000C4B14">
        <w:rPr>
          <w:rtl/>
          <w:lang w:bidi="fa-IR"/>
        </w:rPr>
        <w:t>،</w:t>
      </w:r>
      <w:r w:rsidRPr="003E3506">
        <w:rPr>
          <w:rtl/>
          <w:lang w:bidi="fa-IR"/>
        </w:rPr>
        <w:t xml:space="preserve"> جستجو لازم نيست</w:t>
      </w:r>
      <w:r w:rsidR="000C4B14">
        <w:rPr>
          <w:rtl/>
          <w:lang w:bidi="fa-IR"/>
        </w:rPr>
        <w:t>.</w:t>
      </w:r>
    </w:p>
    <w:p w:rsidR="003E3506" w:rsidRPr="003E3506" w:rsidRDefault="003E3506" w:rsidP="003E3506">
      <w:pPr>
        <w:pStyle w:val="libNormal"/>
        <w:rPr>
          <w:lang w:bidi="fa-IR"/>
        </w:rPr>
      </w:pPr>
      <w:r w:rsidRPr="003E3506">
        <w:rPr>
          <w:rtl/>
          <w:lang w:bidi="fa-IR"/>
        </w:rPr>
        <w:t>٦٦٤ - اگر در جستجوى آب نرود تا وقت نماز تنگ شود</w:t>
      </w:r>
      <w:r w:rsidR="000C4B14">
        <w:rPr>
          <w:rtl/>
          <w:lang w:bidi="fa-IR"/>
        </w:rPr>
        <w:t>،</w:t>
      </w:r>
      <w:r w:rsidRPr="003E3506">
        <w:rPr>
          <w:rtl/>
          <w:lang w:bidi="fa-IR"/>
        </w:rPr>
        <w:t xml:space="preserve"> اگر چه معصيت كرده در صورتى كه چنانچه مى رفت آب پيدا مى كرد ولى نمازش با تيمم صحيح است</w:t>
      </w:r>
      <w:r w:rsidR="000C4B14">
        <w:rPr>
          <w:rtl/>
          <w:lang w:bidi="fa-IR"/>
        </w:rPr>
        <w:t>.</w:t>
      </w:r>
    </w:p>
    <w:p w:rsidR="003E3506" w:rsidRPr="003E3506" w:rsidRDefault="003E3506" w:rsidP="003E3506">
      <w:pPr>
        <w:pStyle w:val="libNormal"/>
        <w:rPr>
          <w:lang w:bidi="fa-IR"/>
        </w:rPr>
      </w:pPr>
      <w:r w:rsidRPr="003E3506">
        <w:rPr>
          <w:rtl/>
          <w:lang w:bidi="fa-IR"/>
        </w:rPr>
        <w:t>٦٦٥ - كسى كه يقين دارد آب پيدا نمى كند</w:t>
      </w:r>
      <w:r w:rsidR="000C4B14">
        <w:rPr>
          <w:rtl/>
          <w:lang w:bidi="fa-IR"/>
        </w:rPr>
        <w:t>،</w:t>
      </w:r>
      <w:r w:rsidRPr="003E3506">
        <w:rPr>
          <w:rtl/>
          <w:lang w:bidi="fa-IR"/>
        </w:rPr>
        <w:t xml:space="preserve"> چنانچه دنبال آب نرود و با تيمم نماز بخواند</w:t>
      </w:r>
      <w:r w:rsidR="000C4B14">
        <w:rPr>
          <w:rtl/>
          <w:lang w:bidi="fa-IR"/>
        </w:rPr>
        <w:t>،</w:t>
      </w:r>
      <w:r w:rsidRPr="003E3506">
        <w:rPr>
          <w:rtl/>
          <w:lang w:bidi="fa-IR"/>
        </w:rPr>
        <w:t xml:space="preserve"> و بعد از نماز بفهمد كه اگر جستجو مى كرد آب پيدا مى شد بنابر احتياط لازم است وضو گرفته و نماز را اعاده نمايد.</w:t>
      </w:r>
    </w:p>
    <w:p w:rsidR="003E3506" w:rsidRPr="003E3506" w:rsidRDefault="003E3506" w:rsidP="003E3506">
      <w:pPr>
        <w:pStyle w:val="libNormal"/>
        <w:rPr>
          <w:lang w:bidi="fa-IR"/>
        </w:rPr>
      </w:pPr>
      <w:r w:rsidRPr="003E3506">
        <w:rPr>
          <w:rtl/>
          <w:lang w:bidi="fa-IR"/>
        </w:rPr>
        <w:t>٦٦٦ - اگر بعد از جستجو</w:t>
      </w:r>
      <w:r w:rsidR="000C4B14">
        <w:rPr>
          <w:rtl/>
          <w:lang w:bidi="fa-IR"/>
        </w:rPr>
        <w:t>،</w:t>
      </w:r>
      <w:r w:rsidRPr="003E3506">
        <w:rPr>
          <w:rtl/>
          <w:lang w:bidi="fa-IR"/>
        </w:rPr>
        <w:t xml:space="preserve"> آب پيدا نكند و مايوس از پيدا شدن آن شود و با تيمم نماز بخواند و بعد از نماز بفهمد در جايى كه جستجو كرده آب بوده نماز او صحيح است</w:t>
      </w:r>
      <w:r w:rsidR="000C4B14">
        <w:rPr>
          <w:rtl/>
          <w:lang w:bidi="fa-IR"/>
        </w:rPr>
        <w:t>.</w:t>
      </w:r>
    </w:p>
    <w:p w:rsidR="003E3506" w:rsidRPr="003E3506" w:rsidRDefault="003E3506" w:rsidP="003E3506">
      <w:pPr>
        <w:pStyle w:val="libNormal"/>
        <w:rPr>
          <w:lang w:bidi="fa-IR"/>
        </w:rPr>
      </w:pPr>
      <w:r w:rsidRPr="003E3506">
        <w:rPr>
          <w:rtl/>
          <w:lang w:bidi="fa-IR"/>
        </w:rPr>
        <w:t>٦٦٧ - كسى كه يقين دارد وقت نماز تنگ است</w:t>
      </w:r>
      <w:r w:rsidR="000C4B14">
        <w:rPr>
          <w:rtl/>
          <w:lang w:bidi="fa-IR"/>
        </w:rPr>
        <w:t>،</w:t>
      </w:r>
      <w:r w:rsidRPr="003E3506">
        <w:rPr>
          <w:rtl/>
          <w:lang w:bidi="fa-IR"/>
        </w:rPr>
        <w:t xml:space="preserve"> اگر بدون جستجو با تيمم نماز بخواند و بعد از نماز و پيش از گذشتن وقت بفهمد كه براى جستجو وقت داشته</w:t>
      </w:r>
      <w:r w:rsidR="000C4B14">
        <w:rPr>
          <w:rtl/>
          <w:lang w:bidi="fa-IR"/>
        </w:rPr>
        <w:t>،</w:t>
      </w:r>
      <w:r w:rsidRPr="003E3506">
        <w:rPr>
          <w:rtl/>
          <w:lang w:bidi="fa-IR"/>
        </w:rPr>
        <w:t xml:space="preserve"> احتياط واجب آن است كه دوباره نمازش را بخواند.</w:t>
      </w:r>
    </w:p>
    <w:p w:rsidR="003E3506" w:rsidRPr="003E3506" w:rsidRDefault="003E3506" w:rsidP="003E3506">
      <w:pPr>
        <w:pStyle w:val="libNormal"/>
        <w:rPr>
          <w:lang w:bidi="fa-IR"/>
        </w:rPr>
      </w:pPr>
      <w:r w:rsidRPr="003E3506">
        <w:rPr>
          <w:rtl/>
          <w:lang w:bidi="fa-IR"/>
        </w:rPr>
        <w:t>٦٦٨ - اگر بعد از داخل شدن وقت نماز</w:t>
      </w:r>
      <w:r w:rsidR="000C4B14">
        <w:rPr>
          <w:rtl/>
          <w:lang w:bidi="fa-IR"/>
        </w:rPr>
        <w:t>،</w:t>
      </w:r>
      <w:r w:rsidRPr="003E3506">
        <w:rPr>
          <w:rtl/>
          <w:lang w:bidi="fa-IR"/>
        </w:rPr>
        <w:t xml:space="preserve"> وضو داشته باشد و بداند كه اگر وضوى خود را باطل كند تهيه آب براى او ممكن نيست يا نمى تواند وضو بگيرد</w:t>
      </w:r>
      <w:r w:rsidR="000C4B14">
        <w:rPr>
          <w:rtl/>
          <w:lang w:bidi="fa-IR"/>
        </w:rPr>
        <w:t>،</w:t>
      </w:r>
      <w:r w:rsidRPr="003E3506">
        <w:rPr>
          <w:rtl/>
          <w:lang w:bidi="fa-IR"/>
        </w:rPr>
        <w:t xml:space="preserve"> چنانچه بتواند وضوى خود را نگهدارد بنابر احتياط واجب نبايد آن را باطل نمايد.</w:t>
      </w:r>
    </w:p>
    <w:p w:rsidR="003E3506" w:rsidRPr="003E3506" w:rsidRDefault="003E3506" w:rsidP="003E3506">
      <w:pPr>
        <w:pStyle w:val="libNormal"/>
        <w:rPr>
          <w:lang w:bidi="fa-IR"/>
        </w:rPr>
      </w:pPr>
      <w:r w:rsidRPr="003E3506">
        <w:rPr>
          <w:rtl/>
          <w:lang w:bidi="fa-IR"/>
        </w:rPr>
        <w:t>ولى مى تواند با عيال خود نزديكى كند</w:t>
      </w:r>
      <w:r w:rsidR="000C4B14">
        <w:rPr>
          <w:rtl/>
          <w:lang w:bidi="fa-IR"/>
        </w:rPr>
        <w:t>،</w:t>
      </w:r>
      <w:r w:rsidRPr="003E3506">
        <w:rPr>
          <w:rtl/>
          <w:lang w:bidi="fa-IR"/>
        </w:rPr>
        <w:t xml:space="preserve"> اگر چه بداند كه از غسل متمكن نخواهد شد.</w:t>
      </w:r>
    </w:p>
    <w:p w:rsidR="003E3506" w:rsidRPr="003E3506" w:rsidRDefault="003E3506" w:rsidP="003E3506">
      <w:pPr>
        <w:pStyle w:val="libNormal"/>
        <w:rPr>
          <w:lang w:bidi="fa-IR"/>
        </w:rPr>
      </w:pPr>
      <w:r w:rsidRPr="003E3506">
        <w:rPr>
          <w:rtl/>
          <w:lang w:bidi="fa-IR"/>
        </w:rPr>
        <w:lastRenderedPageBreak/>
        <w:t>٦٦٩ - اگر پيش از وقت نماز وضو داشته باشد و بداند كه اگر وضوى خود را باطل كند تهيه آب براى او ممكن نيست</w:t>
      </w:r>
      <w:r w:rsidR="000C4B14">
        <w:rPr>
          <w:rtl/>
          <w:lang w:bidi="fa-IR"/>
        </w:rPr>
        <w:t>،</w:t>
      </w:r>
      <w:r w:rsidRPr="003E3506">
        <w:rPr>
          <w:rtl/>
          <w:lang w:bidi="fa-IR"/>
        </w:rPr>
        <w:t xml:space="preserve"> چنانچه بتواند وضوى خود را نگهدارد</w:t>
      </w:r>
      <w:r w:rsidR="000C4B14">
        <w:rPr>
          <w:rtl/>
          <w:lang w:bidi="fa-IR"/>
        </w:rPr>
        <w:t>،</w:t>
      </w:r>
      <w:r w:rsidRPr="003E3506">
        <w:rPr>
          <w:rtl/>
          <w:lang w:bidi="fa-IR"/>
        </w:rPr>
        <w:t xml:space="preserve"> احتياط واجب آن است كه آن را باطل نكند.</w:t>
      </w:r>
    </w:p>
    <w:p w:rsidR="003E3506" w:rsidRPr="003E3506" w:rsidRDefault="003E3506" w:rsidP="003E3506">
      <w:pPr>
        <w:pStyle w:val="libNormal"/>
        <w:rPr>
          <w:lang w:bidi="fa-IR"/>
        </w:rPr>
      </w:pPr>
      <w:r w:rsidRPr="003E3506">
        <w:rPr>
          <w:rtl/>
          <w:lang w:bidi="fa-IR"/>
        </w:rPr>
        <w:t>٦٧٠ - كسى كه فقط به مقدار وضو يا به مقدار غسل آب دارد و مى داند كه اگر آن را بريزد آب پيدا نمى كند</w:t>
      </w:r>
      <w:r w:rsidR="000C4B14">
        <w:rPr>
          <w:rtl/>
          <w:lang w:bidi="fa-IR"/>
        </w:rPr>
        <w:t>،</w:t>
      </w:r>
      <w:r w:rsidRPr="003E3506">
        <w:rPr>
          <w:rtl/>
          <w:lang w:bidi="fa-IR"/>
        </w:rPr>
        <w:t xml:space="preserve"> چنانچه وقت نماز داخل شده باشد</w:t>
      </w:r>
      <w:r w:rsidR="000C4B14">
        <w:rPr>
          <w:rtl/>
          <w:lang w:bidi="fa-IR"/>
        </w:rPr>
        <w:t>،</w:t>
      </w:r>
      <w:r w:rsidRPr="003E3506">
        <w:rPr>
          <w:rtl/>
          <w:lang w:bidi="fa-IR"/>
        </w:rPr>
        <w:t xml:space="preserve"> ريختن آن حرام است</w:t>
      </w:r>
      <w:r w:rsidR="000C4B14">
        <w:rPr>
          <w:rtl/>
          <w:lang w:bidi="fa-IR"/>
        </w:rPr>
        <w:t>،</w:t>
      </w:r>
      <w:r w:rsidRPr="003E3506">
        <w:rPr>
          <w:rtl/>
          <w:lang w:bidi="fa-IR"/>
        </w:rPr>
        <w:t xml:space="preserve"> و احتياط واجب آن است كه پيش از وقت نماز هم آن را نريزد.</w:t>
      </w:r>
    </w:p>
    <w:p w:rsidR="003E3506" w:rsidRPr="003E3506" w:rsidRDefault="003E3506" w:rsidP="003E3506">
      <w:pPr>
        <w:pStyle w:val="libNormal"/>
        <w:rPr>
          <w:lang w:bidi="fa-IR"/>
        </w:rPr>
      </w:pPr>
      <w:r w:rsidRPr="003E3506">
        <w:rPr>
          <w:rtl/>
          <w:lang w:bidi="fa-IR"/>
        </w:rPr>
        <w:t>٦٧١ - كسى كه مى داند آب پيدا نمى كند چنانچه بعد از داخل شدن وقت نماز وضوى خود را باطل كند يا آبى كه دارد بريزد اگر چه خلاف كرده ولى نمازش با تيمم صحيح است</w:t>
      </w:r>
      <w:r w:rsidR="000C4B14">
        <w:rPr>
          <w:rtl/>
          <w:lang w:bidi="fa-IR"/>
        </w:rPr>
        <w:t>،</w:t>
      </w:r>
      <w:r w:rsidRPr="003E3506">
        <w:rPr>
          <w:rtl/>
          <w:lang w:bidi="fa-IR"/>
        </w:rPr>
        <w:t xml:space="preserve"> و لكن احتياط مستحب آن است كه قضاى آن نماز را نيز بخواند.</w:t>
      </w:r>
    </w:p>
    <w:p w:rsidR="003E3506" w:rsidRDefault="00605FAB" w:rsidP="00737D7C">
      <w:pPr>
        <w:pStyle w:val="libBold1"/>
        <w:rPr>
          <w:rtl/>
          <w:lang w:bidi="fa-IR"/>
        </w:rPr>
      </w:pPr>
      <w:r>
        <w:rPr>
          <w:rtl/>
          <w:lang w:bidi="fa-IR"/>
        </w:rPr>
        <w:t>(</w:t>
      </w:r>
      <w:r w:rsidR="003E3506" w:rsidRPr="003E3506">
        <w:rPr>
          <w:rtl/>
          <w:lang w:bidi="fa-IR"/>
        </w:rPr>
        <w:t>دوم از موارد تيمم</w:t>
      </w:r>
      <w:r>
        <w:rPr>
          <w:rtl/>
          <w:lang w:bidi="fa-IR"/>
        </w:rPr>
        <w:t>)</w:t>
      </w:r>
    </w:p>
    <w:p w:rsidR="003E3506" w:rsidRPr="003E3506" w:rsidRDefault="003E3506" w:rsidP="003E3506">
      <w:pPr>
        <w:pStyle w:val="libNormal"/>
        <w:rPr>
          <w:lang w:bidi="fa-IR"/>
        </w:rPr>
      </w:pPr>
      <w:r w:rsidRPr="003E3506">
        <w:rPr>
          <w:rtl/>
          <w:lang w:bidi="fa-IR"/>
        </w:rPr>
        <w:t>٦٧٢ - اگر به واسطه پيرى يا ناتوانى</w:t>
      </w:r>
      <w:r w:rsidR="000C4B14">
        <w:rPr>
          <w:rtl/>
          <w:lang w:bidi="fa-IR"/>
        </w:rPr>
        <w:t>،</w:t>
      </w:r>
      <w:r w:rsidRPr="003E3506">
        <w:rPr>
          <w:rtl/>
          <w:lang w:bidi="fa-IR"/>
        </w:rPr>
        <w:t xml:space="preserve"> يا ترس از دزد و جانور و مانند اينها يا نداشتن وسيله اى كه آب از چاه بكشد</w:t>
      </w:r>
      <w:r w:rsidR="000C4B14">
        <w:rPr>
          <w:rtl/>
          <w:lang w:bidi="fa-IR"/>
        </w:rPr>
        <w:t>،</w:t>
      </w:r>
      <w:r w:rsidRPr="003E3506">
        <w:rPr>
          <w:rtl/>
          <w:lang w:bidi="fa-IR"/>
        </w:rPr>
        <w:t xml:space="preserve"> دسترسى به آب نداشته باشد</w:t>
      </w:r>
      <w:r w:rsidR="000C4B14">
        <w:rPr>
          <w:rtl/>
          <w:lang w:bidi="fa-IR"/>
        </w:rPr>
        <w:t>،</w:t>
      </w:r>
      <w:r w:rsidRPr="003E3506">
        <w:rPr>
          <w:rtl/>
          <w:lang w:bidi="fa-IR"/>
        </w:rPr>
        <w:t xml:space="preserve"> بايد تيمم كند و همچنين است اگر تهيه كردن آب يا استعمال آن به قدرى براى او مشقت داشته باشد كه قابل تحمل نباشد</w:t>
      </w:r>
      <w:r w:rsidR="000C4B14">
        <w:rPr>
          <w:rtl/>
          <w:lang w:bidi="fa-IR"/>
        </w:rPr>
        <w:t>،</w:t>
      </w:r>
      <w:r w:rsidRPr="003E3506">
        <w:rPr>
          <w:rtl/>
          <w:lang w:bidi="fa-IR"/>
        </w:rPr>
        <w:t xml:space="preserve"> ولى در صورت اخير چنانچه تيمم ننمايد و وضو بگيرد وضوى او صحيح است</w:t>
      </w:r>
      <w:r w:rsidR="000C4B14">
        <w:rPr>
          <w:rtl/>
          <w:lang w:bidi="fa-IR"/>
        </w:rPr>
        <w:t>.</w:t>
      </w:r>
    </w:p>
    <w:p w:rsidR="003E3506" w:rsidRPr="003E3506" w:rsidRDefault="003E3506" w:rsidP="003E3506">
      <w:pPr>
        <w:pStyle w:val="libNormal"/>
        <w:rPr>
          <w:lang w:bidi="fa-IR"/>
        </w:rPr>
      </w:pPr>
      <w:r w:rsidRPr="003E3506">
        <w:rPr>
          <w:rtl/>
          <w:lang w:bidi="fa-IR"/>
        </w:rPr>
        <w:t>٦٧٣ - اگر براى كشيدن آب از چاه</w:t>
      </w:r>
      <w:r w:rsidR="000C4B14">
        <w:rPr>
          <w:rtl/>
          <w:lang w:bidi="fa-IR"/>
        </w:rPr>
        <w:t>،</w:t>
      </w:r>
      <w:r w:rsidRPr="003E3506">
        <w:rPr>
          <w:rtl/>
          <w:lang w:bidi="fa-IR"/>
        </w:rPr>
        <w:t xml:space="preserve"> دلو و ريسمان و مانند اينها لازم دارد و مجبور است بخرد يا كرايه نمايد</w:t>
      </w:r>
      <w:r w:rsidR="000C4B14">
        <w:rPr>
          <w:rtl/>
          <w:lang w:bidi="fa-IR"/>
        </w:rPr>
        <w:t>،</w:t>
      </w:r>
      <w:r w:rsidRPr="003E3506">
        <w:rPr>
          <w:rtl/>
          <w:lang w:bidi="fa-IR"/>
        </w:rPr>
        <w:t xml:space="preserve"> اگر چه قيمت آن چند برابر معمول باشد</w:t>
      </w:r>
      <w:r w:rsidR="000C4B14">
        <w:rPr>
          <w:rtl/>
          <w:lang w:bidi="fa-IR"/>
        </w:rPr>
        <w:t>،</w:t>
      </w:r>
      <w:r w:rsidRPr="003E3506">
        <w:rPr>
          <w:rtl/>
          <w:lang w:bidi="fa-IR"/>
        </w:rPr>
        <w:t xml:space="preserve"> بايد تهيه كند و همچنين است اگر آب را به چندين برابر قيمتش بفروشند</w:t>
      </w:r>
      <w:r w:rsidR="000C4B14">
        <w:rPr>
          <w:rtl/>
          <w:lang w:bidi="fa-IR"/>
        </w:rPr>
        <w:t>،</w:t>
      </w:r>
      <w:r w:rsidRPr="003E3506">
        <w:rPr>
          <w:rtl/>
          <w:lang w:bidi="fa-IR"/>
        </w:rPr>
        <w:t xml:space="preserve"> ولى اگر تهيه آنها به قدرى پول مى خواهد كه نسبت به حال او ضرر دارد</w:t>
      </w:r>
      <w:r w:rsidR="000C4B14">
        <w:rPr>
          <w:rtl/>
          <w:lang w:bidi="fa-IR"/>
        </w:rPr>
        <w:t>،</w:t>
      </w:r>
      <w:r w:rsidRPr="003E3506">
        <w:rPr>
          <w:rtl/>
          <w:lang w:bidi="fa-IR"/>
        </w:rPr>
        <w:t xml:space="preserve"> واجب نيست تهيه نمايد.</w:t>
      </w:r>
    </w:p>
    <w:p w:rsidR="003E3506" w:rsidRPr="003E3506" w:rsidRDefault="003E3506" w:rsidP="003E3506">
      <w:pPr>
        <w:pStyle w:val="libNormal"/>
        <w:rPr>
          <w:lang w:bidi="fa-IR"/>
        </w:rPr>
      </w:pPr>
      <w:r w:rsidRPr="003E3506">
        <w:rPr>
          <w:rtl/>
          <w:lang w:bidi="fa-IR"/>
        </w:rPr>
        <w:t>٦٧٤ - اگر ناچار شود كه براى تهيه آب قرض كند</w:t>
      </w:r>
      <w:r w:rsidR="000C4B14">
        <w:rPr>
          <w:rtl/>
          <w:lang w:bidi="fa-IR"/>
        </w:rPr>
        <w:t>،</w:t>
      </w:r>
      <w:r w:rsidRPr="003E3506">
        <w:rPr>
          <w:rtl/>
          <w:lang w:bidi="fa-IR"/>
        </w:rPr>
        <w:t xml:space="preserve"> بايد قرض نمايد</w:t>
      </w:r>
      <w:r w:rsidR="000C4B14">
        <w:rPr>
          <w:rtl/>
          <w:lang w:bidi="fa-IR"/>
        </w:rPr>
        <w:t>،</w:t>
      </w:r>
      <w:r w:rsidRPr="003E3506">
        <w:rPr>
          <w:rtl/>
          <w:lang w:bidi="fa-IR"/>
        </w:rPr>
        <w:t xml:space="preserve"> ولى كسى كه مى داند يا گمان دارد كه نمى تواند قرض خود را بدهد</w:t>
      </w:r>
      <w:r w:rsidR="000C4B14">
        <w:rPr>
          <w:rtl/>
          <w:lang w:bidi="fa-IR"/>
        </w:rPr>
        <w:t>،</w:t>
      </w:r>
      <w:r w:rsidRPr="003E3506">
        <w:rPr>
          <w:rtl/>
          <w:lang w:bidi="fa-IR"/>
        </w:rPr>
        <w:t xml:space="preserve"> واجب نيست قرض كند.</w:t>
      </w:r>
    </w:p>
    <w:p w:rsidR="003E3506" w:rsidRPr="003E3506" w:rsidRDefault="003E3506" w:rsidP="003E3506">
      <w:pPr>
        <w:pStyle w:val="libNormal"/>
        <w:rPr>
          <w:lang w:bidi="fa-IR"/>
        </w:rPr>
      </w:pPr>
      <w:r w:rsidRPr="003E3506">
        <w:rPr>
          <w:rtl/>
          <w:lang w:bidi="fa-IR"/>
        </w:rPr>
        <w:t>٦٧٥ - اگر كندن چاه مشقت زيادى ندارد</w:t>
      </w:r>
      <w:r w:rsidR="000C4B14">
        <w:rPr>
          <w:rtl/>
          <w:lang w:bidi="fa-IR"/>
        </w:rPr>
        <w:t>،</w:t>
      </w:r>
      <w:r w:rsidRPr="003E3506">
        <w:rPr>
          <w:rtl/>
          <w:lang w:bidi="fa-IR"/>
        </w:rPr>
        <w:t xml:space="preserve"> بايد براى تهيه آب چاه بكند.</w:t>
      </w:r>
    </w:p>
    <w:p w:rsidR="003E3506" w:rsidRPr="003E3506" w:rsidRDefault="003E3506" w:rsidP="003E3506">
      <w:pPr>
        <w:pStyle w:val="libNormal"/>
        <w:rPr>
          <w:lang w:bidi="fa-IR"/>
        </w:rPr>
      </w:pPr>
      <w:r w:rsidRPr="003E3506">
        <w:rPr>
          <w:rtl/>
          <w:lang w:bidi="fa-IR"/>
        </w:rPr>
        <w:t>٦٧٦ - اگر كسى مقدارى آب بى منت به او ببخشد بايد قبول كند.</w:t>
      </w:r>
    </w:p>
    <w:p w:rsidR="003E3506" w:rsidRDefault="00605FAB" w:rsidP="00737D7C">
      <w:pPr>
        <w:pStyle w:val="libBold1"/>
        <w:rPr>
          <w:rtl/>
          <w:lang w:bidi="fa-IR"/>
        </w:rPr>
      </w:pPr>
      <w:r>
        <w:rPr>
          <w:rtl/>
          <w:lang w:bidi="fa-IR"/>
        </w:rPr>
        <w:lastRenderedPageBreak/>
        <w:t>(</w:t>
      </w:r>
      <w:r w:rsidR="003E3506" w:rsidRPr="003E3506">
        <w:rPr>
          <w:rtl/>
          <w:lang w:bidi="fa-IR"/>
        </w:rPr>
        <w:t>سوم از موارد تيمم</w:t>
      </w:r>
      <w:r>
        <w:rPr>
          <w:rtl/>
          <w:lang w:bidi="fa-IR"/>
        </w:rPr>
        <w:t>)</w:t>
      </w:r>
    </w:p>
    <w:p w:rsidR="003E3506" w:rsidRPr="003E3506" w:rsidRDefault="003E3506" w:rsidP="003E3506">
      <w:pPr>
        <w:pStyle w:val="libNormal"/>
        <w:rPr>
          <w:lang w:bidi="fa-IR"/>
        </w:rPr>
      </w:pPr>
      <w:r w:rsidRPr="003E3506">
        <w:rPr>
          <w:rtl/>
          <w:lang w:bidi="fa-IR"/>
        </w:rPr>
        <w:t>٦٧٧ - اگر از استعمال آب بر جان خود بترسد</w:t>
      </w:r>
      <w:r w:rsidR="000C4B14">
        <w:rPr>
          <w:rtl/>
          <w:lang w:bidi="fa-IR"/>
        </w:rPr>
        <w:t>،</w:t>
      </w:r>
      <w:r w:rsidRPr="003E3506">
        <w:rPr>
          <w:rtl/>
          <w:lang w:bidi="fa-IR"/>
        </w:rPr>
        <w:t xml:space="preserve"> يا بترسد كه به واسطه استعمال آن مرض يا عيبى در او پيدا شود</w:t>
      </w:r>
      <w:r w:rsidR="000C4B14">
        <w:rPr>
          <w:rtl/>
          <w:lang w:bidi="fa-IR"/>
        </w:rPr>
        <w:t>،</w:t>
      </w:r>
      <w:r w:rsidRPr="003E3506">
        <w:rPr>
          <w:rtl/>
          <w:lang w:bidi="fa-IR"/>
        </w:rPr>
        <w:t xml:space="preserve"> يا مرضش طول بكشد يا شدت كند يا به سختى معالجه شود</w:t>
      </w:r>
      <w:r w:rsidR="000C4B14">
        <w:rPr>
          <w:rtl/>
          <w:lang w:bidi="fa-IR"/>
        </w:rPr>
        <w:t>،</w:t>
      </w:r>
      <w:r w:rsidRPr="003E3506">
        <w:rPr>
          <w:rtl/>
          <w:lang w:bidi="fa-IR"/>
        </w:rPr>
        <w:t xml:space="preserve"> بايد تيمم نمايد</w:t>
      </w:r>
      <w:r w:rsidR="000C4B14">
        <w:rPr>
          <w:rtl/>
          <w:lang w:bidi="fa-IR"/>
        </w:rPr>
        <w:t>،</w:t>
      </w:r>
      <w:r w:rsidRPr="003E3506">
        <w:rPr>
          <w:rtl/>
          <w:lang w:bidi="fa-IR"/>
        </w:rPr>
        <w:t xml:space="preserve"> ولى اگر بتواند ضرر آب را به طورى برطرف كند مثل اينكه آب را گرم كند بايد اين كار را بكند و وضو بگيرد و در مواردى كه غسل لازم است غسل كند.</w:t>
      </w:r>
    </w:p>
    <w:p w:rsidR="003E3506" w:rsidRPr="003E3506" w:rsidRDefault="003E3506" w:rsidP="003E3506">
      <w:pPr>
        <w:pStyle w:val="libNormal"/>
        <w:rPr>
          <w:lang w:bidi="fa-IR"/>
        </w:rPr>
      </w:pPr>
      <w:r w:rsidRPr="003E3506">
        <w:rPr>
          <w:rtl/>
          <w:lang w:bidi="fa-IR"/>
        </w:rPr>
        <w:t>٦٧٨ - لازم نيست يقين كند كه آب براى او ضرر دارد</w:t>
      </w:r>
      <w:r w:rsidR="000C4B14">
        <w:rPr>
          <w:rtl/>
          <w:lang w:bidi="fa-IR"/>
        </w:rPr>
        <w:t>،</w:t>
      </w:r>
      <w:r w:rsidRPr="003E3506">
        <w:rPr>
          <w:rtl/>
          <w:lang w:bidi="fa-IR"/>
        </w:rPr>
        <w:t xml:space="preserve"> بلكه اگر احتمال ضرر بدهد</w:t>
      </w:r>
      <w:r w:rsidR="000C4B14">
        <w:rPr>
          <w:rtl/>
          <w:lang w:bidi="fa-IR"/>
        </w:rPr>
        <w:t>،</w:t>
      </w:r>
      <w:r w:rsidRPr="003E3506">
        <w:rPr>
          <w:rtl/>
          <w:lang w:bidi="fa-IR"/>
        </w:rPr>
        <w:t xml:space="preserve"> چنانچه احتمال او در نظر مردم بجا باشد و از آن احتمال ترس براى او پيدا شود</w:t>
      </w:r>
      <w:r w:rsidR="000C4B14">
        <w:rPr>
          <w:rtl/>
          <w:lang w:bidi="fa-IR"/>
        </w:rPr>
        <w:t>،</w:t>
      </w:r>
      <w:r w:rsidRPr="003E3506">
        <w:rPr>
          <w:rtl/>
          <w:lang w:bidi="fa-IR"/>
        </w:rPr>
        <w:t xml:space="preserve"> بايد تيمم كند.</w:t>
      </w:r>
    </w:p>
    <w:p w:rsidR="003E3506" w:rsidRPr="003E3506" w:rsidRDefault="003E3506" w:rsidP="003E3506">
      <w:pPr>
        <w:pStyle w:val="libNormal"/>
        <w:rPr>
          <w:lang w:bidi="fa-IR"/>
        </w:rPr>
      </w:pPr>
      <w:r w:rsidRPr="003E3506">
        <w:rPr>
          <w:rtl/>
          <w:lang w:bidi="fa-IR"/>
        </w:rPr>
        <w:t>٦٧٩ - كسى كه مبتلا به درد چشم است و آب براى او ضرر دارد بايد تيمم نمايد.</w:t>
      </w:r>
    </w:p>
    <w:p w:rsidR="003E3506" w:rsidRPr="003E3506" w:rsidRDefault="003E3506" w:rsidP="003E3506">
      <w:pPr>
        <w:pStyle w:val="libNormal"/>
        <w:rPr>
          <w:lang w:bidi="fa-IR"/>
        </w:rPr>
      </w:pPr>
      <w:r w:rsidRPr="003E3506">
        <w:rPr>
          <w:rtl/>
          <w:lang w:bidi="fa-IR"/>
        </w:rPr>
        <w:t>٦٨٠ - اگر به واسطه يقين يا ترس ضرر تيمم كند و پيش از نماز بفهمد كه آب برايش ضرر ندارد</w:t>
      </w:r>
      <w:r w:rsidR="000C4B14">
        <w:rPr>
          <w:rtl/>
          <w:lang w:bidi="fa-IR"/>
        </w:rPr>
        <w:t>،</w:t>
      </w:r>
      <w:r w:rsidRPr="003E3506">
        <w:rPr>
          <w:rtl/>
          <w:lang w:bidi="fa-IR"/>
        </w:rPr>
        <w:t xml:space="preserve"> تيمم او باطل است</w:t>
      </w:r>
      <w:r w:rsidR="000C4B14">
        <w:rPr>
          <w:rtl/>
          <w:lang w:bidi="fa-IR"/>
        </w:rPr>
        <w:t>.</w:t>
      </w:r>
    </w:p>
    <w:p w:rsidR="003E3506" w:rsidRPr="003E3506" w:rsidRDefault="003E3506" w:rsidP="003E3506">
      <w:pPr>
        <w:pStyle w:val="libNormal"/>
        <w:rPr>
          <w:lang w:bidi="fa-IR"/>
        </w:rPr>
      </w:pPr>
      <w:r w:rsidRPr="003E3506">
        <w:rPr>
          <w:rtl/>
          <w:lang w:bidi="fa-IR"/>
        </w:rPr>
        <w:t>و اگر بعد از نماز بفهمد بايد دوباره نماز را با وضو يا غسل بخواند.</w:t>
      </w:r>
    </w:p>
    <w:p w:rsidR="003E3506" w:rsidRPr="003E3506" w:rsidRDefault="003E3506" w:rsidP="003E3506">
      <w:pPr>
        <w:pStyle w:val="libNormal"/>
        <w:rPr>
          <w:lang w:bidi="fa-IR"/>
        </w:rPr>
      </w:pPr>
      <w:r w:rsidRPr="003E3506">
        <w:rPr>
          <w:rtl/>
          <w:lang w:bidi="fa-IR"/>
        </w:rPr>
        <w:t>٦٨١ - كسى كه يقين داشته باشد آب برايش ضرر ندارد چنانچه غسل كند يا وضو بگيرد و بعد بفهمد كه آب براى او ضرر داشته وضو و غسل او باطل است</w:t>
      </w:r>
      <w:r w:rsidR="000C4B14">
        <w:rPr>
          <w:rtl/>
          <w:lang w:bidi="fa-IR"/>
        </w:rPr>
        <w:t>.</w:t>
      </w:r>
    </w:p>
    <w:p w:rsidR="003E3506" w:rsidRDefault="00605FAB" w:rsidP="00737D7C">
      <w:pPr>
        <w:pStyle w:val="libBold1"/>
        <w:rPr>
          <w:rtl/>
          <w:lang w:bidi="fa-IR"/>
        </w:rPr>
      </w:pPr>
      <w:r>
        <w:rPr>
          <w:rtl/>
          <w:lang w:bidi="fa-IR"/>
        </w:rPr>
        <w:t>(</w:t>
      </w:r>
      <w:r w:rsidR="003E3506" w:rsidRPr="003E3506">
        <w:rPr>
          <w:rtl/>
          <w:lang w:bidi="fa-IR"/>
        </w:rPr>
        <w:t>چهارم از موارد تيمم</w:t>
      </w:r>
      <w:r>
        <w:rPr>
          <w:rtl/>
          <w:lang w:bidi="fa-IR"/>
        </w:rPr>
        <w:t>)</w:t>
      </w:r>
    </w:p>
    <w:p w:rsidR="003E3506" w:rsidRPr="003E3506" w:rsidRDefault="003E3506" w:rsidP="003E3506">
      <w:pPr>
        <w:pStyle w:val="libNormal"/>
        <w:rPr>
          <w:lang w:bidi="fa-IR"/>
        </w:rPr>
      </w:pPr>
      <w:r w:rsidRPr="003E3506">
        <w:rPr>
          <w:rtl/>
          <w:lang w:bidi="fa-IR"/>
        </w:rPr>
        <w:t>٦٨٢ - هرگاه بترسد كه اگر آب را به مصرف وضو يا غسل برساند از جهت تشنگى دچار زحمت مى شود بايد تيمم نمايد</w:t>
      </w:r>
      <w:r w:rsidR="000C4B14">
        <w:rPr>
          <w:rtl/>
          <w:lang w:bidi="fa-IR"/>
        </w:rPr>
        <w:t>،</w:t>
      </w:r>
      <w:r w:rsidRPr="003E3506">
        <w:rPr>
          <w:rtl/>
          <w:lang w:bidi="fa-IR"/>
        </w:rPr>
        <w:t xml:space="preserve"> و جواز تيمم به اين جهت در سه صورت است</w:t>
      </w:r>
      <w:r w:rsidR="00553569">
        <w:rPr>
          <w:rtl/>
          <w:lang w:bidi="fa-IR"/>
        </w:rPr>
        <w:t>:</w:t>
      </w:r>
      <w:r w:rsidRPr="003E3506">
        <w:rPr>
          <w:rtl/>
          <w:lang w:bidi="fa-IR"/>
        </w:rPr>
        <w:t xml:space="preserve"> ١ - آنكه اگر آب را در وضو يا غسل صرف نمايد خودش فعلا يا بعدا به تشنگى كه باعث تلف يا مرضش مى شود يا تحملش مشقت زيادى دارد مبتلا خواهد شد.</w:t>
      </w:r>
    </w:p>
    <w:p w:rsidR="003E3506" w:rsidRPr="003E3506" w:rsidRDefault="003E3506" w:rsidP="003E3506">
      <w:pPr>
        <w:pStyle w:val="libNormal"/>
        <w:rPr>
          <w:lang w:bidi="fa-IR"/>
        </w:rPr>
      </w:pPr>
      <w:r w:rsidRPr="003E3506">
        <w:rPr>
          <w:rtl/>
          <w:lang w:bidi="fa-IR"/>
        </w:rPr>
        <w:t>٢ - آنكه بر كسانى كه حفظشان بر او واجب است بترسد كه از تشنگى تلف يا بيمار شوند.</w:t>
      </w:r>
    </w:p>
    <w:p w:rsidR="003E3506" w:rsidRPr="003E3506" w:rsidRDefault="003E3506" w:rsidP="003E3506">
      <w:pPr>
        <w:pStyle w:val="libNormal"/>
        <w:rPr>
          <w:lang w:bidi="fa-IR"/>
        </w:rPr>
      </w:pPr>
      <w:r w:rsidRPr="003E3506">
        <w:rPr>
          <w:rtl/>
          <w:lang w:bidi="fa-IR"/>
        </w:rPr>
        <w:t>٣ - آنكه بر غير خود چه انسان باشد يا حيوان بترسد و تلف يا بيمارى يا بيتابيشان بر او گران باشد چه از نفوس محترمه باشد يا نه</w:t>
      </w:r>
      <w:r w:rsidR="000C4B14">
        <w:rPr>
          <w:rtl/>
          <w:lang w:bidi="fa-IR"/>
        </w:rPr>
        <w:t>،</w:t>
      </w:r>
      <w:r w:rsidRPr="003E3506">
        <w:rPr>
          <w:rtl/>
          <w:lang w:bidi="fa-IR"/>
        </w:rPr>
        <w:t xml:space="preserve"> و در غير اين سه صورت با داشتن آب تيمم جايز نيست</w:t>
      </w:r>
      <w:r w:rsidR="000C4B14">
        <w:rPr>
          <w:rtl/>
          <w:lang w:bidi="fa-IR"/>
        </w:rPr>
        <w:t>.</w:t>
      </w:r>
    </w:p>
    <w:p w:rsidR="003E3506" w:rsidRPr="003E3506" w:rsidRDefault="003E3506" w:rsidP="003E3506">
      <w:pPr>
        <w:pStyle w:val="libNormal"/>
        <w:rPr>
          <w:lang w:bidi="fa-IR"/>
        </w:rPr>
      </w:pPr>
      <w:r w:rsidRPr="003E3506">
        <w:rPr>
          <w:rtl/>
          <w:lang w:bidi="fa-IR"/>
        </w:rPr>
        <w:lastRenderedPageBreak/>
        <w:t>٦٨٣ - اگر غير از آب پاكى كه براى وضو يا غسل دارد آب نجسى هم به مقدار آشاميدن خود داشته باشد</w:t>
      </w:r>
      <w:r w:rsidR="000C4B14">
        <w:rPr>
          <w:rtl/>
          <w:lang w:bidi="fa-IR"/>
        </w:rPr>
        <w:t>،</w:t>
      </w:r>
      <w:r w:rsidRPr="003E3506">
        <w:rPr>
          <w:rtl/>
          <w:lang w:bidi="fa-IR"/>
        </w:rPr>
        <w:t xml:space="preserve"> بايد آب پاك را براى آشاميدن بگذارد و با تيمم نماز بخواند</w:t>
      </w:r>
      <w:r w:rsidR="000C4B14">
        <w:rPr>
          <w:rtl/>
          <w:lang w:bidi="fa-IR"/>
        </w:rPr>
        <w:t>،</w:t>
      </w:r>
      <w:r w:rsidRPr="003E3506">
        <w:rPr>
          <w:rtl/>
          <w:lang w:bidi="fa-IR"/>
        </w:rPr>
        <w:t xml:space="preserve"> ولى چنانچه آب را براى كسانى كه با او مربوطند بخواهد مى تواند كه با آب پاك وضو بگيرد يا غسل نمايد اگر چه آنان مجبور شوند كه براى رفع تشنگى خود از آب نجس استفاده كنند بلكه اگر آنان از نجاست آب خبر نداشته باشند يا از آشاميدن آب نجس اجتناب نداشته باشند لازم است كه آب پاك را در وضو و غسل استعمال نمايد و همچنين اگر آب را براى حيوانش يا بچه نابالغ بخواهد بايد آب نجس را به آنان بدهد و با آب پاك وضو و غسل را انجام دهد.</w:t>
      </w:r>
    </w:p>
    <w:p w:rsidR="003E3506" w:rsidRDefault="00605FAB" w:rsidP="00737D7C">
      <w:pPr>
        <w:pStyle w:val="libBold1"/>
        <w:rPr>
          <w:rtl/>
          <w:lang w:bidi="fa-IR"/>
        </w:rPr>
      </w:pPr>
      <w:r>
        <w:rPr>
          <w:rtl/>
          <w:lang w:bidi="fa-IR"/>
        </w:rPr>
        <w:t>(</w:t>
      </w:r>
      <w:r w:rsidR="003E3506" w:rsidRPr="003E3506">
        <w:rPr>
          <w:rtl/>
          <w:lang w:bidi="fa-IR"/>
        </w:rPr>
        <w:t>پنجم از موارد تيمم</w:t>
      </w:r>
      <w:r>
        <w:rPr>
          <w:rtl/>
          <w:lang w:bidi="fa-IR"/>
        </w:rPr>
        <w:t>)</w:t>
      </w:r>
    </w:p>
    <w:p w:rsidR="003E3506" w:rsidRPr="003E3506" w:rsidRDefault="003E3506" w:rsidP="003E3506">
      <w:pPr>
        <w:pStyle w:val="libNormal"/>
        <w:rPr>
          <w:lang w:bidi="fa-IR"/>
        </w:rPr>
      </w:pPr>
      <w:r w:rsidRPr="003E3506">
        <w:rPr>
          <w:rtl/>
          <w:lang w:bidi="fa-IR"/>
        </w:rPr>
        <w:t>٦٨٤ - كسى كه بدن يا لباسش نجس است و كمى آب دارد كه اگر با آن وضو بگيرد يا غسل كند</w:t>
      </w:r>
      <w:r w:rsidR="000C4B14">
        <w:rPr>
          <w:rtl/>
          <w:lang w:bidi="fa-IR"/>
        </w:rPr>
        <w:t>،</w:t>
      </w:r>
      <w:r w:rsidRPr="003E3506">
        <w:rPr>
          <w:rtl/>
          <w:lang w:bidi="fa-IR"/>
        </w:rPr>
        <w:t xml:space="preserve"> براى آب كشيدن بدن يا لباس او نمى ماند در اين صورت بايد بدن يا لباس را آب بكشد و با تيمم نماز بخواند</w:t>
      </w:r>
      <w:r w:rsidR="000C4B14">
        <w:rPr>
          <w:rtl/>
          <w:lang w:bidi="fa-IR"/>
        </w:rPr>
        <w:t>،</w:t>
      </w:r>
      <w:r w:rsidRPr="003E3506">
        <w:rPr>
          <w:rtl/>
          <w:lang w:bidi="fa-IR"/>
        </w:rPr>
        <w:t xml:space="preserve"> ولى اگر چيزى نداشته باشد كه بر آن تيمم كند</w:t>
      </w:r>
      <w:r w:rsidR="000C4B14">
        <w:rPr>
          <w:rtl/>
          <w:lang w:bidi="fa-IR"/>
        </w:rPr>
        <w:t>،</w:t>
      </w:r>
      <w:r w:rsidRPr="003E3506">
        <w:rPr>
          <w:rtl/>
          <w:lang w:bidi="fa-IR"/>
        </w:rPr>
        <w:t xml:space="preserve"> بايد آب را به مصرف وضو يا غسل برساند و با بدن يا لباس نجس نماز بخواند.</w:t>
      </w:r>
    </w:p>
    <w:p w:rsidR="003E3506" w:rsidRPr="003E3506" w:rsidRDefault="00605FAB" w:rsidP="00737D7C">
      <w:pPr>
        <w:pStyle w:val="libBold1"/>
        <w:rPr>
          <w:lang w:bidi="fa-IR"/>
        </w:rPr>
      </w:pPr>
      <w:r>
        <w:rPr>
          <w:rtl/>
          <w:lang w:bidi="fa-IR"/>
        </w:rPr>
        <w:t>(</w:t>
      </w:r>
      <w:r w:rsidR="003E3506" w:rsidRPr="003E3506">
        <w:rPr>
          <w:rtl/>
          <w:lang w:bidi="fa-IR"/>
        </w:rPr>
        <w:t>ششم از موارد تيمم</w:t>
      </w:r>
      <w:r>
        <w:rPr>
          <w:rtl/>
          <w:lang w:bidi="fa-IR"/>
        </w:rPr>
        <w:t>)</w:t>
      </w:r>
    </w:p>
    <w:p w:rsidR="003E3506" w:rsidRPr="003E3506" w:rsidRDefault="003E3506" w:rsidP="003E3506">
      <w:pPr>
        <w:pStyle w:val="libNormal"/>
        <w:rPr>
          <w:lang w:bidi="fa-IR"/>
        </w:rPr>
      </w:pPr>
      <w:r w:rsidRPr="003E3506">
        <w:rPr>
          <w:rtl/>
          <w:lang w:bidi="fa-IR"/>
        </w:rPr>
        <w:t>٦٨٥ - اگر غير از آب يا ظرفى كه استعمال آن حرام است آب يا ظرف ديگرى ندارد</w:t>
      </w:r>
      <w:r w:rsidR="000C4B14">
        <w:rPr>
          <w:rtl/>
          <w:lang w:bidi="fa-IR"/>
        </w:rPr>
        <w:t>،</w:t>
      </w:r>
      <w:r w:rsidRPr="003E3506">
        <w:rPr>
          <w:rtl/>
          <w:lang w:bidi="fa-IR"/>
        </w:rPr>
        <w:t xml:space="preserve"> مثلا آب يا ظرفش غصبى است و غير از آن آب و ظرف ديگرى ندارد</w:t>
      </w:r>
      <w:r w:rsidR="000C4B14">
        <w:rPr>
          <w:rtl/>
          <w:lang w:bidi="fa-IR"/>
        </w:rPr>
        <w:t>،</w:t>
      </w:r>
      <w:r w:rsidRPr="003E3506">
        <w:rPr>
          <w:rtl/>
          <w:lang w:bidi="fa-IR"/>
        </w:rPr>
        <w:t xml:space="preserve"> بايد به جاى وضو و غسل تيمم كند.</w:t>
      </w:r>
    </w:p>
    <w:p w:rsidR="003E3506" w:rsidRPr="003E3506" w:rsidRDefault="00605FAB" w:rsidP="00737D7C">
      <w:pPr>
        <w:pStyle w:val="libBold1"/>
        <w:rPr>
          <w:lang w:bidi="fa-IR"/>
        </w:rPr>
      </w:pPr>
      <w:r>
        <w:rPr>
          <w:rtl/>
          <w:lang w:bidi="fa-IR"/>
        </w:rPr>
        <w:t>(</w:t>
      </w:r>
      <w:r w:rsidR="003E3506" w:rsidRPr="003E3506">
        <w:rPr>
          <w:rtl/>
          <w:lang w:bidi="fa-IR"/>
        </w:rPr>
        <w:t>هفتم از موارد تيمم</w:t>
      </w:r>
      <w:r>
        <w:rPr>
          <w:rtl/>
          <w:lang w:bidi="fa-IR"/>
        </w:rPr>
        <w:t>)</w:t>
      </w:r>
    </w:p>
    <w:p w:rsidR="003E3506" w:rsidRPr="003E3506" w:rsidRDefault="003E3506" w:rsidP="003E3506">
      <w:pPr>
        <w:pStyle w:val="libNormal"/>
        <w:rPr>
          <w:lang w:bidi="fa-IR"/>
        </w:rPr>
      </w:pPr>
      <w:r w:rsidRPr="003E3506">
        <w:rPr>
          <w:rtl/>
          <w:lang w:bidi="fa-IR"/>
        </w:rPr>
        <w:t>٦٨٦ - هرگاه وقت به قدرى تنگ باشد كه اگر وضو بگيرد يا غسل كند تمام نماز يا مقدارى از آن بعد از وقت خوانده مى شود</w:t>
      </w:r>
      <w:r w:rsidR="000C4B14">
        <w:rPr>
          <w:rtl/>
          <w:lang w:bidi="fa-IR"/>
        </w:rPr>
        <w:t>،</w:t>
      </w:r>
      <w:r w:rsidRPr="003E3506">
        <w:rPr>
          <w:rtl/>
          <w:lang w:bidi="fa-IR"/>
        </w:rPr>
        <w:t xml:space="preserve"> بايد تيمم كند.</w:t>
      </w:r>
    </w:p>
    <w:p w:rsidR="003E3506" w:rsidRPr="003E3506" w:rsidRDefault="003E3506" w:rsidP="003E3506">
      <w:pPr>
        <w:pStyle w:val="libNormal"/>
        <w:rPr>
          <w:lang w:bidi="fa-IR"/>
        </w:rPr>
      </w:pPr>
      <w:r w:rsidRPr="003E3506">
        <w:rPr>
          <w:rtl/>
          <w:lang w:bidi="fa-IR"/>
        </w:rPr>
        <w:t>٦٨٧ - اگر عمدا نماز را به قدرى تاخير بيندازد كه وقت وضو يا غسل نداشته باشد</w:t>
      </w:r>
      <w:r w:rsidR="000C4B14">
        <w:rPr>
          <w:rtl/>
          <w:lang w:bidi="fa-IR"/>
        </w:rPr>
        <w:t>،</w:t>
      </w:r>
      <w:r w:rsidRPr="003E3506">
        <w:rPr>
          <w:rtl/>
          <w:lang w:bidi="fa-IR"/>
        </w:rPr>
        <w:t xml:space="preserve"> معصيت كرده</w:t>
      </w:r>
      <w:r w:rsidR="000C4B14">
        <w:rPr>
          <w:rtl/>
          <w:lang w:bidi="fa-IR"/>
        </w:rPr>
        <w:t>،</w:t>
      </w:r>
      <w:r w:rsidRPr="003E3506">
        <w:rPr>
          <w:rtl/>
          <w:lang w:bidi="fa-IR"/>
        </w:rPr>
        <w:t xml:space="preserve"> ولى نماز او با تيمم صحيح است</w:t>
      </w:r>
      <w:r w:rsidR="000C4B14">
        <w:rPr>
          <w:rtl/>
          <w:lang w:bidi="fa-IR"/>
        </w:rPr>
        <w:t>،</w:t>
      </w:r>
      <w:r w:rsidRPr="003E3506">
        <w:rPr>
          <w:rtl/>
          <w:lang w:bidi="fa-IR"/>
        </w:rPr>
        <w:t xml:space="preserve"> اگر چه احتياط مستحب آن است كه قضاى آن نماز را بخواند.</w:t>
      </w:r>
    </w:p>
    <w:p w:rsidR="003E3506" w:rsidRPr="003E3506" w:rsidRDefault="003E3506" w:rsidP="003E3506">
      <w:pPr>
        <w:pStyle w:val="libNormal"/>
        <w:rPr>
          <w:lang w:bidi="fa-IR"/>
        </w:rPr>
      </w:pPr>
      <w:r w:rsidRPr="003E3506">
        <w:rPr>
          <w:rtl/>
          <w:lang w:bidi="fa-IR"/>
        </w:rPr>
        <w:lastRenderedPageBreak/>
        <w:t>٦٨٨ - كسى كه شك دارد كه اگر وضو بگيرد يا غسل كند وقت براى نماز او مى ماند يا نه</w:t>
      </w:r>
      <w:r w:rsidR="000C4B14">
        <w:rPr>
          <w:rtl/>
          <w:lang w:bidi="fa-IR"/>
        </w:rPr>
        <w:t>،</w:t>
      </w:r>
      <w:r w:rsidRPr="003E3506">
        <w:rPr>
          <w:rtl/>
          <w:lang w:bidi="fa-IR"/>
        </w:rPr>
        <w:t xml:space="preserve"> بايد تيمم نمايد.</w:t>
      </w:r>
    </w:p>
    <w:p w:rsidR="003E3506" w:rsidRPr="003E3506" w:rsidRDefault="003E3506" w:rsidP="003E3506">
      <w:pPr>
        <w:pStyle w:val="libNormal"/>
        <w:rPr>
          <w:lang w:bidi="fa-IR"/>
        </w:rPr>
      </w:pPr>
      <w:r w:rsidRPr="003E3506">
        <w:rPr>
          <w:rtl/>
          <w:lang w:bidi="fa-IR"/>
        </w:rPr>
        <w:t>٦٨٩ - كسى كه به واسطه تنگى وقت تيمم كرده و بعد از نماز مى توانست وضو بگيرد و نگرفت تا آبى كه داشته از دستش رفت</w:t>
      </w:r>
      <w:r w:rsidR="000C4B14">
        <w:rPr>
          <w:rtl/>
          <w:lang w:bidi="fa-IR"/>
        </w:rPr>
        <w:t>،</w:t>
      </w:r>
      <w:r w:rsidRPr="003E3506">
        <w:rPr>
          <w:rtl/>
          <w:lang w:bidi="fa-IR"/>
        </w:rPr>
        <w:t xml:space="preserve"> در صورتى كه وظيفه اش تيمم باشد</w:t>
      </w:r>
      <w:r w:rsidR="000C4B14">
        <w:rPr>
          <w:rtl/>
          <w:lang w:bidi="fa-IR"/>
        </w:rPr>
        <w:t>،</w:t>
      </w:r>
      <w:r w:rsidRPr="003E3506">
        <w:rPr>
          <w:rtl/>
          <w:lang w:bidi="fa-IR"/>
        </w:rPr>
        <w:t xml:space="preserve"> بايد براى نمازهاى بعدى دوباره تيمم نمايد</w:t>
      </w:r>
      <w:r w:rsidR="000C4B14">
        <w:rPr>
          <w:rtl/>
          <w:lang w:bidi="fa-IR"/>
        </w:rPr>
        <w:t>،</w:t>
      </w:r>
      <w:r w:rsidRPr="003E3506">
        <w:rPr>
          <w:rtl/>
          <w:lang w:bidi="fa-IR"/>
        </w:rPr>
        <w:t xml:space="preserve"> اگر چه تيمم خود را نشكسته باشد.</w:t>
      </w:r>
    </w:p>
    <w:p w:rsidR="003E3506" w:rsidRPr="003E3506" w:rsidRDefault="003E3506" w:rsidP="003E3506">
      <w:pPr>
        <w:pStyle w:val="libNormal"/>
        <w:rPr>
          <w:lang w:bidi="fa-IR"/>
        </w:rPr>
      </w:pPr>
      <w:r w:rsidRPr="003E3506">
        <w:rPr>
          <w:rtl/>
          <w:lang w:bidi="fa-IR"/>
        </w:rPr>
        <w:t>٦٩٠ - كسى كه آب دارد</w:t>
      </w:r>
      <w:r w:rsidR="000C4B14">
        <w:rPr>
          <w:rtl/>
          <w:lang w:bidi="fa-IR"/>
        </w:rPr>
        <w:t>،</w:t>
      </w:r>
      <w:r w:rsidRPr="003E3506">
        <w:rPr>
          <w:rtl/>
          <w:lang w:bidi="fa-IR"/>
        </w:rPr>
        <w:t xml:space="preserve"> اگر به واسطه تنگى وقت با تيمم مشغول نماز شود و در بين نماز آبى كه داشته از دستش برود</w:t>
      </w:r>
      <w:r w:rsidR="000C4B14">
        <w:rPr>
          <w:rtl/>
          <w:lang w:bidi="fa-IR"/>
        </w:rPr>
        <w:t>،</w:t>
      </w:r>
      <w:r w:rsidRPr="003E3506">
        <w:rPr>
          <w:rtl/>
          <w:lang w:bidi="fa-IR"/>
        </w:rPr>
        <w:t xml:space="preserve"> چنانچه وظيفه اش تيمم باشد</w:t>
      </w:r>
      <w:r w:rsidR="000C4B14">
        <w:rPr>
          <w:rtl/>
          <w:lang w:bidi="fa-IR"/>
        </w:rPr>
        <w:t>،</w:t>
      </w:r>
      <w:r w:rsidRPr="003E3506">
        <w:rPr>
          <w:rtl/>
          <w:lang w:bidi="fa-IR"/>
        </w:rPr>
        <w:t xml:space="preserve"> احتياط مستحب آن است كه براى نمازهاى بعدى دوباره تيمم كند.</w:t>
      </w:r>
    </w:p>
    <w:p w:rsidR="003E3506" w:rsidRPr="003E3506" w:rsidRDefault="003E3506" w:rsidP="003E3506">
      <w:pPr>
        <w:pStyle w:val="libNormal"/>
        <w:rPr>
          <w:lang w:bidi="fa-IR"/>
        </w:rPr>
      </w:pPr>
      <w:r w:rsidRPr="003E3506">
        <w:rPr>
          <w:rtl/>
          <w:lang w:bidi="fa-IR"/>
        </w:rPr>
        <w:t>٦٩١ - اگر انسان به قدرى وقت دارد كه مى تواند وضو بگيرد يا غسل كند و نماز را بدون كارهاى مستحبى آن مثل اقامه و قنوت بخواند</w:t>
      </w:r>
      <w:r w:rsidR="000C4B14">
        <w:rPr>
          <w:rtl/>
          <w:lang w:bidi="fa-IR"/>
        </w:rPr>
        <w:t>،</w:t>
      </w:r>
      <w:r w:rsidRPr="003E3506">
        <w:rPr>
          <w:rtl/>
          <w:lang w:bidi="fa-IR"/>
        </w:rPr>
        <w:t xml:space="preserve"> بايد غسل كند يا وضو بگيرد و نماز را بدون كارهاى مستحبى آن بجا آورد</w:t>
      </w:r>
      <w:r w:rsidR="000C4B14">
        <w:rPr>
          <w:rtl/>
          <w:lang w:bidi="fa-IR"/>
        </w:rPr>
        <w:t>،</w:t>
      </w:r>
      <w:r w:rsidRPr="003E3506">
        <w:rPr>
          <w:rtl/>
          <w:lang w:bidi="fa-IR"/>
        </w:rPr>
        <w:t xml:space="preserve"> بلكه اگر به اندازه سوره هم وقت ندارد</w:t>
      </w:r>
      <w:r w:rsidR="000C4B14">
        <w:rPr>
          <w:rtl/>
          <w:lang w:bidi="fa-IR"/>
        </w:rPr>
        <w:t>،</w:t>
      </w:r>
      <w:r w:rsidRPr="003E3506">
        <w:rPr>
          <w:rtl/>
          <w:lang w:bidi="fa-IR"/>
        </w:rPr>
        <w:t xml:space="preserve"> بايد غسل كند يا وضو بگيرد و نماز را بدون سوره بخواند.</w:t>
      </w:r>
    </w:p>
    <w:p w:rsidR="003E3506" w:rsidRPr="003E3506" w:rsidRDefault="00737D7C" w:rsidP="003E3506">
      <w:pPr>
        <w:pStyle w:val="libNormal"/>
        <w:rPr>
          <w:lang w:bidi="fa-IR"/>
        </w:rPr>
      </w:pPr>
      <w:r>
        <w:rPr>
          <w:rtl/>
          <w:lang w:bidi="fa-IR"/>
        </w:rPr>
        <w:br w:type="page"/>
      </w:r>
    </w:p>
    <w:p w:rsidR="003E3506" w:rsidRDefault="00605FAB" w:rsidP="00737D7C">
      <w:pPr>
        <w:pStyle w:val="Heading3"/>
        <w:rPr>
          <w:rtl/>
          <w:lang w:bidi="fa-IR"/>
        </w:rPr>
      </w:pPr>
      <w:bookmarkStart w:id="82" w:name="_Toc24454505"/>
      <w:r>
        <w:rPr>
          <w:rtl/>
          <w:lang w:bidi="fa-IR"/>
        </w:rPr>
        <w:t>(</w:t>
      </w:r>
      <w:r w:rsidR="003E3506" w:rsidRPr="003E3506">
        <w:rPr>
          <w:rtl/>
          <w:lang w:bidi="fa-IR"/>
        </w:rPr>
        <w:t>چيزهايى كه تيمم به آنها صحيح است</w:t>
      </w:r>
      <w:r>
        <w:rPr>
          <w:rtl/>
          <w:lang w:bidi="fa-IR"/>
        </w:rPr>
        <w:t>)</w:t>
      </w:r>
      <w:bookmarkEnd w:id="82"/>
    </w:p>
    <w:p w:rsidR="003E3506" w:rsidRPr="003E3506" w:rsidRDefault="003E3506" w:rsidP="003E3506">
      <w:pPr>
        <w:pStyle w:val="libNormal"/>
        <w:rPr>
          <w:lang w:bidi="fa-IR"/>
        </w:rPr>
      </w:pPr>
      <w:r w:rsidRPr="003E3506">
        <w:rPr>
          <w:rtl/>
          <w:lang w:bidi="fa-IR"/>
        </w:rPr>
        <w:t>٦٩٢ - تيمم به خاك و ريگ و كلوخ و سنگ صحيح است</w:t>
      </w:r>
      <w:r w:rsidR="000C4B14">
        <w:rPr>
          <w:rtl/>
          <w:lang w:bidi="fa-IR"/>
        </w:rPr>
        <w:t>،</w:t>
      </w:r>
      <w:r w:rsidRPr="003E3506">
        <w:rPr>
          <w:rtl/>
          <w:lang w:bidi="fa-IR"/>
        </w:rPr>
        <w:t xml:space="preserve"> ولى احتياط مستحب آن است كه اگر خاك ممكن باشد به چيز ديگر تيمم نكند و اگر خاك نباشد با ريگ يا كلوخ و چنانچه ريگ و كلوخ هم نباشد با سنگ تيمم نمايد.</w:t>
      </w:r>
    </w:p>
    <w:p w:rsidR="003E3506" w:rsidRPr="003E3506" w:rsidRDefault="003E3506" w:rsidP="003E3506">
      <w:pPr>
        <w:pStyle w:val="libNormal"/>
        <w:rPr>
          <w:lang w:bidi="fa-IR"/>
        </w:rPr>
      </w:pPr>
      <w:r w:rsidRPr="003E3506">
        <w:rPr>
          <w:rtl/>
          <w:lang w:bidi="fa-IR"/>
        </w:rPr>
        <w:t>٦٩٣ - تيمم بر سنگ گچ و سنگ آهك صحيح است و همچنين تيمم بر گرد و غبارى كه روى فرش و لباس و مانند اينها جمع مى شود چنانچه به قدرى باشد كه در نظر عرف خاك نرم محسوب شود صحيح است اگر چه احتياط مستحب آن است كه در حال اختيار بر آن تيمم ننمايند و همچنين بنابر احتياط مستحب در حال اختيار به گچ و آهك پخته و آجر پخته و به سنگ معدن مثل سنگ عقيق تيمم ننمايند.</w:t>
      </w:r>
    </w:p>
    <w:p w:rsidR="003E3506" w:rsidRPr="003E3506" w:rsidRDefault="003E3506" w:rsidP="003E3506">
      <w:pPr>
        <w:pStyle w:val="libNormal"/>
        <w:rPr>
          <w:lang w:bidi="fa-IR"/>
        </w:rPr>
      </w:pPr>
      <w:r w:rsidRPr="003E3506">
        <w:rPr>
          <w:rtl/>
          <w:lang w:bidi="fa-IR"/>
        </w:rPr>
        <w:t>٦٩٤ - اگر خاك و ريگ و كلوخ و سنگ پيدا نشود بايد به گل تيمم كند و اگر گل هم پيدا نشد بايد بر روى فرش يا لباس و مانند اينها كه گرد و غبار در لاى آنها مى باشد يا آنكه بر روى آنها نشسته ولى به مقدارى نيست كه از نطر عرف خاك محسوب شود تيمم كند و اگر هيچ يك از اينها پيدا نشود احتياط مستحب آن است كه نماز را بدون تيمم بخواند ولى واجب است بعدا قضاى آن را بجا آورد.</w:t>
      </w:r>
    </w:p>
    <w:p w:rsidR="003E3506" w:rsidRPr="003E3506" w:rsidRDefault="003E3506" w:rsidP="003E3506">
      <w:pPr>
        <w:pStyle w:val="libNormal"/>
        <w:rPr>
          <w:lang w:bidi="fa-IR"/>
        </w:rPr>
      </w:pPr>
      <w:r w:rsidRPr="003E3506">
        <w:rPr>
          <w:rtl/>
          <w:lang w:bidi="fa-IR"/>
        </w:rPr>
        <w:t>٦٩٥ - اگر بتواند با تكاندن فرش و مانند آن خاك تهيه كند</w:t>
      </w:r>
      <w:r w:rsidR="000C4B14">
        <w:rPr>
          <w:rtl/>
          <w:lang w:bidi="fa-IR"/>
        </w:rPr>
        <w:t>،</w:t>
      </w:r>
      <w:r w:rsidRPr="003E3506">
        <w:rPr>
          <w:rtl/>
          <w:lang w:bidi="fa-IR"/>
        </w:rPr>
        <w:t xml:space="preserve"> تيمم به چيز گردآلود باطل است و همچنين اگر بتواند گل را خشك كند و از آن خاك تهيه نمايد</w:t>
      </w:r>
      <w:r w:rsidR="000C4B14">
        <w:rPr>
          <w:rtl/>
          <w:lang w:bidi="fa-IR"/>
        </w:rPr>
        <w:t>،</w:t>
      </w:r>
      <w:r w:rsidRPr="003E3506">
        <w:rPr>
          <w:rtl/>
          <w:lang w:bidi="fa-IR"/>
        </w:rPr>
        <w:t xml:space="preserve"> تيمم به گل باطل مى باشد.</w:t>
      </w:r>
    </w:p>
    <w:p w:rsidR="003E3506" w:rsidRPr="003E3506" w:rsidRDefault="003E3506" w:rsidP="003E3506">
      <w:pPr>
        <w:pStyle w:val="libNormal"/>
        <w:rPr>
          <w:lang w:bidi="fa-IR"/>
        </w:rPr>
      </w:pPr>
      <w:r w:rsidRPr="003E3506">
        <w:rPr>
          <w:rtl/>
          <w:lang w:bidi="fa-IR"/>
        </w:rPr>
        <w:t>٦٩٦ - كسى كه آب ندارد اگر برف يا يخ داشته باشد</w:t>
      </w:r>
      <w:r w:rsidR="000C4B14">
        <w:rPr>
          <w:rtl/>
          <w:lang w:bidi="fa-IR"/>
        </w:rPr>
        <w:t>،</w:t>
      </w:r>
      <w:r w:rsidRPr="003E3506">
        <w:rPr>
          <w:rtl/>
          <w:lang w:bidi="fa-IR"/>
        </w:rPr>
        <w:t xml:space="preserve"> چنانچه ممكن است</w:t>
      </w:r>
      <w:r w:rsidR="000C4B14">
        <w:rPr>
          <w:rtl/>
          <w:lang w:bidi="fa-IR"/>
        </w:rPr>
        <w:t>،</w:t>
      </w:r>
      <w:r w:rsidRPr="003E3506">
        <w:rPr>
          <w:rtl/>
          <w:lang w:bidi="fa-IR"/>
        </w:rPr>
        <w:t xml:space="preserve"> بايد آن را آب كند و با آن وضو بگيرد يا غسل نمايد و اگر ممكن نيست و چيزى هم كه تيمم به آن صحيح است ندارد</w:t>
      </w:r>
      <w:r w:rsidR="000C4B14">
        <w:rPr>
          <w:rtl/>
          <w:lang w:bidi="fa-IR"/>
        </w:rPr>
        <w:t>،</w:t>
      </w:r>
      <w:r w:rsidRPr="003E3506">
        <w:rPr>
          <w:rtl/>
          <w:lang w:bidi="fa-IR"/>
        </w:rPr>
        <w:t xml:space="preserve"> لازم است نماز خود را در خارج وقت قضا نمايد</w:t>
      </w:r>
      <w:r w:rsidR="000C4B14">
        <w:rPr>
          <w:rtl/>
          <w:lang w:bidi="fa-IR"/>
        </w:rPr>
        <w:t>،</w:t>
      </w:r>
      <w:r w:rsidRPr="003E3506">
        <w:rPr>
          <w:rtl/>
          <w:lang w:bidi="fa-IR"/>
        </w:rPr>
        <w:t xml:space="preserve"> بهتر آن است كه با برف يا يخ اعضاء وضو يا غسل را نمناك كند و اگر اين هم ممكن نيست به يخ يا برف تيمم نمايد و در وقت نيز نماز را بخواند.</w:t>
      </w:r>
    </w:p>
    <w:p w:rsidR="003E3506" w:rsidRPr="003E3506" w:rsidRDefault="003E3506" w:rsidP="003E3506">
      <w:pPr>
        <w:pStyle w:val="libNormal"/>
        <w:rPr>
          <w:lang w:bidi="fa-IR"/>
        </w:rPr>
      </w:pPr>
      <w:r w:rsidRPr="003E3506">
        <w:rPr>
          <w:rtl/>
          <w:lang w:bidi="fa-IR"/>
        </w:rPr>
        <w:lastRenderedPageBreak/>
        <w:t>٦٩٧ - اگر با خاك و ريگ چيزى مانند كاه كه تيمم به آن باطل است مخلوط شود</w:t>
      </w:r>
      <w:r w:rsidR="000C4B14">
        <w:rPr>
          <w:rtl/>
          <w:lang w:bidi="fa-IR"/>
        </w:rPr>
        <w:t>،</w:t>
      </w:r>
      <w:r w:rsidRPr="003E3506">
        <w:rPr>
          <w:rtl/>
          <w:lang w:bidi="fa-IR"/>
        </w:rPr>
        <w:t xml:space="preserve"> نمى تواند به آن تيمم كند</w:t>
      </w:r>
      <w:r w:rsidR="000C4B14">
        <w:rPr>
          <w:rtl/>
          <w:lang w:bidi="fa-IR"/>
        </w:rPr>
        <w:t>،</w:t>
      </w:r>
      <w:r w:rsidRPr="003E3506">
        <w:rPr>
          <w:rtl/>
          <w:lang w:bidi="fa-IR"/>
        </w:rPr>
        <w:t xml:space="preserve"> ولى اگر آن چيز به قدرى كم باشد كه در خاك يا ريگ از بين رفته حساب شود</w:t>
      </w:r>
      <w:r w:rsidR="000C4B14">
        <w:rPr>
          <w:rtl/>
          <w:lang w:bidi="fa-IR"/>
        </w:rPr>
        <w:t>،</w:t>
      </w:r>
      <w:r w:rsidRPr="003E3506">
        <w:rPr>
          <w:rtl/>
          <w:lang w:bidi="fa-IR"/>
        </w:rPr>
        <w:t xml:space="preserve"> تيمم به آن خاك و ريگ صحيح است</w:t>
      </w:r>
      <w:r w:rsidR="000C4B14">
        <w:rPr>
          <w:rtl/>
          <w:lang w:bidi="fa-IR"/>
        </w:rPr>
        <w:t>.</w:t>
      </w:r>
    </w:p>
    <w:p w:rsidR="003E3506" w:rsidRPr="003E3506" w:rsidRDefault="003E3506" w:rsidP="003E3506">
      <w:pPr>
        <w:pStyle w:val="libNormal"/>
        <w:rPr>
          <w:lang w:bidi="fa-IR"/>
        </w:rPr>
      </w:pPr>
      <w:r w:rsidRPr="003E3506">
        <w:rPr>
          <w:rtl/>
          <w:lang w:bidi="fa-IR"/>
        </w:rPr>
        <w:t>٦٩٨ - اگر چيزى ندارد كه بر آن تيمم كند</w:t>
      </w:r>
      <w:r w:rsidR="000C4B14">
        <w:rPr>
          <w:rtl/>
          <w:lang w:bidi="fa-IR"/>
        </w:rPr>
        <w:t>،</w:t>
      </w:r>
      <w:r w:rsidRPr="003E3506">
        <w:rPr>
          <w:rtl/>
          <w:lang w:bidi="fa-IR"/>
        </w:rPr>
        <w:t xml:space="preserve"> چنانچه ممكن است بايد بخريدن و مانند آن تهيه نمايد.</w:t>
      </w:r>
    </w:p>
    <w:p w:rsidR="003E3506" w:rsidRPr="003E3506" w:rsidRDefault="003E3506" w:rsidP="003E3506">
      <w:pPr>
        <w:pStyle w:val="libNormal"/>
        <w:rPr>
          <w:lang w:bidi="fa-IR"/>
        </w:rPr>
      </w:pPr>
      <w:r w:rsidRPr="003E3506">
        <w:rPr>
          <w:rtl/>
          <w:lang w:bidi="fa-IR"/>
        </w:rPr>
        <w:t>٦٩٩ - تيمم به ديوار گلى صحيح است و احتياط مستحب آن است كه با بودن زمين يا خاك خشك</w:t>
      </w:r>
      <w:r w:rsidR="000C4B14">
        <w:rPr>
          <w:rtl/>
          <w:lang w:bidi="fa-IR"/>
        </w:rPr>
        <w:t>،</w:t>
      </w:r>
      <w:r w:rsidRPr="003E3506">
        <w:rPr>
          <w:rtl/>
          <w:lang w:bidi="fa-IR"/>
        </w:rPr>
        <w:t xml:space="preserve"> به زمين يا خاك نمناك تيمم نكند.</w:t>
      </w:r>
    </w:p>
    <w:p w:rsidR="003E3506" w:rsidRPr="003E3506" w:rsidRDefault="003E3506" w:rsidP="003E3506">
      <w:pPr>
        <w:pStyle w:val="libNormal"/>
        <w:rPr>
          <w:lang w:bidi="fa-IR"/>
        </w:rPr>
      </w:pPr>
      <w:r w:rsidRPr="003E3506">
        <w:rPr>
          <w:rtl/>
          <w:lang w:bidi="fa-IR"/>
        </w:rPr>
        <w:t>٧٠٠ - چيزى كه بر آن تيمم مى كند بايد پاك باشد و اگر چيز پاكى كه تيمم به آن صحيح است ندارد</w:t>
      </w:r>
      <w:r w:rsidR="000C4B14">
        <w:rPr>
          <w:rtl/>
          <w:lang w:bidi="fa-IR"/>
        </w:rPr>
        <w:t>،</w:t>
      </w:r>
      <w:r w:rsidRPr="003E3506">
        <w:rPr>
          <w:rtl/>
          <w:lang w:bidi="fa-IR"/>
        </w:rPr>
        <w:t xml:space="preserve"> نماز بر او واجب نيست</w:t>
      </w:r>
      <w:r w:rsidR="000C4B14">
        <w:rPr>
          <w:rtl/>
          <w:lang w:bidi="fa-IR"/>
        </w:rPr>
        <w:t>،</w:t>
      </w:r>
      <w:r w:rsidRPr="003E3506">
        <w:rPr>
          <w:rtl/>
          <w:lang w:bidi="fa-IR"/>
        </w:rPr>
        <w:t xml:space="preserve"> ولى بايد قضاى آن را بجا آورد</w:t>
      </w:r>
      <w:r w:rsidR="000C4B14">
        <w:rPr>
          <w:rtl/>
          <w:lang w:bidi="fa-IR"/>
        </w:rPr>
        <w:t>،</w:t>
      </w:r>
      <w:r w:rsidRPr="003E3506">
        <w:rPr>
          <w:rtl/>
          <w:lang w:bidi="fa-IR"/>
        </w:rPr>
        <w:t xml:space="preserve"> و بهتر آن است كه در وقت نيز نماز بخواند.</w:t>
      </w:r>
    </w:p>
    <w:p w:rsidR="003E3506" w:rsidRPr="003E3506" w:rsidRDefault="003E3506" w:rsidP="003E3506">
      <w:pPr>
        <w:pStyle w:val="libNormal"/>
        <w:rPr>
          <w:lang w:bidi="fa-IR"/>
        </w:rPr>
      </w:pPr>
      <w:r w:rsidRPr="003E3506">
        <w:rPr>
          <w:rtl/>
          <w:lang w:bidi="fa-IR"/>
        </w:rPr>
        <w:t>٧٠١ - اگر يقين داشته باشد كه تيمم به چيزى صحيح است</w:t>
      </w:r>
      <w:r w:rsidR="000C4B14">
        <w:rPr>
          <w:rtl/>
          <w:lang w:bidi="fa-IR"/>
        </w:rPr>
        <w:t>،</w:t>
      </w:r>
      <w:r w:rsidRPr="003E3506">
        <w:rPr>
          <w:rtl/>
          <w:lang w:bidi="fa-IR"/>
        </w:rPr>
        <w:t xml:space="preserve"> و به آن تيمم نمايد</w:t>
      </w:r>
      <w:r w:rsidR="000C4B14">
        <w:rPr>
          <w:rtl/>
          <w:lang w:bidi="fa-IR"/>
        </w:rPr>
        <w:t>،</w:t>
      </w:r>
      <w:r w:rsidRPr="003E3506">
        <w:rPr>
          <w:rtl/>
          <w:lang w:bidi="fa-IR"/>
        </w:rPr>
        <w:t xml:space="preserve"> بعد بفهمد تيمم با آن باطل بوده</w:t>
      </w:r>
      <w:r w:rsidR="000C4B14">
        <w:rPr>
          <w:rtl/>
          <w:lang w:bidi="fa-IR"/>
        </w:rPr>
        <w:t>،</w:t>
      </w:r>
      <w:r w:rsidRPr="003E3506">
        <w:rPr>
          <w:rtl/>
          <w:lang w:bidi="fa-IR"/>
        </w:rPr>
        <w:t xml:space="preserve"> نمازهايى را كه با آن تيمم خوانده بايد دوباره بخواند.</w:t>
      </w:r>
    </w:p>
    <w:p w:rsidR="00737D7C" w:rsidRDefault="003E3506" w:rsidP="003E3506">
      <w:pPr>
        <w:pStyle w:val="libNormal"/>
        <w:rPr>
          <w:rtl/>
          <w:lang w:bidi="fa-IR"/>
        </w:rPr>
      </w:pPr>
      <w:r w:rsidRPr="003E3506">
        <w:rPr>
          <w:rtl/>
          <w:lang w:bidi="fa-IR"/>
        </w:rPr>
        <w:t>٧٠٢ - چيزى كه بر آن تيمم مى كند بايد غصبى نباشد پس اگر بر خاك غصبى تيمم كند</w:t>
      </w:r>
      <w:r w:rsidR="000C4B14">
        <w:rPr>
          <w:rtl/>
          <w:lang w:bidi="fa-IR"/>
        </w:rPr>
        <w:t>،</w:t>
      </w:r>
      <w:r w:rsidRPr="003E3506">
        <w:rPr>
          <w:rtl/>
          <w:lang w:bidi="fa-IR"/>
        </w:rPr>
        <w:t xml:space="preserve"> تيمم او باطل است</w:t>
      </w:r>
      <w:r w:rsidR="000C4B14">
        <w:rPr>
          <w:rtl/>
          <w:lang w:bidi="fa-IR"/>
        </w:rPr>
        <w:t>.</w:t>
      </w:r>
    </w:p>
    <w:p w:rsidR="003E3506" w:rsidRPr="003E3506" w:rsidRDefault="003E3506" w:rsidP="003E3506">
      <w:pPr>
        <w:pStyle w:val="libNormal"/>
        <w:rPr>
          <w:lang w:bidi="fa-IR"/>
        </w:rPr>
      </w:pPr>
      <w:r w:rsidRPr="003E3506">
        <w:rPr>
          <w:rtl/>
          <w:lang w:bidi="fa-IR"/>
        </w:rPr>
        <w:t>٧٠٣ - تيمم در فضاى غصبى باطل نيست پس اگر در ملك خود دستها را به زمين بزند و بى اجازه داخل ملك ديگرى شود و دستها را به پيشانى بكشد تيمم او صحيح مى باشد اگر چه گناه كرده است</w:t>
      </w:r>
      <w:r w:rsidR="000C4B14">
        <w:rPr>
          <w:rtl/>
          <w:lang w:bidi="fa-IR"/>
        </w:rPr>
        <w:t>.</w:t>
      </w:r>
    </w:p>
    <w:p w:rsidR="003E3506" w:rsidRPr="003E3506" w:rsidRDefault="003E3506" w:rsidP="003E3506">
      <w:pPr>
        <w:pStyle w:val="libNormal"/>
        <w:rPr>
          <w:lang w:bidi="fa-IR"/>
        </w:rPr>
      </w:pPr>
      <w:r w:rsidRPr="003E3506">
        <w:rPr>
          <w:rtl/>
          <w:lang w:bidi="fa-IR"/>
        </w:rPr>
        <w:t>٧٠٤ - تيمم به چيز غصبى در حالى كه فراموش كرده يا غفلت داشته باشد صحيح است ولى اگر چيزى را خودش غصب كند و فراموش كند كه غصب كرده صحت تيمم او بر آن چيز محل اشكال است</w:t>
      </w:r>
      <w:r w:rsidR="000C4B14">
        <w:rPr>
          <w:rtl/>
          <w:lang w:bidi="fa-IR"/>
        </w:rPr>
        <w:t>.</w:t>
      </w:r>
    </w:p>
    <w:p w:rsidR="003E3506" w:rsidRPr="003E3506" w:rsidRDefault="003E3506" w:rsidP="003E3506">
      <w:pPr>
        <w:pStyle w:val="libNormal"/>
        <w:rPr>
          <w:lang w:bidi="fa-IR"/>
        </w:rPr>
      </w:pPr>
      <w:r w:rsidRPr="003E3506">
        <w:rPr>
          <w:rtl/>
          <w:lang w:bidi="fa-IR"/>
        </w:rPr>
        <w:t>٧٠٥ - كسى كه در جاى غصبى حبس است</w:t>
      </w:r>
      <w:r w:rsidR="000C4B14">
        <w:rPr>
          <w:rtl/>
          <w:lang w:bidi="fa-IR"/>
        </w:rPr>
        <w:t>،</w:t>
      </w:r>
      <w:r w:rsidRPr="003E3506">
        <w:rPr>
          <w:rtl/>
          <w:lang w:bidi="fa-IR"/>
        </w:rPr>
        <w:t xml:space="preserve"> اگر آب و خاك آن هر دو غصبى است</w:t>
      </w:r>
      <w:r w:rsidR="000C4B14">
        <w:rPr>
          <w:rtl/>
          <w:lang w:bidi="fa-IR"/>
        </w:rPr>
        <w:t>،</w:t>
      </w:r>
      <w:r w:rsidRPr="003E3506">
        <w:rPr>
          <w:rtl/>
          <w:lang w:bidi="fa-IR"/>
        </w:rPr>
        <w:t xml:space="preserve"> بايد با تيمم نماز بخواند.</w:t>
      </w:r>
    </w:p>
    <w:p w:rsidR="003E3506" w:rsidRPr="003E3506" w:rsidRDefault="003E3506" w:rsidP="003E3506">
      <w:pPr>
        <w:pStyle w:val="libNormal"/>
        <w:rPr>
          <w:lang w:bidi="fa-IR"/>
        </w:rPr>
      </w:pPr>
      <w:r w:rsidRPr="003E3506">
        <w:rPr>
          <w:rtl/>
          <w:lang w:bidi="fa-IR"/>
        </w:rPr>
        <w:lastRenderedPageBreak/>
        <w:t>٧٠٦ - چيزى كه بر آن تيمم مى كند</w:t>
      </w:r>
      <w:r w:rsidR="000C4B14">
        <w:rPr>
          <w:rtl/>
          <w:lang w:bidi="fa-IR"/>
        </w:rPr>
        <w:t>،</w:t>
      </w:r>
      <w:r w:rsidRPr="003E3506">
        <w:rPr>
          <w:rtl/>
          <w:lang w:bidi="fa-IR"/>
        </w:rPr>
        <w:t xml:space="preserve"> بنابر احتياط لازم بايد گردى داشته باشد كه به دست بماند</w:t>
      </w:r>
      <w:r w:rsidR="000C4B14">
        <w:rPr>
          <w:rtl/>
          <w:lang w:bidi="fa-IR"/>
        </w:rPr>
        <w:t>،</w:t>
      </w:r>
      <w:r w:rsidRPr="003E3506">
        <w:rPr>
          <w:rtl/>
          <w:lang w:bidi="fa-IR"/>
        </w:rPr>
        <w:t xml:space="preserve"> و بعد از زدن دست بر آن نبايد دست را به شدت بتكاند كه همه گرد آن بريزد.</w:t>
      </w:r>
    </w:p>
    <w:p w:rsidR="003E3506" w:rsidRPr="003E3506" w:rsidRDefault="003E3506" w:rsidP="003E3506">
      <w:pPr>
        <w:pStyle w:val="libNormal"/>
        <w:rPr>
          <w:lang w:bidi="fa-IR"/>
        </w:rPr>
      </w:pPr>
      <w:r w:rsidRPr="003E3506">
        <w:rPr>
          <w:rtl/>
          <w:lang w:bidi="fa-IR"/>
        </w:rPr>
        <w:t>٧٠٧ - تيمم به زمين گود و خاك جاده و زمين شوره زار كه نمك روى آن را نگرفته مكروه است</w:t>
      </w:r>
      <w:r w:rsidR="000C4B14">
        <w:rPr>
          <w:rtl/>
          <w:lang w:bidi="fa-IR"/>
        </w:rPr>
        <w:t>،</w:t>
      </w:r>
      <w:r w:rsidRPr="003E3506">
        <w:rPr>
          <w:rtl/>
          <w:lang w:bidi="fa-IR"/>
        </w:rPr>
        <w:t xml:space="preserve"> و اگر نمك روى آن را گرفته باشد باطل است</w:t>
      </w:r>
      <w:r w:rsidR="000C4B14">
        <w:rPr>
          <w:rtl/>
          <w:lang w:bidi="fa-IR"/>
        </w:rPr>
        <w:t>.</w:t>
      </w:r>
    </w:p>
    <w:p w:rsidR="003E3506" w:rsidRPr="003E3506" w:rsidRDefault="00737D7C" w:rsidP="003E3506">
      <w:pPr>
        <w:pStyle w:val="libNormal"/>
        <w:rPr>
          <w:lang w:bidi="fa-IR"/>
        </w:rPr>
      </w:pPr>
      <w:r>
        <w:rPr>
          <w:rtl/>
          <w:lang w:bidi="fa-IR"/>
        </w:rPr>
        <w:br w:type="page"/>
      </w:r>
    </w:p>
    <w:p w:rsidR="003E3506" w:rsidRDefault="00605FAB" w:rsidP="00737D7C">
      <w:pPr>
        <w:pStyle w:val="Heading3"/>
        <w:rPr>
          <w:rtl/>
          <w:lang w:bidi="fa-IR"/>
        </w:rPr>
      </w:pPr>
      <w:bookmarkStart w:id="83" w:name="_Toc24454506"/>
      <w:r>
        <w:rPr>
          <w:rtl/>
          <w:lang w:bidi="fa-IR"/>
        </w:rPr>
        <w:t>(</w:t>
      </w:r>
      <w:r w:rsidR="003E3506" w:rsidRPr="003E3506">
        <w:rPr>
          <w:rtl/>
          <w:lang w:bidi="fa-IR"/>
        </w:rPr>
        <w:t>دستور تيمم بدل از وضو يا غسل</w:t>
      </w:r>
      <w:r>
        <w:rPr>
          <w:rtl/>
          <w:lang w:bidi="fa-IR"/>
        </w:rPr>
        <w:t>)</w:t>
      </w:r>
      <w:bookmarkEnd w:id="83"/>
    </w:p>
    <w:p w:rsidR="003E3506" w:rsidRPr="003E3506" w:rsidRDefault="003E3506" w:rsidP="003E3506">
      <w:pPr>
        <w:pStyle w:val="libNormal"/>
        <w:rPr>
          <w:lang w:bidi="fa-IR"/>
        </w:rPr>
      </w:pPr>
      <w:r w:rsidRPr="003E3506">
        <w:rPr>
          <w:rtl/>
          <w:lang w:bidi="fa-IR"/>
        </w:rPr>
        <w:t>٧٠٨ - در تيمم بدل از وضو يا غسل چهار چيز واجب است</w:t>
      </w:r>
      <w:r w:rsidR="00553569">
        <w:rPr>
          <w:rtl/>
          <w:lang w:bidi="fa-IR"/>
        </w:rPr>
        <w:t>:</w:t>
      </w:r>
      <w:r w:rsidRPr="003E3506">
        <w:rPr>
          <w:rtl/>
          <w:lang w:bidi="fa-IR"/>
        </w:rPr>
        <w:t xml:space="preserve"> اول نيت</w:t>
      </w:r>
      <w:r w:rsidR="000C4B14">
        <w:rPr>
          <w:rtl/>
          <w:lang w:bidi="fa-IR"/>
        </w:rPr>
        <w:t>.</w:t>
      </w:r>
    </w:p>
    <w:p w:rsidR="003E3506" w:rsidRPr="003E3506" w:rsidRDefault="003E3506" w:rsidP="003E3506">
      <w:pPr>
        <w:pStyle w:val="libNormal"/>
        <w:rPr>
          <w:lang w:bidi="fa-IR"/>
        </w:rPr>
      </w:pPr>
      <w:r w:rsidRPr="003E3506">
        <w:rPr>
          <w:rtl/>
          <w:lang w:bidi="fa-IR"/>
        </w:rPr>
        <w:t>دوم زدن يا گذاشتن كف دو دست بر چيزى كه تيمم به آن صحيح است</w:t>
      </w:r>
      <w:r w:rsidR="000C4B14">
        <w:rPr>
          <w:rtl/>
          <w:lang w:bidi="fa-IR"/>
        </w:rPr>
        <w:t>.</w:t>
      </w:r>
    </w:p>
    <w:p w:rsidR="003E3506" w:rsidRPr="003E3506" w:rsidRDefault="003E3506" w:rsidP="003E3506">
      <w:pPr>
        <w:pStyle w:val="libNormal"/>
        <w:rPr>
          <w:lang w:bidi="fa-IR"/>
        </w:rPr>
      </w:pPr>
      <w:r w:rsidRPr="003E3506">
        <w:rPr>
          <w:rtl/>
          <w:lang w:bidi="fa-IR"/>
        </w:rPr>
        <w:t>و بنابر احتياط لازم اين كار در دو كف بايد با هم انجام گيرد.</w:t>
      </w:r>
    </w:p>
    <w:p w:rsidR="003E3506" w:rsidRPr="003E3506" w:rsidRDefault="003E3506" w:rsidP="003E3506">
      <w:pPr>
        <w:pStyle w:val="libNormal"/>
        <w:rPr>
          <w:lang w:bidi="fa-IR"/>
        </w:rPr>
      </w:pPr>
      <w:r w:rsidRPr="003E3506">
        <w:rPr>
          <w:rtl/>
          <w:lang w:bidi="fa-IR"/>
        </w:rPr>
        <w:t>سوم كشيدن كف هر دو دست به تمام پيشانى و هم چنين دو طرف آن بنابر احتياط لازم از جايى كه موى سر مى رويد تا ابروها و بالاى بينى و احتياط مستحب آن است كه دستها روى ابروها هم كشيده شود.</w:t>
      </w:r>
    </w:p>
    <w:p w:rsidR="003E3506" w:rsidRPr="003E3506" w:rsidRDefault="003E3506" w:rsidP="003E3506">
      <w:pPr>
        <w:pStyle w:val="libNormal"/>
        <w:rPr>
          <w:lang w:bidi="fa-IR"/>
        </w:rPr>
      </w:pPr>
      <w:r w:rsidRPr="003E3506">
        <w:rPr>
          <w:rtl/>
          <w:lang w:bidi="fa-IR"/>
        </w:rPr>
        <w:t>چهارم كشيدن كف دست چپ به تمام پشت دست راست و بعد از آن كشيدن كف دست راست به تمام پشت دست چپ</w:t>
      </w:r>
      <w:r w:rsidR="000C4B14">
        <w:rPr>
          <w:rtl/>
          <w:lang w:bidi="fa-IR"/>
        </w:rPr>
        <w:t>.</w:t>
      </w:r>
    </w:p>
    <w:p w:rsidR="003E3506" w:rsidRPr="003E3506" w:rsidRDefault="003E3506" w:rsidP="003E3506">
      <w:pPr>
        <w:pStyle w:val="libNormal"/>
        <w:rPr>
          <w:lang w:bidi="fa-IR"/>
        </w:rPr>
      </w:pPr>
      <w:r w:rsidRPr="003E3506">
        <w:rPr>
          <w:rtl/>
          <w:lang w:bidi="fa-IR"/>
        </w:rPr>
        <w:t>٧٠٩ - احتياط مستحب آن است كه تيمم را چه بدل از وضو باشد چه بدل از غسل</w:t>
      </w:r>
      <w:r w:rsidR="000C4B14">
        <w:rPr>
          <w:rtl/>
          <w:lang w:bidi="fa-IR"/>
        </w:rPr>
        <w:t>،</w:t>
      </w:r>
      <w:r w:rsidRPr="003E3506">
        <w:rPr>
          <w:rtl/>
          <w:lang w:bidi="fa-IR"/>
        </w:rPr>
        <w:t xml:space="preserve"> به اين ترتيب بجا آورد</w:t>
      </w:r>
      <w:r w:rsidR="00553569">
        <w:rPr>
          <w:rtl/>
          <w:lang w:bidi="fa-IR"/>
        </w:rPr>
        <w:t>:</w:t>
      </w:r>
      <w:r w:rsidRPr="003E3506">
        <w:rPr>
          <w:rtl/>
          <w:lang w:bidi="fa-IR"/>
        </w:rPr>
        <w:t xml:space="preserve"> يك مرتبه دستها را به زمين بزند و به پيشانى و پشت دستها بكشد و يك مرتبه ديگر به زمين بزند و پشت دستها را مسح نمايد.</w:t>
      </w:r>
    </w:p>
    <w:p w:rsidR="003E3506" w:rsidRPr="003E3506" w:rsidRDefault="00737D7C" w:rsidP="003E3506">
      <w:pPr>
        <w:pStyle w:val="libNormal"/>
        <w:rPr>
          <w:lang w:bidi="fa-IR"/>
        </w:rPr>
      </w:pPr>
      <w:r>
        <w:rPr>
          <w:rtl/>
          <w:lang w:bidi="fa-IR"/>
        </w:rPr>
        <w:br w:type="page"/>
      </w:r>
    </w:p>
    <w:p w:rsidR="003E3506" w:rsidRDefault="00605FAB" w:rsidP="00737D7C">
      <w:pPr>
        <w:pStyle w:val="Heading3"/>
        <w:rPr>
          <w:rtl/>
          <w:lang w:bidi="fa-IR"/>
        </w:rPr>
      </w:pPr>
      <w:bookmarkStart w:id="84" w:name="_Toc24454507"/>
      <w:r>
        <w:rPr>
          <w:rtl/>
          <w:lang w:bidi="fa-IR"/>
        </w:rPr>
        <w:t>(</w:t>
      </w:r>
      <w:r w:rsidR="003E3506" w:rsidRPr="003E3506">
        <w:rPr>
          <w:rtl/>
          <w:lang w:bidi="fa-IR"/>
        </w:rPr>
        <w:t>احكام تيمم</w:t>
      </w:r>
      <w:r>
        <w:rPr>
          <w:rtl/>
          <w:lang w:bidi="fa-IR"/>
        </w:rPr>
        <w:t>)</w:t>
      </w:r>
      <w:bookmarkEnd w:id="84"/>
    </w:p>
    <w:p w:rsidR="003E3506" w:rsidRPr="003E3506" w:rsidRDefault="003E3506" w:rsidP="003E3506">
      <w:pPr>
        <w:pStyle w:val="libNormal"/>
        <w:rPr>
          <w:lang w:bidi="fa-IR"/>
        </w:rPr>
      </w:pPr>
      <w:r w:rsidRPr="003E3506">
        <w:rPr>
          <w:rtl/>
          <w:lang w:bidi="fa-IR"/>
        </w:rPr>
        <w:t>٧١٠ - اگر مختصرى هم از پيشانى يا پشت دستها را مسح نكند تيمم باطل است</w:t>
      </w:r>
      <w:r w:rsidR="000C4B14">
        <w:rPr>
          <w:rtl/>
          <w:lang w:bidi="fa-IR"/>
        </w:rPr>
        <w:t>،</w:t>
      </w:r>
      <w:r w:rsidRPr="003E3506">
        <w:rPr>
          <w:rtl/>
          <w:lang w:bidi="fa-IR"/>
        </w:rPr>
        <w:t xml:space="preserve"> چه عمدا مسح نكند</w:t>
      </w:r>
      <w:r w:rsidR="000C4B14">
        <w:rPr>
          <w:rtl/>
          <w:lang w:bidi="fa-IR"/>
        </w:rPr>
        <w:t>،</w:t>
      </w:r>
      <w:r w:rsidRPr="003E3506">
        <w:rPr>
          <w:rtl/>
          <w:lang w:bidi="fa-IR"/>
        </w:rPr>
        <w:t xml:space="preserve"> يا مساله را نداند</w:t>
      </w:r>
      <w:r w:rsidR="000C4B14">
        <w:rPr>
          <w:rtl/>
          <w:lang w:bidi="fa-IR"/>
        </w:rPr>
        <w:t>،</w:t>
      </w:r>
      <w:r w:rsidRPr="003E3506">
        <w:rPr>
          <w:rtl/>
          <w:lang w:bidi="fa-IR"/>
        </w:rPr>
        <w:t xml:space="preserve"> يا فراموش كرده باشد</w:t>
      </w:r>
      <w:r w:rsidR="000C4B14">
        <w:rPr>
          <w:rtl/>
          <w:lang w:bidi="fa-IR"/>
        </w:rPr>
        <w:t>،</w:t>
      </w:r>
      <w:r w:rsidRPr="003E3506">
        <w:rPr>
          <w:rtl/>
          <w:lang w:bidi="fa-IR"/>
        </w:rPr>
        <w:t xml:space="preserve"> ولى دقت زياد هم لازم نيست</w:t>
      </w:r>
      <w:r w:rsidR="000C4B14">
        <w:rPr>
          <w:rtl/>
          <w:lang w:bidi="fa-IR"/>
        </w:rPr>
        <w:t>،</w:t>
      </w:r>
      <w:r w:rsidRPr="003E3506">
        <w:rPr>
          <w:rtl/>
          <w:lang w:bidi="fa-IR"/>
        </w:rPr>
        <w:t xml:space="preserve"> و همين قدر كه بگويند تمام پيشانى و پشت دستها مسح شده كافى است</w:t>
      </w:r>
      <w:r w:rsidR="000C4B14">
        <w:rPr>
          <w:rtl/>
          <w:lang w:bidi="fa-IR"/>
        </w:rPr>
        <w:t>.</w:t>
      </w:r>
    </w:p>
    <w:p w:rsidR="003E3506" w:rsidRPr="003E3506" w:rsidRDefault="003E3506" w:rsidP="003E3506">
      <w:pPr>
        <w:pStyle w:val="libNormal"/>
        <w:rPr>
          <w:lang w:bidi="fa-IR"/>
        </w:rPr>
      </w:pPr>
      <w:r w:rsidRPr="003E3506">
        <w:rPr>
          <w:rtl/>
          <w:lang w:bidi="fa-IR"/>
        </w:rPr>
        <w:t>٧١١ - اگر يقين نكند كه تمام پشت دست را مسح كرده</w:t>
      </w:r>
      <w:r w:rsidR="000C4B14">
        <w:rPr>
          <w:rtl/>
          <w:lang w:bidi="fa-IR"/>
        </w:rPr>
        <w:t>،</w:t>
      </w:r>
      <w:r w:rsidRPr="003E3506">
        <w:rPr>
          <w:rtl/>
          <w:lang w:bidi="fa-IR"/>
        </w:rPr>
        <w:t xml:space="preserve"> بايد براى اين كه يقين كند مقدارى بالاتر از مچ را هم مسح نمايد</w:t>
      </w:r>
      <w:r w:rsidR="000C4B14">
        <w:rPr>
          <w:rtl/>
          <w:lang w:bidi="fa-IR"/>
        </w:rPr>
        <w:t>،</w:t>
      </w:r>
      <w:r w:rsidRPr="003E3506">
        <w:rPr>
          <w:rtl/>
          <w:lang w:bidi="fa-IR"/>
        </w:rPr>
        <w:t xml:space="preserve"> ولى مسح بين انگشتان لازم نيست</w:t>
      </w:r>
      <w:r w:rsidR="000C4B14">
        <w:rPr>
          <w:rtl/>
          <w:lang w:bidi="fa-IR"/>
        </w:rPr>
        <w:t>.</w:t>
      </w:r>
    </w:p>
    <w:p w:rsidR="003E3506" w:rsidRPr="003E3506" w:rsidRDefault="003E3506" w:rsidP="003E3506">
      <w:pPr>
        <w:pStyle w:val="libNormal"/>
        <w:rPr>
          <w:lang w:bidi="fa-IR"/>
        </w:rPr>
      </w:pPr>
      <w:r w:rsidRPr="003E3506">
        <w:rPr>
          <w:rtl/>
          <w:lang w:bidi="fa-IR"/>
        </w:rPr>
        <w:t>٧١٢ - پيشانى و پشت دستها را بنابر احتياط بايد از بالا به پايين مسح نمايد و كارهاى آن را بايد پشت سر هم بجا آورد</w:t>
      </w:r>
      <w:r w:rsidR="000C4B14">
        <w:rPr>
          <w:rtl/>
          <w:lang w:bidi="fa-IR"/>
        </w:rPr>
        <w:t>،</w:t>
      </w:r>
      <w:r w:rsidRPr="003E3506">
        <w:rPr>
          <w:rtl/>
          <w:lang w:bidi="fa-IR"/>
        </w:rPr>
        <w:t xml:space="preserve"> و اگر بين آنها به قدرى فاصله دهد</w:t>
      </w:r>
      <w:r w:rsidR="000C4B14">
        <w:rPr>
          <w:rtl/>
          <w:lang w:bidi="fa-IR"/>
        </w:rPr>
        <w:t>،</w:t>
      </w:r>
      <w:r w:rsidRPr="003E3506">
        <w:rPr>
          <w:rtl/>
          <w:lang w:bidi="fa-IR"/>
        </w:rPr>
        <w:t xml:space="preserve"> كه نگويند تيمم مى كند باطل است</w:t>
      </w:r>
      <w:r w:rsidR="000C4B14">
        <w:rPr>
          <w:rtl/>
          <w:lang w:bidi="fa-IR"/>
        </w:rPr>
        <w:t>.</w:t>
      </w:r>
    </w:p>
    <w:p w:rsidR="003E3506" w:rsidRPr="003E3506" w:rsidRDefault="003E3506" w:rsidP="003E3506">
      <w:pPr>
        <w:pStyle w:val="libNormal"/>
        <w:rPr>
          <w:lang w:bidi="fa-IR"/>
        </w:rPr>
      </w:pPr>
      <w:r w:rsidRPr="003E3506">
        <w:rPr>
          <w:rtl/>
          <w:lang w:bidi="fa-IR"/>
        </w:rPr>
        <w:t>٧١٣ - در موقع نيت لازم نيست معين كند كه تيمم او بدل از غسل است يا بدل از وضو ولى در مواردى كه بايد دو تيمم انجام دهد لازم است به طورى هر يك از آنها را معين كند و چنانچه يك تيمم بر او واجب باشد و قصد نمايد كه وظيفه فعلى خود را انجام دهد اگر چه در تشخيص اشتباه كند تيممش صحيح است</w:t>
      </w:r>
      <w:r w:rsidR="000C4B14">
        <w:rPr>
          <w:rtl/>
          <w:lang w:bidi="fa-IR"/>
        </w:rPr>
        <w:t>.</w:t>
      </w:r>
    </w:p>
    <w:p w:rsidR="003E3506" w:rsidRPr="003E3506" w:rsidRDefault="003E3506" w:rsidP="003E3506">
      <w:pPr>
        <w:pStyle w:val="libNormal"/>
        <w:rPr>
          <w:lang w:bidi="fa-IR"/>
        </w:rPr>
      </w:pPr>
      <w:r w:rsidRPr="003E3506">
        <w:rPr>
          <w:rtl/>
          <w:lang w:bidi="fa-IR"/>
        </w:rPr>
        <w:t>٧١٤ - در تيمم بنابر احتياط استحبابى بايد پيشانى و كف دستها و پشت دستها در صورت تمكن پاك باشد.</w:t>
      </w:r>
    </w:p>
    <w:p w:rsidR="003E3506" w:rsidRPr="003E3506" w:rsidRDefault="003E3506" w:rsidP="003E3506">
      <w:pPr>
        <w:pStyle w:val="libNormal"/>
        <w:rPr>
          <w:lang w:bidi="fa-IR"/>
        </w:rPr>
      </w:pPr>
      <w:r w:rsidRPr="003E3506">
        <w:rPr>
          <w:rtl/>
          <w:lang w:bidi="fa-IR"/>
        </w:rPr>
        <w:t>٧١٥ - انسان بايد هنگام مسح كشيدن بر دستها انگشتر را از دست بيرون آورد و اگر در پيشانى يا پشت دستها يا در كف دستها مانعى باشد</w:t>
      </w:r>
      <w:r w:rsidR="000C4B14">
        <w:rPr>
          <w:rtl/>
          <w:lang w:bidi="fa-IR"/>
        </w:rPr>
        <w:t>،</w:t>
      </w:r>
      <w:r w:rsidRPr="003E3506">
        <w:rPr>
          <w:rtl/>
          <w:lang w:bidi="fa-IR"/>
        </w:rPr>
        <w:t xml:space="preserve"> مثلا چيزى به آنها چسبيده باشد بايد برطرف نمايد.</w:t>
      </w:r>
    </w:p>
    <w:p w:rsidR="003E3506" w:rsidRPr="003E3506" w:rsidRDefault="003E3506" w:rsidP="003E3506">
      <w:pPr>
        <w:pStyle w:val="libNormal"/>
        <w:rPr>
          <w:lang w:bidi="fa-IR"/>
        </w:rPr>
      </w:pPr>
      <w:r w:rsidRPr="003E3506">
        <w:rPr>
          <w:rtl/>
          <w:lang w:bidi="fa-IR"/>
        </w:rPr>
        <w:t>٧١٦ - اگر پيشانى يا پشت دستها زخم است</w:t>
      </w:r>
      <w:r w:rsidR="000C4B14">
        <w:rPr>
          <w:rtl/>
          <w:lang w:bidi="fa-IR"/>
        </w:rPr>
        <w:t>،</w:t>
      </w:r>
      <w:r w:rsidRPr="003E3506">
        <w:rPr>
          <w:rtl/>
          <w:lang w:bidi="fa-IR"/>
        </w:rPr>
        <w:t xml:space="preserve"> و پارچه يا چيز ديگرى را كه بر آن بسته نمى تواند باز كند</w:t>
      </w:r>
      <w:r w:rsidR="000C4B14">
        <w:rPr>
          <w:rtl/>
          <w:lang w:bidi="fa-IR"/>
        </w:rPr>
        <w:t>،</w:t>
      </w:r>
      <w:r w:rsidRPr="003E3506">
        <w:rPr>
          <w:rtl/>
          <w:lang w:bidi="fa-IR"/>
        </w:rPr>
        <w:t xml:space="preserve"> بايد دست را روى آن بكشد</w:t>
      </w:r>
      <w:r w:rsidR="000C4B14">
        <w:rPr>
          <w:rtl/>
          <w:lang w:bidi="fa-IR"/>
        </w:rPr>
        <w:t>،</w:t>
      </w:r>
      <w:r w:rsidRPr="003E3506">
        <w:rPr>
          <w:rtl/>
          <w:lang w:bidi="fa-IR"/>
        </w:rPr>
        <w:t xml:space="preserve"> و نيز اگر كف دست زخم باشد و پارچه يا چيز ديگرى را كه بر آن بسته نتواند باز كند بايد دست را با همان پارچه به چيزى كه تيمم به آن صحيح است بزند و به پيشانى و پشت دستها بكشد.</w:t>
      </w:r>
    </w:p>
    <w:p w:rsidR="003E3506" w:rsidRPr="003E3506" w:rsidRDefault="003E3506" w:rsidP="003E3506">
      <w:pPr>
        <w:pStyle w:val="libNormal"/>
        <w:rPr>
          <w:lang w:bidi="fa-IR"/>
        </w:rPr>
      </w:pPr>
      <w:r w:rsidRPr="003E3506">
        <w:rPr>
          <w:rtl/>
          <w:lang w:bidi="fa-IR"/>
        </w:rPr>
        <w:lastRenderedPageBreak/>
        <w:t>٧١٧ - اگر پيشانى و پشت دستها مو داشته باشد اشكال ندارد ولى اگر موى سر</w:t>
      </w:r>
      <w:r w:rsidR="000C4B14">
        <w:rPr>
          <w:rtl/>
          <w:lang w:bidi="fa-IR"/>
        </w:rPr>
        <w:t>،</w:t>
      </w:r>
      <w:r w:rsidRPr="003E3506">
        <w:rPr>
          <w:rtl/>
          <w:lang w:bidi="fa-IR"/>
        </w:rPr>
        <w:t xml:space="preserve"> روى پيشانى آمده باشد</w:t>
      </w:r>
      <w:r w:rsidR="000C4B14">
        <w:rPr>
          <w:rtl/>
          <w:lang w:bidi="fa-IR"/>
        </w:rPr>
        <w:t>،</w:t>
      </w:r>
      <w:r w:rsidRPr="003E3506">
        <w:rPr>
          <w:rtl/>
          <w:lang w:bidi="fa-IR"/>
        </w:rPr>
        <w:t xml:space="preserve"> بايد آن را عقب بزند.</w:t>
      </w:r>
    </w:p>
    <w:p w:rsidR="003E3506" w:rsidRPr="003E3506" w:rsidRDefault="003E3506" w:rsidP="003E3506">
      <w:pPr>
        <w:pStyle w:val="libNormal"/>
        <w:rPr>
          <w:lang w:bidi="fa-IR"/>
        </w:rPr>
      </w:pPr>
      <w:r w:rsidRPr="003E3506">
        <w:rPr>
          <w:rtl/>
          <w:lang w:bidi="fa-IR"/>
        </w:rPr>
        <w:t>٧١٨ - اگر احتمال دهد كه در پيشانى و كف دستها يا پشت دستها مانعى هست</w:t>
      </w:r>
      <w:r w:rsidR="000C4B14">
        <w:rPr>
          <w:rtl/>
          <w:lang w:bidi="fa-IR"/>
        </w:rPr>
        <w:t>،</w:t>
      </w:r>
      <w:r w:rsidRPr="003E3506">
        <w:rPr>
          <w:rtl/>
          <w:lang w:bidi="fa-IR"/>
        </w:rPr>
        <w:t xml:space="preserve"> چنانچه احتمال او در نظر مردم بجا باشد</w:t>
      </w:r>
      <w:r w:rsidR="000C4B14">
        <w:rPr>
          <w:rtl/>
          <w:lang w:bidi="fa-IR"/>
        </w:rPr>
        <w:t>،</w:t>
      </w:r>
      <w:r w:rsidRPr="003E3506">
        <w:rPr>
          <w:rtl/>
          <w:lang w:bidi="fa-IR"/>
        </w:rPr>
        <w:t xml:space="preserve"> بايد جستجو نمايد تا يقين يا اطمينان كند كه مانعى نيست</w:t>
      </w:r>
      <w:r w:rsidR="000C4B14">
        <w:rPr>
          <w:rtl/>
          <w:lang w:bidi="fa-IR"/>
        </w:rPr>
        <w:t>.</w:t>
      </w:r>
    </w:p>
    <w:p w:rsidR="003E3506" w:rsidRPr="003E3506" w:rsidRDefault="003E3506" w:rsidP="003E3506">
      <w:pPr>
        <w:pStyle w:val="libNormal"/>
        <w:rPr>
          <w:lang w:bidi="fa-IR"/>
        </w:rPr>
      </w:pPr>
      <w:r w:rsidRPr="003E3506">
        <w:rPr>
          <w:rtl/>
          <w:lang w:bidi="fa-IR"/>
        </w:rPr>
        <w:t>٧١٩ - اگر وظيفه او تيمم است و نمى تواند به تنهايى تيمم كند بايد از ديگرى كمك بگيرد تا دستهاى او را بر چيزى كه تيمم با او صحيح است بزند و سپس آنها را بر پيشانى و دستهاى او بگذارد تا خود او در صورت امكان كف دو دست را بر پيشانى و بر پشت دستها بكشد و اگر اين ممكن نبود بايد نايب او را با دست خود او تيمم دهد</w:t>
      </w:r>
      <w:r w:rsidR="000C4B14">
        <w:rPr>
          <w:rtl/>
          <w:lang w:bidi="fa-IR"/>
        </w:rPr>
        <w:t>،</w:t>
      </w:r>
      <w:r w:rsidRPr="003E3506">
        <w:rPr>
          <w:rtl/>
          <w:lang w:bidi="fa-IR"/>
        </w:rPr>
        <w:t xml:space="preserve"> و اگر ممكن نباشد بايد نايب دست خود را به چيزى كه تيمم به آن صحيح است بزند و به پيشانى و پشت دستهاى او بكشد</w:t>
      </w:r>
      <w:r w:rsidR="000C4B14">
        <w:rPr>
          <w:rtl/>
          <w:lang w:bidi="fa-IR"/>
        </w:rPr>
        <w:t>،</w:t>
      </w:r>
      <w:r w:rsidRPr="003E3506">
        <w:rPr>
          <w:rtl/>
          <w:lang w:bidi="fa-IR"/>
        </w:rPr>
        <w:t xml:space="preserve"> و در اين دو صورت بنابر احتياط لازم بايد هر دو نيت تيمم را نمايند ولى در صورت اول نيت خود مكلف كافى است</w:t>
      </w:r>
      <w:r w:rsidR="000C4B14">
        <w:rPr>
          <w:rtl/>
          <w:lang w:bidi="fa-IR"/>
        </w:rPr>
        <w:t>.</w:t>
      </w:r>
    </w:p>
    <w:p w:rsidR="003E3506" w:rsidRPr="003E3506" w:rsidRDefault="003E3506" w:rsidP="003E3506">
      <w:pPr>
        <w:pStyle w:val="libNormal"/>
        <w:rPr>
          <w:lang w:bidi="fa-IR"/>
        </w:rPr>
      </w:pPr>
      <w:r w:rsidRPr="003E3506">
        <w:rPr>
          <w:rtl/>
          <w:lang w:bidi="fa-IR"/>
        </w:rPr>
        <w:t>٧٢٠ - اگر در بين تيمم شك كند كه قسمتى از آن را فراموش كرده يا نه</w:t>
      </w:r>
      <w:r w:rsidR="000C4B14">
        <w:rPr>
          <w:rtl/>
          <w:lang w:bidi="fa-IR"/>
        </w:rPr>
        <w:t>،</w:t>
      </w:r>
      <w:r w:rsidRPr="003E3506">
        <w:rPr>
          <w:rtl/>
          <w:lang w:bidi="fa-IR"/>
        </w:rPr>
        <w:t xml:space="preserve"> چنانچه از محل آن گذشته به شك خود اعتنا نكند</w:t>
      </w:r>
      <w:r w:rsidR="000C4B14">
        <w:rPr>
          <w:rtl/>
          <w:lang w:bidi="fa-IR"/>
        </w:rPr>
        <w:t>،</w:t>
      </w:r>
      <w:r w:rsidRPr="003E3506">
        <w:rPr>
          <w:rtl/>
          <w:lang w:bidi="fa-IR"/>
        </w:rPr>
        <w:t xml:space="preserve"> و اگر نگذشته بايد آن قسمت را بجا آورد.</w:t>
      </w:r>
    </w:p>
    <w:p w:rsidR="003E3506" w:rsidRPr="003E3506" w:rsidRDefault="003E3506" w:rsidP="003E3506">
      <w:pPr>
        <w:pStyle w:val="libNormal"/>
        <w:rPr>
          <w:lang w:bidi="fa-IR"/>
        </w:rPr>
      </w:pPr>
      <w:r w:rsidRPr="003E3506">
        <w:rPr>
          <w:rtl/>
          <w:lang w:bidi="fa-IR"/>
        </w:rPr>
        <w:t>٧٢١ - اگر بعد از مسح دست چپ شك كند كه درست تيمم كرده يا نه تيمم او صحيح است و چنانچه شك او در مسح دست چپ باشد لازم است او را مسح كند مگر آن كه عرفا از تيمم فارغ شده باشد مثل اين كه در عملى كه مشروط به طهارت است داخل شده و يا موالات فوت شده باشد.</w:t>
      </w:r>
    </w:p>
    <w:p w:rsidR="003E3506" w:rsidRPr="003E3506" w:rsidRDefault="003E3506" w:rsidP="003E3506">
      <w:pPr>
        <w:pStyle w:val="libNormal"/>
        <w:rPr>
          <w:lang w:bidi="fa-IR"/>
        </w:rPr>
      </w:pPr>
      <w:r w:rsidRPr="003E3506">
        <w:rPr>
          <w:rtl/>
          <w:lang w:bidi="fa-IR"/>
        </w:rPr>
        <w:t>٧٢٢ - كسى كه وظيفه اش تيمم است چنانچه از برطرف شدن عذرش در تمام وقت نماز مايوس باشد مى تواند تيمم كند و اگر براى كار واجب ديگر يا مستحبى تيمم كند و تا وقت نماز عذر او باقى باشد مى تواند با همان تيمم نماز بخواند.</w:t>
      </w:r>
    </w:p>
    <w:p w:rsidR="003E3506" w:rsidRPr="003E3506" w:rsidRDefault="003E3506" w:rsidP="003E3506">
      <w:pPr>
        <w:pStyle w:val="libNormal"/>
        <w:rPr>
          <w:lang w:bidi="fa-IR"/>
        </w:rPr>
      </w:pPr>
      <w:r w:rsidRPr="003E3506">
        <w:rPr>
          <w:rtl/>
          <w:lang w:bidi="fa-IR"/>
        </w:rPr>
        <w:t>٧٢٣ - كسى كه وظيفه اش تيمم است</w:t>
      </w:r>
      <w:r w:rsidR="000C4B14">
        <w:rPr>
          <w:rtl/>
          <w:lang w:bidi="fa-IR"/>
        </w:rPr>
        <w:t>،</w:t>
      </w:r>
      <w:r w:rsidRPr="003E3506">
        <w:rPr>
          <w:rtl/>
          <w:lang w:bidi="fa-IR"/>
        </w:rPr>
        <w:t xml:space="preserve"> اگر بداند تا آخر وقت عذر او باقى مى ماند يا از برطرف شدن آن مايوس باشد</w:t>
      </w:r>
      <w:r w:rsidR="000C4B14">
        <w:rPr>
          <w:rtl/>
          <w:lang w:bidi="fa-IR"/>
        </w:rPr>
        <w:t>،</w:t>
      </w:r>
      <w:r w:rsidRPr="003E3506">
        <w:rPr>
          <w:rtl/>
          <w:lang w:bidi="fa-IR"/>
        </w:rPr>
        <w:t xml:space="preserve"> در وسعت وقت مى تواند با تيمم نماز بخواند</w:t>
      </w:r>
      <w:r w:rsidR="000C4B14">
        <w:rPr>
          <w:rtl/>
          <w:lang w:bidi="fa-IR"/>
        </w:rPr>
        <w:t>،</w:t>
      </w:r>
      <w:r w:rsidRPr="003E3506">
        <w:rPr>
          <w:rtl/>
          <w:lang w:bidi="fa-IR"/>
        </w:rPr>
        <w:t xml:space="preserve"> ولى اگر بداند تا </w:t>
      </w:r>
      <w:r w:rsidRPr="003E3506">
        <w:rPr>
          <w:rtl/>
          <w:lang w:bidi="fa-IR"/>
        </w:rPr>
        <w:lastRenderedPageBreak/>
        <w:t>آخر وقت عذر او برطرف مى شود</w:t>
      </w:r>
      <w:r w:rsidR="000C4B14">
        <w:rPr>
          <w:rtl/>
          <w:lang w:bidi="fa-IR"/>
        </w:rPr>
        <w:t>،</w:t>
      </w:r>
      <w:r w:rsidRPr="003E3506">
        <w:rPr>
          <w:rtl/>
          <w:lang w:bidi="fa-IR"/>
        </w:rPr>
        <w:t xml:space="preserve"> بايد صبر كند و با وضو يا غسل نماز بخواند</w:t>
      </w:r>
      <w:r w:rsidR="000C4B14">
        <w:rPr>
          <w:rtl/>
          <w:lang w:bidi="fa-IR"/>
        </w:rPr>
        <w:t>،</w:t>
      </w:r>
      <w:r w:rsidRPr="003E3506">
        <w:rPr>
          <w:rtl/>
          <w:lang w:bidi="fa-IR"/>
        </w:rPr>
        <w:t xml:space="preserve"> بلكه اگر از برطرف شدن آن تا آخر وقت مايوس نباشد نمى تواند تا وقتى كه مايوس نشده تيمم كند و نماز بخواند.</w:t>
      </w:r>
    </w:p>
    <w:p w:rsidR="003E3506" w:rsidRPr="003E3506" w:rsidRDefault="003E3506" w:rsidP="003E3506">
      <w:pPr>
        <w:pStyle w:val="libNormal"/>
        <w:rPr>
          <w:lang w:bidi="fa-IR"/>
        </w:rPr>
      </w:pPr>
      <w:r w:rsidRPr="003E3506">
        <w:rPr>
          <w:rtl/>
          <w:lang w:bidi="fa-IR"/>
        </w:rPr>
        <w:t>٧٢٤ - كسى كه نمى تواند وضو بگيرد يا غسل كند اگر يقين كند كه عذرش برطرف نمى شود يا مايوس از برطرف شدنش باشد مى تواند نمازهاى قضاى خود را با تيمم بخواند ولى اگر بعدا عذرش برطرف شد احتياط مستحب آن است دوباره آنها را با وضو يا غسل بجا آورد</w:t>
      </w:r>
      <w:r w:rsidR="000C4B14">
        <w:rPr>
          <w:rtl/>
          <w:lang w:bidi="fa-IR"/>
        </w:rPr>
        <w:t>،</w:t>
      </w:r>
      <w:r w:rsidRPr="003E3506">
        <w:rPr>
          <w:rtl/>
          <w:lang w:bidi="fa-IR"/>
        </w:rPr>
        <w:t xml:space="preserve"> و اگر مايوس از برطرف شدن عذرش نباشد بنابر احتياط لازم نمى تواند براى نمازهاى قضا تيمم كند.</w:t>
      </w:r>
    </w:p>
    <w:p w:rsidR="003E3506" w:rsidRPr="003E3506" w:rsidRDefault="003E3506" w:rsidP="003E3506">
      <w:pPr>
        <w:pStyle w:val="libNormal"/>
        <w:rPr>
          <w:lang w:bidi="fa-IR"/>
        </w:rPr>
      </w:pPr>
      <w:r w:rsidRPr="003E3506">
        <w:rPr>
          <w:rtl/>
          <w:lang w:bidi="fa-IR"/>
        </w:rPr>
        <w:t>٧٢٥ - كسى كه نمى تواند وضو بگيرد يا غسل كند</w:t>
      </w:r>
      <w:r w:rsidR="000C4B14">
        <w:rPr>
          <w:rtl/>
          <w:lang w:bidi="fa-IR"/>
        </w:rPr>
        <w:t>،</w:t>
      </w:r>
      <w:r w:rsidRPr="003E3506">
        <w:rPr>
          <w:rtl/>
          <w:lang w:bidi="fa-IR"/>
        </w:rPr>
        <w:t xml:space="preserve"> جايز است نمازهاى مستحبى را مثل نافله هاى شبانه روز كه وقت معين دارد با تيمم بخواند</w:t>
      </w:r>
      <w:r w:rsidR="000C4B14">
        <w:rPr>
          <w:rtl/>
          <w:lang w:bidi="fa-IR"/>
        </w:rPr>
        <w:t>،</w:t>
      </w:r>
      <w:r w:rsidRPr="003E3506">
        <w:rPr>
          <w:rtl/>
          <w:lang w:bidi="fa-IR"/>
        </w:rPr>
        <w:t xml:space="preserve"> ولى اگر مايوس نباشد كه تا آخر وقت آنها عذر او برطرف مى شود احتياط لازم آن است كه آنها را در اول وقتشان بجا نياورد.</w:t>
      </w:r>
    </w:p>
    <w:p w:rsidR="003E3506" w:rsidRPr="003E3506" w:rsidRDefault="003E3506" w:rsidP="003E3506">
      <w:pPr>
        <w:pStyle w:val="libNormal"/>
        <w:rPr>
          <w:lang w:bidi="fa-IR"/>
        </w:rPr>
      </w:pPr>
      <w:r w:rsidRPr="003E3506">
        <w:rPr>
          <w:rtl/>
          <w:lang w:bidi="fa-IR"/>
        </w:rPr>
        <w:t>٧٢٦ - كسى كه احتياطا غسل جبيره اى و تيمم نمايد</w:t>
      </w:r>
      <w:r w:rsidR="000C4B14">
        <w:rPr>
          <w:rtl/>
          <w:lang w:bidi="fa-IR"/>
        </w:rPr>
        <w:t>،</w:t>
      </w:r>
      <w:r w:rsidRPr="003E3506">
        <w:rPr>
          <w:rtl/>
          <w:lang w:bidi="fa-IR"/>
        </w:rPr>
        <w:t xml:space="preserve"> اگر بعد از غسل و تيمم نماز بخواند</w:t>
      </w:r>
      <w:r w:rsidR="000C4B14">
        <w:rPr>
          <w:rtl/>
          <w:lang w:bidi="fa-IR"/>
        </w:rPr>
        <w:t>،</w:t>
      </w:r>
      <w:r w:rsidRPr="003E3506">
        <w:rPr>
          <w:rtl/>
          <w:lang w:bidi="fa-IR"/>
        </w:rPr>
        <w:t xml:space="preserve"> و بعد از نماز حدث اصغرى از او سر بزند مثلا بول كند براى نمازهاى بعد بايد وضو بگيرد و چنانچه حدث پيش از نماز باشد براى آن نماز نيز بايد وضو بگيرد.</w:t>
      </w:r>
    </w:p>
    <w:p w:rsidR="003E3506" w:rsidRPr="003E3506" w:rsidRDefault="003E3506" w:rsidP="003E3506">
      <w:pPr>
        <w:pStyle w:val="libNormal"/>
        <w:rPr>
          <w:lang w:bidi="fa-IR"/>
        </w:rPr>
      </w:pPr>
      <w:r w:rsidRPr="003E3506">
        <w:rPr>
          <w:rtl/>
          <w:lang w:bidi="fa-IR"/>
        </w:rPr>
        <w:t>٧٢٧ - اگر به واسطه نداشتن آب يا عذر ديگرى تيمم كند</w:t>
      </w:r>
      <w:r w:rsidR="000C4B14">
        <w:rPr>
          <w:rtl/>
          <w:lang w:bidi="fa-IR"/>
        </w:rPr>
        <w:t>،</w:t>
      </w:r>
      <w:r w:rsidRPr="003E3506">
        <w:rPr>
          <w:rtl/>
          <w:lang w:bidi="fa-IR"/>
        </w:rPr>
        <w:t xml:space="preserve"> بعد از برطرف شدن عذر</w:t>
      </w:r>
      <w:r w:rsidR="000C4B14">
        <w:rPr>
          <w:rtl/>
          <w:lang w:bidi="fa-IR"/>
        </w:rPr>
        <w:t>،</w:t>
      </w:r>
      <w:r w:rsidRPr="003E3506">
        <w:rPr>
          <w:rtl/>
          <w:lang w:bidi="fa-IR"/>
        </w:rPr>
        <w:t xml:space="preserve"> تيمم او باطل مى شود.</w:t>
      </w:r>
    </w:p>
    <w:p w:rsidR="003E3506" w:rsidRPr="003E3506" w:rsidRDefault="003E3506" w:rsidP="003E3506">
      <w:pPr>
        <w:pStyle w:val="libNormal"/>
        <w:rPr>
          <w:lang w:bidi="fa-IR"/>
        </w:rPr>
      </w:pPr>
      <w:r w:rsidRPr="003E3506">
        <w:rPr>
          <w:rtl/>
          <w:lang w:bidi="fa-IR"/>
        </w:rPr>
        <w:t>٧٢٨ - چيزهايى كه وضو را باطل مى كند</w:t>
      </w:r>
      <w:r w:rsidR="000C4B14">
        <w:rPr>
          <w:rtl/>
          <w:lang w:bidi="fa-IR"/>
        </w:rPr>
        <w:t>،</w:t>
      </w:r>
      <w:r w:rsidRPr="003E3506">
        <w:rPr>
          <w:rtl/>
          <w:lang w:bidi="fa-IR"/>
        </w:rPr>
        <w:t xml:space="preserve"> تيمم بدل از وضو را هم باطل مى كند</w:t>
      </w:r>
      <w:r w:rsidR="000C4B14">
        <w:rPr>
          <w:rtl/>
          <w:lang w:bidi="fa-IR"/>
        </w:rPr>
        <w:t>،</w:t>
      </w:r>
      <w:r w:rsidRPr="003E3506">
        <w:rPr>
          <w:rtl/>
          <w:lang w:bidi="fa-IR"/>
        </w:rPr>
        <w:t xml:space="preserve"> و چيزهايى كه غسل را باطل مى نمايد</w:t>
      </w:r>
      <w:r w:rsidR="000C4B14">
        <w:rPr>
          <w:rtl/>
          <w:lang w:bidi="fa-IR"/>
        </w:rPr>
        <w:t>،</w:t>
      </w:r>
      <w:r w:rsidRPr="003E3506">
        <w:rPr>
          <w:rtl/>
          <w:lang w:bidi="fa-IR"/>
        </w:rPr>
        <w:t xml:space="preserve"> تيمم بدل از غسل را هم باطل مى نمايد.</w:t>
      </w:r>
    </w:p>
    <w:p w:rsidR="003E3506" w:rsidRPr="003E3506" w:rsidRDefault="003E3506" w:rsidP="003E3506">
      <w:pPr>
        <w:pStyle w:val="libNormal"/>
        <w:rPr>
          <w:lang w:bidi="fa-IR"/>
        </w:rPr>
      </w:pPr>
      <w:r w:rsidRPr="003E3506">
        <w:rPr>
          <w:rtl/>
          <w:lang w:bidi="fa-IR"/>
        </w:rPr>
        <w:t>٧٢٩ - كسى كه نمى تواند غسل كند</w:t>
      </w:r>
      <w:r w:rsidR="000C4B14">
        <w:rPr>
          <w:rtl/>
          <w:lang w:bidi="fa-IR"/>
        </w:rPr>
        <w:t>،</w:t>
      </w:r>
      <w:r w:rsidRPr="003E3506">
        <w:rPr>
          <w:rtl/>
          <w:lang w:bidi="fa-IR"/>
        </w:rPr>
        <w:t xml:space="preserve"> اگر چند غسل بر او واجب باشد</w:t>
      </w:r>
      <w:r w:rsidR="000C4B14">
        <w:rPr>
          <w:rtl/>
          <w:lang w:bidi="fa-IR"/>
        </w:rPr>
        <w:t>،</w:t>
      </w:r>
      <w:r w:rsidRPr="003E3506">
        <w:rPr>
          <w:rtl/>
          <w:lang w:bidi="fa-IR"/>
        </w:rPr>
        <w:t xml:space="preserve"> جايز است يك تيمم بدل از آنها بنمايد و احتياط مستحب آن است كه بدل هر يك از آنها يك تيمم نمايد.</w:t>
      </w:r>
    </w:p>
    <w:p w:rsidR="003E3506" w:rsidRPr="003E3506" w:rsidRDefault="003E3506" w:rsidP="003E3506">
      <w:pPr>
        <w:pStyle w:val="libNormal"/>
        <w:rPr>
          <w:lang w:bidi="fa-IR"/>
        </w:rPr>
      </w:pPr>
      <w:r w:rsidRPr="003E3506">
        <w:rPr>
          <w:rtl/>
          <w:lang w:bidi="fa-IR"/>
        </w:rPr>
        <w:t>٧٣٠ - كسى كه نمى تواند غسل كند</w:t>
      </w:r>
      <w:r w:rsidR="000C4B14">
        <w:rPr>
          <w:rtl/>
          <w:lang w:bidi="fa-IR"/>
        </w:rPr>
        <w:t>،</w:t>
      </w:r>
      <w:r w:rsidRPr="003E3506">
        <w:rPr>
          <w:rtl/>
          <w:lang w:bidi="fa-IR"/>
        </w:rPr>
        <w:t xml:space="preserve"> اگر بخواهد عملى را كه براى آن غسل واجب است انجام دهد</w:t>
      </w:r>
      <w:r w:rsidR="000C4B14">
        <w:rPr>
          <w:rtl/>
          <w:lang w:bidi="fa-IR"/>
        </w:rPr>
        <w:t>،</w:t>
      </w:r>
      <w:r w:rsidRPr="003E3506">
        <w:rPr>
          <w:rtl/>
          <w:lang w:bidi="fa-IR"/>
        </w:rPr>
        <w:t xml:space="preserve"> بايد بدل از غسل تيمم نمايد و كسى كه نمى تواند وضو بگيرد</w:t>
      </w:r>
      <w:r w:rsidR="000C4B14">
        <w:rPr>
          <w:rtl/>
          <w:lang w:bidi="fa-IR"/>
        </w:rPr>
        <w:t>،</w:t>
      </w:r>
      <w:r w:rsidRPr="003E3506">
        <w:rPr>
          <w:rtl/>
          <w:lang w:bidi="fa-IR"/>
        </w:rPr>
        <w:t xml:space="preserve"> و بخواهد عملى را كه براى آن وضو واجب است انجام دهد</w:t>
      </w:r>
      <w:r w:rsidR="000C4B14">
        <w:rPr>
          <w:rtl/>
          <w:lang w:bidi="fa-IR"/>
        </w:rPr>
        <w:t>،</w:t>
      </w:r>
      <w:r w:rsidRPr="003E3506">
        <w:rPr>
          <w:rtl/>
          <w:lang w:bidi="fa-IR"/>
        </w:rPr>
        <w:t xml:space="preserve"> بايد بدل از وضو تيمم نمايد.</w:t>
      </w:r>
    </w:p>
    <w:p w:rsidR="003E3506" w:rsidRPr="003E3506" w:rsidRDefault="003E3506" w:rsidP="003E3506">
      <w:pPr>
        <w:pStyle w:val="libNormal"/>
        <w:rPr>
          <w:lang w:bidi="fa-IR"/>
        </w:rPr>
      </w:pPr>
      <w:r w:rsidRPr="003E3506">
        <w:rPr>
          <w:rtl/>
          <w:lang w:bidi="fa-IR"/>
        </w:rPr>
        <w:lastRenderedPageBreak/>
        <w:t>٧٣١ - اگر بدل از غسل جنابت تيمم كند</w:t>
      </w:r>
      <w:r w:rsidR="000C4B14">
        <w:rPr>
          <w:rtl/>
          <w:lang w:bidi="fa-IR"/>
        </w:rPr>
        <w:t>،</w:t>
      </w:r>
      <w:r w:rsidRPr="003E3506">
        <w:rPr>
          <w:rtl/>
          <w:lang w:bidi="fa-IR"/>
        </w:rPr>
        <w:t xml:space="preserve"> لازم نيست براى نماز وضو بگيرد</w:t>
      </w:r>
      <w:r w:rsidR="000C4B14">
        <w:rPr>
          <w:rtl/>
          <w:lang w:bidi="fa-IR"/>
        </w:rPr>
        <w:t>،</w:t>
      </w:r>
      <w:r w:rsidRPr="003E3506">
        <w:rPr>
          <w:rtl/>
          <w:lang w:bidi="fa-IR"/>
        </w:rPr>
        <w:t xml:space="preserve"> ولى اگر بدل از غسلهاى ديگر تيمم كند</w:t>
      </w:r>
      <w:r w:rsidR="000C4B14">
        <w:rPr>
          <w:rtl/>
          <w:lang w:bidi="fa-IR"/>
        </w:rPr>
        <w:t>،</w:t>
      </w:r>
      <w:r w:rsidRPr="003E3506">
        <w:rPr>
          <w:rtl/>
          <w:lang w:bidi="fa-IR"/>
        </w:rPr>
        <w:t xml:space="preserve"> احتياط مستحب آن است كه وضو هم بگيرد</w:t>
      </w:r>
      <w:r w:rsidR="000C4B14">
        <w:rPr>
          <w:rtl/>
          <w:lang w:bidi="fa-IR"/>
        </w:rPr>
        <w:t>،</w:t>
      </w:r>
      <w:r w:rsidRPr="003E3506">
        <w:rPr>
          <w:rtl/>
          <w:lang w:bidi="fa-IR"/>
        </w:rPr>
        <w:t xml:space="preserve"> واگر نتواند وضو بگيرد تيمم ديگرى هم بدل از وضو بنمايد.</w:t>
      </w:r>
    </w:p>
    <w:p w:rsidR="003E3506" w:rsidRPr="003E3506" w:rsidRDefault="003E3506" w:rsidP="003E3506">
      <w:pPr>
        <w:pStyle w:val="libNormal"/>
        <w:rPr>
          <w:lang w:bidi="fa-IR"/>
        </w:rPr>
      </w:pPr>
      <w:r w:rsidRPr="003E3506">
        <w:rPr>
          <w:rtl/>
          <w:lang w:bidi="fa-IR"/>
        </w:rPr>
        <w:t>٧٣٢ - اگر بدل از غسل جنابت تيمم كند و بعد كارى كه وضو را باطل مى كند براى او پيش آيد</w:t>
      </w:r>
      <w:r w:rsidR="000C4B14">
        <w:rPr>
          <w:rtl/>
          <w:lang w:bidi="fa-IR"/>
        </w:rPr>
        <w:t>،</w:t>
      </w:r>
      <w:r w:rsidRPr="003E3506">
        <w:rPr>
          <w:rtl/>
          <w:lang w:bidi="fa-IR"/>
        </w:rPr>
        <w:t xml:space="preserve"> چنانچه براى نمازهاى بعد نتواند غسل كند</w:t>
      </w:r>
      <w:r w:rsidR="000C4B14">
        <w:rPr>
          <w:rtl/>
          <w:lang w:bidi="fa-IR"/>
        </w:rPr>
        <w:t>،</w:t>
      </w:r>
      <w:r w:rsidRPr="003E3506">
        <w:rPr>
          <w:rtl/>
          <w:lang w:bidi="fa-IR"/>
        </w:rPr>
        <w:t xml:space="preserve"> بايد وضو بگيرد و احتياط مستحب آن است كه تيمم نيز بكند و اگر نمى تواند وضو بگيرد بايد بدل او تيمم كند و احتياط مستحب آن است كه تيمم را به قصد ما في الذمة انجام دهد.</w:t>
      </w:r>
    </w:p>
    <w:p w:rsidR="003E3506" w:rsidRPr="003E3506" w:rsidRDefault="003E3506" w:rsidP="003E3506">
      <w:pPr>
        <w:pStyle w:val="libNormal"/>
        <w:rPr>
          <w:lang w:bidi="fa-IR"/>
        </w:rPr>
      </w:pPr>
      <w:r w:rsidRPr="003E3506">
        <w:rPr>
          <w:rtl/>
          <w:lang w:bidi="fa-IR"/>
        </w:rPr>
        <w:t>٧٣٣ - كسى كه بايد براى انجام عملى مثلا براى خواندن نماز بدل از وضو و بدل از غسل تيمم كند اگر در تيمم اول نيت بدل از وضو يا نيت بدل از غسل نمايد</w:t>
      </w:r>
      <w:r w:rsidR="000C4B14">
        <w:rPr>
          <w:rtl/>
          <w:lang w:bidi="fa-IR"/>
        </w:rPr>
        <w:t>،</w:t>
      </w:r>
      <w:r w:rsidRPr="003E3506">
        <w:rPr>
          <w:rtl/>
          <w:lang w:bidi="fa-IR"/>
        </w:rPr>
        <w:t xml:space="preserve"> و تيمم دوم را به قصد اين كه وظيفه خود را انجام داده باشد بجا آورد</w:t>
      </w:r>
      <w:r w:rsidR="000C4B14">
        <w:rPr>
          <w:rtl/>
          <w:lang w:bidi="fa-IR"/>
        </w:rPr>
        <w:t>،</w:t>
      </w:r>
      <w:r w:rsidRPr="003E3506">
        <w:rPr>
          <w:rtl/>
          <w:lang w:bidi="fa-IR"/>
        </w:rPr>
        <w:t xml:space="preserve"> كفايت مى كند.</w:t>
      </w:r>
    </w:p>
    <w:p w:rsidR="003E3506" w:rsidRPr="003E3506" w:rsidRDefault="003E3506" w:rsidP="003E3506">
      <w:pPr>
        <w:pStyle w:val="libNormal"/>
        <w:rPr>
          <w:lang w:bidi="fa-IR"/>
        </w:rPr>
      </w:pPr>
      <w:r w:rsidRPr="003E3506">
        <w:rPr>
          <w:rtl/>
          <w:lang w:bidi="fa-IR"/>
        </w:rPr>
        <w:t>٧٣٤ - كسى كه وظيفه اش تيمم است اگر براى كارى تيمم كند تا تيمم و عذر او باقى است</w:t>
      </w:r>
      <w:r w:rsidR="000C4B14">
        <w:rPr>
          <w:rtl/>
          <w:lang w:bidi="fa-IR"/>
        </w:rPr>
        <w:t>،</w:t>
      </w:r>
      <w:r w:rsidRPr="003E3506">
        <w:rPr>
          <w:rtl/>
          <w:lang w:bidi="fa-IR"/>
        </w:rPr>
        <w:t xml:space="preserve"> كارهايى را كه بايد با وضو يا غسل انجام داد</w:t>
      </w:r>
      <w:r w:rsidR="000C4B14">
        <w:rPr>
          <w:rtl/>
          <w:lang w:bidi="fa-IR"/>
        </w:rPr>
        <w:t>،</w:t>
      </w:r>
      <w:r w:rsidRPr="003E3506">
        <w:rPr>
          <w:rtl/>
          <w:lang w:bidi="fa-IR"/>
        </w:rPr>
        <w:t xml:space="preserve"> مى تواند بجا آورد.</w:t>
      </w:r>
    </w:p>
    <w:p w:rsidR="003E3506" w:rsidRPr="003E3506" w:rsidRDefault="003E3506" w:rsidP="003E3506">
      <w:pPr>
        <w:pStyle w:val="libNormal"/>
        <w:rPr>
          <w:lang w:bidi="fa-IR"/>
        </w:rPr>
      </w:pPr>
      <w:r w:rsidRPr="003E3506">
        <w:rPr>
          <w:rtl/>
          <w:lang w:bidi="fa-IR"/>
        </w:rPr>
        <w:t>ولى اگر عذرش تنگى وقت بوده</w:t>
      </w:r>
      <w:r w:rsidR="000C4B14">
        <w:rPr>
          <w:rtl/>
          <w:lang w:bidi="fa-IR"/>
        </w:rPr>
        <w:t>،</w:t>
      </w:r>
      <w:r w:rsidRPr="003E3506">
        <w:rPr>
          <w:rtl/>
          <w:lang w:bidi="fa-IR"/>
        </w:rPr>
        <w:t xml:space="preserve"> يا با داشتن آب براى نماز ميت يا خوابيدن تيمم كرده فقط كارهايى را كه براى آن تيمم نموده مى تواند انجام دهد.</w:t>
      </w:r>
    </w:p>
    <w:p w:rsidR="003E3506" w:rsidRPr="003E3506" w:rsidRDefault="003E3506" w:rsidP="003E3506">
      <w:pPr>
        <w:pStyle w:val="libNormal"/>
        <w:rPr>
          <w:lang w:bidi="fa-IR"/>
        </w:rPr>
      </w:pPr>
      <w:r w:rsidRPr="003E3506">
        <w:rPr>
          <w:rtl/>
          <w:lang w:bidi="fa-IR"/>
        </w:rPr>
        <w:t>٧٣٥ - در چند مورد بهتر است نمازهايى را كه انسان با تيمم خوانده قضا نمايد</w:t>
      </w:r>
      <w:r w:rsidR="000C4B14">
        <w:rPr>
          <w:rtl/>
          <w:lang w:bidi="fa-IR"/>
        </w:rPr>
        <w:t>،</w:t>
      </w:r>
      <w:r w:rsidRPr="003E3506">
        <w:rPr>
          <w:rtl/>
          <w:lang w:bidi="fa-IR"/>
        </w:rPr>
        <w:t xml:space="preserve"> اول آن كه از استعمال آب ترس داشته و عمدا خود را جنب كرده و با تيمم نماز خوانده است</w:t>
      </w:r>
      <w:r w:rsidR="000C4B14">
        <w:rPr>
          <w:rtl/>
          <w:lang w:bidi="fa-IR"/>
        </w:rPr>
        <w:t>.</w:t>
      </w:r>
    </w:p>
    <w:p w:rsidR="003E3506" w:rsidRPr="003E3506" w:rsidRDefault="003E3506" w:rsidP="003E3506">
      <w:pPr>
        <w:pStyle w:val="libNormal"/>
        <w:rPr>
          <w:lang w:bidi="fa-IR"/>
        </w:rPr>
      </w:pPr>
      <w:r w:rsidRPr="003E3506">
        <w:rPr>
          <w:rtl/>
          <w:lang w:bidi="fa-IR"/>
        </w:rPr>
        <w:t>دوم آن كه مى دانسته يا گمان داشته كه آب پيدا نمى كند</w:t>
      </w:r>
      <w:r w:rsidR="000C4B14">
        <w:rPr>
          <w:rtl/>
          <w:lang w:bidi="fa-IR"/>
        </w:rPr>
        <w:t>،</w:t>
      </w:r>
      <w:r w:rsidRPr="003E3506">
        <w:rPr>
          <w:rtl/>
          <w:lang w:bidi="fa-IR"/>
        </w:rPr>
        <w:t xml:space="preserve"> و عمدا خود را جنب كرده و با تيمم نماز خوانده است</w:t>
      </w:r>
      <w:r w:rsidR="000C4B14">
        <w:rPr>
          <w:rtl/>
          <w:lang w:bidi="fa-IR"/>
        </w:rPr>
        <w:t>.</w:t>
      </w:r>
    </w:p>
    <w:p w:rsidR="003E3506" w:rsidRPr="003E3506" w:rsidRDefault="003E3506" w:rsidP="003E3506">
      <w:pPr>
        <w:pStyle w:val="libNormal"/>
        <w:rPr>
          <w:lang w:bidi="fa-IR"/>
        </w:rPr>
      </w:pPr>
      <w:r w:rsidRPr="003E3506">
        <w:rPr>
          <w:rtl/>
          <w:lang w:bidi="fa-IR"/>
        </w:rPr>
        <w:t>سوم آن كه تا آخر وقت</w:t>
      </w:r>
      <w:r w:rsidR="000C4B14">
        <w:rPr>
          <w:rtl/>
          <w:lang w:bidi="fa-IR"/>
        </w:rPr>
        <w:t>،</w:t>
      </w:r>
      <w:r w:rsidRPr="003E3506">
        <w:rPr>
          <w:rtl/>
          <w:lang w:bidi="fa-IR"/>
        </w:rPr>
        <w:t xml:space="preserve"> عمدا در جستجوى آب نرود و با تيمم نماز بخواند و بعد بفهمد كه اگر جستجو مى كرد پيدا مى شد.</w:t>
      </w:r>
    </w:p>
    <w:p w:rsidR="003E3506" w:rsidRPr="003E3506" w:rsidRDefault="003E3506" w:rsidP="003E3506">
      <w:pPr>
        <w:pStyle w:val="libNormal"/>
        <w:rPr>
          <w:lang w:bidi="fa-IR"/>
        </w:rPr>
      </w:pPr>
      <w:r w:rsidRPr="003E3506">
        <w:rPr>
          <w:rtl/>
          <w:lang w:bidi="fa-IR"/>
        </w:rPr>
        <w:t>چهارم آن كه عمدا نماز را تاخير انداخته و در آخر وقت با تيمم نماز خوانده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پنجم آن كه مى دانسته يا گمان داشته كه آب پيدا نمى شود وآب را كه داشته ريخته و با تيمم نماز خوانده است</w:t>
      </w:r>
      <w:r w:rsidR="000C4B14">
        <w:rPr>
          <w:rtl/>
          <w:lang w:bidi="fa-IR"/>
        </w:rPr>
        <w:t>.</w:t>
      </w:r>
    </w:p>
    <w:p w:rsidR="003E3506" w:rsidRPr="003E3506" w:rsidRDefault="00737D7C" w:rsidP="003E3506">
      <w:pPr>
        <w:pStyle w:val="libNormal"/>
        <w:rPr>
          <w:lang w:bidi="fa-IR"/>
        </w:rPr>
      </w:pPr>
      <w:r>
        <w:rPr>
          <w:rtl/>
          <w:lang w:bidi="fa-IR"/>
        </w:rPr>
        <w:br w:type="page"/>
      </w:r>
    </w:p>
    <w:p w:rsidR="003E3506" w:rsidRDefault="00605FAB" w:rsidP="00737D7C">
      <w:pPr>
        <w:pStyle w:val="Heading2"/>
        <w:rPr>
          <w:rtl/>
          <w:lang w:bidi="fa-IR"/>
        </w:rPr>
      </w:pPr>
      <w:bookmarkStart w:id="85" w:name="_Toc24454508"/>
      <w:r>
        <w:rPr>
          <w:rtl/>
          <w:lang w:bidi="fa-IR"/>
        </w:rPr>
        <w:t>(</w:t>
      </w:r>
      <w:r w:rsidR="003E3506" w:rsidRPr="003E3506">
        <w:rPr>
          <w:rtl/>
          <w:lang w:bidi="fa-IR"/>
        </w:rPr>
        <w:t>احكام نماز</w:t>
      </w:r>
      <w:r>
        <w:rPr>
          <w:rtl/>
          <w:lang w:bidi="fa-IR"/>
        </w:rPr>
        <w:t>)</w:t>
      </w:r>
      <w:bookmarkEnd w:id="85"/>
    </w:p>
    <w:p w:rsidR="003E3506" w:rsidRPr="003E3506" w:rsidRDefault="003E3506" w:rsidP="003E3506">
      <w:pPr>
        <w:pStyle w:val="libNormal"/>
        <w:rPr>
          <w:lang w:bidi="fa-IR"/>
        </w:rPr>
      </w:pPr>
      <w:r w:rsidRPr="003E3506">
        <w:rPr>
          <w:rtl/>
          <w:lang w:bidi="fa-IR"/>
        </w:rPr>
        <w:t>١/٧٣٥ - نماز بهترين اعمال دينى است كه اگر قبول درگاه خداوند عالم شود</w:t>
      </w:r>
      <w:r w:rsidR="000C4B14">
        <w:rPr>
          <w:rtl/>
          <w:lang w:bidi="fa-IR"/>
        </w:rPr>
        <w:t>،</w:t>
      </w:r>
      <w:r w:rsidRPr="003E3506">
        <w:rPr>
          <w:rtl/>
          <w:lang w:bidi="fa-IR"/>
        </w:rPr>
        <w:t xml:space="preserve"> عبادتهاى ديگر هم قبول مى شود و اگر پذيرفته نشود اعمال ديگر هم قبول نمى شود و همان طور كه اگر انسان شبانه روزى پنج نوبت در نهر آبى شست و شو كند</w:t>
      </w:r>
      <w:r w:rsidR="000C4B14">
        <w:rPr>
          <w:rtl/>
          <w:lang w:bidi="fa-IR"/>
        </w:rPr>
        <w:t>،</w:t>
      </w:r>
      <w:r w:rsidRPr="003E3506">
        <w:rPr>
          <w:rtl/>
          <w:lang w:bidi="fa-IR"/>
        </w:rPr>
        <w:t xml:space="preserve"> و چرك در بدنش نمى ماند</w:t>
      </w:r>
      <w:r w:rsidR="000C4B14">
        <w:rPr>
          <w:rtl/>
          <w:lang w:bidi="fa-IR"/>
        </w:rPr>
        <w:t>،</w:t>
      </w:r>
      <w:r w:rsidRPr="003E3506">
        <w:rPr>
          <w:rtl/>
          <w:lang w:bidi="fa-IR"/>
        </w:rPr>
        <w:t xml:space="preserve"> نمازهاى پنجگانه هم انسان را از گناهان پاك مى كند و سزاوار است كه انسان نماز را در اول وقت بخواند و كسى كه نماز را پست و سبك بشمارد</w:t>
      </w:r>
      <w:r w:rsidR="000C4B14">
        <w:rPr>
          <w:rtl/>
          <w:lang w:bidi="fa-IR"/>
        </w:rPr>
        <w:t>،</w:t>
      </w:r>
      <w:r w:rsidRPr="003E3506">
        <w:rPr>
          <w:rtl/>
          <w:lang w:bidi="fa-IR"/>
        </w:rPr>
        <w:t xml:space="preserve"> مانند كسى است كه نماز نمى خواند.</w:t>
      </w:r>
    </w:p>
    <w:p w:rsidR="003E3506" w:rsidRPr="003E3506" w:rsidRDefault="003E3506" w:rsidP="003E3506">
      <w:pPr>
        <w:pStyle w:val="libNormal"/>
        <w:rPr>
          <w:lang w:bidi="fa-IR"/>
        </w:rPr>
      </w:pPr>
      <w:r w:rsidRPr="003E3506">
        <w:rPr>
          <w:rtl/>
          <w:lang w:bidi="fa-IR"/>
        </w:rPr>
        <w:t xml:space="preserve">پيغمبر اكرم </w:t>
      </w:r>
      <w:r w:rsidR="00884B11" w:rsidRPr="00884B11">
        <w:rPr>
          <w:rStyle w:val="libAlaemChar"/>
          <w:rtl/>
        </w:rPr>
        <w:t>صلى‌الله‌عليه‌وآله‌وسلم</w:t>
      </w:r>
      <w:r w:rsidRPr="003E3506">
        <w:rPr>
          <w:rtl/>
          <w:lang w:bidi="fa-IR"/>
        </w:rPr>
        <w:t xml:space="preserve"> فرمود</w:t>
      </w:r>
      <w:r w:rsidR="00553569">
        <w:rPr>
          <w:rtl/>
          <w:lang w:bidi="fa-IR"/>
        </w:rPr>
        <w:t>:</w:t>
      </w:r>
      <w:r w:rsidRPr="003E3506">
        <w:rPr>
          <w:rtl/>
          <w:lang w:bidi="fa-IR"/>
        </w:rPr>
        <w:t xml:space="preserve"> كسى كه به نماز اهميت ندهد و آن را سبك شمارد سزاوار عذاب آخرت است</w:t>
      </w:r>
      <w:r w:rsidR="000C4B14">
        <w:rPr>
          <w:rtl/>
          <w:lang w:bidi="fa-IR"/>
        </w:rPr>
        <w:t>.</w:t>
      </w:r>
    </w:p>
    <w:p w:rsidR="003E3506" w:rsidRPr="003E3506" w:rsidRDefault="003E3506" w:rsidP="003E3506">
      <w:pPr>
        <w:pStyle w:val="libNormal"/>
        <w:rPr>
          <w:lang w:bidi="fa-IR"/>
        </w:rPr>
      </w:pPr>
      <w:r w:rsidRPr="003E3506">
        <w:rPr>
          <w:rtl/>
          <w:lang w:bidi="fa-IR"/>
        </w:rPr>
        <w:t>روزى حضرت در مسجد تشريف داشتند مردى وارد و مشغول نماز شد</w:t>
      </w:r>
      <w:r w:rsidR="000C4B14">
        <w:rPr>
          <w:rtl/>
          <w:lang w:bidi="fa-IR"/>
        </w:rPr>
        <w:t>،</w:t>
      </w:r>
      <w:r w:rsidRPr="003E3506">
        <w:rPr>
          <w:rtl/>
          <w:lang w:bidi="fa-IR"/>
        </w:rPr>
        <w:t xml:space="preserve"> و ركوع و سجودش را كاملا بجا نياورد</w:t>
      </w:r>
      <w:r w:rsidR="000C4B14">
        <w:rPr>
          <w:rtl/>
          <w:lang w:bidi="fa-IR"/>
        </w:rPr>
        <w:t>،</w:t>
      </w:r>
      <w:r w:rsidRPr="003E3506">
        <w:rPr>
          <w:rtl/>
          <w:lang w:bidi="fa-IR"/>
        </w:rPr>
        <w:t xml:space="preserve"> حضرت فرمودند</w:t>
      </w:r>
      <w:r w:rsidR="00553569">
        <w:rPr>
          <w:rtl/>
          <w:lang w:bidi="fa-IR"/>
        </w:rPr>
        <w:t>:</w:t>
      </w:r>
      <w:r w:rsidRPr="003E3506">
        <w:rPr>
          <w:rtl/>
          <w:lang w:bidi="fa-IR"/>
        </w:rPr>
        <w:t xml:space="preserve"> اگر اين مرد در حالى كه نمازش اين طور است از دنيا برود</w:t>
      </w:r>
      <w:r w:rsidR="000C4B14">
        <w:rPr>
          <w:rtl/>
          <w:lang w:bidi="fa-IR"/>
        </w:rPr>
        <w:t>،</w:t>
      </w:r>
      <w:r w:rsidRPr="003E3506">
        <w:rPr>
          <w:rtl/>
          <w:lang w:bidi="fa-IR"/>
        </w:rPr>
        <w:t xml:space="preserve"> به دين من از دنيا نرفته است</w:t>
      </w:r>
      <w:r w:rsidR="000C4B14">
        <w:rPr>
          <w:rtl/>
          <w:lang w:bidi="fa-IR"/>
        </w:rPr>
        <w:t>.</w:t>
      </w:r>
    </w:p>
    <w:p w:rsidR="003E3506" w:rsidRPr="003E3506" w:rsidRDefault="003E3506" w:rsidP="003E3506">
      <w:pPr>
        <w:pStyle w:val="libNormal"/>
        <w:rPr>
          <w:lang w:bidi="fa-IR"/>
        </w:rPr>
      </w:pPr>
      <w:r w:rsidRPr="003E3506">
        <w:rPr>
          <w:rtl/>
          <w:lang w:bidi="fa-IR"/>
        </w:rPr>
        <w:t>پس انسان بايد مواظب باشد كه به عجله و شتاب زدگى نماز نخواند</w:t>
      </w:r>
      <w:r w:rsidR="000C4B14">
        <w:rPr>
          <w:rtl/>
          <w:lang w:bidi="fa-IR"/>
        </w:rPr>
        <w:t>،</w:t>
      </w:r>
      <w:r w:rsidRPr="003E3506">
        <w:rPr>
          <w:rtl/>
          <w:lang w:bidi="fa-IR"/>
        </w:rPr>
        <w:t xml:space="preserve"> و در حال نماز به ياد خدا و با خضوع و خشوع و وقار باشد</w:t>
      </w:r>
      <w:r w:rsidR="000C4B14">
        <w:rPr>
          <w:rtl/>
          <w:lang w:bidi="fa-IR"/>
        </w:rPr>
        <w:t>،</w:t>
      </w:r>
      <w:r w:rsidRPr="003E3506">
        <w:rPr>
          <w:rtl/>
          <w:lang w:bidi="fa-IR"/>
        </w:rPr>
        <w:t xml:space="preserve"> و متوجه باشد كه با چه كسى سخن مى گويد و خود را در مقابل عظمت و بزرگى خداوند عالم بسيار پست و ناچيز ببيند.</w:t>
      </w:r>
    </w:p>
    <w:p w:rsidR="003E3506" w:rsidRPr="003E3506" w:rsidRDefault="003E3506" w:rsidP="003E3506">
      <w:pPr>
        <w:pStyle w:val="libNormal"/>
        <w:rPr>
          <w:lang w:bidi="fa-IR"/>
        </w:rPr>
      </w:pPr>
      <w:r w:rsidRPr="003E3506">
        <w:rPr>
          <w:rtl/>
          <w:lang w:bidi="fa-IR"/>
        </w:rPr>
        <w:t>و اگر انسان در موقع نماز كاملا به اين مطلب توجه كند</w:t>
      </w:r>
      <w:r w:rsidR="000C4B14">
        <w:rPr>
          <w:rtl/>
          <w:lang w:bidi="fa-IR"/>
        </w:rPr>
        <w:t>،</w:t>
      </w:r>
      <w:r w:rsidRPr="003E3506">
        <w:rPr>
          <w:rtl/>
          <w:lang w:bidi="fa-IR"/>
        </w:rPr>
        <w:t xml:space="preserve"> از خود بى خبر مى شود</w:t>
      </w:r>
      <w:r w:rsidR="000C4B14">
        <w:rPr>
          <w:rtl/>
          <w:lang w:bidi="fa-IR"/>
        </w:rPr>
        <w:t>،</w:t>
      </w:r>
      <w:r w:rsidRPr="003E3506">
        <w:rPr>
          <w:rtl/>
          <w:lang w:bidi="fa-IR"/>
        </w:rPr>
        <w:t xml:space="preserve"> چنان كه در حال نماز تير را از پاى مبارك امير المؤمنين على </w:t>
      </w:r>
      <w:r w:rsidR="001B16BC" w:rsidRPr="001B16BC">
        <w:rPr>
          <w:rStyle w:val="libAlaemChar"/>
          <w:rtl/>
        </w:rPr>
        <w:t>عليه‌السلام</w:t>
      </w:r>
      <w:r w:rsidRPr="003E3506">
        <w:rPr>
          <w:rtl/>
          <w:lang w:bidi="fa-IR"/>
        </w:rPr>
        <w:t xml:space="preserve"> بيرون كشيدند و آن حضرت متوجه نشدند.</w:t>
      </w:r>
    </w:p>
    <w:p w:rsidR="003E3506" w:rsidRPr="003E3506" w:rsidRDefault="003E3506" w:rsidP="003E3506">
      <w:pPr>
        <w:pStyle w:val="libNormal"/>
        <w:rPr>
          <w:lang w:bidi="fa-IR"/>
        </w:rPr>
      </w:pPr>
      <w:r w:rsidRPr="003E3506">
        <w:rPr>
          <w:rtl/>
          <w:lang w:bidi="fa-IR"/>
        </w:rPr>
        <w:t>و نيز بايد نمازگزار توبه و استغفار نمايد</w:t>
      </w:r>
      <w:r w:rsidR="000C4B14">
        <w:rPr>
          <w:rtl/>
          <w:lang w:bidi="fa-IR"/>
        </w:rPr>
        <w:t>،</w:t>
      </w:r>
      <w:r w:rsidRPr="003E3506">
        <w:rPr>
          <w:rtl/>
          <w:lang w:bidi="fa-IR"/>
        </w:rPr>
        <w:t xml:space="preserve"> و گناهانى را كه مانع قبول شدن نماز است مانند حسد</w:t>
      </w:r>
      <w:r w:rsidR="000C4B14">
        <w:rPr>
          <w:rtl/>
          <w:lang w:bidi="fa-IR"/>
        </w:rPr>
        <w:t>،</w:t>
      </w:r>
      <w:r w:rsidRPr="003E3506">
        <w:rPr>
          <w:rtl/>
          <w:lang w:bidi="fa-IR"/>
        </w:rPr>
        <w:t xml:space="preserve"> كبر</w:t>
      </w:r>
      <w:r w:rsidR="000C4B14">
        <w:rPr>
          <w:rtl/>
          <w:lang w:bidi="fa-IR"/>
        </w:rPr>
        <w:t>،</w:t>
      </w:r>
      <w:r w:rsidRPr="003E3506">
        <w:rPr>
          <w:rtl/>
          <w:lang w:bidi="fa-IR"/>
        </w:rPr>
        <w:t xml:space="preserve"> غيبت</w:t>
      </w:r>
      <w:r w:rsidR="000C4B14">
        <w:rPr>
          <w:rtl/>
          <w:lang w:bidi="fa-IR"/>
        </w:rPr>
        <w:t>،</w:t>
      </w:r>
      <w:r w:rsidRPr="003E3506">
        <w:rPr>
          <w:rtl/>
          <w:lang w:bidi="fa-IR"/>
        </w:rPr>
        <w:t xml:space="preserve"> خوردن حرام</w:t>
      </w:r>
      <w:r w:rsidR="000C4B14">
        <w:rPr>
          <w:rtl/>
          <w:lang w:bidi="fa-IR"/>
        </w:rPr>
        <w:t>،</w:t>
      </w:r>
      <w:r w:rsidRPr="003E3506">
        <w:rPr>
          <w:rtl/>
          <w:lang w:bidi="fa-IR"/>
        </w:rPr>
        <w:t xml:space="preserve"> آشاميدن مسكرات</w:t>
      </w:r>
      <w:r w:rsidR="000C4B14">
        <w:rPr>
          <w:rtl/>
          <w:lang w:bidi="fa-IR"/>
        </w:rPr>
        <w:t>،</w:t>
      </w:r>
      <w:r w:rsidRPr="003E3506">
        <w:rPr>
          <w:rtl/>
          <w:lang w:bidi="fa-IR"/>
        </w:rPr>
        <w:t xml:space="preserve"> ندادن خمس و زكاة و بلكه هر معصيتى را ترك كند.</w:t>
      </w:r>
    </w:p>
    <w:p w:rsidR="003E3506" w:rsidRPr="003E3506" w:rsidRDefault="003E3506" w:rsidP="003E3506">
      <w:pPr>
        <w:pStyle w:val="libNormal"/>
        <w:rPr>
          <w:lang w:bidi="fa-IR"/>
        </w:rPr>
      </w:pPr>
      <w:r w:rsidRPr="003E3506">
        <w:rPr>
          <w:rtl/>
          <w:lang w:bidi="fa-IR"/>
        </w:rPr>
        <w:lastRenderedPageBreak/>
        <w:t>و هم چنين سزاوار است كارهايى را كه ثواب نماز را كم مى كند بجا نياورد</w:t>
      </w:r>
      <w:r w:rsidR="000C4B14">
        <w:rPr>
          <w:rtl/>
          <w:lang w:bidi="fa-IR"/>
        </w:rPr>
        <w:t>،</w:t>
      </w:r>
      <w:r w:rsidRPr="003E3506">
        <w:rPr>
          <w:rtl/>
          <w:lang w:bidi="fa-IR"/>
        </w:rPr>
        <w:t xml:space="preserve"> مثلا در حال خواب آلودگى و خوددارى از بول به نماز نايستد</w:t>
      </w:r>
      <w:r w:rsidR="000C4B14">
        <w:rPr>
          <w:rtl/>
          <w:lang w:bidi="fa-IR"/>
        </w:rPr>
        <w:t>،</w:t>
      </w:r>
      <w:r w:rsidRPr="003E3506">
        <w:rPr>
          <w:rtl/>
          <w:lang w:bidi="fa-IR"/>
        </w:rPr>
        <w:t xml:space="preserve"> و در موقع نماز به آسمان نگاه نكند</w:t>
      </w:r>
      <w:r w:rsidR="000C4B14">
        <w:rPr>
          <w:rtl/>
          <w:lang w:bidi="fa-IR"/>
        </w:rPr>
        <w:t>،</w:t>
      </w:r>
      <w:r w:rsidRPr="003E3506">
        <w:rPr>
          <w:rtl/>
          <w:lang w:bidi="fa-IR"/>
        </w:rPr>
        <w:t xml:space="preserve"> و كارهايى را كه ثواب نماز را زياد مى كند بجا آورد</w:t>
      </w:r>
      <w:r w:rsidR="000C4B14">
        <w:rPr>
          <w:rtl/>
          <w:lang w:bidi="fa-IR"/>
        </w:rPr>
        <w:t>،</w:t>
      </w:r>
      <w:r w:rsidRPr="003E3506">
        <w:rPr>
          <w:rtl/>
          <w:lang w:bidi="fa-IR"/>
        </w:rPr>
        <w:t xml:space="preserve"> مثلا انگشتر عقيق به دست كند و لباس پاكيزه بپوشد و شانه و مسواك كند</w:t>
      </w:r>
      <w:r w:rsidR="000C4B14">
        <w:rPr>
          <w:rtl/>
          <w:lang w:bidi="fa-IR"/>
        </w:rPr>
        <w:t>،</w:t>
      </w:r>
      <w:r w:rsidRPr="003E3506">
        <w:rPr>
          <w:rtl/>
          <w:lang w:bidi="fa-IR"/>
        </w:rPr>
        <w:t xml:space="preserve"> و خود را خوشبو نمايد.</w:t>
      </w:r>
    </w:p>
    <w:p w:rsidR="003E3506" w:rsidRPr="003E3506" w:rsidRDefault="005971F8" w:rsidP="003E3506">
      <w:pPr>
        <w:pStyle w:val="libNormal"/>
        <w:rPr>
          <w:lang w:bidi="fa-IR"/>
        </w:rPr>
      </w:pPr>
      <w:r>
        <w:rPr>
          <w:rtl/>
          <w:lang w:bidi="fa-IR"/>
        </w:rPr>
        <w:br w:type="page"/>
      </w:r>
    </w:p>
    <w:p w:rsidR="003E3506" w:rsidRDefault="00605FAB" w:rsidP="005971F8">
      <w:pPr>
        <w:pStyle w:val="Heading3"/>
        <w:rPr>
          <w:rtl/>
          <w:lang w:bidi="fa-IR"/>
        </w:rPr>
      </w:pPr>
      <w:bookmarkStart w:id="86" w:name="_Toc24454509"/>
      <w:r>
        <w:rPr>
          <w:rtl/>
          <w:lang w:bidi="fa-IR"/>
        </w:rPr>
        <w:t>(</w:t>
      </w:r>
      <w:r w:rsidR="003E3506" w:rsidRPr="003E3506">
        <w:rPr>
          <w:rtl/>
          <w:lang w:bidi="fa-IR"/>
        </w:rPr>
        <w:t>نمازهاى واجب</w:t>
      </w:r>
      <w:r>
        <w:rPr>
          <w:rtl/>
          <w:lang w:bidi="fa-IR"/>
        </w:rPr>
        <w:t>)</w:t>
      </w:r>
      <w:bookmarkEnd w:id="86"/>
    </w:p>
    <w:p w:rsidR="005971F8" w:rsidRDefault="003E3506" w:rsidP="003E3506">
      <w:pPr>
        <w:pStyle w:val="libNormal"/>
        <w:rPr>
          <w:rtl/>
          <w:lang w:bidi="fa-IR"/>
        </w:rPr>
      </w:pPr>
      <w:r w:rsidRPr="003E3506">
        <w:rPr>
          <w:rtl/>
          <w:lang w:bidi="fa-IR"/>
        </w:rPr>
        <w:t>٢/٧٣٥ - نمازهاى واجب شش است</w:t>
      </w:r>
      <w:r w:rsidR="00553569">
        <w:rPr>
          <w:rtl/>
          <w:lang w:bidi="fa-IR"/>
        </w:rPr>
        <w:t>:</w:t>
      </w:r>
    </w:p>
    <w:p w:rsidR="003E3506" w:rsidRPr="003E3506" w:rsidRDefault="003E3506" w:rsidP="003E3506">
      <w:pPr>
        <w:pStyle w:val="libNormal"/>
        <w:rPr>
          <w:lang w:bidi="fa-IR"/>
        </w:rPr>
      </w:pPr>
      <w:r w:rsidRPr="003E3506">
        <w:rPr>
          <w:rtl/>
          <w:lang w:bidi="fa-IR"/>
        </w:rPr>
        <w:t>اول نمازهاى روزانه</w:t>
      </w:r>
      <w:r w:rsidR="000C4B14">
        <w:rPr>
          <w:rtl/>
          <w:lang w:bidi="fa-IR"/>
        </w:rPr>
        <w:t>.</w:t>
      </w:r>
    </w:p>
    <w:p w:rsidR="003E3506" w:rsidRPr="003E3506" w:rsidRDefault="003E3506" w:rsidP="003E3506">
      <w:pPr>
        <w:pStyle w:val="libNormal"/>
        <w:rPr>
          <w:lang w:bidi="fa-IR"/>
        </w:rPr>
      </w:pPr>
      <w:r w:rsidRPr="003E3506">
        <w:rPr>
          <w:rtl/>
          <w:lang w:bidi="fa-IR"/>
        </w:rPr>
        <w:t>دوم نماز آيات</w:t>
      </w:r>
      <w:r w:rsidR="000C4B14">
        <w:rPr>
          <w:rtl/>
          <w:lang w:bidi="fa-IR"/>
        </w:rPr>
        <w:t>.</w:t>
      </w:r>
    </w:p>
    <w:p w:rsidR="003E3506" w:rsidRPr="003E3506" w:rsidRDefault="003E3506" w:rsidP="003E3506">
      <w:pPr>
        <w:pStyle w:val="libNormal"/>
        <w:rPr>
          <w:lang w:bidi="fa-IR"/>
        </w:rPr>
      </w:pPr>
      <w:r w:rsidRPr="003E3506">
        <w:rPr>
          <w:rtl/>
          <w:lang w:bidi="fa-IR"/>
        </w:rPr>
        <w:t>سوم نماز</w:t>
      </w:r>
      <w:r w:rsidR="005971F8">
        <w:rPr>
          <w:rFonts w:hint="cs"/>
          <w:rtl/>
          <w:lang w:bidi="fa-IR"/>
        </w:rPr>
        <w:t xml:space="preserve"> </w:t>
      </w:r>
      <w:r w:rsidRPr="003E3506">
        <w:rPr>
          <w:rtl/>
          <w:lang w:bidi="fa-IR"/>
        </w:rPr>
        <w:t>ميت</w:t>
      </w:r>
      <w:r w:rsidR="000C4B14">
        <w:rPr>
          <w:rtl/>
          <w:lang w:bidi="fa-IR"/>
        </w:rPr>
        <w:t>.</w:t>
      </w:r>
    </w:p>
    <w:p w:rsidR="003E3506" w:rsidRPr="003E3506" w:rsidRDefault="003E3506" w:rsidP="003E3506">
      <w:pPr>
        <w:pStyle w:val="libNormal"/>
        <w:rPr>
          <w:lang w:bidi="fa-IR"/>
        </w:rPr>
      </w:pPr>
      <w:r w:rsidRPr="003E3506">
        <w:rPr>
          <w:rtl/>
          <w:lang w:bidi="fa-IR"/>
        </w:rPr>
        <w:t>چهارم نماز طواف واجب خانه كعبه</w:t>
      </w:r>
      <w:r w:rsidR="000C4B14">
        <w:rPr>
          <w:rtl/>
          <w:lang w:bidi="fa-IR"/>
        </w:rPr>
        <w:t>.</w:t>
      </w:r>
    </w:p>
    <w:p w:rsidR="003E3506" w:rsidRPr="003E3506" w:rsidRDefault="003E3506" w:rsidP="003E3506">
      <w:pPr>
        <w:pStyle w:val="libNormal"/>
        <w:rPr>
          <w:lang w:bidi="fa-IR"/>
        </w:rPr>
      </w:pPr>
      <w:r w:rsidRPr="003E3506">
        <w:rPr>
          <w:rtl/>
          <w:lang w:bidi="fa-IR"/>
        </w:rPr>
        <w:t>پنجم نماز قضاى پدر كه بر پسر بزرگتر بنابر احتياط واجب است</w:t>
      </w:r>
      <w:r w:rsidR="000C4B14">
        <w:rPr>
          <w:rtl/>
          <w:lang w:bidi="fa-IR"/>
        </w:rPr>
        <w:t>.</w:t>
      </w:r>
    </w:p>
    <w:p w:rsidR="003E3506" w:rsidRPr="003E3506" w:rsidRDefault="003E3506" w:rsidP="003E3506">
      <w:pPr>
        <w:pStyle w:val="libNormal"/>
        <w:rPr>
          <w:lang w:bidi="fa-IR"/>
        </w:rPr>
      </w:pPr>
      <w:r w:rsidRPr="003E3506">
        <w:rPr>
          <w:rtl/>
          <w:lang w:bidi="fa-IR"/>
        </w:rPr>
        <w:t>ششم نمازى كه به واسطه اجاره و نذر و قسم و عهد واجب مى شود و نماز جمعه از نمازهاى روزانه است</w:t>
      </w:r>
      <w:r w:rsidR="000C4B14">
        <w:rPr>
          <w:rtl/>
          <w:lang w:bidi="fa-IR"/>
        </w:rPr>
        <w:t>.</w:t>
      </w:r>
    </w:p>
    <w:p w:rsidR="003E3506" w:rsidRPr="003E3506" w:rsidRDefault="005971F8" w:rsidP="003E3506">
      <w:pPr>
        <w:pStyle w:val="libNormal"/>
        <w:rPr>
          <w:lang w:bidi="fa-IR"/>
        </w:rPr>
      </w:pPr>
      <w:r>
        <w:rPr>
          <w:rtl/>
          <w:lang w:bidi="fa-IR"/>
        </w:rPr>
        <w:br w:type="page"/>
      </w:r>
    </w:p>
    <w:p w:rsidR="003E3506" w:rsidRDefault="00605FAB" w:rsidP="005971F8">
      <w:pPr>
        <w:pStyle w:val="Heading3"/>
        <w:rPr>
          <w:rtl/>
          <w:lang w:bidi="fa-IR"/>
        </w:rPr>
      </w:pPr>
      <w:bookmarkStart w:id="87" w:name="_Toc24454510"/>
      <w:r>
        <w:rPr>
          <w:rtl/>
          <w:lang w:bidi="fa-IR"/>
        </w:rPr>
        <w:t>(</w:t>
      </w:r>
      <w:r w:rsidR="003E3506" w:rsidRPr="003E3506">
        <w:rPr>
          <w:rtl/>
          <w:lang w:bidi="fa-IR"/>
        </w:rPr>
        <w:t>نمازهاى واجب روزانه</w:t>
      </w:r>
      <w:r>
        <w:rPr>
          <w:rtl/>
          <w:lang w:bidi="fa-IR"/>
        </w:rPr>
        <w:t>)</w:t>
      </w:r>
      <w:bookmarkEnd w:id="87"/>
    </w:p>
    <w:p w:rsidR="003E3506" w:rsidRPr="003E3506" w:rsidRDefault="003E3506" w:rsidP="003E3506">
      <w:pPr>
        <w:pStyle w:val="libNormal"/>
        <w:rPr>
          <w:lang w:bidi="fa-IR"/>
        </w:rPr>
      </w:pPr>
      <w:r w:rsidRPr="003E3506">
        <w:rPr>
          <w:rtl/>
          <w:lang w:bidi="fa-IR"/>
        </w:rPr>
        <w:t>٣/٧٣٥ - نمازهاى واجب روزانه پنج است</w:t>
      </w:r>
      <w:r w:rsidR="00553569">
        <w:rPr>
          <w:rtl/>
          <w:lang w:bidi="fa-IR"/>
        </w:rPr>
        <w:t>:</w:t>
      </w:r>
      <w:r w:rsidRPr="003E3506">
        <w:rPr>
          <w:rtl/>
          <w:lang w:bidi="fa-IR"/>
        </w:rPr>
        <w:t xml:space="preserve"> ظهر و عصر</w:t>
      </w:r>
      <w:r w:rsidR="000C4B14">
        <w:rPr>
          <w:rtl/>
          <w:lang w:bidi="fa-IR"/>
        </w:rPr>
        <w:t>،</w:t>
      </w:r>
      <w:r w:rsidRPr="003E3506">
        <w:rPr>
          <w:rtl/>
          <w:lang w:bidi="fa-IR"/>
        </w:rPr>
        <w:t xml:space="preserve"> هر كدام چهار ركعت</w:t>
      </w:r>
      <w:r w:rsidR="000C4B14">
        <w:rPr>
          <w:rtl/>
          <w:lang w:bidi="fa-IR"/>
        </w:rPr>
        <w:t>،</w:t>
      </w:r>
      <w:r w:rsidRPr="003E3506">
        <w:rPr>
          <w:rtl/>
          <w:lang w:bidi="fa-IR"/>
        </w:rPr>
        <w:t xml:space="preserve"> مغرب سه ركعت</w:t>
      </w:r>
      <w:r w:rsidR="000C4B14">
        <w:rPr>
          <w:rtl/>
          <w:lang w:bidi="fa-IR"/>
        </w:rPr>
        <w:t>،</w:t>
      </w:r>
      <w:r w:rsidRPr="003E3506">
        <w:rPr>
          <w:rtl/>
          <w:lang w:bidi="fa-IR"/>
        </w:rPr>
        <w:t xml:space="preserve"> عشاء چهار ركعت</w:t>
      </w:r>
      <w:r w:rsidR="000C4B14">
        <w:rPr>
          <w:rtl/>
          <w:lang w:bidi="fa-IR"/>
        </w:rPr>
        <w:t>،</w:t>
      </w:r>
      <w:r w:rsidRPr="003E3506">
        <w:rPr>
          <w:rtl/>
          <w:lang w:bidi="fa-IR"/>
        </w:rPr>
        <w:t xml:space="preserve"> صبح</w:t>
      </w:r>
      <w:r w:rsidR="000C4B14">
        <w:rPr>
          <w:rtl/>
          <w:lang w:bidi="fa-IR"/>
        </w:rPr>
        <w:t>،</w:t>
      </w:r>
      <w:r w:rsidRPr="003E3506">
        <w:rPr>
          <w:rtl/>
          <w:lang w:bidi="fa-IR"/>
        </w:rPr>
        <w:t xml:space="preserve"> دو ركعت</w:t>
      </w:r>
      <w:r w:rsidR="000C4B14">
        <w:rPr>
          <w:rtl/>
          <w:lang w:bidi="fa-IR"/>
        </w:rPr>
        <w:t>.</w:t>
      </w:r>
    </w:p>
    <w:p w:rsidR="005971F8" w:rsidRDefault="003E3506" w:rsidP="003E3506">
      <w:pPr>
        <w:pStyle w:val="libNormal"/>
        <w:rPr>
          <w:rtl/>
          <w:lang w:bidi="fa-IR"/>
        </w:rPr>
      </w:pPr>
      <w:r w:rsidRPr="003E3506">
        <w:rPr>
          <w:rtl/>
          <w:lang w:bidi="fa-IR"/>
        </w:rPr>
        <w:t>٧٣٦ - در سفر بايد نمازهاى چهار ركعتى را با شرايطى كه گفته مى شود دو ركعت خواند.</w:t>
      </w:r>
    </w:p>
    <w:p w:rsidR="003E3506" w:rsidRPr="003E3506" w:rsidRDefault="005971F8" w:rsidP="003E3506">
      <w:pPr>
        <w:pStyle w:val="libNormal"/>
        <w:rPr>
          <w:lang w:bidi="fa-IR"/>
        </w:rPr>
      </w:pPr>
      <w:r>
        <w:rPr>
          <w:rtl/>
          <w:lang w:bidi="fa-IR"/>
        </w:rPr>
        <w:br w:type="page"/>
      </w:r>
    </w:p>
    <w:p w:rsidR="003E3506" w:rsidRDefault="00605FAB" w:rsidP="005971F8">
      <w:pPr>
        <w:pStyle w:val="Heading3"/>
        <w:rPr>
          <w:rtl/>
          <w:lang w:bidi="fa-IR"/>
        </w:rPr>
      </w:pPr>
      <w:bookmarkStart w:id="88" w:name="_Toc24454511"/>
      <w:r>
        <w:rPr>
          <w:rtl/>
          <w:lang w:bidi="fa-IR"/>
        </w:rPr>
        <w:t>(</w:t>
      </w:r>
      <w:r w:rsidR="003E3506" w:rsidRPr="003E3506">
        <w:rPr>
          <w:rtl/>
          <w:lang w:bidi="fa-IR"/>
        </w:rPr>
        <w:t>وقت نماز ظهر و عصر</w:t>
      </w:r>
      <w:r>
        <w:rPr>
          <w:rtl/>
          <w:lang w:bidi="fa-IR"/>
        </w:rPr>
        <w:t>)</w:t>
      </w:r>
      <w:bookmarkEnd w:id="88"/>
    </w:p>
    <w:p w:rsidR="003E3506" w:rsidRPr="003E3506" w:rsidRDefault="003E3506" w:rsidP="003E3506">
      <w:pPr>
        <w:pStyle w:val="libNormal"/>
        <w:rPr>
          <w:lang w:bidi="fa-IR"/>
        </w:rPr>
      </w:pPr>
      <w:r w:rsidRPr="003E3506">
        <w:rPr>
          <w:rtl/>
          <w:lang w:bidi="fa-IR"/>
        </w:rPr>
        <w:t>٧٣٧ - اگر چوب يا چيزى مانند آن را - كه شاخص مى گويند - راست در زمين هموار فرو برند</w:t>
      </w:r>
      <w:r w:rsidR="000C4B14">
        <w:rPr>
          <w:rtl/>
          <w:lang w:bidi="fa-IR"/>
        </w:rPr>
        <w:t>،</w:t>
      </w:r>
      <w:r w:rsidRPr="003E3506">
        <w:rPr>
          <w:rtl/>
          <w:lang w:bidi="fa-IR"/>
        </w:rPr>
        <w:t xml:space="preserve"> صبح كه خورشيد بيرون مى آيد</w:t>
      </w:r>
      <w:r w:rsidR="000C4B14">
        <w:rPr>
          <w:rtl/>
          <w:lang w:bidi="fa-IR"/>
        </w:rPr>
        <w:t>،</w:t>
      </w:r>
      <w:r w:rsidRPr="003E3506">
        <w:rPr>
          <w:rtl/>
          <w:lang w:bidi="fa-IR"/>
        </w:rPr>
        <w:t xml:space="preserve"> سايه آن به طرف مغرب مى افتد و هر چه آفتاب بالا مى آيد اين سايه كم مى شود</w:t>
      </w:r>
      <w:r w:rsidR="000C4B14">
        <w:rPr>
          <w:rtl/>
          <w:lang w:bidi="fa-IR"/>
        </w:rPr>
        <w:t>،</w:t>
      </w:r>
      <w:r w:rsidRPr="003E3506">
        <w:rPr>
          <w:rtl/>
          <w:lang w:bidi="fa-IR"/>
        </w:rPr>
        <w:t xml:space="preserve"> و در شهرهاى ما در اول ظهر شرعى به آخرين درجه كمى مى رسد</w:t>
      </w:r>
      <w:r w:rsidR="000C4B14">
        <w:rPr>
          <w:rtl/>
          <w:lang w:bidi="fa-IR"/>
        </w:rPr>
        <w:t>،</w:t>
      </w:r>
      <w:r w:rsidRPr="003E3506">
        <w:rPr>
          <w:rtl/>
          <w:lang w:bidi="fa-IR"/>
        </w:rPr>
        <w:t xml:space="preserve"> و ظهر كه گذشت</w:t>
      </w:r>
      <w:r w:rsidR="000C4B14">
        <w:rPr>
          <w:rtl/>
          <w:lang w:bidi="fa-IR"/>
        </w:rPr>
        <w:t>،</w:t>
      </w:r>
      <w:r w:rsidRPr="003E3506">
        <w:rPr>
          <w:rtl/>
          <w:lang w:bidi="fa-IR"/>
        </w:rPr>
        <w:t xml:space="preserve"> سايه آن به طرف مشرق برمى گردد</w:t>
      </w:r>
      <w:r w:rsidR="000C4B14">
        <w:rPr>
          <w:rtl/>
          <w:lang w:bidi="fa-IR"/>
        </w:rPr>
        <w:t>،</w:t>
      </w:r>
      <w:r w:rsidRPr="003E3506">
        <w:rPr>
          <w:rtl/>
          <w:lang w:bidi="fa-IR"/>
        </w:rPr>
        <w:t xml:space="preserve"> و هر چه خورشيد رو به مغرب مى رود سايه زيادتر مى شود</w:t>
      </w:r>
      <w:r w:rsidR="000C4B14">
        <w:rPr>
          <w:rtl/>
          <w:lang w:bidi="fa-IR"/>
        </w:rPr>
        <w:t>،</w:t>
      </w:r>
      <w:r w:rsidRPr="003E3506">
        <w:rPr>
          <w:rtl/>
          <w:lang w:bidi="fa-IR"/>
        </w:rPr>
        <w:t xml:space="preserve"> بنابر اين وقتى سايه به آخرين درجه كمى رسيد و دو مرتبه رو به زياد شدن گذاشت معلوم مى شود ظهر شرعى شده است</w:t>
      </w:r>
      <w:r w:rsidR="000C4B14">
        <w:rPr>
          <w:rtl/>
          <w:lang w:bidi="fa-IR"/>
        </w:rPr>
        <w:t>،</w:t>
      </w:r>
      <w:r w:rsidRPr="003E3506">
        <w:rPr>
          <w:rtl/>
          <w:lang w:bidi="fa-IR"/>
        </w:rPr>
        <w:t xml:space="preserve"> ولى در بعضى از شهرها مثل مكه مكرمه كه گاهى موقع ظهر سايه به كلى از بين مى رود</w:t>
      </w:r>
      <w:r w:rsidR="000C4B14">
        <w:rPr>
          <w:rtl/>
          <w:lang w:bidi="fa-IR"/>
        </w:rPr>
        <w:t>،</w:t>
      </w:r>
      <w:r w:rsidRPr="003E3506">
        <w:rPr>
          <w:rtl/>
          <w:lang w:bidi="fa-IR"/>
        </w:rPr>
        <w:t xml:space="preserve"> بعد از آن كه سايه دوباره پيدا شد</w:t>
      </w:r>
      <w:r w:rsidR="000C4B14">
        <w:rPr>
          <w:rtl/>
          <w:lang w:bidi="fa-IR"/>
        </w:rPr>
        <w:t>،</w:t>
      </w:r>
      <w:r w:rsidRPr="003E3506">
        <w:rPr>
          <w:rtl/>
          <w:lang w:bidi="fa-IR"/>
        </w:rPr>
        <w:t xml:space="preserve"> معلوم مى شود ظهر شده است</w:t>
      </w:r>
      <w:r w:rsidR="000C4B14">
        <w:rPr>
          <w:rtl/>
          <w:lang w:bidi="fa-IR"/>
        </w:rPr>
        <w:t>.</w:t>
      </w:r>
    </w:p>
    <w:p w:rsidR="003E3506" w:rsidRPr="003E3506" w:rsidRDefault="003E3506" w:rsidP="003E3506">
      <w:pPr>
        <w:pStyle w:val="libNormal"/>
        <w:rPr>
          <w:lang w:bidi="fa-IR"/>
        </w:rPr>
      </w:pPr>
      <w:r w:rsidRPr="003E3506">
        <w:rPr>
          <w:rtl/>
          <w:lang w:bidi="fa-IR"/>
        </w:rPr>
        <w:t>٧٣٨ - وقت نماز ظهر و عصر بعد از زوال تا غروب آفتاب است ولى چنانچه نماز عصر را عمدا قبل از نماز ظهر بخواند باطل است</w:t>
      </w:r>
      <w:r w:rsidR="000C4B14">
        <w:rPr>
          <w:rtl/>
          <w:lang w:bidi="fa-IR"/>
        </w:rPr>
        <w:t>،</w:t>
      </w:r>
      <w:r w:rsidRPr="003E3506">
        <w:rPr>
          <w:rtl/>
          <w:lang w:bidi="fa-IR"/>
        </w:rPr>
        <w:t xml:space="preserve"> مگر اين كه از آخر وقت بيش از آوردن يك نماز مجال نباشد</w:t>
      </w:r>
      <w:r w:rsidR="000C4B14">
        <w:rPr>
          <w:rtl/>
          <w:lang w:bidi="fa-IR"/>
        </w:rPr>
        <w:t>،</w:t>
      </w:r>
      <w:r w:rsidRPr="003E3506">
        <w:rPr>
          <w:rtl/>
          <w:lang w:bidi="fa-IR"/>
        </w:rPr>
        <w:t xml:space="preserve"> كه در اين فرض اگر كسى تا اين موقع نماز ظهر را نخوانده</w:t>
      </w:r>
      <w:r w:rsidR="000C4B14">
        <w:rPr>
          <w:rtl/>
          <w:lang w:bidi="fa-IR"/>
        </w:rPr>
        <w:t>،</w:t>
      </w:r>
      <w:r w:rsidRPr="003E3506">
        <w:rPr>
          <w:rtl/>
          <w:lang w:bidi="fa-IR"/>
        </w:rPr>
        <w:t xml:space="preserve"> نماز ظهر او قضا است</w:t>
      </w:r>
      <w:r w:rsidR="000C4B14">
        <w:rPr>
          <w:rtl/>
          <w:lang w:bidi="fa-IR"/>
        </w:rPr>
        <w:t>،</w:t>
      </w:r>
      <w:r w:rsidRPr="003E3506">
        <w:rPr>
          <w:rtl/>
          <w:lang w:bidi="fa-IR"/>
        </w:rPr>
        <w:t xml:space="preserve"> و بايد نماز عصر را بخواند</w:t>
      </w:r>
      <w:r w:rsidR="000C4B14">
        <w:rPr>
          <w:rtl/>
          <w:lang w:bidi="fa-IR"/>
        </w:rPr>
        <w:t>،</w:t>
      </w:r>
      <w:r w:rsidRPr="003E3506">
        <w:rPr>
          <w:rtl/>
          <w:lang w:bidi="fa-IR"/>
        </w:rPr>
        <w:t xml:space="preserve"> و اگر كسى پيش از اين وقت اشتباها تمام نماز عصر را پيش از نماز ظهر بخواند نمازش صحيح است</w:t>
      </w:r>
      <w:r w:rsidR="000C4B14">
        <w:rPr>
          <w:rtl/>
          <w:lang w:bidi="fa-IR"/>
        </w:rPr>
        <w:t>،</w:t>
      </w:r>
      <w:r w:rsidRPr="003E3506">
        <w:rPr>
          <w:rtl/>
          <w:lang w:bidi="fa-IR"/>
        </w:rPr>
        <w:t xml:space="preserve"> و احتياط مستحب آن است كه آن را نماز ظهر قرار داده و چهار ركعت ديگر به قصد ما في الذمة بجا آورد.</w:t>
      </w:r>
    </w:p>
    <w:p w:rsidR="003E3506" w:rsidRPr="003E3506" w:rsidRDefault="003E3506" w:rsidP="003E3506">
      <w:pPr>
        <w:pStyle w:val="libNormal"/>
        <w:rPr>
          <w:lang w:bidi="fa-IR"/>
        </w:rPr>
      </w:pPr>
      <w:r w:rsidRPr="003E3506">
        <w:rPr>
          <w:rtl/>
          <w:lang w:bidi="fa-IR"/>
        </w:rPr>
        <w:t>٧٣٩ - اگر پيش از خواندن نماز ظهر</w:t>
      </w:r>
      <w:r w:rsidR="000C4B14">
        <w:rPr>
          <w:rtl/>
          <w:lang w:bidi="fa-IR"/>
        </w:rPr>
        <w:t>،</w:t>
      </w:r>
      <w:r w:rsidRPr="003E3506">
        <w:rPr>
          <w:rtl/>
          <w:lang w:bidi="fa-IR"/>
        </w:rPr>
        <w:t xml:space="preserve"> سهوا مشغول نماز عصر شود</w:t>
      </w:r>
      <w:r w:rsidR="000C4B14">
        <w:rPr>
          <w:rtl/>
          <w:lang w:bidi="fa-IR"/>
        </w:rPr>
        <w:t>،</w:t>
      </w:r>
      <w:r w:rsidRPr="003E3506">
        <w:rPr>
          <w:rtl/>
          <w:lang w:bidi="fa-IR"/>
        </w:rPr>
        <w:t xml:space="preserve"> و در بين نماز بفهمد اشتباه كرده است</w:t>
      </w:r>
      <w:r w:rsidR="000C4B14">
        <w:rPr>
          <w:rtl/>
          <w:lang w:bidi="fa-IR"/>
        </w:rPr>
        <w:t>،</w:t>
      </w:r>
      <w:r w:rsidRPr="003E3506">
        <w:rPr>
          <w:rtl/>
          <w:lang w:bidi="fa-IR"/>
        </w:rPr>
        <w:t xml:space="preserve"> بايد نيت را به نماز ظهر برگرداند</w:t>
      </w:r>
      <w:r w:rsidR="000C4B14">
        <w:rPr>
          <w:rtl/>
          <w:lang w:bidi="fa-IR"/>
        </w:rPr>
        <w:t>،</w:t>
      </w:r>
      <w:r w:rsidRPr="003E3506">
        <w:rPr>
          <w:rtl/>
          <w:lang w:bidi="fa-IR"/>
        </w:rPr>
        <w:t xml:space="preserve"> يعنى نيت كند كه آنچه تا حال خوانده ام و آنچه را مشغولم و آنچه بعد مى خوانم همه نماز ظهر باشد</w:t>
      </w:r>
      <w:r w:rsidR="000C4B14">
        <w:rPr>
          <w:rtl/>
          <w:lang w:bidi="fa-IR"/>
        </w:rPr>
        <w:t>،</w:t>
      </w:r>
      <w:r w:rsidRPr="003E3506">
        <w:rPr>
          <w:rtl/>
          <w:lang w:bidi="fa-IR"/>
        </w:rPr>
        <w:t xml:space="preserve"> و بعد از آن كه نماز را تمام كرد نماز عصر را بخواند.</w:t>
      </w:r>
    </w:p>
    <w:p w:rsidR="003E3506" w:rsidRDefault="005971F8" w:rsidP="003E3506">
      <w:pPr>
        <w:pStyle w:val="libNormal"/>
        <w:rPr>
          <w:rtl/>
          <w:lang w:bidi="fa-IR"/>
        </w:rPr>
      </w:pPr>
      <w:r>
        <w:rPr>
          <w:rtl/>
          <w:lang w:bidi="fa-IR"/>
        </w:rPr>
        <w:br w:type="page"/>
      </w:r>
    </w:p>
    <w:p w:rsidR="003E3506" w:rsidRDefault="00605FAB" w:rsidP="005971F8">
      <w:pPr>
        <w:pStyle w:val="Heading3"/>
        <w:rPr>
          <w:rtl/>
          <w:lang w:bidi="fa-IR"/>
        </w:rPr>
      </w:pPr>
      <w:bookmarkStart w:id="89" w:name="_Toc24454512"/>
      <w:r>
        <w:rPr>
          <w:rtl/>
          <w:lang w:bidi="fa-IR"/>
        </w:rPr>
        <w:t>(</w:t>
      </w:r>
      <w:r w:rsidR="003E3506" w:rsidRPr="003E3506">
        <w:rPr>
          <w:rtl/>
          <w:lang w:bidi="fa-IR"/>
        </w:rPr>
        <w:t>نماز جمعه و احكام آن</w:t>
      </w:r>
      <w:r>
        <w:rPr>
          <w:rtl/>
          <w:lang w:bidi="fa-IR"/>
        </w:rPr>
        <w:t>)</w:t>
      </w:r>
      <w:bookmarkEnd w:id="89"/>
    </w:p>
    <w:p w:rsidR="003E3506" w:rsidRPr="003E3506" w:rsidRDefault="003E3506" w:rsidP="003E3506">
      <w:pPr>
        <w:pStyle w:val="libNormal"/>
        <w:rPr>
          <w:lang w:bidi="fa-IR"/>
        </w:rPr>
      </w:pPr>
      <w:r w:rsidRPr="003E3506">
        <w:rPr>
          <w:rtl/>
          <w:lang w:bidi="fa-IR"/>
        </w:rPr>
        <w:t>٧٤٠ - نماز جمعه مانند نماز صبح دو ركعت است</w:t>
      </w:r>
      <w:r w:rsidR="000C4B14">
        <w:rPr>
          <w:rtl/>
          <w:lang w:bidi="fa-IR"/>
        </w:rPr>
        <w:t>.</w:t>
      </w:r>
    </w:p>
    <w:p w:rsidR="003E3506" w:rsidRPr="003E3506" w:rsidRDefault="003E3506" w:rsidP="005971F8">
      <w:pPr>
        <w:pStyle w:val="libNormal"/>
        <w:rPr>
          <w:lang w:bidi="fa-IR"/>
        </w:rPr>
      </w:pPr>
      <w:r w:rsidRPr="003E3506">
        <w:rPr>
          <w:rtl/>
          <w:lang w:bidi="fa-IR"/>
        </w:rPr>
        <w:t>امتيازش از نماز صبح اين است كه دو خطبه در پيش دارد</w:t>
      </w:r>
      <w:r w:rsidR="000C4B14">
        <w:rPr>
          <w:rtl/>
          <w:lang w:bidi="fa-IR"/>
        </w:rPr>
        <w:t>،</w:t>
      </w:r>
      <w:r w:rsidRPr="003E3506">
        <w:rPr>
          <w:rtl/>
          <w:lang w:bidi="fa-IR"/>
        </w:rPr>
        <w:t xml:space="preserve"> و نماز جمعه واجب تخييرى است</w:t>
      </w:r>
      <w:r w:rsidR="000C4B14">
        <w:rPr>
          <w:rtl/>
          <w:lang w:bidi="fa-IR"/>
        </w:rPr>
        <w:t>،</w:t>
      </w:r>
      <w:r w:rsidRPr="003E3506">
        <w:rPr>
          <w:rtl/>
          <w:lang w:bidi="fa-IR"/>
        </w:rPr>
        <w:t xml:space="preserve"> به اين معنى كه مكلف در روز جمعه مخير است كه نماز جمعه را بخواند در صورتى كه شرايطش موجود باشد</w:t>
      </w:r>
      <w:r w:rsidR="000C4B14">
        <w:rPr>
          <w:rtl/>
          <w:lang w:bidi="fa-IR"/>
        </w:rPr>
        <w:t>،</w:t>
      </w:r>
      <w:r w:rsidRPr="003E3506">
        <w:rPr>
          <w:rtl/>
          <w:lang w:bidi="fa-IR"/>
        </w:rPr>
        <w:t xml:space="preserve"> يا نماز ظهر بجا آورد</w:t>
      </w:r>
      <w:r w:rsidR="000C4B14">
        <w:rPr>
          <w:rtl/>
          <w:lang w:bidi="fa-IR"/>
        </w:rPr>
        <w:t>،</w:t>
      </w:r>
      <w:r w:rsidRPr="003E3506">
        <w:rPr>
          <w:rtl/>
          <w:lang w:bidi="fa-IR"/>
        </w:rPr>
        <w:t xml:space="preserve"> پس اگر نماز جمعه را بجا آورد كفايت از ظهر مى كند.</w:t>
      </w:r>
      <w:r w:rsidRPr="003E3506">
        <w:rPr>
          <w:lang w:bidi="fa-IR"/>
        </w:rPr>
        <w:cr/>
      </w:r>
      <w:r w:rsidRPr="003E3506">
        <w:rPr>
          <w:rtl/>
          <w:lang w:bidi="fa-IR"/>
        </w:rPr>
        <w:t>و واجب شدن نماز جمعه چند شرط دارد</w:t>
      </w:r>
      <w:r w:rsidR="00553569">
        <w:rPr>
          <w:rtl/>
          <w:lang w:bidi="fa-IR"/>
        </w:rPr>
        <w:t>:</w:t>
      </w:r>
      <w:r w:rsidRPr="003E3506">
        <w:rPr>
          <w:rtl/>
          <w:lang w:bidi="fa-IR"/>
        </w:rPr>
        <w:t xml:space="preserve"> اول داخل شدن وقت</w:t>
      </w:r>
      <w:r w:rsidR="000C4B14">
        <w:rPr>
          <w:rtl/>
          <w:lang w:bidi="fa-IR"/>
        </w:rPr>
        <w:t>،</w:t>
      </w:r>
      <w:r w:rsidRPr="003E3506">
        <w:rPr>
          <w:rtl/>
          <w:lang w:bidi="fa-IR"/>
        </w:rPr>
        <w:t xml:space="preserve"> و آن عبارت از زوال آفتاب است</w:t>
      </w:r>
      <w:r w:rsidR="000C4B14">
        <w:rPr>
          <w:rtl/>
          <w:lang w:bidi="fa-IR"/>
        </w:rPr>
        <w:t>،</w:t>
      </w:r>
      <w:r w:rsidRPr="003E3506">
        <w:rPr>
          <w:rtl/>
          <w:lang w:bidi="fa-IR"/>
        </w:rPr>
        <w:t xml:space="preserve"> و وقتش اول عرفى زوال است پس هرگاه از اين وقت نماز جمعه را تاخير انداخت</w:t>
      </w:r>
      <w:r w:rsidR="000C4B14">
        <w:rPr>
          <w:rtl/>
          <w:lang w:bidi="fa-IR"/>
        </w:rPr>
        <w:t>،</w:t>
      </w:r>
      <w:r w:rsidRPr="003E3506">
        <w:rPr>
          <w:rtl/>
          <w:lang w:bidi="fa-IR"/>
        </w:rPr>
        <w:t xml:space="preserve"> وقتش خارج شده و نماز ظهر را بايد بجا آورد.</w:t>
      </w:r>
    </w:p>
    <w:p w:rsidR="003E3506" w:rsidRPr="003E3506" w:rsidRDefault="003E3506" w:rsidP="003E3506">
      <w:pPr>
        <w:pStyle w:val="libNormal"/>
        <w:rPr>
          <w:lang w:bidi="fa-IR"/>
        </w:rPr>
      </w:pPr>
      <w:r w:rsidRPr="003E3506">
        <w:rPr>
          <w:rtl/>
          <w:lang w:bidi="fa-IR"/>
        </w:rPr>
        <w:t>دوم شماره افراد</w:t>
      </w:r>
      <w:r w:rsidR="00553569">
        <w:rPr>
          <w:rtl/>
          <w:lang w:bidi="fa-IR"/>
        </w:rPr>
        <w:t>:</w:t>
      </w:r>
      <w:r w:rsidRPr="003E3506">
        <w:rPr>
          <w:rtl/>
          <w:lang w:bidi="fa-IR"/>
        </w:rPr>
        <w:t xml:space="preserve"> و آن پنج نفر است با امام</w:t>
      </w:r>
      <w:r w:rsidR="000C4B14">
        <w:rPr>
          <w:rtl/>
          <w:lang w:bidi="fa-IR"/>
        </w:rPr>
        <w:t>،</w:t>
      </w:r>
      <w:r w:rsidRPr="003E3506">
        <w:rPr>
          <w:rtl/>
          <w:lang w:bidi="fa-IR"/>
        </w:rPr>
        <w:t xml:space="preserve"> و هرگاه پنج نفر از مسلمانان جمع نشوند نماز جمعه واجب نمى شود.</w:t>
      </w:r>
    </w:p>
    <w:p w:rsidR="003E3506" w:rsidRPr="003E3506" w:rsidRDefault="003E3506" w:rsidP="003E3506">
      <w:pPr>
        <w:pStyle w:val="libNormal"/>
        <w:rPr>
          <w:lang w:bidi="fa-IR"/>
        </w:rPr>
      </w:pPr>
      <w:r w:rsidRPr="003E3506">
        <w:rPr>
          <w:rtl/>
          <w:lang w:bidi="fa-IR"/>
        </w:rPr>
        <w:t>سوم بودن امام جامع شرايط امامت</w:t>
      </w:r>
      <w:r w:rsidR="000C4B14">
        <w:rPr>
          <w:rtl/>
          <w:lang w:bidi="fa-IR"/>
        </w:rPr>
        <w:t>،</w:t>
      </w:r>
      <w:r w:rsidRPr="003E3506">
        <w:rPr>
          <w:rtl/>
          <w:lang w:bidi="fa-IR"/>
        </w:rPr>
        <w:t xml:space="preserve"> از عدالت و غير آن از چيزهايى كه در امام جماعت معتبر است</w:t>
      </w:r>
      <w:r w:rsidR="000C4B14">
        <w:rPr>
          <w:rtl/>
          <w:lang w:bidi="fa-IR"/>
        </w:rPr>
        <w:t>،</w:t>
      </w:r>
      <w:r w:rsidRPr="003E3506">
        <w:rPr>
          <w:rtl/>
          <w:lang w:bidi="fa-IR"/>
        </w:rPr>
        <w:t xml:space="preserve"> هم چنان كه در بحث نماز جماعت خواهد آمد و بدون او نماز جمعه واجب نمى شود.</w:t>
      </w:r>
    </w:p>
    <w:p w:rsidR="003E3506" w:rsidRPr="003E3506" w:rsidRDefault="003E3506" w:rsidP="003E3506">
      <w:pPr>
        <w:pStyle w:val="libNormal"/>
        <w:rPr>
          <w:lang w:bidi="fa-IR"/>
        </w:rPr>
      </w:pPr>
      <w:r w:rsidRPr="003E3506">
        <w:rPr>
          <w:rtl/>
          <w:lang w:bidi="fa-IR"/>
        </w:rPr>
        <w:t>و صحيح بودن نماز جمعه چند شرط دارد</w:t>
      </w:r>
      <w:r w:rsidR="00553569">
        <w:rPr>
          <w:rtl/>
          <w:lang w:bidi="fa-IR"/>
        </w:rPr>
        <w:t>:</w:t>
      </w:r>
      <w:r w:rsidRPr="003E3506">
        <w:rPr>
          <w:rtl/>
          <w:lang w:bidi="fa-IR"/>
        </w:rPr>
        <w:t xml:space="preserve"> اول جماعت بودن</w:t>
      </w:r>
      <w:r w:rsidR="000C4B14">
        <w:rPr>
          <w:rtl/>
          <w:lang w:bidi="fa-IR"/>
        </w:rPr>
        <w:t>،</w:t>
      </w:r>
      <w:r w:rsidRPr="003E3506">
        <w:rPr>
          <w:rtl/>
          <w:lang w:bidi="fa-IR"/>
        </w:rPr>
        <w:t xml:space="preserve"> پس فرادا صحيح نيست</w:t>
      </w:r>
      <w:r w:rsidR="000C4B14">
        <w:rPr>
          <w:rtl/>
          <w:lang w:bidi="fa-IR"/>
        </w:rPr>
        <w:t>،</w:t>
      </w:r>
      <w:r w:rsidRPr="003E3506">
        <w:rPr>
          <w:rtl/>
          <w:lang w:bidi="fa-IR"/>
        </w:rPr>
        <w:t xml:space="preserve"> و هر گاه ماموم قبل از ركوع ركعت دوم نماز جمعه به امام برسد مجزى خواهد بود.</w:t>
      </w:r>
    </w:p>
    <w:p w:rsidR="003E3506" w:rsidRPr="003E3506" w:rsidRDefault="003E3506" w:rsidP="003E3506">
      <w:pPr>
        <w:pStyle w:val="libNormal"/>
        <w:rPr>
          <w:lang w:bidi="fa-IR"/>
        </w:rPr>
      </w:pPr>
      <w:r w:rsidRPr="003E3506">
        <w:rPr>
          <w:rtl/>
          <w:lang w:bidi="fa-IR"/>
        </w:rPr>
        <w:t>و يك ركعت ديگر به او اضافه مى كند</w:t>
      </w:r>
      <w:r w:rsidR="000C4B14">
        <w:rPr>
          <w:rtl/>
          <w:lang w:bidi="fa-IR"/>
        </w:rPr>
        <w:t>،</w:t>
      </w:r>
      <w:r w:rsidRPr="003E3506">
        <w:rPr>
          <w:rtl/>
          <w:lang w:bidi="fa-IR"/>
        </w:rPr>
        <w:t xml:space="preserve"> و اگر در ركوع امام را درك كند مجزى بودنش مشكل است</w:t>
      </w:r>
      <w:r w:rsidR="000C4B14">
        <w:rPr>
          <w:rtl/>
          <w:lang w:bidi="fa-IR"/>
        </w:rPr>
        <w:t>،</w:t>
      </w:r>
      <w:r w:rsidRPr="003E3506">
        <w:rPr>
          <w:rtl/>
          <w:lang w:bidi="fa-IR"/>
        </w:rPr>
        <w:t xml:space="preserve"> و احتياط ترك نشود.</w:t>
      </w:r>
    </w:p>
    <w:p w:rsidR="003E3506" w:rsidRPr="003E3506" w:rsidRDefault="003E3506" w:rsidP="003E3506">
      <w:pPr>
        <w:pStyle w:val="libNormal"/>
        <w:rPr>
          <w:lang w:bidi="fa-IR"/>
        </w:rPr>
      </w:pPr>
      <w:r w:rsidRPr="003E3506">
        <w:rPr>
          <w:rtl/>
          <w:lang w:bidi="fa-IR"/>
        </w:rPr>
        <w:t>دوم خواندن دو خطبه پيش از نماز</w:t>
      </w:r>
      <w:r w:rsidR="000C4B14">
        <w:rPr>
          <w:rtl/>
          <w:lang w:bidi="fa-IR"/>
        </w:rPr>
        <w:t>،</w:t>
      </w:r>
      <w:r w:rsidRPr="003E3506">
        <w:rPr>
          <w:rtl/>
          <w:lang w:bidi="fa-IR"/>
        </w:rPr>
        <w:t xml:space="preserve"> كه در خطبه اول حمد و ثناى الهى را گفته و وصيت به تقوى و پرهيزكارى شود و يك سوره كوتاه از قرآن بخواند</w:t>
      </w:r>
      <w:r w:rsidR="000C4B14">
        <w:rPr>
          <w:rtl/>
          <w:lang w:bidi="fa-IR"/>
        </w:rPr>
        <w:t>،</w:t>
      </w:r>
      <w:r w:rsidRPr="003E3506">
        <w:rPr>
          <w:rtl/>
          <w:lang w:bidi="fa-IR"/>
        </w:rPr>
        <w:t xml:space="preserve"> سپس نشسته و برخيزد</w:t>
      </w:r>
      <w:r w:rsidR="000C4B14">
        <w:rPr>
          <w:rtl/>
          <w:lang w:bidi="fa-IR"/>
        </w:rPr>
        <w:t>،</w:t>
      </w:r>
      <w:r w:rsidRPr="003E3506">
        <w:rPr>
          <w:rtl/>
          <w:lang w:bidi="fa-IR"/>
        </w:rPr>
        <w:t xml:space="preserve"> و باز هم حمد و ثناى الهى را بجا آورده و بر پيغمبر اكرم و ائمه مسلمين صلوات فرستاده و احتياط مستحب آن است كه براى مؤمنين و مؤمنات استغفار </w:t>
      </w:r>
      <w:r w:rsidR="00605FAB">
        <w:rPr>
          <w:rtl/>
          <w:lang w:bidi="fa-IR"/>
        </w:rPr>
        <w:t>(</w:t>
      </w:r>
      <w:r w:rsidRPr="003E3506">
        <w:rPr>
          <w:rtl/>
          <w:lang w:bidi="fa-IR"/>
        </w:rPr>
        <w:t>طلب آمرزش</w:t>
      </w:r>
      <w:r w:rsidR="00605FAB">
        <w:rPr>
          <w:rtl/>
          <w:lang w:bidi="fa-IR"/>
        </w:rPr>
        <w:t>)</w:t>
      </w:r>
      <w:r w:rsidRPr="003E3506">
        <w:rPr>
          <w:rtl/>
          <w:lang w:bidi="fa-IR"/>
        </w:rPr>
        <w:t xml:space="preserve"> كند.</w:t>
      </w:r>
    </w:p>
    <w:p w:rsidR="003E3506" w:rsidRPr="003E3506" w:rsidRDefault="003E3506" w:rsidP="003E3506">
      <w:pPr>
        <w:pStyle w:val="libNormal"/>
        <w:rPr>
          <w:lang w:bidi="fa-IR"/>
        </w:rPr>
      </w:pPr>
      <w:r w:rsidRPr="003E3506">
        <w:rPr>
          <w:rtl/>
          <w:lang w:bidi="fa-IR"/>
        </w:rPr>
        <w:lastRenderedPageBreak/>
        <w:t>و لازم است خطبه پيش از نماز باشد</w:t>
      </w:r>
      <w:r w:rsidR="000C4B14">
        <w:rPr>
          <w:rtl/>
          <w:lang w:bidi="fa-IR"/>
        </w:rPr>
        <w:t>،</w:t>
      </w:r>
      <w:r w:rsidRPr="003E3506">
        <w:rPr>
          <w:rtl/>
          <w:lang w:bidi="fa-IR"/>
        </w:rPr>
        <w:t xml:space="preserve"> پس اگر نماز را پيش از دو خطبه شروع كرد صحيح نخواهد بود و خواندن خطبه پيش از زوال آفتاب اشكال دارد. و لازم است كسى كه خطبه را مى خواند هنگام خطبه ايستاده باشد.</w:t>
      </w:r>
    </w:p>
    <w:p w:rsidR="003E3506" w:rsidRPr="003E3506" w:rsidRDefault="003E3506" w:rsidP="003E3506">
      <w:pPr>
        <w:pStyle w:val="libNormal"/>
        <w:rPr>
          <w:lang w:bidi="fa-IR"/>
        </w:rPr>
      </w:pPr>
      <w:r w:rsidRPr="003E3506">
        <w:rPr>
          <w:rtl/>
          <w:lang w:bidi="fa-IR"/>
        </w:rPr>
        <w:t>پس هر گاه خطبه را نشسته بخواند صحيح نخواهد بود و فاصله انداختن بين دو خطبه به نشستن لازم و واجب است</w:t>
      </w:r>
      <w:r w:rsidR="000C4B14">
        <w:rPr>
          <w:rtl/>
          <w:lang w:bidi="fa-IR"/>
        </w:rPr>
        <w:t>،</w:t>
      </w:r>
      <w:r w:rsidRPr="003E3506">
        <w:rPr>
          <w:rtl/>
          <w:lang w:bidi="fa-IR"/>
        </w:rPr>
        <w:t xml:space="preserve"> و لازم است نشستن مختصر و خفيف باشد</w:t>
      </w:r>
      <w:r w:rsidR="000C4B14">
        <w:rPr>
          <w:rtl/>
          <w:lang w:bidi="fa-IR"/>
        </w:rPr>
        <w:t>،</w:t>
      </w:r>
      <w:r w:rsidRPr="003E3506">
        <w:rPr>
          <w:rtl/>
          <w:lang w:bidi="fa-IR"/>
        </w:rPr>
        <w:t xml:space="preserve"> و لازم است امام جماعت و خطيب </w:t>
      </w:r>
      <w:r w:rsidR="00605FAB">
        <w:rPr>
          <w:rtl/>
          <w:lang w:bidi="fa-IR"/>
        </w:rPr>
        <w:t>(</w:t>
      </w:r>
      <w:r w:rsidRPr="003E3506">
        <w:rPr>
          <w:rtl/>
          <w:lang w:bidi="fa-IR"/>
        </w:rPr>
        <w:t>كسى كه خطبه مى خواند</w:t>
      </w:r>
      <w:r w:rsidR="00605FAB">
        <w:rPr>
          <w:rtl/>
          <w:lang w:bidi="fa-IR"/>
        </w:rPr>
        <w:t>)</w:t>
      </w:r>
      <w:r w:rsidRPr="003E3506">
        <w:rPr>
          <w:rtl/>
          <w:lang w:bidi="fa-IR"/>
        </w:rPr>
        <w:t xml:space="preserve"> يك نفر باشد</w:t>
      </w:r>
      <w:r w:rsidR="000C4B14">
        <w:rPr>
          <w:rtl/>
          <w:lang w:bidi="fa-IR"/>
        </w:rPr>
        <w:t>،</w:t>
      </w:r>
      <w:r w:rsidRPr="003E3506">
        <w:rPr>
          <w:rtl/>
          <w:lang w:bidi="fa-IR"/>
        </w:rPr>
        <w:t xml:space="preserve"> و اقوى اين است كه در خطبه طهارت شرط نيست</w:t>
      </w:r>
      <w:r w:rsidR="000C4B14">
        <w:rPr>
          <w:rtl/>
          <w:lang w:bidi="fa-IR"/>
        </w:rPr>
        <w:t>،</w:t>
      </w:r>
      <w:r w:rsidRPr="003E3506">
        <w:rPr>
          <w:rtl/>
          <w:lang w:bidi="fa-IR"/>
        </w:rPr>
        <w:t xml:space="preserve"> اگر چه اشتراط احوط است</w:t>
      </w:r>
      <w:r w:rsidR="000C4B14">
        <w:rPr>
          <w:rtl/>
          <w:lang w:bidi="fa-IR"/>
        </w:rPr>
        <w:t>.</w:t>
      </w:r>
      <w:r w:rsidRPr="003E3506">
        <w:rPr>
          <w:rtl/>
          <w:lang w:bidi="fa-IR"/>
        </w:rPr>
        <w:t xml:space="preserve"> و در حمد و ثناى الهى و صلوات بر پيغمبر اكرم و ائمة مسلمين بنابر احتياط عربيت </w:t>
      </w:r>
      <w:r w:rsidR="00605FAB">
        <w:rPr>
          <w:rtl/>
          <w:lang w:bidi="fa-IR"/>
        </w:rPr>
        <w:t>(</w:t>
      </w:r>
      <w:r w:rsidRPr="003E3506">
        <w:rPr>
          <w:rtl/>
          <w:lang w:bidi="fa-IR"/>
        </w:rPr>
        <w:t>زبان عربى</w:t>
      </w:r>
      <w:r w:rsidR="00605FAB">
        <w:rPr>
          <w:rtl/>
          <w:lang w:bidi="fa-IR"/>
        </w:rPr>
        <w:t>)</w:t>
      </w:r>
      <w:r w:rsidRPr="003E3506">
        <w:rPr>
          <w:rtl/>
          <w:lang w:bidi="fa-IR"/>
        </w:rPr>
        <w:t xml:space="preserve"> معتبر است و در مازاد بر آن معتبر نيست بلكه اگر بيشتر حاضرين زبان عربى را ندانند احتياط لازم آن است كه خصوص وصيت به تقوى به زبان حاضرين باشد.</w:t>
      </w:r>
    </w:p>
    <w:p w:rsidR="003E3506" w:rsidRPr="003E3506" w:rsidRDefault="003E3506" w:rsidP="003E3506">
      <w:pPr>
        <w:pStyle w:val="libNormal"/>
        <w:rPr>
          <w:lang w:bidi="fa-IR"/>
        </w:rPr>
      </w:pPr>
      <w:r w:rsidRPr="003E3506">
        <w:rPr>
          <w:rtl/>
          <w:lang w:bidi="fa-IR"/>
        </w:rPr>
        <w:t>سوم آن كه مسافت بين دو نماز جمعه كمتر از يك فرسخ نباشد</w:t>
      </w:r>
      <w:r w:rsidR="000C4B14">
        <w:rPr>
          <w:rtl/>
          <w:lang w:bidi="fa-IR"/>
        </w:rPr>
        <w:t>،</w:t>
      </w:r>
      <w:r w:rsidRPr="003E3506">
        <w:rPr>
          <w:rtl/>
          <w:lang w:bidi="fa-IR"/>
        </w:rPr>
        <w:t xml:space="preserve"> پس هر گاه نماز جمعه ديگرى در مسافت كمتر از يك فرسخ بر پا شود</w:t>
      </w:r>
      <w:r w:rsidR="000C4B14">
        <w:rPr>
          <w:rtl/>
          <w:lang w:bidi="fa-IR"/>
        </w:rPr>
        <w:t>،</w:t>
      </w:r>
      <w:r w:rsidRPr="003E3506">
        <w:rPr>
          <w:rtl/>
          <w:lang w:bidi="fa-IR"/>
        </w:rPr>
        <w:t xml:space="preserve"> و مقارن هم بودند هر دو باطل مى شوند</w:t>
      </w:r>
      <w:r w:rsidR="000C4B14">
        <w:rPr>
          <w:rtl/>
          <w:lang w:bidi="fa-IR"/>
        </w:rPr>
        <w:t>،</w:t>
      </w:r>
      <w:r w:rsidRPr="003E3506">
        <w:rPr>
          <w:rtl/>
          <w:lang w:bidi="fa-IR"/>
        </w:rPr>
        <w:t xml:space="preserve"> و اگر يكى سبقت بر ديگرى داشت هر چند به تكبيرة الاحرام باشد صحيح و دومى باطل خواهد بود ولى هر گاه پس از برگزارى نماز جمعه كشف شد كه نماز جمعه ديگرى بر او سابق يا مقارنش در مسافت كمتر از يك فرسخ بر پا شده بوده بجا آوردن نماز ظهر واجب نخواهد بود</w:t>
      </w:r>
      <w:r w:rsidR="000C4B14">
        <w:rPr>
          <w:rtl/>
          <w:lang w:bidi="fa-IR"/>
        </w:rPr>
        <w:t>،</w:t>
      </w:r>
      <w:r w:rsidRPr="003E3506">
        <w:rPr>
          <w:rtl/>
          <w:lang w:bidi="fa-IR"/>
        </w:rPr>
        <w:t xml:space="preserve"> و فرقى نيست بين اين كه اين كشف در وقت يا در خارج وقت باشد و بر پا نمودن نماز جمعه در صورتى مانع از نماز جمعه ديگر در مسافت مزبور مى شود كه خود صحيح و جامع شرايط باشد</w:t>
      </w:r>
      <w:r w:rsidR="000C4B14">
        <w:rPr>
          <w:rtl/>
          <w:lang w:bidi="fa-IR"/>
        </w:rPr>
        <w:t>،</w:t>
      </w:r>
      <w:r w:rsidRPr="003E3506">
        <w:rPr>
          <w:rtl/>
          <w:lang w:bidi="fa-IR"/>
        </w:rPr>
        <w:t xml:space="preserve"> والا در مانع بودنش اشكال است</w:t>
      </w:r>
      <w:r w:rsidR="000C4B14">
        <w:rPr>
          <w:rtl/>
          <w:lang w:bidi="fa-IR"/>
        </w:rPr>
        <w:t>،</w:t>
      </w:r>
      <w:r w:rsidRPr="003E3506">
        <w:rPr>
          <w:rtl/>
          <w:lang w:bidi="fa-IR"/>
        </w:rPr>
        <w:t xml:space="preserve"> و اقرب مانع نبودن است</w:t>
      </w:r>
      <w:r w:rsidR="000C4B14">
        <w:rPr>
          <w:rtl/>
          <w:lang w:bidi="fa-IR"/>
        </w:rPr>
        <w:t>.</w:t>
      </w:r>
    </w:p>
    <w:p w:rsidR="003E3506" w:rsidRPr="003E3506" w:rsidRDefault="003E3506" w:rsidP="003E3506">
      <w:pPr>
        <w:pStyle w:val="libNormal"/>
        <w:rPr>
          <w:lang w:bidi="fa-IR"/>
        </w:rPr>
      </w:pPr>
      <w:r w:rsidRPr="003E3506">
        <w:rPr>
          <w:rtl/>
          <w:lang w:bidi="fa-IR"/>
        </w:rPr>
        <w:t xml:space="preserve">٧٤١ - هر گاه نماز جمعه اى كه داراى شرايط است بر پا شود اگر بر پا كننده اش امام </w:t>
      </w:r>
      <w:r w:rsidR="001B16BC" w:rsidRPr="001B16BC">
        <w:rPr>
          <w:rStyle w:val="libAlaemChar"/>
          <w:rtl/>
        </w:rPr>
        <w:t>عليه‌السلام</w:t>
      </w:r>
      <w:r w:rsidRPr="003E3506">
        <w:rPr>
          <w:rtl/>
          <w:lang w:bidi="fa-IR"/>
        </w:rPr>
        <w:t xml:space="preserve"> يا نماينده او باشد حضورش واجب است و در غير اين صورت حضورش واجب نيست و در وجوب حضور در صورت اول چند چيز معتبر است</w:t>
      </w:r>
      <w:r w:rsidR="00553569">
        <w:rPr>
          <w:rtl/>
          <w:lang w:bidi="fa-IR"/>
        </w:rPr>
        <w:t>:</w:t>
      </w:r>
      <w:r w:rsidRPr="003E3506">
        <w:rPr>
          <w:rtl/>
          <w:lang w:bidi="fa-IR"/>
        </w:rPr>
        <w:t xml:space="preserve"> اول آن كه مكلف مرد باشد</w:t>
      </w:r>
      <w:r w:rsidR="000C4B14">
        <w:rPr>
          <w:rtl/>
          <w:lang w:bidi="fa-IR"/>
        </w:rPr>
        <w:t>،</w:t>
      </w:r>
      <w:r w:rsidRPr="003E3506">
        <w:rPr>
          <w:rtl/>
          <w:lang w:bidi="fa-IR"/>
        </w:rPr>
        <w:t xml:space="preserve"> و حضور جمعه بر زنان واجب نيست</w:t>
      </w:r>
      <w:r w:rsidR="000C4B14">
        <w:rPr>
          <w:rtl/>
          <w:lang w:bidi="fa-IR"/>
        </w:rPr>
        <w:t>.</w:t>
      </w:r>
    </w:p>
    <w:p w:rsidR="003E3506" w:rsidRPr="003E3506" w:rsidRDefault="003E3506" w:rsidP="003E3506">
      <w:pPr>
        <w:pStyle w:val="libNormal"/>
        <w:rPr>
          <w:lang w:bidi="fa-IR"/>
        </w:rPr>
      </w:pPr>
      <w:r w:rsidRPr="003E3506">
        <w:rPr>
          <w:rtl/>
          <w:lang w:bidi="fa-IR"/>
        </w:rPr>
        <w:lastRenderedPageBreak/>
        <w:t>دوم آزادى</w:t>
      </w:r>
      <w:r w:rsidR="000C4B14">
        <w:rPr>
          <w:rtl/>
          <w:lang w:bidi="fa-IR"/>
        </w:rPr>
        <w:t>،</w:t>
      </w:r>
      <w:r w:rsidRPr="003E3506">
        <w:rPr>
          <w:rtl/>
          <w:lang w:bidi="fa-IR"/>
        </w:rPr>
        <w:t xml:space="preserve"> پس حضور در نماز جمعه بر بندگان </w:t>
      </w:r>
      <w:r w:rsidR="00605FAB">
        <w:rPr>
          <w:rtl/>
          <w:lang w:bidi="fa-IR"/>
        </w:rPr>
        <w:t>(</w:t>
      </w:r>
      <w:r w:rsidRPr="003E3506">
        <w:rPr>
          <w:rtl/>
          <w:lang w:bidi="fa-IR"/>
        </w:rPr>
        <w:t>برده</w:t>
      </w:r>
      <w:r w:rsidR="00605FAB">
        <w:rPr>
          <w:rtl/>
          <w:lang w:bidi="fa-IR"/>
        </w:rPr>
        <w:t>)</w:t>
      </w:r>
      <w:r w:rsidRPr="003E3506">
        <w:rPr>
          <w:rtl/>
          <w:lang w:bidi="fa-IR"/>
        </w:rPr>
        <w:t xml:space="preserve"> واجب نيست</w:t>
      </w:r>
      <w:r w:rsidR="000C4B14">
        <w:rPr>
          <w:rtl/>
          <w:lang w:bidi="fa-IR"/>
        </w:rPr>
        <w:t>.</w:t>
      </w:r>
    </w:p>
    <w:p w:rsidR="003E3506" w:rsidRPr="003E3506" w:rsidRDefault="003E3506" w:rsidP="003E3506">
      <w:pPr>
        <w:pStyle w:val="libNormal"/>
        <w:rPr>
          <w:lang w:bidi="fa-IR"/>
        </w:rPr>
      </w:pPr>
      <w:r w:rsidRPr="003E3506">
        <w:rPr>
          <w:rtl/>
          <w:lang w:bidi="fa-IR"/>
        </w:rPr>
        <w:t>سوم حاضر بودن</w:t>
      </w:r>
      <w:r w:rsidR="000C4B14">
        <w:rPr>
          <w:rtl/>
          <w:lang w:bidi="fa-IR"/>
        </w:rPr>
        <w:t>،</w:t>
      </w:r>
      <w:r w:rsidRPr="003E3506">
        <w:rPr>
          <w:rtl/>
          <w:lang w:bidi="fa-IR"/>
        </w:rPr>
        <w:t xml:space="preserve"> پس بر مسافر واجب نيست</w:t>
      </w:r>
      <w:r w:rsidR="000C4B14">
        <w:rPr>
          <w:rtl/>
          <w:lang w:bidi="fa-IR"/>
        </w:rPr>
        <w:t>.</w:t>
      </w:r>
    </w:p>
    <w:p w:rsidR="003E3506" w:rsidRPr="003E3506" w:rsidRDefault="003E3506" w:rsidP="003E3506">
      <w:pPr>
        <w:pStyle w:val="libNormal"/>
        <w:rPr>
          <w:lang w:bidi="fa-IR"/>
        </w:rPr>
      </w:pPr>
      <w:r w:rsidRPr="003E3506">
        <w:rPr>
          <w:rtl/>
          <w:lang w:bidi="fa-IR"/>
        </w:rPr>
        <w:t>و در مسافر فرقى نيست كه تكليف او در نماز قصر باشد يا تمام</w:t>
      </w:r>
      <w:r w:rsidR="000C4B14">
        <w:rPr>
          <w:rtl/>
          <w:lang w:bidi="fa-IR"/>
        </w:rPr>
        <w:t>،</w:t>
      </w:r>
      <w:r w:rsidRPr="003E3506">
        <w:rPr>
          <w:rtl/>
          <w:lang w:bidi="fa-IR"/>
        </w:rPr>
        <w:t xml:space="preserve"> مثل مسافرى كه قصد اقامه نموده باشد.</w:t>
      </w:r>
    </w:p>
    <w:p w:rsidR="003E3506" w:rsidRPr="003E3506" w:rsidRDefault="003E3506" w:rsidP="003E3506">
      <w:pPr>
        <w:pStyle w:val="libNormal"/>
        <w:rPr>
          <w:lang w:bidi="fa-IR"/>
        </w:rPr>
      </w:pPr>
      <w:r w:rsidRPr="003E3506">
        <w:rPr>
          <w:rtl/>
          <w:lang w:bidi="fa-IR"/>
        </w:rPr>
        <w:t>چهارم سلامت از بيمارى و كورى</w:t>
      </w:r>
      <w:r w:rsidR="000C4B14">
        <w:rPr>
          <w:rtl/>
          <w:lang w:bidi="fa-IR"/>
        </w:rPr>
        <w:t>،</w:t>
      </w:r>
      <w:r w:rsidRPr="003E3506">
        <w:rPr>
          <w:rtl/>
          <w:lang w:bidi="fa-IR"/>
        </w:rPr>
        <w:t xml:space="preserve"> پس بر بيمار و كور واجب نيست</w:t>
      </w:r>
      <w:r w:rsidR="000C4B14">
        <w:rPr>
          <w:rtl/>
          <w:lang w:bidi="fa-IR"/>
        </w:rPr>
        <w:t>.</w:t>
      </w:r>
    </w:p>
    <w:p w:rsidR="003E3506" w:rsidRPr="003E3506" w:rsidRDefault="003E3506" w:rsidP="003E3506">
      <w:pPr>
        <w:pStyle w:val="libNormal"/>
        <w:rPr>
          <w:lang w:bidi="fa-IR"/>
        </w:rPr>
      </w:pPr>
      <w:r w:rsidRPr="003E3506">
        <w:rPr>
          <w:rtl/>
          <w:lang w:bidi="fa-IR"/>
        </w:rPr>
        <w:t>پنجم پير نبودن</w:t>
      </w:r>
      <w:r w:rsidR="000C4B14">
        <w:rPr>
          <w:rtl/>
          <w:lang w:bidi="fa-IR"/>
        </w:rPr>
        <w:t>،</w:t>
      </w:r>
      <w:r w:rsidRPr="003E3506">
        <w:rPr>
          <w:rtl/>
          <w:lang w:bidi="fa-IR"/>
        </w:rPr>
        <w:t xml:space="preserve"> پس بر پيرمردان واجب نيست</w:t>
      </w:r>
      <w:r w:rsidR="000C4B14">
        <w:rPr>
          <w:rtl/>
          <w:lang w:bidi="fa-IR"/>
        </w:rPr>
        <w:t>.</w:t>
      </w:r>
    </w:p>
    <w:p w:rsidR="003E3506" w:rsidRPr="003E3506" w:rsidRDefault="003E3506" w:rsidP="003E3506">
      <w:pPr>
        <w:pStyle w:val="libNormal"/>
        <w:rPr>
          <w:lang w:bidi="fa-IR"/>
        </w:rPr>
      </w:pPr>
      <w:r w:rsidRPr="003E3506">
        <w:rPr>
          <w:rtl/>
          <w:lang w:bidi="fa-IR"/>
        </w:rPr>
        <w:t>ششم آن كه بين جاى شخص و جايى كه نماز جمعه بر پا مى شود بيش از دو فرسخ فاصله نباشد و بر كسى كه سر دو فرسخى است حضور واجب است و هم چنين بر كسى كه حضور جمعه بر او سخت و دشوار باشد به جهت باران يا سرماى شديد و مانند اينها حضور واجب نيست</w:t>
      </w:r>
      <w:r w:rsidR="000C4B14">
        <w:rPr>
          <w:rtl/>
          <w:lang w:bidi="fa-IR"/>
        </w:rPr>
        <w:t>.</w:t>
      </w:r>
    </w:p>
    <w:p w:rsidR="003E3506" w:rsidRPr="003E3506" w:rsidRDefault="003E3506" w:rsidP="003E3506">
      <w:pPr>
        <w:pStyle w:val="libNormal"/>
        <w:rPr>
          <w:lang w:bidi="fa-IR"/>
        </w:rPr>
      </w:pPr>
      <w:r w:rsidRPr="003E3506">
        <w:rPr>
          <w:rtl/>
          <w:lang w:bidi="fa-IR"/>
        </w:rPr>
        <w:t>٧٤٢ - چند حكم كه به نماز جمعه راجع است از اين قرار است</w:t>
      </w:r>
      <w:r w:rsidR="000C4B14">
        <w:rPr>
          <w:rtl/>
          <w:lang w:bidi="fa-IR"/>
        </w:rPr>
        <w:t>.</w:t>
      </w:r>
    </w:p>
    <w:p w:rsidR="003E3506" w:rsidRPr="003E3506" w:rsidRDefault="003E3506" w:rsidP="003E3506">
      <w:pPr>
        <w:pStyle w:val="libNormal"/>
        <w:rPr>
          <w:lang w:bidi="fa-IR"/>
        </w:rPr>
      </w:pPr>
      <w:r w:rsidRPr="003E3506">
        <w:rPr>
          <w:rtl/>
          <w:lang w:bidi="fa-IR"/>
        </w:rPr>
        <w:t>اول كسى كه نماز جمعه از او ساقط شده و حضورش واجب نباشد</w:t>
      </w:r>
      <w:r w:rsidR="000C4B14">
        <w:rPr>
          <w:rtl/>
          <w:lang w:bidi="fa-IR"/>
        </w:rPr>
        <w:t>،</w:t>
      </w:r>
      <w:r w:rsidRPr="003E3506">
        <w:rPr>
          <w:rtl/>
          <w:lang w:bidi="fa-IR"/>
        </w:rPr>
        <w:t xml:space="preserve"> جايز است در اول وقت مبادرت به نماز ظهر نمايد.</w:t>
      </w:r>
    </w:p>
    <w:p w:rsidR="003E3506" w:rsidRPr="003E3506" w:rsidRDefault="003E3506" w:rsidP="003E3506">
      <w:pPr>
        <w:pStyle w:val="libNormal"/>
        <w:rPr>
          <w:lang w:bidi="fa-IR"/>
        </w:rPr>
      </w:pPr>
      <w:r w:rsidRPr="003E3506">
        <w:rPr>
          <w:rtl/>
          <w:lang w:bidi="fa-IR"/>
        </w:rPr>
        <w:t>دوم حرف زدن هنگامى كه امام مشغول خطبه خواندن است مكروه است مگر آن كه مانع از گوش دادن خطبه باشد كه در اين صورت بنابر احتياط جايز نيست</w:t>
      </w:r>
      <w:r w:rsidR="000C4B14">
        <w:rPr>
          <w:rtl/>
          <w:lang w:bidi="fa-IR"/>
        </w:rPr>
        <w:t>،</w:t>
      </w:r>
      <w:r w:rsidRPr="003E3506">
        <w:rPr>
          <w:rtl/>
          <w:lang w:bidi="fa-IR"/>
        </w:rPr>
        <w:t xml:space="preserve"> و فرقى بين عدد معتبر در اصل وجوب نماز جمعه و بين بيشتر از آن نيست</w:t>
      </w:r>
      <w:r w:rsidR="000C4B14">
        <w:rPr>
          <w:rtl/>
          <w:lang w:bidi="fa-IR"/>
        </w:rPr>
        <w:t>.</w:t>
      </w:r>
    </w:p>
    <w:p w:rsidR="003E3506" w:rsidRPr="003E3506" w:rsidRDefault="003E3506" w:rsidP="003E3506">
      <w:pPr>
        <w:pStyle w:val="libNormal"/>
        <w:rPr>
          <w:lang w:bidi="fa-IR"/>
        </w:rPr>
      </w:pPr>
      <w:r w:rsidRPr="003E3506">
        <w:rPr>
          <w:rtl/>
          <w:lang w:bidi="fa-IR"/>
        </w:rPr>
        <w:t>سوم گوش دادن به دو خطبه بنابر احتياط واجب است ولى كسانى كه معناى خطبه را نمى فهمند گوش دادن بر آنها واجب نيست</w:t>
      </w:r>
      <w:r w:rsidR="000C4B14">
        <w:rPr>
          <w:rtl/>
          <w:lang w:bidi="fa-IR"/>
        </w:rPr>
        <w:t>.</w:t>
      </w:r>
    </w:p>
    <w:p w:rsidR="003E3506" w:rsidRPr="003E3506" w:rsidRDefault="003E3506" w:rsidP="003E3506">
      <w:pPr>
        <w:pStyle w:val="libNormal"/>
        <w:rPr>
          <w:lang w:bidi="fa-IR"/>
        </w:rPr>
      </w:pPr>
      <w:r w:rsidRPr="003E3506">
        <w:rPr>
          <w:rtl/>
          <w:lang w:bidi="fa-IR"/>
        </w:rPr>
        <w:t>چهارم اذان دوم روز جمعه بدعت است</w:t>
      </w:r>
      <w:r w:rsidR="000C4B14">
        <w:rPr>
          <w:rtl/>
          <w:lang w:bidi="fa-IR"/>
        </w:rPr>
        <w:t>،</w:t>
      </w:r>
      <w:r w:rsidRPr="003E3506">
        <w:rPr>
          <w:rtl/>
          <w:lang w:bidi="fa-IR"/>
        </w:rPr>
        <w:t xml:space="preserve"> و اين همان اذانى است كه در عرف اذان سوم ناميده مى شود.</w:t>
      </w:r>
    </w:p>
    <w:p w:rsidR="003E3506" w:rsidRPr="003E3506" w:rsidRDefault="003E3506" w:rsidP="003E3506">
      <w:pPr>
        <w:pStyle w:val="libNormal"/>
        <w:rPr>
          <w:lang w:bidi="fa-IR"/>
        </w:rPr>
      </w:pPr>
      <w:r w:rsidRPr="003E3506">
        <w:rPr>
          <w:rtl/>
          <w:lang w:bidi="fa-IR"/>
        </w:rPr>
        <w:t>پنجم وقت خطبه امام</w:t>
      </w:r>
      <w:r w:rsidR="000C4B14">
        <w:rPr>
          <w:rtl/>
          <w:lang w:bidi="fa-IR"/>
        </w:rPr>
        <w:t>،</w:t>
      </w:r>
      <w:r w:rsidRPr="003E3506">
        <w:rPr>
          <w:rtl/>
          <w:lang w:bidi="fa-IR"/>
        </w:rPr>
        <w:t xml:space="preserve"> ظاهر اين است كه حضور واجب نباشد.</w:t>
      </w:r>
    </w:p>
    <w:p w:rsidR="003E3506" w:rsidRPr="003E3506" w:rsidRDefault="003E3506" w:rsidP="003E3506">
      <w:pPr>
        <w:pStyle w:val="libNormal"/>
        <w:rPr>
          <w:lang w:bidi="fa-IR"/>
        </w:rPr>
      </w:pPr>
      <w:r w:rsidRPr="003E3506">
        <w:rPr>
          <w:rtl/>
          <w:lang w:bidi="fa-IR"/>
        </w:rPr>
        <w:lastRenderedPageBreak/>
        <w:t>ششم خريد و فروش هنگامى كه براى نماز جمعه نداء مى شود حرام است در صورتى كه منافى نماز باشد</w:t>
      </w:r>
      <w:r w:rsidR="000C4B14">
        <w:rPr>
          <w:rtl/>
          <w:lang w:bidi="fa-IR"/>
        </w:rPr>
        <w:t>،</w:t>
      </w:r>
      <w:r w:rsidRPr="003E3506">
        <w:rPr>
          <w:rtl/>
          <w:lang w:bidi="fa-IR"/>
        </w:rPr>
        <w:t xml:space="preserve"> و الا حرام نخواهد بود</w:t>
      </w:r>
      <w:r w:rsidR="000C4B14">
        <w:rPr>
          <w:rtl/>
          <w:lang w:bidi="fa-IR"/>
        </w:rPr>
        <w:t>،</w:t>
      </w:r>
      <w:r w:rsidRPr="003E3506">
        <w:rPr>
          <w:rtl/>
          <w:lang w:bidi="fa-IR"/>
        </w:rPr>
        <w:t xml:space="preserve"> و اظهر اين است كه در صورت حرمت نيز معامله باطل نيست</w:t>
      </w:r>
      <w:r w:rsidR="000C4B14">
        <w:rPr>
          <w:rtl/>
          <w:lang w:bidi="fa-IR"/>
        </w:rPr>
        <w:t>.</w:t>
      </w:r>
    </w:p>
    <w:p w:rsidR="003E3506" w:rsidRPr="003E3506" w:rsidRDefault="003E3506" w:rsidP="003E3506">
      <w:pPr>
        <w:pStyle w:val="libNormal"/>
        <w:rPr>
          <w:lang w:bidi="fa-IR"/>
        </w:rPr>
      </w:pPr>
      <w:r w:rsidRPr="003E3506">
        <w:rPr>
          <w:rtl/>
          <w:lang w:bidi="fa-IR"/>
        </w:rPr>
        <w:t>هفتم كسى كه حضور جمعه بر او واجب بود</w:t>
      </w:r>
      <w:r w:rsidR="000C4B14">
        <w:rPr>
          <w:rtl/>
          <w:lang w:bidi="fa-IR"/>
        </w:rPr>
        <w:t>،</w:t>
      </w:r>
      <w:r w:rsidRPr="003E3506">
        <w:rPr>
          <w:rtl/>
          <w:lang w:bidi="fa-IR"/>
        </w:rPr>
        <w:t xml:space="preserve"> و ترك نمود و نماز ظهر را بجا آورد اظهر اين است كه نمازش صحيح باشد.</w:t>
      </w:r>
    </w:p>
    <w:p w:rsidR="003E3506" w:rsidRPr="003E3506" w:rsidRDefault="005971F8" w:rsidP="003E3506">
      <w:pPr>
        <w:pStyle w:val="libNormal"/>
        <w:rPr>
          <w:lang w:bidi="fa-IR"/>
        </w:rPr>
      </w:pPr>
      <w:r>
        <w:rPr>
          <w:rtl/>
          <w:lang w:bidi="fa-IR"/>
        </w:rPr>
        <w:br w:type="page"/>
      </w:r>
    </w:p>
    <w:p w:rsidR="003E3506" w:rsidRDefault="00605FAB" w:rsidP="005971F8">
      <w:pPr>
        <w:pStyle w:val="Heading3"/>
        <w:rPr>
          <w:rtl/>
          <w:lang w:bidi="fa-IR"/>
        </w:rPr>
      </w:pPr>
      <w:bookmarkStart w:id="90" w:name="_Toc24454513"/>
      <w:r>
        <w:rPr>
          <w:rtl/>
          <w:lang w:bidi="fa-IR"/>
        </w:rPr>
        <w:t>(</w:t>
      </w:r>
      <w:r w:rsidR="003E3506" w:rsidRPr="003E3506">
        <w:rPr>
          <w:rtl/>
          <w:lang w:bidi="fa-IR"/>
        </w:rPr>
        <w:t>وقت نماز مغرب و عشا</w:t>
      </w:r>
      <w:r>
        <w:rPr>
          <w:rtl/>
          <w:lang w:bidi="fa-IR"/>
        </w:rPr>
        <w:t>)</w:t>
      </w:r>
      <w:bookmarkEnd w:id="90"/>
    </w:p>
    <w:p w:rsidR="003E3506" w:rsidRPr="003E3506" w:rsidRDefault="003E3506" w:rsidP="003E3506">
      <w:pPr>
        <w:pStyle w:val="libNormal"/>
        <w:rPr>
          <w:lang w:bidi="fa-IR"/>
        </w:rPr>
      </w:pPr>
      <w:r w:rsidRPr="003E3506">
        <w:rPr>
          <w:rtl/>
          <w:lang w:bidi="fa-IR"/>
        </w:rPr>
        <w:t>٧٤٣ - احتياط واجب آن است كه قبل از اين كه سرخى طرف مشرق - كه بعد از غروب آفتاب پيدا مى شود - از بالاى سر انسان بگذرد انسان نماز مغرب را بجا نياورد.</w:t>
      </w:r>
    </w:p>
    <w:p w:rsidR="003E3506" w:rsidRPr="003E3506" w:rsidRDefault="003E3506" w:rsidP="003E3506">
      <w:pPr>
        <w:pStyle w:val="libNormal"/>
        <w:rPr>
          <w:lang w:bidi="fa-IR"/>
        </w:rPr>
      </w:pPr>
      <w:r w:rsidRPr="003E3506">
        <w:rPr>
          <w:rtl/>
          <w:lang w:bidi="fa-IR"/>
        </w:rPr>
        <w:t>٧٤٤ - وقت نماز مغرب و عشا براى شخص مختار تا نيمه شب امتداد دارد</w:t>
      </w:r>
      <w:r w:rsidR="000C4B14">
        <w:rPr>
          <w:rtl/>
          <w:lang w:bidi="fa-IR"/>
        </w:rPr>
        <w:t>،</w:t>
      </w:r>
      <w:r w:rsidRPr="003E3506">
        <w:rPr>
          <w:rtl/>
          <w:lang w:bidi="fa-IR"/>
        </w:rPr>
        <w:t xml:space="preserve"> و اما براى شخص مضطر - كه يا از روى فراموشى يا به سبب خواب يا حيض و مانند اينها نماز را پيش از نيمه شب نخوانده - وقت نماز مغرب و عشا تا طلوع فجر ادامه دارد</w:t>
      </w:r>
      <w:r w:rsidR="000C4B14">
        <w:rPr>
          <w:rtl/>
          <w:lang w:bidi="fa-IR"/>
        </w:rPr>
        <w:t>،</w:t>
      </w:r>
      <w:r w:rsidRPr="003E3506">
        <w:rPr>
          <w:rtl/>
          <w:lang w:bidi="fa-IR"/>
        </w:rPr>
        <w:t xml:space="preserve"> ولى در هر صورت در حال التفات ترتيب بين آن دو معتبر است</w:t>
      </w:r>
      <w:r w:rsidR="000C4B14">
        <w:rPr>
          <w:rtl/>
          <w:lang w:bidi="fa-IR"/>
        </w:rPr>
        <w:t>،</w:t>
      </w:r>
      <w:r w:rsidRPr="003E3506">
        <w:rPr>
          <w:rtl/>
          <w:lang w:bidi="fa-IR"/>
        </w:rPr>
        <w:t xml:space="preserve"> يعنى نماز عشا در صورتى كه با التفات</w:t>
      </w:r>
      <w:r w:rsidR="000C4B14">
        <w:rPr>
          <w:rtl/>
          <w:lang w:bidi="fa-IR"/>
        </w:rPr>
        <w:t>،</w:t>
      </w:r>
      <w:r w:rsidRPr="003E3506">
        <w:rPr>
          <w:rtl/>
          <w:lang w:bidi="fa-IR"/>
        </w:rPr>
        <w:t xml:space="preserve"> قبل از نماز مغرب خوانده شود باطل است مگر اين كه از وقت بيش از مقدار اداء نماز عشا نمانده باشد</w:t>
      </w:r>
      <w:r w:rsidR="000C4B14">
        <w:rPr>
          <w:rtl/>
          <w:lang w:bidi="fa-IR"/>
        </w:rPr>
        <w:t>،</w:t>
      </w:r>
      <w:r w:rsidRPr="003E3506">
        <w:rPr>
          <w:rtl/>
          <w:lang w:bidi="fa-IR"/>
        </w:rPr>
        <w:t xml:space="preserve"> كه در اين صورت لازم است نماز عشا را قبل از نماز مغرب بخواند.</w:t>
      </w:r>
    </w:p>
    <w:p w:rsidR="003E3506" w:rsidRPr="003E3506" w:rsidRDefault="003E3506" w:rsidP="003E3506">
      <w:pPr>
        <w:pStyle w:val="libNormal"/>
        <w:rPr>
          <w:lang w:bidi="fa-IR"/>
        </w:rPr>
      </w:pPr>
      <w:r w:rsidRPr="003E3506">
        <w:rPr>
          <w:rtl/>
          <w:lang w:bidi="fa-IR"/>
        </w:rPr>
        <w:t>٧٤٥ - اگر كسى اشتباها نماز عشا را پيش از نماز مغرب بخواند</w:t>
      </w:r>
      <w:r w:rsidR="000C4B14">
        <w:rPr>
          <w:rtl/>
          <w:lang w:bidi="fa-IR"/>
        </w:rPr>
        <w:t>،</w:t>
      </w:r>
      <w:r w:rsidRPr="003E3506">
        <w:rPr>
          <w:rtl/>
          <w:lang w:bidi="fa-IR"/>
        </w:rPr>
        <w:t xml:space="preserve"> و بعد از نماز ملتفت شود</w:t>
      </w:r>
      <w:r w:rsidR="000C4B14">
        <w:rPr>
          <w:rtl/>
          <w:lang w:bidi="fa-IR"/>
        </w:rPr>
        <w:t>،</w:t>
      </w:r>
      <w:r w:rsidRPr="003E3506">
        <w:rPr>
          <w:rtl/>
          <w:lang w:bidi="fa-IR"/>
        </w:rPr>
        <w:t xml:space="preserve"> نمازش صحيح است</w:t>
      </w:r>
      <w:r w:rsidR="000C4B14">
        <w:rPr>
          <w:rtl/>
          <w:lang w:bidi="fa-IR"/>
        </w:rPr>
        <w:t>،</w:t>
      </w:r>
      <w:r w:rsidRPr="003E3506">
        <w:rPr>
          <w:rtl/>
          <w:lang w:bidi="fa-IR"/>
        </w:rPr>
        <w:t xml:space="preserve"> و بايد نماز مغرب را بعد از آن بجا آورد.</w:t>
      </w:r>
    </w:p>
    <w:p w:rsidR="003E3506" w:rsidRPr="003E3506" w:rsidRDefault="003E3506" w:rsidP="003E3506">
      <w:pPr>
        <w:pStyle w:val="libNormal"/>
        <w:rPr>
          <w:lang w:bidi="fa-IR"/>
        </w:rPr>
      </w:pPr>
      <w:r w:rsidRPr="003E3506">
        <w:rPr>
          <w:rtl/>
          <w:lang w:bidi="fa-IR"/>
        </w:rPr>
        <w:t>٧٤٦ - اگر پيش از خواندن نماز مغرب</w:t>
      </w:r>
      <w:r w:rsidR="000C4B14">
        <w:rPr>
          <w:rtl/>
          <w:lang w:bidi="fa-IR"/>
        </w:rPr>
        <w:t>،</w:t>
      </w:r>
      <w:r w:rsidRPr="003E3506">
        <w:rPr>
          <w:rtl/>
          <w:lang w:bidi="fa-IR"/>
        </w:rPr>
        <w:t xml:space="preserve"> سهوا مشغول نماز عشا شود</w:t>
      </w:r>
      <w:r w:rsidR="000C4B14">
        <w:rPr>
          <w:rtl/>
          <w:lang w:bidi="fa-IR"/>
        </w:rPr>
        <w:t>،</w:t>
      </w:r>
      <w:r w:rsidRPr="003E3506">
        <w:rPr>
          <w:rtl/>
          <w:lang w:bidi="fa-IR"/>
        </w:rPr>
        <w:t xml:space="preserve"> و در بين نماز بفهمد كه اشتباه كرده</w:t>
      </w:r>
      <w:r w:rsidR="000C4B14">
        <w:rPr>
          <w:rtl/>
          <w:lang w:bidi="fa-IR"/>
        </w:rPr>
        <w:t>،</w:t>
      </w:r>
      <w:r w:rsidRPr="003E3506">
        <w:rPr>
          <w:rtl/>
          <w:lang w:bidi="fa-IR"/>
        </w:rPr>
        <w:t xml:space="preserve"> چنانچه به ركوع ركعت چهارم نرفته است</w:t>
      </w:r>
      <w:r w:rsidR="000C4B14">
        <w:rPr>
          <w:rtl/>
          <w:lang w:bidi="fa-IR"/>
        </w:rPr>
        <w:t>،</w:t>
      </w:r>
      <w:r w:rsidRPr="003E3506">
        <w:rPr>
          <w:rtl/>
          <w:lang w:bidi="fa-IR"/>
        </w:rPr>
        <w:t xml:space="preserve"> بايد نيت را به نماز مغرب برگرداند</w:t>
      </w:r>
      <w:r w:rsidR="000C4B14">
        <w:rPr>
          <w:rtl/>
          <w:lang w:bidi="fa-IR"/>
        </w:rPr>
        <w:t>،</w:t>
      </w:r>
      <w:r w:rsidRPr="003E3506">
        <w:rPr>
          <w:rtl/>
          <w:lang w:bidi="fa-IR"/>
        </w:rPr>
        <w:t xml:space="preserve"> و نماز را تمام كند و بعد نماز عشا را بخواند</w:t>
      </w:r>
      <w:r w:rsidR="000C4B14">
        <w:rPr>
          <w:rtl/>
          <w:lang w:bidi="fa-IR"/>
        </w:rPr>
        <w:t>،</w:t>
      </w:r>
      <w:r w:rsidRPr="003E3506">
        <w:rPr>
          <w:rtl/>
          <w:lang w:bidi="fa-IR"/>
        </w:rPr>
        <w:t xml:space="preserve"> و اگر به ركوع ركعت چهارم رفته است مى تواند نماز عشا را تمام كرده و بعد نماز مغرب را بجا آورد.</w:t>
      </w:r>
    </w:p>
    <w:p w:rsidR="003E3506" w:rsidRPr="003E3506" w:rsidRDefault="003E3506" w:rsidP="003E3506">
      <w:pPr>
        <w:pStyle w:val="libNormal"/>
        <w:rPr>
          <w:lang w:bidi="fa-IR"/>
        </w:rPr>
      </w:pPr>
      <w:r w:rsidRPr="003E3506">
        <w:rPr>
          <w:rtl/>
          <w:lang w:bidi="fa-IR"/>
        </w:rPr>
        <w:t>٧٤٧ - آخر وقت نماز عشا براى شخص مختار - همچنان كه گذشت - نصف شب است</w:t>
      </w:r>
      <w:r w:rsidR="000C4B14">
        <w:rPr>
          <w:rtl/>
          <w:lang w:bidi="fa-IR"/>
        </w:rPr>
        <w:t>.</w:t>
      </w:r>
    </w:p>
    <w:p w:rsidR="005971F8" w:rsidRDefault="003E3506" w:rsidP="003E3506">
      <w:pPr>
        <w:pStyle w:val="libNormal"/>
        <w:rPr>
          <w:rtl/>
          <w:lang w:bidi="fa-IR"/>
        </w:rPr>
      </w:pPr>
      <w:r w:rsidRPr="003E3506">
        <w:rPr>
          <w:rtl/>
          <w:lang w:bidi="fa-IR"/>
        </w:rPr>
        <w:t>و شب از اول غروب است تا طلوع فجر.</w:t>
      </w:r>
    </w:p>
    <w:p w:rsidR="003E3506" w:rsidRPr="003E3506" w:rsidRDefault="003E3506" w:rsidP="003E3506">
      <w:pPr>
        <w:pStyle w:val="libNormal"/>
        <w:rPr>
          <w:lang w:bidi="fa-IR"/>
        </w:rPr>
      </w:pPr>
      <w:r w:rsidRPr="003E3506">
        <w:rPr>
          <w:rtl/>
          <w:lang w:bidi="fa-IR"/>
        </w:rPr>
        <w:t>٧٤٨ - اگر از روى اختيار نماز مغرب يا عشا را تا نصف شب نخواند بنابر احتياط واجب بايد تا قبل از اذان صبح بدون اين كه نيت ادا و قضا كند آن نماز را بجا آورد.</w:t>
      </w:r>
    </w:p>
    <w:p w:rsidR="003E3506" w:rsidRPr="003E3506" w:rsidRDefault="005971F8" w:rsidP="003E3506">
      <w:pPr>
        <w:pStyle w:val="libNormal"/>
        <w:rPr>
          <w:lang w:bidi="fa-IR"/>
        </w:rPr>
      </w:pPr>
      <w:r>
        <w:rPr>
          <w:rtl/>
          <w:lang w:bidi="fa-IR"/>
        </w:rPr>
        <w:br w:type="page"/>
      </w:r>
    </w:p>
    <w:p w:rsidR="003E3506" w:rsidRDefault="00605FAB" w:rsidP="005971F8">
      <w:pPr>
        <w:pStyle w:val="Heading3"/>
        <w:rPr>
          <w:rtl/>
          <w:lang w:bidi="fa-IR"/>
        </w:rPr>
      </w:pPr>
      <w:bookmarkStart w:id="91" w:name="_Toc24454514"/>
      <w:r>
        <w:rPr>
          <w:rtl/>
          <w:lang w:bidi="fa-IR"/>
        </w:rPr>
        <w:t>(</w:t>
      </w:r>
      <w:r w:rsidR="003E3506" w:rsidRPr="003E3506">
        <w:rPr>
          <w:rtl/>
          <w:lang w:bidi="fa-IR"/>
        </w:rPr>
        <w:t>وقت نماز صبح</w:t>
      </w:r>
      <w:r>
        <w:rPr>
          <w:rtl/>
          <w:lang w:bidi="fa-IR"/>
        </w:rPr>
        <w:t>)</w:t>
      </w:r>
      <w:bookmarkEnd w:id="91"/>
    </w:p>
    <w:p w:rsidR="003E3506" w:rsidRPr="003E3506" w:rsidRDefault="003E3506" w:rsidP="003E3506">
      <w:pPr>
        <w:pStyle w:val="libNormal"/>
        <w:rPr>
          <w:lang w:bidi="fa-IR"/>
        </w:rPr>
      </w:pPr>
      <w:r w:rsidRPr="003E3506">
        <w:rPr>
          <w:rtl/>
          <w:lang w:bidi="fa-IR"/>
        </w:rPr>
        <w:t>٧٤٩ - نزديك اذان صبح از طرف مشرق</w:t>
      </w:r>
      <w:r w:rsidR="000C4B14">
        <w:rPr>
          <w:rtl/>
          <w:lang w:bidi="fa-IR"/>
        </w:rPr>
        <w:t>،</w:t>
      </w:r>
      <w:r w:rsidRPr="003E3506">
        <w:rPr>
          <w:rtl/>
          <w:lang w:bidi="fa-IR"/>
        </w:rPr>
        <w:t xml:space="preserve"> سفيده اى رو به بالا حركت مى كند كه آن را فجر اول گويند</w:t>
      </w:r>
      <w:r w:rsidR="000C4B14">
        <w:rPr>
          <w:rtl/>
          <w:lang w:bidi="fa-IR"/>
        </w:rPr>
        <w:t>،</w:t>
      </w:r>
      <w:r w:rsidRPr="003E3506">
        <w:rPr>
          <w:rtl/>
          <w:lang w:bidi="fa-IR"/>
        </w:rPr>
        <w:t xml:space="preserve"> موقعى كه آن سفيده پهن شد</w:t>
      </w:r>
      <w:r w:rsidR="000C4B14">
        <w:rPr>
          <w:rtl/>
          <w:lang w:bidi="fa-IR"/>
        </w:rPr>
        <w:t>،</w:t>
      </w:r>
      <w:r w:rsidRPr="003E3506">
        <w:rPr>
          <w:rtl/>
          <w:lang w:bidi="fa-IR"/>
        </w:rPr>
        <w:t xml:space="preserve"> فجر دوم و اول وقت نماز صبح است و آخر وقت نماز صبح موقعى است كه آفتاب بيرون مى آيد.</w:t>
      </w:r>
    </w:p>
    <w:p w:rsidR="003E3506" w:rsidRPr="003E3506" w:rsidRDefault="005971F8" w:rsidP="003E3506">
      <w:pPr>
        <w:pStyle w:val="libNormal"/>
        <w:rPr>
          <w:lang w:bidi="fa-IR"/>
        </w:rPr>
      </w:pPr>
      <w:r>
        <w:rPr>
          <w:rtl/>
          <w:lang w:bidi="fa-IR"/>
        </w:rPr>
        <w:br w:type="page"/>
      </w:r>
    </w:p>
    <w:p w:rsidR="003E3506" w:rsidRDefault="00605FAB" w:rsidP="005971F8">
      <w:pPr>
        <w:pStyle w:val="Heading2"/>
        <w:rPr>
          <w:rtl/>
          <w:lang w:bidi="fa-IR"/>
        </w:rPr>
      </w:pPr>
      <w:bookmarkStart w:id="92" w:name="_Toc24454515"/>
      <w:r>
        <w:rPr>
          <w:rtl/>
          <w:lang w:bidi="fa-IR"/>
        </w:rPr>
        <w:t>(</w:t>
      </w:r>
      <w:r w:rsidR="003E3506" w:rsidRPr="003E3506">
        <w:rPr>
          <w:rtl/>
          <w:lang w:bidi="fa-IR"/>
        </w:rPr>
        <w:t>احكام وقت نماز</w:t>
      </w:r>
      <w:r>
        <w:rPr>
          <w:rtl/>
          <w:lang w:bidi="fa-IR"/>
        </w:rPr>
        <w:t>)</w:t>
      </w:r>
      <w:bookmarkEnd w:id="92"/>
    </w:p>
    <w:p w:rsidR="003E3506" w:rsidRPr="003E3506" w:rsidRDefault="003E3506" w:rsidP="003E3506">
      <w:pPr>
        <w:pStyle w:val="libNormal"/>
        <w:rPr>
          <w:lang w:bidi="fa-IR"/>
        </w:rPr>
      </w:pPr>
      <w:r w:rsidRPr="003E3506">
        <w:rPr>
          <w:rtl/>
          <w:lang w:bidi="fa-IR"/>
        </w:rPr>
        <w:t>٧٥٠ - موقعى انسان مى تواند مشغول نماز شود</w:t>
      </w:r>
      <w:r w:rsidR="000C4B14">
        <w:rPr>
          <w:rtl/>
          <w:lang w:bidi="fa-IR"/>
        </w:rPr>
        <w:t>،</w:t>
      </w:r>
      <w:r w:rsidRPr="003E3506">
        <w:rPr>
          <w:rtl/>
          <w:lang w:bidi="fa-IR"/>
        </w:rPr>
        <w:t xml:space="preserve"> كه يقين كند وقت داخل شده است</w:t>
      </w:r>
      <w:r w:rsidR="000C4B14">
        <w:rPr>
          <w:rtl/>
          <w:lang w:bidi="fa-IR"/>
        </w:rPr>
        <w:t>،</w:t>
      </w:r>
      <w:r w:rsidRPr="003E3506">
        <w:rPr>
          <w:rtl/>
          <w:lang w:bidi="fa-IR"/>
        </w:rPr>
        <w:t xml:space="preserve"> يا دو مرد عادل به داخل شدن وقت خبر دهند</w:t>
      </w:r>
      <w:r w:rsidR="000C4B14">
        <w:rPr>
          <w:rtl/>
          <w:lang w:bidi="fa-IR"/>
        </w:rPr>
        <w:t>،</w:t>
      </w:r>
      <w:r w:rsidRPr="003E3506">
        <w:rPr>
          <w:rtl/>
          <w:lang w:bidi="fa-IR"/>
        </w:rPr>
        <w:t xml:space="preserve"> بلكه به اذان و به خبر شخصى كه وقت شناس باشد چنانچه موجب اطمينان شود نيز مى توان اكتفا نمود.</w:t>
      </w:r>
    </w:p>
    <w:p w:rsidR="003E3506" w:rsidRPr="003E3506" w:rsidRDefault="003E3506" w:rsidP="003E3506">
      <w:pPr>
        <w:pStyle w:val="libNormal"/>
        <w:rPr>
          <w:lang w:bidi="fa-IR"/>
        </w:rPr>
      </w:pPr>
      <w:r w:rsidRPr="003E3506">
        <w:rPr>
          <w:rtl/>
          <w:lang w:bidi="fa-IR"/>
        </w:rPr>
        <w:t>٧٥١ - اگر به واسطه مانع شخصى مانند نابينايى يا در زندان بودن نتواند در اول وقت نماز به داخل شدن وقت يقين كند بايد نماز را تاخير بيندازد تا يقين يا اطمينان كند كه وقت داخل شده است</w:t>
      </w:r>
      <w:r w:rsidR="000C4B14">
        <w:rPr>
          <w:rtl/>
          <w:lang w:bidi="fa-IR"/>
        </w:rPr>
        <w:t>،</w:t>
      </w:r>
      <w:r w:rsidRPr="003E3506">
        <w:rPr>
          <w:rtl/>
          <w:lang w:bidi="fa-IR"/>
        </w:rPr>
        <w:t xml:space="preserve"> و هم چنين است بنابر احتياط لازم اگر مانع از يقين به داخل شدن وقت از موانع عامه باشد مثل ابر و غبار و مانند اينها</w:t>
      </w:r>
      <w:r w:rsidR="000C4B14">
        <w:rPr>
          <w:rtl/>
          <w:lang w:bidi="fa-IR"/>
        </w:rPr>
        <w:t>.</w:t>
      </w:r>
    </w:p>
    <w:p w:rsidR="003E3506" w:rsidRPr="003E3506" w:rsidRDefault="003E3506" w:rsidP="003E3506">
      <w:pPr>
        <w:pStyle w:val="libNormal"/>
        <w:rPr>
          <w:lang w:bidi="fa-IR"/>
        </w:rPr>
      </w:pPr>
      <w:r w:rsidRPr="003E3506">
        <w:rPr>
          <w:rtl/>
          <w:lang w:bidi="fa-IR"/>
        </w:rPr>
        <w:t>٧٥٢ - اگر به يكى از راههاى گذشته براى انسان ثابت شود كه وقت نماز شده و مشغول نماز شود</w:t>
      </w:r>
      <w:r w:rsidR="000C4B14">
        <w:rPr>
          <w:rtl/>
          <w:lang w:bidi="fa-IR"/>
        </w:rPr>
        <w:t>،</w:t>
      </w:r>
      <w:r w:rsidRPr="003E3506">
        <w:rPr>
          <w:rtl/>
          <w:lang w:bidi="fa-IR"/>
        </w:rPr>
        <w:t xml:space="preserve"> و در بين نماز بفهمد كه هنوز وقت داخل نشده نماز او باطل است</w:t>
      </w:r>
      <w:r w:rsidR="000C4B14">
        <w:rPr>
          <w:rtl/>
          <w:lang w:bidi="fa-IR"/>
        </w:rPr>
        <w:t>،</w:t>
      </w:r>
      <w:r w:rsidRPr="003E3506">
        <w:rPr>
          <w:rtl/>
          <w:lang w:bidi="fa-IR"/>
        </w:rPr>
        <w:t xml:space="preserve"> و هم چنين است اگر بعد از نماز بفهمد كه تمام نماز را پيش از وقت خوانده</w:t>
      </w:r>
      <w:r w:rsidR="000C4B14">
        <w:rPr>
          <w:rtl/>
          <w:lang w:bidi="fa-IR"/>
        </w:rPr>
        <w:t>،</w:t>
      </w:r>
      <w:r w:rsidRPr="003E3506">
        <w:rPr>
          <w:rtl/>
          <w:lang w:bidi="fa-IR"/>
        </w:rPr>
        <w:t xml:space="preserve"> ولى اگر در بين نماز بفهمد وقت داخل شده يا بعد از نماز بفهمد كه در بين نماز وقت داخل شده بود نماز او صحيح است</w:t>
      </w:r>
      <w:r w:rsidR="000C4B14">
        <w:rPr>
          <w:rtl/>
          <w:lang w:bidi="fa-IR"/>
        </w:rPr>
        <w:t>.</w:t>
      </w:r>
    </w:p>
    <w:p w:rsidR="003E3506" w:rsidRPr="003E3506" w:rsidRDefault="003E3506" w:rsidP="003E3506">
      <w:pPr>
        <w:pStyle w:val="libNormal"/>
        <w:rPr>
          <w:lang w:bidi="fa-IR"/>
        </w:rPr>
      </w:pPr>
      <w:r w:rsidRPr="003E3506">
        <w:rPr>
          <w:rtl/>
          <w:lang w:bidi="fa-IR"/>
        </w:rPr>
        <w:t>٧٥٣ - اگر انسان ملتفت نباشد كه بايد با يقين به داخل شدن وقت</w:t>
      </w:r>
      <w:r w:rsidR="000C4B14">
        <w:rPr>
          <w:rtl/>
          <w:lang w:bidi="fa-IR"/>
        </w:rPr>
        <w:t>،</w:t>
      </w:r>
      <w:r w:rsidRPr="003E3506">
        <w:rPr>
          <w:rtl/>
          <w:lang w:bidi="fa-IR"/>
        </w:rPr>
        <w:t xml:space="preserve"> مشغول نماز شود</w:t>
      </w:r>
      <w:r w:rsidR="000C4B14">
        <w:rPr>
          <w:rtl/>
          <w:lang w:bidi="fa-IR"/>
        </w:rPr>
        <w:t>،</w:t>
      </w:r>
      <w:r w:rsidRPr="003E3506">
        <w:rPr>
          <w:rtl/>
          <w:lang w:bidi="fa-IR"/>
        </w:rPr>
        <w:t xml:space="preserve"> چنانچه بعد از نماز بفهمد كه تمام نماز را در وقت خوانده</w:t>
      </w:r>
      <w:r w:rsidR="000C4B14">
        <w:rPr>
          <w:rtl/>
          <w:lang w:bidi="fa-IR"/>
        </w:rPr>
        <w:t>،</w:t>
      </w:r>
      <w:r w:rsidRPr="003E3506">
        <w:rPr>
          <w:rtl/>
          <w:lang w:bidi="fa-IR"/>
        </w:rPr>
        <w:t xml:space="preserve"> نماز او صحيح است</w:t>
      </w:r>
      <w:r w:rsidR="000C4B14">
        <w:rPr>
          <w:rtl/>
          <w:lang w:bidi="fa-IR"/>
        </w:rPr>
        <w:t>،</w:t>
      </w:r>
      <w:r w:rsidRPr="003E3506">
        <w:rPr>
          <w:rtl/>
          <w:lang w:bidi="fa-IR"/>
        </w:rPr>
        <w:t xml:space="preserve"> و اگر بفهمد نماز را پيش از وقت خوانده يا نفهمد كه در وقت خوانده يا پيش از وقت</w:t>
      </w:r>
      <w:r w:rsidR="000C4B14">
        <w:rPr>
          <w:rtl/>
          <w:lang w:bidi="fa-IR"/>
        </w:rPr>
        <w:t>،</w:t>
      </w:r>
      <w:r w:rsidRPr="003E3506">
        <w:rPr>
          <w:rtl/>
          <w:lang w:bidi="fa-IR"/>
        </w:rPr>
        <w:t xml:space="preserve"> نمازش باطل است</w:t>
      </w:r>
      <w:r w:rsidR="000C4B14">
        <w:rPr>
          <w:rtl/>
          <w:lang w:bidi="fa-IR"/>
        </w:rPr>
        <w:t>،</w:t>
      </w:r>
      <w:r w:rsidRPr="003E3506">
        <w:rPr>
          <w:rtl/>
          <w:lang w:bidi="fa-IR"/>
        </w:rPr>
        <w:t xml:space="preserve"> بلكه اگر بعد از نماز بفهمد كه در بين نماز وقت داخل شده است</w:t>
      </w:r>
      <w:r w:rsidR="000C4B14">
        <w:rPr>
          <w:rtl/>
          <w:lang w:bidi="fa-IR"/>
        </w:rPr>
        <w:t>،</w:t>
      </w:r>
      <w:r w:rsidRPr="003E3506">
        <w:rPr>
          <w:rtl/>
          <w:lang w:bidi="fa-IR"/>
        </w:rPr>
        <w:t xml:space="preserve"> بايد دوباره آن نماز را بخواند.</w:t>
      </w:r>
    </w:p>
    <w:p w:rsidR="003E3506" w:rsidRPr="003E3506" w:rsidRDefault="003E3506" w:rsidP="003E3506">
      <w:pPr>
        <w:pStyle w:val="libNormal"/>
        <w:rPr>
          <w:lang w:bidi="fa-IR"/>
        </w:rPr>
      </w:pPr>
      <w:r w:rsidRPr="003E3506">
        <w:rPr>
          <w:rtl/>
          <w:lang w:bidi="fa-IR"/>
        </w:rPr>
        <w:t>٧٥٤ - اگر يقين كند وقت داخل شده و مشغول نماز شود</w:t>
      </w:r>
      <w:r w:rsidR="000C4B14">
        <w:rPr>
          <w:rtl/>
          <w:lang w:bidi="fa-IR"/>
        </w:rPr>
        <w:t>،</w:t>
      </w:r>
      <w:r w:rsidRPr="003E3506">
        <w:rPr>
          <w:rtl/>
          <w:lang w:bidi="fa-IR"/>
        </w:rPr>
        <w:t xml:space="preserve"> و در بين نماز شك كند كه وقت داخل شده يا نه</w:t>
      </w:r>
      <w:r w:rsidR="000C4B14">
        <w:rPr>
          <w:rtl/>
          <w:lang w:bidi="fa-IR"/>
        </w:rPr>
        <w:t>،</w:t>
      </w:r>
      <w:r w:rsidRPr="003E3506">
        <w:rPr>
          <w:rtl/>
          <w:lang w:bidi="fa-IR"/>
        </w:rPr>
        <w:t xml:space="preserve"> نماز او باطل است</w:t>
      </w:r>
      <w:r w:rsidR="000C4B14">
        <w:rPr>
          <w:rtl/>
          <w:lang w:bidi="fa-IR"/>
        </w:rPr>
        <w:t>.</w:t>
      </w:r>
    </w:p>
    <w:p w:rsidR="003E3506" w:rsidRPr="003E3506" w:rsidRDefault="003E3506" w:rsidP="003E3506">
      <w:pPr>
        <w:pStyle w:val="libNormal"/>
        <w:rPr>
          <w:lang w:bidi="fa-IR"/>
        </w:rPr>
      </w:pPr>
      <w:r w:rsidRPr="003E3506">
        <w:rPr>
          <w:rtl/>
          <w:lang w:bidi="fa-IR"/>
        </w:rPr>
        <w:t>ولى اگر در بين نماز يقين داشته باشد كه وقت داخل شده</w:t>
      </w:r>
      <w:r w:rsidR="000C4B14">
        <w:rPr>
          <w:rtl/>
          <w:lang w:bidi="fa-IR"/>
        </w:rPr>
        <w:t>،</w:t>
      </w:r>
      <w:r w:rsidRPr="003E3506">
        <w:rPr>
          <w:rtl/>
          <w:lang w:bidi="fa-IR"/>
        </w:rPr>
        <w:t xml:space="preserve"> و شك كند كه آنچه از نماز خوانده در وقت بوده يا نه نمازش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٧٥٥ - اگر وقت نماز به قدرى تنگ است</w:t>
      </w:r>
      <w:r w:rsidR="000C4B14">
        <w:rPr>
          <w:rtl/>
          <w:lang w:bidi="fa-IR"/>
        </w:rPr>
        <w:t>،</w:t>
      </w:r>
      <w:r w:rsidRPr="003E3506">
        <w:rPr>
          <w:rtl/>
          <w:lang w:bidi="fa-IR"/>
        </w:rPr>
        <w:t xml:space="preserve"> كه به واسطه بجا آورد بعضى از كارهاى مستحب نماز</w:t>
      </w:r>
      <w:r w:rsidR="000C4B14">
        <w:rPr>
          <w:rtl/>
          <w:lang w:bidi="fa-IR"/>
        </w:rPr>
        <w:t>،</w:t>
      </w:r>
      <w:r w:rsidRPr="003E3506">
        <w:rPr>
          <w:rtl/>
          <w:lang w:bidi="fa-IR"/>
        </w:rPr>
        <w:t xml:space="preserve"> مقدارى از آن بعد از وقت خوانده مى شود بايد آن مستحب را بجا نياورد</w:t>
      </w:r>
      <w:r w:rsidR="000C4B14">
        <w:rPr>
          <w:rtl/>
          <w:lang w:bidi="fa-IR"/>
        </w:rPr>
        <w:t>،</w:t>
      </w:r>
      <w:r w:rsidRPr="003E3506">
        <w:rPr>
          <w:rtl/>
          <w:lang w:bidi="fa-IR"/>
        </w:rPr>
        <w:t xml:space="preserve"> مثلا اگر به واسطه خواندن قنوت مقدارى از نماز بعد از وقت خواند مى شود</w:t>
      </w:r>
      <w:r w:rsidR="000C4B14">
        <w:rPr>
          <w:rtl/>
          <w:lang w:bidi="fa-IR"/>
        </w:rPr>
        <w:t>،</w:t>
      </w:r>
      <w:r w:rsidRPr="003E3506">
        <w:rPr>
          <w:rtl/>
          <w:lang w:bidi="fa-IR"/>
        </w:rPr>
        <w:t xml:space="preserve"> بايد قنوت را نخواند.</w:t>
      </w:r>
    </w:p>
    <w:p w:rsidR="003E3506" w:rsidRPr="003E3506" w:rsidRDefault="003E3506" w:rsidP="003E3506">
      <w:pPr>
        <w:pStyle w:val="libNormal"/>
        <w:rPr>
          <w:lang w:bidi="fa-IR"/>
        </w:rPr>
      </w:pPr>
      <w:r w:rsidRPr="003E3506">
        <w:rPr>
          <w:rtl/>
          <w:lang w:bidi="fa-IR"/>
        </w:rPr>
        <w:t>٧٥٦ - كسى كه به اندازه خواندن يك ركعت نماز وقت دارد</w:t>
      </w:r>
      <w:r w:rsidR="000C4B14">
        <w:rPr>
          <w:rtl/>
          <w:lang w:bidi="fa-IR"/>
        </w:rPr>
        <w:t>،</w:t>
      </w:r>
      <w:r w:rsidRPr="003E3506">
        <w:rPr>
          <w:rtl/>
          <w:lang w:bidi="fa-IR"/>
        </w:rPr>
        <w:t xml:space="preserve"> بايد نماز را به نيت ادابخواند</w:t>
      </w:r>
      <w:r w:rsidR="000C4B14">
        <w:rPr>
          <w:rtl/>
          <w:lang w:bidi="fa-IR"/>
        </w:rPr>
        <w:t>،</w:t>
      </w:r>
      <w:r w:rsidRPr="003E3506">
        <w:rPr>
          <w:rtl/>
          <w:lang w:bidi="fa-IR"/>
        </w:rPr>
        <w:t xml:space="preserve"> ولى نبايد عمدا نماز را تا اين وقت تاخير بيندازد.</w:t>
      </w:r>
    </w:p>
    <w:p w:rsidR="003E3506" w:rsidRPr="003E3506" w:rsidRDefault="003E3506" w:rsidP="003E3506">
      <w:pPr>
        <w:pStyle w:val="libNormal"/>
        <w:rPr>
          <w:lang w:bidi="fa-IR"/>
        </w:rPr>
      </w:pPr>
      <w:r w:rsidRPr="003E3506">
        <w:rPr>
          <w:rtl/>
          <w:lang w:bidi="fa-IR"/>
        </w:rPr>
        <w:t>٧٥٧ - كسى كه مسافر نيست</w:t>
      </w:r>
      <w:r w:rsidR="000C4B14">
        <w:rPr>
          <w:rtl/>
          <w:lang w:bidi="fa-IR"/>
        </w:rPr>
        <w:t>،</w:t>
      </w:r>
      <w:r w:rsidRPr="003E3506">
        <w:rPr>
          <w:rtl/>
          <w:lang w:bidi="fa-IR"/>
        </w:rPr>
        <w:t xml:space="preserve"> اگر تا غروب آفتاب به اندازه خواندن پنج ركعت نماز وقت دارد</w:t>
      </w:r>
      <w:r w:rsidR="000C4B14">
        <w:rPr>
          <w:rtl/>
          <w:lang w:bidi="fa-IR"/>
        </w:rPr>
        <w:t>،</w:t>
      </w:r>
      <w:r w:rsidRPr="003E3506">
        <w:rPr>
          <w:rtl/>
          <w:lang w:bidi="fa-IR"/>
        </w:rPr>
        <w:t xml:space="preserve"> بايد نماز ظهر و عصر هر دو را بخواند</w:t>
      </w:r>
      <w:r w:rsidR="000C4B14">
        <w:rPr>
          <w:rtl/>
          <w:lang w:bidi="fa-IR"/>
        </w:rPr>
        <w:t>،</w:t>
      </w:r>
      <w:r w:rsidRPr="003E3506">
        <w:rPr>
          <w:rtl/>
          <w:lang w:bidi="fa-IR"/>
        </w:rPr>
        <w:t xml:space="preserve"> و اگر كمتر وقت دارد بايد فقط نماز عصر را بخواند</w:t>
      </w:r>
      <w:r w:rsidR="000C4B14">
        <w:rPr>
          <w:rtl/>
          <w:lang w:bidi="fa-IR"/>
        </w:rPr>
        <w:t>،</w:t>
      </w:r>
      <w:r w:rsidRPr="003E3506">
        <w:rPr>
          <w:rtl/>
          <w:lang w:bidi="fa-IR"/>
        </w:rPr>
        <w:t xml:space="preserve"> و بعدا نماز ظهر را قضا كند</w:t>
      </w:r>
      <w:r w:rsidR="000C4B14">
        <w:rPr>
          <w:rtl/>
          <w:lang w:bidi="fa-IR"/>
        </w:rPr>
        <w:t>،</w:t>
      </w:r>
      <w:r w:rsidRPr="003E3506">
        <w:rPr>
          <w:rtl/>
          <w:lang w:bidi="fa-IR"/>
        </w:rPr>
        <w:t xml:space="preserve"> و هم چنين اگر تا نصف شب به اندازه خواندن پنج ركعت وقت دارد</w:t>
      </w:r>
      <w:r w:rsidR="000C4B14">
        <w:rPr>
          <w:rtl/>
          <w:lang w:bidi="fa-IR"/>
        </w:rPr>
        <w:t>،</w:t>
      </w:r>
      <w:r w:rsidRPr="003E3506">
        <w:rPr>
          <w:rtl/>
          <w:lang w:bidi="fa-IR"/>
        </w:rPr>
        <w:t xml:space="preserve"> بايد نماز مغرب و عشا را بخواند</w:t>
      </w:r>
      <w:r w:rsidR="000C4B14">
        <w:rPr>
          <w:rtl/>
          <w:lang w:bidi="fa-IR"/>
        </w:rPr>
        <w:t>،</w:t>
      </w:r>
      <w:r w:rsidRPr="003E3506">
        <w:rPr>
          <w:rtl/>
          <w:lang w:bidi="fa-IR"/>
        </w:rPr>
        <w:t xml:space="preserve"> و اگر كمتر وقت دارد بايد فقط عشا را بخواند و بعدا مغرب را بجا آورد بدون آن كه نيت اداء و قضا كند.</w:t>
      </w:r>
    </w:p>
    <w:p w:rsidR="003E3506" w:rsidRPr="003E3506" w:rsidRDefault="003E3506" w:rsidP="003E3506">
      <w:pPr>
        <w:pStyle w:val="libNormal"/>
        <w:rPr>
          <w:lang w:bidi="fa-IR"/>
        </w:rPr>
      </w:pPr>
      <w:r w:rsidRPr="003E3506">
        <w:rPr>
          <w:rtl/>
          <w:lang w:bidi="fa-IR"/>
        </w:rPr>
        <w:t>٧٥٨ - كسى كه مسافر است اگر تا غروب آفتاب به اندازه خواندن سه ركعت نماز وقت دارد</w:t>
      </w:r>
      <w:r w:rsidR="000C4B14">
        <w:rPr>
          <w:rtl/>
          <w:lang w:bidi="fa-IR"/>
        </w:rPr>
        <w:t>،</w:t>
      </w:r>
      <w:r w:rsidRPr="003E3506">
        <w:rPr>
          <w:rtl/>
          <w:lang w:bidi="fa-IR"/>
        </w:rPr>
        <w:t xml:space="preserve"> بايد نماز ظهر و عصر را بخواند</w:t>
      </w:r>
      <w:r w:rsidR="000C4B14">
        <w:rPr>
          <w:rtl/>
          <w:lang w:bidi="fa-IR"/>
        </w:rPr>
        <w:t>،</w:t>
      </w:r>
      <w:r w:rsidRPr="003E3506">
        <w:rPr>
          <w:rtl/>
          <w:lang w:bidi="fa-IR"/>
        </w:rPr>
        <w:t xml:space="preserve"> و اگر كمتر وقت دارد</w:t>
      </w:r>
      <w:r w:rsidR="000C4B14">
        <w:rPr>
          <w:rtl/>
          <w:lang w:bidi="fa-IR"/>
        </w:rPr>
        <w:t>،</w:t>
      </w:r>
      <w:r w:rsidRPr="003E3506">
        <w:rPr>
          <w:rtl/>
          <w:lang w:bidi="fa-IR"/>
        </w:rPr>
        <w:t xml:space="preserve"> بايد فقط عصر را بخواند</w:t>
      </w:r>
      <w:r w:rsidR="000C4B14">
        <w:rPr>
          <w:rtl/>
          <w:lang w:bidi="fa-IR"/>
        </w:rPr>
        <w:t>،</w:t>
      </w:r>
      <w:r w:rsidRPr="003E3506">
        <w:rPr>
          <w:rtl/>
          <w:lang w:bidi="fa-IR"/>
        </w:rPr>
        <w:t xml:space="preserve"> و بعدا نماز ظهر را قضا كند</w:t>
      </w:r>
      <w:r w:rsidR="000C4B14">
        <w:rPr>
          <w:rtl/>
          <w:lang w:bidi="fa-IR"/>
        </w:rPr>
        <w:t>،</w:t>
      </w:r>
      <w:r w:rsidRPr="003E3506">
        <w:rPr>
          <w:rtl/>
          <w:lang w:bidi="fa-IR"/>
        </w:rPr>
        <w:t xml:space="preserve"> و اگر تا نصف شب به اندازه خواندن چهار ركعت نماز وقت دارد</w:t>
      </w:r>
      <w:r w:rsidR="000C4B14">
        <w:rPr>
          <w:rtl/>
          <w:lang w:bidi="fa-IR"/>
        </w:rPr>
        <w:t>،</w:t>
      </w:r>
      <w:r w:rsidRPr="003E3506">
        <w:rPr>
          <w:rtl/>
          <w:lang w:bidi="fa-IR"/>
        </w:rPr>
        <w:t xml:space="preserve"> بايد نماز مغرب و عشا را بخواند و اگر به مقدار سه ركعت نماز وقت دارد بايد اول نماز عشا را بخواند و بعد مغرب را بجا آورد تا يك ركعت از نماز مغرب را در وقت انجام داده باشد</w:t>
      </w:r>
      <w:r w:rsidR="000C4B14">
        <w:rPr>
          <w:rtl/>
          <w:lang w:bidi="fa-IR"/>
        </w:rPr>
        <w:t>،</w:t>
      </w:r>
      <w:r w:rsidRPr="003E3506">
        <w:rPr>
          <w:rtl/>
          <w:lang w:bidi="fa-IR"/>
        </w:rPr>
        <w:t xml:space="preserve"> و اگر كمتر از سه ركعت نماز وقت دارد بايد اول عشا را بخواند و بعدا مغرب را بدون اين كه نيت ادا و قضا كند بجا آورد و چنانچه بعد از خواندن عشا معلوم شود كه از وقت به مقدار يك ركعت يا بيشتر به نصف شب مانده است</w:t>
      </w:r>
      <w:r w:rsidR="000C4B14">
        <w:rPr>
          <w:rtl/>
          <w:lang w:bidi="fa-IR"/>
        </w:rPr>
        <w:t>،</w:t>
      </w:r>
      <w:r w:rsidRPr="003E3506">
        <w:rPr>
          <w:rtl/>
          <w:lang w:bidi="fa-IR"/>
        </w:rPr>
        <w:t xml:space="preserve"> بايد فورا نماز مغرب را به نيت ادا بجا آورد.</w:t>
      </w:r>
    </w:p>
    <w:p w:rsidR="003E3506" w:rsidRPr="003E3506" w:rsidRDefault="003E3506" w:rsidP="003E3506">
      <w:pPr>
        <w:pStyle w:val="libNormal"/>
        <w:rPr>
          <w:lang w:bidi="fa-IR"/>
        </w:rPr>
      </w:pPr>
      <w:r w:rsidRPr="003E3506">
        <w:rPr>
          <w:rtl/>
          <w:lang w:bidi="fa-IR"/>
        </w:rPr>
        <w:t>٧٥٩ - مستحب است انسان نماز را در اول وقت آن بخواند و راجع به آن خيلى سفارش شده است و هر چه به اول وقت نزديك تر باشد بهتر است مگر آن كه تاخير آن از جهتى بهتر باشد</w:t>
      </w:r>
      <w:r w:rsidR="000C4B14">
        <w:rPr>
          <w:rtl/>
          <w:lang w:bidi="fa-IR"/>
        </w:rPr>
        <w:t>،</w:t>
      </w:r>
      <w:r w:rsidRPr="003E3506">
        <w:rPr>
          <w:rtl/>
          <w:lang w:bidi="fa-IR"/>
        </w:rPr>
        <w:t xml:space="preserve"> مثلا صبر كند كه نماز را به جماعت بخواند.</w:t>
      </w:r>
    </w:p>
    <w:p w:rsidR="003E3506" w:rsidRPr="003E3506" w:rsidRDefault="003E3506" w:rsidP="003E3506">
      <w:pPr>
        <w:pStyle w:val="libNormal"/>
        <w:rPr>
          <w:lang w:bidi="fa-IR"/>
        </w:rPr>
      </w:pPr>
      <w:r w:rsidRPr="003E3506">
        <w:rPr>
          <w:rtl/>
          <w:lang w:bidi="fa-IR"/>
        </w:rPr>
        <w:lastRenderedPageBreak/>
        <w:t>٧٦٠ - هر گاه انسان عذرى دارد كه اگر بخواهد در اول وقت نماز بخواند</w:t>
      </w:r>
      <w:r w:rsidR="000C4B14">
        <w:rPr>
          <w:rtl/>
          <w:lang w:bidi="fa-IR"/>
        </w:rPr>
        <w:t>،</w:t>
      </w:r>
      <w:r w:rsidRPr="003E3506">
        <w:rPr>
          <w:rtl/>
          <w:lang w:bidi="fa-IR"/>
        </w:rPr>
        <w:t xml:space="preserve"> ناچار است با تيمم نماز بخواند</w:t>
      </w:r>
      <w:r w:rsidR="000C4B14">
        <w:rPr>
          <w:rtl/>
          <w:lang w:bidi="fa-IR"/>
        </w:rPr>
        <w:t>،</w:t>
      </w:r>
      <w:r w:rsidRPr="003E3506">
        <w:rPr>
          <w:rtl/>
          <w:lang w:bidi="fa-IR"/>
        </w:rPr>
        <w:t xml:space="preserve"> چنانچه بداند عذر او تا آخر وقت باقى است يا مايوس از برطرف شدن آن باشد مى تواند در اول وقت تيمم كند و نماز بخواند</w:t>
      </w:r>
      <w:r w:rsidR="000C4B14">
        <w:rPr>
          <w:rtl/>
          <w:lang w:bidi="fa-IR"/>
        </w:rPr>
        <w:t>،</w:t>
      </w:r>
      <w:r w:rsidRPr="003E3506">
        <w:rPr>
          <w:rtl/>
          <w:lang w:bidi="fa-IR"/>
        </w:rPr>
        <w:t xml:space="preserve"> ولى اگر مايوس نباشد بايد صبر كند تا عذرش برطرف شود و چنانچه عذر او برطرف نشد</w:t>
      </w:r>
      <w:r w:rsidR="000C4B14">
        <w:rPr>
          <w:rtl/>
          <w:lang w:bidi="fa-IR"/>
        </w:rPr>
        <w:t>،</w:t>
      </w:r>
      <w:r w:rsidRPr="003E3506">
        <w:rPr>
          <w:rtl/>
          <w:lang w:bidi="fa-IR"/>
        </w:rPr>
        <w:t xml:space="preserve"> در آخر وقت نماز بخواند</w:t>
      </w:r>
      <w:r w:rsidR="000C4B14">
        <w:rPr>
          <w:rtl/>
          <w:lang w:bidi="fa-IR"/>
        </w:rPr>
        <w:t>،</w:t>
      </w:r>
      <w:r w:rsidRPr="003E3506">
        <w:rPr>
          <w:rtl/>
          <w:lang w:bidi="fa-IR"/>
        </w:rPr>
        <w:t xml:space="preserve"> و لازم نيست به قدرى صبر كند كه فقط بتواند كارهاى واجب نماز را انجام دهد</w:t>
      </w:r>
      <w:r w:rsidR="000C4B14">
        <w:rPr>
          <w:rtl/>
          <w:lang w:bidi="fa-IR"/>
        </w:rPr>
        <w:t>،</w:t>
      </w:r>
      <w:r w:rsidRPr="003E3506">
        <w:rPr>
          <w:rtl/>
          <w:lang w:bidi="fa-IR"/>
        </w:rPr>
        <w:t xml:space="preserve"> بلكه اگر براى مستحبات نماز نيز مانند اذان و اقامه و قنوت اگر وقت دارد مى تواند تيمم كند</w:t>
      </w:r>
      <w:r w:rsidR="000C4B14">
        <w:rPr>
          <w:rtl/>
          <w:lang w:bidi="fa-IR"/>
        </w:rPr>
        <w:t>،</w:t>
      </w:r>
      <w:r w:rsidRPr="003E3506">
        <w:rPr>
          <w:rtl/>
          <w:lang w:bidi="fa-IR"/>
        </w:rPr>
        <w:t xml:space="preserve"> و نماز را با آن مستحبات بجا آورد.</w:t>
      </w:r>
    </w:p>
    <w:p w:rsidR="003E3506" w:rsidRPr="003E3506" w:rsidRDefault="003E3506" w:rsidP="003E3506">
      <w:pPr>
        <w:pStyle w:val="libNormal"/>
        <w:rPr>
          <w:lang w:bidi="fa-IR"/>
        </w:rPr>
      </w:pPr>
      <w:r w:rsidRPr="003E3506">
        <w:rPr>
          <w:rtl/>
          <w:lang w:bidi="fa-IR"/>
        </w:rPr>
        <w:t>و در عذرهاى ديگر غير از موارد تيمم اگر چه مايوس نباشد كه عذر او برطرف شود جايز است اول وقت نماز بخواند</w:t>
      </w:r>
      <w:r w:rsidR="000C4B14">
        <w:rPr>
          <w:rtl/>
          <w:lang w:bidi="fa-IR"/>
        </w:rPr>
        <w:t>،</w:t>
      </w:r>
      <w:r w:rsidRPr="003E3506">
        <w:rPr>
          <w:rtl/>
          <w:lang w:bidi="fa-IR"/>
        </w:rPr>
        <w:t xml:space="preserve"> ولى چنانچه در اثنا وقت عذرش برطرف گردد لازم است اعاده نمايد.</w:t>
      </w:r>
    </w:p>
    <w:p w:rsidR="003E3506" w:rsidRPr="003E3506" w:rsidRDefault="003E3506" w:rsidP="003E3506">
      <w:pPr>
        <w:pStyle w:val="libNormal"/>
        <w:rPr>
          <w:lang w:bidi="fa-IR"/>
        </w:rPr>
      </w:pPr>
      <w:r w:rsidRPr="003E3506">
        <w:rPr>
          <w:rtl/>
          <w:lang w:bidi="fa-IR"/>
        </w:rPr>
        <w:t>٧٦١ - كسى كه مسائل نماز و شكيات و سهويات را نمى داند و احتمال مى دهد كه يكى از اينها در نماز پيش آيد</w:t>
      </w:r>
      <w:r w:rsidR="000C4B14">
        <w:rPr>
          <w:rtl/>
          <w:lang w:bidi="fa-IR"/>
        </w:rPr>
        <w:t>،</w:t>
      </w:r>
      <w:r w:rsidRPr="003E3506">
        <w:rPr>
          <w:rtl/>
          <w:lang w:bidi="fa-IR"/>
        </w:rPr>
        <w:t xml:space="preserve"> و به واسطه ياد نگرفتن مخالفت حكم الزامى نمايد بايد براى ياد گرفتن اينها نماز را از اول وقت تاخير بيندازد</w:t>
      </w:r>
      <w:r w:rsidR="000C4B14">
        <w:rPr>
          <w:rtl/>
          <w:lang w:bidi="fa-IR"/>
        </w:rPr>
        <w:t>،</w:t>
      </w:r>
      <w:r w:rsidRPr="003E3506">
        <w:rPr>
          <w:rtl/>
          <w:lang w:bidi="fa-IR"/>
        </w:rPr>
        <w:t xml:space="preserve"> ولى اگر به اميد آن كه بر وجه صحيح نماز را انجام دهد در اول وقت مشغول نماز شود</w:t>
      </w:r>
      <w:r w:rsidR="000C4B14">
        <w:rPr>
          <w:rtl/>
          <w:lang w:bidi="fa-IR"/>
        </w:rPr>
        <w:t>،</w:t>
      </w:r>
      <w:r w:rsidRPr="003E3506">
        <w:rPr>
          <w:rtl/>
          <w:lang w:bidi="fa-IR"/>
        </w:rPr>
        <w:t xml:space="preserve"> پس اگر در نماز مساله اى كه حكم آن را نمى داند پيش نيايد</w:t>
      </w:r>
      <w:r w:rsidR="000C4B14">
        <w:rPr>
          <w:rtl/>
          <w:lang w:bidi="fa-IR"/>
        </w:rPr>
        <w:t>،</w:t>
      </w:r>
      <w:r w:rsidRPr="003E3506">
        <w:rPr>
          <w:rtl/>
          <w:lang w:bidi="fa-IR"/>
        </w:rPr>
        <w:t xml:space="preserve"> نماز او صحيح است</w:t>
      </w:r>
      <w:r w:rsidR="000C4B14">
        <w:rPr>
          <w:rtl/>
          <w:lang w:bidi="fa-IR"/>
        </w:rPr>
        <w:t>،</w:t>
      </w:r>
      <w:r w:rsidRPr="003E3506">
        <w:rPr>
          <w:rtl/>
          <w:lang w:bidi="fa-IR"/>
        </w:rPr>
        <w:t xml:space="preserve"> و اگر مساله اى كه حكم آن را نمى داند پيش آيد</w:t>
      </w:r>
      <w:r w:rsidR="000C4B14">
        <w:rPr>
          <w:rtl/>
          <w:lang w:bidi="fa-IR"/>
        </w:rPr>
        <w:t>،</w:t>
      </w:r>
      <w:r w:rsidRPr="003E3506">
        <w:rPr>
          <w:rtl/>
          <w:lang w:bidi="fa-IR"/>
        </w:rPr>
        <w:t xml:space="preserve"> جايز است به يكى از دو طرفى كه احتمال مى دهد عمل نمايد و نماز را تمام كند.</w:t>
      </w:r>
    </w:p>
    <w:p w:rsidR="003E3506" w:rsidRPr="003E3506" w:rsidRDefault="003E3506" w:rsidP="003E3506">
      <w:pPr>
        <w:pStyle w:val="libNormal"/>
        <w:rPr>
          <w:lang w:bidi="fa-IR"/>
        </w:rPr>
      </w:pPr>
      <w:r w:rsidRPr="003E3506">
        <w:rPr>
          <w:rtl/>
          <w:lang w:bidi="fa-IR"/>
        </w:rPr>
        <w:t>ولى بعد از نماز بايد مساله را بپرسد كه اگر نمازش باطل بوده</w:t>
      </w:r>
      <w:r w:rsidR="000C4B14">
        <w:rPr>
          <w:rtl/>
          <w:lang w:bidi="fa-IR"/>
        </w:rPr>
        <w:t>،</w:t>
      </w:r>
      <w:r w:rsidRPr="003E3506">
        <w:rPr>
          <w:rtl/>
          <w:lang w:bidi="fa-IR"/>
        </w:rPr>
        <w:t xml:space="preserve"> دوباره بخواند</w:t>
      </w:r>
      <w:r w:rsidR="000C4B14">
        <w:rPr>
          <w:rtl/>
          <w:lang w:bidi="fa-IR"/>
        </w:rPr>
        <w:t>،</w:t>
      </w:r>
      <w:r w:rsidRPr="003E3506">
        <w:rPr>
          <w:rtl/>
          <w:lang w:bidi="fa-IR"/>
        </w:rPr>
        <w:t xml:space="preserve"> و اگر صحيح بوده اعاده لازم نيست</w:t>
      </w:r>
      <w:r w:rsidR="000C4B14">
        <w:rPr>
          <w:rtl/>
          <w:lang w:bidi="fa-IR"/>
        </w:rPr>
        <w:t>.</w:t>
      </w:r>
    </w:p>
    <w:p w:rsidR="003E3506" w:rsidRPr="003E3506" w:rsidRDefault="003E3506" w:rsidP="003E3506">
      <w:pPr>
        <w:pStyle w:val="libNormal"/>
        <w:rPr>
          <w:lang w:bidi="fa-IR"/>
        </w:rPr>
      </w:pPr>
      <w:r w:rsidRPr="003E3506">
        <w:rPr>
          <w:rtl/>
          <w:lang w:bidi="fa-IR"/>
        </w:rPr>
        <w:t>٧٦٢ - اگر وقت نماز وسعت دارد و طلب كار هم طلب خود را مطالبه مى كند</w:t>
      </w:r>
      <w:r w:rsidR="000C4B14">
        <w:rPr>
          <w:rtl/>
          <w:lang w:bidi="fa-IR"/>
        </w:rPr>
        <w:t>،</w:t>
      </w:r>
      <w:r w:rsidRPr="003E3506">
        <w:rPr>
          <w:rtl/>
          <w:lang w:bidi="fa-IR"/>
        </w:rPr>
        <w:t xml:space="preserve"> در صورتى كه ممكن است</w:t>
      </w:r>
      <w:r w:rsidR="000C4B14">
        <w:rPr>
          <w:rtl/>
          <w:lang w:bidi="fa-IR"/>
        </w:rPr>
        <w:t>،</w:t>
      </w:r>
      <w:r w:rsidRPr="003E3506">
        <w:rPr>
          <w:rtl/>
          <w:lang w:bidi="fa-IR"/>
        </w:rPr>
        <w:t xml:space="preserve"> بايد اول قرض خود را بدهد</w:t>
      </w:r>
      <w:r w:rsidR="000C4B14">
        <w:rPr>
          <w:rtl/>
          <w:lang w:bidi="fa-IR"/>
        </w:rPr>
        <w:t>،</w:t>
      </w:r>
      <w:r w:rsidRPr="003E3506">
        <w:rPr>
          <w:rtl/>
          <w:lang w:bidi="fa-IR"/>
        </w:rPr>
        <w:t xml:space="preserve"> بعد نماز بخواند</w:t>
      </w:r>
      <w:r w:rsidR="000C4B14">
        <w:rPr>
          <w:rtl/>
          <w:lang w:bidi="fa-IR"/>
        </w:rPr>
        <w:t>،</w:t>
      </w:r>
      <w:r w:rsidRPr="003E3506">
        <w:rPr>
          <w:rtl/>
          <w:lang w:bidi="fa-IR"/>
        </w:rPr>
        <w:t xml:space="preserve"> و هم چنين است اگر كار واجب ديگرى كه بايد فورا آن را بجا آورد پيش آمد كند.</w:t>
      </w:r>
    </w:p>
    <w:p w:rsidR="003E3506" w:rsidRPr="003E3506" w:rsidRDefault="003E3506" w:rsidP="003E3506">
      <w:pPr>
        <w:pStyle w:val="libNormal"/>
        <w:rPr>
          <w:lang w:bidi="fa-IR"/>
        </w:rPr>
      </w:pPr>
      <w:r w:rsidRPr="003E3506">
        <w:rPr>
          <w:rtl/>
          <w:lang w:bidi="fa-IR"/>
        </w:rPr>
        <w:lastRenderedPageBreak/>
        <w:t>مثلا ببيند مسجد نجس است بايد اول مسجد را تطهير كند</w:t>
      </w:r>
      <w:r w:rsidR="000C4B14">
        <w:rPr>
          <w:rtl/>
          <w:lang w:bidi="fa-IR"/>
        </w:rPr>
        <w:t>،</w:t>
      </w:r>
      <w:r w:rsidRPr="003E3506">
        <w:rPr>
          <w:rtl/>
          <w:lang w:bidi="fa-IR"/>
        </w:rPr>
        <w:t xml:space="preserve"> بعد نماز بخواند</w:t>
      </w:r>
      <w:r w:rsidR="000C4B14">
        <w:rPr>
          <w:rtl/>
          <w:lang w:bidi="fa-IR"/>
        </w:rPr>
        <w:t>،</w:t>
      </w:r>
      <w:r w:rsidRPr="003E3506">
        <w:rPr>
          <w:rtl/>
          <w:lang w:bidi="fa-IR"/>
        </w:rPr>
        <w:t xml:space="preserve"> و چنانچه در هر دو صورت اول نماز بخواند معصيت كرده</w:t>
      </w:r>
      <w:r w:rsidR="000C4B14">
        <w:rPr>
          <w:rtl/>
          <w:lang w:bidi="fa-IR"/>
        </w:rPr>
        <w:t>،</w:t>
      </w:r>
      <w:r w:rsidRPr="003E3506">
        <w:rPr>
          <w:rtl/>
          <w:lang w:bidi="fa-IR"/>
        </w:rPr>
        <w:t xml:space="preserve"> ولى نماز او صحيح است</w:t>
      </w:r>
      <w:r w:rsidR="000C4B14">
        <w:rPr>
          <w:rtl/>
          <w:lang w:bidi="fa-IR"/>
        </w:rPr>
        <w:t>.</w:t>
      </w:r>
    </w:p>
    <w:p w:rsidR="003E3506" w:rsidRPr="003E3506" w:rsidRDefault="005971F8" w:rsidP="003E3506">
      <w:pPr>
        <w:pStyle w:val="libNormal"/>
        <w:rPr>
          <w:lang w:bidi="fa-IR"/>
        </w:rPr>
      </w:pPr>
      <w:r>
        <w:rPr>
          <w:rtl/>
          <w:lang w:bidi="fa-IR"/>
        </w:rPr>
        <w:br w:type="page"/>
      </w:r>
    </w:p>
    <w:p w:rsidR="003E3506" w:rsidRDefault="00605FAB" w:rsidP="005971F8">
      <w:pPr>
        <w:pStyle w:val="Heading3"/>
        <w:rPr>
          <w:rtl/>
          <w:lang w:bidi="fa-IR"/>
        </w:rPr>
      </w:pPr>
      <w:bookmarkStart w:id="93" w:name="_Toc24454516"/>
      <w:r>
        <w:rPr>
          <w:rtl/>
          <w:lang w:bidi="fa-IR"/>
        </w:rPr>
        <w:t>(</w:t>
      </w:r>
      <w:r w:rsidR="003E3506" w:rsidRPr="003E3506">
        <w:rPr>
          <w:rtl/>
          <w:lang w:bidi="fa-IR"/>
        </w:rPr>
        <w:t>نمازهايى كه بايد به ترتيب خوانده شود</w:t>
      </w:r>
      <w:r>
        <w:rPr>
          <w:rtl/>
          <w:lang w:bidi="fa-IR"/>
        </w:rPr>
        <w:t>)</w:t>
      </w:r>
      <w:bookmarkEnd w:id="93"/>
    </w:p>
    <w:p w:rsidR="003E3506" w:rsidRPr="003E3506" w:rsidRDefault="003E3506" w:rsidP="003E3506">
      <w:pPr>
        <w:pStyle w:val="libNormal"/>
        <w:rPr>
          <w:lang w:bidi="fa-IR"/>
        </w:rPr>
      </w:pPr>
      <w:r w:rsidRPr="003E3506">
        <w:rPr>
          <w:rtl/>
          <w:lang w:bidi="fa-IR"/>
        </w:rPr>
        <w:t>٧٦٣ - انسان بايد نماز عصر را بعد از نماز ظهر</w:t>
      </w:r>
      <w:r w:rsidR="000C4B14">
        <w:rPr>
          <w:rtl/>
          <w:lang w:bidi="fa-IR"/>
        </w:rPr>
        <w:t>،</w:t>
      </w:r>
      <w:r w:rsidRPr="003E3506">
        <w:rPr>
          <w:rtl/>
          <w:lang w:bidi="fa-IR"/>
        </w:rPr>
        <w:t xml:space="preserve"> و نماز عشا را بعد از نماز مغرب بخواند</w:t>
      </w:r>
      <w:r w:rsidR="000C4B14">
        <w:rPr>
          <w:rtl/>
          <w:lang w:bidi="fa-IR"/>
        </w:rPr>
        <w:t>،</w:t>
      </w:r>
      <w:r w:rsidRPr="003E3506">
        <w:rPr>
          <w:rtl/>
          <w:lang w:bidi="fa-IR"/>
        </w:rPr>
        <w:t xml:space="preserve"> و اگر عمدا نماز عصر را پيش از نماز ظهر</w:t>
      </w:r>
      <w:r w:rsidR="000C4B14">
        <w:rPr>
          <w:rtl/>
          <w:lang w:bidi="fa-IR"/>
        </w:rPr>
        <w:t>،</w:t>
      </w:r>
      <w:r w:rsidRPr="003E3506">
        <w:rPr>
          <w:rtl/>
          <w:lang w:bidi="fa-IR"/>
        </w:rPr>
        <w:t xml:space="preserve"> و نماز عشا را پيش نماز مغرب بخواند باطل است</w:t>
      </w:r>
      <w:r w:rsidR="000C4B14">
        <w:rPr>
          <w:rtl/>
          <w:lang w:bidi="fa-IR"/>
        </w:rPr>
        <w:t>.</w:t>
      </w:r>
    </w:p>
    <w:p w:rsidR="003E3506" w:rsidRPr="003E3506" w:rsidRDefault="003E3506" w:rsidP="003E3506">
      <w:pPr>
        <w:pStyle w:val="libNormal"/>
        <w:rPr>
          <w:lang w:bidi="fa-IR"/>
        </w:rPr>
      </w:pPr>
      <w:r w:rsidRPr="003E3506">
        <w:rPr>
          <w:rtl/>
          <w:lang w:bidi="fa-IR"/>
        </w:rPr>
        <w:t>٧٦٤ - اگر به نيت نماز ظهر مشغول نماز شود</w:t>
      </w:r>
      <w:r w:rsidR="000C4B14">
        <w:rPr>
          <w:rtl/>
          <w:lang w:bidi="fa-IR"/>
        </w:rPr>
        <w:t>،</w:t>
      </w:r>
      <w:r w:rsidRPr="003E3506">
        <w:rPr>
          <w:rtl/>
          <w:lang w:bidi="fa-IR"/>
        </w:rPr>
        <w:t xml:space="preserve"> و در بين نماز يادش بيايد كه نماز ظهر را خوانده است</w:t>
      </w:r>
      <w:r w:rsidR="000C4B14">
        <w:rPr>
          <w:rtl/>
          <w:lang w:bidi="fa-IR"/>
        </w:rPr>
        <w:t>،</w:t>
      </w:r>
      <w:r w:rsidRPr="003E3506">
        <w:rPr>
          <w:rtl/>
          <w:lang w:bidi="fa-IR"/>
        </w:rPr>
        <w:t xml:space="preserve"> نمى تواند نيت را به نماز عصر برگرداند</w:t>
      </w:r>
      <w:r w:rsidR="000C4B14">
        <w:rPr>
          <w:rtl/>
          <w:lang w:bidi="fa-IR"/>
        </w:rPr>
        <w:t>،</w:t>
      </w:r>
      <w:r w:rsidRPr="003E3506">
        <w:rPr>
          <w:rtl/>
          <w:lang w:bidi="fa-IR"/>
        </w:rPr>
        <w:t xml:space="preserve"> بلكه بايد نماز را بشكند و نماز عصر را بخواند</w:t>
      </w:r>
      <w:r w:rsidR="000C4B14">
        <w:rPr>
          <w:rtl/>
          <w:lang w:bidi="fa-IR"/>
        </w:rPr>
        <w:t>،</w:t>
      </w:r>
      <w:r w:rsidRPr="003E3506">
        <w:rPr>
          <w:rtl/>
          <w:lang w:bidi="fa-IR"/>
        </w:rPr>
        <w:t xml:space="preserve"> و همين طور است در نماز مغرب و عشا.</w:t>
      </w:r>
    </w:p>
    <w:p w:rsidR="003E3506" w:rsidRPr="003E3506" w:rsidRDefault="003E3506" w:rsidP="003E3506">
      <w:pPr>
        <w:pStyle w:val="libNormal"/>
        <w:rPr>
          <w:lang w:bidi="fa-IR"/>
        </w:rPr>
      </w:pPr>
      <w:r w:rsidRPr="003E3506">
        <w:rPr>
          <w:rtl/>
          <w:lang w:bidi="fa-IR"/>
        </w:rPr>
        <w:t>٧٦٥ - اگر در بين نماز عصر يقين كند كه نماز ظهر را نخوانده است و نيت را به نماز ظهر برگرداند</w:t>
      </w:r>
      <w:r w:rsidR="000C4B14">
        <w:rPr>
          <w:rtl/>
          <w:lang w:bidi="fa-IR"/>
        </w:rPr>
        <w:t>،</w:t>
      </w:r>
      <w:r w:rsidRPr="003E3506">
        <w:rPr>
          <w:rtl/>
          <w:lang w:bidi="fa-IR"/>
        </w:rPr>
        <w:t xml:space="preserve"> چنانچه يادش بيايد كه نماز ظهر را خوانده بوده مى تواند نيت را به نماز عصر برگرداند و نماز را تمام كند در صورتى كه بعضى از اجزا نماز را به نيت ظهر نياورده باشد يا آن كه اگر آورده است به نيت عصر تدارك كند</w:t>
      </w:r>
      <w:r w:rsidR="000C4B14">
        <w:rPr>
          <w:rtl/>
          <w:lang w:bidi="fa-IR"/>
        </w:rPr>
        <w:t>،</w:t>
      </w:r>
      <w:r w:rsidRPr="003E3506">
        <w:rPr>
          <w:rtl/>
          <w:lang w:bidi="fa-IR"/>
        </w:rPr>
        <w:t xml:space="preserve"> ولى اگر آن جز ركعت باشد نماز او در هر صورت باطل است</w:t>
      </w:r>
      <w:r w:rsidR="000C4B14">
        <w:rPr>
          <w:rtl/>
          <w:lang w:bidi="fa-IR"/>
        </w:rPr>
        <w:t>،</w:t>
      </w:r>
      <w:r w:rsidRPr="003E3506">
        <w:rPr>
          <w:rtl/>
          <w:lang w:bidi="fa-IR"/>
        </w:rPr>
        <w:t xml:space="preserve"> و هم چنين اگر ركوع يا دو سجده از يك ركعت باشد نماز بنابر احتياط لازم باطل است</w:t>
      </w:r>
      <w:r w:rsidR="000C4B14">
        <w:rPr>
          <w:rtl/>
          <w:lang w:bidi="fa-IR"/>
        </w:rPr>
        <w:t>.</w:t>
      </w:r>
    </w:p>
    <w:p w:rsidR="003E3506" w:rsidRPr="003E3506" w:rsidRDefault="003E3506" w:rsidP="003E3506">
      <w:pPr>
        <w:pStyle w:val="libNormal"/>
        <w:rPr>
          <w:lang w:bidi="fa-IR"/>
        </w:rPr>
      </w:pPr>
      <w:r w:rsidRPr="003E3506">
        <w:rPr>
          <w:rtl/>
          <w:lang w:bidi="fa-IR"/>
        </w:rPr>
        <w:t>٧٦٦ - اگر در بين نماز عصر شك كند كه نماز ظهر را خوانده يا نه بايد نماز را به نيت عصر تمام كند و بعدا نماز ظهر را بجا آورد ولى اگر وقت به قدرى كم است كه بعد از تمام شدن نماز آفتاب غروب مى كند و براى يك ركعت نماز هم وقت باقى نمانده</w:t>
      </w:r>
      <w:r w:rsidR="000C4B14">
        <w:rPr>
          <w:rtl/>
          <w:lang w:bidi="fa-IR"/>
        </w:rPr>
        <w:t>،</w:t>
      </w:r>
      <w:r w:rsidRPr="003E3506">
        <w:rPr>
          <w:rtl/>
          <w:lang w:bidi="fa-IR"/>
        </w:rPr>
        <w:t xml:space="preserve"> لازم نيست كه نماز ظهر را قضا كند.</w:t>
      </w:r>
    </w:p>
    <w:p w:rsidR="003E3506" w:rsidRPr="003E3506" w:rsidRDefault="003E3506" w:rsidP="003E3506">
      <w:pPr>
        <w:pStyle w:val="libNormal"/>
        <w:rPr>
          <w:lang w:bidi="fa-IR"/>
        </w:rPr>
      </w:pPr>
      <w:r w:rsidRPr="003E3506">
        <w:rPr>
          <w:rtl/>
          <w:lang w:bidi="fa-IR"/>
        </w:rPr>
        <w:t>٧٦٧ - اگر در نماز عشا شك كند كه نماز مغرب را خوانده يا نه بايد به نيت عشا نماز را تمام كند و بعد نماز مغرب را بجا آورد ولى اگر وقت به قدرى كم است كه بعد از تمام شدن نماز نصف شب مى شود و به مقدار يك ركعت نماز هم وقت باقى نمانده لازم نيست كه نماز مغرب را قضا كند.</w:t>
      </w:r>
    </w:p>
    <w:p w:rsidR="003E3506" w:rsidRPr="003E3506" w:rsidRDefault="003E3506" w:rsidP="003E3506">
      <w:pPr>
        <w:pStyle w:val="libNormal"/>
        <w:rPr>
          <w:lang w:bidi="fa-IR"/>
        </w:rPr>
      </w:pPr>
      <w:r w:rsidRPr="003E3506">
        <w:rPr>
          <w:rtl/>
          <w:lang w:bidi="fa-IR"/>
        </w:rPr>
        <w:t>٧٦٨ - اگر در نماز عشا بعد از رسيدن به ركوع ركعت چهارم شك كند كه نماز مغرب را خوانده يا نه بايد نماز را تمام كند</w:t>
      </w:r>
      <w:r w:rsidR="000C4B14">
        <w:rPr>
          <w:rtl/>
          <w:lang w:bidi="fa-IR"/>
        </w:rPr>
        <w:t>،</w:t>
      </w:r>
      <w:r w:rsidRPr="003E3506">
        <w:rPr>
          <w:rtl/>
          <w:lang w:bidi="fa-IR"/>
        </w:rPr>
        <w:t xml:space="preserve"> و بعدا چنانچه وقت براى نماز مغرب باقى باشد نماز مغرب را نيز بخواند.</w:t>
      </w:r>
    </w:p>
    <w:p w:rsidR="003E3506" w:rsidRPr="003E3506" w:rsidRDefault="003E3506" w:rsidP="003E3506">
      <w:pPr>
        <w:pStyle w:val="libNormal"/>
        <w:rPr>
          <w:lang w:bidi="fa-IR"/>
        </w:rPr>
      </w:pPr>
      <w:r w:rsidRPr="003E3506">
        <w:rPr>
          <w:rtl/>
          <w:lang w:bidi="fa-IR"/>
        </w:rPr>
        <w:lastRenderedPageBreak/>
        <w:t>٧٦٩ - اگر انسان نمازى را كه خوانده احتياطا دوباره بخواند و در بين نماز يادش بيايد نمازى را كه بايد پيش از آن بخواند نخوانده است</w:t>
      </w:r>
      <w:r w:rsidR="000C4B14">
        <w:rPr>
          <w:rtl/>
          <w:lang w:bidi="fa-IR"/>
        </w:rPr>
        <w:t>،</w:t>
      </w:r>
      <w:r w:rsidRPr="003E3506">
        <w:rPr>
          <w:rtl/>
          <w:lang w:bidi="fa-IR"/>
        </w:rPr>
        <w:t xml:space="preserve"> نمى تواند نيت را به آن نماز برگرداند</w:t>
      </w:r>
      <w:r w:rsidR="000C4B14">
        <w:rPr>
          <w:rtl/>
          <w:lang w:bidi="fa-IR"/>
        </w:rPr>
        <w:t>،</w:t>
      </w:r>
      <w:r w:rsidRPr="003E3506">
        <w:rPr>
          <w:rtl/>
          <w:lang w:bidi="fa-IR"/>
        </w:rPr>
        <w:t xml:space="preserve"> مثلا موقعى كه نماز عصر را احتياطا مى خواند</w:t>
      </w:r>
      <w:r w:rsidR="000C4B14">
        <w:rPr>
          <w:rtl/>
          <w:lang w:bidi="fa-IR"/>
        </w:rPr>
        <w:t>،</w:t>
      </w:r>
      <w:r w:rsidRPr="003E3506">
        <w:rPr>
          <w:rtl/>
          <w:lang w:bidi="fa-IR"/>
        </w:rPr>
        <w:t xml:space="preserve"> اگر يادش بيايد نماز ظهر را نخوانده است</w:t>
      </w:r>
      <w:r w:rsidR="000C4B14">
        <w:rPr>
          <w:rtl/>
          <w:lang w:bidi="fa-IR"/>
        </w:rPr>
        <w:t>،</w:t>
      </w:r>
      <w:r w:rsidRPr="003E3506">
        <w:rPr>
          <w:rtl/>
          <w:lang w:bidi="fa-IR"/>
        </w:rPr>
        <w:t xml:space="preserve"> نمى تواند نيت را به نماز ظهر برگرداند.</w:t>
      </w:r>
    </w:p>
    <w:p w:rsidR="003E3506" w:rsidRPr="003E3506" w:rsidRDefault="003E3506" w:rsidP="003E3506">
      <w:pPr>
        <w:pStyle w:val="libNormal"/>
        <w:rPr>
          <w:lang w:bidi="fa-IR"/>
        </w:rPr>
      </w:pPr>
      <w:r w:rsidRPr="003E3506">
        <w:rPr>
          <w:rtl/>
          <w:lang w:bidi="fa-IR"/>
        </w:rPr>
        <w:t>٧٧٠ - برگرداندن نيت از قضا به نماز ادا</w:t>
      </w:r>
      <w:r w:rsidR="000C4B14">
        <w:rPr>
          <w:rtl/>
          <w:lang w:bidi="fa-IR"/>
        </w:rPr>
        <w:t>،</w:t>
      </w:r>
      <w:r w:rsidRPr="003E3506">
        <w:rPr>
          <w:rtl/>
          <w:lang w:bidi="fa-IR"/>
        </w:rPr>
        <w:t xml:space="preserve"> و از نماز مستحب به نماز واجب جايز نيست</w:t>
      </w:r>
      <w:r w:rsidR="000C4B14">
        <w:rPr>
          <w:rtl/>
          <w:lang w:bidi="fa-IR"/>
        </w:rPr>
        <w:t>.</w:t>
      </w:r>
    </w:p>
    <w:p w:rsidR="003E3506" w:rsidRPr="003E3506" w:rsidRDefault="003E3506" w:rsidP="003E3506">
      <w:pPr>
        <w:pStyle w:val="libNormal"/>
        <w:rPr>
          <w:lang w:bidi="fa-IR"/>
        </w:rPr>
      </w:pPr>
      <w:r w:rsidRPr="003E3506">
        <w:rPr>
          <w:rtl/>
          <w:lang w:bidi="fa-IR"/>
        </w:rPr>
        <w:t>٧٧١ - اگر وقت نماز ادا وسعت داشته باشد</w:t>
      </w:r>
      <w:r w:rsidR="000C4B14">
        <w:rPr>
          <w:rtl/>
          <w:lang w:bidi="fa-IR"/>
        </w:rPr>
        <w:t>،</w:t>
      </w:r>
      <w:r w:rsidRPr="003E3506">
        <w:rPr>
          <w:rtl/>
          <w:lang w:bidi="fa-IR"/>
        </w:rPr>
        <w:t xml:space="preserve"> انسان مى تواند در بين نماز - چنانچه يادش بيايد كه نماز قضا بر ذمه دارد - نيت را به نماز قضا برگرداند</w:t>
      </w:r>
      <w:r w:rsidR="000C4B14">
        <w:rPr>
          <w:rtl/>
          <w:lang w:bidi="fa-IR"/>
        </w:rPr>
        <w:t>،</w:t>
      </w:r>
      <w:r w:rsidRPr="003E3506">
        <w:rPr>
          <w:rtl/>
          <w:lang w:bidi="fa-IR"/>
        </w:rPr>
        <w:t xml:space="preserve"> ولى بايد برگرداندن نيت به نماز قضا ممكن باشد مثلا اگر مشغول نماز ظهر است</w:t>
      </w:r>
      <w:r w:rsidR="000C4B14">
        <w:rPr>
          <w:rtl/>
          <w:lang w:bidi="fa-IR"/>
        </w:rPr>
        <w:t>،</w:t>
      </w:r>
      <w:r w:rsidRPr="003E3506">
        <w:rPr>
          <w:rtl/>
          <w:lang w:bidi="fa-IR"/>
        </w:rPr>
        <w:t xml:space="preserve"> در صورتى مى تواند نيت را به قضاى صبح برگرداند كه داخل ركوع ركعت سوم نشده باشد.</w:t>
      </w:r>
    </w:p>
    <w:p w:rsidR="003E3506" w:rsidRPr="003E3506" w:rsidRDefault="005971F8" w:rsidP="003E3506">
      <w:pPr>
        <w:pStyle w:val="libNormal"/>
        <w:rPr>
          <w:lang w:bidi="fa-IR"/>
        </w:rPr>
      </w:pPr>
      <w:r>
        <w:rPr>
          <w:rtl/>
          <w:lang w:bidi="fa-IR"/>
        </w:rPr>
        <w:br w:type="page"/>
      </w:r>
    </w:p>
    <w:p w:rsidR="003E3506" w:rsidRDefault="00605FAB" w:rsidP="00BA51CA">
      <w:pPr>
        <w:pStyle w:val="Heading2"/>
        <w:rPr>
          <w:rtl/>
          <w:lang w:bidi="fa-IR"/>
        </w:rPr>
      </w:pPr>
      <w:bookmarkStart w:id="94" w:name="_Toc24454517"/>
      <w:r>
        <w:rPr>
          <w:rtl/>
          <w:lang w:bidi="fa-IR"/>
        </w:rPr>
        <w:t>(</w:t>
      </w:r>
      <w:r w:rsidR="003E3506" w:rsidRPr="003E3506">
        <w:rPr>
          <w:rtl/>
          <w:lang w:bidi="fa-IR"/>
        </w:rPr>
        <w:t>نمازهاى مستحب</w:t>
      </w:r>
      <w:r>
        <w:rPr>
          <w:rtl/>
          <w:lang w:bidi="fa-IR"/>
        </w:rPr>
        <w:t>)</w:t>
      </w:r>
      <w:bookmarkEnd w:id="94"/>
    </w:p>
    <w:p w:rsidR="003E3506" w:rsidRPr="003E3506" w:rsidRDefault="003E3506" w:rsidP="003E3506">
      <w:pPr>
        <w:pStyle w:val="libNormal"/>
        <w:rPr>
          <w:lang w:bidi="fa-IR"/>
        </w:rPr>
      </w:pPr>
      <w:r w:rsidRPr="003E3506">
        <w:rPr>
          <w:rtl/>
          <w:lang w:bidi="fa-IR"/>
        </w:rPr>
        <w:t>٧٧٢ - نمازهاى مستحبى زياد است و آنها را نافله گويند</w:t>
      </w:r>
      <w:r w:rsidR="000C4B14">
        <w:rPr>
          <w:rtl/>
          <w:lang w:bidi="fa-IR"/>
        </w:rPr>
        <w:t>،</w:t>
      </w:r>
      <w:r w:rsidRPr="003E3506">
        <w:rPr>
          <w:rtl/>
          <w:lang w:bidi="fa-IR"/>
        </w:rPr>
        <w:t xml:space="preserve"> و بين نمازهاى مستحبى به خواندن نافله هاى شبانه روزى بيشتر سفارش شده</w:t>
      </w:r>
      <w:r w:rsidR="000C4B14">
        <w:rPr>
          <w:rtl/>
          <w:lang w:bidi="fa-IR"/>
        </w:rPr>
        <w:t>،</w:t>
      </w:r>
      <w:r w:rsidRPr="003E3506">
        <w:rPr>
          <w:rtl/>
          <w:lang w:bidi="fa-IR"/>
        </w:rPr>
        <w:t xml:space="preserve"> و آنها در غير روز جمعه سى و چهار ركعتند</w:t>
      </w:r>
      <w:r w:rsidR="000C4B14">
        <w:rPr>
          <w:rtl/>
          <w:lang w:bidi="fa-IR"/>
        </w:rPr>
        <w:t>،</w:t>
      </w:r>
      <w:r w:rsidRPr="003E3506">
        <w:rPr>
          <w:rtl/>
          <w:lang w:bidi="fa-IR"/>
        </w:rPr>
        <w:t xml:space="preserve"> كه هشت ركعت آن نافله ظهر و هشت ركعت نافله عصر</w:t>
      </w:r>
      <w:r w:rsidR="000C4B14">
        <w:rPr>
          <w:rtl/>
          <w:lang w:bidi="fa-IR"/>
        </w:rPr>
        <w:t>،</w:t>
      </w:r>
      <w:r w:rsidRPr="003E3506">
        <w:rPr>
          <w:rtl/>
          <w:lang w:bidi="fa-IR"/>
        </w:rPr>
        <w:t xml:space="preserve"> و چهار ركعت نافله مغرب</w:t>
      </w:r>
      <w:r w:rsidR="000C4B14">
        <w:rPr>
          <w:rtl/>
          <w:lang w:bidi="fa-IR"/>
        </w:rPr>
        <w:t>،</w:t>
      </w:r>
      <w:r w:rsidRPr="003E3506">
        <w:rPr>
          <w:rtl/>
          <w:lang w:bidi="fa-IR"/>
        </w:rPr>
        <w:t xml:space="preserve"> و دو ركعت نافله عشا</w:t>
      </w:r>
      <w:r w:rsidR="000C4B14">
        <w:rPr>
          <w:rtl/>
          <w:lang w:bidi="fa-IR"/>
        </w:rPr>
        <w:t>،</w:t>
      </w:r>
      <w:r w:rsidRPr="003E3506">
        <w:rPr>
          <w:rtl/>
          <w:lang w:bidi="fa-IR"/>
        </w:rPr>
        <w:t xml:space="preserve"> و يازده ركعت نافله شب</w:t>
      </w:r>
      <w:r w:rsidR="000C4B14">
        <w:rPr>
          <w:rtl/>
          <w:lang w:bidi="fa-IR"/>
        </w:rPr>
        <w:t>،</w:t>
      </w:r>
      <w:r w:rsidRPr="003E3506">
        <w:rPr>
          <w:rtl/>
          <w:lang w:bidi="fa-IR"/>
        </w:rPr>
        <w:t xml:space="preserve"> و دو ركعت نافله صبح مى باشد.</w:t>
      </w:r>
    </w:p>
    <w:p w:rsidR="003E3506" w:rsidRPr="003E3506" w:rsidRDefault="003E3506" w:rsidP="003E3506">
      <w:pPr>
        <w:pStyle w:val="libNormal"/>
        <w:rPr>
          <w:lang w:bidi="fa-IR"/>
        </w:rPr>
      </w:pPr>
      <w:r w:rsidRPr="003E3506">
        <w:rPr>
          <w:rtl/>
          <w:lang w:bidi="fa-IR"/>
        </w:rPr>
        <w:t>و چون دو ركعت نافله عشا را بنابر احتياط واجب بايد نشسته بخواند</w:t>
      </w:r>
      <w:r w:rsidR="000C4B14">
        <w:rPr>
          <w:rtl/>
          <w:lang w:bidi="fa-IR"/>
        </w:rPr>
        <w:t>،</w:t>
      </w:r>
      <w:r w:rsidRPr="003E3506">
        <w:rPr>
          <w:rtl/>
          <w:lang w:bidi="fa-IR"/>
        </w:rPr>
        <w:t xml:space="preserve"> يك ركعت حساب مى شود.</w:t>
      </w:r>
    </w:p>
    <w:p w:rsidR="003E3506" w:rsidRPr="003E3506" w:rsidRDefault="003E3506" w:rsidP="003E3506">
      <w:pPr>
        <w:pStyle w:val="libNormal"/>
        <w:rPr>
          <w:lang w:bidi="fa-IR"/>
        </w:rPr>
      </w:pPr>
      <w:r w:rsidRPr="003E3506">
        <w:rPr>
          <w:rtl/>
          <w:lang w:bidi="fa-IR"/>
        </w:rPr>
        <w:t>ولى در روز جمعه بر شانزده ركعت نافله ظهر و عصر</w:t>
      </w:r>
      <w:r w:rsidR="000C4B14">
        <w:rPr>
          <w:rtl/>
          <w:lang w:bidi="fa-IR"/>
        </w:rPr>
        <w:t>،</w:t>
      </w:r>
      <w:r w:rsidRPr="003E3506">
        <w:rPr>
          <w:rtl/>
          <w:lang w:bidi="fa-IR"/>
        </w:rPr>
        <w:t xml:space="preserve"> چهار ركعت اضافه مى شود و بهتر آن است كه تمام بيست ركعت را پيش از زوال بجا آورد.</w:t>
      </w:r>
    </w:p>
    <w:p w:rsidR="003E3506" w:rsidRPr="003E3506" w:rsidRDefault="003E3506" w:rsidP="003E3506">
      <w:pPr>
        <w:pStyle w:val="libNormal"/>
        <w:rPr>
          <w:lang w:bidi="fa-IR"/>
        </w:rPr>
      </w:pPr>
      <w:r w:rsidRPr="003E3506">
        <w:rPr>
          <w:rtl/>
          <w:lang w:bidi="fa-IR"/>
        </w:rPr>
        <w:t>٧٧٣ - از يازده ركعت نافله شب</w:t>
      </w:r>
      <w:r w:rsidR="000C4B14">
        <w:rPr>
          <w:rtl/>
          <w:lang w:bidi="fa-IR"/>
        </w:rPr>
        <w:t>،</w:t>
      </w:r>
      <w:r w:rsidRPr="003E3506">
        <w:rPr>
          <w:rtl/>
          <w:lang w:bidi="fa-IR"/>
        </w:rPr>
        <w:t xml:space="preserve"> هشت ركعت آن بايد به نيت نافله شب</w:t>
      </w:r>
      <w:r w:rsidR="000C4B14">
        <w:rPr>
          <w:rtl/>
          <w:lang w:bidi="fa-IR"/>
        </w:rPr>
        <w:t>،</w:t>
      </w:r>
      <w:r w:rsidRPr="003E3506">
        <w:rPr>
          <w:rtl/>
          <w:lang w:bidi="fa-IR"/>
        </w:rPr>
        <w:t xml:space="preserve"> و دو ركعت آن به نيت نماز شفع</w:t>
      </w:r>
      <w:r w:rsidR="000C4B14">
        <w:rPr>
          <w:rtl/>
          <w:lang w:bidi="fa-IR"/>
        </w:rPr>
        <w:t>،</w:t>
      </w:r>
      <w:r w:rsidRPr="003E3506">
        <w:rPr>
          <w:rtl/>
          <w:lang w:bidi="fa-IR"/>
        </w:rPr>
        <w:t xml:space="preserve"> و يك ركعت آن به نيت نماز وتر خوانده شود.</w:t>
      </w:r>
    </w:p>
    <w:p w:rsidR="003E3506" w:rsidRPr="003E3506" w:rsidRDefault="003E3506" w:rsidP="003E3506">
      <w:pPr>
        <w:pStyle w:val="libNormal"/>
        <w:rPr>
          <w:lang w:bidi="fa-IR"/>
        </w:rPr>
      </w:pPr>
      <w:r w:rsidRPr="003E3506">
        <w:rPr>
          <w:rtl/>
          <w:lang w:bidi="fa-IR"/>
        </w:rPr>
        <w:t>و دستور كامل نافله شب در كتابهاى دعا گفته شده است</w:t>
      </w:r>
      <w:r w:rsidR="000C4B14">
        <w:rPr>
          <w:rtl/>
          <w:lang w:bidi="fa-IR"/>
        </w:rPr>
        <w:t>.</w:t>
      </w:r>
    </w:p>
    <w:p w:rsidR="003E3506" w:rsidRPr="003E3506" w:rsidRDefault="003E3506" w:rsidP="003E3506">
      <w:pPr>
        <w:pStyle w:val="libNormal"/>
        <w:rPr>
          <w:lang w:bidi="fa-IR"/>
        </w:rPr>
      </w:pPr>
      <w:r w:rsidRPr="003E3506">
        <w:rPr>
          <w:rtl/>
          <w:lang w:bidi="fa-IR"/>
        </w:rPr>
        <w:t>٧٧٤ - نمازهاى نافله را مى شود نشسته خواند ولى جمعى از فقها گفته اند كه در اين صورت بهتر است دو ركعت نماز نافله نشسته را يك ركعت حساب كند</w:t>
      </w:r>
      <w:r w:rsidR="000C4B14">
        <w:rPr>
          <w:rtl/>
          <w:lang w:bidi="fa-IR"/>
        </w:rPr>
        <w:t>،</w:t>
      </w:r>
      <w:r w:rsidRPr="003E3506">
        <w:rPr>
          <w:rtl/>
          <w:lang w:bidi="fa-IR"/>
        </w:rPr>
        <w:t xml:space="preserve"> مثلا كسى كه مى خواهد نافله ظهر را كه هشت ركعت است نشسته بخواند</w:t>
      </w:r>
      <w:r w:rsidR="000C4B14">
        <w:rPr>
          <w:rtl/>
          <w:lang w:bidi="fa-IR"/>
        </w:rPr>
        <w:t>،</w:t>
      </w:r>
      <w:r w:rsidRPr="003E3506">
        <w:rPr>
          <w:rtl/>
          <w:lang w:bidi="fa-IR"/>
        </w:rPr>
        <w:t xml:space="preserve"> بهتر است شانزده ركعت بخواند</w:t>
      </w:r>
      <w:r w:rsidR="000C4B14">
        <w:rPr>
          <w:rtl/>
          <w:lang w:bidi="fa-IR"/>
        </w:rPr>
        <w:t>،</w:t>
      </w:r>
      <w:r w:rsidRPr="003E3506">
        <w:rPr>
          <w:rtl/>
          <w:lang w:bidi="fa-IR"/>
        </w:rPr>
        <w:t xml:space="preserve"> و اگر مى خواهد نماز وتر را نشسته بخواند</w:t>
      </w:r>
      <w:r w:rsidR="000C4B14">
        <w:rPr>
          <w:rtl/>
          <w:lang w:bidi="fa-IR"/>
        </w:rPr>
        <w:t>،</w:t>
      </w:r>
      <w:r w:rsidRPr="003E3506">
        <w:rPr>
          <w:rtl/>
          <w:lang w:bidi="fa-IR"/>
        </w:rPr>
        <w:t xml:space="preserve"> دو نماز يك ركعتى نشسته بخواند</w:t>
      </w:r>
      <w:r w:rsidR="000C4B14">
        <w:rPr>
          <w:rtl/>
          <w:lang w:bidi="fa-IR"/>
        </w:rPr>
        <w:t>،</w:t>
      </w:r>
      <w:r w:rsidRPr="003E3506">
        <w:rPr>
          <w:rtl/>
          <w:lang w:bidi="fa-IR"/>
        </w:rPr>
        <w:t xml:space="preserve"> ولى بهتر بودن اين كار معلوم نيست و لكن چنانچه رجاء انجام داده شود اشكال ندارد.</w:t>
      </w:r>
    </w:p>
    <w:p w:rsidR="003E3506" w:rsidRPr="003E3506" w:rsidRDefault="003E3506" w:rsidP="003E3506">
      <w:pPr>
        <w:pStyle w:val="libNormal"/>
        <w:rPr>
          <w:lang w:bidi="fa-IR"/>
        </w:rPr>
      </w:pPr>
      <w:r w:rsidRPr="003E3506">
        <w:rPr>
          <w:rtl/>
          <w:lang w:bidi="fa-IR"/>
        </w:rPr>
        <w:t>٧٧٥ - نافله ظهر و عصر را در سفر نبايد خواند</w:t>
      </w:r>
      <w:r w:rsidR="000C4B14">
        <w:rPr>
          <w:rtl/>
          <w:lang w:bidi="fa-IR"/>
        </w:rPr>
        <w:t>،</w:t>
      </w:r>
      <w:r w:rsidRPr="003E3506">
        <w:rPr>
          <w:rtl/>
          <w:lang w:bidi="fa-IR"/>
        </w:rPr>
        <w:t xml:space="preserve"> و نافله عشا چنانچه به قصد رجا خوانده شود مانعى ندارد.</w:t>
      </w:r>
    </w:p>
    <w:p w:rsidR="003E3506" w:rsidRDefault="005971F8" w:rsidP="003E3506">
      <w:pPr>
        <w:pStyle w:val="libNormal"/>
        <w:rPr>
          <w:rtl/>
          <w:lang w:bidi="fa-IR"/>
        </w:rPr>
      </w:pPr>
      <w:r>
        <w:rPr>
          <w:rtl/>
          <w:lang w:bidi="fa-IR"/>
        </w:rPr>
        <w:br w:type="page"/>
      </w:r>
    </w:p>
    <w:p w:rsidR="003E3506" w:rsidRDefault="00605FAB" w:rsidP="005971F8">
      <w:pPr>
        <w:pStyle w:val="Heading3"/>
        <w:rPr>
          <w:rtl/>
          <w:lang w:bidi="fa-IR"/>
        </w:rPr>
      </w:pPr>
      <w:bookmarkStart w:id="95" w:name="_Toc24454518"/>
      <w:r>
        <w:rPr>
          <w:rtl/>
          <w:lang w:bidi="fa-IR"/>
        </w:rPr>
        <w:t>(</w:t>
      </w:r>
      <w:r w:rsidR="003E3506" w:rsidRPr="003E3506">
        <w:rPr>
          <w:rtl/>
          <w:lang w:bidi="fa-IR"/>
        </w:rPr>
        <w:t>وقت نافله هاى يوميه</w:t>
      </w:r>
      <w:r>
        <w:rPr>
          <w:rtl/>
          <w:lang w:bidi="fa-IR"/>
        </w:rPr>
        <w:t>)</w:t>
      </w:r>
      <w:bookmarkEnd w:id="95"/>
    </w:p>
    <w:p w:rsidR="003E3506" w:rsidRPr="003E3506" w:rsidRDefault="003E3506" w:rsidP="003E3506">
      <w:pPr>
        <w:pStyle w:val="libNormal"/>
        <w:rPr>
          <w:lang w:bidi="fa-IR"/>
        </w:rPr>
      </w:pPr>
      <w:r w:rsidRPr="003E3506">
        <w:rPr>
          <w:rtl/>
          <w:lang w:bidi="fa-IR"/>
        </w:rPr>
        <w:t>٧٧٦ - نافله نماز ظهر پيش از نماز ظهر خوانده مى شود</w:t>
      </w:r>
      <w:r w:rsidR="000C4B14">
        <w:rPr>
          <w:rtl/>
          <w:lang w:bidi="fa-IR"/>
        </w:rPr>
        <w:t>،</w:t>
      </w:r>
      <w:r w:rsidRPr="003E3506">
        <w:rPr>
          <w:rtl/>
          <w:lang w:bidi="fa-IR"/>
        </w:rPr>
        <w:t xml:space="preserve"> و وقت آن از اول ظهر است</w:t>
      </w:r>
      <w:r w:rsidR="000C4B14">
        <w:rPr>
          <w:rtl/>
          <w:lang w:bidi="fa-IR"/>
        </w:rPr>
        <w:t>،</w:t>
      </w:r>
      <w:r w:rsidRPr="003E3506">
        <w:rPr>
          <w:rtl/>
          <w:lang w:bidi="fa-IR"/>
        </w:rPr>
        <w:t xml:space="preserve"> و تا موقعى كه ممكن باشد آن را پيش از نماز ظهر خواند وقت آن ادامه دارد</w:t>
      </w:r>
      <w:r w:rsidR="000C4B14">
        <w:rPr>
          <w:rtl/>
          <w:lang w:bidi="fa-IR"/>
        </w:rPr>
        <w:t>،</w:t>
      </w:r>
      <w:r w:rsidRPr="003E3506">
        <w:rPr>
          <w:rtl/>
          <w:lang w:bidi="fa-IR"/>
        </w:rPr>
        <w:t xml:space="preserve"> ولى اگر شخص نافله ظهر را تا موقعى كه آن مقدار از سايه شاخص كه بعد از ظهر پيدا مى شود به اندازه دو هفتم آن شود - يعنى اگر درازاى شاخص هفت وجب باشد مقدار سايه به دو وجب برسد - تاخير بيندازد بهتر است كه در اين موقع نماز ظهر را بخواند.</w:t>
      </w:r>
    </w:p>
    <w:p w:rsidR="003E3506" w:rsidRPr="003E3506" w:rsidRDefault="003E3506" w:rsidP="003E3506">
      <w:pPr>
        <w:pStyle w:val="libNormal"/>
        <w:rPr>
          <w:lang w:bidi="fa-IR"/>
        </w:rPr>
      </w:pPr>
      <w:r w:rsidRPr="003E3506">
        <w:rPr>
          <w:rtl/>
          <w:lang w:bidi="fa-IR"/>
        </w:rPr>
        <w:t>٧٧٧ - نافله عصر پيش از نماز عصر خوانده مى شود و وقت آن تا موقعى كه ممكن باشد آن را پيش از نماز عصر خواند ادامه دارد ولى چنانچه شخص نافله عصر را تا موقعى كه سايه شاخص به چهار هفتم آن برسد تاخير بيندازد بهتر است كه در اين موقع نماز عصر را بخواند</w:t>
      </w:r>
      <w:r w:rsidR="000C4B14">
        <w:rPr>
          <w:rtl/>
          <w:lang w:bidi="fa-IR"/>
        </w:rPr>
        <w:t>،</w:t>
      </w:r>
      <w:r w:rsidRPr="003E3506">
        <w:rPr>
          <w:rtl/>
          <w:lang w:bidi="fa-IR"/>
        </w:rPr>
        <w:t xml:space="preserve"> و چنانچه بخواهد نافله ظهر يا نافله عصر را بعد از وقت آنها بخواند مى تواند نافله ظهر را بعد از نماز ظهر و نافله عصر را بعد از نماز عصر بخواند و بنابر احتياط نيت ادا و قضا نكند.</w:t>
      </w:r>
    </w:p>
    <w:p w:rsidR="003E3506" w:rsidRPr="003E3506" w:rsidRDefault="003E3506" w:rsidP="003E3506">
      <w:pPr>
        <w:pStyle w:val="libNormal"/>
        <w:rPr>
          <w:lang w:bidi="fa-IR"/>
        </w:rPr>
      </w:pPr>
      <w:r w:rsidRPr="003E3506">
        <w:rPr>
          <w:rtl/>
          <w:lang w:bidi="fa-IR"/>
        </w:rPr>
        <w:t>٧٧٨ - وقت نافله مغرب بعد از تمام شدن نماز مغرب است و تا وقتى كه ممكن باشد آن را پس از نماز مغرب در وقت بجا آورد</w:t>
      </w:r>
      <w:r w:rsidR="000C4B14">
        <w:rPr>
          <w:rtl/>
          <w:lang w:bidi="fa-IR"/>
        </w:rPr>
        <w:t>،</w:t>
      </w:r>
      <w:r w:rsidRPr="003E3506">
        <w:rPr>
          <w:rtl/>
          <w:lang w:bidi="fa-IR"/>
        </w:rPr>
        <w:t xml:space="preserve"> ولى اگر شخص نافله مغرب را تا وقتى كه سرخى طرف مغرب - كه بعد از غروب كردن آفتاب در آسمان پيدا مى شود - از بين برود تاخير بيندازد بهتر است در آن موقع نماز عشا را بخواند.</w:t>
      </w:r>
    </w:p>
    <w:p w:rsidR="003E3506" w:rsidRPr="003E3506" w:rsidRDefault="003E3506" w:rsidP="003E3506">
      <w:pPr>
        <w:pStyle w:val="libNormal"/>
        <w:rPr>
          <w:lang w:bidi="fa-IR"/>
        </w:rPr>
      </w:pPr>
      <w:r w:rsidRPr="003E3506">
        <w:rPr>
          <w:rtl/>
          <w:lang w:bidi="fa-IR"/>
        </w:rPr>
        <w:t>٧٧٩ - وقت نافله عشا بعد از تمام شدن نماز عشا تا نصف شب است</w:t>
      </w:r>
      <w:r w:rsidR="000C4B14">
        <w:rPr>
          <w:rtl/>
          <w:lang w:bidi="fa-IR"/>
        </w:rPr>
        <w:t>،</w:t>
      </w:r>
      <w:r w:rsidRPr="003E3506">
        <w:rPr>
          <w:rtl/>
          <w:lang w:bidi="fa-IR"/>
        </w:rPr>
        <w:t xml:space="preserve"> و بهتر است بعد از نماز عشا بلا فاصله خوانده شود.</w:t>
      </w:r>
    </w:p>
    <w:p w:rsidR="003E3506" w:rsidRPr="003E3506" w:rsidRDefault="003E3506" w:rsidP="003E3506">
      <w:pPr>
        <w:pStyle w:val="libNormal"/>
        <w:rPr>
          <w:lang w:bidi="fa-IR"/>
        </w:rPr>
      </w:pPr>
      <w:r w:rsidRPr="003E3506">
        <w:rPr>
          <w:rtl/>
          <w:lang w:bidi="fa-IR"/>
        </w:rPr>
        <w:t>٧٨٠ - نافله صبح پيش از نماز صبح خوانده مى شود</w:t>
      </w:r>
      <w:r w:rsidR="000C4B14">
        <w:rPr>
          <w:rtl/>
          <w:lang w:bidi="fa-IR"/>
        </w:rPr>
        <w:t>،</w:t>
      </w:r>
      <w:r w:rsidRPr="003E3506">
        <w:rPr>
          <w:rtl/>
          <w:lang w:bidi="fa-IR"/>
        </w:rPr>
        <w:t xml:space="preserve"> و وقت آن بعد از گذشتن از وقت نماز شب به مقدار انجام آن مى باشد و تا وقتى كه ممكن است آن را پيش از نماز صبح بجا آورد وقت آن ادامه دارد ولى اگر شخص نافله صبح را تا وقتى كه سرخى طرف مشرق پيدا شود تاخير بيندازد بهتر است كه در اين موقع نماز صبح را بخواند.</w:t>
      </w:r>
    </w:p>
    <w:p w:rsidR="003E3506" w:rsidRPr="003E3506" w:rsidRDefault="003E3506" w:rsidP="003E3506">
      <w:pPr>
        <w:pStyle w:val="libNormal"/>
        <w:rPr>
          <w:lang w:bidi="fa-IR"/>
        </w:rPr>
      </w:pPr>
      <w:r w:rsidRPr="003E3506">
        <w:rPr>
          <w:rtl/>
          <w:lang w:bidi="fa-IR"/>
        </w:rPr>
        <w:lastRenderedPageBreak/>
        <w:t>٧٨١ - اول وقت نافله شب بنابر مشهور نصف شب است و تا اذان صبح وقتش ادامه دارد</w:t>
      </w:r>
      <w:r w:rsidR="000C4B14">
        <w:rPr>
          <w:rtl/>
          <w:lang w:bidi="fa-IR"/>
        </w:rPr>
        <w:t>،</w:t>
      </w:r>
      <w:r w:rsidRPr="003E3506">
        <w:rPr>
          <w:rtl/>
          <w:lang w:bidi="fa-IR"/>
        </w:rPr>
        <w:t xml:space="preserve"> و بهتر آن است كه نزديك اذان صبح خوانده شود.</w:t>
      </w:r>
    </w:p>
    <w:p w:rsidR="003E3506" w:rsidRPr="003E3506" w:rsidRDefault="003E3506" w:rsidP="003E3506">
      <w:pPr>
        <w:pStyle w:val="libNormal"/>
        <w:rPr>
          <w:lang w:bidi="fa-IR"/>
        </w:rPr>
      </w:pPr>
      <w:r w:rsidRPr="003E3506">
        <w:rPr>
          <w:rtl/>
          <w:lang w:bidi="fa-IR"/>
        </w:rPr>
        <w:t>٧٨٢ - مسافر و كسى كه براى او سخت است نافله شب را بعد از نصف شب بخواند مى تواند آن را در اول شب بجا آورد.</w:t>
      </w:r>
    </w:p>
    <w:p w:rsidR="003E3506" w:rsidRPr="003E3506" w:rsidRDefault="005971F8" w:rsidP="003E3506">
      <w:pPr>
        <w:pStyle w:val="libNormal"/>
        <w:rPr>
          <w:lang w:bidi="fa-IR"/>
        </w:rPr>
      </w:pPr>
      <w:r>
        <w:rPr>
          <w:rtl/>
          <w:lang w:bidi="fa-IR"/>
        </w:rPr>
        <w:br w:type="page"/>
      </w:r>
    </w:p>
    <w:p w:rsidR="003E3506" w:rsidRDefault="00605FAB" w:rsidP="005971F8">
      <w:pPr>
        <w:pStyle w:val="Heading3"/>
        <w:rPr>
          <w:rtl/>
          <w:lang w:bidi="fa-IR"/>
        </w:rPr>
      </w:pPr>
      <w:bookmarkStart w:id="96" w:name="_Toc24454519"/>
      <w:r>
        <w:rPr>
          <w:rtl/>
          <w:lang w:bidi="fa-IR"/>
        </w:rPr>
        <w:t>(</w:t>
      </w:r>
      <w:r w:rsidR="003E3506" w:rsidRPr="003E3506">
        <w:rPr>
          <w:rtl/>
          <w:lang w:bidi="fa-IR"/>
        </w:rPr>
        <w:t>نماز غفيله</w:t>
      </w:r>
      <w:r>
        <w:rPr>
          <w:rtl/>
          <w:lang w:bidi="fa-IR"/>
        </w:rPr>
        <w:t>)</w:t>
      </w:r>
      <w:bookmarkEnd w:id="96"/>
    </w:p>
    <w:p w:rsidR="003E3506" w:rsidRPr="003E3506" w:rsidRDefault="003E3506" w:rsidP="003E3506">
      <w:pPr>
        <w:pStyle w:val="libNormal"/>
        <w:rPr>
          <w:lang w:bidi="fa-IR"/>
        </w:rPr>
      </w:pPr>
      <w:r w:rsidRPr="003E3506">
        <w:rPr>
          <w:rtl/>
          <w:lang w:bidi="fa-IR"/>
        </w:rPr>
        <w:t>٧٨٣ - نماز غفيله يكى از نمازهاى مستحبى است كه بين نماز مغرب و عشا خوانده مى شود.</w:t>
      </w:r>
    </w:p>
    <w:p w:rsidR="003E3506" w:rsidRPr="003E3506" w:rsidRDefault="003E3506" w:rsidP="00E02E5D">
      <w:pPr>
        <w:pStyle w:val="libNormal"/>
        <w:rPr>
          <w:lang w:bidi="fa-IR"/>
        </w:rPr>
      </w:pPr>
      <w:r w:rsidRPr="003E3506">
        <w:rPr>
          <w:rtl/>
          <w:lang w:bidi="fa-IR"/>
        </w:rPr>
        <w:t>و در ركعت اول آن</w:t>
      </w:r>
      <w:r w:rsidR="000C4B14">
        <w:rPr>
          <w:rtl/>
          <w:lang w:bidi="fa-IR"/>
        </w:rPr>
        <w:t>،</w:t>
      </w:r>
      <w:r w:rsidRPr="003E3506">
        <w:rPr>
          <w:rtl/>
          <w:lang w:bidi="fa-IR"/>
        </w:rPr>
        <w:t xml:space="preserve"> بعد از حمد بايد به جاى سوره اين آيه را بخوانند</w:t>
      </w:r>
      <w:r w:rsidR="00553569">
        <w:rPr>
          <w:rtl/>
          <w:lang w:bidi="fa-IR"/>
        </w:rPr>
        <w:t>:</w:t>
      </w:r>
      <w:r w:rsidRPr="003E3506">
        <w:rPr>
          <w:rtl/>
          <w:lang w:bidi="fa-IR"/>
        </w:rPr>
        <w:t xml:space="preserve"> </w:t>
      </w:r>
      <w:r w:rsidR="005971F8" w:rsidRPr="005971F8">
        <w:rPr>
          <w:rStyle w:val="libAlaemChar"/>
          <w:rFonts w:hint="cs"/>
          <w:rtl/>
        </w:rPr>
        <w:t>(</w:t>
      </w:r>
      <w:r w:rsidR="005971F8" w:rsidRPr="005971F8">
        <w:rPr>
          <w:rStyle w:val="libAieChar"/>
          <w:rtl/>
          <w:lang w:bidi="fa-IR"/>
        </w:rPr>
        <w:t xml:space="preserve">وَذَا النُّونِ إِذ ذَّهَبَ مُغَاضِبًا فَظَنَّ أَن لَّن نَّقْدِرَ عَلَيْهِ فَنَادَىٰ فِي الظُّلُمَاتِ أَن لَّا إِلَٰهَ إِلَّا أَنتَ سُبْحَانَكَ إِنِّي كُنتُ مِنَ الظَّالِمِينَ (87) فَاسْتَجَبْنَا لَهُ وَنَجَّيْنَاهُ مِنَ الْغَمِّ </w:t>
      </w:r>
      <w:r w:rsidR="005971F8" w:rsidRPr="005971F8">
        <w:rPr>
          <w:rStyle w:val="libAieChar"/>
          <w:rFonts w:hint="cs"/>
          <w:rtl/>
          <w:lang w:bidi="fa-IR"/>
        </w:rPr>
        <w:t>وَكَذَٰلِكَ نُنجِي الْمُؤ</w:t>
      </w:r>
      <w:r w:rsidR="005971F8" w:rsidRPr="005971F8">
        <w:rPr>
          <w:rStyle w:val="libAieChar"/>
          <w:rtl/>
          <w:lang w:bidi="fa-IR"/>
        </w:rPr>
        <w:t>ْمِنِينَ</w:t>
      </w:r>
      <w:r w:rsidR="005971F8" w:rsidRPr="005971F8">
        <w:rPr>
          <w:rStyle w:val="libAlaemChar"/>
          <w:rFonts w:hint="cs"/>
          <w:rtl/>
        </w:rPr>
        <w:t>)</w:t>
      </w:r>
      <w:r w:rsidRPr="003E3506">
        <w:rPr>
          <w:rtl/>
          <w:lang w:bidi="fa-IR"/>
        </w:rPr>
        <w:t xml:space="preserve"> و در ركعت دوم بعد از حمد به جاى سوره اين آيه را بخوانند</w:t>
      </w:r>
      <w:r w:rsidR="00553569">
        <w:rPr>
          <w:rtl/>
          <w:lang w:bidi="fa-IR"/>
        </w:rPr>
        <w:t>:</w:t>
      </w:r>
      <w:r w:rsidRPr="003E3506">
        <w:rPr>
          <w:rtl/>
          <w:lang w:bidi="fa-IR"/>
        </w:rPr>
        <w:t xml:space="preserve"> </w:t>
      </w:r>
      <w:r w:rsidR="005971F8" w:rsidRPr="005971F8">
        <w:rPr>
          <w:rStyle w:val="libAlaemChar"/>
          <w:rFonts w:hint="cs"/>
          <w:rtl/>
        </w:rPr>
        <w:t>(</w:t>
      </w:r>
      <w:r w:rsidR="005971F8" w:rsidRPr="005971F8">
        <w:rPr>
          <w:rStyle w:val="libAieChar"/>
          <w:rtl/>
          <w:lang w:bidi="fa-IR"/>
        </w:rPr>
        <w:t>وَعِنْدَهُ مَفَاتِحُ الْغَيْبِ لَا يَعْلَمُهَا إِلَّا هُوَ وَيَعْلَمُ مَا فِي الْبَرِّ وَالْبَحْرِ وَمَا تَسْقُطُ مِنْ وَرَقَةٍ إِلَّا يَعْلَمُهَا وَلَا حَبَّةٍ فِي ظُلُمَاتِ الْأَرْضِ وَلَا رَطْبٍ وَلَا يَابِسٍ إِلَّا فِي كِتَابٍ مُبِينٍ</w:t>
      </w:r>
      <w:r w:rsidR="005971F8" w:rsidRPr="005971F8">
        <w:rPr>
          <w:rStyle w:val="libAlaemChar"/>
          <w:rFonts w:hint="cs"/>
          <w:rtl/>
        </w:rPr>
        <w:t>)</w:t>
      </w:r>
      <w:r w:rsidRPr="003E3506">
        <w:rPr>
          <w:rtl/>
          <w:lang w:bidi="fa-IR"/>
        </w:rPr>
        <w:t xml:space="preserve"> و در قنوت آن بگويند</w:t>
      </w:r>
      <w:r w:rsidR="00553569">
        <w:rPr>
          <w:rtl/>
          <w:lang w:bidi="fa-IR"/>
        </w:rPr>
        <w:t>:</w:t>
      </w:r>
      <w:r w:rsidRPr="003E3506">
        <w:rPr>
          <w:rtl/>
          <w:lang w:bidi="fa-IR"/>
        </w:rPr>
        <w:t xml:space="preserve"> </w:t>
      </w:r>
      <w:r w:rsidR="00D96EC8" w:rsidRPr="00D96EC8">
        <w:rPr>
          <w:rStyle w:val="libAlaemChar"/>
          <w:rFonts w:hint="cs"/>
          <w:rtl/>
        </w:rPr>
        <w:t>(</w:t>
      </w:r>
      <w:r w:rsidR="00D96EC8" w:rsidRPr="00D96EC8">
        <w:rPr>
          <w:rStyle w:val="libAieChar"/>
          <w:rtl/>
          <w:lang w:bidi="fa-IR"/>
        </w:rPr>
        <w:t>اللّهُمَّ اِنّ</w:t>
      </w:r>
      <w:r w:rsidR="00D96EC8" w:rsidRPr="00D96EC8">
        <w:rPr>
          <w:rStyle w:val="libAieChar"/>
          <w:rFonts w:hint="cs"/>
          <w:rtl/>
          <w:lang w:bidi="fa-IR"/>
        </w:rPr>
        <w:t>ی</w:t>
      </w:r>
      <w:r w:rsidR="00D96EC8" w:rsidRPr="00D96EC8">
        <w:rPr>
          <w:rStyle w:val="libAieChar"/>
          <w:rtl/>
          <w:lang w:bidi="fa-IR"/>
        </w:rPr>
        <w:t xml:space="preserve"> اَسْأَلُكَ بِمَفاتِحِ الغَ</w:t>
      </w:r>
      <w:r w:rsidR="00D96EC8" w:rsidRPr="00D96EC8">
        <w:rPr>
          <w:rStyle w:val="libAieChar"/>
          <w:rFonts w:hint="cs"/>
          <w:rtl/>
          <w:lang w:bidi="fa-IR"/>
        </w:rPr>
        <w:t>یْ</w:t>
      </w:r>
      <w:r w:rsidR="00D96EC8" w:rsidRPr="00D96EC8">
        <w:rPr>
          <w:rStyle w:val="libAieChar"/>
          <w:rFonts w:hint="eastAsia"/>
          <w:rtl/>
          <w:lang w:bidi="fa-IR"/>
        </w:rPr>
        <w:t>بِ</w:t>
      </w:r>
      <w:r w:rsidR="00D96EC8" w:rsidRPr="00D96EC8">
        <w:rPr>
          <w:rStyle w:val="libAieChar"/>
          <w:rtl/>
          <w:lang w:bidi="fa-IR"/>
        </w:rPr>
        <w:t xml:space="preserve"> الَّت</w:t>
      </w:r>
      <w:r w:rsidR="00D96EC8" w:rsidRPr="00D96EC8">
        <w:rPr>
          <w:rStyle w:val="libAieChar"/>
          <w:rFonts w:hint="cs"/>
          <w:rtl/>
          <w:lang w:bidi="fa-IR"/>
        </w:rPr>
        <w:t>ی</w:t>
      </w:r>
      <w:r w:rsidR="000A0787">
        <w:rPr>
          <w:rStyle w:val="libAieChar"/>
          <w:rFonts w:hint="cs"/>
          <w:rtl/>
          <w:lang w:bidi="fa-IR"/>
        </w:rPr>
        <w:t xml:space="preserve"> </w:t>
      </w:r>
      <w:r w:rsidR="00D96EC8" w:rsidRPr="00D96EC8">
        <w:rPr>
          <w:rStyle w:val="libAieChar"/>
          <w:rtl/>
          <w:lang w:bidi="fa-IR"/>
        </w:rPr>
        <w:t xml:space="preserve">لا </w:t>
      </w:r>
      <w:r w:rsidR="00D96EC8" w:rsidRPr="00D96EC8">
        <w:rPr>
          <w:rStyle w:val="libAieChar"/>
          <w:rFonts w:hint="cs"/>
          <w:rtl/>
          <w:lang w:bidi="fa-IR"/>
        </w:rPr>
        <w:t>ی</w:t>
      </w:r>
      <w:r w:rsidR="00D96EC8" w:rsidRPr="00D96EC8">
        <w:rPr>
          <w:rStyle w:val="libAieChar"/>
          <w:rFonts w:hint="eastAsia"/>
          <w:rtl/>
          <w:lang w:bidi="fa-IR"/>
        </w:rPr>
        <w:t>عْلَمُها</w:t>
      </w:r>
      <w:r w:rsidR="00D96EC8" w:rsidRPr="00D96EC8">
        <w:rPr>
          <w:rStyle w:val="libAieChar"/>
          <w:rtl/>
          <w:lang w:bidi="fa-IR"/>
        </w:rPr>
        <w:t xml:space="preserve"> إلّا اَنْتَ اَنْ تُصَلّ</w:t>
      </w:r>
      <w:r w:rsidR="00D96EC8" w:rsidRPr="00D96EC8">
        <w:rPr>
          <w:rStyle w:val="libAieChar"/>
          <w:rFonts w:hint="cs"/>
          <w:rtl/>
          <w:lang w:bidi="fa-IR"/>
        </w:rPr>
        <w:t>یَ</w:t>
      </w:r>
      <w:r w:rsidR="00D96EC8" w:rsidRPr="00D96EC8">
        <w:rPr>
          <w:rStyle w:val="libAieChar"/>
          <w:rtl/>
          <w:lang w:bidi="fa-IR"/>
        </w:rPr>
        <w:t xml:space="preserve"> عَل</w:t>
      </w:r>
      <w:r w:rsidR="00D96EC8" w:rsidRPr="00D96EC8">
        <w:rPr>
          <w:rStyle w:val="libAieChar"/>
          <w:rFonts w:hint="cs"/>
          <w:rtl/>
          <w:lang w:bidi="fa-IR"/>
        </w:rPr>
        <w:t>یٰ</w:t>
      </w:r>
      <w:r w:rsidR="00D96EC8" w:rsidRPr="00D96EC8">
        <w:rPr>
          <w:rStyle w:val="libAieChar"/>
          <w:rtl/>
          <w:lang w:bidi="fa-IR"/>
        </w:rPr>
        <w:t xml:space="preserve"> مُحَمَّدٍ وَآلِ مُحَمَّدٍ وَاَنْ تَفْعَلَ ب</w:t>
      </w:r>
      <w:r w:rsidR="00D96EC8" w:rsidRPr="00D96EC8">
        <w:rPr>
          <w:rStyle w:val="libAieChar"/>
          <w:rFonts w:hint="cs"/>
          <w:rtl/>
          <w:lang w:bidi="fa-IR"/>
        </w:rPr>
        <w:t>ی</w:t>
      </w:r>
      <w:r w:rsidR="000A0787">
        <w:rPr>
          <w:rStyle w:val="libAieChar"/>
          <w:rFonts w:hint="cs"/>
          <w:rtl/>
          <w:lang w:bidi="fa-IR"/>
        </w:rPr>
        <w:t xml:space="preserve"> </w:t>
      </w:r>
      <w:r w:rsidR="00D96EC8" w:rsidRPr="00D96EC8">
        <w:rPr>
          <w:rStyle w:val="libAieChar"/>
          <w:rtl/>
          <w:lang w:bidi="fa-IR"/>
        </w:rPr>
        <w:t>كَذا وَكَذا</w:t>
      </w:r>
      <w:r w:rsidR="00D96EC8" w:rsidRPr="00D96EC8">
        <w:rPr>
          <w:rStyle w:val="libAlaemChar"/>
          <w:rFonts w:hint="cs"/>
          <w:rtl/>
        </w:rPr>
        <w:t>)</w:t>
      </w:r>
      <w:r w:rsidRPr="003E3506">
        <w:rPr>
          <w:rtl/>
          <w:lang w:bidi="fa-IR"/>
        </w:rPr>
        <w:t xml:space="preserve"> و به جاى كلمه كذا وكذا حاجتهاى خود را بگويند و بعد بگويند</w:t>
      </w:r>
      <w:r w:rsidR="00553569">
        <w:rPr>
          <w:rtl/>
          <w:lang w:bidi="fa-IR"/>
        </w:rPr>
        <w:t>:</w:t>
      </w:r>
      <w:r w:rsidRPr="003E3506">
        <w:rPr>
          <w:rtl/>
          <w:lang w:bidi="fa-IR"/>
        </w:rPr>
        <w:t xml:space="preserve"> </w:t>
      </w:r>
      <w:r w:rsidR="00E02E5D">
        <w:rPr>
          <w:rFonts w:hint="cs"/>
          <w:rtl/>
          <w:lang w:bidi="fa-IR"/>
        </w:rPr>
        <w:t>«</w:t>
      </w:r>
      <w:r w:rsidRPr="00E02E5D">
        <w:rPr>
          <w:rStyle w:val="libBold2Char"/>
          <w:rtl/>
        </w:rPr>
        <w:t>اللهم انت ولي نعمتي والقادر على طلبتي تعلم حاجتي فاسالك بحق محمد وآل محمد عليه و</w:t>
      </w:r>
      <w:r w:rsidR="00E02E5D">
        <w:rPr>
          <w:rStyle w:val="libBold2Char"/>
          <w:rFonts w:hint="cs"/>
          <w:rtl/>
        </w:rPr>
        <w:t xml:space="preserve"> </w:t>
      </w:r>
      <w:r w:rsidR="001B16BC" w:rsidRPr="001B16BC">
        <w:rPr>
          <w:rStyle w:val="libAlaemChar"/>
          <w:rtl/>
        </w:rPr>
        <w:t>عليهم‌السلام</w:t>
      </w:r>
      <w:r w:rsidRPr="003E3506">
        <w:rPr>
          <w:rtl/>
          <w:lang w:bidi="fa-IR"/>
        </w:rPr>
        <w:t xml:space="preserve"> </w:t>
      </w:r>
      <w:r w:rsidRPr="00E02E5D">
        <w:rPr>
          <w:rStyle w:val="libBold2Char"/>
          <w:rtl/>
        </w:rPr>
        <w:t>لما قضيتها لي</w:t>
      </w:r>
      <w:r w:rsidR="000C4B14">
        <w:rPr>
          <w:rtl/>
          <w:lang w:bidi="fa-IR"/>
        </w:rPr>
        <w:t>.</w:t>
      </w:r>
      <w:r w:rsidR="00E02E5D">
        <w:rPr>
          <w:rFonts w:hint="cs"/>
          <w:rtl/>
          <w:lang w:bidi="fa-IR"/>
        </w:rPr>
        <w:t>»</w:t>
      </w:r>
    </w:p>
    <w:p w:rsidR="003E3506" w:rsidRPr="003E3506" w:rsidRDefault="00BA51CA" w:rsidP="003E3506">
      <w:pPr>
        <w:pStyle w:val="libNormal"/>
        <w:rPr>
          <w:lang w:bidi="fa-IR"/>
        </w:rPr>
      </w:pPr>
      <w:r>
        <w:rPr>
          <w:rtl/>
          <w:lang w:bidi="fa-IR"/>
        </w:rPr>
        <w:br w:type="page"/>
      </w:r>
    </w:p>
    <w:p w:rsidR="003E3506" w:rsidRDefault="00605FAB" w:rsidP="00BA51CA">
      <w:pPr>
        <w:pStyle w:val="Heading3"/>
        <w:rPr>
          <w:rtl/>
          <w:lang w:bidi="fa-IR"/>
        </w:rPr>
      </w:pPr>
      <w:bookmarkStart w:id="97" w:name="_Toc24454520"/>
      <w:r>
        <w:rPr>
          <w:rtl/>
          <w:lang w:bidi="fa-IR"/>
        </w:rPr>
        <w:t>(</w:t>
      </w:r>
      <w:r w:rsidR="003E3506" w:rsidRPr="003E3506">
        <w:rPr>
          <w:rtl/>
          <w:lang w:bidi="fa-IR"/>
        </w:rPr>
        <w:t>احكام قبله</w:t>
      </w:r>
      <w:r>
        <w:rPr>
          <w:rtl/>
          <w:lang w:bidi="fa-IR"/>
        </w:rPr>
        <w:t>)</w:t>
      </w:r>
      <w:bookmarkEnd w:id="97"/>
    </w:p>
    <w:p w:rsidR="003E3506" w:rsidRPr="003E3506" w:rsidRDefault="003E3506" w:rsidP="003E3506">
      <w:pPr>
        <w:pStyle w:val="libNormal"/>
        <w:rPr>
          <w:lang w:bidi="fa-IR"/>
        </w:rPr>
      </w:pPr>
      <w:r w:rsidRPr="003E3506">
        <w:rPr>
          <w:rtl/>
          <w:lang w:bidi="fa-IR"/>
        </w:rPr>
        <w:t>٧٨٤ - جاى خانه كعبه كه در مكه معظمه مى باشد قبله است</w:t>
      </w:r>
      <w:r w:rsidR="000C4B14">
        <w:rPr>
          <w:rtl/>
          <w:lang w:bidi="fa-IR"/>
        </w:rPr>
        <w:t>،</w:t>
      </w:r>
      <w:r w:rsidRPr="003E3506">
        <w:rPr>
          <w:rtl/>
          <w:lang w:bidi="fa-IR"/>
        </w:rPr>
        <w:t xml:space="preserve"> و بايد رو به روى آن نماز خواند</w:t>
      </w:r>
      <w:r w:rsidR="000C4B14">
        <w:rPr>
          <w:rtl/>
          <w:lang w:bidi="fa-IR"/>
        </w:rPr>
        <w:t>،</w:t>
      </w:r>
      <w:r w:rsidRPr="003E3506">
        <w:rPr>
          <w:rtl/>
          <w:lang w:bidi="fa-IR"/>
        </w:rPr>
        <w:t xml:space="preserve"> ولى كسى كه دور است</w:t>
      </w:r>
      <w:r w:rsidR="000C4B14">
        <w:rPr>
          <w:rtl/>
          <w:lang w:bidi="fa-IR"/>
        </w:rPr>
        <w:t>،</w:t>
      </w:r>
      <w:r w:rsidRPr="003E3506">
        <w:rPr>
          <w:rtl/>
          <w:lang w:bidi="fa-IR"/>
        </w:rPr>
        <w:t xml:space="preserve"> اگر طورى بايستد كه بگويند رو به قبله نماز مى خواند كافى است</w:t>
      </w:r>
      <w:r w:rsidR="000C4B14">
        <w:rPr>
          <w:rtl/>
          <w:lang w:bidi="fa-IR"/>
        </w:rPr>
        <w:t>.</w:t>
      </w:r>
    </w:p>
    <w:p w:rsidR="003E3506" w:rsidRPr="003E3506" w:rsidRDefault="003E3506" w:rsidP="003E3506">
      <w:pPr>
        <w:pStyle w:val="libNormal"/>
        <w:rPr>
          <w:lang w:bidi="fa-IR"/>
        </w:rPr>
      </w:pPr>
      <w:r w:rsidRPr="003E3506">
        <w:rPr>
          <w:rtl/>
          <w:lang w:bidi="fa-IR"/>
        </w:rPr>
        <w:t>و هم چنين است كارهاى ديگرى - مانند سر بريدن حيوانات كه بايد رو به قبله انجام گيرد.</w:t>
      </w:r>
    </w:p>
    <w:p w:rsidR="003E3506" w:rsidRPr="003E3506" w:rsidRDefault="003E3506" w:rsidP="003E3506">
      <w:pPr>
        <w:pStyle w:val="libNormal"/>
        <w:rPr>
          <w:lang w:bidi="fa-IR"/>
        </w:rPr>
      </w:pPr>
      <w:r w:rsidRPr="003E3506">
        <w:rPr>
          <w:rtl/>
          <w:lang w:bidi="fa-IR"/>
        </w:rPr>
        <w:t>٧٨٥ - كسى كه نماز واجب را ايستاده مى خواند</w:t>
      </w:r>
      <w:r w:rsidR="000C4B14">
        <w:rPr>
          <w:rtl/>
          <w:lang w:bidi="fa-IR"/>
        </w:rPr>
        <w:t>،</w:t>
      </w:r>
      <w:r w:rsidRPr="003E3506">
        <w:rPr>
          <w:rtl/>
          <w:lang w:bidi="fa-IR"/>
        </w:rPr>
        <w:t xml:space="preserve"> بايد سينه و شكم او رو به قبله باشد بلكه صورت او نيز نبايد زياد از قبله منحرف باشد</w:t>
      </w:r>
      <w:r w:rsidR="000C4B14">
        <w:rPr>
          <w:rtl/>
          <w:lang w:bidi="fa-IR"/>
        </w:rPr>
        <w:t>،</w:t>
      </w:r>
      <w:r w:rsidRPr="003E3506">
        <w:rPr>
          <w:rtl/>
          <w:lang w:bidi="fa-IR"/>
        </w:rPr>
        <w:t xml:space="preserve"> و احتياط مستحب آن است كه انگشتان پاى او هم رو به قبله باشد.</w:t>
      </w:r>
    </w:p>
    <w:p w:rsidR="003E3506" w:rsidRPr="003E3506" w:rsidRDefault="003E3506" w:rsidP="003E3506">
      <w:pPr>
        <w:pStyle w:val="libNormal"/>
        <w:rPr>
          <w:lang w:bidi="fa-IR"/>
        </w:rPr>
      </w:pPr>
      <w:r w:rsidRPr="003E3506">
        <w:rPr>
          <w:rtl/>
          <w:lang w:bidi="fa-IR"/>
        </w:rPr>
        <w:t>٧٨٦ - كسى كه بايد نشسته نماز بخواند</w:t>
      </w:r>
      <w:r w:rsidR="000C4B14">
        <w:rPr>
          <w:rtl/>
          <w:lang w:bidi="fa-IR"/>
        </w:rPr>
        <w:t>،</w:t>
      </w:r>
      <w:r w:rsidRPr="003E3506">
        <w:rPr>
          <w:rtl/>
          <w:lang w:bidi="fa-IR"/>
        </w:rPr>
        <w:t xml:space="preserve"> بايد در موقع نماز سينه و شكم او رو به قبله باشد بلكه صورت او هم نبايد زياد از قبله منحرف باشد.</w:t>
      </w:r>
    </w:p>
    <w:p w:rsidR="003E3506" w:rsidRPr="003E3506" w:rsidRDefault="003E3506" w:rsidP="003E3506">
      <w:pPr>
        <w:pStyle w:val="libNormal"/>
        <w:rPr>
          <w:lang w:bidi="fa-IR"/>
        </w:rPr>
      </w:pPr>
      <w:r w:rsidRPr="003E3506">
        <w:rPr>
          <w:rtl/>
          <w:lang w:bidi="fa-IR"/>
        </w:rPr>
        <w:t>٧٨٧ - كسى كه نمى تواند نشسته نماز بخواند</w:t>
      </w:r>
      <w:r w:rsidR="000C4B14">
        <w:rPr>
          <w:rtl/>
          <w:lang w:bidi="fa-IR"/>
        </w:rPr>
        <w:t>،</w:t>
      </w:r>
      <w:r w:rsidRPr="003E3506">
        <w:rPr>
          <w:rtl/>
          <w:lang w:bidi="fa-IR"/>
        </w:rPr>
        <w:t xml:space="preserve"> بايد در حال نماز به پهلوى راست طورى بخوابد كه جلوى بدن او رو به قبله باشد</w:t>
      </w:r>
      <w:r w:rsidR="000C4B14">
        <w:rPr>
          <w:rtl/>
          <w:lang w:bidi="fa-IR"/>
        </w:rPr>
        <w:t>،</w:t>
      </w:r>
      <w:r w:rsidRPr="003E3506">
        <w:rPr>
          <w:rtl/>
          <w:lang w:bidi="fa-IR"/>
        </w:rPr>
        <w:t xml:space="preserve"> و اگر ممكن نيست بايد به پهلوى چپ طورى بخوابد كه جلوى بدن او رو به قبله باشد و تا وقتى كه ممكن است كه به پهلوى راست بخوابد نبايد بنابر احتياط لازم به پهلوى چپ بخوابد و اگر اين دو ممكن نباشد بايد به پشت بخوابد به طورى كه كف پاهاى او رو به قبله باشد.</w:t>
      </w:r>
    </w:p>
    <w:p w:rsidR="003E3506" w:rsidRPr="003E3506" w:rsidRDefault="003E3506" w:rsidP="003E3506">
      <w:pPr>
        <w:pStyle w:val="libNormal"/>
        <w:rPr>
          <w:lang w:bidi="fa-IR"/>
        </w:rPr>
      </w:pPr>
      <w:r w:rsidRPr="003E3506">
        <w:rPr>
          <w:rtl/>
          <w:lang w:bidi="fa-IR"/>
        </w:rPr>
        <w:t>٧٨٨ - نماز احتياط و سجده و تشهد فراموش شده را بايد رو به قبله بجا آورد و بنابر احتياط استحبابى سجده سهو را نيز رو به قبله بجا آورد.</w:t>
      </w:r>
    </w:p>
    <w:p w:rsidR="003E3506" w:rsidRPr="003E3506" w:rsidRDefault="003E3506" w:rsidP="003E3506">
      <w:pPr>
        <w:pStyle w:val="libNormal"/>
        <w:rPr>
          <w:lang w:bidi="fa-IR"/>
        </w:rPr>
      </w:pPr>
      <w:r w:rsidRPr="003E3506">
        <w:rPr>
          <w:rtl/>
          <w:lang w:bidi="fa-IR"/>
        </w:rPr>
        <w:t>٧٨٩ - نماز مستحبى را مى شود در حال راه رفتن و سوارى خواند و اگر انسان در اين دو حال نماز مستحبى بخواند</w:t>
      </w:r>
      <w:r w:rsidR="000C4B14">
        <w:rPr>
          <w:rtl/>
          <w:lang w:bidi="fa-IR"/>
        </w:rPr>
        <w:t>،</w:t>
      </w:r>
      <w:r w:rsidRPr="003E3506">
        <w:rPr>
          <w:rtl/>
          <w:lang w:bidi="fa-IR"/>
        </w:rPr>
        <w:t xml:space="preserve"> لازم نيست رو به قبله باشد.</w:t>
      </w:r>
    </w:p>
    <w:p w:rsidR="003E3506" w:rsidRPr="003E3506" w:rsidRDefault="003E3506" w:rsidP="003E3506">
      <w:pPr>
        <w:pStyle w:val="libNormal"/>
        <w:rPr>
          <w:lang w:bidi="fa-IR"/>
        </w:rPr>
      </w:pPr>
      <w:r w:rsidRPr="003E3506">
        <w:rPr>
          <w:rtl/>
          <w:lang w:bidi="fa-IR"/>
        </w:rPr>
        <w:t>٧٩٠ - كسى كه مى خواهد نماز بخواند</w:t>
      </w:r>
      <w:r w:rsidR="000C4B14">
        <w:rPr>
          <w:rtl/>
          <w:lang w:bidi="fa-IR"/>
        </w:rPr>
        <w:t>،</w:t>
      </w:r>
      <w:r w:rsidRPr="003E3506">
        <w:rPr>
          <w:rtl/>
          <w:lang w:bidi="fa-IR"/>
        </w:rPr>
        <w:t xml:space="preserve"> بايد براى پيدا كردن قبله كوشش نمايد</w:t>
      </w:r>
      <w:r w:rsidR="000C4B14">
        <w:rPr>
          <w:rtl/>
          <w:lang w:bidi="fa-IR"/>
        </w:rPr>
        <w:t>،</w:t>
      </w:r>
      <w:r w:rsidRPr="003E3506">
        <w:rPr>
          <w:rtl/>
          <w:lang w:bidi="fa-IR"/>
        </w:rPr>
        <w:t xml:space="preserve"> تا يقين يا چيزى كه در حكم يقين است </w:t>
      </w:r>
      <w:r w:rsidR="00605FAB">
        <w:rPr>
          <w:rtl/>
          <w:lang w:bidi="fa-IR"/>
        </w:rPr>
        <w:t>(</w:t>
      </w:r>
      <w:r w:rsidRPr="003E3506">
        <w:rPr>
          <w:rtl/>
          <w:lang w:bidi="fa-IR"/>
        </w:rPr>
        <w:t>مثل شهادت دو عادل</w:t>
      </w:r>
      <w:r w:rsidR="00605FAB">
        <w:rPr>
          <w:rtl/>
          <w:lang w:bidi="fa-IR"/>
        </w:rPr>
        <w:t>)</w:t>
      </w:r>
      <w:r w:rsidRPr="003E3506">
        <w:rPr>
          <w:rtl/>
          <w:lang w:bidi="fa-IR"/>
        </w:rPr>
        <w:t xml:space="preserve"> پيدا كند كه قبله كدام طرف است</w:t>
      </w:r>
      <w:r w:rsidR="000C4B14">
        <w:rPr>
          <w:rtl/>
          <w:lang w:bidi="fa-IR"/>
        </w:rPr>
        <w:t>،</w:t>
      </w:r>
      <w:r w:rsidRPr="003E3506">
        <w:rPr>
          <w:rtl/>
          <w:lang w:bidi="fa-IR"/>
        </w:rPr>
        <w:t xml:space="preserve"> و اگر بتواند</w:t>
      </w:r>
      <w:r w:rsidR="000C4B14">
        <w:rPr>
          <w:rtl/>
          <w:lang w:bidi="fa-IR"/>
        </w:rPr>
        <w:t>،</w:t>
      </w:r>
      <w:r w:rsidRPr="003E3506">
        <w:rPr>
          <w:rtl/>
          <w:lang w:bidi="fa-IR"/>
        </w:rPr>
        <w:t xml:space="preserve"> بايد به گمانى كه از محراب مسجد مسلمانان يا قبرهاى مؤمنين يا از راههاى ديگر پيدا </w:t>
      </w:r>
      <w:r w:rsidRPr="003E3506">
        <w:rPr>
          <w:rtl/>
          <w:lang w:bidi="fa-IR"/>
        </w:rPr>
        <w:lastRenderedPageBreak/>
        <w:t>مى شود عمل نمايد</w:t>
      </w:r>
      <w:r w:rsidR="000C4B14">
        <w:rPr>
          <w:rtl/>
          <w:lang w:bidi="fa-IR"/>
        </w:rPr>
        <w:t>،</w:t>
      </w:r>
      <w:r w:rsidRPr="003E3506">
        <w:rPr>
          <w:rtl/>
          <w:lang w:bidi="fa-IR"/>
        </w:rPr>
        <w:t xml:space="preserve"> حتى اگر از گفته فاسق يا كافرى كه به واسطه قواعد علمى قبله را مى شناسد گمان به قبله پيدا كند كافى است</w:t>
      </w:r>
      <w:r w:rsidR="000C4B14">
        <w:rPr>
          <w:rtl/>
          <w:lang w:bidi="fa-IR"/>
        </w:rPr>
        <w:t>.</w:t>
      </w:r>
    </w:p>
    <w:p w:rsidR="003E3506" w:rsidRPr="003E3506" w:rsidRDefault="003E3506" w:rsidP="003E3506">
      <w:pPr>
        <w:pStyle w:val="libNormal"/>
        <w:rPr>
          <w:lang w:bidi="fa-IR"/>
        </w:rPr>
      </w:pPr>
      <w:r w:rsidRPr="003E3506">
        <w:rPr>
          <w:rtl/>
          <w:lang w:bidi="fa-IR"/>
        </w:rPr>
        <w:t>٧٩١ - كسى كه گمان به قبله دارد</w:t>
      </w:r>
      <w:r w:rsidR="000C4B14">
        <w:rPr>
          <w:rtl/>
          <w:lang w:bidi="fa-IR"/>
        </w:rPr>
        <w:t>،</w:t>
      </w:r>
      <w:r w:rsidRPr="003E3506">
        <w:rPr>
          <w:rtl/>
          <w:lang w:bidi="fa-IR"/>
        </w:rPr>
        <w:t xml:space="preserve"> اگر بتواند گمان قوى ترى پيدا كند نمى تواند به گمان خود عمل نمايد.</w:t>
      </w:r>
    </w:p>
    <w:p w:rsidR="003E3506" w:rsidRPr="003E3506" w:rsidRDefault="003E3506" w:rsidP="003E3506">
      <w:pPr>
        <w:pStyle w:val="libNormal"/>
        <w:rPr>
          <w:lang w:bidi="fa-IR"/>
        </w:rPr>
      </w:pPr>
      <w:r w:rsidRPr="003E3506">
        <w:rPr>
          <w:rtl/>
          <w:lang w:bidi="fa-IR"/>
        </w:rPr>
        <w:t>مثلا اگر ميهمان از گفته صاحب خانه گمان به قبله پيدا كند</w:t>
      </w:r>
      <w:r w:rsidR="000C4B14">
        <w:rPr>
          <w:rtl/>
          <w:lang w:bidi="fa-IR"/>
        </w:rPr>
        <w:t>،</w:t>
      </w:r>
      <w:r w:rsidRPr="003E3506">
        <w:rPr>
          <w:rtl/>
          <w:lang w:bidi="fa-IR"/>
        </w:rPr>
        <w:t xml:space="preserve"> ولى بتواند از راه ديگر گمان قوى ترى پيدا كند</w:t>
      </w:r>
      <w:r w:rsidR="000C4B14">
        <w:rPr>
          <w:rtl/>
          <w:lang w:bidi="fa-IR"/>
        </w:rPr>
        <w:t>،</w:t>
      </w:r>
      <w:r w:rsidRPr="003E3506">
        <w:rPr>
          <w:rtl/>
          <w:lang w:bidi="fa-IR"/>
        </w:rPr>
        <w:t xml:space="preserve"> نبايد به حرف او عمل نمايد.</w:t>
      </w:r>
    </w:p>
    <w:p w:rsidR="003E3506" w:rsidRPr="003E3506" w:rsidRDefault="003E3506" w:rsidP="003E3506">
      <w:pPr>
        <w:pStyle w:val="libNormal"/>
        <w:rPr>
          <w:lang w:bidi="fa-IR"/>
        </w:rPr>
      </w:pPr>
      <w:r w:rsidRPr="003E3506">
        <w:rPr>
          <w:rtl/>
          <w:lang w:bidi="fa-IR"/>
        </w:rPr>
        <w:t>٧٩٢ - اگر براى پيدا كردن قبله وسيله اى ندارد</w:t>
      </w:r>
      <w:r w:rsidR="000C4B14">
        <w:rPr>
          <w:rtl/>
          <w:lang w:bidi="fa-IR"/>
        </w:rPr>
        <w:t>،</w:t>
      </w:r>
      <w:r w:rsidRPr="003E3506">
        <w:rPr>
          <w:rtl/>
          <w:lang w:bidi="fa-IR"/>
        </w:rPr>
        <w:t xml:space="preserve"> يا با اين كه كوشش كرده</w:t>
      </w:r>
      <w:r w:rsidR="000C4B14">
        <w:rPr>
          <w:rtl/>
          <w:lang w:bidi="fa-IR"/>
        </w:rPr>
        <w:t>،</w:t>
      </w:r>
      <w:r w:rsidRPr="003E3506">
        <w:rPr>
          <w:rtl/>
          <w:lang w:bidi="fa-IR"/>
        </w:rPr>
        <w:t xml:space="preserve"> گمانش به طرفى نمى رود</w:t>
      </w:r>
      <w:r w:rsidR="000C4B14">
        <w:rPr>
          <w:rtl/>
          <w:lang w:bidi="fa-IR"/>
        </w:rPr>
        <w:t>،</w:t>
      </w:r>
      <w:r w:rsidRPr="003E3506">
        <w:rPr>
          <w:rtl/>
          <w:lang w:bidi="fa-IR"/>
        </w:rPr>
        <w:t xml:space="preserve"> نماز خواندن به يك طرف كافى است</w:t>
      </w:r>
      <w:r w:rsidR="000C4B14">
        <w:rPr>
          <w:rtl/>
          <w:lang w:bidi="fa-IR"/>
        </w:rPr>
        <w:t>،</w:t>
      </w:r>
      <w:r w:rsidRPr="003E3506">
        <w:rPr>
          <w:rtl/>
          <w:lang w:bidi="fa-IR"/>
        </w:rPr>
        <w:t xml:space="preserve"> و احتياط مستحب آن است كه چنانچه وقت نماز وسعت دارد چهار نماز به چهار طرف بخواند.</w:t>
      </w:r>
    </w:p>
    <w:p w:rsidR="003E3506" w:rsidRPr="003E3506" w:rsidRDefault="003E3506" w:rsidP="003E3506">
      <w:pPr>
        <w:pStyle w:val="libNormal"/>
        <w:rPr>
          <w:lang w:bidi="fa-IR"/>
        </w:rPr>
      </w:pPr>
      <w:r w:rsidRPr="003E3506">
        <w:rPr>
          <w:rtl/>
          <w:lang w:bidi="fa-IR"/>
        </w:rPr>
        <w:t>٧٩٣ - اگر يقين يا گمان كند كه قبله در يكى از دو طرف است بايد به هر دو طرف نماز بخواند.</w:t>
      </w:r>
    </w:p>
    <w:p w:rsidR="003E3506" w:rsidRPr="003E3506" w:rsidRDefault="003E3506" w:rsidP="003E3506">
      <w:pPr>
        <w:pStyle w:val="libNormal"/>
        <w:rPr>
          <w:lang w:bidi="fa-IR"/>
        </w:rPr>
      </w:pPr>
      <w:r w:rsidRPr="003E3506">
        <w:rPr>
          <w:rtl/>
          <w:lang w:bidi="fa-IR"/>
        </w:rPr>
        <w:t>٧٩٤ - كسى كه بخواهد به چند طرف نماز بخواند</w:t>
      </w:r>
      <w:r w:rsidR="000C4B14">
        <w:rPr>
          <w:rtl/>
          <w:lang w:bidi="fa-IR"/>
        </w:rPr>
        <w:t>،</w:t>
      </w:r>
      <w:r w:rsidRPr="003E3506">
        <w:rPr>
          <w:rtl/>
          <w:lang w:bidi="fa-IR"/>
        </w:rPr>
        <w:t xml:space="preserve"> اگر بخواهد دو نماز بخواند كه مثل نماز ظهر و عصر بايد يكى بعد از ديگرى خوانده شود</w:t>
      </w:r>
      <w:r w:rsidR="000C4B14">
        <w:rPr>
          <w:rtl/>
          <w:lang w:bidi="fa-IR"/>
        </w:rPr>
        <w:t>،</w:t>
      </w:r>
      <w:r w:rsidRPr="003E3506">
        <w:rPr>
          <w:rtl/>
          <w:lang w:bidi="fa-IR"/>
        </w:rPr>
        <w:t xml:space="preserve"> احتياط مستحب آن است كه نماز اول را به آن چند طرف بخواند بعد نماز دوم را شروع كند.</w:t>
      </w:r>
    </w:p>
    <w:p w:rsidR="003E3506" w:rsidRPr="003E3506" w:rsidRDefault="003E3506" w:rsidP="003E3506">
      <w:pPr>
        <w:pStyle w:val="libNormal"/>
        <w:rPr>
          <w:lang w:bidi="fa-IR"/>
        </w:rPr>
      </w:pPr>
      <w:r w:rsidRPr="003E3506">
        <w:rPr>
          <w:rtl/>
          <w:lang w:bidi="fa-IR"/>
        </w:rPr>
        <w:t>٧٩٥ - كسى كه يقين به قبله ندارد</w:t>
      </w:r>
      <w:r w:rsidR="000C4B14">
        <w:rPr>
          <w:rtl/>
          <w:lang w:bidi="fa-IR"/>
        </w:rPr>
        <w:t>،</w:t>
      </w:r>
      <w:r w:rsidRPr="003E3506">
        <w:rPr>
          <w:rtl/>
          <w:lang w:bidi="fa-IR"/>
        </w:rPr>
        <w:t xml:space="preserve"> اگر بخواهد غير از نماز كارى كند كه بايد رو به قبله انجام داد</w:t>
      </w:r>
      <w:r w:rsidR="000C4B14">
        <w:rPr>
          <w:rtl/>
          <w:lang w:bidi="fa-IR"/>
        </w:rPr>
        <w:t>،</w:t>
      </w:r>
      <w:r w:rsidRPr="003E3506">
        <w:rPr>
          <w:rtl/>
          <w:lang w:bidi="fa-IR"/>
        </w:rPr>
        <w:t xml:space="preserve"> مثلا بخواهد سر حيوانى را ببرد</w:t>
      </w:r>
      <w:r w:rsidR="000C4B14">
        <w:rPr>
          <w:rtl/>
          <w:lang w:bidi="fa-IR"/>
        </w:rPr>
        <w:t>،</w:t>
      </w:r>
      <w:r w:rsidRPr="003E3506">
        <w:rPr>
          <w:rtl/>
          <w:lang w:bidi="fa-IR"/>
        </w:rPr>
        <w:t xml:space="preserve"> بايد به گمان عمل نمايد</w:t>
      </w:r>
      <w:r w:rsidR="000C4B14">
        <w:rPr>
          <w:rtl/>
          <w:lang w:bidi="fa-IR"/>
        </w:rPr>
        <w:t>،</w:t>
      </w:r>
      <w:r w:rsidRPr="003E3506">
        <w:rPr>
          <w:rtl/>
          <w:lang w:bidi="fa-IR"/>
        </w:rPr>
        <w:t xml:space="preserve"> و اگر گمان ممكن نيست به هر طرف كه انجام دهد صحيح است</w:t>
      </w:r>
      <w:r w:rsidR="000C4B14">
        <w:rPr>
          <w:rtl/>
          <w:lang w:bidi="fa-IR"/>
        </w:rPr>
        <w:t>.</w:t>
      </w:r>
    </w:p>
    <w:p w:rsidR="003E3506" w:rsidRPr="003E3506" w:rsidRDefault="00071123" w:rsidP="003E3506">
      <w:pPr>
        <w:pStyle w:val="libNormal"/>
        <w:rPr>
          <w:lang w:bidi="fa-IR"/>
        </w:rPr>
      </w:pPr>
      <w:r>
        <w:rPr>
          <w:rtl/>
          <w:lang w:bidi="fa-IR"/>
        </w:rPr>
        <w:br w:type="page"/>
      </w:r>
    </w:p>
    <w:p w:rsidR="003E3506" w:rsidRDefault="00605FAB" w:rsidP="00071123">
      <w:pPr>
        <w:pStyle w:val="Heading3"/>
        <w:rPr>
          <w:rtl/>
          <w:lang w:bidi="fa-IR"/>
        </w:rPr>
      </w:pPr>
      <w:bookmarkStart w:id="98" w:name="_Toc24454521"/>
      <w:r>
        <w:rPr>
          <w:rtl/>
          <w:lang w:bidi="fa-IR"/>
        </w:rPr>
        <w:t>(</w:t>
      </w:r>
      <w:r w:rsidR="003E3506" w:rsidRPr="003E3506">
        <w:rPr>
          <w:rtl/>
          <w:lang w:bidi="fa-IR"/>
        </w:rPr>
        <w:t>پوشانيدن بدن در نماز</w:t>
      </w:r>
      <w:r>
        <w:rPr>
          <w:rtl/>
          <w:lang w:bidi="fa-IR"/>
        </w:rPr>
        <w:t>)</w:t>
      </w:r>
      <w:bookmarkEnd w:id="98"/>
    </w:p>
    <w:p w:rsidR="003E3506" w:rsidRPr="003E3506" w:rsidRDefault="003E3506" w:rsidP="003E3506">
      <w:pPr>
        <w:pStyle w:val="libNormal"/>
        <w:rPr>
          <w:lang w:bidi="fa-IR"/>
        </w:rPr>
      </w:pPr>
      <w:r w:rsidRPr="003E3506">
        <w:rPr>
          <w:rtl/>
          <w:lang w:bidi="fa-IR"/>
        </w:rPr>
        <w:t>٧٩٦ - مرد بايد در حال نماز اگر چه كسى او را نمى بيند عورتين خود را بپوشاند و بهتر آن است كه از ناف تا زانو را هم بپوشاند.</w:t>
      </w:r>
    </w:p>
    <w:p w:rsidR="003E3506" w:rsidRPr="003E3506" w:rsidRDefault="003E3506" w:rsidP="003E3506">
      <w:pPr>
        <w:pStyle w:val="libNormal"/>
        <w:rPr>
          <w:lang w:bidi="fa-IR"/>
        </w:rPr>
      </w:pPr>
      <w:r w:rsidRPr="003E3506">
        <w:rPr>
          <w:rtl/>
          <w:lang w:bidi="fa-IR"/>
        </w:rPr>
        <w:t>٧٩٧ - زن بايد در موقع نماز</w:t>
      </w:r>
      <w:r w:rsidR="000C4B14">
        <w:rPr>
          <w:rtl/>
          <w:lang w:bidi="fa-IR"/>
        </w:rPr>
        <w:t>،</w:t>
      </w:r>
      <w:r w:rsidRPr="003E3506">
        <w:rPr>
          <w:rtl/>
          <w:lang w:bidi="fa-IR"/>
        </w:rPr>
        <w:t xml:space="preserve"> تمام بدن حتى سر و موى خود را بپوشاند</w:t>
      </w:r>
      <w:r w:rsidR="000C4B14">
        <w:rPr>
          <w:rtl/>
          <w:lang w:bidi="fa-IR"/>
        </w:rPr>
        <w:t>،</w:t>
      </w:r>
      <w:r w:rsidRPr="003E3506">
        <w:rPr>
          <w:rtl/>
          <w:lang w:bidi="fa-IR"/>
        </w:rPr>
        <w:t xml:space="preserve"> و احتياط مستحب آن است كه كف پاها را هم بپوشاند.</w:t>
      </w:r>
    </w:p>
    <w:p w:rsidR="003E3506" w:rsidRPr="003E3506" w:rsidRDefault="003E3506" w:rsidP="003E3506">
      <w:pPr>
        <w:pStyle w:val="libNormal"/>
        <w:rPr>
          <w:lang w:bidi="fa-IR"/>
        </w:rPr>
      </w:pPr>
      <w:r w:rsidRPr="003E3506">
        <w:rPr>
          <w:rtl/>
          <w:lang w:bidi="fa-IR"/>
        </w:rPr>
        <w:t>ولى پوشاندن صورت به مقدارى كه در وضو شسته مى شود و دستها تا مچ و روى پاها تا مچ پا لازم نيست</w:t>
      </w:r>
      <w:r w:rsidR="000C4B14">
        <w:rPr>
          <w:rtl/>
          <w:lang w:bidi="fa-IR"/>
        </w:rPr>
        <w:t>.</w:t>
      </w:r>
    </w:p>
    <w:p w:rsidR="003E3506" w:rsidRPr="003E3506" w:rsidRDefault="003E3506" w:rsidP="003E3506">
      <w:pPr>
        <w:pStyle w:val="libNormal"/>
        <w:rPr>
          <w:lang w:bidi="fa-IR"/>
        </w:rPr>
      </w:pPr>
      <w:r w:rsidRPr="003E3506">
        <w:rPr>
          <w:rtl/>
          <w:lang w:bidi="fa-IR"/>
        </w:rPr>
        <w:t>اما براى آن كه يقين كند كه مقدار واجب را پوشانده است</w:t>
      </w:r>
      <w:r w:rsidR="000C4B14">
        <w:rPr>
          <w:rtl/>
          <w:lang w:bidi="fa-IR"/>
        </w:rPr>
        <w:t>،</w:t>
      </w:r>
      <w:r w:rsidRPr="003E3506">
        <w:rPr>
          <w:rtl/>
          <w:lang w:bidi="fa-IR"/>
        </w:rPr>
        <w:t xml:space="preserve"> بايد مقدارى از اطراف صورت و قدرى پايين تر از مچ ها را هم بپوشاند.</w:t>
      </w:r>
    </w:p>
    <w:p w:rsidR="003E3506" w:rsidRPr="003E3506" w:rsidRDefault="003E3506" w:rsidP="003E3506">
      <w:pPr>
        <w:pStyle w:val="libNormal"/>
        <w:rPr>
          <w:lang w:bidi="fa-IR"/>
        </w:rPr>
      </w:pPr>
      <w:r w:rsidRPr="003E3506">
        <w:rPr>
          <w:rtl/>
          <w:lang w:bidi="fa-IR"/>
        </w:rPr>
        <w:t>٧٩٨ - موقعى كه انسان قضاى سجده فراموش شده يا تشهد فراموش شده را به جا مى آورد بايد خود را مثل موقع نماز بپوشاند.</w:t>
      </w:r>
    </w:p>
    <w:p w:rsidR="003E3506" w:rsidRPr="003E3506" w:rsidRDefault="003E3506" w:rsidP="003E3506">
      <w:pPr>
        <w:pStyle w:val="libNormal"/>
        <w:rPr>
          <w:lang w:bidi="fa-IR"/>
        </w:rPr>
      </w:pPr>
      <w:r w:rsidRPr="003E3506">
        <w:rPr>
          <w:rtl/>
          <w:lang w:bidi="fa-IR"/>
        </w:rPr>
        <w:t>و احتياط مستحب آن است كه در موقع به جا آوردن سجده سهو نيز خود را بپوشاند.</w:t>
      </w:r>
    </w:p>
    <w:p w:rsidR="003E3506" w:rsidRPr="003E3506" w:rsidRDefault="003E3506" w:rsidP="003E3506">
      <w:pPr>
        <w:pStyle w:val="libNormal"/>
        <w:rPr>
          <w:lang w:bidi="fa-IR"/>
        </w:rPr>
      </w:pPr>
      <w:r w:rsidRPr="003E3506">
        <w:rPr>
          <w:rtl/>
          <w:lang w:bidi="fa-IR"/>
        </w:rPr>
        <w:t>٧٩٩ - اگر انسان عمدا يا از روى ندانستن مساله</w:t>
      </w:r>
      <w:r w:rsidR="000C4B14">
        <w:rPr>
          <w:rtl/>
          <w:lang w:bidi="fa-IR"/>
        </w:rPr>
        <w:t>،</w:t>
      </w:r>
      <w:r w:rsidRPr="003E3506">
        <w:rPr>
          <w:rtl/>
          <w:lang w:bidi="fa-IR"/>
        </w:rPr>
        <w:t xml:space="preserve"> از روى تقصير در نماز عورتش را نپوشاند نمازش باطل است</w:t>
      </w:r>
      <w:r w:rsidR="000C4B14">
        <w:rPr>
          <w:rtl/>
          <w:lang w:bidi="fa-IR"/>
        </w:rPr>
        <w:t>.</w:t>
      </w:r>
    </w:p>
    <w:p w:rsidR="00071123" w:rsidRDefault="003E3506" w:rsidP="00071123">
      <w:pPr>
        <w:pStyle w:val="libNormal"/>
        <w:rPr>
          <w:rtl/>
          <w:lang w:bidi="fa-IR"/>
        </w:rPr>
      </w:pPr>
      <w:r w:rsidRPr="003E3506">
        <w:rPr>
          <w:rtl/>
          <w:lang w:bidi="fa-IR"/>
        </w:rPr>
        <w:t>٨٠٠ - اگر شخصى در بين نماز بفهمد كه عورت او پيدا است</w:t>
      </w:r>
      <w:r w:rsidR="000C4B14">
        <w:rPr>
          <w:rtl/>
          <w:lang w:bidi="fa-IR"/>
        </w:rPr>
        <w:t>.</w:t>
      </w:r>
      <w:r w:rsidR="00071123">
        <w:rPr>
          <w:rFonts w:hint="cs"/>
          <w:rtl/>
          <w:lang w:bidi="fa-IR"/>
        </w:rPr>
        <w:t xml:space="preserve"> </w:t>
      </w:r>
      <w:r w:rsidRPr="003E3506">
        <w:rPr>
          <w:rtl/>
          <w:lang w:bidi="fa-IR"/>
        </w:rPr>
        <w:t>بايد او را بپوشاند و لازم نيست كه نماز را اعاده نمايد</w:t>
      </w:r>
      <w:r w:rsidR="000C4B14">
        <w:rPr>
          <w:rtl/>
          <w:lang w:bidi="fa-IR"/>
        </w:rPr>
        <w:t>،</w:t>
      </w:r>
      <w:r w:rsidRPr="003E3506">
        <w:rPr>
          <w:rtl/>
          <w:lang w:bidi="fa-IR"/>
        </w:rPr>
        <w:t xml:space="preserve"> ولى احتياط آن است كه در حالى كه فهميده كه عورت او پيدا است چيزى از اجزا نماز را به جا نياورد</w:t>
      </w:r>
      <w:r w:rsidR="000C4B14">
        <w:rPr>
          <w:rtl/>
          <w:lang w:bidi="fa-IR"/>
        </w:rPr>
        <w:t>،</w:t>
      </w:r>
      <w:r w:rsidRPr="003E3506">
        <w:rPr>
          <w:rtl/>
          <w:lang w:bidi="fa-IR"/>
        </w:rPr>
        <w:t xml:space="preserve"> و اگر</w:t>
      </w:r>
    </w:p>
    <w:p w:rsidR="003E3506" w:rsidRPr="003E3506" w:rsidRDefault="003E3506" w:rsidP="00071123">
      <w:pPr>
        <w:pStyle w:val="libNormal"/>
        <w:rPr>
          <w:lang w:bidi="fa-IR"/>
        </w:rPr>
      </w:pPr>
      <w:r w:rsidRPr="003E3506">
        <w:rPr>
          <w:rtl/>
          <w:lang w:bidi="fa-IR"/>
        </w:rPr>
        <w:t>٨٠١ - اگر لباس در حال ايستادن عورت را مى پوشاند</w:t>
      </w:r>
      <w:r w:rsidR="000C4B14">
        <w:rPr>
          <w:rtl/>
          <w:lang w:bidi="fa-IR"/>
        </w:rPr>
        <w:t>،</w:t>
      </w:r>
      <w:r w:rsidRPr="003E3506">
        <w:rPr>
          <w:rtl/>
          <w:lang w:bidi="fa-IR"/>
        </w:rPr>
        <w:t xml:space="preserve"> ولى ممكن است در حال بعد از نماز بفهمد كه در نماز عورت او پيدا بوده نمازش صحيح است</w:t>
      </w:r>
      <w:r w:rsidR="000C4B14">
        <w:rPr>
          <w:rtl/>
          <w:lang w:bidi="fa-IR"/>
        </w:rPr>
        <w:t>.</w:t>
      </w:r>
    </w:p>
    <w:p w:rsidR="003E3506" w:rsidRPr="003E3506" w:rsidRDefault="003E3506" w:rsidP="003E3506">
      <w:pPr>
        <w:pStyle w:val="libNormal"/>
        <w:rPr>
          <w:lang w:bidi="fa-IR"/>
        </w:rPr>
      </w:pPr>
      <w:r w:rsidRPr="003E3506">
        <w:rPr>
          <w:rtl/>
          <w:lang w:bidi="fa-IR"/>
        </w:rPr>
        <w:t>ديگر</w:t>
      </w:r>
      <w:r w:rsidR="000C4B14">
        <w:rPr>
          <w:rtl/>
          <w:lang w:bidi="fa-IR"/>
        </w:rPr>
        <w:t>،</w:t>
      </w:r>
      <w:r w:rsidRPr="003E3506">
        <w:rPr>
          <w:rtl/>
          <w:lang w:bidi="fa-IR"/>
        </w:rPr>
        <w:t xml:space="preserve"> مثلا در حال ركوع و سجود نپوشاند</w:t>
      </w:r>
      <w:r w:rsidR="000C4B14">
        <w:rPr>
          <w:rtl/>
          <w:lang w:bidi="fa-IR"/>
        </w:rPr>
        <w:t>،</w:t>
      </w:r>
      <w:r w:rsidRPr="003E3506">
        <w:rPr>
          <w:rtl/>
          <w:lang w:bidi="fa-IR"/>
        </w:rPr>
        <w:t xml:space="preserve"> چنانچه موقعى كه عورت او پيدا مى شود</w:t>
      </w:r>
      <w:r w:rsidR="000C4B14">
        <w:rPr>
          <w:rtl/>
          <w:lang w:bidi="fa-IR"/>
        </w:rPr>
        <w:t>،</w:t>
      </w:r>
      <w:r w:rsidRPr="003E3506">
        <w:rPr>
          <w:rtl/>
          <w:lang w:bidi="fa-IR"/>
        </w:rPr>
        <w:t xml:space="preserve"> به وسيله اى آن را بپوشاند</w:t>
      </w:r>
      <w:r w:rsidR="000C4B14">
        <w:rPr>
          <w:rtl/>
          <w:lang w:bidi="fa-IR"/>
        </w:rPr>
        <w:t>،</w:t>
      </w:r>
      <w:r w:rsidRPr="003E3506">
        <w:rPr>
          <w:rtl/>
          <w:lang w:bidi="fa-IR"/>
        </w:rPr>
        <w:t xml:space="preserve"> نماز او صحيح است</w:t>
      </w:r>
      <w:r w:rsidR="000C4B14">
        <w:rPr>
          <w:rtl/>
          <w:lang w:bidi="fa-IR"/>
        </w:rPr>
        <w:t>،</w:t>
      </w:r>
      <w:r w:rsidRPr="003E3506">
        <w:rPr>
          <w:rtl/>
          <w:lang w:bidi="fa-IR"/>
        </w:rPr>
        <w:t xml:space="preserve"> ولى احتياط مستحب آن است كه با آن لباس نماز نخواند.</w:t>
      </w:r>
    </w:p>
    <w:p w:rsidR="003E3506" w:rsidRPr="003E3506" w:rsidRDefault="003E3506" w:rsidP="003E3506">
      <w:pPr>
        <w:pStyle w:val="libNormal"/>
        <w:rPr>
          <w:lang w:bidi="fa-IR"/>
        </w:rPr>
      </w:pPr>
      <w:r w:rsidRPr="003E3506">
        <w:rPr>
          <w:rtl/>
          <w:lang w:bidi="fa-IR"/>
        </w:rPr>
        <w:lastRenderedPageBreak/>
        <w:t>٨٠٢ - انسان مى تواند در نماز خود را به علف و برگ درختان بپوشاند ولى احتياط مستحب آن است وقتى خود را به اينها بپوشاند كه چيز ديگرى نداشته باشد.</w:t>
      </w:r>
    </w:p>
    <w:p w:rsidR="003E3506" w:rsidRPr="003E3506" w:rsidRDefault="003E3506" w:rsidP="003E3506">
      <w:pPr>
        <w:pStyle w:val="libNormal"/>
        <w:rPr>
          <w:lang w:bidi="fa-IR"/>
        </w:rPr>
      </w:pPr>
      <w:r w:rsidRPr="003E3506">
        <w:rPr>
          <w:rtl/>
          <w:lang w:bidi="fa-IR"/>
        </w:rPr>
        <w:t>٨٠٣ - انسان در حال ناچارى كه چيزى براى پوشانيدن عورت خود ندارد مى تواند براى نمايان نبودن پوست عورت گل و مانند آن را به او بزند.</w:t>
      </w:r>
    </w:p>
    <w:p w:rsidR="003E3506" w:rsidRPr="003E3506" w:rsidRDefault="003E3506" w:rsidP="003E3506">
      <w:pPr>
        <w:pStyle w:val="libNormal"/>
        <w:rPr>
          <w:lang w:bidi="fa-IR"/>
        </w:rPr>
      </w:pPr>
      <w:r w:rsidRPr="003E3506">
        <w:rPr>
          <w:rtl/>
          <w:lang w:bidi="fa-IR"/>
        </w:rPr>
        <w:t>٨٠٤ - اگر چيزى ندارد كه در نماز خود را با آن بپوشاند</w:t>
      </w:r>
      <w:r w:rsidR="000C4B14">
        <w:rPr>
          <w:rtl/>
          <w:lang w:bidi="fa-IR"/>
        </w:rPr>
        <w:t>،</w:t>
      </w:r>
      <w:r w:rsidRPr="003E3506">
        <w:rPr>
          <w:rtl/>
          <w:lang w:bidi="fa-IR"/>
        </w:rPr>
        <w:t xml:space="preserve"> چنانچه مايوس از پيدا كردن آن نباشد بهتر آن است كه نماز خود را تاخير بيندازد و اگر چيزى پيدا نكرد در آخر وقت مطابق وظيفه اش نماز بخواند ولى اگر نماز را در اول وقت خواند و عذرش تا آخر وقت ادامه پيدا نكرد احتياط واجب آن است كه نماز را اعاده كند.</w:t>
      </w:r>
    </w:p>
    <w:p w:rsidR="003E3506" w:rsidRPr="003E3506" w:rsidRDefault="003E3506" w:rsidP="003E3506">
      <w:pPr>
        <w:pStyle w:val="libNormal"/>
        <w:rPr>
          <w:lang w:bidi="fa-IR"/>
        </w:rPr>
      </w:pPr>
      <w:r w:rsidRPr="003E3506">
        <w:rPr>
          <w:rtl/>
          <w:lang w:bidi="fa-IR"/>
        </w:rPr>
        <w:t>٨٠٥ - كسى كه مى خواهد نماز بخواند</w:t>
      </w:r>
      <w:r w:rsidR="000C4B14">
        <w:rPr>
          <w:rtl/>
          <w:lang w:bidi="fa-IR"/>
        </w:rPr>
        <w:t>،</w:t>
      </w:r>
      <w:r w:rsidRPr="003E3506">
        <w:rPr>
          <w:rtl/>
          <w:lang w:bidi="fa-IR"/>
        </w:rPr>
        <w:t xml:space="preserve"> اگر براى پوشاندن خود حتى برگ درخت و علف و گل و لجن نداشته باشد و مايوس باشد كه تا آخر وقت چيزى پيدا كند كه خود را با آن بپوشاند</w:t>
      </w:r>
      <w:r w:rsidR="000C4B14">
        <w:rPr>
          <w:rtl/>
          <w:lang w:bidi="fa-IR"/>
        </w:rPr>
        <w:t>،</w:t>
      </w:r>
      <w:r w:rsidRPr="003E3506">
        <w:rPr>
          <w:rtl/>
          <w:lang w:bidi="fa-IR"/>
        </w:rPr>
        <w:t xml:space="preserve"> در صورتى كه اطمينان دارد كه ناظر محترم او را نمى بيند ايستاده و با ركوع و سجود اختيارى نماز بخواند و چنانچه احتمال دهد كه ناظر محترم او را مى بيند بايد به طورى نماز بخواند كه عورت او نمايان نباشد مثل اين كه نشسته نماز بخواند يا آن كه ركوع يا سجود اختيارى را ترك كرده با اشاره ركوع و سجود به جا آورد</w:t>
      </w:r>
      <w:r w:rsidR="000C4B14">
        <w:rPr>
          <w:rtl/>
          <w:lang w:bidi="fa-IR"/>
        </w:rPr>
        <w:t>،</w:t>
      </w:r>
      <w:r w:rsidRPr="003E3506">
        <w:rPr>
          <w:rtl/>
          <w:lang w:bidi="fa-IR"/>
        </w:rPr>
        <w:t xml:space="preserve"> و احتياط لازم آن است كه شخص عارى در حال نماز عورت خود را با بعضى از اعضاى بدن خود بپوشاند مثل دو ران در حال نشستن و دو دست در حال ايستاده</w:t>
      </w:r>
      <w:r w:rsidR="000C4B14">
        <w:rPr>
          <w:rtl/>
          <w:lang w:bidi="fa-IR"/>
        </w:rPr>
        <w:t>.</w:t>
      </w:r>
    </w:p>
    <w:p w:rsidR="003E3506" w:rsidRPr="003E3506" w:rsidRDefault="00CF7BA0" w:rsidP="003E3506">
      <w:pPr>
        <w:pStyle w:val="libNormal"/>
        <w:rPr>
          <w:lang w:bidi="fa-IR"/>
        </w:rPr>
      </w:pPr>
      <w:r>
        <w:rPr>
          <w:rtl/>
          <w:lang w:bidi="fa-IR"/>
        </w:rPr>
        <w:br w:type="page"/>
      </w:r>
    </w:p>
    <w:p w:rsidR="003E3506" w:rsidRDefault="00605FAB" w:rsidP="00CF7BA0">
      <w:pPr>
        <w:pStyle w:val="Heading2"/>
        <w:rPr>
          <w:rtl/>
          <w:lang w:bidi="fa-IR"/>
        </w:rPr>
      </w:pPr>
      <w:bookmarkStart w:id="99" w:name="_Toc24454522"/>
      <w:r>
        <w:rPr>
          <w:rtl/>
          <w:lang w:bidi="fa-IR"/>
        </w:rPr>
        <w:t>(</w:t>
      </w:r>
      <w:r w:rsidR="003E3506" w:rsidRPr="003E3506">
        <w:rPr>
          <w:rtl/>
          <w:lang w:bidi="fa-IR"/>
        </w:rPr>
        <w:t>شرايط لباس نمازگزار</w:t>
      </w:r>
      <w:r>
        <w:rPr>
          <w:rtl/>
          <w:lang w:bidi="fa-IR"/>
        </w:rPr>
        <w:t>)</w:t>
      </w:r>
      <w:bookmarkEnd w:id="99"/>
    </w:p>
    <w:p w:rsidR="003E3506" w:rsidRPr="003E3506" w:rsidRDefault="003E3506" w:rsidP="003E3506">
      <w:pPr>
        <w:pStyle w:val="libNormal"/>
        <w:rPr>
          <w:lang w:bidi="fa-IR"/>
        </w:rPr>
      </w:pPr>
      <w:r w:rsidRPr="003E3506">
        <w:rPr>
          <w:rtl/>
          <w:lang w:bidi="fa-IR"/>
        </w:rPr>
        <w:t>٨٠٦ - لباس نمازگزار شش شرط دارد</w:t>
      </w:r>
      <w:r w:rsidR="00553569">
        <w:rPr>
          <w:rtl/>
          <w:lang w:bidi="fa-IR"/>
        </w:rPr>
        <w:t>:</w:t>
      </w:r>
      <w:r w:rsidRPr="003E3506">
        <w:rPr>
          <w:rtl/>
          <w:lang w:bidi="fa-IR"/>
        </w:rPr>
        <w:t xml:space="preserve"> اول آن كه پاك باشد.</w:t>
      </w:r>
    </w:p>
    <w:p w:rsidR="003E3506" w:rsidRPr="003E3506" w:rsidRDefault="003E3506" w:rsidP="003E3506">
      <w:pPr>
        <w:pStyle w:val="libNormal"/>
        <w:rPr>
          <w:lang w:bidi="fa-IR"/>
        </w:rPr>
      </w:pPr>
      <w:r w:rsidRPr="003E3506">
        <w:rPr>
          <w:rtl/>
          <w:lang w:bidi="fa-IR"/>
        </w:rPr>
        <w:t>دوم آن كه مباح باشد.</w:t>
      </w:r>
    </w:p>
    <w:p w:rsidR="003E3506" w:rsidRPr="003E3506" w:rsidRDefault="003E3506" w:rsidP="003E3506">
      <w:pPr>
        <w:pStyle w:val="libNormal"/>
        <w:rPr>
          <w:lang w:bidi="fa-IR"/>
        </w:rPr>
      </w:pPr>
      <w:r w:rsidRPr="003E3506">
        <w:rPr>
          <w:rtl/>
          <w:lang w:bidi="fa-IR"/>
        </w:rPr>
        <w:t>سوم آن كه از اجزاء مردار نباشد.</w:t>
      </w:r>
    </w:p>
    <w:p w:rsidR="003E3506" w:rsidRPr="003E3506" w:rsidRDefault="003E3506" w:rsidP="003E3506">
      <w:pPr>
        <w:pStyle w:val="libNormal"/>
        <w:rPr>
          <w:lang w:bidi="fa-IR"/>
        </w:rPr>
      </w:pPr>
      <w:r w:rsidRPr="003E3506">
        <w:rPr>
          <w:rtl/>
          <w:lang w:bidi="fa-IR"/>
        </w:rPr>
        <w:t>چهارم آن كه از حيوان حرام گوشت نباشد پنجم و ششم آن كه اگر نمازگزار مرد است</w:t>
      </w:r>
      <w:r w:rsidR="000C4B14">
        <w:rPr>
          <w:rtl/>
          <w:lang w:bidi="fa-IR"/>
        </w:rPr>
        <w:t>،</w:t>
      </w:r>
      <w:r w:rsidRPr="003E3506">
        <w:rPr>
          <w:rtl/>
          <w:lang w:bidi="fa-IR"/>
        </w:rPr>
        <w:t xml:space="preserve"> لباس او ابريشم خالص و طلا باف نباشد.</w:t>
      </w:r>
    </w:p>
    <w:p w:rsidR="003E3506" w:rsidRPr="003E3506" w:rsidRDefault="003E3506" w:rsidP="003E3506">
      <w:pPr>
        <w:pStyle w:val="libNormal"/>
        <w:rPr>
          <w:lang w:bidi="fa-IR"/>
        </w:rPr>
      </w:pPr>
      <w:r w:rsidRPr="003E3506">
        <w:rPr>
          <w:rtl/>
          <w:lang w:bidi="fa-IR"/>
        </w:rPr>
        <w:t>و تفصيل اينها در مسايل آينده گفته مى شود.</w:t>
      </w:r>
    </w:p>
    <w:p w:rsidR="003E3506" w:rsidRPr="003E3506" w:rsidRDefault="00CF7BA0" w:rsidP="003E3506">
      <w:pPr>
        <w:pStyle w:val="libNormal"/>
        <w:rPr>
          <w:lang w:bidi="fa-IR"/>
        </w:rPr>
      </w:pPr>
      <w:r>
        <w:rPr>
          <w:rtl/>
          <w:lang w:bidi="fa-IR"/>
        </w:rPr>
        <w:br w:type="page"/>
      </w:r>
    </w:p>
    <w:p w:rsidR="003E3506" w:rsidRDefault="00605FAB" w:rsidP="00CF7BA0">
      <w:pPr>
        <w:pStyle w:val="Heading3"/>
        <w:rPr>
          <w:rtl/>
          <w:lang w:bidi="fa-IR"/>
        </w:rPr>
      </w:pPr>
      <w:bookmarkStart w:id="100" w:name="_Toc24454523"/>
      <w:r>
        <w:rPr>
          <w:rtl/>
          <w:lang w:bidi="fa-IR"/>
        </w:rPr>
        <w:t>(</w:t>
      </w:r>
      <w:r w:rsidR="003E3506" w:rsidRPr="003E3506">
        <w:rPr>
          <w:rtl/>
          <w:lang w:bidi="fa-IR"/>
        </w:rPr>
        <w:t>شرط اول</w:t>
      </w:r>
      <w:r>
        <w:rPr>
          <w:rtl/>
          <w:lang w:bidi="fa-IR"/>
        </w:rPr>
        <w:t>)</w:t>
      </w:r>
      <w:bookmarkEnd w:id="100"/>
    </w:p>
    <w:p w:rsidR="003E3506" w:rsidRPr="003E3506" w:rsidRDefault="003E3506" w:rsidP="003E3506">
      <w:pPr>
        <w:pStyle w:val="libNormal"/>
        <w:rPr>
          <w:lang w:bidi="fa-IR"/>
        </w:rPr>
      </w:pPr>
      <w:r w:rsidRPr="003E3506">
        <w:rPr>
          <w:rtl/>
          <w:lang w:bidi="fa-IR"/>
        </w:rPr>
        <w:t>٨٠٧ - شرط اول لباس نمازگزار بايد پاك باشد</w:t>
      </w:r>
      <w:r w:rsidR="000C4B14">
        <w:rPr>
          <w:rtl/>
          <w:lang w:bidi="fa-IR"/>
        </w:rPr>
        <w:t>،</w:t>
      </w:r>
      <w:r w:rsidRPr="003E3506">
        <w:rPr>
          <w:rtl/>
          <w:lang w:bidi="fa-IR"/>
        </w:rPr>
        <w:t xml:space="preserve"> و اگر كسى در حال اختيار با بدن يا لباس نجس نماز بخواند</w:t>
      </w:r>
      <w:r w:rsidR="000C4B14">
        <w:rPr>
          <w:rtl/>
          <w:lang w:bidi="fa-IR"/>
        </w:rPr>
        <w:t>،</w:t>
      </w:r>
      <w:r w:rsidRPr="003E3506">
        <w:rPr>
          <w:rtl/>
          <w:lang w:bidi="fa-IR"/>
        </w:rPr>
        <w:t xml:space="preserve"> نمازش باطل است</w:t>
      </w:r>
      <w:r w:rsidR="000C4B14">
        <w:rPr>
          <w:rtl/>
          <w:lang w:bidi="fa-IR"/>
        </w:rPr>
        <w:t>.</w:t>
      </w:r>
    </w:p>
    <w:p w:rsidR="003E3506" w:rsidRPr="003E3506" w:rsidRDefault="003E3506" w:rsidP="003E3506">
      <w:pPr>
        <w:pStyle w:val="libNormal"/>
        <w:rPr>
          <w:lang w:bidi="fa-IR"/>
        </w:rPr>
      </w:pPr>
      <w:r w:rsidRPr="003E3506">
        <w:rPr>
          <w:rtl/>
          <w:lang w:bidi="fa-IR"/>
        </w:rPr>
        <w:t>٨٠٨ - كسى كه از روى تقصير نمى داند با بدن و لباس نجس نماز باطل است</w:t>
      </w:r>
      <w:r w:rsidR="000C4B14">
        <w:rPr>
          <w:rtl/>
          <w:lang w:bidi="fa-IR"/>
        </w:rPr>
        <w:t>،</w:t>
      </w:r>
      <w:r w:rsidRPr="003E3506">
        <w:rPr>
          <w:rtl/>
          <w:lang w:bidi="fa-IR"/>
        </w:rPr>
        <w:t xml:space="preserve"> اگر با بدن يا لباس نجس نماز بخواند</w:t>
      </w:r>
      <w:r w:rsidR="000C4B14">
        <w:rPr>
          <w:rtl/>
          <w:lang w:bidi="fa-IR"/>
        </w:rPr>
        <w:t>،</w:t>
      </w:r>
      <w:r w:rsidRPr="003E3506">
        <w:rPr>
          <w:rtl/>
          <w:lang w:bidi="fa-IR"/>
        </w:rPr>
        <w:t xml:space="preserve"> بنابر احتياط لازم</w:t>
      </w:r>
      <w:r w:rsidR="000C4B14">
        <w:rPr>
          <w:rtl/>
          <w:lang w:bidi="fa-IR"/>
        </w:rPr>
        <w:t>،</w:t>
      </w:r>
      <w:r w:rsidRPr="003E3506">
        <w:rPr>
          <w:rtl/>
          <w:lang w:bidi="fa-IR"/>
        </w:rPr>
        <w:t xml:space="preserve"> نمازش باطل مى باشد.</w:t>
      </w:r>
    </w:p>
    <w:p w:rsidR="003E3506" w:rsidRPr="003E3506" w:rsidRDefault="003E3506" w:rsidP="003E3506">
      <w:pPr>
        <w:pStyle w:val="libNormal"/>
        <w:rPr>
          <w:lang w:bidi="fa-IR"/>
        </w:rPr>
      </w:pPr>
      <w:r w:rsidRPr="003E3506">
        <w:rPr>
          <w:rtl/>
          <w:lang w:bidi="fa-IR"/>
        </w:rPr>
        <w:t>٨٠٩ - اگر به واسطه ندانستن مساله از رو تقصير چيز نجس را نداند نجس است</w:t>
      </w:r>
      <w:r w:rsidR="000C4B14">
        <w:rPr>
          <w:rtl/>
          <w:lang w:bidi="fa-IR"/>
        </w:rPr>
        <w:t>،</w:t>
      </w:r>
      <w:r w:rsidRPr="003E3506">
        <w:rPr>
          <w:rtl/>
          <w:lang w:bidi="fa-IR"/>
        </w:rPr>
        <w:t xml:space="preserve"> مثلا نداند عرق كافر نجس است و با آن نماز بخواند نمازش بنابر احتياط لازم باطل است</w:t>
      </w:r>
      <w:r w:rsidR="000C4B14">
        <w:rPr>
          <w:rtl/>
          <w:lang w:bidi="fa-IR"/>
        </w:rPr>
        <w:t>.</w:t>
      </w:r>
    </w:p>
    <w:p w:rsidR="003E3506" w:rsidRPr="003E3506" w:rsidRDefault="003E3506" w:rsidP="003E3506">
      <w:pPr>
        <w:pStyle w:val="libNormal"/>
        <w:rPr>
          <w:lang w:bidi="fa-IR"/>
        </w:rPr>
      </w:pPr>
      <w:r w:rsidRPr="003E3506">
        <w:rPr>
          <w:rtl/>
          <w:lang w:bidi="fa-IR"/>
        </w:rPr>
        <w:t>٨١٠ - اگر كسى يقين دارد كه بدن يا لباسش نجس نيست و بعد از نماز بفهمد نجس بوده نمازش صحيح است</w:t>
      </w:r>
      <w:r w:rsidR="000C4B14">
        <w:rPr>
          <w:rtl/>
          <w:lang w:bidi="fa-IR"/>
        </w:rPr>
        <w:t>.</w:t>
      </w:r>
    </w:p>
    <w:p w:rsidR="003E3506" w:rsidRPr="003E3506" w:rsidRDefault="003E3506" w:rsidP="003E3506">
      <w:pPr>
        <w:pStyle w:val="libNormal"/>
        <w:rPr>
          <w:lang w:bidi="fa-IR"/>
        </w:rPr>
      </w:pPr>
      <w:r w:rsidRPr="003E3506">
        <w:rPr>
          <w:rtl/>
          <w:lang w:bidi="fa-IR"/>
        </w:rPr>
        <w:t>٨١١ - اگر فراموش كند كه بدن يا لباسش نجس است</w:t>
      </w:r>
      <w:r w:rsidR="000C4B14">
        <w:rPr>
          <w:rtl/>
          <w:lang w:bidi="fa-IR"/>
        </w:rPr>
        <w:t>،</w:t>
      </w:r>
      <w:r w:rsidRPr="003E3506">
        <w:rPr>
          <w:rtl/>
          <w:lang w:bidi="fa-IR"/>
        </w:rPr>
        <w:t xml:space="preserve"> و در بين نماز يا بعد از آن يادش بيايد</w:t>
      </w:r>
      <w:r w:rsidR="000C4B14">
        <w:rPr>
          <w:rtl/>
          <w:lang w:bidi="fa-IR"/>
        </w:rPr>
        <w:t>،</w:t>
      </w:r>
      <w:r w:rsidRPr="003E3506">
        <w:rPr>
          <w:rtl/>
          <w:lang w:bidi="fa-IR"/>
        </w:rPr>
        <w:t xml:space="preserve"> چنانچه فراموشى او از روى اهمال و بى اعتنايى بوده بايد بنابر احتياط لازم نماز را دوباره بخواند و اگر وقت گذشته قضا نمايد</w:t>
      </w:r>
      <w:r w:rsidR="000C4B14">
        <w:rPr>
          <w:rtl/>
          <w:lang w:bidi="fa-IR"/>
        </w:rPr>
        <w:t>،</w:t>
      </w:r>
      <w:r w:rsidRPr="003E3506">
        <w:rPr>
          <w:rtl/>
          <w:lang w:bidi="fa-IR"/>
        </w:rPr>
        <w:t xml:space="preserve"> و در غير اين صورت لازم نيست نماز را دوباره بخواند ولى اگر در ميان نماز يادش بيايد بايد به دستورى كه در مساله بعد گفته مى شود عمل كند.</w:t>
      </w:r>
    </w:p>
    <w:p w:rsidR="003E3506" w:rsidRPr="003E3506" w:rsidRDefault="003E3506" w:rsidP="003E3506">
      <w:pPr>
        <w:pStyle w:val="libNormal"/>
        <w:rPr>
          <w:lang w:bidi="fa-IR"/>
        </w:rPr>
      </w:pPr>
      <w:r w:rsidRPr="003E3506">
        <w:rPr>
          <w:rtl/>
          <w:lang w:bidi="fa-IR"/>
        </w:rPr>
        <w:t>٨١٢ - كسى كه در وسعت وقت مشغول نماز است اگر در بين نماز ملتفت شود كه بدن يا لباسش نجس شده و احتمال دهد كه بعد از شروع در نماز نجس شده باشد در صورتى كه آب كشيدن بدن يا لباس يا عوض كردن لباس يا بيرون آوردن آن نماز را به هم نمى زند در بين نماز بدن يا لباس را آب بكشد يا لباس را عوض نمايد يا اگر چيز ديگرى عورت او را پوشانده لباس را بيرون آورد ولى چنانچه طورى باشد كه اگر بدن يا لباس را آب بكشد يا لباس را عوض كند يا بيرون آورد نماز به هم مى خورد يا اگر لباس را بيرون آورد برهنه مى ماند بايد بنابر احتياط لازم نماز را دوباره با لباس پاك بخواند.</w:t>
      </w:r>
    </w:p>
    <w:p w:rsidR="003E3506" w:rsidRPr="003E3506" w:rsidRDefault="003E3506" w:rsidP="003E3506">
      <w:pPr>
        <w:pStyle w:val="libNormal"/>
        <w:rPr>
          <w:lang w:bidi="fa-IR"/>
        </w:rPr>
      </w:pPr>
      <w:r w:rsidRPr="003E3506">
        <w:rPr>
          <w:rtl/>
          <w:lang w:bidi="fa-IR"/>
        </w:rPr>
        <w:t xml:space="preserve">٨١٣ - كسى كه در تنگى وقت مشغول نماز است اگر در بين نماز ملتفت شود كه لباسش نجس شده و احتمال دهد كه پس از شروع در نماز نجس شده باشد در صورتى كه آب كشيدن </w:t>
      </w:r>
      <w:r w:rsidRPr="003E3506">
        <w:rPr>
          <w:rtl/>
          <w:lang w:bidi="fa-IR"/>
        </w:rPr>
        <w:lastRenderedPageBreak/>
        <w:t>يا عوض كردن يا بيرون آوردن لباس نماز را به هم نمى زند و مى تواند لباس را بيرون آورد بايد لباس را آب بكشد يا عوض كند</w:t>
      </w:r>
      <w:r w:rsidR="000C4B14">
        <w:rPr>
          <w:rtl/>
          <w:lang w:bidi="fa-IR"/>
        </w:rPr>
        <w:t>،</w:t>
      </w:r>
      <w:r w:rsidRPr="003E3506">
        <w:rPr>
          <w:rtl/>
          <w:lang w:bidi="fa-IR"/>
        </w:rPr>
        <w:t xml:space="preserve"> يا اگر چيز ديگرى عورت او را پوشانده لباس را بيرون آورد و نماز را تمام كند</w:t>
      </w:r>
      <w:r w:rsidR="000C4B14">
        <w:rPr>
          <w:rtl/>
          <w:lang w:bidi="fa-IR"/>
        </w:rPr>
        <w:t>،</w:t>
      </w:r>
      <w:r w:rsidRPr="003E3506">
        <w:rPr>
          <w:rtl/>
          <w:lang w:bidi="fa-IR"/>
        </w:rPr>
        <w:t xml:space="preserve"> اما اگر چيز ديگرى عورت او را نپوشانده و لباس را هم نمى تواند آب بكشد يا عوض كند</w:t>
      </w:r>
      <w:r w:rsidR="000C4B14">
        <w:rPr>
          <w:rtl/>
          <w:lang w:bidi="fa-IR"/>
        </w:rPr>
        <w:t>،</w:t>
      </w:r>
      <w:r w:rsidRPr="003E3506">
        <w:rPr>
          <w:rtl/>
          <w:lang w:bidi="fa-IR"/>
        </w:rPr>
        <w:t xml:space="preserve"> بايد با همان لباس نجس نماز را تمام كند.</w:t>
      </w:r>
    </w:p>
    <w:p w:rsidR="003E3506" w:rsidRPr="003E3506" w:rsidRDefault="003E3506" w:rsidP="003E3506">
      <w:pPr>
        <w:pStyle w:val="libNormal"/>
        <w:rPr>
          <w:lang w:bidi="fa-IR"/>
        </w:rPr>
      </w:pPr>
      <w:r w:rsidRPr="003E3506">
        <w:rPr>
          <w:rtl/>
          <w:lang w:bidi="fa-IR"/>
        </w:rPr>
        <w:t>٨١٤ - كسى كه در تنگى وقت مشغول نماز است</w:t>
      </w:r>
      <w:r w:rsidR="000C4B14">
        <w:rPr>
          <w:rtl/>
          <w:lang w:bidi="fa-IR"/>
        </w:rPr>
        <w:t>،</w:t>
      </w:r>
      <w:r w:rsidRPr="003E3506">
        <w:rPr>
          <w:rtl/>
          <w:lang w:bidi="fa-IR"/>
        </w:rPr>
        <w:t xml:space="preserve"> اگر در بين نماز ملتفت شود كه بدن او نجس شده و احتمال دهد كه پس از شروع در نماز نجس شده باشد در صورتى كه آب كشيدن بدن نماز را به هم نمى زند بدن را آب بكشد و اگر نماز را به هم مى زند بايد با همان حال نماز را تمام كند و نماز او صحيح است</w:t>
      </w:r>
      <w:r w:rsidR="000C4B14">
        <w:rPr>
          <w:rtl/>
          <w:lang w:bidi="fa-IR"/>
        </w:rPr>
        <w:t>.</w:t>
      </w:r>
    </w:p>
    <w:p w:rsidR="003E3506" w:rsidRPr="003E3506" w:rsidRDefault="003E3506" w:rsidP="003E3506">
      <w:pPr>
        <w:pStyle w:val="libNormal"/>
        <w:rPr>
          <w:lang w:bidi="fa-IR"/>
        </w:rPr>
      </w:pPr>
      <w:r w:rsidRPr="003E3506">
        <w:rPr>
          <w:rtl/>
          <w:lang w:bidi="fa-IR"/>
        </w:rPr>
        <w:t>٨١٥ - كسى كه در پاك بودن بدن يا لباس خود شك دارد چنانچه جستجو نمايد و چيزى در آن نبيند و نماز بخواند و بعد از نماز بفهمد كه بدن يا لباسش نجس بوده نماز او صحيح است ولى اگر جستجو نكرده باشد بنابر احتياط لازم بايد نمازش را دوباره بخواند و چنانچه وقت گذشته قضا نمايد.</w:t>
      </w:r>
    </w:p>
    <w:p w:rsidR="003E3506" w:rsidRPr="003E3506" w:rsidRDefault="003E3506" w:rsidP="003E3506">
      <w:pPr>
        <w:pStyle w:val="libNormal"/>
        <w:rPr>
          <w:lang w:bidi="fa-IR"/>
        </w:rPr>
      </w:pPr>
      <w:r w:rsidRPr="003E3506">
        <w:rPr>
          <w:rtl/>
          <w:lang w:bidi="fa-IR"/>
        </w:rPr>
        <w:t>٨١٦ - اگر لباس را آب بكشد و يقين كند كه پاك شده است و با آن نماز بخواند</w:t>
      </w:r>
      <w:r w:rsidR="000C4B14">
        <w:rPr>
          <w:rtl/>
          <w:lang w:bidi="fa-IR"/>
        </w:rPr>
        <w:t>،</w:t>
      </w:r>
      <w:r w:rsidRPr="003E3506">
        <w:rPr>
          <w:rtl/>
          <w:lang w:bidi="fa-IR"/>
        </w:rPr>
        <w:t xml:space="preserve"> و بعد از نماز بفهمد پاك نشده نمازش صحيح است</w:t>
      </w:r>
      <w:r w:rsidR="000C4B14">
        <w:rPr>
          <w:rtl/>
          <w:lang w:bidi="fa-IR"/>
        </w:rPr>
        <w:t>.</w:t>
      </w:r>
    </w:p>
    <w:p w:rsidR="003E3506" w:rsidRPr="003E3506" w:rsidRDefault="003E3506" w:rsidP="003E3506">
      <w:pPr>
        <w:pStyle w:val="libNormal"/>
        <w:rPr>
          <w:lang w:bidi="fa-IR"/>
        </w:rPr>
      </w:pPr>
      <w:r w:rsidRPr="003E3506">
        <w:rPr>
          <w:rtl/>
          <w:lang w:bidi="fa-IR"/>
        </w:rPr>
        <w:t>٨١٧ - اگر خونى در بدن يا لباس خود ببيند و يقين كند كه از خونهاى نجس نيست</w:t>
      </w:r>
      <w:r w:rsidR="000C4B14">
        <w:rPr>
          <w:rtl/>
          <w:lang w:bidi="fa-IR"/>
        </w:rPr>
        <w:t>.</w:t>
      </w:r>
    </w:p>
    <w:p w:rsidR="003E3506" w:rsidRPr="003E3506" w:rsidRDefault="003E3506" w:rsidP="003E3506">
      <w:pPr>
        <w:pStyle w:val="libNormal"/>
        <w:rPr>
          <w:lang w:bidi="fa-IR"/>
        </w:rPr>
      </w:pPr>
      <w:r w:rsidRPr="003E3506">
        <w:rPr>
          <w:rtl/>
          <w:lang w:bidi="fa-IR"/>
        </w:rPr>
        <w:t>مثلا يقين كند كه خون پشه است</w:t>
      </w:r>
      <w:r w:rsidR="000C4B14">
        <w:rPr>
          <w:rtl/>
          <w:lang w:bidi="fa-IR"/>
        </w:rPr>
        <w:t>،</w:t>
      </w:r>
      <w:r w:rsidRPr="003E3506">
        <w:rPr>
          <w:rtl/>
          <w:lang w:bidi="fa-IR"/>
        </w:rPr>
        <w:t xml:space="preserve"> چنانچه بعد از نماز بفهمد كه از خونهايى بوده كه نمى شود با آن نماز خواند</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٨١٨ - اگر يقين كند خونى كه در بدن يا لباس او است خون نجسى است كه نماز با آن صحيح است</w:t>
      </w:r>
      <w:r w:rsidR="000C4B14">
        <w:rPr>
          <w:rtl/>
          <w:lang w:bidi="fa-IR"/>
        </w:rPr>
        <w:t>،</w:t>
      </w:r>
      <w:r w:rsidRPr="003E3506">
        <w:rPr>
          <w:rtl/>
          <w:lang w:bidi="fa-IR"/>
        </w:rPr>
        <w:t xml:space="preserve"> مثلا يقين كند خون زخم و دمل است چنانچه بعد از نماز بفهمد خونى بوده كه نماز با آن باطل است</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٨١٩ - اگر نجس بودن چيزى را فراموش كند و بدن يا لباسش با رطوبت به آن برسد</w:t>
      </w:r>
      <w:r w:rsidR="000C4B14">
        <w:rPr>
          <w:rtl/>
          <w:lang w:bidi="fa-IR"/>
        </w:rPr>
        <w:t>،</w:t>
      </w:r>
      <w:r w:rsidRPr="003E3506">
        <w:rPr>
          <w:rtl/>
          <w:lang w:bidi="fa-IR"/>
        </w:rPr>
        <w:t xml:space="preserve"> و در حال فراموشى نماز بخواند و بعد از نماز يادش بيايد نمازش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ولى اگر بدنش با رطوبت به چيزى كه نجس بودن آن را فراموش كرده برسد و بدون اين كه خود را آب بكشد</w:t>
      </w:r>
      <w:r w:rsidR="000C4B14">
        <w:rPr>
          <w:rtl/>
          <w:lang w:bidi="fa-IR"/>
        </w:rPr>
        <w:t>،</w:t>
      </w:r>
      <w:r w:rsidRPr="003E3506">
        <w:rPr>
          <w:rtl/>
          <w:lang w:bidi="fa-IR"/>
        </w:rPr>
        <w:t xml:space="preserve"> غسل كند و نماز بخواند غسل و نمازش باطل است</w:t>
      </w:r>
      <w:r w:rsidR="000C4B14">
        <w:rPr>
          <w:rtl/>
          <w:lang w:bidi="fa-IR"/>
        </w:rPr>
        <w:t>،</w:t>
      </w:r>
      <w:r w:rsidRPr="003E3506">
        <w:rPr>
          <w:rtl/>
          <w:lang w:bidi="fa-IR"/>
        </w:rPr>
        <w:t xml:space="preserve"> مگر اين كه طورى باشد كه به غسل نمودن</w:t>
      </w:r>
      <w:r w:rsidR="000C4B14">
        <w:rPr>
          <w:rtl/>
          <w:lang w:bidi="fa-IR"/>
        </w:rPr>
        <w:t>،</w:t>
      </w:r>
      <w:r w:rsidRPr="003E3506">
        <w:rPr>
          <w:rtl/>
          <w:lang w:bidi="fa-IR"/>
        </w:rPr>
        <w:t xml:space="preserve"> بدن نيز پاك شود</w:t>
      </w:r>
      <w:r w:rsidR="000C4B14">
        <w:rPr>
          <w:rtl/>
          <w:lang w:bidi="fa-IR"/>
        </w:rPr>
        <w:t>،</w:t>
      </w:r>
      <w:r w:rsidRPr="003E3506">
        <w:rPr>
          <w:rtl/>
          <w:lang w:bidi="fa-IR"/>
        </w:rPr>
        <w:t xml:space="preserve"> و نيز اگر جايى از اعضا وضو با رطوبت به چيزى كه نجس بودن آن را فراموش كرده برسد و پيش از آن كه آنجا را آب بكشد</w:t>
      </w:r>
      <w:r w:rsidR="000C4B14">
        <w:rPr>
          <w:rtl/>
          <w:lang w:bidi="fa-IR"/>
        </w:rPr>
        <w:t>،</w:t>
      </w:r>
      <w:r w:rsidRPr="003E3506">
        <w:rPr>
          <w:rtl/>
          <w:lang w:bidi="fa-IR"/>
        </w:rPr>
        <w:t xml:space="preserve"> وضو بگيرد و نماز بخواند</w:t>
      </w:r>
      <w:r w:rsidR="000C4B14">
        <w:rPr>
          <w:rtl/>
          <w:lang w:bidi="fa-IR"/>
        </w:rPr>
        <w:t>،</w:t>
      </w:r>
      <w:r w:rsidRPr="003E3506">
        <w:rPr>
          <w:rtl/>
          <w:lang w:bidi="fa-IR"/>
        </w:rPr>
        <w:t xml:space="preserve"> وضو و نمازش باطل مى باشد</w:t>
      </w:r>
      <w:r w:rsidR="000C4B14">
        <w:rPr>
          <w:rtl/>
          <w:lang w:bidi="fa-IR"/>
        </w:rPr>
        <w:t>،</w:t>
      </w:r>
      <w:r w:rsidRPr="003E3506">
        <w:rPr>
          <w:rtl/>
          <w:lang w:bidi="fa-IR"/>
        </w:rPr>
        <w:t xml:space="preserve"> مگر اين كه طورى باشد كه به وضو گرفتن اعضا وضو نيز پاك شود.</w:t>
      </w:r>
    </w:p>
    <w:p w:rsidR="003E3506" w:rsidRPr="003E3506" w:rsidRDefault="003E3506" w:rsidP="003E3506">
      <w:pPr>
        <w:pStyle w:val="libNormal"/>
        <w:rPr>
          <w:lang w:bidi="fa-IR"/>
        </w:rPr>
      </w:pPr>
      <w:r w:rsidRPr="003E3506">
        <w:rPr>
          <w:rtl/>
          <w:lang w:bidi="fa-IR"/>
        </w:rPr>
        <w:t>٨٢٠ - كسى كه فقط يك لباس دارد</w:t>
      </w:r>
      <w:r w:rsidR="000C4B14">
        <w:rPr>
          <w:rtl/>
          <w:lang w:bidi="fa-IR"/>
        </w:rPr>
        <w:t>،</w:t>
      </w:r>
      <w:r w:rsidRPr="003E3506">
        <w:rPr>
          <w:rtl/>
          <w:lang w:bidi="fa-IR"/>
        </w:rPr>
        <w:t xml:space="preserve"> اگر بدن و لباسش نجس شود و به اندازه آب كشيدن يكى از آنها آب داشته باشد</w:t>
      </w:r>
      <w:r w:rsidR="000C4B14">
        <w:rPr>
          <w:rtl/>
          <w:lang w:bidi="fa-IR"/>
        </w:rPr>
        <w:t>،</w:t>
      </w:r>
      <w:r w:rsidRPr="003E3506">
        <w:rPr>
          <w:rtl/>
          <w:lang w:bidi="fa-IR"/>
        </w:rPr>
        <w:t xml:space="preserve"> احتياط لازم اين است كه بدن را آب كشيده با لباس نجس نماز بخواند و جايز نيست كه لباس را آب كشيده و با بدن نجس نماز بخواند ولى در صورتى كه نجاست لباس بيشتر يا شديدتر باشد مخير است كه هر كدام را مى خواهد آب بكشد.</w:t>
      </w:r>
    </w:p>
    <w:p w:rsidR="003E3506" w:rsidRPr="003E3506" w:rsidRDefault="003E3506" w:rsidP="003E3506">
      <w:pPr>
        <w:pStyle w:val="libNormal"/>
        <w:rPr>
          <w:lang w:bidi="fa-IR"/>
        </w:rPr>
      </w:pPr>
      <w:r w:rsidRPr="003E3506">
        <w:rPr>
          <w:rtl/>
          <w:lang w:bidi="fa-IR"/>
        </w:rPr>
        <w:t>٨٢١ - كسى كه غير از لباس نجس</w:t>
      </w:r>
      <w:r w:rsidR="000C4B14">
        <w:rPr>
          <w:rtl/>
          <w:lang w:bidi="fa-IR"/>
        </w:rPr>
        <w:t>،</w:t>
      </w:r>
      <w:r w:rsidRPr="003E3506">
        <w:rPr>
          <w:rtl/>
          <w:lang w:bidi="fa-IR"/>
        </w:rPr>
        <w:t xml:space="preserve"> لباس ديگرى ندارد</w:t>
      </w:r>
      <w:r w:rsidR="000C4B14">
        <w:rPr>
          <w:rtl/>
          <w:lang w:bidi="fa-IR"/>
        </w:rPr>
        <w:t>،</w:t>
      </w:r>
      <w:r w:rsidRPr="003E3506">
        <w:rPr>
          <w:rtl/>
          <w:lang w:bidi="fa-IR"/>
        </w:rPr>
        <w:t xml:space="preserve"> بايد با لباس نجس نماز بخواند و نمازش صحيح است</w:t>
      </w:r>
      <w:r w:rsidR="000C4B14">
        <w:rPr>
          <w:rtl/>
          <w:lang w:bidi="fa-IR"/>
        </w:rPr>
        <w:t>.</w:t>
      </w:r>
    </w:p>
    <w:p w:rsidR="003E3506" w:rsidRPr="003E3506" w:rsidRDefault="003E3506" w:rsidP="003E3506">
      <w:pPr>
        <w:pStyle w:val="libNormal"/>
        <w:rPr>
          <w:lang w:bidi="fa-IR"/>
        </w:rPr>
      </w:pPr>
      <w:r w:rsidRPr="003E3506">
        <w:rPr>
          <w:rtl/>
          <w:lang w:bidi="fa-IR"/>
        </w:rPr>
        <w:t>٨٢٢ - كسى كه دو لباس دارد</w:t>
      </w:r>
      <w:r w:rsidR="000C4B14">
        <w:rPr>
          <w:rtl/>
          <w:lang w:bidi="fa-IR"/>
        </w:rPr>
        <w:t>،</w:t>
      </w:r>
      <w:r w:rsidRPr="003E3506">
        <w:rPr>
          <w:rtl/>
          <w:lang w:bidi="fa-IR"/>
        </w:rPr>
        <w:t xml:space="preserve"> اگر بداند يكى از آنها نجس است و نداند كدام يك آنها است</w:t>
      </w:r>
      <w:r w:rsidR="000C4B14">
        <w:rPr>
          <w:rtl/>
          <w:lang w:bidi="fa-IR"/>
        </w:rPr>
        <w:t>،</w:t>
      </w:r>
      <w:r w:rsidRPr="003E3506">
        <w:rPr>
          <w:rtl/>
          <w:lang w:bidi="fa-IR"/>
        </w:rPr>
        <w:t xml:space="preserve"> چنانچه وقت دارد</w:t>
      </w:r>
      <w:r w:rsidR="000C4B14">
        <w:rPr>
          <w:rtl/>
          <w:lang w:bidi="fa-IR"/>
        </w:rPr>
        <w:t>،</w:t>
      </w:r>
      <w:r w:rsidRPr="003E3506">
        <w:rPr>
          <w:rtl/>
          <w:lang w:bidi="fa-IR"/>
        </w:rPr>
        <w:t xml:space="preserve"> بايد با هر دو لباس نماز بخواند مثلا اگر مى خواهد نماز ظهر و عصر بخواند بايد با هر كدام يك نماز ظهر و يك نماز عصر بخواند</w:t>
      </w:r>
      <w:r w:rsidR="000C4B14">
        <w:rPr>
          <w:rtl/>
          <w:lang w:bidi="fa-IR"/>
        </w:rPr>
        <w:t>،</w:t>
      </w:r>
      <w:r w:rsidRPr="003E3506">
        <w:rPr>
          <w:rtl/>
          <w:lang w:bidi="fa-IR"/>
        </w:rPr>
        <w:t xml:space="preserve"> ولى اگر وقت تنگ است</w:t>
      </w:r>
      <w:r w:rsidR="000C4B14">
        <w:rPr>
          <w:rtl/>
          <w:lang w:bidi="fa-IR"/>
        </w:rPr>
        <w:t>،</w:t>
      </w:r>
      <w:r w:rsidRPr="003E3506">
        <w:rPr>
          <w:rtl/>
          <w:lang w:bidi="fa-IR"/>
        </w:rPr>
        <w:t xml:space="preserve"> با هر كدام نماز بخواند كافى است</w:t>
      </w:r>
      <w:r w:rsidR="000C4B14">
        <w:rPr>
          <w:rtl/>
          <w:lang w:bidi="fa-IR"/>
        </w:rPr>
        <w:t>.</w:t>
      </w:r>
    </w:p>
    <w:p w:rsidR="003E3506" w:rsidRPr="003E3506" w:rsidRDefault="00CF7BA0" w:rsidP="003E3506">
      <w:pPr>
        <w:pStyle w:val="libNormal"/>
        <w:rPr>
          <w:lang w:bidi="fa-IR"/>
        </w:rPr>
      </w:pPr>
      <w:r>
        <w:rPr>
          <w:rtl/>
          <w:lang w:bidi="fa-IR"/>
        </w:rPr>
        <w:br w:type="page"/>
      </w:r>
    </w:p>
    <w:p w:rsidR="003E3506" w:rsidRDefault="00605FAB" w:rsidP="00CF7BA0">
      <w:pPr>
        <w:pStyle w:val="Heading3"/>
        <w:rPr>
          <w:rtl/>
          <w:lang w:bidi="fa-IR"/>
        </w:rPr>
      </w:pPr>
      <w:bookmarkStart w:id="101" w:name="_Toc24454524"/>
      <w:r>
        <w:rPr>
          <w:rtl/>
          <w:lang w:bidi="fa-IR"/>
        </w:rPr>
        <w:t>(</w:t>
      </w:r>
      <w:r w:rsidR="003E3506" w:rsidRPr="003E3506">
        <w:rPr>
          <w:rtl/>
          <w:lang w:bidi="fa-IR"/>
        </w:rPr>
        <w:t>شرط دوم</w:t>
      </w:r>
      <w:r>
        <w:rPr>
          <w:rtl/>
          <w:lang w:bidi="fa-IR"/>
        </w:rPr>
        <w:t>)</w:t>
      </w:r>
      <w:bookmarkEnd w:id="101"/>
    </w:p>
    <w:p w:rsidR="003E3506" w:rsidRPr="003E3506" w:rsidRDefault="003E3506" w:rsidP="003E3506">
      <w:pPr>
        <w:pStyle w:val="libNormal"/>
        <w:rPr>
          <w:lang w:bidi="fa-IR"/>
        </w:rPr>
      </w:pPr>
      <w:r w:rsidRPr="003E3506">
        <w:rPr>
          <w:rtl/>
          <w:lang w:bidi="fa-IR"/>
        </w:rPr>
        <w:t>٨٢٣ - شرط دوم لباس نمازگزار بايد مباح باشد</w:t>
      </w:r>
      <w:r w:rsidR="000C4B14">
        <w:rPr>
          <w:rtl/>
          <w:lang w:bidi="fa-IR"/>
        </w:rPr>
        <w:t>،</w:t>
      </w:r>
      <w:r w:rsidRPr="003E3506">
        <w:rPr>
          <w:rtl/>
          <w:lang w:bidi="fa-IR"/>
        </w:rPr>
        <w:t xml:space="preserve"> و كسى كه مى داند پوشيدن لباس غصبى حرام است</w:t>
      </w:r>
      <w:r w:rsidR="000C4B14">
        <w:rPr>
          <w:rtl/>
          <w:lang w:bidi="fa-IR"/>
        </w:rPr>
        <w:t>،</w:t>
      </w:r>
      <w:r w:rsidRPr="003E3506">
        <w:rPr>
          <w:rtl/>
          <w:lang w:bidi="fa-IR"/>
        </w:rPr>
        <w:t xml:space="preserve"> يا اين كه از روى تقصير حكم مساله را نداند اگر عمدا در آن لباس نماز بخواند بنابر احتياط باطل است</w:t>
      </w:r>
      <w:r w:rsidR="000C4B14">
        <w:rPr>
          <w:rtl/>
          <w:lang w:bidi="fa-IR"/>
        </w:rPr>
        <w:t>.</w:t>
      </w:r>
    </w:p>
    <w:p w:rsidR="003E3506" w:rsidRPr="003E3506" w:rsidRDefault="003E3506" w:rsidP="003E3506">
      <w:pPr>
        <w:pStyle w:val="libNormal"/>
        <w:rPr>
          <w:lang w:bidi="fa-IR"/>
        </w:rPr>
      </w:pPr>
      <w:r w:rsidRPr="003E3506">
        <w:rPr>
          <w:rtl/>
          <w:lang w:bidi="fa-IR"/>
        </w:rPr>
        <w:t>ولى در چيزهايى كه به تنهايى عورت را نمى پوشاند و هم چنين چيزهايى كه فعلا نمازگزار آنها را نپوشيده مانند دستمال بزرگ يا لنگى كه در جيب گذاشته شود اگر چه بشود عورت را با آنها پوشانيد</w:t>
      </w:r>
      <w:r w:rsidR="000C4B14">
        <w:rPr>
          <w:rtl/>
          <w:lang w:bidi="fa-IR"/>
        </w:rPr>
        <w:t>،</w:t>
      </w:r>
      <w:r w:rsidRPr="003E3506">
        <w:rPr>
          <w:rtl/>
          <w:lang w:bidi="fa-IR"/>
        </w:rPr>
        <w:t xml:space="preserve"> و هم چنين چيزهايى كه نمازگزار آنها را پوشيده ولى ساتر مباح ديگرى دارد</w:t>
      </w:r>
      <w:r w:rsidR="000C4B14">
        <w:rPr>
          <w:rtl/>
          <w:lang w:bidi="fa-IR"/>
        </w:rPr>
        <w:t>،</w:t>
      </w:r>
      <w:r w:rsidRPr="003E3506">
        <w:rPr>
          <w:rtl/>
          <w:lang w:bidi="fa-IR"/>
        </w:rPr>
        <w:t xml:space="preserve"> در تمام اين صور غصبى بودن آنها به نماز ضررى ندارد هر چند احتياط در ترك است</w:t>
      </w:r>
      <w:r w:rsidR="000C4B14">
        <w:rPr>
          <w:rtl/>
          <w:lang w:bidi="fa-IR"/>
        </w:rPr>
        <w:t>.</w:t>
      </w:r>
    </w:p>
    <w:p w:rsidR="003E3506" w:rsidRPr="003E3506" w:rsidRDefault="003E3506" w:rsidP="003E3506">
      <w:pPr>
        <w:pStyle w:val="libNormal"/>
        <w:rPr>
          <w:lang w:bidi="fa-IR"/>
        </w:rPr>
      </w:pPr>
      <w:r w:rsidRPr="003E3506">
        <w:rPr>
          <w:rtl/>
          <w:lang w:bidi="fa-IR"/>
        </w:rPr>
        <w:t>٨٢٤ - كسى كه مى داند پوشيدن لباس غصبى حرام است</w:t>
      </w:r>
      <w:r w:rsidR="000C4B14">
        <w:rPr>
          <w:rtl/>
          <w:lang w:bidi="fa-IR"/>
        </w:rPr>
        <w:t>،</w:t>
      </w:r>
      <w:r w:rsidRPr="003E3506">
        <w:rPr>
          <w:rtl/>
          <w:lang w:bidi="fa-IR"/>
        </w:rPr>
        <w:t xml:space="preserve"> ولى حكم نماز خواندن در آن را نمى داند اگر عمدا با لباس غصبى نماز بخواند به تفصيلى كه در مساله قبلى گف ته شد نمازش بنابر احتياط باطل است</w:t>
      </w:r>
      <w:r w:rsidR="000C4B14">
        <w:rPr>
          <w:rtl/>
          <w:lang w:bidi="fa-IR"/>
        </w:rPr>
        <w:t>.</w:t>
      </w:r>
    </w:p>
    <w:p w:rsidR="003E3506" w:rsidRPr="003E3506" w:rsidRDefault="003E3506" w:rsidP="003E3506">
      <w:pPr>
        <w:pStyle w:val="libNormal"/>
        <w:rPr>
          <w:lang w:bidi="fa-IR"/>
        </w:rPr>
      </w:pPr>
      <w:r w:rsidRPr="003E3506">
        <w:rPr>
          <w:rtl/>
          <w:lang w:bidi="fa-IR"/>
        </w:rPr>
        <w:t>٨٢٥ - اگر نداند كه لباس او غصبى است يا فراموش كند و با آن لباس نماز بخواند</w:t>
      </w:r>
      <w:r w:rsidR="000C4B14">
        <w:rPr>
          <w:rtl/>
          <w:lang w:bidi="fa-IR"/>
        </w:rPr>
        <w:t>،</w:t>
      </w:r>
      <w:r w:rsidRPr="003E3506">
        <w:rPr>
          <w:rtl/>
          <w:lang w:bidi="fa-IR"/>
        </w:rPr>
        <w:t xml:space="preserve"> نمازش صحيح است ولى اگر كسى خودش لباس را غصب نمايد و فراموش كند كه غصب كرده است و با آن نماز بخواند نمازش بنابر احتياط باطل است</w:t>
      </w:r>
      <w:r w:rsidR="000C4B14">
        <w:rPr>
          <w:rtl/>
          <w:lang w:bidi="fa-IR"/>
        </w:rPr>
        <w:t>.</w:t>
      </w:r>
    </w:p>
    <w:p w:rsidR="003E3506" w:rsidRPr="003E3506" w:rsidRDefault="003E3506" w:rsidP="003E3506">
      <w:pPr>
        <w:pStyle w:val="libNormal"/>
        <w:rPr>
          <w:lang w:bidi="fa-IR"/>
        </w:rPr>
      </w:pPr>
      <w:r w:rsidRPr="003E3506">
        <w:rPr>
          <w:rtl/>
          <w:lang w:bidi="fa-IR"/>
        </w:rPr>
        <w:t>٨٢٦ - اگر نداند يا فراموش كند كه لباس او غصبى است و در بين نماز بفهمد</w:t>
      </w:r>
      <w:r w:rsidR="000C4B14">
        <w:rPr>
          <w:rtl/>
          <w:lang w:bidi="fa-IR"/>
        </w:rPr>
        <w:t>،</w:t>
      </w:r>
      <w:r w:rsidRPr="003E3506">
        <w:rPr>
          <w:rtl/>
          <w:lang w:bidi="fa-IR"/>
        </w:rPr>
        <w:t xml:space="preserve"> چنانچه چيز ديگرى عورت او را پوشانده است و مى تواند فورا يا بدون اين كه موالات </w:t>
      </w:r>
      <w:r w:rsidR="00605FAB">
        <w:rPr>
          <w:rtl/>
          <w:lang w:bidi="fa-IR"/>
        </w:rPr>
        <w:t>(</w:t>
      </w:r>
      <w:r w:rsidRPr="003E3506">
        <w:rPr>
          <w:rtl/>
          <w:lang w:bidi="fa-IR"/>
        </w:rPr>
        <w:t>يعنى پى در پى بودن نماز</w:t>
      </w:r>
      <w:r w:rsidR="00605FAB">
        <w:rPr>
          <w:rtl/>
          <w:lang w:bidi="fa-IR"/>
        </w:rPr>
        <w:t>)</w:t>
      </w:r>
      <w:r w:rsidRPr="003E3506">
        <w:rPr>
          <w:rtl/>
          <w:lang w:bidi="fa-IR"/>
        </w:rPr>
        <w:t xml:space="preserve"> به هم بخورد</w:t>
      </w:r>
      <w:r w:rsidR="000C4B14">
        <w:rPr>
          <w:rtl/>
          <w:lang w:bidi="fa-IR"/>
        </w:rPr>
        <w:t>،</w:t>
      </w:r>
      <w:r w:rsidRPr="003E3506">
        <w:rPr>
          <w:rtl/>
          <w:lang w:bidi="fa-IR"/>
        </w:rPr>
        <w:t xml:space="preserve"> لباس غصبى را بيرون آورد</w:t>
      </w:r>
      <w:r w:rsidR="000C4B14">
        <w:rPr>
          <w:rtl/>
          <w:lang w:bidi="fa-IR"/>
        </w:rPr>
        <w:t>،</w:t>
      </w:r>
      <w:r w:rsidRPr="003E3506">
        <w:rPr>
          <w:rtl/>
          <w:lang w:bidi="fa-IR"/>
        </w:rPr>
        <w:t xml:space="preserve"> بايد آن را بيرون آورد</w:t>
      </w:r>
      <w:r w:rsidR="000C4B14">
        <w:rPr>
          <w:rtl/>
          <w:lang w:bidi="fa-IR"/>
        </w:rPr>
        <w:t>،</w:t>
      </w:r>
      <w:r w:rsidRPr="003E3506">
        <w:rPr>
          <w:rtl/>
          <w:lang w:bidi="fa-IR"/>
        </w:rPr>
        <w:t xml:space="preserve"> و اگر چيز ديگرى عورت او را نپوشانده</w:t>
      </w:r>
      <w:r w:rsidR="000C4B14">
        <w:rPr>
          <w:rtl/>
          <w:lang w:bidi="fa-IR"/>
        </w:rPr>
        <w:t>،</w:t>
      </w:r>
      <w:r w:rsidRPr="003E3506">
        <w:rPr>
          <w:rtl/>
          <w:lang w:bidi="fa-IR"/>
        </w:rPr>
        <w:t xml:space="preserve"> يا نمى تواند لباس غصبى را فورا بيرون آورد</w:t>
      </w:r>
      <w:r w:rsidR="000C4B14">
        <w:rPr>
          <w:rtl/>
          <w:lang w:bidi="fa-IR"/>
        </w:rPr>
        <w:t>،</w:t>
      </w:r>
      <w:r w:rsidRPr="003E3506">
        <w:rPr>
          <w:rtl/>
          <w:lang w:bidi="fa-IR"/>
        </w:rPr>
        <w:t xml:space="preserve"> يا اگر بيرون آورد پى در پى بودن نماز به هم مى خورد.</w:t>
      </w:r>
    </w:p>
    <w:p w:rsidR="003E3506" w:rsidRPr="003E3506" w:rsidRDefault="003E3506" w:rsidP="003E3506">
      <w:pPr>
        <w:pStyle w:val="libNormal"/>
        <w:rPr>
          <w:lang w:bidi="fa-IR"/>
        </w:rPr>
      </w:pPr>
      <w:r w:rsidRPr="003E3506">
        <w:rPr>
          <w:rtl/>
          <w:lang w:bidi="fa-IR"/>
        </w:rPr>
        <w:t>در صورتى كه به مقدار يك ركعت هم وقت داشته باشد</w:t>
      </w:r>
      <w:r w:rsidR="000C4B14">
        <w:rPr>
          <w:rtl/>
          <w:lang w:bidi="fa-IR"/>
        </w:rPr>
        <w:t>،</w:t>
      </w:r>
      <w:r w:rsidRPr="003E3506">
        <w:rPr>
          <w:rtl/>
          <w:lang w:bidi="fa-IR"/>
        </w:rPr>
        <w:t xml:space="preserve"> بايد نماز را بشكند و با لباس غير غصبى نماز بخواند</w:t>
      </w:r>
      <w:r w:rsidR="000C4B14">
        <w:rPr>
          <w:rtl/>
          <w:lang w:bidi="fa-IR"/>
        </w:rPr>
        <w:t>،</w:t>
      </w:r>
      <w:r w:rsidRPr="003E3506">
        <w:rPr>
          <w:rtl/>
          <w:lang w:bidi="fa-IR"/>
        </w:rPr>
        <w:t xml:space="preserve"> و اگر به اين مقدار وقت ندارد</w:t>
      </w:r>
      <w:r w:rsidR="000C4B14">
        <w:rPr>
          <w:rtl/>
          <w:lang w:bidi="fa-IR"/>
        </w:rPr>
        <w:t>،</w:t>
      </w:r>
      <w:r w:rsidRPr="003E3506">
        <w:rPr>
          <w:rtl/>
          <w:lang w:bidi="fa-IR"/>
        </w:rPr>
        <w:t xml:space="preserve"> بايد در حال نماز لباس را بيرون آورد و به دستور نماز برهنگان</w:t>
      </w:r>
      <w:r w:rsidR="000C4B14">
        <w:rPr>
          <w:rtl/>
          <w:lang w:bidi="fa-IR"/>
        </w:rPr>
        <w:t>،</w:t>
      </w:r>
      <w:r w:rsidRPr="003E3506">
        <w:rPr>
          <w:rtl/>
          <w:lang w:bidi="fa-IR"/>
        </w:rPr>
        <w:t xml:space="preserve"> نماز را تمام نمايد.</w:t>
      </w:r>
    </w:p>
    <w:p w:rsidR="003E3506" w:rsidRPr="003E3506" w:rsidRDefault="003E3506" w:rsidP="003E3506">
      <w:pPr>
        <w:pStyle w:val="libNormal"/>
        <w:rPr>
          <w:lang w:bidi="fa-IR"/>
        </w:rPr>
      </w:pPr>
      <w:r w:rsidRPr="003E3506">
        <w:rPr>
          <w:rtl/>
          <w:lang w:bidi="fa-IR"/>
        </w:rPr>
        <w:lastRenderedPageBreak/>
        <w:t>٨٢٧ - اگر كسى براى حفظ جانش با لباس غصبى نماز بخواند يا مثلا براى اين كه دزد لباس غصبى را نبرد با آن نماز بخواند نمازش صحيح است</w:t>
      </w:r>
      <w:r w:rsidR="000C4B14">
        <w:rPr>
          <w:rtl/>
          <w:lang w:bidi="fa-IR"/>
        </w:rPr>
        <w:t>.</w:t>
      </w:r>
    </w:p>
    <w:p w:rsidR="003E3506" w:rsidRPr="003E3506" w:rsidRDefault="003E3506" w:rsidP="003E3506">
      <w:pPr>
        <w:pStyle w:val="libNormal"/>
        <w:rPr>
          <w:lang w:bidi="fa-IR"/>
        </w:rPr>
      </w:pPr>
      <w:r w:rsidRPr="003E3506">
        <w:rPr>
          <w:rtl/>
          <w:lang w:bidi="fa-IR"/>
        </w:rPr>
        <w:t>٨٢٨ - اگر با عين پولى كه خمس آن را نداده لباس بخرد</w:t>
      </w:r>
      <w:r w:rsidR="000C4B14">
        <w:rPr>
          <w:rtl/>
          <w:lang w:bidi="fa-IR"/>
        </w:rPr>
        <w:t>،</w:t>
      </w:r>
      <w:r w:rsidRPr="003E3506">
        <w:rPr>
          <w:rtl/>
          <w:lang w:bidi="fa-IR"/>
        </w:rPr>
        <w:t xml:space="preserve"> حكم نماز خواندن در آن لباس حكم نماز خواندن در لباس غصبى است</w:t>
      </w:r>
      <w:r w:rsidR="000C4B14">
        <w:rPr>
          <w:rtl/>
          <w:lang w:bidi="fa-IR"/>
        </w:rPr>
        <w:t>.</w:t>
      </w:r>
    </w:p>
    <w:p w:rsidR="003E3506" w:rsidRPr="003E3506" w:rsidRDefault="00CF7BA0" w:rsidP="003E3506">
      <w:pPr>
        <w:pStyle w:val="libNormal"/>
        <w:rPr>
          <w:lang w:bidi="fa-IR"/>
        </w:rPr>
      </w:pPr>
      <w:r>
        <w:rPr>
          <w:rtl/>
          <w:lang w:bidi="fa-IR"/>
        </w:rPr>
        <w:br w:type="page"/>
      </w:r>
    </w:p>
    <w:p w:rsidR="003E3506" w:rsidRDefault="00605FAB" w:rsidP="00CF7BA0">
      <w:pPr>
        <w:pStyle w:val="Heading3"/>
        <w:rPr>
          <w:rtl/>
          <w:lang w:bidi="fa-IR"/>
        </w:rPr>
      </w:pPr>
      <w:bookmarkStart w:id="102" w:name="_Toc24454525"/>
      <w:r>
        <w:rPr>
          <w:rtl/>
          <w:lang w:bidi="fa-IR"/>
        </w:rPr>
        <w:t>(</w:t>
      </w:r>
      <w:r w:rsidR="003E3506" w:rsidRPr="003E3506">
        <w:rPr>
          <w:rtl/>
          <w:lang w:bidi="fa-IR"/>
        </w:rPr>
        <w:t>شرط سوم</w:t>
      </w:r>
      <w:r>
        <w:rPr>
          <w:rtl/>
          <w:lang w:bidi="fa-IR"/>
        </w:rPr>
        <w:t>)</w:t>
      </w:r>
      <w:bookmarkEnd w:id="102"/>
    </w:p>
    <w:p w:rsidR="003E3506" w:rsidRPr="003E3506" w:rsidRDefault="003E3506" w:rsidP="003E3506">
      <w:pPr>
        <w:pStyle w:val="libNormal"/>
        <w:rPr>
          <w:lang w:bidi="fa-IR"/>
        </w:rPr>
      </w:pPr>
      <w:r w:rsidRPr="003E3506">
        <w:rPr>
          <w:rtl/>
          <w:lang w:bidi="fa-IR"/>
        </w:rPr>
        <w:t xml:space="preserve">٨٢٩ - شرط سوم لباس نمازگزار </w:t>
      </w:r>
      <w:r w:rsidR="00605FAB">
        <w:rPr>
          <w:rtl/>
          <w:lang w:bidi="fa-IR"/>
        </w:rPr>
        <w:t>(</w:t>
      </w:r>
      <w:r w:rsidRPr="003E3506">
        <w:rPr>
          <w:rtl/>
          <w:lang w:bidi="fa-IR"/>
        </w:rPr>
        <w:t>حتى چيزهايى كه به تنهايى عورت را نمى پوشاند بنابر احتياط لازم</w:t>
      </w:r>
      <w:r w:rsidR="00605FAB">
        <w:rPr>
          <w:rtl/>
          <w:lang w:bidi="fa-IR"/>
        </w:rPr>
        <w:t>)</w:t>
      </w:r>
      <w:r w:rsidRPr="003E3506">
        <w:rPr>
          <w:rtl/>
          <w:lang w:bidi="fa-IR"/>
        </w:rPr>
        <w:t xml:space="preserve"> بايد از اجزاء مردار حيوانى كه خون جهنده دارد</w:t>
      </w:r>
      <w:r w:rsidR="000C4B14">
        <w:rPr>
          <w:rtl/>
          <w:lang w:bidi="fa-IR"/>
        </w:rPr>
        <w:t>،</w:t>
      </w:r>
      <w:r w:rsidRPr="003E3506">
        <w:rPr>
          <w:rtl/>
          <w:lang w:bidi="fa-IR"/>
        </w:rPr>
        <w:t xml:space="preserve"> يعنى حيوانى كه اگر رگش را ببرند خون از آن جستن مى كند نباشد</w:t>
      </w:r>
      <w:r w:rsidR="000C4B14">
        <w:rPr>
          <w:rtl/>
          <w:lang w:bidi="fa-IR"/>
        </w:rPr>
        <w:t>،</w:t>
      </w:r>
      <w:r w:rsidRPr="003E3506">
        <w:rPr>
          <w:rtl/>
          <w:lang w:bidi="fa-IR"/>
        </w:rPr>
        <w:t xml:space="preserve"> بلكه اگر از مردار حيوانى كه مانند ماهى و مار خون جهنده ندارد لباس تهيه كند احتياط مستحب آن است كه با آن نماز نخواند.</w:t>
      </w:r>
    </w:p>
    <w:p w:rsidR="003E3506" w:rsidRPr="003E3506" w:rsidRDefault="003E3506" w:rsidP="003E3506">
      <w:pPr>
        <w:pStyle w:val="libNormal"/>
        <w:rPr>
          <w:lang w:bidi="fa-IR"/>
        </w:rPr>
      </w:pPr>
      <w:r w:rsidRPr="003E3506">
        <w:rPr>
          <w:rtl/>
          <w:lang w:bidi="fa-IR"/>
        </w:rPr>
        <w:t>٨٣٠ - هرگاه چيزى از مردار نجس مانند گوشت و پوست آن كه روح داشته همراه نمازگزار باشد صحت نمازش بعيد نيست</w:t>
      </w:r>
      <w:r w:rsidR="000C4B14">
        <w:rPr>
          <w:rtl/>
          <w:lang w:bidi="fa-IR"/>
        </w:rPr>
        <w:t>.</w:t>
      </w:r>
    </w:p>
    <w:p w:rsidR="003E3506" w:rsidRPr="003E3506" w:rsidRDefault="003E3506" w:rsidP="003E3506">
      <w:pPr>
        <w:pStyle w:val="libNormal"/>
        <w:rPr>
          <w:lang w:bidi="fa-IR"/>
        </w:rPr>
      </w:pPr>
      <w:r w:rsidRPr="003E3506">
        <w:rPr>
          <w:rtl/>
          <w:lang w:bidi="fa-IR"/>
        </w:rPr>
        <w:t>٨٣١ - اگر چيزى از مردار حلال گوشت  مانند مو و پشم كه روح ندارد - همراه نمازگزار باشد</w:t>
      </w:r>
      <w:r w:rsidR="000C4B14">
        <w:rPr>
          <w:rtl/>
          <w:lang w:bidi="fa-IR"/>
        </w:rPr>
        <w:t>،</w:t>
      </w:r>
      <w:r w:rsidRPr="003E3506">
        <w:rPr>
          <w:rtl/>
          <w:lang w:bidi="fa-IR"/>
        </w:rPr>
        <w:t xml:space="preserve"> يا با لباسى كه از آنها تهيه كرده اند</w:t>
      </w:r>
      <w:r w:rsidR="000C4B14">
        <w:rPr>
          <w:rtl/>
          <w:lang w:bidi="fa-IR"/>
        </w:rPr>
        <w:t>،</w:t>
      </w:r>
      <w:r w:rsidRPr="003E3506">
        <w:rPr>
          <w:rtl/>
          <w:lang w:bidi="fa-IR"/>
        </w:rPr>
        <w:t xml:space="preserve"> نماز بخواند نمازش صحيح است</w:t>
      </w:r>
      <w:r w:rsidR="000C4B14">
        <w:rPr>
          <w:rtl/>
          <w:lang w:bidi="fa-IR"/>
        </w:rPr>
        <w:t>.</w:t>
      </w:r>
    </w:p>
    <w:p w:rsidR="003E3506" w:rsidRPr="003E3506" w:rsidRDefault="00CF7BA0" w:rsidP="003E3506">
      <w:pPr>
        <w:pStyle w:val="libNormal"/>
        <w:rPr>
          <w:lang w:bidi="fa-IR"/>
        </w:rPr>
      </w:pPr>
      <w:r>
        <w:rPr>
          <w:rtl/>
          <w:lang w:bidi="fa-IR"/>
        </w:rPr>
        <w:br w:type="page"/>
      </w:r>
    </w:p>
    <w:p w:rsidR="003E3506" w:rsidRDefault="00605FAB" w:rsidP="00CF7BA0">
      <w:pPr>
        <w:pStyle w:val="Heading3"/>
        <w:rPr>
          <w:rtl/>
          <w:lang w:bidi="fa-IR"/>
        </w:rPr>
      </w:pPr>
      <w:bookmarkStart w:id="103" w:name="_Toc24454526"/>
      <w:r>
        <w:rPr>
          <w:rtl/>
          <w:lang w:bidi="fa-IR"/>
        </w:rPr>
        <w:t>(</w:t>
      </w:r>
      <w:r w:rsidR="003E3506" w:rsidRPr="003E3506">
        <w:rPr>
          <w:rtl/>
          <w:lang w:bidi="fa-IR"/>
        </w:rPr>
        <w:t>شرط چهارم</w:t>
      </w:r>
      <w:r>
        <w:rPr>
          <w:rtl/>
          <w:lang w:bidi="fa-IR"/>
        </w:rPr>
        <w:t>)</w:t>
      </w:r>
      <w:bookmarkEnd w:id="103"/>
    </w:p>
    <w:p w:rsidR="003E3506" w:rsidRPr="003E3506" w:rsidRDefault="003E3506" w:rsidP="003E3506">
      <w:pPr>
        <w:pStyle w:val="libNormal"/>
        <w:rPr>
          <w:lang w:bidi="fa-IR"/>
        </w:rPr>
      </w:pPr>
      <w:r w:rsidRPr="003E3506">
        <w:rPr>
          <w:rtl/>
          <w:lang w:bidi="fa-IR"/>
        </w:rPr>
        <w:t>٨٣٢ - شرط چهارم لباس نمازگزار  غير چيزهايى كه به تنهايى عورت را نمى پوشاند مثل جوراب  بايد از اجزاء درندگان بلكه بنابر احتياط لازم از مطلق حيوان حرام گوشت نباشد و هم چنين بايد كه بدن و لباسش به بول و يا مدفوع يا عرق يا شير يا موهاى آن حيوان آلوده نباشد</w:t>
      </w:r>
      <w:r w:rsidR="000C4B14">
        <w:rPr>
          <w:rtl/>
          <w:lang w:bidi="fa-IR"/>
        </w:rPr>
        <w:t>،</w:t>
      </w:r>
      <w:r w:rsidRPr="003E3506">
        <w:rPr>
          <w:rtl/>
          <w:lang w:bidi="fa-IR"/>
        </w:rPr>
        <w:t xml:space="preserve"> ولى اگر يك موى حيوان مثلا بر لباس او باشد ضرر ندارد و هم چنين است اگر چيزى از آنها را مثلا در قوطى گذاشته و با خود حمل نمايد.</w:t>
      </w:r>
    </w:p>
    <w:p w:rsidR="003E3506" w:rsidRPr="003E3506" w:rsidRDefault="003E3506" w:rsidP="003E3506">
      <w:pPr>
        <w:pStyle w:val="libNormal"/>
        <w:rPr>
          <w:lang w:bidi="fa-IR"/>
        </w:rPr>
      </w:pPr>
      <w:r w:rsidRPr="003E3506">
        <w:rPr>
          <w:rtl/>
          <w:lang w:bidi="fa-IR"/>
        </w:rPr>
        <w:t>٨٣٣ - اگر آب دهان يا بينى يا رطوبت ديگرى از حيوان حرام گوشت</w:t>
      </w:r>
      <w:r w:rsidR="000C4B14">
        <w:rPr>
          <w:rtl/>
          <w:lang w:bidi="fa-IR"/>
        </w:rPr>
        <w:t>،</w:t>
      </w:r>
      <w:r w:rsidRPr="003E3506">
        <w:rPr>
          <w:rtl/>
          <w:lang w:bidi="fa-IR"/>
        </w:rPr>
        <w:t xml:space="preserve"> مانند گربه بر بدن يا لباس نمازگزار باشد</w:t>
      </w:r>
      <w:r w:rsidR="000C4B14">
        <w:rPr>
          <w:rtl/>
          <w:lang w:bidi="fa-IR"/>
        </w:rPr>
        <w:t>،</w:t>
      </w:r>
      <w:r w:rsidRPr="003E3506">
        <w:rPr>
          <w:rtl/>
          <w:lang w:bidi="fa-IR"/>
        </w:rPr>
        <w:t xml:space="preserve"> چنانچه تر باشد نماز باطل است</w:t>
      </w:r>
      <w:r w:rsidR="000C4B14">
        <w:rPr>
          <w:rtl/>
          <w:lang w:bidi="fa-IR"/>
        </w:rPr>
        <w:t>،</w:t>
      </w:r>
      <w:r w:rsidRPr="003E3506">
        <w:rPr>
          <w:rtl/>
          <w:lang w:bidi="fa-IR"/>
        </w:rPr>
        <w:t xml:space="preserve"> و اگر خشك شده و عين آن برطرف شده باشد</w:t>
      </w:r>
      <w:r w:rsidR="000C4B14">
        <w:rPr>
          <w:rtl/>
          <w:lang w:bidi="fa-IR"/>
        </w:rPr>
        <w:t>،</w:t>
      </w:r>
      <w:r w:rsidRPr="003E3506">
        <w:rPr>
          <w:rtl/>
          <w:lang w:bidi="fa-IR"/>
        </w:rPr>
        <w:t xml:space="preserve"> نماز صحيح است</w:t>
      </w:r>
      <w:r w:rsidR="000C4B14">
        <w:rPr>
          <w:rtl/>
          <w:lang w:bidi="fa-IR"/>
        </w:rPr>
        <w:t>.</w:t>
      </w:r>
    </w:p>
    <w:p w:rsidR="003E3506" w:rsidRPr="003E3506" w:rsidRDefault="003E3506" w:rsidP="003E3506">
      <w:pPr>
        <w:pStyle w:val="libNormal"/>
        <w:rPr>
          <w:lang w:bidi="fa-IR"/>
        </w:rPr>
      </w:pPr>
      <w:r w:rsidRPr="003E3506">
        <w:rPr>
          <w:rtl/>
          <w:lang w:bidi="fa-IR"/>
        </w:rPr>
        <w:t>٨٣٤ - اگر مو و عرق و آب دهان كسى بر بدن يا لباس نمازگزار باشد اشكال ندارد و هم چنين جايز است با مرواريد و موم و عسل نماز بخواند.</w:t>
      </w:r>
    </w:p>
    <w:p w:rsidR="003E3506" w:rsidRPr="003E3506" w:rsidRDefault="003E3506" w:rsidP="003E3506">
      <w:pPr>
        <w:pStyle w:val="libNormal"/>
        <w:rPr>
          <w:lang w:bidi="fa-IR"/>
        </w:rPr>
      </w:pPr>
      <w:r w:rsidRPr="003E3506">
        <w:rPr>
          <w:rtl/>
          <w:lang w:bidi="fa-IR"/>
        </w:rPr>
        <w:t>٨٣٥ - اگر شك داشته باشد كه لباس از حيوان حلال گوشت است يا حرام گوشت</w:t>
      </w:r>
      <w:r w:rsidR="000C4B14">
        <w:rPr>
          <w:rtl/>
          <w:lang w:bidi="fa-IR"/>
        </w:rPr>
        <w:t>،</w:t>
      </w:r>
      <w:r w:rsidRPr="003E3506">
        <w:rPr>
          <w:rtl/>
          <w:lang w:bidi="fa-IR"/>
        </w:rPr>
        <w:t xml:space="preserve"> چه در داخله تهيه شده باشد چه در خارجه</w:t>
      </w:r>
      <w:r w:rsidR="000C4B14">
        <w:rPr>
          <w:rtl/>
          <w:lang w:bidi="fa-IR"/>
        </w:rPr>
        <w:t>،</w:t>
      </w:r>
      <w:r w:rsidRPr="003E3506">
        <w:rPr>
          <w:rtl/>
          <w:lang w:bidi="fa-IR"/>
        </w:rPr>
        <w:t xml:space="preserve"> جايز است كه با آن نماز بخواند.</w:t>
      </w:r>
    </w:p>
    <w:p w:rsidR="003E3506" w:rsidRPr="003E3506" w:rsidRDefault="003E3506" w:rsidP="003E3506">
      <w:pPr>
        <w:pStyle w:val="libNormal"/>
        <w:rPr>
          <w:lang w:bidi="fa-IR"/>
        </w:rPr>
      </w:pPr>
      <w:r w:rsidRPr="003E3506">
        <w:rPr>
          <w:rtl/>
          <w:lang w:bidi="fa-IR"/>
        </w:rPr>
        <w:t>٨٣٦ - معلوم نيست كه صدف از اجزاء حيوان حرام گوشت باشد پس جايز است كه انسان با آن نماز بخواند.</w:t>
      </w:r>
    </w:p>
    <w:p w:rsidR="003E3506" w:rsidRPr="003E3506" w:rsidRDefault="003E3506" w:rsidP="003E3506">
      <w:pPr>
        <w:pStyle w:val="libNormal"/>
        <w:rPr>
          <w:lang w:bidi="fa-IR"/>
        </w:rPr>
      </w:pPr>
      <w:r w:rsidRPr="003E3506">
        <w:rPr>
          <w:rtl/>
          <w:lang w:bidi="fa-IR"/>
        </w:rPr>
        <w:t>٨٣٧ - پوشيدن خز خالص و هم چنين سنجاب در نماز اشكال ندارد</w:t>
      </w:r>
      <w:r w:rsidR="000C4B14">
        <w:rPr>
          <w:rtl/>
          <w:lang w:bidi="fa-IR"/>
        </w:rPr>
        <w:t>،</w:t>
      </w:r>
      <w:r w:rsidRPr="003E3506">
        <w:rPr>
          <w:rtl/>
          <w:lang w:bidi="fa-IR"/>
        </w:rPr>
        <w:t xml:space="preserve"> ولى احتياط مستحب آن است كه با پوست سنجاب نماز نخوانند.</w:t>
      </w:r>
    </w:p>
    <w:p w:rsidR="003E3506" w:rsidRPr="003E3506" w:rsidRDefault="003E3506" w:rsidP="003E3506">
      <w:pPr>
        <w:pStyle w:val="libNormal"/>
        <w:rPr>
          <w:lang w:bidi="fa-IR"/>
        </w:rPr>
      </w:pPr>
      <w:r w:rsidRPr="003E3506">
        <w:rPr>
          <w:rtl/>
          <w:lang w:bidi="fa-IR"/>
        </w:rPr>
        <w:t>٨٣٨ - اگر با لباسى كه نمى داند يا فراموش كرده كه از حيوان حرام گوشت است نماز بخواند</w:t>
      </w:r>
      <w:r w:rsidR="000C4B14">
        <w:rPr>
          <w:rtl/>
          <w:lang w:bidi="fa-IR"/>
        </w:rPr>
        <w:t>،</w:t>
      </w:r>
      <w:r w:rsidRPr="003E3506">
        <w:rPr>
          <w:rtl/>
          <w:lang w:bidi="fa-IR"/>
        </w:rPr>
        <w:t xml:space="preserve"> بنابر احتياط مستحب آن نماز را دوباره بخواند.</w:t>
      </w:r>
    </w:p>
    <w:p w:rsidR="003E3506" w:rsidRPr="003E3506" w:rsidRDefault="00CF7BA0" w:rsidP="003E3506">
      <w:pPr>
        <w:pStyle w:val="libNormal"/>
        <w:rPr>
          <w:lang w:bidi="fa-IR"/>
        </w:rPr>
      </w:pPr>
      <w:r>
        <w:rPr>
          <w:rtl/>
          <w:lang w:bidi="fa-IR"/>
        </w:rPr>
        <w:br w:type="page"/>
      </w:r>
    </w:p>
    <w:p w:rsidR="003E3506" w:rsidRDefault="00605FAB" w:rsidP="00CF7BA0">
      <w:pPr>
        <w:pStyle w:val="Heading3"/>
        <w:rPr>
          <w:rtl/>
          <w:lang w:bidi="fa-IR"/>
        </w:rPr>
      </w:pPr>
      <w:bookmarkStart w:id="104" w:name="_Toc24454527"/>
      <w:r>
        <w:rPr>
          <w:rtl/>
          <w:lang w:bidi="fa-IR"/>
        </w:rPr>
        <w:t>(</w:t>
      </w:r>
      <w:r w:rsidR="003E3506" w:rsidRPr="003E3506">
        <w:rPr>
          <w:rtl/>
          <w:lang w:bidi="fa-IR"/>
        </w:rPr>
        <w:t>شرط پنجم</w:t>
      </w:r>
      <w:r>
        <w:rPr>
          <w:rtl/>
          <w:lang w:bidi="fa-IR"/>
        </w:rPr>
        <w:t>)</w:t>
      </w:r>
      <w:bookmarkEnd w:id="104"/>
    </w:p>
    <w:p w:rsidR="003E3506" w:rsidRPr="003E3506" w:rsidRDefault="003E3506" w:rsidP="003E3506">
      <w:pPr>
        <w:pStyle w:val="libNormal"/>
        <w:rPr>
          <w:lang w:bidi="fa-IR"/>
        </w:rPr>
      </w:pPr>
      <w:r w:rsidRPr="003E3506">
        <w:rPr>
          <w:rtl/>
          <w:lang w:bidi="fa-IR"/>
        </w:rPr>
        <w:t>٨٣٩ - شرط پنجم پوشيدن لباس طلا باف براى مردان حرام است و نماز با آن باطل است</w:t>
      </w:r>
      <w:r w:rsidR="000C4B14">
        <w:rPr>
          <w:rtl/>
          <w:lang w:bidi="fa-IR"/>
        </w:rPr>
        <w:t>،</w:t>
      </w:r>
      <w:r w:rsidRPr="003E3506">
        <w:rPr>
          <w:rtl/>
          <w:lang w:bidi="fa-IR"/>
        </w:rPr>
        <w:t xml:space="preserve"> ولى براى زنان در نماز و غير نماز اشكال ندارد.</w:t>
      </w:r>
    </w:p>
    <w:p w:rsidR="003E3506" w:rsidRPr="003E3506" w:rsidRDefault="003E3506" w:rsidP="003E3506">
      <w:pPr>
        <w:pStyle w:val="libNormal"/>
        <w:rPr>
          <w:lang w:bidi="fa-IR"/>
        </w:rPr>
      </w:pPr>
      <w:r w:rsidRPr="003E3506">
        <w:rPr>
          <w:rtl/>
          <w:lang w:bidi="fa-IR"/>
        </w:rPr>
        <w:t>٨٤٠ - پوشيدن طلا مثل آويختن زنجير طلا به سينه و انگشترى طلا به دست كردن</w:t>
      </w:r>
      <w:r w:rsidR="000C4B14">
        <w:rPr>
          <w:rtl/>
          <w:lang w:bidi="fa-IR"/>
        </w:rPr>
        <w:t>،</w:t>
      </w:r>
      <w:r w:rsidRPr="003E3506">
        <w:rPr>
          <w:rtl/>
          <w:lang w:bidi="fa-IR"/>
        </w:rPr>
        <w:t xml:space="preserve"> و بستن ساعت مچى طلا به دست</w:t>
      </w:r>
      <w:r w:rsidR="000C4B14">
        <w:rPr>
          <w:rtl/>
          <w:lang w:bidi="fa-IR"/>
        </w:rPr>
        <w:t>،</w:t>
      </w:r>
      <w:r w:rsidRPr="003E3506">
        <w:rPr>
          <w:rtl/>
          <w:lang w:bidi="fa-IR"/>
        </w:rPr>
        <w:t xml:space="preserve"> و عينك طلا گذاشتن براى مرد حرام</w:t>
      </w:r>
      <w:r w:rsidR="000C4B14">
        <w:rPr>
          <w:rtl/>
          <w:lang w:bidi="fa-IR"/>
        </w:rPr>
        <w:t>،</w:t>
      </w:r>
      <w:r w:rsidRPr="003E3506">
        <w:rPr>
          <w:rtl/>
          <w:lang w:bidi="fa-IR"/>
        </w:rPr>
        <w:t xml:space="preserve"> و نماز خواندن با آنها باطل است</w:t>
      </w:r>
      <w:r w:rsidR="000C4B14">
        <w:rPr>
          <w:rtl/>
          <w:lang w:bidi="fa-IR"/>
        </w:rPr>
        <w:t>.</w:t>
      </w:r>
    </w:p>
    <w:p w:rsidR="003E3506" w:rsidRPr="003E3506" w:rsidRDefault="003E3506" w:rsidP="003E3506">
      <w:pPr>
        <w:pStyle w:val="libNormal"/>
        <w:rPr>
          <w:lang w:bidi="fa-IR"/>
        </w:rPr>
      </w:pPr>
      <w:r w:rsidRPr="003E3506">
        <w:rPr>
          <w:rtl/>
          <w:lang w:bidi="fa-IR"/>
        </w:rPr>
        <w:t>ولى براى زن در نماز و غير نماز اشكال ندارد.</w:t>
      </w:r>
    </w:p>
    <w:p w:rsidR="003E3506" w:rsidRPr="003E3506" w:rsidRDefault="003E3506" w:rsidP="003E3506">
      <w:pPr>
        <w:pStyle w:val="libNormal"/>
        <w:rPr>
          <w:lang w:bidi="fa-IR"/>
        </w:rPr>
      </w:pPr>
      <w:r w:rsidRPr="003E3506">
        <w:rPr>
          <w:rtl/>
          <w:lang w:bidi="fa-IR"/>
        </w:rPr>
        <w:t>٨٤١ - اگر مردى نداند يا فراموش كند كه انگشترى يا لباس او از طلا است</w:t>
      </w:r>
      <w:r w:rsidR="000C4B14">
        <w:rPr>
          <w:rtl/>
          <w:lang w:bidi="fa-IR"/>
        </w:rPr>
        <w:t>،</w:t>
      </w:r>
      <w:r w:rsidRPr="003E3506">
        <w:rPr>
          <w:rtl/>
          <w:lang w:bidi="fa-IR"/>
        </w:rPr>
        <w:t xml:space="preserve"> يا شك داشته باشد و با آن نماز بخواند</w:t>
      </w:r>
      <w:r w:rsidR="000C4B14">
        <w:rPr>
          <w:rtl/>
          <w:lang w:bidi="fa-IR"/>
        </w:rPr>
        <w:t>،</w:t>
      </w:r>
      <w:r w:rsidRPr="003E3506">
        <w:rPr>
          <w:rtl/>
          <w:lang w:bidi="fa-IR"/>
        </w:rPr>
        <w:t xml:space="preserve"> نمازش صحيح است</w:t>
      </w:r>
      <w:r w:rsidR="000C4B14">
        <w:rPr>
          <w:rtl/>
          <w:lang w:bidi="fa-IR"/>
        </w:rPr>
        <w:t>.</w:t>
      </w:r>
    </w:p>
    <w:p w:rsidR="003E3506" w:rsidRPr="003E3506" w:rsidRDefault="00CF7BA0" w:rsidP="003E3506">
      <w:pPr>
        <w:pStyle w:val="libNormal"/>
        <w:rPr>
          <w:lang w:bidi="fa-IR"/>
        </w:rPr>
      </w:pPr>
      <w:r>
        <w:rPr>
          <w:rtl/>
          <w:lang w:bidi="fa-IR"/>
        </w:rPr>
        <w:br w:type="page"/>
      </w:r>
    </w:p>
    <w:p w:rsidR="003E3506" w:rsidRDefault="00605FAB" w:rsidP="00CF7BA0">
      <w:pPr>
        <w:pStyle w:val="Heading3"/>
        <w:rPr>
          <w:rtl/>
          <w:lang w:bidi="fa-IR"/>
        </w:rPr>
      </w:pPr>
      <w:bookmarkStart w:id="105" w:name="_Toc24454528"/>
      <w:r>
        <w:rPr>
          <w:rtl/>
          <w:lang w:bidi="fa-IR"/>
        </w:rPr>
        <w:t>(</w:t>
      </w:r>
      <w:r w:rsidR="003E3506" w:rsidRPr="003E3506">
        <w:rPr>
          <w:rtl/>
          <w:lang w:bidi="fa-IR"/>
        </w:rPr>
        <w:t>شرط ششم</w:t>
      </w:r>
      <w:r>
        <w:rPr>
          <w:rtl/>
          <w:lang w:bidi="fa-IR"/>
        </w:rPr>
        <w:t>)</w:t>
      </w:r>
      <w:bookmarkEnd w:id="105"/>
    </w:p>
    <w:p w:rsidR="003E3506" w:rsidRPr="003E3506" w:rsidRDefault="003E3506" w:rsidP="003E3506">
      <w:pPr>
        <w:pStyle w:val="libNormal"/>
        <w:rPr>
          <w:lang w:bidi="fa-IR"/>
        </w:rPr>
      </w:pPr>
      <w:r w:rsidRPr="003E3506">
        <w:rPr>
          <w:rtl/>
          <w:lang w:bidi="fa-IR"/>
        </w:rPr>
        <w:t>٨٤٢ - شرط ششم لباس مرد نمازگزار حتى عرق چين و بند شلوار او بنابر احتياط مستحب بايد ابريشم خالص نباشد و در غير نماز هم پوشيدن آن براى مردان حرام است</w:t>
      </w:r>
      <w:r w:rsidR="000C4B14">
        <w:rPr>
          <w:rtl/>
          <w:lang w:bidi="fa-IR"/>
        </w:rPr>
        <w:t>.</w:t>
      </w:r>
    </w:p>
    <w:p w:rsidR="003E3506" w:rsidRPr="003E3506" w:rsidRDefault="003E3506" w:rsidP="003E3506">
      <w:pPr>
        <w:pStyle w:val="libNormal"/>
        <w:rPr>
          <w:lang w:bidi="fa-IR"/>
        </w:rPr>
      </w:pPr>
      <w:r w:rsidRPr="003E3506">
        <w:rPr>
          <w:rtl/>
          <w:lang w:bidi="fa-IR"/>
        </w:rPr>
        <w:t>٨٤٣ - اگر تمام آستر لباس يا مقدارى از آن ابريشم خالص باشد پوشيدن آن براى مرد حرام و نماز در آن باطل است</w:t>
      </w:r>
      <w:r w:rsidR="000C4B14">
        <w:rPr>
          <w:rtl/>
          <w:lang w:bidi="fa-IR"/>
        </w:rPr>
        <w:t>.</w:t>
      </w:r>
    </w:p>
    <w:p w:rsidR="003E3506" w:rsidRPr="003E3506" w:rsidRDefault="003E3506" w:rsidP="003E3506">
      <w:pPr>
        <w:pStyle w:val="libNormal"/>
        <w:rPr>
          <w:lang w:bidi="fa-IR"/>
        </w:rPr>
      </w:pPr>
      <w:r w:rsidRPr="003E3506">
        <w:rPr>
          <w:rtl/>
          <w:lang w:bidi="fa-IR"/>
        </w:rPr>
        <w:t>٨٤٤ - لباسى را كه نمى داند از ابريشم خالص است يا چيز ديگر جايز است بپوشد و نماز در آن نيز اشكال ندارد.</w:t>
      </w:r>
    </w:p>
    <w:p w:rsidR="003E3506" w:rsidRPr="003E3506" w:rsidRDefault="003E3506" w:rsidP="003E3506">
      <w:pPr>
        <w:pStyle w:val="libNormal"/>
        <w:rPr>
          <w:lang w:bidi="fa-IR"/>
        </w:rPr>
      </w:pPr>
      <w:r w:rsidRPr="003E3506">
        <w:rPr>
          <w:rtl/>
          <w:lang w:bidi="fa-IR"/>
        </w:rPr>
        <w:t>٨٤٥ - دستمال ابريشمى و مانند آن اگر در جيب مرد باشد اشكال ندارد</w:t>
      </w:r>
      <w:r w:rsidR="000C4B14">
        <w:rPr>
          <w:rtl/>
          <w:lang w:bidi="fa-IR"/>
        </w:rPr>
        <w:t>،</w:t>
      </w:r>
      <w:r w:rsidRPr="003E3506">
        <w:rPr>
          <w:rtl/>
          <w:lang w:bidi="fa-IR"/>
        </w:rPr>
        <w:t xml:space="preserve"> و نماز را باطل نمى كند.</w:t>
      </w:r>
    </w:p>
    <w:p w:rsidR="003E3506" w:rsidRPr="003E3506" w:rsidRDefault="003E3506" w:rsidP="003E3506">
      <w:pPr>
        <w:pStyle w:val="libNormal"/>
        <w:rPr>
          <w:lang w:bidi="fa-IR"/>
        </w:rPr>
      </w:pPr>
      <w:r w:rsidRPr="003E3506">
        <w:rPr>
          <w:rtl/>
          <w:lang w:bidi="fa-IR"/>
        </w:rPr>
        <w:t>٨٤٦ - پوشيدن لباس ابريشمى براى زن</w:t>
      </w:r>
      <w:r w:rsidR="000C4B14">
        <w:rPr>
          <w:rtl/>
          <w:lang w:bidi="fa-IR"/>
        </w:rPr>
        <w:t>،</w:t>
      </w:r>
      <w:r w:rsidRPr="003E3506">
        <w:rPr>
          <w:rtl/>
          <w:lang w:bidi="fa-IR"/>
        </w:rPr>
        <w:t xml:space="preserve"> در نماز و غير نماز اشكال ندارد.</w:t>
      </w:r>
    </w:p>
    <w:p w:rsidR="003E3506" w:rsidRPr="003E3506" w:rsidRDefault="003E3506" w:rsidP="003E3506">
      <w:pPr>
        <w:pStyle w:val="libNormal"/>
        <w:rPr>
          <w:lang w:bidi="fa-IR"/>
        </w:rPr>
      </w:pPr>
      <w:r w:rsidRPr="003E3506">
        <w:rPr>
          <w:rtl/>
          <w:lang w:bidi="fa-IR"/>
        </w:rPr>
        <w:t>٨٤٧ - پوشيدن لباس غصبى و ابريشمى خالص و طلا باف در حال ناچارى مانعى ندارد</w:t>
      </w:r>
      <w:r w:rsidR="000C4B14">
        <w:rPr>
          <w:rtl/>
          <w:lang w:bidi="fa-IR"/>
        </w:rPr>
        <w:t>،</w:t>
      </w:r>
      <w:r w:rsidRPr="003E3506">
        <w:rPr>
          <w:rtl/>
          <w:lang w:bidi="fa-IR"/>
        </w:rPr>
        <w:t xml:space="preserve"> و نيز كسى كه ناچار است لباس بپوشد و لباس ديگرى غير از اينها ندارد</w:t>
      </w:r>
      <w:r w:rsidR="000C4B14">
        <w:rPr>
          <w:rtl/>
          <w:lang w:bidi="fa-IR"/>
        </w:rPr>
        <w:t>،</w:t>
      </w:r>
      <w:r w:rsidRPr="003E3506">
        <w:rPr>
          <w:rtl/>
          <w:lang w:bidi="fa-IR"/>
        </w:rPr>
        <w:t xml:space="preserve"> مى تواند با اين لباسها نماز بخواند.</w:t>
      </w:r>
    </w:p>
    <w:p w:rsidR="003E3506" w:rsidRPr="003E3506" w:rsidRDefault="003E3506" w:rsidP="003E3506">
      <w:pPr>
        <w:pStyle w:val="libNormal"/>
        <w:rPr>
          <w:lang w:bidi="fa-IR"/>
        </w:rPr>
      </w:pPr>
      <w:r w:rsidRPr="003E3506">
        <w:rPr>
          <w:rtl/>
          <w:lang w:bidi="fa-IR"/>
        </w:rPr>
        <w:t>٨٤٨ - اگر غير از لباس غصبى لباس ديگرى ندارد</w:t>
      </w:r>
      <w:r w:rsidR="000C4B14">
        <w:rPr>
          <w:rtl/>
          <w:lang w:bidi="fa-IR"/>
        </w:rPr>
        <w:t>،</w:t>
      </w:r>
      <w:r w:rsidRPr="003E3506">
        <w:rPr>
          <w:rtl/>
          <w:lang w:bidi="fa-IR"/>
        </w:rPr>
        <w:t xml:space="preserve"> و ناچار نيست لباس بپوشد</w:t>
      </w:r>
      <w:r w:rsidR="000C4B14">
        <w:rPr>
          <w:rtl/>
          <w:lang w:bidi="fa-IR"/>
        </w:rPr>
        <w:t>،</w:t>
      </w:r>
      <w:r w:rsidRPr="003E3506">
        <w:rPr>
          <w:rtl/>
          <w:lang w:bidi="fa-IR"/>
        </w:rPr>
        <w:t xml:space="preserve"> بايد به دستورى كه براى برهنگان گفته شد نماز بخواند.</w:t>
      </w:r>
    </w:p>
    <w:p w:rsidR="003E3506" w:rsidRPr="003E3506" w:rsidRDefault="003E3506" w:rsidP="003E3506">
      <w:pPr>
        <w:pStyle w:val="libNormal"/>
        <w:rPr>
          <w:lang w:bidi="fa-IR"/>
        </w:rPr>
      </w:pPr>
      <w:r w:rsidRPr="003E3506">
        <w:rPr>
          <w:rtl/>
          <w:lang w:bidi="fa-IR"/>
        </w:rPr>
        <w:t>٨٤٩ - اگر غير از لباسى كه از حيوان درنده تهيه شده لباس ديگرى ندارد</w:t>
      </w:r>
      <w:r w:rsidR="000C4B14">
        <w:rPr>
          <w:rtl/>
          <w:lang w:bidi="fa-IR"/>
        </w:rPr>
        <w:t>،</w:t>
      </w:r>
      <w:r w:rsidRPr="003E3506">
        <w:rPr>
          <w:rtl/>
          <w:lang w:bidi="fa-IR"/>
        </w:rPr>
        <w:t xml:space="preserve"> چنانچه در پوشيدن لباس ناچار باشد</w:t>
      </w:r>
      <w:r w:rsidR="000C4B14">
        <w:rPr>
          <w:rtl/>
          <w:lang w:bidi="fa-IR"/>
        </w:rPr>
        <w:t>،</w:t>
      </w:r>
      <w:r w:rsidRPr="003E3506">
        <w:rPr>
          <w:rtl/>
          <w:lang w:bidi="fa-IR"/>
        </w:rPr>
        <w:t xml:space="preserve"> مى تواند با همان لباس نماز بخواند و اگر ناچار نباشد بايد به دستورى كه براى برهنگان گفته شد نماز را به جا آورد</w:t>
      </w:r>
      <w:r w:rsidR="000C4B14">
        <w:rPr>
          <w:rtl/>
          <w:lang w:bidi="fa-IR"/>
        </w:rPr>
        <w:t>،</w:t>
      </w:r>
      <w:r w:rsidRPr="003E3506">
        <w:rPr>
          <w:rtl/>
          <w:lang w:bidi="fa-IR"/>
        </w:rPr>
        <w:t xml:space="preserve"> و اگر غير از لباسى كه از حيوان حرام گوشت - غير درنده - تهيه شده لباس ديگرى ندارد چنانچه ناچار به پوشيدن آن لباس نباشد احتياط لازم آن است كه دو بار نماز بخواند يك بار با آن لباس و بار ديگر هم به دستورى كه براى برهنگان گفته شد.</w:t>
      </w:r>
    </w:p>
    <w:p w:rsidR="003E3506" w:rsidRPr="003E3506" w:rsidRDefault="003E3506" w:rsidP="003E3506">
      <w:pPr>
        <w:pStyle w:val="libNormal"/>
        <w:rPr>
          <w:lang w:bidi="fa-IR"/>
        </w:rPr>
      </w:pPr>
      <w:r w:rsidRPr="003E3506">
        <w:rPr>
          <w:rtl/>
          <w:lang w:bidi="fa-IR"/>
        </w:rPr>
        <w:lastRenderedPageBreak/>
        <w:t>٨٥٠ - اگر مرد غير از لباس ابريشمى خالص يا طلا باف</w:t>
      </w:r>
      <w:r w:rsidR="000C4B14">
        <w:rPr>
          <w:rtl/>
          <w:lang w:bidi="fa-IR"/>
        </w:rPr>
        <w:t>،</w:t>
      </w:r>
      <w:r w:rsidRPr="003E3506">
        <w:rPr>
          <w:rtl/>
          <w:lang w:bidi="fa-IR"/>
        </w:rPr>
        <w:t xml:space="preserve"> لباس ديگرى نداشته باشد</w:t>
      </w:r>
      <w:r w:rsidR="000C4B14">
        <w:rPr>
          <w:rtl/>
          <w:lang w:bidi="fa-IR"/>
        </w:rPr>
        <w:t>،</w:t>
      </w:r>
      <w:r w:rsidRPr="003E3506">
        <w:rPr>
          <w:rtl/>
          <w:lang w:bidi="fa-IR"/>
        </w:rPr>
        <w:t xml:space="preserve"> چنانچه در پوشيدن لباس ناچار نباشد</w:t>
      </w:r>
      <w:r w:rsidR="000C4B14">
        <w:rPr>
          <w:rtl/>
          <w:lang w:bidi="fa-IR"/>
        </w:rPr>
        <w:t>،</w:t>
      </w:r>
      <w:r w:rsidRPr="003E3506">
        <w:rPr>
          <w:rtl/>
          <w:lang w:bidi="fa-IR"/>
        </w:rPr>
        <w:t xml:space="preserve"> بايد به دستورى كه براى برهنگان گفته شد نماز بخواند.</w:t>
      </w:r>
    </w:p>
    <w:p w:rsidR="003E3506" w:rsidRPr="003E3506" w:rsidRDefault="003E3506" w:rsidP="003E3506">
      <w:pPr>
        <w:pStyle w:val="libNormal"/>
        <w:rPr>
          <w:lang w:bidi="fa-IR"/>
        </w:rPr>
      </w:pPr>
      <w:r w:rsidRPr="003E3506">
        <w:rPr>
          <w:rtl/>
          <w:lang w:bidi="fa-IR"/>
        </w:rPr>
        <w:t>٨٥١ - اگر چيزى ندارد كه در نماز عورت خود را با آن بپوشاند واجب است اگر چه به كرايه يا خريدارى باشد</w:t>
      </w:r>
      <w:r w:rsidR="000C4B14">
        <w:rPr>
          <w:rtl/>
          <w:lang w:bidi="fa-IR"/>
        </w:rPr>
        <w:t>،</w:t>
      </w:r>
      <w:r w:rsidRPr="003E3506">
        <w:rPr>
          <w:rtl/>
          <w:lang w:bidi="fa-IR"/>
        </w:rPr>
        <w:t xml:space="preserve"> تهيه نمايد.</w:t>
      </w:r>
    </w:p>
    <w:p w:rsidR="003E3506" w:rsidRPr="003E3506" w:rsidRDefault="003E3506" w:rsidP="003E3506">
      <w:pPr>
        <w:pStyle w:val="libNormal"/>
        <w:rPr>
          <w:lang w:bidi="fa-IR"/>
        </w:rPr>
      </w:pPr>
      <w:r w:rsidRPr="003E3506">
        <w:rPr>
          <w:rtl/>
          <w:lang w:bidi="fa-IR"/>
        </w:rPr>
        <w:t>ولى اگر تهيه آن به قدرى پول لازم دارد كه نبست به دارايى او زياد است يا طورى است كه اگر پول را به مصرف لباس برساند به حال او ضرر دارد</w:t>
      </w:r>
      <w:r w:rsidR="000C4B14">
        <w:rPr>
          <w:rtl/>
          <w:lang w:bidi="fa-IR"/>
        </w:rPr>
        <w:t>،</w:t>
      </w:r>
      <w:r w:rsidRPr="003E3506">
        <w:rPr>
          <w:rtl/>
          <w:lang w:bidi="fa-IR"/>
        </w:rPr>
        <w:t xml:space="preserve"> مى تواند به دستورى كه براى برهنگان گفته شد نماز بخواند.</w:t>
      </w:r>
    </w:p>
    <w:p w:rsidR="003E3506" w:rsidRPr="003E3506" w:rsidRDefault="003E3506" w:rsidP="003E3506">
      <w:pPr>
        <w:pStyle w:val="libNormal"/>
        <w:rPr>
          <w:lang w:bidi="fa-IR"/>
        </w:rPr>
      </w:pPr>
      <w:r w:rsidRPr="003E3506">
        <w:rPr>
          <w:rtl/>
          <w:lang w:bidi="fa-IR"/>
        </w:rPr>
        <w:t>٨٥٢ - كسى كه لباس ندارد</w:t>
      </w:r>
      <w:r w:rsidR="000C4B14">
        <w:rPr>
          <w:rtl/>
          <w:lang w:bidi="fa-IR"/>
        </w:rPr>
        <w:t>،</w:t>
      </w:r>
      <w:r w:rsidRPr="003E3506">
        <w:rPr>
          <w:rtl/>
          <w:lang w:bidi="fa-IR"/>
        </w:rPr>
        <w:t xml:space="preserve"> اگر ديگرى لباس به او ببخشد يا عاريه دهد</w:t>
      </w:r>
      <w:r w:rsidR="000C4B14">
        <w:rPr>
          <w:rtl/>
          <w:lang w:bidi="fa-IR"/>
        </w:rPr>
        <w:t>،</w:t>
      </w:r>
      <w:r w:rsidRPr="003E3506">
        <w:rPr>
          <w:rtl/>
          <w:lang w:bidi="fa-IR"/>
        </w:rPr>
        <w:t xml:space="preserve"> چنانچه قبول كردن آن براى او مشقت نداشته باشد بايد قبول كند</w:t>
      </w:r>
      <w:r w:rsidR="000C4B14">
        <w:rPr>
          <w:rtl/>
          <w:lang w:bidi="fa-IR"/>
        </w:rPr>
        <w:t>،</w:t>
      </w:r>
      <w:r w:rsidRPr="003E3506">
        <w:rPr>
          <w:rtl/>
          <w:lang w:bidi="fa-IR"/>
        </w:rPr>
        <w:t xml:space="preserve"> بلكه اگر عاريه كردن يا طلب بخشش براى او سخت نيست</w:t>
      </w:r>
      <w:r w:rsidR="000C4B14">
        <w:rPr>
          <w:rtl/>
          <w:lang w:bidi="fa-IR"/>
        </w:rPr>
        <w:t>،</w:t>
      </w:r>
      <w:r w:rsidRPr="003E3506">
        <w:rPr>
          <w:rtl/>
          <w:lang w:bidi="fa-IR"/>
        </w:rPr>
        <w:t xml:space="preserve"> بايد از كسى كه لباس دارد</w:t>
      </w:r>
      <w:r w:rsidR="000C4B14">
        <w:rPr>
          <w:rtl/>
          <w:lang w:bidi="fa-IR"/>
        </w:rPr>
        <w:t>،</w:t>
      </w:r>
      <w:r w:rsidRPr="003E3506">
        <w:rPr>
          <w:rtl/>
          <w:lang w:bidi="fa-IR"/>
        </w:rPr>
        <w:t xml:space="preserve"> طلب بخشش يا عاريه نمايد.</w:t>
      </w:r>
    </w:p>
    <w:p w:rsidR="003E3506" w:rsidRPr="003E3506" w:rsidRDefault="003E3506" w:rsidP="003E3506">
      <w:pPr>
        <w:pStyle w:val="libNormal"/>
        <w:rPr>
          <w:lang w:bidi="fa-IR"/>
        </w:rPr>
      </w:pPr>
      <w:r w:rsidRPr="003E3506">
        <w:rPr>
          <w:rtl/>
          <w:lang w:bidi="fa-IR"/>
        </w:rPr>
        <w:t>٨٥٣ - پوشيدن لباسى كه پارچه يا رنگ يا دوخت آن براى كسى كه مى خواهد آن را بپوشد معمول نيست</w:t>
      </w:r>
      <w:r w:rsidR="000C4B14">
        <w:rPr>
          <w:rtl/>
          <w:lang w:bidi="fa-IR"/>
        </w:rPr>
        <w:t>،</w:t>
      </w:r>
      <w:r w:rsidRPr="003E3506">
        <w:rPr>
          <w:rtl/>
          <w:lang w:bidi="fa-IR"/>
        </w:rPr>
        <w:t xml:space="preserve"> در صورتى كه موجب هتك حرمت و خوارى او باشد حرام است</w:t>
      </w:r>
      <w:r w:rsidR="000C4B14">
        <w:rPr>
          <w:rtl/>
          <w:lang w:bidi="fa-IR"/>
        </w:rPr>
        <w:t>،</w:t>
      </w:r>
      <w:r w:rsidRPr="003E3506">
        <w:rPr>
          <w:rtl/>
          <w:lang w:bidi="fa-IR"/>
        </w:rPr>
        <w:t xml:space="preserve"> ولى اگر با آن لباس نماز بخواند هر چند ساترش فقط آن باشد نمازش صحيح است</w:t>
      </w:r>
      <w:r w:rsidR="000C4B14">
        <w:rPr>
          <w:rtl/>
          <w:lang w:bidi="fa-IR"/>
        </w:rPr>
        <w:t>.</w:t>
      </w:r>
    </w:p>
    <w:p w:rsidR="003E3506" w:rsidRPr="003E3506" w:rsidRDefault="003E3506" w:rsidP="003E3506">
      <w:pPr>
        <w:pStyle w:val="libNormal"/>
        <w:rPr>
          <w:lang w:bidi="fa-IR"/>
        </w:rPr>
      </w:pPr>
      <w:r w:rsidRPr="003E3506">
        <w:rPr>
          <w:rtl/>
          <w:lang w:bidi="fa-IR"/>
        </w:rPr>
        <w:t>٨٥٤ - اگر مرد لباس زنانه و زن لباس مردانه بپوشد در صورتى كه زي خود قرار دهد بنابر احتياط حرام است ولى نماز خواندن با آن در هر صورت صحيح است</w:t>
      </w:r>
      <w:r w:rsidR="000C4B14">
        <w:rPr>
          <w:rtl/>
          <w:lang w:bidi="fa-IR"/>
        </w:rPr>
        <w:t>.</w:t>
      </w:r>
    </w:p>
    <w:p w:rsidR="003E3506" w:rsidRPr="003E3506" w:rsidRDefault="003E3506" w:rsidP="00CF7BA0">
      <w:pPr>
        <w:pStyle w:val="libNormal"/>
        <w:rPr>
          <w:lang w:bidi="fa-IR"/>
        </w:rPr>
      </w:pPr>
      <w:r w:rsidRPr="003E3506">
        <w:rPr>
          <w:rtl/>
          <w:lang w:bidi="fa-IR"/>
        </w:rPr>
        <w:t>٨٥٥ - كسى كه بايد خوابيده نماز بخواند اگر لحافش از اجزاء حيوان درنده - بلكه مطلق حيوان حرام گوشت بنابر احتياط لازم - باشد يا نجس يا از ابريشم باشد در صورتى كه پوشيدن بر آن صدق كند</w:t>
      </w:r>
      <w:r w:rsidR="000C4B14">
        <w:rPr>
          <w:rtl/>
          <w:lang w:bidi="fa-IR"/>
        </w:rPr>
        <w:t>،</w:t>
      </w:r>
      <w:r w:rsidRPr="003E3506">
        <w:rPr>
          <w:rtl/>
          <w:lang w:bidi="fa-IR"/>
        </w:rPr>
        <w:t xml:space="preserve"> نماز در آن نيز جايز نيست</w:t>
      </w:r>
      <w:r w:rsidR="000C4B14">
        <w:rPr>
          <w:rtl/>
          <w:lang w:bidi="fa-IR"/>
        </w:rPr>
        <w:t>،</w:t>
      </w:r>
      <w:r w:rsidRPr="003E3506">
        <w:rPr>
          <w:rtl/>
          <w:lang w:bidi="fa-IR"/>
        </w:rPr>
        <w:t xml:space="preserve"> ولى مجرد روى خود كشيدن آن عيبى ندارد و ضرر به نماز نمى رساند و اما تشك به هر حال عيب ندارد</w:t>
      </w:r>
      <w:r w:rsidR="000C4B14">
        <w:rPr>
          <w:rtl/>
          <w:lang w:bidi="fa-IR"/>
        </w:rPr>
        <w:t>،</w:t>
      </w:r>
      <w:r w:rsidRPr="003E3506">
        <w:rPr>
          <w:rtl/>
          <w:lang w:bidi="fa-IR"/>
        </w:rPr>
        <w:t xml:space="preserve"> مگر اينكه مقدارى از آن را به خود بپيچد كه در عرف پوشيدن گفته شود</w:t>
      </w:r>
      <w:r w:rsidR="000C4B14">
        <w:rPr>
          <w:rtl/>
          <w:lang w:bidi="fa-IR"/>
        </w:rPr>
        <w:t>،</w:t>
      </w:r>
      <w:r w:rsidRPr="003E3506">
        <w:rPr>
          <w:rtl/>
          <w:lang w:bidi="fa-IR"/>
        </w:rPr>
        <w:t xml:space="preserve"> در اين صورت حكم آن حكم لحاف است</w:t>
      </w:r>
      <w:r w:rsidR="000C4B14">
        <w:rPr>
          <w:rtl/>
          <w:lang w:bidi="fa-IR"/>
        </w:rPr>
        <w:t>.</w:t>
      </w:r>
    </w:p>
    <w:p w:rsidR="003E3506" w:rsidRPr="003E3506" w:rsidRDefault="00605FAB" w:rsidP="003E3506">
      <w:pPr>
        <w:pStyle w:val="libNormal"/>
        <w:rPr>
          <w:lang w:bidi="fa-IR"/>
        </w:rPr>
      </w:pPr>
      <w:r>
        <w:rPr>
          <w:rtl/>
          <w:lang w:bidi="fa-IR"/>
        </w:rPr>
        <w:t>(</w:t>
      </w:r>
      <w:r w:rsidR="003E3506" w:rsidRPr="003E3506">
        <w:rPr>
          <w:rtl/>
          <w:lang w:bidi="fa-IR"/>
        </w:rPr>
        <w:t>مواردى كه لازم نيست بدن و لباس نمازگزار پاك باشد)</w:t>
      </w:r>
    </w:p>
    <w:p w:rsidR="003E3506" w:rsidRPr="003E3506" w:rsidRDefault="003E3506" w:rsidP="003E3506">
      <w:pPr>
        <w:pStyle w:val="libNormal"/>
        <w:rPr>
          <w:lang w:bidi="fa-IR"/>
        </w:rPr>
      </w:pPr>
      <w:r w:rsidRPr="003E3506">
        <w:rPr>
          <w:rtl/>
          <w:lang w:bidi="fa-IR"/>
        </w:rPr>
        <w:lastRenderedPageBreak/>
        <w:t>٨٥٦ - در سه صورت كه تفصيل آنها بعدا گفته مى شود</w:t>
      </w:r>
      <w:r w:rsidR="000C4B14">
        <w:rPr>
          <w:rtl/>
          <w:lang w:bidi="fa-IR"/>
        </w:rPr>
        <w:t>،</w:t>
      </w:r>
      <w:r w:rsidRPr="003E3506">
        <w:rPr>
          <w:rtl/>
          <w:lang w:bidi="fa-IR"/>
        </w:rPr>
        <w:t xml:space="preserve"> اگر بدن يا لباس نمازگزار نجس باشد</w:t>
      </w:r>
      <w:r w:rsidR="000C4B14">
        <w:rPr>
          <w:rtl/>
          <w:lang w:bidi="fa-IR"/>
        </w:rPr>
        <w:t>،</w:t>
      </w:r>
      <w:r w:rsidRPr="003E3506">
        <w:rPr>
          <w:rtl/>
          <w:lang w:bidi="fa-IR"/>
        </w:rPr>
        <w:t xml:space="preserve"> نماز او صحيح است</w:t>
      </w:r>
      <w:r w:rsidR="00553569">
        <w:rPr>
          <w:rtl/>
          <w:lang w:bidi="fa-IR"/>
        </w:rPr>
        <w:t>:</w:t>
      </w:r>
      <w:r w:rsidRPr="003E3506">
        <w:rPr>
          <w:rtl/>
          <w:lang w:bidi="fa-IR"/>
        </w:rPr>
        <w:t xml:space="preserve"> اول آنكه به واسطه زخم يا جراحت يا دملى كه در بدن اوست</w:t>
      </w:r>
      <w:r w:rsidR="000C4B14">
        <w:rPr>
          <w:rtl/>
          <w:lang w:bidi="fa-IR"/>
        </w:rPr>
        <w:t>.</w:t>
      </w:r>
    </w:p>
    <w:p w:rsidR="003E3506" w:rsidRPr="003E3506" w:rsidRDefault="003E3506" w:rsidP="003E3506">
      <w:pPr>
        <w:pStyle w:val="libNormal"/>
        <w:rPr>
          <w:lang w:bidi="fa-IR"/>
        </w:rPr>
      </w:pPr>
      <w:r w:rsidRPr="003E3506">
        <w:rPr>
          <w:rtl/>
          <w:lang w:bidi="fa-IR"/>
        </w:rPr>
        <w:t>لباس يا بدنش به خون آلوده شده باشد.</w:t>
      </w:r>
    </w:p>
    <w:p w:rsidR="003E3506" w:rsidRPr="003E3506" w:rsidRDefault="003E3506" w:rsidP="003E3506">
      <w:pPr>
        <w:pStyle w:val="libNormal"/>
        <w:rPr>
          <w:lang w:bidi="fa-IR"/>
        </w:rPr>
      </w:pPr>
      <w:r w:rsidRPr="003E3506">
        <w:rPr>
          <w:rtl/>
          <w:lang w:bidi="fa-IR"/>
        </w:rPr>
        <w:t xml:space="preserve">دوم آنكه بدن يا لباس او به مقدار كمتر از درهم </w:t>
      </w:r>
      <w:r w:rsidR="00605FAB">
        <w:rPr>
          <w:rtl/>
          <w:lang w:bidi="fa-IR"/>
        </w:rPr>
        <w:t>(</w:t>
      </w:r>
      <w:r w:rsidRPr="003E3506">
        <w:rPr>
          <w:rtl/>
          <w:lang w:bidi="fa-IR"/>
        </w:rPr>
        <w:t>كه تقريبا به اندازه بند سر انگشت ابهام - شست - مى شود</w:t>
      </w:r>
      <w:r w:rsidR="00605FAB">
        <w:rPr>
          <w:rtl/>
          <w:lang w:bidi="fa-IR"/>
        </w:rPr>
        <w:t>)</w:t>
      </w:r>
      <w:r w:rsidRPr="003E3506">
        <w:rPr>
          <w:rtl/>
          <w:lang w:bidi="fa-IR"/>
        </w:rPr>
        <w:t xml:space="preserve"> بخون آلوده باشد.</w:t>
      </w:r>
    </w:p>
    <w:p w:rsidR="003E3506" w:rsidRPr="003E3506" w:rsidRDefault="003E3506" w:rsidP="003E3506">
      <w:pPr>
        <w:pStyle w:val="libNormal"/>
        <w:rPr>
          <w:lang w:bidi="fa-IR"/>
        </w:rPr>
      </w:pPr>
      <w:r w:rsidRPr="003E3506">
        <w:rPr>
          <w:rtl/>
          <w:lang w:bidi="fa-IR"/>
        </w:rPr>
        <w:t>سوم آنكه ناچار باشد با بدن يا لباس نجس نماز بخواند و نيز در يك صورت اگر لباس نمازگزار نجس باشد نماز او صحيح است و آن صورت آن است كه لباسهاى كوچك او مانند جوراب و عرقچين نجس باشد.</w:t>
      </w:r>
    </w:p>
    <w:p w:rsidR="003E3506" w:rsidRPr="003E3506" w:rsidRDefault="003E3506" w:rsidP="003E3506">
      <w:pPr>
        <w:pStyle w:val="libNormal"/>
        <w:rPr>
          <w:lang w:bidi="fa-IR"/>
        </w:rPr>
      </w:pPr>
      <w:r w:rsidRPr="003E3506">
        <w:rPr>
          <w:rtl/>
          <w:lang w:bidi="fa-IR"/>
        </w:rPr>
        <w:t>و احكام اين چهار صورت مفصلا در مسائل بعد گفته مى شود.</w:t>
      </w:r>
    </w:p>
    <w:p w:rsidR="003E3506" w:rsidRPr="003E3506" w:rsidRDefault="003E3506" w:rsidP="003E3506">
      <w:pPr>
        <w:pStyle w:val="libNormal"/>
        <w:rPr>
          <w:lang w:bidi="fa-IR"/>
        </w:rPr>
      </w:pPr>
      <w:r w:rsidRPr="003E3506">
        <w:rPr>
          <w:rtl/>
          <w:lang w:bidi="fa-IR"/>
        </w:rPr>
        <w:t>٨٥٧ - اگر در بدن يا لباس نمازگزار</w:t>
      </w:r>
      <w:r w:rsidR="000C4B14">
        <w:rPr>
          <w:rtl/>
          <w:lang w:bidi="fa-IR"/>
        </w:rPr>
        <w:t>،</w:t>
      </w:r>
      <w:r w:rsidRPr="003E3506">
        <w:rPr>
          <w:rtl/>
          <w:lang w:bidi="fa-IR"/>
        </w:rPr>
        <w:t xml:space="preserve"> خون زخم يا جراحت يا دمل باشد تا وقتى كه زخم يا جراحت يا دمل خوب نشده است مى تواند با آن خون نماز بخواند و همچنين است اگر چركى كه با خون بيرون آمده يا دوايى كه روى زخم گذاشته اند و نجس شده در بدن يا لباس او باشد.</w:t>
      </w:r>
    </w:p>
    <w:p w:rsidR="003E3506" w:rsidRPr="003E3506" w:rsidRDefault="003E3506" w:rsidP="003E3506">
      <w:pPr>
        <w:pStyle w:val="libNormal"/>
        <w:rPr>
          <w:lang w:bidi="fa-IR"/>
        </w:rPr>
      </w:pPr>
      <w:r w:rsidRPr="003E3506">
        <w:rPr>
          <w:rtl/>
          <w:lang w:bidi="fa-IR"/>
        </w:rPr>
        <w:t>٨٥٨ - اگر خون بريدگى و زخمى كه بزودى خوب مى شود و شستن آن آسان است</w:t>
      </w:r>
      <w:r w:rsidR="000C4B14">
        <w:rPr>
          <w:rtl/>
          <w:lang w:bidi="fa-IR"/>
        </w:rPr>
        <w:t>،</w:t>
      </w:r>
      <w:r w:rsidRPr="003E3506">
        <w:rPr>
          <w:rtl/>
          <w:lang w:bidi="fa-IR"/>
        </w:rPr>
        <w:t xml:space="preserve"> در بدن يا لباس نمازگزار باشد</w:t>
      </w:r>
      <w:r w:rsidR="000C4B14">
        <w:rPr>
          <w:rtl/>
          <w:lang w:bidi="fa-IR"/>
        </w:rPr>
        <w:t>،</w:t>
      </w:r>
      <w:r w:rsidRPr="003E3506">
        <w:rPr>
          <w:rtl/>
          <w:lang w:bidi="fa-IR"/>
        </w:rPr>
        <w:t xml:space="preserve"> نماز او باطل است</w:t>
      </w:r>
      <w:r w:rsidR="000C4B14">
        <w:rPr>
          <w:rtl/>
          <w:lang w:bidi="fa-IR"/>
        </w:rPr>
        <w:t>.</w:t>
      </w:r>
    </w:p>
    <w:p w:rsidR="003E3506" w:rsidRPr="003E3506" w:rsidRDefault="003E3506" w:rsidP="003E3506">
      <w:pPr>
        <w:pStyle w:val="libNormal"/>
        <w:rPr>
          <w:lang w:bidi="fa-IR"/>
        </w:rPr>
      </w:pPr>
      <w:r w:rsidRPr="003E3506">
        <w:rPr>
          <w:rtl/>
          <w:lang w:bidi="fa-IR"/>
        </w:rPr>
        <w:t>٨٥٩ - اگر جايى از بدن يا لباس كه با زخم فاصله دارد</w:t>
      </w:r>
      <w:r w:rsidR="000C4B14">
        <w:rPr>
          <w:rtl/>
          <w:lang w:bidi="fa-IR"/>
        </w:rPr>
        <w:t>،</w:t>
      </w:r>
      <w:r w:rsidRPr="003E3506">
        <w:rPr>
          <w:rtl/>
          <w:lang w:bidi="fa-IR"/>
        </w:rPr>
        <w:t xml:space="preserve"> به رطوبت زخم نجس شود</w:t>
      </w:r>
      <w:r w:rsidR="000C4B14">
        <w:rPr>
          <w:rtl/>
          <w:lang w:bidi="fa-IR"/>
        </w:rPr>
        <w:t>،</w:t>
      </w:r>
      <w:r w:rsidRPr="003E3506">
        <w:rPr>
          <w:rtl/>
          <w:lang w:bidi="fa-IR"/>
        </w:rPr>
        <w:t xml:space="preserve"> جايز نيست با آن نماز بخواند.</w:t>
      </w:r>
    </w:p>
    <w:p w:rsidR="003E3506" w:rsidRPr="003E3506" w:rsidRDefault="003E3506" w:rsidP="003E3506">
      <w:pPr>
        <w:pStyle w:val="libNormal"/>
        <w:rPr>
          <w:lang w:bidi="fa-IR"/>
        </w:rPr>
      </w:pPr>
      <w:r w:rsidRPr="003E3506">
        <w:rPr>
          <w:rtl/>
          <w:lang w:bidi="fa-IR"/>
        </w:rPr>
        <w:t>ولى اگر مقدارى از بدن يا لباس كه معمولا به رطوبت زخم آلوده مى شود</w:t>
      </w:r>
      <w:r w:rsidR="000C4B14">
        <w:rPr>
          <w:rtl/>
          <w:lang w:bidi="fa-IR"/>
        </w:rPr>
        <w:t>،</w:t>
      </w:r>
      <w:r w:rsidRPr="003E3506">
        <w:rPr>
          <w:rtl/>
          <w:lang w:bidi="fa-IR"/>
        </w:rPr>
        <w:t xml:space="preserve"> به رطوبت آن نجس شود نماز خواندن با آن مانعى ندارد.</w:t>
      </w:r>
    </w:p>
    <w:p w:rsidR="003E3506" w:rsidRPr="003E3506" w:rsidRDefault="003E3506" w:rsidP="003E3506">
      <w:pPr>
        <w:pStyle w:val="libNormal"/>
        <w:rPr>
          <w:lang w:bidi="fa-IR"/>
        </w:rPr>
      </w:pPr>
      <w:r w:rsidRPr="003E3506">
        <w:rPr>
          <w:rtl/>
          <w:lang w:bidi="fa-IR"/>
        </w:rPr>
        <w:t>٨٦٠ - اگر از بواسير كه دانه هاى آن بيرون نباشد يا زخمى كه توى دهان و بينى و مانند اينها است</w:t>
      </w:r>
      <w:r w:rsidR="000C4B14">
        <w:rPr>
          <w:rtl/>
          <w:lang w:bidi="fa-IR"/>
        </w:rPr>
        <w:t>،</w:t>
      </w:r>
      <w:r w:rsidRPr="003E3506">
        <w:rPr>
          <w:rtl/>
          <w:lang w:bidi="fa-IR"/>
        </w:rPr>
        <w:t xml:space="preserve"> خونى به بدن يا لباس برسد</w:t>
      </w:r>
      <w:r w:rsidR="000C4B14">
        <w:rPr>
          <w:rtl/>
          <w:lang w:bidi="fa-IR"/>
        </w:rPr>
        <w:t>،</w:t>
      </w:r>
      <w:r w:rsidRPr="003E3506">
        <w:rPr>
          <w:rtl/>
          <w:lang w:bidi="fa-IR"/>
        </w:rPr>
        <w:t xml:space="preserve"> ظاهر اين است كه مى تواند با آن نماز بخواند</w:t>
      </w:r>
      <w:r w:rsidR="000C4B14">
        <w:rPr>
          <w:rtl/>
          <w:lang w:bidi="fa-IR"/>
        </w:rPr>
        <w:t>،</w:t>
      </w:r>
      <w:r w:rsidRPr="003E3506">
        <w:rPr>
          <w:rtl/>
          <w:lang w:bidi="fa-IR"/>
        </w:rPr>
        <w:t xml:space="preserve"> و امام خون بواسيرى كه دانه هاى آن بيرون است بدون اشكال نماز خواندن با آن جايز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٨٦١ - كسى كه بدنش زخم است</w:t>
      </w:r>
      <w:r w:rsidR="000C4B14">
        <w:rPr>
          <w:rtl/>
          <w:lang w:bidi="fa-IR"/>
        </w:rPr>
        <w:t>،</w:t>
      </w:r>
      <w:r w:rsidRPr="003E3506">
        <w:rPr>
          <w:rtl/>
          <w:lang w:bidi="fa-IR"/>
        </w:rPr>
        <w:t xml:space="preserve"> اگر در بدن يا لباس خود خونى كه بيشتر از درهم است ببيند و نداند از زخم است يا خون ديگر</w:t>
      </w:r>
      <w:r w:rsidR="000C4B14">
        <w:rPr>
          <w:rtl/>
          <w:lang w:bidi="fa-IR"/>
        </w:rPr>
        <w:t>،</w:t>
      </w:r>
      <w:r w:rsidRPr="003E3506">
        <w:rPr>
          <w:rtl/>
          <w:lang w:bidi="fa-IR"/>
        </w:rPr>
        <w:t xml:space="preserve"> احتياط واجب آن است كه با آن نماز نخواند.</w:t>
      </w:r>
    </w:p>
    <w:p w:rsidR="003E3506" w:rsidRPr="003E3506" w:rsidRDefault="003E3506" w:rsidP="003E3506">
      <w:pPr>
        <w:pStyle w:val="libNormal"/>
        <w:rPr>
          <w:lang w:bidi="fa-IR"/>
        </w:rPr>
      </w:pPr>
      <w:r w:rsidRPr="003E3506">
        <w:rPr>
          <w:rtl/>
          <w:lang w:bidi="fa-IR"/>
        </w:rPr>
        <w:t>٨٦٢ - اگر چند زخم در بدن باشد و به طورى نزديك هم باشند كه يك زخم حساب شود</w:t>
      </w:r>
      <w:r w:rsidR="000C4B14">
        <w:rPr>
          <w:rtl/>
          <w:lang w:bidi="fa-IR"/>
        </w:rPr>
        <w:t>،</w:t>
      </w:r>
      <w:r w:rsidRPr="003E3506">
        <w:rPr>
          <w:rtl/>
          <w:lang w:bidi="fa-IR"/>
        </w:rPr>
        <w:t xml:space="preserve"> تا وقتى همه خوب نشده اند نماز خواندن با خون آنها اشكال ندارد.</w:t>
      </w:r>
    </w:p>
    <w:p w:rsidR="003E3506" w:rsidRPr="003E3506" w:rsidRDefault="003E3506" w:rsidP="003E3506">
      <w:pPr>
        <w:pStyle w:val="libNormal"/>
        <w:rPr>
          <w:lang w:bidi="fa-IR"/>
        </w:rPr>
      </w:pPr>
      <w:r w:rsidRPr="003E3506">
        <w:rPr>
          <w:rtl/>
          <w:lang w:bidi="fa-IR"/>
        </w:rPr>
        <w:t>ولى اگر به قدرى از هم دور باشند كه هر كدام يك زخم حساب شود</w:t>
      </w:r>
      <w:r w:rsidR="000C4B14">
        <w:rPr>
          <w:rtl/>
          <w:lang w:bidi="fa-IR"/>
        </w:rPr>
        <w:t>،</w:t>
      </w:r>
      <w:r w:rsidRPr="003E3506">
        <w:rPr>
          <w:rtl/>
          <w:lang w:bidi="fa-IR"/>
        </w:rPr>
        <w:t xml:space="preserve"> هر كدام كه خوب شد</w:t>
      </w:r>
      <w:r w:rsidR="000C4B14">
        <w:rPr>
          <w:rtl/>
          <w:lang w:bidi="fa-IR"/>
        </w:rPr>
        <w:t>،</w:t>
      </w:r>
      <w:r w:rsidRPr="003E3506">
        <w:rPr>
          <w:rtl/>
          <w:lang w:bidi="fa-IR"/>
        </w:rPr>
        <w:t xml:space="preserve"> بايد براى نماز بدن و لباس را از خون آن آب بكشد.</w:t>
      </w:r>
    </w:p>
    <w:p w:rsidR="003E3506" w:rsidRPr="003E3506" w:rsidRDefault="003E3506" w:rsidP="003E3506">
      <w:pPr>
        <w:pStyle w:val="libNormal"/>
        <w:rPr>
          <w:lang w:bidi="fa-IR"/>
        </w:rPr>
      </w:pPr>
      <w:r w:rsidRPr="003E3506">
        <w:rPr>
          <w:rtl/>
          <w:lang w:bidi="fa-IR"/>
        </w:rPr>
        <w:t>٨٦٣ - اگر سر سوزنى خون حيض در بدن يا لباس نمازگزار باشد</w:t>
      </w:r>
      <w:r w:rsidR="000C4B14">
        <w:rPr>
          <w:rtl/>
          <w:lang w:bidi="fa-IR"/>
        </w:rPr>
        <w:t>،</w:t>
      </w:r>
      <w:r w:rsidRPr="003E3506">
        <w:rPr>
          <w:rtl/>
          <w:lang w:bidi="fa-IR"/>
        </w:rPr>
        <w:t xml:space="preserve"> نماز او باطل است و بنابر احتياط خون نجس العين مثل خوك و مردار و حيوان حرام گوشت و خون نفاس و استحاضه نيز چنين است</w:t>
      </w:r>
      <w:r w:rsidR="000C4B14">
        <w:rPr>
          <w:rtl/>
          <w:lang w:bidi="fa-IR"/>
        </w:rPr>
        <w:t>.</w:t>
      </w:r>
    </w:p>
    <w:p w:rsidR="003E3506" w:rsidRPr="003E3506" w:rsidRDefault="003E3506" w:rsidP="003E3506">
      <w:pPr>
        <w:pStyle w:val="libNormal"/>
        <w:rPr>
          <w:lang w:bidi="fa-IR"/>
        </w:rPr>
      </w:pPr>
      <w:r w:rsidRPr="003E3506">
        <w:rPr>
          <w:rtl/>
          <w:lang w:bidi="fa-IR"/>
        </w:rPr>
        <w:t>ولى خونهاى ديگر مثل خون بدن انسان يا خون حيوان حلال گوشت اگر چه در چند جاى بدن و لباس باشد</w:t>
      </w:r>
      <w:r w:rsidR="000C4B14">
        <w:rPr>
          <w:rtl/>
          <w:lang w:bidi="fa-IR"/>
        </w:rPr>
        <w:t>،</w:t>
      </w:r>
      <w:r w:rsidRPr="003E3506">
        <w:rPr>
          <w:rtl/>
          <w:lang w:bidi="fa-IR"/>
        </w:rPr>
        <w:t xml:space="preserve"> در صورتى كه روى هم كمتر از درهم باشد نماز خواندن با آن اشكال ندارد.</w:t>
      </w:r>
    </w:p>
    <w:p w:rsidR="003E3506" w:rsidRPr="003E3506" w:rsidRDefault="003E3506" w:rsidP="003E3506">
      <w:pPr>
        <w:pStyle w:val="libNormal"/>
        <w:rPr>
          <w:lang w:bidi="fa-IR"/>
        </w:rPr>
      </w:pPr>
      <w:r w:rsidRPr="003E3506">
        <w:rPr>
          <w:rtl/>
          <w:lang w:bidi="fa-IR"/>
        </w:rPr>
        <w:t>٨٦٤ - خونى كه به لباس بى آستر بريزد و به پشت آن برسد</w:t>
      </w:r>
      <w:r w:rsidR="000C4B14">
        <w:rPr>
          <w:rtl/>
          <w:lang w:bidi="fa-IR"/>
        </w:rPr>
        <w:t>،</w:t>
      </w:r>
      <w:r w:rsidRPr="003E3506">
        <w:rPr>
          <w:rtl/>
          <w:lang w:bidi="fa-IR"/>
        </w:rPr>
        <w:t xml:space="preserve"> يك خون حساب مى شود</w:t>
      </w:r>
      <w:r w:rsidR="000C4B14">
        <w:rPr>
          <w:rtl/>
          <w:lang w:bidi="fa-IR"/>
        </w:rPr>
        <w:t>،</w:t>
      </w:r>
      <w:r w:rsidRPr="003E3506">
        <w:rPr>
          <w:rtl/>
          <w:lang w:bidi="fa-IR"/>
        </w:rPr>
        <w:t xml:space="preserve"> ولى اگر پشت آن جدا خونى شود</w:t>
      </w:r>
      <w:r w:rsidR="000C4B14">
        <w:rPr>
          <w:rtl/>
          <w:lang w:bidi="fa-IR"/>
        </w:rPr>
        <w:t>،</w:t>
      </w:r>
      <w:r w:rsidRPr="003E3506">
        <w:rPr>
          <w:rtl/>
          <w:lang w:bidi="fa-IR"/>
        </w:rPr>
        <w:t xml:space="preserve"> بايد هر كدام را جدا حساب نمود پس اگر خونى كه در پشت و روى لباس است روى هم كمتر از درهم باشد</w:t>
      </w:r>
      <w:r w:rsidR="000C4B14">
        <w:rPr>
          <w:rtl/>
          <w:lang w:bidi="fa-IR"/>
        </w:rPr>
        <w:t>،</w:t>
      </w:r>
      <w:r w:rsidRPr="003E3506">
        <w:rPr>
          <w:rtl/>
          <w:lang w:bidi="fa-IR"/>
        </w:rPr>
        <w:t xml:space="preserve"> نماز با آن صحيح و اگر بيشتر باشد</w:t>
      </w:r>
      <w:r w:rsidR="000C4B14">
        <w:rPr>
          <w:rtl/>
          <w:lang w:bidi="fa-IR"/>
        </w:rPr>
        <w:t>،</w:t>
      </w:r>
      <w:r w:rsidRPr="003E3506">
        <w:rPr>
          <w:rtl/>
          <w:lang w:bidi="fa-IR"/>
        </w:rPr>
        <w:t xml:space="preserve"> نماز با آن باطل است</w:t>
      </w:r>
      <w:r w:rsidR="000C4B14">
        <w:rPr>
          <w:rtl/>
          <w:lang w:bidi="fa-IR"/>
        </w:rPr>
        <w:t>.</w:t>
      </w:r>
    </w:p>
    <w:p w:rsidR="003E3506" w:rsidRPr="003E3506" w:rsidRDefault="003E3506" w:rsidP="003E3506">
      <w:pPr>
        <w:pStyle w:val="libNormal"/>
        <w:rPr>
          <w:lang w:bidi="fa-IR"/>
        </w:rPr>
      </w:pPr>
      <w:r w:rsidRPr="003E3506">
        <w:rPr>
          <w:rtl/>
          <w:lang w:bidi="fa-IR"/>
        </w:rPr>
        <w:t>٨٦٥ - اگر خون روى لباسى كه آستر دارد بريزد و به آستر آن برسد يا به آستر بريزد و روى لباس خونى شود</w:t>
      </w:r>
      <w:r w:rsidR="000C4B14">
        <w:rPr>
          <w:rtl/>
          <w:lang w:bidi="fa-IR"/>
        </w:rPr>
        <w:t>،</w:t>
      </w:r>
      <w:r w:rsidRPr="003E3506">
        <w:rPr>
          <w:rtl/>
          <w:lang w:bidi="fa-IR"/>
        </w:rPr>
        <w:t xml:space="preserve"> بايد هر كدام را جدا حساب نمود مگر در صورتى كه متصل به هم باشند به طورى كه در نزد عرف يك خون حساب شود</w:t>
      </w:r>
      <w:r w:rsidR="000C4B14">
        <w:rPr>
          <w:rtl/>
          <w:lang w:bidi="fa-IR"/>
        </w:rPr>
        <w:t>،</w:t>
      </w:r>
      <w:r w:rsidRPr="003E3506">
        <w:rPr>
          <w:rtl/>
          <w:lang w:bidi="fa-IR"/>
        </w:rPr>
        <w:t xml:space="preserve"> پس اگر خون روى لباس و آستر كمتر از درهم باشد</w:t>
      </w:r>
      <w:r w:rsidR="000C4B14">
        <w:rPr>
          <w:rtl/>
          <w:lang w:bidi="fa-IR"/>
        </w:rPr>
        <w:t>،</w:t>
      </w:r>
      <w:r w:rsidRPr="003E3506">
        <w:rPr>
          <w:rtl/>
          <w:lang w:bidi="fa-IR"/>
        </w:rPr>
        <w:t xml:space="preserve"> نماز با آن صحيح و اگر بيشتر باشد نماز با آن باطل است</w:t>
      </w:r>
      <w:r w:rsidR="000C4B14">
        <w:rPr>
          <w:rtl/>
          <w:lang w:bidi="fa-IR"/>
        </w:rPr>
        <w:t>.</w:t>
      </w:r>
    </w:p>
    <w:p w:rsidR="003E3506" w:rsidRPr="003E3506" w:rsidRDefault="003E3506" w:rsidP="003E3506">
      <w:pPr>
        <w:pStyle w:val="libNormal"/>
        <w:rPr>
          <w:lang w:bidi="fa-IR"/>
        </w:rPr>
      </w:pPr>
      <w:r w:rsidRPr="003E3506">
        <w:rPr>
          <w:rtl/>
          <w:lang w:bidi="fa-IR"/>
        </w:rPr>
        <w:t>٨٦٦ - اگر خون بدن يا لباس كمتر از درهم باشد و رطوبتى به آن برسد كه اطراف را آلوده كند</w:t>
      </w:r>
      <w:r w:rsidR="000C4B14">
        <w:rPr>
          <w:rtl/>
          <w:lang w:bidi="fa-IR"/>
        </w:rPr>
        <w:t>،</w:t>
      </w:r>
      <w:r w:rsidRPr="003E3506">
        <w:rPr>
          <w:rtl/>
          <w:lang w:bidi="fa-IR"/>
        </w:rPr>
        <w:t xml:space="preserve"> نماز با آن باطل است</w:t>
      </w:r>
      <w:r w:rsidR="000C4B14">
        <w:rPr>
          <w:rtl/>
          <w:lang w:bidi="fa-IR"/>
        </w:rPr>
        <w:t>،</w:t>
      </w:r>
      <w:r w:rsidRPr="003E3506">
        <w:rPr>
          <w:rtl/>
          <w:lang w:bidi="fa-IR"/>
        </w:rPr>
        <w:t xml:space="preserve"> اگر چه خون و رطوبتى كه به آن رسيده به اندازه درهم نباشد</w:t>
      </w:r>
      <w:r w:rsidR="000C4B14">
        <w:rPr>
          <w:rtl/>
          <w:lang w:bidi="fa-IR"/>
        </w:rPr>
        <w:t>،</w:t>
      </w:r>
      <w:r w:rsidRPr="003E3506">
        <w:rPr>
          <w:rtl/>
          <w:lang w:bidi="fa-IR"/>
        </w:rPr>
        <w:t xml:space="preserve"> ولى </w:t>
      </w:r>
      <w:r w:rsidRPr="003E3506">
        <w:rPr>
          <w:rtl/>
          <w:lang w:bidi="fa-IR"/>
        </w:rPr>
        <w:lastRenderedPageBreak/>
        <w:t>اگر رطوبت فقط به خون برسد و اطراف را آلوده نكند</w:t>
      </w:r>
      <w:r w:rsidR="000C4B14">
        <w:rPr>
          <w:rtl/>
          <w:lang w:bidi="fa-IR"/>
        </w:rPr>
        <w:t>،</w:t>
      </w:r>
      <w:r w:rsidRPr="003E3506">
        <w:rPr>
          <w:rtl/>
          <w:lang w:bidi="fa-IR"/>
        </w:rPr>
        <w:t xml:space="preserve"> ظاهر اين است كه نماز خواندن با آن اشكال ندارد.</w:t>
      </w:r>
    </w:p>
    <w:p w:rsidR="003E3506" w:rsidRPr="003E3506" w:rsidRDefault="003E3506" w:rsidP="003E3506">
      <w:pPr>
        <w:pStyle w:val="libNormal"/>
        <w:rPr>
          <w:lang w:bidi="fa-IR"/>
        </w:rPr>
      </w:pPr>
      <w:r w:rsidRPr="003E3506">
        <w:rPr>
          <w:rtl/>
          <w:lang w:bidi="fa-IR"/>
        </w:rPr>
        <w:t>٨٦٧ - اگر بدن يا لباس خونى نشود</w:t>
      </w:r>
      <w:r w:rsidR="000C4B14">
        <w:rPr>
          <w:rtl/>
          <w:lang w:bidi="fa-IR"/>
        </w:rPr>
        <w:t>،</w:t>
      </w:r>
      <w:r w:rsidRPr="003E3506">
        <w:rPr>
          <w:rtl/>
          <w:lang w:bidi="fa-IR"/>
        </w:rPr>
        <w:t xml:space="preserve"> ولى به واسطه رسيدن با رطوبت به خون نجس شود</w:t>
      </w:r>
      <w:r w:rsidR="000C4B14">
        <w:rPr>
          <w:rtl/>
          <w:lang w:bidi="fa-IR"/>
        </w:rPr>
        <w:t>،</w:t>
      </w:r>
      <w:r w:rsidRPr="003E3506">
        <w:rPr>
          <w:rtl/>
          <w:lang w:bidi="fa-IR"/>
        </w:rPr>
        <w:t xml:space="preserve"> اگر چه مقدارى كه نجس شده كمتر از درهم باشد</w:t>
      </w:r>
      <w:r w:rsidR="000C4B14">
        <w:rPr>
          <w:rtl/>
          <w:lang w:bidi="fa-IR"/>
        </w:rPr>
        <w:t>،</w:t>
      </w:r>
      <w:r w:rsidRPr="003E3506">
        <w:rPr>
          <w:rtl/>
          <w:lang w:bidi="fa-IR"/>
        </w:rPr>
        <w:t xml:space="preserve"> نمى شود با آن نماز خواند.</w:t>
      </w:r>
    </w:p>
    <w:p w:rsidR="003E3506" w:rsidRPr="003E3506" w:rsidRDefault="003E3506" w:rsidP="003E3506">
      <w:pPr>
        <w:pStyle w:val="libNormal"/>
        <w:rPr>
          <w:lang w:bidi="fa-IR"/>
        </w:rPr>
      </w:pPr>
      <w:r w:rsidRPr="003E3506">
        <w:rPr>
          <w:rtl/>
          <w:lang w:bidi="fa-IR"/>
        </w:rPr>
        <w:t>٨٦٨ - اگر خونى كه در بدن يا لباس است كمتر از درهم باشد و نجاست ديگرى به آن برسد</w:t>
      </w:r>
      <w:r w:rsidR="000C4B14">
        <w:rPr>
          <w:rtl/>
          <w:lang w:bidi="fa-IR"/>
        </w:rPr>
        <w:t>،</w:t>
      </w:r>
      <w:r w:rsidRPr="003E3506">
        <w:rPr>
          <w:rtl/>
          <w:lang w:bidi="fa-IR"/>
        </w:rPr>
        <w:t xml:space="preserve"> مثلا يك قطره بول روى آن بريزد</w:t>
      </w:r>
      <w:r w:rsidR="000C4B14">
        <w:rPr>
          <w:rtl/>
          <w:lang w:bidi="fa-IR"/>
        </w:rPr>
        <w:t>،</w:t>
      </w:r>
      <w:r w:rsidRPr="003E3506">
        <w:rPr>
          <w:rtl/>
          <w:lang w:bidi="fa-IR"/>
        </w:rPr>
        <w:t xml:space="preserve"> در صورتى كه به بدن يا لباس برسد</w:t>
      </w:r>
      <w:r w:rsidR="000C4B14">
        <w:rPr>
          <w:rtl/>
          <w:lang w:bidi="fa-IR"/>
        </w:rPr>
        <w:t>،</w:t>
      </w:r>
      <w:r w:rsidRPr="003E3506">
        <w:rPr>
          <w:rtl/>
          <w:lang w:bidi="fa-IR"/>
        </w:rPr>
        <w:t xml:space="preserve"> نماز خواندن با آن جايز نيست بلكه اگر به بدن يا لباس هم نرسد بنابر احتياط لازم نماز خواندن با آن صحيح نيست</w:t>
      </w:r>
      <w:r w:rsidR="000C4B14">
        <w:rPr>
          <w:rtl/>
          <w:lang w:bidi="fa-IR"/>
        </w:rPr>
        <w:t>.</w:t>
      </w:r>
    </w:p>
    <w:p w:rsidR="003E3506" w:rsidRPr="003E3506" w:rsidRDefault="003E3506" w:rsidP="003E3506">
      <w:pPr>
        <w:pStyle w:val="libNormal"/>
        <w:rPr>
          <w:lang w:bidi="fa-IR"/>
        </w:rPr>
      </w:pPr>
      <w:r w:rsidRPr="003E3506">
        <w:rPr>
          <w:rtl/>
          <w:lang w:bidi="fa-IR"/>
        </w:rPr>
        <w:t>٨٦٩ - اگر لباسهاى كوچك نمازگزار مثل عرقچين و جوراب كه نمى شود با آنها عورت را پوشانيد نجس باشد</w:t>
      </w:r>
      <w:r w:rsidR="000C4B14">
        <w:rPr>
          <w:rtl/>
          <w:lang w:bidi="fa-IR"/>
        </w:rPr>
        <w:t>،</w:t>
      </w:r>
      <w:r w:rsidRPr="003E3506">
        <w:rPr>
          <w:rtl/>
          <w:lang w:bidi="fa-IR"/>
        </w:rPr>
        <w:t xml:space="preserve"> چنانچه - بنابر احتياط لازم - از مردار نجس يا از حيوان نجس العين مانند سگ درست نشده باشد</w:t>
      </w:r>
      <w:r w:rsidR="000C4B14">
        <w:rPr>
          <w:rtl/>
          <w:lang w:bidi="fa-IR"/>
        </w:rPr>
        <w:t>،</w:t>
      </w:r>
      <w:r w:rsidRPr="003E3506">
        <w:rPr>
          <w:rtl/>
          <w:lang w:bidi="fa-IR"/>
        </w:rPr>
        <w:t xml:space="preserve"> نماز با آنها صحيح است و نيز اگر با انگشترى نجس نماز بخواند اشكال ندارد.</w:t>
      </w:r>
    </w:p>
    <w:p w:rsidR="003E3506" w:rsidRPr="003E3506" w:rsidRDefault="003E3506" w:rsidP="003E3506">
      <w:pPr>
        <w:pStyle w:val="libNormal"/>
        <w:rPr>
          <w:lang w:bidi="fa-IR"/>
        </w:rPr>
      </w:pPr>
      <w:r w:rsidRPr="003E3506">
        <w:rPr>
          <w:rtl/>
          <w:lang w:bidi="fa-IR"/>
        </w:rPr>
        <w:t>٨٧٠ - چيز نجس مانند دستمال و كليد و چاقوى نجس جايز است همراه نمازگزار باشد</w:t>
      </w:r>
      <w:r w:rsidR="000C4B14">
        <w:rPr>
          <w:rtl/>
          <w:lang w:bidi="fa-IR"/>
        </w:rPr>
        <w:t>،</w:t>
      </w:r>
      <w:r w:rsidRPr="003E3506">
        <w:rPr>
          <w:rtl/>
          <w:lang w:bidi="fa-IR"/>
        </w:rPr>
        <w:t xml:space="preserve"> و بعيد نيست كه مطلق لباس نجس كه همراه اوست ضررى به نماز نرساند.</w:t>
      </w:r>
    </w:p>
    <w:p w:rsidR="003E3506" w:rsidRPr="003E3506" w:rsidRDefault="003E3506" w:rsidP="003E3506">
      <w:pPr>
        <w:pStyle w:val="libNormal"/>
        <w:rPr>
          <w:lang w:bidi="fa-IR"/>
        </w:rPr>
      </w:pPr>
      <w:r w:rsidRPr="003E3506">
        <w:rPr>
          <w:rtl/>
          <w:lang w:bidi="fa-IR"/>
        </w:rPr>
        <w:t>٨٧١ - گر مى داند خونى كه در بدن يا لباس او است كمتر از درهم است</w:t>
      </w:r>
      <w:r w:rsidR="000C4B14">
        <w:rPr>
          <w:rtl/>
          <w:lang w:bidi="fa-IR"/>
        </w:rPr>
        <w:t>،</w:t>
      </w:r>
      <w:r w:rsidRPr="003E3506">
        <w:rPr>
          <w:rtl/>
          <w:lang w:bidi="fa-IR"/>
        </w:rPr>
        <w:t xml:space="preserve"> ولى احتمال مى دهد از خونهايى باشد كه عفو در آنها نيست جايز است با آن خون نماز بخواند و شستنش لازم نيست</w:t>
      </w:r>
      <w:r w:rsidR="000C4B14">
        <w:rPr>
          <w:rtl/>
          <w:lang w:bidi="fa-IR"/>
        </w:rPr>
        <w:t>.</w:t>
      </w:r>
    </w:p>
    <w:p w:rsidR="003E3506" w:rsidRPr="003E3506" w:rsidRDefault="003E3506" w:rsidP="003E3506">
      <w:pPr>
        <w:pStyle w:val="libNormal"/>
        <w:rPr>
          <w:lang w:bidi="fa-IR"/>
        </w:rPr>
      </w:pPr>
      <w:r w:rsidRPr="003E3506">
        <w:rPr>
          <w:rtl/>
          <w:lang w:bidi="fa-IR"/>
        </w:rPr>
        <w:t>٨٧٢ - اگر خونى كه در لباس يا بدن است كمتر از درهم باشد و نداند كه از خونهايى است كه عفو در آنها نيست</w:t>
      </w:r>
      <w:r w:rsidR="000C4B14">
        <w:rPr>
          <w:rtl/>
          <w:lang w:bidi="fa-IR"/>
        </w:rPr>
        <w:t>،</w:t>
      </w:r>
      <w:r w:rsidRPr="003E3506">
        <w:rPr>
          <w:rtl/>
          <w:lang w:bidi="fa-IR"/>
        </w:rPr>
        <w:t xml:space="preserve"> و نماز بخواند و بعد معلوم شود كه از خونهايى بوده كه عفو در آنها نيست اعاده نماز لازم نيست</w:t>
      </w:r>
      <w:r w:rsidR="000C4B14">
        <w:rPr>
          <w:rtl/>
          <w:lang w:bidi="fa-IR"/>
        </w:rPr>
        <w:t>،</w:t>
      </w:r>
      <w:r w:rsidRPr="003E3506">
        <w:rPr>
          <w:rtl/>
          <w:lang w:bidi="fa-IR"/>
        </w:rPr>
        <w:t xml:space="preserve"> و همچنين است اگر اعتقاد نمايد كه كمتر از درهم است و نماز بخواند و بعد معلوم شود كه به مقدار درهم يا بيشتر بوده در اين صورت نيز حاجتى به اعاده نيست</w:t>
      </w:r>
      <w:r w:rsidR="000C4B14">
        <w:rPr>
          <w:rtl/>
          <w:lang w:bidi="fa-IR"/>
        </w:rPr>
        <w:t>.</w:t>
      </w:r>
    </w:p>
    <w:p w:rsidR="003E3506" w:rsidRPr="003E3506" w:rsidRDefault="00CF7BA0" w:rsidP="003E3506">
      <w:pPr>
        <w:pStyle w:val="libNormal"/>
        <w:rPr>
          <w:lang w:bidi="fa-IR"/>
        </w:rPr>
      </w:pPr>
      <w:r>
        <w:rPr>
          <w:rtl/>
          <w:lang w:bidi="fa-IR"/>
        </w:rPr>
        <w:br w:type="page"/>
      </w:r>
    </w:p>
    <w:p w:rsidR="003E3506" w:rsidRDefault="00605FAB" w:rsidP="00CF7BA0">
      <w:pPr>
        <w:pStyle w:val="Heading3"/>
        <w:rPr>
          <w:rtl/>
          <w:lang w:bidi="fa-IR"/>
        </w:rPr>
      </w:pPr>
      <w:bookmarkStart w:id="106" w:name="_Toc24454529"/>
      <w:r>
        <w:rPr>
          <w:rtl/>
          <w:lang w:bidi="fa-IR"/>
        </w:rPr>
        <w:t>(</w:t>
      </w:r>
      <w:r w:rsidR="003E3506" w:rsidRPr="003E3506">
        <w:rPr>
          <w:rtl/>
          <w:lang w:bidi="fa-IR"/>
        </w:rPr>
        <w:t>چيزهايى كه در لباس نمازگزار مستحب است</w:t>
      </w:r>
      <w:r>
        <w:rPr>
          <w:rtl/>
          <w:lang w:bidi="fa-IR"/>
        </w:rPr>
        <w:t>)</w:t>
      </w:r>
      <w:bookmarkEnd w:id="106"/>
    </w:p>
    <w:p w:rsidR="003E3506" w:rsidRPr="003E3506" w:rsidRDefault="003E3506" w:rsidP="003E3506">
      <w:pPr>
        <w:pStyle w:val="libNormal"/>
        <w:rPr>
          <w:lang w:bidi="fa-IR"/>
        </w:rPr>
      </w:pPr>
      <w:r w:rsidRPr="003E3506">
        <w:rPr>
          <w:rtl/>
          <w:lang w:bidi="fa-IR"/>
        </w:rPr>
        <w:t>٨٧٣ - چند چيز در لباس نمازگزار مستحب است كه از آن جمله است</w:t>
      </w:r>
      <w:r w:rsidR="00553569">
        <w:rPr>
          <w:rtl/>
          <w:lang w:bidi="fa-IR"/>
        </w:rPr>
        <w:t>:</w:t>
      </w:r>
      <w:r w:rsidRPr="003E3506">
        <w:rPr>
          <w:rtl/>
          <w:lang w:bidi="fa-IR"/>
        </w:rPr>
        <w:t xml:space="preserve"> عمامه با تحت الحنك</w:t>
      </w:r>
      <w:r w:rsidR="000C4B14">
        <w:rPr>
          <w:rtl/>
          <w:lang w:bidi="fa-IR"/>
        </w:rPr>
        <w:t>،</w:t>
      </w:r>
      <w:r w:rsidRPr="003E3506">
        <w:rPr>
          <w:rtl/>
          <w:lang w:bidi="fa-IR"/>
        </w:rPr>
        <w:t xml:space="preserve"> پوشيدن عبا و لباس سفيد و پاكيزه ترين لباسها</w:t>
      </w:r>
      <w:r w:rsidR="000C4B14">
        <w:rPr>
          <w:rtl/>
          <w:lang w:bidi="fa-IR"/>
        </w:rPr>
        <w:t>،</w:t>
      </w:r>
      <w:r w:rsidRPr="003E3506">
        <w:rPr>
          <w:rtl/>
          <w:lang w:bidi="fa-IR"/>
        </w:rPr>
        <w:t xml:space="preserve"> استعمال بوى خوش</w:t>
      </w:r>
      <w:r w:rsidR="000C4B14">
        <w:rPr>
          <w:rtl/>
          <w:lang w:bidi="fa-IR"/>
        </w:rPr>
        <w:t>،</w:t>
      </w:r>
      <w:r w:rsidRPr="003E3506">
        <w:rPr>
          <w:rtl/>
          <w:lang w:bidi="fa-IR"/>
        </w:rPr>
        <w:t xml:space="preserve"> و دست كردن انگشترى عقيق</w:t>
      </w:r>
      <w:r w:rsidR="000C4B14">
        <w:rPr>
          <w:rtl/>
          <w:lang w:bidi="fa-IR"/>
        </w:rPr>
        <w:t>.</w:t>
      </w:r>
    </w:p>
    <w:p w:rsidR="003E3506" w:rsidRPr="003E3506" w:rsidRDefault="0027149B" w:rsidP="003E3506">
      <w:pPr>
        <w:pStyle w:val="libNormal"/>
        <w:rPr>
          <w:lang w:bidi="fa-IR"/>
        </w:rPr>
      </w:pPr>
      <w:r>
        <w:rPr>
          <w:rtl/>
          <w:lang w:bidi="fa-IR"/>
        </w:rPr>
        <w:br w:type="page"/>
      </w:r>
    </w:p>
    <w:p w:rsidR="003E3506" w:rsidRDefault="00605FAB" w:rsidP="0027149B">
      <w:pPr>
        <w:pStyle w:val="Heading3"/>
        <w:rPr>
          <w:rtl/>
          <w:lang w:bidi="fa-IR"/>
        </w:rPr>
      </w:pPr>
      <w:bookmarkStart w:id="107" w:name="_Toc24454530"/>
      <w:r>
        <w:rPr>
          <w:rtl/>
          <w:lang w:bidi="fa-IR"/>
        </w:rPr>
        <w:t>(</w:t>
      </w:r>
      <w:r w:rsidR="003E3506" w:rsidRPr="003E3506">
        <w:rPr>
          <w:rtl/>
          <w:lang w:bidi="fa-IR"/>
        </w:rPr>
        <w:t>چيزهايى كه در لباس نمازگزار مكروه است</w:t>
      </w:r>
      <w:r>
        <w:rPr>
          <w:rtl/>
          <w:lang w:bidi="fa-IR"/>
        </w:rPr>
        <w:t>)</w:t>
      </w:r>
      <w:bookmarkEnd w:id="107"/>
    </w:p>
    <w:p w:rsidR="003E3506" w:rsidRPr="003E3506" w:rsidRDefault="003E3506" w:rsidP="003E3506">
      <w:pPr>
        <w:pStyle w:val="libNormal"/>
        <w:rPr>
          <w:lang w:bidi="fa-IR"/>
        </w:rPr>
      </w:pPr>
      <w:r w:rsidRPr="003E3506">
        <w:rPr>
          <w:rtl/>
          <w:lang w:bidi="fa-IR"/>
        </w:rPr>
        <w:t>٨٧٤ - چند چيز در لباس نمازگزار مكروه است و از آن جمله است</w:t>
      </w:r>
      <w:r w:rsidR="00553569">
        <w:rPr>
          <w:rtl/>
          <w:lang w:bidi="fa-IR"/>
        </w:rPr>
        <w:t>:</w:t>
      </w:r>
      <w:r w:rsidRPr="003E3506">
        <w:rPr>
          <w:rtl/>
          <w:lang w:bidi="fa-IR"/>
        </w:rPr>
        <w:t xml:space="preserve"> پوشيدن لباس سياه و چرك و تنگ و لباس شرابخوار و لباس كسى كه از نجاست پرهيز نمى كند و لباسى كه نقش صورت دارد و نيز باز بودن تكمه هاى لباس و دست كردن انگشترى كه نقش صورت دارد مكروه مى باشد.</w:t>
      </w:r>
    </w:p>
    <w:p w:rsidR="003E3506" w:rsidRPr="003E3506" w:rsidRDefault="0027149B" w:rsidP="003E3506">
      <w:pPr>
        <w:pStyle w:val="libNormal"/>
        <w:rPr>
          <w:lang w:bidi="fa-IR"/>
        </w:rPr>
      </w:pPr>
      <w:r>
        <w:rPr>
          <w:rtl/>
          <w:lang w:bidi="fa-IR"/>
        </w:rPr>
        <w:br w:type="page"/>
      </w:r>
    </w:p>
    <w:p w:rsidR="003E3506" w:rsidRDefault="00605FAB" w:rsidP="0027149B">
      <w:pPr>
        <w:pStyle w:val="Heading3"/>
        <w:rPr>
          <w:rtl/>
          <w:lang w:bidi="fa-IR"/>
        </w:rPr>
      </w:pPr>
      <w:bookmarkStart w:id="108" w:name="_Toc24454531"/>
      <w:r>
        <w:rPr>
          <w:rtl/>
          <w:lang w:bidi="fa-IR"/>
        </w:rPr>
        <w:t>(</w:t>
      </w:r>
      <w:r w:rsidR="003E3506" w:rsidRPr="003E3506">
        <w:rPr>
          <w:rtl/>
          <w:lang w:bidi="fa-IR"/>
        </w:rPr>
        <w:t>مكان نمازگزار</w:t>
      </w:r>
      <w:r>
        <w:rPr>
          <w:rtl/>
          <w:lang w:bidi="fa-IR"/>
        </w:rPr>
        <w:t>)</w:t>
      </w:r>
      <w:bookmarkEnd w:id="108"/>
    </w:p>
    <w:p w:rsidR="003E3506" w:rsidRPr="003E3506" w:rsidRDefault="003E3506" w:rsidP="003E3506">
      <w:pPr>
        <w:pStyle w:val="libNormal"/>
        <w:rPr>
          <w:lang w:bidi="fa-IR"/>
        </w:rPr>
      </w:pPr>
      <w:r w:rsidRPr="003E3506">
        <w:rPr>
          <w:rtl/>
          <w:lang w:bidi="fa-IR"/>
        </w:rPr>
        <w:t>١/٨٧٤ - مكان نمازگزار هفت شرط دارد</w:t>
      </w:r>
      <w:r w:rsidR="00553569">
        <w:rPr>
          <w:rtl/>
          <w:lang w:bidi="fa-IR"/>
        </w:rPr>
        <w:t>:</w:t>
      </w:r>
      <w:r w:rsidRPr="003E3506">
        <w:rPr>
          <w:rtl/>
          <w:lang w:bidi="fa-IR"/>
        </w:rPr>
        <w:t xml:space="preserve"> شرط اول آنكه مباح باشد.</w:t>
      </w:r>
    </w:p>
    <w:p w:rsidR="003E3506" w:rsidRPr="003E3506" w:rsidRDefault="003E3506" w:rsidP="003E3506">
      <w:pPr>
        <w:pStyle w:val="libNormal"/>
        <w:rPr>
          <w:lang w:bidi="fa-IR"/>
        </w:rPr>
      </w:pPr>
      <w:r w:rsidRPr="003E3506">
        <w:rPr>
          <w:rtl/>
          <w:lang w:bidi="fa-IR"/>
        </w:rPr>
        <w:t>٨٧٥ - كسى كه در ملك غصبى نماز مى خواند اگر چه روى فرش و تخت و مانند اينها باشد بنابر احتياط لازم نمازش باطل است ولى نماز خواندن در زير سقف غصبى و خيمه غصبى مانعى ندارد.</w:t>
      </w:r>
    </w:p>
    <w:p w:rsidR="003E3506" w:rsidRPr="003E3506" w:rsidRDefault="003E3506" w:rsidP="003E3506">
      <w:pPr>
        <w:pStyle w:val="libNormal"/>
        <w:rPr>
          <w:lang w:bidi="fa-IR"/>
        </w:rPr>
      </w:pPr>
      <w:r w:rsidRPr="003E3506">
        <w:rPr>
          <w:rtl/>
          <w:lang w:bidi="fa-IR"/>
        </w:rPr>
        <w:t>٨٧٦ - نماز خواندن در ملكى كه منفعت آن مال ديگرى است بدون اجازه كسى كه منفعت ملك مال او مى باشد در حكم نماز خواندن در ملك غصبى است مثلا در خانه اجاره اى اگر صاحب خانه يا ديگرى بدون اجازه كسى كه آن خانه را اجاره كرده نماز بخواند نمازش بنابر احتياط باطل است و اگر ميت وصيت كرده باشد كه ثلث مال او را به مصرفى برسانند تا وقتى كه ثلث را جدا نكنند نمى شود در ملك او نماز خواند.</w:t>
      </w:r>
    </w:p>
    <w:p w:rsidR="003E3506" w:rsidRPr="003E3506" w:rsidRDefault="003E3506" w:rsidP="003E3506">
      <w:pPr>
        <w:pStyle w:val="libNormal"/>
        <w:rPr>
          <w:lang w:bidi="fa-IR"/>
        </w:rPr>
      </w:pPr>
      <w:r w:rsidRPr="003E3506">
        <w:rPr>
          <w:rtl/>
          <w:lang w:bidi="fa-IR"/>
        </w:rPr>
        <w:t>٨٧٧ - كسى كه در مسجد نشسته اگر ديگرى او را بيرون كرده و جاى او را اشغال كند و در آنجا نماز بخواند نمازش صحيح است اگر چه گناه كرده است</w:t>
      </w:r>
      <w:r w:rsidR="000C4B14">
        <w:rPr>
          <w:rtl/>
          <w:lang w:bidi="fa-IR"/>
        </w:rPr>
        <w:t>.</w:t>
      </w:r>
    </w:p>
    <w:p w:rsidR="003E3506" w:rsidRPr="003E3506" w:rsidRDefault="003E3506" w:rsidP="003E3506">
      <w:pPr>
        <w:pStyle w:val="libNormal"/>
        <w:rPr>
          <w:lang w:bidi="fa-IR"/>
        </w:rPr>
      </w:pPr>
      <w:r w:rsidRPr="003E3506">
        <w:rPr>
          <w:rtl/>
          <w:lang w:bidi="fa-IR"/>
        </w:rPr>
        <w:t>٨٧٨ - اگر در جايى كه نمى داند غصبى است نماز بخواند و بعد از نماز بفهمد يا در جايى كه غصبى بودن آن را فراموش كرده نماز بخواند و بعد از نماز يادش بيايد نماز او صحيح است ولى كسى كه خودش جايى را غصب كرده اگر فراموش كند و در آنجا نماز بخواند نمازش بنابر احتياط باطل است</w:t>
      </w:r>
      <w:r w:rsidR="000C4B14">
        <w:rPr>
          <w:rtl/>
          <w:lang w:bidi="fa-IR"/>
        </w:rPr>
        <w:t>.</w:t>
      </w:r>
    </w:p>
    <w:p w:rsidR="003E3506" w:rsidRPr="003E3506" w:rsidRDefault="003E3506" w:rsidP="003E3506">
      <w:pPr>
        <w:pStyle w:val="libNormal"/>
        <w:rPr>
          <w:lang w:bidi="fa-IR"/>
        </w:rPr>
      </w:pPr>
      <w:r w:rsidRPr="003E3506">
        <w:rPr>
          <w:rtl/>
          <w:lang w:bidi="fa-IR"/>
        </w:rPr>
        <w:t>٨٧٩ - اگر بداند جايى غصبى است و تصرف در آن حرام است</w:t>
      </w:r>
      <w:r w:rsidR="000C4B14">
        <w:rPr>
          <w:rtl/>
          <w:lang w:bidi="fa-IR"/>
        </w:rPr>
        <w:t>،</w:t>
      </w:r>
      <w:r w:rsidRPr="003E3506">
        <w:rPr>
          <w:rtl/>
          <w:lang w:bidi="fa-IR"/>
        </w:rPr>
        <w:t xml:space="preserve"> ولى نداند كه در جاى غصبى نماز خواندن اشكال دارد و در آنجا نماز بخواند</w:t>
      </w:r>
      <w:r w:rsidR="000C4B14">
        <w:rPr>
          <w:rtl/>
          <w:lang w:bidi="fa-IR"/>
        </w:rPr>
        <w:t>،</w:t>
      </w:r>
      <w:r w:rsidRPr="003E3506">
        <w:rPr>
          <w:rtl/>
          <w:lang w:bidi="fa-IR"/>
        </w:rPr>
        <w:t xml:space="preserve"> نماز او بنابر احتياط باطل مى باشد.</w:t>
      </w:r>
    </w:p>
    <w:p w:rsidR="003E3506" w:rsidRPr="003E3506" w:rsidRDefault="003E3506" w:rsidP="003E3506">
      <w:pPr>
        <w:pStyle w:val="libNormal"/>
        <w:rPr>
          <w:lang w:bidi="fa-IR"/>
        </w:rPr>
      </w:pPr>
      <w:r w:rsidRPr="003E3506">
        <w:rPr>
          <w:rtl/>
          <w:lang w:bidi="fa-IR"/>
        </w:rPr>
        <w:t>٨٨٠ - كسى كه ناچار است نماز واجب را سواره بخواند</w:t>
      </w:r>
      <w:r w:rsidR="000C4B14">
        <w:rPr>
          <w:rtl/>
          <w:lang w:bidi="fa-IR"/>
        </w:rPr>
        <w:t>،</w:t>
      </w:r>
      <w:r w:rsidRPr="003E3506">
        <w:rPr>
          <w:rtl/>
          <w:lang w:bidi="fa-IR"/>
        </w:rPr>
        <w:t xml:space="preserve"> چنانچه حيوان سوارى يا زين يا نعل آن غصبى باشد نماز او باطل است</w:t>
      </w:r>
      <w:r w:rsidR="000C4B14">
        <w:rPr>
          <w:rtl/>
          <w:lang w:bidi="fa-IR"/>
        </w:rPr>
        <w:t>،</w:t>
      </w:r>
      <w:r w:rsidRPr="003E3506">
        <w:rPr>
          <w:rtl/>
          <w:lang w:bidi="fa-IR"/>
        </w:rPr>
        <w:t xml:space="preserve"> و همچنين است اگر بخواهد سواره بر آن حيوان</w:t>
      </w:r>
      <w:r w:rsidR="000C4B14">
        <w:rPr>
          <w:rtl/>
          <w:lang w:bidi="fa-IR"/>
        </w:rPr>
        <w:t>،</w:t>
      </w:r>
      <w:r w:rsidRPr="003E3506">
        <w:rPr>
          <w:rtl/>
          <w:lang w:bidi="fa-IR"/>
        </w:rPr>
        <w:t xml:space="preserve"> نماز مستحبى بخواند.</w:t>
      </w:r>
    </w:p>
    <w:p w:rsidR="003E3506" w:rsidRPr="003E3506" w:rsidRDefault="003E3506" w:rsidP="003E3506">
      <w:pPr>
        <w:pStyle w:val="libNormal"/>
        <w:rPr>
          <w:lang w:bidi="fa-IR"/>
        </w:rPr>
      </w:pPr>
      <w:r w:rsidRPr="003E3506">
        <w:rPr>
          <w:rtl/>
          <w:lang w:bidi="fa-IR"/>
        </w:rPr>
        <w:lastRenderedPageBreak/>
        <w:t>٨٨١ - كسى كه در ملكى با ديگرى شريك است اگر سهم او جدا نباشد</w:t>
      </w:r>
      <w:r w:rsidR="000C4B14">
        <w:rPr>
          <w:rtl/>
          <w:lang w:bidi="fa-IR"/>
        </w:rPr>
        <w:t>،</w:t>
      </w:r>
      <w:r w:rsidRPr="003E3506">
        <w:rPr>
          <w:rtl/>
          <w:lang w:bidi="fa-IR"/>
        </w:rPr>
        <w:t xml:space="preserve"> بدون اجازه شريكش نمى تواند در آن ملك تصرف كند و نماز بخواند.</w:t>
      </w:r>
    </w:p>
    <w:p w:rsidR="003E3506" w:rsidRPr="003E3506" w:rsidRDefault="003E3506" w:rsidP="003E3506">
      <w:pPr>
        <w:pStyle w:val="libNormal"/>
        <w:rPr>
          <w:lang w:bidi="fa-IR"/>
        </w:rPr>
      </w:pPr>
      <w:r w:rsidRPr="003E3506">
        <w:rPr>
          <w:rtl/>
          <w:lang w:bidi="fa-IR"/>
        </w:rPr>
        <w:t>٨٨٢ - اگر با عين پولى كه خمس آن را نداده ملكى بخرد تصرف او در آن ملك حرام و نمازش در آن جايز نيست</w:t>
      </w:r>
      <w:r w:rsidR="000C4B14">
        <w:rPr>
          <w:rtl/>
          <w:lang w:bidi="fa-IR"/>
        </w:rPr>
        <w:t>.</w:t>
      </w:r>
    </w:p>
    <w:p w:rsidR="003E3506" w:rsidRPr="003E3506" w:rsidRDefault="003E3506" w:rsidP="003E3506">
      <w:pPr>
        <w:pStyle w:val="libNormal"/>
        <w:rPr>
          <w:lang w:bidi="fa-IR"/>
        </w:rPr>
      </w:pPr>
      <w:r w:rsidRPr="003E3506">
        <w:rPr>
          <w:rtl/>
          <w:lang w:bidi="fa-IR"/>
        </w:rPr>
        <w:t>٨٨٣ - اگر صاحب ملك به زبان اجازه نماز خواندن بدهد و انسان بداند كه قلبا راضى نيست</w:t>
      </w:r>
      <w:r w:rsidR="000C4B14">
        <w:rPr>
          <w:rtl/>
          <w:lang w:bidi="fa-IR"/>
        </w:rPr>
        <w:t>،</w:t>
      </w:r>
      <w:r w:rsidRPr="003E3506">
        <w:rPr>
          <w:rtl/>
          <w:lang w:bidi="fa-IR"/>
        </w:rPr>
        <w:t xml:space="preserve"> نماز خواندن در ملك او جايز نيست و اگر اجازه ندهد و انسان يقين كند كه قلبا راضى است نماز خواندن جايز است</w:t>
      </w:r>
      <w:r w:rsidR="000C4B14">
        <w:rPr>
          <w:rtl/>
          <w:lang w:bidi="fa-IR"/>
        </w:rPr>
        <w:t>.</w:t>
      </w:r>
    </w:p>
    <w:p w:rsidR="003E3506" w:rsidRPr="003E3506" w:rsidRDefault="003E3506" w:rsidP="003E3506">
      <w:pPr>
        <w:pStyle w:val="libNormal"/>
        <w:rPr>
          <w:lang w:bidi="fa-IR"/>
        </w:rPr>
      </w:pPr>
      <w:r w:rsidRPr="003E3506">
        <w:rPr>
          <w:rtl/>
          <w:lang w:bidi="fa-IR"/>
        </w:rPr>
        <w:t>٨٨٤ - تصرف در ملك ميتى كه به زكاة و مانند آن از حقوق بدهكار است چنانچه منافات با اداى حق نداشته باشد - مثل نماز خواندن در خانه اش - با اجازه ورثه اشكال ندارد و همچنين اگر بدهى او را بدهند يا ضامن شوند كه ادا نمايند تصرف در ملك او اشكال ندارد.</w:t>
      </w:r>
    </w:p>
    <w:p w:rsidR="003E3506" w:rsidRPr="003E3506" w:rsidRDefault="003E3506" w:rsidP="003E3506">
      <w:pPr>
        <w:pStyle w:val="libNormal"/>
        <w:rPr>
          <w:lang w:bidi="fa-IR"/>
        </w:rPr>
      </w:pPr>
      <w:r w:rsidRPr="003E3506">
        <w:rPr>
          <w:rtl/>
          <w:lang w:bidi="fa-IR"/>
        </w:rPr>
        <w:t>٨٨٥ - تصرف در ملك ميتى كه به مردم بدهكار است</w:t>
      </w:r>
      <w:r w:rsidR="000C4B14">
        <w:rPr>
          <w:rtl/>
          <w:lang w:bidi="fa-IR"/>
        </w:rPr>
        <w:t>،</w:t>
      </w:r>
      <w:r w:rsidRPr="003E3506">
        <w:rPr>
          <w:rtl/>
          <w:lang w:bidi="fa-IR"/>
        </w:rPr>
        <w:t xml:space="preserve"> در حكم تصرف در ملك ميتى است كه به زكاة و مانند آن از حقوق بدهكار باشد.</w:t>
      </w:r>
    </w:p>
    <w:p w:rsidR="003E3506" w:rsidRPr="003E3506" w:rsidRDefault="003E3506" w:rsidP="003E3506">
      <w:pPr>
        <w:pStyle w:val="libNormal"/>
        <w:rPr>
          <w:lang w:bidi="fa-IR"/>
        </w:rPr>
      </w:pPr>
      <w:r w:rsidRPr="003E3506">
        <w:rPr>
          <w:rtl/>
          <w:lang w:bidi="fa-IR"/>
        </w:rPr>
        <w:t>٨٨٦ - اگر ميت قرض نداشته باشد</w:t>
      </w:r>
      <w:r w:rsidR="000C4B14">
        <w:rPr>
          <w:rtl/>
          <w:lang w:bidi="fa-IR"/>
        </w:rPr>
        <w:t>،</w:t>
      </w:r>
      <w:r w:rsidRPr="003E3506">
        <w:rPr>
          <w:rtl/>
          <w:lang w:bidi="fa-IR"/>
        </w:rPr>
        <w:t xml:space="preserve"> ولى بعضى از ورثه او صغير يا ديوانه يا غايب باشند</w:t>
      </w:r>
      <w:r w:rsidR="000C4B14">
        <w:rPr>
          <w:rtl/>
          <w:lang w:bidi="fa-IR"/>
        </w:rPr>
        <w:t>،</w:t>
      </w:r>
      <w:r w:rsidRPr="003E3506">
        <w:rPr>
          <w:rtl/>
          <w:lang w:bidi="fa-IR"/>
        </w:rPr>
        <w:t xml:space="preserve"> تصرف در ملك او بدون اجازه ولى آنها حرام است و نماز در آن جايز نيست</w:t>
      </w:r>
      <w:r w:rsidR="000C4B14">
        <w:rPr>
          <w:rtl/>
          <w:lang w:bidi="fa-IR"/>
        </w:rPr>
        <w:t>.</w:t>
      </w:r>
    </w:p>
    <w:p w:rsidR="003E3506" w:rsidRPr="003E3506" w:rsidRDefault="003E3506" w:rsidP="003E3506">
      <w:pPr>
        <w:pStyle w:val="libNormal"/>
        <w:rPr>
          <w:lang w:bidi="fa-IR"/>
        </w:rPr>
      </w:pPr>
      <w:r w:rsidRPr="003E3506">
        <w:rPr>
          <w:rtl/>
          <w:lang w:bidi="fa-IR"/>
        </w:rPr>
        <w:t>٨٨٧ - نماز خواندن در ملك ديگرى در صورتى جايز است كه مالك آن يا صريحا اجازه بدهد و يا حرفى بزند كه معلوم شود براى نماز خواندن اذن داده است - مثل اينكه به كسى اجازه بدهد در ملك او بنشيند و بخوابد كه از اينها فهميده مى شود براى نماز خواندن هم اذن داده است - و يا انسان از راه ديگرى اطمينان به رضايت مالك داشته باشد.</w:t>
      </w:r>
    </w:p>
    <w:p w:rsidR="003E3506" w:rsidRPr="003E3506" w:rsidRDefault="003E3506" w:rsidP="003E3506">
      <w:pPr>
        <w:pStyle w:val="libNormal"/>
        <w:rPr>
          <w:lang w:bidi="fa-IR"/>
        </w:rPr>
      </w:pPr>
      <w:r w:rsidRPr="003E3506">
        <w:rPr>
          <w:rtl/>
          <w:lang w:bidi="fa-IR"/>
        </w:rPr>
        <w:t>٨٨٨ - نماز خواندن در زمينهاى بسيار وسيع جايز است هر چند كه مالك آنها صغير و يا مجنون باشد و يا آنكه راضى به نماز خواندن در آنها نباشد</w:t>
      </w:r>
      <w:r w:rsidR="000C4B14">
        <w:rPr>
          <w:rtl/>
          <w:lang w:bidi="fa-IR"/>
        </w:rPr>
        <w:t>،</w:t>
      </w:r>
      <w:r w:rsidRPr="003E3506">
        <w:rPr>
          <w:rtl/>
          <w:lang w:bidi="fa-IR"/>
        </w:rPr>
        <w:t xml:space="preserve"> و همچنين در زمينهايى كه در و ديوار ندارند بى اجازه مالك مى شود نماز خواند ولى اگر مالك صغير و يا مجنون باشد و يا آنكه گمان به راضى نبودن او باشد احتياط لازم آن است كه در آنها نماز خوانده نشود.</w:t>
      </w:r>
    </w:p>
    <w:p w:rsidR="003E3506" w:rsidRPr="003E3506" w:rsidRDefault="003E3506" w:rsidP="003E3506">
      <w:pPr>
        <w:pStyle w:val="libNormal"/>
        <w:rPr>
          <w:lang w:bidi="fa-IR"/>
        </w:rPr>
      </w:pPr>
      <w:r w:rsidRPr="003E3506">
        <w:rPr>
          <w:rtl/>
          <w:lang w:bidi="fa-IR"/>
        </w:rPr>
        <w:lastRenderedPageBreak/>
        <w:t>٨٨٩ - شرط دوم مكان نمازگزار در نمازهاى واجب بايد طورى نباشد كه از شدت حركت مانع از ايستادن نمازگزار و انجام ركوع و سجود اختيارى شود بلكه بنابر احتياط لازم نبايد مانع از آرامش بدن او باشد و اگر به واسطه تنگى وقت يا به جهت ديگر ناچار باشد در چنين جايى مانند بعضى از انواع اتومبيل و كشتى و ترن نماز بخواند به قدرى كه ممكن است بايد استقرار و قبله را رعايت نمايد و اگر آنها از قبله به طرف ديگر حركت كنند به طرف قبله برگردد.</w:t>
      </w:r>
    </w:p>
    <w:p w:rsidR="003E3506" w:rsidRPr="003E3506" w:rsidRDefault="003E3506" w:rsidP="003E3506">
      <w:pPr>
        <w:pStyle w:val="libNormal"/>
        <w:rPr>
          <w:lang w:bidi="fa-IR"/>
        </w:rPr>
      </w:pPr>
      <w:r w:rsidRPr="003E3506">
        <w:rPr>
          <w:rtl/>
          <w:lang w:bidi="fa-IR"/>
        </w:rPr>
        <w:t>٨٩٠ - نماز خواندن در اتومبيل و كشتى و ترن و مانند اينها در وقتى كه ايستاده اند مانعى ندارد و همچنين در وقتى كه حركت مى كنند چنانچه به حدى تكان نداشته باشند كه مانع از آرامش بدن نمازگزار شود.</w:t>
      </w:r>
    </w:p>
    <w:p w:rsidR="003E3506" w:rsidRPr="003E3506" w:rsidRDefault="003E3506" w:rsidP="003E3506">
      <w:pPr>
        <w:pStyle w:val="libNormal"/>
        <w:rPr>
          <w:lang w:bidi="fa-IR"/>
        </w:rPr>
      </w:pPr>
      <w:r w:rsidRPr="003E3506">
        <w:rPr>
          <w:rtl/>
          <w:lang w:bidi="fa-IR"/>
        </w:rPr>
        <w:t>٨٩١ - روى خرمن گندم و جو و مانند اينها كه نمى شود بى حركت ماند</w:t>
      </w:r>
      <w:r w:rsidR="000C4B14">
        <w:rPr>
          <w:rtl/>
          <w:lang w:bidi="fa-IR"/>
        </w:rPr>
        <w:t>،</w:t>
      </w:r>
      <w:r w:rsidRPr="003E3506">
        <w:rPr>
          <w:rtl/>
          <w:lang w:bidi="fa-IR"/>
        </w:rPr>
        <w:t xml:space="preserve"> نماز باطل است</w:t>
      </w:r>
      <w:r w:rsidR="000C4B14">
        <w:rPr>
          <w:rtl/>
          <w:lang w:bidi="fa-IR"/>
        </w:rPr>
        <w:t>.</w:t>
      </w:r>
    </w:p>
    <w:p w:rsidR="003E3506" w:rsidRPr="003E3506" w:rsidRDefault="003E3506" w:rsidP="003E3506">
      <w:pPr>
        <w:pStyle w:val="libNormal"/>
        <w:rPr>
          <w:lang w:bidi="fa-IR"/>
        </w:rPr>
      </w:pPr>
      <w:r w:rsidRPr="003E3506">
        <w:rPr>
          <w:rtl/>
          <w:lang w:bidi="fa-IR"/>
        </w:rPr>
        <w:t>١/٨٩١ - شرط سوم بايد در جايى نماز بخواند كه احتمال بدهد نماز را تمام مى كند و نماز خواندن در جايى كه به واسطه باد و باران و زيادى جمعيت و مانند اينها اطمينان دارد كه نمى تواند نماز را تمام كند</w:t>
      </w:r>
      <w:r w:rsidR="000C4B14">
        <w:rPr>
          <w:rtl/>
          <w:lang w:bidi="fa-IR"/>
        </w:rPr>
        <w:t>،</w:t>
      </w:r>
      <w:r w:rsidRPr="003E3506">
        <w:rPr>
          <w:rtl/>
          <w:lang w:bidi="fa-IR"/>
        </w:rPr>
        <w:t xml:space="preserve"> صحيح نيست اگر چه اتفاقا نماز را تمام كند.</w:t>
      </w:r>
    </w:p>
    <w:p w:rsidR="003E3506" w:rsidRPr="003E3506" w:rsidRDefault="003E3506" w:rsidP="003E3506">
      <w:pPr>
        <w:pStyle w:val="libNormal"/>
        <w:rPr>
          <w:lang w:bidi="fa-IR"/>
        </w:rPr>
      </w:pPr>
      <w:r w:rsidRPr="003E3506">
        <w:rPr>
          <w:rtl/>
          <w:lang w:bidi="fa-IR"/>
        </w:rPr>
        <w:t>٨٩٢ - اگر در جايى كه ماندن در آن حرام است</w:t>
      </w:r>
      <w:r w:rsidR="000C4B14">
        <w:rPr>
          <w:rtl/>
          <w:lang w:bidi="fa-IR"/>
        </w:rPr>
        <w:t>،</w:t>
      </w:r>
      <w:r w:rsidRPr="003E3506">
        <w:rPr>
          <w:rtl/>
          <w:lang w:bidi="fa-IR"/>
        </w:rPr>
        <w:t xml:space="preserve"> مثلا زير سقفى كه نزديك است خراب شود نماز بخواند - اگر چه معصيت كرده - ولى نمازش اشكالى ندارد.</w:t>
      </w:r>
    </w:p>
    <w:p w:rsidR="003E3506" w:rsidRPr="003E3506" w:rsidRDefault="003E3506" w:rsidP="003E3506">
      <w:pPr>
        <w:pStyle w:val="libNormal"/>
        <w:rPr>
          <w:lang w:bidi="fa-IR"/>
        </w:rPr>
      </w:pPr>
      <w:r w:rsidRPr="003E3506">
        <w:rPr>
          <w:rtl/>
          <w:lang w:bidi="fa-IR"/>
        </w:rPr>
        <w:t>٨٩٣ - نماز خواندن روى چيزى كه ايستادن و نشستن روى آن حرام است</w:t>
      </w:r>
      <w:r w:rsidR="000C4B14">
        <w:rPr>
          <w:rtl/>
          <w:lang w:bidi="fa-IR"/>
        </w:rPr>
        <w:t>،</w:t>
      </w:r>
      <w:r w:rsidRPr="003E3506">
        <w:rPr>
          <w:rtl/>
          <w:lang w:bidi="fa-IR"/>
        </w:rPr>
        <w:t xml:space="preserve"> مثل جايى از فرش كه اسم خدا بر آن نوشته شده چنانچه مانع از قصد قربت شود صحيح نيست</w:t>
      </w:r>
      <w:r w:rsidR="000C4B14">
        <w:rPr>
          <w:rtl/>
          <w:lang w:bidi="fa-IR"/>
        </w:rPr>
        <w:t>.</w:t>
      </w:r>
    </w:p>
    <w:p w:rsidR="003E3506" w:rsidRPr="003E3506" w:rsidRDefault="003E3506" w:rsidP="003E3506">
      <w:pPr>
        <w:pStyle w:val="libNormal"/>
        <w:rPr>
          <w:lang w:bidi="fa-IR"/>
        </w:rPr>
      </w:pPr>
      <w:r w:rsidRPr="003E3506">
        <w:rPr>
          <w:rtl/>
          <w:lang w:bidi="fa-IR"/>
        </w:rPr>
        <w:t>١/٨٩٣ - شرط چهارم آنكه جاى نمازگزار سقفش به اندازه اى كه نتواند در آنجا راست بايستد كوتاه نباشد</w:t>
      </w:r>
      <w:r w:rsidR="000C4B14">
        <w:rPr>
          <w:rtl/>
          <w:lang w:bidi="fa-IR"/>
        </w:rPr>
        <w:t>،</w:t>
      </w:r>
      <w:r w:rsidRPr="003E3506">
        <w:rPr>
          <w:rtl/>
          <w:lang w:bidi="fa-IR"/>
        </w:rPr>
        <w:t xml:space="preserve"> و همچنين به اندازه اى كه جاى ركوع و سجود نداشته باشد كوچك نباشد.</w:t>
      </w:r>
    </w:p>
    <w:p w:rsidR="003E3506" w:rsidRPr="003E3506" w:rsidRDefault="003E3506" w:rsidP="003E3506">
      <w:pPr>
        <w:pStyle w:val="libNormal"/>
        <w:rPr>
          <w:lang w:bidi="fa-IR"/>
        </w:rPr>
      </w:pPr>
      <w:r w:rsidRPr="003E3506">
        <w:rPr>
          <w:rtl/>
          <w:lang w:bidi="fa-IR"/>
        </w:rPr>
        <w:t>٨٩٤ - اگر ناچار شود كه در جايى نماز بخواند كه به طور كلى از ايستادن تمكن ندارد</w:t>
      </w:r>
      <w:r w:rsidR="000C4B14">
        <w:rPr>
          <w:rtl/>
          <w:lang w:bidi="fa-IR"/>
        </w:rPr>
        <w:t>،</w:t>
      </w:r>
      <w:r w:rsidRPr="003E3506">
        <w:rPr>
          <w:rtl/>
          <w:lang w:bidi="fa-IR"/>
        </w:rPr>
        <w:t xml:space="preserve"> لازم است نشسته نماز بخواند و اگر از ركوع و سجود تمكن ندارد براى آنها با سر اشاره نمايد.</w:t>
      </w:r>
    </w:p>
    <w:p w:rsidR="003E3506" w:rsidRPr="003E3506" w:rsidRDefault="003E3506" w:rsidP="003E3506">
      <w:pPr>
        <w:pStyle w:val="libNormal"/>
        <w:rPr>
          <w:lang w:bidi="fa-IR"/>
        </w:rPr>
      </w:pPr>
      <w:r w:rsidRPr="003E3506">
        <w:rPr>
          <w:rtl/>
          <w:lang w:bidi="fa-IR"/>
        </w:rPr>
        <w:t xml:space="preserve">٨٩٥ - بايد جلوتر از قبر پيغمبر و ائمه </w:t>
      </w:r>
      <w:r w:rsidR="001B16BC" w:rsidRPr="001B16BC">
        <w:rPr>
          <w:rStyle w:val="libAlaemChar"/>
          <w:rtl/>
        </w:rPr>
        <w:t>عليهم‌السلام</w:t>
      </w:r>
      <w:r w:rsidRPr="003E3506">
        <w:rPr>
          <w:rtl/>
          <w:lang w:bidi="fa-IR"/>
        </w:rPr>
        <w:t xml:space="preserve"> در صورتى كه بى احترامى به آنان باشد نماز نخواند و در غير اين صورت اشكال ندارد.</w:t>
      </w:r>
    </w:p>
    <w:p w:rsidR="003E3506" w:rsidRPr="003E3506" w:rsidRDefault="003E3506" w:rsidP="003E3506">
      <w:pPr>
        <w:pStyle w:val="libNormal"/>
        <w:rPr>
          <w:lang w:bidi="fa-IR"/>
        </w:rPr>
      </w:pPr>
      <w:r w:rsidRPr="003E3506">
        <w:rPr>
          <w:rtl/>
          <w:lang w:bidi="fa-IR"/>
        </w:rPr>
        <w:lastRenderedPageBreak/>
        <w:t>١/٨٩٥ - شرط پنجم آنكه مكان نمازگزار اگر نجس است به طورى تر نباشد كه رطوبت آن به بدن يا لباس او برسد</w:t>
      </w:r>
      <w:r w:rsidR="000C4B14">
        <w:rPr>
          <w:rtl/>
          <w:lang w:bidi="fa-IR"/>
        </w:rPr>
        <w:t>،</w:t>
      </w:r>
      <w:r w:rsidRPr="003E3506">
        <w:rPr>
          <w:rtl/>
          <w:lang w:bidi="fa-IR"/>
        </w:rPr>
        <w:t xml:space="preserve"> ولى جايى كه پيشانى را بر آن مى گذارد اگر نجس باشد</w:t>
      </w:r>
      <w:r w:rsidR="000C4B14">
        <w:rPr>
          <w:rtl/>
          <w:lang w:bidi="fa-IR"/>
        </w:rPr>
        <w:t>،</w:t>
      </w:r>
      <w:r w:rsidRPr="003E3506">
        <w:rPr>
          <w:rtl/>
          <w:lang w:bidi="fa-IR"/>
        </w:rPr>
        <w:t xml:space="preserve"> در صورتى كه خشك هم باشد نماز باطل است</w:t>
      </w:r>
      <w:r w:rsidR="000C4B14">
        <w:rPr>
          <w:rtl/>
          <w:lang w:bidi="fa-IR"/>
        </w:rPr>
        <w:t>،</w:t>
      </w:r>
      <w:r w:rsidRPr="003E3506">
        <w:rPr>
          <w:rtl/>
          <w:lang w:bidi="fa-IR"/>
        </w:rPr>
        <w:t xml:space="preserve"> و احتياط مستحب آن است كه مكان نمازگزار اصلا نجس نباشد.</w:t>
      </w:r>
    </w:p>
    <w:p w:rsidR="003E3506" w:rsidRPr="003E3506" w:rsidRDefault="003E3506" w:rsidP="003E3506">
      <w:pPr>
        <w:pStyle w:val="libNormal"/>
        <w:rPr>
          <w:lang w:bidi="fa-IR"/>
        </w:rPr>
      </w:pPr>
      <w:r w:rsidRPr="003E3506">
        <w:rPr>
          <w:rtl/>
          <w:lang w:bidi="fa-IR"/>
        </w:rPr>
        <w:t>شرط ششم بايد بنابر احتياط لازم زن عقب تر از مرد بايستد</w:t>
      </w:r>
      <w:r w:rsidR="000C4B14">
        <w:rPr>
          <w:rtl/>
          <w:lang w:bidi="fa-IR"/>
        </w:rPr>
        <w:t>،</w:t>
      </w:r>
      <w:r w:rsidRPr="003E3506">
        <w:rPr>
          <w:rtl/>
          <w:lang w:bidi="fa-IR"/>
        </w:rPr>
        <w:t xml:space="preserve"> اقلا به مقدارى كه جاى سجده او برابر جاى دو زانوى مرد در حال سجده باشد.</w:t>
      </w:r>
    </w:p>
    <w:p w:rsidR="003E3506" w:rsidRPr="003E3506" w:rsidRDefault="003E3506" w:rsidP="003E3506">
      <w:pPr>
        <w:pStyle w:val="libNormal"/>
        <w:rPr>
          <w:lang w:bidi="fa-IR"/>
        </w:rPr>
      </w:pPr>
      <w:r w:rsidRPr="003E3506">
        <w:rPr>
          <w:rtl/>
          <w:lang w:bidi="fa-IR"/>
        </w:rPr>
        <w:t>٨٩٦ - اگر زن برابر مرد يا جلوتر بايستد و با هم وارد نماز شوند بايد نماز را دوباره بخوانند</w:t>
      </w:r>
      <w:r w:rsidR="000C4B14">
        <w:rPr>
          <w:rtl/>
          <w:lang w:bidi="fa-IR"/>
        </w:rPr>
        <w:t>،</w:t>
      </w:r>
      <w:r w:rsidRPr="003E3506">
        <w:rPr>
          <w:rtl/>
          <w:lang w:bidi="fa-IR"/>
        </w:rPr>
        <w:t xml:space="preserve"> و همچنين است اگر يكى زودتر از ديگرى به نماز بايستد.</w:t>
      </w:r>
    </w:p>
    <w:p w:rsidR="003E3506" w:rsidRPr="003E3506" w:rsidRDefault="003E3506" w:rsidP="003E3506">
      <w:pPr>
        <w:pStyle w:val="libNormal"/>
        <w:rPr>
          <w:lang w:bidi="fa-IR"/>
        </w:rPr>
      </w:pPr>
      <w:r w:rsidRPr="003E3506">
        <w:rPr>
          <w:rtl/>
          <w:lang w:bidi="fa-IR"/>
        </w:rPr>
        <w:t>٨٩٧ - اگر بين مرد و زن كه برابر هم ايستاده اند يا زن جلوتر ايستاده و نماز مى خوانند ديوار يا پرده يا چيز ديگرى باشد كه يكديگر را نبينند يا آنكه فاصله بيش از ده ذراع باشد</w:t>
      </w:r>
      <w:r w:rsidR="000C4B14">
        <w:rPr>
          <w:rtl/>
          <w:lang w:bidi="fa-IR"/>
        </w:rPr>
        <w:t>،</w:t>
      </w:r>
      <w:r w:rsidRPr="003E3506">
        <w:rPr>
          <w:rtl/>
          <w:lang w:bidi="fa-IR"/>
        </w:rPr>
        <w:t xml:space="preserve"> نماز هر دو صحيح است</w:t>
      </w:r>
      <w:r w:rsidR="000C4B14">
        <w:rPr>
          <w:rtl/>
          <w:lang w:bidi="fa-IR"/>
        </w:rPr>
        <w:t>.</w:t>
      </w:r>
    </w:p>
    <w:p w:rsidR="003E3506" w:rsidRPr="003E3506" w:rsidRDefault="003E3506" w:rsidP="003E3506">
      <w:pPr>
        <w:pStyle w:val="libNormal"/>
        <w:rPr>
          <w:lang w:bidi="fa-IR"/>
        </w:rPr>
      </w:pPr>
      <w:r w:rsidRPr="003E3506">
        <w:rPr>
          <w:rtl/>
          <w:lang w:bidi="fa-IR"/>
        </w:rPr>
        <w:t>١ / ٨٩٧ - شرط هفتم آنكه جاى پيشانى نمازگزار از جاى دو زانو و سر انگشتان پاى او بيش از چهار انگشت بسته پست تر</w:t>
      </w:r>
      <w:r w:rsidR="000C4B14">
        <w:rPr>
          <w:rtl/>
          <w:lang w:bidi="fa-IR"/>
        </w:rPr>
        <w:t>،</w:t>
      </w:r>
      <w:r w:rsidRPr="003E3506">
        <w:rPr>
          <w:rtl/>
          <w:lang w:bidi="fa-IR"/>
        </w:rPr>
        <w:t xml:space="preserve"> يا بلندتر نباشد.</w:t>
      </w:r>
    </w:p>
    <w:p w:rsidR="003E3506" w:rsidRPr="003E3506" w:rsidRDefault="003E3506" w:rsidP="003E3506">
      <w:pPr>
        <w:pStyle w:val="libNormal"/>
        <w:rPr>
          <w:lang w:bidi="fa-IR"/>
        </w:rPr>
      </w:pPr>
      <w:r w:rsidRPr="003E3506">
        <w:rPr>
          <w:rtl/>
          <w:lang w:bidi="fa-IR"/>
        </w:rPr>
        <w:t>و تفصيل اين مساله در احكام سجده گفته مى شود.</w:t>
      </w:r>
    </w:p>
    <w:p w:rsidR="003E3506" w:rsidRPr="003E3506" w:rsidRDefault="003E3506" w:rsidP="003E3506">
      <w:pPr>
        <w:pStyle w:val="libNormal"/>
        <w:rPr>
          <w:lang w:bidi="fa-IR"/>
        </w:rPr>
      </w:pPr>
      <w:r w:rsidRPr="003E3506">
        <w:rPr>
          <w:rtl/>
          <w:lang w:bidi="fa-IR"/>
        </w:rPr>
        <w:t>٨٩٨ - بودن مرد و زن نامحرم در جايى كه احتمال وقوع در معصيت را بدهند حرام است و احتياط مستحب آن است كه در آنجا نماز نخوانند.</w:t>
      </w:r>
    </w:p>
    <w:p w:rsidR="003E3506" w:rsidRPr="003E3506" w:rsidRDefault="003E3506" w:rsidP="003E3506">
      <w:pPr>
        <w:pStyle w:val="libNormal"/>
        <w:rPr>
          <w:lang w:bidi="fa-IR"/>
        </w:rPr>
      </w:pPr>
      <w:r w:rsidRPr="003E3506">
        <w:rPr>
          <w:rtl/>
          <w:lang w:bidi="fa-IR"/>
        </w:rPr>
        <w:t>٨٩٩ - نماز خواندن در جايى كه تار مى زنند يا مانند آن را استعمال مى كنند باطل نيست</w:t>
      </w:r>
      <w:r w:rsidR="000C4B14">
        <w:rPr>
          <w:rtl/>
          <w:lang w:bidi="fa-IR"/>
        </w:rPr>
        <w:t>،</w:t>
      </w:r>
      <w:r w:rsidRPr="003E3506">
        <w:rPr>
          <w:rtl/>
          <w:lang w:bidi="fa-IR"/>
        </w:rPr>
        <w:t xml:space="preserve"> اگر چه گوش دادن و استعمال آن معصيت است</w:t>
      </w:r>
      <w:r w:rsidR="000C4B14">
        <w:rPr>
          <w:rtl/>
          <w:lang w:bidi="fa-IR"/>
        </w:rPr>
        <w:t>.</w:t>
      </w:r>
    </w:p>
    <w:p w:rsidR="003E3506" w:rsidRPr="003E3506" w:rsidRDefault="003E3506" w:rsidP="003E3506">
      <w:pPr>
        <w:pStyle w:val="libNormal"/>
        <w:rPr>
          <w:lang w:bidi="fa-IR"/>
        </w:rPr>
      </w:pPr>
      <w:r w:rsidRPr="003E3506">
        <w:rPr>
          <w:rtl/>
          <w:lang w:bidi="fa-IR"/>
        </w:rPr>
        <w:t>٩٠٠ - احتياط واجب آن است كه در خانه كعبه و بر بام آن در حال اختيار نماز واجب نخوانند</w:t>
      </w:r>
      <w:r w:rsidR="000C4B14">
        <w:rPr>
          <w:rtl/>
          <w:lang w:bidi="fa-IR"/>
        </w:rPr>
        <w:t>،</w:t>
      </w:r>
      <w:r w:rsidRPr="003E3506">
        <w:rPr>
          <w:rtl/>
          <w:lang w:bidi="fa-IR"/>
        </w:rPr>
        <w:t xml:space="preserve"> ولى در حال ناچارى اشكال ندارد.</w:t>
      </w:r>
    </w:p>
    <w:p w:rsidR="003E3506" w:rsidRPr="003E3506" w:rsidRDefault="003E3506" w:rsidP="003E3506">
      <w:pPr>
        <w:pStyle w:val="libNormal"/>
        <w:rPr>
          <w:lang w:bidi="fa-IR"/>
        </w:rPr>
      </w:pPr>
      <w:r w:rsidRPr="003E3506">
        <w:rPr>
          <w:rtl/>
          <w:lang w:bidi="fa-IR"/>
        </w:rPr>
        <w:t>٩٠١ - خواندن نماز مستحب در خانه كعبه و بر بام آن اشكال ندارد بلكه مستحب است در داخل خانه مقابل هر ركنى دو ركعت نماز بخوانند.</w:t>
      </w:r>
    </w:p>
    <w:p w:rsidR="003E3506" w:rsidRPr="003E3506" w:rsidRDefault="0027149B" w:rsidP="003E3506">
      <w:pPr>
        <w:pStyle w:val="libNormal"/>
        <w:rPr>
          <w:lang w:bidi="fa-IR"/>
        </w:rPr>
      </w:pPr>
      <w:r>
        <w:rPr>
          <w:rtl/>
          <w:lang w:bidi="fa-IR"/>
        </w:rPr>
        <w:br w:type="page"/>
      </w:r>
    </w:p>
    <w:p w:rsidR="003E3506" w:rsidRDefault="00605FAB" w:rsidP="0027149B">
      <w:pPr>
        <w:pStyle w:val="Heading3"/>
        <w:rPr>
          <w:rtl/>
          <w:lang w:bidi="fa-IR"/>
        </w:rPr>
      </w:pPr>
      <w:bookmarkStart w:id="109" w:name="_Toc24454532"/>
      <w:r>
        <w:rPr>
          <w:rtl/>
          <w:lang w:bidi="fa-IR"/>
        </w:rPr>
        <w:t>(</w:t>
      </w:r>
      <w:r w:rsidR="003E3506" w:rsidRPr="003E3506">
        <w:rPr>
          <w:rtl/>
          <w:lang w:bidi="fa-IR"/>
        </w:rPr>
        <w:t>جاهايى كه نماز خواندن در آنها مستحب است</w:t>
      </w:r>
      <w:r>
        <w:rPr>
          <w:rtl/>
          <w:lang w:bidi="fa-IR"/>
        </w:rPr>
        <w:t>)</w:t>
      </w:r>
      <w:bookmarkEnd w:id="109"/>
    </w:p>
    <w:p w:rsidR="003E3506" w:rsidRPr="003E3506" w:rsidRDefault="003E3506" w:rsidP="003E3506">
      <w:pPr>
        <w:pStyle w:val="libNormal"/>
        <w:rPr>
          <w:lang w:bidi="fa-IR"/>
        </w:rPr>
      </w:pPr>
      <w:r w:rsidRPr="003E3506">
        <w:rPr>
          <w:rtl/>
          <w:lang w:bidi="fa-IR"/>
        </w:rPr>
        <w:t>٩٠٢ - در شرع مقدس اسلام بسيار سفارش شده است</w:t>
      </w:r>
      <w:r w:rsidR="000C4B14">
        <w:rPr>
          <w:rtl/>
          <w:lang w:bidi="fa-IR"/>
        </w:rPr>
        <w:t>،</w:t>
      </w:r>
      <w:r w:rsidRPr="003E3506">
        <w:rPr>
          <w:rtl/>
          <w:lang w:bidi="fa-IR"/>
        </w:rPr>
        <w:t xml:space="preserve"> كه نماز را در مسجد بخوانند</w:t>
      </w:r>
      <w:r w:rsidR="000C4B14">
        <w:rPr>
          <w:rtl/>
          <w:lang w:bidi="fa-IR"/>
        </w:rPr>
        <w:t>،</w:t>
      </w:r>
      <w:r w:rsidRPr="003E3506">
        <w:rPr>
          <w:rtl/>
          <w:lang w:bidi="fa-IR"/>
        </w:rPr>
        <w:t xml:space="preserve"> و بهتر از همه مسجدها مسجد الحرام است و بعد از آن مسجد پيغمبر </w:t>
      </w:r>
      <w:r w:rsidR="00884B11" w:rsidRPr="00884B11">
        <w:rPr>
          <w:rStyle w:val="libAlaemChar"/>
          <w:rtl/>
        </w:rPr>
        <w:t>صلى‌الله‌عليه‌وآله‌وسلم</w:t>
      </w:r>
      <w:r w:rsidRPr="003E3506">
        <w:rPr>
          <w:rtl/>
          <w:lang w:bidi="fa-IR"/>
        </w:rPr>
        <w:t xml:space="preserve"> وسلم و بعد از آن مسجد كوفه و بعد از آن مسجد بيت المقدس و بعد از آن مسجد جامع هر شهر و بعد از آن مسجد محله و بعد از آن مسجد بازار است</w:t>
      </w:r>
      <w:r w:rsidR="000C4B14">
        <w:rPr>
          <w:rtl/>
          <w:lang w:bidi="fa-IR"/>
        </w:rPr>
        <w:t>.</w:t>
      </w:r>
    </w:p>
    <w:p w:rsidR="003E3506" w:rsidRPr="003E3506" w:rsidRDefault="003E3506" w:rsidP="003E3506">
      <w:pPr>
        <w:pStyle w:val="libNormal"/>
        <w:rPr>
          <w:lang w:bidi="fa-IR"/>
        </w:rPr>
      </w:pPr>
      <w:r w:rsidRPr="003E3506">
        <w:rPr>
          <w:rtl/>
          <w:lang w:bidi="fa-IR"/>
        </w:rPr>
        <w:t>٩٠٣ - براى زنان بهتر آن است كه نماز خود را در جايى بخوانند كه از ديگر جاها در محفوظ بودن از نامحرم مناسبتر باشد</w:t>
      </w:r>
      <w:r w:rsidR="000C4B14">
        <w:rPr>
          <w:rtl/>
          <w:lang w:bidi="fa-IR"/>
        </w:rPr>
        <w:t>،</w:t>
      </w:r>
      <w:r w:rsidRPr="003E3506">
        <w:rPr>
          <w:rtl/>
          <w:lang w:bidi="fa-IR"/>
        </w:rPr>
        <w:t xml:space="preserve"> خواه اين جا خانه باشد يا مسجد يا جاى ديگر.</w:t>
      </w:r>
    </w:p>
    <w:p w:rsidR="003E3506" w:rsidRPr="003E3506" w:rsidRDefault="003E3506" w:rsidP="003E3506">
      <w:pPr>
        <w:pStyle w:val="libNormal"/>
        <w:rPr>
          <w:lang w:bidi="fa-IR"/>
        </w:rPr>
      </w:pPr>
      <w:r w:rsidRPr="003E3506">
        <w:rPr>
          <w:rtl/>
          <w:lang w:bidi="fa-IR"/>
        </w:rPr>
        <w:t xml:space="preserve">٩٠٤ - نماز خواندن در حرم امامان </w:t>
      </w:r>
      <w:r w:rsidR="001B16BC" w:rsidRPr="001B16BC">
        <w:rPr>
          <w:rStyle w:val="libAlaemChar"/>
          <w:rtl/>
        </w:rPr>
        <w:t>عليهم‌السلام</w:t>
      </w:r>
      <w:r w:rsidRPr="003E3506">
        <w:rPr>
          <w:rtl/>
          <w:lang w:bidi="fa-IR"/>
        </w:rPr>
        <w:t xml:space="preserve"> مستحب بلكه بهتر از مسجد است</w:t>
      </w:r>
      <w:r w:rsidR="000C4B14">
        <w:rPr>
          <w:rtl/>
          <w:lang w:bidi="fa-IR"/>
        </w:rPr>
        <w:t>،</w:t>
      </w:r>
      <w:r w:rsidRPr="003E3506">
        <w:rPr>
          <w:rtl/>
          <w:lang w:bidi="fa-IR"/>
        </w:rPr>
        <w:t xml:space="preserve"> و مروى است كه نماز در حرم مطهر حضرت امير المؤمنين </w:t>
      </w:r>
      <w:r w:rsidR="001B16BC" w:rsidRPr="001B16BC">
        <w:rPr>
          <w:rStyle w:val="libAlaemChar"/>
          <w:rtl/>
        </w:rPr>
        <w:t>عليه‌السلام</w:t>
      </w:r>
      <w:r w:rsidRPr="003E3506">
        <w:rPr>
          <w:rtl/>
          <w:lang w:bidi="fa-IR"/>
        </w:rPr>
        <w:t xml:space="preserve"> برابر دويست هزار نماز است</w:t>
      </w:r>
      <w:r w:rsidR="000C4B14">
        <w:rPr>
          <w:rtl/>
          <w:lang w:bidi="fa-IR"/>
        </w:rPr>
        <w:t>.</w:t>
      </w:r>
    </w:p>
    <w:p w:rsidR="003E3506" w:rsidRPr="003E3506" w:rsidRDefault="003E3506" w:rsidP="003E3506">
      <w:pPr>
        <w:pStyle w:val="libNormal"/>
        <w:rPr>
          <w:lang w:bidi="fa-IR"/>
        </w:rPr>
      </w:pPr>
      <w:r w:rsidRPr="003E3506">
        <w:rPr>
          <w:rtl/>
          <w:lang w:bidi="fa-IR"/>
        </w:rPr>
        <w:t>٩٠٥ - زياد رفتن به مسجد و رفتن در مسجدى كه نمازگزار ندارد</w:t>
      </w:r>
      <w:r w:rsidR="000C4B14">
        <w:rPr>
          <w:rtl/>
          <w:lang w:bidi="fa-IR"/>
        </w:rPr>
        <w:t>،</w:t>
      </w:r>
      <w:r w:rsidRPr="003E3506">
        <w:rPr>
          <w:rtl/>
          <w:lang w:bidi="fa-IR"/>
        </w:rPr>
        <w:t xml:space="preserve"> مستحب است</w:t>
      </w:r>
      <w:r w:rsidR="000C4B14">
        <w:rPr>
          <w:rtl/>
          <w:lang w:bidi="fa-IR"/>
        </w:rPr>
        <w:t>.</w:t>
      </w:r>
    </w:p>
    <w:p w:rsidR="003E3506" w:rsidRPr="003E3506" w:rsidRDefault="003E3506" w:rsidP="003E3506">
      <w:pPr>
        <w:pStyle w:val="libNormal"/>
        <w:rPr>
          <w:lang w:bidi="fa-IR"/>
        </w:rPr>
      </w:pPr>
      <w:r w:rsidRPr="003E3506">
        <w:rPr>
          <w:rtl/>
          <w:lang w:bidi="fa-IR"/>
        </w:rPr>
        <w:t>و همسايه مسجد اگر عذرى نداشته باشد</w:t>
      </w:r>
      <w:r w:rsidR="000C4B14">
        <w:rPr>
          <w:rtl/>
          <w:lang w:bidi="fa-IR"/>
        </w:rPr>
        <w:t>،</w:t>
      </w:r>
      <w:r w:rsidRPr="003E3506">
        <w:rPr>
          <w:rtl/>
          <w:lang w:bidi="fa-IR"/>
        </w:rPr>
        <w:t xml:space="preserve"> مكروه است در غير مسجد نماز بخواند.</w:t>
      </w:r>
    </w:p>
    <w:p w:rsidR="003E3506" w:rsidRPr="003E3506" w:rsidRDefault="003E3506" w:rsidP="003E3506">
      <w:pPr>
        <w:pStyle w:val="libNormal"/>
        <w:rPr>
          <w:lang w:bidi="fa-IR"/>
        </w:rPr>
      </w:pPr>
      <w:r w:rsidRPr="003E3506">
        <w:rPr>
          <w:rtl/>
          <w:lang w:bidi="fa-IR"/>
        </w:rPr>
        <w:t>٩٠٦ - مستحب است انسان با كسى كه در مسجد حاضر نمى شود غذا نخورد و در كارها با او مشورت نكند و همسايه او نشود و از او زن نگيرد و به او زن ندهد.</w:t>
      </w:r>
    </w:p>
    <w:p w:rsidR="003E3506" w:rsidRPr="003E3506" w:rsidRDefault="0027149B" w:rsidP="003E3506">
      <w:pPr>
        <w:pStyle w:val="libNormal"/>
        <w:rPr>
          <w:lang w:bidi="fa-IR"/>
        </w:rPr>
      </w:pPr>
      <w:r>
        <w:rPr>
          <w:rtl/>
          <w:lang w:bidi="fa-IR"/>
        </w:rPr>
        <w:br w:type="page"/>
      </w:r>
    </w:p>
    <w:p w:rsidR="003E3506" w:rsidRDefault="00605FAB" w:rsidP="0027149B">
      <w:pPr>
        <w:pStyle w:val="Heading3"/>
        <w:rPr>
          <w:rtl/>
          <w:lang w:bidi="fa-IR"/>
        </w:rPr>
      </w:pPr>
      <w:bookmarkStart w:id="110" w:name="_Toc24454533"/>
      <w:r>
        <w:rPr>
          <w:rtl/>
          <w:lang w:bidi="fa-IR"/>
        </w:rPr>
        <w:t>(</w:t>
      </w:r>
      <w:r w:rsidR="003E3506" w:rsidRPr="003E3506">
        <w:rPr>
          <w:rtl/>
          <w:lang w:bidi="fa-IR"/>
        </w:rPr>
        <w:t>جاهايى كه نماز خواندن در آنها مكروه است</w:t>
      </w:r>
      <w:r>
        <w:rPr>
          <w:rtl/>
          <w:lang w:bidi="fa-IR"/>
        </w:rPr>
        <w:t>)</w:t>
      </w:r>
      <w:bookmarkEnd w:id="110"/>
    </w:p>
    <w:p w:rsidR="003E3506" w:rsidRPr="003E3506" w:rsidRDefault="003E3506" w:rsidP="00D44C1D">
      <w:pPr>
        <w:pStyle w:val="libNormal"/>
        <w:rPr>
          <w:lang w:bidi="fa-IR"/>
        </w:rPr>
      </w:pPr>
      <w:r w:rsidRPr="003E3506">
        <w:rPr>
          <w:rtl/>
          <w:lang w:bidi="fa-IR"/>
        </w:rPr>
        <w:t>٩٠٧ - نماز خواندن در چند جا مكروه است و از آن جمله است</w:t>
      </w:r>
      <w:r w:rsidR="00553569">
        <w:rPr>
          <w:rtl/>
          <w:lang w:bidi="fa-IR"/>
        </w:rPr>
        <w:t>:</w:t>
      </w:r>
      <w:r w:rsidRPr="003E3506">
        <w:rPr>
          <w:rtl/>
          <w:lang w:bidi="fa-IR"/>
        </w:rPr>
        <w:t xml:space="preserve"> </w:t>
      </w:r>
      <w:r w:rsidR="00605FAB">
        <w:rPr>
          <w:rtl/>
          <w:lang w:bidi="fa-IR"/>
        </w:rPr>
        <w:t>(</w:t>
      </w:r>
      <w:r w:rsidRPr="003E3506">
        <w:rPr>
          <w:rtl/>
          <w:lang w:bidi="fa-IR"/>
        </w:rPr>
        <w:t>١</w:t>
      </w:r>
      <w:r w:rsidR="00605FAB">
        <w:rPr>
          <w:rtl/>
          <w:lang w:bidi="fa-IR"/>
        </w:rPr>
        <w:t>)</w:t>
      </w:r>
      <w:r w:rsidRPr="003E3506">
        <w:rPr>
          <w:rtl/>
          <w:lang w:bidi="fa-IR"/>
        </w:rPr>
        <w:t xml:space="preserve"> حمام </w:t>
      </w:r>
      <w:r w:rsidR="00605FAB">
        <w:rPr>
          <w:rtl/>
          <w:lang w:bidi="fa-IR"/>
        </w:rPr>
        <w:t>(</w:t>
      </w:r>
      <w:r w:rsidRPr="003E3506">
        <w:rPr>
          <w:rtl/>
          <w:lang w:bidi="fa-IR"/>
        </w:rPr>
        <w:t>٢</w:t>
      </w:r>
      <w:r w:rsidR="00605FAB">
        <w:rPr>
          <w:rtl/>
          <w:lang w:bidi="fa-IR"/>
        </w:rPr>
        <w:t>)</w:t>
      </w:r>
      <w:r w:rsidRPr="003E3506">
        <w:rPr>
          <w:rtl/>
          <w:lang w:bidi="fa-IR"/>
        </w:rPr>
        <w:t xml:space="preserve"> زمين نمكزار </w:t>
      </w:r>
      <w:r w:rsidR="00605FAB">
        <w:rPr>
          <w:rtl/>
          <w:lang w:bidi="fa-IR"/>
        </w:rPr>
        <w:t>(</w:t>
      </w:r>
      <w:r w:rsidRPr="003E3506">
        <w:rPr>
          <w:rtl/>
          <w:lang w:bidi="fa-IR"/>
        </w:rPr>
        <w:t>٣</w:t>
      </w:r>
      <w:r w:rsidR="00605FAB">
        <w:rPr>
          <w:rtl/>
          <w:lang w:bidi="fa-IR"/>
        </w:rPr>
        <w:t>)</w:t>
      </w:r>
      <w:r w:rsidRPr="003E3506">
        <w:rPr>
          <w:rtl/>
          <w:lang w:bidi="fa-IR"/>
        </w:rPr>
        <w:t xml:space="preserve"> مقابل انسان </w:t>
      </w:r>
      <w:r w:rsidR="00605FAB">
        <w:rPr>
          <w:rtl/>
          <w:lang w:bidi="fa-IR"/>
        </w:rPr>
        <w:t>(</w:t>
      </w:r>
      <w:r w:rsidRPr="003E3506">
        <w:rPr>
          <w:rtl/>
          <w:lang w:bidi="fa-IR"/>
        </w:rPr>
        <w:t>٤</w:t>
      </w:r>
      <w:r w:rsidR="00605FAB">
        <w:rPr>
          <w:rtl/>
          <w:lang w:bidi="fa-IR"/>
        </w:rPr>
        <w:t>)</w:t>
      </w:r>
      <w:r w:rsidRPr="003E3506">
        <w:rPr>
          <w:rtl/>
          <w:lang w:bidi="fa-IR"/>
        </w:rPr>
        <w:t xml:space="preserve"> مقابل درى كه باز است </w:t>
      </w:r>
      <w:r w:rsidR="00605FAB">
        <w:rPr>
          <w:rtl/>
          <w:lang w:bidi="fa-IR"/>
        </w:rPr>
        <w:t>(</w:t>
      </w:r>
      <w:r w:rsidRPr="003E3506">
        <w:rPr>
          <w:rtl/>
          <w:lang w:bidi="fa-IR"/>
        </w:rPr>
        <w:t>٥</w:t>
      </w:r>
      <w:r w:rsidR="00605FAB">
        <w:rPr>
          <w:rtl/>
          <w:lang w:bidi="fa-IR"/>
        </w:rPr>
        <w:t>)</w:t>
      </w:r>
      <w:r w:rsidRPr="003E3506">
        <w:rPr>
          <w:rtl/>
          <w:lang w:bidi="fa-IR"/>
        </w:rPr>
        <w:t xml:space="preserve"> در جاده و خيابان و كوچه اگر براى كسانى كه عبور مى كنند زحمت نباشد و چنانچه زحمت باشد مزاحمت حرام است </w:t>
      </w:r>
      <w:r w:rsidR="00605FAB">
        <w:rPr>
          <w:rtl/>
          <w:lang w:bidi="fa-IR"/>
        </w:rPr>
        <w:t>(</w:t>
      </w:r>
      <w:r w:rsidRPr="003E3506">
        <w:rPr>
          <w:rtl/>
          <w:lang w:bidi="fa-IR"/>
        </w:rPr>
        <w:t>٦</w:t>
      </w:r>
      <w:r w:rsidR="00605FAB">
        <w:rPr>
          <w:rtl/>
          <w:lang w:bidi="fa-IR"/>
        </w:rPr>
        <w:t>)</w:t>
      </w:r>
      <w:r w:rsidRPr="003E3506">
        <w:rPr>
          <w:rtl/>
          <w:lang w:bidi="fa-IR"/>
        </w:rPr>
        <w:t xml:space="preserve"> مقابل آتش و چراغ </w:t>
      </w:r>
      <w:r w:rsidR="00605FAB">
        <w:rPr>
          <w:rtl/>
          <w:lang w:bidi="fa-IR"/>
        </w:rPr>
        <w:t>(</w:t>
      </w:r>
      <w:r w:rsidRPr="003E3506">
        <w:rPr>
          <w:rtl/>
          <w:lang w:bidi="fa-IR"/>
        </w:rPr>
        <w:t>٧</w:t>
      </w:r>
      <w:r w:rsidR="00605FAB">
        <w:rPr>
          <w:rtl/>
          <w:lang w:bidi="fa-IR"/>
        </w:rPr>
        <w:t>)</w:t>
      </w:r>
      <w:r w:rsidRPr="003E3506">
        <w:rPr>
          <w:rtl/>
          <w:lang w:bidi="fa-IR"/>
        </w:rPr>
        <w:t xml:space="preserve"> در آشپزخانه و هر جا كه كوره آتش باشد </w:t>
      </w:r>
      <w:r w:rsidR="00605FAB">
        <w:rPr>
          <w:rtl/>
          <w:lang w:bidi="fa-IR"/>
        </w:rPr>
        <w:t>(</w:t>
      </w:r>
      <w:r w:rsidRPr="003E3506">
        <w:rPr>
          <w:rtl/>
          <w:lang w:bidi="fa-IR"/>
        </w:rPr>
        <w:t>٨</w:t>
      </w:r>
      <w:r w:rsidR="00605FAB">
        <w:rPr>
          <w:rtl/>
          <w:lang w:bidi="fa-IR"/>
        </w:rPr>
        <w:t>)</w:t>
      </w:r>
      <w:r w:rsidRPr="003E3506">
        <w:rPr>
          <w:rtl/>
          <w:lang w:bidi="fa-IR"/>
        </w:rPr>
        <w:t xml:space="preserve"> مقابل چاه و چاله اى كه محل بول باشد </w:t>
      </w:r>
      <w:r w:rsidR="00605FAB">
        <w:rPr>
          <w:rtl/>
          <w:lang w:bidi="fa-IR"/>
        </w:rPr>
        <w:t>(</w:t>
      </w:r>
      <w:r w:rsidRPr="003E3506">
        <w:rPr>
          <w:rtl/>
          <w:lang w:bidi="fa-IR"/>
        </w:rPr>
        <w:t>٩</w:t>
      </w:r>
      <w:r w:rsidR="00605FAB">
        <w:rPr>
          <w:rtl/>
          <w:lang w:bidi="fa-IR"/>
        </w:rPr>
        <w:t>)</w:t>
      </w:r>
      <w:r w:rsidRPr="003E3506">
        <w:rPr>
          <w:rtl/>
          <w:lang w:bidi="fa-IR"/>
        </w:rPr>
        <w:t xml:space="preserve"> روبروى عكس و مجسمه چيزى كه روح دارد</w:t>
      </w:r>
      <w:r w:rsidR="000C4B14">
        <w:rPr>
          <w:rtl/>
          <w:lang w:bidi="fa-IR"/>
        </w:rPr>
        <w:t>،</w:t>
      </w:r>
      <w:r w:rsidRPr="003E3506">
        <w:rPr>
          <w:rtl/>
          <w:lang w:bidi="fa-IR"/>
        </w:rPr>
        <w:t xml:space="preserve"> مگر آنكه روى آن پرده بكشند.</w:t>
      </w:r>
      <w:r w:rsidR="00D44C1D">
        <w:rPr>
          <w:rFonts w:hint="cs"/>
          <w:rtl/>
          <w:lang w:bidi="fa-IR"/>
        </w:rPr>
        <w:t xml:space="preserve"> </w:t>
      </w:r>
      <w:r w:rsidR="00605FAB">
        <w:rPr>
          <w:rtl/>
          <w:lang w:bidi="fa-IR"/>
        </w:rPr>
        <w:t>(</w:t>
      </w:r>
      <w:r w:rsidRPr="003E3506">
        <w:rPr>
          <w:rtl/>
          <w:lang w:bidi="fa-IR"/>
        </w:rPr>
        <w:t>١٠</w:t>
      </w:r>
      <w:r w:rsidR="00605FAB">
        <w:rPr>
          <w:rtl/>
          <w:lang w:bidi="fa-IR"/>
        </w:rPr>
        <w:t>)</w:t>
      </w:r>
      <w:r w:rsidRPr="003E3506">
        <w:rPr>
          <w:rtl/>
          <w:lang w:bidi="fa-IR"/>
        </w:rPr>
        <w:t xml:space="preserve"> در اطاقى كه جنب در آن باشد </w:t>
      </w:r>
      <w:r w:rsidR="00605FAB">
        <w:rPr>
          <w:rtl/>
          <w:lang w:bidi="fa-IR"/>
        </w:rPr>
        <w:t>(</w:t>
      </w:r>
      <w:r w:rsidRPr="003E3506">
        <w:rPr>
          <w:rtl/>
          <w:lang w:bidi="fa-IR"/>
        </w:rPr>
        <w:t>١١</w:t>
      </w:r>
      <w:r w:rsidR="00605FAB">
        <w:rPr>
          <w:rtl/>
          <w:lang w:bidi="fa-IR"/>
        </w:rPr>
        <w:t>)</w:t>
      </w:r>
      <w:r w:rsidRPr="003E3506">
        <w:rPr>
          <w:rtl/>
          <w:lang w:bidi="fa-IR"/>
        </w:rPr>
        <w:t xml:space="preserve"> در جايى كه عكس باشد اگر چه روبروى نمازگزار نباشد </w:t>
      </w:r>
      <w:r w:rsidR="00605FAB">
        <w:rPr>
          <w:rtl/>
          <w:lang w:bidi="fa-IR"/>
        </w:rPr>
        <w:t>(</w:t>
      </w:r>
      <w:r w:rsidRPr="003E3506">
        <w:rPr>
          <w:rtl/>
          <w:lang w:bidi="fa-IR"/>
        </w:rPr>
        <w:t>١٢</w:t>
      </w:r>
      <w:r w:rsidR="00605FAB">
        <w:rPr>
          <w:rtl/>
          <w:lang w:bidi="fa-IR"/>
        </w:rPr>
        <w:t>)</w:t>
      </w:r>
      <w:r w:rsidRPr="003E3506">
        <w:rPr>
          <w:rtl/>
          <w:lang w:bidi="fa-IR"/>
        </w:rPr>
        <w:t xml:space="preserve"> مقابل قبر </w:t>
      </w:r>
      <w:r w:rsidR="00605FAB">
        <w:rPr>
          <w:rtl/>
          <w:lang w:bidi="fa-IR"/>
        </w:rPr>
        <w:t>(</w:t>
      </w:r>
      <w:r w:rsidRPr="003E3506">
        <w:rPr>
          <w:rtl/>
          <w:lang w:bidi="fa-IR"/>
        </w:rPr>
        <w:t>١٣</w:t>
      </w:r>
      <w:r w:rsidR="00605FAB">
        <w:rPr>
          <w:rtl/>
          <w:lang w:bidi="fa-IR"/>
        </w:rPr>
        <w:t>)</w:t>
      </w:r>
      <w:r w:rsidRPr="003E3506">
        <w:rPr>
          <w:rtl/>
          <w:lang w:bidi="fa-IR"/>
        </w:rPr>
        <w:t xml:space="preserve"> روى قبر </w:t>
      </w:r>
      <w:r w:rsidR="00605FAB">
        <w:rPr>
          <w:rtl/>
          <w:lang w:bidi="fa-IR"/>
        </w:rPr>
        <w:t>(</w:t>
      </w:r>
      <w:r w:rsidRPr="003E3506">
        <w:rPr>
          <w:rtl/>
          <w:lang w:bidi="fa-IR"/>
        </w:rPr>
        <w:t>١٤</w:t>
      </w:r>
      <w:r w:rsidR="00605FAB">
        <w:rPr>
          <w:rtl/>
          <w:lang w:bidi="fa-IR"/>
        </w:rPr>
        <w:t>)</w:t>
      </w:r>
      <w:r w:rsidRPr="003E3506">
        <w:rPr>
          <w:rtl/>
          <w:lang w:bidi="fa-IR"/>
        </w:rPr>
        <w:t xml:space="preserve"> بين دو قبر </w:t>
      </w:r>
      <w:r w:rsidR="00605FAB">
        <w:rPr>
          <w:rtl/>
          <w:lang w:bidi="fa-IR"/>
        </w:rPr>
        <w:t>(</w:t>
      </w:r>
      <w:r w:rsidRPr="003E3506">
        <w:rPr>
          <w:rtl/>
          <w:lang w:bidi="fa-IR"/>
        </w:rPr>
        <w:t>١٥</w:t>
      </w:r>
      <w:r w:rsidR="00605FAB">
        <w:rPr>
          <w:rtl/>
          <w:lang w:bidi="fa-IR"/>
        </w:rPr>
        <w:t>)</w:t>
      </w:r>
      <w:r w:rsidRPr="003E3506">
        <w:rPr>
          <w:rtl/>
          <w:lang w:bidi="fa-IR"/>
        </w:rPr>
        <w:t xml:space="preserve"> در قبرستان</w:t>
      </w:r>
      <w:r w:rsidR="000C4B14">
        <w:rPr>
          <w:rtl/>
          <w:lang w:bidi="fa-IR"/>
        </w:rPr>
        <w:t>.</w:t>
      </w:r>
    </w:p>
    <w:p w:rsidR="003E3506" w:rsidRPr="003E3506" w:rsidRDefault="003E3506" w:rsidP="003E3506">
      <w:pPr>
        <w:pStyle w:val="libNormal"/>
        <w:rPr>
          <w:lang w:bidi="fa-IR"/>
        </w:rPr>
      </w:pPr>
      <w:r w:rsidRPr="003E3506">
        <w:rPr>
          <w:rtl/>
          <w:lang w:bidi="fa-IR"/>
        </w:rPr>
        <w:t>٩٠٨ - كسى كه در محل عبور مردم نماز مى خواند يا كسى روبروى او است</w:t>
      </w:r>
      <w:r w:rsidR="000C4B14">
        <w:rPr>
          <w:rtl/>
          <w:lang w:bidi="fa-IR"/>
        </w:rPr>
        <w:t>،</w:t>
      </w:r>
      <w:r w:rsidRPr="003E3506">
        <w:rPr>
          <w:rtl/>
          <w:lang w:bidi="fa-IR"/>
        </w:rPr>
        <w:t xml:space="preserve"> مستحب است جلوى خود چيزى بگذارد</w:t>
      </w:r>
      <w:r w:rsidR="000C4B14">
        <w:rPr>
          <w:rtl/>
          <w:lang w:bidi="fa-IR"/>
        </w:rPr>
        <w:t>،</w:t>
      </w:r>
      <w:r w:rsidRPr="003E3506">
        <w:rPr>
          <w:rtl/>
          <w:lang w:bidi="fa-IR"/>
        </w:rPr>
        <w:t xml:space="preserve"> و اگر چوب يا ريسمانى هم باشد كافى است</w:t>
      </w:r>
      <w:r w:rsidR="000C4B14">
        <w:rPr>
          <w:rtl/>
          <w:lang w:bidi="fa-IR"/>
        </w:rPr>
        <w:t>.</w:t>
      </w:r>
    </w:p>
    <w:p w:rsidR="003E3506" w:rsidRPr="003E3506" w:rsidRDefault="00D44C1D" w:rsidP="003E3506">
      <w:pPr>
        <w:pStyle w:val="libNormal"/>
        <w:rPr>
          <w:lang w:bidi="fa-IR"/>
        </w:rPr>
      </w:pPr>
      <w:r>
        <w:rPr>
          <w:rtl/>
          <w:lang w:bidi="fa-IR"/>
        </w:rPr>
        <w:br w:type="page"/>
      </w:r>
    </w:p>
    <w:p w:rsidR="003E3506" w:rsidRDefault="00605FAB" w:rsidP="00D44C1D">
      <w:pPr>
        <w:pStyle w:val="Heading2"/>
        <w:rPr>
          <w:rtl/>
          <w:lang w:bidi="fa-IR"/>
        </w:rPr>
      </w:pPr>
      <w:bookmarkStart w:id="111" w:name="_Toc24454534"/>
      <w:r>
        <w:rPr>
          <w:rtl/>
          <w:lang w:bidi="fa-IR"/>
        </w:rPr>
        <w:t>(</w:t>
      </w:r>
      <w:r w:rsidR="003E3506" w:rsidRPr="003E3506">
        <w:rPr>
          <w:rtl/>
          <w:lang w:bidi="fa-IR"/>
        </w:rPr>
        <w:t>احكام مسجد</w:t>
      </w:r>
      <w:r>
        <w:rPr>
          <w:rtl/>
          <w:lang w:bidi="fa-IR"/>
        </w:rPr>
        <w:t>)</w:t>
      </w:r>
      <w:bookmarkEnd w:id="111"/>
    </w:p>
    <w:p w:rsidR="003E3506" w:rsidRPr="003E3506" w:rsidRDefault="003E3506" w:rsidP="003E3506">
      <w:pPr>
        <w:pStyle w:val="libNormal"/>
        <w:rPr>
          <w:lang w:bidi="fa-IR"/>
        </w:rPr>
      </w:pPr>
      <w:r w:rsidRPr="003E3506">
        <w:rPr>
          <w:rtl/>
          <w:lang w:bidi="fa-IR"/>
        </w:rPr>
        <w:t>٩٠٩ - نجس كردن زمين و سقف و بام و طرف داخل ديوار مسجد حرام است و هر كس بفهمد كه نجس شده است بايد فورا نجاست آن را برطرف كند و احتياط مستحب آن است كه طرف بيرون ديوار مسجد را هم نجس نكنند</w:t>
      </w:r>
      <w:r w:rsidR="000C4B14">
        <w:rPr>
          <w:rtl/>
          <w:lang w:bidi="fa-IR"/>
        </w:rPr>
        <w:t>،</w:t>
      </w:r>
      <w:r w:rsidRPr="003E3506">
        <w:rPr>
          <w:rtl/>
          <w:lang w:bidi="fa-IR"/>
        </w:rPr>
        <w:t xml:space="preserve"> و اگر نجس شود برطرف كردن آن لازم نيست</w:t>
      </w:r>
      <w:r w:rsidR="000C4B14">
        <w:rPr>
          <w:rtl/>
          <w:lang w:bidi="fa-IR"/>
        </w:rPr>
        <w:t>،</w:t>
      </w:r>
      <w:r w:rsidRPr="003E3506">
        <w:rPr>
          <w:rtl/>
          <w:lang w:bidi="fa-IR"/>
        </w:rPr>
        <w:t xml:space="preserve"> ولى اگر نجس كردن طرف بيرون ديوار موجب هتك مسجد باشد البته حرام است</w:t>
      </w:r>
      <w:r w:rsidR="000C4B14">
        <w:rPr>
          <w:rtl/>
          <w:lang w:bidi="fa-IR"/>
        </w:rPr>
        <w:t>،</w:t>
      </w:r>
      <w:r w:rsidRPr="003E3506">
        <w:rPr>
          <w:rtl/>
          <w:lang w:bidi="fa-IR"/>
        </w:rPr>
        <w:t xml:space="preserve"> و برطرف كردن آن مقدارى كه رافع هتك باشد لازم است</w:t>
      </w:r>
      <w:r w:rsidR="000C4B14">
        <w:rPr>
          <w:rtl/>
          <w:lang w:bidi="fa-IR"/>
        </w:rPr>
        <w:t>.</w:t>
      </w:r>
    </w:p>
    <w:p w:rsidR="003E3506" w:rsidRPr="003E3506" w:rsidRDefault="003E3506" w:rsidP="003E3506">
      <w:pPr>
        <w:pStyle w:val="libNormal"/>
        <w:rPr>
          <w:lang w:bidi="fa-IR"/>
        </w:rPr>
      </w:pPr>
      <w:r w:rsidRPr="003E3506">
        <w:rPr>
          <w:rtl/>
          <w:lang w:bidi="fa-IR"/>
        </w:rPr>
        <w:t>٩١٠ - اگر نتواند مسجد را تطهير نمايد يا كمك لازم داشته باشد و پيدا نكند تطهير مسجد بر او واجب نيست</w:t>
      </w:r>
      <w:r w:rsidR="000C4B14">
        <w:rPr>
          <w:rtl/>
          <w:lang w:bidi="fa-IR"/>
        </w:rPr>
        <w:t>،</w:t>
      </w:r>
      <w:r w:rsidRPr="003E3506">
        <w:rPr>
          <w:rtl/>
          <w:lang w:bidi="fa-IR"/>
        </w:rPr>
        <w:t xml:space="preserve"> ولى چنانچه بداند كه اگر به ديگرى اطلاع دهد اين كار انجام مى گيرد</w:t>
      </w:r>
      <w:r w:rsidR="000C4B14">
        <w:rPr>
          <w:rtl/>
          <w:lang w:bidi="fa-IR"/>
        </w:rPr>
        <w:t>،</w:t>
      </w:r>
      <w:r w:rsidRPr="003E3506">
        <w:rPr>
          <w:rtl/>
          <w:lang w:bidi="fa-IR"/>
        </w:rPr>
        <w:t xml:space="preserve"> بايد به او اطلاع دهد.</w:t>
      </w:r>
    </w:p>
    <w:p w:rsidR="003E3506" w:rsidRPr="003E3506" w:rsidRDefault="003E3506" w:rsidP="003E3506">
      <w:pPr>
        <w:pStyle w:val="libNormal"/>
        <w:rPr>
          <w:lang w:bidi="fa-IR"/>
        </w:rPr>
      </w:pPr>
      <w:r w:rsidRPr="003E3506">
        <w:rPr>
          <w:rtl/>
          <w:lang w:bidi="fa-IR"/>
        </w:rPr>
        <w:t>٩١١ - اگر جايى از مسجد نجس شود كه تطهير آن بدون كندن يا خراب كردن او ممكن نيست بايد آنجا را بكنند يا خراب نمايند در صورتى كه كندن يا خراب كردن جزيى باشد</w:t>
      </w:r>
      <w:r w:rsidR="000C4B14">
        <w:rPr>
          <w:rtl/>
          <w:lang w:bidi="fa-IR"/>
        </w:rPr>
        <w:t>،</w:t>
      </w:r>
      <w:r w:rsidRPr="003E3506">
        <w:rPr>
          <w:rtl/>
          <w:lang w:bidi="fa-IR"/>
        </w:rPr>
        <w:t xml:space="preserve"> يا آنكه رفع هتك متوقف بر كندن يا خراب كردن كلى باشد</w:t>
      </w:r>
      <w:r w:rsidR="000C4B14">
        <w:rPr>
          <w:rtl/>
          <w:lang w:bidi="fa-IR"/>
        </w:rPr>
        <w:t>،</w:t>
      </w:r>
      <w:r w:rsidRPr="003E3506">
        <w:rPr>
          <w:rtl/>
          <w:lang w:bidi="fa-IR"/>
        </w:rPr>
        <w:t xml:space="preserve"> و الا خراب كردن</w:t>
      </w:r>
      <w:r w:rsidR="000C4B14">
        <w:rPr>
          <w:rtl/>
          <w:lang w:bidi="fa-IR"/>
        </w:rPr>
        <w:t>،</w:t>
      </w:r>
      <w:r w:rsidRPr="003E3506">
        <w:rPr>
          <w:rtl/>
          <w:lang w:bidi="fa-IR"/>
        </w:rPr>
        <w:t xml:space="preserve"> محل اشكال است و پر كردن جايى كه كنده اند و ساختن جايى كه خراب كرده اند واجب نيست</w:t>
      </w:r>
      <w:r w:rsidR="000C4B14">
        <w:rPr>
          <w:rtl/>
          <w:lang w:bidi="fa-IR"/>
        </w:rPr>
        <w:t>،</w:t>
      </w:r>
      <w:r w:rsidRPr="003E3506">
        <w:rPr>
          <w:rtl/>
          <w:lang w:bidi="fa-IR"/>
        </w:rPr>
        <w:t xml:space="preserve"> ولى اگر چيزى مانند آجر مسجد نجس شود</w:t>
      </w:r>
      <w:r w:rsidR="000C4B14">
        <w:rPr>
          <w:rtl/>
          <w:lang w:bidi="fa-IR"/>
        </w:rPr>
        <w:t>،</w:t>
      </w:r>
      <w:r w:rsidRPr="003E3506">
        <w:rPr>
          <w:rtl/>
          <w:lang w:bidi="fa-IR"/>
        </w:rPr>
        <w:t xml:space="preserve"> در صورتى كه ممكن باشد</w:t>
      </w:r>
      <w:r w:rsidR="000C4B14">
        <w:rPr>
          <w:rtl/>
          <w:lang w:bidi="fa-IR"/>
        </w:rPr>
        <w:t>،</w:t>
      </w:r>
      <w:r w:rsidRPr="003E3506">
        <w:rPr>
          <w:rtl/>
          <w:lang w:bidi="fa-IR"/>
        </w:rPr>
        <w:t xml:space="preserve"> بايد بعد از آب كشيدن</w:t>
      </w:r>
      <w:r w:rsidR="000C4B14">
        <w:rPr>
          <w:rtl/>
          <w:lang w:bidi="fa-IR"/>
        </w:rPr>
        <w:t>،</w:t>
      </w:r>
      <w:r w:rsidRPr="003E3506">
        <w:rPr>
          <w:rtl/>
          <w:lang w:bidi="fa-IR"/>
        </w:rPr>
        <w:t xml:space="preserve"> به جاى اولش بگذارند.</w:t>
      </w:r>
    </w:p>
    <w:p w:rsidR="003E3506" w:rsidRPr="003E3506" w:rsidRDefault="003E3506" w:rsidP="003E3506">
      <w:pPr>
        <w:pStyle w:val="libNormal"/>
        <w:rPr>
          <w:lang w:bidi="fa-IR"/>
        </w:rPr>
      </w:pPr>
      <w:r w:rsidRPr="003E3506">
        <w:rPr>
          <w:rtl/>
          <w:lang w:bidi="fa-IR"/>
        </w:rPr>
        <w:t>٩١٢ - اگر مسجدى را غصب كنند و به جاى آن خانه و مانند آن بسازند يا به طورى خراب شود كه ديگر به او مسجد نگويند</w:t>
      </w:r>
      <w:r w:rsidR="000C4B14">
        <w:rPr>
          <w:rtl/>
          <w:lang w:bidi="fa-IR"/>
        </w:rPr>
        <w:t>،</w:t>
      </w:r>
      <w:r w:rsidRPr="003E3506">
        <w:rPr>
          <w:rtl/>
          <w:lang w:bidi="fa-IR"/>
        </w:rPr>
        <w:t xml:space="preserve"> بنابر احتياط مستحب باز هم نبايد آن را نجس كرد.</w:t>
      </w:r>
    </w:p>
    <w:p w:rsidR="003E3506" w:rsidRPr="003E3506" w:rsidRDefault="003E3506" w:rsidP="003E3506">
      <w:pPr>
        <w:pStyle w:val="libNormal"/>
        <w:rPr>
          <w:lang w:bidi="fa-IR"/>
        </w:rPr>
      </w:pPr>
      <w:r w:rsidRPr="003E3506">
        <w:rPr>
          <w:rtl/>
          <w:lang w:bidi="fa-IR"/>
        </w:rPr>
        <w:t>ولى تطهير آن واجب نيست</w:t>
      </w:r>
      <w:r w:rsidR="000C4B14">
        <w:rPr>
          <w:rtl/>
          <w:lang w:bidi="fa-IR"/>
        </w:rPr>
        <w:t>.</w:t>
      </w:r>
    </w:p>
    <w:p w:rsidR="003E3506" w:rsidRPr="003E3506" w:rsidRDefault="003E3506" w:rsidP="003E3506">
      <w:pPr>
        <w:pStyle w:val="libNormal"/>
        <w:rPr>
          <w:lang w:bidi="fa-IR"/>
        </w:rPr>
      </w:pPr>
      <w:r w:rsidRPr="003E3506">
        <w:rPr>
          <w:rtl/>
          <w:lang w:bidi="fa-IR"/>
        </w:rPr>
        <w:t xml:space="preserve">٩١٣ - نجس كردن حرم امامان </w:t>
      </w:r>
      <w:r w:rsidR="001B16BC" w:rsidRPr="001B16BC">
        <w:rPr>
          <w:rStyle w:val="libAlaemChar"/>
          <w:rtl/>
        </w:rPr>
        <w:t>عليهم‌السلام</w:t>
      </w:r>
      <w:r w:rsidRPr="003E3506">
        <w:rPr>
          <w:rtl/>
          <w:lang w:bidi="fa-IR"/>
        </w:rPr>
        <w:t xml:space="preserve"> حرام است</w:t>
      </w:r>
      <w:r w:rsidR="000C4B14">
        <w:rPr>
          <w:rtl/>
          <w:lang w:bidi="fa-IR"/>
        </w:rPr>
        <w:t>،</w:t>
      </w:r>
      <w:r w:rsidRPr="003E3506">
        <w:rPr>
          <w:rtl/>
          <w:lang w:bidi="fa-IR"/>
        </w:rPr>
        <w:t xml:space="preserve"> و اگر يكى از آنها نجس شود</w:t>
      </w:r>
      <w:r w:rsidR="000C4B14">
        <w:rPr>
          <w:rtl/>
          <w:lang w:bidi="fa-IR"/>
        </w:rPr>
        <w:t>،</w:t>
      </w:r>
      <w:r w:rsidRPr="003E3506">
        <w:rPr>
          <w:rtl/>
          <w:lang w:bidi="fa-IR"/>
        </w:rPr>
        <w:t xml:space="preserve"> چنانچه نجس ماندن آن بى احترامى باشد تطهير آن واجب است</w:t>
      </w:r>
      <w:r w:rsidR="000C4B14">
        <w:rPr>
          <w:rtl/>
          <w:lang w:bidi="fa-IR"/>
        </w:rPr>
        <w:t>،</w:t>
      </w:r>
      <w:r w:rsidRPr="003E3506">
        <w:rPr>
          <w:rtl/>
          <w:lang w:bidi="fa-IR"/>
        </w:rPr>
        <w:t xml:space="preserve"> بلكه احتياط مستحب آن است كه اگر بى احترامى هم نباشد آن را تطهير كنند.</w:t>
      </w:r>
    </w:p>
    <w:p w:rsidR="003E3506" w:rsidRPr="003E3506" w:rsidRDefault="003E3506" w:rsidP="003E3506">
      <w:pPr>
        <w:pStyle w:val="libNormal"/>
        <w:rPr>
          <w:lang w:bidi="fa-IR"/>
        </w:rPr>
      </w:pPr>
      <w:r w:rsidRPr="003E3506">
        <w:rPr>
          <w:rtl/>
          <w:lang w:bidi="fa-IR"/>
        </w:rPr>
        <w:lastRenderedPageBreak/>
        <w:t>٩١٤ - اگر حصير مسجد نجس شود</w:t>
      </w:r>
      <w:r w:rsidR="000C4B14">
        <w:rPr>
          <w:rtl/>
          <w:lang w:bidi="fa-IR"/>
        </w:rPr>
        <w:t>،</w:t>
      </w:r>
      <w:r w:rsidRPr="003E3506">
        <w:rPr>
          <w:rtl/>
          <w:lang w:bidi="fa-IR"/>
        </w:rPr>
        <w:t xml:space="preserve"> بايد آن را آب بكشند</w:t>
      </w:r>
      <w:r w:rsidR="000C4B14">
        <w:rPr>
          <w:rtl/>
          <w:lang w:bidi="fa-IR"/>
        </w:rPr>
        <w:t>،</w:t>
      </w:r>
      <w:r w:rsidRPr="003E3506">
        <w:rPr>
          <w:rtl/>
          <w:lang w:bidi="fa-IR"/>
        </w:rPr>
        <w:t xml:space="preserve"> ولى چنانچه نجاست حصير بى احترامى به مسجد باشد</w:t>
      </w:r>
      <w:r w:rsidR="000C4B14">
        <w:rPr>
          <w:rtl/>
          <w:lang w:bidi="fa-IR"/>
        </w:rPr>
        <w:t>،</w:t>
      </w:r>
      <w:r w:rsidRPr="003E3506">
        <w:rPr>
          <w:rtl/>
          <w:lang w:bidi="fa-IR"/>
        </w:rPr>
        <w:t xml:space="preserve"> و به واسطه آب كشيدن خراب مى شود و بريدن جاى نجس بهتر باشد</w:t>
      </w:r>
      <w:r w:rsidR="000C4B14">
        <w:rPr>
          <w:rtl/>
          <w:lang w:bidi="fa-IR"/>
        </w:rPr>
        <w:t>،</w:t>
      </w:r>
      <w:r w:rsidRPr="003E3506">
        <w:rPr>
          <w:rtl/>
          <w:lang w:bidi="fa-IR"/>
        </w:rPr>
        <w:t xml:space="preserve"> بايد آن را ببرند.</w:t>
      </w:r>
    </w:p>
    <w:p w:rsidR="003E3506" w:rsidRPr="003E3506" w:rsidRDefault="003E3506" w:rsidP="003E3506">
      <w:pPr>
        <w:pStyle w:val="libNormal"/>
        <w:rPr>
          <w:lang w:bidi="fa-IR"/>
        </w:rPr>
      </w:pPr>
      <w:r w:rsidRPr="003E3506">
        <w:rPr>
          <w:rtl/>
          <w:lang w:bidi="fa-IR"/>
        </w:rPr>
        <w:t>٩١٥ - بردن عين نجس و متنجس در مسجد اگر بى احترامى به مسجد باشد حرام است</w:t>
      </w:r>
      <w:r w:rsidR="000C4B14">
        <w:rPr>
          <w:rtl/>
          <w:lang w:bidi="fa-IR"/>
        </w:rPr>
        <w:t>،</w:t>
      </w:r>
      <w:r w:rsidRPr="003E3506">
        <w:rPr>
          <w:rtl/>
          <w:lang w:bidi="fa-IR"/>
        </w:rPr>
        <w:t xml:space="preserve"> بلكه احتياط مستحب آن است كه اگر بى احترامى هم نباشد</w:t>
      </w:r>
      <w:r w:rsidR="000C4B14">
        <w:rPr>
          <w:rtl/>
          <w:lang w:bidi="fa-IR"/>
        </w:rPr>
        <w:t>،</w:t>
      </w:r>
      <w:r w:rsidRPr="003E3506">
        <w:rPr>
          <w:rtl/>
          <w:lang w:bidi="fa-IR"/>
        </w:rPr>
        <w:t xml:space="preserve"> عين نجس را در مسجد نبرند.</w:t>
      </w:r>
    </w:p>
    <w:p w:rsidR="003E3506" w:rsidRPr="003E3506" w:rsidRDefault="003E3506" w:rsidP="003E3506">
      <w:pPr>
        <w:pStyle w:val="libNormal"/>
        <w:rPr>
          <w:lang w:bidi="fa-IR"/>
        </w:rPr>
      </w:pPr>
      <w:r w:rsidRPr="003E3506">
        <w:rPr>
          <w:rtl/>
          <w:lang w:bidi="fa-IR"/>
        </w:rPr>
        <w:t>٩١٦ - اگر مسجد را براى روضه خوانى چادر بزنند و فرش كنند و سياهى بكوبند و اسباب چاى در آن ببرند</w:t>
      </w:r>
      <w:r w:rsidR="000C4B14">
        <w:rPr>
          <w:rtl/>
          <w:lang w:bidi="fa-IR"/>
        </w:rPr>
        <w:t>،</w:t>
      </w:r>
      <w:r w:rsidRPr="003E3506">
        <w:rPr>
          <w:rtl/>
          <w:lang w:bidi="fa-IR"/>
        </w:rPr>
        <w:t xml:space="preserve"> در صورتى كه اين كارها به مسجد ضرر نرساند و مانع نماز خواندن نشود اشكال ندارد.</w:t>
      </w:r>
    </w:p>
    <w:p w:rsidR="003E3506" w:rsidRPr="003E3506" w:rsidRDefault="003E3506" w:rsidP="003E3506">
      <w:pPr>
        <w:pStyle w:val="libNormal"/>
        <w:rPr>
          <w:lang w:bidi="fa-IR"/>
        </w:rPr>
      </w:pPr>
      <w:r w:rsidRPr="003E3506">
        <w:rPr>
          <w:rtl/>
          <w:lang w:bidi="fa-IR"/>
        </w:rPr>
        <w:t>٩١٧ - احتياط واجب اين است كه مسجد را به طلا زينت نكنند و احتياط مستحب آن است كه به صورت چيزهايى كه مثل انسان و حيوان روح دارد زينت نكنند. ٩١٨ - اگر مسجد خراب هم شود نمى توانند آن را بفروشند يا داخل ملك و جاده نمايند.</w:t>
      </w:r>
    </w:p>
    <w:p w:rsidR="003E3506" w:rsidRPr="003E3506" w:rsidRDefault="003E3506" w:rsidP="003E3506">
      <w:pPr>
        <w:pStyle w:val="libNormal"/>
        <w:rPr>
          <w:lang w:bidi="fa-IR"/>
        </w:rPr>
      </w:pPr>
      <w:r w:rsidRPr="003E3506">
        <w:rPr>
          <w:rtl/>
          <w:lang w:bidi="fa-IR"/>
        </w:rPr>
        <w:t>٩١٩ - فروختن در و پنجره و چيزهاى ديگر مسجد حرام است و اگر مسجد خراب شود</w:t>
      </w:r>
      <w:r w:rsidR="000C4B14">
        <w:rPr>
          <w:rtl/>
          <w:lang w:bidi="fa-IR"/>
        </w:rPr>
        <w:t>،</w:t>
      </w:r>
      <w:r w:rsidRPr="003E3506">
        <w:rPr>
          <w:rtl/>
          <w:lang w:bidi="fa-IR"/>
        </w:rPr>
        <w:t xml:space="preserve"> بايد اينها را صرف تعمير همان مسجد كنند</w:t>
      </w:r>
      <w:r w:rsidR="000C4B14">
        <w:rPr>
          <w:rtl/>
          <w:lang w:bidi="fa-IR"/>
        </w:rPr>
        <w:t>،</w:t>
      </w:r>
      <w:r w:rsidRPr="003E3506">
        <w:rPr>
          <w:rtl/>
          <w:lang w:bidi="fa-IR"/>
        </w:rPr>
        <w:t xml:space="preserve"> و چنانچه به درد آن مسجد نخورد</w:t>
      </w:r>
      <w:r w:rsidR="000C4B14">
        <w:rPr>
          <w:rtl/>
          <w:lang w:bidi="fa-IR"/>
        </w:rPr>
        <w:t>،</w:t>
      </w:r>
      <w:r w:rsidRPr="003E3506">
        <w:rPr>
          <w:rtl/>
          <w:lang w:bidi="fa-IR"/>
        </w:rPr>
        <w:t xml:space="preserve"> بايد در مسجد ديگر مصرف شود</w:t>
      </w:r>
      <w:r w:rsidR="000C4B14">
        <w:rPr>
          <w:rtl/>
          <w:lang w:bidi="fa-IR"/>
        </w:rPr>
        <w:t>،</w:t>
      </w:r>
      <w:r w:rsidRPr="003E3506">
        <w:rPr>
          <w:rtl/>
          <w:lang w:bidi="fa-IR"/>
        </w:rPr>
        <w:t xml:space="preserve"> ولى اگر به درد مسجدهاى ديگر هم نخورد</w:t>
      </w:r>
      <w:r w:rsidR="000C4B14">
        <w:rPr>
          <w:rtl/>
          <w:lang w:bidi="fa-IR"/>
        </w:rPr>
        <w:t>،</w:t>
      </w:r>
      <w:r w:rsidRPr="003E3506">
        <w:rPr>
          <w:rtl/>
          <w:lang w:bidi="fa-IR"/>
        </w:rPr>
        <w:t xml:space="preserve"> مى توانند آن را بفروشند و پول آن را اگر ممكن است صرف تعمير همان مسجد و گرنه صرف تعمير مسجد ديگر نمايند.</w:t>
      </w:r>
    </w:p>
    <w:p w:rsidR="003E3506" w:rsidRPr="003E3506" w:rsidRDefault="003E3506" w:rsidP="003E3506">
      <w:pPr>
        <w:pStyle w:val="libNormal"/>
        <w:rPr>
          <w:lang w:bidi="fa-IR"/>
        </w:rPr>
      </w:pPr>
      <w:r w:rsidRPr="003E3506">
        <w:rPr>
          <w:rtl/>
          <w:lang w:bidi="fa-IR"/>
        </w:rPr>
        <w:t>٩٢٠ - ساختن مسجد و تعمير مسجدى كه نزديك به خرابى مى باشد مستحب است و اگر مسجد طورى خراب شود كه تعمير آن ممكن نباشد</w:t>
      </w:r>
      <w:r w:rsidR="000C4B14">
        <w:rPr>
          <w:rtl/>
          <w:lang w:bidi="fa-IR"/>
        </w:rPr>
        <w:t>،</w:t>
      </w:r>
      <w:r w:rsidRPr="003E3506">
        <w:rPr>
          <w:rtl/>
          <w:lang w:bidi="fa-IR"/>
        </w:rPr>
        <w:t xml:space="preserve"> مى توانند آن را خراب كنند و دوباره بسازند</w:t>
      </w:r>
      <w:r w:rsidR="000C4B14">
        <w:rPr>
          <w:rtl/>
          <w:lang w:bidi="fa-IR"/>
        </w:rPr>
        <w:t>،</w:t>
      </w:r>
      <w:r w:rsidRPr="003E3506">
        <w:rPr>
          <w:rtl/>
          <w:lang w:bidi="fa-IR"/>
        </w:rPr>
        <w:t xml:space="preserve"> بلكه مى توانند مسجدى را كه خراب نشده</w:t>
      </w:r>
      <w:r w:rsidR="000C4B14">
        <w:rPr>
          <w:rtl/>
          <w:lang w:bidi="fa-IR"/>
        </w:rPr>
        <w:t>،</w:t>
      </w:r>
      <w:r w:rsidRPr="003E3506">
        <w:rPr>
          <w:rtl/>
          <w:lang w:bidi="fa-IR"/>
        </w:rPr>
        <w:t xml:space="preserve"> براى احتياج مردم خراب كنند و بزرگتر بسازند.</w:t>
      </w:r>
    </w:p>
    <w:p w:rsidR="003E3506" w:rsidRPr="003E3506" w:rsidRDefault="003E3506" w:rsidP="003E3506">
      <w:pPr>
        <w:pStyle w:val="libNormal"/>
        <w:rPr>
          <w:lang w:bidi="fa-IR"/>
        </w:rPr>
      </w:pPr>
      <w:r w:rsidRPr="003E3506">
        <w:rPr>
          <w:rtl/>
          <w:lang w:bidi="fa-IR"/>
        </w:rPr>
        <w:t xml:space="preserve">٩٢١ - تميز كردن مسجد و روشن كردن چراغ در آن مستحب است و كسى كه مى خواهد مسجد برود مستحب است خود را خوشبو كند و لباس پاكيزه و قيمتى بپوشد و ته كفش خود را </w:t>
      </w:r>
      <w:r w:rsidRPr="003E3506">
        <w:rPr>
          <w:rtl/>
          <w:lang w:bidi="fa-IR"/>
        </w:rPr>
        <w:lastRenderedPageBreak/>
        <w:t>وارسى كند كه نجاستى به آن نباشد</w:t>
      </w:r>
      <w:r w:rsidR="000C4B14">
        <w:rPr>
          <w:rtl/>
          <w:lang w:bidi="fa-IR"/>
        </w:rPr>
        <w:t>،</w:t>
      </w:r>
      <w:r w:rsidRPr="003E3506">
        <w:rPr>
          <w:rtl/>
          <w:lang w:bidi="fa-IR"/>
        </w:rPr>
        <w:t xml:space="preserve"> و موقع داخل شدن به مسجد</w:t>
      </w:r>
      <w:r w:rsidR="000C4B14">
        <w:rPr>
          <w:rtl/>
          <w:lang w:bidi="fa-IR"/>
        </w:rPr>
        <w:t>،</w:t>
      </w:r>
      <w:r w:rsidRPr="003E3506">
        <w:rPr>
          <w:rtl/>
          <w:lang w:bidi="fa-IR"/>
        </w:rPr>
        <w:t xml:space="preserve"> اول پاى راست و موقع بيرون آمدن</w:t>
      </w:r>
      <w:r w:rsidR="000C4B14">
        <w:rPr>
          <w:rtl/>
          <w:lang w:bidi="fa-IR"/>
        </w:rPr>
        <w:t>،</w:t>
      </w:r>
      <w:r w:rsidRPr="003E3506">
        <w:rPr>
          <w:rtl/>
          <w:lang w:bidi="fa-IR"/>
        </w:rPr>
        <w:t xml:space="preserve"> اول پاى چپ را بگذارد.</w:t>
      </w:r>
    </w:p>
    <w:p w:rsidR="003E3506" w:rsidRPr="003E3506" w:rsidRDefault="003E3506" w:rsidP="003E3506">
      <w:pPr>
        <w:pStyle w:val="libNormal"/>
        <w:rPr>
          <w:lang w:bidi="fa-IR"/>
        </w:rPr>
      </w:pPr>
      <w:r w:rsidRPr="003E3506">
        <w:rPr>
          <w:rtl/>
          <w:lang w:bidi="fa-IR"/>
        </w:rPr>
        <w:t>و همچنين مستحب است از همه زودتر به مسجد آيد و از همه ديرتر بيرون رود.</w:t>
      </w:r>
    </w:p>
    <w:p w:rsidR="003E3506" w:rsidRPr="003E3506" w:rsidRDefault="003E3506" w:rsidP="003E3506">
      <w:pPr>
        <w:pStyle w:val="libNormal"/>
        <w:rPr>
          <w:lang w:bidi="fa-IR"/>
        </w:rPr>
      </w:pPr>
      <w:r w:rsidRPr="003E3506">
        <w:rPr>
          <w:rtl/>
          <w:lang w:bidi="fa-IR"/>
        </w:rPr>
        <w:t>٩٢٢ - وقتى انسان وارد مسجد مى شود</w:t>
      </w:r>
      <w:r w:rsidR="000C4B14">
        <w:rPr>
          <w:rtl/>
          <w:lang w:bidi="fa-IR"/>
        </w:rPr>
        <w:t>،</w:t>
      </w:r>
      <w:r w:rsidRPr="003E3506">
        <w:rPr>
          <w:rtl/>
          <w:lang w:bidi="fa-IR"/>
        </w:rPr>
        <w:t xml:space="preserve"> مستحب است دو ركعت نماز به قصد تحيت و احترام مسجد بخواند</w:t>
      </w:r>
      <w:r w:rsidR="000C4B14">
        <w:rPr>
          <w:rtl/>
          <w:lang w:bidi="fa-IR"/>
        </w:rPr>
        <w:t>،</w:t>
      </w:r>
      <w:r w:rsidRPr="003E3506">
        <w:rPr>
          <w:rtl/>
          <w:lang w:bidi="fa-IR"/>
        </w:rPr>
        <w:t xml:space="preserve"> و اگر نماز واجب يا مستحب ديگرى هم بخواند كافى است</w:t>
      </w:r>
      <w:r w:rsidR="000C4B14">
        <w:rPr>
          <w:rtl/>
          <w:lang w:bidi="fa-IR"/>
        </w:rPr>
        <w:t>.</w:t>
      </w:r>
    </w:p>
    <w:p w:rsidR="003E3506" w:rsidRPr="003E3506" w:rsidRDefault="003E3506" w:rsidP="003E3506">
      <w:pPr>
        <w:pStyle w:val="libNormal"/>
        <w:rPr>
          <w:lang w:bidi="fa-IR"/>
        </w:rPr>
      </w:pPr>
      <w:r w:rsidRPr="003E3506">
        <w:rPr>
          <w:rtl/>
          <w:lang w:bidi="fa-IR"/>
        </w:rPr>
        <w:t>٩٢٣ - خوابيدن در مسجد</w:t>
      </w:r>
      <w:r w:rsidR="000C4B14">
        <w:rPr>
          <w:rtl/>
          <w:lang w:bidi="fa-IR"/>
        </w:rPr>
        <w:t>،</w:t>
      </w:r>
      <w:r w:rsidRPr="003E3506">
        <w:rPr>
          <w:rtl/>
          <w:lang w:bidi="fa-IR"/>
        </w:rPr>
        <w:t xml:space="preserve"> اگر انسان ناچار نباشد و صحبت كردن راجع به كارهاى دنيا و مشغول صنعت شدن و خواندن شعرى كه نصيحت و مانند آن نباشد مكروه است</w:t>
      </w:r>
      <w:r w:rsidR="000C4B14">
        <w:rPr>
          <w:rtl/>
          <w:lang w:bidi="fa-IR"/>
        </w:rPr>
        <w:t>،</w:t>
      </w:r>
      <w:r w:rsidRPr="003E3506">
        <w:rPr>
          <w:rtl/>
          <w:lang w:bidi="fa-IR"/>
        </w:rPr>
        <w:t xml:space="preserve"> و نيز مكروه است آب دهان و بينى و اخلاط سينه را در مسجد بيندازد</w:t>
      </w:r>
      <w:r w:rsidR="000C4B14">
        <w:rPr>
          <w:rtl/>
          <w:lang w:bidi="fa-IR"/>
        </w:rPr>
        <w:t>،</w:t>
      </w:r>
      <w:r w:rsidRPr="003E3506">
        <w:rPr>
          <w:rtl/>
          <w:lang w:bidi="fa-IR"/>
        </w:rPr>
        <w:t xml:space="preserve"> بلكه در بعضى موارد حرام است</w:t>
      </w:r>
      <w:r w:rsidR="000C4B14">
        <w:rPr>
          <w:rtl/>
          <w:lang w:bidi="fa-IR"/>
        </w:rPr>
        <w:t>،</w:t>
      </w:r>
      <w:r w:rsidRPr="003E3506">
        <w:rPr>
          <w:rtl/>
          <w:lang w:bidi="fa-IR"/>
        </w:rPr>
        <w:t xml:space="preserve"> و نيز مكروه است گمشده اى را طلب كند و صداى خود را بلند كند</w:t>
      </w:r>
      <w:r w:rsidR="000C4B14">
        <w:rPr>
          <w:rtl/>
          <w:lang w:bidi="fa-IR"/>
        </w:rPr>
        <w:t>،</w:t>
      </w:r>
      <w:r w:rsidRPr="003E3506">
        <w:rPr>
          <w:rtl/>
          <w:lang w:bidi="fa-IR"/>
        </w:rPr>
        <w:t xml:space="preserve"> بلى بلند كردن صدا براى اذان مانعى ندارد.</w:t>
      </w:r>
    </w:p>
    <w:p w:rsidR="003E3506" w:rsidRPr="003E3506" w:rsidRDefault="003E3506" w:rsidP="003E3506">
      <w:pPr>
        <w:pStyle w:val="libNormal"/>
        <w:rPr>
          <w:lang w:bidi="fa-IR"/>
        </w:rPr>
      </w:pPr>
      <w:r w:rsidRPr="003E3506">
        <w:rPr>
          <w:rtl/>
          <w:lang w:bidi="fa-IR"/>
        </w:rPr>
        <w:t>٩٢٤ - راه دادن ديوانه به مسجد مكروه است و همچنين است راه دادن بچه اگر موجب زحمت نمازگزاران شود و يا اينكه احتمال رود مسجد را نجس كند و در غير اين دو صورت مانعى از راه دادن بچه به مسجد نيست</w:t>
      </w:r>
      <w:r w:rsidR="000C4B14">
        <w:rPr>
          <w:rtl/>
          <w:lang w:bidi="fa-IR"/>
        </w:rPr>
        <w:t>،</w:t>
      </w:r>
      <w:r w:rsidRPr="003E3506">
        <w:rPr>
          <w:rtl/>
          <w:lang w:bidi="fa-IR"/>
        </w:rPr>
        <w:t xml:space="preserve"> و كسى كه پياز و سير و مانند اينها خورده كه بوى دهانش مردم را اذيت مى كند مكروه است به مسجد برود.</w:t>
      </w:r>
    </w:p>
    <w:p w:rsidR="003E3506" w:rsidRPr="003E3506" w:rsidRDefault="00D44C1D" w:rsidP="003E3506">
      <w:pPr>
        <w:pStyle w:val="libNormal"/>
        <w:rPr>
          <w:lang w:bidi="fa-IR"/>
        </w:rPr>
      </w:pPr>
      <w:r>
        <w:rPr>
          <w:rtl/>
          <w:lang w:bidi="fa-IR"/>
        </w:rPr>
        <w:br w:type="page"/>
      </w:r>
    </w:p>
    <w:p w:rsidR="003E3506" w:rsidRDefault="00605FAB" w:rsidP="00D44C1D">
      <w:pPr>
        <w:pStyle w:val="Heading3"/>
        <w:rPr>
          <w:rtl/>
          <w:lang w:bidi="fa-IR"/>
        </w:rPr>
      </w:pPr>
      <w:bookmarkStart w:id="112" w:name="_Toc24454535"/>
      <w:r>
        <w:rPr>
          <w:rtl/>
          <w:lang w:bidi="fa-IR"/>
        </w:rPr>
        <w:t>(</w:t>
      </w:r>
      <w:r w:rsidR="003E3506" w:rsidRPr="003E3506">
        <w:rPr>
          <w:rtl/>
          <w:lang w:bidi="fa-IR"/>
        </w:rPr>
        <w:t>اذان و اقامه</w:t>
      </w:r>
      <w:r>
        <w:rPr>
          <w:rtl/>
          <w:lang w:bidi="fa-IR"/>
        </w:rPr>
        <w:t>)</w:t>
      </w:r>
      <w:bookmarkEnd w:id="112"/>
    </w:p>
    <w:p w:rsidR="003E3506" w:rsidRPr="003E3506" w:rsidRDefault="003E3506" w:rsidP="003E3506">
      <w:pPr>
        <w:pStyle w:val="libNormal"/>
        <w:rPr>
          <w:lang w:bidi="fa-IR"/>
        </w:rPr>
      </w:pPr>
      <w:r w:rsidRPr="003E3506">
        <w:rPr>
          <w:rtl/>
          <w:lang w:bidi="fa-IR"/>
        </w:rPr>
        <w:t xml:space="preserve">٩٢٥ - براى مرد و زن مستحب است پيش از نمازهاى واجب شبانه روزى </w:t>
      </w:r>
      <w:r w:rsidR="00605FAB">
        <w:rPr>
          <w:rtl/>
          <w:lang w:bidi="fa-IR"/>
        </w:rPr>
        <w:t>(</w:t>
      </w:r>
      <w:r w:rsidRPr="003E3506">
        <w:rPr>
          <w:rtl/>
          <w:lang w:bidi="fa-IR"/>
        </w:rPr>
        <w:t>يوميه</w:t>
      </w:r>
      <w:r w:rsidR="00605FAB">
        <w:rPr>
          <w:rtl/>
          <w:lang w:bidi="fa-IR"/>
        </w:rPr>
        <w:t>)</w:t>
      </w:r>
      <w:r w:rsidRPr="003E3506">
        <w:rPr>
          <w:rtl/>
          <w:lang w:bidi="fa-IR"/>
        </w:rPr>
        <w:t xml:space="preserve"> اذان و اقامه بگويند و براى نمازهاى ديگر</w:t>
      </w:r>
      <w:r w:rsidR="000C4B14">
        <w:rPr>
          <w:rtl/>
          <w:lang w:bidi="fa-IR"/>
        </w:rPr>
        <w:t>،</w:t>
      </w:r>
      <w:r w:rsidRPr="003E3506">
        <w:rPr>
          <w:rtl/>
          <w:lang w:bidi="fa-IR"/>
        </w:rPr>
        <w:t xml:space="preserve"> واجب يا مستحب مشروع نيست ولى پيش از نماز عيد فطر و قربان در صورتى كه با جماعت بخوانند</w:t>
      </w:r>
      <w:r w:rsidR="000C4B14">
        <w:rPr>
          <w:rtl/>
          <w:lang w:bidi="fa-IR"/>
        </w:rPr>
        <w:t>،</w:t>
      </w:r>
      <w:r w:rsidRPr="003E3506">
        <w:rPr>
          <w:rtl/>
          <w:lang w:bidi="fa-IR"/>
        </w:rPr>
        <w:t xml:space="preserve"> مستحب است سه مرتبه بگويند</w:t>
      </w:r>
      <w:r w:rsidR="00553569">
        <w:rPr>
          <w:rtl/>
          <w:lang w:bidi="fa-IR"/>
        </w:rPr>
        <w:t>:</w:t>
      </w:r>
      <w:r w:rsidRPr="003E3506">
        <w:rPr>
          <w:rtl/>
          <w:lang w:bidi="fa-IR"/>
        </w:rPr>
        <w:t xml:space="preserve"> الصلاة</w:t>
      </w:r>
      <w:r w:rsidR="000C4B14">
        <w:rPr>
          <w:rtl/>
          <w:lang w:bidi="fa-IR"/>
        </w:rPr>
        <w:t>.</w:t>
      </w:r>
    </w:p>
    <w:p w:rsidR="003E3506" w:rsidRPr="003E3506" w:rsidRDefault="003E3506" w:rsidP="003E3506">
      <w:pPr>
        <w:pStyle w:val="libNormal"/>
        <w:rPr>
          <w:lang w:bidi="fa-IR"/>
        </w:rPr>
      </w:pPr>
      <w:r w:rsidRPr="003E3506">
        <w:rPr>
          <w:rtl/>
          <w:lang w:bidi="fa-IR"/>
        </w:rPr>
        <w:t>٩٢٦ - مستحب است در روز اول كه بچه به دنيا مى آيد يا پيش از آنكه بند نافش بيفتد</w:t>
      </w:r>
      <w:r w:rsidR="000C4B14">
        <w:rPr>
          <w:rtl/>
          <w:lang w:bidi="fa-IR"/>
        </w:rPr>
        <w:t>،</w:t>
      </w:r>
      <w:r w:rsidRPr="003E3506">
        <w:rPr>
          <w:rtl/>
          <w:lang w:bidi="fa-IR"/>
        </w:rPr>
        <w:t xml:space="preserve"> در گوش راست او اذان و در گوش چپش اقامه بگويند.</w:t>
      </w:r>
    </w:p>
    <w:p w:rsidR="003E3506" w:rsidRPr="003E3506" w:rsidRDefault="003E3506" w:rsidP="003E3506">
      <w:pPr>
        <w:pStyle w:val="libNormal"/>
        <w:rPr>
          <w:lang w:bidi="fa-IR"/>
        </w:rPr>
      </w:pPr>
      <w:r w:rsidRPr="003E3506">
        <w:rPr>
          <w:rtl/>
          <w:lang w:bidi="fa-IR"/>
        </w:rPr>
        <w:t>٩٢٧ - اذان هيجده جمله است</w:t>
      </w:r>
      <w:r w:rsidR="00553569">
        <w:rPr>
          <w:rtl/>
          <w:lang w:bidi="fa-IR"/>
        </w:rPr>
        <w:t>:</w:t>
      </w:r>
      <w:r w:rsidRPr="003E3506">
        <w:rPr>
          <w:rtl/>
          <w:lang w:bidi="fa-IR"/>
        </w:rPr>
        <w:t xml:space="preserve"> </w:t>
      </w:r>
      <w:r w:rsidR="00C52FD4">
        <w:rPr>
          <w:rFonts w:hint="cs"/>
          <w:rtl/>
          <w:lang w:bidi="fa-IR"/>
        </w:rPr>
        <w:t>«</w:t>
      </w:r>
      <w:r w:rsidRPr="003E3506">
        <w:rPr>
          <w:rtl/>
          <w:lang w:bidi="fa-IR"/>
        </w:rPr>
        <w:t>اللّه اكبر</w:t>
      </w:r>
      <w:r w:rsidR="00C52FD4">
        <w:rPr>
          <w:rFonts w:hint="cs"/>
          <w:rtl/>
          <w:lang w:bidi="fa-IR"/>
        </w:rPr>
        <w:t>»</w:t>
      </w:r>
      <w:r w:rsidRPr="003E3506">
        <w:rPr>
          <w:rtl/>
          <w:lang w:bidi="fa-IR"/>
        </w:rPr>
        <w:t xml:space="preserve"> چهار مرتبه</w:t>
      </w:r>
      <w:r w:rsidR="000C4B14">
        <w:rPr>
          <w:rtl/>
          <w:lang w:bidi="fa-IR"/>
        </w:rPr>
        <w:t>،</w:t>
      </w:r>
      <w:r w:rsidRPr="003E3506">
        <w:rPr>
          <w:rtl/>
          <w:lang w:bidi="fa-IR"/>
        </w:rPr>
        <w:t xml:space="preserve"> </w:t>
      </w:r>
      <w:r w:rsidR="00C52FD4">
        <w:rPr>
          <w:rFonts w:hint="cs"/>
          <w:rtl/>
          <w:lang w:bidi="fa-IR"/>
        </w:rPr>
        <w:t>«</w:t>
      </w:r>
      <w:r w:rsidRPr="003E3506">
        <w:rPr>
          <w:rtl/>
          <w:lang w:bidi="fa-IR"/>
        </w:rPr>
        <w:t>اشهد ان لا اله الا اللّه</w:t>
      </w:r>
      <w:r w:rsidR="00C52FD4">
        <w:rPr>
          <w:rFonts w:hint="cs"/>
          <w:rtl/>
          <w:lang w:bidi="fa-IR"/>
        </w:rPr>
        <w:t>»</w:t>
      </w:r>
      <w:r w:rsidR="000C4B14">
        <w:rPr>
          <w:rtl/>
          <w:lang w:bidi="fa-IR"/>
        </w:rPr>
        <w:t>،</w:t>
      </w:r>
      <w:r w:rsidRPr="003E3506">
        <w:rPr>
          <w:rtl/>
          <w:lang w:bidi="fa-IR"/>
        </w:rPr>
        <w:t xml:space="preserve"> </w:t>
      </w:r>
      <w:r w:rsidR="00C52FD4">
        <w:rPr>
          <w:rFonts w:hint="cs"/>
          <w:rtl/>
          <w:lang w:bidi="fa-IR"/>
        </w:rPr>
        <w:t>«</w:t>
      </w:r>
      <w:r w:rsidRPr="003E3506">
        <w:rPr>
          <w:rtl/>
          <w:lang w:bidi="fa-IR"/>
        </w:rPr>
        <w:t>اشهد ان محمدا رسول اللّه</w:t>
      </w:r>
      <w:r w:rsidR="00C52FD4">
        <w:rPr>
          <w:rFonts w:hint="cs"/>
          <w:rtl/>
          <w:lang w:bidi="fa-IR"/>
        </w:rPr>
        <w:t>»</w:t>
      </w:r>
      <w:r w:rsidR="000C4B14">
        <w:rPr>
          <w:rtl/>
          <w:lang w:bidi="fa-IR"/>
        </w:rPr>
        <w:t>،</w:t>
      </w:r>
      <w:r w:rsidRPr="003E3506">
        <w:rPr>
          <w:rtl/>
          <w:lang w:bidi="fa-IR"/>
        </w:rPr>
        <w:t xml:space="preserve"> </w:t>
      </w:r>
      <w:r w:rsidR="00CB1B57">
        <w:rPr>
          <w:rFonts w:hint="cs"/>
          <w:rtl/>
          <w:lang w:bidi="fa-IR"/>
        </w:rPr>
        <w:t>«</w:t>
      </w:r>
      <w:r w:rsidRPr="003E3506">
        <w:rPr>
          <w:rtl/>
          <w:lang w:bidi="fa-IR"/>
        </w:rPr>
        <w:t>حي على الصلاة</w:t>
      </w:r>
      <w:r w:rsidR="00CB1B57">
        <w:rPr>
          <w:rFonts w:hint="cs"/>
          <w:rtl/>
          <w:lang w:bidi="fa-IR"/>
        </w:rPr>
        <w:t>»</w:t>
      </w:r>
      <w:r w:rsidR="000C4B14">
        <w:rPr>
          <w:rtl/>
          <w:lang w:bidi="fa-IR"/>
        </w:rPr>
        <w:t>،</w:t>
      </w:r>
      <w:r w:rsidRPr="003E3506">
        <w:rPr>
          <w:rtl/>
          <w:lang w:bidi="fa-IR"/>
        </w:rPr>
        <w:t xml:space="preserve"> </w:t>
      </w:r>
      <w:r w:rsidR="00CB1B57">
        <w:rPr>
          <w:rFonts w:hint="cs"/>
          <w:rtl/>
          <w:lang w:bidi="fa-IR"/>
        </w:rPr>
        <w:t>«</w:t>
      </w:r>
      <w:r w:rsidRPr="003E3506">
        <w:rPr>
          <w:rtl/>
          <w:lang w:bidi="fa-IR"/>
        </w:rPr>
        <w:t>حي على الفلاح</w:t>
      </w:r>
      <w:r w:rsidR="00CB1B57">
        <w:rPr>
          <w:rFonts w:hint="cs"/>
          <w:rtl/>
          <w:lang w:bidi="fa-IR"/>
        </w:rPr>
        <w:t>»</w:t>
      </w:r>
      <w:r w:rsidR="000C4B14">
        <w:rPr>
          <w:rtl/>
          <w:lang w:bidi="fa-IR"/>
        </w:rPr>
        <w:t>،</w:t>
      </w:r>
      <w:r w:rsidRPr="003E3506">
        <w:rPr>
          <w:rtl/>
          <w:lang w:bidi="fa-IR"/>
        </w:rPr>
        <w:t xml:space="preserve"> </w:t>
      </w:r>
      <w:r w:rsidR="00CB1B57">
        <w:rPr>
          <w:rFonts w:hint="cs"/>
          <w:rtl/>
          <w:lang w:bidi="fa-IR"/>
        </w:rPr>
        <w:t>«</w:t>
      </w:r>
      <w:r w:rsidRPr="003E3506">
        <w:rPr>
          <w:rtl/>
          <w:lang w:bidi="fa-IR"/>
        </w:rPr>
        <w:t>حي على خير العمل</w:t>
      </w:r>
      <w:r w:rsidR="00CB1B57">
        <w:rPr>
          <w:rFonts w:hint="cs"/>
          <w:rtl/>
          <w:lang w:bidi="fa-IR"/>
        </w:rPr>
        <w:t>»</w:t>
      </w:r>
      <w:r w:rsidR="000C4B14">
        <w:rPr>
          <w:rtl/>
          <w:lang w:bidi="fa-IR"/>
        </w:rPr>
        <w:t>،</w:t>
      </w:r>
      <w:r w:rsidRPr="003E3506">
        <w:rPr>
          <w:rtl/>
          <w:lang w:bidi="fa-IR"/>
        </w:rPr>
        <w:t xml:space="preserve"> </w:t>
      </w:r>
      <w:r w:rsidR="00CB1B57">
        <w:rPr>
          <w:rFonts w:hint="cs"/>
          <w:rtl/>
          <w:lang w:bidi="fa-IR"/>
        </w:rPr>
        <w:t>«</w:t>
      </w:r>
      <w:r w:rsidRPr="003E3506">
        <w:rPr>
          <w:rtl/>
          <w:lang w:bidi="fa-IR"/>
        </w:rPr>
        <w:t>اللّه اكبر</w:t>
      </w:r>
      <w:r w:rsidR="00CB1B57">
        <w:rPr>
          <w:rFonts w:hint="cs"/>
          <w:rtl/>
          <w:lang w:bidi="fa-IR"/>
        </w:rPr>
        <w:t>»</w:t>
      </w:r>
      <w:r w:rsidR="000C4B14">
        <w:rPr>
          <w:rtl/>
          <w:lang w:bidi="fa-IR"/>
        </w:rPr>
        <w:t>،</w:t>
      </w:r>
      <w:r w:rsidRPr="003E3506">
        <w:rPr>
          <w:rtl/>
          <w:lang w:bidi="fa-IR"/>
        </w:rPr>
        <w:t xml:space="preserve"> </w:t>
      </w:r>
      <w:r w:rsidR="00CB1B57">
        <w:rPr>
          <w:rFonts w:hint="cs"/>
          <w:rtl/>
          <w:lang w:bidi="fa-IR"/>
        </w:rPr>
        <w:t>«</w:t>
      </w:r>
      <w:r w:rsidRPr="003E3506">
        <w:rPr>
          <w:rtl/>
          <w:lang w:bidi="fa-IR"/>
        </w:rPr>
        <w:t>لا اله الا اللّه</w:t>
      </w:r>
      <w:r w:rsidR="00CB1B57">
        <w:rPr>
          <w:rFonts w:hint="cs"/>
          <w:rtl/>
          <w:lang w:bidi="fa-IR"/>
        </w:rPr>
        <w:t>»</w:t>
      </w:r>
      <w:r w:rsidRPr="003E3506">
        <w:rPr>
          <w:rtl/>
          <w:lang w:bidi="fa-IR"/>
        </w:rPr>
        <w:t xml:space="preserve"> هر يك دو مرتبه</w:t>
      </w:r>
      <w:r w:rsidR="000C4B14">
        <w:rPr>
          <w:rtl/>
          <w:lang w:bidi="fa-IR"/>
        </w:rPr>
        <w:t>،</w:t>
      </w:r>
      <w:r w:rsidRPr="003E3506">
        <w:rPr>
          <w:rtl/>
          <w:lang w:bidi="fa-IR"/>
        </w:rPr>
        <w:t xml:space="preserve"> و اقامه هفده جمله است يعنى دو مرتبه </w:t>
      </w:r>
      <w:r w:rsidR="00CB1B57">
        <w:rPr>
          <w:rFonts w:hint="cs"/>
          <w:rtl/>
          <w:lang w:bidi="fa-IR"/>
        </w:rPr>
        <w:t>«</w:t>
      </w:r>
      <w:r w:rsidRPr="003E3506">
        <w:rPr>
          <w:rtl/>
          <w:lang w:bidi="fa-IR"/>
        </w:rPr>
        <w:t>اللّه اكبر</w:t>
      </w:r>
      <w:r w:rsidR="00CB1B57">
        <w:rPr>
          <w:rFonts w:hint="cs"/>
          <w:rtl/>
          <w:lang w:bidi="fa-IR"/>
        </w:rPr>
        <w:t>»</w:t>
      </w:r>
      <w:r w:rsidRPr="003E3506">
        <w:rPr>
          <w:rtl/>
          <w:lang w:bidi="fa-IR"/>
        </w:rPr>
        <w:t xml:space="preserve"> از اول اذان و يك مرتبه </w:t>
      </w:r>
      <w:r w:rsidR="00CB1B57">
        <w:rPr>
          <w:rFonts w:hint="cs"/>
          <w:rtl/>
          <w:lang w:bidi="fa-IR"/>
        </w:rPr>
        <w:t>«</w:t>
      </w:r>
      <w:r w:rsidRPr="003E3506">
        <w:rPr>
          <w:rtl/>
          <w:lang w:bidi="fa-IR"/>
        </w:rPr>
        <w:t>لا اله الا اللّه</w:t>
      </w:r>
      <w:r w:rsidR="00CB1B57">
        <w:rPr>
          <w:rFonts w:hint="cs"/>
          <w:rtl/>
          <w:lang w:bidi="fa-IR"/>
        </w:rPr>
        <w:t>»</w:t>
      </w:r>
      <w:r w:rsidRPr="003E3506">
        <w:rPr>
          <w:rtl/>
          <w:lang w:bidi="fa-IR"/>
        </w:rPr>
        <w:t xml:space="preserve"> از آخر آن كم مى شود و بعد از گفتن حي على خير العمل بايد دو مرتبه قد قامت الصلاة اضافه نمود.</w:t>
      </w:r>
    </w:p>
    <w:p w:rsidR="003E3506" w:rsidRPr="003E3506" w:rsidRDefault="003E3506" w:rsidP="003E3506">
      <w:pPr>
        <w:pStyle w:val="libNormal"/>
        <w:rPr>
          <w:lang w:bidi="fa-IR"/>
        </w:rPr>
      </w:pPr>
      <w:r w:rsidRPr="003E3506">
        <w:rPr>
          <w:rtl/>
          <w:lang w:bidi="fa-IR"/>
        </w:rPr>
        <w:t xml:space="preserve">٩٢٨ - </w:t>
      </w:r>
      <w:r w:rsidR="00CB1B57">
        <w:rPr>
          <w:rFonts w:hint="cs"/>
          <w:rtl/>
          <w:lang w:bidi="fa-IR"/>
        </w:rPr>
        <w:t>«</w:t>
      </w:r>
      <w:r w:rsidRPr="003E3506">
        <w:rPr>
          <w:rtl/>
          <w:lang w:bidi="fa-IR"/>
        </w:rPr>
        <w:t>اشهد ان عليا ولي اللّه</w:t>
      </w:r>
      <w:r w:rsidR="00CB1B57">
        <w:rPr>
          <w:rFonts w:hint="cs"/>
          <w:rtl/>
          <w:lang w:bidi="fa-IR"/>
        </w:rPr>
        <w:t>»</w:t>
      </w:r>
      <w:r w:rsidRPr="003E3506">
        <w:rPr>
          <w:rtl/>
          <w:lang w:bidi="fa-IR"/>
        </w:rPr>
        <w:t xml:space="preserve"> جزء اذان و اقامه نيست</w:t>
      </w:r>
      <w:r w:rsidR="000C4B14">
        <w:rPr>
          <w:rtl/>
          <w:lang w:bidi="fa-IR"/>
        </w:rPr>
        <w:t>،</w:t>
      </w:r>
      <w:r w:rsidRPr="003E3506">
        <w:rPr>
          <w:rtl/>
          <w:lang w:bidi="fa-IR"/>
        </w:rPr>
        <w:t xml:space="preserve"> ولى خوبست بعد از اشهد ان محمدا رسول اللّه به قصد قربت گفته شود.</w:t>
      </w:r>
    </w:p>
    <w:p w:rsidR="003E3506" w:rsidRPr="003E3506" w:rsidRDefault="00C52FD4" w:rsidP="003E3506">
      <w:pPr>
        <w:pStyle w:val="libNormal"/>
        <w:rPr>
          <w:lang w:bidi="fa-IR"/>
        </w:rPr>
      </w:pPr>
      <w:r>
        <w:rPr>
          <w:rtl/>
          <w:lang w:bidi="fa-IR"/>
        </w:rPr>
        <w:br w:type="page"/>
      </w:r>
    </w:p>
    <w:p w:rsidR="003E3506" w:rsidRDefault="00605FAB" w:rsidP="00C52FD4">
      <w:pPr>
        <w:pStyle w:val="Heading3"/>
        <w:rPr>
          <w:rtl/>
          <w:lang w:bidi="fa-IR"/>
        </w:rPr>
      </w:pPr>
      <w:bookmarkStart w:id="113" w:name="_Toc24454536"/>
      <w:r>
        <w:rPr>
          <w:rtl/>
          <w:lang w:bidi="fa-IR"/>
        </w:rPr>
        <w:t>(</w:t>
      </w:r>
      <w:r w:rsidR="003E3506" w:rsidRPr="003E3506">
        <w:rPr>
          <w:rtl/>
          <w:lang w:bidi="fa-IR"/>
        </w:rPr>
        <w:t>ترجمه اذان و اقامه</w:t>
      </w:r>
      <w:r>
        <w:rPr>
          <w:rtl/>
          <w:lang w:bidi="fa-IR"/>
        </w:rPr>
        <w:t>)</w:t>
      </w:r>
      <w:bookmarkEnd w:id="113"/>
    </w:p>
    <w:p w:rsidR="003E3506" w:rsidRPr="003E3506" w:rsidRDefault="003E3506" w:rsidP="003E3506">
      <w:pPr>
        <w:pStyle w:val="libNormal"/>
        <w:rPr>
          <w:lang w:bidi="fa-IR"/>
        </w:rPr>
      </w:pPr>
      <w:r w:rsidRPr="003E3506">
        <w:rPr>
          <w:rtl/>
          <w:lang w:bidi="fa-IR"/>
        </w:rPr>
        <w:t>١/٩٢٨ - اللّه اكبر يعنى خداى تعالى بزرگتر از آن است كه وصف شود.</w:t>
      </w:r>
    </w:p>
    <w:p w:rsidR="003E3506" w:rsidRPr="003E3506" w:rsidRDefault="00CB1B57" w:rsidP="003E3506">
      <w:pPr>
        <w:pStyle w:val="libNormal"/>
        <w:rPr>
          <w:lang w:bidi="fa-IR"/>
        </w:rPr>
      </w:pPr>
      <w:r>
        <w:rPr>
          <w:rFonts w:hint="cs"/>
          <w:rtl/>
          <w:lang w:bidi="fa-IR"/>
        </w:rPr>
        <w:t>«</w:t>
      </w:r>
      <w:r w:rsidR="003E3506" w:rsidRPr="003E3506">
        <w:rPr>
          <w:rtl/>
          <w:lang w:bidi="fa-IR"/>
        </w:rPr>
        <w:t>اشهد ان لا اله الا اللّه</w:t>
      </w:r>
      <w:r>
        <w:rPr>
          <w:rFonts w:hint="cs"/>
          <w:rtl/>
          <w:lang w:bidi="fa-IR"/>
        </w:rPr>
        <w:t>»</w:t>
      </w:r>
      <w:r w:rsidR="003E3506" w:rsidRPr="003E3506">
        <w:rPr>
          <w:rtl/>
          <w:lang w:bidi="fa-IR"/>
        </w:rPr>
        <w:t xml:space="preserve"> يعنى شهادت مى دهم كه خدايى سزاوار پرستش نيست جز خدايى كه يكتا و بى همتا است</w:t>
      </w:r>
      <w:r w:rsidR="000C4B14">
        <w:rPr>
          <w:rtl/>
          <w:lang w:bidi="fa-IR"/>
        </w:rPr>
        <w:t>.</w:t>
      </w:r>
    </w:p>
    <w:p w:rsidR="003E3506" w:rsidRPr="003E3506" w:rsidRDefault="00CB1B57" w:rsidP="003E3506">
      <w:pPr>
        <w:pStyle w:val="libNormal"/>
        <w:rPr>
          <w:lang w:bidi="fa-IR"/>
        </w:rPr>
      </w:pPr>
      <w:r>
        <w:rPr>
          <w:rFonts w:hint="cs"/>
          <w:rtl/>
          <w:lang w:bidi="fa-IR"/>
        </w:rPr>
        <w:t>«</w:t>
      </w:r>
      <w:r w:rsidR="003E3506" w:rsidRPr="003E3506">
        <w:rPr>
          <w:rtl/>
          <w:lang w:bidi="fa-IR"/>
        </w:rPr>
        <w:t>اشهد ان محمدا رسول اللّه</w:t>
      </w:r>
      <w:r>
        <w:rPr>
          <w:rFonts w:hint="cs"/>
          <w:rtl/>
          <w:lang w:bidi="fa-IR"/>
        </w:rPr>
        <w:t>»</w:t>
      </w:r>
      <w:r w:rsidR="003E3506" w:rsidRPr="003E3506">
        <w:rPr>
          <w:rtl/>
          <w:lang w:bidi="fa-IR"/>
        </w:rPr>
        <w:t xml:space="preserve"> يعنى شهادت ميدهم كه حضرت محمد بن عبد اللّه </w:t>
      </w:r>
      <w:r w:rsidR="00884B11" w:rsidRPr="00884B11">
        <w:rPr>
          <w:rStyle w:val="libAlaemChar"/>
          <w:rtl/>
        </w:rPr>
        <w:t>صلى‌الله‌عليه‌وآله‌وسلم</w:t>
      </w:r>
      <w:r w:rsidR="003E3506" w:rsidRPr="003E3506">
        <w:rPr>
          <w:rtl/>
          <w:lang w:bidi="fa-IR"/>
        </w:rPr>
        <w:t xml:space="preserve"> پيغمبر و فرستاده خداست</w:t>
      </w:r>
      <w:r w:rsidR="000C4B14">
        <w:rPr>
          <w:rtl/>
          <w:lang w:bidi="fa-IR"/>
        </w:rPr>
        <w:t>.</w:t>
      </w:r>
    </w:p>
    <w:p w:rsidR="003E3506" w:rsidRPr="003E3506" w:rsidRDefault="00CB1B57" w:rsidP="003E3506">
      <w:pPr>
        <w:pStyle w:val="libNormal"/>
        <w:rPr>
          <w:lang w:bidi="fa-IR"/>
        </w:rPr>
      </w:pPr>
      <w:r>
        <w:rPr>
          <w:rFonts w:hint="cs"/>
          <w:rtl/>
          <w:lang w:bidi="fa-IR"/>
        </w:rPr>
        <w:t>«</w:t>
      </w:r>
      <w:r w:rsidR="003E3506" w:rsidRPr="003E3506">
        <w:rPr>
          <w:rtl/>
          <w:lang w:bidi="fa-IR"/>
        </w:rPr>
        <w:t>اشهد ان عليا امير المؤمنين ولي اللّه</w:t>
      </w:r>
      <w:r>
        <w:rPr>
          <w:rFonts w:hint="cs"/>
          <w:rtl/>
          <w:lang w:bidi="fa-IR"/>
        </w:rPr>
        <w:t>»</w:t>
      </w:r>
      <w:r w:rsidR="003E3506" w:rsidRPr="003E3506">
        <w:rPr>
          <w:rtl/>
          <w:lang w:bidi="fa-IR"/>
        </w:rPr>
        <w:t xml:space="preserve"> يعنى شهادت مى دهم كه حضرت على عليه الصلاة و السلام امير مومنان و ولى خدا بر همه خلق است</w:t>
      </w:r>
      <w:r w:rsidR="000C4B14">
        <w:rPr>
          <w:rtl/>
          <w:lang w:bidi="fa-IR"/>
        </w:rPr>
        <w:t>.</w:t>
      </w:r>
    </w:p>
    <w:p w:rsidR="003E3506" w:rsidRPr="003E3506" w:rsidRDefault="00CB1B57" w:rsidP="00CB1B57">
      <w:pPr>
        <w:pStyle w:val="libNormal"/>
        <w:rPr>
          <w:lang w:bidi="fa-IR"/>
        </w:rPr>
      </w:pPr>
      <w:r>
        <w:rPr>
          <w:rFonts w:hint="cs"/>
          <w:rtl/>
          <w:lang w:bidi="fa-IR"/>
        </w:rPr>
        <w:t>«</w:t>
      </w:r>
      <w:r w:rsidR="003E3506" w:rsidRPr="003E3506">
        <w:rPr>
          <w:rtl/>
          <w:lang w:bidi="fa-IR"/>
        </w:rPr>
        <w:t>حي على الصلاة</w:t>
      </w:r>
      <w:r>
        <w:rPr>
          <w:rFonts w:hint="cs"/>
          <w:rtl/>
          <w:lang w:bidi="fa-IR"/>
        </w:rPr>
        <w:t xml:space="preserve">» </w:t>
      </w:r>
      <w:r w:rsidR="003E3506" w:rsidRPr="003E3506">
        <w:rPr>
          <w:rtl/>
          <w:lang w:bidi="fa-IR"/>
        </w:rPr>
        <w:t>يعنى بشتاب براى نماز.</w:t>
      </w:r>
    </w:p>
    <w:p w:rsidR="003E3506" w:rsidRPr="003E3506" w:rsidRDefault="00CB1B57" w:rsidP="003E3506">
      <w:pPr>
        <w:pStyle w:val="libNormal"/>
        <w:rPr>
          <w:lang w:bidi="fa-IR"/>
        </w:rPr>
      </w:pPr>
      <w:r>
        <w:rPr>
          <w:rFonts w:hint="cs"/>
          <w:rtl/>
          <w:lang w:bidi="fa-IR"/>
        </w:rPr>
        <w:t>«</w:t>
      </w:r>
      <w:r w:rsidR="003E3506" w:rsidRPr="003E3506">
        <w:rPr>
          <w:rtl/>
          <w:lang w:bidi="fa-IR"/>
        </w:rPr>
        <w:t>حي على الفلاح</w:t>
      </w:r>
      <w:r>
        <w:rPr>
          <w:rFonts w:hint="cs"/>
          <w:rtl/>
          <w:lang w:bidi="fa-IR"/>
        </w:rPr>
        <w:t>»</w:t>
      </w:r>
      <w:r w:rsidR="003E3506" w:rsidRPr="003E3506">
        <w:rPr>
          <w:rtl/>
          <w:lang w:bidi="fa-IR"/>
        </w:rPr>
        <w:t xml:space="preserve"> يعنى بشتاب براى رستگارى</w:t>
      </w:r>
      <w:r w:rsidR="000C4B14">
        <w:rPr>
          <w:rtl/>
          <w:lang w:bidi="fa-IR"/>
        </w:rPr>
        <w:t>.</w:t>
      </w:r>
    </w:p>
    <w:p w:rsidR="003E3506" w:rsidRPr="003E3506" w:rsidRDefault="00CB1B57" w:rsidP="003E3506">
      <w:pPr>
        <w:pStyle w:val="libNormal"/>
        <w:rPr>
          <w:lang w:bidi="fa-IR"/>
        </w:rPr>
      </w:pPr>
      <w:r>
        <w:rPr>
          <w:rFonts w:hint="cs"/>
          <w:rtl/>
          <w:lang w:bidi="fa-IR"/>
        </w:rPr>
        <w:t>«</w:t>
      </w:r>
      <w:r w:rsidR="003E3506" w:rsidRPr="003E3506">
        <w:rPr>
          <w:rtl/>
          <w:lang w:bidi="fa-IR"/>
        </w:rPr>
        <w:t>حي على خير العمل</w:t>
      </w:r>
      <w:r>
        <w:rPr>
          <w:rFonts w:hint="cs"/>
          <w:rtl/>
          <w:lang w:bidi="fa-IR"/>
        </w:rPr>
        <w:t>»</w:t>
      </w:r>
      <w:r w:rsidR="003E3506" w:rsidRPr="003E3506">
        <w:rPr>
          <w:rtl/>
          <w:lang w:bidi="fa-IR"/>
        </w:rPr>
        <w:t xml:space="preserve"> يعنى بشتاب براى بهترين كارها كه نماز است</w:t>
      </w:r>
      <w:r w:rsidR="000C4B14">
        <w:rPr>
          <w:rtl/>
          <w:lang w:bidi="fa-IR"/>
        </w:rPr>
        <w:t>.</w:t>
      </w:r>
    </w:p>
    <w:p w:rsidR="003E3506" w:rsidRPr="003E3506" w:rsidRDefault="00CB1B57" w:rsidP="003E3506">
      <w:pPr>
        <w:pStyle w:val="libNormal"/>
        <w:rPr>
          <w:lang w:bidi="fa-IR"/>
        </w:rPr>
      </w:pPr>
      <w:r>
        <w:rPr>
          <w:rFonts w:hint="cs"/>
          <w:rtl/>
          <w:lang w:bidi="fa-IR"/>
        </w:rPr>
        <w:t>«</w:t>
      </w:r>
      <w:r w:rsidR="003E3506" w:rsidRPr="003E3506">
        <w:rPr>
          <w:rtl/>
          <w:lang w:bidi="fa-IR"/>
        </w:rPr>
        <w:t>قد قامت الصلاة</w:t>
      </w:r>
      <w:r>
        <w:rPr>
          <w:rFonts w:hint="cs"/>
          <w:rtl/>
          <w:lang w:bidi="fa-IR"/>
        </w:rPr>
        <w:t>»</w:t>
      </w:r>
      <w:r w:rsidR="003E3506" w:rsidRPr="003E3506">
        <w:rPr>
          <w:rtl/>
          <w:lang w:bidi="fa-IR"/>
        </w:rPr>
        <w:t xml:space="preserve"> يعنى به تحقيق نماز بر پا شد.</w:t>
      </w:r>
    </w:p>
    <w:p w:rsidR="003E3506" w:rsidRPr="003E3506" w:rsidRDefault="00CB1B57" w:rsidP="003E3506">
      <w:pPr>
        <w:pStyle w:val="libNormal"/>
        <w:rPr>
          <w:lang w:bidi="fa-IR"/>
        </w:rPr>
      </w:pPr>
      <w:r>
        <w:rPr>
          <w:rFonts w:hint="cs"/>
          <w:rtl/>
          <w:lang w:bidi="fa-IR"/>
        </w:rPr>
        <w:t>«</w:t>
      </w:r>
      <w:r w:rsidR="003E3506" w:rsidRPr="003E3506">
        <w:rPr>
          <w:rtl/>
          <w:lang w:bidi="fa-IR"/>
        </w:rPr>
        <w:t>لا اله الا اللّه</w:t>
      </w:r>
      <w:r>
        <w:rPr>
          <w:rFonts w:hint="cs"/>
          <w:rtl/>
          <w:lang w:bidi="fa-IR"/>
        </w:rPr>
        <w:t>»</w:t>
      </w:r>
      <w:r w:rsidR="003E3506" w:rsidRPr="003E3506">
        <w:rPr>
          <w:rtl/>
          <w:lang w:bidi="fa-IR"/>
        </w:rPr>
        <w:t xml:space="preserve"> يعنى خدايى كه سزاوار پرستش نيست مگر خدايى كه يكتا و بى همتا است</w:t>
      </w:r>
      <w:r w:rsidR="000C4B14">
        <w:rPr>
          <w:rtl/>
          <w:lang w:bidi="fa-IR"/>
        </w:rPr>
        <w:t>.</w:t>
      </w:r>
    </w:p>
    <w:p w:rsidR="003E3506" w:rsidRPr="003E3506" w:rsidRDefault="003E3506" w:rsidP="003E3506">
      <w:pPr>
        <w:pStyle w:val="libNormal"/>
        <w:rPr>
          <w:lang w:bidi="fa-IR"/>
        </w:rPr>
      </w:pPr>
      <w:r w:rsidRPr="003E3506">
        <w:rPr>
          <w:rtl/>
          <w:lang w:bidi="fa-IR"/>
        </w:rPr>
        <w:t>٩٢٩ - بين جمله هاى اذان و اقامه بايد خيلى فاصله نشود و اگر بين آنها بيشتر از معمول فاصله بيندازد</w:t>
      </w:r>
      <w:r w:rsidR="000C4B14">
        <w:rPr>
          <w:rtl/>
          <w:lang w:bidi="fa-IR"/>
        </w:rPr>
        <w:t>،</w:t>
      </w:r>
      <w:r w:rsidRPr="003E3506">
        <w:rPr>
          <w:rtl/>
          <w:lang w:bidi="fa-IR"/>
        </w:rPr>
        <w:t xml:space="preserve"> بايد دوباره آن را از سر بگيرد.</w:t>
      </w:r>
    </w:p>
    <w:p w:rsidR="003E3506" w:rsidRPr="003E3506" w:rsidRDefault="003E3506" w:rsidP="003E3506">
      <w:pPr>
        <w:pStyle w:val="libNormal"/>
        <w:rPr>
          <w:lang w:bidi="fa-IR"/>
        </w:rPr>
      </w:pPr>
      <w:r w:rsidRPr="003E3506">
        <w:rPr>
          <w:rtl/>
          <w:lang w:bidi="fa-IR"/>
        </w:rPr>
        <w:t>٩٣٠ - اگر در اذان و اقامه صدا در گلو بيندازد</w:t>
      </w:r>
      <w:r w:rsidR="000C4B14">
        <w:rPr>
          <w:rtl/>
          <w:lang w:bidi="fa-IR"/>
        </w:rPr>
        <w:t>،</w:t>
      </w:r>
      <w:r w:rsidRPr="003E3506">
        <w:rPr>
          <w:rtl/>
          <w:lang w:bidi="fa-IR"/>
        </w:rPr>
        <w:t xml:space="preserve"> چنانچه غنا شود</w:t>
      </w:r>
      <w:r w:rsidR="000C4B14">
        <w:rPr>
          <w:rtl/>
          <w:lang w:bidi="fa-IR"/>
        </w:rPr>
        <w:t>،</w:t>
      </w:r>
      <w:r w:rsidRPr="003E3506">
        <w:rPr>
          <w:rtl/>
          <w:lang w:bidi="fa-IR"/>
        </w:rPr>
        <w:t xml:space="preserve"> يعنى به طور آواز خوانى كه در مجلس لهو و بازيگرى معمول است اذان و اقامه را بگويد</w:t>
      </w:r>
      <w:r w:rsidR="000C4B14">
        <w:rPr>
          <w:rtl/>
          <w:lang w:bidi="fa-IR"/>
        </w:rPr>
        <w:t>،</w:t>
      </w:r>
      <w:r w:rsidRPr="003E3506">
        <w:rPr>
          <w:rtl/>
          <w:lang w:bidi="fa-IR"/>
        </w:rPr>
        <w:t xml:space="preserve"> حرام است</w:t>
      </w:r>
      <w:r w:rsidR="000C4B14">
        <w:rPr>
          <w:rtl/>
          <w:lang w:bidi="fa-IR"/>
        </w:rPr>
        <w:t>،</w:t>
      </w:r>
      <w:r w:rsidRPr="003E3506">
        <w:rPr>
          <w:rtl/>
          <w:lang w:bidi="fa-IR"/>
        </w:rPr>
        <w:t xml:space="preserve"> و اگر غنا نشود مكروه مى باشد.</w:t>
      </w:r>
    </w:p>
    <w:p w:rsidR="003E3506" w:rsidRPr="003E3506" w:rsidRDefault="003E3506" w:rsidP="003E3506">
      <w:pPr>
        <w:pStyle w:val="libNormal"/>
        <w:rPr>
          <w:lang w:bidi="fa-IR"/>
        </w:rPr>
      </w:pPr>
      <w:r w:rsidRPr="003E3506">
        <w:rPr>
          <w:rtl/>
          <w:lang w:bidi="fa-IR"/>
        </w:rPr>
        <w:t>٩٣١ - در همه مواردى كه نمازگزار دو نماز را پشت سر هم مى خواند</w:t>
      </w:r>
      <w:r w:rsidR="000C4B14">
        <w:rPr>
          <w:rtl/>
          <w:lang w:bidi="fa-IR"/>
        </w:rPr>
        <w:t>،</w:t>
      </w:r>
      <w:r w:rsidRPr="003E3506">
        <w:rPr>
          <w:rtl/>
          <w:lang w:bidi="fa-IR"/>
        </w:rPr>
        <w:t xml:space="preserve"> اگر براى نماز اول اذان گفته باشد</w:t>
      </w:r>
      <w:r w:rsidR="000C4B14">
        <w:rPr>
          <w:rtl/>
          <w:lang w:bidi="fa-IR"/>
        </w:rPr>
        <w:t>،</w:t>
      </w:r>
      <w:r w:rsidRPr="003E3506">
        <w:rPr>
          <w:rtl/>
          <w:lang w:bidi="fa-IR"/>
        </w:rPr>
        <w:t xml:space="preserve"> اذان براى نماز بعدى ساقط است</w:t>
      </w:r>
      <w:r w:rsidR="000C4B14">
        <w:rPr>
          <w:rtl/>
          <w:lang w:bidi="fa-IR"/>
        </w:rPr>
        <w:t>،</w:t>
      </w:r>
      <w:r w:rsidRPr="003E3506">
        <w:rPr>
          <w:rtl/>
          <w:lang w:bidi="fa-IR"/>
        </w:rPr>
        <w:t xml:space="preserve"> خواه جمع ميان دو نماز بهتر نباشد يا آنكه بهتر باشد</w:t>
      </w:r>
      <w:r w:rsidR="000C4B14">
        <w:rPr>
          <w:rtl/>
          <w:lang w:bidi="fa-IR"/>
        </w:rPr>
        <w:t>،</w:t>
      </w:r>
      <w:r w:rsidRPr="003E3506">
        <w:rPr>
          <w:rtl/>
          <w:lang w:bidi="fa-IR"/>
        </w:rPr>
        <w:t xml:space="preserve"> مثل جمع بين نماز ظهر و عصر در روز عرفه كه روز نهم ماه ذيحجه است</w:t>
      </w:r>
      <w:r w:rsidR="000C4B14">
        <w:rPr>
          <w:rtl/>
          <w:lang w:bidi="fa-IR"/>
        </w:rPr>
        <w:t>،</w:t>
      </w:r>
      <w:r w:rsidRPr="003E3506">
        <w:rPr>
          <w:rtl/>
          <w:lang w:bidi="fa-IR"/>
        </w:rPr>
        <w:t xml:space="preserve"> و جمع بين نماز مغرب و عشا عيد قربان براى كسى كه در مشعرالحرام باشد</w:t>
      </w:r>
      <w:r w:rsidR="000C4B14">
        <w:rPr>
          <w:rtl/>
          <w:lang w:bidi="fa-IR"/>
        </w:rPr>
        <w:t>،</w:t>
      </w:r>
      <w:r w:rsidRPr="003E3506">
        <w:rPr>
          <w:rtl/>
          <w:lang w:bidi="fa-IR"/>
        </w:rPr>
        <w:t xml:space="preserve"> و ساقط شدن اذان در اين </w:t>
      </w:r>
      <w:r w:rsidRPr="003E3506">
        <w:rPr>
          <w:rtl/>
          <w:lang w:bidi="fa-IR"/>
        </w:rPr>
        <w:lastRenderedPageBreak/>
        <w:t>موارد مشروط به آن است كه هيچ فاصله اى ميان دو نماز نباشد يا فاصله بسيار كم باشد ولى فاصله شدن نافله و تعقيب ضرر ندارد و احتياط واجب آن است كه در اين موارد اذان را به قصد مشروعيت نياورد</w:t>
      </w:r>
      <w:r w:rsidR="000C4B14">
        <w:rPr>
          <w:rtl/>
          <w:lang w:bidi="fa-IR"/>
        </w:rPr>
        <w:t>،</w:t>
      </w:r>
      <w:r w:rsidRPr="003E3506">
        <w:rPr>
          <w:rtl/>
          <w:lang w:bidi="fa-IR"/>
        </w:rPr>
        <w:t xml:space="preserve"> بلكه مناسب نيست آوردن اذان در دو مورد آخر هر چند بدون قصد مشروعيت باشد.</w:t>
      </w:r>
    </w:p>
    <w:p w:rsidR="003E3506" w:rsidRPr="003E3506" w:rsidRDefault="003E3506" w:rsidP="003E3506">
      <w:pPr>
        <w:pStyle w:val="libNormal"/>
        <w:rPr>
          <w:lang w:bidi="fa-IR"/>
        </w:rPr>
      </w:pPr>
      <w:r w:rsidRPr="003E3506">
        <w:rPr>
          <w:rtl/>
          <w:lang w:bidi="fa-IR"/>
        </w:rPr>
        <w:t>٩٣٢ - اگر براى نماز جماعتى اذان و اقامه گفته باشند</w:t>
      </w:r>
      <w:r w:rsidR="000C4B14">
        <w:rPr>
          <w:rtl/>
          <w:lang w:bidi="fa-IR"/>
        </w:rPr>
        <w:t>،</w:t>
      </w:r>
      <w:r w:rsidRPr="003E3506">
        <w:rPr>
          <w:rtl/>
          <w:lang w:bidi="fa-IR"/>
        </w:rPr>
        <w:t xml:space="preserve"> كسى كه با آن جماعت نماز مى خواند</w:t>
      </w:r>
      <w:r w:rsidR="000C4B14">
        <w:rPr>
          <w:rtl/>
          <w:lang w:bidi="fa-IR"/>
        </w:rPr>
        <w:t>،</w:t>
      </w:r>
      <w:r w:rsidRPr="003E3506">
        <w:rPr>
          <w:rtl/>
          <w:lang w:bidi="fa-IR"/>
        </w:rPr>
        <w:t xml:space="preserve"> نبايد براى نماز خود اذان و اقامه بگويد.</w:t>
      </w:r>
    </w:p>
    <w:p w:rsidR="003E3506" w:rsidRPr="003E3506" w:rsidRDefault="003E3506" w:rsidP="003E3506">
      <w:pPr>
        <w:pStyle w:val="libNormal"/>
        <w:rPr>
          <w:lang w:bidi="fa-IR"/>
        </w:rPr>
      </w:pPr>
      <w:r w:rsidRPr="003E3506">
        <w:rPr>
          <w:rtl/>
          <w:lang w:bidi="fa-IR"/>
        </w:rPr>
        <w:t>٩٣٣ - اگر براى خواندن نماز به مسجد رود و ببيند جماعت تمام شده تا وقتى كه صفها بهم نخورده و جمعيت متفرق نشده</w:t>
      </w:r>
      <w:r w:rsidR="000C4B14">
        <w:rPr>
          <w:rtl/>
          <w:lang w:bidi="fa-IR"/>
        </w:rPr>
        <w:t>،</w:t>
      </w:r>
      <w:r w:rsidRPr="003E3506">
        <w:rPr>
          <w:rtl/>
          <w:lang w:bidi="fa-IR"/>
        </w:rPr>
        <w:t xml:space="preserve"> مى تواند براى نماز خود اذان و اقامه نگويد يعنى گفتن آن دو مستحب مؤكد نيست</w:t>
      </w:r>
      <w:r w:rsidR="000C4B14">
        <w:rPr>
          <w:rtl/>
          <w:lang w:bidi="fa-IR"/>
        </w:rPr>
        <w:t>،</w:t>
      </w:r>
      <w:r w:rsidRPr="003E3506">
        <w:rPr>
          <w:rtl/>
          <w:lang w:bidi="fa-IR"/>
        </w:rPr>
        <w:t xml:space="preserve"> بلكه اگر مى خواهد اذان بگويد بهتر آن است كه آن را بسيار آهسته بگويد</w:t>
      </w:r>
      <w:r w:rsidR="000C4B14">
        <w:rPr>
          <w:rtl/>
          <w:lang w:bidi="fa-IR"/>
        </w:rPr>
        <w:t>،</w:t>
      </w:r>
      <w:r w:rsidRPr="003E3506">
        <w:rPr>
          <w:rtl/>
          <w:lang w:bidi="fa-IR"/>
        </w:rPr>
        <w:t xml:space="preserve"> و اگر بخواهد نماز جماعت ديگرى اقامه كند نبايد اذان و اقامه بگويد.</w:t>
      </w:r>
    </w:p>
    <w:p w:rsidR="003E3506" w:rsidRPr="003E3506" w:rsidRDefault="003E3506" w:rsidP="003E3506">
      <w:pPr>
        <w:pStyle w:val="libNormal"/>
        <w:rPr>
          <w:lang w:bidi="fa-IR"/>
        </w:rPr>
      </w:pPr>
      <w:r w:rsidRPr="003E3506">
        <w:rPr>
          <w:rtl/>
          <w:lang w:bidi="fa-IR"/>
        </w:rPr>
        <w:t>٩٣٤ - در جايى كه نماز جماعت عده اى تازه تمام شده و صفها بهم نخورده است</w:t>
      </w:r>
      <w:r w:rsidR="000C4B14">
        <w:rPr>
          <w:rtl/>
          <w:lang w:bidi="fa-IR"/>
        </w:rPr>
        <w:t>،</w:t>
      </w:r>
      <w:r w:rsidRPr="003E3506">
        <w:rPr>
          <w:rtl/>
          <w:lang w:bidi="fa-IR"/>
        </w:rPr>
        <w:t xml:space="preserve"> اگر انسان بخواهد فرادى يا با جماعت ديگرى كه بر پا مى شود نماز بخواند</w:t>
      </w:r>
      <w:r w:rsidR="000C4B14">
        <w:rPr>
          <w:rtl/>
          <w:lang w:bidi="fa-IR"/>
        </w:rPr>
        <w:t>،</w:t>
      </w:r>
      <w:r w:rsidRPr="003E3506">
        <w:rPr>
          <w:rtl/>
          <w:lang w:bidi="fa-IR"/>
        </w:rPr>
        <w:t xml:space="preserve"> با شش شرط اذان و اقامه از او ساقط مى شود اول آنكه نماز جماعت در مسجد باشد و اگر در مسجد نباشد</w:t>
      </w:r>
      <w:r w:rsidR="000C4B14">
        <w:rPr>
          <w:rtl/>
          <w:lang w:bidi="fa-IR"/>
        </w:rPr>
        <w:t>،</w:t>
      </w:r>
      <w:r w:rsidRPr="003E3506">
        <w:rPr>
          <w:rtl/>
          <w:lang w:bidi="fa-IR"/>
        </w:rPr>
        <w:t xml:space="preserve"> ساقط شدن اذان و اقامه معلوم نيست</w:t>
      </w:r>
      <w:r w:rsidR="000C4B14">
        <w:rPr>
          <w:rtl/>
          <w:lang w:bidi="fa-IR"/>
        </w:rPr>
        <w:t>.</w:t>
      </w:r>
    </w:p>
    <w:p w:rsidR="003E3506" w:rsidRPr="003E3506" w:rsidRDefault="003E3506" w:rsidP="003E3506">
      <w:pPr>
        <w:pStyle w:val="libNormal"/>
        <w:rPr>
          <w:lang w:bidi="fa-IR"/>
        </w:rPr>
      </w:pPr>
      <w:r w:rsidRPr="003E3506">
        <w:rPr>
          <w:rtl/>
          <w:lang w:bidi="fa-IR"/>
        </w:rPr>
        <w:t>دوم آنكه براى آن نماز</w:t>
      </w:r>
      <w:r w:rsidR="000C4B14">
        <w:rPr>
          <w:rtl/>
          <w:lang w:bidi="fa-IR"/>
        </w:rPr>
        <w:t>،</w:t>
      </w:r>
      <w:r w:rsidRPr="003E3506">
        <w:rPr>
          <w:rtl/>
          <w:lang w:bidi="fa-IR"/>
        </w:rPr>
        <w:t xml:space="preserve"> اذان و اقامه گفته باشند.</w:t>
      </w:r>
    </w:p>
    <w:p w:rsidR="003E3506" w:rsidRPr="003E3506" w:rsidRDefault="003E3506" w:rsidP="003E3506">
      <w:pPr>
        <w:pStyle w:val="libNormal"/>
        <w:rPr>
          <w:lang w:bidi="fa-IR"/>
        </w:rPr>
      </w:pPr>
      <w:r w:rsidRPr="003E3506">
        <w:rPr>
          <w:rtl/>
          <w:lang w:bidi="fa-IR"/>
        </w:rPr>
        <w:t>سوم آنكه نماز جماعت باطل نباشد.</w:t>
      </w:r>
    </w:p>
    <w:p w:rsidR="003E3506" w:rsidRPr="003E3506" w:rsidRDefault="003E3506" w:rsidP="003E3506">
      <w:pPr>
        <w:pStyle w:val="libNormal"/>
        <w:rPr>
          <w:lang w:bidi="fa-IR"/>
        </w:rPr>
      </w:pPr>
      <w:r w:rsidRPr="003E3506">
        <w:rPr>
          <w:rtl/>
          <w:lang w:bidi="fa-IR"/>
        </w:rPr>
        <w:t>چهارم آنكه نماز او و نماز جماعت در يك جا باشد</w:t>
      </w:r>
      <w:r w:rsidR="000C4B14">
        <w:rPr>
          <w:rtl/>
          <w:lang w:bidi="fa-IR"/>
        </w:rPr>
        <w:t>،</w:t>
      </w:r>
      <w:r w:rsidRPr="003E3506">
        <w:rPr>
          <w:rtl/>
          <w:lang w:bidi="fa-IR"/>
        </w:rPr>
        <w:t xml:space="preserve"> پس اگر نماز جماعت داخل مسجد باشد و او بخواهد در بام مسجد نماز بخواند</w:t>
      </w:r>
      <w:r w:rsidR="000C4B14">
        <w:rPr>
          <w:rtl/>
          <w:lang w:bidi="fa-IR"/>
        </w:rPr>
        <w:t>،</w:t>
      </w:r>
      <w:r w:rsidRPr="003E3506">
        <w:rPr>
          <w:rtl/>
          <w:lang w:bidi="fa-IR"/>
        </w:rPr>
        <w:t xml:space="preserve"> مستحب است اذان و اقامه بگويد.</w:t>
      </w:r>
    </w:p>
    <w:p w:rsidR="003E3506" w:rsidRPr="003E3506" w:rsidRDefault="003E3506" w:rsidP="003E3506">
      <w:pPr>
        <w:pStyle w:val="libNormal"/>
        <w:rPr>
          <w:lang w:bidi="fa-IR"/>
        </w:rPr>
      </w:pPr>
      <w:r w:rsidRPr="003E3506">
        <w:rPr>
          <w:rtl/>
          <w:lang w:bidi="fa-IR"/>
        </w:rPr>
        <w:t>پنجم آنكه نماز جماعت ادا باشد ولى شرط نيست كه نماز خود او هم ادا باشد.</w:t>
      </w:r>
    </w:p>
    <w:p w:rsidR="003E3506" w:rsidRPr="003E3506" w:rsidRDefault="003E3506" w:rsidP="003E3506">
      <w:pPr>
        <w:pStyle w:val="libNormal"/>
        <w:rPr>
          <w:lang w:bidi="fa-IR"/>
        </w:rPr>
      </w:pPr>
      <w:r w:rsidRPr="003E3506">
        <w:rPr>
          <w:rtl/>
          <w:lang w:bidi="fa-IR"/>
        </w:rPr>
        <w:t>ششم آنكه وقت نماز او و نماز جماعت مشترك باشد</w:t>
      </w:r>
      <w:r w:rsidR="000C4B14">
        <w:rPr>
          <w:rtl/>
          <w:lang w:bidi="fa-IR"/>
        </w:rPr>
        <w:t>،</w:t>
      </w:r>
      <w:r w:rsidRPr="003E3506">
        <w:rPr>
          <w:rtl/>
          <w:lang w:bidi="fa-IR"/>
        </w:rPr>
        <w:t xml:space="preserve"> مثلا هر دو نماز ظهر يا هر دو نماز عصر بخوانند</w:t>
      </w:r>
      <w:r w:rsidR="000C4B14">
        <w:rPr>
          <w:rtl/>
          <w:lang w:bidi="fa-IR"/>
        </w:rPr>
        <w:t>،</w:t>
      </w:r>
      <w:r w:rsidRPr="003E3506">
        <w:rPr>
          <w:rtl/>
          <w:lang w:bidi="fa-IR"/>
        </w:rPr>
        <w:t xml:space="preserve"> يا نمازى كه به جماعت خوانده مى شود نماز ظهر باشد و او نماز عصر بخواند</w:t>
      </w:r>
      <w:r w:rsidR="000C4B14">
        <w:rPr>
          <w:rtl/>
          <w:lang w:bidi="fa-IR"/>
        </w:rPr>
        <w:t>،</w:t>
      </w:r>
      <w:r w:rsidRPr="003E3506">
        <w:rPr>
          <w:rtl/>
          <w:lang w:bidi="fa-IR"/>
        </w:rPr>
        <w:t xml:space="preserve"> يا </w:t>
      </w:r>
      <w:r w:rsidRPr="003E3506">
        <w:rPr>
          <w:rtl/>
          <w:lang w:bidi="fa-IR"/>
        </w:rPr>
        <w:lastRenderedPageBreak/>
        <w:t>او نماز ظهر بخواند و نماز جماعت نماز عصر باشد</w:t>
      </w:r>
      <w:r w:rsidR="000C4B14">
        <w:rPr>
          <w:rtl/>
          <w:lang w:bidi="fa-IR"/>
        </w:rPr>
        <w:t>،</w:t>
      </w:r>
      <w:r w:rsidRPr="003E3506">
        <w:rPr>
          <w:rtl/>
          <w:lang w:bidi="fa-IR"/>
        </w:rPr>
        <w:t xml:space="preserve"> و اما اگر نماز جماعت عصر باشد</w:t>
      </w:r>
      <w:r w:rsidR="000C4B14">
        <w:rPr>
          <w:rtl/>
          <w:lang w:bidi="fa-IR"/>
        </w:rPr>
        <w:t>،</w:t>
      </w:r>
      <w:r w:rsidRPr="003E3506">
        <w:rPr>
          <w:rtl/>
          <w:lang w:bidi="fa-IR"/>
        </w:rPr>
        <w:t xml:space="preserve"> در آخر وقت او بخواهد نماز مغرب ادايى بخواند اذان و اقامه ساقط نمى شوند.</w:t>
      </w:r>
    </w:p>
    <w:p w:rsidR="003E3506" w:rsidRPr="003E3506" w:rsidRDefault="003E3506" w:rsidP="003E3506">
      <w:pPr>
        <w:pStyle w:val="libNormal"/>
        <w:rPr>
          <w:lang w:bidi="fa-IR"/>
        </w:rPr>
      </w:pPr>
      <w:r w:rsidRPr="003E3506">
        <w:rPr>
          <w:rtl/>
          <w:lang w:bidi="fa-IR"/>
        </w:rPr>
        <w:t>٩٣٥ - اگر در شرط سوم از شرطهايى كه در مساله پيش گفته شد شك كند</w:t>
      </w:r>
      <w:r w:rsidR="000C4B14">
        <w:rPr>
          <w:rtl/>
          <w:lang w:bidi="fa-IR"/>
        </w:rPr>
        <w:t>،</w:t>
      </w:r>
      <w:r w:rsidRPr="003E3506">
        <w:rPr>
          <w:rtl/>
          <w:lang w:bidi="fa-IR"/>
        </w:rPr>
        <w:t xml:space="preserve"> يعنى شك كند كه نماز جماعت صحيح بوده يا نه</w:t>
      </w:r>
      <w:r w:rsidR="000C4B14">
        <w:rPr>
          <w:rtl/>
          <w:lang w:bidi="fa-IR"/>
        </w:rPr>
        <w:t>،</w:t>
      </w:r>
      <w:r w:rsidRPr="003E3506">
        <w:rPr>
          <w:rtl/>
          <w:lang w:bidi="fa-IR"/>
        </w:rPr>
        <w:t xml:space="preserve"> اذان و اقامه از او ساقط است</w:t>
      </w:r>
      <w:r w:rsidR="000C4B14">
        <w:rPr>
          <w:rtl/>
          <w:lang w:bidi="fa-IR"/>
        </w:rPr>
        <w:t>.</w:t>
      </w:r>
    </w:p>
    <w:p w:rsidR="003E3506" w:rsidRPr="003E3506" w:rsidRDefault="003E3506" w:rsidP="003E3506">
      <w:pPr>
        <w:pStyle w:val="libNormal"/>
        <w:rPr>
          <w:lang w:bidi="fa-IR"/>
        </w:rPr>
      </w:pPr>
      <w:r w:rsidRPr="003E3506">
        <w:rPr>
          <w:rtl/>
          <w:lang w:bidi="fa-IR"/>
        </w:rPr>
        <w:t>ولى اگر در يكى از پنج شرط ديگر شك كند بهتر است به رجاء مطلوبيت اذان و اقامه بگويد.</w:t>
      </w:r>
    </w:p>
    <w:p w:rsidR="003E3506" w:rsidRPr="003E3506" w:rsidRDefault="003E3506" w:rsidP="003E3506">
      <w:pPr>
        <w:pStyle w:val="libNormal"/>
        <w:rPr>
          <w:lang w:bidi="fa-IR"/>
        </w:rPr>
      </w:pPr>
      <w:r w:rsidRPr="003E3506">
        <w:rPr>
          <w:rtl/>
          <w:lang w:bidi="fa-IR"/>
        </w:rPr>
        <w:t>٩٣٦ - كسى كه اذان ديگرى را كه براى اعلام يا براى نماز جماعت مى گويد بشنود مستحب است هر قسمتى را كه مى شنود آهسته بگويد.</w:t>
      </w:r>
    </w:p>
    <w:p w:rsidR="003E3506" w:rsidRPr="003E3506" w:rsidRDefault="003E3506" w:rsidP="003E3506">
      <w:pPr>
        <w:pStyle w:val="libNormal"/>
        <w:rPr>
          <w:lang w:bidi="fa-IR"/>
        </w:rPr>
      </w:pPr>
      <w:r w:rsidRPr="003E3506">
        <w:rPr>
          <w:rtl/>
          <w:lang w:bidi="fa-IR"/>
        </w:rPr>
        <w:t>٩٣٧ - كسى كه اذان و اقامه ديگرى را شنيده باشد</w:t>
      </w:r>
      <w:r w:rsidR="000C4B14">
        <w:rPr>
          <w:rtl/>
          <w:lang w:bidi="fa-IR"/>
        </w:rPr>
        <w:t>،</w:t>
      </w:r>
      <w:r w:rsidRPr="003E3506">
        <w:rPr>
          <w:rtl/>
          <w:lang w:bidi="fa-IR"/>
        </w:rPr>
        <w:t xml:space="preserve"> چه با او گفته باشد يا نه</w:t>
      </w:r>
      <w:r w:rsidR="000C4B14">
        <w:rPr>
          <w:rtl/>
          <w:lang w:bidi="fa-IR"/>
        </w:rPr>
        <w:t>،</w:t>
      </w:r>
      <w:r w:rsidRPr="003E3506">
        <w:rPr>
          <w:rtl/>
          <w:lang w:bidi="fa-IR"/>
        </w:rPr>
        <w:t xml:space="preserve"> در صورتى كه بين آن اذان و اقامه و نمازى كه مى خواهد بخواند زياد فاصله نشده باشد</w:t>
      </w:r>
      <w:r w:rsidR="000C4B14">
        <w:rPr>
          <w:rtl/>
          <w:lang w:bidi="fa-IR"/>
        </w:rPr>
        <w:t>،</w:t>
      </w:r>
      <w:r w:rsidRPr="003E3506">
        <w:rPr>
          <w:rtl/>
          <w:lang w:bidi="fa-IR"/>
        </w:rPr>
        <w:t xml:space="preserve"> مى تواند براى نماز خود اذان و اقامه نگويد.</w:t>
      </w:r>
    </w:p>
    <w:p w:rsidR="003E3506" w:rsidRPr="003E3506" w:rsidRDefault="003E3506" w:rsidP="003E3506">
      <w:pPr>
        <w:pStyle w:val="libNormal"/>
        <w:rPr>
          <w:lang w:bidi="fa-IR"/>
        </w:rPr>
      </w:pPr>
      <w:r w:rsidRPr="003E3506">
        <w:rPr>
          <w:rtl/>
          <w:lang w:bidi="fa-IR"/>
        </w:rPr>
        <w:t>٩٣٨ - اگر مرد اذان زن را با قصد لذت بشنود</w:t>
      </w:r>
      <w:r w:rsidR="000C4B14">
        <w:rPr>
          <w:rtl/>
          <w:lang w:bidi="fa-IR"/>
        </w:rPr>
        <w:t>،</w:t>
      </w:r>
      <w:r w:rsidRPr="003E3506">
        <w:rPr>
          <w:rtl/>
          <w:lang w:bidi="fa-IR"/>
        </w:rPr>
        <w:t xml:space="preserve"> اذان او ساقط نمى شود</w:t>
      </w:r>
      <w:r w:rsidR="000C4B14">
        <w:rPr>
          <w:rtl/>
          <w:lang w:bidi="fa-IR"/>
        </w:rPr>
        <w:t>،</w:t>
      </w:r>
      <w:r w:rsidRPr="003E3506">
        <w:rPr>
          <w:rtl/>
          <w:lang w:bidi="fa-IR"/>
        </w:rPr>
        <w:t xml:space="preserve"> بلكه اگر قصد لذت هم نداشته باشد</w:t>
      </w:r>
      <w:r w:rsidR="000C4B14">
        <w:rPr>
          <w:rtl/>
          <w:lang w:bidi="fa-IR"/>
        </w:rPr>
        <w:t>،</w:t>
      </w:r>
      <w:r w:rsidRPr="003E3506">
        <w:rPr>
          <w:rtl/>
          <w:lang w:bidi="fa-IR"/>
        </w:rPr>
        <w:t xml:space="preserve"> ساقط شدن اذان اشكال دارد.</w:t>
      </w:r>
    </w:p>
    <w:p w:rsidR="003E3506" w:rsidRPr="003E3506" w:rsidRDefault="003E3506" w:rsidP="003E3506">
      <w:pPr>
        <w:pStyle w:val="libNormal"/>
        <w:rPr>
          <w:lang w:bidi="fa-IR"/>
        </w:rPr>
      </w:pPr>
      <w:r w:rsidRPr="003E3506">
        <w:rPr>
          <w:rtl/>
          <w:lang w:bidi="fa-IR"/>
        </w:rPr>
        <w:t>٩٣٩ - اذان و اقامه نماز جماعت را بايد مرد بگويد</w:t>
      </w:r>
      <w:r w:rsidR="000C4B14">
        <w:rPr>
          <w:rtl/>
          <w:lang w:bidi="fa-IR"/>
        </w:rPr>
        <w:t>،</w:t>
      </w:r>
      <w:r w:rsidRPr="003E3506">
        <w:rPr>
          <w:rtl/>
          <w:lang w:bidi="fa-IR"/>
        </w:rPr>
        <w:t xml:space="preserve"> ولى در نماز جماعت زنان اگر زن اذان و اقامه بگويد كافى است</w:t>
      </w:r>
      <w:r w:rsidR="000C4B14">
        <w:rPr>
          <w:rtl/>
          <w:lang w:bidi="fa-IR"/>
        </w:rPr>
        <w:t>.</w:t>
      </w:r>
    </w:p>
    <w:p w:rsidR="003E3506" w:rsidRPr="003E3506" w:rsidRDefault="003E3506" w:rsidP="003E3506">
      <w:pPr>
        <w:pStyle w:val="libNormal"/>
        <w:rPr>
          <w:lang w:bidi="fa-IR"/>
        </w:rPr>
      </w:pPr>
      <w:r w:rsidRPr="003E3506">
        <w:rPr>
          <w:rtl/>
          <w:lang w:bidi="fa-IR"/>
        </w:rPr>
        <w:t>٩٤٠ - اقامه بايد بعد از اذان گفته شود و نيز در اقامه معتبر است كه در حال ايستادن و طهارت از حدث با وضو يا غسل يا تيمم باشد.</w:t>
      </w:r>
    </w:p>
    <w:p w:rsidR="003E3506" w:rsidRPr="003E3506" w:rsidRDefault="003E3506" w:rsidP="003E3506">
      <w:pPr>
        <w:pStyle w:val="libNormal"/>
        <w:rPr>
          <w:lang w:bidi="fa-IR"/>
        </w:rPr>
      </w:pPr>
      <w:r w:rsidRPr="003E3506">
        <w:rPr>
          <w:rtl/>
          <w:lang w:bidi="fa-IR"/>
        </w:rPr>
        <w:t>٩٤١ - اگر كلمات اذان و اقامه را بدون ترتيب بگويد</w:t>
      </w:r>
      <w:r w:rsidR="000C4B14">
        <w:rPr>
          <w:rtl/>
          <w:lang w:bidi="fa-IR"/>
        </w:rPr>
        <w:t>،</w:t>
      </w:r>
      <w:r w:rsidRPr="003E3506">
        <w:rPr>
          <w:rtl/>
          <w:lang w:bidi="fa-IR"/>
        </w:rPr>
        <w:t xml:space="preserve"> مثلا حي على الفلاح را پيش از حي على الصلاة بگويد</w:t>
      </w:r>
      <w:r w:rsidR="000C4B14">
        <w:rPr>
          <w:rtl/>
          <w:lang w:bidi="fa-IR"/>
        </w:rPr>
        <w:t>،</w:t>
      </w:r>
      <w:r w:rsidRPr="003E3506">
        <w:rPr>
          <w:rtl/>
          <w:lang w:bidi="fa-IR"/>
        </w:rPr>
        <w:t xml:space="preserve"> بايد از جايى كه ترتيب بهم خورده دوباره بگويد.</w:t>
      </w:r>
    </w:p>
    <w:p w:rsidR="003E3506" w:rsidRPr="003E3506" w:rsidRDefault="003E3506" w:rsidP="003E3506">
      <w:pPr>
        <w:pStyle w:val="libNormal"/>
        <w:rPr>
          <w:lang w:bidi="fa-IR"/>
        </w:rPr>
      </w:pPr>
      <w:r w:rsidRPr="003E3506">
        <w:rPr>
          <w:rtl/>
          <w:lang w:bidi="fa-IR"/>
        </w:rPr>
        <w:t>٩٤٢ - بايد بين اذان و اقامه فاصله ندهد</w:t>
      </w:r>
      <w:r w:rsidR="000C4B14">
        <w:rPr>
          <w:rtl/>
          <w:lang w:bidi="fa-IR"/>
        </w:rPr>
        <w:t>،</w:t>
      </w:r>
      <w:r w:rsidRPr="003E3506">
        <w:rPr>
          <w:rtl/>
          <w:lang w:bidi="fa-IR"/>
        </w:rPr>
        <w:t xml:space="preserve"> و اگر بين آنها به قدرى فاصله دهد كه اذانى را كه گفته اذان اين اقامه حساب نشود</w:t>
      </w:r>
      <w:r w:rsidR="000C4B14">
        <w:rPr>
          <w:rtl/>
          <w:lang w:bidi="fa-IR"/>
        </w:rPr>
        <w:t>،</w:t>
      </w:r>
      <w:r w:rsidRPr="003E3506">
        <w:rPr>
          <w:rtl/>
          <w:lang w:bidi="fa-IR"/>
        </w:rPr>
        <w:t xml:space="preserve"> مستحب است دوباره اذان را بگويد.</w:t>
      </w:r>
    </w:p>
    <w:p w:rsidR="003E3506" w:rsidRPr="003E3506" w:rsidRDefault="003E3506" w:rsidP="003E3506">
      <w:pPr>
        <w:pStyle w:val="libNormal"/>
        <w:rPr>
          <w:lang w:bidi="fa-IR"/>
        </w:rPr>
      </w:pPr>
      <w:r w:rsidRPr="003E3506">
        <w:rPr>
          <w:rtl/>
          <w:lang w:bidi="fa-IR"/>
        </w:rPr>
        <w:t>و نيز اگر بين اذان و اقامه و نماز به قدرى فاصله دهد كه اذان و اقامه آن نماز حساب نشود</w:t>
      </w:r>
      <w:r w:rsidR="000C4B14">
        <w:rPr>
          <w:rtl/>
          <w:lang w:bidi="fa-IR"/>
        </w:rPr>
        <w:t>،</w:t>
      </w:r>
      <w:r w:rsidRPr="003E3506">
        <w:rPr>
          <w:rtl/>
          <w:lang w:bidi="fa-IR"/>
        </w:rPr>
        <w:t xml:space="preserve"> مستحب است دوباره براى آن نماز اذان و اقامه بگويد.</w:t>
      </w:r>
    </w:p>
    <w:p w:rsidR="003E3506" w:rsidRPr="003E3506" w:rsidRDefault="003E3506" w:rsidP="003E3506">
      <w:pPr>
        <w:pStyle w:val="libNormal"/>
        <w:rPr>
          <w:lang w:bidi="fa-IR"/>
        </w:rPr>
      </w:pPr>
      <w:r w:rsidRPr="003E3506">
        <w:rPr>
          <w:rtl/>
          <w:lang w:bidi="fa-IR"/>
        </w:rPr>
        <w:lastRenderedPageBreak/>
        <w:t>٩٤٣ - اذان و اقامه بايد به عربى صحيح گفته شود</w:t>
      </w:r>
      <w:r w:rsidR="000C4B14">
        <w:rPr>
          <w:rtl/>
          <w:lang w:bidi="fa-IR"/>
        </w:rPr>
        <w:t>،</w:t>
      </w:r>
      <w:r w:rsidRPr="003E3506">
        <w:rPr>
          <w:rtl/>
          <w:lang w:bidi="fa-IR"/>
        </w:rPr>
        <w:t xml:space="preserve"> پس اگر به عربى غلط بگويد يا به جاى حرفى حرف ديگر بگويد</w:t>
      </w:r>
      <w:r w:rsidR="000C4B14">
        <w:rPr>
          <w:rtl/>
          <w:lang w:bidi="fa-IR"/>
        </w:rPr>
        <w:t>،</w:t>
      </w:r>
      <w:r w:rsidRPr="003E3506">
        <w:rPr>
          <w:rtl/>
          <w:lang w:bidi="fa-IR"/>
        </w:rPr>
        <w:t xml:space="preserve"> يا مثلا ترجمه آن را به فارسى بگويد صحيح نيست</w:t>
      </w:r>
      <w:r w:rsidR="000C4B14">
        <w:rPr>
          <w:rtl/>
          <w:lang w:bidi="fa-IR"/>
        </w:rPr>
        <w:t>.</w:t>
      </w:r>
    </w:p>
    <w:p w:rsidR="003E3506" w:rsidRPr="003E3506" w:rsidRDefault="003E3506" w:rsidP="003E3506">
      <w:pPr>
        <w:pStyle w:val="libNormal"/>
        <w:rPr>
          <w:lang w:bidi="fa-IR"/>
        </w:rPr>
      </w:pPr>
      <w:r w:rsidRPr="003E3506">
        <w:rPr>
          <w:rtl/>
          <w:lang w:bidi="fa-IR"/>
        </w:rPr>
        <w:t>٩٤٤ - اذان و اقامه بايد بعد از داخل وقت نماز گفته شود و اگر عمدا يا از روى فراموشى پيش از وقت بگويد باطل است مگر در صورتى كه وقت در ميان نماز داخل شود</w:t>
      </w:r>
      <w:r w:rsidR="000C4B14">
        <w:rPr>
          <w:rtl/>
          <w:lang w:bidi="fa-IR"/>
        </w:rPr>
        <w:t>،</w:t>
      </w:r>
      <w:r w:rsidRPr="003E3506">
        <w:rPr>
          <w:rtl/>
          <w:lang w:bidi="fa-IR"/>
        </w:rPr>
        <w:t xml:space="preserve"> حكم به صحت آن نماز مى شود كه در مساله </w:t>
      </w:r>
      <w:r w:rsidR="00605FAB">
        <w:rPr>
          <w:rtl/>
          <w:lang w:bidi="fa-IR"/>
        </w:rPr>
        <w:t>(</w:t>
      </w:r>
      <w:r w:rsidRPr="003E3506">
        <w:rPr>
          <w:rtl/>
          <w:lang w:bidi="fa-IR"/>
        </w:rPr>
        <w:t>٧٥٢</w:t>
      </w:r>
      <w:r w:rsidR="00605FAB">
        <w:rPr>
          <w:rtl/>
          <w:lang w:bidi="fa-IR"/>
        </w:rPr>
        <w:t>)</w:t>
      </w:r>
      <w:r w:rsidRPr="003E3506">
        <w:rPr>
          <w:rtl/>
          <w:lang w:bidi="fa-IR"/>
        </w:rPr>
        <w:t xml:space="preserve"> بيان آن گذشت</w:t>
      </w:r>
      <w:r w:rsidR="000C4B14">
        <w:rPr>
          <w:rtl/>
          <w:lang w:bidi="fa-IR"/>
        </w:rPr>
        <w:t>.</w:t>
      </w:r>
    </w:p>
    <w:p w:rsidR="003E3506" w:rsidRPr="003E3506" w:rsidRDefault="003E3506" w:rsidP="003E3506">
      <w:pPr>
        <w:pStyle w:val="libNormal"/>
        <w:rPr>
          <w:lang w:bidi="fa-IR"/>
        </w:rPr>
      </w:pPr>
      <w:r w:rsidRPr="003E3506">
        <w:rPr>
          <w:rtl/>
          <w:lang w:bidi="fa-IR"/>
        </w:rPr>
        <w:t>٩٤٥ - اگر پيش از گفتن اقامه شك كند كه اذان گفته يا نه بايد اذان را بگويد ولى اگر مشغول اقامه شود و شك كند كه اذان گفته يا نه</w:t>
      </w:r>
      <w:r w:rsidR="000C4B14">
        <w:rPr>
          <w:rtl/>
          <w:lang w:bidi="fa-IR"/>
        </w:rPr>
        <w:t>،</w:t>
      </w:r>
      <w:r w:rsidRPr="003E3506">
        <w:rPr>
          <w:rtl/>
          <w:lang w:bidi="fa-IR"/>
        </w:rPr>
        <w:t xml:space="preserve"> گفتن اذان لازم نيست</w:t>
      </w:r>
      <w:r w:rsidR="000C4B14">
        <w:rPr>
          <w:rtl/>
          <w:lang w:bidi="fa-IR"/>
        </w:rPr>
        <w:t>.</w:t>
      </w:r>
    </w:p>
    <w:p w:rsidR="003E3506" w:rsidRPr="003E3506" w:rsidRDefault="003E3506" w:rsidP="003E3506">
      <w:pPr>
        <w:pStyle w:val="libNormal"/>
        <w:rPr>
          <w:lang w:bidi="fa-IR"/>
        </w:rPr>
      </w:pPr>
      <w:r w:rsidRPr="003E3506">
        <w:rPr>
          <w:rtl/>
          <w:lang w:bidi="fa-IR"/>
        </w:rPr>
        <w:t>٩٤٦ - اگر در بين اذان يا اقامه پيش از آنكه قسمتى را بگويد شك كند كه قسمت پيش از آن را گفته يا نه</w:t>
      </w:r>
      <w:r w:rsidR="000C4B14">
        <w:rPr>
          <w:rtl/>
          <w:lang w:bidi="fa-IR"/>
        </w:rPr>
        <w:t>،</w:t>
      </w:r>
      <w:r w:rsidRPr="003E3506">
        <w:rPr>
          <w:rtl/>
          <w:lang w:bidi="fa-IR"/>
        </w:rPr>
        <w:t xml:space="preserve"> بايد قسمتى را كه در گفتن آن شك كرده بگويد</w:t>
      </w:r>
      <w:r w:rsidR="000C4B14">
        <w:rPr>
          <w:rtl/>
          <w:lang w:bidi="fa-IR"/>
        </w:rPr>
        <w:t>،</w:t>
      </w:r>
      <w:r w:rsidRPr="003E3506">
        <w:rPr>
          <w:rtl/>
          <w:lang w:bidi="fa-IR"/>
        </w:rPr>
        <w:t xml:space="preserve"> ولى اگر در حال گفتن قسمتى از اذان يا اقامه شك كند كه آنچه پيش از آن است گفته يا نه</w:t>
      </w:r>
      <w:r w:rsidR="000C4B14">
        <w:rPr>
          <w:rtl/>
          <w:lang w:bidi="fa-IR"/>
        </w:rPr>
        <w:t>،</w:t>
      </w:r>
      <w:r w:rsidRPr="003E3506">
        <w:rPr>
          <w:rtl/>
          <w:lang w:bidi="fa-IR"/>
        </w:rPr>
        <w:t xml:space="preserve"> گفتن آن لازم نيست</w:t>
      </w:r>
      <w:r w:rsidR="000C4B14">
        <w:rPr>
          <w:rtl/>
          <w:lang w:bidi="fa-IR"/>
        </w:rPr>
        <w:t>.</w:t>
      </w:r>
    </w:p>
    <w:p w:rsidR="003E3506" w:rsidRPr="003E3506" w:rsidRDefault="003E3506" w:rsidP="003E3506">
      <w:pPr>
        <w:pStyle w:val="libNormal"/>
        <w:rPr>
          <w:lang w:bidi="fa-IR"/>
        </w:rPr>
      </w:pPr>
      <w:r w:rsidRPr="003E3506">
        <w:rPr>
          <w:rtl/>
          <w:lang w:bidi="fa-IR"/>
        </w:rPr>
        <w:t>٩٤٧ - مستحب است انسان در موقع اذان گفتن</w:t>
      </w:r>
      <w:r w:rsidR="000C4B14">
        <w:rPr>
          <w:rtl/>
          <w:lang w:bidi="fa-IR"/>
        </w:rPr>
        <w:t>،</w:t>
      </w:r>
      <w:r w:rsidRPr="003E3506">
        <w:rPr>
          <w:rtl/>
          <w:lang w:bidi="fa-IR"/>
        </w:rPr>
        <w:t xml:space="preserve"> رو به قبله بايستد و با وضو يا غسل باشد</w:t>
      </w:r>
      <w:r w:rsidR="000C4B14">
        <w:rPr>
          <w:rtl/>
          <w:lang w:bidi="fa-IR"/>
        </w:rPr>
        <w:t>،</w:t>
      </w:r>
      <w:r w:rsidRPr="003E3506">
        <w:rPr>
          <w:rtl/>
          <w:lang w:bidi="fa-IR"/>
        </w:rPr>
        <w:t xml:space="preserve"> و دستها را به گوش بگذارد و صدا را بلند نمايد و بكشد و بين جمله هاى اذان كمى فاصله دهد و بين آنها حرف نزند.</w:t>
      </w:r>
    </w:p>
    <w:p w:rsidR="003E3506" w:rsidRPr="003E3506" w:rsidRDefault="003E3506" w:rsidP="003E3506">
      <w:pPr>
        <w:pStyle w:val="libNormal"/>
        <w:rPr>
          <w:lang w:bidi="fa-IR"/>
        </w:rPr>
      </w:pPr>
      <w:r w:rsidRPr="003E3506">
        <w:rPr>
          <w:rtl/>
          <w:lang w:bidi="fa-IR"/>
        </w:rPr>
        <w:t>٩٤٨ - مستحب است بدن انسان در موقع گفتن اقامه آرام باشد و آن را از اذان آهسته تر بگويد و جمله هاى آن را بهم نچسباند</w:t>
      </w:r>
      <w:r w:rsidR="000C4B14">
        <w:rPr>
          <w:rtl/>
          <w:lang w:bidi="fa-IR"/>
        </w:rPr>
        <w:t>،</w:t>
      </w:r>
      <w:r w:rsidRPr="003E3506">
        <w:rPr>
          <w:rtl/>
          <w:lang w:bidi="fa-IR"/>
        </w:rPr>
        <w:t xml:space="preserve"> ولى به اندازه اى كه بين جمله هاى اذان فاصله مى دهد بين جمله هاى اقامه فاصله ندهد.</w:t>
      </w:r>
    </w:p>
    <w:p w:rsidR="003E3506" w:rsidRPr="003E3506" w:rsidRDefault="003E3506" w:rsidP="00CB1B57">
      <w:pPr>
        <w:pStyle w:val="libNormal"/>
        <w:rPr>
          <w:lang w:bidi="fa-IR"/>
        </w:rPr>
      </w:pPr>
      <w:r w:rsidRPr="003E3506">
        <w:rPr>
          <w:rtl/>
          <w:lang w:bidi="fa-IR"/>
        </w:rPr>
        <w:t>٩٤٩ - مستحب است بين اذان و اقامه يك قدم بر دارد</w:t>
      </w:r>
      <w:r w:rsidR="000C4B14">
        <w:rPr>
          <w:rtl/>
          <w:lang w:bidi="fa-IR"/>
        </w:rPr>
        <w:t>،</w:t>
      </w:r>
      <w:r w:rsidRPr="003E3506">
        <w:rPr>
          <w:rtl/>
          <w:lang w:bidi="fa-IR"/>
        </w:rPr>
        <w:t xml:space="preserve"> يا قدرى بنشيند يا سجده كند يا ذكر بگويد يا دعا بخواند يا قدرى ساكت باشد يا حرفى بزند يا دو ركعت نماز بخواند</w:t>
      </w:r>
      <w:r w:rsidR="000C4B14">
        <w:rPr>
          <w:rtl/>
          <w:lang w:bidi="fa-IR"/>
        </w:rPr>
        <w:t>،</w:t>
      </w:r>
      <w:r w:rsidRPr="003E3506">
        <w:rPr>
          <w:rtl/>
          <w:lang w:bidi="fa-IR"/>
        </w:rPr>
        <w:t xml:space="preserve"> ولى حرف زدن بين اذان و اقامه نماز صبح و نماز خواندن بين اذان و اقامه نماز مغرب مستحب نيست</w:t>
      </w:r>
      <w:r w:rsidR="000C4B14">
        <w:rPr>
          <w:rtl/>
          <w:lang w:bidi="fa-IR"/>
        </w:rPr>
        <w:t>.</w:t>
      </w:r>
      <w:r w:rsidRPr="003E3506">
        <w:rPr>
          <w:lang w:bidi="fa-IR"/>
        </w:rPr>
        <w:cr/>
      </w:r>
      <w:r w:rsidRPr="003E3506">
        <w:rPr>
          <w:rtl/>
          <w:lang w:bidi="fa-IR"/>
        </w:rPr>
        <w:t>٩٥٠ - مستحب است كسى را كه براى گفتن اذان معين مى كنند عادل و وقت شناس و صدايش بلند باشد و اذان را در جاى بلند بگويد.</w:t>
      </w:r>
    </w:p>
    <w:p w:rsidR="00CB1B57" w:rsidRDefault="00CB1B57" w:rsidP="003E3506">
      <w:pPr>
        <w:pStyle w:val="libNormal"/>
        <w:rPr>
          <w:rtl/>
          <w:lang w:bidi="fa-IR"/>
        </w:rPr>
      </w:pPr>
      <w:r>
        <w:rPr>
          <w:rtl/>
          <w:lang w:bidi="fa-IR"/>
        </w:rPr>
        <w:br w:type="page"/>
      </w:r>
    </w:p>
    <w:p w:rsidR="003E3506" w:rsidRDefault="00CB1B57" w:rsidP="00CB1B57">
      <w:pPr>
        <w:pStyle w:val="Heading2"/>
        <w:rPr>
          <w:rtl/>
          <w:lang w:bidi="fa-IR"/>
        </w:rPr>
      </w:pPr>
      <w:r>
        <w:rPr>
          <w:rtl/>
          <w:lang w:bidi="fa-IR"/>
        </w:rPr>
        <w:t xml:space="preserve"> </w:t>
      </w:r>
      <w:bookmarkStart w:id="114" w:name="_Toc24454537"/>
      <w:r w:rsidR="00605FAB">
        <w:rPr>
          <w:rtl/>
          <w:lang w:bidi="fa-IR"/>
        </w:rPr>
        <w:t>(</w:t>
      </w:r>
      <w:r w:rsidR="003E3506" w:rsidRPr="003E3506">
        <w:rPr>
          <w:rtl/>
          <w:lang w:bidi="fa-IR"/>
        </w:rPr>
        <w:t>واجبات نماز</w:t>
      </w:r>
      <w:r w:rsidR="00605FAB">
        <w:rPr>
          <w:rtl/>
          <w:lang w:bidi="fa-IR"/>
        </w:rPr>
        <w:t>)</w:t>
      </w:r>
      <w:bookmarkEnd w:id="114"/>
    </w:p>
    <w:p w:rsidR="003E3506" w:rsidRPr="003E3506" w:rsidRDefault="003E3506" w:rsidP="003E3506">
      <w:pPr>
        <w:pStyle w:val="libNormal"/>
        <w:rPr>
          <w:lang w:bidi="fa-IR"/>
        </w:rPr>
      </w:pPr>
      <w:r w:rsidRPr="003E3506">
        <w:rPr>
          <w:rtl/>
          <w:lang w:bidi="fa-IR"/>
        </w:rPr>
        <w:t>١/٩٥٠ - واجبات نماز يازده چيز است</w:t>
      </w:r>
      <w:r w:rsidR="00553569">
        <w:rPr>
          <w:rtl/>
          <w:lang w:bidi="fa-IR"/>
        </w:rPr>
        <w:t>:</w:t>
      </w:r>
      <w:r w:rsidRPr="003E3506">
        <w:rPr>
          <w:rtl/>
          <w:lang w:bidi="fa-IR"/>
        </w:rPr>
        <w:t xml:space="preserve"> اول نيت دوم قيام يعنى ايستادن سوم تكبيرة الاحرام يعنى گفتن اللّه اكبر در اول نماز چهارم ركوع پنجم سجود ششم قرائت هفتم ذكر هشتم تشهد نهم سلام دهم ترتيب يازدهم موالات يعنى پى در پى بودن اجزاء نماز.</w:t>
      </w:r>
    </w:p>
    <w:p w:rsidR="003E3506" w:rsidRPr="003E3506" w:rsidRDefault="003E3506" w:rsidP="003E3506">
      <w:pPr>
        <w:pStyle w:val="libNormal"/>
        <w:rPr>
          <w:lang w:bidi="fa-IR"/>
        </w:rPr>
      </w:pPr>
      <w:r w:rsidRPr="003E3506">
        <w:rPr>
          <w:rtl/>
          <w:lang w:bidi="fa-IR"/>
        </w:rPr>
        <w:t>٩٥١ - بعضى از واجبات نماز ركن است</w:t>
      </w:r>
      <w:r w:rsidR="000C4B14">
        <w:rPr>
          <w:rtl/>
          <w:lang w:bidi="fa-IR"/>
        </w:rPr>
        <w:t>،</w:t>
      </w:r>
      <w:r w:rsidRPr="003E3506">
        <w:rPr>
          <w:rtl/>
          <w:lang w:bidi="fa-IR"/>
        </w:rPr>
        <w:t xml:space="preserve"> يعنى اگر انسان آنها را بجا نياورد عمدا باشد يا اشتباها نماز باطل مى شود.</w:t>
      </w:r>
    </w:p>
    <w:p w:rsidR="003E3506" w:rsidRPr="003E3506" w:rsidRDefault="003E3506" w:rsidP="003E3506">
      <w:pPr>
        <w:pStyle w:val="libNormal"/>
        <w:rPr>
          <w:lang w:bidi="fa-IR"/>
        </w:rPr>
      </w:pPr>
      <w:r w:rsidRPr="003E3506">
        <w:rPr>
          <w:rtl/>
          <w:lang w:bidi="fa-IR"/>
        </w:rPr>
        <w:t>و بعضى ديگر ركن نيست يعنى اگر اشتباها كم گردد نماز باطل نمى شود.</w:t>
      </w:r>
    </w:p>
    <w:p w:rsidR="003E3506" w:rsidRPr="003E3506" w:rsidRDefault="003E3506" w:rsidP="003E3506">
      <w:pPr>
        <w:pStyle w:val="libNormal"/>
        <w:rPr>
          <w:lang w:bidi="fa-IR"/>
        </w:rPr>
      </w:pPr>
      <w:r w:rsidRPr="003E3506">
        <w:rPr>
          <w:rtl/>
          <w:lang w:bidi="fa-IR"/>
        </w:rPr>
        <w:t>و ركن نماز پنج چيز است</w:t>
      </w:r>
      <w:r w:rsidR="00553569">
        <w:rPr>
          <w:rtl/>
          <w:lang w:bidi="fa-IR"/>
        </w:rPr>
        <w:t>:</w:t>
      </w:r>
      <w:r w:rsidRPr="003E3506">
        <w:rPr>
          <w:rtl/>
          <w:lang w:bidi="fa-IR"/>
        </w:rPr>
        <w:t xml:space="preserve"> اول نيت دوم تكبيرة الاحرام سوم قيام متصل به ركوع</w:t>
      </w:r>
      <w:r w:rsidR="000C4B14">
        <w:rPr>
          <w:rtl/>
          <w:lang w:bidi="fa-IR"/>
        </w:rPr>
        <w:t>،</w:t>
      </w:r>
      <w:r w:rsidRPr="003E3506">
        <w:rPr>
          <w:rtl/>
          <w:lang w:bidi="fa-IR"/>
        </w:rPr>
        <w:t xml:space="preserve"> يعنى ايستادن پيش از ركوع چهارم ركوع پنجم دو سجده از يك ركعت</w:t>
      </w:r>
      <w:r w:rsidR="000C4B14">
        <w:rPr>
          <w:rtl/>
          <w:lang w:bidi="fa-IR"/>
        </w:rPr>
        <w:t>.</w:t>
      </w:r>
    </w:p>
    <w:p w:rsidR="003E3506" w:rsidRPr="003E3506" w:rsidRDefault="003E3506" w:rsidP="003E3506">
      <w:pPr>
        <w:pStyle w:val="libNormal"/>
        <w:rPr>
          <w:lang w:bidi="fa-IR"/>
        </w:rPr>
      </w:pPr>
      <w:r w:rsidRPr="003E3506">
        <w:rPr>
          <w:rtl/>
          <w:lang w:bidi="fa-IR"/>
        </w:rPr>
        <w:t>و اما نسبت به زيادى در صورتى كه عمدى باشد مطلقا نماز باطل مى شود و در صورتى كه از روى اشتباه باشد اگر زيادى در ركوع يا در دو سجده از يك ركعت باشد نماز بنابر احتياط لازم باطل است و الا باطل نيست</w:t>
      </w:r>
      <w:r w:rsidR="000C4B14">
        <w:rPr>
          <w:rtl/>
          <w:lang w:bidi="fa-IR"/>
        </w:rPr>
        <w:t>.</w:t>
      </w:r>
    </w:p>
    <w:p w:rsidR="003E3506" w:rsidRPr="003E3506" w:rsidRDefault="00CB1B57" w:rsidP="003E3506">
      <w:pPr>
        <w:pStyle w:val="libNormal"/>
        <w:rPr>
          <w:lang w:bidi="fa-IR"/>
        </w:rPr>
      </w:pPr>
      <w:r>
        <w:rPr>
          <w:rtl/>
          <w:lang w:bidi="fa-IR"/>
        </w:rPr>
        <w:br w:type="page"/>
      </w:r>
    </w:p>
    <w:p w:rsidR="003E3506" w:rsidRDefault="00605FAB" w:rsidP="00CB1B57">
      <w:pPr>
        <w:pStyle w:val="Heading3"/>
        <w:rPr>
          <w:rtl/>
          <w:lang w:bidi="fa-IR"/>
        </w:rPr>
      </w:pPr>
      <w:bookmarkStart w:id="115" w:name="_Toc24454538"/>
      <w:r>
        <w:rPr>
          <w:rtl/>
          <w:lang w:bidi="fa-IR"/>
        </w:rPr>
        <w:t>(</w:t>
      </w:r>
      <w:r w:rsidR="003E3506" w:rsidRPr="003E3506">
        <w:rPr>
          <w:rtl/>
          <w:lang w:bidi="fa-IR"/>
        </w:rPr>
        <w:t>نيت</w:t>
      </w:r>
      <w:r>
        <w:rPr>
          <w:rtl/>
          <w:lang w:bidi="fa-IR"/>
        </w:rPr>
        <w:t>)</w:t>
      </w:r>
      <w:bookmarkEnd w:id="115"/>
    </w:p>
    <w:p w:rsidR="003E3506" w:rsidRPr="003E3506" w:rsidRDefault="003E3506" w:rsidP="003E3506">
      <w:pPr>
        <w:pStyle w:val="libNormal"/>
        <w:rPr>
          <w:lang w:bidi="fa-IR"/>
        </w:rPr>
      </w:pPr>
      <w:r w:rsidRPr="003E3506">
        <w:rPr>
          <w:rtl/>
          <w:lang w:bidi="fa-IR"/>
        </w:rPr>
        <w:t>٩٥٢ - انسان بايد نماز را به نيت قربت</w:t>
      </w:r>
      <w:r w:rsidR="000C4B14">
        <w:rPr>
          <w:rtl/>
          <w:lang w:bidi="fa-IR"/>
        </w:rPr>
        <w:t>،</w:t>
      </w:r>
      <w:r w:rsidRPr="003E3506">
        <w:rPr>
          <w:rtl/>
          <w:lang w:bidi="fa-IR"/>
        </w:rPr>
        <w:t xml:space="preserve"> يعنى براى انجام دادن خواست خداوند عالم بجا آورد</w:t>
      </w:r>
      <w:r w:rsidR="000C4B14">
        <w:rPr>
          <w:rtl/>
          <w:lang w:bidi="fa-IR"/>
        </w:rPr>
        <w:t>،</w:t>
      </w:r>
      <w:r w:rsidRPr="003E3506">
        <w:rPr>
          <w:rtl/>
          <w:lang w:bidi="fa-IR"/>
        </w:rPr>
        <w:t xml:space="preserve"> و لازم نيست نيت را از قلب خود بگذراند</w:t>
      </w:r>
      <w:r w:rsidR="000C4B14">
        <w:rPr>
          <w:rtl/>
          <w:lang w:bidi="fa-IR"/>
        </w:rPr>
        <w:t>،</w:t>
      </w:r>
      <w:r w:rsidRPr="003E3506">
        <w:rPr>
          <w:rtl/>
          <w:lang w:bidi="fa-IR"/>
        </w:rPr>
        <w:t xml:space="preserve"> يا مثلا به زبان بگويد چهار ركعت نماز ظهر مى خوانم قربة الى اللّه</w:t>
      </w:r>
      <w:r w:rsidR="000C4B14">
        <w:rPr>
          <w:rtl/>
          <w:lang w:bidi="fa-IR"/>
        </w:rPr>
        <w:t>.</w:t>
      </w:r>
    </w:p>
    <w:p w:rsidR="003E3506" w:rsidRPr="003E3506" w:rsidRDefault="003E3506" w:rsidP="003E3506">
      <w:pPr>
        <w:pStyle w:val="libNormal"/>
        <w:rPr>
          <w:lang w:bidi="fa-IR"/>
        </w:rPr>
      </w:pPr>
      <w:r w:rsidRPr="003E3506">
        <w:rPr>
          <w:rtl/>
          <w:lang w:bidi="fa-IR"/>
        </w:rPr>
        <w:t>٩٥٣ - اگر در نماز ظهر يا در نماز عصر نيت كند كه چهار ركعت نماز مى خوانم و معين نكند ظهر است يا عصر</w:t>
      </w:r>
      <w:r w:rsidR="000C4B14">
        <w:rPr>
          <w:rtl/>
          <w:lang w:bidi="fa-IR"/>
        </w:rPr>
        <w:t>،</w:t>
      </w:r>
      <w:r w:rsidRPr="003E3506">
        <w:rPr>
          <w:rtl/>
          <w:lang w:bidi="fa-IR"/>
        </w:rPr>
        <w:t xml:space="preserve"> نماز او باطل است</w:t>
      </w:r>
      <w:r w:rsidR="000C4B14">
        <w:rPr>
          <w:rtl/>
          <w:lang w:bidi="fa-IR"/>
        </w:rPr>
        <w:t>.</w:t>
      </w:r>
    </w:p>
    <w:p w:rsidR="003E3506" w:rsidRPr="003E3506" w:rsidRDefault="003E3506" w:rsidP="003E3506">
      <w:pPr>
        <w:pStyle w:val="libNormal"/>
        <w:rPr>
          <w:lang w:bidi="fa-IR"/>
        </w:rPr>
      </w:pPr>
      <w:r w:rsidRPr="003E3506">
        <w:rPr>
          <w:rtl/>
          <w:lang w:bidi="fa-IR"/>
        </w:rPr>
        <w:t>و نيز كسى كه مثلا قضاى نماز ظهر بر او واجب است</w:t>
      </w:r>
      <w:r w:rsidR="000C4B14">
        <w:rPr>
          <w:rtl/>
          <w:lang w:bidi="fa-IR"/>
        </w:rPr>
        <w:t>،</w:t>
      </w:r>
      <w:r w:rsidRPr="003E3506">
        <w:rPr>
          <w:rtl/>
          <w:lang w:bidi="fa-IR"/>
        </w:rPr>
        <w:t xml:space="preserve"> اگر در وقت نماز ظهر بخواهد آن نماز قضا يا نماز ظهر را بخواند</w:t>
      </w:r>
      <w:r w:rsidR="000C4B14">
        <w:rPr>
          <w:rtl/>
          <w:lang w:bidi="fa-IR"/>
        </w:rPr>
        <w:t>،</w:t>
      </w:r>
      <w:r w:rsidRPr="003E3506">
        <w:rPr>
          <w:rtl/>
          <w:lang w:bidi="fa-IR"/>
        </w:rPr>
        <w:t xml:space="preserve"> بايد نمازى را كه مى خواند</w:t>
      </w:r>
      <w:r w:rsidR="000C4B14">
        <w:rPr>
          <w:rtl/>
          <w:lang w:bidi="fa-IR"/>
        </w:rPr>
        <w:t>،</w:t>
      </w:r>
      <w:r w:rsidRPr="003E3506">
        <w:rPr>
          <w:rtl/>
          <w:lang w:bidi="fa-IR"/>
        </w:rPr>
        <w:t xml:space="preserve"> در نيت معين كند.</w:t>
      </w:r>
    </w:p>
    <w:p w:rsidR="003E3506" w:rsidRPr="003E3506" w:rsidRDefault="003E3506" w:rsidP="003E3506">
      <w:pPr>
        <w:pStyle w:val="libNormal"/>
        <w:rPr>
          <w:lang w:bidi="fa-IR"/>
        </w:rPr>
      </w:pPr>
      <w:r w:rsidRPr="003E3506">
        <w:rPr>
          <w:rtl/>
          <w:lang w:bidi="fa-IR"/>
        </w:rPr>
        <w:t>٩٥٤ - انسان بايد از اول تا آخر نماز به نيت خود باقى باشد پس اگر در بين نماز به طورى غافل شود كه اگر بپرسند چه مى كنى</w:t>
      </w:r>
      <w:r w:rsidR="000C4B14">
        <w:rPr>
          <w:rtl/>
          <w:lang w:bidi="fa-IR"/>
        </w:rPr>
        <w:t>؟</w:t>
      </w:r>
      <w:r w:rsidRPr="003E3506">
        <w:rPr>
          <w:rtl/>
          <w:lang w:bidi="fa-IR"/>
        </w:rPr>
        <w:t xml:space="preserve"> نداند چه بگويد</w:t>
      </w:r>
      <w:r w:rsidR="000C4B14">
        <w:rPr>
          <w:rtl/>
          <w:lang w:bidi="fa-IR"/>
        </w:rPr>
        <w:t>،</w:t>
      </w:r>
      <w:r w:rsidRPr="003E3506">
        <w:rPr>
          <w:rtl/>
          <w:lang w:bidi="fa-IR"/>
        </w:rPr>
        <w:t xml:space="preserve"> نمازش باطل است</w:t>
      </w:r>
      <w:r w:rsidR="000C4B14">
        <w:rPr>
          <w:rtl/>
          <w:lang w:bidi="fa-IR"/>
        </w:rPr>
        <w:t>.</w:t>
      </w:r>
    </w:p>
    <w:p w:rsidR="003E3506" w:rsidRPr="003E3506" w:rsidRDefault="003E3506" w:rsidP="003E3506">
      <w:pPr>
        <w:pStyle w:val="libNormal"/>
        <w:rPr>
          <w:lang w:bidi="fa-IR"/>
        </w:rPr>
      </w:pPr>
      <w:r w:rsidRPr="003E3506">
        <w:rPr>
          <w:rtl/>
          <w:lang w:bidi="fa-IR"/>
        </w:rPr>
        <w:t>٩٥٥ - انسان بايد فقط براى انجام خواست خداوند عالم نماز بخواند پس كسى كه ريا كند يعنى براى نشان دادن به مردم نماز بخواند نمازش باطل است</w:t>
      </w:r>
      <w:r w:rsidR="000C4B14">
        <w:rPr>
          <w:rtl/>
          <w:lang w:bidi="fa-IR"/>
        </w:rPr>
        <w:t>.</w:t>
      </w:r>
    </w:p>
    <w:p w:rsidR="003E3506" w:rsidRPr="003E3506" w:rsidRDefault="003E3506" w:rsidP="003E3506">
      <w:pPr>
        <w:pStyle w:val="libNormal"/>
        <w:rPr>
          <w:lang w:bidi="fa-IR"/>
        </w:rPr>
      </w:pPr>
      <w:r w:rsidRPr="003E3506">
        <w:rPr>
          <w:rtl/>
          <w:lang w:bidi="fa-IR"/>
        </w:rPr>
        <w:t>خواه فقط براى مردم باشد</w:t>
      </w:r>
      <w:r w:rsidR="000C4B14">
        <w:rPr>
          <w:rtl/>
          <w:lang w:bidi="fa-IR"/>
        </w:rPr>
        <w:t>،</w:t>
      </w:r>
      <w:r w:rsidRPr="003E3506">
        <w:rPr>
          <w:rtl/>
          <w:lang w:bidi="fa-IR"/>
        </w:rPr>
        <w:t xml:space="preserve"> يا خدا و مردم هر دو را در نظر بگيرد.</w:t>
      </w:r>
    </w:p>
    <w:p w:rsidR="003E3506" w:rsidRPr="003E3506" w:rsidRDefault="003E3506" w:rsidP="003E3506">
      <w:pPr>
        <w:pStyle w:val="libNormal"/>
        <w:rPr>
          <w:lang w:bidi="fa-IR"/>
        </w:rPr>
      </w:pPr>
      <w:r w:rsidRPr="003E3506">
        <w:rPr>
          <w:rtl/>
          <w:lang w:bidi="fa-IR"/>
        </w:rPr>
        <w:t>٩٥٦ - اگر قسمتى از نماز را براى غير خدا بجا آورد چه آن قسمت واجب باشد</w:t>
      </w:r>
      <w:r w:rsidR="000C4B14">
        <w:rPr>
          <w:rtl/>
          <w:lang w:bidi="fa-IR"/>
        </w:rPr>
        <w:t>،</w:t>
      </w:r>
      <w:r w:rsidRPr="003E3506">
        <w:rPr>
          <w:rtl/>
          <w:lang w:bidi="fa-IR"/>
        </w:rPr>
        <w:t xml:space="preserve"> مثل حمد يا مستحب باشد مثل قنوت</w:t>
      </w:r>
      <w:r w:rsidR="000C4B14">
        <w:rPr>
          <w:rtl/>
          <w:lang w:bidi="fa-IR"/>
        </w:rPr>
        <w:t>،</w:t>
      </w:r>
      <w:r w:rsidRPr="003E3506">
        <w:rPr>
          <w:rtl/>
          <w:lang w:bidi="fa-IR"/>
        </w:rPr>
        <w:t xml:space="preserve"> اگر آن قصد غير خدايى به تمام نماز سرايت كند يا آنكه از تدارك آن قسمت زيادى مبطل لازم آيد نمازش باطل است</w:t>
      </w:r>
      <w:r w:rsidR="000C4B14">
        <w:rPr>
          <w:rtl/>
          <w:lang w:bidi="fa-IR"/>
        </w:rPr>
        <w:t>،</w:t>
      </w:r>
      <w:r w:rsidRPr="003E3506">
        <w:rPr>
          <w:rtl/>
          <w:lang w:bidi="fa-IR"/>
        </w:rPr>
        <w:t xml:space="preserve"> و اگر نماز را براى خدا بجا آورد ولى براى نشان دادن به مردم در جاى مخصوصى مثل مسجد يا در وقت مخصوصى مثل اول وقت يا به طرز مخصوصى مثلا با جماعت نماز بخواند نمازش هم باطل است</w:t>
      </w:r>
      <w:r w:rsidR="000C4B14">
        <w:rPr>
          <w:rtl/>
          <w:lang w:bidi="fa-IR"/>
        </w:rPr>
        <w:t>.</w:t>
      </w:r>
    </w:p>
    <w:p w:rsidR="003E3506" w:rsidRPr="003E3506" w:rsidRDefault="00CB1B57" w:rsidP="003E3506">
      <w:pPr>
        <w:pStyle w:val="libNormal"/>
        <w:rPr>
          <w:lang w:bidi="fa-IR"/>
        </w:rPr>
      </w:pPr>
      <w:r>
        <w:rPr>
          <w:rtl/>
          <w:lang w:bidi="fa-IR"/>
        </w:rPr>
        <w:br w:type="page"/>
      </w:r>
    </w:p>
    <w:p w:rsidR="003E3506" w:rsidRDefault="00605FAB" w:rsidP="00CB1B57">
      <w:pPr>
        <w:pStyle w:val="Heading3"/>
        <w:rPr>
          <w:rtl/>
          <w:lang w:bidi="fa-IR"/>
        </w:rPr>
      </w:pPr>
      <w:bookmarkStart w:id="116" w:name="_Toc24454539"/>
      <w:r>
        <w:rPr>
          <w:rtl/>
          <w:lang w:bidi="fa-IR"/>
        </w:rPr>
        <w:t>(</w:t>
      </w:r>
      <w:r w:rsidR="003E3506" w:rsidRPr="003E3506">
        <w:rPr>
          <w:rtl/>
          <w:lang w:bidi="fa-IR"/>
        </w:rPr>
        <w:t>تكبيرة الاحرام</w:t>
      </w:r>
      <w:r>
        <w:rPr>
          <w:rtl/>
          <w:lang w:bidi="fa-IR"/>
        </w:rPr>
        <w:t>)</w:t>
      </w:r>
      <w:bookmarkEnd w:id="116"/>
    </w:p>
    <w:p w:rsidR="003E3506" w:rsidRPr="003E3506" w:rsidRDefault="003E3506" w:rsidP="003E3506">
      <w:pPr>
        <w:pStyle w:val="libNormal"/>
        <w:rPr>
          <w:lang w:bidi="fa-IR"/>
        </w:rPr>
      </w:pPr>
      <w:r w:rsidRPr="003E3506">
        <w:rPr>
          <w:rtl/>
          <w:lang w:bidi="fa-IR"/>
        </w:rPr>
        <w:t>٩٥٧ - گفتن اللّه اكبر در اول هر نماز واجب و ركن است و بايد حروف اللّه و حروف اكبر و دو كلمه اللّه و اكبر را پشت سر هم بگويد</w:t>
      </w:r>
      <w:r w:rsidR="000C4B14">
        <w:rPr>
          <w:rtl/>
          <w:lang w:bidi="fa-IR"/>
        </w:rPr>
        <w:t>،</w:t>
      </w:r>
      <w:r w:rsidRPr="003E3506">
        <w:rPr>
          <w:rtl/>
          <w:lang w:bidi="fa-IR"/>
        </w:rPr>
        <w:t xml:space="preserve"> و نيز بايد اين دو كلمه به عربى صحيح گفته شود و اگر به عربى غلط بگويد يا مثلا ترجمه آن را به فارسى بگويد صحيح نيست</w:t>
      </w:r>
      <w:r w:rsidR="000C4B14">
        <w:rPr>
          <w:rtl/>
          <w:lang w:bidi="fa-IR"/>
        </w:rPr>
        <w:t>.</w:t>
      </w:r>
    </w:p>
    <w:p w:rsidR="003E3506" w:rsidRPr="003E3506" w:rsidRDefault="003E3506" w:rsidP="003E3506">
      <w:pPr>
        <w:pStyle w:val="libNormal"/>
        <w:rPr>
          <w:lang w:bidi="fa-IR"/>
        </w:rPr>
      </w:pPr>
      <w:r w:rsidRPr="003E3506">
        <w:rPr>
          <w:rtl/>
          <w:lang w:bidi="fa-IR"/>
        </w:rPr>
        <w:t>٩٥٨ - احتياط مستحب آنست كه تكبيرة الاحرام نماز را به چيزى كه پيش از آن مى خواند</w:t>
      </w:r>
      <w:r w:rsidR="000C4B14">
        <w:rPr>
          <w:rtl/>
          <w:lang w:bidi="fa-IR"/>
        </w:rPr>
        <w:t>،</w:t>
      </w:r>
      <w:r w:rsidRPr="003E3506">
        <w:rPr>
          <w:rtl/>
          <w:lang w:bidi="fa-IR"/>
        </w:rPr>
        <w:t xml:space="preserve"> مثلا به اقامه يا به دعايى كه پيش از تكبير مى خواند نچسباند.</w:t>
      </w:r>
    </w:p>
    <w:p w:rsidR="003E3506" w:rsidRPr="003E3506" w:rsidRDefault="003E3506" w:rsidP="003E3506">
      <w:pPr>
        <w:pStyle w:val="libNormal"/>
        <w:rPr>
          <w:lang w:bidi="fa-IR"/>
        </w:rPr>
      </w:pPr>
      <w:r w:rsidRPr="003E3506">
        <w:rPr>
          <w:rtl/>
          <w:lang w:bidi="fa-IR"/>
        </w:rPr>
        <w:t>٩٥٩ - اگر انسان بخواهد اللّه اكبر را به چيزى كه بعد از آن مى خواند مثلا به بسم اللّه الرحمن الرحيم بچسباند</w:t>
      </w:r>
      <w:r w:rsidR="000C4B14">
        <w:rPr>
          <w:rtl/>
          <w:lang w:bidi="fa-IR"/>
        </w:rPr>
        <w:t>،</w:t>
      </w:r>
      <w:r w:rsidRPr="003E3506">
        <w:rPr>
          <w:rtl/>
          <w:lang w:bidi="fa-IR"/>
        </w:rPr>
        <w:t xml:space="preserve"> بهتر آن است كه راء اكبر را پيش بدهد</w:t>
      </w:r>
      <w:r w:rsidR="000C4B14">
        <w:rPr>
          <w:rtl/>
          <w:lang w:bidi="fa-IR"/>
        </w:rPr>
        <w:t>،</w:t>
      </w:r>
      <w:r w:rsidRPr="003E3506">
        <w:rPr>
          <w:rtl/>
          <w:lang w:bidi="fa-IR"/>
        </w:rPr>
        <w:t xml:space="preserve"> ولى احتياط مستحب آن است كه در نماز واجب نچسباند</w:t>
      </w:r>
      <w:r w:rsidR="000C4B14">
        <w:rPr>
          <w:rtl/>
          <w:lang w:bidi="fa-IR"/>
        </w:rPr>
        <w:t>.</w:t>
      </w:r>
    </w:p>
    <w:p w:rsidR="003E3506" w:rsidRPr="003E3506" w:rsidRDefault="003E3506" w:rsidP="003E3506">
      <w:pPr>
        <w:pStyle w:val="libNormal"/>
        <w:rPr>
          <w:lang w:bidi="fa-IR"/>
        </w:rPr>
      </w:pPr>
      <w:r w:rsidRPr="003E3506">
        <w:rPr>
          <w:rtl/>
          <w:lang w:bidi="fa-IR"/>
        </w:rPr>
        <w:t>٩٦٠ - موقع گفتن تكبيرة الاحرام بايد بدن آرام باشد</w:t>
      </w:r>
      <w:r w:rsidR="000C4B14">
        <w:rPr>
          <w:rtl/>
          <w:lang w:bidi="fa-IR"/>
        </w:rPr>
        <w:t>،</w:t>
      </w:r>
      <w:r w:rsidRPr="003E3506">
        <w:rPr>
          <w:rtl/>
          <w:lang w:bidi="fa-IR"/>
        </w:rPr>
        <w:t xml:space="preserve"> و اگر عمدا در حالى كه بدنش حركت دارد</w:t>
      </w:r>
      <w:r w:rsidR="000C4B14">
        <w:rPr>
          <w:rtl/>
          <w:lang w:bidi="fa-IR"/>
        </w:rPr>
        <w:t>،</w:t>
      </w:r>
      <w:r w:rsidRPr="003E3506">
        <w:rPr>
          <w:rtl/>
          <w:lang w:bidi="fa-IR"/>
        </w:rPr>
        <w:t xml:space="preserve"> تكبيرة الاحرام را بگويد باطل است</w:t>
      </w:r>
      <w:r w:rsidR="000C4B14">
        <w:rPr>
          <w:rtl/>
          <w:lang w:bidi="fa-IR"/>
        </w:rPr>
        <w:t>.</w:t>
      </w:r>
    </w:p>
    <w:p w:rsidR="003E3506" w:rsidRPr="003E3506" w:rsidRDefault="003E3506" w:rsidP="003E3506">
      <w:pPr>
        <w:pStyle w:val="libNormal"/>
        <w:rPr>
          <w:lang w:bidi="fa-IR"/>
        </w:rPr>
      </w:pPr>
      <w:r w:rsidRPr="003E3506">
        <w:rPr>
          <w:rtl/>
          <w:lang w:bidi="fa-IR"/>
        </w:rPr>
        <w:t>٩٦١ - تكبير و حمد و سوره و ذكر و دعا را بايد طورى بخواند كه خودش لااقل همهمه خود را بشنود</w:t>
      </w:r>
      <w:r w:rsidR="000C4B14">
        <w:rPr>
          <w:rtl/>
          <w:lang w:bidi="fa-IR"/>
        </w:rPr>
        <w:t>،</w:t>
      </w:r>
      <w:r w:rsidRPr="003E3506">
        <w:rPr>
          <w:rtl/>
          <w:lang w:bidi="fa-IR"/>
        </w:rPr>
        <w:t xml:space="preserve"> و اگر به واسطه سنگينى يا كرى گوش يا سر و صداى زياد نمى شنود</w:t>
      </w:r>
      <w:r w:rsidR="000C4B14">
        <w:rPr>
          <w:rtl/>
          <w:lang w:bidi="fa-IR"/>
        </w:rPr>
        <w:t>،</w:t>
      </w:r>
      <w:r w:rsidRPr="003E3506">
        <w:rPr>
          <w:rtl/>
          <w:lang w:bidi="fa-IR"/>
        </w:rPr>
        <w:t xml:space="preserve"> بايد طورى بگويد كه اگر مانعى نباشد بشنود.</w:t>
      </w:r>
    </w:p>
    <w:p w:rsidR="003E3506" w:rsidRPr="003E3506" w:rsidRDefault="003E3506" w:rsidP="003E3506">
      <w:pPr>
        <w:pStyle w:val="libNormal"/>
        <w:rPr>
          <w:lang w:bidi="fa-IR"/>
        </w:rPr>
      </w:pPr>
      <w:r w:rsidRPr="003E3506">
        <w:rPr>
          <w:rtl/>
          <w:lang w:bidi="fa-IR"/>
        </w:rPr>
        <w:t>٩٦٢ - كسى كه به واسطه عارضه اى لال شده يا زبان او مرضى پيدا كرده كه نمى تواند اللّه اكبر را بگويد بايد به هر طورى كه مى تواند بگويد</w:t>
      </w:r>
      <w:r w:rsidR="000C4B14">
        <w:rPr>
          <w:rtl/>
          <w:lang w:bidi="fa-IR"/>
        </w:rPr>
        <w:t>،</w:t>
      </w:r>
      <w:r w:rsidRPr="003E3506">
        <w:rPr>
          <w:rtl/>
          <w:lang w:bidi="fa-IR"/>
        </w:rPr>
        <w:t xml:space="preserve"> و اگر هيچ نمى تواند بگويد</w:t>
      </w:r>
      <w:r w:rsidR="000C4B14">
        <w:rPr>
          <w:rtl/>
          <w:lang w:bidi="fa-IR"/>
        </w:rPr>
        <w:t>،</w:t>
      </w:r>
      <w:r w:rsidRPr="003E3506">
        <w:rPr>
          <w:rtl/>
          <w:lang w:bidi="fa-IR"/>
        </w:rPr>
        <w:t xml:space="preserve"> بايد تكبير را در قلب خود بگذراند و براى او به طورى كه مناسب حكايت لفظش باشد با انگشتش اشاره كند و زبان و لبش را هم اگر مى تواند حركت دهد</w:t>
      </w:r>
      <w:r w:rsidR="000C4B14">
        <w:rPr>
          <w:rtl/>
          <w:lang w:bidi="fa-IR"/>
        </w:rPr>
        <w:t>،</w:t>
      </w:r>
      <w:r w:rsidRPr="003E3506">
        <w:rPr>
          <w:rtl/>
          <w:lang w:bidi="fa-IR"/>
        </w:rPr>
        <w:t xml:space="preserve"> و اما كسى كه لال مادر زاد است بايد زبان و لبش را به طورى كه شبيه كسى است كه تلفظ به تكبير مى كند حركت دهد</w:t>
      </w:r>
      <w:r w:rsidR="000C4B14">
        <w:rPr>
          <w:rtl/>
          <w:lang w:bidi="fa-IR"/>
        </w:rPr>
        <w:t>،</w:t>
      </w:r>
      <w:r w:rsidRPr="003E3506">
        <w:rPr>
          <w:rtl/>
          <w:lang w:bidi="fa-IR"/>
        </w:rPr>
        <w:t xml:space="preserve"> و براى او با انگشتش نيز اشاره نمايد.</w:t>
      </w:r>
    </w:p>
    <w:p w:rsidR="003E3506" w:rsidRPr="003E3506" w:rsidRDefault="003E3506" w:rsidP="003E3506">
      <w:pPr>
        <w:pStyle w:val="libNormal"/>
        <w:rPr>
          <w:lang w:bidi="fa-IR"/>
        </w:rPr>
      </w:pPr>
      <w:r w:rsidRPr="003E3506">
        <w:rPr>
          <w:rtl/>
          <w:lang w:bidi="fa-IR"/>
        </w:rPr>
        <w:t>٩٦٣ - مستحب است بعد از تكبيرة الاحرام بگويد</w:t>
      </w:r>
      <w:r w:rsidR="00553569">
        <w:rPr>
          <w:rtl/>
          <w:lang w:bidi="fa-IR"/>
        </w:rPr>
        <w:t>:</w:t>
      </w:r>
      <w:r w:rsidRPr="003E3506">
        <w:rPr>
          <w:rtl/>
          <w:lang w:bidi="fa-IR"/>
        </w:rPr>
        <w:t xml:space="preserve"> </w:t>
      </w:r>
      <w:r w:rsidR="00CB1B57">
        <w:rPr>
          <w:rFonts w:hint="cs"/>
          <w:rtl/>
          <w:lang w:bidi="fa-IR"/>
        </w:rPr>
        <w:t>«</w:t>
      </w:r>
      <w:r w:rsidRPr="0053467B">
        <w:rPr>
          <w:rStyle w:val="libBold2Char"/>
          <w:rtl/>
        </w:rPr>
        <w:t xml:space="preserve">يا محسن قد اتاك المسي ء وقد امرت المحسن ان يتجاوز عن المسي ء انت المحسن وانا المسي ء بحق محمد وآل محمد صل على محمد وآل محمد </w:t>
      </w:r>
      <w:r w:rsidRPr="0053467B">
        <w:rPr>
          <w:rStyle w:val="libBold2Char"/>
          <w:rtl/>
        </w:rPr>
        <w:lastRenderedPageBreak/>
        <w:t>وتجاوز عن قبيح ما تعلم مني</w:t>
      </w:r>
      <w:r w:rsidR="00CB1B57">
        <w:rPr>
          <w:rFonts w:hint="cs"/>
          <w:rtl/>
          <w:lang w:bidi="fa-IR"/>
        </w:rPr>
        <w:t>»</w:t>
      </w:r>
      <w:r w:rsidRPr="003E3506">
        <w:rPr>
          <w:rtl/>
          <w:lang w:bidi="fa-IR"/>
        </w:rPr>
        <w:t xml:space="preserve"> يعنى اى خدايى كه به بندگان احسان مى كنى بنده گنهكار به در خانه تو آمده و تو امر كرده اى كه نيكوكار از گناهكار بگذرد</w:t>
      </w:r>
      <w:r w:rsidR="000C4B14">
        <w:rPr>
          <w:rtl/>
          <w:lang w:bidi="fa-IR"/>
        </w:rPr>
        <w:t>،</w:t>
      </w:r>
      <w:r w:rsidRPr="003E3506">
        <w:rPr>
          <w:rtl/>
          <w:lang w:bidi="fa-IR"/>
        </w:rPr>
        <w:t xml:space="preserve"> تو نيكوكارى و من گناهكار</w:t>
      </w:r>
      <w:r w:rsidR="000C4B14">
        <w:rPr>
          <w:rtl/>
          <w:lang w:bidi="fa-IR"/>
        </w:rPr>
        <w:t>،</w:t>
      </w:r>
      <w:r w:rsidRPr="003E3506">
        <w:rPr>
          <w:rtl/>
          <w:lang w:bidi="fa-IR"/>
        </w:rPr>
        <w:t xml:space="preserve"> به حق محمد و آل محمد رحمت خود را بر محمد و آل محمد بفرست و از بديهايى كه مى دانى از من سر زده بگذر.</w:t>
      </w:r>
    </w:p>
    <w:p w:rsidR="003E3506" w:rsidRPr="003E3506" w:rsidRDefault="003E3506" w:rsidP="003E3506">
      <w:pPr>
        <w:pStyle w:val="libNormal"/>
        <w:rPr>
          <w:lang w:bidi="fa-IR"/>
        </w:rPr>
      </w:pPr>
      <w:r w:rsidRPr="003E3506">
        <w:rPr>
          <w:rtl/>
          <w:lang w:bidi="fa-IR"/>
        </w:rPr>
        <w:t>٩٦٤ - مستحب است موقع گفتن تكبير اول نماز و تكبيرهاى بين نماز دستها را تا مقابل گوشها بالا ببرد.</w:t>
      </w:r>
    </w:p>
    <w:p w:rsidR="003E3506" w:rsidRPr="003E3506" w:rsidRDefault="003E3506" w:rsidP="003E3506">
      <w:pPr>
        <w:pStyle w:val="libNormal"/>
        <w:rPr>
          <w:lang w:bidi="fa-IR"/>
        </w:rPr>
      </w:pPr>
      <w:r w:rsidRPr="003E3506">
        <w:rPr>
          <w:rtl/>
          <w:lang w:bidi="fa-IR"/>
        </w:rPr>
        <w:t>٩٦٥ - اگر شك كند كه تكبيرة الاحرام را گفته يا نه</w:t>
      </w:r>
      <w:r w:rsidR="000C4B14">
        <w:rPr>
          <w:rtl/>
          <w:lang w:bidi="fa-IR"/>
        </w:rPr>
        <w:t>،</w:t>
      </w:r>
      <w:r w:rsidRPr="003E3506">
        <w:rPr>
          <w:rtl/>
          <w:lang w:bidi="fa-IR"/>
        </w:rPr>
        <w:t xml:space="preserve"> چنانچه مشغول خواندن چيزى از قرائت شده</w:t>
      </w:r>
      <w:r w:rsidR="000C4B14">
        <w:rPr>
          <w:rtl/>
          <w:lang w:bidi="fa-IR"/>
        </w:rPr>
        <w:t>،</w:t>
      </w:r>
      <w:r w:rsidRPr="003E3506">
        <w:rPr>
          <w:rtl/>
          <w:lang w:bidi="fa-IR"/>
        </w:rPr>
        <w:t xml:space="preserve"> به شك خود اعتنا نكند</w:t>
      </w:r>
      <w:r w:rsidR="000C4B14">
        <w:rPr>
          <w:rtl/>
          <w:lang w:bidi="fa-IR"/>
        </w:rPr>
        <w:t>،</w:t>
      </w:r>
      <w:r w:rsidRPr="003E3506">
        <w:rPr>
          <w:rtl/>
          <w:lang w:bidi="fa-IR"/>
        </w:rPr>
        <w:t xml:space="preserve"> و اگر چيزى نخوانده</w:t>
      </w:r>
      <w:r w:rsidR="000C4B14">
        <w:rPr>
          <w:rtl/>
          <w:lang w:bidi="fa-IR"/>
        </w:rPr>
        <w:t>،</w:t>
      </w:r>
      <w:r w:rsidRPr="003E3506">
        <w:rPr>
          <w:rtl/>
          <w:lang w:bidi="fa-IR"/>
        </w:rPr>
        <w:t xml:space="preserve"> بايد تكبير را بگويد.</w:t>
      </w:r>
    </w:p>
    <w:p w:rsidR="003E3506" w:rsidRPr="003E3506" w:rsidRDefault="003E3506" w:rsidP="003E3506">
      <w:pPr>
        <w:pStyle w:val="libNormal"/>
        <w:rPr>
          <w:lang w:bidi="fa-IR"/>
        </w:rPr>
      </w:pPr>
      <w:r w:rsidRPr="003E3506">
        <w:rPr>
          <w:rtl/>
          <w:lang w:bidi="fa-IR"/>
        </w:rPr>
        <w:t>٩٦٦ - اگر بعد از گفتن تكبيرة الاحرام شك كند كه آن را صحيح گفته يا نه</w:t>
      </w:r>
      <w:r w:rsidR="000C4B14">
        <w:rPr>
          <w:rtl/>
          <w:lang w:bidi="fa-IR"/>
        </w:rPr>
        <w:t>،</w:t>
      </w:r>
      <w:r w:rsidRPr="003E3506">
        <w:rPr>
          <w:rtl/>
          <w:lang w:bidi="fa-IR"/>
        </w:rPr>
        <w:t xml:space="preserve"> چه مشغول خواندن چيزى شده باشد يا نه به شك خود اعتنا نكند.</w:t>
      </w:r>
    </w:p>
    <w:p w:rsidR="003E3506" w:rsidRPr="003E3506" w:rsidRDefault="00635E2A" w:rsidP="003E3506">
      <w:pPr>
        <w:pStyle w:val="libNormal"/>
        <w:rPr>
          <w:lang w:bidi="fa-IR"/>
        </w:rPr>
      </w:pPr>
      <w:r>
        <w:rPr>
          <w:rtl/>
          <w:lang w:bidi="fa-IR"/>
        </w:rPr>
        <w:br w:type="page"/>
      </w:r>
    </w:p>
    <w:p w:rsidR="003E3506" w:rsidRDefault="00605FAB" w:rsidP="00635E2A">
      <w:pPr>
        <w:pStyle w:val="Heading3"/>
        <w:rPr>
          <w:rtl/>
          <w:lang w:bidi="fa-IR"/>
        </w:rPr>
      </w:pPr>
      <w:bookmarkStart w:id="117" w:name="_Toc24454540"/>
      <w:r>
        <w:rPr>
          <w:rtl/>
          <w:lang w:bidi="fa-IR"/>
        </w:rPr>
        <w:t>(</w:t>
      </w:r>
      <w:r w:rsidR="003E3506" w:rsidRPr="003E3506">
        <w:rPr>
          <w:rtl/>
          <w:lang w:bidi="fa-IR"/>
        </w:rPr>
        <w:t xml:space="preserve">قيام </w:t>
      </w:r>
      <w:r>
        <w:rPr>
          <w:rtl/>
          <w:lang w:bidi="fa-IR"/>
        </w:rPr>
        <w:t>(</w:t>
      </w:r>
      <w:r w:rsidR="003E3506" w:rsidRPr="003E3506">
        <w:rPr>
          <w:rtl/>
          <w:lang w:bidi="fa-IR"/>
        </w:rPr>
        <w:t>ايستادن</w:t>
      </w:r>
      <w:r>
        <w:rPr>
          <w:rtl/>
          <w:lang w:bidi="fa-IR"/>
        </w:rPr>
        <w:t>))</w:t>
      </w:r>
      <w:bookmarkEnd w:id="117"/>
    </w:p>
    <w:p w:rsidR="003E3506" w:rsidRPr="003E3506" w:rsidRDefault="003E3506" w:rsidP="003E3506">
      <w:pPr>
        <w:pStyle w:val="libNormal"/>
        <w:rPr>
          <w:lang w:bidi="fa-IR"/>
        </w:rPr>
      </w:pPr>
      <w:r w:rsidRPr="003E3506">
        <w:rPr>
          <w:rtl/>
          <w:lang w:bidi="fa-IR"/>
        </w:rPr>
        <w:t>٩٦٧ - قيام در موقع گفتن تكبيرة الاحرام و قيام پيش از ركوع كه آن را قيام متصل به ركوع مى گويند ركن است</w:t>
      </w:r>
      <w:r w:rsidR="000C4B14">
        <w:rPr>
          <w:rtl/>
          <w:lang w:bidi="fa-IR"/>
        </w:rPr>
        <w:t>،</w:t>
      </w:r>
      <w:r w:rsidRPr="003E3506">
        <w:rPr>
          <w:rtl/>
          <w:lang w:bidi="fa-IR"/>
        </w:rPr>
        <w:t xml:space="preserve"> ولى قيام در موقع خواندن حمد و سوره و قيام بعد از ركوع ركن نيست</w:t>
      </w:r>
      <w:r w:rsidR="000C4B14">
        <w:rPr>
          <w:rtl/>
          <w:lang w:bidi="fa-IR"/>
        </w:rPr>
        <w:t>،</w:t>
      </w:r>
      <w:r w:rsidRPr="003E3506">
        <w:rPr>
          <w:rtl/>
          <w:lang w:bidi="fa-IR"/>
        </w:rPr>
        <w:t xml:space="preserve"> و اگر كسى آن را از روى فراموشى ترك كند</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٩٦٨ - واجب است پيش از گفتن تكبير و بعد از آن مقدارى بايستد تا يقين كند كه تكبير را در حال ايستادن گفته است</w:t>
      </w:r>
      <w:r w:rsidR="000C4B14">
        <w:rPr>
          <w:rtl/>
          <w:lang w:bidi="fa-IR"/>
        </w:rPr>
        <w:t>.</w:t>
      </w:r>
    </w:p>
    <w:p w:rsidR="003E3506" w:rsidRPr="003E3506" w:rsidRDefault="003E3506" w:rsidP="003E3506">
      <w:pPr>
        <w:pStyle w:val="libNormal"/>
        <w:rPr>
          <w:lang w:bidi="fa-IR"/>
        </w:rPr>
      </w:pPr>
      <w:r w:rsidRPr="003E3506">
        <w:rPr>
          <w:rtl/>
          <w:lang w:bidi="fa-IR"/>
        </w:rPr>
        <w:t>٩٦٩ - اگر ركوع را فراموش كند</w:t>
      </w:r>
      <w:r w:rsidR="000C4B14">
        <w:rPr>
          <w:rtl/>
          <w:lang w:bidi="fa-IR"/>
        </w:rPr>
        <w:t>،</w:t>
      </w:r>
      <w:r w:rsidRPr="003E3506">
        <w:rPr>
          <w:rtl/>
          <w:lang w:bidi="fa-IR"/>
        </w:rPr>
        <w:t xml:space="preserve"> و بعد از حمد و سوره بنشيند و يادش بيايد كه ركوع نكرده</w:t>
      </w:r>
      <w:r w:rsidR="000C4B14">
        <w:rPr>
          <w:rtl/>
          <w:lang w:bidi="fa-IR"/>
        </w:rPr>
        <w:t>،</w:t>
      </w:r>
      <w:r w:rsidRPr="003E3506">
        <w:rPr>
          <w:rtl/>
          <w:lang w:bidi="fa-IR"/>
        </w:rPr>
        <w:t xml:space="preserve"> بايد بايستد و به ركوع رود</w:t>
      </w:r>
      <w:r w:rsidR="000C4B14">
        <w:rPr>
          <w:rtl/>
          <w:lang w:bidi="fa-IR"/>
        </w:rPr>
        <w:t>،</w:t>
      </w:r>
      <w:r w:rsidRPr="003E3506">
        <w:rPr>
          <w:rtl/>
          <w:lang w:bidi="fa-IR"/>
        </w:rPr>
        <w:t xml:space="preserve"> و اگر بدون اينكه بايستد به حال خميدگى به ركوع برگردد</w:t>
      </w:r>
      <w:r w:rsidR="000C4B14">
        <w:rPr>
          <w:rtl/>
          <w:lang w:bidi="fa-IR"/>
        </w:rPr>
        <w:t>،</w:t>
      </w:r>
      <w:r w:rsidRPr="003E3506">
        <w:rPr>
          <w:rtl/>
          <w:lang w:bidi="fa-IR"/>
        </w:rPr>
        <w:t xml:space="preserve"> چون قيام متصل به ركوع را بجا نياورده كفايت نمى كند.</w:t>
      </w:r>
    </w:p>
    <w:p w:rsidR="003E3506" w:rsidRPr="003E3506" w:rsidRDefault="003E3506" w:rsidP="003E3506">
      <w:pPr>
        <w:pStyle w:val="libNormal"/>
        <w:rPr>
          <w:lang w:bidi="fa-IR"/>
        </w:rPr>
      </w:pPr>
      <w:r w:rsidRPr="003E3506">
        <w:rPr>
          <w:rtl/>
          <w:lang w:bidi="fa-IR"/>
        </w:rPr>
        <w:t>٩٧٠ - موقعى كه براى تكبيرة الاحرام يا قرائت ايستاده است</w:t>
      </w:r>
      <w:r w:rsidR="000C4B14">
        <w:rPr>
          <w:rtl/>
          <w:lang w:bidi="fa-IR"/>
        </w:rPr>
        <w:t>،</w:t>
      </w:r>
      <w:r w:rsidRPr="003E3506">
        <w:rPr>
          <w:rtl/>
          <w:lang w:bidi="fa-IR"/>
        </w:rPr>
        <w:t xml:space="preserve"> بايد بدن را حركت ندهد و به طرفى خم نشود</w:t>
      </w:r>
      <w:r w:rsidR="000C4B14">
        <w:rPr>
          <w:rtl/>
          <w:lang w:bidi="fa-IR"/>
        </w:rPr>
        <w:t>،</w:t>
      </w:r>
      <w:r w:rsidRPr="003E3506">
        <w:rPr>
          <w:rtl/>
          <w:lang w:bidi="fa-IR"/>
        </w:rPr>
        <w:t xml:space="preserve"> و بنابر احتياط لازم در حال اختيار به جايى تكيه نكند ولى اگر از روى ناچارى باشد اشكال ندارد.</w:t>
      </w:r>
    </w:p>
    <w:p w:rsidR="003E3506" w:rsidRPr="003E3506" w:rsidRDefault="003E3506" w:rsidP="003E3506">
      <w:pPr>
        <w:pStyle w:val="libNormal"/>
        <w:rPr>
          <w:lang w:bidi="fa-IR"/>
        </w:rPr>
      </w:pPr>
      <w:r w:rsidRPr="003E3506">
        <w:rPr>
          <w:rtl/>
          <w:lang w:bidi="fa-IR"/>
        </w:rPr>
        <w:t>٩٧١ - اگر موقعى كه ايستاده</w:t>
      </w:r>
      <w:r w:rsidR="000C4B14">
        <w:rPr>
          <w:rtl/>
          <w:lang w:bidi="fa-IR"/>
        </w:rPr>
        <w:t>،</w:t>
      </w:r>
      <w:r w:rsidRPr="003E3506">
        <w:rPr>
          <w:rtl/>
          <w:lang w:bidi="fa-IR"/>
        </w:rPr>
        <w:t xml:space="preserve"> از روى فراموشى بدن را حركت دهد يا به طرفى خم شود يا به جايى تكيه كند اشكال ندارد.</w:t>
      </w:r>
    </w:p>
    <w:p w:rsidR="003E3506" w:rsidRPr="003E3506" w:rsidRDefault="003E3506" w:rsidP="003E3506">
      <w:pPr>
        <w:pStyle w:val="libNormal"/>
        <w:rPr>
          <w:lang w:bidi="fa-IR"/>
        </w:rPr>
      </w:pPr>
      <w:r w:rsidRPr="003E3506">
        <w:rPr>
          <w:rtl/>
          <w:lang w:bidi="fa-IR"/>
        </w:rPr>
        <w:t>٩٧٢ - احتياط واجب آن است كه در موقع ايستادن</w:t>
      </w:r>
      <w:r w:rsidR="000C4B14">
        <w:rPr>
          <w:rtl/>
          <w:lang w:bidi="fa-IR"/>
        </w:rPr>
        <w:t>،</w:t>
      </w:r>
      <w:r w:rsidRPr="003E3506">
        <w:rPr>
          <w:rtl/>
          <w:lang w:bidi="fa-IR"/>
        </w:rPr>
        <w:t xml:space="preserve"> هر دو پا روى زمين باشد</w:t>
      </w:r>
      <w:r w:rsidR="000C4B14">
        <w:rPr>
          <w:rtl/>
          <w:lang w:bidi="fa-IR"/>
        </w:rPr>
        <w:t>،</w:t>
      </w:r>
      <w:r w:rsidRPr="003E3506">
        <w:rPr>
          <w:rtl/>
          <w:lang w:bidi="fa-IR"/>
        </w:rPr>
        <w:t xml:space="preserve"> ولى لازم نيست سنگينى بدن روى هر دو پا باشد</w:t>
      </w:r>
      <w:r w:rsidR="000C4B14">
        <w:rPr>
          <w:rtl/>
          <w:lang w:bidi="fa-IR"/>
        </w:rPr>
        <w:t>،</w:t>
      </w:r>
      <w:r w:rsidRPr="003E3506">
        <w:rPr>
          <w:rtl/>
          <w:lang w:bidi="fa-IR"/>
        </w:rPr>
        <w:t xml:space="preserve"> و اگر روى يك پا هم باشد اشكال ندارد.</w:t>
      </w:r>
    </w:p>
    <w:p w:rsidR="003E3506" w:rsidRPr="003E3506" w:rsidRDefault="003E3506" w:rsidP="003E3506">
      <w:pPr>
        <w:pStyle w:val="libNormal"/>
        <w:rPr>
          <w:lang w:bidi="fa-IR"/>
        </w:rPr>
      </w:pPr>
      <w:r w:rsidRPr="003E3506">
        <w:rPr>
          <w:rtl/>
          <w:lang w:bidi="fa-IR"/>
        </w:rPr>
        <w:t>٩٧٣ - كسى كه مى تواند درست بايستد</w:t>
      </w:r>
      <w:r w:rsidR="000C4B14">
        <w:rPr>
          <w:rtl/>
          <w:lang w:bidi="fa-IR"/>
        </w:rPr>
        <w:t>،</w:t>
      </w:r>
      <w:r w:rsidRPr="003E3506">
        <w:rPr>
          <w:rtl/>
          <w:lang w:bidi="fa-IR"/>
        </w:rPr>
        <w:t xml:space="preserve"> اگر پاها را خيلى گشاد بگذارد كه ايستادن بر او صدق نكند نمازش باطل است و همچنين است بنابر احتياط لازم اگر پاها را خيلى گشاد بگذارد كه به حال ايستادن معمولى نباشد.</w:t>
      </w:r>
    </w:p>
    <w:p w:rsidR="003E3506" w:rsidRPr="003E3506" w:rsidRDefault="003E3506" w:rsidP="003E3506">
      <w:pPr>
        <w:pStyle w:val="libNormal"/>
        <w:rPr>
          <w:lang w:bidi="fa-IR"/>
        </w:rPr>
      </w:pPr>
      <w:r w:rsidRPr="003E3506">
        <w:rPr>
          <w:rtl/>
          <w:lang w:bidi="fa-IR"/>
        </w:rPr>
        <w:t>٩٧٤ - موقعى كه انسان در نماز مشغول خواندن چيزى از اذكار واجب است بايد بدنش آرام باشد</w:t>
      </w:r>
      <w:r w:rsidR="000C4B14">
        <w:rPr>
          <w:rtl/>
          <w:lang w:bidi="fa-IR"/>
        </w:rPr>
        <w:t>،</w:t>
      </w:r>
      <w:r w:rsidRPr="003E3506">
        <w:rPr>
          <w:rtl/>
          <w:lang w:bidi="fa-IR"/>
        </w:rPr>
        <w:t xml:space="preserve"> و همچنين بنابر احتياط لازم وقتى كه مشغول چيزى از اذكار مستحب مى باشد</w:t>
      </w:r>
      <w:r w:rsidR="000C4B14">
        <w:rPr>
          <w:rtl/>
          <w:lang w:bidi="fa-IR"/>
        </w:rPr>
        <w:t>،</w:t>
      </w:r>
      <w:r w:rsidRPr="003E3506">
        <w:rPr>
          <w:rtl/>
          <w:lang w:bidi="fa-IR"/>
        </w:rPr>
        <w:t xml:space="preserve"> و در </w:t>
      </w:r>
      <w:r w:rsidRPr="003E3506">
        <w:rPr>
          <w:rtl/>
          <w:lang w:bidi="fa-IR"/>
        </w:rPr>
        <w:lastRenderedPageBreak/>
        <w:t>موقعى كه مى خواهد كمى جلو يا عقب رود يا كمى بدن را به طرف راست يا چپ حركت دهد</w:t>
      </w:r>
      <w:r w:rsidR="000C4B14">
        <w:rPr>
          <w:rtl/>
          <w:lang w:bidi="fa-IR"/>
        </w:rPr>
        <w:t>،</w:t>
      </w:r>
      <w:r w:rsidRPr="003E3506">
        <w:rPr>
          <w:rtl/>
          <w:lang w:bidi="fa-IR"/>
        </w:rPr>
        <w:t xml:space="preserve"> بايد چيزى نگويد.</w:t>
      </w:r>
    </w:p>
    <w:p w:rsidR="003E3506" w:rsidRPr="003E3506" w:rsidRDefault="003E3506" w:rsidP="003E3506">
      <w:pPr>
        <w:pStyle w:val="libNormal"/>
        <w:rPr>
          <w:lang w:bidi="fa-IR"/>
        </w:rPr>
      </w:pPr>
      <w:r w:rsidRPr="003E3506">
        <w:rPr>
          <w:rtl/>
          <w:lang w:bidi="fa-IR"/>
        </w:rPr>
        <w:t>٩٧٥ - اگر در حال حركت بدن ذكر مستحبى بگويد</w:t>
      </w:r>
      <w:r w:rsidR="000C4B14">
        <w:rPr>
          <w:rtl/>
          <w:lang w:bidi="fa-IR"/>
        </w:rPr>
        <w:t>،</w:t>
      </w:r>
      <w:r w:rsidRPr="003E3506">
        <w:rPr>
          <w:rtl/>
          <w:lang w:bidi="fa-IR"/>
        </w:rPr>
        <w:t xml:space="preserve"> مثلا موقع رفتن به ركوع يا رفتن به سجده تكبير بگويد چنانچه آن را به قصد ذكرى كه در نماز دستور داده اند بگويد آن ذكر صحيح نيست ولى نمازش صحيح است و بحول اللّه وقوته اقوم واقعد را بايد در حال برخواستن بگويد.</w:t>
      </w:r>
    </w:p>
    <w:p w:rsidR="003E3506" w:rsidRPr="003E3506" w:rsidRDefault="003E3506" w:rsidP="003E3506">
      <w:pPr>
        <w:pStyle w:val="libNormal"/>
        <w:rPr>
          <w:lang w:bidi="fa-IR"/>
        </w:rPr>
      </w:pPr>
      <w:r w:rsidRPr="003E3506">
        <w:rPr>
          <w:rtl/>
          <w:lang w:bidi="fa-IR"/>
        </w:rPr>
        <w:t>٩٧٦ - حركت دادن دست و انگشتان در موقع خواندن حمد اشكال ندارد</w:t>
      </w:r>
      <w:r w:rsidR="000C4B14">
        <w:rPr>
          <w:rtl/>
          <w:lang w:bidi="fa-IR"/>
        </w:rPr>
        <w:t>،</w:t>
      </w:r>
      <w:r w:rsidRPr="003E3506">
        <w:rPr>
          <w:rtl/>
          <w:lang w:bidi="fa-IR"/>
        </w:rPr>
        <w:t xml:space="preserve"> اگر چه احتياط مستحب آن است كه آنها را هم حركت ندهد.</w:t>
      </w:r>
    </w:p>
    <w:p w:rsidR="003E3506" w:rsidRPr="003E3506" w:rsidRDefault="003E3506" w:rsidP="003E3506">
      <w:pPr>
        <w:pStyle w:val="libNormal"/>
        <w:rPr>
          <w:lang w:bidi="fa-IR"/>
        </w:rPr>
      </w:pPr>
      <w:r w:rsidRPr="003E3506">
        <w:rPr>
          <w:rtl/>
          <w:lang w:bidi="fa-IR"/>
        </w:rPr>
        <w:t>٩٧٧ - اگر موقع خواندن حمد و سوره يا خواندن تسبيحات بى اختيار به قدرى حركت كند كه از حال آرام بودن بدن خارج شود</w:t>
      </w:r>
      <w:r w:rsidR="000C4B14">
        <w:rPr>
          <w:rtl/>
          <w:lang w:bidi="fa-IR"/>
        </w:rPr>
        <w:t>،</w:t>
      </w:r>
      <w:r w:rsidRPr="003E3506">
        <w:rPr>
          <w:rtl/>
          <w:lang w:bidi="fa-IR"/>
        </w:rPr>
        <w:t xml:space="preserve"> احتياط مستحب آن است كه بعد از آرام گرفتن بدن</w:t>
      </w:r>
      <w:r w:rsidR="000C4B14">
        <w:rPr>
          <w:rtl/>
          <w:lang w:bidi="fa-IR"/>
        </w:rPr>
        <w:t>،</w:t>
      </w:r>
      <w:r w:rsidRPr="003E3506">
        <w:rPr>
          <w:rtl/>
          <w:lang w:bidi="fa-IR"/>
        </w:rPr>
        <w:t xml:space="preserve"> آنچه را در حال حركت خوانده دوباره بخواند.</w:t>
      </w:r>
    </w:p>
    <w:p w:rsidR="003E3506" w:rsidRPr="003E3506" w:rsidRDefault="003E3506" w:rsidP="003E3506">
      <w:pPr>
        <w:pStyle w:val="libNormal"/>
        <w:rPr>
          <w:lang w:bidi="fa-IR"/>
        </w:rPr>
      </w:pPr>
      <w:r w:rsidRPr="003E3506">
        <w:rPr>
          <w:rtl/>
          <w:lang w:bidi="fa-IR"/>
        </w:rPr>
        <w:t>٩٧٨ - اگر در بين نماز از ايستادن عاجز شود بايد بنشيند</w:t>
      </w:r>
      <w:r w:rsidR="000C4B14">
        <w:rPr>
          <w:rtl/>
          <w:lang w:bidi="fa-IR"/>
        </w:rPr>
        <w:t>،</w:t>
      </w:r>
      <w:r w:rsidRPr="003E3506">
        <w:rPr>
          <w:rtl/>
          <w:lang w:bidi="fa-IR"/>
        </w:rPr>
        <w:t xml:space="preserve"> و اگر از نشستن هم عاجز شود بايد بخوابد</w:t>
      </w:r>
      <w:r w:rsidR="000C4B14">
        <w:rPr>
          <w:rtl/>
          <w:lang w:bidi="fa-IR"/>
        </w:rPr>
        <w:t>،</w:t>
      </w:r>
      <w:r w:rsidRPr="003E3506">
        <w:rPr>
          <w:rtl/>
          <w:lang w:bidi="fa-IR"/>
        </w:rPr>
        <w:t xml:space="preserve"> ولى تا بدنش آرام نگرفته بايد چيزى از ذكرهاى واجب را نگويد.</w:t>
      </w:r>
    </w:p>
    <w:p w:rsidR="003E3506" w:rsidRPr="003E3506" w:rsidRDefault="003E3506" w:rsidP="003E3506">
      <w:pPr>
        <w:pStyle w:val="libNormal"/>
        <w:rPr>
          <w:lang w:bidi="fa-IR"/>
        </w:rPr>
      </w:pPr>
      <w:r w:rsidRPr="003E3506">
        <w:rPr>
          <w:rtl/>
          <w:lang w:bidi="fa-IR"/>
        </w:rPr>
        <w:t>٩٧٩ - تا انسان مى تواند ايستاده نماز بخواند نبايد بنشيند</w:t>
      </w:r>
      <w:r w:rsidR="000C4B14">
        <w:rPr>
          <w:rtl/>
          <w:lang w:bidi="fa-IR"/>
        </w:rPr>
        <w:t>،</w:t>
      </w:r>
      <w:r w:rsidRPr="003E3506">
        <w:rPr>
          <w:rtl/>
          <w:lang w:bidi="fa-IR"/>
        </w:rPr>
        <w:t xml:space="preserve"> مثلا كسى كه در موقع ايستادن بدنش حركت مى كند يا مجبور است به چيزى تكيه دهد يا بدنش را مختصرى كج كند</w:t>
      </w:r>
      <w:r w:rsidR="000C4B14">
        <w:rPr>
          <w:rtl/>
          <w:lang w:bidi="fa-IR"/>
        </w:rPr>
        <w:t>،</w:t>
      </w:r>
      <w:r w:rsidRPr="003E3506">
        <w:rPr>
          <w:rtl/>
          <w:lang w:bidi="fa-IR"/>
        </w:rPr>
        <w:t xml:space="preserve"> بايد به هر طور كه مى تواند ايستاده نماز بخواند</w:t>
      </w:r>
      <w:r w:rsidR="000C4B14">
        <w:rPr>
          <w:rtl/>
          <w:lang w:bidi="fa-IR"/>
        </w:rPr>
        <w:t>،</w:t>
      </w:r>
      <w:r w:rsidRPr="003E3506">
        <w:rPr>
          <w:rtl/>
          <w:lang w:bidi="fa-IR"/>
        </w:rPr>
        <w:t xml:space="preserve"> ولى اگر به هيچ قسم نتواند بايستد</w:t>
      </w:r>
      <w:r w:rsidR="000C4B14">
        <w:rPr>
          <w:rtl/>
          <w:lang w:bidi="fa-IR"/>
        </w:rPr>
        <w:t>،</w:t>
      </w:r>
      <w:r w:rsidRPr="003E3506">
        <w:rPr>
          <w:rtl/>
          <w:lang w:bidi="fa-IR"/>
        </w:rPr>
        <w:t xml:space="preserve"> بايد راست بنشيند و نشسته نماز بخواند.</w:t>
      </w:r>
    </w:p>
    <w:p w:rsidR="003E3506" w:rsidRPr="003E3506" w:rsidRDefault="003E3506" w:rsidP="003E3506">
      <w:pPr>
        <w:pStyle w:val="libNormal"/>
        <w:rPr>
          <w:lang w:bidi="fa-IR"/>
        </w:rPr>
      </w:pPr>
      <w:r w:rsidRPr="003E3506">
        <w:rPr>
          <w:rtl/>
          <w:lang w:bidi="fa-IR"/>
        </w:rPr>
        <w:t>٩٨٠ - تا انسان مى تواند بنشيند نبايد خوابيده نماز بخواند و اگر نتواند راست بنشيند بايد هر طور كه مى تواند بنشيند و اگر به هيچ قسم نمى تواند بنشيند بايد بطورى كه در احكام قبله گفته شد</w:t>
      </w:r>
      <w:r w:rsidR="000C4B14">
        <w:rPr>
          <w:rtl/>
          <w:lang w:bidi="fa-IR"/>
        </w:rPr>
        <w:t>،</w:t>
      </w:r>
      <w:r w:rsidRPr="003E3506">
        <w:rPr>
          <w:rtl/>
          <w:lang w:bidi="fa-IR"/>
        </w:rPr>
        <w:t xml:space="preserve"> به پهلوى راست بخوابد و اگر نمى تواند به پهلوى چپ بخوابد و تا وقتى كه ممكن است كه به پهلوى راست بخوابد نبايد بنابر احتياط لازم به پهلوى چپ بخوابد و اگر اين دو ممكن نباشد بايد به پشت بخوابد</w:t>
      </w:r>
      <w:r w:rsidR="000C4B14">
        <w:rPr>
          <w:rtl/>
          <w:lang w:bidi="fa-IR"/>
        </w:rPr>
        <w:t>،</w:t>
      </w:r>
      <w:r w:rsidRPr="003E3506">
        <w:rPr>
          <w:rtl/>
          <w:lang w:bidi="fa-IR"/>
        </w:rPr>
        <w:t xml:space="preserve"> به طورى كه كف پاهاى او رو به قبله باشد.</w:t>
      </w:r>
    </w:p>
    <w:p w:rsidR="003E3506" w:rsidRPr="003E3506" w:rsidRDefault="003E3506" w:rsidP="003E3506">
      <w:pPr>
        <w:pStyle w:val="libNormal"/>
        <w:rPr>
          <w:lang w:bidi="fa-IR"/>
        </w:rPr>
      </w:pPr>
      <w:r w:rsidRPr="003E3506">
        <w:rPr>
          <w:rtl/>
          <w:lang w:bidi="fa-IR"/>
        </w:rPr>
        <w:lastRenderedPageBreak/>
        <w:t>٩٨١ - كسى كه نشسته نماز مى خواند اگر بعد از خواندن حمد و سوره بتواند بايستد و ركوع را ايستاده بجا آورد بايد بايستد و از حال ايستاده به ركوع رود و اگر نتواند بايد ركوع را هم نشسته بجا آورد.</w:t>
      </w:r>
    </w:p>
    <w:p w:rsidR="003E3506" w:rsidRPr="003E3506" w:rsidRDefault="003E3506" w:rsidP="003E3506">
      <w:pPr>
        <w:pStyle w:val="libNormal"/>
        <w:rPr>
          <w:lang w:bidi="fa-IR"/>
        </w:rPr>
      </w:pPr>
      <w:r w:rsidRPr="003E3506">
        <w:rPr>
          <w:rtl/>
          <w:lang w:bidi="fa-IR"/>
        </w:rPr>
        <w:t>٩٨٢ - كسى كه خوابيده نماز مى خواند</w:t>
      </w:r>
      <w:r w:rsidR="000C4B14">
        <w:rPr>
          <w:rtl/>
          <w:lang w:bidi="fa-IR"/>
        </w:rPr>
        <w:t>،</w:t>
      </w:r>
      <w:r w:rsidRPr="003E3506">
        <w:rPr>
          <w:rtl/>
          <w:lang w:bidi="fa-IR"/>
        </w:rPr>
        <w:t xml:space="preserve"> اگر در بين نماز بتواند بنشيند بايد مقدارى را كه مى تواند نشسته بخواند و نيز اگر مى تواند بايستد بايد مقدارى را كه مى تواند ايستاده بخواند</w:t>
      </w:r>
      <w:r w:rsidR="000C4B14">
        <w:rPr>
          <w:rtl/>
          <w:lang w:bidi="fa-IR"/>
        </w:rPr>
        <w:t>،</w:t>
      </w:r>
      <w:r w:rsidRPr="003E3506">
        <w:rPr>
          <w:rtl/>
          <w:lang w:bidi="fa-IR"/>
        </w:rPr>
        <w:t xml:space="preserve"> ولى تا بدنش آرام نگرفته بايد چيزى از اذكار واجب را نخواند.</w:t>
      </w:r>
    </w:p>
    <w:p w:rsidR="003E3506" w:rsidRPr="003E3506" w:rsidRDefault="003E3506" w:rsidP="003E3506">
      <w:pPr>
        <w:pStyle w:val="libNormal"/>
        <w:rPr>
          <w:lang w:bidi="fa-IR"/>
        </w:rPr>
      </w:pPr>
      <w:r w:rsidRPr="003E3506">
        <w:rPr>
          <w:rtl/>
          <w:lang w:bidi="fa-IR"/>
        </w:rPr>
        <w:t>٩٨٣ - كسى كه نشسته نماز مى خواند</w:t>
      </w:r>
      <w:r w:rsidR="000C4B14">
        <w:rPr>
          <w:rtl/>
          <w:lang w:bidi="fa-IR"/>
        </w:rPr>
        <w:t>،</w:t>
      </w:r>
      <w:r w:rsidRPr="003E3506">
        <w:rPr>
          <w:rtl/>
          <w:lang w:bidi="fa-IR"/>
        </w:rPr>
        <w:t xml:space="preserve"> اگر در بين نماز بتواند بايستد بايد مقدارى را كه مى تواند ايستاده بخواند</w:t>
      </w:r>
      <w:r w:rsidR="000C4B14">
        <w:rPr>
          <w:rtl/>
          <w:lang w:bidi="fa-IR"/>
        </w:rPr>
        <w:t>،</w:t>
      </w:r>
      <w:r w:rsidRPr="003E3506">
        <w:rPr>
          <w:rtl/>
          <w:lang w:bidi="fa-IR"/>
        </w:rPr>
        <w:t xml:space="preserve"> ولى تا بدنش آرام نگرفته بايد چيزى از ذكرهاى واجب را نخواند.</w:t>
      </w:r>
    </w:p>
    <w:p w:rsidR="003E3506" w:rsidRPr="003E3506" w:rsidRDefault="003E3506" w:rsidP="003E3506">
      <w:pPr>
        <w:pStyle w:val="libNormal"/>
        <w:rPr>
          <w:lang w:bidi="fa-IR"/>
        </w:rPr>
      </w:pPr>
      <w:r w:rsidRPr="003E3506">
        <w:rPr>
          <w:rtl/>
          <w:lang w:bidi="fa-IR"/>
        </w:rPr>
        <w:t>٩٨٤ - كسى كه مى تواند بايستد اگر بترسد كه به واسطه ايستادن</w:t>
      </w:r>
      <w:r w:rsidR="000C4B14">
        <w:rPr>
          <w:rtl/>
          <w:lang w:bidi="fa-IR"/>
        </w:rPr>
        <w:t>،</w:t>
      </w:r>
      <w:r w:rsidRPr="003E3506">
        <w:rPr>
          <w:rtl/>
          <w:lang w:bidi="fa-IR"/>
        </w:rPr>
        <w:t xml:space="preserve"> مريض شود يا ضررى به او برسد</w:t>
      </w:r>
      <w:r w:rsidR="000C4B14">
        <w:rPr>
          <w:rtl/>
          <w:lang w:bidi="fa-IR"/>
        </w:rPr>
        <w:t>،</w:t>
      </w:r>
      <w:r w:rsidRPr="003E3506">
        <w:rPr>
          <w:rtl/>
          <w:lang w:bidi="fa-IR"/>
        </w:rPr>
        <w:t xml:space="preserve"> مى تواند نشسته نماز بخواند و اگر از نشستن هم بترسد</w:t>
      </w:r>
      <w:r w:rsidR="000C4B14">
        <w:rPr>
          <w:rtl/>
          <w:lang w:bidi="fa-IR"/>
        </w:rPr>
        <w:t>،</w:t>
      </w:r>
      <w:r w:rsidRPr="003E3506">
        <w:rPr>
          <w:rtl/>
          <w:lang w:bidi="fa-IR"/>
        </w:rPr>
        <w:t xml:space="preserve"> مى تواند خوابيده نماز بخواند.</w:t>
      </w:r>
    </w:p>
    <w:p w:rsidR="003E3506" w:rsidRPr="003E3506" w:rsidRDefault="003E3506" w:rsidP="003E3506">
      <w:pPr>
        <w:pStyle w:val="libNormal"/>
        <w:rPr>
          <w:lang w:bidi="fa-IR"/>
        </w:rPr>
      </w:pPr>
      <w:r w:rsidRPr="003E3506">
        <w:rPr>
          <w:rtl/>
          <w:lang w:bidi="fa-IR"/>
        </w:rPr>
        <w:t>٩٨٥ - اگر انسان مايوس نباشد كه در آخر وقت بتواند ايستاده نماز بخواند چنانچه اول وقت نماز را بخواند و در آخر وقت قدرت بر ايستادن حاصل نمايد بايد نماز را دوباره بجا آورد</w:t>
      </w:r>
      <w:r w:rsidR="000C4B14">
        <w:rPr>
          <w:rtl/>
          <w:lang w:bidi="fa-IR"/>
        </w:rPr>
        <w:t>،</w:t>
      </w:r>
      <w:r w:rsidRPr="003E3506">
        <w:rPr>
          <w:rtl/>
          <w:lang w:bidi="fa-IR"/>
        </w:rPr>
        <w:t xml:space="preserve"> ولى اگر مايوس از آن باشد كه بتواند نماز را ايستاده بخواند اگر در اول وقت نماز را بخواند و سپس قدرت بر ايستادن پيدا كند لازم نيست نماز را اعاده كند.</w:t>
      </w:r>
    </w:p>
    <w:p w:rsidR="003E3506" w:rsidRPr="003E3506" w:rsidRDefault="003E3506" w:rsidP="003E3506">
      <w:pPr>
        <w:pStyle w:val="libNormal"/>
        <w:rPr>
          <w:lang w:bidi="fa-IR"/>
        </w:rPr>
      </w:pPr>
      <w:r w:rsidRPr="003E3506">
        <w:rPr>
          <w:rtl/>
          <w:lang w:bidi="fa-IR"/>
        </w:rPr>
        <w:t>٩٨٦ - مستحب است در حال ايستادن بدن را راست نگهدارد و شانه ها را پايين بيندازد و دستها را روى رانها بگذارد و انگشتها را به هم بچسباند و جاى سجده را نگاه كند و سنگينى بدن را به طور مساوى روى دو پا بيندازد و با خضوع و خشوع باشد و پاها را پس و پيش نگذارد</w:t>
      </w:r>
      <w:r w:rsidR="000C4B14">
        <w:rPr>
          <w:rtl/>
          <w:lang w:bidi="fa-IR"/>
        </w:rPr>
        <w:t>،</w:t>
      </w:r>
      <w:r w:rsidRPr="003E3506">
        <w:rPr>
          <w:rtl/>
          <w:lang w:bidi="fa-IR"/>
        </w:rPr>
        <w:t xml:space="preserve"> و اگر مرد است پاها را از سه انگشت باز تا يك وجب فاصله دهد و اگر زن است پاها را به هم بچسباند.</w:t>
      </w:r>
    </w:p>
    <w:p w:rsidR="003E3506" w:rsidRPr="003E3506" w:rsidRDefault="00861354" w:rsidP="003E3506">
      <w:pPr>
        <w:pStyle w:val="libNormal"/>
        <w:rPr>
          <w:lang w:bidi="fa-IR"/>
        </w:rPr>
      </w:pPr>
      <w:r>
        <w:rPr>
          <w:rtl/>
          <w:lang w:bidi="fa-IR"/>
        </w:rPr>
        <w:br w:type="page"/>
      </w:r>
    </w:p>
    <w:p w:rsidR="003E3506" w:rsidRDefault="00605FAB" w:rsidP="00861354">
      <w:pPr>
        <w:pStyle w:val="Heading3"/>
        <w:rPr>
          <w:rtl/>
          <w:lang w:bidi="fa-IR"/>
        </w:rPr>
      </w:pPr>
      <w:bookmarkStart w:id="118" w:name="_Toc24454541"/>
      <w:r>
        <w:rPr>
          <w:rtl/>
          <w:lang w:bidi="fa-IR"/>
        </w:rPr>
        <w:t>(</w:t>
      </w:r>
      <w:r w:rsidR="003E3506" w:rsidRPr="003E3506">
        <w:rPr>
          <w:rtl/>
          <w:lang w:bidi="fa-IR"/>
        </w:rPr>
        <w:t>قرائت</w:t>
      </w:r>
      <w:r>
        <w:rPr>
          <w:rtl/>
          <w:lang w:bidi="fa-IR"/>
        </w:rPr>
        <w:t>)</w:t>
      </w:r>
      <w:bookmarkEnd w:id="118"/>
    </w:p>
    <w:p w:rsidR="003E3506" w:rsidRPr="003E3506" w:rsidRDefault="003E3506" w:rsidP="003E3506">
      <w:pPr>
        <w:pStyle w:val="libNormal"/>
        <w:rPr>
          <w:lang w:bidi="fa-IR"/>
        </w:rPr>
      </w:pPr>
      <w:r w:rsidRPr="003E3506">
        <w:rPr>
          <w:rtl/>
          <w:lang w:bidi="fa-IR"/>
        </w:rPr>
        <w:t>٩٨٧ - در ركعت اول و دوم نمازهاى واجب يوميه</w:t>
      </w:r>
      <w:r w:rsidR="000C4B14">
        <w:rPr>
          <w:rtl/>
          <w:lang w:bidi="fa-IR"/>
        </w:rPr>
        <w:t>،</w:t>
      </w:r>
      <w:r w:rsidRPr="003E3506">
        <w:rPr>
          <w:rtl/>
          <w:lang w:bidi="fa-IR"/>
        </w:rPr>
        <w:t xml:space="preserve"> انسان بايد اول حمد و بعد از آن - بنابر احتياط - يك سوره تمام بخواند و سوره والضحى و الم نشرح و همچنين سوره فيل و لايلاف در نماز بنابر احتياط يك سوره حساب مى شود.</w:t>
      </w:r>
    </w:p>
    <w:p w:rsidR="003E3506" w:rsidRPr="003E3506" w:rsidRDefault="003E3506" w:rsidP="003E3506">
      <w:pPr>
        <w:pStyle w:val="libNormal"/>
        <w:rPr>
          <w:lang w:bidi="fa-IR"/>
        </w:rPr>
      </w:pPr>
      <w:r w:rsidRPr="003E3506">
        <w:rPr>
          <w:rtl/>
          <w:lang w:bidi="fa-IR"/>
        </w:rPr>
        <w:t>٩٨٨ - اگر وقت نماز تنگ باشد يا انسان ناچار شود كه سوره را نخواند</w:t>
      </w:r>
      <w:r w:rsidR="000C4B14">
        <w:rPr>
          <w:rtl/>
          <w:lang w:bidi="fa-IR"/>
        </w:rPr>
        <w:t>،</w:t>
      </w:r>
      <w:r w:rsidRPr="003E3506">
        <w:rPr>
          <w:rtl/>
          <w:lang w:bidi="fa-IR"/>
        </w:rPr>
        <w:t xml:space="preserve"> مثلا بترسد كه اگر سوره را بخواند</w:t>
      </w:r>
      <w:r w:rsidR="000C4B14">
        <w:rPr>
          <w:rtl/>
          <w:lang w:bidi="fa-IR"/>
        </w:rPr>
        <w:t>،</w:t>
      </w:r>
      <w:r w:rsidRPr="003E3506">
        <w:rPr>
          <w:rtl/>
          <w:lang w:bidi="fa-IR"/>
        </w:rPr>
        <w:t xml:space="preserve"> دزد يا درنده يا چيز ديگرى به او صدمه بزند يا آنكه كار ضرورى داشته باشد مى تواند سوره را نخواند بلكه در صورت تنگى وقت و در بعض از موارد ترس نبايد سوره را بخواند.</w:t>
      </w:r>
    </w:p>
    <w:p w:rsidR="003E3506" w:rsidRPr="003E3506" w:rsidRDefault="003E3506" w:rsidP="003E3506">
      <w:pPr>
        <w:pStyle w:val="libNormal"/>
        <w:rPr>
          <w:lang w:bidi="fa-IR"/>
        </w:rPr>
      </w:pPr>
      <w:r w:rsidRPr="003E3506">
        <w:rPr>
          <w:rtl/>
          <w:lang w:bidi="fa-IR"/>
        </w:rPr>
        <w:t>٩٨٩ - اگر عمدا سوره را پيش از حمد بخواند نمازش باطل است و اگر اشتباها سوره را پيش از حمد بخواند و در بين آن يادش بيايد</w:t>
      </w:r>
      <w:r w:rsidR="000C4B14">
        <w:rPr>
          <w:rtl/>
          <w:lang w:bidi="fa-IR"/>
        </w:rPr>
        <w:t>،</w:t>
      </w:r>
      <w:r w:rsidRPr="003E3506">
        <w:rPr>
          <w:rtl/>
          <w:lang w:bidi="fa-IR"/>
        </w:rPr>
        <w:t xml:space="preserve"> بايد سوره را رها كند و بعد از حمد</w:t>
      </w:r>
      <w:r w:rsidR="000C4B14">
        <w:rPr>
          <w:rtl/>
          <w:lang w:bidi="fa-IR"/>
        </w:rPr>
        <w:t>،</w:t>
      </w:r>
      <w:r w:rsidRPr="003E3506">
        <w:rPr>
          <w:rtl/>
          <w:lang w:bidi="fa-IR"/>
        </w:rPr>
        <w:t xml:space="preserve"> سوره را از اول بخواند.</w:t>
      </w:r>
    </w:p>
    <w:p w:rsidR="003E3506" w:rsidRPr="003E3506" w:rsidRDefault="003E3506" w:rsidP="003E3506">
      <w:pPr>
        <w:pStyle w:val="libNormal"/>
        <w:rPr>
          <w:lang w:bidi="fa-IR"/>
        </w:rPr>
      </w:pPr>
      <w:r w:rsidRPr="003E3506">
        <w:rPr>
          <w:rtl/>
          <w:lang w:bidi="fa-IR"/>
        </w:rPr>
        <w:t>٩٩٠ - اگر حمد و سوره يا يكى از آنها را فراموش كند و بعد از رسيدن به ركوع بفهمد</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٩٩١ - اگر پيش از آنكه براى ركوع خم شود</w:t>
      </w:r>
      <w:r w:rsidR="000C4B14">
        <w:rPr>
          <w:rtl/>
          <w:lang w:bidi="fa-IR"/>
        </w:rPr>
        <w:t>،</w:t>
      </w:r>
      <w:r w:rsidRPr="003E3506">
        <w:rPr>
          <w:rtl/>
          <w:lang w:bidi="fa-IR"/>
        </w:rPr>
        <w:t xml:space="preserve"> بفهمد كه حمد و سوره را نخوانده</w:t>
      </w:r>
      <w:r w:rsidR="000C4B14">
        <w:rPr>
          <w:rtl/>
          <w:lang w:bidi="fa-IR"/>
        </w:rPr>
        <w:t>،</w:t>
      </w:r>
      <w:r w:rsidRPr="003E3506">
        <w:rPr>
          <w:rtl/>
          <w:lang w:bidi="fa-IR"/>
        </w:rPr>
        <w:t xml:space="preserve"> بايد بخواند.</w:t>
      </w:r>
    </w:p>
    <w:p w:rsidR="003E3506" w:rsidRPr="003E3506" w:rsidRDefault="003E3506" w:rsidP="003E3506">
      <w:pPr>
        <w:pStyle w:val="libNormal"/>
        <w:rPr>
          <w:lang w:bidi="fa-IR"/>
        </w:rPr>
      </w:pPr>
      <w:r w:rsidRPr="003E3506">
        <w:rPr>
          <w:rtl/>
          <w:lang w:bidi="fa-IR"/>
        </w:rPr>
        <w:t>و اگر بفهمد سوره را نخوانده</w:t>
      </w:r>
      <w:r w:rsidR="000C4B14">
        <w:rPr>
          <w:rtl/>
          <w:lang w:bidi="fa-IR"/>
        </w:rPr>
        <w:t>،</w:t>
      </w:r>
      <w:r w:rsidRPr="003E3506">
        <w:rPr>
          <w:rtl/>
          <w:lang w:bidi="fa-IR"/>
        </w:rPr>
        <w:t xml:space="preserve"> بايد فقط سوره را بخواند</w:t>
      </w:r>
      <w:r w:rsidR="000C4B14">
        <w:rPr>
          <w:rtl/>
          <w:lang w:bidi="fa-IR"/>
        </w:rPr>
        <w:t>،</w:t>
      </w:r>
      <w:r w:rsidRPr="003E3506">
        <w:rPr>
          <w:rtl/>
          <w:lang w:bidi="fa-IR"/>
        </w:rPr>
        <w:t xml:space="preserve"> ولى اگر بفهمد حمد تنها را نخوانده بايد اول حمد و بعد از آن دوباره سوره را بخواند</w:t>
      </w:r>
      <w:r w:rsidR="000C4B14">
        <w:rPr>
          <w:rtl/>
          <w:lang w:bidi="fa-IR"/>
        </w:rPr>
        <w:t>،</w:t>
      </w:r>
      <w:r w:rsidRPr="003E3506">
        <w:rPr>
          <w:rtl/>
          <w:lang w:bidi="fa-IR"/>
        </w:rPr>
        <w:t xml:space="preserve"> و نيز اگر خم شود و پيش از آنكه به ركوع برسد</w:t>
      </w:r>
      <w:r w:rsidR="000C4B14">
        <w:rPr>
          <w:rtl/>
          <w:lang w:bidi="fa-IR"/>
        </w:rPr>
        <w:t>،</w:t>
      </w:r>
      <w:r w:rsidRPr="003E3506">
        <w:rPr>
          <w:rtl/>
          <w:lang w:bidi="fa-IR"/>
        </w:rPr>
        <w:t xml:space="preserve"> بفهمد حمد و سوره يا سوره تنها يا حمد تنها را نخوانده بايد بايستد و به همين دستور عمل نمايد.</w:t>
      </w:r>
    </w:p>
    <w:p w:rsidR="003E3506" w:rsidRPr="003E3506" w:rsidRDefault="003E3506" w:rsidP="003E3506">
      <w:pPr>
        <w:pStyle w:val="libNormal"/>
        <w:rPr>
          <w:lang w:bidi="fa-IR"/>
        </w:rPr>
      </w:pPr>
      <w:r w:rsidRPr="003E3506">
        <w:rPr>
          <w:rtl/>
          <w:lang w:bidi="fa-IR"/>
        </w:rPr>
        <w:t xml:space="preserve">٩٩٢ - اگر در نماز فريضه يكى از چهار سوره اى را كه آيه سجده دارد و در مساله </w:t>
      </w:r>
      <w:r w:rsidR="00605FAB">
        <w:rPr>
          <w:rtl/>
          <w:lang w:bidi="fa-IR"/>
        </w:rPr>
        <w:t>(</w:t>
      </w:r>
      <w:r w:rsidRPr="003E3506">
        <w:rPr>
          <w:rtl/>
          <w:lang w:bidi="fa-IR"/>
        </w:rPr>
        <w:t>٣٦١</w:t>
      </w:r>
      <w:r w:rsidR="00605FAB">
        <w:rPr>
          <w:rtl/>
          <w:lang w:bidi="fa-IR"/>
        </w:rPr>
        <w:t>)</w:t>
      </w:r>
      <w:r w:rsidRPr="003E3506">
        <w:rPr>
          <w:rtl/>
          <w:lang w:bidi="fa-IR"/>
        </w:rPr>
        <w:t xml:space="preserve"> گفته شد عمدا بخواند واجب است كه پس از خواندن آيه سجده</w:t>
      </w:r>
      <w:r w:rsidR="000C4B14">
        <w:rPr>
          <w:rtl/>
          <w:lang w:bidi="fa-IR"/>
        </w:rPr>
        <w:t>،</w:t>
      </w:r>
      <w:r w:rsidRPr="003E3506">
        <w:rPr>
          <w:rtl/>
          <w:lang w:bidi="fa-IR"/>
        </w:rPr>
        <w:t xml:space="preserve"> سجده نمايد</w:t>
      </w:r>
      <w:r w:rsidR="000C4B14">
        <w:rPr>
          <w:rtl/>
          <w:lang w:bidi="fa-IR"/>
        </w:rPr>
        <w:t>،</w:t>
      </w:r>
      <w:r w:rsidRPr="003E3506">
        <w:rPr>
          <w:rtl/>
          <w:lang w:bidi="fa-IR"/>
        </w:rPr>
        <w:t xml:space="preserve"> ولى اگر سجده را به جا آورد نمازش بنابر اختياط باطل مى شود و لازم است كه آن را دوباره بخواند</w:t>
      </w:r>
      <w:r w:rsidR="000C4B14">
        <w:rPr>
          <w:rtl/>
          <w:lang w:bidi="fa-IR"/>
        </w:rPr>
        <w:t>،</w:t>
      </w:r>
      <w:r w:rsidRPr="003E3506">
        <w:rPr>
          <w:rtl/>
          <w:lang w:bidi="fa-IR"/>
        </w:rPr>
        <w:t xml:space="preserve"> و اگر سجده را بجا نياورد مى تواند نماز را ادامه دهد اگر چه در ترك سجده گناه كرده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٩٩٣ - اگر اشتباها مشغول خواندن سوره اى شود كه سجده واجب دارد</w:t>
      </w:r>
      <w:r w:rsidR="000C4B14">
        <w:rPr>
          <w:rtl/>
          <w:lang w:bidi="fa-IR"/>
        </w:rPr>
        <w:t>،</w:t>
      </w:r>
      <w:r w:rsidRPr="003E3506">
        <w:rPr>
          <w:rtl/>
          <w:lang w:bidi="fa-IR"/>
        </w:rPr>
        <w:t xml:space="preserve"> چنانچه پيش از رسيدن به آيه سجده بفهمد</w:t>
      </w:r>
      <w:r w:rsidR="000C4B14">
        <w:rPr>
          <w:rtl/>
          <w:lang w:bidi="fa-IR"/>
        </w:rPr>
        <w:t>،</w:t>
      </w:r>
      <w:r w:rsidRPr="003E3506">
        <w:rPr>
          <w:rtl/>
          <w:lang w:bidi="fa-IR"/>
        </w:rPr>
        <w:t xml:space="preserve"> بايد آن سوره را رها كند و سوره ديگر بخواند</w:t>
      </w:r>
      <w:r w:rsidR="000C4B14">
        <w:rPr>
          <w:rtl/>
          <w:lang w:bidi="fa-IR"/>
        </w:rPr>
        <w:t>،</w:t>
      </w:r>
      <w:r w:rsidRPr="003E3506">
        <w:rPr>
          <w:rtl/>
          <w:lang w:bidi="fa-IR"/>
        </w:rPr>
        <w:t xml:space="preserve"> و اگر بعد از خواندن آيه سجده بفهمد بايد آن طورى كه در مساله پيش گفته شد عمل كند.</w:t>
      </w:r>
    </w:p>
    <w:p w:rsidR="003E3506" w:rsidRPr="003E3506" w:rsidRDefault="003E3506" w:rsidP="003E3506">
      <w:pPr>
        <w:pStyle w:val="libNormal"/>
        <w:rPr>
          <w:lang w:bidi="fa-IR"/>
        </w:rPr>
      </w:pPr>
      <w:r w:rsidRPr="003E3506">
        <w:rPr>
          <w:rtl/>
          <w:lang w:bidi="fa-IR"/>
        </w:rPr>
        <w:t>٩٩٤ - اگر در نماز آيه سجده را گوش دهد نمازش صحيح است و بنابر احتياط به سجده اشاره نمايد و بعد از نماز سجده آن را بجا آورد.</w:t>
      </w:r>
    </w:p>
    <w:p w:rsidR="003E3506" w:rsidRPr="003E3506" w:rsidRDefault="003E3506" w:rsidP="003E3506">
      <w:pPr>
        <w:pStyle w:val="libNormal"/>
        <w:rPr>
          <w:lang w:bidi="fa-IR"/>
        </w:rPr>
      </w:pPr>
      <w:r w:rsidRPr="003E3506">
        <w:rPr>
          <w:rtl/>
          <w:lang w:bidi="fa-IR"/>
        </w:rPr>
        <w:t>٩٩٥ - در نماز مستحبى خواندن سوره لازم نيست</w:t>
      </w:r>
      <w:r w:rsidR="000C4B14">
        <w:rPr>
          <w:rtl/>
          <w:lang w:bidi="fa-IR"/>
        </w:rPr>
        <w:t>،</w:t>
      </w:r>
      <w:r w:rsidRPr="003E3506">
        <w:rPr>
          <w:rtl/>
          <w:lang w:bidi="fa-IR"/>
        </w:rPr>
        <w:t xml:space="preserve"> اگر چه آن نماز به واسطه نذر كردن واجب شده باشد</w:t>
      </w:r>
      <w:r w:rsidR="000C4B14">
        <w:rPr>
          <w:rtl/>
          <w:lang w:bidi="fa-IR"/>
        </w:rPr>
        <w:t>،</w:t>
      </w:r>
      <w:r w:rsidRPr="003E3506">
        <w:rPr>
          <w:rtl/>
          <w:lang w:bidi="fa-IR"/>
        </w:rPr>
        <w:t xml:space="preserve"> ولى در بعضى از نمازهاى مستحبى مثل نماز وحشت كه سوره مخصوصى دارد</w:t>
      </w:r>
      <w:r w:rsidR="000C4B14">
        <w:rPr>
          <w:rtl/>
          <w:lang w:bidi="fa-IR"/>
        </w:rPr>
        <w:t>،</w:t>
      </w:r>
      <w:r w:rsidRPr="003E3506">
        <w:rPr>
          <w:rtl/>
          <w:lang w:bidi="fa-IR"/>
        </w:rPr>
        <w:t xml:space="preserve"> اگر بخواهد به دستور آن نماز رفتار كرده باشد</w:t>
      </w:r>
      <w:r w:rsidR="000C4B14">
        <w:rPr>
          <w:rtl/>
          <w:lang w:bidi="fa-IR"/>
        </w:rPr>
        <w:t>،</w:t>
      </w:r>
      <w:r w:rsidRPr="003E3506">
        <w:rPr>
          <w:rtl/>
          <w:lang w:bidi="fa-IR"/>
        </w:rPr>
        <w:t xml:space="preserve"> بايد همان سوره را بخواند.</w:t>
      </w:r>
    </w:p>
    <w:p w:rsidR="003E3506" w:rsidRPr="003E3506" w:rsidRDefault="003E3506" w:rsidP="003E3506">
      <w:pPr>
        <w:pStyle w:val="libNormal"/>
        <w:rPr>
          <w:lang w:bidi="fa-IR"/>
        </w:rPr>
      </w:pPr>
      <w:r w:rsidRPr="003E3506">
        <w:rPr>
          <w:rtl/>
          <w:lang w:bidi="fa-IR"/>
        </w:rPr>
        <w:t>٩٩٦ - در نماز جمعه و در نماز ظهر روز جمعه مستحب است در ركعت اول بعد از حمد</w:t>
      </w:r>
      <w:r w:rsidR="000C4B14">
        <w:rPr>
          <w:rtl/>
          <w:lang w:bidi="fa-IR"/>
        </w:rPr>
        <w:t>،</w:t>
      </w:r>
      <w:r w:rsidRPr="003E3506">
        <w:rPr>
          <w:rtl/>
          <w:lang w:bidi="fa-IR"/>
        </w:rPr>
        <w:t xml:space="preserve"> سوره جمعه و در ركعت دوم بعد از حمد</w:t>
      </w:r>
      <w:r w:rsidR="000C4B14">
        <w:rPr>
          <w:rtl/>
          <w:lang w:bidi="fa-IR"/>
        </w:rPr>
        <w:t>،</w:t>
      </w:r>
      <w:r w:rsidRPr="003E3506">
        <w:rPr>
          <w:rtl/>
          <w:lang w:bidi="fa-IR"/>
        </w:rPr>
        <w:t xml:space="preserve"> سوره منافقون بخواند و اگر مشغول يكى از اينها شود</w:t>
      </w:r>
      <w:r w:rsidR="000C4B14">
        <w:rPr>
          <w:rtl/>
          <w:lang w:bidi="fa-IR"/>
        </w:rPr>
        <w:t>،</w:t>
      </w:r>
      <w:r w:rsidRPr="003E3506">
        <w:rPr>
          <w:rtl/>
          <w:lang w:bidi="fa-IR"/>
        </w:rPr>
        <w:t xml:space="preserve"> بنابر احتياط واجب نمى تواند آن را رها كند و سوره ديگر بخواند.</w:t>
      </w:r>
    </w:p>
    <w:p w:rsidR="003E3506" w:rsidRPr="003E3506" w:rsidRDefault="003E3506" w:rsidP="003E3506">
      <w:pPr>
        <w:pStyle w:val="libNormal"/>
        <w:rPr>
          <w:lang w:bidi="fa-IR"/>
        </w:rPr>
      </w:pPr>
      <w:r w:rsidRPr="003E3506">
        <w:rPr>
          <w:rtl/>
          <w:lang w:bidi="fa-IR"/>
        </w:rPr>
        <w:t xml:space="preserve">٩٩٧ - اگر بعد از حمد مشغول خواندن سوره </w:t>
      </w:r>
      <w:r w:rsidR="00605FAB">
        <w:rPr>
          <w:rtl/>
          <w:lang w:bidi="fa-IR"/>
        </w:rPr>
        <w:t>(</w:t>
      </w:r>
      <w:r w:rsidRPr="003E3506">
        <w:rPr>
          <w:rtl/>
          <w:lang w:bidi="fa-IR"/>
        </w:rPr>
        <w:t>قل هو اللّه احد</w:t>
      </w:r>
      <w:r w:rsidR="00605FAB">
        <w:rPr>
          <w:rtl/>
          <w:lang w:bidi="fa-IR"/>
        </w:rPr>
        <w:t>)</w:t>
      </w:r>
      <w:r w:rsidRPr="003E3506">
        <w:rPr>
          <w:rtl/>
          <w:lang w:bidi="fa-IR"/>
        </w:rPr>
        <w:t xml:space="preserve"> يا سوره </w:t>
      </w:r>
      <w:r w:rsidR="00605FAB">
        <w:rPr>
          <w:rtl/>
          <w:lang w:bidi="fa-IR"/>
        </w:rPr>
        <w:t>(</w:t>
      </w:r>
      <w:r w:rsidRPr="003E3506">
        <w:rPr>
          <w:rtl/>
          <w:lang w:bidi="fa-IR"/>
        </w:rPr>
        <w:t>قل يا ايها الكافرون</w:t>
      </w:r>
      <w:r w:rsidR="00605FAB">
        <w:rPr>
          <w:rtl/>
          <w:lang w:bidi="fa-IR"/>
        </w:rPr>
        <w:t>)</w:t>
      </w:r>
      <w:r w:rsidRPr="003E3506">
        <w:rPr>
          <w:rtl/>
          <w:lang w:bidi="fa-IR"/>
        </w:rPr>
        <w:t xml:space="preserve"> شود نمى تواند آن را رها كند و سوره ديگر بخواند ولى در نماز جمعه و نماز ظهر روز جمعه اگر از روى فراموشى به جاى سوره جمعه و منافقون</w:t>
      </w:r>
      <w:r w:rsidR="000C4B14">
        <w:rPr>
          <w:rtl/>
          <w:lang w:bidi="fa-IR"/>
        </w:rPr>
        <w:t>،</w:t>
      </w:r>
      <w:r w:rsidRPr="003E3506">
        <w:rPr>
          <w:rtl/>
          <w:lang w:bidi="fa-IR"/>
        </w:rPr>
        <w:t xml:space="preserve"> يكى از آن دو سوره را بخواند مى تواند آن را رها كند و سوره جمعه و منافقون را بخواند و احتياط آن است كه بعد از رسيدن به نصف رها ننمايد.</w:t>
      </w:r>
    </w:p>
    <w:p w:rsidR="003E3506" w:rsidRPr="003E3506" w:rsidRDefault="003E3506" w:rsidP="003E3506">
      <w:pPr>
        <w:pStyle w:val="libNormal"/>
        <w:rPr>
          <w:lang w:bidi="fa-IR"/>
        </w:rPr>
      </w:pPr>
      <w:r w:rsidRPr="003E3506">
        <w:rPr>
          <w:rtl/>
          <w:lang w:bidi="fa-IR"/>
        </w:rPr>
        <w:t>٩٩٨ - اگر در نماز جمعه يا نماز ظهر روز جمعه عمدا سوره قل هو اللّه احد يا سوره قل يا ايها الكافرون بخواند</w:t>
      </w:r>
      <w:r w:rsidR="000C4B14">
        <w:rPr>
          <w:rtl/>
          <w:lang w:bidi="fa-IR"/>
        </w:rPr>
        <w:t>،</w:t>
      </w:r>
      <w:r w:rsidRPr="003E3506">
        <w:rPr>
          <w:rtl/>
          <w:lang w:bidi="fa-IR"/>
        </w:rPr>
        <w:t xml:space="preserve"> اگر چه به نصف نرسيده باشد</w:t>
      </w:r>
      <w:r w:rsidR="000C4B14">
        <w:rPr>
          <w:rtl/>
          <w:lang w:bidi="fa-IR"/>
        </w:rPr>
        <w:t>،</w:t>
      </w:r>
      <w:r w:rsidRPr="003E3506">
        <w:rPr>
          <w:rtl/>
          <w:lang w:bidi="fa-IR"/>
        </w:rPr>
        <w:t xml:space="preserve"> بنابر احتياط واجب نمى تواند رها كند و سوره جمعه و منافقون را بخواند.</w:t>
      </w:r>
    </w:p>
    <w:p w:rsidR="003E3506" w:rsidRPr="003E3506" w:rsidRDefault="003E3506" w:rsidP="003E3506">
      <w:pPr>
        <w:pStyle w:val="libNormal"/>
        <w:rPr>
          <w:lang w:bidi="fa-IR"/>
        </w:rPr>
      </w:pPr>
      <w:r w:rsidRPr="003E3506">
        <w:rPr>
          <w:rtl/>
          <w:lang w:bidi="fa-IR"/>
        </w:rPr>
        <w:t>٩٩٩ - اگر در نماز</w:t>
      </w:r>
      <w:r w:rsidR="000C4B14">
        <w:rPr>
          <w:rtl/>
          <w:lang w:bidi="fa-IR"/>
        </w:rPr>
        <w:t>،</w:t>
      </w:r>
      <w:r w:rsidRPr="003E3506">
        <w:rPr>
          <w:rtl/>
          <w:lang w:bidi="fa-IR"/>
        </w:rPr>
        <w:t xml:space="preserve"> غير سوره قل هو اللّه احد و قل يا ايها الكافرون سوره ديگرى بخواند</w:t>
      </w:r>
      <w:r w:rsidR="000C4B14">
        <w:rPr>
          <w:rtl/>
          <w:lang w:bidi="fa-IR"/>
        </w:rPr>
        <w:t>،</w:t>
      </w:r>
      <w:r w:rsidRPr="003E3506">
        <w:rPr>
          <w:rtl/>
          <w:lang w:bidi="fa-IR"/>
        </w:rPr>
        <w:t xml:space="preserve"> تا به نصف نرسيده مى تواند رها كند و سوره ديگر بخواند و پس از رسيدن به نصف بنابر احتياط مطلقا رها كردن آن و عدول به سوره ديگر جايز نيست</w:t>
      </w:r>
      <w:r w:rsidR="000C4B14">
        <w:rPr>
          <w:rtl/>
          <w:lang w:bidi="fa-IR"/>
        </w:rPr>
        <w:t>.</w:t>
      </w:r>
    </w:p>
    <w:p w:rsidR="003E3506" w:rsidRPr="003E3506" w:rsidRDefault="003E3506" w:rsidP="003E3506">
      <w:pPr>
        <w:pStyle w:val="libNormal"/>
        <w:rPr>
          <w:lang w:bidi="fa-IR"/>
        </w:rPr>
      </w:pPr>
      <w:r w:rsidRPr="003E3506">
        <w:rPr>
          <w:rtl/>
          <w:lang w:bidi="fa-IR"/>
        </w:rPr>
        <w:lastRenderedPageBreak/>
        <w:t>١٠٠٠ - اگر مقدارى از سوره را فراموش كند يا از روى ناچارى مثلا به واسطه تنگى وقت يا جهت ديگر نشود آن را تمام نمايد مى تواند آن سوره را رها كند و سوره ديگر بخواند</w:t>
      </w:r>
      <w:r w:rsidR="000C4B14">
        <w:rPr>
          <w:rtl/>
          <w:lang w:bidi="fa-IR"/>
        </w:rPr>
        <w:t>،</w:t>
      </w:r>
      <w:r w:rsidRPr="003E3506">
        <w:rPr>
          <w:rtl/>
          <w:lang w:bidi="fa-IR"/>
        </w:rPr>
        <w:t xml:space="preserve"> اگر چه به نصف هم رسيده باشد يا سوره اى كه مى خوانده قل هو اللّه احد يا قل يا ايها الكافرون باشد.</w:t>
      </w:r>
    </w:p>
    <w:p w:rsidR="003E3506" w:rsidRPr="003E3506" w:rsidRDefault="003E3506" w:rsidP="003E3506">
      <w:pPr>
        <w:pStyle w:val="libNormal"/>
        <w:rPr>
          <w:lang w:bidi="fa-IR"/>
        </w:rPr>
      </w:pPr>
      <w:r w:rsidRPr="003E3506">
        <w:rPr>
          <w:rtl/>
          <w:lang w:bidi="fa-IR"/>
        </w:rPr>
        <w:t>١٠٠١ - بر مرد بنابر احتياط</w:t>
      </w:r>
      <w:r w:rsidR="000C4B14">
        <w:rPr>
          <w:rtl/>
          <w:lang w:bidi="fa-IR"/>
        </w:rPr>
        <w:t>،</w:t>
      </w:r>
      <w:r w:rsidRPr="003E3506">
        <w:rPr>
          <w:rtl/>
          <w:lang w:bidi="fa-IR"/>
        </w:rPr>
        <w:t xml:space="preserve"> واجب است حمد و سوره نماز صبح و مغرب و عشا را بلند بخواند و بر مرد و زن بنابر احتياط</w:t>
      </w:r>
      <w:r w:rsidR="000C4B14">
        <w:rPr>
          <w:rtl/>
          <w:lang w:bidi="fa-IR"/>
        </w:rPr>
        <w:t>،</w:t>
      </w:r>
      <w:r w:rsidRPr="003E3506">
        <w:rPr>
          <w:rtl/>
          <w:lang w:bidi="fa-IR"/>
        </w:rPr>
        <w:t xml:space="preserve"> واجب است حمد و سوره نماز ظهر و عصر را آهسته بخواند.</w:t>
      </w:r>
    </w:p>
    <w:p w:rsidR="003E3506" w:rsidRPr="003E3506" w:rsidRDefault="003E3506" w:rsidP="003E3506">
      <w:pPr>
        <w:pStyle w:val="libNormal"/>
        <w:rPr>
          <w:lang w:bidi="fa-IR"/>
        </w:rPr>
      </w:pPr>
      <w:r w:rsidRPr="003E3506">
        <w:rPr>
          <w:rtl/>
          <w:lang w:bidi="fa-IR"/>
        </w:rPr>
        <w:t>١٠٠٢ - مرد بنابر احتياط بايد در نماز صبح و مغرب و عشا مواظب باشد كه تمام كلمات حمد و سوره حتى حرف آخر آنها را بلند بخواند.</w:t>
      </w:r>
    </w:p>
    <w:p w:rsidR="003E3506" w:rsidRPr="003E3506" w:rsidRDefault="003E3506" w:rsidP="003E3506">
      <w:pPr>
        <w:pStyle w:val="libNormal"/>
        <w:rPr>
          <w:lang w:bidi="fa-IR"/>
        </w:rPr>
      </w:pPr>
      <w:r w:rsidRPr="003E3506">
        <w:rPr>
          <w:rtl/>
          <w:lang w:bidi="fa-IR"/>
        </w:rPr>
        <w:t>١٠٠٣ - زن مى تواند حمد و سوره نماز صبح و مغرب و عشا را بلند يا آهسته بخواند</w:t>
      </w:r>
      <w:r w:rsidR="000C4B14">
        <w:rPr>
          <w:rtl/>
          <w:lang w:bidi="fa-IR"/>
        </w:rPr>
        <w:t>،</w:t>
      </w:r>
      <w:r w:rsidRPr="003E3506">
        <w:rPr>
          <w:rtl/>
          <w:lang w:bidi="fa-IR"/>
        </w:rPr>
        <w:t xml:space="preserve"> ولى اگر نامحرم صدايش را بشنود و در صورتى كه اسماع به او حرام باشد بنابر احتياط آهسته بخواند.</w:t>
      </w:r>
    </w:p>
    <w:p w:rsidR="003E3506" w:rsidRPr="003E3506" w:rsidRDefault="003E3506" w:rsidP="003E3506">
      <w:pPr>
        <w:pStyle w:val="libNormal"/>
        <w:rPr>
          <w:lang w:bidi="fa-IR"/>
        </w:rPr>
      </w:pPr>
      <w:r w:rsidRPr="003E3506">
        <w:rPr>
          <w:rtl/>
          <w:lang w:bidi="fa-IR"/>
        </w:rPr>
        <w:t>١٠٠٤ - اگر در جايى كه بايد نماز را بلند بخواند عمدا آهسته بخواند يا در جايى كه بايد آهسته بخواند عمدا بلند بخواند بنابر احتياط</w:t>
      </w:r>
      <w:r w:rsidR="000C4B14">
        <w:rPr>
          <w:rtl/>
          <w:lang w:bidi="fa-IR"/>
        </w:rPr>
        <w:t>،</w:t>
      </w:r>
      <w:r w:rsidRPr="003E3506">
        <w:rPr>
          <w:rtl/>
          <w:lang w:bidi="fa-IR"/>
        </w:rPr>
        <w:t xml:space="preserve"> نمازش باطل است</w:t>
      </w:r>
      <w:r w:rsidR="000C4B14">
        <w:rPr>
          <w:rtl/>
          <w:lang w:bidi="fa-IR"/>
        </w:rPr>
        <w:t>،</w:t>
      </w:r>
      <w:r w:rsidRPr="003E3506">
        <w:rPr>
          <w:rtl/>
          <w:lang w:bidi="fa-IR"/>
        </w:rPr>
        <w:t xml:space="preserve"> ولى اگر از روى فراموشى يا ندانستن مساله باشد صحيح است و اگر در بين خواندن حمد و سوره هم بفهمد اشتباه كرده</w:t>
      </w:r>
      <w:r w:rsidR="000C4B14">
        <w:rPr>
          <w:rtl/>
          <w:lang w:bidi="fa-IR"/>
        </w:rPr>
        <w:t>،</w:t>
      </w:r>
      <w:r w:rsidRPr="003E3506">
        <w:rPr>
          <w:rtl/>
          <w:lang w:bidi="fa-IR"/>
        </w:rPr>
        <w:t xml:space="preserve"> لازم نيست مقدارى را كه خوانده دوباره بخواند.</w:t>
      </w:r>
    </w:p>
    <w:p w:rsidR="003E3506" w:rsidRPr="003E3506" w:rsidRDefault="003E3506" w:rsidP="003E3506">
      <w:pPr>
        <w:pStyle w:val="libNormal"/>
        <w:rPr>
          <w:lang w:bidi="fa-IR"/>
        </w:rPr>
      </w:pPr>
      <w:r w:rsidRPr="003E3506">
        <w:rPr>
          <w:rtl/>
          <w:lang w:bidi="fa-IR"/>
        </w:rPr>
        <w:t>١٠٠٥ - اگر كسى در خواندن حمد و سوره بيشتر از معمول صدايش را بلند كند</w:t>
      </w:r>
      <w:r w:rsidR="000C4B14">
        <w:rPr>
          <w:rtl/>
          <w:lang w:bidi="fa-IR"/>
        </w:rPr>
        <w:t>،</w:t>
      </w:r>
      <w:r w:rsidRPr="003E3506">
        <w:rPr>
          <w:rtl/>
          <w:lang w:bidi="fa-IR"/>
        </w:rPr>
        <w:t xml:space="preserve"> مثل آنكه آنها را با فرياد بخواند</w:t>
      </w:r>
      <w:r w:rsidR="000C4B14">
        <w:rPr>
          <w:rtl/>
          <w:lang w:bidi="fa-IR"/>
        </w:rPr>
        <w:t>،</w:t>
      </w:r>
      <w:r w:rsidRPr="003E3506">
        <w:rPr>
          <w:rtl/>
          <w:lang w:bidi="fa-IR"/>
        </w:rPr>
        <w:t xml:space="preserve"> نمازش باطل است</w:t>
      </w:r>
      <w:r w:rsidR="000C4B14">
        <w:rPr>
          <w:rtl/>
          <w:lang w:bidi="fa-IR"/>
        </w:rPr>
        <w:t>.</w:t>
      </w:r>
    </w:p>
    <w:p w:rsidR="003E3506" w:rsidRPr="003E3506" w:rsidRDefault="003E3506" w:rsidP="003E3506">
      <w:pPr>
        <w:pStyle w:val="libNormal"/>
        <w:rPr>
          <w:lang w:bidi="fa-IR"/>
        </w:rPr>
      </w:pPr>
      <w:r w:rsidRPr="003E3506">
        <w:rPr>
          <w:rtl/>
          <w:lang w:bidi="fa-IR"/>
        </w:rPr>
        <w:t>١٠٠٦ - انسان بايد قرائت نماز را ياد بگيرد كه غلط نخواند</w:t>
      </w:r>
      <w:r w:rsidR="000C4B14">
        <w:rPr>
          <w:rtl/>
          <w:lang w:bidi="fa-IR"/>
        </w:rPr>
        <w:t>،</w:t>
      </w:r>
      <w:r w:rsidRPr="003E3506">
        <w:rPr>
          <w:rtl/>
          <w:lang w:bidi="fa-IR"/>
        </w:rPr>
        <w:t xml:space="preserve"> و كسى كه به هيچ قسم نمى تواند همه سوره حمد را ياد بگيرد بايد آن مقدار كه مى تواند ياد بگيرد و بخواند ولى اگر آن مقدار ناچيز باشد بايد بنابر احتياط واجب مقدارى از بقيه قرآن كه ميتواند ياد بگيرد به آن ضميمه كند</w:t>
      </w:r>
      <w:r w:rsidR="000C4B14">
        <w:rPr>
          <w:rtl/>
          <w:lang w:bidi="fa-IR"/>
        </w:rPr>
        <w:t>،</w:t>
      </w:r>
      <w:r w:rsidRPr="003E3506">
        <w:rPr>
          <w:rtl/>
          <w:lang w:bidi="fa-IR"/>
        </w:rPr>
        <w:t xml:space="preserve"> و اگر نمى تواند بايد تسبيح به آن ضميمه كند</w:t>
      </w:r>
      <w:r w:rsidR="000C4B14">
        <w:rPr>
          <w:rtl/>
          <w:lang w:bidi="fa-IR"/>
        </w:rPr>
        <w:t>،</w:t>
      </w:r>
      <w:r w:rsidRPr="003E3506">
        <w:rPr>
          <w:rtl/>
          <w:lang w:bidi="fa-IR"/>
        </w:rPr>
        <w:t xml:space="preserve"> و اما كسى كه نمى تواند به كلى سوره را ياد بگيرد لازم نيست چيزى عوض آن بخواند</w:t>
      </w:r>
      <w:r w:rsidR="000C4B14">
        <w:rPr>
          <w:rtl/>
          <w:lang w:bidi="fa-IR"/>
        </w:rPr>
        <w:t>،</w:t>
      </w:r>
      <w:r w:rsidRPr="003E3506">
        <w:rPr>
          <w:rtl/>
          <w:lang w:bidi="fa-IR"/>
        </w:rPr>
        <w:t xml:space="preserve"> و در هر صورت احتياط مستحب آن است كه نماز را به جماعت بجا آورد.</w:t>
      </w:r>
    </w:p>
    <w:p w:rsidR="003E3506" w:rsidRPr="003E3506" w:rsidRDefault="003E3506" w:rsidP="003E3506">
      <w:pPr>
        <w:pStyle w:val="libNormal"/>
        <w:rPr>
          <w:lang w:bidi="fa-IR"/>
        </w:rPr>
      </w:pPr>
      <w:r w:rsidRPr="003E3506">
        <w:rPr>
          <w:rtl/>
          <w:lang w:bidi="fa-IR"/>
        </w:rPr>
        <w:lastRenderedPageBreak/>
        <w:t>١٠٠٧ - كسى كه حمد را به خوبى نمى داند و مى تواند ياد بگيرد چنانچه وقت نماز وسعتى دارد بايد ياد بگيرد و اگر وقت تنگ شده است چنانچه نماز را به طورى كه در مساله پيش گفته شد بخواند نمازش صحيح است ولى در صورتى كه ممكن باشد بايد براى فرار از عقوبت نمازش را به جماعت بخواند.</w:t>
      </w:r>
    </w:p>
    <w:p w:rsidR="003E3506" w:rsidRPr="003E3506" w:rsidRDefault="003E3506" w:rsidP="003E3506">
      <w:pPr>
        <w:pStyle w:val="libNormal"/>
        <w:rPr>
          <w:lang w:bidi="fa-IR"/>
        </w:rPr>
      </w:pPr>
      <w:r w:rsidRPr="003E3506">
        <w:rPr>
          <w:rtl/>
          <w:lang w:bidi="fa-IR"/>
        </w:rPr>
        <w:t>١٠٠٨ - مزد گرفتن براى ياد دادن واجبات نماز بنابر احتياط حرام است ولى مزد گرفتن براى ياد دادن مستحبات آن جايز است</w:t>
      </w:r>
      <w:r w:rsidR="000C4B14">
        <w:rPr>
          <w:rtl/>
          <w:lang w:bidi="fa-IR"/>
        </w:rPr>
        <w:t>.</w:t>
      </w:r>
    </w:p>
    <w:p w:rsidR="003E3506" w:rsidRPr="003E3506" w:rsidRDefault="003E3506" w:rsidP="003E3506">
      <w:pPr>
        <w:pStyle w:val="libNormal"/>
        <w:rPr>
          <w:lang w:bidi="fa-IR"/>
        </w:rPr>
      </w:pPr>
      <w:r w:rsidRPr="003E3506">
        <w:rPr>
          <w:rtl/>
          <w:lang w:bidi="fa-IR"/>
        </w:rPr>
        <w:t>١٠٠٩ - اگر يكى از كلمات حمد يا سوره را نداند يا عمدا آن را نگويد يا به جاى حرفى حرف ديگر بگويد</w:t>
      </w:r>
      <w:r w:rsidR="000C4B14">
        <w:rPr>
          <w:rtl/>
          <w:lang w:bidi="fa-IR"/>
        </w:rPr>
        <w:t>،</w:t>
      </w:r>
      <w:r w:rsidRPr="003E3506">
        <w:rPr>
          <w:rtl/>
          <w:lang w:bidi="fa-IR"/>
        </w:rPr>
        <w:t xml:space="preserve"> مثلا به جاى </w:t>
      </w:r>
      <w:r w:rsidR="00605FAB">
        <w:rPr>
          <w:rtl/>
          <w:lang w:bidi="fa-IR"/>
        </w:rPr>
        <w:t>(</w:t>
      </w:r>
      <w:r w:rsidRPr="003E3506">
        <w:rPr>
          <w:rtl/>
          <w:lang w:bidi="fa-IR"/>
        </w:rPr>
        <w:t>ض</w:t>
      </w:r>
      <w:r w:rsidR="00605FAB">
        <w:rPr>
          <w:rtl/>
          <w:lang w:bidi="fa-IR"/>
        </w:rPr>
        <w:t>)</w:t>
      </w:r>
      <w:r w:rsidRPr="003E3506">
        <w:rPr>
          <w:rtl/>
          <w:lang w:bidi="fa-IR"/>
        </w:rPr>
        <w:t xml:space="preserve"> </w:t>
      </w:r>
      <w:r w:rsidR="00605FAB">
        <w:rPr>
          <w:rtl/>
          <w:lang w:bidi="fa-IR"/>
        </w:rPr>
        <w:t>(</w:t>
      </w:r>
      <w:r w:rsidRPr="003E3506">
        <w:rPr>
          <w:rtl/>
          <w:lang w:bidi="fa-IR"/>
        </w:rPr>
        <w:t>ظ</w:t>
      </w:r>
      <w:r w:rsidR="00605FAB">
        <w:rPr>
          <w:rtl/>
          <w:lang w:bidi="fa-IR"/>
        </w:rPr>
        <w:t>)</w:t>
      </w:r>
      <w:r w:rsidRPr="003E3506">
        <w:rPr>
          <w:rtl/>
          <w:lang w:bidi="fa-IR"/>
        </w:rPr>
        <w:t xml:space="preserve"> بگويد يا جايى كه بايد بدون زير و زبر خوانده شود</w:t>
      </w:r>
      <w:r w:rsidR="000C4B14">
        <w:rPr>
          <w:rtl/>
          <w:lang w:bidi="fa-IR"/>
        </w:rPr>
        <w:t>،</w:t>
      </w:r>
      <w:r w:rsidRPr="003E3506">
        <w:rPr>
          <w:rtl/>
          <w:lang w:bidi="fa-IR"/>
        </w:rPr>
        <w:t xml:space="preserve"> زير و زبر بدهد يا تشديد را نگويد نماز او باطل است</w:t>
      </w:r>
      <w:r w:rsidR="000C4B14">
        <w:rPr>
          <w:rtl/>
          <w:lang w:bidi="fa-IR"/>
        </w:rPr>
        <w:t>.</w:t>
      </w:r>
    </w:p>
    <w:p w:rsidR="003E3506" w:rsidRPr="003E3506" w:rsidRDefault="003E3506" w:rsidP="003E3506">
      <w:pPr>
        <w:pStyle w:val="libNormal"/>
        <w:rPr>
          <w:lang w:bidi="fa-IR"/>
        </w:rPr>
      </w:pPr>
      <w:r w:rsidRPr="003E3506">
        <w:rPr>
          <w:rtl/>
          <w:lang w:bidi="fa-IR"/>
        </w:rPr>
        <w:t>١٠١٠ - اگر انسان كلمه اى را كه ياد گرفته صحيح بداند و در نماز همان طور بخواند و بعد بفهمد غلط خوانده لازم نيست دوباره نماز را بخواند.</w:t>
      </w:r>
    </w:p>
    <w:p w:rsidR="003E3506" w:rsidRPr="003E3506" w:rsidRDefault="003E3506" w:rsidP="003E3506">
      <w:pPr>
        <w:pStyle w:val="libNormal"/>
        <w:rPr>
          <w:lang w:bidi="fa-IR"/>
        </w:rPr>
      </w:pPr>
      <w:r w:rsidRPr="003E3506">
        <w:rPr>
          <w:rtl/>
          <w:lang w:bidi="fa-IR"/>
        </w:rPr>
        <w:t xml:space="preserve">١٠١١ - اگر زير و زبر كلمه اى را نداند يا نداند مثلا كلمه اى به </w:t>
      </w:r>
      <w:r w:rsidR="00605FAB">
        <w:rPr>
          <w:rtl/>
          <w:lang w:bidi="fa-IR"/>
        </w:rPr>
        <w:t>(</w:t>
      </w:r>
      <w:r w:rsidRPr="003E3506">
        <w:rPr>
          <w:rtl/>
          <w:lang w:bidi="fa-IR"/>
        </w:rPr>
        <w:t>ه</w:t>
      </w:r>
      <w:r w:rsidR="00605FAB">
        <w:rPr>
          <w:rtl/>
          <w:lang w:bidi="fa-IR"/>
        </w:rPr>
        <w:t>)</w:t>
      </w:r>
      <w:r w:rsidRPr="003E3506">
        <w:rPr>
          <w:rtl/>
          <w:lang w:bidi="fa-IR"/>
        </w:rPr>
        <w:t xml:space="preserve"> است يا به </w:t>
      </w:r>
      <w:r w:rsidR="00605FAB">
        <w:rPr>
          <w:rtl/>
          <w:lang w:bidi="fa-IR"/>
        </w:rPr>
        <w:t>(</w:t>
      </w:r>
      <w:r w:rsidRPr="003E3506">
        <w:rPr>
          <w:rtl/>
          <w:lang w:bidi="fa-IR"/>
        </w:rPr>
        <w:t>ح</w:t>
      </w:r>
      <w:r w:rsidR="00605FAB">
        <w:rPr>
          <w:rtl/>
          <w:lang w:bidi="fa-IR"/>
        </w:rPr>
        <w:t>)</w:t>
      </w:r>
      <w:r w:rsidRPr="003E3506">
        <w:rPr>
          <w:rtl/>
          <w:lang w:bidi="fa-IR"/>
        </w:rPr>
        <w:t xml:space="preserve"> بايد ياد بگيرد و چنانچه دو جور يا بيشتر بخواند اگر به واسطه غلط خواندن نه قرآن و نه ذكر خدا حساب شود نمازش باطل است و در صورتى كه هر دو جور خواندن صحيح باشد مثل اهدنا الصراط المستقيم كه مى شود با سين و با صاد قرائت كرد تكرار آن به دو جور ضرر ندارد.</w:t>
      </w:r>
    </w:p>
    <w:p w:rsidR="003E3506" w:rsidRPr="003E3506" w:rsidRDefault="003E3506" w:rsidP="003E3506">
      <w:pPr>
        <w:pStyle w:val="libNormal"/>
        <w:rPr>
          <w:lang w:bidi="fa-IR"/>
        </w:rPr>
      </w:pPr>
      <w:r w:rsidRPr="003E3506">
        <w:rPr>
          <w:rtl/>
          <w:lang w:bidi="fa-IR"/>
        </w:rPr>
        <w:t>١٠١٢ - علماى تجويد گفته اند اگر در كلمه اى واو باشد و حرف قبل از واو در آن كلمه پيش داشته باشد و حرف بعد از واو در آن كلمه همزه باشد</w:t>
      </w:r>
      <w:r w:rsidR="000C4B14">
        <w:rPr>
          <w:rtl/>
          <w:lang w:bidi="fa-IR"/>
        </w:rPr>
        <w:t>،</w:t>
      </w:r>
      <w:r w:rsidRPr="003E3506">
        <w:rPr>
          <w:rtl/>
          <w:lang w:bidi="fa-IR"/>
        </w:rPr>
        <w:t xml:space="preserve"> مثل كلمه سوء بايد آن واو را مد بدهد يعنى آن را بكشد</w:t>
      </w:r>
      <w:r w:rsidR="000C4B14">
        <w:rPr>
          <w:rtl/>
          <w:lang w:bidi="fa-IR"/>
        </w:rPr>
        <w:t>،</w:t>
      </w:r>
      <w:r w:rsidRPr="003E3506">
        <w:rPr>
          <w:rtl/>
          <w:lang w:bidi="fa-IR"/>
        </w:rPr>
        <w:t xml:space="preserve"> و همچنين اگر در كلمه اى الف باشد و حرف قبل از الف در آن كلمه زبر داشته باشد و حرف بعد از الف در آن كلمه همزه باشد مثل جاء بايد الف آن را بكشد</w:t>
      </w:r>
      <w:r w:rsidR="000C4B14">
        <w:rPr>
          <w:rtl/>
          <w:lang w:bidi="fa-IR"/>
        </w:rPr>
        <w:t>،</w:t>
      </w:r>
      <w:r w:rsidRPr="003E3506">
        <w:rPr>
          <w:rtl/>
          <w:lang w:bidi="fa-IR"/>
        </w:rPr>
        <w:t xml:space="preserve"> و نيز اگر در كلمه اى ى باشد و حرف پيش از ى در آن كلمه زير داشته باشد و حرف بعد از ى در آن كلمه همزه باشد مثل جئ بايد ى را با مد بخواند و اگر بعد از اين حروف واو و الف و يا به جاى همزه حرفى باشد كه ساكن است يعنى زير و زبر و پيش ندارد باز هم بايد اين سه حرف را با مد </w:t>
      </w:r>
      <w:r w:rsidRPr="003E3506">
        <w:rPr>
          <w:rtl/>
          <w:lang w:bidi="fa-IR"/>
        </w:rPr>
        <w:lastRenderedPageBreak/>
        <w:t>بخواند</w:t>
      </w:r>
      <w:r w:rsidR="000C4B14">
        <w:rPr>
          <w:rtl/>
          <w:lang w:bidi="fa-IR"/>
        </w:rPr>
        <w:t>،</w:t>
      </w:r>
      <w:r w:rsidRPr="003E3506">
        <w:rPr>
          <w:rtl/>
          <w:lang w:bidi="fa-IR"/>
        </w:rPr>
        <w:t xml:space="preserve"> ولى ظاهرا صحت قرائت در اين چنين موارد توقف بر مد ندارد پس چنانچه به دستورى كه گفته شد رفتار نكند باز هم نماز صحيح است</w:t>
      </w:r>
      <w:r w:rsidR="000C4B14">
        <w:rPr>
          <w:rtl/>
          <w:lang w:bidi="fa-IR"/>
        </w:rPr>
        <w:t>.</w:t>
      </w:r>
    </w:p>
    <w:p w:rsidR="003E3506" w:rsidRPr="003E3506" w:rsidRDefault="003E3506" w:rsidP="003E3506">
      <w:pPr>
        <w:pStyle w:val="libNormal"/>
        <w:rPr>
          <w:lang w:bidi="fa-IR"/>
        </w:rPr>
      </w:pPr>
      <w:r w:rsidRPr="003E3506">
        <w:rPr>
          <w:rtl/>
          <w:lang w:bidi="fa-IR"/>
        </w:rPr>
        <w:t xml:space="preserve">بلى در مثل </w:t>
      </w:r>
      <w:r w:rsidR="00605FAB">
        <w:rPr>
          <w:rtl/>
          <w:lang w:bidi="fa-IR"/>
        </w:rPr>
        <w:t>(</w:t>
      </w:r>
      <w:r w:rsidRPr="003E3506">
        <w:rPr>
          <w:rtl/>
          <w:lang w:bidi="fa-IR"/>
        </w:rPr>
        <w:t>ولا الضالين</w:t>
      </w:r>
      <w:r w:rsidR="00605FAB">
        <w:rPr>
          <w:rtl/>
          <w:lang w:bidi="fa-IR"/>
        </w:rPr>
        <w:t>)</w:t>
      </w:r>
      <w:r w:rsidRPr="003E3506">
        <w:rPr>
          <w:rtl/>
          <w:lang w:bidi="fa-IR"/>
        </w:rPr>
        <w:t xml:space="preserve"> كه تحفظ بر تشديد و الف توقف بر مقدارى مد دارد بايد به همان مقدار الف را مد دهد.</w:t>
      </w:r>
    </w:p>
    <w:p w:rsidR="003E3506" w:rsidRPr="003E3506" w:rsidRDefault="003E3506" w:rsidP="003E3506">
      <w:pPr>
        <w:pStyle w:val="libNormal"/>
        <w:rPr>
          <w:lang w:bidi="fa-IR"/>
        </w:rPr>
      </w:pPr>
      <w:r w:rsidRPr="003E3506">
        <w:rPr>
          <w:rtl/>
          <w:lang w:bidi="fa-IR"/>
        </w:rPr>
        <w:t>١٠١٣ - احتياط مستحب آن است كه در نماز</w:t>
      </w:r>
      <w:r w:rsidR="000C4B14">
        <w:rPr>
          <w:rtl/>
          <w:lang w:bidi="fa-IR"/>
        </w:rPr>
        <w:t>،</w:t>
      </w:r>
      <w:r w:rsidRPr="003E3506">
        <w:rPr>
          <w:rtl/>
          <w:lang w:bidi="fa-IR"/>
        </w:rPr>
        <w:t xml:space="preserve"> وقف به حركت و وصل به سكون ننمايد</w:t>
      </w:r>
      <w:r w:rsidR="000C4B14">
        <w:rPr>
          <w:rtl/>
          <w:lang w:bidi="fa-IR"/>
        </w:rPr>
        <w:t>،</w:t>
      </w:r>
      <w:r w:rsidRPr="003E3506">
        <w:rPr>
          <w:rtl/>
          <w:lang w:bidi="fa-IR"/>
        </w:rPr>
        <w:t xml:space="preserve"> و معناى وقف به حركت آن است كه زير يا زبر يا پيش آخر كلمه اى را بگويد و بين آن كلمه و كلمه بعدش فاصله دهد</w:t>
      </w:r>
      <w:r w:rsidR="000C4B14">
        <w:rPr>
          <w:rtl/>
          <w:lang w:bidi="fa-IR"/>
        </w:rPr>
        <w:t>،</w:t>
      </w:r>
      <w:r w:rsidRPr="003E3506">
        <w:rPr>
          <w:rtl/>
          <w:lang w:bidi="fa-IR"/>
        </w:rPr>
        <w:t xml:space="preserve"> مثلا بگويد</w:t>
      </w:r>
      <w:r w:rsidR="00553569">
        <w:rPr>
          <w:rtl/>
          <w:lang w:bidi="fa-IR"/>
        </w:rPr>
        <w:t>:</w:t>
      </w:r>
      <w:r w:rsidRPr="003E3506">
        <w:rPr>
          <w:rtl/>
          <w:lang w:bidi="fa-IR"/>
        </w:rPr>
        <w:t xml:space="preserve"> الرحمن الرحيم و ميم الرحيم را زير بدهد و بعد قدرى فاصله دهد و بگويد مالك يوم الدين</w:t>
      </w:r>
      <w:r w:rsidR="000C4B14">
        <w:rPr>
          <w:rtl/>
          <w:lang w:bidi="fa-IR"/>
        </w:rPr>
        <w:t>،</w:t>
      </w:r>
      <w:r w:rsidRPr="003E3506">
        <w:rPr>
          <w:rtl/>
          <w:lang w:bidi="fa-IR"/>
        </w:rPr>
        <w:t xml:space="preserve"> و معناى وصل به سكون آن است كه زير يا زبر يا پيش كلمه اى را نگويد و آن كلمه بعد بچسپاند</w:t>
      </w:r>
      <w:r w:rsidR="000C4B14">
        <w:rPr>
          <w:rtl/>
          <w:lang w:bidi="fa-IR"/>
        </w:rPr>
        <w:t>،</w:t>
      </w:r>
      <w:r w:rsidRPr="003E3506">
        <w:rPr>
          <w:rtl/>
          <w:lang w:bidi="fa-IR"/>
        </w:rPr>
        <w:t xml:space="preserve"> مثل آن كه بگويد</w:t>
      </w:r>
      <w:r w:rsidR="00553569">
        <w:rPr>
          <w:rtl/>
          <w:lang w:bidi="fa-IR"/>
        </w:rPr>
        <w:t>:</w:t>
      </w:r>
      <w:r w:rsidRPr="003E3506">
        <w:rPr>
          <w:rtl/>
          <w:lang w:bidi="fa-IR"/>
        </w:rPr>
        <w:t xml:space="preserve"> الرحمن الرحيم و ميم الرحيم را زير ندهد و فورا مالك اليوم الدين را بگويد.</w:t>
      </w:r>
    </w:p>
    <w:p w:rsidR="003E3506" w:rsidRPr="003E3506" w:rsidRDefault="003E3506" w:rsidP="003E3506">
      <w:pPr>
        <w:pStyle w:val="libNormal"/>
        <w:rPr>
          <w:lang w:bidi="fa-IR"/>
        </w:rPr>
      </w:pPr>
      <w:r w:rsidRPr="003E3506">
        <w:rPr>
          <w:rtl/>
          <w:lang w:bidi="fa-IR"/>
        </w:rPr>
        <w:t>١٠١٤ - در ركعت سوم و چهارم نماز مى تواند فقط يك حمد بخواند يا يك مرتبه تسبيحات اربعه بگويد يعنى يك مرتبه بگويد</w:t>
      </w:r>
      <w:r w:rsidR="00553569">
        <w:rPr>
          <w:rtl/>
          <w:lang w:bidi="fa-IR"/>
        </w:rPr>
        <w:t>:</w:t>
      </w:r>
      <w:r w:rsidRPr="003E3506">
        <w:rPr>
          <w:rtl/>
          <w:lang w:bidi="fa-IR"/>
        </w:rPr>
        <w:t xml:space="preserve"> سبحان اللّه والحمد للّه ولا اله الا اللّه واللّه اكبر و بهتر آن است كه سه مرتبه بگويد و مى تواند در يك ركعت حمد و در ركعت ديگر تسبيحات بگويد</w:t>
      </w:r>
      <w:r w:rsidR="000C4B14">
        <w:rPr>
          <w:rtl/>
          <w:lang w:bidi="fa-IR"/>
        </w:rPr>
        <w:t>،</w:t>
      </w:r>
      <w:r w:rsidRPr="003E3506">
        <w:rPr>
          <w:rtl/>
          <w:lang w:bidi="fa-IR"/>
        </w:rPr>
        <w:t xml:space="preserve"> و بهتر است</w:t>
      </w:r>
      <w:r w:rsidR="000C4B14">
        <w:rPr>
          <w:rtl/>
          <w:lang w:bidi="fa-IR"/>
        </w:rPr>
        <w:t>،</w:t>
      </w:r>
      <w:r w:rsidRPr="003E3506">
        <w:rPr>
          <w:rtl/>
          <w:lang w:bidi="fa-IR"/>
        </w:rPr>
        <w:t xml:space="preserve"> در هر دو ركعت تسبيحات بخواند.</w:t>
      </w:r>
    </w:p>
    <w:p w:rsidR="003E3506" w:rsidRPr="003E3506" w:rsidRDefault="003E3506" w:rsidP="003E3506">
      <w:pPr>
        <w:pStyle w:val="libNormal"/>
        <w:rPr>
          <w:lang w:bidi="fa-IR"/>
        </w:rPr>
      </w:pPr>
      <w:r w:rsidRPr="003E3506">
        <w:rPr>
          <w:rtl/>
          <w:lang w:bidi="fa-IR"/>
        </w:rPr>
        <w:t>١٠١٥ - در تنگى وقت بايد تسبيحات اربعه را يك مرتبه بگويد</w:t>
      </w:r>
      <w:r w:rsidR="000C4B14">
        <w:rPr>
          <w:rtl/>
          <w:lang w:bidi="fa-IR"/>
        </w:rPr>
        <w:t>،</w:t>
      </w:r>
      <w:r w:rsidRPr="003E3506">
        <w:rPr>
          <w:rtl/>
          <w:lang w:bidi="fa-IR"/>
        </w:rPr>
        <w:t xml:space="preserve"> و اگر به مقدار آن هم وقت ندارد بعيد نيست كه لازم باشد يك مرتبه سبحان اللّه بگويد.</w:t>
      </w:r>
    </w:p>
    <w:p w:rsidR="003E3506" w:rsidRPr="003E3506" w:rsidRDefault="003E3506" w:rsidP="003E3506">
      <w:pPr>
        <w:pStyle w:val="libNormal"/>
        <w:rPr>
          <w:lang w:bidi="fa-IR"/>
        </w:rPr>
      </w:pPr>
      <w:r w:rsidRPr="003E3506">
        <w:rPr>
          <w:rtl/>
          <w:lang w:bidi="fa-IR"/>
        </w:rPr>
        <w:t>١٠١٦ - بر مرد و زن بنابر احتياط</w:t>
      </w:r>
      <w:r w:rsidR="000C4B14">
        <w:rPr>
          <w:rtl/>
          <w:lang w:bidi="fa-IR"/>
        </w:rPr>
        <w:t>،</w:t>
      </w:r>
      <w:r w:rsidRPr="003E3506">
        <w:rPr>
          <w:rtl/>
          <w:lang w:bidi="fa-IR"/>
        </w:rPr>
        <w:t xml:space="preserve"> واجب است كه در ركعت سوم و چهارم نماز</w:t>
      </w:r>
      <w:r w:rsidR="000C4B14">
        <w:rPr>
          <w:rtl/>
          <w:lang w:bidi="fa-IR"/>
        </w:rPr>
        <w:t>،</w:t>
      </w:r>
      <w:r w:rsidRPr="003E3506">
        <w:rPr>
          <w:rtl/>
          <w:lang w:bidi="fa-IR"/>
        </w:rPr>
        <w:t xml:space="preserve"> حمد يا تسبيحات را آهسته بخوانند.</w:t>
      </w:r>
    </w:p>
    <w:p w:rsidR="003E3506" w:rsidRPr="003E3506" w:rsidRDefault="003E3506" w:rsidP="003E3506">
      <w:pPr>
        <w:pStyle w:val="libNormal"/>
        <w:rPr>
          <w:lang w:bidi="fa-IR"/>
        </w:rPr>
      </w:pPr>
      <w:r w:rsidRPr="003E3506">
        <w:rPr>
          <w:rtl/>
          <w:lang w:bidi="fa-IR"/>
        </w:rPr>
        <w:t>١٠١٧ - اگر در ركعت سوم و چهارم حمد بخوانند</w:t>
      </w:r>
      <w:r w:rsidR="000C4B14">
        <w:rPr>
          <w:rtl/>
          <w:lang w:bidi="fa-IR"/>
        </w:rPr>
        <w:t>،</w:t>
      </w:r>
      <w:r w:rsidRPr="003E3506">
        <w:rPr>
          <w:rtl/>
          <w:lang w:bidi="fa-IR"/>
        </w:rPr>
        <w:t xml:space="preserve"> واجب نيست بسم اللّه آن را هم آهسته بگويد مگر آنكه ماموم باشد كه در اين صورت احتياط واجب آن است كه بسم اللّه را هم آهسته بگويد.</w:t>
      </w:r>
    </w:p>
    <w:p w:rsidR="003E3506" w:rsidRPr="003E3506" w:rsidRDefault="003E3506" w:rsidP="003E3506">
      <w:pPr>
        <w:pStyle w:val="libNormal"/>
        <w:rPr>
          <w:lang w:bidi="fa-IR"/>
        </w:rPr>
      </w:pPr>
      <w:r w:rsidRPr="003E3506">
        <w:rPr>
          <w:rtl/>
          <w:lang w:bidi="fa-IR"/>
        </w:rPr>
        <w:lastRenderedPageBreak/>
        <w:t>١٠١٨ - كسى كه نمى تواند تسبيحيات را ياد بگيرد يا درست بخواند بايد در ركعت سوم و چهارم حمد بخواند.</w:t>
      </w:r>
    </w:p>
    <w:p w:rsidR="003E3506" w:rsidRPr="003E3506" w:rsidRDefault="003E3506" w:rsidP="003E3506">
      <w:pPr>
        <w:pStyle w:val="libNormal"/>
        <w:rPr>
          <w:lang w:bidi="fa-IR"/>
        </w:rPr>
      </w:pPr>
      <w:r w:rsidRPr="003E3506">
        <w:rPr>
          <w:rtl/>
          <w:lang w:bidi="fa-IR"/>
        </w:rPr>
        <w:t>١٠١٩ - اگر در دو ركعت اول نماز به خيال اينكه دو ركعت آخر است تسبيحات بگويد</w:t>
      </w:r>
      <w:r w:rsidR="000C4B14">
        <w:rPr>
          <w:rtl/>
          <w:lang w:bidi="fa-IR"/>
        </w:rPr>
        <w:t>،</w:t>
      </w:r>
      <w:r w:rsidRPr="003E3506">
        <w:rPr>
          <w:rtl/>
          <w:lang w:bidi="fa-IR"/>
        </w:rPr>
        <w:t xml:space="preserve"> چنانچه پيش از ركوع بفهمد</w:t>
      </w:r>
      <w:r w:rsidR="000C4B14">
        <w:rPr>
          <w:rtl/>
          <w:lang w:bidi="fa-IR"/>
        </w:rPr>
        <w:t>،</w:t>
      </w:r>
      <w:r w:rsidRPr="003E3506">
        <w:rPr>
          <w:rtl/>
          <w:lang w:bidi="fa-IR"/>
        </w:rPr>
        <w:t xml:space="preserve"> بايد حمد و سوره را بخواند و اگر در ركوع يا بعد از ركوع بفهمد</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١٠٢٠ - اگر در دو ركعت آخر نماز به خيال اينكه در دو ركعت اول است حمد بخواند يا در دو ركعت اول نماز با اينكه گمان مى كرده در دو ركعت آخر است حمد بخواند</w:t>
      </w:r>
      <w:r w:rsidR="000C4B14">
        <w:rPr>
          <w:rtl/>
          <w:lang w:bidi="fa-IR"/>
        </w:rPr>
        <w:t>،</w:t>
      </w:r>
      <w:r w:rsidRPr="003E3506">
        <w:rPr>
          <w:rtl/>
          <w:lang w:bidi="fa-IR"/>
        </w:rPr>
        <w:t xml:space="preserve"> چه بيش از ركوع بفهمد چه بعد از آن نمازش صحيح است</w:t>
      </w:r>
      <w:r w:rsidR="000C4B14">
        <w:rPr>
          <w:rtl/>
          <w:lang w:bidi="fa-IR"/>
        </w:rPr>
        <w:t>.</w:t>
      </w:r>
    </w:p>
    <w:p w:rsidR="003E3506" w:rsidRPr="003E3506" w:rsidRDefault="003E3506" w:rsidP="003E3506">
      <w:pPr>
        <w:pStyle w:val="libNormal"/>
        <w:rPr>
          <w:lang w:bidi="fa-IR"/>
        </w:rPr>
      </w:pPr>
      <w:r w:rsidRPr="003E3506">
        <w:rPr>
          <w:rtl/>
          <w:lang w:bidi="fa-IR"/>
        </w:rPr>
        <w:t>١٠٢١ - اگر در ركعت سوم يا چهارم مى خواست حمد بخواند تبسيحات به زبانش آمد</w:t>
      </w:r>
      <w:r w:rsidR="000C4B14">
        <w:rPr>
          <w:rtl/>
          <w:lang w:bidi="fa-IR"/>
        </w:rPr>
        <w:t>،</w:t>
      </w:r>
      <w:r w:rsidRPr="003E3506">
        <w:rPr>
          <w:rtl/>
          <w:lang w:bidi="fa-IR"/>
        </w:rPr>
        <w:t xml:space="preserve"> يا مى خواست تسبيحات بخواند حمد به زبانش آمد</w:t>
      </w:r>
      <w:r w:rsidR="000C4B14">
        <w:rPr>
          <w:rtl/>
          <w:lang w:bidi="fa-IR"/>
        </w:rPr>
        <w:t>،</w:t>
      </w:r>
      <w:r w:rsidRPr="003E3506">
        <w:rPr>
          <w:rtl/>
          <w:lang w:bidi="fa-IR"/>
        </w:rPr>
        <w:t xml:space="preserve"> چنانچه به كلى خالى از قصد بوده بايد آن را رها كند و دوباره حمد يا تسبيحات را بخواند.</w:t>
      </w:r>
    </w:p>
    <w:p w:rsidR="003E3506" w:rsidRPr="003E3506" w:rsidRDefault="003E3506" w:rsidP="003E3506">
      <w:pPr>
        <w:pStyle w:val="libNormal"/>
        <w:rPr>
          <w:lang w:bidi="fa-IR"/>
        </w:rPr>
      </w:pPr>
      <w:r w:rsidRPr="003E3506">
        <w:rPr>
          <w:rtl/>
          <w:lang w:bidi="fa-IR"/>
        </w:rPr>
        <w:t>ولى اگر خالى از قصد نبوده مثل اينكه عادتش خواندن چيزى بوده كه به زبانش آمده</w:t>
      </w:r>
      <w:r w:rsidR="000C4B14">
        <w:rPr>
          <w:rtl/>
          <w:lang w:bidi="fa-IR"/>
        </w:rPr>
        <w:t>،</w:t>
      </w:r>
      <w:r w:rsidRPr="003E3506">
        <w:rPr>
          <w:rtl/>
          <w:lang w:bidi="fa-IR"/>
        </w:rPr>
        <w:t xml:space="preserve"> مى تواند همان را تمام كند و نمازش صحيح است</w:t>
      </w:r>
      <w:r w:rsidR="000C4B14">
        <w:rPr>
          <w:rtl/>
          <w:lang w:bidi="fa-IR"/>
        </w:rPr>
        <w:t>.</w:t>
      </w:r>
    </w:p>
    <w:p w:rsidR="003E3506" w:rsidRPr="003E3506" w:rsidRDefault="003E3506" w:rsidP="003E3506">
      <w:pPr>
        <w:pStyle w:val="libNormal"/>
        <w:rPr>
          <w:lang w:bidi="fa-IR"/>
        </w:rPr>
      </w:pPr>
      <w:r w:rsidRPr="003E3506">
        <w:rPr>
          <w:rtl/>
          <w:lang w:bidi="fa-IR"/>
        </w:rPr>
        <w:t>١٠٢٢ - كسى كه عادت دارد در ركعت سوم و چهارم تسبيحات بخواند</w:t>
      </w:r>
      <w:r w:rsidR="000C4B14">
        <w:rPr>
          <w:rtl/>
          <w:lang w:bidi="fa-IR"/>
        </w:rPr>
        <w:t>،</w:t>
      </w:r>
      <w:r w:rsidRPr="003E3506">
        <w:rPr>
          <w:rtl/>
          <w:lang w:bidi="fa-IR"/>
        </w:rPr>
        <w:t xml:space="preserve"> اگر از عادت خود غفلت نمايد و به قصد اداء وظيفه مشغول خواندن حمد شود كفايت مى كند و لازم نيست دوباره حمد يا تسبيحات را بخواند.</w:t>
      </w:r>
    </w:p>
    <w:p w:rsidR="003E3506" w:rsidRPr="003E3506" w:rsidRDefault="003E3506" w:rsidP="003E3506">
      <w:pPr>
        <w:pStyle w:val="libNormal"/>
        <w:rPr>
          <w:lang w:bidi="fa-IR"/>
        </w:rPr>
      </w:pPr>
      <w:r w:rsidRPr="003E3506">
        <w:rPr>
          <w:rtl/>
          <w:lang w:bidi="fa-IR"/>
        </w:rPr>
        <w:t>١٠٢٣ - در ركعت سوم و چهارم مستحب است بعد از تسبيحات استغفار كند</w:t>
      </w:r>
      <w:r w:rsidR="000C4B14">
        <w:rPr>
          <w:rtl/>
          <w:lang w:bidi="fa-IR"/>
        </w:rPr>
        <w:t>،</w:t>
      </w:r>
      <w:r w:rsidRPr="003E3506">
        <w:rPr>
          <w:rtl/>
          <w:lang w:bidi="fa-IR"/>
        </w:rPr>
        <w:t xml:space="preserve"> مثلا بگويد</w:t>
      </w:r>
      <w:r w:rsidR="00553569">
        <w:rPr>
          <w:rtl/>
          <w:lang w:bidi="fa-IR"/>
        </w:rPr>
        <w:t>:</w:t>
      </w:r>
      <w:r w:rsidRPr="003E3506">
        <w:rPr>
          <w:rtl/>
          <w:lang w:bidi="fa-IR"/>
        </w:rPr>
        <w:t xml:space="preserve"> استغفر اللّه ربى واتوب اليه يا بگويد</w:t>
      </w:r>
      <w:r w:rsidR="00553569">
        <w:rPr>
          <w:rtl/>
          <w:lang w:bidi="fa-IR"/>
        </w:rPr>
        <w:t>:</w:t>
      </w:r>
      <w:r w:rsidRPr="003E3506">
        <w:rPr>
          <w:rtl/>
          <w:lang w:bidi="fa-IR"/>
        </w:rPr>
        <w:t xml:space="preserve"> اللهم اغفر لي و اگر نمازگزار پيش از خم شدن براى ركوع اگر چه مشغول گفتن استغفار يا بعد از فراغ از آن باشد</w:t>
      </w:r>
      <w:r w:rsidR="000C4B14">
        <w:rPr>
          <w:rtl/>
          <w:lang w:bidi="fa-IR"/>
        </w:rPr>
        <w:t>،</w:t>
      </w:r>
      <w:r w:rsidRPr="003E3506">
        <w:rPr>
          <w:rtl/>
          <w:lang w:bidi="fa-IR"/>
        </w:rPr>
        <w:t xml:space="preserve"> شك كند كه حمد يا تسبيحات را خوانده يا نه</w:t>
      </w:r>
      <w:r w:rsidR="000C4B14">
        <w:rPr>
          <w:rtl/>
          <w:lang w:bidi="fa-IR"/>
        </w:rPr>
        <w:t>،</w:t>
      </w:r>
      <w:r w:rsidRPr="003E3506">
        <w:rPr>
          <w:rtl/>
          <w:lang w:bidi="fa-IR"/>
        </w:rPr>
        <w:t xml:space="preserve"> بايد حمد يا تسبيحات را بخواند.</w:t>
      </w:r>
    </w:p>
    <w:p w:rsidR="003E3506" w:rsidRPr="003E3506" w:rsidRDefault="003E3506" w:rsidP="003E3506">
      <w:pPr>
        <w:pStyle w:val="libNormal"/>
        <w:rPr>
          <w:lang w:bidi="fa-IR"/>
        </w:rPr>
      </w:pPr>
      <w:r w:rsidRPr="003E3506">
        <w:rPr>
          <w:rtl/>
          <w:lang w:bidi="fa-IR"/>
        </w:rPr>
        <w:t>١٠٢٤ - اگر در ركوع ركعت سوم يا چهارم يا در حال رفتن به ركوع شك كند كه حمد يا تسبيحات را خوانده يا نه</w:t>
      </w:r>
      <w:r w:rsidR="000C4B14">
        <w:rPr>
          <w:rtl/>
          <w:lang w:bidi="fa-IR"/>
        </w:rPr>
        <w:t>،</w:t>
      </w:r>
      <w:r w:rsidRPr="003E3506">
        <w:rPr>
          <w:rtl/>
          <w:lang w:bidi="fa-IR"/>
        </w:rPr>
        <w:t xml:space="preserve"> به شك خود اعتنا نكند.</w:t>
      </w:r>
    </w:p>
    <w:p w:rsidR="003E3506" w:rsidRPr="003E3506" w:rsidRDefault="003E3506" w:rsidP="003E3506">
      <w:pPr>
        <w:pStyle w:val="libNormal"/>
        <w:rPr>
          <w:lang w:bidi="fa-IR"/>
        </w:rPr>
      </w:pPr>
      <w:r w:rsidRPr="003E3506">
        <w:rPr>
          <w:rtl/>
          <w:lang w:bidi="fa-IR"/>
        </w:rPr>
        <w:lastRenderedPageBreak/>
        <w:t>١٠٢٥ - هرگاه شك كند كه آيه يا كلمه اى را درست گفته يا نه</w:t>
      </w:r>
      <w:r w:rsidR="000C4B14">
        <w:rPr>
          <w:rtl/>
          <w:lang w:bidi="fa-IR"/>
        </w:rPr>
        <w:t>،</w:t>
      </w:r>
      <w:r w:rsidRPr="003E3506">
        <w:rPr>
          <w:rtl/>
          <w:lang w:bidi="fa-IR"/>
        </w:rPr>
        <w:t xml:space="preserve"> مثلا شك كند كه قل هو اللّه احد را درست گفته يا نه</w:t>
      </w:r>
      <w:r w:rsidR="000C4B14">
        <w:rPr>
          <w:rtl/>
          <w:lang w:bidi="fa-IR"/>
        </w:rPr>
        <w:t>،</w:t>
      </w:r>
      <w:r w:rsidRPr="003E3506">
        <w:rPr>
          <w:rtl/>
          <w:lang w:bidi="fa-IR"/>
        </w:rPr>
        <w:t xml:space="preserve"> مى تواند به شك خود اعتنا نكند</w:t>
      </w:r>
      <w:r w:rsidR="000C4B14">
        <w:rPr>
          <w:rtl/>
          <w:lang w:bidi="fa-IR"/>
        </w:rPr>
        <w:t>،</w:t>
      </w:r>
      <w:r w:rsidRPr="003E3506">
        <w:rPr>
          <w:rtl/>
          <w:lang w:bidi="fa-IR"/>
        </w:rPr>
        <w:t xml:space="preserve"> ولى اگر احتياطا آن آيه يا كلمه را دوباره به طور صحيح بگويد اشكال ندارد</w:t>
      </w:r>
      <w:r w:rsidR="000C4B14">
        <w:rPr>
          <w:rtl/>
          <w:lang w:bidi="fa-IR"/>
        </w:rPr>
        <w:t>،</w:t>
      </w:r>
      <w:r w:rsidRPr="003E3506">
        <w:rPr>
          <w:rtl/>
          <w:lang w:bidi="fa-IR"/>
        </w:rPr>
        <w:t xml:space="preserve"> و اگر چند مرتبه هم شك كند</w:t>
      </w:r>
      <w:r w:rsidR="000C4B14">
        <w:rPr>
          <w:rtl/>
          <w:lang w:bidi="fa-IR"/>
        </w:rPr>
        <w:t>،</w:t>
      </w:r>
      <w:r w:rsidRPr="003E3506">
        <w:rPr>
          <w:rtl/>
          <w:lang w:bidi="fa-IR"/>
        </w:rPr>
        <w:t xml:space="preserve"> مى تواند چند بار بگويد اما اگر به وسواس برسد و باز هم بگويد</w:t>
      </w:r>
      <w:r w:rsidR="000C4B14">
        <w:rPr>
          <w:rtl/>
          <w:lang w:bidi="fa-IR"/>
        </w:rPr>
        <w:t>،</w:t>
      </w:r>
      <w:r w:rsidRPr="003E3506">
        <w:rPr>
          <w:rtl/>
          <w:lang w:bidi="fa-IR"/>
        </w:rPr>
        <w:t xml:space="preserve"> بنابر احتياط مستحب نمازش را دوباره بخواند.</w:t>
      </w:r>
    </w:p>
    <w:p w:rsidR="003E3506" w:rsidRPr="003E3506" w:rsidRDefault="003E3506" w:rsidP="003E3506">
      <w:pPr>
        <w:pStyle w:val="libNormal"/>
        <w:rPr>
          <w:lang w:bidi="fa-IR"/>
        </w:rPr>
      </w:pPr>
      <w:r w:rsidRPr="003E3506">
        <w:rPr>
          <w:rtl/>
          <w:lang w:bidi="fa-IR"/>
        </w:rPr>
        <w:t>١٠٢٦ - مستحب است كه در ركعت اول</w:t>
      </w:r>
      <w:r w:rsidR="000C4B14">
        <w:rPr>
          <w:rtl/>
          <w:lang w:bidi="fa-IR"/>
        </w:rPr>
        <w:t>،</w:t>
      </w:r>
      <w:r w:rsidRPr="003E3506">
        <w:rPr>
          <w:rtl/>
          <w:lang w:bidi="fa-IR"/>
        </w:rPr>
        <w:t xml:space="preserve"> پيش از خواندن حمد بگويد</w:t>
      </w:r>
      <w:r w:rsidR="00553569">
        <w:rPr>
          <w:rtl/>
          <w:lang w:bidi="fa-IR"/>
        </w:rPr>
        <w:t>:</w:t>
      </w:r>
      <w:r w:rsidRPr="003E3506">
        <w:rPr>
          <w:rtl/>
          <w:lang w:bidi="fa-IR"/>
        </w:rPr>
        <w:t xml:space="preserve"> اعوذ باللّه من الشيطان الرجيم و در ركعت اول و دوم نماز ظهر و عصر بسم اللّه را بلند بگويد و حمد و سوره را شمرده بخواند و در آخر هر آيه وقف كند</w:t>
      </w:r>
      <w:r w:rsidR="000C4B14">
        <w:rPr>
          <w:rtl/>
          <w:lang w:bidi="fa-IR"/>
        </w:rPr>
        <w:t>،</w:t>
      </w:r>
      <w:r w:rsidRPr="003E3506">
        <w:rPr>
          <w:rtl/>
          <w:lang w:bidi="fa-IR"/>
        </w:rPr>
        <w:t xml:space="preserve"> يعنى آن را به آيه بعد نچسباند</w:t>
      </w:r>
      <w:r w:rsidR="000C4B14">
        <w:rPr>
          <w:rtl/>
          <w:lang w:bidi="fa-IR"/>
        </w:rPr>
        <w:t>،</w:t>
      </w:r>
      <w:r w:rsidRPr="003E3506">
        <w:rPr>
          <w:rtl/>
          <w:lang w:bidi="fa-IR"/>
        </w:rPr>
        <w:t xml:space="preserve"> و در حال خواندن حمد و سوره به معناى آيه توجه داشته باشد</w:t>
      </w:r>
      <w:r w:rsidR="000C4B14">
        <w:rPr>
          <w:rtl/>
          <w:lang w:bidi="fa-IR"/>
        </w:rPr>
        <w:t>،</w:t>
      </w:r>
      <w:r w:rsidRPr="003E3506">
        <w:rPr>
          <w:rtl/>
          <w:lang w:bidi="fa-IR"/>
        </w:rPr>
        <w:t xml:space="preserve"> و اگر نماز را به جماعت مى خواند بعد از تمام شدن حمد امام</w:t>
      </w:r>
      <w:r w:rsidR="000C4B14">
        <w:rPr>
          <w:rtl/>
          <w:lang w:bidi="fa-IR"/>
        </w:rPr>
        <w:t>،</w:t>
      </w:r>
      <w:r w:rsidRPr="003E3506">
        <w:rPr>
          <w:rtl/>
          <w:lang w:bidi="fa-IR"/>
        </w:rPr>
        <w:t xml:space="preserve"> و اگر فرادى مى خواند</w:t>
      </w:r>
      <w:r w:rsidR="000C4B14">
        <w:rPr>
          <w:rtl/>
          <w:lang w:bidi="fa-IR"/>
        </w:rPr>
        <w:t>،</w:t>
      </w:r>
      <w:r w:rsidRPr="003E3506">
        <w:rPr>
          <w:rtl/>
          <w:lang w:bidi="fa-IR"/>
        </w:rPr>
        <w:t xml:space="preserve"> بعد از آنكه حمد خودش تمام شد</w:t>
      </w:r>
      <w:r w:rsidR="000C4B14">
        <w:rPr>
          <w:rtl/>
          <w:lang w:bidi="fa-IR"/>
        </w:rPr>
        <w:t>،</w:t>
      </w:r>
      <w:r w:rsidRPr="003E3506">
        <w:rPr>
          <w:rtl/>
          <w:lang w:bidi="fa-IR"/>
        </w:rPr>
        <w:t xml:space="preserve"> بگويد</w:t>
      </w:r>
      <w:r w:rsidR="00553569">
        <w:rPr>
          <w:rtl/>
          <w:lang w:bidi="fa-IR"/>
        </w:rPr>
        <w:t>:</w:t>
      </w:r>
      <w:r w:rsidRPr="003E3506">
        <w:rPr>
          <w:rtl/>
          <w:lang w:bidi="fa-IR"/>
        </w:rPr>
        <w:t xml:space="preserve"> الحمد للّه رب العالمين</w:t>
      </w:r>
      <w:r w:rsidR="000C4B14">
        <w:rPr>
          <w:rtl/>
          <w:lang w:bidi="fa-IR"/>
        </w:rPr>
        <w:t>.</w:t>
      </w:r>
    </w:p>
    <w:p w:rsidR="003E3506" w:rsidRPr="003E3506" w:rsidRDefault="003E3506" w:rsidP="003E3506">
      <w:pPr>
        <w:pStyle w:val="libNormal"/>
        <w:rPr>
          <w:lang w:bidi="fa-IR"/>
        </w:rPr>
      </w:pPr>
      <w:r w:rsidRPr="003E3506">
        <w:rPr>
          <w:rtl/>
          <w:lang w:bidi="fa-IR"/>
        </w:rPr>
        <w:t>و بعد از خواندن سوره قل هو اللّه احد</w:t>
      </w:r>
      <w:r w:rsidR="000C4B14">
        <w:rPr>
          <w:rtl/>
          <w:lang w:bidi="fa-IR"/>
        </w:rPr>
        <w:t>،</w:t>
      </w:r>
      <w:r w:rsidRPr="003E3506">
        <w:rPr>
          <w:rtl/>
          <w:lang w:bidi="fa-IR"/>
        </w:rPr>
        <w:t xml:space="preserve"> يك يا دو</w:t>
      </w:r>
      <w:r w:rsidR="000C4B14">
        <w:rPr>
          <w:rtl/>
          <w:lang w:bidi="fa-IR"/>
        </w:rPr>
        <w:t>،</w:t>
      </w:r>
      <w:r w:rsidRPr="003E3506">
        <w:rPr>
          <w:rtl/>
          <w:lang w:bidi="fa-IR"/>
        </w:rPr>
        <w:t xml:space="preserve"> يا سه مرتبه كذلك اللّه ربى يا سه مرتبه كذلك اللّه ربنا بگويد</w:t>
      </w:r>
      <w:r w:rsidR="000C4B14">
        <w:rPr>
          <w:rtl/>
          <w:lang w:bidi="fa-IR"/>
        </w:rPr>
        <w:t>،</w:t>
      </w:r>
      <w:r w:rsidRPr="003E3506">
        <w:rPr>
          <w:rtl/>
          <w:lang w:bidi="fa-IR"/>
        </w:rPr>
        <w:t xml:space="preserve"> و بعد از خواندن سوره كمى صبر كند</w:t>
      </w:r>
      <w:r w:rsidR="000C4B14">
        <w:rPr>
          <w:rtl/>
          <w:lang w:bidi="fa-IR"/>
        </w:rPr>
        <w:t>،</w:t>
      </w:r>
      <w:r w:rsidRPr="003E3506">
        <w:rPr>
          <w:rtl/>
          <w:lang w:bidi="fa-IR"/>
        </w:rPr>
        <w:t xml:space="preserve"> بعد تكبير پيش از ركوع را بگويد يا قنوت را بخواند.</w:t>
      </w:r>
    </w:p>
    <w:p w:rsidR="003E3506" w:rsidRPr="003E3506" w:rsidRDefault="003E3506" w:rsidP="003E3506">
      <w:pPr>
        <w:pStyle w:val="libNormal"/>
        <w:rPr>
          <w:lang w:bidi="fa-IR"/>
        </w:rPr>
      </w:pPr>
      <w:r w:rsidRPr="003E3506">
        <w:rPr>
          <w:rtl/>
          <w:lang w:bidi="fa-IR"/>
        </w:rPr>
        <w:t>١٠٢٧ - مستحب است در تمام نمازها در ركعت اول</w:t>
      </w:r>
      <w:r w:rsidR="000C4B14">
        <w:rPr>
          <w:rtl/>
          <w:lang w:bidi="fa-IR"/>
        </w:rPr>
        <w:t>،</w:t>
      </w:r>
      <w:r w:rsidRPr="003E3506">
        <w:rPr>
          <w:rtl/>
          <w:lang w:bidi="fa-IR"/>
        </w:rPr>
        <w:t xml:space="preserve"> سوره انا انزلناه و در ركعت دوم</w:t>
      </w:r>
      <w:r w:rsidR="000C4B14">
        <w:rPr>
          <w:rtl/>
          <w:lang w:bidi="fa-IR"/>
        </w:rPr>
        <w:t>،</w:t>
      </w:r>
      <w:r w:rsidRPr="003E3506">
        <w:rPr>
          <w:rtl/>
          <w:lang w:bidi="fa-IR"/>
        </w:rPr>
        <w:t xml:space="preserve"> سوره قل هو اللّه احد بخواند.</w:t>
      </w:r>
    </w:p>
    <w:p w:rsidR="003E3506" w:rsidRPr="003E3506" w:rsidRDefault="003E3506" w:rsidP="003E3506">
      <w:pPr>
        <w:pStyle w:val="libNormal"/>
        <w:rPr>
          <w:lang w:bidi="fa-IR"/>
        </w:rPr>
      </w:pPr>
      <w:r w:rsidRPr="003E3506">
        <w:rPr>
          <w:rtl/>
          <w:lang w:bidi="fa-IR"/>
        </w:rPr>
        <w:t>١٠٢٨ - مكروه است انسان در تمام نمازهاى يك شبانه روز سوره قل هو اللّه احد را نخواند.</w:t>
      </w:r>
    </w:p>
    <w:p w:rsidR="003E3506" w:rsidRPr="003E3506" w:rsidRDefault="003E3506" w:rsidP="003E3506">
      <w:pPr>
        <w:pStyle w:val="libNormal"/>
        <w:rPr>
          <w:lang w:bidi="fa-IR"/>
        </w:rPr>
      </w:pPr>
      <w:r w:rsidRPr="003E3506">
        <w:rPr>
          <w:rtl/>
          <w:lang w:bidi="fa-IR"/>
        </w:rPr>
        <w:t>١٠٢٩ - خواندن سوره قل هو اللّه احد به يك نفس مكروه است</w:t>
      </w:r>
      <w:r w:rsidR="000C4B14">
        <w:rPr>
          <w:rtl/>
          <w:lang w:bidi="fa-IR"/>
        </w:rPr>
        <w:t>.</w:t>
      </w:r>
    </w:p>
    <w:p w:rsidR="003E3506" w:rsidRPr="003E3506" w:rsidRDefault="003E3506" w:rsidP="003E3506">
      <w:pPr>
        <w:pStyle w:val="libNormal"/>
        <w:rPr>
          <w:lang w:bidi="fa-IR"/>
        </w:rPr>
      </w:pPr>
      <w:r w:rsidRPr="003E3506">
        <w:rPr>
          <w:rtl/>
          <w:lang w:bidi="fa-IR"/>
        </w:rPr>
        <w:t>١٠٣٠ - سوره اى را كه در ركعت اول خوانده مكروه است در ركعت دوم بخواند.</w:t>
      </w:r>
    </w:p>
    <w:p w:rsidR="003E3506" w:rsidRPr="003E3506" w:rsidRDefault="003E3506" w:rsidP="003E3506">
      <w:pPr>
        <w:pStyle w:val="libNormal"/>
        <w:rPr>
          <w:lang w:bidi="fa-IR"/>
        </w:rPr>
      </w:pPr>
      <w:r w:rsidRPr="003E3506">
        <w:rPr>
          <w:rtl/>
          <w:lang w:bidi="fa-IR"/>
        </w:rPr>
        <w:t>ولى اگر سوره قل هو اللّه احد را در هر دو ركعت بخواند مكروه نيست</w:t>
      </w:r>
      <w:r w:rsidR="000C4B14">
        <w:rPr>
          <w:rtl/>
          <w:lang w:bidi="fa-IR"/>
        </w:rPr>
        <w:t>.</w:t>
      </w:r>
    </w:p>
    <w:p w:rsidR="003E3506" w:rsidRPr="003E3506" w:rsidRDefault="000C32B2" w:rsidP="003E3506">
      <w:pPr>
        <w:pStyle w:val="libNormal"/>
        <w:rPr>
          <w:lang w:bidi="fa-IR"/>
        </w:rPr>
      </w:pPr>
      <w:r>
        <w:rPr>
          <w:rtl/>
          <w:lang w:bidi="fa-IR"/>
        </w:rPr>
        <w:br w:type="page"/>
      </w:r>
    </w:p>
    <w:p w:rsidR="003E3506" w:rsidRDefault="00605FAB" w:rsidP="000C32B2">
      <w:pPr>
        <w:pStyle w:val="Heading3"/>
        <w:rPr>
          <w:rtl/>
          <w:lang w:bidi="fa-IR"/>
        </w:rPr>
      </w:pPr>
      <w:bookmarkStart w:id="119" w:name="_Toc24454542"/>
      <w:r>
        <w:rPr>
          <w:rtl/>
          <w:lang w:bidi="fa-IR"/>
        </w:rPr>
        <w:t>(</w:t>
      </w:r>
      <w:r w:rsidR="003E3506" w:rsidRPr="003E3506">
        <w:rPr>
          <w:rtl/>
          <w:lang w:bidi="fa-IR"/>
        </w:rPr>
        <w:t>ركوع</w:t>
      </w:r>
      <w:r>
        <w:rPr>
          <w:rtl/>
          <w:lang w:bidi="fa-IR"/>
        </w:rPr>
        <w:t>)</w:t>
      </w:r>
      <w:bookmarkEnd w:id="119"/>
    </w:p>
    <w:p w:rsidR="003E3506" w:rsidRPr="003E3506" w:rsidRDefault="003E3506" w:rsidP="003E3506">
      <w:pPr>
        <w:pStyle w:val="libNormal"/>
        <w:rPr>
          <w:lang w:bidi="fa-IR"/>
        </w:rPr>
      </w:pPr>
      <w:r w:rsidRPr="003E3506">
        <w:rPr>
          <w:rtl/>
          <w:lang w:bidi="fa-IR"/>
        </w:rPr>
        <w:t>١٠٣١ - در هر ركعت بعد از قرائت بايد به اندازه اى خم شود كه بتواند سر انگشت</w:t>
      </w:r>
      <w:r w:rsidR="000C32B2">
        <w:rPr>
          <w:rFonts w:hint="cs"/>
          <w:rtl/>
          <w:lang w:bidi="fa-IR"/>
        </w:rPr>
        <w:t xml:space="preserve"> </w:t>
      </w:r>
      <w:r w:rsidRPr="003E3506">
        <w:rPr>
          <w:rtl/>
          <w:lang w:bidi="fa-IR"/>
        </w:rPr>
        <w:t>هايش را به زانو بگذارد</w:t>
      </w:r>
      <w:r w:rsidR="000C4B14">
        <w:rPr>
          <w:rtl/>
          <w:lang w:bidi="fa-IR"/>
        </w:rPr>
        <w:t>،</w:t>
      </w:r>
      <w:r w:rsidRPr="003E3506">
        <w:rPr>
          <w:rtl/>
          <w:lang w:bidi="fa-IR"/>
        </w:rPr>
        <w:t xml:space="preserve"> و اين عمل را ركوع مى گويند.</w:t>
      </w:r>
    </w:p>
    <w:p w:rsidR="003E3506" w:rsidRPr="003E3506" w:rsidRDefault="003E3506" w:rsidP="003E3506">
      <w:pPr>
        <w:pStyle w:val="libNormal"/>
        <w:rPr>
          <w:lang w:bidi="fa-IR"/>
        </w:rPr>
      </w:pPr>
      <w:r w:rsidRPr="003E3506">
        <w:rPr>
          <w:rtl/>
          <w:lang w:bidi="fa-IR"/>
        </w:rPr>
        <w:t>١٠٣٢ - اگر به اندازه ركوع خم شود</w:t>
      </w:r>
      <w:r w:rsidR="000C4B14">
        <w:rPr>
          <w:rtl/>
          <w:lang w:bidi="fa-IR"/>
        </w:rPr>
        <w:t>،</w:t>
      </w:r>
      <w:r w:rsidRPr="003E3506">
        <w:rPr>
          <w:rtl/>
          <w:lang w:bidi="fa-IR"/>
        </w:rPr>
        <w:t xml:space="preserve"> ولى سر انگشتان را به زانو نگذارد اشكال ندارد.</w:t>
      </w:r>
    </w:p>
    <w:p w:rsidR="003E3506" w:rsidRPr="003E3506" w:rsidRDefault="003E3506" w:rsidP="003E3506">
      <w:pPr>
        <w:pStyle w:val="libNormal"/>
        <w:rPr>
          <w:lang w:bidi="fa-IR"/>
        </w:rPr>
      </w:pPr>
      <w:r w:rsidRPr="003E3506">
        <w:rPr>
          <w:rtl/>
          <w:lang w:bidi="fa-IR"/>
        </w:rPr>
        <w:t>١٠٣٣ - هرگاه ركوع را به طور غير معمول بجا آورد</w:t>
      </w:r>
      <w:r w:rsidR="000C4B14">
        <w:rPr>
          <w:rtl/>
          <w:lang w:bidi="fa-IR"/>
        </w:rPr>
        <w:t>،</w:t>
      </w:r>
      <w:r w:rsidRPr="003E3506">
        <w:rPr>
          <w:rtl/>
          <w:lang w:bidi="fa-IR"/>
        </w:rPr>
        <w:t xml:space="preserve"> مثلا به چپ يا راست خم شود</w:t>
      </w:r>
      <w:r w:rsidR="000C4B14">
        <w:rPr>
          <w:rtl/>
          <w:lang w:bidi="fa-IR"/>
        </w:rPr>
        <w:t>،</w:t>
      </w:r>
      <w:r w:rsidRPr="003E3506">
        <w:rPr>
          <w:rtl/>
          <w:lang w:bidi="fa-IR"/>
        </w:rPr>
        <w:t xml:space="preserve"> اگر چه دست</w:t>
      </w:r>
      <w:r w:rsidR="000C32B2">
        <w:rPr>
          <w:rFonts w:hint="cs"/>
          <w:rtl/>
          <w:lang w:bidi="fa-IR"/>
        </w:rPr>
        <w:t xml:space="preserve"> </w:t>
      </w:r>
      <w:r w:rsidRPr="003E3506">
        <w:rPr>
          <w:rtl/>
          <w:lang w:bidi="fa-IR"/>
        </w:rPr>
        <w:t>هاى او به زانو برسد</w:t>
      </w:r>
      <w:r w:rsidR="000C4B14">
        <w:rPr>
          <w:rtl/>
          <w:lang w:bidi="fa-IR"/>
        </w:rPr>
        <w:t>،</w:t>
      </w:r>
      <w:r w:rsidRPr="003E3506">
        <w:rPr>
          <w:rtl/>
          <w:lang w:bidi="fa-IR"/>
        </w:rPr>
        <w:t xml:space="preserve"> صحيح نيست</w:t>
      </w:r>
      <w:r w:rsidR="000C4B14">
        <w:rPr>
          <w:rtl/>
          <w:lang w:bidi="fa-IR"/>
        </w:rPr>
        <w:t>.</w:t>
      </w:r>
    </w:p>
    <w:p w:rsidR="003E3506" w:rsidRPr="003E3506" w:rsidRDefault="003E3506" w:rsidP="003E3506">
      <w:pPr>
        <w:pStyle w:val="libNormal"/>
        <w:rPr>
          <w:lang w:bidi="fa-IR"/>
        </w:rPr>
      </w:pPr>
      <w:r w:rsidRPr="003E3506">
        <w:rPr>
          <w:rtl/>
          <w:lang w:bidi="fa-IR"/>
        </w:rPr>
        <w:t>١٠٣٤ - خم شدن بايد به قصد ركوع باشد</w:t>
      </w:r>
      <w:r w:rsidR="000C4B14">
        <w:rPr>
          <w:rtl/>
          <w:lang w:bidi="fa-IR"/>
        </w:rPr>
        <w:t>،</w:t>
      </w:r>
      <w:r w:rsidRPr="003E3506">
        <w:rPr>
          <w:rtl/>
          <w:lang w:bidi="fa-IR"/>
        </w:rPr>
        <w:t xml:space="preserve"> پس اگر به قصد كار ديگر مثلا براى كشتن جانورى خم شود</w:t>
      </w:r>
      <w:r w:rsidR="000C4B14">
        <w:rPr>
          <w:rtl/>
          <w:lang w:bidi="fa-IR"/>
        </w:rPr>
        <w:t>،</w:t>
      </w:r>
      <w:r w:rsidRPr="003E3506">
        <w:rPr>
          <w:rtl/>
          <w:lang w:bidi="fa-IR"/>
        </w:rPr>
        <w:t xml:space="preserve"> نمى تواند آن را ركوع حساب كند</w:t>
      </w:r>
      <w:r w:rsidR="000C4B14">
        <w:rPr>
          <w:rtl/>
          <w:lang w:bidi="fa-IR"/>
        </w:rPr>
        <w:t>،</w:t>
      </w:r>
      <w:r w:rsidRPr="003E3506">
        <w:rPr>
          <w:rtl/>
          <w:lang w:bidi="fa-IR"/>
        </w:rPr>
        <w:t xml:space="preserve"> بلكه بايد بايستد و دوباره براى ركوع خم شود و به واسطه اين عمل</w:t>
      </w:r>
      <w:r w:rsidR="000C4B14">
        <w:rPr>
          <w:rtl/>
          <w:lang w:bidi="fa-IR"/>
        </w:rPr>
        <w:t>،</w:t>
      </w:r>
      <w:r w:rsidRPr="003E3506">
        <w:rPr>
          <w:rtl/>
          <w:lang w:bidi="fa-IR"/>
        </w:rPr>
        <w:t xml:space="preserve"> ركن زياد نشده و نماز باطل نمى شود.</w:t>
      </w:r>
    </w:p>
    <w:p w:rsidR="003E3506" w:rsidRPr="003E3506" w:rsidRDefault="003E3506" w:rsidP="003E3506">
      <w:pPr>
        <w:pStyle w:val="libNormal"/>
        <w:rPr>
          <w:lang w:bidi="fa-IR"/>
        </w:rPr>
      </w:pPr>
      <w:r w:rsidRPr="003E3506">
        <w:rPr>
          <w:rtl/>
          <w:lang w:bidi="fa-IR"/>
        </w:rPr>
        <w:t>١٠٣٥ - كسى كه دست يا زانوى او با دست يا زانوى ديگران فرق دارد</w:t>
      </w:r>
      <w:r w:rsidR="000C4B14">
        <w:rPr>
          <w:rtl/>
          <w:lang w:bidi="fa-IR"/>
        </w:rPr>
        <w:t>،</w:t>
      </w:r>
      <w:r w:rsidRPr="003E3506">
        <w:rPr>
          <w:rtl/>
          <w:lang w:bidi="fa-IR"/>
        </w:rPr>
        <w:t xml:space="preserve"> مثلا دستش خيلى بلند است كه اگر كمى خم شود به زانو مى رسد يا زانوى او پايين تر از مردم ديگر است كه بايد خيلى خم شود تا دستش به زانو برسد</w:t>
      </w:r>
      <w:r w:rsidR="000C4B14">
        <w:rPr>
          <w:rtl/>
          <w:lang w:bidi="fa-IR"/>
        </w:rPr>
        <w:t>،</w:t>
      </w:r>
      <w:r w:rsidRPr="003E3506">
        <w:rPr>
          <w:rtl/>
          <w:lang w:bidi="fa-IR"/>
        </w:rPr>
        <w:t xml:space="preserve"> بايد به اندازه معمول خم شود.</w:t>
      </w:r>
    </w:p>
    <w:p w:rsidR="003E3506" w:rsidRPr="003E3506" w:rsidRDefault="003E3506" w:rsidP="003E3506">
      <w:pPr>
        <w:pStyle w:val="libNormal"/>
        <w:rPr>
          <w:lang w:bidi="fa-IR"/>
        </w:rPr>
      </w:pPr>
      <w:r w:rsidRPr="003E3506">
        <w:rPr>
          <w:rtl/>
          <w:lang w:bidi="fa-IR"/>
        </w:rPr>
        <w:t>١٠٣٦ - كسى كه نشسته ركوع مى كند</w:t>
      </w:r>
      <w:r w:rsidR="000C4B14">
        <w:rPr>
          <w:rtl/>
          <w:lang w:bidi="fa-IR"/>
        </w:rPr>
        <w:t>،</w:t>
      </w:r>
      <w:r w:rsidRPr="003E3506">
        <w:rPr>
          <w:rtl/>
          <w:lang w:bidi="fa-IR"/>
        </w:rPr>
        <w:t xml:space="preserve"> بايد به قدرى خم شود كه صورتش مقابل زانوها برسد</w:t>
      </w:r>
      <w:r w:rsidR="000C4B14">
        <w:rPr>
          <w:rtl/>
          <w:lang w:bidi="fa-IR"/>
        </w:rPr>
        <w:t>،</w:t>
      </w:r>
      <w:r w:rsidRPr="003E3506">
        <w:rPr>
          <w:rtl/>
          <w:lang w:bidi="fa-IR"/>
        </w:rPr>
        <w:t xml:space="preserve"> و بهتر است به قدرى خم شود كه صورت نزديك جاى سجده برسد.</w:t>
      </w:r>
    </w:p>
    <w:p w:rsidR="003E3506" w:rsidRPr="003E3506" w:rsidRDefault="003E3506" w:rsidP="003E3506">
      <w:pPr>
        <w:pStyle w:val="libNormal"/>
        <w:rPr>
          <w:lang w:bidi="fa-IR"/>
        </w:rPr>
      </w:pPr>
      <w:r w:rsidRPr="003E3506">
        <w:rPr>
          <w:rtl/>
          <w:lang w:bidi="fa-IR"/>
        </w:rPr>
        <w:t>١٠٣٧ - بهتر آن است كه در حال اختيار در ركوع</w:t>
      </w:r>
      <w:r w:rsidR="000C4B14">
        <w:rPr>
          <w:rtl/>
          <w:lang w:bidi="fa-IR"/>
        </w:rPr>
        <w:t>،</w:t>
      </w:r>
      <w:r w:rsidRPr="003E3506">
        <w:rPr>
          <w:rtl/>
          <w:lang w:bidi="fa-IR"/>
        </w:rPr>
        <w:t xml:space="preserve"> سه مرتبه سبحان اللّه يا يك مرتبه سبحان ربى العظيم وبحمده بگويد و ظاهر اين است كه گفتن هر ذكرى كه به اين مقدار باشد كفايت مى كند ولى در تنگى وقت و در حال ناچارى گفتن يك سبحان اللّه كافى است</w:t>
      </w:r>
      <w:r w:rsidR="000C4B14">
        <w:rPr>
          <w:rtl/>
          <w:lang w:bidi="fa-IR"/>
        </w:rPr>
        <w:t>.</w:t>
      </w:r>
    </w:p>
    <w:p w:rsidR="003E3506" w:rsidRPr="003E3506" w:rsidRDefault="003E3506" w:rsidP="003E3506">
      <w:pPr>
        <w:pStyle w:val="libNormal"/>
        <w:rPr>
          <w:lang w:bidi="fa-IR"/>
        </w:rPr>
      </w:pPr>
      <w:r w:rsidRPr="003E3506">
        <w:rPr>
          <w:rtl/>
          <w:lang w:bidi="fa-IR"/>
        </w:rPr>
        <w:t>١٠٣٨ - ذكر ركوع بايد دنبال هم و به عربى صحيح گفته شود.</w:t>
      </w:r>
    </w:p>
    <w:p w:rsidR="003E3506" w:rsidRPr="003E3506" w:rsidRDefault="003E3506" w:rsidP="003E3506">
      <w:pPr>
        <w:pStyle w:val="libNormal"/>
        <w:rPr>
          <w:lang w:bidi="fa-IR"/>
        </w:rPr>
      </w:pPr>
      <w:r w:rsidRPr="003E3506">
        <w:rPr>
          <w:rtl/>
          <w:lang w:bidi="fa-IR"/>
        </w:rPr>
        <w:t>و مستحب است آن را سه يا پنج يا هفت مرتبه بلكه بيشتر بگويند.</w:t>
      </w:r>
    </w:p>
    <w:p w:rsidR="003E3506" w:rsidRPr="003E3506" w:rsidRDefault="003E3506" w:rsidP="003E3506">
      <w:pPr>
        <w:pStyle w:val="libNormal"/>
        <w:rPr>
          <w:lang w:bidi="fa-IR"/>
        </w:rPr>
      </w:pPr>
      <w:r w:rsidRPr="003E3506">
        <w:rPr>
          <w:rtl/>
          <w:lang w:bidi="fa-IR"/>
        </w:rPr>
        <w:t>١٠٣٩ - در حال ركوع بايد بدن نمازگزار آرام باشد</w:t>
      </w:r>
      <w:r w:rsidR="000C4B14">
        <w:rPr>
          <w:rtl/>
          <w:lang w:bidi="fa-IR"/>
        </w:rPr>
        <w:t>،</w:t>
      </w:r>
      <w:r w:rsidRPr="003E3506">
        <w:rPr>
          <w:rtl/>
          <w:lang w:bidi="fa-IR"/>
        </w:rPr>
        <w:t xml:space="preserve"> او نبايد بدن خود را به اختيار به طورى حركت دهد كه از حال آرام بودن خارج شود حتى - بنابر احتياط - اگر مشغول به ذكر واجب هم نباشد.</w:t>
      </w:r>
    </w:p>
    <w:p w:rsidR="003E3506" w:rsidRPr="003E3506" w:rsidRDefault="003E3506" w:rsidP="003E3506">
      <w:pPr>
        <w:pStyle w:val="libNormal"/>
        <w:rPr>
          <w:lang w:bidi="fa-IR"/>
        </w:rPr>
      </w:pPr>
      <w:r w:rsidRPr="003E3506">
        <w:rPr>
          <w:rtl/>
          <w:lang w:bidi="fa-IR"/>
        </w:rPr>
        <w:lastRenderedPageBreak/>
        <w:t>١٠٤٠ - اگر موقعى كه ذكر واجب ركوع را مى گويد</w:t>
      </w:r>
      <w:r w:rsidR="000C4B14">
        <w:rPr>
          <w:rtl/>
          <w:lang w:bidi="fa-IR"/>
        </w:rPr>
        <w:t>،</w:t>
      </w:r>
      <w:r w:rsidRPr="003E3506">
        <w:rPr>
          <w:rtl/>
          <w:lang w:bidi="fa-IR"/>
        </w:rPr>
        <w:t xml:space="preserve"> بى اختيار به قدرى حركت كند كه از حال آرام بودن بدن خارج شود</w:t>
      </w:r>
      <w:r w:rsidR="000C4B14">
        <w:rPr>
          <w:rtl/>
          <w:lang w:bidi="fa-IR"/>
        </w:rPr>
        <w:t>،</w:t>
      </w:r>
      <w:r w:rsidRPr="003E3506">
        <w:rPr>
          <w:rtl/>
          <w:lang w:bidi="fa-IR"/>
        </w:rPr>
        <w:t xml:space="preserve"> بهتر اين است كه بعد از آرام گرفتن بدن</w:t>
      </w:r>
      <w:r w:rsidR="000C4B14">
        <w:rPr>
          <w:rtl/>
          <w:lang w:bidi="fa-IR"/>
        </w:rPr>
        <w:t>،</w:t>
      </w:r>
      <w:r w:rsidRPr="003E3506">
        <w:rPr>
          <w:rtl/>
          <w:lang w:bidi="fa-IR"/>
        </w:rPr>
        <w:t xml:space="preserve"> دوباره ذكر را بگويد</w:t>
      </w:r>
      <w:r w:rsidR="000C4B14">
        <w:rPr>
          <w:rtl/>
          <w:lang w:bidi="fa-IR"/>
        </w:rPr>
        <w:t>،</w:t>
      </w:r>
      <w:r w:rsidRPr="003E3506">
        <w:rPr>
          <w:rtl/>
          <w:lang w:bidi="fa-IR"/>
        </w:rPr>
        <w:t xml:space="preserve"> ولى اگر كمى حركت كند كه از حال آرام بودن بدن خارج نشود يا انگشتان را حركت دهد</w:t>
      </w:r>
      <w:r w:rsidR="000C4B14">
        <w:rPr>
          <w:rtl/>
          <w:lang w:bidi="fa-IR"/>
        </w:rPr>
        <w:t>،</w:t>
      </w:r>
      <w:r w:rsidRPr="003E3506">
        <w:rPr>
          <w:rtl/>
          <w:lang w:bidi="fa-IR"/>
        </w:rPr>
        <w:t xml:space="preserve"> ضررى ندارد.</w:t>
      </w:r>
    </w:p>
    <w:p w:rsidR="003E3506" w:rsidRPr="003E3506" w:rsidRDefault="003E3506" w:rsidP="003E3506">
      <w:pPr>
        <w:pStyle w:val="libNormal"/>
        <w:rPr>
          <w:lang w:bidi="fa-IR"/>
        </w:rPr>
      </w:pPr>
      <w:r w:rsidRPr="003E3506">
        <w:rPr>
          <w:rtl/>
          <w:lang w:bidi="fa-IR"/>
        </w:rPr>
        <w:t>١٠٤١ - اگر پيش از آنكه به مقدار ركوع خم شود و بدن آرام گيرد</w:t>
      </w:r>
      <w:r w:rsidR="000C4B14">
        <w:rPr>
          <w:rtl/>
          <w:lang w:bidi="fa-IR"/>
        </w:rPr>
        <w:t>،</w:t>
      </w:r>
      <w:r w:rsidRPr="003E3506">
        <w:rPr>
          <w:rtl/>
          <w:lang w:bidi="fa-IR"/>
        </w:rPr>
        <w:t xml:space="preserve"> عمدا ذكر ركوع را بگويد</w:t>
      </w:r>
      <w:r w:rsidR="000C4B14">
        <w:rPr>
          <w:rtl/>
          <w:lang w:bidi="fa-IR"/>
        </w:rPr>
        <w:t>،</w:t>
      </w:r>
      <w:r w:rsidRPr="003E3506">
        <w:rPr>
          <w:rtl/>
          <w:lang w:bidi="fa-IR"/>
        </w:rPr>
        <w:t xml:space="preserve"> نمازش باطل است</w:t>
      </w:r>
      <w:r w:rsidR="000C4B14">
        <w:rPr>
          <w:rtl/>
          <w:lang w:bidi="fa-IR"/>
        </w:rPr>
        <w:t>.</w:t>
      </w:r>
    </w:p>
    <w:p w:rsidR="003E3506" w:rsidRPr="003E3506" w:rsidRDefault="003E3506" w:rsidP="003E3506">
      <w:pPr>
        <w:pStyle w:val="libNormal"/>
        <w:rPr>
          <w:lang w:bidi="fa-IR"/>
        </w:rPr>
      </w:pPr>
      <w:r w:rsidRPr="003E3506">
        <w:rPr>
          <w:rtl/>
          <w:lang w:bidi="fa-IR"/>
        </w:rPr>
        <w:t>١٠٤٢ - اگر پيش از تمام شدن ذكر واجب</w:t>
      </w:r>
      <w:r w:rsidR="000C4B14">
        <w:rPr>
          <w:rtl/>
          <w:lang w:bidi="fa-IR"/>
        </w:rPr>
        <w:t>،</w:t>
      </w:r>
      <w:r w:rsidRPr="003E3506">
        <w:rPr>
          <w:rtl/>
          <w:lang w:bidi="fa-IR"/>
        </w:rPr>
        <w:t xml:space="preserve"> عمدا سر از ركوع بردارد نمازش باطل است و اگر سهوا سر بردارد</w:t>
      </w:r>
      <w:r w:rsidR="000C4B14">
        <w:rPr>
          <w:rtl/>
          <w:lang w:bidi="fa-IR"/>
        </w:rPr>
        <w:t>،</w:t>
      </w:r>
      <w:r w:rsidRPr="003E3506">
        <w:rPr>
          <w:rtl/>
          <w:lang w:bidi="fa-IR"/>
        </w:rPr>
        <w:t xml:space="preserve"> چنانچه پيش از آنكه از حال ركوع خارج شود</w:t>
      </w:r>
      <w:r w:rsidR="000C4B14">
        <w:rPr>
          <w:rtl/>
          <w:lang w:bidi="fa-IR"/>
        </w:rPr>
        <w:t>،</w:t>
      </w:r>
      <w:r w:rsidRPr="003E3506">
        <w:rPr>
          <w:rtl/>
          <w:lang w:bidi="fa-IR"/>
        </w:rPr>
        <w:t xml:space="preserve"> يادش بيايد كه ذكر ركوع را تمام نكرده</w:t>
      </w:r>
      <w:r w:rsidR="000C4B14">
        <w:rPr>
          <w:rtl/>
          <w:lang w:bidi="fa-IR"/>
        </w:rPr>
        <w:t>،</w:t>
      </w:r>
      <w:r w:rsidRPr="003E3506">
        <w:rPr>
          <w:rtl/>
          <w:lang w:bidi="fa-IR"/>
        </w:rPr>
        <w:t xml:space="preserve"> بايد آرام بگيرد و ذكر را بگويد و اگر بعد از آنكه از حال ركوع خارج شد يادش بيايد نمازش صحيح است</w:t>
      </w:r>
      <w:r w:rsidR="000C4B14">
        <w:rPr>
          <w:rtl/>
          <w:lang w:bidi="fa-IR"/>
        </w:rPr>
        <w:t>.</w:t>
      </w:r>
    </w:p>
    <w:p w:rsidR="003E3506" w:rsidRPr="003E3506" w:rsidRDefault="003E3506" w:rsidP="003E3506">
      <w:pPr>
        <w:pStyle w:val="libNormal"/>
        <w:rPr>
          <w:lang w:bidi="fa-IR"/>
        </w:rPr>
      </w:pPr>
      <w:r w:rsidRPr="003E3506">
        <w:rPr>
          <w:rtl/>
          <w:lang w:bidi="fa-IR"/>
        </w:rPr>
        <w:t>١٠٤٣ - اگر نتواند به مقدار ذكر در ركوع بماند</w:t>
      </w:r>
      <w:r w:rsidR="000C4B14">
        <w:rPr>
          <w:rtl/>
          <w:lang w:bidi="fa-IR"/>
        </w:rPr>
        <w:t>،</w:t>
      </w:r>
      <w:r w:rsidRPr="003E3506">
        <w:rPr>
          <w:rtl/>
          <w:lang w:bidi="fa-IR"/>
        </w:rPr>
        <w:t xml:space="preserve"> احتياط مستحب آن است كه بقيه آن را در حال برخاستن بگويد.</w:t>
      </w:r>
    </w:p>
    <w:p w:rsidR="003E3506" w:rsidRPr="003E3506" w:rsidRDefault="003E3506" w:rsidP="003E3506">
      <w:pPr>
        <w:pStyle w:val="libNormal"/>
        <w:rPr>
          <w:lang w:bidi="fa-IR"/>
        </w:rPr>
      </w:pPr>
      <w:r w:rsidRPr="003E3506">
        <w:rPr>
          <w:rtl/>
          <w:lang w:bidi="fa-IR"/>
        </w:rPr>
        <w:t>١٠٤٤ - اگر به واسطه مرض و مانند آن در ركوع آرام نگيرد</w:t>
      </w:r>
      <w:r w:rsidR="000C4B14">
        <w:rPr>
          <w:rtl/>
          <w:lang w:bidi="fa-IR"/>
        </w:rPr>
        <w:t>،</w:t>
      </w:r>
      <w:r w:rsidRPr="003E3506">
        <w:rPr>
          <w:rtl/>
          <w:lang w:bidi="fa-IR"/>
        </w:rPr>
        <w:t xml:space="preserve"> نمازش صحيح است</w:t>
      </w:r>
      <w:r w:rsidR="000C4B14">
        <w:rPr>
          <w:rtl/>
          <w:lang w:bidi="fa-IR"/>
        </w:rPr>
        <w:t>،</w:t>
      </w:r>
      <w:r w:rsidRPr="003E3506">
        <w:rPr>
          <w:rtl/>
          <w:lang w:bidi="fa-IR"/>
        </w:rPr>
        <w:t xml:space="preserve"> ولى بايد پيش از آنكه از حال ركوع خارج شود</w:t>
      </w:r>
      <w:r w:rsidR="000C4B14">
        <w:rPr>
          <w:rtl/>
          <w:lang w:bidi="fa-IR"/>
        </w:rPr>
        <w:t>،</w:t>
      </w:r>
      <w:r w:rsidRPr="003E3506">
        <w:rPr>
          <w:rtl/>
          <w:lang w:bidi="fa-IR"/>
        </w:rPr>
        <w:t xml:space="preserve"> ذكر واجب را به نحوى كه گذشت بگويد.</w:t>
      </w:r>
    </w:p>
    <w:p w:rsidR="003E3506" w:rsidRPr="003E3506" w:rsidRDefault="003E3506" w:rsidP="003E3506">
      <w:pPr>
        <w:pStyle w:val="libNormal"/>
        <w:rPr>
          <w:lang w:bidi="fa-IR"/>
        </w:rPr>
      </w:pPr>
      <w:r w:rsidRPr="003E3506">
        <w:rPr>
          <w:rtl/>
          <w:lang w:bidi="fa-IR"/>
        </w:rPr>
        <w:t>١٠٤٥ - هرگاه نتواند به اندازه ركوع خم شود بايد به چيزى تكيه دهد و ركوع كند و اگر موقعى هم كه تكيه داده نتواند به طور معمول ركوع كند</w:t>
      </w:r>
      <w:r w:rsidR="000C4B14">
        <w:rPr>
          <w:rtl/>
          <w:lang w:bidi="fa-IR"/>
        </w:rPr>
        <w:t>،</w:t>
      </w:r>
      <w:r w:rsidRPr="003E3506">
        <w:rPr>
          <w:rtl/>
          <w:lang w:bidi="fa-IR"/>
        </w:rPr>
        <w:t xml:space="preserve"> بايد به اندازه اى كه مى تواند خم شود چنانچه عرفا به آن ركوع گفته شود خم شود و اگر به اين مقدار نتواند خم شود</w:t>
      </w:r>
      <w:r w:rsidR="000C4B14">
        <w:rPr>
          <w:rtl/>
          <w:lang w:bidi="fa-IR"/>
        </w:rPr>
        <w:t>،</w:t>
      </w:r>
      <w:r w:rsidRPr="003E3506">
        <w:rPr>
          <w:rtl/>
          <w:lang w:bidi="fa-IR"/>
        </w:rPr>
        <w:t xml:space="preserve"> بايد براى ركوع با سر اشاره نمايد.</w:t>
      </w:r>
    </w:p>
    <w:p w:rsidR="003E3506" w:rsidRPr="003E3506" w:rsidRDefault="003E3506" w:rsidP="003E3506">
      <w:pPr>
        <w:pStyle w:val="libNormal"/>
        <w:rPr>
          <w:lang w:bidi="fa-IR"/>
        </w:rPr>
      </w:pPr>
      <w:r w:rsidRPr="003E3506">
        <w:rPr>
          <w:rtl/>
          <w:lang w:bidi="fa-IR"/>
        </w:rPr>
        <w:t>١٠٤٦ - كسى كه براى ركوع بايد با سر اشاره كند اگر نتواند با سر اشاره كند</w:t>
      </w:r>
      <w:r w:rsidR="000C4B14">
        <w:rPr>
          <w:rtl/>
          <w:lang w:bidi="fa-IR"/>
        </w:rPr>
        <w:t>،</w:t>
      </w:r>
      <w:r w:rsidRPr="003E3506">
        <w:rPr>
          <w:rtl/>
          <w:lang w:bidi="fa-IR"/>
        </w:rPr>
        <w:t xml:space="preserve"> بايد به نيت ركوع چشمها را بر هم بگذارد و ذكر آن را بگويد و به نيت برخاستن از ركوع</w:t>
      </w:r>
      <w:r w:rsidR="000C4B14">
        <w:rPr>
          <w:rtl/>
          <w:lang w:bidi="fa-IR"/>
        </w:rPr>
        <w:t>،</w:t>
      </w:r>
      <w:r w:rsidRPr="003E3506">
        <w:rPr>
          <w:rtl/>
          <w:lang w:bidi="fa-IR"/>
        </w:rPr>
        <w:t xml:space="preserve"> چشمها را باز كند</w:t>
      </w:r>
      <w:r w:rsidR="000C4B14">
        <w:rPr>
          <w:rtl/>
          <w:lang w:bidi="fa-IR"/>
        </w:rPr>
        <w:t>،</w:t>
      </w:r>
      <w:r w:rsidRPr="003E3506">
        <w:rPr>
          <w:rtl/>
          <w:lang w:bidi="fa-IR"/>
        </w:rPr>
        <w:t xml:space="preserve"> و اگر از اين هم عاجز است بنابر احتياط در قلب خود نيت ركوع كند و با دست خود براى ركوع اشاره كند و ذكر آن را بگويد.</w:t>
      </w:r>
    </w:p>
    <w:p w:rsidR="003E3506" w:rsidRPr="003E3506" w:rsidRDefault="003E3506" w:rsidP="003E3506">
      <w:pPr>
        <w:pStyle w:val="libNormal"/>
        <w:rPr>
          <w:lang w:bidi="fa-IR"/>
        </w:rPr>
      </w:pPr>
      <w:r w:rsidRPr="003E3506">
        <w:rPr>
          <w:rtl/>
          <w:lang w:bidi="fa-IR"/>
        </w:rPr>
        <w:lastRenderedPageBreak/>
        <w:t>١٠٤٧ - كسى كه نمى تواند ايستاده ركوع كند</w:t>
      </w:r>
      <w:r w:rsidR="000C4B14">
        <w:rPr>
          <w:rtl/>
          <w:lang w:bidi="fa-IR"/>
        </w:rPr>
        <w:t>،</w:t>
      </w:r>
      <w:r w:rsidRPr="003E3506">
        <w:rPr>
          <w:rtl/>
          <w:lang w:bidi="fa-IR"/>
        </w:rPr>
        <w:t xml:space="preserve"> ولى براى ركوع مى تواند در حالى كه نشسته است خم شود</w:t>
      </w:r>
      <w:r w:rsidR="000C4B14">
        <w:rPr>
          <w:rtl/>
          <w:lang w:bidi="fa-IR"/>
        </w:rPr>
        <w:t>،</w:t>
      </w:r>
      <w:r w:rsidRPr="003E3506">
        <w:rPr>
          <w:rtl/>
          <w:lang w:bidi="fa-IR"/>
        </w:rPr>
        <w:t xml:space="preserve"> بايد ايستاده نماز بخواند و براى ركوع با سر اشاره نمايد</w:t>
      </w:r>
      <w:r w:rsidR="000C4B14">
        <w:rPr>
          <w:rtl/>
          <w:lang w:bidi="fa-IR"/>
        </w:rPr>
        <w:t>،</w:t>
      </w:r>
      <w:r w:rsidRPr="003E3506">
        <w:rPr>
          <w:rtl/>
          <w:lang w:bidi="fa-IR"/>
        </w:rPr>
        <w:t xml:space="preserve"> و احتياط مستحب آن است كه نماز ديگرى هم بخواند و موقع ركوع آن بنشيند و براى ركوع خم شود.</w:t>
      </w:r>
    </w:p>
    <w:p w:rsidR="000C32B2" w:rsidRDefault="003E3506" w:rsidP="003E3506">
      <w:pPr>
        <w:pStyle w:val="libNormal"/>
        <w:rPr>
          <w:rtl/>
          <w:lang w:bidi="fa-IR"/>
        </w:rPr>
      </w:pPr>
      <w:r w:rsidRPr="003E3506">
        <w:rPr>
          <w:rtl/>
          <w:lang w:bidi="fa-IR"/>
        </w:rPr>
        <w:t>١٠٤٨ - اگر بعد از رسيدن به حد ركوع سر بردارد و دو مرتبه به اندازه ركوع خم شود</w:t>
      </w:r>
      <w:r w:rsidR="000C4B14">
        <w:rPr>
          <w:rtl/>
          <w:lang w:bidi="fa-IR"/>
        </w:rPr>
        <w:t>،</w:t>
      </w:r>
      <w:r w:rsidRPr="003E3506">
        <w:rPr>
          <w:rtl/>
          <w:lang w:bidi="fa-IR"/>
        </w:rPr>
        <w:t xml:space="preserve"> نمازش باطل است</w:t>
      </w:r>
      <w:r w:rsidR="000C4B14">
        <w:rPr>
          <w:rtl/>
          <w:lang w:bidi="fa-IR"/>
        </w:rPr>
        <w:t>.</w:t>
      </w:r>
    </w:p>
    <w:p w:rsidR="003E3506" w:rsidRPr="003E3506" w:rsidRDefault="003E3506" w:rsidP="003E3506">
      <w:pPr>
        <w:pStyle w:val="libNormal"/>
        <w:rPr>
          <w:lang w:bidi="fa-IR"/>
        </w:rPr>
      </w:pPr>
      <w:r w:rsidRPr="003E3506">
        <w:rPr>
          <w:rtl/>
          <w:lang w:bidi="fa-IR"/>
        </w:rPr>
        <w:t>١٠٤٩ - بعد از تمام شدن ذكر ركوع</w:t>
      </w:r>
      <w:r w:rsidR="000C4B14">
        <w:rPr>
          <w:rtl/>
          <w:lang w:bidi="fa-IR"/>
        </w:rPr>
        <w:t>،</w:t>
      </w:r>
      <w:r w:rsidRPr="003E3506">
        <w:rPr>
          <w:rtl/>
          <w:lang w:bidi="fa-IR"/>
        </w:rPr>
        <w:t xml:space="preserve"> بايد راست بايستد و بعد از آنكه بدن آرام گرفت به سجده رود و اگر عمدا پيش از ايستادن يا پيش از آرام گرفتن بدن به سجده رود نمازش باطل است</w:t>
      </w:r>
      <w:r w:rsidR="000C4B14">
        <w:rPr>
          <w:rtl/>
          <w:lang w:bidi="fa-IR"/>
        </w:rPr>
        <w:t>.</w:t>
      </w:r>
    </w:p>
    <w:p w:rsidR="000C32B2" w:rsidRDefault="003E3506" w:rsidP="000C32B2">
      <w:pPr>
        <w:pStyle w:val="libNormal"/>
        <w:rPr>
          <w:rtl/>
          <w:lang w:bidi="fa-IR"/>
        </w:rPr>
      </w:pPr>
      <w:r w:rsidRPr="003E3506">
        <w:rPr>
          <w:rtl/>
          <w:lang w:bidi="fa-IR"/>
        </w:rPr>
        <w:t>١٠٥٠ - اگر ركوع را فراموش كند و پيش از آنكه به سجده برسد يادش بيايد بايد بايستد بعد به ركوع رود</w:t>
      </w:r>
      <w:r w:rsidR="000C4B14">
        <w:rPr>
          <w:rtl/>
          <w:lang w:bidi="fa-IR"/>
        </w:rPr>
        <w:t>،</w:t>
      </w:r>
      <w:r w:rsidRPr="003E3506">
        <w:rPr>
          <w:rtl/>
          <w:lang w:bidi="fa-IR"/>
        </w:rPr>
        <w:t xml:space="preserve"> و كفايت نمى كند به حالت خميدگى به ركوع برگردد.</w:t>
      </w:r>
    </w:p>
    <w:p w:rsidR="003E3506" w:rsidRPr="003E3506" w:rsidRDefault="003E3506" w:rsidP="000C32B2">
      <w:pPr>
        <w:pStyle w:val="libNormal"/>
        <w:rPr>
          <w:lang w:bidi="fa-IR"/>
        </w:rPr>
      </w:pPr>
      <w:r w:rsidRPr="003E3506">
        <w:rPr>
          <w:rtl/>
          <w:lang w:bidi="fa-IR"/>
        </w:rPr>
        <w:t>١٠٥١ - اگر بعد از آنكه پيشانى به زمين رسيد</w:t>
      </w:r>
      <w:r w:rsidR="000C4B14">
        <w:rPr>
          <w:rtl/>
          <w:lang w:bidi="fa-IR"/>
        </w:rPr>
        <w:t>،</w:t>
      </w:r>
      <w:r w:rsidRPr="003E3506">
        <w:rPr>
          <w:rtl/>
          <w:lang w:bidi="fa-IR"/>
        </w:rPr>
        <w:t xml:space="preserve"> يادش بيايد كه ركوع نكرده</w:t>
      </w:r>
      <w:r w:rsidR="000C4B14">
        <w:rPr>
          <w:rtl/>
          <w:lang w:bidi="fa-IR"/>
        </w:rPr>
        <w:t>،</w:t>
      </w:r>
      <w:r w:rsidRPr="003E3506">
        <w:rPr>
          <w:rtl/>
          <w:lang w:bidi="fa-IR"/>
        </w:rPr>
        <w:t xml:space="preserve"> لازم است برگردد و ركوع را بعد از ايستادن بجا آورد</w:t>
      </w:r>
      <w:r w:rsidR="000C4B14">
        <w:rPr>
          <w:rtl/>
          <w:lang w:bidi="fa-IR"/>
        </w:rPr>
        <w:t>،</w:t>
      </w:r>
      <w:r w:rsidRPr="003E3506">
        <w:rPr>
          <w:rtl/>
          <w:lang w:bidi="fa-IR"/>
        </w:rPr>
        <w:t xml:space="preserve"> و در صورتى كه در سجده دوم يادش بيايد نمازش بنابر احتياط لازم باطل است</w:t>
      </w:r>
      <w:r w:rsidR="000C4B14">
        <w:rPr>
          <w:rtl/>
          <w:lang w:bidi="fa-IR"/>
        </w:rPr>
        <w:t>.</w:t>
      </w:r>
    </w:p>
    <w:p w:rsidR="003E3506" w:rsidRPr="003E3506" w:rsidRDefault="003E3506" w:rsidP="003E3506">
      <w:pPr>
        <w:pStyle w:val="libNormal"/>
        <w:rPr>
          <w:lang w:bidi="fa-IR"/>
        </w:rPr>
      </w:pPr>
      <w:r w:rsidRPr="003E3506">
        <w:rPr>
          <w:rtl/>
          <w:lang w:bidi="fa-IR"/>
        </w:rPr>
        <w:t>١٠٥٢ - مستحب است پيش از رفتن به ركوع در حالى كه راست ايستاده تكبير بگويد</w:t>
      </w:r>
      <w:r w:rsidR="000C4B14">
        <w:rPr>
          <w:rtl/>
          <w:lang w:bidi="fa-IR"/>
        </w:rPr>
        <w:t>،</w:t>
      </w:r>
      <w:r w:rsidRPr="003E3506">
        <w:rPr>
          <w:rtl/>
          <w:lang w:bidi="fa-IR"/>
        </w:rPr>
        <w:t xml:space="preserve"> و در ركوع زانوها را به عقب دهد و پشت را صاف نگهدارد و گردن را بكشد و مساوى پشت نگهدارد و بين دو قدم را نگاه كند</w:t>
      </w:r>
      <w:r w:rsidR="000C4B14">
        <w:rPr>
          <w:rtl/>
          <w:lang w:bidi="fa-IR"/>
        </w:rPr>
        <w:t>،</w:t>
      </w:r>
      <w:r w:rsidRPr="003E3506">
        <w:rPr>
          <w:rtl/>
          <w:lang w:bidi="fa-IR"/>
        </w:rPr>
        <w:t xml:space="preserve"> و پيش از ذكر يا بعد از آن صلوات بفرستد</w:t>
      </w:r>
      <w:r w:rsidR="000C4B14">
        <w:rPr>
          <w:rtl/>
          <w:lang w:bidi="fa-IR"/>
        </w:rPr>
        <w:t>،</w:t>
      </w:r>
      <w:r w:rsidRPr="003E3506">
        <w:rPr>
          <w:rtl/>
          <w:lang w:bidi="fa-IR"/>
        </w:rPr>
        <w:t xml:space="preserve"> و بعد از آنكه از ركوع برخاست و راست ايستاد</w:t>
      </w:r>
      <w:r w:rsidR="000C4B14">
        <w:rPr>
          <w:rtl/>
          <w:lang w:bidi="fa-IR"/>
        </w:rPr>
        <w:t>،</w:t>
      </w:r>
      <w:r w:rsidRPr="003E3506">
        <w:rPr>
          <w:rtl/>
          <w:lang w:bidi="fa-IR"/>
        </w:rPr>
        <w:t xml:space="preserve"> در حال آرامى بدن بگويد</w:t>
      </w:r>
      <w:r w:rsidR="00553569">
        <w:rPr>
          <w:rtl/>
          <w:lang w:bidi="fa-IR"/>
        </w:rPr>
        <w:t>:</w:t>
      </w:r>
      <w:r w:rsidRPr="003E3506">
        <w:rPr>
          <w:rtl/>
          <w:lang w:bidi="fa-IR"/>
        </w:rPr>
        <w:t xml:space="preserve"> سمع اللّه لمن حمده</w:t>
      </w:r>
      <w:r w:rsidR="000C4B14">
        <w:rPr>
          <w:rtl/>
          <w:lang w:bidi="fa-IR"/>
        </w:rPr>
        <w:t>.</w:t>
      </w:r>
    </w:p>
    <w:p w:rsidR="003E3506" w:rsidRPr="003E3506" w:rsidRDefault="003E3506" w:rsidP="003E3506">
      <w:pPr>
        <w:pStyle w:val="libNormal"/>
        <w:rPr>
          <w:lang w:bidi="fa-IR"/>
        </w:rPr>
      </w:pPr>
      <w:r w:rsidRPr="003E3506">
        <w:rPr>
          <w:rtl/>
          <w:lang w:bidi="fa-IR"/>
        </w:rPr>
        <w:t>١٠٥٣ - مستحب است در ركوع زنها دست را از زانو بالاتر بگذارند و زانوها را به عقب ندهند.</w:t>
      </w:r>
    </w:p>
    <w:p w:rsidR="003E3506" w:rsidRPr="003E3506" w:rsidRDefault="000C32B2" w:rsidP="003E3506">
      <w:pPr>
        <w:pStyle w:val="libNormal"/>
        <w:rPr>
          <w:lang w:bidi="fa-IR"/>
        </w:rPr>
      </w:pPr>
      <w:r>
        <w:rPr>
          <w:rtl/>
          <w:lang w:bidi="fa-IR"/>
        </w:rPr>
        <w:br w:type="page"/>
      </w:r>
    </w:p>
    <w:p w:rsidR="003E3506" w:rsidRDefault="00605FAB" w:rsidP="000C32B2">
      <w:pPr>
        <w:pStyle w:val="Heading3"/>
        <w:rPr>
          <w:rtl/>
          <w:lang w:bidi="fa-IR"/>
        </w:rPr>
      </w:pPr>
      <w:bookmarkStart w:id="120" w:name="_Toc24454543"/>
      <w:r>
        <w:rPr>
          <w:rtl/>
          <w:lang w:bidi="fa-IR"/>
        </w:rPr>
        <w:t>(</w:t>
      </w:r>
      <w:r w:rsidR="003E3506" w:rsidRPr="003E3506">
        <w:rPr>
          <w:rtl/>
          <w:lang w:bidi="fa-IR"/>
        </w:rPr>
        <w:t>سجود</w:t>
      </w:r>
      <w:r>
        <w:rPr>
          <w:rtl/>
          <w:lang w:bidi="fa-IR"/>
        </w:rPr>
        <w:t>)</w:t>
      </w:r>
      <w:bookmarkEnd w:id="120"/>
    </w:p>
    <w:p w:rsidR="003E3506" w:rsidRPr="003E3506" w:rsidRDefault="003E3506" w:rsidP="003E3506">
      <w:pPr>
        <w:pStyle w:val="libNormal"/>
        <w:rPr>
          <w:lang w:bidi="fa-IR"/>
        </w:rPr>
      </w:pPr>
      <w:r w:rsidRPr="003E3506">
        <w:rPr>
          <w:rtl/>
          <w:lang w:bidi="fa-IR"/>
        </w:rPr>
        <w:t>١٠٥٤ - نمازگزار بايد در هر ركعت از نمازهاى واجب و مستحب بعد از ركوع دو سجده كند</w:t>
      </w:r>
      <w:r w:rsidR="000C4B14">
        <w:rPr>
          <w:rtl/>
          <w:lang w:bidi="fa-IR"/>
        </w:rPr>
        <w:t>،</w:t>
      </w:r>
      <w:r w:rsidRPr="003E3506">
        <w:rPr>
          <w:rtl/>
          <w:lang w:bidi="fa-IR"/>
        </w:rPr>
        <w:t xml:space="preserve"> و سجده آن است كه به هيات مخصوص پيشانى را به قصد خضوع به زمين بگذارد.</w:t>
      </w:r>
    </w:p>
    <w:p w:rsidR="003E3506" w:rsidRPr="003E3506" w:rsidRDefault="003E3506" w:rsidP="003E3506">
      <w:pPr>
        <w:pStyle w:val="libNormal"/>
        <w:rPr>
          <w:lang w:bidi="fa-IR"/>
        </w:rPr>
      </w:pPr>
      <w:r w:rsidRPr="003E3506">
        <w:rPr>
          <w:rtl/>
          <w:lang w:bidi="fa-IR"/>
        </w:rPr>
        <w:t>و در حال سجده در نماز واجب است كه كف دو دست و دو زانو و دو انگشت بزرگ پاها را بر زمين بگذارد.</w:t>
      </w:r>
    </w:p>
    <w:p w:rsidR="003E3506" w:rsidRPr="003E3506" w:rsidRDefault="003E3506" w:rsidP="003E3506">
      <w:pPr>
        <w:pStyle w:val="libNormal"/>
        <w:rPr>
          <w:lang w:bidi="fa-IR"/>
        </w:rPr>
      </w:pPr>
      <w:r w:rsidRPr="003E3506">
        <w:rPr>
          <w:rtl/>
          <w:lang w:bidi="fa-IR"/>
        </w:rPr>
        <w:t>١٠٥٥ - دو سجده روى هم يك ركن است</w:t>
      </w:r>
      <w:r w:rsidR="000C4B14">
        <w:rPr>
          <w:rtl/>
          <w:lang w:bidi="fa-IR"/>
        </w:rPr>
        <w:t>،</w:t>
      </w:r>
      <w:r w:rsidRPr="003E3506">
        <w:rPr>
          <w:rtl/>
          <w:lang w:bidi="fa-IR"/>
        </w:rPr>
        <w:t xml:space="preserve"> و اگر كسى در نماز واجب - هر چند از روى فراموشى - در يك ركعت هر دو را ترك كند نمازش باطل است</w:t>
      </w:r>
      <w:r w:rsidR="000C4B14">
        <w:rPr>
          <w:rtl/>
          <w:lang w:bidi="fa-IR"/>
        </w:rPr>
        <w:t>،</w:t>
      </w:r>
      <w:r w:rsidRPr="003E3506">
        <w:rPr>
          <w:rtl/>
          <w:lang w:bidi="fa-IR"/>
        </w:rPr>
        <w:t xml:space="preserve"> و همچنين است بنابر احتياط لازم اگر دو سجده در يك ركعت از روى فراموشى اضافه كند.</w:t>
      </w:r>
    </w:p>
    <w:p w:rsidR="003E3506" w:rsidRPr="003E3506" w:rsidRDefault="003E3506" w:rsidP="003E3506">
      <w:pPr>
        <w:pStyle w:val="libNormal"/>
        <w:rPr>
          <w:lang w:bidi="fa-IR"/>
        </w:rPr>
      </w:pPr>
      <w:r w:rsidRPr="003E3506">
        <w:rPr>
          <w:rtl/>
          <w:lang w:bidi="fa-IR"/>
        </w:rPr>
        <w:t>١٠٥٦ - اگر عمدا يك سجده كم يا زياد كند</w:t>
      </w:r>
      <w:r w:rsidR="000C4B14">
        <w:rPr>
          <w:rtl/>
          <w:lang w:bidi="fa-IR"/>
        </w:rPr>
        <w:t>،</w:t>
      </w:r>
      <w:r w:rsidRPr="003E3506">
        <w:rPr>
          <w:rtl/>
          <w:lang w:bidi="fa-IR"/>
        </w:rPr>
        <w:t xml:space="preserve"> نمازش باطل مى شود و اگر سهوا يك سجده كم يا زياد كند حكم آن بعدا گفته خواهد شد.</w:t>
      </w:r>
    </w:p>
    <w:p w:rsidR="003E3506" w:rsidRPr="003E3506" w:rsidRDefault="003E3506" w:rsidP="003E3506">
      <w:pPr>
        <w:pStyle w:val="libNormal"/>
        <w:rPr>
          <w:lang w:bidi="fa-IR"/>
        </w:rPr>
      </w:pPr>
      <w:r w:rsidRPr="003E3506">
        <w:rPr>
          <w:rtl/>
          <w:lang w:bidi="fa-IR"/>
        </w:rPr>
        <w:t>١٠٥٧ - كسى كه مى تواند پيشانى را به زمين بگذارد اگر آن را عمدا يا سهوا به زمين نگذارد</w:t>
      </w:r>
      <w:r w:rsidR="000C4B14">
        <w:rPr>
          <w:rtl/>
          <w:lang w:bidi="fa-IR"/>
        </w:rPr>
        <w:t>،</w:t>
      </w:r>
      <w:r w:rsidRPr="003E3506">
        <w:rPr>
          <w:rtl/>
          <w:lang w:bidi="fa-IR"/>
        </w:rPr>
        <w:t xml:space="preserve"> سجده نكرده است</w:t>
      </w:r>
      <w:r w:rsidR="000C4B14">
        <w:rPr>
          <w:rtl/>
          <w:lang w:bidi="fa-IR"/>
        </w:rPr>
        <w:t>،</w:t>
      </w:r>
      <w:r w:rsidRPr="003E3506">
        <w:rPr>
          <w:rtl/>
          <w:lang w:bidi="fa-IR"/>
        </w:rPr>
        <w:t xml:space="preserve"> اگر چه جاهاى ديگر به زمين برسد</w:t>
      </w:r>
      <w:r w:rsidR="000C4B14">
        <w:rPr>
          <w:rtl/>
          <w:lang w:bidi="fa-IR"/>
        </w:rPr>
        <w:t>،</w:t>
      </w:r>
      <w:r w:rsidRPr="003E3506">
        <w:rPr>
          <w:rtl/>
          <w:lang w:bidi="fa-IR"/>
        </w:rPr>
        <w:t xml:space="preserve"> ولى اگر پيشانى را به زمين بگذارد و سهوا جاهاى ديگر را به زمين نرساند يا سهوا ذكر نگويد سجده صحيح است</w:t>
      </w:r>
      <w:r w:rsidR="000C4B14">
        <w:rPr>
          <w:rtl/>
          <w:lang w:bidi="fa-IR"/>
        </w:rPr>
        <w:t>.</w:t>
      </w:r>
    </w:p>
    <w:p w:rsidR="003E3506" w:rsidRPr="003E3506" w:rsidRDefault="003E3506" w:rsidP="003E3506">
      <w:pPr>
        <w:pStyle w:val="libNormal"/>
        <w:rPr>
          <w:lang w:bidi="fa-IR"/>
        </w:rPr>
      </w:pPr>
      <w:r w:rsidRPr="003E3506">
        <w:rPr>
          <w:rtl/>
          <w:lang w:bidi="fa-IR"/>
        </w:rPr>
        <w:t>١٠٥٨ - بهتر آن است كه در حال اختيار در سجده سه مرتبه سبحان اللّه يا يك مرتبه سبحان ربى الاعلى وبحمده بگويد</w:t>
      </w:r>
      <w:r w:rsidR="000C4B14">
        <w:rPr>
          <w:rtl/>
          <w:lang w:bidi="fa-IR"/>
        </w:rPr>
        <w:t>،</w:t>
      </w:r>
      <w:r w:rsidRPr="003E3506">
        <w:rPr>
          <w:rtl/>
          <w:lang w:bidi="fa-IR"/>
        </w:rPr>
        <w:t xml:space="preserve"> و بايد اين كلمات دنبال هم و به عربى صحيح گفته شود</w:t>
      </w:r>
      <w:r w:rsidR="000C4B14">
        <w:rPr>
          <w:rtl/>
          <w:lang w:bidi="fa-IR"/>
        </w:rPr>
        <w:t>،</w:t>
      </w:r>
      <w:r w:rsidRPr="003E3506">
        <w:rPr>
          <w:rtl/>
          <w:lang w:bidi="fa-IR"/>
        </w:rPr>
        <w:t xml:space="preserve"> و ظاهر اين است كه گفتن هر ذكرى كفايت مى كند ولى بنابر احتياط لازم بايد به اين مقدار باشد و مستحب است سبحان ربى الاعلى و بحمده را سه يا پنج يا هفت مرتبه يا بيشتر بگويد.</w:t>
      </w:r>
    </w:p>
    <w:p w:rsidR="003E3506" w:rsidRPr="003E3506" w:rsidRDefault="003E3506" w:rsidP="003E3506">
      <w:pPr>
        <w:pStyle w:val="libNormal"/>
        <w:rPr>
          <w:lang w:bidi="fa-IR"/>
        </w:rPr>
      </w:pPr>
      <w:r w:rsidRPr="003E3506">
        <w:rPr>
          <w:rtl/>
          <w:lang w:bidi="fa-IR"/>
        </w:rPr>
        <w:t>١٠٥٩ - در حال سجود بايد بدن نمازگزار آرام باشد او نبايد بدن خود را به اختيار طورى حركت دهد كه از حال آرام بودن خارج شود حتى - بنابر احتياط - اگر مشغول به ذكر واجب هم نباشد.</w:t>
      </w:r>
    </w:p>
    <w:p w:rsidR="003E3506" w:rsidRPr="003E3506" w:rsidRDefault="003E3506" w:rsidP="003E3506">
      <w:pPr>
        <w:pStyle w:val="libNormal"/>
        <w:rPr>
          <w:lang w:bidi="fa-IR"/>
        </w:rPr>
      </w:pPr>
      <w:r w:rsidRPr="003E3506">
        <w:rPr>
          <w:rtl/>
          <w:lang w:bidi="fa-IR"/>
        </w:rPr>
        <w:t>١٠٦٠ - اگر پيش از آنكه پيشانى به زمين برسد و بدن آرام بگيرد عمدا ذكر سجده را بگويد يا پيش از تمام شدن ذكر عمدا سر از سجده بردارد نماز باطل است</w:t>
      </w:r>
      <w:r w:rsidR="000C4B14">
        <w:rPr>
          <w:rtl/>
          <w:lang w:bidi="fa-IR"/>
        </w:rPr>
        <w:t>.</w:t>
      </w:r>
      <w:r w:rsidRPr="003E3506">
        <w:rPr>
          <w:rtl/>
          <w:lang w:bidi="fa-IR"/>
        </w:rPr>
        <w:t xml:space="preserve"> ١٠٦١ - اگر پيش از آنكه </w:t>
      </w:r>
      <w:r w:rsidRPr="003E3506">
        <w:rPr>
          <w:rtl/>
          <w:lang w:bidi="fa-IR"/>
        </w:rPr>
        <w:lastRenderedPageBreak/>
        <w:t>پيشانى به زمين برسد سهوا ذكر سجده را بگويد</w:t>
      </w:r>
      <w:r w:rsidR="000C4B14">
        <w:rPr>
          <w:rtl/>
          <w:lang w:bidi="fa-IR"/>
        </w:rPr>
        <w:t>،</w:t>
      </w:r>
      <w:r w:rsidRPr="003E3506">
        <w:rPr>
          <w:rtl/>
          <w:lang w:bidi="fa-IR"/>
        </w:rPr>
        <w:t xml:space="preserve"> و پيش از آنكه سر از سجده بردارد</w:t>
      </w:r>
      <w:r w:rsidR="000C4B14">
        <w:rPr>
          <w:rtl/>
          <w:lang w:bidi="fa-IR"/>
        </w:rPr>
        <w:t>،</w:t>
      </w:r>
      <w:r w:rsidRPr="003E3506">
        <w:rPr>
          <w:rtl/>
          <w:lang w:bidi="fa-IR"/>
        </w:rPr>
        <w:t xml:space="preserve"> بفهمد اشتباه كرده است</w:t>
      </w:r>
      <w:r w:rsidR="000C4B14">
        <w:rPr>
          <w:rtl/>
          <w:lang w:bidi="fa-IR"/>
        </w:rPr>
        <w:t>،</w:t>
      </w:r>
      <w:r w:rsidRPr="003E3506">
        <w:rPr>
          <w:rtl/>
          <w:lang w:bidi="fa-IR"/>
        </w:rPr>
        <w:t xml:space="preserve"> بايد آرام بگيرد و دوباره ذكر را بگويد.</w:t>
      </w:r>
    </w:p>
    <w:p w:rsidR="003E3506" w:rsidRPr="003E3506" w:rsidRDefault="003E3506" w:rsidP="003E3506">
      <w:pPr>
        <w:pStyle w:val="libNormal"/>
        <w:rPr>
          <w:lang w:bidi="fa-IR"/>
        </w:rPr>
      </w:pPr>
      <w:r w:rsidRPr="003E3506">
        <w:rPr>
          <w:rtl/>
          <w:lang w:bidi="fa-IR"/>
        </w:rPr>
        <w:t>١٠٦٢ - اگر بعد از آنكه سر از سجده برداشت</w:t>
      </w:r>
      <w:r w:rsidR="000C4B14">
        <w:rPr>
          <w:rtl/>
          <w:lang w:bidi="fa-IR"/>
        </w:rPr>
        <w:t>،</w:t>
      </w:r>
      <w:r w:rsidRPr="003E3506">
        <w:rPr>
          <w:rtl/>
          <w:lang w:bidi="fa-IR"/>
        </w:rPr>
        <w:t xml:space="preserve"> بفهمد پيش از آنكه ذكر سجده تمام شود سر برداشته</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١٠٦٣ - اگر موقعى كه ذكر سجده را مى گويد</w:t>
      </w:r>
      <w:r w:rsidR="000C4B14">
        <w:rPr>
          <w:rtl/>
          <w:lang w:bidi="fa-IR"/>
        </w:rPr>
        <w:t>،</w:t>
      </w:r>
      <w:r w:rsidRPr="003E3506">
        <w:rPr>
          <w:rtl/>
          <w:lang w:bidi="fa-IR"/>
        </w:rPr>
        <w:t xml:space="preserve"> يكى از هفت عضو را عمدا از زمين بردارد</w:t>
      </w:r>
      <w:r w:rsidR="000C4B14">
        <w:rPr>
          <w:rtl/>
          <w:lang w:bidi="fa-IR"/>
        </w:rPr>
        <w:t>،</w:t>
      </w:r>
      <w:r w:rsidRPr="003E3506">
        <w:rPr>
          <w:rtl/>
          <w:lang w:bidi="fa-IR"/>
        </w:rPr>
        <w:t xml:space="preserve"> نماز باطل مى شود</w:t>
      </w:r>
      <w:r w:rsidR="000C4B14">
        <w:rPr>
          <w:rtl/>
          <w:lang w:bidi="fa-IR"/>
        </w:rPr>
        <w:t>،</w:t>
      </w:r>
      <w:r w:rsidRPr="003E3506">
        <w:rPr>
          <w:rtl/>
          <w:lang w:bidi="fa-IR"/>
        </w:rPr>
        <w:t xml:space="preserve"> ولى موقعى كه مشغول گفتن ذكر نيست اگر غير پيشانى جاهاى ديگر را از زمين بردارد و دوباره بگذارد اشكال ندارد مگر آنكه با آرام بودن بدنش منافات داشته باشد كه در اين صورت نمازش بنابر احتياط باطل مى شود.</w:t>
      </w:r>
    </w:p>
    <w:p w:rsidR="003E3506" w:rsidRPr="003E3506" w:rsidRDefault="003E3506" w:rsidP="003E3506">
      <w:pPr>
        <w:pStyle w:val="libNormal"/>
        <w:rPr>
          <w:lang w:bidi="fa-IR"/>
        </w:rPr>
      </w:pPr>
      <w:r w:rsidRPr="003E3506">
        <w:rPr>
          <w:rtl/>
          <w:lang w:bidi="fa-IR"/>
        </w:rPr>
        <w:t>١٠٦٤ - اگر پيش از تمام شدن ذكر سجده</w:t>
      </w:r>
      <w:r w:rsidR="000C4B14">
        <w:rPr>
          <w:rtl/>
          <w:lang w:bidi="fa-IR"/>
        </w:rPr>
        <w:t>،</w:t>
      </w:r>
      <w:r w:rsidRPr="003E3506">
        <w:rPr>
          <w:rtl/>
          <w:lang w:bidi="fa-IR"/>
        </w:rPr>
        <w:t xml:space="preserve"> سهوا پيشانى را از زمين بردارد نمى تواند دوباره به زمين بگذارد</w:t>
      </w:r>
      <w:r w:rsidR="000C4B14">
        <w:rPr>
          <w:rtl/>
          <w:lang w:bidi="fa-IR"/>
        </w:rPr>
        <w:t>،</w:t>
      </w:r>
      <w:r w:rsidRPr="003E3506">
        <w:rPr>
          <w:rtl/>
          <w:lang w:bidi="fa-IR"/>
        </w:rPr>
        <w:t xml:space="preserve"> و بايد آن را يك سجده حساب كند.</w:t>
      </w:r>
    </w:p>
    <w:p w:rsidR="003E3506" w:rsidRPr="003E3506" w:rsidRDefault="003E3506" w:rsidP="003E3506">
      <w:pPr>
        <w:pStyle w:val="libNormal"/>
        <w:rPr>
          <w:lang w:bidi="fa-IR"/>
        </w:rPr>
      </w:pPr>
      <w:r w:rsidRPr="003E3506">
        <w:rPr>
          <w:rtl/>
          <w:lang w:bidi="fa-IR"/>
        </w:rPr>
        <w:t>ولى اگر جاهاى ديگر را سهوا از زمين بردارد</w:t>
      </w:r>
      <w:r w:rsidR="000C4B14">
        <w:rPr>
          <w:rtl/>
          <w:lang w:bidi="fa-IR"/>
        </w:rPr>
        <w:t>،</w:t>
      </w:r>
      <w:r w:rsidRPr="003E3506">
        <w:rPr>
          <w:rtl/>
          <w:lang w:bidi="fa-IR"/>
        </w:rPr>
        <w:t xml:space="preserve"> بايد دو مرتبه به زمين بگذارد و ذكر را بگويد.</w:t>
      </w:r>
    </w:p>
    <w:p w:rsidR="003E3506" w:rsidRPr="003E3506" w:rsidRDefault="003E3506" w:rsidP="003E3506">
      <w:pPr>
        <w:pStyle w:val="libNormal"/>
        <w:rPr>
          <w:lang w:bidi="fa-IR"/>
        </w:rPr>
      </w:pPr>
      <w:r w:rsidRPr="003E3506">
        <w:rPr>
          <w:rtl/>
          <w:lang w:bidi="fa-IR"/>
        </w:rPr>
        <w:t>١٠٦٥ - بعد از تمام شدن ذكر سجده اول</w:t>
      </w:r>
      <w:r w:rsidR="000C4B14">
        <w:rPr>
          <w:rtl/>
          <w:lang w:bidi="fa-IR"/>
        </w:rPr>
        <w:t>،</w:t>
      </w:r>
      <w:r w:rsidRPr="003E3506">
        <w:rPr>
          <w:rtl/>
          <w:lang w:bidi="fa-IR"/>
        </w:rPr>
        <w:t xml:space="preserve"> بايد بنشيند تا بدن آرام گيرد و دوباره به سجده رود.</w:t>
      </w:r>
    </w:p>
    <w:p w:rsidR="003E3506" w:rsidRPr="003E3506" w:rsidRDefault="003E3506" w:rsidP="003E3506">
      <w:pPr>
        <w:pStyle w:val="libNormal"/>
        <w:rPr>
          <w:lang w:bidi="fa-IR"/>
        </w:rPr>
      </w:pPr>
      <w:r w:rsidRPr="003E3506">
        <w:rPr>
          <w:rtl/>
          <w:lang w:bidi="fa-IR"/>
        </w:rPr>
        <w:t>١٠٦٦ - جاى پيشانى نمازگزار بايد از جاى زانوها و سر انگشتان پاى او بلندتر يا پست تر از چهار انگشت بسته نباشد بلكه احتياط واجب آن است كه جاى پيشانى او از جاى ايستادنش پست تر يا بلندتر از چهار انگشت بسته نيز نباشد.</w:t>
      </w:r>
    </w:p>
    <w:p w:rsidR="003E3506" w:rsidRPr="003E3506" w:rsidRDefault="003E3506" w:rsidP="003E3506">
      <w:pPr>
        <w:pStyle w:val="libNormal"/>
        <w:rPr>
          <w:lang w:bidi="fa-IR"/>
        </w:rPr>
      </w:pPr>
      <w:r w:rsidRPr="003E3506">
        <w:rPr>
          <w:rtl/>
          <w:lang w:bidi="fa-IR"/>
        </w:rPr>
        <w:t>١٠٦٧ - در زمين سراشيب - هر چند كه سراشيبى آن درست معلوم نباشد - اگر جاى پيشانى نمازگزار از جاى زانوها و انگشتهاى پاى او بيش از چهار انگشت بسته بلندتر يا پست تر باشد نماز او محل اشكال است</w:t>
      </w:r>
      <w:r w:rsidR="000C4B14">
        <w:rPr>
          <w:rtl/>
          <w:lang w:bidi="fa-IR"/>
        </w:rPr>
        <w:t>.</w:t>
      </w:r>
    </w:p>
    <w:p w:rsidR="003E3506" w:rsidRPr="003E3506" w:rsidRDefault="003E3506" w:rsidP="003E3506">
      <w:pPr>
        <w:pStyle w:val="libNormal"/>
        <w:rPr>
          <w:lang w:bidi="fa-IR"/>
        </w:rPr>
      </w:pPr>
      <w:r w:rsidRPr="003E3506">
        <w:rPr>
          <w:rtl/>
          <w:lang w:bidi="fa-IR"/>
        </w:rPr>
        <w:t>١٠٦٨ - اگر پيشانى را اشتباها بر چيزى بگذارد كه از جاى زانوها و انگشتهاى پاى او بلندتر از چهار انگشت بسته است</w:t>
      </w:r>
      <w:r w:rsidR="000C4B14">
        <w:rPr>
          <w:rtl/>
          <w:lang w:bidi="fa-IR"/>
        </w:rPr>
        <w:t>،</w:t>
      </w:r>
      <w:r w:rsidRPr="003E3506">
        <w:rPr>
          <w:rtl/>
          <w:lang w:bidi="fa-IR"/>
        </w:rPr>
        <w:t xml:space="preserve"> چنانچه بلندى آن به قدرى است كه نمى گويند در حال سجده است</w:t>
      </w:r>
      <w:r w:rsidR="000C4B14">
        <w:rPr>
          <w:rtl/>
          <w:lang w:bidi="fa-IR"/>
        </w:rPr>
        <w:t>،</w:t>
      </w:r>
      <w:r w:rsidRPr="003E3506">
        <w:rPr>
          <w:rtl/>
          <w:lang w:bidi="fa-IR"/>
        </w:rPr>
        <w:t xml:space="preserve"> بايد سر را بردارد و به چيزى كه بلندى آن بيش از چهار انگشت بسته نيست بگذارد</w:t>
      </w:r>
      <w:r w:rsidR="000C4B14">
        <w:rPr>
          <w:rtl/>
          <w:lang w:bidi="fa-IR"/>
        </w:rPr>
        <w:t>،</w:t>
      </w:r>
      <w:r w:rsidRPr="003E3506">
        <w:rPr>
          <w:rtl/>
          <w:lang w:bidi="fa-IR"/>
        </w:rPr>
        <w:t xml:space="preserve"> و </w:t>
      </w:r>
      <w:r w:rsidRPr="003E3506">
        <w:rPr>
          <w:rtl/>
          <w:lang w:bidi="fa-IR"/>
        </w:rPr>
        <w:lastRenderedPageBreak/>
        <w:t>اگر بلندى آن به قدرى است كه مى گويند در حال سجده است</w:t>
      </w:r>
      <w:r w:rsidR="000C4B14">
        <w:rPr>
          <w:rtl/>
          <w:lang w:bidi="fa-IR"/>
        </w:rPr>
        <w:t>،</w:t>
      </w:r>
      <w:r w:rsidRPr="003E3506">
        <w:rPr>
          <w:rtl/>
          <w:lang w:bidi="fa-IR"/>
        </w:rPr>
        <w:t xml:space="preserve"> چنانچه پس از انجام ذكر واجب ملتفت شود مى تواند سر از سجده بردارد و نماز را تمام كند و اگر قبل از انجام ذكر واجب ملتفت شد</w:t>
      </w:r>
      <w:r w:rsidR="000C4B14">
        <w:rPr>
          <w:rtl/>
          <w:lang w:bidi="fa-IR"/>
        </w:rPr>
        <w:t>،</w:t>
      </w:r>
      <w:r w:rsidRPr="003E3506">
        <w:rPr>
          <w:rtl/>
          <w:lang w:bidi="fa-IR"/>
        </w:rPr>
        <w:t xml:space="preserve"> بايد پيشانى را از روى آن به روى چيزى كه بلندى آن به اندازه چهار انگشت بسته يا كمتر است بكشد و ذكر واجب را بجا آورد و اگر كشيدن پيشانى ممكن نباشد</w:t>
      </w:r>
      <w:r w:rsidR="000C4B14">
        <w:rPr>
          <w:rtl/>
          <w:lang w:bidi="fa-IR"/>
        </w:rPr>
        <w:t>،</w:t>
      </w:r>
      <w:r w:rsidRPr="003E3506">
        <w:rPr>
          <w:rtl/>
          <w:lang w:bidi="fa-IR"/>
        </w:rPr>
        <w:t xml:space="preserve"> مى تواند ذكر واجب را در همان حال بجا آورد و نماز را تمام كند</w:t>
      </w:r>
      <w:r w:rsidR="000C4B14">
        <w:rPr>
          <w:rtl/>
          <w:lang w:bidi="fa-IR"/>
        </w:rPr>
        <w:t>،</w:t>
      </w:r>
      <w:r w:rsidRPr="003E3506">
        <w:rPr>
          <w:rtl/>
          <w:lang w:bidi="fa-IR"/>
        </w:rPr>
        <w:t xml:space="preserve"> و لازم نيست نماز را دوباره بخواند.</w:t>
      </w:r>
    </w:p>
    <w:p w:rsidR="003E3506" w:rsidRPr="003E3506" w:rsidRDefault="003E3506" w:rsidP="003E3506">
      <w:pPr>
        <w:pStyle w:val="libNormal"/>
        <w:rPr>
          <w:lang w:bidi="fa-IR"/>
        </w:rPr>
      </w:pPr>
      <w:r w:rsidRPr="003E3506">
        <w:rPr>
          <w:rtl/>
          <w:lang w:bidi="fa-IR"/>
        </w:rPr>
        <w:t>١٠٦٩ - بايد بين پيشانى و آنچه بر آن سجده صحيح است چيز ديگرى فاصله نباشد پس اگر مهر به قدرى چرك باشد كه پيشانى به خود مهر نرسد</w:t>
      </w:r>
      <w:r w:rsidR="000C4B14">
        <w:rPr>
          <w:rtl/>
          <w:lang w:bidi="fa-IR"/>
        </w:rPr>
        <w:t>،</w:t>
      </w:r>
      <w:r w:rsidRPr="003E3506">
        <w:rPr>
          <w:rtl/>
          <w:lang w:bidi="fa-IR"/>
        </w:rPr>
        <w:t xml:space="preserve"> سجده باطل است ولى اگر مثلا رنگ مهر تغيير كرده باشد اشكال ندارد.</w:t>
      </w:r>
    </w:p>
    <w:p w:rsidR="003E3506" w:rsidRPr="003E3506" w:rsidRDefault="003E3506" w:rsidP="003E3506">
      <w:pPr>
        <w:pStyle w:val="libNormal"/>
        <w:rPr>
          <w:lang w:bidi="fa-IR"/>
        </w:rPr>
      </w:pPr>
      <w:r w:rsidRPr="003E3506">
        <w:rPr>
          <w:rtl/>
          <w:lang w:bidi="fa-IR"/>
        </w:rPr>
        <w:t>١٠٧٠ - در سجده بايد دو كف دست را به زمين بگذارند</w:t>
      </w:r>
      <w:r w:rsidR="000C4B14">
        <w:rPr>
          <w:rtl/>
          <w:lang w:bidi="fa-IR"/>
        </w:rPr>
        <w:t>،</w:t>
      </w:r>
      <w:r w:rsidRPr="003E3506">
        <w:rPr>
          <w:rtl/>
          <w:lang w:bidi="fa-IR"/>
        </w:rPr>
        <w:t xml:space="preserve"> ولى در حال ناچارى پشت دست هم مانعى ندارد و اگر پشت دست هم ممكن نباشد بنابر احتياط بايد مچ دست را به زمين بگذارد و چنانچه آن را هم نتواند</w:t>
      </w:r>
      <w:r w:rsidR="000C4B14">
        <w:rPr>
          <w:rtl/>
          <w:lang w:bidi="fa-IR"/>
        </w:rPr>
        <w:t>،</w:t>
      </w:r>
      <w:r w:rsidRPr="003E3506">
        <w:rPr>
          <w:rtl/>
          <w:lang w:bidi="fa-IR"/>
        </w:rPr>
        <w:t xml:space="preserve"> تا آرنج هر جا را كه مى تواند به زمين بگذارد</w:t>
      </w:r>
      <w:r w:rsidR="000C4B14">
        <w:rPr>
          <w:rtl/>
          <w:lang w:bidi="fa-IR"/>
        </w:rPr>
        <w:t>،</w:t>
      </w:r>
      <w:r w:rsidRPr="003E3506">
        <w:rPr>
          <w:rtl/>
          <w:lang w:bidi="fa-IR"/>
        </w:rPr>
        <w:t xml:space="preserve"> و اگر آن هم ممكن نيست گذاشتن بازو كافى است</w:t>
      </w:r>
      <w:r w:rsidR="000C4B14">
        <w:rPr>
          <w:rtl/>
          <w:lang w:bidi="fa-IR"/>
        </w:rPr>
        <w:t>.</w:t>
      </w:r>
    </w:p>
    <w:p w:rsidR="003E3506" w:rsidRPr="003E3506" w:rsidRDefault="003E3506" w:rsidP="003E3506">
      <w:pPr>
        <w:pStyle w:val="libNormal"/>
        <w:rPr>
          <w:lang w:bidi="fa-IR"/>
        </w:rPr>
      </w:pPr>
      <w:r w:rsidRPr="003E3506">
        <w:rPr>
          <w:rtl/>
          <w:lang w:bidi="fa-IR"/>
        </w:rPr>
        <w:t>١٠٧١ - در سجده بايد دو انگشت بزرگ پاها را به زمين بگذارد ولى لازم نيست كه سر دو انگشت را به زمين بگذارد</w:t>
      </w:r>
      <w:r w:rsidR="000C4B14">
        <w:rPr>
          <w:rtl/>
          <w:lang w:bidi="fa-IR"/>
        </w:rPr>
        <w:t>،</w:t>
      </w:r>
      <w:r w:rsidRPr="003E3506">
        <w:rPr>
          <w:rtl/>
          <w:lang w:bidi="fa-IR"/>
        </w:rPr>
        <w:t xml:space="preserve"> بلكه گذاشتن ظاهر يا باطن آنها نيز كفايت مى كند و اگر انگشتهاى ديگر پا يا روى پا را به زمين بگذارد</w:t>
      </w:r>
      <w:r w:rsidR="000C4B14">
        <w:rPr>
          <w:rtl/>
          <w:lang w:bidi="fa-IR"/>
        </w:rPr>
        <w:t>،</w:t>
      </w:r>
      <w:r w:rsidRPr="003E3506">
        <w:rPr>
          <w:rtl/>
          <w:lang w:bidi="fa-IR"/>
        </w:rPr>
        <w:t xml:space="preserve"> يا به واسطه بلند بودن ناخن</w:t>
      </w:r>
      <w:r w:rsidR="000C4B14">
        <w:rPr>
          <w:rtl/>
          <w:lang w:bidi="fa-IR"/>
        </w:rPr>
        <w:t>،</w:t>
      </w:r>
      <w:r w:rsidRPr="003E3506">
        <w:rPr>
          <w:rtl/>
          <w:lang w:bidi="fa-IR"/>
        </w:rPr>
        <w:t xml:space="preserve"> شست به زمين نرسد نماز باطل است</w:t>
      </w:r>
      <w:r w:rsidR="000C4B14">
        <w:rPr>
          <w:rtl/>
          <w:lang w:bidi="fa-IR"/>
        </w:rPr>
        <w:t>،</w:t>
      </w:r>
      <w:r w:rsidRPr="003E3506">
        <w:rPr>
          <w:rtl/>
          <w:lang w:bidi="fa-IR"/>
        </w:rPr>
        <w:t xml:space="preserve"> و كسى كه از روى تقصير و ندانستن مساله نمازهاى خود را اين طور خوانده</w:t>
      </w:r>
      <w:r w:rsidR="000C4B14">
        <w:rPr>
          <w:rtl/>
          <w:lang w:bidi="fa-IR"/>
        </w:rPr>
        <w:t>،</w:t>
      </w:r>
      <w:r w:rsidRPr="003E3506">
        <w:rPr>
          <w:rtl/>
          <w:lang w:bidi="fa-IR"/>
        </w:rPr>
        <w:t xml:space="preserve"> بايد دوباره بخواند.</w:t>
      </w:r>
    </w:p>
    <w:p w:rsidR="003E3506" w:rsidRPr="003E3506" w:rsidRDefault="003E3506" w:rsidP="003E3506">
      <w:pPr>
        <w:pStyle w:val="libNormal"/>
        <w:rPr>
          <w:lang w:bidi="fa-IR"/>
        </w:rPr>
      </w:pPr>
      <w:r w:rsidRPr="003E3506">
        <w:rPr>
          <w:rtl/>
          <w:lang w:bidi="fa-IR"/>
        </w:rPr>
        <w:t>١٠٧٢ - كسى كه مقدارى از شست پايش بريده</w:t>
      </w:r>
      <w:r w:rsidR="000C4B14">
        <w:rPr>
          <w:rtl/>
          <w:lang w:bidi="fa-IR"/>
        </w:rPr>
        <w:t>،</w:t>
      </w:r>
      <w:r w:rsidRPr="003E3506">
        <w:rPr>
          <w:rtl/>
          <w:lang w:bidi="fa-IR"/>
        </w:rPr>
        <w:t xml:space="preserve"> بايد بقيه آن را به زمين بگذارد</w:t>
      </w:r>
      <w:r w:rsidR="000C4B14">
        <w:rPr>
          <w:rtl/>
          <w:lang w:bidi="fa-IR"/>
        </w:rPr>
        <w:t>،</w:t>
      </w:r>
      <w:r w:rsidRPr="003E3506">
        <w:rPr>
          <w:rtl/>
          <w:lang w:bidi="fa-IR"/>
        </w:rPr>
        <w:t xml:space="preserve"> و اگر چيزى از آن نمانده يا اگر مانده خيلى كوتاه است</w:t>
      </w:r>
      <w:r w:rsidR="000C4B14">
        <w:rPr>
          <w:rtl/>
          <w:lang w:bidi="fa-IR"/>
        </w:rPr>
        <w:t>،</w:t>
      </w:r>
      <w:r w:rsidRPr="003E3506">
        <w:rPr>
          <w:rtl/>
          <w:lang w:bidi="fa-IR"/>
        </w:rPr>
        <w:t xml:space="preserve"> بنابر احتياط بايد بقيه انگشتان را بگذارد</w:t>
      </w:r>
      <w:r w:rsidR="000C4B14">
        <w:rPr>
          <w:rtl/>
          <w:lang w:bidi="fa-IR"/>
        </w:rPr>
        <w:t>،</w:t>
      </w:r>
      <w:r w:rsidRPr="003E3506">
        <w:rPr>
          <w:rtl/>
          <w:lang w:bidi="fa-IR"/>
        </w:rPr>
        <w:t xml:space="preserve"> و اگر هيچ انگشت ندارد</w:t>
      </w:r>
      <w:r w:rsidR="000C4B14">
        <w:rPr>
          <w:rtl/>
          <w:lang w:bidi="fa-IR"/>
        </w:rPr>
        <w:t>،</w:t>
      </w:r>
      <w:r w:rsidRPr="003E3506">
        <w:rPr>
          <w:rtl/>
          <w:lang w:bidi="fa-IR"/>
        </w:rPr>
        <w:t xml:space="preserve"> هر مقدارى كه از پا باقى مانده به زمين بگذارد.</w:t>
      </w:r>
    </w:p>
    <w:p w:rsidR="003E3506" w:rsidRPr="003E3506" w:rsidRDefault="003E3506" w:rsidP="003E3506">
      <w:pPr>
        <w:pStyle w:val="libNormal"/>
        <w:rPr>
          <w:lang w:bidi="fa-IR"/>
        </w:rPr>
      </w:pPr>
      <w:r w:rsidRPr="003E3506">
        <w:rPr>
          <w:rtl/>
          <w:lang w:bidi="fa-IR"/>
        </w:rPr>
        <w:lastRenderedPageBreak/>
        <w:t>١٠٧٣ - اگر به طور غير معمول سجده كند</w:t>
      </w:r>
      <w:r w:rsidR="000C4B14">
        <w:rPr>
          <w:rtl/>
          <w:lang w:bidi="fa-IR"/>
        </w:rPr>
        <w:t>،</w:t>
      </w:r>
      <w:r w:rsidRPr="003E3506">
        <w:rPr>
          <w:rtl/>
          <w:lang w:bidi="fa-IR"/>
        </w:rPr>
        <w:t xml:space="preserve"> مثلا سينه و شكم را به زمين بچسباند</w:t>
      </w:r>
      <w:r w:rsidR="000C4B14">
        <w:rPr>
          <w:rtl/>
          <w:lang w:bidi="fa-IR"/>
        </w:rPr>
        <w:t>،</w:t>
      </w:r>
      <w:r w:rsidRPr="003E3506">
        <w:rPr>
          <w:rtl/>
          <w:lang w:bidi="fa-IR"/>
        </w:rPr>
        <w:t xml:space="preserve"> يا پاها را مقدارى دراز كند چنانچه بگويند سجده كرده نمازش صحيح است</w:t>
      </w:r>
      <w:r w:rsidR="000C4B14">
        <w:rPr>
          <w:rtl/>
          <w:lang w:bidi="fa-IR"/>
        </w:rPr>
        <w:t>،</w:t>
      </w:r>
      <w:r w:rsidRPr="003E3506">
        <w:rPr>
          <w:rtl/>
          <w:lang w:bidi="fa-IR"/>
        </w:rPr>
        <w:t xml:space="preserve"> ولى اگر بگويند دراز كشيده و سجده صدق ننمايد نماز او باطل است</w:t>
      </w:r>
      <w:r w:rsidR="000C4B14">
        <w:rPr>
          <w:rtl/>
          <w:lang w:bidi="fa-IR"/>
        </w:rPr>
        <w:t>.</w:t>
      </w:r>
    </w:p>
    <w:p w:rsidR="003E3506" w:rsidRPr="003E3506" w:rsidRDefault="003E3506" w:rsidP="003E3506">
      <w:pPr>
        <w:pStyle w:val="libNormal"/>
        <w:rPr>
          <w:lang w:bidi="fa-IR"/>
        </w:rPr>
      </w:pPr>
      <w:r w:rsidRPr="003E3506">
        <w:rPr>
          <w:rtl/>
          <w:lang w:bidi="fa-IR"/>
        </w:rPr>
        <w:t>١٠٧٤ - مهر يا چيز ديگر كه بر آن سجده مى كند</w:t>
      </w:r>
      <w:r w:rsidR="000C4B14">
        <w:rPr>
          <w:rtl/>
          <w:lang w:bidi="fa-IR"/>
        </w:rPr>
        <w:t>،</w:t>
      </w:r>
      <w:r w:rsidRPr="003E3506">
        <w:rPr>
          <w:rtl/>
          <w:lang w:bidi="fa-IR"/>
        </w:rPr>
        <w:t xml:space="preserve"> بايد پاك باشد ولى اگر مثلا مهر را روى فرش نجس بگذارد يا يك طرف مهر نجس باشد و پيشانى را به طرف پاك آن بگذارد اشكال ندارد.</w:t>
      </w:r>
    </w:p>
    <w:p w:rsidR="003E3506" w:rsidRPr="003E3506" w:rsidRDefault="003E3506" w:rsidP="003E3506">
      <w:pPr>
        <w:pStyle w:val="libNormal"/>
        <w:rPr>
          <w:lang w:bidi="fa-IR"/>
        </w:rPr>
      </w:pPr>
      <w:r w:rsidRPr="003E3506">
        <w:rPr>
          <w:rtl/>
          <w:lang w:bidi="fa-IR"/>
        </w:rPr>
        <w:t>١٠٧٥ - اگر در پيشانى دمل يا زخم و مانند آن باشد كه نتواند آن را بر زمين بگذارد چنانچه آن دمل مثلا همه پيشانى را فرا نگرفته باشد بايد با جاى سالم پيشانى سجده كند و اگر سجده كردن با جاى سالم توقف بر آن داشته باشد كه زمين را گود كند و دمل را در گودال و جاى سالم را به مقدارى كه براى سجده كافى باشد بر زمين بگذارد بايد اين كار را انجام دهد.</w:t>
      </w:r>
    </w:p>
    <w:p w:rsidR="003E3506" w:rsidRPr="003E3506" w:rsidRDefault="003E3506" w:rsidP="003E3506">
      <w:pPr>
        <w:pStyle w:val="libNormal"/>
        <w:rPr>
          <w:lang w:bidi="fa-IR"/>
        </w:rPr>
      </w:pPr>
      <w:r w:rsidRPr="003E3506">
        <w:rPr>
          <w:rtl/>
          <w:lang w:bidi="fa-IR"/>
        </w:rPr>
        <w:t>١٠٧٦ - اگر دمل يا زخم تمام پيشانى را فرا گرفته باشد بايد به بعضى از اجزاء صورت خود سجده كند و احتياط لازم آن است كه اگر مى تواند به چانه سجده كند و اگر نمى تواند به يكى از دو طرف پيشانى سجده كند و اگر سجده كردن به صورت به هيچ وجه ممكن نبود بايد براى سجده اشاره كند.</w:t>
      </w:r>
    </w:p>
    <w:p w:rsidR="003E3506" w:rsidRPr="003E3506" w:rsidRDefault="003E3506" w:rsidP="003E3506">
      <w:pPr>
        <w:pStyle w:val="libNormal"/>
        <w:rPr>
          <w:lang w:bidi="fa-IR"/>
        </w:rPr>
      </w:pPr>
      <w:r w:rsidRPr="003E3506">
        <w:rPr>
          <w:rtl/>
          <w:lang w:bidi="fa-IR"/>
        </w:rPr>
        <w:t>١٠٧٧ - كسى كه مى تواند بنشيند ولى نمى تواند پيشانى را به زمين برساند</w:t>
      </w:r>
      <w:r w:rsidR="000C4B14">
        <w:rPr>
          <w:rtl/>
          <w:lang w:bidi="fa-IR"/>
        </w:rPr>
        <w:t>،</w:t>
      </w:r>
      <w:r w:rsidRPr="003E3506">
        <w:rPr>
          <w:rtl/>
          <w:lang w:bidi="fa-IR"/>
        </w:rPr>
        <w:t xml:space="preserve"> بايد به قدرى كه مى تواند خم شود و مهر يا چيز ديگرى را كه سجده بر آن صحيح است</w:t>
      </w:r>
      <w:r w:rsidR="000C4B14">
        <w:rPr>
          <w:rtl/>
          <w:lang w:bidi="fa-IR"/>
        </w:rPr>
        <w:t>،</w:t>
      </w:r>
      <w:r w:rsidRPr="003E3506">
        <w:rPr>
          <w:rtl/>
          <w:lang w:bidi="fa-IR"/>
        </w:rPr>
        <w:t xml:space="preserve"> روى چيز بلند گذاشته و طورى پيشانى را بر آن بگذارد كه بگويند سجده كرده است</w:t>
      </w:r>
      <w:r w:rsidR="000C4B14">
        <w:rPr>
          <w:rtl/>
          <w:lang w:bidi="fa-IR"/>
        </w:rPr>
        <w:t>،</w:t>
      </w:r>
      <w:r w:rsidRPr="003E3506">
        <w:rPr>
          <w:rtl/>
          <w:lang w:bidi="fa-IR"/>
        </w:rPr>
        <w:t xml:space="preserve"> ولى بايد كف دستها و زانوها و انگشتان پا را به طور معمول به زمين بگذارد.</w:t>
      </w:r>
    </w:p>
    <w:p w:rsidR="003E3506" w:rsidRPr="003E3506" w:rsidRDefault="003E3506" w:rsidP="003E3506">
      <w:pPr>
        <w:pStyle w:val="libNormal"/>
        <w:rPr>
          <w:lang w:bidi="fa-IR"/>
        </w:rPr>
      </w:pPr>
      <w:r w:rsidRPr="003E3506">
        <w:rPr>
          <w:rtl/>
          <w:lang w:bidi="fa-IR"/>
        </w:rPr>
        <w:t>١٠٧٨ - اگر چيز بلندى نباشد كه مهر يا چيز ديگرى كه سجده بر آن صحيح است بگذارد و كسى هم نباشد كه مثلا مهر را بلند كند و بگيرد تا آن شخص بر آن سجده كند احتياط آن است كه مهر يا چيز ديگر را با دست بلند كرده و بر آن سجده نمايد.</w:t>
      </w:r>
    </w:p>
    <w:p w:rsidR="003E3506" w:rsidRPr="003E3506" w:rsidRDefault="003E3506" w:rsidP="003E3506">
      <w:pPr>
        <w:pStyle w:val="libNormal"/>
        <w:rPr>
          <w:lang w:bidi="fa-IR"/>
        </w:rPr>
      </w:pPr>
      <w:r w:rsidRPr="003E3506">
        <w:rPr>
          <w:rtl/>
          <w:lang w:bidi="fa-IR"/>
        </w:rPr>
        <w:lastRenderedPageBreak/>
        <w:t>١٠٧٩ - كسى كه هيچ نمى تواند سجده نمايد بايد براى سجده با سر اشاره كند</w:t>
      </w:r>
      <w:r w:rsidR="000C4B14">
        <w:rPr>
          <w:rtl/>
          <w:lang w:bidi="fa-IR"/>
        </w:rPr>
        <w:t>،</w:t>
      </w:r>
      <w:r w:rsidRPr="003E3506">
        <w:rPr>
          <w:rtl/>
          <w:lang w:bidi="fa-IR"/>
        </w:rPr>
        <w:t xml:space="preserve"> و اگر نتواند بايد با چشمها اشاره نمايد و اگر با چشمها هم نمى تواند اشاره كند بنابر احتياط لازم بايد با دست و مانند آن براى سجده اشاره كند و در قلب نيز نيت سجده نمايد و ذكر واجب را بگويد.</w:t>
      </w:r>
    </w:p>
    <w:p w:rsidR="003E3506" w:rsidRPr="003E3506" w:rsidRDefault="003E3506" w:rsidP="003E3506">
      <w:pPr>
        <w:pStyle w:val="libNormal"/>
        <w:rPr>
          <w:lang w:bidi="fa-IR"/>
        </w:rPr>
      </w:pPr>
      <w:r w:rsidRPr="003E3506">
        <w:rPr>
          <w:rtl/>
          <w:lang w:bidi="fa-IR"/>
        </w:rPr>
        <w:t>١٠٨٠ - اگر پيشانى بى اختيار از جاى سجده بلند شود</w:t>
      </w:r>
      <w:r w:rsidR="000C4B14">
        <w:rPr>
          <w:rtl/>
          <w:lang w:bidi="fa-IR"/>
        </w:rPr>
        <w:t>،</w:t>
      </w:r>
      <w:r w:rsidRPr="003E3506">
        <w:rPr>
          <w:rtl/>
          <w:lang w:bidi="fa-IR"/>
        </w:rPr>
        <w:t xml:space="preserve"> چنانچه ممكن باشد بايد نگذارد دوباره به جاى سجده برسد و اين يك سجده حساب مى شود</w:t>
      </w:r>
      <w:r w:rsidR="000C4B14">
        <w:rPr>
          <w:rtl/>
          <w:lang w:bidi="fa-IR"/>
        </w:rPr>
        <w:t>،</w:t>
      </w:r>
      <w:r w:rsidRPr="003E3506">
        <w:rPr>
          <w:rtl/>
          <w:lang w:bidi="fa-IR"/>
        </w:rPr>
        <w:t xml:space="preserve"> چه ذكر سجده را گفته باشد يا نه</w:t>
      </w:r>
      <w:r w:rsidR="000C4B14">
        <w:rPr>
          <w:rtl/>
          <w:lang w:bidi="fa-IR"/>
        </w:rPr>
        <w:t>.</w:t>
      </w:r>
    </w:p>
    <w:p w:rsidR="003E3506" w:rsidRPr="003E3506" w:rsidRDefault="003E3506" w:rsidP="003E3506">
      <w:pPr>
        <w:pStyle w:val="libNormal"/>
        <w:rPr>
          <w:lang w:bidi="fa-IR"/>
        </w:rPr>
      </w:pPr>
      <w:r w:rsidRPr="003E3506">
        <w:rPr>
          <w:rtl/>
          <w:lang w:bidi="fa-IR"/>
        </w:rPr>
        <w:t>و اگر نتواند سر را نگهدارد و بى اختيار دوباره به جاى سجده برسد</w:t>
      </w:r>
      <w:r w:rsidR="000C4B14">
        <w:rPr>
          <w:rtl/>
          <w:lang w:bidi="fa-IR"/>
        </w:rPr>
        <w:t>،</w:t>
      </w:r>
      <w:r w:rsidRPr="003E3506">
        <w:rPr>
          <w:rtl/>
          <w:lang w:bidi="fa-IR"/>
        </w:rPr>
        <w:t xml:space="preserve"> همان يك سجده حساب مى شود ولى اگر ذكر نگفته باشد احتياط مستحب آن است كه آن را به قصد قربت مطلقه بگويد.</w:t>
      </w:r>
    </w:p>
    <w:p w:rsidR="003E3506" w:rsidRPr="003E3506" w:rsidRDefault="003E3506" w:rsidP="003E3506">
      <w:pPr>
        <w:pStyle w:val="libNormal"/>
        <w:rPr>
          <w:lang w:bidi="fa-IR"/>
        </w:rPr>
      </w:pPr>
      <w:r w:rsidRPr="003E3506">
        <w:rPr>
          <w:rtl/>
          <w:lang w:bidi="fa-IR"/>
        </w:rPr>
        <w:t>١٠٨١ - جايى كه انسان بايد تقيه كند مى تواند بر فرش و مانند آن سجده نمايد</w:t>
      </w:r>
      <w:r w:rsidR="000C4B14">
        <w:rPr>
          <w:rtl/>
          <w:lang w:bidi="fa-IR"/>
        </w:rPr>
        <w:t>،</w:t>
      </w:r>
      <w:r w:rsidRPr="003E3506">
        <w:rPr>
          <w:rtl/>
          <w:lang w:bidi="fa-IR"/>
        </w:rPr>
        <w:t xml:space="preserve"> و لازم نيست براى نماز به جاى ديگر برود يا نماز را تاخير بيندازد تا در همان جا بعد از رفع سبب تقيه بجا آورد.</w:t>
      </w:r>
    </w:p>
    <w:p w:rsidR="003E3506" w:rsidRPr="003E3506" w:rsidRDefault="003E3506" w:rsidP="003E3506">
      <w:pPr>
        <w:pStyle w:val="libNormal"/>
        <w:rPr>
          <w:lang w:bidi="fa-IR"/>
        </w:rPr>
      </w:pPr>
      <w:r w:rsidRPr="003E3506">
        <w:rPr>
          <w:rtl/>
          <w:lang w:bidi="fa-IR"/>
        </w:rPr>
        <w:t>ولى اگر بتواند بر حصير يا چيزى كه سجده بر آن صحيح مى باشد</w:t>
      </w:r>
      <w:r w:rsidR="000C4B14">
        <w:rPr>
          <w:rtl/>
          <w:lang w:bidi="fa-IR"/>
        </w:rPr>
        <w:t>،</w:t>
      </w:r>
      <w:r w:rsidRPr="003E3506">
        <w:rPr>
          <w:rtl/>
          <w:lang w:bidi="fa-IR"/>
        </w:rPr>
        <w:t xml:space="preserve"> طورى سجده كند كه مخالفت تقيه نكرده باشد نبايد بر فرش و مانند آن سجده نمايد. ١٠٨٢ - اگر روى تشك پر و مانند آن سجده كند</w:t>
      </w:r>
      <w:r w:rsidR="000C4B14">
        <w:rPr>
          <w:rtl/>
          <w:lang w:bidi="fa-IR"/>
        </w:rPr>
        <w:t>،</w:t>
      </w:r>
      <w:r w:rsidRPr="003E3506">
        <w:rPr>
          <w:rtl/>
          <w:lang w:bidi="fa-IR"/>
        </w:rPr>
        <w:t xml:space="preserve"> در صورتى كه بدن روى آن آرام نگيرد باطل است</w:t>
      </w:r>
      <w:r w:rsidR="000C4B14">
        <w:rPr>
          <w:rtl/>
          <w:lang w:bidi="fa-IR"/>
        </w:rPr>
        <w:t>.</w:t>
      </w:r>
    </w:p>
    <w:p w:rsidR="003E3506" w:rsidRPr="003E3506" w:rsidRDefault="003E3506" w:rsidP="003E3506">
      <w:pPr>
        <w:pStyle w:val="libNormal"/>
        <w:rPr>
          <w:lang w:bidi="fa-IR"/>
        </w:rPr>
      </w:pPr>
      <w:r w:rsidRPr="003E3506">
        <w:rPr>
          <w:rtl/>
          <w:lang w:bidi="fa-IR"/>
        </w:rPr>
        <w:t>١٠٨٣ - اگر انسان ناچار شود كه در زمين گل نماز بخواند</w:t>
      </w:r>
      <w:r w:rsidR="000C4B14">
        <w:rPr>
          <w:rtl/>
          <w:lang w:bidi="fa-IR"/>
        </w:rPr>
        <w:t>،</w:t>
      </w:r>
      <w:r w:rsidRPr="003E3506">
        <w:rPr>
          <w:rtl/>
          <w:lang w:bidi="fa-IR"/>
        </w:rPr>
        <w:t xml:space="preserve"> چنانچه آلوده شدن بدن و لباس براى مشقت ندارد</w:t>
      </w:r>
      <w:r w:rsidR="000C4B14">
        <w:rPr>
          <w:rtl/>
          <w:lang w:bidi="fa-IR"/>
        </w:rPr>
        <w:t>،</w:t>
      </w:r>
      <w:r w:rsidRPr="003E3506">
        <w:rPr>
          <w:rtl/>
          <w:lang w:bidi="fa-IR"/>
        </w:rPr>
        <w:t xml:space="preserve"> بايد سجده و تشهد را به طور معمول بجا آورد و اگر مشقت دارد</w:t>
      </w:r>
      <w:r w:rsidR="000C4B14">
        <w:rPr>
          <w:rtl/>
          <w:lang w:bidi="fa-IR"/>
        </w:rPr>
        <w:t>،</w:t>
      </w:r>
      <w:r w:rsidRPr="003E3506">
        <w:rPr>
          <w:rtl/>
          <w:lang w:bidi="fa-IR"/>
        </w:rPr>
        <w:t xml:space="preserve"> در حالى كه ايستاده</w:t>
      </w:r>
      <w:r w:rsidR="000C4B14">
        <w:rPr>
          <w:rtl/>
          <w:lang w:bidi="fa-IR"/>
        </w:rPr>
        <w:t>،</w:t>
      </w:r>
      <w:r w:rsidRPr="003E3506">
        <w:rPr>
          <w:rtl/>
          <w:lang w:bidi="fa-IR"/>
        </w:rPr>
        <w:t xml:space="preserve"> براى سجده با سر اشاره كند و تشهد را ايستاده بخواند و نمازش صحيح است</w:t>
      </w:r>
      <w:r w:rsidR="000C4B14">
        <w:rPr>
          <w:rtl/>
          <w:lang w:bidi="fa-IR"/>
        </w:rPr>
        <w:t>.</w:t>
      </w:r>
    </w:p>
    <w:p w:rsidR="003E3506" w:rsidRPr="003E3506" w:rsidRDefault="003E3506" w:rsidP="003E3506">
      <w:pPr>
        <w:pStyle w:val="libNormal"/>
        <w:rPr>
          <w:lang w:bidi="fa-IR"/>
        </w:rPr>
      </w:pPr>
      <w:r w:rsidRPr="003E3506">
        <w:rPr>
          <w:rtl/>
          <w:lang w:bidi="fa-IR"/>
        </w:rPr>
        <w:t>١٠٨٤ - در ركعت اول و ركعت سومى كه تشهد ندارد</w:t>
      </w:r>
      <w:r w:rsidR="000C4B14">
        <w:rPr>
          <w:rtl/>
          <w:lang w:bidi="fa-IR"/>
        </w:rPr>
        <w:t>،</w:t>
      </w:r>
      <w:r w:rsidRPr="003E3506">
        <w:rPr>
          <w:rtl/>
          <w:lang w:bidi="fa-IR"/>
        </w:rPr>
        <w:t xml:space="preserve"> مثل ركعت سوم نماز ظهر و عصر و عشا احتياط واجب اين است كه بعد از سجده دوم قدرى بى حركت بنشيند و بعد برخيزد.</w:t>
      </w:r>
    </w:p>
    <w:p w:rsidR="003E3506" w:rsidRPr="003E3506" w:rsidRDefault="000C32B2" w:rsidP="003E3506">
      <w:pPr>
        <w:pStyle w:val="libNormal"/>
        <w:rPr>
          <w:lang w:bidi="fa-IR"/>
        </w:rPr>
      </w:pPr>
      <w:r>
        <w:rPr>
          <w:rtl/>
          <w:lang w:bidi="fa-IR"/>
        </w:rPr>
        <w:br w:type="page"/>
      </w:r>
    </w:p>
    <w:p w:rsidR="003E3506" w:rsidRDefault="00605FAB" w:rsidP="000C32B2">
      <w:pPr>
        <w:pStyle w:val="Heading3"/>
        <w:rPr>
          <w:rtl/>
          <w:lang w:bidi="fa-IR"/>
        </w:rPr>
      </w:pPr>
      <w:bookmarkStart w:id="121" w:name="_Toc24454544"/>
      <w:r>
        <w:rPr>
          <w:rtl/>
          <w:lang w:bidi="fa-IR"/>
        </w:rPr>
        <w:t>(</w:t>
      </w:r>
      <w:r w:rsidR="003E3506" w:rsidRPr="003E3506">
        <w:rPr>
          <w:rtl/>
          <w:lang w:bidi="fa-IR"/>
        </w:rPr>
        <w:t>چيزهايى كه سجده بر آنها صحيح است</w:t>
      </w:r>
      <w:r>
        <w:rPr>
          <w:rtl/>
          <w:lang w:bidi="fa-IR"/>
        </w:rPr>
        <w:t>)</w:t>
      </w:r>
      <w:bookmarkEnd w:id="121"/>
    </w:p>
    <w:p w:rsidR="003E3506" w:rsidRPr="003E3506" w:rsidRDefault="003E3506" w:rsidP="003E3506">
      <w:pPr>
        <w:pStyle w:val="libNormal"/>
        <w:rPr>
          <w:lang w:bidi="fa-IR"/>
        </w:rPr>
      </w:pPr>
      <w:r w:rsidRPr="003E3506">
        <w:rPr>
          <w:rtl/>
          <w:lang w:bidi="fa-IR"/>
        </w:rPr>
        <w:t>١٠٨٥ - بايد بر زمين و چيزهاى غير خوراكى و پوشاكى كه از زمين مى رويد مانند چوب و برگ درخت سجده كرد و سجده بر چيزهاى خوراكى و پوشاكى مانند گندم و جو و پنبه و آنچه كه از اجزاء زمين شمرده نشود مانند طلا و نقره و امثال اينها صحيح نيست</w:t>
      </w:r>
      <w:r w:rsidR="000C4B14">
        <w:rPr>
          <w:rtl/>
          <w:lang w:bidi="fa-IR"/>
        </w:rPr>
        <w:t>،</w:t>
      </w:r>
      <w:r w:rsidRPr="003E3506">
        <w:rPr>
          <w:rtl/>
          <w:lang w:bidi="fa-IR"/>
        </w:rPr>
        <w:t xml:space="preserve"> ولى قير و زفت در موقع ناچارى بر چيزهاى ديگرى كه سجود بر آنها صحيح نيست مقدم مى باشند.</w:t>
      </w:r>
    </w:p>
    <w:p w:rsidR="000C32B2" w:rsidRDefault="003E3506" w:rsidP="003E3506">
      <w:pPr>
        <w:pStyle w:val="libNormal"/>
        <w:rPr>
          <w:rtl/>
          <w:lang w:bidi="fa-IR"/>
        </w:rPr>
      </w:pPr>
      <w:r w:rsidRPr="003E3506">
        <w:rPr>
          <w:rtl/>
          <w:lang w:bidi="fa-IR"/>
        </w:rPr>
        <w:t>١٠٨٦ - سجده كردن بر برگ مو در زمانى كه لطيف است و خوردن آن معمول مى باشد جايز نيست و در غير اين صورت سجده كردن بر آن ظاهرا اشكال ندارد.</w:t>
      </w:r>
    </w:p>
    <w:p w:rsidR="003E3506" w:rsidRPr="003E3506" w:rsidRDefault="003E3506" w:rsidP="003E3506">
      <w:pPr>
        <w:pStyle w:val="libNormal"/>
        <w:rPr>
          <w:lang w:bidi="fa-IR"/>
        </w:rPr>
      </w:pPr>
      <w:r w:rsidRPr="003E3506">
        <w:rPr>
          <w:rtl/>
          <w:lang w:bidi="fa-IR"/>
        </w:rPr>
        <w:t>١٠٨٧ - سجده بر چيزهايى كه از زمين مى رويد و خوراك حيوان است مثل علف و كاه صحيح است</w:t>
      </w:r>
      <w:r w:rsidR="000C4B14">
        <w:rPr>
          <w:rtl/>
          <w:lang w:bidi="fa-IR"/>
        </w:rPr>
        <w:t>.</w:t>
      </w:r>
    </w:p>
    <w:p w:rsidR="003E3506" w:rsidRPr="003E3506" w:rsidRDefault="003E3506" w:rsidP="003E3506">
      <w:pPr>
        <w:pStyle w:val="libNormal"/>
        <w:rPr>
          <w:lang w:bidi="fa-IR"/>
        </w:rPr>
      </w:pPr>
      <w:r w:rsidRPr="003E3506">
        <w:rPr>
          <w:rtl/>
          <w:lang w:bidi="fa-IR"/>
        </w:rPr>
        <w:t>١٠٨٨ - سجده بر گل</w:t>
      </w:r>
      <w:r w:rsidR="000C32B2">
        <w:rPr>
          <w:rFonts w:hint="cs"/>
          <w:rtl/>
          <w:lang w:bidi="fa-IR"/>
        </w:rPr>
        <w:t xml:space="preserve"> </w:t>
      </w:r>
      <w:r w:rsidRPr="003E3506">
        <w:rPr>
          <w:rtl/>
          <w:lang w:bidi="fa-IR"/>
        </w:rPr>
        <w:t>هايى كه خوراكى نيستند</w:t>
      </w:r>
      <w:r w:rsidR="000C4B14">
        <w:rPr>
          <w:rtl/>
          <w:lang w:bidi="fa-IR"/>
        </w:rPr>
        <w:t>،</w:t>
      </w:r>
      <w:r w:rsidRPr="003E3506">
        <w:rPr>
          <w:rtl/>
          <w:lang w:bidi="fa-IR"/>
        </w:rPr>
        <w:t xml:space="preserve"> صحيح است</w:t>
      </w:r>
      <w:r w:rsidR="000C4B14">
        <w:rPr>
          <w:rtl/>
          <w:lang w:bidi="fa-IR"/>
        </w:rPr>
        <w:t>،</w:t>
      </w:r>
      <w:r w:rsidRPr="003E3506">
        <w:rPr>
          <w:rtl/>
          <w:lang w:bidi="fa-IR"/>
        </w:rPr>
        <w:t xml:space="preserve"> بلكه سجده بر دواهاى خوراكى كه از زمين مى رويد و آن را دم كرده يا مى جوشانند و آبش را مى نوشند مانند گل بنفشه و گل گاو زبان نيز صحيح است</w:t>
      </w:r>
      <w:r w:rsidR="000C4B14">
        <w:rPr>
          <w:rtl/>
          <w:lang w:bidi="fa-IR"/>
        </w:rPr>
        <w:t>.</w:t>
      </w:r>
    </w:p>
    <w:p w:rsidR="003E3506" w:rsidRPr="003E3506" w:rsidRDefault="003E3506" w:rsidP="003E3506">
      <w:pPr>
        <w:pStyle w:val="libNormal"/>
        <w:rPr>
          <w:lang w:bidi="fa-IR"/>
        </w:rPr>
      </w:pPr>
      <w:r w:rsidRPr="003E3506">
        <w:rPr>
          <w:rtl/>
          <w:lang w:bidi="fa-IR"/>
        </w:rPr>
        <w:t>١٠٨٩ - سجده بر گياهى كه خوردن آن در بعضى از شهرها معمول است و در شهرهاى ديگر معمول نيست هر چند در آنجاها هم خوردنى محسوب مى شود</w:t>
      </w:r>
      <w:r w:rsidR="000C4B14">
        <w:rPr>
          <w:rtl/>
          <w:lang w:bidi="fa-IR"/>
        </w:rPr>
        <w:t>،</w:t>
      </w:r>
      <w:r w:rsidRPr="003E3506">
        <w:rPr>
          <w:rtl/>
          <w:lang w:bidi="fa-IR"/>
        </w:rPr>
        <w:t xml:space="preserve"> و نيز سجده بر ميوه نارس صحيح نيست</w:t>
      </w:r>
      <w:r w:rsidR="000C4B14">
        <w:rPr>
          <w:rtl/>
          <w:lang w:bidi="fa-IR"/>
        </w:rPr>
        <w:t>.</w:t>
      </w:r>
    </w:p>
    <w:p w:rsidR="000C32B2" w:rsidRDefault="003E3506" w:rsidP="003E3506">
      <w:pPr>
        <w:pStyle w:val="libNormal"/>
        <w:rPr>
          <w:rtl/>
          <w:lang w:bidi="fa-IR"/>
        </w:rPr>
      </w:pPr>
      <w:r w:rsidRPr="003E3506">
        <w:rPr>
          <w:rtl/>
          <w:lang w:bidi="fa-IR"/>
        </w:rPr>
        <w:t>١٠٩٠ - سجده بر سنگ آهك و سنگ گچ صحيح است و احتياط مستحب آن است كه در حال اختيار به گچ و آهك پخته و آجر و كوزه گلى و مانند آن سجده نكنند.</w:t>
      </w:r>
    </w:p>
    <w:p w:rsidR="003E3506" w:rsidRPr="003E3506" w:rsidRDefault="003E3506" w:rsidP="003E3506">
      <w:pPr>
        <w:pStyle w:val="libNormal"/>
        <w:rPr>
          <w:lang w:bidi="fa-IR"/>
        </w:rPr>
      </w:pPr>
      <w:r w:rsidRPr="003E3506">
        <w:rPr>
          <w:rtl/>
          <w:lang w:bidi="fa-IR"/>
        </w:rPr>
        <w:t>١٠٩١ - اگر كاغذ را از چيزى كه سجده بر آن صحيح است - مانند چوب و كاه - ساخته باشند</w:t>
      </w:r>
      <w:r w:rsidR="000C4B14">
        <w:rPr>
          <w:rtl/>
          <w:lang w:bidi="fa-IR"/>
        </w:rPr>
        <w:t>،</w:t>
      </w:r>
      <w:r w:rsidRPr="003E3506">
        <w:rPr>
          <w:rtl/>
          <w:lang w:bidi="fa-IR"/>
        </w:rPr>
        <w:t xml:space="preserve"> مى شود بر آن سجده كرد و همچنين اگر از پنبه يا كتان ساخته شده باشد ولى اگر از حرير يا ابريشم و مانند اينها ساخته باشند سجده بر آن صحيح نيست</w:t>
      </w:r>
      <w:r w:rsidR="000C4B14">
        <w:rPr>
          <w:rtl/>
          <w:lang w:bidi="fa-IR"/>
        </w:rPr>
        <w:t>.</w:t>
      </w:r>
    </w:p>
    <w:p w:rsidR="003E3506" w:rsidRPr="003E3506" w:rsidRDefault="003E3506" w:rsidP="003E3506">
      <w:pPr>
        <w:pStyle w:val="libNormal"/>
        <w:rPr>
          <w:lang w:bidi="fa-IR"/>
        </w:rPr>
      </w:pPr>
      <w:r w:rsidRPr="003E3506">
        <w:rPr>
          <w:rtl/>
          <w:lang w:bidi="fa-IR"/>
        </w:rPr>
        <w:t xml:space="preserve">١٠٩٢ - براى سجده بهتر از هر چيز تربت حضرت سيد الشهداء </w:t>
      </w:r>
      <w:r w:rsidR="001B16BC" w:rsidRPr="001B16BC">
        <w:rPr>
          <w:rStyle w:val="libAlaemChar"/>
          <w:rtl/>
        </w:rPr>
        <w:t>عليه‌السلام</w:t>
      </w:r>
      <w:r w:rsidRPr="003E3506">
        <w:rPr>
          <w:rtl/>
          <w:lang w:bidi="fa-IR"/>
        </w:rPr>
        <w:t xml:space="preserve"> مى باشد</w:t>
      </w:r>
      <w:r w:rsidR="000C4B14">
        <w:rPr>
          <w:rtl/>
          <w:lang w:bidi="fa-IR"/>
        </w:rPr>
        <w:t>،</w:t>
      </w:r>
      <w:r w:rsidRPr="003E3506">
        <w:rPr>
          <w:rtl/>
          <w:lang w:bidi="fa-IR"/>
        </w:rPr>
        <w:t xml:space="preserve"> بعد از آن خاك</w:t>
      </w:r>
      <w:r w:rsidR="000C4B14">
        <w:rPr>
          <w:rtl/>
          <w:lang w:bidi="fa-IR"/>
        </w:rPr>
        <w:t>،</w:t>
      </w:r>
      <w:r w:rsidRPr="003E3506">
        <w:rPr>
          <w:rtl/>
          <w:lang w:bidi="fa-IR"/>
        </w:rPr>
        <w:t xml:space="preserve"> بعد از خاك سنگ و بعد از سنگ گياه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١٠٩٣ - اگر چيزى كه سجده بر آن صحيح است ندارد</w:t>
      </w:r>
      <w:r w:rsidR="000C4B14">
        <w:rPr>
          <w:rtl/>
          <w:lang w:bidi="fa-IR"/>
        </w:rPr>
        <w:t>،</w:t>
      </w:r>
      <w:r w:rsidRPr="003E3506">
        <w:rPr>
          <w:rtl/>
          <w:lang w:bidi="fa-IR"/>
        </w:rPr>
        <w:t xml:space="preserve"> يا اگر دارد به واسطه سرما يا گرماى زياد و مانند اينها نمى تواند بر آن سجده كند</w:t>
      </w:r>
      <w:r w:rsidR="000C4B14">
        <w:rPr>
          <w:rtl/>
          <w:lang w:bidi="fa-IR"/>
        </w:rPr>
        <w:t>،</w:t>
      </w:r>
      <w:r w:rsidRPr="003E3506">
        <w:rPr>
          <w:rtl/>
          <w:lang w:bidi="fa-IR"/>
        </w:rPr>
        <w:t xml:space="preserve"> سجده بر قير و زفت مقدم بر سجده بر غير آنها است ولى اگر سجده بر آنها ممكن نباشد بايد بر لباسش يا بر پشت دست يا چيز ديگر كه در حال اختيار سجده بر او جايز نيست سجده نمايد</w:t>
      </w:r>
      <w:r w:rsidR="000C4B14">
        <w:rPr>
          <w:rtl/>
          <w:lang w:bidi="fa-IR"/>
        </w:rPr>
        <w:t>،</w:t>
      </w:r>
      <w:r w:rsidRPr="003E3506">
        <w:rPr>
          <w:rtl/>
          <w:lang w:bidi="fa-IR"/>
        </w:rPr>
        <w:t xml:space="preserve"> ولى احتياط مستحب آن است كه تا سجده بر لباسش ممكن است</w:t>
      </w:r>
      <w:r w:rsidR="000C4B14">
        <w:rPr>
          <w:rtl/>
          <w:lang w:bidi="fa-IR"/>
        </w:rPr>
        <w:t>،</w:t>
      </w:r>
      <w:r w:rsidRPr="003E3506">
        <w:rPr>
          <w:rtl/>
          <w:lang w:bidi="fa-IR"/>
        </w:rPr>
        <w:t xml:space="preserve"> بر چيز ديگر سجده نكند.</w:t>
      </w:r>
    </w:p>
    <w:p w:rsidR="003E3506" w:rsidRPr="003E3506" w:rsidRDefault="003E3506" w:rsidP="003E3506">
      <w:pPr>
        <w:pStyle w:val="libNormal"/>
        <w:rPr>
          <w:lang w:bidi="fa-IR"/>
        </w:rPr>
      </w:pPr>
      <w:r w:rsidRPr="003E3506">
        <w:rPr>
          <w:rtl/>
          <w:lang w:bidi="fa-IR"/>
        </w:rPr>
        <w:t>١٠٩٤ - سجده بر گل و خاك سستى كه پيشانى روى آن آرام نمى گيرد باطل است</w:t>
      </w:r>
      <w:r w:rsidR="000C4B14">
        <w:rPr>
          <w:rtl/>
          <w:lang w:bidi="fa-IR"/>
        </w:rPr>
        <w:t>.</w:t>
      </w:r>
    </w:p>
    <w:p w:rsidR="003E3506" w:rsidRPr="003E3506" w:rsidRDefault="003E3506" w:rsidP="003E3506">
      <w:pPr>
        <w:pStyle w:val="libNormal"/>
        <w:rPr>
          <w:lang w:bidi="fa-IR"/>
        </w:rPr>
      </w:pPr>
      <w:r w:rsidRPr="003E3506">
        <w:rPr>
          <w:rtl/>
          <w:lang w:bidi="fa-IR"/>
        </w:rPr>
        <w:t>١٠٩٥ - اگر در سجده اول</w:t>
      </w:r>
      <w:r w:rsidR="000C4B14">
        <w:rPr>
          <w:rtl/>
          <w:lang w:bidi="fa-IR"/>
        </w:rPr>
        <w:t>،</w:t>
      </w:r>
      <w:r w:rsidRPr="003E3506">
        <w:rPr>
          <w:rtl/>
          <w:lang w:bidi="fa-IR"/>
        </w:rPr>
        <w:t xml:space="preserve"> مهر به پيشانى بچسبد بايد براى سجده دوم مهر را بر دارد.</w:t>
      </w:r>
    </w:p>
    <w:p w:rsidR="003E3506" w:rsidRPr="003E3506" w:rsidRDefault="003E3506" w:rsidP="003E3506">
      <w:pPr>
        <w:pStyle w:val="libNormal"/>
        <w:rPr>
          <w:lang w:bidi="fa-IR"/>
        </w:rPr>
      </w:pPr>
      <w:r w:rsidRPr="003E3506">
        <w:rPr>
          <w:rtl/>
          <w:lang w:bidi="fa-IR"/>
        </w:rPr>
        <w:t>١٠٩٦ - اگر در بين نماز چيزى كه بر آن سجده مى كند گم شود و چيزى كه سجده بر آن صحيح است نداشته باشد</w:t>
      </w:r>
      <w:r w:rsidR="000C4B14">
        <w:rPr>
          <w:rtl/>
          <w:lang w:bidi="fa-IR"/>
        </w:rPr>
        <w:t>،</w:t>
      </w:r>
      <w:r w:rsidRPr="003E3506">
        <w:rPr>
          <w:rtl/>
          <w:lang w:bidi="fa-IR"/>
        </w:rPr>
        <w:t xml:space="preserve"> مى تواند به ترتيبى كه در مساله </w:t>
      </w:r>
      <w:r w:rsidR="00605FAB">
        <w:rPr>
          <w:rtl/>
          <w:lang w:bidi="fa-IR"/>
        </w:rPr>
        <w:t>(</w:t>
      </w:r>
      <w:r w:rsidRPr="003E3506">
        <w:rPr>
          <w:rtl/>
          <w:lang w:bidi="fa-IR"/>
        </w:rPr>
        <w:t>١٠٩٣</w:t>
      </w:r>
      <w:r w:rsidR="00605FAB">
        <w:rPr>
          <w:rtl/>
          <w:lang w:bidi="fa-IR"/>
        </w:rPr>
        <w:t>)</w:t>
      </w:r>
      <w:r w:rsidRPr="003E3506">
        <w:rPr>
          <w:rtl/>
          <w:lang w:bidi="fa-IR"/>
        </w:rPr>
        <w:t xml:space="preserve"> گفته شد عمل نمايد خواه وقت تنگ باشد يا آنكه وسعت داشته باشد كه نماز را بشكند و آن را دوباره بخواند.</w:t>
      </w:r>
    </w:p>
    <w:p w:rsidR="003E3506" w:rsidRPr="003E3506" w:rsidRDefault="003E3506" w:rsidP="003E3506">
      <w:pPr>
        <w:pStyle w:val="libNormal"/>
        <w:rPr>
          <w:lang w:bidi="fa-IR"/>
        </w:rPr>
      </w:pPr>
      <w:r w:rsidRPr="003E3506">
        <w:rPr>
          <w:rtl/>
          <w:lang w:bidi="fa-IR"/>
        </w:rPr>
        <w:t>١٠٩٧ - هرگاه در حال سجده بفهمد پيشانى را بر چيزى گذاشته كه سجده بر آن باطل است</w:t>
      </w:r>
      <w:r w:rsidR="000C4B14">
        <w:rPr>
          <w:rtl/>
          <w:lang w:bidi="fa-IR"/>
        </w:rPr>
        <w:t>،</w:t>
      </w:r>
      <w:r w:rsidRPr="003E3506">
        <w:rPr>
          <w:rtl/>
          <w:lang w:bidi="fa-IR"/>
        </w:rPr>
        <w:t xml:space="preserve"> چنانچه پس از بجا آوردن ذكر واجب ملتفت شود مى تواند سر از سجده بردارد و نمازش را ادامه دهد و اگر قبل از بجا آوردن ذكر واجب ملتفت شود بايد پيشانى خود را به چيزى كه سجده بر آن صحيح است بكشد و ذكر واجب را انجام دهد ولى اگر كشيدن پيشانى ممكن نباشد مى تواند ذكر واجب را در همان حال بجا آورد و نمازش در هر دو صورت صحيح است</w:t>
      </w:r>
      <w:r w:rsidR="000C4B14">
        <w:rPr>
          <w:rtl/>
          <w:lang w:bidi="fa-IR"/>
        </w:rPr>
        <w:t>.</w:t>
      </w:r>
    </w:p>
    <w:p w:rsidR="003E3506" w:rsidRPr="003E3506" w:rsidRDefault="003E3506" w:rsidP="003E3506">
      <w:pPr>
        <w:pStyle w:val="libNormal"/>
        <w:rPr>
          <w:lang w:bidi="fa-IR"/>
        </w:rPr>
      </w:pPr>
      <w:r w:rsidRPr="003E3506">
        <w:rPr>
          <w:rtl/>
          <w:lang w:bidi="fa-IR"/>
        </w:rPr>
        <w:t>١٠٩٨ - اگر بعد از سجده بفهمد پيشانى را روى چيزى گذاشته كه سجده بر آن باطل است اشكال ندارد.</w:t>
      </w:r>
    </w:p>
    <w:p w:rsidR="003E3506" w:rsidRPr="003E3506" w:rsidRDefault="003E3506" w:rsidP="003E3506">
      <w:pPr>
        <w:pStyle w:val="libNormal"/>
        <w:rPr>
          <w:lang w:bidi="fa-IR"/>
        </w:rPr>
      </w:pPr>
      <w:r w:rsidRPr="003E3506">
        <w:rPr>
          <w:rtl/>
          <w:lang w:bidi="fa-IR"/>
        </w:rPr>
        <w:t>١٠٩٩ - سجده كردن بر غير خداوند متعال حرام مى باشد</w:t>
      </w:r>
      <w:r w:rsidR="000C4B14">
        <w:rPr>
          <w:rtl/>
          <w:lang w:bidi="fa-IR"/>
        </w:rPr>
        <w:t>،</w:t>
      </w:r>
      <w:r w:rsidRPr="003E3506">
        <w:rPr>
          <w:rtl/>
          <w:lang w:bidi="fa-IR"/>
        </w:rPr>
        <w:t xml:space="preserve"> و بعضى از مردم عوام كه مقابل قبر امامان </w:t>
      </w:r>
      <w:r w:rsidR="001B16BC" w:rsidRPr="001B16BC">
        <w:rPr>
          <w:rStyle w:val="libAlaemChar"/>
          <w:rtl/>
        </w:rPr>
        <w:t>عليهم‌السلام</w:t>
      </w:r>
      <w:r w:rsidRPr="003E3506">
        <w:rPr>
          <w:rtl/>
          <w:lang w:bidi="fa-IR"/>
        </w:rPr>
        <w:t xml:space="preserve"> پيشانى را به زمين مى گذارند اگر براى شكر خداوند متعال باشد</w:t>
      </w:r>
      <w:r w:rsidR="000C4B14">
        <w:rPr>
          <w:rtl/>
          <w:lang w:bidi="fa-IR"/>
        </w:rPr>
        <w:t>،</w:t>
      </w:r>
      <w:r w:rsidRPr="003E3506">
        <w:rPr>
          <w:rtl/>
          <w:lang w:bidi="fa-IR"/>
        </w:rPr>
        <w:t xml:space="preserve"> اشكال ندارد و گرنه حرام است</w:t>
      </w:r>
      <w:r w:rsidR="000C4B14">
        <w:rPr>
          <w:rtl/>
          <w:lang w:bidi="fa-IR"/>
        </w:rPr>
        <w:t>.</w:t>
      </w:r>
    </w:p>
    <w:p w:rsidR="003E3506" w:rsidRPr="003E3506" w:rsidRDefault="000C32B2" w:rsidP="003E3506">
      <w:pPr>
        <w:pStyle w:val="libNormal"/>
        <w:rPr>
          <w:lang w:bidi="fa-IR"/>
        </w:rPr>
      </w:pPr>
      <w:r>
        <w:rPr>
          <w:rtl/>
          <w:lang w:bidi="fa-IR"/>
        </w:rPr>
        <w:br w:type="page"/>
      </w:r>
    </w:p>
    <w:p w:rsidR="003E3506" w:rsidRDefault="00605FAB" w:rsidP="000C32B2">
      <w:pPr>
        <w:pStyle w:val="Heading3"/>
        <w:rPr>
          <w:rtl/>
          <w:lang w:bidi="fa-IR"/>
        </w:rPr>
      </w:pPr>
      <w:bookmarkStart w:id="122" w:name="_Toc24454545"/>
      <w:r>
        <w:rPr>
          <w:rtl/>
          <w:lang w:bidi="fa-IR"/>
        </w:rPr>
        <w:t>(</w:t>
      </w:r>
      <w:r w:rsidR="003E3506" w:rsidRPr="003E3506">
        <w:rPr>
          <w:rtl/>
          <w:lang w:bidi="fa-IR"/>
        </w:rPr>
        <w:t>مستحبات و مكروهات سجده</w:t>
      </w:r>
      <w:r>
        <w:rPr>
          <w:rtl/>
          <w:lang w:bidi="fa-IR"/>
        </w:rPr>
        <w:t>)</w:t>
      </w:r>
      <w:bookmarkEnd w:id="122"/>
    </w:p>
    <w:p w:rsidR="003E3506" w:rsidRPr="003E3506" w:rsidRDefault="003E3506" w:rsidP="003E3506">
      <w:pPr>
        <w:pStyle w:val="libNormal"/>
        <w:rPr>
          <w:lang w:bidi="fa-IR"/>
        </w:rPr>
      </w:pPr>
      <w:r w:rsidRPr="003E3506">
        <w:rPr>
          <w:rtl/>
          <w:lang w:bidi="fa-IR"/>
        </w:rPr>
        <w:t>١١٠٠ - در سجده چند چيز مستحب است</w:t>
      </w:r>
      <w:r w:rsidR="00553569">
        <w:rPr>
          <w:rtl/>
          <w:lang w:bidi="fa-IR"/>
        </w:rPr>
        <w:t>:</w:t>
      </w:r>
      <w:r w:rsidRPr="003E3506">
        <w:rPr>
          <w:rtl/>
          <w:lang w:bidi="fa-IR"/>
        </w:rPr>
        <w:t xml:space="preserve"> ١ - كسى كه ايستاده نماز مى خواند بعد از آنكه سر از ركوع برداشت و كاملا ايستاد</w:t>
      </w:r>
      <w:r w:rsidR="000C4B14">
        <w:rPr>
          <w:rtl/>
          <w:lang w:bidi="fa-IR"/>
        </w:rPr>
        <w:t>،</w:t>
      </w:r>
      <w:r w:rsidRPr="003E3506">
        <w:rPr>
          <w:rtl/>
          <w:lang w:bidi="fa-IR"/>
        </w:rPr>
        <w:t xml:space="preserve"> و كسى كه نشسته نماز مى خواند بعد از آنكه كاملا نشست</w:t>
      </w:r>
      <w:r w:rsidR="000C4B14">
        <w:rPr>
          <w:rtl/>
          <w:lang w:bidi="fa-IR"/>
        </w:rPr>
        <w:t>،</w:t>
      </w:r>
      <w:r w:rsidRPr="003E3506">
        <w:rPr>
          <w:rtl/>
          <w:lang w:bidi="fa-IR"/>
        </w:rPr>
        <w:t xml:space="preserve"> براى رفتن به سجده تكبير بگويد.</w:t>
      </w:r>
    </w:p>
    <w:p w:rsidR="003E3506" w:rsidRPr="003E3506" w:rsidRDefault="003E3506" w:rsidP="003E3506">
      <w:pPr>
        <w:pStyle w:val="libNormal"/>
        <w:rPr>
          <w:lang w:bidi="fa-IR"/>
        </w:rPr>
      </w:pPr>
      <w:r w:rsidRPr="003E3506">
        <w:rPr>
          <w:rtl/>
          <w:lang w:bidi="fa-IR"/>
        </w:rPr>
        <w:t>٢ - موقعى كه مى خواهد به سجده برود</w:t>
      </w:r>
      <w:r w:rsidR="000C4B14">
        <w:rPr>
          <w:rtl/>
          <w:lang w:bidi="fa-IR"/>
        </w:rPr>
        <w:t>،</w:t>
      </w:r>
      <w:r w:rsidRPr="003E3506">
        <w:rPr>
          <w:rtl/>
          <w:lang w:bidi="fa-IR"/>
        </w:rPr>
        <w:t xml:space="preserve"> مرد اول دست</w:t>
      </w:r>
      <w:r w:rsidR="009D2002">
        <w:rPr>
          <w:rFonts w:hint="cs"/>
          <w:rtl/>
          <w:lang w:bidi="fa-IR"/>
        </w:rPr>
        <w:t xml:space="preserve"> </w:t>
      </w:r>
      <w:r w:rsidRPr="003E3506">
        <w:rPr>
          <w:rtl/>
          <w:lang w:bidi="fa-IR"/>
        </w:rPr>
        <w:t>ها را</w:t>
      </w:r>
      <w:r w:rsidR="000C4B14">
        <w:rPr>
          <w:rtl/>
          <w:lang w:bidi="fa-IR"/>
        </w:rPr>
        <w:t>،</w:t>
      </w:r>
      <w:r w:rsidRPr="003E3506">
        <w:rPr>
          <w:rtl/>
          <w:lang w:bidi="fa-IR"/>
        </w:rPr>
        <w:t xml:space="preserve"> و زن اول زانوها را به زمين بگذارد.</w:t>
      </w:r>
    </w:p>
    <w:p w:rsidR="009D2002" w:rsidRDefault="003E3506" w:rsidP="003E3506">
      <w:pPr>
        <w:pStyle w:val="libNormal"/>
        <w:rPr>
          <w:rtl/>
          <w:lang w:bidi="fa-IR"/>
        </w:rPr>
      </w:pPr>
      <w:r w:rsidRPr="003E3506">
        <w:rPr>
          <w:rtl/>
          <w:lang w:bidi="fa-IR"/>
        </w:rPr>
        <w:t>٣ - بينى را به مهر يا چيزى كه سجده بر آن صحيح است بگذارد.</w:t>
      </w:r>
    </w:p>
    <w:p w:rsidR="003E3506" w:rsidRPr="003E3506" w:rsidRDefault="003E3506" w:rsidP="003E3506">
      <w:pPr>
        <w:pStyle w:val="libNormal"/>
        <w:rPr>
          <w:lang w:bidi="fa-IR"/>
        </w:rPr>
      </w:pPr>
      <w:r w:rsidRPr="003E3506">
        <w:rPr>
          <w:rtl/>
          <w:lang w:bidi="fa-IR"/>
        </w:rPr>
        <w:t>٤ - در حال سجده انگشتان دست را به هم بچسباند و برابر گوش بگذارد به طورى كه سر آنها رو به قبله باشد.</w:t>
      </w:r>
    </w:p>
    <w:p w:rsidR="003E3506" w:rsidRPr="003E3506" w:rsidRDefault="003E3506" w:rsidP="009D2002">
      <w:pPr>
        <w:pStyle w:val="libNormal"/>
        <w:rPr>
          <w:lang w:bidi="fa-IR"/>
        </w:rPr>
      </w:pPr>
      <w:r w:rsidRPr="003E3506">
        <w:rPr>
          <w:rtl/>
          <w:lang w:bidi="fa-IR"/>
        </w:rPr>
        <w:t>٥ - در سجده دعا كند و از خدا حاجت بخواهد و اين دعا را بخواند</w:t>
      </w:r>
      <w:r w:rsidR="00553569">
        <w:rPr>
          <w:rtl/>
          <w:lang w:bidi="fa-IR"/>
        </w:rPr>
        <w:t>:</w:t>
      </w:r>
      <w:r w:rsidRPr="003E3506">
        <w:rPr>
          <w:rtl/>
          <w:lang w:bidi="fa-IR"/>
        </w:rPr>
        <w:t xml:space="preserve"> </w:t>
      </w:r>
      <w:r w:rsidR="009D2002">
        <w:rPr>
          <w:rFonts w:hint="cs"/>
          <w:rtl/>
          <w:lang w:bidi="fa-IR"/>
        </w:rPr>
        <w:t>«</w:t>
      </w:r>
      <w:r w:rsidR="009D2002" w:rsidRPr="009D2002">
        <w:rPr>
          <w:rStyle w:val="libHadeesChar"/>
          <w:rtl/>
          <w:lang w:bidi="fa-IR"/>
        </w:rPr>
        <w:t>يا خَيْرَ الْمَسْئُولينَ وَ يا خَيْرَ الْمُعْطينَ اُرْزُقْنى وَارْزُقْ عِيالى مِنْ فَضْلِكَ ف</w:t>
      </w:r>
      <w:r w:rsidR="009D2002" w:rsidRPr="009D2002">
        <w:rPr>
          <w:rStyle w:val="libHadeesChar"/>
          <w:rtl/>
        </w:rPr>
        <w:t>َاِنَّكَ ذُوالْفَضْلِ الْعَظيمِ</w:t>
      </w:r>
      <w:r w:rsidR="009D2002">
        <w:rPr>
          <w:rFonts w:hint="cs"/>
          <w:rtl/>
          <w:lang w:bidi="fa-IR"/>
        </w:rPr>
        <w:t>»؛</w:t>
      </w:r>
      <w:r w:rsidRPr="003E3506">
        <w:rPr>
          <w:rtl/>
          <w:lang w:bidi="fa-IR"/>
        </w:rPr>
        <w:t xml:space="preserve"> يعنى اى بهترين كسى كه از او سؤال مى كنند و اى بهترين عطا كنندگان از فضل خودت روزى بده به من و عيال من</w:t>
      </w:r>
      <w:r w:rsidR="000C4B14">
        <w:rPr>
          <w:rtl/>
          <w:lang w:bidi="fa-IR"/>
        </w:rPr>
        <w:t>،</w:t>
      </w:r>
      <w:r w:rsidRPr="003E3506">
        <w:rPr>
          <w:rtl/>
          <w:lang w:bidi="fa-IR"/>
        </w:rPr>
        <w:t xml:space="preserve"> پس به درستى كه تو داراى فضل بزرگى</w:t>
      </w:r>
      <w:r w:rsidR="000C4B14">
        <w:rPr>
          <w:rtl/>
          <w:lang w:bidi="fa-IR"/>
        </w:rPr>
        <w:t>.</w:t>
      </w:r>
    </w:p>
    <w:p w:rsidR="003E3506" w:rsidRPr="003E3506" w:rsidRDefault="003E3506" w:rsidP="003E3506">
      <w:pPr>
        <w:pStyle w:val="libNormal"/>
        <w:rPr>
          <w:lang w:bidi="fa-IR"/>
        </w:rPr>
      </w:pPr>
      <w:r w:rsidRPr="003E3506">
        <w:rPr>
          <w:rtl/>
          <w:lang w:bidi="fa-IR"/>
        </w:rPr>
        <w:t>٦ - بعد از سجده بر ران چپ بنشيند و روى پاى راست را بر كف پاى چپ بگذارد.</w:t>
      </w:r>
    </w:p>
    <w:p w:rsidR="003E3506" w:rsidRPr="003E3506" w:rsidRDefault="003E3506" w:rsidP="003E3506">
      <w:pPr>
        <w:pStyle w:val="libNormal"/>
        <w:rPr>
          <w:lang w:bidi="fa-IR"/>
        </w:rPr>
      </w:pPr>
      <w:r w:rsidRPr="003E3506">
        <w:rPr>
          <w:rtl/>
          <w:lang w:bidi="fa-IR"/>
        </w:rPr>
        <w:t>٧ - بعد از هر سجده وقتى نشست و بدنش آرام گرفت تكبير بگويد.</w:t>
      </w:r>
    </w:p>
    <w:p w:rsidR="003E3506" w:rsidRPr="003E3506" w:rsidRDefault="003E3506" w:rsidP="003E3506">
      <w:pPr>
        <w:pStyle w:val="libNormal"/>
        <w:rPr>
          <w:lang w:bidi="fa-IR"/>
        </w:rPr>
      </w:pPr>
      <w:r w:rsidRPr="003E3506">
        <w:rPr>
          <w:rtl/>
          <w:lang w:bidi="fa-IR"/>
        </w:rPr>
        <w:t>٨ - بعد از سجده اول بدنش كه آرام گرفت</w:t>
      </w:r>
      <w:r w:rsidR="00553569">
        <w:rPr>
          <w:rtl/>
          <w:lang w:bidi="fa-IR"/>
        </w:rPr>
        <w:t>:</w:t>
      </w:r>
      <w:r w:rsidRPr="003E3506">
        <w:rPr>
          <w:rtl/>
          <w:lang w:bidi="fa-IR"/>
        </w:rPr>
        <w:t xml:space="preserve"> استغفر اللّه ربي واتوب اليه بگويد.</w:t>
      </w:r>
    </w:p>
    <w:p w:rsidR="003E3506" w:rsidRPr="003E3506" w:rsidRDefault="003E3506" w:rsidP="003E3506">
      <w:pPr>
        <w:pStyle w:val="libNormal"/>
        <w:rPr>
          <w:lang w:bidi="fa-IR"/>
        </w:rPr>
      </w:pPr>
      <w:r w:rsidRPr="003E3506">
        <w:rPr>
          <w:rtl/>
          <w:lang w:bidi="fa-IR"/>
        </w:rPr>
        <w:t>٩ - سجده را طول بدهد و در موقع نشستن</w:t>
      </w:r>
      <w:r w:rsidR="000C4B14">
        <w:rPr>
          <w:rtl/>
          <w:lang w:bidi="fa-IR"/>
        </w:rPr>
        <w:t>،</w:t>
      </w:r>
      <w:r w:rsidRPr="003E3506">
        <w:rPr>
          <w:rtl/>
          <w:lang w:bidi="fa-IR"/>
        </w:rPr>
        <w:t xml:space="preserve"> دست</w:t>
      </w:r>
      <w:r w:rsidR="00144D7D">
        <w:rPr>
          <w:rFonts w:hint="cs"/>
          <w:rtl/>
          <w:lang w:bidi="fa-IR"/>
        </w:rPr>
        <w:t xml:space="preserve"> </w:t>
      </w:r>
      <w:r w:rsidRPr="003E3506">
        <w:rPr>
          <w:rtl/>
          <w:lang w:bidi="fa-IR"/>
        </w:rPr>
        <w:t>ها را روى ران</w:t>
      </w:r>
      <w:r w:rsidR="00144D7D">
        <w:rPr>
          <w:rFonts w:hint="cs"/>
          <w:rtl/>
          <w:lang w:bidi="fa-IR"/>
        </w:rPr>
        <w:t xml:space="preserve"> </w:t>
      </w:r>
      <w:r w:rsidRPr="003E3506">
        <w:rPr>
          <w:rtl/>
          <w:lang w:bidi="fa-IR"/>
        </w:rPr>
        <w:t>ها بگذارد.</w:t>
      </w:r>
    </w:p>
    <w:p w:rsidR="003E3506" w:rsidRPr="003E3506" w:rsidRDefault="003E3506" w:rsidP="003E3506">
      <w:pPr>
        <w:pStyle w:val="libNormal"/>
        <w:rPr>
          <w:lang w:bidi="fa-IR"/>
        </w:rPr>
      </w:pPr>
      <w:r w:rsidRPr="003E3506">
        <w:rPr>
          <w:rtl/>
          <w:lang w:bidi="fa-IR"/>
        </w:rPr>
        <w:t>١٠ - براى رفتن به سجده دوم</w:t>
      </w:r>
      <w:r w:rsidR="000C4B14">
        <w:rPr>
          <w:rtl/>
          <w:lang w:bidi="fa-IR"/>
        </w:rPr>
        <w:t>،</w:t>
      </w:r>
      <w:r w:rsidRPr="003E3506">
        <w:rPr>
          <w:rtl/>
          <w:lang w:bidi="fa-IR"/>
        </w:rPr>
        <w:t xml:space="preserve"> در حال آرامى بدن </w:t>
      </w:r>
      <w:r w:rsidR="00605FAB">
        <w:rPr>
          <w:rtl/>
          <w:lang w:bidi="fa-IR"/>
        </w:rPr>
        <w:t>(</w:t>
      </w:r>
      <w:r w:rsidRPr="003E3506">
        <w:rPr>
          <w:rtl/>
          <w:lang w:bidi="fa-IR"/>
        </w:rPr>
        <w:t>اللّه اكبر</w:t>
      </w:r>
      <w:r w:rsidR="00605FAB">
        <w:rPr>
          <w:rtl/>
          <w:lang w:bidi="fa-IR"/>
        </w:rPr>
        <w:t>)</w:t>
      </w:r>
      <w:r w:rsidRPr="003E3506">
        <w:rPr>
          <w:rtl/>
          <w:lang w:bidi="fa-IR"/>
        </w:rPr>
        <w:t xml:space="preserve"> بگويد.</w:t>
      </w:r>
    </w:p>
    <w:p w:rsidR="003E3506" w:rsidRPr="003E3506" w:rsidRDefault="003E3506" w:rsidP="003E3506">
      <w:pPr>
        <w:pStyle w:val="libNormal"/>
        <w:rPr>
          <w:lang w:bidi="fa-IR"/>
        </w:rPr>
      </w:pPr>
      <w:r w:rsidRPr="003E3506">
        <w:rPr>
          <w:rtl/>
          <w:lang w:bidi="fa-IR"/>
        </w:rPr>
        <w:t>١١ - در سجده ها صلوات بفرستد.</w:t>
      </w:r>
    </w:p>
    <w:p w:rsidR="003E3506" w:rsidRPr="003E3506" w:rsidRDefault="003E3506" w:rsidP="003E3506">
      <w:pPr>
        <w:pStyle w:val="libNormal"/>
        <w:rPr>
          <w:lang w:bidi="fa-IR"/>
        </w:rPr>
      </w:pPr>
      <w:r w:rsidRPr="003E3506">
        <w:rPr>
          <w:rtl/>
          <w:lang w:bidi="fa-IR"/>
        </w:rPr>
        <w:t>١٢ - در موقع بلند شدن</w:t>
      </w:r>
      <w:r w:rsidR="000C4B14">
        <w:rPr>
          <w:rtl/>
          <w:lang w:bidi="fa-IR"/>
        </w:rPr>
        <w:t>،</w:t>
      </w:r>
      <w:r w:rsidRPr="003E3506">
        <w:rPr>
          <w:rtl/>
          <w:lang w:bidi="fa-IR"/>
        </w:rPr>
        <w:t xml:space="preserve"> دست</w:t>
      </w:r>
      <w:r w:rsidR="00144D7D">
        <w:rPr>
          <w:rFonts w:hint="cs"/>
          <w:rtl/>
          <w:lang w:bidi="fa-IR"/>
        </w:rPr>
        <w:t xml:space="preserve"> </w:t>
      </w:r>
      <w:r w:rsidRPr="003E3506">
        <w:rPr>
          <w:rtl/>
          <w:lang w:bidi="fa-IR"/>
        </w:rPr>
        <w:t>ها را بعد از زانوها از زمين بردارد.</w:t>
      </w:r>
    </w:p>
    <w:p w:rsidR="003E3506" w:rsidRPr="003E3506" w:rsidRDefault="003E3506" w:rsidP="003E3506">
      <w:pPr>
        <w:pStyle w:val="libNormal"/>
        <w:rPr>
          <w:lang w:bidi="fa-IR"/>
        </w:rPr>
      </w:pPr>
      <w:r w:rsidRPr="003E3506">
        <w:rPr>
          <w:rtl/>
          <w:lang w:bidi="fa-IR"/>
        </w:rPr>
        <w:lastRenderedPageBreak/>
        <w:t>١٣ - مردها آرنج</w:t>
      </w:r>
      <w:r w:rsidR="00144D7D">
        <w:rPr>
          <w:rFonts w:hint="cs"/>
          <w:rtl/>
          <w:lang w:bidi="fa-IR"/>
        </w:rPr>
        <w:t xml:space="preserve"> </w:t>
      </w:r>
      <w:r w:rsidRPr="003E3506">
        <w:rPr>
          <w:rtl/>
          <w:lang w:bidi="fa-IR"/>
        </w:rPr>
        <w:t>ها و شكم را به زمين نچسبانند و بازوها را از پهلو جدا نگاه دارند و زن</w:t>
      </w:r>
      <w:r w:rsidR="00144D7D">
        <w:rPr>
          <w:rFonts w:hint="cs"/>
          <w:rtl/>
          <w:lang w:bidi="fa-IR"/>
        </w:rPr>
        <w:t xml:space="preserve"> </w:t>
      </w:r>
      <w:r w:rsidRPr="003E3506">
        <w:rPr>
          <w:rtl/>
          <w:lang w:bidi="fa-IR"/>
        </w:rPr>
        <w:t>ها آرنج</w:t>
      </w:r>
      <w:r w:rsidR="00144D7D">
        <w:rPr>
          <w:rFonts w:hint="cs"/>
          <w:rtl/>
          <w:lang w:bidi="fa-IR"/>
        </w:rPr>
        <w:t xml:space="preserve"> </w:t>
      </w:r>
      <w:r w:rsidRPr="003E3506">
        <w:rPr>
          <w:rtl/>
          <w:lang w:bidi="fa-IR"/>
        </w:rPr>
        <w:t>ها و شكم را بر زمين بگذارند و اعضاء بدن را به يكديگر بچسبانند و مستحبات ديگر سجده در كتاب</w:t>
      </w:r>
      <w:r w:rsidR="00144D7D">
        <w:rPr>
          <w:rFonts w:hint="cs"/>
          <w:rtl/>
          <w:lang w:bidi="fa-IR"/>
        </w:rPr>
        <w:t xml:space="preserve"> </w:t>
      </w:r>
      <w:r w:rsidRPr="003E3506">
        <w:rPr>
          <w:rtl/>
          <w:lang w:bidi="fa-IR"/>
        </w:rPr>
        <w:t>هاى مفصل گفته شده است</w:t>
      </w:r>
      <w:r w:rsidR="000C4B14">
        <w:rPr>
          <w:rtl/>
          <w:lang w:bidi="fa-IR"/>
        </w:rPr>
        <w:t>.</w:t>
      </w:r>
    </w:p>
    <w:p w:rsidR="003E3506" w:rsidRPr="003E3506" w:rsidRDefault="003E3506" w:rsidP="003E3506">
      <w:pPr>
        <w:pStyle w:val="libNormal"/>
        <w:rPr>
          <w:lang w:bidi="fa-IR"/>
        </w:rPr>
      </w:pPr>
      <w:r w:rsidRPr="003E3506">
        <w:rPr>
          <w:rtl/>
          <w:lang w:bidi="fa-IR"/>
        </w:rPr>
        <w:t>١١٠١ - قرآن خواندن در سجده مكروه است</w:t>
      </w:r>
      <w:r w:rsidR="000C4B14">
        <w:rPr>
          <w:rtl/>
          <w:lang w:bidi="fa-IR"/>
        </w:rPr>
        <w:t>.</w:t>
      </w:r>
    </w:p>
    <w:p w:rsidR="003C4EBF" w:rsidRDefault="003E3506" w:rsidP="003E3506">
      <w:pPr>
        <w:pStyle w:val="libNormal"/>
        <w:rPr>
          <w:rtl/>
          <w:lang w:bidi="fa-IR"/>
        </w:rPr>
      </w:pPr>
      <w:r w:rsidRPr="003E3506">
        <w:rPr>
          <w:rtl/>
          <w:lang w:bidi="fa-IR"/>
        </w:rPr>
        <w:t>و نيز مكروه است براى برطرف كردن گرد و غبار</w:t>
      </w:r>
      <w:r w:rsidR="000C4B14">
        <w:rPr>
          <w:rtl/>
          <w:lang w:bidi="fa-IR"/>
        </w:rPr>
        <w:t>،</w:t>
      </w:r>
      <w:r w:rsidRPr="003E3506">
        <w:rPr>
          <w:rtl/>
          <w:lang w:bidi="fa-IR"/>
        </w:rPr>
        <w:t xml:space="preserve"> جاى سجده را فوت كند</w:t>
      </w:r>
      <w:r w:rsidR="000C4B14">
        <w:rPr>
          <w:rtl/>
          <w:lang w:bidi="fa-IR"/>
        </w:rPr>
        <w:t>،</w:t>
      </w:r>
      <w:r w:rsidRPr="003E3506">
        <w:rPr>
          <w:rtl/>
          <w:lang w:bidi="fa-IR"/>
        </w:rPr>
        <w:t xml:space="preserve"> و اگر در اثر فوت كردن</w:t>
      </w:r>
      <w:r w:rsidR="000C4B14">
        <w:rPr>
          <w:rtl/>
          <w:lang w:bidi="fa-IR"/>
        </w:rPr>
        <w:t>،</w:t>
      </w:r>
      <w:r w:rsidRPr="003E3506">
        <w:rPr>
          <w:rtl/>
          <w:lang w:bidi="fa-IR"/>
        </w:rPr>
        <w:t xml:space="preserve"> دو حرف از دهان عمدا بيرون آيد</w:t>
      </w:r>
      <w:r w:rsidR="000C4B14">
        <w:rPr>
          <w:rtl/>
          <w:lang w:bidi="fa-IR"/>
        </w:rPr>
        <w:t>،</w:t>
      </w:r>
      <w:r w:rsidRPr="003E3506">
        <w:rPr>
          <w:rtl/>
          <w:lang w:bidi="fa-IR"/>
        </w:rPr>
        <w:t xml:space="preserve"> نماز بنابر احتياط باطل است و غير از اينها مكروهات ديگرى هم در كتابهاى مفصل گفته شده است</w:t>
      </w:r>
      <w:r w:rsidR="000C4B14">
        <w:rPr>
          <w:rtl/>
          <w:lang w:bidi="fa-IR"/>
        </w:rPr>
        <w:t>.</w:t>
      </w:r>
    </w:p>
    <w:p w:rsidR="003E3506" w:rsidRDefault="003C4EBF" w:rsidP="003E3506">
      <w:pPr>
        <w:pStyle w:val="libNormal"/>
        <w:rPr>
          <w:rtl/>
          <w:lang w:bidi="fa-IR"/>
        </w:rPr>
      </w:pPr>
      <w:r>
        <w:rPr>
          <w:rtl/>
          <w:lang w:bidi="fa-IR"/>
        </w:rPr>
        <w:br w:type="page"/>
      </w:r>
    </w:p>
    <w:p w:rsidR="003E3506" w:rsidRDefault="003E3506" w:rsidP="003C4EBF">
      <w:pPr>
        <w:pStyle w:val="Heading3"/>
        <w:rPr>
          <w:rtl/>
        </w:rPr>
      </w:pPr>
      <w:r w:rsidRPr="003E3506">
        <w:rPr>
          <w:rtl/>
        </w:rPr>
        <w:t xml:space="preserve"> </w:t>
      </w:r>
      <w:bookmarkStart w:id="123" w:name="_Toc24454546"/>
      <w:r w:rsidR="00605FAB">
        <w:rPr>
          <w:rtl/>
        </w:rPr>
        <w:t>(</w:t>
      </w:r>
      <w:r w:rsidRPr="003E3506">
        <w:rPr>
          <w:rtl/>
        </w:rPr>
        <w:t>سجده هاى واجب قرآن</w:t>
      </w:r>
      <w:r w:rsidR="00605FAB">
        <w:rPr>
          <w:rtl/>
        </w:rPr>
        <w:t>)</w:t>
      </w:r>
      <w:bookmarkEnd w:id="123"/>
    </w:p>
    <w:p w:rsidR="003E3506" w:rsidRPr="003E3506" w:rsidRDefault="003E3506" w:rsidP="003E3506">
      <w:pPr>
        <w:pStyle w:val="libNormal"/>
        <w:rPr>
          <w:lang w:bidi="fa-IR"/>
        </w:rPr>
      </w:pPr>
      <w:r w:rsidRPr="003E3506">
        <w:rPr>
          <w:rtl/>
          <w:lang w:bidi="fa-IR"/>
        </w:rPr>
        <w:t>١١٠٢ - در هر يك از چهار سوره والنجم</w:t>
      </w:r>
      <w:r w:rsidR="000C4B14">
        <w:rPr>
          <w:rtl/>
          <w:lang w:bidi="fa-IR"/>
        </w:rPr>
        <w:t>،</w:t>
      </w:r>
      <w:r w:rsidRPr="003E3506">
        <w:rPr>
          <w:rtl/>
          <w:lang w:bidi="fa-IR"/>
        </w:rPr>
        <w:t xml:space="preserve"> واقرا</w:t>
      </w:r>
      <w:r w:rsidR="000C4B14">
        <w:rPr>
          <w:rtl/>
          <w:lang w:bidi="fa-IR"/>
        </w:rPr>
        <w:t>،</w:t>
      </w:r>
      <w:r w:rsidRPr="003E3506">
        <w:rPr>
          <w:rtl/>
          <w:lang w:bidi="fa-IR"/>
        </w:rPr>
        <w:t xml:space="preserve"> والم تنزيل</w:t>
      </w:r>
      <w:r w:rsidR="000C4B14">
        <w:rPr>
          <w:rtl/>
          <w:lang w:bidi="fa-IR"/>
        </w:rPr>
        <w:t>،</w:t>
      </w:r>
      <w:r w:rsidRPr="003E3506">
        <w:rPr>
          <w:rtl/>
          <w:lang w:bidi="fa-IR"/>
        </w:rPr>
        <w:t xml:space="preserve"> و حم سجده يك آيه سجده است</w:t>
      </w:r>
      <w:r w:rsidR="000C4B14">
        <w:rPr>
          <w:rtl/>
          <w:lang w:bidi="fa-IR"/>
        </w:rPr>
        <w:t>،</w:t>
      </w:r>
      <w:r w:rsidRPr="003E3506">
        <w:rPr>
          <w:rtl/>
          <w:lang w:bidi="fa-IR"/>
        </w:rPr>
        <w:t xml:space="preserve"> كه اگر انسان بخواند يا گوش دهد</w:t>
      </w:r>
      <w:r w:rsidR="000C4B14">
        <w:rPr>
          <w:rtl/>
          <w:lang w:bidi="fa-IR"/>
        </w:rPr>
        <w:t>،</w:t>
      </w:r>
      <w:r w:rsidRPr="003E3506">
        <w:rPr>
          <w:rtl/>
          <w:lang w:bidi="fa-IR"/>
        </w:rPr>
        <w:t xml:space="preserve"> بعد از تمام شدن آن آيه</w:t>
      </w:r>
      <w:r w:rsidR="000C4B14">
        <w:rPr>
          <w:rtl/>
          <w:lang w:bidi="fa-IR"/>
        </w:rPr>
        <w:t>،</w:t>
      </w:r>
      <w:r w:rsidRPr="003E3506">
        <w:rPr>
          <w:rtl/>
          <w:lang w:bidi="fa-IR"/>
        </w:rPr>
        <w:t xml:space="preserve"> بايد فورا سجده كند و اگر فراموش كرد</w:t>
      </w:r>
      <w:r w:rsidR="000C4B14">
        <w:rPr>
          <w:rtl/>
          <w:lang w:bidi="fa-IR"/>
        </w:rPr>
        <w:t>،</w:t>
      </w:r>
      <w:r w:rsidRPr="003E3506">
        <w:rPr>
          <w:rtl/>
          <w:lang w:bidi="fa-IR"/>
        </w:rPr>
        <w:t xml:space="preserve"> هر وقت يادش آمد بايد سجده نمايد و ظاهر اين است كه در شنيدن بدون اختيار سجده واجب نيست اگر چه بهتر سجده نمودن است</w:t>
      </w:r>
      <w:r w:rsidR="000C4B14">
        <w:rPr>
          <w:rtl/>
          <w:lang w:bidi="fa-IR"/>
        </w:rPr>
        <w:t>.</w:t>
      </w:r>
    </w:p>
    <w:p w:rsidR="003E3506" w:rsidRPr="003E3506" w:rsidRDefault="003E3506" w:rsidP="003E3506">
      <w:pPr>
        <w:pStyle w:val="libNormal"/>
        <w:rPr>
          <w:lang w:bidi="fa-IR"/>
        </w:rPr>
      </w:pPr>
      <w:r w:rsidRPr="003E3506">
        <w:rPr>
          <w:rtl/>
          <w:lang w:bidi="fa-IR"/>
        </w:rPr>
        <w:t>١١٠٣ - اگر انسان موقعى كه آيه سجده را گوش دهد خودش نيز بخواند</w:t>
      </w:r>
      <w:r w:rsidR="000C4B14">
        <w:rPr>
          <w:rtl/>
          <w:lang w:bidi="fa-IR"/>
        </w:rPr>
        <w:t>،</w:t>
      </w:r>
      <w:r w:rsidRPr="003E3506">
        <w:rPr>
          <w:rtl/>
          <w:lang w:bidi="fa-IR"/>
        </w:rPr>
        <w:t xml:space="preserve"> بايد دو سجده نمايد.</w:t>
      </w:r>
    </w:p>
    <w:p w:rsidR="003E3506" w:rsidRPr="003E3506" w:rsidRDefault="003E3506" w:rsidP="003E3506">
      <w:pPr>
        <w:pStyle w:val="libNormal"/>
        <w:rPr>
          <w:lang w:bidi="fa-IR"/>
        </w:rPr>
      </w:pPr>
      <w:r w:rsidRPr="003E3506">
        <w:rPr>
          <w:rtl/>
          <w:lang w:bidi="fa-IR"/>
        </w:rPr>
        <w:t>١١٠٤ - در غير نماز اگر در حال سجده آيه سجده را بخواند يا گوش كند</w:t>
      </w:r>
      <w:r w:rsidR="000C4B14">
        <w:rPr>
          <w:rtl/>
          <w:lang w:bidi="fa-IR"/>
        </w:rPr>
        <w:t>،</w:t>
      </w:r>
      <w:r w:rsidRPr="003E3506">
        <w:rPr>
          <w:rtl/>
          <w:lang w:bidi="fa-IR"/>
        </w:rPr>
        <w:t xml:space="preserve"> بايد سر از سجده بردارد و دوباره سجده كند.</w:t>
      </w:r>
    </w:p>
    <w:p w:rsidR="003E3506" w:rsidRPr="003E3506" w:rsidRDefault="003E3506" w:rsidP="003E3506">
      <w:pPr>
        <w:pStyle w:val="libNormal"/>
        <w:rPr>
          <w:lang w:bidi="fa-IR"/>
        </w:rPr>
      </w:pPr>
      <w:r w:rsidRPr="003E3506">
        <w:rPr>
          <w:rtl/>
          <w:lang w:bidi="fa-IR"/>
        </w:rPr>
        <w:t>١١٠٥ - اگر انسان از شخص خواب يا ديوانه يا از بچه اى كه قرآن را تشخيص نمى دهد آيه سجده را بشنود يا گوش دهد سجده واجب است</w:t>
      </w:r>
      <w:r w:rsidR="000C4B14">
        <w:rPr>
          <w:rtl/>
          <w:lang w:bidi="fa-IR"/>
        </w:rPr>
        <w:t>،</w:t>
      </w:r>
      <w:r w:rsidRPr="003E3506">
        <w:rPr>
          <w:rtl/>
          <w:lang w:bidi="fa-IR"/>
        </w:rPr>
        <w:t xml:space="preserve"> ولى اگر از گرامافون يا ضبط صوت بشنود سجده واجب نيست</w:t>
      </w:r>
      <w:r w:rsidR="000C4B14">
        <w:rPr>
          <w:rtl/>
          <w:lang w:bidi="fa-IR"/>
        </w:rPr>
        <w:t>،</w:t>
      </w:r>
      <w:r w:rsidRPr="003E3506">
        <w:rPr>
          <w:rtl/>
          <w:lang w:bidi="fa-IR"/>
        </w:rPr>
        <w:t xml:space="preserve"> و همچنين است راديو اگر به طور نوار ضبط صوت باشد</w:t>
      </w:r>
      <w:r w:rsidR="000C4B14">
        <w:rPr>
          <w:rtl/>
          <w:lang w:bidi="fa-IR"/>
        </w:rPr>
        <w:t>،</w:t>
      </w:r>
      <w:r w:rsidRPr="003E3506">
        <w:rPr>
          <w:rtl/>
          <w:lang w:bidi="fa-IR"/>
        </w:rPr>
        <w:t xml:space="preserve"> ولى اگر شخصى در ايستگاه راديو آيه سجده را بخواند و انسان به وسيله راديو گوش دهد سجده واجب است</w:t>
      </w:r>
      <w:r w:rsidR="000C4B14">
        <w:rPr>
          <w:rtl/>
          <w:lang w:bidi="fa-IR"/>
        </w:rPr>
        <w:t>.</w:t>
      </w:r>
    </w:p>
    <w:p w:rsidR="003E3506" w:rsidRPr="003E3506" w:rsidRDefault="003E3506" w:rsidP="003E3506">
      <w:pPr>
        <w:pStyle w:val="libNormal"/>
        <w:rPr>
          <w:lang w:bidi="fa-IR"/>
        </w:rPr>
      </w:pPr>
      <w:r w:rsidRPr="003E3506">
        <w:rPr>
          <w:rtl/>
          <w:lang w:bidi="fa-IR"/>
        </w:rPr>
        <w:t>١١٠٦ - در سجده واجب قرآن بنابر احتياط واجب بايد جاى انسان غصبى نباشد</w:t>
      </w:r>
      <w:r w:rsidR="000C4B14">
        <w:rPr>
          <w:rtl/>
          <w:lang w:bidi="fa-IR"/>
        </w:rPr>
        <w:t>،</w:t>
      </w:r>
      <w:r w:rsidRPr="003E3506">
        <w:rPr>
          <w:rtl/>
          <w:lang w:bidi="fa-IR"/>
        </w:rPr>
        <w:t xml:space="preserve"> و بنابر احتياط مستحب جاى پيشانى او از جاى زانوها و سر انگشتانش بيش از چهار انگشت بسته بلندتر يا پست تر نباشد</w:t>
      </w:r>
      <w:r w:rsidR="000C4B14">
        <w:rPr>
          <w:rtl/>
          <w:lang w:bidi="fa-IR"/>
        </w:rPr>
        <w:t>،</w:t>
      </w:r>
      <w:r w:rsidRPr="003E3506">
        <w:rPr>
          <w:rtl/>
          <w:lang w:bidi="fa-IR"/>
        </w:rPr>
        <w:t xml:space="preserve"> ولى لازم نيست با وضو يا غسل و رو به قبله باشد و عورت خود را بپوشاند و بدن و جاى پيشانى او پاك باشد</w:t>
      </w:r>
      <w:r w:rsidR="000C4B14">
        <w:rPr>
          <w:rtl/>
          <w:lang w:bidi="fa-IR"/>
        </w:rPr>
        <w:t>،</w:t>
      </w:r>
      <w:r w:rsidRPr="003E3506">
        <w:rPr>
          <w:rtl/>
          <w:lang w:bidi="fa-IR"/>
        </w:rPr>
        <w:t xml:space="preserve"> و نيز چيزهايى كه در لباس نمازگزار شرط مى باشد</w:t>
      </w:r>
      <w:r w:rsidR="000C4B14">
        <w:rPr>
          <w:rtl/>
          <w:lang w:bidi="fa-IR"/>
        </w:rPr>
        <w:t>،</w:t>
      </w:r>
      <w:r w:rsidRPr="003E3506">
        <w:rPr>
          <w:rtl/>
          <w:lang w:bidi="fa-IR"/>
        </w:rPr>
        <w:t xml:space="preserve"> در لباس او شرط نيست</w:t>
      </w:r>
      <w:r w:rsidR="000C4B14">
        <w:rPr>
          <w:rtl/>
          <w:lang w:bidi="fa-IR"/>
        </w:rPr>
        <w:t>.</w:t>
      </w:r>
    </w:p>
    <w:p w:rsidR="003E3506" w:rsidRPr="003E3506" w:rsidRDefault="003E3506" w:rsidP="003E3506">
      <w:pPr>
        <w:pStyle w:val="libNormal"/>
        <w:rPr>
          <w:lang w:bidi="fa-IR"/>
        </w:rPr>
      </w:pPr>
      <w:r w:rsidRPr="003E3506">
        <w:rPr>
          <w:rtl/>
          <w:lang w:bidi="fa-IR"/>
        </w:rPr>
        <w:t>١١٠٧ - احتياط واجب آن است كه در سجده واجب قرآن</w:t>
      </w:r>
      <w:r w:rsidR="000C4B14">
        <w:rPr>
          <w:rtl/>
          <w:lang w:bidi="fa-IR"/>
        </w:rPr>
        <w:t>،</w:t>
      </w:r>
      <w:r w:rsidRPr="003E3506">
        <w:rPr>
          <w:rtl/>
          <w:lang w:bidi="fa-IR"/>
        </w:rPr>
        <w:t xml:space="preserve"> پيشانى را بر مهر يا چيز ديگرى كه سجده بر آن صحيح است گذاشته و بنابر احتياط مستحب جاهاى ديگر بدن را به دستورى كه در سجده نماز گفته شد بر زمين بگذارد.</w:t>
      </w:r>
    </w:p>
    <w:p w:rsidR="003E3506" w:rsidRPr="003E3506" w:rsidRDefault="003E3506" w:rsidP="003E3506">
      <w:pPr>
        <w:pStyle w:val="libNormal"/>
        <w:rPr>
          <w:lang w:bidi="fa-IR"/>
        </w:rPr>
      </w:pPr>
      <w:r w:rsidRPr="003E3506">
        <w:rPr>
          <w:rtl/>
          <w:lang w:bidi="fa-IR"/>
        </w:rPr>
        <w:lastRenderedPageBreak/>
        <w:t>١١٠٨ - هرگاه در سجده واجب قرآن پيشانى را به قصد سجده بر زمين بگذارد</w:t>
      </w:r>
      <w:r w:rsidR="000C4B14">
        <w:rPr>
          <w:rtl/>
          <w:lang w:bidi="fa-IR"/>
        </w:rPr>
        <w:t>،</w:t>
      </w:r>
      <w:r w:rsidRPr="003E3506">
        <w:rPr>
          <w:rtl/>
          <w:lang w:bidi="fa-IR"/>
        </w:rPr>
        <w:t xml:space="preserve"> اگر چه ذكر نگويد كافى است و گفتن ذكر مستحب است و بهتر اين است بگويد</w:t>
      </w:r>
      <w:r w:rsidR="00553569">
        <w:rPr>
          <w:rtl/>
          <w:lang w:bidi="fa-IR"/>
        </w:rPr>
        <w:t>:</w:t>
      </w:r>
      <w:r w:rsidRPr="003E3506">
        <w:rPr>
          <w:rtl/>
          <w:lang w:bidi="fa-IR"/>
        </w:rPr>
        <w:t xml:space="preserve"> لا اله الا اللّه حقا حقا</w:t>
      </w:r>
      <w:r w:rsidR="000C4B14">
        <w:rPr>
          <w:rtl/>
          <w:lang w:bidi="fa-IR"/>
        </w:rPr>
        <w:t>،</w:t>
      </w:r>
      <w:r w:rsidRPr="003E3506">
        <w:rPr>
          <w:rtl/>
          <w:lang w:bidi="fa-IR"/>
        </w:rPr>
        <w:t xml:space="preserve"> لا اله الا اللّه ايمانا وتصديقا</w:t>
      </w:r>
      <w:r w:rsidR="000C4B14">
        <w:rPr>
          <w:rtl/>
          <w:lang w:bidi="fa-IR"/>
        </w:rPr>
        <w:t>،</w:t>
      </w:r>
      <w:r w:rsidRPr="003E3506">
        <w:rPr>
          <w:rtl/>
          <w:lang w:bidi="fa-IR"/>
        </w:rPr>
        <w:t xml:space="preserve"> لا اله الا اللّه عبودية ورقا</w:t>
      </w:r>
      <w:r w:rsidR="000C4B14">
        <w:rPr>
          <w:rtl/>
          <w:lang w:bidi="fa-IR"/>
        </w:rPr>
        <w:t>،</w:t>
      </w:r>
      <w:r w:rsidRPr="003E3506">
        <w:rPr>
          <w:rtl/>
          <w:lang w:bidi="fa-IR"/>
        </w:rPr>
        <w:t xml:space="preserve"> سجدت لك يا رب تعبدا ورقا</w:t>
      </w:r>
      <w:r w:rsidR="000C4B14">
        <w:rPr>
          <w:rtl/>
          <w:lang w:bidi="fa-IR"/>
        </w:rPr>
        <w:t>،</w:t>
      </w:r>
      <w:r w:rsidRPr="003E3506">
        <w:rPr>
          <w:rtl/>
          <w:lang w:bidi="fa-IR"/>
        </w:rPr>
        <w:t xml:space="preserve"> لا مستنكفا ولا مستكبرا</w:t>
      </w:r>
      <w:r w:rsidR="000C4B14">
        <w:rPr>
          <w:rtl/>
          <w:lang w:bidi="fa-IR"/>
        </w:rPr>
        <w:t>،</w:t>
      </w:r>
      <w:r w:rsidRPr="003E3506">
        <w:rPr>
          <w:rtl/>
          <w:lang w:bidi="fa-IR"/>
        </w:rPr>
        <w:t xml:space="preserve"> بل انا عبد ذليل ضعيف خائف مستجير.</w:t>
      </w:r>
    </w:p>
    <w:p w:rsidR="003E3506" w:rsidRPr="003E3506" w:rsidRDefault="009A7BD5" w:rsidP="003E3506">
      <w:pPr>
        <w:pStyle w:val="libNormal"/>
        <w:rPr>
          <w:lang w:bidi="fa-IR"/>
        </w:rPr>
      </w:pPr>
      <w:r>
        <w:rPr>
          <w:rtl/>
          <w:lang w:bidi="fa-IR"/>
        </w:rPr>
        <w:br w:type="page"/>
      </w:r>
    </w:p>
    <w:p w:rsidR="003E3506" w:rsidRDefault="00605FAB" w:rsidP="009A7BD5">
      <w:pPr>
        <w:pStyle w:val="Heading3"/>
        <w:rPr>
          <w:rtl/>
          <w:lang w:bidi="fa-IR"/>
        </w:rPr>
      </w:pPr>
      <w:bookmarkStart w:id="124" w:name="_Toc24454547"/>
      <w:r>
        <w:rPr>
          <w:rtl/>
          <w:lang w:bidi="fa-IR"/>
        </w:rPr>
        <w:t>(</w:t>
      </w:r>
      <w:r w:rsidR="003E3506" w:rsidRPr="003E3506">
        <w:rPr>
          <w:rtl/>
          <w:lang w:bidi="fa-IR"/>
        </w:rPr>
        <w:t>تشهد</w:t>
      </w:r>
      <w:r>
        <w:rPr>
          <w:rtl/>
          <w:lang w:bidi="fa-IR"/>
        </w:rPr>
        <w:t>)</w:t>
      </w:r>
      <w:bookmarkEnd w:id="124"/>
    </w:p>
    <w:p w:rsidR="003E3506" w:rsidRPr="003E3506" w:rsidRDefault="003E3506" w:rsidP="003E3506">
      <w:pPr>
        <w:pStyle w:val="libNormal"/>
        <w:rPr>
          <w:lang w:bidi="fa-IR"/>
        </w:rPr>
      </w:pPr>
      <w:r w:rsidRPr="003E3506">
        <w:rPr>
          <w:rtl/>
          <w:lang w:bidi="fa-IR"/>
        </w:rPr>
        <w:t>١١٠٩ - در ركعت دوم تمام نمازهاى واجب و مستحب و ركعت سوم نماز مغرب و ركعت چهارم نماز ظهر و عصر و عشا</w:t>
      </w:r>
      <w:r w:rsidR="000C4B14">
        <w:rPr>
          <w:rtl/>
          <w:lang w:bidi="fa-IR"/>
        </w:rPr>
        <w:t>،</w:t>
      </w:r>
      <w:r w:rsidRPr="003E3506">
        <w:rPr>
          <w:rtl/>
          <w:lang w:bidi="fa-IR"/>
        </w:rPr>
        <w:t xml:space="preserve"> بايد انسان بعد از سجده دوم بنشيند و در حال آرام بودن بدن</w:t>
      </w:r>
      <w:r w:rsidR="000C4B14">
        <w:rPr>
          <w:rtl/>
          <w:lang w:bidi="fa-IR"/>
        </w:rPr>
        <w:t>،</w:t>
      </w:r>
      <w:r w:rsidRPr="003E3506">
        <w:rPr>
          <w:rtl/>
          <w:lang w:bidi="fa-IR"/>
        </w:rPr>
        <w:t xml:space="preserve"> تشهد بخواند يعنى بگويد: اشهد ان لا اله الا اللّه وحده لا شريك له</w:t>
      </w:r>
      <w:r w:rsidR="000C4B14">
        <w:rPr>
          <w:rtl/>
          <w:lang w:bidi="fa-IR"/>
        </w:rPr>
        <w:t>،</w:t>
      </w:r>
      <w:r w:rsidRPr="003E3506">
        <w:rPr>
          <w:rtl/>
          <w:lang w:bidi="fa-IR"/>
        </w:rPr>
        <w:t xml:space="preserve"> واشهد ان محمدا عبده ورسوله</w:t>
      </w:r>
      <w:r w:rsidR="000C4B14">
        <w:rPr>
          <w:rtl/>
          <w:lang w:bidi="fa-IR"/>
        </w:rPr>
        <w:t>،</w:t>
      </w:r>
      <w:r w:rsidRPr="003E3506">
        <w:rPr>
          <w:rtl/>
          <w:lang w:bidi="fa-IR"/>
        </w:rPr>
        <w:t xml:space="preserve"> اللهم صل على محمد وآل محمد و اگر بگويد</w:t>
      </w:r>
      <w:r w:rsidR="00553569">
        <w:rPr>
          <w:rtl/>
          <w:lang w:bidi="fa-IR"/>
        </w:rPr>
        <w:t>:</w:t>
      </w:r>
      <w:r w:rsidRPr="003E3506">
        <w:rPr>
          <w:rtl/>
          <w:lang w:bidi="fa-IR"/>
        </w:rPr>
        <w:t xml:space="preserve"> اشهد ان لا اله الا اللّه واشهد ان محمدا </w:t>
      </w:r>
      <w:r w:rsidR="00884B11" w:rsidRPr="00884B11">
        <w:rPr>
          <w:rStyle w:val="libAlaemChar"/>
          <w:rtl/>
        </w:rPr>
        <w:t>صلى‌الله‌عليه‌وآله‌وسلم</w:t>
      </w:r>
      <w:r w:rsidRPr="003E3506">
        <w:rPr>
          <w:rtl/>
          <w:lang w:bidi="fa-IR"/>
        </w:rPr>
        <w:t xml:space="preserve"> عبده ورسوله بنابر اقوى نيز كفايت مى كند و در نماز وتر هم تشهد لازم است</w:t>
      </w:r>
      <w:r w:rsidR="000C4B14">
        <w:rPr>
          <w:rtl/>
          <w:lang w:bidi="fa-IR"/>
        </w:rPr>
        <w:t>.</w:t>
      </w:r>
    </w:p>
    <w:p w:rsidR="003E3506" w:rsidRPr="003E3506" w:rsidRDefault="003E3506" w:rsidP="003E3506">
      <w:pPr>
        <w:pStyle w:val="libNormal"/>
        <w:rPr>
          <w:lang w:bidi="fa-IR"/>
        </w:rPr>
      </w:pPr>
      <w:r w:rsidRPr="003E3506">
        <w:rPr>
          <w:rtl/>
          <w:lang w:bidi="fa-IR"/>
        </w:rPr>
        <w:t>١١١٠ - كلمات تشهد بايد به عربى صحيح و به طورى كه معمول است پشت سر هم گفته شود.</w:t>
      </w:r>
    </w:p>
    <w:p w:rsidR="003E3506" w:rsidRPr="003E3506" w:rsidRDefault="003E3506" w:rsidP="003E3506">
      <w:pPr>
        <w:pStyle w:val="libNormal"/>
        <w:rPr>
          <w:lang w:bidi="fa-IR"/>
        </w:rPr>
      </w:pPr>
      <w:r w:rsidRPr="003E3506">
        <w:rPr>
          <w:rtl/>
          <w:lang w:bidi="fa-IR"/>
        </w:rPr>
        <w:t>١١١١ - اگر تشهد را فراموش كند و بايستد و پيش از ركوع يادش بيايد كه تشهد را نخوانده</w:t>
      </w:r>
      <w:r w:rsidR="000C4B14">
        <w:rPr>
          <w:rtl/>
          <w:lang w:bidi="fa-IR"/>
        </w:rPr>
        <w:t>،</w:t>
      </w:r>
      <w:r w:rsidRPr="003E3506">
        <w:rPr>
          <w:rtl/>
          <w:lang w:bidi="fa-IR"/>
        </w:rPr>
        <w:t xml:space="preserve"> بايد بنشيند و تشهد را بخواند و دوباره بايستد</w:t>
      </w:r>
      <w:r w:rsidR="000C4B14">
        <w:rPr>
          <w:rtl/>
          <w:lang w:bidi="fa-IR"/>
        </w:rPr>
        <w:t>،</w:t>
      </w:r>
      <w:r w:rsidRPr="003E3506">
        <w:rPr>
          <w:rtl/>
          <w:lang w:bidi="fa-IR"/>
        </w:rPr>
        <w:t xml:space="preserve"> و آنچه بايد در آن ركعت خوانده شود بخواند و نماز را تمام كند</w:t>
      </w:r>
      <w:r w:rsidR="000C4B14">
        <w:rPr>
          <w:rtl/>
          <w:lang w:bidi="fa-IR"/>
        </w:rPr>
        <w:t>،</w:t>
      </w:r>
      <w:r w:rsidRPr="003E3506">
        <w:rPr>
          <w:rtl/>
          <w:lang w:bidi="fa-IR"/>
        </w:rPr>
        <w:t xml:space="preserve"> و بنابر احتياط مستحب بعد از نماز براى ايستادن بى جا</w:t>
      </w:r>
      <w:r w:rsidR="000C4B14">
        <w:rPr>
          <w:rtl/>
          <w:lang w:bidi="fa-IR"/>
        </w:rPr>
        <w:t>،</w:t>
      </w:r>
      <w:r w:rsidRPr="003E3506">
        <w:rPr>
          <w:rtl/>
          <w:lang w:bidi="fa-IR"/>
        </w:rPr>
        <w:t xml:space="preserve"> دو سجده سهو بجا آورد و اگر در ركوع يا بعد از آن يادش بيايد</w:t>
      </w:r>
      <w:r w:rsidR="000C4B14">
        <w:rPr>
          <w:rtl/>
          <w:lang w:bidi="fa-IR"/>
        </w:rPr>
        <w:t>،</w:t>
      </w:r>
      <w:r w:rsidRPr="003E3506">
        <w:rPr>
          <w:rtl/>
          <w:lang w:bidi="fa-IR"/>
        </w:rPr>
        <w:t xml:space="preserve"> بايد نماز را تمام كند و بعد از سلام نماز بنابر احتياط مستحب تشهد را قضا كند</w:t>
      </w:r>
      <w:r w:rsidR="000C4B14">
        <w:rPr>
          <w:rtl/>
          <w:lang w:bidi="fa-IR"/>
        </w:rPr>
        <w:t>،</w:t>
      </w:r>
      <w:r w:rsidRPr="003E3506">
        <w:rPr>
          <w:rtl/>
          <w:lang w:bidi="fa-IR"/>
        </w:rPr>
        <w:t xml:space="preserve"> و بايد براى تشهد فراموش شده دو سجده سهو بجا آورد.</w:t>
      </w:r>
    </w:p>
    <w:p w:rsidR="003E3506" w:rsidRPr="003E3506" w:rsidRDefault="003E3506" w:rsidP="003E3506">
      <w:pPr>
        <w:pStyle w:val="libNormal"/>
        <w:rPr>
          <w:lang w:bidi="fa-IR"/>
        </w:rPr>
      </w:pPr>
      <w:r w:rsidRPr="003E3506">
        <w:rPr>
          <w:rtl/>
          <w:lang w:bidi="fa-IR"/>
        </w:rPr>
        <w:t>١١١٢ - مستحب است در حال تشهد بر ران چپ بنشيند و روى پاى راست را به كف پاى چپ بگذارد و پيش از تشهد بگويد</w:t>
      </w:r>
      <w:r w:rsidR="00553569">
        <w:rPr>
          <w:rtl/>
          <w:lang w:bidi="fa-IR"/>
        </w:rPr>
        <w:t>:</w:t>
      </w:r>
      <w:r w:rsidRPr="003E3506">
        <w:rPr>
          <w:rtl/>
          <w:lang w:bidi="fa-IR"/>
        </w:rPr>
        <w:t xml:space="preserve"> الحمد للّه يا بگويد</w:t>
      </w:r>
      <w:r w:rsidR="00553569">
        <w:rPr>
          <w:rtl/>
          <w:lang w:bidi="fa-IR"/>
        </w:rPr>
        <w:t>:</w:t>
      </w:r>
      <w:r w:rsidRPr="003E3506">
        <w:rPr>
          <w:rtl/>
          <w:lang w:bidi="fa-IR"/>
        </w:rPr>
        <w:t xml:space="preserve"> بسم اللّه وباللّه والحمد للّه وخير الاسماء للّه و نيز مستحب است دست</w:t>
      </w:r>
      <w:r w:rsidR="001467EC">
        <w:rPr>
          <w:rFonts w:hint="cs"/>
          <w:rtl/>
          <w:lang w:bidi="fa-IR"/>
        </w:rPr>
        <w:t xml:space="preserve"> </w:t>
      </w:r>
      <w:r w:rsidRPr="003E3506">
        <w:rPr>
          <w:rtl/>
          <w:lang w:bidi="fa-IR"/>
        </w:rPr>
        <w:t>ها را بر رانها بگذارد و انگشت</w:t>
      </w:r>
      <w:r w:rsidR="001467EC">
        <w:rPr>
          <w:rFonts w:hint="cs"/>
          <w:rtl/>
          <w:lang w:bidi="fa-IR"/>
        </w:rPr>
        <w:t xml:space="preserve"> </w:t>
      </w:r>
      <w:r w:rsidRPr="003E3506">
        <w:rPr>
          <w:rtl/>
          <w:lang w:bidi="fa-IR"/>
        </w:rPr>
        <w:t>ها را به يكديگر بچسباند</w:t>
      </w:r>
      <w:r w:rsidR="000C4B14">
        <w:rPr>
          <w:rtl/>
          <w:lang w:bidi="fa-IR"/>
        </w:rPr>
        <w:t>،</w:t>
      </w:r>
      <w:r w:rsidRPr="003E3506">
        <w:rPr>
          <w:rtl/>
          <w:lang w:bidi="fa-IR"/>
        </w:rPr>
        <w:t xml:space="preserve"> به دامان خود نگاه كند و بعد از صلوات در تشهد بگويد</w:t>
      </w:r>
      <w:r w:rsidR="00553569">
        <w:rPr>
          <w:rtl/>
          <w:lang w:bidi="fa-IR"/>
        </w:rPr>
        <w:t>:</w:t>
      </w:r>
      <w:r w:rsidRPr="003E3506">
        <w:rPr>
          <w:rtl/>
          <w:lang w:bidi="fa-IR"/>
        </w:rPr>
        <w:t xml:space="preserve"> و تقبل شفاعته وارفع درجته</w:t>
      </w:r>
      <w:r w:rsidR="000C4B14">
        <w:rPr>
          <w:rtl/>
          <w:lang w:bidi="fa-IR"/>
        </w:rPr>
        <w:t>.</w:t>
      </w:r>
    </w:p>
    <w:p w:rsidR="00950910" w:rsidRDefault="003E3506" w:rsidP="003E3506">
      <w:pPr>
        <w:pStyle w:val="libNormal"/>
        <w:rPr>
          <w:rtl/>
          <w:lang w:bidi="fa-IR"/>
        </w:rPr>
      </w:pPr>
      <w:r w:rsidRPr="003E3506">
        <w:rPr>
          <w:rtl/>
          <w:lang w:bidi="fa-IR"/>
        </w:rPr>
        <w:t>١١١٣ - مستحب است زنها در وقت خواندن تشهد</w:t>
      </w:r>
      <w:r w:rsidR="000C4B14">
        <w:rPr>
          <w:rtl/>
          <w:lang w:bidi="fa-IR"/>
        </w:rPr>
        <w:t>،</w:t>
      </w:r>
      <w:r w:rsidRPr="003E3506">
        <w:rPr>
          <w:rtl/>
          <w:lang w:bidi="fa-IR"/>
        </w:rPr>
        <w:t xml:space="preserve"> رانها را به هم بچسباند.</w:t>
      </w:r>
    </w:p>
    <w:p w:rsidR="003E3506" w:rsidRPr="003E3506" w:rsidRDefault="00950910" w:rsidP="003E3506">
      <w:pPr>
        <w:pStyle w:val="libNormal"/>
        <w:rPr>
          <w:lang w:bidi="fa-IR"/>
        </w:rPr>
      </w:pPr>
      <w:r>
        <w:rPr>
          <w:rtl/>
          <w:lang w:bidi="fa-IR"/>
        </w:rPr>
        <w:br w:type="page"/>
      </w:r>
    </w:p>
    <w:p w:rsidR="003E3506" w:rsidRDefault="00605FAB" w:rsidP="00950910">
      <w:pPr>
        <w:pStyle w:val="Heading3"/>
        <w:rPr>
          <w:rtl/>
          <w:lang w:bidi="fa-IR"/>
        </w:rPr>
      </w:pPr>
      <w:bookmarkStart w:id="125" w:name="_Toc24454548"/>
      <w:r>
        <w:rPr>
          <w:rtl/>
          <w:lang w:bidi="fa-IR"/>
        </w:rPr>
        <w:t>(</w:t>
      </w:r>
      <w:r w:rsidR="003E3506" w:rsidRPr="003E3506">
        <w:rPr>
          <w:rtl/>
          <w:lang w:bidi="fa-IR"/>
        </w:rPr>
        <w:t>سلام نماز</w:t>
      </w:r>
      <w:r>
        <w:rPr>
          <w:rtl/>
          <w:lang w:bidi="fa-IR"/>
        </w:rPr>
        <w:t>)</w:t>
      </w:r>
      <w:bookmarkEnd w:id="125"/>
    </w:p>
    <w:p w:rsidR="003E3506" w:rsidRPr="003E3506" w:rsidRDefault="003E3506" w:rsidP="003E3506">
      <w:pPr>
        <w:pStyle w:val="libNormal"/>
        <w:rPr>
          <w:lang w:bidi="fa-IR"/>
        </w:rPr>
      </w:pPr>
      <w:r w:rsidRPr="003E3506">
        <w:rPr>
          <w:rtl/>
          <w:lang w:bidi="fa-IR"/>
        </w:rPr>
        <w:t>١١١٤ - بعد از تشهد ركعت آخر نماز</w:t>
      </w:r>
      <w:r w:rsidR="000C4B14">
        <w:rPr>
          <w:rtl/>
          <w:lang w:bidi="fa-IR"/>
        </w:rPr>
        <w:t>،</w:t>
      </w:r>
      <w:r w:rsidRPr="003E3506">
        <w:rPr>
          <w:rtl/>
          <w:lang w:bidi="fa-IR"/>
        </w:rPr>
        <w:t xml:space="preserve"> مستحب است در حالى كه نشسته و بدن آرام است بگويد</w:t>
      </w:r>
      <w:r w:rsidR="00553569">
        <w:rPr>
          <w:rtl/>
          <w:lang w:bidi="fa-IR"/>
        </w:rPr>
        <w:t>:</w:t>
      </w:r>
      <w:r w:rsidRPr="003E3506">
        <w:rPr>
          <w:rtl/>
          <w:lang w:bidi="fa-IR"/>
        </w:rPr>
        <w:t xml:space="preserve"> السلام عليك ايها النبي ورحمة اللّه وبركاته و بعد از آن بايد بگويد</w:t>
      </w:r>
      <w:r w:rsidR="00553569">
        <w:rPr>
          <w:rtl/>
          <w:lang w:bidi="fa-IR"/>
        </w:rPr>
        <w:t>:</w:t>
      </w:r>
      <w:r w:rsidRPr="003E3506">
        <w:rPr>
          <w:rtl/>
          <w:lang w:bidi="fa-IR"/>
        </w:rPr>
        <w:t xml:space="preserve"> السلام عليكم - و احتياط مستحب آن است كه جمله ورحمة اللّه وبركاته را به آن اضافه كند - و يا آنكه بگويد</w:t>
      </w:r>
      <w:r w:rsidR="00553569">
        <w:rPr>
          <w:rtl/>
          <w:lang w:bidi="fa-IR"/>
        </w:rPr>
        <w:t>:</w:t>
      </w:r>
      <w:r w:rsidRPr="003E3506">
        <w:rPr>
          <w:rtl/>
          <w:lang w:bidi="fa-IR"/>
        </w:rPr>
        <w:t xml:space="preserve"> السلام علينا وعلى عباد اللّه الصالحين ولى اگر اين سلام را بگويد احتياط واجب آن است كه بعد از آن السلام عليكم را هم بگويد.</w:t>
      </w:r>
    </w:p>
    <w:p w:rsidR="003E3506" w:rsidRPr="003E3506" w:rsidRDefault="003E3506" w:rsidP="003E3506">
      <w:pPr>
        <w:pStyle w:val="libNormal"/>
        <w:rPr>
          <w:lang w:bidi="fa-IR"/>
        </w:rPr>
      </w:pPr>
      <w:r w:rsidRPr="003E3506">
        <w:rPr>
          <w:rtl/>
          <w:lang w:bidi="fa-IR"/>
        </w:rPr>
        <w:t>١١١٥ - اگر سلام نماز را فراموش كند موقعى يادش بيايد كه صورت نماز به هم نخورده و كارى هم كه عمدى و سهوى آن نماز را باطل مى كند</w:t>
      </w:r>
      <w:r w:rsidR="000C4B14">
        <w:rPr>
          <w:rtl/>
          <w:lang w:bidi="fa-IR"/>
        </w:rPr>
        <w:t>،</w:t>
      </w:r>
      <w:r w:rsidRPr="003E3506">
        <w:rPr>
          <w:rtl/>
          <w:lang w:bidi="fa-IR"/>
        </w:rPr>
        <w:t xml:space="preserve"> مثل پشت به قبله كردن انجام نداده</w:t>
      </w:r>
      <w:r w:rsidR="000C4B14">
        <w:rPr>
          <w:rtl/>
          <w:lang w:bidi="fa-IR"/>
        </w:rPr>
        <w:t>،</w:t>
      </w:r>
      <w:r w:rsidRPr="003E3506">
        <w:rPr>
          <w:rtl/>
          <w:lang w:bidi="fa-IR"/>
        </w:rPr>
        <w:t xml:space="preserve"> بايد سلام را بگويد و نمازش صحيح است</w:t>
      </w:r>
      <w:r w:rsidR="000C4B14">
        <w:rPr>
          <w:rtl/>
          <w:lang w:bidi="fa-IR"/>
        </w:rPr>
        <w:t>.</w:t>
      </w:r>
    </w:p>
    <w:p w:rsidR="003E3506" w:rsidRPr="003E3506" w:rsidRDefault="003E3506" w:rsidP="003E3506">
      <w:pPr>
        <w:pStyle w:val="libNormal"/>
        <w:rPr>
          <w:lang w:bidi="fa-IR"/>
        </w:rPr>
      </w:pPr>
      <w:r w:rsidRPr="003E3506">
        <w:rPr>
          <w:rtl/>
          <w:lang w:bidi="fa-IR"/>
        </w:rPr>
        <w:t>١١١٦ - اگر سلام نماز را فراموش كند و موقعى يادش بيايد كه صورت نماز به هم خورده است</w:t>
      </w:r>
      <w:r w:rsidR="000C4B14">
        <w:rPr>
          <w:rtl/>
          <w:lang w:bidi="fa-IR"/>
        </w:rPr>
        <w:t>،</w:t>
      </w:r>
      <w:r w:rsidRPr="003E3506">
        <w:rPr>
          <w:rtl/>
          <w:lang w:bidi="fa-IR"/>
        </w:rPr>
        <w:t xml:space="preserve"> يا آنكه كارى كه عمدى و سهوى آن نماز را باطل مى كند</w:t>
      </w:r>
      <w:r w:rsidR="000C4B14">
        <w:rPr>
          <w:rtl/>
          <w:lang w:bidi="fa-IR"/>
        </w:rPr>
        <w:t>،</w:t>
      </w:r>
      <w:r w:rsidRPr="003E3506">
        <w:rPr>
          <w:rtl/>
          <w:lang w:bidi="fa-IR"/>
        </w:rPr>
        <w:t xml:space="preserve"> مثل پشت به قبله كردن انجام داده باشد</w:t>
      </w:r>
      <w:r w:rsidR="000C4B14">
        <w:rPr>
          <w:rtl/>
          <w:lang w:bidi="fa-IR"/>
        </w:rPr>
        <w:t>،</w:t>
      </w:r>
      <w:r w:rsidRPr="003E3506">
        <w:rPr>
          <w:rtl/>
          <w:lang w:bidi="fa-IR"/>
        </w:rPr>
        <w:t xml:space="preserve"> نمازش صحيح است</w:t>
      </w:r>
      <w:r w:rsidR="000C4B14">
        <w:rPr>
          <w:rtl/>
          <w:lang w:bidi="fa-IR"/>
        </w:rPr>
        <w:t>.</w:t>
      </w:r>
    </w:p>
    <w:p w:rsidR="003E3506" w:rsidRPr="003E3506" w:rsidRDefault="00950910" w:rsidP="003E3506">
      <w:pPr>
        <w:pStyle w:val="libNormal"/>
        <w:rPr>
          <w:lang w:bidi="fa-IR"/>
        </w:rPr>
      </w:pPr>
      <w:r>
        <w:rPr>
          <w:rtl/>
          <w:lang w:bidi="fa-IR"/>
        </w:rPr>
        <w:br w:type="page"/>
      </w:r>
    </w:p>
    <w:p w:rsidR="003E3506" w:rsidRDefault="00605FAB" w:rsidP="00950910">
      <w:pPr>
        <w:pStyle w:val="Heading3"/>
        <w:rPr>
          <w:rtl/>
          <w:lang w:bidi="fa-IR"/>
        </w:rPr>
      </w:pPr>
      <w:bookmarkStart w:id="126" w:name="_Toc24454549"/>
      <w:r>
        <w:rPr>
          <w:rtl/>
          <w:lang w:bidi="fa-IR"/>
        </w:rPr>
        <w:t>(</w:t>
      </w:r>
      <w:r w:rsidR="003E3506" w:rsidRPr="003E3506">
        <w:rPr>
          <w:rtl/>
          <w:lang w:bidi="fa-IR"/>
        </w:rPr>
        <w:t>ترتيب</w:t>
      </w:r>
      <w:r>
        <w:rPr>
          <w:rtl/>
          <w:lang w:bidi="fa-IR"/>
        </w:rPr>
        <w:t>)</w:t>
      </w:r>
      <w:bookmarkEnd w:id="126"/>
    </w:p>
    <w:p w:rsidR="003E3506" w:rsidRPr="003E3506" w:rsidRDefault="003E3506" w:rsidP="003E3506">
      <w:pPr>
        <w:pStyle w:val="libNormal"/>
        <w:rPr>
          <w:lang w:bidi="fa-IR"/>
        </w:rPr>
      </w:pPr>
      <w:r w:rsidRPr="003E3506">
        <w:rPr>
          <w:rtl/>
          <w:lang w:bidi="fa-IR"/>
        </w:rPr>
        <w:t>١١١٧ - اگر عمدا ترتيب نماز را به هم بزند</w:t>
      </w:r>
      <w:r w:rsidR="000C4B14">
        <w:rPr>
          <w:rtl/>
          <w:lang w:bidi="fa-IR"/>
        </w:rPr>
        <w:t>،</w:t>
      </w:r>
      <w:r w:rsidRPr="003E3506">
        <w:rPr>
          <w:rtl/>
          <w:lang w:bidi="fa-IR"/>
        </w:rPr>
        <w:t xml:space="preserve"> مثلا سوره را پيش از حمد بخواند يا سجود را پيش از ركوع بجا آورد</w:t>
      </w:r>
      <w:r w:rsidR="000C4B14">
        <w:rPr>
          <w:rtl/>
          <w:lang w:bidi="fa-IR"/>
        </w:rPr>
        <w:t>،</w:t>
      </w:r>
      <w:r w:rsidRPr="003E3506">
        <w:rPr>
          <w:rtl/>
          <w:lang w:bidi="fa-IR"/>
        </w:rPr>
        <w:t xml:space="preserve"> نماز باطل مى شود.</w:t>
      </w:r>
    </w:p>
    <w:p w:rsidR="003E3506" w:rsidRPr="003E3506" w:rsidRDefault="003E3506" w:rsidP="003E3506">
      <w:pPr>
        <w:pStyle w:val="libNormal"/>
        <w:rPr>
          <w:lang w:bidi="fa-IR"/>
        </w:rPr>
      </w:pPr>
      <w:r w:rsidRPr="003E3506">
        <w:rPr>
          <w:rtl/>
          <w:lang w:bidi="fa-IR"/>
        </w:rPr>
        <w:t>١١١٨ - اگر ركنى از نماز را فراموش كند و ركن بعد از آن را بجا آورد</w:t>
      </w:r>
      <w:r w:rsidR="000C4B14">
        <w:rPr>
          <w:rtl/>
          <w:lang w:bidi="fa-IR"/>
        </w:rPr>
        <w:t>،</w:t>
      </w:r>
      <w:r w:rsidRPr="003E3506">
        <w:rPr>
          <w:rtl/>
          <w:lang w:bidi="fa-IR"/>
        </w:rPr>
        <w:t xml:space="preserve"> مثلا پيش از آنكه ركوع كند دو سجده نمايد</w:t>
      </w:r>
      <w:r w:rsidR="000C4B14">
        <w:rPr>
          <w:rtl/>
          <w:lang w:bidi="fa-IR"/>
        </w:rPr>
        <w:t>،</w:t>
      </w:r>
      <w:r w:rsidRPr="003E3506">
        <w:rPr>
          <w:rtl/>
          <w:lang w:bidi="fa-IR"/>
        </w:rPr>
        <w:t xml:space="preserve"> نماز بنابر احتياط باطل است</w:t>
      </w:r>
      <w:r w:rsidR="000C4B14">
        <w:rPr>
          <w:rtl/>
          <w:lang w:bidi="fa-IR"/>
        </w:rPr>
        <w:t>.</w:t>
      </w:r>
    </w:p>
    <w:p w:rsidR="003E3506" w:rsidRPr="003E3506" w:rsidRDefault="003E3506" w:rsidP="003E3506">
      <w:pPr>
        <w:pStyle w:val="libNormal"/>
        <w:rPr>
          <w:lang w:bidi="fa-IR"/>
        </w:rPr>
      </w:pPr>
      <w:r w:rsidRPr="003E3506">
        <w:rPr>
          <w:rtl/>
          <w:lang w:bidi="fa-IR"/>
        </w:rPr>
        <w:t>١١١٩ - اگر ركنى را فراموش كند و چيزى را كه بعد از آن است و ركن نيست بجا آورد</w:t>
      </w:r>
      <w:r w:rsidR="000C4B14">
        <w:rPr>
          <w:rtl/>
          <w:lang w:bidi="fa-IR"/>
        </w:rPr>
        <w:t>،</w:t>
      </w:r>
      <w:r w:rsidRPr="003E3506">
        <w:rPr>
          <w:rtl/>
          <w:lang w:bidi="fa-IR"/>
        </w:rPr>
        <w:t xml:space="preserve"> مثلا پيش از آنكه دو سجده كند تشهد بخواند</w:t>
      </w:r>
      <w:r w:rsidR="000C4B14">
        <w:rPr>
          <w:rtl/>
          <w:lang w:bidi="fa-IR"/>
        </w:rPr>
        <w:t>،</w:t>
      </w:r>
      <w:r w:rsidRPr="003E3506">
        <w:rPr>
          <w:rtl/>
          <w:lang w:bidi="fa-IR"/>
        </w:rPr>
        <w:t xml:space="preserve"> بايد ركن را بجا آورد</w:t>
      </w:r>
      <w:r w:rsidR="000C4B14">
        <w:rPr>
          <w:rtl/>
          <w:lang w:bidi="fa-IR"/>
        </w:rPr>
        <w:t>،</w:t>
      </w:r>
      <w:r w:rsidRPr="003E3506">
        <w:rPr>
          <w:rtl/>
          <w:lang w:bidi="fa-IR"/>
        </w:rPr>
        <w:t xml:space="preserve"> و آنچه اشتباها پيش از آن خوانده دوباره بخواند.</w:t>
      </w:r>
    </w:p>
    <w:p w:rsidR="00950910" w:rsidRDefault="003E3506" w:rsidP="003E3506">
      <w:pPr>
        <w:pStyle w:val="libNormal"/>
        <w:rPr>
          <w:rtl/>
          <w:lang w:bidi="fa-IR"/>
        </w:rPr>
      </w:pPr>
      <w:r w:rsidRPr="003E3506">
        <w:rPr>
          <w:rtl/>
          <w:lang w:bidi="fa-IR"/>
        </w:rPr>
        <w:t>١١٢٠ - اگر چيزى را كه ركن نيست فراموش كند و ركن بعد از آن را بجا آورد</w:t>
      </w:r>
      <w:r w:rsidR="000C4B14">
        <w:rPr>
          <w:rtl/>
          <w:lang w:bidi="fa-IR"/>
        </w:rPr>
        <w:t>،</w:t>
      </w:r>
      <w:r w:rsidRPr="003E3506">
        <w:rPr>
          <w:rtl/>
          <w:lang w:bidi="fa-IR"/>
        </w:rPr>
        <w:t xml:space="preserve"> مثلا حمد را فراموش كند و مشغول ركوع شود</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١١٢١ - اگر چيزى را كه ركن نيست فراموش كند و چيزى را كه بعد از آن است و آن هم ركن نيست بجا آورد</w:t>
      </w:r>
      <w:r w:rsidR="000C4B14">
        <w:rPr>
          <w:rtl/>
          <w:lang w:bidi="fa-IR"/>
        </w:rPr>
        <w:t>،</w:t>
      </w:r>
      <w:r w:rsidRPr="003E3506">
        <w:rPr>
          <w:rtl/>
          <w:lang w:bidi="fa-IR"/>
        </w:rPr>
        <w:t xml:space="preserve"> مثلا حمد را فراموش كند و سوره را بخواند</w:t>
      </w:r>
      <w:r w:rsidR="000C4B14">
        <w:rPr>
          <w:rtl/>
          <w:lang w:bidi="fa-IR"/>
        </w:rPr>
        <w:t>،</w:t>
      </w:r>
      <w:r w:rsidRPr="003E3506">
        <w:rPr>
          <w:rtl/>
          <w:lang w:bidi="fa-IR"/>
        </w:rPr>
        <w:t xml:space="preserve"> بايد آنچه را فراموش كرده بجا آورد و بعد از آن چيزى را كه اشتباها جلوتر خوانده دوباره بخواند.</w:t>
      </w:r>
    </w:p>
    <w:p w:rsidR="003E3506" w:rsidRPr="003E3506" w:rsidRDefault="003E3506" w:rsidP="003E3506">
      <w:pPr>
        <w:pStyle w:val="libNormal"/>
        <w:rPr>
          <w:lang w:bidi="fa-IR"/>
        </w:rPr>
      </w:pPr>
      <w:r w:rsidRPr="003E3506">
        <w:rPr>
          <w:rtl/>
          <w:lang w:bidi="fa-IR"/>
        </w:rPr>
        <w:t>١١٢٢ - اگر سجده اول را به خيال اينكه سجده دوم است يا سجده دوم را به خيال اينكه سجده اول است بجا آورد</w:t>
      </w:r>
      <w:r w:rsidR="000C4B14">
        <w:rPr>
          <w:rtl/>
          <w:lang w:bidi="fa-IR"/>
        </w:rPr>
        <w:t>،</w:t>
      </w:r>
      <w:r w:rsidRPr="003E3506">
        <w:rPr>
          <w:rtl/>
          <w:lang w:bidi="fa-IR"/>
        </w:rPr>
        <w:t xml:space="preserve"> نماز صحيح است و سجده اول او سجده اول و سجده دوم او سجده دوم حساب مى شود.</w:t>
      </w:r>
    </w:p>
    <w:p w:rsidR="003E3506" w:rsidRPr="003E3506" w:rsidRDefault="00950910" w:rsidP="003E3506">
      <w:pPr>
        <w:pStyle w:val="libNormal"/>
        <w:rPr>
          <w:lang w:bidi="fa-IR"/>
        </w:rPr>
      </w:pPr>
      <w:r>
        <w:rPr>
          <w:rtl/>
          <w:lang w:bidi="fa-IR"/>
        </w:rPr>
        <w:br w:type="page"/>
      </w:r>
    </w:p>
    <w:p w:rsidR="003E3506" w:rsidRDefault="00605FAB" w:rsidP="00950910">
      <w:pPr>
        <w:pStyle w:val="Heading3"/>
        <w:rPr>
          <w:rtl/>
          <w:lang w:bidi="fa-IR"/>
        </w:rPr>
      </w:pPr>
      <w:bookmarkStart w:id="127" w:name="_Toc24454550"/>
      <w:r>
        <w:rPr>
          <w:rtl/>
          <w:lang w:bidi="fa-IR"/>
        </w:rPr>
        <w:t>(</w:t>
      </w:r>
      <w:r w:rsidR="003E3506" w:rsidRPr="003E3506">
        <w:rPr>
          <w:rtl/>
          <w:lang w:bidi="fa-IR"/>
        </w:rPr>
        <w:t>موالات</w:t>
      </w:r>
      <w:r>
        <w:rPr>
          <w:rtl/>
          <w:lang w:bidi="fa-IR"/>
        </w:rPr>
        <w:t>)</w:t>
      </w:r>
      <w:bookmarkEnd w:id="127"/>
    </w:p>
    <w:p w:rsidR="003E3506" w:rsidRPr="003E3506" w:rsidRDefault="003E3506" w:rsidP="003E3506">
      <w:pPr>
        <w:pStyle w:val="libNormal"/>
        <w:rPr>
          <w:lang w:bidi="fa-IR"/>
        </w:rPr>
      </w:pPr>
      <w:r w:rsidRPr="003E3506">
        <w:rPr>
          <w:rtl/>
          <w:lang w:bidi="fa-IR"/>
        </w:rPr>
        <w:t>١١٢٣ - انسان بايد نماز را با موالات بخواند</w:t>
      </w:r>
      <w:r w:rsidR="000C4B14">
        <w:rPr>
          <w:rtl/>
          <w:lang w:bidi="fa-IR"/>
        </w:rPr>
        <w:t>،</w:t>
      </w:r>
      <w:r w:rsidRPr="003E3506">
        <w:rPr>
          <w:rtl/>
          <w:lang w:bidi="fa-IR"/>
        </w:rPr>
        <w:t xml:space="preserve"> يعنى كارهاى نماز مانند ركوع و سجود و تشهد را پى در پى و پشت سر هم بجا آورد و چيزهايى را كه در نماز مى خواند به طورى كه معمول است پشت سر هم بخواند و اگر به قدرى بين آنها فاصله بيندازد كه نگويند نماز مى خواند</w:t>
      </w:r>
      <w:r w:rsidR="000C4B14">
        <w:rPr>
          <w:rtl/>
          <w:lang w:bidi="fa-IR"/>
        </w:rPr>
        <w:t>،</w:t>
      </w:r>
      <w:r w:rsidRPr="003E3506">
        <w:rPr>
          <w:rtl/>
          <w:lang w:bidi="fa-IR"/>
        </w:rPr>
        <w:t xml:space="preserve"> نمازش باطل است</w:t>
      </w:r>
      <w:r w:rsidR="000C4B14">
        <w:rPr>
          <w:rtl/>
          <w:lang w:bidi="fa-IR"/>
        </w:rPr>
        <w:t>.</w:t>
      </w:r>
    </w:p>
    <w:p w:rsidR="00820192" w:rsidRDefault="003E3506" w:rsidP="003E3506">
      <w:pPr>
        <w:pStyle w:val="libNormal"/>
        <w:rPr>
          <w:rtl/>
          <w:lang w:bidi="fa-IR"/>
        </w:rPr>
      </w:pPr>
      <w:r w:rsidRPr="003E3506">
        <w:rPr>
          <w:rtl/>
          <w:lang w:bidi="fa-IR"/>
        </w:rPr>
        <w:t>١١٢٤ - اگر در نماز سهوا بين حرف</w:t>
      </w:r>
      <w:r w:rsidR="00820192">
        <w:rPr>
          <w:rFonts w:hint="cs"/>
          <w:rtl/>
          <w:lang w:bidi="fa-IR"/>
        </w:rPr>
        <w:t xml:space="preserve"> </w:t>
      </w:r>
      <w:r w:rsidRPr="003E3506">
        <w:rPr>
          <w:rtl/>
          <w:lang w:bidi="fa-IR"/>
        </w:rPr>
        <w:t>ها يا كلمات فاصله بيندازد و فاصله به قدرى نباشد كه صورت نماز از بين برود</w:t>
      </w:r>
      <w:r w:rsidR="000C4B14">
        <w:rPr>
          <w:rtl/>
          <w:lang w:bidi="fa-IR"/>
        </w:rPr>
        <w:t>،</w:t>
      </w:r>
      <w:r w:rsidRPr="003E3506">
        <w:rPr>
          <w:rtl/>
          <w:lang w:bidi="fa-IR"/>
        </w:rPr>
        <w:t xml:space="preserve"> چنانچه مشغول ركن بعد نشده باشد بايد آن حرفها يا كلمات را به طور معمول بخواند و در صورتى كه چيزى بعد از آن خوانده شده لازم است تكرار نمايد و اگر مشغول ركن بعد شده باشد</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١١٢٥ - طول دادن ركوع و سجود و خواندن سوره هاى بزرگ موالات را به هم نمى زند.</w:t>
      </w:r>
    </w:p>
    <w:p w:rsidR="003E3506" w:rsidRPr="003E3506" w:rsidRDefault="00820192" w:rsidP="003E3506">
      <w:pPr>
        <w:pStyle w:val="libNormal"/>
        <w:rPr>
          <w:lang w:bidi="fa-IR"/>
        </w:rPr>
      </w:pPr>
      <w:r>
        <w:rPr>
          <w:rtl/>
          <w:lang w:bidi="fa-IR"/>
        </w:rPr>
        <w:br w:type="page"/>
      </w:r>
    </w:p>
    <w:p w:rsidR="003E3506" w:rsidRDefault="00605FAB" w:rsidP="00820192">
      <w:pPr>
        <w:pStyle w:val="Heading3"/>
        <w:rPr>
          <w:rtl/>
          <w:lang w:bidi="fa-IR"/>
        </w:rPr>
      </w:pPr>
      <w:bookmarkStart w:id="128" w:name="_Toc24454551"/>
      <w:r>
        <w:rPr>
          <w:rtl/>
          <w:lang w:bidi="fa-IR"/>
        </w:rPr>
        <w:t>(</w:t>
      </w:r>
      <w:r w:rsidR="003E3506" w:rsidRPr="003E3506">
        <w:rPr>
          <w:rtl/>
          <w:lang w:bidi="fa-IR"/>
        </w:rPr>
        <w:t>قنوت</w:t>
      </w:r>
      <w:r>
        <w:rPr>
          <w:rtl/>
          <w:lang w:bidi="fa-IR"/>
        </w:rPr>
        <w:t>)</w:t>
      </w:r>
      <w:bookmarkEnd w:id="128"/>
    </w:p>
    <w:p w:rsidR="003E3506" w:rsidRPr="003E3506" w:rsidRDefault="003E3506" w:rsidP="003E3506">
      <w:pPr>
        <w:pStyle w:val="libNormal"/>
        <w:rPr>
          <w:lang w:bidi="fa-IR"/>
        </w:rPr>
      </w:pPr>
      <w:r w:rsidRPr="003E3506">
        <w:rPr>
          <w:rtl/>
          <w:lang w:bidi="fa-IR"/>
        </w:rPr>
        <w:t>١١٢٦ - در تمام نمازهاى واجب و مستحب</w:t>
      </w:r>
      <w:r w:rsidR="000C4B14">
        <w:rPr>
          <w:rtl/>
          <w:lang w:bidi="fa-IR"/>
        </w:rPr>
        <w:t>،</w:t>
      </w:r>
      <w:r w:rsidRPr="003E3506">
        <w:rPr>
          <w:rtl/>
          <w:lang w:bidi="fa-IR"/>
        </w:rPr>
        <w:t xml:space="preserve"> پيش از ركوع ركعت دوم مستحب است قنوت بخواند</w:t>
      </w:r>
      <w:r w:rsidR="000C4B14">
        <w:rPr>
          <w:rtl/>
          <w:lang w:bidi="fa-IR"/>
        </w:rPr>
        <w:t>،</w:t>
      </w:r>
      <w:r w:rsidRPr="003E3506">
        <w:rPr>
          <w:rtl/>
          <w:lang w:bidi="fa-IR"/>
        </w:rPr>
        <w:t xml:space="preserve"> ولى در نماز شفع بايد آن را رجاء آورد</w:t>
      </w:r>
      <w:r w:rsidR="000C4B14">
        <w:rPr>
          <w:rtl/>
          <w:lang w:bidi="fa-IR"/>
        </w:rPr>
        <w:t>،</w:t>
      </w:r>
      <w:r w:rsidRPr="003E3506">
        <w:rPr>
          <w:rtl/>
          <w:lang w:bidi="fa-IR"/>
        </w:rPr>
        <w:t xml:space="preserve"> و در نماز وتر با آنكه يك ركعت مى باشد</w:t>
      </w:r>
      <w:r w:rsidR="000C4B14">
        <w:rPr>
          <w:rtl/>
          <w:lang w:bidi="fa-IR"/>
        </w:rPr>
        <w:t>،</w:t>
      </w:r>
      <w:r w:rsidRPr="003E3506">
        <w:rPr>
          <w:rtl/>
          <w:lang w:bidi="fa-IR"/>
        </w:rPr>
        <w:t xml:space="preserve"> خواندن قنوت پيش از ركوع مستحب است</w:t>
      </w:r>
      <w:r w:rsidR="000C4B14">
        <w:rPr>
          <w:rtl/>
          <w:lang w:bidi="fa-IR"/>
        </w:rPr>
        <w:t>،</w:t>
      </w:r>
      <w:r w:rsidRPr="003E3506">
        <w:rPr>
          <w:rtl/>
          <w:lang w:bidi="fa-IR"/>
        </w:rPr>
        <w:t xml:space="preserve"> و نماز جمعه در هر ركعت يك قنوت دارد</w:t>
      </w:r>
      <w:r w:rsidR="000C4B14">
        <w:rPr>
          <w:rtl/>
          <w:lang w:bidi="fa-IR"/>
        </w:rPr>
        <w:t>،</w:t>
      </w:r>
      <w:r w:rsidRPr="003E3506">
        <w:rPr>
          <w:rtl/>
          <w:lang w:bidi="fa-IR"/>
        </w:rPr>
        <w:t xml:space="preserve"> و نماز آيات پنج قنوت</w:t>
      </w:r>
      <w:r w:rsidR="000C4B14">
        <w:rPr>
          <w:rtl/>
          <w:lang w:bidi="fa-IR"/>
        </w:rPr>
        <w:t>،</w:t>
      </w:r>
      <w:r w:rsidRPr="003E3506">
        <w:rPr>
          <w:rtl/>
          <w:lang w:bidi="fa-IR"/>
        </w:rPr>
        <w:t xml:space="preserve"> و نماز عيد فطر و قربان در ركعت اول پنج قنوت و در ركعت دوم چهار قنوت دارد.</w:t>
      </w:r>
    </w:p>
    <w:p w:rsidR="003E3506" w:rsidRPr="003E3506" w:rsidRDefault="003E3506" w:rsidP="003E3506">
      <w:pPr>
        <w:pStyle w:val="libNormal"/>
        <w:rPr>
          <w:lang w:bidi="fa-IR"/>
        </w:rPr>
      </w:pPr>
      <w:r w:rsidRPr="003E3506">
        <w:rPr>
          <w:rtl/>
          <w:lang w:bidi="fa-IR"/>
        </w:rPr>
        <w:t>١١٢٧ - مستحب است در قنوت دست</w:t>
      </w:r>
      <w:r w:rsidR="00820192">
        <w:rPr>
          <w:rFonts w:hint="cs"/>
          <w:rtl/>
          <w:lang w:bidi="fa-IR"/>
        </w:rPr>
        <w:t xml:space="preserve"> </w:t>
      </w:r>
      <w:r w:rsidRPr="003E3506">
        <w:rPr>
          <w:rtl/>
          <w:lang w:bidi="fa-IR"/>
        </w:rPr>
        <w:t>ها را مقابل صورت و كف آنها را رو به آسمان و پهلوى هم نگهدارد و غير شست</w:t>
      </w:r>
      <w:r w:rsidR="000C4B14">
        <w:rPr>
          <w:rtl/>
          <w:lang w:bidi="fa-IR"/>
        </w:rPr>
        <w:t>،</w:t>
      </w:r>
      <w:r w:rsidRPr="003E3506">
        <w:rPr>
          <w:rtl/>
          <w:lang w:bidi="fa-IR"/>
        </w:rPr>
        <w:t xml:space="preserve"> انگشت</w:t>
      </w:r>
      <w:r w:rsidR="00820192">
        <w:rPr>
          <w:rFonts w:hint="cs"/>
          <w:rtl/>
          <w:lang w:bidi="fa-IR"/>
        </w:rPr>
        <w:t xml:space="preserve"> </w:t>
      </w:r>
      <w:r w:rsidRPr="003E3506">
        <w:rPr>
          <w:rtl/>
          <w:lang w:bidi="fa-IR"/>
        </w:rPr>
        <w:t>هاى ديگر را به هم بچسباند و به كف دست</w:t>
      </w:r>
      <w:r w:rsidR="00820192">
        <w:rPr>
          <w:rFonts w:hint="cs"/>
          <w:rtl/>
          <w:lang w:bidi="fa-IR"/>
        </w:rPr>
        <w:t xml:space="preserve"> </w:t>
      </w:r>
      <w:r w:rsidRPr="003E3506">
        <w:rPr>
          <w:rtl/>
          <w:lang w:bidi="fa-IR"/>
        </w:rPr>
        <w:t>ها نگاه كند.</w:t>
      </w:r>
    </w:p>
    <w:p w:rsidR="003E3506" w:rsidRPr="003E3506" w:rsidRDefault="003E3506" w:rsidP="003E3506">
      <w:pPr>
        <w:pStyle w:val="libNormal"/>
        <w:rPr>
          <w:lang w:bidi="fa-IR"/>
        </w:rPr>
      </w:pPr>
      <w:r w:rsidRPr="003E3506">
        <w:rPr>
          <w:rtl/>
          <w:lang w:bidi="fa-IR"/>
        </w:rPr>
        <w:t>١١٢٨ - در قنوت هر ذكرى بگويد</w:t>
      </w:r>
      <w:r w:rsidR="000C4B14">
        <w:rPr>
          <w:rtl/>
          <w:lang w:bidi="fa-IR"/>
        </w:rPr>
        <w:t>،</w:t>
      </w:r>
      <w:r w:rsidRPr="003E3506">
        <w:rPr>
          <w:rtl/>
          <w:lang w:bidi="fa-IR"/>
        </w:rPr>
        <w:t xml:space="preserve"> اگر چه يك سبحان اللّه باشد</w:t>
      </w:r>
      <w:r w:rsidR="000C4B14">
        <w:rPr>
          <w:rtl/>
          <w:lang w:bidi="fa-IR"/>
        </w:rPr>
        <w:t>،</w:t>
      </w:r>
      <w:r w:rsidRPr="003E3506">
        <w:rPr>
          <w:rtl/>
          <w:lang w:bidi="fa-IR"/>
        </w:rPr>
        <w:t xml:space="preserve"> كافى است</w:t>
      </w:r>
      <w:r w:rsidR="000C4B14">
        <w:rPr>
          <w:rtl/>
          <w:lang w:bidi="fa-IR"/>
        </w:rPr>
        <w:t>.</w:t>
      </w:r>
    </w:p>
    <w:p w:rsidR="003E3506" w:rsidRPr="003E3506" w:rsidRDefault="003E3506" w:rsidP="00953411">
      <w:pPr>
        <w:pStyle w:val="libNormal"/>
        <w:rPr>
          <w:lang w:bidi="fa-IR"/>
        </w:rPr>
      </w:pPr>
      <w:r w:rsidRPr="003E3506">
        <w:rPr>
          <w:rtl/>
          <w:lang w:bidi="fa-IR"/>
        </w:rPr>
        <w:t>و بهتر است بگويد</w:t>
      </w:r>
      <w:r w:rsidR="00553569">
        <w:rPr>
          <w:rtl/>
          <w:lang w:bidi="fa-IR"/>
        </w:rPr>
        <w:t>:</w:t>
      </w:r>
      <w:r w:rsidRPr="003E3506">
        <w:rPr>
          <w:rtl/>
          <w:lang w:bidi="fa-IR"/>
        </w:rPr>
        <w:t xml:space="preserve"> </w:t>
      </w:r>
      <w:r w:rsidR="00953411">
        <w:rPr>
          <w:rFonts w:hint="cs"/>
          <w:rtl/>
          <w:lang w:bidi="fa-IR"/>
        </w:rPr>
        <w:t>«</w:t>
      </w:r>
      <w:r w:rsidRPr="00953411">
        <w:rPr>
          <w:rStyle w:val="libBold2Char"/>
          <w:rtl/>
        </w:rPr>
        <w:t>لا اله الا اللّه الحليم الكريم</w:t>
      </w:r>
      <w:r w:rsidR="000C4B14" w:rsidRPr="00953411">
        <w:rPr>
          <w:rStyle w:val="libBold2Char"/>
          <w:rtl/>
        </w:rPr>
        <w:t>،</w:t>
      </w:r>
      <w:r w:rsidRPr="00953411">
        <w:rPr>
          <w:rStyle w:val="libBold2Char"/>
          <w:rtl/>
        </w:rPr>
        <w:t xml:space="preserve"> لا اله الا اللّه العلي العظيم سبحان اللّه رب السموات السبع</w:t>
      </w:r>
      <w:r w:rsidR="000C4B14" w:rsidRPr="00953411">
        <w:rPr>
          <w:rStyle w:val="libBold2Char"/>
          <w:rtl/>
        </w:rPr>
        <w:t>،</w:t>
      </w:r>
      <w:r w:rsidRPr="00953411">
        <w:rPr>
          <w:rStyle w:val="libBold2Char"/>
          <w:rtl/>
        </w:rPr>
        <w:t xml:space="preserve"> و رب الارضين السبع</w:t>
      </w:r>
      <w:r w:rsidR="000C4B14" w:rsidRPr="00953411">
        <w:rPr>
          <w:rStyle w:val="libBold2Char"/>
          <w:rtl/>
        </w:rPr>
        <w:t>،</w:t>
      </w:r>
      <w:r w:rsidRPr="00953411">
        <w:rPr>
          <w:rStyle w:val="libBold2Char"/>
          <w:rtl/>
        </w:rPr>
        <w:t xml:space="preserve"> و ما فيهن و ما بينهن و رب العرش العظيم</w:t>
      </w:r>
      <w:r w:rsidR="000C4B14" w:rsidRPr="00953411">
        <w:rPr>
          <w:rStyle w:val="libBold2Char"/>
          <w:rtl/>
        </w:rPr>
        <w:t>،</w:t>
      </w:r>
      <w:r w:rsidRPr="00953411">
        <w:rPr>
          <w:rStyle w:val="libBold2Char"/>
          <w:rtl/>
        </w:rPr>
        <w:t xml:space="preserve"> والحمد للّه رب العالمين</w:t>
      </w:r>
      <w:r w:rsidR="000C4B14">
        <w:rPr>
          <w:rtl/>
          <w:lang w:bidi="fa-IR"/>
        </w:rPr>
        <w:t>.</w:t>
      </w:r>
      <w:r w:rsidR="00953411">
        <w:rPr>
          <w:rFonts w:hint="cs"/>
          <w:rtl/>
          <w:lang w:bidi="fa-IR"/>
        </w:rPr>
        <w:t>»</w:t>
      </w:r>
    </w:p>
    <w:p w:rsidR="003E3506" w:rsidRPr="003E3506" w:rsidRDefault="003E3506" w:rsidP="003E3506">
      <w:pPr>
        <w:pStyle w:val="libNormal"/>
        <w:rPr>
          <w:lang w:bidi="fa-IR"/>
        </w:rPr>
      </w:pPr>
      <w:r w:rsidRPr="003E3506">
        <w:rPr>
          <w:rtl/>
          <w:lang w:bidi="fa-IR"/>
        </w:rPr>
        <w:t>١١٢٩ - مستحب است انسان قنوت را بلند بخواند</w:t>
      </w:r>
      <w:r w:rsidR="000C4B14">
        <w:rPr>
          <w:rtl/>
          <w:lang w:bidi="fa-IR"/>
        </w:rPr>
        <w:t>،</w:t>
      </w:r>
      <w:r w:rsidRPr="003E3506">
        <w:rPr>
          <w:rtl/>
          <w:lang w:bidi="fa-IR"/>
        </w:rPr>
        <w:t xml:space="preserve"> ولى براى كسى كه نماز را به جماعت مى خواند</w:t>
      </w:r>
      <w:r w:rsidR="000C4B14">
        <w:rPr>
          <w:rtl/>
          <w:lang w:bidi="fa-IR"/>
        </w:rPr>
        <w:t>،</w:t>
      </w:r>
      <w:r w:rsidRPr="003E3506">
        <w:rPr>
          <w:rtl/>
          <w:lang w:bidi="fa-IR"/>
        </w:rPr>
        <w:t xml:space="preserve"> اگر امام جماعت صداى او را بشنود بلند خواندن قنوت مستحب نيست</w:t>
      </w:r>
      <w:r w:rsidR="000C4B14">
        <w:rPr>
          <w:rtl/>
          <w:lang w:bidi="fa-IR"/>
        </w:rPr>
        <w:t>.</w:t>
      </w:r>
    </w:p>
    <w:p w:rsidR="003E3506" w:rsidRPr="003E3506" w:rsidRDefault="003E3506" w:rsidP="003E3506">
      <w:pPr>
        <w:pStyle w:val="libNormal"/>
        <w:rPr>
          <w:lang w:bidi="fa-IR"/>
        </w:rPr>
      </w:pPr>
      <w:r w:rsidRPr="003E3506">
        <w:rPr>
          <w:rtl/>
          <w:lang w:bidi="fa-IR"/>
        </w:rPr>
        <w:t>١١٣٠ - اگر عمدا قنوت نخواند قضا ندارد و اگر فراموش كند و پيش از آنكه به اندازه ركوع خم شود يادش بيايد</w:t>
      </w:r>
      <w:r w:rsidR="000C4B14">
        <w:rPr>
          <w:rtl/>
          <w:lang w:bidi="fa-IR"/>
        </w:rPr>
        <w:t>،</w:t>
      </w:r>
      <w:r w:rsidRPr="003E3506">
        <w:rPr>
          <w:rtl/>
          <w:lang w:bidi="fa-IR"/>
        </w:rPr>
        <w:t xml:space="preserve"> مستحب است بايستد و بخواند و اگر در ركوع يادش بيايد</w:t>
      </w:r>
      <w:r w:rsidR="000C4B14">
        <w:rPr>
          <w:rtl/>
          <w:lang w:bidi="fa-IR"/>
        </w:rPr>
        <w:t>،</w:t>
      </w:r>
      <w:r w:rsidRPr="003E3506">
        <w:rPr>
          <w:rtl/>
          <w:lang w:bidi="fa-IR"/>
        </w:rPr>
        <w:t xml:space="preserve"> مستحب است بعد از ركوع قضا كند</w:t>
      </w:r>
      <w:r w:rsidR="000C4B14">
        <w:rPr>
          <w:rtl/>
          <w:lang w:bidi="fa-IR"/>
        </w:rPr>
        <w:t>،</w:t>
      </w:r>
      <w:r w:rsidRPr="003E3506">
        <w:rPr>
          <w:rtl/>
          <w:lang w:bidi="fa-IR"/>
        </w:rPr>
        <w:t xml:space="preserve"> و اگر در سجده يادش بيايد</w:t>
      </w:r>
      <w:r w:rsidR="000C4B14">
        <w:rPr>
          <w:rtl/>
          <w:lang w:bidi="fa-IR"/>
        </w:rPr>
        <w:t>،</w:t>
      </w:r>
      <w:r w:rsidRPr="003E3506">
        <w:rPr>
          <w:rtl/>
          <w:lang w:bidi="fa-IR"/>
        </w:rPr>
        <w:t xml:space="preserve"> مستحب است بعد از ركوع قضا كند و اگر در سجده يادش بيايد</w:t>
      </w:r>
      <w:r w:rsidR="000C4B14">
        <w:rPr>
          <w:rtl/>
          <w:lang w:bidi="fa-IR"/>
        </w:rPr>
        <w:t>،</w:t>
      </w:r>
      <w:r w:rsidRPr="003E3506">
        <w:rPr>
          <w:rtl/>
          <w:lang w:bidi="fa-IR"/>
        </w:rPr>
        <w:t xml:space="preserve"> مستحب است بعد از سلام آن را قضا نمايد.</w:t>
      </w:r>
    </w:p>
    <w:p w:rsidR="003E3506" w:rsidRPr="003E3506" w:rsidRDefault="00D321AF" w:rsidP="003E3506">
      <w:pPr>
        <w:pStyle w:val="libNormal"/>
        <w:rPr>
          <w:lang w:bidi="fa-IR"/>
        </w:rPr>
      </w:pPr>
      <w:r>
        <w:rPr>
          <w:rtl/>
          <w:lang w:bidi="fa-IR"/>
        </w:rPr>
        <w:br w:type="page"/>
      </w:r>
    </w:p>
    <w:p w:rsidR="003E3506" w:rsidRDefault="00605FAB" w:rsidP="00D321AF">
      <w:pPr>
        <w:pStyle w:val="Heading2"/>
        <w:rPr>
          <w:rtl/>
          <w:lang w:bidi="fa-IR"/>
        </w:rPr>
      </w:pPr>
      <w:bookmarkStart w:id="129" w:name="_Toc24454552"/>
      <w:r>
        <w:rPr>
          <w:rtl/>
          <w:lang w:bidi="fa-IR"/>
        </w:rPr>
        <w:t>(</w:t>
      </w:r>
      <w:r w:rsidR="003E3506" w:rsidRPr="003E3506">
        <w:rPr>
          <w:rtl/>
          <w:lang w:bidi="fa-IR"/>
        </w:rPr>
        <w:t>ترجمه نماز</w:t>
      </w:r>
      <w:r>
        <w:rPr>
          <w:rtl/>
          <w:lang w:bidi="fa-IR"/>
        </w:rPr>
        <w:t>)</w:t>
      </w:r>
      <w:bookmarkEnd w:id="129"/>
    </w:p>
    <w:p w:rsidR="003E3506" w:rsidRDefault="00605FAB" w:rsidP="001778E1">
      <w:pPr>
        <w:pStyle w:val="Heading3"/>
        <w:rPr>
          <w:rtl/>
          <w:lang w:bidi="fa-IR"/>
        </w:rPr>
      </w:pPr>
      <w:bookmarkStart w:id="130" w:name="_Toc24454553"/>
      <w:r>
        <w:rPr>
          <w:rtl/>
          <w:lang w:bidi="fa-IR"/>
        </w:rPr>
        <w:t>(</w:t>
      </w:r>
      <w:r w:rsidR="003E3506" w:rsidRPr="003E3506">
        <w:rPr>
          <w:rtl/>
          <w:lang w:bidi="fa-IR"/>
        </w:rPr>
        <w:t>ترجمه سوره حمد</w:t>
      </w:r>
      <w:r>
        <w:rPr>
          <w:rtl/>
          <w:lang w:bidi="fa-IR"/>
        </w:rPr>
        <w:t>)</w:t>
      </w:r>
      <w:bookmarkEnd w:id="130"/>
    </w:p>
    <w:p w:rsidR="003E3506" w:rsidRPr="003E3506" w:rsidRDefault="003E3506" w:rsidP="001778E1">
      <w:pPr>
        <w:pStyle w:val="libNormal"/>
        <w:rPr>
          <w:lang w:bidi="fa-IR"/>
        </w:rPr>
      </w:pPr>
      <w:r w:rsidRPr="003E3506">
        <w:rPr>
          <w:rtl/>
          <w:lang w:bidi="fa-IR"/>
        </w:rPr>
        <w:t xml:space="preserve">١/١١٣٠ - </w:t>
      </w:r>
      <w:r w:rsidR="001778E1" w:rsidRPr="001778E1">
        <w:rPr>
          <w:rStyle w:val="libAlaemChar"/>
          <w:rFonts w:hint="cs"/>
          <w:rtl/>
        </w:rPr>
        <w:t>(</w:t>
      </w:r>
      <w:r w:rsidR="001778E1" w:rsidRPr="001778E1">
        <w:rPr>
          <w:rStyle w:val="libAieChar"/>
          <w:rtl/>
          <w:lang w:bidi="fa-IR"/>
        </w:rPr>
        <w:t>بِسْمِ اللَّهِ الرَّحْمَنِ الرَّحِيمِ</w:t>
      </w:r>
      <w:r w:rsidR="001778E1" w:rsidRPr="001778E1">
        <w:rPr>
          <w:rStyle w:val="libAlaemChar"/>
          <w:rFonts w:hint="cs"/>
          <w:rtl/>
        </w:rPr>
        <w:t>)</w:t>
      </w:r>
      <w:r w:rsidR="00553569">
        <w:rPr>
          <w:rtl/>
          <w:lang w:bidi="fa-IR"/>
        </w:rPr>
        <w:t>:</w:t>
      </w:r>
      <w:r w:rsidRPr="003E3506">
        <w:rPr>
          <w:rtl/>
          <w:lang w:bidi="fa-IR"/>
        </w:rPr>
        <w:t xml:space="preserve"> </w:t>
      </w:r>
      <w:r w:rsidR="00605FAB" w:rsidRPr="001778E1">
        <w:rPr>
          <w:rStyle w:val="libBold2Char"/>
          <w:rtl/>
        </w:rPr>
        <w:t>(</w:t>
      </w:r>
      <w:r w:rsidRPr="001778E1">
        <w:rPr>
          <w:rStyle w:val="libBold2Char"/>
          <w:rtl/>
        </w:rPr>
        <w:t>بسم اللّه</w:t>
      </w:r>
      <w:r w:rsidR="00605FAB" w:rsidRPr="001778E1">
        <w:rPr>
          <w:rStyle w:val="libBold2Char"/>
          <w:rtl/>
        </w:rPr>
        <w:t>)</w:t>
      </w:r>
      <w:r w:rsidRPr="003E3506">
        <w:rPr>
          <w:rtl/>
          <w:lang w:bidi="fa-IR"/>
        </w:rPr>
        <w:t xml:space="preserve"> يعنى ابتدا مى كنم بنام خدا</w:t>
      </w:r>
      <w:r w:rsidR="000C4B14">
        <w:rPr>
          <w:rtl/>
          <w:lang w:bidi="fa-IR"/>
        </w:rPr>
        <w:t>،</w:t>
      </w:r>
      <w:r w:rsidRPr="003E3506">
        <w:rPr>
          <w:rtl/>
          <w:lang w:bidi="fa-IR"/>
        </w:rPr>
        <w:t xml:space="preserve"> ذاتى كه جامع جميع كمالات و از هر گونه نقص منزه است</w:t>
      </w:r>
      <w:r w:rsidR="000C4B14">
        <w:rPr>
          <w:rtl/>
          <w:lang w:bidi="fa-IR"/>
        </w:rPr>
        <w:t>.</w:t>
      </w:r>
    </w:p>
    <w:p w:rsidR="003E3506" w:rsidRPr="003E3506" w:rsidRDefault="00605FAB" w:rsidP="003E3506">
      <w:pPr>
        <w:pStyle w:val="libNormal"/>
        <w:rPr>
          <w:lang w:bidi="fa-IR"/>
        </w:rPr>
      </w:pPr>
      <w:r w:rsidRPr="001778E1">
        <w:rPr>
          <w:rStyle w:val="libBold2Char"/>
          <w:rtl/>
        </w:rPr>
        <w:t>(</w:t>
      </w:r>
      <w:r w:rsidR="003E3506" w:rsidRPr="001778E1">
        <w:rPr>
          <w:rStyle w:val="libBold2Char"/>
          <w:rtl/>
        </w:rPr>
        <w:t>الرحمن</w:t>
      </w:r>
      <w:r w:rsidRPr="001778E1">
        <w:rPr>
          <w:rStyle w:val="libBold2Char"/>
          <w:rtl/>
        </w:rPr>
        <w:t>)</w:t>
      </w:r>
      <w:r w:rsidR="003E3506" w:rsidRPr="003E3506">
        <w:rPr>
          <w:rtl/>
          <w:lang w:bidi="fa-IR"/>
        </w:rPr>
        <w:t xml:space="preserve"> رحمتش واسع و بى نهايت است</w:t>
      </w:r>
      <w:r w:rsidR="000C4B14">
        <w:rPr>
          <w:rtl/>
          <w:lang w:bidi="fa-IR"/>
        </w:rPr>
        <w:t>.</w:t>
      </w:r>
    </w:p>
    <w:p w:rsidR="003E3506" w:rsidRPr="003E3506" w:rsidRDefault="00605FAB" w:rsidP="003E3506">
      <w:pPr>
        <w:pStyle w:val="libNormal"/>
        <w:rPr>
          <w:lang w:bidi="fa-IR"/>
        </w:rPr>
      </w:pPr>
      <w:r w:rsidRPr="001778E1">
        <w:rPr>
          <w:rStyle w:val="libBold2Char"/>
          <w:rtl/>
        </w:rPr>
        <w:t>(</w:t>
      </w:r>
      <w:r w:rsidR="003E3506" w:rsidRPr="001778E1">
        <w:rPr>
          <w:rStyle w:val="libBold2Char"/>
          <w:rtl/>
        </w:rPr>
        <w:t>الرحيم</w:t>
      </w:r>
      <w:r w:rsidRPr="001778E1">
        <w:rPr>
          <w:rStyle w:val="libBold2Char"/>
          <w:rtl/>
        </w:rPr>
        <w:t>)</w:t>
      </w:r>
      <w:r w:rsidR="003E3506" w:rsidRPr="003E3506">
        <w:rPr>
          <w:rtl/>
          <w:lang w:bidi="fa-IR"/>
        </w:rPr>
        <w:t xml:space="preserve"> رحمتش ذاتى و ازلى و ابدى است</w:t>
      </w:r>
      <w:r w:rsidR="000C4B14">
        <w:rPr>
          <w:rtl/>
          <w:lang w:bidi="fa-IR"/>
        </w:rPr>
        <w:t>.</w:t>
      </w:r>
    </w:p>
    <w:p w:rsidR="003E3506" w:rsidRPr="003E3506" w:rsidRDefault="00605FAB" w:rsidP="001778E1">
      <w:pPr>
        <w:pStyle w:val="libNormal"/>
        <w:rPr>
          <w:lang w:bidi="fa-IR"/>
        </w:rPr>
      </w:pPr>
      <w:r w:rsidRPr="001778E1">
        <w:rPr>
          <w:rStyle w:val="libAlaemChar"/>
          <w:rtl/>
        </w:rPr>
        <w:t>(</w:t>
      </w:r>
      <w:r w:rsidR="001778E1" w:rsidRPr="001778E1">
        <w:rPr>
          <w:rStyle w:val="libAieChar"/>
          <w:rtl/>
          <w:lang w:bidi="fa-IR"/>
        </w:rPr>
        <w:t>الْحَمْدُ للّهِ رَبِّ الْعَالَمِينَ</w:t>
      </w:r>
      <w:r w:rsidRPr="001778E1">
        <w:rPr>
          <w:rStyle w:val="libAlaemChar"/>
          <w:rtl/>
        </w:rPr>
        <w:t>)</w:t>
      </w:r>
      <w:r w:rsidR="003E3506" w:rsidRPr="003E3506">
        <w:rPr>
          <w:rtl/>
          <w:lang w:bidi="fa-IR"/>
        </w:rPr>
        <w:t xml:space="preserve"> يعنى ثنا مخصوص خداوندى است كه پرورش دهنده همه موجودات است</w:t>
      </w:r>
      <w:r w:rsidR="000C4B14">
        <w:rPr>
          <w:rtl/>
          <w:lang w:bidi="fa-IR"/>
        </w:rPr>
        <w:t>.</w:t>
      </w:r>
    </w:p>
    <w:p w:rsidR="003E3506" w:rsidRPr="003E3506" w:rsidRDefault="00605FAB" w:rsidP="001778E1">
      <w:pPr>
        <w:pStyle w:val="libNormal"/>
        <w:rPr>
          <w:lang w:bidi="fa-IR"/>
        </w:rPr>
      </w:pPr>
      <w:r w:rsidRPr="001778E1">
        <w:rPr>
          <w:rStyle w:val="libAlaemChar"/>
          <w:rtl/>
        </w:rPr>
        <w:t>(</w:t>
      </w:r>
      <w:r w:rsidR="001778E1" w:rsidRPr="001778E1">
        <w:rPr>
          <w:rStyle w:val="libAieChar"/>
          <w:rtl/>
          <w:lang w:bidi="fa-IR"/>
        </w:rPr>
        <w:t>الرَّحْمنِ الرَّحِيمِ</w:t>
      </w:r>
      <w:r w:rsidRPr="001778E1">
        <w:rPr>
          <w:rStyle w:val="libAlaemChar"/>
          <w:rtl/>
        </w:rPr>
        <w:t>)</w:t>
      </w:r>
      <w:r w:rsidR="003E3506" w:rsidRPr="003E3506">
        <w:rPr>
          <w:rtl/>
          <w:lang w:bidi="fa-IR"/>
        </w:rPr>
        <w:t xml:space="preserve"> معناى آن گذشت</w:t>
      </w:r>
      <w:r w:rsidR="000C4B14">
        <w:rPr>
          <w:rtl/>
          <w:lang w:bidi="fa-IR"/>
        </w:rPr>
        <w:t>.</w:t>
      </w:r>
    </w:p>
    <w:p w:rsidR="003E3506" w:rsidRPr="003E3506" w:rsidRDefault="00605FAB" w:rsidP="001778E1">
      <w:pPr>
        <w:pStyle w:val="libNormal"/>
        <w:rPr>
          <w:lang w:bidi="fa-IR"/>
        </w:rPr>
      </w:pPr>
      <w:r w:rsidRPr="001778E1">
        <w:rPr>
          <w:rStyle w:val="libAlaemChar"/>
          <w:rtl/>
        </w:rPr>
        <w:t>(</w:t>
      </w:r>
      <w:r w:rsidR="001778E1" w:rsidRPr="001778E1">
        <w:rPr>
          <w:rStyle w:val="libAieChar"/>
          <w:rtl/>
          <w:lang w:bidi="fa-IR"/>
        </w:rPr>
        <w:t>مَالِكِ يَوْمِ الدِّينِ</w:t>
      </w:r>
      <w:r w:rsidRPr="001778E1">
        <w:rPr>
          <w:rStyle w:val="libAlaemChar"/>
          <w:rtl/>
        </w:rPr>
        <w:t>)</w:t>
      </w:r>
      <w:r w:rsidR="003E3506" w:rsidRPr="003E3506">
        <w:rPr>
          <w:rtl/>
          <w:lang w:bidi="fa-IR"/>
        </w:rPr>
        <w:t xml:space="preserve"> يعنى ذات توانايى كه حكمرانى روز جزا با او است</w:t>
      </w:r>
      <w:r w:rsidR="000C4B14">
        <w:rPr>
          <w:rtl/>
          <w:lang w:bidi="fa-IR"/>
        </w:rPr>
        <w:t>.</w:t>
      </w:r>
    </w:p>
    <w:p w:rsidR="003E3506" w:rsidRPr="003E3506" w:rsidRDefault="00605FAB" w:rsidP="001778E1">
      <w:pPr>
        <w:pStyle w:val="libNormal"/>
        <w:rPr>
          <w:lang w:bidi="fa-IR"/>
        </w:rPr>
      </w:pPr>
      <w:r w:rsidRPr="001778E1">
        <w:rPr>
          <w:rStyle w:val="libAlaemChar"/>
          <w:rtl/>
        </w:rPr>
        <w:t>(</w:t>
      </w:r>
      <w:r w:rsidR="001778E1" w:rsidRPr="001778E1">
        <w:rPr>
          <w:rStyle w:val="libAieChar"/>
          <w:rtl/>
          <w:lang w:bidi="fa-IR"/>
        </w:rPr>
        <w:t>إِيَّاكَ نَعْبُدُ وإِيَّاكَ نَسْتَعِينُ</w:t>
      </w:r>
      <w:r w:rsidRPr="001778E1">
        <w:rPr>
          <w:rStyle w:val="libAlaemChar"/>
          <w:rtl/>
        </w:rPr>
        <w:t>)</w:t>
      </w:r>
      <w:r w:rsidR="003E3506" w:rsidRPr="003E3506">
        <w:rPr>
          <w:rtl/>
          <w:lang w:bidi="fa-IR"/>
        </w:rPr>
        <w:t xml:space="preserve"> يعنى فقط ترا عبادت مى كنيم و فقط از تو كمك مى خواهيم</w:t>
      </w:r>
      <w:r w:rsidR="000C4B14">
        <w:rPr>
          <w:rtl/>
          <w:lang w:bidi="fa-IR"/>
        </w:rPr>
        <w:t>.</w:t>
      </w:r>
    </w:p>
    <w:p w:rsidR="003E3506" w:rsidRPr="003E3506" w:rsidRDefault="00605FAB" w:rsidP="001778E1">
      <w:pPr>
        <w:pStyle w:val="libNormal"/>
        <w:rPr>
          <w:lang w:bidi="fa-IR"/>
        </w:rPr>
      </w:pPr>
      <w:r w:rsidRPr="001778E1">
        <w:rPr>
          <w:rStyle w:val="libAlaemChar"/>
          <w:rtl/>
        </w:rPr>
        <w:t>(</w:t>
      </w:r>
      <w:r w:rsidR="001778E1" w:rsidRPr="001778E1">
        <w:rPr>
          <w:rStyle w:val="libAieChar"/>
          <w:rtl/>
          <w:lang w:bidi="fa-IR"/>
        </w:rPr>
        <w:t>اهدِنَا الصِّرَاطَ المُستَقِيمَ</w:t>
      </w:r>
      <w:r w:rsidRPr="001778E1">
        <w:rPr>
          <w:rStyle w:val="libAlaemChar"/>
          <w:rtl/>
        </w:rPr>
        <w:t>)</w:t>
      </w:r>
      <w:r w:rsidR="003E3506" w:rsidRPr="003E3506">
        <w:rPr>
          <w:rtl/>
          <w:lang w:bidi="fa-IR"/>
        </w:rPr>
        <w:t xml:space="preserve"> يعنى هدايت كن ما را به راه راست كه آن دين اسلام است</w:t>
      </w:r>
      <w:r w:rsidR="000C4B14">
        <w:rPr>
          <w:rtl/>
          <w:lang w:bidi="fa-IR"/>
        </w:rPr>
        <w:t>.</w:t>
      </w:r>
    </w:p>
    <w:p w:rsidR="003E3506" w:rsidRPr="003E3506" w:rsidRDefault="00605FAB" w:rsidP="001778E1">
      <w:pPr>
        <w:pStyle w:val="libNormal"/>
        <w:rPr>
          <w:lang w:bidi="fa-IR"/>
        </w:rPr>
      </w:pPr>
      <w:r w:rsidRPr="001778E1">
        <w:rPr>
          <w:rStyle w:val="libAlaemChar"/>
          <w:rtl/>
        </w:rPr>
        <w:t>(</w:t>
      </w:r>
      <w:r w:rsidR="001778E1" w:rsidRPr="001778E1">
        <w:rPr>
          <w:rStyle w:val="libAieChar"/>
          <w:rtl/>
          <w:lang w:bidi="fa-IR"/>
        </w:rPr>
        <w:t>صِرَاطَ الَّذِينَ أَنعَمتَ عَلَيهِمْ</w:t>
      </w:r>
      <w:r w:rsidRPr="001778E1">
        <w:rPr>
          <w:rStyle w:val="libAlaemChar"/>
          <w:rtl/>
        </w:rPr>
        <w:t>)</w:t>
      </w:r>
      <w:r w:rsidR="003E3506" w:rsidRPr="003E3506">
        <w:rPr>
          <w:rtl/>
          <w:lang w:bidi="fa-IR"/>
        </w:rPr>
        <w:t xml:space="preserve"> يعنى به راه كسانى كه به آنان نعمت داده اى كه آنان پيغمبران و جانشينان پيغمبران هستند.</w:t>
      </w:r>
    </w:p>
    <w:p w:rsidR="003E3506" w:rsidRPr="003E3506" w:rsidRDefault="00605FAB" w:rsidP="001778E1">
      <w:pPr>
        <w:pStyle w:val="libNormal"/>
        <w:rPr>
          <w:lang w:bidi="fa-IR"/>
        </w:rPr>
      </w:pPr>
      <w:r w:rsidRPr="001778E1">
        <w:rPr>
          <w:rStyle w:val="libAlaemChar"/>
          <w:rtl/>
        </w:rPr>
        <w:t>(</w:t>
      </w:r>
      <w:r w:rsidR="001778E1" w:rsidRPr="001778E1">
        <w:rPr>
          <w:rStyle w:val="libAieChar"/>
          <w:rtl/>
          <w:lang w:bidi="fa-IR"/>
        </w:rPr>
        <w:t>غَيرِ المَغضُوبِ عَلَيهِمْ وَلاَ الضَّالِّينَ</w:t>
      </w:r>
      <w:r w:rsidRPr="001778E1">
        <w:rPr>
          <w:rStyle w:val="libAlaemChar"/>
          <w:rtl/>
        </w:rPr>
        <w:t>)</w:t>
      </w:r>
      <w:r w:rsidR="003E3506" w:rsidRPr="003E3506">
        <w:rPr>
          <w:rtl/>
          <w:lang w:bidi="fa-IR"/>
        </w:rPr>
        <w:t xml:space="preserve"> يعنى نه به راه كسانى كه غضب كرده اى بر ايشان و نه آن كسانى كه گمراهند.</w:t>
      </w:r>
    </w:p>
    <w:p w:rsidR="003E3506" w:rsidRPr="003E3506" w:rsidRDefault="00B03B63" w:rsidP="003E3506">
      <w:pPr>
        <w:pStyle w:val="libNormal"/>
        <w:rPr>
          <w:lang w:bidi="fa-IR"/>
        </w:rPr>
      </w:pPr>
      <w:r>
        <w:rPr>
          <w:rtl/>
          <w:lang w:bidi="fa-IR"/>
        </w:rPr>
        <w:br w:type="page"/>
      </w:r>
    </w:p>
    <w:p w:rsidR="003E3506" w:rsidRDefault="00605FAB" w:rsidP="00B03B63">
      <w:pPr>
        <w:pStyle w:val="Heading3"/>
        <w:rPr>
          <w:rtl/>
          <w:lang w:bidi="fa-IR"/>
        </w:rPr>
      </w:pPr>
      <w:bookmarkStart w:id="131" w:name="_Toc24454554"/>
      <w:r>
        <w:rPr>
          <w:rtl/>
          <w:lang w:bidi="fa-IR"/>
        </w:rPr>
        <w:t>(</w:t>
      </w:r>
      <w:r w:rsidR="003E3506" w:rsidRPr="003E3506">
        <w:rPr>
          <w:rtl/>
          <w:lang w:bidi="fa-IR"/>
        </w:rPr>
        <w:t>ترجمه سوره قل هو اللّه احد</w:t>
      </w:r>
      <w:r>
        <w:rPr>
          <w:rtl/>
          <w:lang w:bidi="fa-IR"/>
        </w:rPr>
        <w:t>)</w:t>
      </w:r>
      <w:bookmarkEnd w:id="131"/>
    </w:p>
    <w:p w:rsidR="003E3506" w:rsidRPr="003E3506" w:rsidRDefault="003E3506" w:rsidP="003E3506">
      <w:pPr>
        <w:pStyle w:val="libNormal"/>
        <w:rPr>
          <w:lang w:bidi="fa-IR"/>
        </w:rPr>
      </w:pPr>
      <w:r w:rsidRPr="003E3506">
        <w:rPr>
          <w:rtl/>
          <w:lang w:bidi="fa-IR"/>
        </w:rPr>
        <w:t xml:space="preserve">٢/١١٣٠ - </w:t>
      </w:r>
      <w:r w:rsidR="00605FAB" w:rsidRPr="00B03B63">
        <w:rPr>
          <w:rStyle w:val="libBold2Char"/>
          <w:rtl/>
        </w:rPr>
        <w:t>(</w:t>
      </w:r>
      <w:r w:rsidRPr="00B03B63">
        <w:rPr>
          <w:rStyle w:val="libBold2Char"/>
          <w:rtl/>
        </w:rPr>
        <w:t>بسم اللّه الرحمن الرحيم</w:t>
      </w:r>
      <w:r w:rsidR="00605FAB" w:rsidRPr="00B03B63">
        <w:rPr>
          <w:rStyle w:val="libBold2Char"/>
          <w:rtl/>
        </w:rPr>
        <w:t>)</w:t>
      </w:r>
      <w:r w:rsidRPr="003E3506">
        <w:rPr>
          <w:rtl/>
          <w:lang w:bidi="fa-IR"/>
        </w:rPr>
        <w:t xml:space="preserve"> معناى آن گذشت</w:t>
      </w:r>
      <w:r w:rsidR="000C4B14">
        <w:rPr>
          <w:rtl/>
          <w:lang w:bidi="fa-IR"/>
        </w:rPr>
        <w:t>.</w:t>
      </w:r>
    </w:p>
    <w:p w:rsidR="003E3506" w:rsidRPr="003E3506" w:rsidRDefault="00605FAB" w:rsidP="003E3506">
      <w:pPr>
        <w:pStyle w:val="libNormal"/>
        <w:rPr>
          <w:lang w:bidi="fa-IR"/>
        </w:rPr>
      </w:pPr>
      <w:r w:rsidRPr="00B03B63">
        <w:rPr>
          <w:rStyle w:val="libAlaemChar"/>
          <w:rtl/>
        </w:rPr>
        <w:t>(</w:t>
      </w:r>
      <w:r w:rsidR="003E3506" w:rsidRPr="00B03B63">
        <w:rPr>
          <w:rStyle w:val="libAieChar"/>
          <w:rtl/>
        </w:rPr>
        <w:t>قل هو اللّه احد</w:t>
      </w:r>
      <w:r w:rsidRPr="00B03B63">
        <w:rPr>
          <w:rStyle w:val="libAlaemChar"/>
          <w:rtl/>
        </w:rPr>
        <w:t>)</w:t>
      </w:r>
      <w:r w:rsidR="003E3506" w:rsidRPr="003E3506">
        <w:rPr>
          <w:rtl/>
          <w:lang w:bidi="fa-IR"/>
        </w:rPr>
        <w:t xml:space="preserve"> يعنى بگو اى محمد </w:t>
      </w:r>
      <w:r w:rsidR="00884B11" w:rsidRPr="00884B11">
        <w:rPr>
          <w:rStyle w:val="libAlaemChar"/>
          <w:rtl/>
        </w:rPr>
        <w:t>صلى‌الله‌عليه‌وآله‌وسلم</w:t>
      </w:r>
      <w:r w:rsidR="003E3506" w:rsidRPr="003E3506">
        <w:rPr>
          <w:rtl/>
          <w:lang w:bidi="fa-IR"/>
        </w:rPr>
        <w:t xml:space="preserve"> كه خداوند</w:t>
      </w:r>
      <w:r w:rsidR="000C4B14">
        <w:rPr>
          <w:rtl/>
          <w:lang w:bidi="fa-IR"/>
        </w:rPr>
        <w:t>،</w:t>
      </w:r>
      <w:r w:rsidR="003E3506" w:rsidRPr="003E3506">
        <w:rPr>
          <w:rtl/>
          <w:lang w:bidi="fa-IR"/>
        </w:rPr>
        <w:t xml:space="preserve"> خدايى است يگانه</w:t>
      </w:r>
      <w:r w:rsidR="000C4B14">
        <w:rPr>
          <w:rtl/>
          <w:lang w:bidi="fa-IR"/>
        </w:rPr>
        <w:t>.</w:t>
      </w:r>
    </w:p>
    <w:p w:rsidR="003E3506" w:rsidRPr="003E3506" w:rsidRDefault="00605FAB" w:rsidP="003E3506">
      <w:pPr>
        <w:pStyle w:val="libNormal"/>
        <w:rPr>
          <w:lang w:bidi="fa-IR"/>
        </w:rPr>
      </w:pPr>
      <w:r w:rsidRPr="00B03B63">
        <w:rPr>
          <w:rStyle w:val="libAlaemChar"/>
          <w:rtl/>
        </w:rPr>
        <w:t>(</w:t>
      </w:r>
      <w:r w:rsidR="003E3506" w:rsidRPr="00B03B63">
        <w:rPr>
          <w:rStyle w:val="libAieChar"/>
          <w:rtl/>
        </w:rPr>
        <w:t>اللّه الصمد</w:t>
      </w:r>
      <w:r w:rsidRPr="00B03B63">
        <w:rPr>
          <w:rStyle w:val="libAlaemChar"/>
          <w:rtl/>
        </w:rPr>
        <w:t>)</w:t>
      </w:r>
      <w:r w:rsidR="003E3506" w:rsidRPr="003E3506">
        <w:rPr>
          <w:rtl/>
          <w:lang w:bidi="fa-IR"/>
        </w:rPr>
        <w:t xml:space="preserve"> يعنى خدايى كه از تمام موجودات بى نياز است</w:t>
      </w:r>
      <w:r w:rsidR="000C4B14">
        <w:rPr>
          <w:rtl/>
          <w:lang w:bidi="fa-IR"/>
        </w:rPr>
        <w:t>.</w:t>
      </w:r>
    </w:p>
    <w:p w:rsidR="003E3506" w:rsidRPr="003E3506" w:rsidRDefault="00605FAB" w:rsidP="003E3506">
      <w:pPr>
        <w:pStyle w:val="libNormal"/>
        <w:rPr>
          <w:lang w:bidi="fa-IR"/>
        </w:rPr>
      </w:pPr>
      <w:r w:rsidRPr="00B03B63">
        <w:rPr>
          <w:rStyle w:val="libAlaemChar"/>
          <w:rtl/>
        </w:rPr>
        <w:t>(</w:t>
      </w:r>
      <w:r w:rsidR="003E3506" w:rsidRPr="00B03B63">
        <w:rPr>
          <w:rStyle w:val="libAieChar"/>
          <w:rtl/>
        </w:rPr>
        <w:t>لم يلد ولم يولد</w:t>
      </w:r>
      <w:r w:rsidRPr="00B03B63">
        <w:rPr>
          <w:rStyle w:val="libAlaemChar"/>
          <w:rtl/>
        </w:rPr>
        <w:t>)</w:t>
      </w:r>
      <w:r w:rsidR="003E3506" w:rsidRPr="003E3506">
        <w:rPr>
          <w:rtl/>
          <w:lang w:bidi="fa-IR"/>
        </w:rPr>
        <w:t xml:space="preserve"> يعنى فرزند ندارد و فرزند كسى نيست</w:t>
      </w:r>
      <w:r w:rsidR="000C4B14">
        <w:rPr>
          <w:rtl/>
          <w:lang w:bidi="fa-IR"/>
        </w:rPr>
        <w:t>.</w:t>
      </w:r>
    </w:p>
    <w:p w:rsidR="003E3506" w:rsidRDefault="00605FAB" w:rsidP="003E3506">
      <w:pPr>
        <w:pStyle w:val="libNormal"/>
        <w:rPr>
          <w:rtl/>
          <w:lang w:bidi="fa-IR"/>
        </w:rPr>
      </w:pPr>
      <w:r w:rsidRPr="00B03B63">
        <w:rPr>
          <w:rStyle w:val="libAlaemChar"/>
          <w:rtl/>
        </w:rPr>
        <w:t>(</w:t>
      </w:r>
      <w:r w:rsidR="003E3506" w:rsidRPr="00B03B63">
        <w:rPr>
          <w:rStyle w:val="libAieChar"/>
          <w:rtl/>
        </w:rPr>
        <w:t>ولم يكن له كفوا احد</w:t>
      </w:r>
      <w:r w:rsidRPr="00B03B63">
        <w:rPr>
          <w:rStyle w:val="libAlaemChar"/>
          <w:rtl/>
        </w:rPr>
        <w:t>)</w:t>
      </w:r>
      <w:r w:rsidR="003E3506" w:rsidRPr="003E3506">
        <w:rPr>
          <w:rtl/>
          <w:lang w:bidi="fa-IR"/>
        </w:rPr>
        <w:t xml:space="preserve"> يعنى هيچ كس از مخلوقات مثل او نيست</w:t>
      </w:r>
      <w:r w:rsidR="000C4B14">
        <w:rPr>
          <w:rtl/>
          <w:lang w:bidi="fa-IR"/>
        </w:rPr>
        <w:t>.</w:t>
      </w:r>
    </w:p>
    <w:p w:rsidR="00B03B63" w:rsidRPr="003E3506" w:rsidRDefault="00B03B63" w:rsidP="003E3506">
      <w:pPr>
        <w:pStyle w:val="libNormal"/>
        <w:rPr>
          <w:lang w:bidi="fa-IR"/>
        </w:rPr>
      </w:pPr>
      <w:r>
        <w:rPr>
          <w:rtl/>
          <w:lang w:bidi="fa-IR"/>
        </w:rPr>
        <w:br w:type="page"/>
      </w:r>
    </w:p>
    <w:p w:rsidR="003E3506" w:rsidRDefault="00605FAB" w:rsidP="00B03B63">
      <w:pPr>
        <w:pStyle w:val="Heading3"/>
        <w:rPr>
          <w:rtl/>
          <w:lang w:bidi="fa-IR"/>
        </w:rPr>
      </w:pPr>
      <w:bookmarkStart w:id="132" w:name="_Toc24454555"/>
      <w:r>
        <w:rPr>
          <w:rtl/>
          <w:lang w:bidi="fa-IR"/>
        </w:rPr>
        <w:t>(</w:t>
      </w:r>
      <w:r w:rsidR="003E3506" w:rsidRPr="003E3506">
        <w:rPr>
          <w:rtl/>
          <w:lang w:bidi="fa-IR"/>
        </w:rPr>
        <w:t>ترجمه ذكر ركوع و سجود و ذكرهايى كه بعد از آنها مستحب است -٣/١١٣٠-٣/١١٣٠</w:t>
      </w:r>
      <w:r>
        <w:rPr>
          <w:rtl/>
          <w:lang w:bidi="fa-IR"/>
        </w:rPr>
        <w:t>)</w:t>
      </w:r>
      <w:bookmarkEnd w:id="132"/>
    </w:p>
    <w:p w:rsidR="003E3506" w:rsidRPr="003E3506" w:rsidRDefault="003E3506" w:rsidP="003E3506">
      <w:pPr>
        <w:pStyle w:val="libNormal"/>
        <w:rPr>
          <w:lang w:bidi="fa-IR"/>
        </w:rPr>
      </w:pPr>
      <w:r w:rsidRPr="003E3506">
        <w:rPr>
          <w:rtl/>
          <w:lang w:bidi="fa-IR"/>
        </w:rPr>
        <w:t xml:space="preserve">٣/١١٣٠ - </w:t>
      </w:r>
      <w:r w:rsidRPr="00B03B63">
        <w:rPr>
          <w:rStyle w:val="libBold2Char"/>
          <w:rtl/>
        </w:rPr>
        <w:t>سبحان ربي العظيم و بحمده</w:t>
      </w:r>
      <w:r w:rsidRPr="003E3506">
        <w:rPr>
          <w:rtl/>
          <w:lang w:bidi="fa-IR"/>
        </w:rPr>
        <w:t xml:space="preserve"> يعنى پروردگار بزرگ من از هر عيب و نقصى پاك و منزه است</w:t>
      </w:r>
      <w:r w:rsidR="000C4B14">
        <w:rPr>
          <w:rtl/>
          <w:lang w:bidi="fa-IR"/>
        </w:rPr>
        <w:t>،</w:t>
      </w:r>
      <w:r w:rsidRPr="003E3506">
        <w:rPr>
          <w:rtl/>
          <w:lang w:bidi="fa-IR"/>
        </w:rPr>
        <w:t xml:space="preserve"> و من مشغول ستايش او هستم</w:t>
      </w:r>
      <w:r w:rsidR="000C4B14">
        <w:rPr>
          <w:rtl/>
          <w:lang w:bidi="fa-IR"/>
        </w:rPr>
        <w:t>.</w:t>
      </w:r>
    </w:p>
    <w:p w:rsidR="003E3506" w:rsidRPr="003E3506" w:rsidRDefault="003E3506" w:rsidP="003E3506">
      <w:pPr>
        <w:pStyle w:val="libNormal"/>
        <w:rPr>
          <w:lang w:bidi="fa-IR"/>
        </w:rPr>
      </w:pPr>
      <w:r w:rsidRPr="00B03B63">
        <w:rPr>
          <w:rStyle w:val="libBold2Char"/>
          <w:rtl/>
        </w:rPr>
        <w:t>سبحان ربي الاعلى و بحمده</w:t>
      </w:r>
      <w:r w:rsidRPr="003E3506">
        <w:rPr>
          <w:rtl/>
          <w:lang w:bidi="fa-IR"/>
        </w:rPr>
        <w:t xml:space="preserve"> يعنى پروردگار من كه از همه كس بالاتر مى باشد و از هر عيب و نقصى پاك و منزه است و من مشغول ستايش او هستم</w:t>
      </w:r>
      <w:r w:rsidR="000C4B14">
        <w:rPr>
          <w:rtl/>
          <w:lang w:bidi="fa-IR"/>
        </w:rPr>
        <w:t>.</w:t>
      </w:r>
    </w:p>
    <w:p w:rsidR="003E3506" w:rsidRPr="003E3506" w:rsidRDefault="003E3506" w:rsidP="003E3506">
      <w:pPr>
        <w:pStyle w:val="libNormal"/>
        <w:rPr>
          <w:lang w:bidi="fa-IR"/>
        </w:rPr>
      </w:pPr>
      <w:r w:rsidRPr="00B03B63">
        <w:rPr>
          <w:rStyle w:val="libBold2Char"/>
          <w:rtl/>
        </w:rPr>
        <w:t>سمع اللّه لمن حمده</w:t>
      </w:r>
      <w:r w:rsidRPr="003E3506">
        <w:rPr>
          <w:rtl/>
          <w:lang w:bidi="fa-IR"/>
        </w:rPr>
        <w:t xml:space="preserve"> يعنى خدا بشنود و بپذيرد ثناى كسى كه او را ستايش مى كند.</w:t>
      </w:r>
    </w:p>
    <w:p w:rsidR="003E3506" w:rsidRPr="00E84E54" w:rsidRDefault="003E3506" w:rsidP="00E84E54">
      <w:pPr>
        <w:pStyle w:val="libNormal"/>
      </w:pPr>
      <w:r w:rsidRPr="00E84E54">
        <w:rPr>
          <w:rStyle w:val="libBold2Char"/>
          <w:rtl/>
        </w:rPr>
        <w:t xml:space="preserve">استغفر اللّه ربي و اتوب اليه </w:t>
      </w:r>
      <w:r w:rsidRPr="00E84E54">
        <w:rPr>
          <w:rtl/>
        </w:rPr>
        <w:t>يعنى طلب آمرزش مى كنم از خداوندى كه پرورش دهنده من است و من به طرف او بازگشت مى نمايم</w:t>
      </w:r>
      <w:r w:rsidR="000C4B14" w:rsidRPr="00E84E54">
        <w:rPr>
          <w:rtl/>
        </w:rPr>
        <w:t>.</w:t>
      </w:r>
    </w:p>
    <w:p w:rsidR="003E3506" w:rsidRPr="003E3506" w:rsidRDefault="003E3506" w:rsidP="003E3506">
      <w:pPr>
        <w:pStyle w:val="libNormal"/>
        <w:rPr>
          <w:lang w:bidi="fa-IR"/>
        </w:rPr>
      </w:pPr>
      <w:r w:rsidRPr="00B03B63">
        <w:rPr>
          <w:rStyle w:val="libBold2Char"/>
          <w:rtl/>
        </w:rPr>
        <w:t>بحول اللّه وقوته اقوم واقعد</w:t>
      </w:r>
      <w:r w:rsidRPr="003E3506">
        <w:rPr>
          <w:rtl/>
          <w:lang w:bidi="fa-IR"/>
        </w:rPr>
        <w:t xml:space="preserve"> يعنى به يارى خداى متعال و قوه او برمى خيزيم و مى نشينم</w:t>
      </w:r>
      <w:r w:rsidR="000C4B14">
        <w:rPr>
          <w:rtl/>
          <w:lang w:bidi="fa-IR"/>
        </w:rPr>
        <w:t>.</w:t>
      </w:r>
    </w:p>
    <w:p w:rsidR="003E3506" w:rsidRPr="003E3506" w:rsidRDefault="00E84E54" w:rsidP="003E3506">
      <w:pPr>
        <w:pStyle w:val="libNormal"/>
        <w:rPr>
          <w:lang w:bidi="fa-IR"/>
        </w:rPr>
      </w:pPr>
      <w:r>
        <w:rPr>
          <w:rtl/>
          <w:lang w:bidi="fa-IR"/>
        </w:rPr>
        <w:br w:type="page"/>
      </w:r>
    </w:p>
    <w:p w:rsidR="003E3506" w:rsidRDefault="00605FAB" w:rsidP="00E84E54">
      <w:pPr>
        <w:pStyle w:val="Heading3"/>
        <w:rPr>
          <w:rtl/>
          <w:lang w:bidi="fa-IR"/>
        </w:rPr>
      </w:pPr>
      <w:bookmarkStart w:id="133" w:name="_Toc24454556"/>
      <w:r>
        <w:rPr>
          <w:rtl/>
          <w:lang w:bidi="fa-IR"/>
        </w:rPr>
        <w:t>(</w:t>
      </w:r>
      <w:r w:rsidR="003E3506" w:rsidRPr="003E3506">
        <w:rPr>
          <w:rtl/>
          <w:lang w:bidi="fa-IR"/>
        </w:rPr>
        <w:t>ترجمه قنوت</w:t>
      </w:r>
      <w:r>
        <w:rPr>
          <w:rtl/>
          <w:lang w:bidi="fa-IR"/>
        </w:rPr>
        <w:t>)</w:t>
      </w:r>
      <w:bookmarkEnd w:id="133"/>
    </w:p>
    <w:p w:rsidR="003E3506" w:rsidRPr="003E3506" w:rsidRDefault="003E3506" w:rsidP="003E3506">
      <w:pPr>
        <w:pStyle w:val="libNormal"/>
        <w:rPr>
          <w:lang w:bidi="fa-IR"/>
        </w:rPr>
      </w:pPr>
      <w:r w:rsidRPr="003E3506">
        <w:rPr>
          <w:rtl/>
          <w:lang w:bidi="fa-IR"/>
        </w:rPr>
        <w:t xml:space="preserve">٤/١١٣٠ - </w:t>
      </w:r>
      <w:r w:rsidRPr="00E84E54">
        <w:rPr>
          <w:rStyle w:val="libBold2Char"/>
          <w:rtl/>
        </w:rPr>
        <w:t>لا اله الا اللّه الحليم الكريم</w:t>
      </w:r>
      <w:r w:rsidRPr="003E3506">
        <w:rPr>
          <w:rtl/>
          <w:lang w:bidi="fa-IR"/>
        </w:rPr>
        <w:t xml:space="preserve"> يعنى نيست خدايى سزاوار پرستش مگر خداى يكتاى بى همتايى كه صاحب حلم و كرم است</w:t>
      </w:r>
      <w:r w:rsidR="000C4B14">
        <w:rPr>
          <w:rtl/>
          <w:lang w:bidi="fa-IR"/>
        </w:rPr>
        <w:t>.</w:t>
      </w:r>
    </w:p>
    <w:p w:rsidR="003E3506" w:rsidRPr="003E3506" w:rsidRDefault="003E3506" w:rsidP="003E3506">
      <w:pPr>
        <w:pStyle w:val="libNormal"/>
        <w:rPr>
          <w:lang w:bidi="fa-IR"/>
        </w:rPr>
      </w:pPr>
      <w:r w:rsidRPr="00E84E54">
        <w:rPr>
          <w:rStyle w:val="libBold2Char"/>
          <w:rtl/>
        </w:rPr>
        <w:t>لا اله الا اللّه العلي العظيم</w:t>
      </w:r>
      <w:r w:rsidRPr="003E3506">
        <w:rPr>
          <w:rtl/>
          <w:lang w:bidi="fa-IR"/>
        </w:rPr>
        <w:t xml:space="preserve"> يعنى نيست خدايى سزاوار پرستش</w:t>
      </w:r>
      <w:r w:rsidR="000C4B14">
        <w:rPr>
          <w:rtl/>
          <w:lang w:bidi="fa-IR"/>
        </w:rPr>
        <w:t>،</w:t>
      </w:r>
      <w:r w:rsidRPr="003E3506">
        <w:rPr>
          <w:rtl/>
          <w:lang w:bidi="fa-IR"/>
        </w:rPr>
        <w:t xml:space="preserve"> مگر خداى يكتاى بى همتايى كه بلند مرتبه و بزرگ است</w:t>
      </w:r>
      <w:r w:rsidR="000C4B14">
        <w:rPr>
          <w:rtl/>
          <w:lang w:bidi="fa-IR"/>
        </w:rPr>
        <w:t>.</w:t>
      </w:r>
    </w:p>
    <w:p w:rsidR="003E3506" w:rsidRPr="003E3506" w:rsidRDefault="003E3506" w:rsidP="003E3506">
      <w:pPr>
        <w:pStyle w:val="libNormal"/>
        <w:rPr>
          <w:lang w:bidi="fa-IR"/>
        </w:rPr>
      </w:pPr>
      <w:r w:rsidRPr="00E84E54">
        <w:rPr>
          <w:rStyle w:val="libBold2Char"/>
          <w:rtl/>
        </w:rPr>
        <w:t>سبحان اللّه رب السموات السبع ورب الارضين السبع</w:t>
      </w:r>
      <w:r w:rsidRPr="003E3506">
        <w:rPr>
          <w:rtl/>
          <w:lang w:bidi="fa-IR"/>
        </w:rPr>
        <w:t xml:space="preserve"> يعنى پاك و منزه است خداوندى كه پروردگار هفت آسمان و پروردگار هفت زمين است</w:t>
      </w:r>
      <w:r w:rsidR="000C4B14">
        <w:rPr>
          <w:rtl/>
          <w:lang w:bidi="fa-IR"/>
        </w:rPr>
        <w:t>.</w:t>
      </w:r>
    </w:p>
    <w:p w:rsidR="003E3506" w:rsidRPr="003E3506" w:rsidRDefault="003E3506" w:rsidP="003E3506">
      <w:pPr>
        <w:pStyle w:val="libNormal"/>
        <w:rPr>
          <w:lang w:bidi="fa-IR"/>
        </w:rPr>
      </w:pPr>
      <w:r w:rsidRPr="00E84E54">
        <w:rPr>
          <w:rStyle w:val="libBold2Char"/>
          <w:rtl/>
        </w:rPr>
        <w:t>وما فيهن وما بينهن ورب العرش العظيم</w:t>
      </w:r>
      <w:r w:rsidRPr="003E3506">
        <w:rPr>
          <w:rtl/>
          <w:lang w:bidi="fa-IR"/>
        </w:rPr>
        <w:t xml:space="preserve"> يعنى پروردگار هر چيزى است كه در آسمان</w:t>
      </w:r>
      <w:r w:rsidR="00E84E54">
        <w:rPr>
          <w:rFonts w:hint="cs"/>
          <w:rtl/>
          <w:lang w:bidi="fa-IR"/>
        </w:rPr>
        <w:t xml:space="preserve"> </w:t>
      </w:r>
      <w:r w:rsidRPr="003E3506">
        <w:rPr>
          <w:rtl/>
          <w:lang w:bidi="fa-IR"/>
        </w:rPr>
        <w:t>ها و زمين</w:t>
      </w:r>
      <w:r w:rsidR="00E84E54">
        <w:rPr>
          <w:rFonts w:hint="cs"/>
          <w:rtl/>
          <w:lang w:bidi="fa-IR"/>
        </w:rPr>
        <w:t xml:space="preserve"> </w:t>
      </w:r>
      <w:r w:rsidRPr="003E3506">
        <w:rPr>
          <w:rtl/>
          <w:lang w:bidi="fa-IR"/>
        </w:rPr>
        <w:t>ها و ما بين آنها است</w:t>
      </w:r>
      <w:r w:rsidR="000C4B14">
        <w:rPr>
          <w:rtl/>
          <w:lang w:bidi="fa-IR"/>
        </w:rPr>
        <w:t>،</w:t>
      </w:r>
      <w:r w:rsidRPr="003E3506">
        <w:rPr>
          <w:rtl/>
          <w:lang w:bidi="fa-IR"/>
        </w:rPr>
        <w:t xml:space="preserve"> و پروردگار عرش بزرگ است</w:t>
      </w:r>
      <w:r w:rsidR="000C4B14">
        <w:rPr>
          <w:rtl/>
          <w:lang w:bidi="fa-IR"/>
        </w:rPr>
        <w:t>.</w:t>
      </w:r>
    </w:p>
    <w:p w:rsidR="00E84E54" w:rsidRDefault="003E3506" w:rsidP="003E3506">
      <w:pPr>
        <w:pStyle w:val="libNormal"/>
        <w:rPr>
          <w:rtl/>
          <w:lang w:bidi="fa-IR"/>
        </w:rPr>
      </w:pPr>
      <w:r w:rsidRPr="00E84E54">
        <w:rPr>
          <w:rStyle w:val="libBold2Char"/>
          <w:rtl/>
        </w:rPr>
        <w:t>والحمد للّه رب العالمين</w:t>
      </w:r>
      <w:r w:rsidRPr="003E3506">
        <w:rPr>
          <w:rtl/>
          <w:lang w:bidi="fa-IR"/>
        </w:rPr>
        <w:t xml:space="preserve"> يعنى حمد و ثنا مخصوص خداوندى است كه پرورش دهنده تمام موجودات است</w:t>
      </w:r>
      <w:r w:rsidR="000C4B14">
        <w:rPr>
          <w:rtl/>
          <w:lang w:bidi="fa-IR"/>
        </w:rPr>
        <w:t>.</w:t>
      </w:r>
    </w:p>
    <w:p w:rsidR="003E3506" w:rsidRPr="003E3506" w:rsidRDefault="00E84E54" w:rsidP="003E3506">
      <w:pPr>
        <w:pStyle w:val="libNormal"/>
        <w:rPr>
          <w:lang w:bidi="fa-IR"/>
        </w:rPr>
      </w:pPr>
      <w:r>
        <w:rPr>
          <w:rtl/>
          <w:lang w:bidi="fa-IR"/>
        </w:rPr>
        <w:br w:type="page"/>
      </w:r>
    </w:p>
    <w:p w:rsidR="003E3506" w:rsidRDefault="00605FAB" w:rsidP="00E84E54">
      <w:pPr>
        <w:pStyle w:val="Heading3"/>
        <w:rPr>
          <w:rtl/>
          <w:lang w:bidi="fa-IR"/>
        </w:rPr>
      </w:pPr>
      <w:bookmarkStart w:id="134" w:name="_Toc24454557"/>
      <w:r>
        <w:rPr>
          <w:rtl/>
          <w:lang w:bidi="fa-IR"/>
        </w:rPr>
        <w:t>(</w:t>
      </w:r>
      <w:r w:rsidR="003E3506" w:rsidRPr="003E3506">
        <w:rPr>
          <w:rtl/>
          <w:lang w:bidi="fa-IR"/>
        </w:rPr>
        <w:t>ترجمه تسبيحات اربعه</w:t>
      </w:r>
      <w:r>
        <w:rPr>
          <w:rtl/>
          <w:lang w:bidi="fa-IR"/>
        </w:rPr>
        <w:t>)</w:t>
      </w:r>
      <w:bookmarkEnd w:id="134"/>
    </w:p>
    <w:p w:rsidR="003E3506" w:rsidRPr="003E3506" w:rsidRDefault="003E3506" w:rsidP="003E3506">
      <w:pPr>
        <w:pStyle w:val="libNormal"/>
        <w:rPr>
          <w:lang w:bidi="fa-IR"/>
        </w:rPr>
      </w:pPr>
      <w:r w:rsidRPr="003E3506">
        <w:rPr>
          <w:rtl/>
          <w:lang w:bidi="fa-IR"/>
        </w:rPr>
        <w:t xml:space="preserve">٥/١١٣٠ - </w:t>
      </w:r>
      <w:r w:rsidRPr="00E84E54">
        <w:rPr>
          <w:rStyle w:val="libBold2Char"/>
          <w:rtl/>
        </w:rPr>
        <w:t xml:space="preserve">سبحان اللّه و الحمد للّه ولا اله الا اللّه واللّه اكبر </w:t>
      </w:r>
      <w:r w:rsidRPr="003E3506">
        <w:rPr>
          <w:rtl/>
          <w:lang w:bidi="fa-IR"/>
        </w:rPr>
        <w:t>يعنى خداوند متعال پاك و منزه است</w:t>
      </w:r>
      <w:r w:rsidR="000C4B14">
        <w:rPr>
          <w:rtl/>
          <w:lang w:bidi="fa-IR"/>
        </w:rPr>
        <w:t>،</w:t>
      </w:r>
      <w:r w:rsidRPr="003E3506">
        <w:rPr>
          <w:rtl/>
          <w:lang w:bidi="fa-IR"/>
        </w:rPr>
        <w:t xml:space="preserve"> و ثنا مخصوص او است</w:t>
      </w:r>
      <w:r w:rsidR="000C4B14">
        <w:rPr>
          <w:rtl/>
          <w:lang w:bidi="fa-IR"/>
        </w:rPr>
        <w:t>،</w:t>
      </w:r>
      <w:r w:rsidRPr="003E3506">
        <w:rPr>
          <w:rtl/>
          <w:lang w:bidi="fa-IR"/>
        </w:rPr>
        <w:t xml:space="preserve"> نيست خدايى سزاوار پرستش مگر خداى بى همتا</w:t>
      </w:r>
      <w:r w:rsidR="000C4B14">
        <w:rPr>
          <w:rtl/>
          <w:lang w:bidi="fa-IR"/>
        </w:rPr>
        <w:t>،</w:t>
      </w:r>
      <w:r w:rsidRPr="003E3506">
        <w:rPr>
          <w:rtl/>
          <w:lang w:bidi="fa-IR"/>
        </w:rPr>
        <w:t xml:space="preserve"> و بزرگتر است از اينكه وصف شود.</w:t>
      </w:r>
    </w:p>
    <w:p w:rsidR="003E3506" w:rsidRDefault="00605FAB" w:rsidP="00E84E54">
      <w:pPr>
        <w:pStyle w:val="Heading3"/>
        <w:rPr>
          <w:rtl/>
          <w:lang w:bidi="fa-IR"/>
        </w:rPr>
      </w:pPr>
      <w:bookmarkStart w:id="135" w:name="_Toc24454558"/>
      <w:r>
        <w:rPr>
          <w:rtl/>
          <w:lang w:bidi="fa-IR"/>
        </w:rPr>
        <w:t>(</w:t>
      </w:r>
      <w:r w:rsidR="003E3506" w:rsidRPr="003E3506">
        <w:rPr>
          <w:rtl/>
          <w:lang w:bidi="fa-IR"/>
        </w:rPr>
        <w:t>ترجمه تشهد و سلام كامل</w:t>
      </w:r>
      <w:r>
        <w:rPr>
          <w:rtl/>
          <w:lang w:bidi="fa-IR"/>
        </w:rPr>
        <w:t>)</w:t>
      </w:r>
      <w:bookmarkEnd w:id="135"/>
    </w:p>
    <w:p w:rsidR="003E3506" w:rsidRPr="003E3506" w:rsidRDefault="003E3506" w:rsidP="003E3506">
      <w:pPr>
        <w:pStyle w:val="libNormal"/>
        <w:rPr>
          <w:lang w:bidi="fa-IR"/>
        </w:rPr>
      </w:pPr>
      <w:r w:rsidRPr="003E3506">
        <w:rPr>
          <w:rtl/>
          <w:lang w:bidi="fa-IR"/>
        </w:rPr>
        <w:t xml:space="preserve">٦/١١٣٠ - </w:t>
      </w:r>
      <w:r w:rsidRPr="00E84E54">
        <w:rPr>
          <w:rStyle w:val="libBold2Char"/>
          <w:rtl/>
        </w:rPr>
        <w:t>الحمد للّه</w:t>
      </w:r>
      <w:r w:rsidR="000C4B14" w:rsidRPr="00E84E54">
        <w:rPr>
          <w:rStyle w:val="libBold2Char"/>
          <w:rtl/>
        </w:rPr>
        <w:t>،</w:t>
      </w:r>
      <w:r w:rsidRPr="00E84E54">
        <w:rPr>
          <w:rStyle w:val="libBold2Char"/>
          <w:rtl/>
        </w:rPr>
        <w:t xml:space="preserve"> اشهد ان لا اله الا اللّه وحده لا شريك له</w:t>
      </w:r>
      <w:r w:rsidRPr="003E3506">
        <w:rPr>
          <w:rtl/>
          <w:lang w:bidi="fa-IR"/>
        </w:rPr>
        <w:t xml:space="preserve"> يعنى ستايش مخصوص پروردگار است</w:t>
      </w:r>
      <w:r w:rsidR="000C4B14">
        <w:rPr>
          <w:rtl/>
          <w:lang w:bidi="fa-IR"/>
        </w:rPr>
        <w:t>،</w:t>
      </w:r>
      <w:r w:rsidRPr="003E3506">
        <w:rPr>
          <w:rtl/>
          <w:lang w:bidi="fa-IR"/>
        </w:rPr>
        <w:t xml:space="preserve"> و شهادت مى دهم كه خدايى سزاوار پرستش نيست مگر خدايى كه يگانه است و شريك ندارد.</w:t>
      </w:r>
    </w:p>
    <w:p w:rsidR="003E3506" w:rsidRPr="003E3506" w:rsidRDefault="003E3506" w:rsidP="003E3506">
      <w:pPr>
        <w:pStyle w:val="libNormal"/>
        <w:rPr>
          <w:lang w:bidi="fa-IR"/>
        </w:rPr>
      </w:pPr>
      <w:r w:rsidRPr="00E84E54">
        <w:rPr>
          <w:rStyle w:val="libBold2Char"/>
          <w:rtl/>
        </w:rPr>
        <w:t xml:space="preserve">واشهد ان محمدا عبده ورسوله </w:t>
      </w:r>
      <w:r w:rsidRPr="003E3506">
        <w:rPr>
          <w:rtl/>
          <w:lang w:bidi="fa-IR"/>
        </w:rPr>
        <w:t xml:space="preserve">يعنى شهادت مى دهم كه محمد </w:t>
      </w:r>
      <w:r w:rsidR="00884B11" w:rsidRPr="00884B11">
        <w:rPr>
          <w:rStyle w:val="libAlaemChar"/>
          <w:rtl/>
        </w:rPr>
        <w:t>صلى‌الله‌عليه‌وآله‌وسلم</w:t>
      </w:r>
      <w:r w:rsidRPr="003E3506">
        <w:rPr>
          <w:rtl/>
          <w:lang w:bidi="fa-IR"/>
        </w:rPr>
        <w:t xml:space="preserve"> بنده خدا و فرستاده او است</w:t>
      </w:r>
      <w:r w:rsidR="000C4B14">
        <w:rPr>
          <w:rtl/>
          <w:lang w:bidi="fa-IR"/>
        </w:rPr>
        <w:t>.</w:t>
      </w:r>
    </w:p>
    <w:p w:rsidR="003E3506" w:rsidRPr="003E3506" w:rsidRDefault="003E3506" w:rsidP="003E3506">
      <w:pPr>
        <w:pStyle w:val="libNormal"/>
        <w:rPr>
          <w:lang w:bidi="fa-IR"/>
        </w:rPr>
      </w:pPr>
      <w:r w:rsidRPr="00E84E54">
        <w:rPr>
          <w:rStyle w:val="libBold2Char"/>
          <w:rtl/>
        </w:rPr>
        <w:t>اللهم صل على محمد وآل محمد</w:t>
      </w:r>
      <w:r w:rsidRPr="003E3506">
        <w:rPr>
          <w:rtl/>
          <w:lang w:bidi="fa-IR"/>
        </w:rPr>
        <w:t xml:space="preserve"> يعنى خدايا رحمت بفرست بر محمد و آل محمد.</w:t>
      </w:r>
    </w:p>
    <w:p w:rsidR="003E3506" w:rsidRPr="003E3506" w:rsidRDefault="003E3506" w:rsidP="003E3506">
      <w:pPr>
        <w:pStyle w:val="libNormal"/>
        <w:rPr>
          <w:lang w:bidi="fa-IR"/>
        </w:rPr>
      </w:pPr>
      <w:r w:rsidRPr="00E84E54">
        <w:rPr>
          <w:rStyle w:val="libBold2Char"/>
          <w:rtl/>
        </w:rPr>
        <w:t>وتقبل شفاعته وارفع درجته</w:t>
      </w:r>
      <w:r w:rsidRPr="003E3506">
        <w:rPr>
          <w:rtl/>
          <w:lang w:bidi="fa-IR"/>
        </w:rPr>
        <w:t xml:space="preserve"> يعنى قبول كن شفاعت پيغمبر را</w:t>
      </w:r>
      <w:r w:rsidR="000C4B14">
        <w:rPr>
          <w:rtl/>
          <w:lang w:bidi="fa-IR"/>
        </w:rPr>
        <w:t>،</w:t>
      </w:r>
      <w:r w:rsidRPr="003E3506">
        <w:rPr>
          <w:rtl/>
          <w:lang w:bidi="fa-IR"/>
        </w:rPr>
        <w:t xml:space="preserve"> و درجه آن حضرت را نزد خود بلند كن</w:t>
      </w:r>
      <w:r w:rsidR="000C4B14">
        <w:rPr>
          <w:rtl/>
          <w:lang w:bidi="fa-IR"/>
        </w:rPr>
        <w:t>.</w:t>
      </w:r>
    </w:p>
    <w:p w:rsidR="003E3506" w:rsidRPr="003E3506" w:rsidRDefault="003E3506" w:rsidP="003E3506">
      <w:pPr>
        <w:pStyle w:val="libNormal"/>
        <w:rPr>
          <w:lang w:bidi="fa-IR"/>
        </w:rPr>
      </w:pPr>
      <w:r w:rsidRPr="00E84E54">
        <w:rPr>
          <w:rStyle w:val="libBold2Char"/>
          <w:rtl/>
        </w:rPr>
        <w:t>السلام عليك ايها النبي ورحمة اللّه وبركاته</w:t>
      </w:r>
      <w:r w:rsidRPr="003E3506">
        <w:rPr>
          <w:rtl/>
          <w:lang w:bidi="fa-IR"/>
        </w:rPr>
        <w:t xml:space="preserve"> يعنى درود و سلام بر تو اى پيغمبر و رحمت و بركات خدا بر تو باد.</w:t>
      </w:r>
    </w:p>
    <w:p w:rsidR="003E3506" w:rsidRPr="003E3506" w:rsidRDefault="003E3506" w:rsidP="003E3506">
      <w:pPr>
        <w:pStyle w:val="libNormal"/>
        <w:rPr>
          <w:lang w:bidi="fa-IR"/>
        </w:rPr>
      </w:pPr>
      <w:r w:rsidRPr="00E84E54">
        <w:rPr>
          <w:rStyle w:val="libBold2Char"/>
          <w:rtl/>
        </w:rPr>
        <w:t>السلام علينا وعلى عباد اللّه الصالحين</w:t>
      </w:r>
      <w:r w:rsidRPr="003E3506">
        <w:rPr>
          <w:rtl/>
          <w:lang w:bidi="fa-IR"/>
        </w:rPr>
        <w:t xml:space="preserve"> يعنى درود و سلام از خداوند عالم بر ما نمازگزاران و تمام بندگان خوب او.</w:t>
      </w:r>
    </w:p>
    <w:p w:rsidR="003E3506" w:rsidRPr="003E3506" w:rsidRDefault="003E3506" w:rsidP="003E3506">
      <w:pPr>
        <w:pStyle w:val="libNormal"/>
        <w:rPr>
          <w:lang w:bidi="fa-IR"/>
        </w:rPr>
      </w:pPr>
      <w:r w:rsidRPr="00E84E54">
        <w:rPr>
          <w:rStyle w:val="libBold2Char"/>
          <w:rtl/>
        </w:rPr>
        <w:t xml:space="preserve">السلام عليكم ورحمة اللّه وبركاته </w:t>
      </w:r>
      <w:r w:rsidRPr="003E3506">
        <w:rPr>
          <w:rtl/>
          <w:lang w:bidi="fa-IR"/>
        </w:rPr>
        <w:t>يعنى درود و سلام و رحمت و بركات خداوند بر شما مؤمنين باد.</w:t>
      </w:r>
    </w:p>
    <w:p w:rsidR="003E3506" w:rsidRPr="003E3506" w:rsidRDefault="00E84E54" w:rsidP="003E3506">
      <w:pPr>
        <w:pStyle w:val="libNormal"/>
        <w:rPr>
          <w:lang w:bidi="fa-IR"/>
        </w:rPr>
      </w:pPr>
      <w:r>
        <w:rPr>
          <w:rtl/>
          <w:lang w:bidi="fa-IR"/>
        </w:rPr>
        <w:br w:type="page"/>
      </w:r>
    </w:p>
    <w:p w:rsidR="003E3506" w:rsidRDefault="00605FAB" w:rsidP="00E84E54">
      <w:pPr>
        <w:pStyle w:val="Heading2"/>
        <w:rPr>
          <w:rtl/>
          <w:lang w:bidi="fa-IR"/>
        </w:rPr>
      </w:pPr>
      <w:bookmarkStart w:id="136" w:name="_Toc24454559"/>
      <w:r>
        <w:rPr>
          <w:rtl/>
          <w:lang w:bidi="fa-IR"/>
        </w:rPr>
        <w:t>(</w:t>
      </w:r>
      <w:r w:rsidR="003E3506" w:rsidRPr="003E3506">
        <w:rPr>
          <w:rtl/>
          <w:lang w:bidi="fa-IR"/>
        </w:rPr>
        <w:t>تعقيب نماز</w:t>
      </w:r>
      <w:r>
        <w:rPr>
          <w:rtl/>
          <w:lang w:bidi="fa-IR"/>
        </w:rPr>
        <w:t>)</w:t>
      </w:r>
      <w:bookmarkEnd w:id="136"/>
    </w:p>
    <w:p w:rsidR="003E3506" w:rsidRPr="003E3506" w:rsidRDefault="003E3506" w:rsidP="003E3506">
      <w:pPr>
        <w:pStyle w:val="libNormal"/>
        <w:rPr>
          <w:lang w:bidi="fa-IR"/>
        </w:rPr>
      </w:pPr>
      <w:r w:rsidRPr="003E3506">
        <w:rPr>
          <w:rtl/>
          <w:lang w:bidi="fa-IR"/>
        </w:rPr>
        <w:t>١١٣١ - مستحب است انسان بعد از نماز مقدارى مشغول تعقيب</w:t>
      </w:r>
      <w:r w:rsidR="000C4B14">
        <w:rPr>
          <w:rtl/>
          <w:lang w:bidi="fa-IR"/>
        </w:rPr>
        <w:t>،</w:t>
      </w:r>
      <w:r w:rsidRPr="003E3506">
        <w:rPr>
          <w:rtl/>
          <w:lang w:bidi="fa-IR"/>
        </w:rPr>
        <w:t xml:space="preserve"> يعنى خواندن ذكر و دعا و قرآن شود و بهتر است پيش از آنكه از جاى خود حركت كند و وضو و غسل و تيمم او باطل شود</w:t>
      </w:r>
      <w:r w:rsidR="000C4B14">
        <w:rPr>
          <w:rtl/>
          <w:lang w:bidi="fa-IR"/>
        </w:rPr>
        <w:t>،</w:t>
      </w:r>
      <w:r w:rsidRPr="003E3506">
        <w:rPr>
          <w:rtl/>
          <w:lang w:bidi="fa-IR"/>
        </w:rPr>
        <w:t xml:space="preserve"> رو به قبله تعقيب را بخواند.</w:t>
      </w:r>
    </w:p>
    <w:p w:rsidR="003E3506" w:rsidRPr="003E3506" w:rsidRDefault="003E3506" w:rsidP="003E3506">
      <w:pPr>
        <w:pStyle w:val="libNormal"/>
        <w:rPr>
          <w:lang w:bidi="fa-IR"/>
        </w:rPr>
      </w:pPr>
      <w:r w:rsidRPr="003E3506">
        <w:rPr>
          <w:rtl/>
          <w:lang w:bidi="fa-IR"/>
        </w:rPr>
        <w:t>و لازم نيست تعقيب به عربى باشد</w:t>
      </w:r>
      <w:r w:rsidR="000C4B14">
        <w:rPr>
          <w:rtl/>
          <w:lang w:bidi="fa-IR"/>
        </w:rPr>
        <w:t>،</w:t>
      </w:r>
      <w:r w:rsidRPr="003E3506">
        <w:rPr>
          <w:rtl/>
          <w:lang w:bidi="fa-IR"/>
        </w:rPr>
        <w:t xml:space="preserve"> ولى بهتر است چيزهايى را كه در كتابهاى دعا دستور داده اند بخواند و از تعقيب</w:t>
      </w:r>
      <w:r w:rsidR="00F13BD5">
        <w:rPr>
          <w:rFonts w:hint="cs"/>
          <w:rtl/>
          <w:lang w:bidi="fa-IR"/>
        </w:rPr>
        <w:t xml:space="preserve"> </w:t>
      </w:r>
      <w:r w:rsidRPr="003E3506">
        <w:rPr>
          <w:rtl/>
          <w:lang w:bidi="fa-IR"/>
        </w:rPr>
        <w:t>هايى كه خيلى به آن سفارش شده است</w:t>
      </w:r>
      <w:r w:rsidR="000C4B14">
        <w:rPr>
          <w:rtl/>
          <w:lang w:bidi="fa-IR"/>
        </w:rPr>
        <w:t>،</w:t>
      </w:r>
      <w:r w:rsidRPr="003E3506">
        <w:rPr>
          <w:rtl/>
          <w:lang w:bidi="fa-IR"/>
        </w:rPr>
        <w:t xml:space="preserve"> تسبيح حضرت زهرا سلام اللّه عليها است كه بايد به اين ترتيب گفته شود</w:t>
      </w:r>
      <w:r w:rsidR="00553569">
        <w:rPr>
          <w:rtl/>
          <w:lang w:bidi="fa-IR"/>
        </w:rPr>
        <w:t>:</w:t>
      </w:r>
      <w:r w:rsidRPr="003E3506">
        <w:rPr>
          <w:rtl/>
          <w:lang w:bidi="fa-IR"/>
        </w:rPr>
        <w:t xml:space="preserve"> ٣٤ مرتبه اللّه اكبر</w:t>
      </w:r>
      <w:r w:rsidR="000C4B14">
        <w:rPr>
          <w:rtl/>
          <w:lang w:bidi="fa-IR"/>
        </w:rPr>
        <w:t>،</w:t>
      </w:r>
      <w:r w:rsidRPr="003E3506">
        <w:rPr>
          <w:rtl/>
          <w:lang w:bidi="fa-IR"/>
        </w:rPr>
        <w:t xml:space="preserve"> بعد از آن ٣٣ مرتبه الحمد للّه</w:t>
      </w:r>
      <w:r w:rsidR="000C4B14">
        <w:rPr>
          <w:rtl/>
          <w:lang w:bidi="fa-IR"/>
        </w:rPr>
        <w:t>،</w:t>
      </w:r>
      <w:r w:rsidRPr="003E3506">
        <w:rPr>
          <w:rtl/>
          <w:lang w:bidi="fa-IR"/>
        </w:rPr>
        <w:t xml:space="preserve"> بعد از آن ٣٣ مرتبه سبحان اللّه و مى شود سبحان اللّه را پيش از الحمد للّه گفت ولى بهتر است بعد از الحمد للّه گفته شود.</w:t>
      </w:r>
    </w:p>
    <w:p w:rsidR="003E3506" w:rsidRPr="003E3506" w:rsidRDefault="003E3506" w:rsidP="003E3506">
      <w:pPr>
        <w:pStyle w:val="libNormal"/>
        <w:rPr>
          <w:lang w:bidi="fa-IR"/>
        </w:rPr>
      </w:pPr>
      <w:r w:rsidRPr="003E3506">
        <w:rPr>
          <w:rtl/>
          <w:lang w:bidi="fa-IR"/>
        </w:rPr>
        <w:t>١١٣٢ - مستحب است بعد از نماز</w:t>
      </w:r>
      <w:r w:rsidR="000C4B14">
        <w:rPr>
          <w:rtl/>
          <w:lang w:bidi="fa-IR"/>
        </w:rPr>
        <w:t>،</w:t>
      </w:r>
      <w:r w:rsidRPr="003E3506">
        <w:rPr>
          <w:rtl/>
          <w:lang w:bidi="fa-IR"/>
        </w:rPr>
        <w:t xml:space="preserve"> سجده شكر نمايد و همين قدر كه پيشانى را به قصد شكر بر زمين بگذارد كافى است</w:t>
      </w:r>
      <w:r w:rsidR="000C4B14">
        <w:rPr>
          <w:rtl/>
          <w:lang w:bidi="fa-IR"/>
        </w:rPr>
        <w:t>.</w:t>
      </w:r>
    </w:p>
    <w:p w:rsidR="003E3506" w:rsidRPr="003E3506" w:rsidRDefault="003E3506" w:rsidP="003E3506">
      <w:pPr>
        <w:pStyle w:val="libNormal"/>
        <w:rPr>
          <w:lang w:bidi="fa-IR"/>
        </w:rPr>
      </w:pPr>
      <w:r w:rsidRPr="003E3506">
        <w:rPr>
          <w:rtl/>
          <w:lang w:bidi="fa-IR"/>
        </w:rPr>
        <w:t>ولى بهتر است صد مرتبه يا سه مرتبه يا يك مرتبه</w:t>
      </w:r>
      <w:r w:rsidR="000C4B14">
        <w:rPr>
          <w:rtl/>
          <w:lang w:bidi="fa-IR"/>
        </w:rPr>
        <w:t>،</w:t>
      </w:r>
      <w:r w:rsidRPr="003E3506">
        <w:rPr>
          <w:rtl/>
          <w:lang w:bidi="fa-IR"/>
        </w:rPr>
        <w:t xml:space="preserve"> شكرا للّه يا عفوا بگويد</w:t>
      </w:r>
      <w:r w:rsidR="000C4B14">
        <w:rPr>
          <w:rtl/>
          <w:lang w:bidi="fa-IR"/>
        </w:rPr>
        <w:t>،</w:t>
      </w:r>
      <w:r w:rsidRPr="003E3506">
        <w:rPr>
          <w:rtl/>
          <w:lang w:bidi="fa-IR"/>
        </w:rPr>
        <w:t xml:space="preserve"> و نيز مستحب است هر وقت نعمتى به انسان مى رسد يا بلايى از او دور مى شود سجده شكر بجا آورد.</w:t>
      </w:r>
    </w:p>
    <w:p w:rsidR="003E3506" w:rsidRPr="003E3506" w:rsidRDefault="00F13BD5" w:rsidP="003E3506">
      <w:pPr>
        <w:pStyle w:val="libNormal"/>
        <w:rPr>
          <w:lang w:bidi="fa-IR"/>
        </w:rPr>
      </w:pPr>
      <w:r>
        <w:rPr>
          <w:rtl/>
          <w:lang w:bidi="fa-IR"/>
        </w:rPr>
        <w:br w:type="page"/>
      </w:r>
    </w:p>
    <w:p w:rsidR="003E3506" w:rsidRDefault="00605FAB" w:rsidP="00F13BD5">
      <w:pPr>
        <w:pStyle w:val="Heading3"/>
        <w:rPr>
          <w:rtl/>
          <w:lang w:bidi="fa-IR"/>
        </w:rPr>
      </w:pPr>
      <w:bookmarkStart w:id="137" w:name="_Toc24454560"/>
      <w:r>
        <w:rPr>
          <w:rtl/>
          <w:lang w:bidi="fa-IR"/>
        </w:rPr>
        <w:t>(</w:t>
      </w:r>
      <w:r w:rsidR="003E3506" w:rsidRPr="003E3506">
        <w:rPr>
          <w:rtl/>
          <w:lang w:bidi="fa-IR"/>
        </w:rPr>
        <w:t>صلوات بر پيغمبر</w:t>
      </w:r>
      <w:r>
        <w:rPr>
          <w:rtl/>
          <w:lang w:bidi="fa-IR"/>
        </w:rPr>
        <w:t>)</w:t>
      </w:r>
      <w:bookmarkEnd w:id="137"/>
    </w:p>
    <w:p w:rsidR="003E3506" w:rsidRPr="003E3506" w:rsidRDefault="003E3506" w:rsidP="00F13BD5">
      <w:pPr>
        <w:pStyle w:val="libNormal"/>
        <w:rPr>
          <w:lang w:bidi="fa-IR"/>
        </w:rPr>
      </w:pPr>
      <w:r w:rsidRPr="003E3506">
        <w:rPr>
          <w:rtl/>
          <w:lang w:bidi="fa-IR"/>
        </w:rPr>
        <w:t xml:space="preserve">١١٣٣ - هر وقت انسان اسم مبارك حضرت رسول </w:t>
      </w:r>
      <w:r w:rsidR="00884B11" w:rsidRPr="00884B11">
        <w:rPr>
          <w:rStyle w:val="libAlaemChar"/>
          <w:rtl/>
        </w:rPr>
        <w:t>صلى‌الله‌عليه‌وآله‌وسلم</w:t>
      </w:r>
      <w:r w:rsidRPr="003E3506">
        <w:rPr>
          <w:rtl/>
          <w:lang w:bidi="fa-IR"/>
        </w:rPr>
        <w:t xml:space="preserve"> را مانند محمد و احمد يا لقب و كنيه آن جناب را مثل مصطفى و ابو القاسم بگويد يا بشنود</w:t>
      </w:r>
      <w:r w:rsidR="000C4B14">
        <w:rPr>
          <w:rtl/>
          <w:lang w:bidi="fa-IR"/>
        </w:rPr>
        <w:t>،</w:t>
      </w:r>
      <w:r w:rsidRPr="003E3506">
        <w:rPr>
          <w:rtl/>
          <w:lang w:bidi="fa-IR"/>
        </w:rPr>
        <w:t xml:space="preserve"> اگر چه در نماز باشد مستحب است صلوات بفرستد.</w:t>
      </w:r>
    </w:p>
    <w:p w:rsidR="003E3506" w:rsidRPr="003E3506" w:rsidRDefault="003E3506" w:rsidP="003E3506">
      <w:pPr>
        <w:pStyle w:val="libNormal"/>
        <w:rPr>
          <w:lang w:bidi="fa-IR"/>
        </w:rPr>
      </w:pPr>
      <w:r w:rsidRPr="003E3506">
        <w:rPr>
          <w:rtl/>
          <w:lang w:bidi="fa-IR"/>
        </w:rPr>
        <w:t xml:space="preserve">١١٣٤ - موقع نوشتن اسم مبارك حضرت رسول </w:t>
      </w:r>
      <w:r w:rsidR="00884B11" w:rsidRPr="00884B11">
        <w:rPr>
          <w:rStyle w:val="libAlaemChar"/>
          <w:rtl/>
        </w:rPr>
        <w:t>صلى‌الله‌عليه‌وآله‌وسلم</w:t>
      </w:r>
      <w:r w:rsidRPr="003E3506">
        <w:rPr>
          <w:rtl/>
          <w:lang w:bidi="fa-IR"/>
        </w:rPr>
        <w:t xml:space="preserve"> مستحب است صلوات را هم بنويسند.</w:t>
      </w:r>
    </w:p>
    <w:p w:rsidR="003E3506" w:rsidRPr="003E3506" w:rsidRDefault="003E3506" w:rsidP="003E3506">
      <w:pPr>
        <w:pStyle w:val="libNormal"/>
        <w:rPr>
          <w:lang w:bidi="fa-IR"/>
        </w:rPr>
      </w:pPr>
      <w:r w:rsidRPr="003E3506">
        <w:rPr>
          <w:rtl/>
          <w:lang w:bidi="fa-IR"/>
        </w:rPr>
        <w:t>و نيز بهتر است هر وقت آن حضرت را ياد مى كنند صلوات بفرستند.</w:t>
      </w:r>
    </w:p>
    <w:p w:rsidR="003E3506" w:rsidRPr="003E3506" w:rsidRDefault="00F13BD5" w:rsidP="003E3506">
      <w:pPr>
        <w:pStyle w:val="libNormal"/>
        <w:rPr>
          <w:lang w:bidi="fa-IR"/>
        </w:rPr>
      </w:pPr>
      <w:r>
        <w:rPr>
          <w:rtl/>
          <w:lang w:bidi="fa-IR"/>
        </w:rPr>
        <w:br w:type="page"/>
      </w:r>
    </w:p>
    <w:p w:rsidR="003E3506" w:rsidRDefault="00605FAB" w:rsidP="00F13BD5">
      <w:pPr>
        <w:pStyle w:val="Heading2"/>
        <w:rPr>
          <w:rtl/>
          <w:lang w:bidi="fa-IR"/>
        </w:rPr>
      </w:pPr>
      <w:bookmarkStart w:id="138" w:name="_Toc24454561"/>
      <w:r>
        <w:rPr>
          <w:rtl/>
          <w:lang w:bidi="fa-IR"/>
        </w:rPr>
        <w:t>(</w:t>
      </w:r>
      <w:r w:rsidR="003E3506" w:rsidRPr="003E3506">
        <w:rPr>
          <w:rtl/>
          <w:lang w:bidi="fa-IR"/>
        </w:rPr>
        <w:t>مبطلات نماز</w:t>
      </w:r>
      <w:r>
        <w:rPr>
          <w:rtl/>
          <w:lang w:bidi="fa-IR"/>
        </w:rPr>
        <w:t>)</w:t>
      </w:r>
      <w:bookmarkEnd w:id="138"/>
    </w:p>
    <w:p w:rsidR="003E3506" w:rsidRPr="003E3506" w:rsidRDefault="003E3506" w:rsidP="003E3506">
      <w:pPr>
        <w:pStyle w:val="libNormal"/>
        <w:rPr>
          <w:lang w:bidi="fa-IR"/>
        </w:rPr>
      </w:pPr>
      <w:r w:rsidRPr="003E3506">
        <w:rPr>
          <w:rtl/>
          <w:lang w:bidi="fa-IR"/>
        </w:rPr>
        <w:t>١١٣٥ - دوازده چيز نماز را باطل مى كند و آنها را مبطلات مى گويند.</w:t>
      </w:r>
    </w:p>
    <w:p w:rsidR="003E3506" w:rsidRPr="003E3506" w:rsidRDefault="003E3506" w:rsidP="003E3506">
      <w:pPr>
        <w:pStyle w:val="libNormal"/>
        <w:rPr>
          <w:lang w:bidi="fa-IR"/>
        </w:rPr>
      </w:pPr>
      <w:r w:rsidRPr="003E3506">
        <w:rPr>
          <w:rtl/>
          <w:lang w:bidi="fa-IR"/>
        </w:rPr>
        <w:t>اول</w:t>
      </w:r>
      <w:r w:rsidR="00553569">
        <w:rPr>
          <w:rtl/>
          <w:lang w:bidi="fa-IR"/>
        </w:rPr>
        <w:t>:</w:t>
      </w:r>
      <w:r w:rsidRPr="003E3506">
        <w:rPr>
          <w:rtl/>
          <w:lang w:bidi="fa-IR"/>
        </w:rPr>
        <w:t xml:space="preserve"> آنكه در بين نماز يكى از شرط</w:t>
      </w:r>
      <w:r w:rsidR="00B3205F">
        <w:rPr>
          <w:rFonts w:hint="cs"/>
          <w:rtl/>
          <w:lang w:bidi="fa-IR"/>
        </w:rPr>
        <w:t xml:space="preserve"> </w:t>
      </w:r>
      <w:r w:rsidRPr="003E3506">
        <w:rPr>
          <w:rtl/>
          <w:lang w:bidi="fa-IR"/>
        </w:rPr>
        <w:t>هاى آن از برود</w:t>
      </w:r>
      <w:r w:rsidR="000C4B14">
        <w:rPr>
          <w:rtl/>
          <w:lang w:bidi="fa-IR"/>
        </w:rPr>
        <w:t>،</w:t>
      </w:r>
      <w:r w:rsidRPr="003E3506">
        <w:rPr>
          <w:rtl/>
          <w:lang w:bidi="fa-IR"/>
        </w:rPr>
        <w:t xml:space="preserve"> مثلا در بين نماز بفهمد لباسش كه ساتر است غصبى است</w:t>
      </w:r>
      <w:r w:rsidR="000C4B14">
        <w:rPr>
          <w:rtl/>
          <w:lang w:bidi="fa-IR"/>
        </w:rPr>
        <w:t>.</w:t>
      </w:r>
    </w:p>
    <w:p w:rsidR="003E3506" w:rsidRPr="003E3506" w:rsidRDefault="003E3506" w:rsidP="003E3506">
      <w:pPr>
        <w:pStyle w:val="libNormal"/>
        <w:rPr>
          <w:lang w:bidi="fa-IR"/>
        </w:rPr>
      </w:pPr>
      <w:r w:rsidRPr="003E3506">
        <w:rPr>
          <w:rtl/>
          <w:lang w:bidi="fa-IR"/>
        </w:rPr>
        <w:t>دوم</w:t>
      </w:r>
      <w:r w:rsidR="00553569">
        <w:rPr>
          <w:rtl/>
          <w:lang w:bidi="fa-IR"/>
        </w:rPr>
        <w:t>:</w:t>
      </w:r>
      <w:r w:rsidRPr="003E3506">
        <w:rPr>
          <w:rtl/>
          <w:lang w:bidi="fa-IR"/>
        </w:rPr>
        <w:t xml:space="preserve"> آنكه در بين نماز عمدا يا سهوا يا از روى ناچارى</w:t>
      </w:r>
      <w:r w:rsidR="000C4B14">
        <w:rPr>
          <w:rtl/>
          <w:lang w:bidi="fa-IR"/>
        </w:rPr>
        <w:t>،</w:t>
      </w:r>
      <w:r w:rsidRPr="003E3506">
        <w:rPr>
          <w:rtl/>
          <w:lang w:bidi="fa-IR"/>
        </w:rPr>
        <w:t xml:space="preserve"> چيزى كه وضو يا غسل را باطل مى كند پيش آيد</w:t>
      </w:r>
      <w:r w:rsidR="000C4B14">
        <w:rPr>
          <w:rtl/>
          <w:lang w:bidi="fa-IR"/>
        </w:rPr>
        <w:t>،</w:t>
      </w:r>
      <w:r w:rsidRPr="003E3506">
        <w:rPr>
          <w:rtl/>
          <w:lang w:bidi="fa-IR"/>
        </w:rPr>
        <w:t xml:space="preserve"> مثلا بول از او بيرون آيد</w:t>
      </w:r>
      <w:r w:rsidR="000C4B14">
        <w:rPr>
          <w:rtl/>
          <w:lang w:bidi="fa-IR"/>
        </w:rPr>
        <w:t>،</w:t>
      </w:r>
      <w:r w:rsidRPr="003E3506">
        <w:rPr>
          <w:rtl/>
          <w:lang w:bidi="fa-IR"/>
        </w:rPr>
        <w:t xml:space="preserve"> هر چند - بنابر احتياط - پيش آمدن آن پس از تمام شدن سجده آخر نماز از روى سهو يا ناچارى باشد</w:t>
      </w:r>
      <w:r w:rsidR="000C4B14">
        <w:rPr>
          <w:rtl/>
          <w:lang w:bidi="fa-IR"/>
        </w:rPr>
        <w:t>،</w:t>
      </w:r>
      <w:r w:rsidRPr="003E3506">
        <w:rPr>
          <w:rtl/>
          <w:lang w:bidi="fa-IR"/>
        </w:rPr>
        <w:t xml:space="preserve"> ولى كسى كه نمى تواند از بيرون آمدن بول و غايط خوددارى كند</w:t>
      </w:r>
      <w:r w:rsidR="000C4B14">
        <w:rPr>
          <w:rtl/>
          <w:lang w:bidi="fa-IR"/>
        </w:rPr>
        <w:t>،</w:t>
      </w:r>
      <w:r w:rsidRPr="003E3506">
        <w:rPr>
          <w:rtl/>
          <w:lang w:bidi="fa-IR"/>
        </w:rPr>
        <w:t xml:space="preserve"> اگر در بين نماز بول يا غايط از او خارج شود</w:t>
      </w:r>
      <w:r w:rsidR="000C4B14">
        <w:rPr>
          <w:rtl/>
          <w:lang w:bidi="fa-IR"/>
        </w:rPr>
        <w:t>،</w:t>
      </w:r>
      <w:r w:rsidRPr="003E3506">
        <w:rPr>
          <w:rtl/>
          <w:lang w:bidi="fa-IR"/>
        </w:rPr>
        <w:t xml:space="preserve"> چنانچه به دستورى كه در احكام وضو گفته شد</w:t>
      </w:r>
      <w:r w:rsidR="000C4B14">
        <w:rPr>
          <w:rtl/>
          <w:lang w:bidi="fa-IR"/>
        </w:rPr>
        <w:t>،</w:t>
      </w:r>
      <w:r w:rsidRPr="003E3506">
        <w:rPr>
          <w:rtl/>
          <w:lang w:bidi="fa-IR"/>
        </w:rPr>
        <w:t xml:space="preserve"> رفتار نمايد نمازش باطل نمى شود</w:t>
      </w:r>
      <w:r w:rsidR="000C4B14">
        <w:rPr>
          <w:rtl/>
          <w:lang w:bidi="fa-IR"/>
        </w:rPr>
        <w:t>،</w:t>
      </w:r>
      <w:r w:rsidRPr="003E3506">
        <w:rPr>
          <w:rtl/>
          <w:lang w:bidi="fa-IR"/>
        </w:rPr>
        <w:t xml:space="preserve"> و نيز اگر در بين نماز از زن مستحاضه خون خارج شود</w:t>
      </w:r>
      <w:r w:rsidR="000C4B14">
        <w:rPr>
          <w:rtl/>
          <w:lang w:bidi="fa-IR"/>
        </w:rPr>
        <w:t>،</w:t>
      </w:r>
      <w:r w:rsidRPr="003E3506">
        <w:rPr>
          <w:rtl/>
          <w:lang w:bidi="fa-IR"/>
        </w:rPr>
        <w:t xml:space="preserve"> در صورتى كه به دستور استحاضه رفتار كرده نمازش صحيح است</w:t>
      </w:r>
      <w:r w:rsidR="000C4B14">
        <w:rPr>
          <w:rtl/>
          <w:lang w:bidi="fa-IR"/>
        </w:rPr>
        <w:t>.</w:t>
      </w:r>
    </w:p>
    <w:p w:rsidR="003E3506" w:rsidRPr="003E3506" w:rsidRDefault="003E3506" w:rsidP="003E3506">
      <w:pPr>
        <w:pStyle w:val="libNormal"/>
        <w:rPr>
          <w:lang w:bidi="fa-IR"/>
        </w:rPr>
      </w:pPr>
      <w:r w:rsidRPr="003E3506">
        <w:rPr>
          <w:rtl/>
          <w:lang w:bidi="fa-IR"/>
        </w:rPr>
        <w:t>١١٣٦ - كسى كه بى اختيار خوابش برده</w:t>
      </w:r>
      <w:r w:rsidR="000C4B14">
        <w:rPr>
          <w:rtl/>
          <w:lang w:bidi="fa-IR"/>
        </w:rPr>
        <w:t>،</w:t>
      </w:r>
      <w:r w:rsidRPr="003E3506">
        <w:rPr>
          <w:rtl/>
          <w:lang w:bidi="fa-IR"/>
        </w:rPr>
        <w:t xml:space="preserve"> اگر نداند كه در بين نماز خوابش برده يا بعد از آن لازم نيست نمازش را دوباره بخواند</w:t>
      </w:r>
      <w:r w:rsidR="000C4B14">
        <w:rPr>
          <w:rtl/>
          <w:lang w:bidi="fa-IR"/>
        </w:rPr>
        <w:t>،</w:t>
      </w:r>
      <w:r w:rsidRPr="003E3506">
        <w:rPr>
          <w:rtl/>
          <w:lang w:bidi="fa-IR"/>
        </w:rPr>
        <w:t xml:space="preserve"> به شرط آنكه بداند آنچه از نماز بجا آورده به اندازه اى كه عرفا آن را نماز بگويند بوده است</w:t>
      </w:r>
      <w:r w:rsidR="000C4B14">
        <w:rPr>
          <w:rtl/>
          <w:lang w:bidi="fa-IR"/>
        </w:rPr>
        <w:t>.</w:t>
      </w:r>
    </w:p>
    <w:p w:rsidR="003E3506" w:rsidRPr="003E3506" w:rsidRDefault="003E3506" w:rsidP="003E3506">
      <w:pPr>
        <w:pStyle w:val="libNormal"/>
        <w:rPr>
          <w:lang w:bidi="fa-IR"/>
        </w:rPr>
      </w:pPr>
      <w:r w:rsidRPr="003E3506">
        <w:rPr>
          <w:rtl/>
          <w:lang w:bidi="fa-IR"/>
        </w:rPr>
        <w:t>١١٣٧ - اگر بداند به اختيار خودش خوابيده و شك كند كه بعد از نماز بوده يا در بين نماز يادش رفته كه مشغول نماز است و خوابيده نمازش با شرطى كه در مساله پيش گفته شد صحيح است</w:t>
      </w:r>
      <w:r w:rsidR="000C4B14">
        <w:rPr>
          <w:rtl/>
          <w:lang w:bidi="fa-IR"/>
        </w:rPr>
        <w:t>.</w:t>
      </w:r>
    </w:p>
    <w:p w:rsidR="003E3506" w:rsidRPr="003E3506" w:rsidRDefault="003E3506" w:rsidP="003E3506">
      <w:pPr>
        <w:pStyle w:val="libNormal"/>
        <w:rPr>
          <w:lang w:bidi="fa-IR"/>
        </w:rPr>
      </w:pPr>
      <w:r w:rsidRPr="003E3506">
        <w:rPr>
          <w:rtl/>
          <w:lang w:bidi="fa-IR"/>
        </w:rPr>
        <w:t>١١٣٨ - اگر در حال سجده از خواب بيدار شود و شك كند كه در سجده آخر نماز است يا در سجده شكر</w:t>
      </w:r>
      <w:r w:rsidR="000C4B14">
        <w:rPr>
          <w:rtl/>
          <w:lang w:bidi="fa-IR"/>
        </w:rPr>
        <w:t>،</w:t>
      </w:r>
      <w:r w:rsidRPr="003E3506">
        <w:rPr>
          <w:rtl/>
          <w:lang w:bidi="fa-IR"/>
        </w:rPr>
        <w:t xml:space="preserve"> چنانچه بداند كه بى اختيار خوابش برده بايد آن نماز را دوباره بخواند و اگر بداند به اختيار خودش خوابيده و احتمال دهد كه از روى غفلت در سجده نماز خوابيده نمازش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١/١١٣٨ - سوم از مبطلات نماز آن است كه دست</w:t>
      </w:r>
      <w:r w:rsidR="00EC6115">
        <w:rPr>
          <w:rFonts w:hint="cs"/>
          <w:rtl/>
          <w:lang w:bidi="fa-IR"/>
        </w:rPr>
        <w:t xml:space="preserve"> </w:t>
      </w:r>
      <w:r w:rsidRPr="003E3506">
        <w:rPr>
          <w:rtl/>
          <w:lang w:bidi="fa-IR"/>
        </w:rPr>
        <w:t>ها را به قصد خضوع و ادب روى هم بگذارد</w:t>
      </w:r>
      <w:r w:rsidR="000C4B14">
        <w:rPr>
          <w:rtl/>
          <w:lang w:bidi="fa-IR"/>
        </w:rPr>
        <w:t>،</w:t>
      </w:r>
      <w:r w:rsidRPr="003E3506">
        <w:rPr>
          <w:rtl/>
          <w:lang w:bidi="fa-IR"/>
        </w:rPr>
        <w:t xml:space="preserve"> ولى باطل شدن نماز به اين كار بنابر احتياط است هر چند در حرام بودنش اگر به قصد مشروعيت آورده شود</w:t>
      </w:r>
      <w:r w:rsidR="000C4B14">
        <w:rPr>
          <w:rtl/>
          <w:lang w:bidi="fa-IR"/>
        </w:rPr>
        <w:t>،</w:t>
      </w:r>
      <w:r w:rsidRPr="003E3506">
        <w:rPr>
          <w:rtl/>
          <w:lang w:bidi="fa-IR"/>
        </w:rPr>
        <w:t xml:space="preserve"> اشكالى نيست</w:t>
      </w:r>
      <w:r w:rsidR="000C4B14">
        <w:rPr>
          <w:rtl/>
          <w:lang w:bidi="fa-IR"/>
        </w:rPr>
        <w:t>.</w:t>
      </w:r>
    </w:p>
    <w:p w:rsidR="003E3506" w:rsidRPr="003E3506" w:rsidRDefault="003E3506" w:rsidP="003E3506">
      <w:pPr>
        <w:pStyle w:val="libNormal"/>
        <w:rPr>
          <w:lang w:bidi="fa-IR"/>
        </w:rPr>
      </w:pPr>
      <w:r w:rsidRPr="003E3506">
        <w:rPr>
          <w:rtl/>
          <w:lang w:bidi="fa-IR"/>
        </w:rPr>
        <w:t>١١٣٩ - هرگاه از روى فراموشى يا ناچارى يا تقيه يا براى كار ديگر مثل خاراندن دست و مانند آن دست</w:t>
      </w:r>
      <w:r w:rsidR="00EC6115">
        <w:rPr>
          <w:rFonts w:hint="cs"/>
          <w:rtl/>
          <w:lang w:bidi="fa-IR"/>
        </w:rPr>
        <w:t xml:space="preserve"> </w:t>
      </w:r>
      <w:r w:rsidRPr="003E3506">
        <w:rPr>
          <w:rtl/>
          <w:lang w:bidi="fa-IR"/>
        </w:rPr>
        <w:t>ها را روى هم بگذارد اشكال ندارد.</w:t>
      </w:r>
    </w:p>
    <w:p w:rsidR="003E3506" w:rsidRPr="003E3506" w:rsidRDefault="003E3506" w:rsidP="003E3506">
      <w:pPr>
        <w:pStyle w:val="libNormal"/>
        <w:rPr>
          <w:lang w:bidi="fa-IR"/>
        </w:rPr>
      </w:pPr>
      <w:r w:rsidRPr="003E3506">
        <w:rPr>
          <w:rtl/>
          <w:lang w:bidi="fa-IR"/>
        </w:rPr>
        <w:t>١/١١٣٩ - چهارم از مبطلات نماز آن است كه بعد از خواندن حمد آمين بگويد و اين باطل شدن نماز به گفتن آمين در غير ماموم بنابر احتياط است هر چند در حرام بودنش چنانچه به قصد مشروعيت آورده شود اشكالى نيست و در هر حال اگر آمين را اشتباها يا از روى تقيه بگويد نمازش اشكال ندارد.</w:t>
      </w:r>
    </w:p>
    <w:p w:rsidR="003E3506" w:rsidRPr="003E3506" w:rsidRDefault="003E3506" w:rsidP="003E3506">
      <w:pPr>
        <w:pStyle w:val="libNormal"/>
        <w:rPr>
          <w:lang w:bidi="fa-IR"/>
        </w:rPr>
      </w:pPr>
      <w:r w:rsidRPr="003E3506">
        <w:rPr>
          <w:rtl/>
          <w:lang w:bidi="fa-IR"/>
        </w:rPr>
        <w:t xml:space="preserve">پنجم از مبطلات نماز برگشتن از قبله بدون عذر است و اما اگر با عذر باشد مثل فراموشى يا به سبب امر قهرى </w:t>
      </w:r>
      <w:r w:rsidR="00605FAB">
        <w:rPr>
          <w:rtl/>
          <w:lang w:bidi="fa-IR"/>
        </w:rPr>
        <w:t>(</w:t>
      </w:r>
      <w:r w:rsidRPr="003E3506">
        <w:rPr>
          <w:rtl/>
          <w:lang w:bidi="fa-IR"/>
        </w:rPr>
        <w:t>مانند باد شديدى كه او را از قبله برگرداند</w:t>
      </w:r>
      <w:r w:rsidR="00605FAB">
        <w:rPr>
          <w:rtl/>
          <w:lang w:bidi="fa-IR"/>
        </w:rPr>
        <w:t>)</w:t>
      </w:r>
      <w:r w:rsidRPr="003E3506">
        <w:rPr>
          <w:rtl/>
          <w:lang w:bidi="fa-IR"/>
        </w:rPr>
        <w:t xml:space="preserve"> چنانچه به طرف راست و يا چپ نرسد نماز او صحيح است</w:t>
      </w:r>
      <w:r w:rsidR="000C4B14">
        <w:rPr>
          <w:rtl/>
          <w:lang w:bidi="fa-IR"/>
        </w:rPr>
        <w:t>،</w:t>
      </w:r>
      <w:r w:rsidRPr="003E3506">
        <w:rPr>
          <w:rtl/>
          <w:lang w:bidi="fa-IR"/>
        </w:rPr>
        <w:t xml:space="preserve"> ولى لازم است كه بعد از برطرف شدن عذر فورا به طرف قبله برگردد</w:t>
      </w:r>
      <w:r w:rsidR="000C4B14">
        <w:rPr>
          <w:rtl/>
          <w:lang w:bidi="fa-IR"/>
        </w:rPr>
        <w:t>،</w:t>
      </w:r>
      <w:r w:rsidRPr="003E3506">
        <w:rPr>
          <w:rtl/>
          <w:lang w:bidi="fa-IR"/>
        </w:rPr>
        <w:t xml:space="preserve"> و اما اگر به طرف راست و يا چپ برسد - چه پشت به قبله باشد يا نه - اگر عذر او فراموشى باشد و وقتى متذكر شود</w:t>
      </w:r>
      <w:r w:rsidR="000C4B14">
        <w:rPr>
          <w:rtl/>
          <w:lang w:bidi="fa-IR"/>
        </w:rPr>
        <w:t>،</w:t>
      </w:r>
      <w:r w:rsidRPr="003E3506">
        <w:rPr>
          <w:rtl/>
          <w:lang w:bidi="fa-IR"/>
        </w:rPr>
        <w:t xml:space="preserve"> كه اگر نماز را قطع كند مى تواند دوباره آن را رو به قبله بخواند </w:t>
      </w:r>
      <w:r w:rsidR="00605FAB">
        <w:rPr>
          <w:rtl/>
          <w:lang w:bidi="fa-IR"/>
        </w:rPr>
        <w:t>(</w:t>
      </w:r>
      <w:r w:rsidRPr="003E3506">
        <w:rPr>
          <w:rtl/>
          <w:lang w:bidi="fa-IR"/>
        </w:rPr>
        <w:t>هر چند يك ركعت از آن در وقت واقع شود</w:t>
      </w:r>
      <w:r w:rsidR="00605FAB">
        <w:rPr>
          <w:rtl/>
          <w:lang w:bidi="fa-IR"/>
        </w:rPr>
        <w:t>)</w:t>
      </w:r>
      <w:r w:rsidRPr="003E3506">
        <w:rPr>
          <w:rtl/>
          <w:lang w:bidi="fa-IR"/>
        </w:rPr>
        <w:t xml:space="preserve"> بايد نماز را از سر بگيرد و گرنه به همان نماز اكتفا مى كند و قضا بر او لازم نيست و همچنين است اگر برگشت او از قبله به واسطه امر قهرى باشد پس چنانچه بتواند بدون برگشتن از قبله نماز را دوباره در وقت بخواند </w:t>
      </w:r>
      <w:r w:rsidR="00605FAB">
        <w:rPr>
          <w:rtl/>
          <w:lang w:bidi="fa-IR"/>
        </w:rPr>
        <w:t>(</w:t>
      </w:r>
      <w:r w:rsidRPr="003E3506">
        <w:rPr>
          <w:rtl/>
          <w:lang w:bidi="fa-IR"/>
        </w:rPr>
        <w:t>هر چند يك ركعت از آن در وقت واقع شود</w:t>
      </w:r>
      <w:r w:rsidR="00605FAB">
        <w:rPr>
          <w:rtl/>
          <w:lang w:bidi="fa-IR"/>
        </w:rPr>
        <w:t>)</w:t>
      </w:r>
      <w:r w:rsidRPr="003E3506">
        <w:rPr>
          <w:rtl/>
          <w:lang w:bidi="fa-IR"/>
        </w:rPr>
        <w:t xml:space="preserve"> بايد نماز را از سر بگيرد و گرنه بايد همان نماز را تمام كند و اعاده و قضا بر او لازم نيست</w:t>
      </w:r>
      <w:r w:rsidR="000C4B14">
        <w:rPr>
          <w:rtl/>
          <w:lang w:bidi="fa-IR"/>
        </w:rPr>
        <w:t>.</w:t>
      </w:r>
    </w:p>
    <w:p w:rsidR="003E3506" w:rsidRPr="003E3506" w:rsidRDefault="003E3506" w:rsidP="003E3506">
      <w:pPr>
        <w:pStyle w:val="libNormal"/>
        <w:rPr>
          <w:lang w:bidi="fa-IR"/>
        </w:rPr>
      </w:pPr>
      <w:r w:rsidRPr="003E3506">
        <w:rPr>
          <w:rtl/>
          <w:lang w:bidi="fa-IR"/>
        </w:rPr>
        <w:t xml:space="preserve">١١٤٠ - اگر صورت خود را فقط برگرداند ولى بدنش به طرف قبله باشد چنانچه به حدى گردن را كج كند كه بتواند مقدارى از پشت سرش را ببيند حكم او همان حكم برگشتن از قبله </w:t>
      </w:r>
      <w:r w:rsidRPr="003E3506">
        <w:rPr>
          <w:rtl/>
          <w:lang w:bidi="fa-IR"/>
        </w:rPr>
        <w:lastRenderedPageBreak/>
        <w:t>است كه قبلا ذكر شده</w:t>
      </w:r>
      <w:r w:rsidR="000C4B14">
        <w:rPr>
          <w:rtl/>
          <w:lang w:bidi="fa-IR"/>
        </w:rPr>
        <w:t>،</w:t>
      </w:r>
      <w:r w:rsidRPr="003E3506">
        <w:rPr>
          <w:rtl/>
          <w:lang w:bidi="fa-IR"/>
        </w:rPr>
        <w:t xml:space="preserve"> و اما اگر مقدار كمى گردنش را كج كند كه عرفا بگويند طرف جلو بدنش مقابل قبله است نمازش باطل نمى شود هر چند اين كار مكروه است</w:t>
      </w:r>
      <w:r w:rsidR="000C4B14">
        <w:rPr>
          <w:rtl/>
          <w:lang w:bidi="fa-IR"/>
        </w:rPr>
        <w:t>.</w:t>
      </w:r>
    </w:p>
    <w:p w:rsidR="003E3506" w:rsidRPr="003E3506" w:rsidRDefault="003E3506" w:rsidP="003E3506">
      <w:pPr>
        <w:pStyle w:val="libNormal"/>
        <w:rPr>
          <w:lang w:bidi="fa-IR"/>
        </w:rPr>
      </w:pPr>
      <w:r w:rsidRPr="003E3506">
        <w:rPr>
          <w:rtl/>
          <w:lang w:bidi="fa-IR"/>
        </w:rPr>
        <w:t>١/١١٤٠ - ششم از مبطلات نماز آن است كه عمدا تكلم كند هر چند به كلمه اى كه بيش از يك حرف نداشته باشد</w:t>
      </w:r>
      <w:r w:rsidR="000C4B14">
        <w:rPr>
          <w:rtl/>
          <w:lang w:bidi="fa-IR"/>
        </w:rPr>
        <w:t>،</w:t>
      </w:r>
      <w:r w:rsidRPr="003E3506">
        <w:rPr>
          <w:rtl/>
          <w:lang w:bidi="fa-IR"/>
        </w:rPr>
        <w:t xml:space="preserve"> اگر آن حرف مفهم معناى خودش باشد</w:t>
      </w:r>
      <w:r w:rsidR="000C4B14">
        <w:rPr>
          <w:rtl/>
          <w:lang w:bidi="fa-IR"/>
        </w:rPr>
        <w:t>،</w:t>
      </w:r>
      <w:r w:rsidRPr="003E3506">
        <w:rPr>
          <w:rtl/>
          <w:lang w:bidi="fa-IR"/>
        </w:rPr>
        <w:t xml:space="preserve"> مثل </w:t>
      </w:r>
      <w:r w:rsidR="00605FAB">
        <w:rPr>
          <w:rtl/>
          <w:lang w:bidi="fa-IR"/>
        </w:rPr>
        <w:t>(</w:t>
      </w:r>
      <w:r w:rsidRPr="003E3506">
        <w:rPr>
          <w:rtl/>
          <w:lang w:bidi="fa-IR"/>
        </w:rPr>
        <w:t>ق</w:t>
      </w:r>
      <w:r w:rsidR="00605FAB">
        <w:rPr>
          <w:rtl/>
          <w:lang w:bidi="fa-IR"/>
        </w:rPr>
        <w:t>)</w:t>
      </w:r>
      <w:r w:rsidRPr="003E3506">
        <w:rPr>
          <w:rtl/>
          <w:lang w:bidi="fa-IR"/>
        </w:rPr>
        <w:t xml:space="preserve"> كه در زبان عربى به معناى اين است كه نگهدارى كن يا مفهم معناى ديگرى مثل </w:t>
      </w:r>
      <w:r w:rsidR="00605FAB">
        <w:rPr>
          <w:rtl/>
          <w:lang w:bidi="fa-IR"/>
        </w:rPr>
        <w:t>(</w:t>
      </w:r>
      <w:r w:rsidRPr="003E3506">
        <w:rPr>
          <w:rtl/>
          <w:lang w:bidi="fa-IR"/>
        </w:rPr>
        <w:t>ب</w:t>
      </w:r>
      <w:r w:rsidR="00605FAB">
        <w:rPr>
          <w:rtl/>
          <w:lang w:bidi="fa-IR"/>
        </w:rPr>
        <w:t>)</w:t>
      </w:r>
      <w:r w:rsidRPr="003E3506">
        <w:rPr>
          <w:rtl/>
          <w:lang w:bidi="fa-IR"/>
        </w:rPr>
        <w:t xml:space="preserve"> در جواب كسى كه از حرف دوم از هجا سؤال كند.</w:t>
      </w:r>
    </w:p>
    <w:p w:rsidR="003E3506" w:rsidRPr="003E3506" w:rsidRDefault="003E3506" w:rsidP="003E3506">
      <w:pPr>
        <w:pStyle w:val="libNormal"/>
        <w:rPr>
          <w:lang w:bidi="fa-IR"/>
        </w:rPr>
      </w:pPr>
      <w:r w:rsidRPr="003E3506">
        <w:rPr>
          <w:rtl/>
          <w:lang w:bidi="fa-IR"/>
        </w:rPr>
        <w:t>و چنانچه مفهم هيچ معنايى نباشد اگر مركب از دو حرف يا بيشتر باشد باز هم بنابر احتياط مبطل نماز است</w:t>
      </w:r>
      <w:r w:rsidR="000C4B14">
        <w:rPr>
          <w:rtl/>
          <w:lang w:bidi="fa-IR"/>
        </w:rPr>
        <w:t>.</w:t>
      </w:r>
    </w:p>
    <w:p w:rsidR="003E3506" w:rsidRPr="003E3506" w:rsidRDefault="003E3506" w:rsidP="003E3506">
      <w:pPr>
        <w:pStyle w:val="libNormal"/>
        <w:rPr>
          <w:lang w:bidi="fa-IR"/>
        </w:rPr>
      </w:pPr>
      <w:r w:rsidRPr="003E3506">
        <w:rPr>
          <w:rtl/>
          <w:lang w:bidi="fa-IR"/>
        </w:rPr>
        <w:t>١١٤١ - اگر سهوا كلمه اى بگويد كه يك حرف يا بيشتر دارد اگر چه آن كلمه معنى داشته باشد نمازش باطل نمى شود</w:t>
      </w:r>
      <w:r w:rsidR="000C4B14">
        <w:rPr>
          <w:rtl/>
          <w:lang w:bidi="fa-IR"/>
        </w:rPr>
        <w:t>،</w:t>
      </w:r>
      <w:r w:rsidRPr="003E3506">
        <w:rPr>
          <w:rtl/>
          <w:lang w:bidi="fa-IR"/>
        </w:rPr>
        <w:t xml:space="preserve"> ولى بنابر احتياط لازم است بعد از نماز سجده سهو بجا آورد چنانچه خواهد آمد.</w:t>
      </w:r>
    </w:p>
    <w:p w:rsidR="003E3506" w:rsidRPr="003E3506" w:rsidRDefault="003E3506" w:rsidP="003E3506">
      <w:pPr>
        <w:pStyle w:val="libNormal"/>
        <w:rPr>
          <w:lang w:bidi="fa-IR"/>
        </w:rPr>
      </w:pPr>
      <w:r w:rsidRPr="003E3506">
        <w:rPr>
          <w:rtl/>
          <w:lang w:bidi="fa-IR"/>
        </w:rPr>
        <w:t>١١٤٢ - سرفه كردن و آروغ زدن در نماز اشكال ندارد و احتياط لازم آن است كه در نماز اختيارا آه نكشد و ناله نكند و اما گفتن آخ و آه و مانند اينها اگر عمدى باشد</w:t>
      </w:r>
      <w:r w:rsidR="000C4B14">
        <w:rPr>
          <w:rtl/>
          <w:lang w:bidi="fa-IR"/>
        </w:rPr>
        <w:t>،</w:t>
      </w:r>
      <w:r w:rsidRPr="003E3506">
        <w:rPr>
          <w:rtl/>
          <w:lang w:bidi="fa-IR"/>
        </w:rPr>
        <w:t xml:space="preserve"> نماز را باطل مى كند.</w:t>
      </w:r>
    </w:p>
    <w:p w:rsidR="003E3506" w:rsidRPr="003E3506" w:rsidRDefault="003E3506" w:rsidP="003E3506">
      <w:pPr>
        <w:pStyle w:val="libNormal"/>
        <w:rPr>
          <w:lang w:bidi="fa-IR"/>
        </w:rPr>
      </w:pPr>
      <w:r w:rsidRPr="003E3506">
        <w:rPr>
          <w:rtl/>
          <w:lang w:bidi="fa-IR"/>
        </w:rPr>
        <w:t>١١٤٣ - اگر كلمه اى را به قصد ذكر بگويد</w:t>
      </w:r>
      <w:r w:rsidR="000C4B14">
        <w:rPr>
          <w:rtl/>
          <w:lang w:bidi="fa-IR"/>
        </w:rPr>
        <w:t>،</w:t>
      </w:r>
      <w:r w:rsidRPr="003E3506">
        <w:rPr>
          <w:rtl/>
          <w:lang w:bidi="fa-IR"/>
        </w:rPr>
        <w:t xml:space="preserve"> مثلا به قصد ذكر بگويد اللّه اكبر و در موقع گفتن آن</w:t>
      </w:r>
      <w:r w:rsidR="000C4B14">
        <w:rPr>
          <w:rtl/>
          <w:lang w:bidi="fa-IR"/>
        </w:rPr>
        <w:t>،</w:t>
      </w:r>
      <w:r w:rsidRPr="003E3506">
        <w:rPr>
          <w:rtl/>
          <w:lang w:bidi="fa-IR"/>
        </w:rPr>
        <w:t xml:space="preserve"> صدا را بلند كند كه چيزى را به ديگرى بفهماند اشكال ندارد</w:t>
      </w:r>
      <w:r w:rsidR="000C4B14">
        <w:rPr>
          <w:rtl/>
          <w:lang w:bidi="fa-IR"/>
        </w:rPr>
        <w:t>،</w:t>
      </w:r>
      <w:r w:rsidRPr="003E3506">
        <w:rPr>
          <w:rtl/>
          <w:lang w:bidi="fa-IR"/>
        </w:rPr>
        <w:t xml:space="preserve"> و همچنين اگر كلمه اى را به قصد ذكر بگويد هر چند بداند كه اين كار سبب مى شود كه كسى متوجه مطلبى شود اشكال ندارد</w:t>
      </w:r>
      <w:r w:rsidR="000C4B14">
        <w:rPr>
          <w:rtl/>
          <w:lang w:bidi="fa-IR"/>
        </w:rPr>
        <w:t>،</w:t>
      </w:r>
      <w:r w:rsidRPr="003E3506">
        <w:rPr>
          <w:rtl/>
          <w:lang w:bidi="fa-IR"/>
        </w:rPr>
        <w:t xml:space="preserve"> ولى اگر اصلا قصد ذكر نكند يا قصد هر دو امر را بكند اشكال دارد.</w:t>
      </w:r>
    </w:p>
    <w:p w:rsidR="003E3506" w:rsidRPr="003E3506" w:rsidRDefault="003E3506" w:rsidP="003E3506">
      <w:pPr>
        <w:pStyle w:val="libNormal"/>
        <w:rPr>
          <w:lang w:bidi="fa-IR"/>
        </w:rPr>
      </w:pPr>
      <w:r w:rsidRPr="003E3506">
        <w:rPr>
          <w:rtl/>
          <w:lang w:bidi="fa-IR"/>
        </w:rPr>
        <w:t xml:space="preserve">١١٤٤ - خواندن قرآن در نماز </w:t>
      </w:r>
      <w:r w:rsidR="00605FAB">
        <w:rPr>
          <w:rtl/>
          <w:lang w:bidi="fa-IR"/>
        </w:rPr>
        <w:t>(</w:t>
      </w:r>
      <w:r w:rsidRPr="003E3506">
        <w:rPr>
          <w:rtl/>
          <w:lang w:bidi="fa-IR"/>
        </w:rPr>
        <w:t>حكم چهار آيه اى كه سجده واجب دارد و احكام قرائت مساله ٩٩٢ گفته شد</w:t>
      </w:r>
      <w:r w:rsidR="00605FAB">
        <w:rPr>
          <w:rtl/>
          <w:lang w:bidi="fa-IR"/>
        </w:rPr>
        <w:t>)</w:t>
      </w:r>
      <w:r w:rsidRPr="003E3506">
        <w:rPr>
          <w:rtl/>
          <w:lang w:bidi="fa-IR"/>
        </w:rPr>
        <w:t xml:space="preserve"> و نيز دعا كردن در نماز اشكال ندارد ولى احتياط مستحب آن است كه به غير عربى دعا نكند.</w:t>
      </w:r>
    </w:p>
    <w:p w:rsidR="003E3506" w:rsidRPr="003E3506" w:rsidRDefault="003E3506" w:rsidP="003E3506">
      <w:pPr>
        <w:pStyle w:val="libNormal"/>
        <w:rPr>
          <w:lang w:bidi="fa-IR"/>
        </w:rPr>
      </w:pPr>
      <w:r w:rsidRPr="003E3506">
        <w:rPr>
          <w:rtl/>
          <w:lang w:bidi="fa-IR"/>
        </w:rPr>
        <w:lastRenderedPageBreak/>
        <w:t>١١٤٥ - اگر چيزى از حمد و سوره و ذكرهاى نماز را عمدا بدون قصد جزئيت يا احتياطا چند مرتبه بگويد اشكال ندارد.</w:t>
      </w:r>
    </w:p>
    <w:p w:rsidR="003E3506" w:rsidRPr="003E3506" w:rsidRDefault="003E3506" w:rsidP="003E3506">
      <w:pPr>
        <w:pStyle w:val="libNormal"/>
        <w:rPr>
          <w:lang w:bidi="fa-IR"/>
        </w:rPr>
      </w:pPr>
      <w:r w:rsidRPr="003E3506">
        <w:rPr>
          <w:rtl/>
          <w:lang w:bidi="fa-IR"/>
        </w:rPr>
        <w:t>١١٤٦ - در حال نماز</w:t>
      </w:r>
      <w:r w:rsidR="000C4B14">
        <w:rPr>
          <w:rtl/>
          <w:lang w:bidi="fa-IR"/>
        </w:rPr>
        <w:t>،</w:t>
      </w:r>
      <w:r w:rsidRPr="003E3506">
        <w:rPr>
          <w:rtl/>
          <w:lang w:bidi="fa-IR"/>
        </w:rPr>
        <w:t xml:space="preserve"> انسان نبايد به ديگرى سلام كند</w:t>
      </w:r>
      <w:r w:rsidR="000C4B14">
        <w:rPr>
          <w:rtl/>
          <w:lang w:bidi="fa-IR"/>
        </w:rPr>
        <w:t>،</w:t>
      </w:r>
      <w:r w:rsidRPr="003E3506">
        <w:rPr>
          <w:rtl/>
          <w:lang w:bidi="fa-IR"/>
        </w:rPr>
        <w:t xml:space="preserve"> و اگر ديگرى به او سلام كند بايد جواب دهد ولى جواب بايد مثل سلام باشد يعنى نبايد بر اصل سلام اضافه داشته باشد</w:t>
      </w:r>
      <w:r w:rsidR="000C4B14">
        <w:rPr>
          <w:rtl/>
          <w:lang w:bidi="fa-IR"/>
        </w:rPr>
        <w:t>،</w:t>
      </w:r>
      <w:r w:rsidRPr="003E3506">
        <w:rPr>
          <w:rtl/>
          <w:lang w:bidi="fa-IR"/>
        </w:rPr>
        <w:t xml:space="preserve"> مثلا نبايد در جواب بگويد </w:t>
      </w:r>
      <w:r w:rsidR="00605FAB">
        <w:rPr>
          <w:rtl/>
          <w:lang w:bidi="fa-IR"/>
        </w:rPr>
        <w:t>(</w:t>
      </w:r>
      <w:r w:rsidRPr="003E3506">
        <w:rPr>
          <w:rtl/>
          <w:lang w:bidi="fa-IR"/>
        </w:rPr>
        <w:t>سلام عليكم و رحمة اللّه و بركاته</w:t>
      </w:r>
      <w:r w:rsidR="00605FAB">
        <w:rPr>
          <w:rtl/>
          <w:lang w:bidi="fa-IR"/>
        </w:rPr>
        <w:t>)</w:t>
      </w:r>
      <w:r w:rsidRPr="003E3506">
        <w:rPr>
          <w:rtl/>
          <w:lang w:bidi="fa-IR"/>
        </w:rPr>
        <w:t xml:space="preserve"> بلكه بنابر احتياط لازم نبايد لفظ </w:t>
      </w:r>
      <w:r w:rsidR="00605FAB">
        <w:rPr>
          <w:rtl/>
          <w:lang w:bidi="fa-IR"/>
        </w:rPr>
        <w:t>(</w:t>
      </w:r>
      <w:r w:rsidRPr="003E3506">
        <w:rPr>
          <w:rtl/>
          <w:lang w:bidi="fa-IR"/>
        </w:rPr>
        <w:t>عليكم يا عليك</w:t>
      </w:r>
      <w:r w:rsidR="00605FAB">
        <w:rPr>
          <w:rtl/>
          <w:lang w:bidi="fa-IR"/>
        </w:rPr>
        <w:t>)</w:t>
      </w:r>
      <w:r w:rsidRPr="003E3506">
        <w:rPr>
          <w:rtl/>
          <w:lang w:bidi="fa-IR"/>
        </w:rPr>
        <w:t xml:space="preserve"> را بر لفظ سلام در جواب مقدم بدارد</w:t>
      </w:r>
      <w:r w:rsidR="000C4B14">
        <w:rPr>
          <w:rtl/>
          <w:lang w:bidi="fa-IR"/>
        </w:rPr>
        <w:t>،</w:t>
      </w:r>
      <w:r w:rsidRPr="003E3506">
        <w:rPr>
          <w:rtl/>
          <w:lang w:bidi="fa-IR"/>
        </w:rPr>
        <w:t xml:space="preserve"> اگر آن كسى كه سلام كرده اين چنين نكرده باشد</w:t>
      </w:r>
      <w:r w:rsidR="000C4B14">
        <w:rPr>
          <w:rtl/>
          <w:lang w:bidi="fa-IR"/>
        </w:rPr>
        <w:t>،</w:t>
      </w:r>
      <w:r w:rsidRPr="003E3506">
        <w:rPr>
          <w:rtl/>
          <w:lang w:bidi="fa-IR"/>
        </w:rPr>
        <w:t xml:space="preserve"> مثلا اگر گفته سلام عليكم در جواب بگويد سلام عليكم و اگر گفته السلام عليكم بگويد السلام عليكم و اگر گفته سلام عليك بگويد سلام عليك ولى در جواب عليكم السلام هر صيغه اى كه مى خواهد مى تواند بگويد.</w:t>
      </w:r>
    </w:p>
    <w:p w:rsidR="003E3506" w:rsidRPr="003E3506" w:rsidRDefault="003E3506" w:rsidP="003E3506">
      <w:pPr>
        <w:pStyle w:val="libNormal"/>
        <w:rPr>
          <w:lang w:bidi="fa-IR"/>
        </w:rPr>
      </w:pPr>
      <w:r w:rsidRPr="003E3506">
        <w:rPr>
          <w:rtl/>
          <w:lang w:bidi="fa-IR"/>
        </w:rPr>
        <w:t>١١٤٧ - انسان بايد جواب سلام را چه در نماز يا در غير نماز فورا بگويد و اگر عمدا يا از روى فراموشى جواب سلام را به قدرى طول دهد كه اگر جواب بگويد</w:t>
      </w:r>
      <w:r w:rsidR="000C4B14">
        <w:rPr>
          <w:rtl/>
          <w:lang w:bidi="fa-IR"/>
        </w:rPr>
        <w:t>،</w:t>
      </w:r>
      <w:r w:rsidRPr="003E3506">
        <w:rPr>
          <w:rtl/>
          <w:lang w:bidi="fa-IR"/>
        </w:rPr>
        <w:t xml:space="preserve"> جواب آن سلام حساب نشود</w:t>
      </w:r>
      <w:r w:rsidR="000C4B14">
        <w:rPr>
          <w:rtl/>
          <w:lang w:bidi="fa-IR"/>
        </w:rPr>
        <w:t>،</w:t>
      </w:r>
      <w:r w:rsidRPr="003E3506">
        <w:rPr>
          <w:rtl/>
          <w:lang w:bidi="fa-IR"/>
        </w:rPr>
        <w:t xml:space="preserve"> چنانچه در نماز باشد</w:t>
      </w:r>
      <w:r w:rsidR="000C4B14">
        <w:rPr>
          <w:rtl/>
          <w:lang w:bidi="fa-IR"/>
        </w:rPr>
        <w:t>،</w:t>
      </w:r>
      <w:r w:rsidRPr="003E3506">
        <w:rPr>
          <w:rtl/>
          <w:lang w:bidi="fa-IR"/>
        </w:rPr>
        <w:t xml:space="preserve"> نبايد جواب بدهد و اگر در نماز نباشد</w:t>
      </w:r>
      <w:r w:rsidR="000C4B14">
        <w:rPr>
          <w:rtl/>
          <w:lang w:bidi="fa-IR"/>
        </w:rPr>
        <w:t>،</w:t>
      </w:r>
      <w:r w:rsidRPr="003E3506">
        <w:rPr>
          <w:rtl/>
          <w:lang w:bidi="fa-IR"/>
        </w:rPr>
        <w:t xml:space="preserve"> جواب دادن واجب نيست</w:t>
      </w:r>
      <w:r w:rsidR="000C4B14">
        <w:rPr>
          <w:rtl/>
          <w:lang w:bidi="fa-IR"/>
        </w:rPr>
        <w:t>.</w:t>
      </w:r>
    </w:p>
    <w:p w:rsidR="003E3506" w:rsidRPr="003E3506" w:rsidRDefault="003E3506" w:rsidP="003E3506">
      <w:pPr>
        <w:pStyle w:val="libNormal"/>
        <w:rPr>
          <w:lang w:bidi="fa-IR"/>
        </w:rPr>
      </w:pPr>
      <w:r w:rsidRPr="003E3506">
        <w:rPr>
          <w:rtl/>
          <w:lang w:bidi="fa-IR"/>
        </w:rPr>
        <w:t>١١٤٨ - بايد جواب سلام را طورى بگويد كه سلام كننده بشنود ولى اگر سلام كننده كر باشد يا سلام داده و تند رد شود</w:t>
      </w:r>
      <w:r w:rsidR="000C4B14">
        <w:rPr>
          <w:rtl/>
          <w:lang w:bidi="fa-IR"/>
        </w:rPr>
        <w:t>،</w:t>
      </w:r>
      <w:r w:rsidRPr="003E3506">
        <w:rPr>
          <w:rtl/>
          <w:lang w:bidi="fa-IR"/>
        </w:rPr>
        <w:t xml:space="preserve"> چنانچه ممكن باشد كه جواب سلام را به اشاره يا مانند آن به او بفهماند جواب دادن لازم است و در غير اين صورت جواب دادن در غير نماز لازم نيست و در نماز جايز نيست</w:t>
      </w:r>
      <w:r w:rsidR="000C4B14">
        <w:rPr>
          <w:rtl/>
          <w:lang w:bidi="fa-IR"/>
        </w:rPr>
        <w:t>.</w:t>
      </w:r>
    </w:p>
    <w:p w:rsidR="003E3506" w:rsidRPr="003E3506" w:rsidRDefault="003E3506" w:rsidP="003E3506">
      <w:pPr>
        <w:pStyle w:val="libNormal"/>
        <w:rPr>
          <w:lang w:bidi="fa-IR"/>
        </w:rPr>
      </w:pPr>
      <w:r w:rsidRPr="003E3506">
        <w:rPr>
          <w:rtl/>
          <w:lang w:bidi="fa-IR"/>
        </w:rPr>
        <w:t>١١٤٩ - واجب است نمازگزار جواب سلام را به قصد تحيت بگويد و مانعى ندارد كه قصد دعا هم بكند يعنى از خداوند عالم براى كسى كه سلام كرده سلامتى بخواهد.</w:t>
      </w:r>
    </w:p>
    <w:p w:rsidR="003E3506" w:rsidRPr="003E3506" w:rsidRDefault="003E3506" w:rsidP="003E3506">
      <w:pPr>
        <w:pStyle w:val="libNormal"/>
        <w:rPr>
          <w:lang w:bidi="fa-IR"/>
        </w:rPr>
      </w:pPr>
      <w:r w:rsidRPr="003E3506">
        <w:rPr>
          <w:rtl/>
          <w:lang w:bidi="fa-IR"/>
        </w:rPr>
        <w:t>١١٥٠ - اگر زن يا مرد نامحرم يا بچه مميز يعنى بچه اى كه خوب و بد را بفهمد نمازگزار سلام كند</w:t>
      </w:r>
      <w:r w:rsidR="000C4B14">
        <w:rPr>
          <w:rtl/>
          <w:lang w:bidi="fa-IR"/>
        </w:rPr>
        <w:t>،</w:t>
      </w:r>
      <w:r w:rsidRPr="003E3506">
        <w:rPr>
          <w:rtl/>
          <w:lang w:bidi="fa-IR"/>
        </w:rPr>
        <w:t xml:space="preserve"> نمازگزار بايد جواب او را بدهد</w:t>
      </w:r>
      <w:r w:rsidR="000C4B14">
        <w:rPr>
          <w:rtl/>
          <w:lang w:bidi="fa-IR"/>
        </w:rPr>
        <w:t>،</w:t>
      </w:r>
      <w:r w:rsidRPr="003E3506">
        <w:rPr>
          <w:rtl/>
          <w:lang w:bidi="fa-IR"/>
        </w:rPr>
        <w:t xml:space="preserve"> و اگر زن به لفظ </w:t>
      </w:r>
      <w:r w:rsidR="00605FAB">
        <w:rPr>
          <w:rtl/>
          <w:lang w:bidi="fa-IR"/>
        </w:rPr>
        <w:t>(</w:t>
      </w:r>
      <w:r w:rsidRPr="003E3506">
        <w:rPr>
          <w:rtl/>
          <w:lang w:bidi="fa-IR"/>
        </w:rPr>
        <w:t>سلام عليك</w:t>
      </w:r>
      <w:r w:rsidR="00605FAB">
        <w:rPr>
          <w:rtl/>
          <w:lang w:bidi="fa-IR"/>
        </w:rPr>
        <w:t>)</w:t>
      </w:r>
      <w:r w:rsidRPr="003E3506">
        <w:rPr>
          <w:rtl/>
          <w:lang w:bidi="fa-IR"/>
        </w:rPr>
        <w:t xml:space="preserve"> سلام كند</w:t>
      </w:r>
      <w:r w:rsidR="000C4B14">
        <w:rPr>
          <w:rtl/>
          <w:lang w:bidi="fa-IR"/>
        </w:rPr>
        <w:t>،</w:t>
      </w:r>
      <w:r w:rsidRPr="003E3506">
        <w:rPr>
          <w:rtl/>
          <w:lang w:bidi="fa-IR"/>
        </w:rPr>
        <w:t xml:space="preserve"> مى تواند در جواب بگويد </w:t>
      </w:r>
      <w:r w:rsidR="00605FAB">
        <w:rPr>
          <w:rtl/>
          <w:lang w:bidi="fa-IR"/>
        </w:rPr>
        <w:t>(</w:t>
      </w:r>
      <w:r w:rsidRPr="003E3506">
        <w:rPr>
          <w:rtl/>
          <w:lang w:bidi="fa-IR"/>
        </w:rPr>
        <w:t>سلام عليك</w:t>
      </w:r>
      <w:r w:rsidR="00605FAB">
        <w:rPr>
          <w:rtl/>
          <w:lang w:bidi="fa-IR"/>
        </w:rPr>
        <w:t>)</w:t>
      </w:r>
      <w:r w:rsidRPr="003E3506">
        <w:rPr>
          <w:rtl/>
          <w:lang w:bidi="fa-IR"/>
        </w:rPr>
        <w:t xml:space="preserve"> يعنى كاف را زير بدهد.</w:t>
      </w:r>
    </w:p>
    <w:p w:rsidR="003E3506" w:rsidRPr="003E3506" w:rsidRDefault="003E3506" w:rsidP="003E3506">
      <w:pPr>
        <w:pStyle w:val="libNormal"/>
        <w:rPr>
          <w:lang w:bidi="fa-IR"/>
        </w:rPr>
      </w:pPr>
      <w:r w:rsidRPr="003E3506">
        <w:rPr>
          <w:rtl/>
          <w:lang w:bidi="fa-IR"/>
        </w:rPr>
        <w:t>١١٥١ - اگر نمازگزار جواب سلام را ندهد اگر چه معصيت كرده ولى نمازش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١١٥٢ - اگر كسى به نمازگزار غلط سلام كند</w:t>
      </w:r>
      <w:r w:rsidR="000C4B14">
        <w:rPr>
          <w:rtl/>
          <w:lang w:bidi="fa-IR"/>
        </w:rPr>
        <w:t>،</w:t>
      </w:r>
      <w:r w:rsidRPr="003E3506">
        <w:rPr>
          <w:rtl/>
          <w:lang w:bidi="fa-IR"/>
        </w:rPr>
        <w:t xml:space="preserve"> به طورى كه سلام حساب نشود</w:t>
      </w:r>
      <w:r w:rsidR="000C4B14">
        <w:rPr>
          <w:rtl/>
          <w:lang w:bidi="fa-IR"/>
        </w:rPr>
        <w:t>،</w:t>
      </w:r>
      <w:r w:rsidRPr="003E3506">
        <w:rPr>
          <w:rtl/>
          <w:lang w:bidi="fa-IR"/>
        </w:rPr>
        <w:t xml:space="preserve"> جواب دادن او جايز نيست</w:t>
      </w:r>
      <w:r w:rsidR="000C4B14">
        <w:rPr>
          <w:rtl/>
          <w:lang w:bidi="fa-IR"/>
        </w:rPr>
        <w:t>.</w:t>
      </w:r>
    </w:p>
    <w:p w:rsidR="003E3506" w:rsidRPr="003E3506" w:rsidRDefault="003E3506" w:rsidP="003E3506">
      <w:pPr>
        <w:pStyle w:val="libNormal"/>
        <w:rPr>
          <w:lang w:bidi="fa-IR"/>
        </w:rPr>
      </w:pPr>
      <w:r w:rsidRPr="003E3506">
        <w:rPr>
          <w:rtl/>
          <w:lang w:bidi="fa-IR"/>
        </w:rPr>
        <w:t>١١٥٣ - جواب سلام كسى كه از روى مسخره يا شوخى سلام مى كند و جواب سلام مرد و زن غير مسلمان در صورتى كه ذمى نباشند واجب نيست</w:t>
      </w:r>
      <w:r w:rsidR="000C4B14">
        <w:rPr>
          <w:rtl/>
          <w:lang w:bidi="fa-IR"/>
        </w:rPr>
        <w:t>،</w:t>
      </w:r>
      <w:r w:rsidRPr="003E3506">
        <w:rPr>
          <w:rtl/>
          <w:lang w:bidi="fa-IR"/>
        </w:rPr>
        <w:t xml:space="preserve"> و اگر ذمى باشند بنابر احتياط واجب به كلمه </w:t>
      </w:r>
      <w:r w:rsidR="00605FAB">
        <w:rPr>
          <w:rtl/>
          <w:lang w:bidi="fa-IR"/>
        </w:rPr>
        <w:t>(</w:t>
      </w:r>
      <w:r w:rsidRPr="003E3506">
        <w:rPr>
          <w:rtl/>
          <w:lang w:bidi="fa-IR"/>
        </w:rPr>
        <w:t>عليك</w:t>
      </w:r>
      <w:r w:rsidR="00605FAB">
        <w:rPr>
          <w:rtl/>
          <w:lang w:bidi="fa-IR"/>
        </w:rPr>
        <w:t>)</w:t>
      </w:r>
      <w:r w:rsidRPr="003E3506">
        <w:rPr>
          <w:rtl/>
          <w:lang w:bidi="fa-IR"/>
        </w:rPr>
        <w:t xml:space="preserve"> اكتفا شود.</w:t>
      </w:r>
    </w:p>
    <w:p w:rsidR="003E3506" w:rsidRPr="003E3506" w:rsidRDefault="003E3506" w:rsidP="003E3506">
      <w:pPr>
        <w:pStyle w:val="libNormal"/>
        <w:rPr>
          <w:lang w:bidi="fa-IR"/>
        </w:rPr>
      </w:pPr>
      <w:r w:rsidRPr="003E3506">
        <w:rPr>
          <w:rtl/>
          <w:lang w:bidi="fa-IR"/>
        </w:rPr>
        <w:t>١١٥٤ - اگر كسى به عده اى سلام كند</w:t>
      </w:r>
      <w:r w:rsidR="000C4B14">
        <w:rPr>
          <w:rtl/>
          <w:lang w:bidi="fa-IR"/>
        </w:rPr>
        <w:t>،</w:t>
      </w:r>
      <w:r w:rsidRPr="003E3506">
        <w:rPr>
          <w:rtl/>
          <w:lang w:bidi="fa-IR"/>
        </w:rPr>
        <w:t xml:space="preserve"> جواب سلام او بر همه آنان واجب است</w:t>
      </w:r>
      <w:r w:rsidR="000C4B14">
        <w:rPr>
          <w:rtl/>
          <w:lang w:bidi="fa-IR"/>
        </w:rPr>
        <w:t>،</w:t>
      </w:r>
      <w:r w:rsidRPr="003E3506">
        <w:rPr>
          <w:rtl/>
          <w:lang w:bidi="fa-IR"/>
        </w:rPr>
        <w:t xml:space="preserve"> ولى اگر يكى از آنان جواب دهد كافى است</w:t>
      </w:r>
      <w:r w:rsidR="000C4B14">
        <w:rPr>
          <w:rtl/>
          <w:lang w:bidi="fa-IR"/>
        </w:rPr>
        <w:t>.</w:t>
      </w:r>
    </w:p>
    <w:p w:rsidR="003E3506" w:rsidRPr="003E3506" w:rsidRDefault="003E3506" w:rsidP="003E3506">
      <w:pPr>
        <w:pStyle w:val="libNormal"/>
        <w:rPr>
          <w:lang w:bidi="fa-IR"/>
        </w:rPr>
      </w:pPr>
      <w:r w:rsidRPr="003E3506">
        <w:rPr>
          <w:rtl/>
          <w:lang w:bidi="fa-IR"/>
        </w:rPr>
        <w:t>١١٥٥ - اگر كسى به عده اى سلام كند و كسى كه سلام كننده قصد سلام دادن به او را نداشته جواب دهد</w:t>
      </w:r>
      <w:r w:rsidR="000C4B14">
        <w:rPr>
          <w:rtl/>
          <w:lang w:bidi="fa-IR"/>
        </w:rPr>
        <w:t>،</w:t>
      </w:r>
      <w:r w:rsidRPr="003E3506">
        <w:rPr>
          <w:rtl/>
          <w:lang w:bidi="fa-IR"/>
        </w:rPr>
        <w:t xml:space="preserve"> باز هم جواب سلام او بر آن عده واجب است</w:t>
      </w:r>
      <w:r w:rsidR="000C4B14">
        <w:rPr>
          <w:rtl/>
          <w:lang w:bidi="fa-IR"/>
        </w:rPr>
        <w:t>.</w:t>
      </w:r>
    </w:p>
    <w:p w:rsidR="003E3506" w:rsidRPr="003E3506" w:rsidRDefault="003E3506" w:rsidP="003E3506">
      <w:pPr>
        <w:pStyle w:val="libNormal"/>
        <w:rPr>
          <w:lang w:bidi="fa-IR"/>
        </w:rPr>
      </w:pPr>
      <w:r w:rsidRPr="003E3506">
        <w:rPr>
          <w:rtl/>
          <w:lang w:bidi="fa-IR"/>
        </w:rPr>
        <w:t>١١٥٦ - اگر به عده اى سلام كند و كسى كه بين آنها مشغول نماز است شك كند كه سلام كننده قصد سلام كردن به او را هم داشته يا نه</w:t>
      </w:r>
      <w:r w:rsidR="000C4B14">
        <w:rPr>
          <w:rtl/>
          <w:lang w:bidi="fa-IR"/>
        </w:rPr>
        <w:t>،</w:t>
      </w:r>
      <w:r w:rsidRPr="003E3506">
        <w:rPr>
          <w:rtl/>
          <w:lang w:bidi="fa-IR"/>
        </w:rPr>
        <w:t xml:space="preserve"> نبايد جواب بدهد.</w:t>
      </w:r>
    </w:p>
    <w:p w:rsidR="003E3506" w:rsidRPr="003E3506" w:rsidRDefault="003E3506" w:rsidP="003E3506">
      <w:pPr>
        <w:pStyle w:val="libNormal"/>
        <w:rPr>
          <w:lang w:bidi="fa-IR"/>
        </w:rPr>
      </w:pPr>
      <w:r w:rsidRPr="003E3506">
        <w:rPr>
          <w:rtl/>
          <w:lang w:bidi="fa-IR"/>
        </w:rPr>
        <w:t>و همچنين است اگر بداند قصد او را هم داشته ولى ديگرى جواب سلام را بدهد</w:t>
      </w:r>
      <w:r w:rsidR="000C4B14">
        <w:rPr>
          <w:rtl/>
          <w:lang w:bidi="fa-IR"/>
        </w:rPr>
        <w:t>،</w:t>
      </w:r>
      <w:r w:rsidRPr="003E3506">
        <w:rPr>
          <w:rtl/>
          <w:lang w:bidi="fa-IR"/>
        </w:rPr>
        <w:t xml:space="preserve"> اما اگر بداند قصد او را هم داشته و ديگرى جواب ندهد</w:t>
      </w:r>
      <w:r w:rsidR="000C4B14">
        <w:rPr>
          <w:rtl/>
          <w:lang w:bidi="fa-IR"/>
        </w:rPr>
        <w:t>،</w:t>
      </w:r>
      <w:r w:rsidRPr="003E3506">
        <w:rPr>
          <w:rtl/>
          <w:lang w:bidi="fa-IR"/>
        </w:rPr>
        <w:t xml:space="preserve"> بايد جواب او را بگويد.</w:t>
      </w:r>
    </w:p>
    <w:p w:rsidR="003E3506" w:rsidRPr="003E3506" w:rsidRDefault="003E3506" w:rsidP="003E3506">
      <w:pPr>
        <w:pStyle w:val="libNormal"/>
        <w:rPr>
          <w:lang w:bidi="fa-IR"/>
        </w:rPr>
      </w:pPr>
      <w:r w:rsidRPr="003E3506">
        <w:rPr>
          <w:rtl/>
          <w:lang w:bidi="fa-IR"/>
        </w:rPr>
        <w:t>١١٥٧ - سلام كردن مستحب است و خيلى سفارش شده است كه سوار به پياده و ايستاده به نشسته و كوچكتر به بزرگتر سلام كند.</w:t>
      </w:r>
    </w:p>
    <w:p w:rsidR="003E3506" w:rsidRPr="003E3506" w:rsidRDefault="003E3506" w:rsidP="003E3506">
      <w:pPr>
        <w:pStyle w:val="libNormal"/>
        <w:rPr>
          <w:lang w:bidi="fa-IR"/>
        </w:rPr>
      </w:pPr>
      <w:r w:rsidRPr="003E3506">
        <w:rPr>
          <w:rtl/>
          <w:lang w:bidi="fa-IR"/>
        </w:rPr>
        <w:t>١١٥٨ - اگر دو نفر با هم به يكديگر سلام كنند</w:t>
      </w:r>
      <w:r w:rsidR="000C4B14">
        <w:rPr>
          <w:rtl/>
          <w:lang w:bidi="fa-IR"/>
        </w:rPr>
        <w:t>،</w:t>
      </w:r>
      <w:r w:rsidRPr="003E3506">
        <w:rPr>
          <w:rtl/>
          <w:lang w:bidi="fa-IR"/>
        </w:rPr>
        <w:t xml:space="preserve"> بنابر احتياط واجب بايد هر يك جواب سلام ديگرى را بدهد</w:t>
      </w:r>
      <w:r w:rsidR="000C4B14">
        <w:rPr>
          <w:rtl/>
          <w:lang w:bidi="fa-IR"/>
        </w:rPr>
        <w:t>.</w:t>
      </w:r>
    </w:p>
    <w:p w:rsidR="003E3506" w:rsidRPr="003E3506" w:rsidRDefault="003E3506" w:rsidP="003E3506">
      <w:pPr>
        <w:pStyle w:val="libNormal"/>
        <w:rPr>
          <w:lang w:bidi="fa-IR"/>
        </w:rPr>
      </w:pPr>
      <w:r w:rsidRPr="003E3506">
        <w:rPr>
          <w:rtl/>
          <w:lang w:bidi="fa-IR"/>
        </w:rPr>
        <w:t>١١٥٩ - در غير نماز</w:t>
      </w:r>
      <w:r w:rsidR="000C4B14">
        <w:rPr>
          <w:rtl/>
          <w:lang w:bidi="fa-IR"/>
        </w:rPr>
        <w:t>،</w:t>
      </w:r>
      <w:r w:rsidRPr="003E3506">
        <w:rPr>
          <w:rtl/>
          <w:lang w:bidi="fa-IR"/>
        </w:rPr>
        <w:t xml:space="preserve"> مستحب است جواب سلام را بهتر از سلام بگويد</w:t>
      </w:r>
      <w:r w:rsidR="000C4B14">
        <w:rPr>
          <w:rtl/>
          <w:lang w:bidi="fa-IR"/>
        </w:rPr>
        <w:t>،</w:t>
      </w:r>
      <w:r w:rsidRPr="003E3506">
        <w:rPr>
          <w:rtl/>
          <w:lang w:bidi="fa-IR"/>
        </w:rPr>
        <w:t xml:space="preserve"> مثلا اگر كسى گفت سلام عليكم در جواب بگويد سلام عليكم ورحمة اللّه</w:t>
      </w:r>
      <w:r w:rsidR="000C4B14">
        <w:rPr>
          <w:rtl/>
          <w:lang w:bidi="fa-IR"/>
        </w:rPr>
        <w:t>.</w:t>
      </w:r>
    </w:p>
    <w:p w:rsidR="003E3506" w:rsidRPr="003E3506" w:rsidRDefault="003E3506" w:rsidP="003E3506">
      <w:pPr>
        <w:pStyle w:val="libNormal"/>
        <w:rPr>
          <w:lang w:bidi="fa-IR"/>
        </w:rPr>
      </w:pPr>
      <w:r w:rsidRPr="003E3506">
        <w:rPr>
          <w:rtl/>
          <w:lang w:bidi="fa-IR"/>
        </w:rPr>
        <w:t>هفتم از مبطلات نماز خنده با صدا و عمدى است هر چند بدون اختيار باشد اگر مقدماتش اختيار باشد</w:t>
      </w:r>
      <w:r w:rsidR="000C4B14">
        <w:rPr>
          <w:rtl/>
          <w:lang w:bidi="fa-IR"/>
        </w:rPr>
        <w:t>،</w:t>
      </w:r>
      <w:r w:rsidRPr="003E3506">
        <w:rPr>
          <w:rtl/>
          <w:lang w:bidi="fa-IR"/>
        </w:rPr>
        <w:t xml:space="preserve"> بلكه بنابر احتياط هر چند هم مقدماتش اختيار نباشد باز هم موجب باطل شدن </w:t>
      </w:r>
      <w:r w:rsidRPr="003E3506">
        <w:rPr>
          <w:rtl/>
          <w:lang w:bidi="fa-IR"/>
        </w:rPr>
        <w:lastRenderedPageBreak/>
        <w:t>نماز مى شود ولى اگر عمدا بى صدا يا سهوا با صدا بخندد ظاهر اين است كه نمازش اشكال ندارد.</w:t>
      </w:r>
    </w:p>
    <w:p w:rsidR="003E3506" w:rsidRPr="003E3506" w:rsidRDefault="003E3506" w:rsidP="003E3506">
      <w:pPr>
        <w:pStyle w:val="libNormal"/>
        <w:rPr>
          <w:lang w:bidi="fa-IR"/>
        </w:rPr>
      </w:pPr>
      <w:r w:rsidRPr="003E3506">
        <w:rPr>
          <w:rtl/>
          <w:lang w:bidi="fa-IR"/>
        </w:rPr>
        <w:t>١١٦٠ - اگر براى جلوگيرى از صداى خنده حالش تغيير كند</w:t>
      </w:r>
      <w:r w:rsidR="000C4B14">
        <w:rPr>
          <w:rtl/>
          <w:lang w:bidi="fa-IR"/>
        </w:rPr>
        <w:t>،</w:t>
      </w:r>
      <w:r w:rsidRPr="003E3506">
        <w:rPr>
          <w:rtl/>
          <w:lang w:bidi="fa-IR"/>
        </w:rPr>
        <w:t xml:space="preserve"> مثلا رنگش سرخ شود</w:t>
      </w:r>
      <w:r w:rsidR="000C4B14">
        <w:rPr>
          <w:rtl/>
          <w:lang w:bidi="fa-IR"/>
        </w:rPr>
        <w:t>،</w:t>
      </w:r>
      <w:r w:rsidRPr="003E3506">
        <w:rPr>
          <w:rtl/>
          <w:lang w:bidi="fa-IR"/>
        </w:rPr>
        <w:t xml:space="preserve"> احتياط واجب آن است كه نمازش را دوباره بخواند.</w:t>
      </w:r>
    </w:p>
    <w:p w:rsidR="003E3506" w:rsidRPr="003E3506" w:rsidRDefault="003E3506" w:rsidP="003E3506">
      <w:pPr>
        <w:pStyle w:val="libNormal"/>
        <w:rPr>
          <w:lang w:bidi="fa-IR"/>
        </w:rPr>
      </w:pPr>
      <w:r w:rsidRPr="003E3506">
        <w:rPr>
          <w:rtl/>
          <w:lang w:bidi="fa-IR"/>
        </w:rPr>
        <w:t>١/١١٦٠ - هشتم از مبطلات نماز بنابر احتياط واجب آن است كه براى كار دنيا عمدا با صدا يا بى صدا گريه كند</w:t>
      </w:r>
      <w:r w:rsidR="000C4B14">
        <w:rPr>
          <w:rtl/>
          <w:lang w:bidi="fa-IR"/>
        </w:rPr>
        <w:t>،</w:t>
      </w:r>
      <w:r w:rsidRPr="003E3506">
        <w:rPr>
          <w:rtl/>
          <w:lang w:bidi="fa-IR"/>
        </w:rPr>
        <w:t xml:space="preserve"> ولى اگر از ترس خدا يا براى آخرت گريه كند</w:t>
      </w:r>
      <w:r w:rsidR="000C4B14">
        <w:rPr>
          <w:rtl/>
          <w:lang w:bidi="fa-IR"/>
        </w:rPr>
        <w:t>،</w:t>
      </w:r>
      <w:r w:rsidRPr="003E3506">
        <w:rPr>
          <w:rtl/>
          <w:lang w:bidi="fa-IR"/>
        </w:rPr>
        <w:t xml:space="preserve"> آهسته باشد يا بلند اشكال ندارد بلكه از بهترين اعمال است</w:t>
      </w:r>
      <w:r w:rsidR="000C4B14">
        <w:rPr>
          <w:rtl/>
          <w:lang w:bidi="fa-IR"/>
        </w:rPr>
        <w:t>.</w:t>
      </w:r>
    </w:p>
    <w:p w:rsidR="003E3506" w:rsidRPr="003E3506" w:rsidRDefault="003E3506" w:rsidP="003E3506">
      <w:pPr>
        <w:pStyle w:val="libNormal"/>
        <w:rPr>
          <w:lang w:bidi="fa-IR"/>
        </w:rPr>
      </w:pPr>
      <w:r w:rsidRPr="003E3506">
        <w:rPr>
          <w:rtl/>
          <w:lang w:bidi="fa-IR"/>
        </w:rPr>
        <w:t>نهم از مبطلات نماز كارى است كه صورت نماز را به هم بزند</w:t>
      </w:r>
      <w:r w:rsidR="000C4B14">
        <w:rPr>
          <w:rtl/>
          <w:lang w:bidi="fa-IR"/>
        </w:rPr>
        <w:t>،</w:t>
      </w:r>
      <w:r w:rsidRPr="003E3506">
        <w:rPr>
          <w:rtl/>
          <w:lang w:bidi="fa-IR"/>
        </w:rPr>
        <w:t xml:space="preserve"> مثل به هوا پريدن و مانند آن عمدا باشد يا از روى فراموشى</w:t>
      </w:r>
      <w:r w:rsidR="000C4B14">
        <w:rPr>
          <w:rtl/>
          <w:lang w:bidi="fa-IR"/>
        </w:rPr>
        <w:t>،</w:t>
      </w:r>
      <w:r w:rsidRPr="003E3506">
        <w:rPr>
          <w:rtl/>
          <w:lang w:bidi="fa-IR"/>
        </w:rPr>
        <w:t xml:space="preserve"> ولى كارى كه صورت نماز را به هم نزند</w:t>
      </w:r>
      <w:r w:rsidR="000C4B14">
        <w:rPr>
          <w:rtl/>
          <w:lang w:bidi="fa-IR"/>
        </w:rPr>
        <w:t>،</w:t>
      </w:r>
      <w:r w:rsidRPr="003E3506">
        <w:rPr>
          <w:rtl/>
          <w:lang w:bidi="fa-IR"/>
        </w:rPr>
        <w:t xml:space="preserve"> مثل اشاره كردن با دست اشكال ندارد.</w:t>
      </w:r>
    </w:p>
    <w:p w:rsidR="003E3506" w:rsidRPr="003E3506" w:rsidRDefault="003E3506" w:rsidP="003E3506">
      <w:pPr>
        <w:pStyle w:val="libNormal"/>
        <w:rPr>
          <w:lang w:bidi="fa-IR"/>
        </w:rPr>
      </w:pPr>
      <w:r w:rsidRPr="003E3506">
        <w:rPr>
          <w:rtl/>
          <w:lang w:bidi="fa-IR"/>
        </w:rPr>
        <w:t>١١٦١ - اگر در بين نماز به قدرى ساكت بماند كه نگويند نماز مى خواند</w:t>
      </w:r>
      <w:r w:rsidR="000C4B14">
        <w:rPr>
          <w:rtl/>
          <w:lang w:bidi="fa-IR"/>
        </w:rPr>
        <w:t>،</w:t>
      </w:r>
      <w:r w:rsidRPr="003E3506">
        <w:rPr>
          <w:rtl/>
          <w:lang w:bidi="fa-IR"/>
        </w:rPr>
        <w:t xml:space="preserve"> نمازش باطل مى شود.</w:t>
      </w:r>
    </w:p>
    <w:p w:rsidR="003E3506" w:rsidRPr="003E3506" w:rsidRDefault="003E3506" w:rsidP="003E3506">
      <w:pPr>
        <w:pStyle w:val="libNormal"/>
        <w:rPr>
          <w:lang w:bidi="fa-IR"/>
        </w:rPr>
      </w:pPr>
      <w:r w:rsidRPr="003E3506">
        <w:rPr>
          <w:rtl/>
          <w:lang w:bidi="fa-IR"/>
        </w:rPr>
        <w:t>١١٦٢ - اگر در بين نماز كارى انجام دهد يا مدتى ساكت شود و شك كند كه نماز به هم خورده يا نه</w:t>
      </w:r>
      <w:r w:rsidR="000C4B14">
        <w:rPr>
          <w:rtl/>
          <w:lang w:bidi="fa-IR"/>
        </w:rPr>
        <w:t>،</w:t>
      </w:r>
      <w:r w:rsidRPr="003E3506">
        <w:rPr>
          <w:rtl/>
          <w:lang w:bidi="fa-IR"/>
        </w:rPr>
        <w:t xml:space="preserve"> بايد نماز را اعاده نمايد</w:t>
      </w:r>
      <w:r w:rsidR="000C4B14">
        <w:rPr>
          <w:rtl/>
          <w:lang w:bidi="fa-IR"/>
        </w:rPr>
        <w:t>،</w:t>
      </w:r>
      <w:r w:rsidRPr="003E3506">
        <w:rPr>
          <w:rtl/>
          <w:lang w:bidi="fa-IR"/>
        </w:rPr>
        <w:t xml:space="preserve"> ولى بهتر اين است كه آن را تمام كرده و سپس اعاده نمايد.</w:t>
      </w:r>
    </w:p>
    <w:p w:rsidR="003E3506" w:rsidRPr="003E3506" w:rsidRDefault="003E3506" w:rsidP="003E3506">
      <w:pPr>
        <w:pStyle w:val="libNormal"/>
        <w:rPr>
          <w:lang w:bidi="fa-IR"/>
        </w:rPr>
      </w:pPr>
      <w:r w:rsidRPr="003E3506">
        <w:rPr>
          <w:rtl/>
          <w:lang w:bidi="fa-IR"/>
        </w:rPr>
        <w:t>١/١١٦٢ - دهم از مبطلات نماز خوردن و آشاميدن است</w:t>
      </w:r>
      <w:r w:rsidR="000C4B14">
        <w:rPr>
          <w:rtl/>
          <w:lang w:bidi="fa-IR"/>
        </w:rPr>
        <w:t>،</w:t>
      </w:r>
      <w:r w:rsidRPr="003E3506">
        <w:rPr>
          <w:rtl/>
          <w:lang w:bidi="fa-IR"/>
        </w:rPr>
        <w:t xml:space="preserve"> كه اگر در نماز طورى بخورد يا بياشامد كه نگويند نماز مى خواند</w:t>
      </w:r>
      <w:r w:rsidR="000C4B14">
        <w:rPr>
          <w:rtl/>
          <w:lang w:bidi="fa-IR"/>
        </w:rPr>
        <w:t>،</w:t>
      </w:r>
      <w:r w:rsidRPr="003E3506">
        <w:rPr>
          <w:rtl/>
          <w:lang w:bidi="fa-IR"/>
        </w:rPr>
        <w:t xml:space="preserve"> عمدا باشد يا از روى فراموشى نمازش باطل مى شود.</w:t>
      </w:r>
    </w:p>
    <w:p w:rsidR="003E3506" w:rsidRPr="003E3506" w:rsidRDefault="003E3506" w:rsidP="003E3506">
      <w:pPr>
        <w:pStyle w:val="libNormal"/>
        <w:rPr>
          <w:lang w:bidi="fa-IR"/>
        </w:rPr>
      </w:pPr>
      <w:r w:rsidRPr="003E3506">
        <w:rPr>
          <w:rtl/>
          <w:lang w:bidi="fa-IR"/>
        </w:rPr>
        <w:t>ولى كسى كه مى خواهد روزه بگيرد</w:t>
      </w:r>
      <w:r w:rsidR="000C4B14">
        <w:rPr>
          <w:rtl/>
          <w:lang w:bidi="fa-IR"/>
        </w:rPr>
        <w:t>،</w:t>
      </w:r>
      <w:r w:rsidRPr="003E3506">
        <w:rPr>
          <w:rtl/>
          <w:lang w:bidi="fa-IR"/>
        </w:rPr>
        <w:t xml:space="preserve"> اگر پيش از اذان صبح نماز مستحبى بخواند و تشنه باشد</w:t>
      </w:r>
      <w:r w:rsidR="000C4B14">
        <w:rPr>
          <w:rtl/>
          <w:lang w:bidi="fa-IR"/>
        </w:rPr>
        <w:t>،</w:t>
      </w:r>
      <w:r w:rsidRPr="003E3506">
        <w:rPr>
          <w:rtl/>
          <w:lang w:bidi="fa-IR"/>
        </w:rPr>
        <w:t xml:space="preserve"> چنانچه بترسد كه اگر نماز را تمام كند صبح شود</w:t>
      </w:r>
      <w:r w:rsidR="000C4B14">
        <w:rPr>
          <w:rtl/>
          <w:lang w:bidi="fa-IR"/>
        </w:rPr>
        <w:t>،</w:t>
      </w:r>
      <w:r w:rsidRPr="003E3506">
        <w:rPr>
          <w:rtl/>
          <w:lang w:bidi="fa-IR"/>
        </w:rPr>
        <w:t xml:space="preserve"> در صورتى كه آب روبروى او در دو سه قدمى باشد مى تواند در بين نماز آب بياشامد</w:t>
      </w:r>
      <w:r w:rsidR="000C4B14">
        <w:rPr>
          <w:rtl/>
          <w:lang w:bidi="fa-IR"/>
        </w:rPr>
        <w:t>،</w:t>
      </w:r>
      <w:r w:rsidRPr="003E3506">
        <w:rPr>
          <w:rtl/>
          <w:lang w:bidi="fa-IR"/>
        </w:rPr>
        <w:t xml:space="preserve"> اما بايد كارى كه نماز را باطل مى كند</w:t>
      </w:r>
      <w:r w:rsidR="000C4B14">
        <w:rPr>
          <w:rtl/>
          <w:lang w:bidi="fa-IR"/>
        </w:rPr>
        <w:t>،</w:t>
      </w:r>
      <w:r w:rsidRPr="003E3506">
        <w:rPr>
          <w:rtl/>
          <w:lang w:bidi="fa-IR"/>
        </w:rPr>
        <w:t xml:space="preserve"> مثل رو گرداندن از قبله انجام ندهد.</w:t>
      </w:r>
    </w:p>
    <w:p w:rsidR="003E3506" w:rsidRPr="003E3506" w:rsidRDefault="003E3506" w:rsidP="003E3506">
      <w:pPr>
        <w:pStyle w:val="libNormal"/>
        <w:rPr>
          <w:lang w:bidi="fa-IR"/>
        </w:rPr>
      </w:pPr>
      <w:r w:rsidRPr="003E3506">
        <w:rPr>
          <w:rtl/>
          <w:lang w:bidi="fa-IR"/>
        </w:rPr>
        <w:lastRenderedPageBreak/>
        <w:t>١١٦٣ - اگر خوردن يا آشاميدن عمدى</w:t>
      </w:r>
      <w:r w:rsidR="000C4B14">
        <w:rPr>
          <w:rtl/>
          <w:lang w:bidi="fa-IR"/>
        </w:rPr>
        <w:t>،</w:t>
      </w:r>
      <w:r w:rsidRPr="003E3506">
        <w:rPr>
          <w:rtl/>
          <w:lang w:bidi="fa-IR"/>
        </w:rPr>
        <w:t xml:space="preserve"> صورت نماز را هم به هم نزند</w:t>
      </w:r>
      <w:r w:rsidR="000C4B14">
        <w:rPr>
          <w:rtl/>
          <w:lang w:bidi="fa-IR"/>
        </w:rPr>
        <w:t>،</w:t>
      </w:r>
      <w:r w:rsidRPr="003E3506">
        <w:rPr>
          <w:rtl/>
          <w:lang w:bidi="fa-IR"/>
        </w:rPr>
        <w:t xml:space="preserve"> بنابر احتياط واجب بايد نماز را دوباره بخواند خواه موالات نماز به هم بخورد يعنى طورى شود كه نگويند نماز را پشت سر هم مى خواند يا نه</w:t>
      </w:r>
      <w:r w:rsidR="000C4B14">
        <w:rPr>
          <w:rtl/>
          <w:lang w:bidi="fa-IR"/>
        </w:rPr>
        <w:t>.</w:t>
      </w:r>
    </w:p>
    <w:p w:rsidR="003E3506" w:rsidRPr="003E3506" w:rsidRDefault="003E3506" w:rsidP="003E3506">
      <w:pPr>
        <w:pStyle w:val="libNormal"/>
        <w:rPr>
          <w:lang w:bidi="fa-IR"/>
        </w:rPr>
      </w:pPr>
      <w:r w:rsidRPr="003E3506">
        <w:rPr>
          <w:rtl/>
          <w:lang w:bidi="fa-IR"/>
        </w:rPr>
        <w:t>١١٦٤ - اگر در بين نماز</w:t>
      </w:r>
      <w:r w:rsidR="000C4B14">
        <w:rPr>
          <w:rtl/>
          <w:lang w:bidi="fa-IR"/>
        </w:rPr>
        <w:t>،</w:t>
      </w:r>
      <w:r w:rsidRPr="003E3506">
        <w:rPr>
          <w:rtl/>
          <w:lang w:bidi="fa-IR"/>
        </w:rPr>
        <w:t xml:space="preserve"> غذايى را كه در دهان يا لاى دندان</w:t>
      </w:r>
      <w:r w:rsidR="00804453">
        <w:rPr>
          <w:rFonts w:hint="cs"/>
          <w:rtl/>
          <w:lang w:bidi="fa-IR"/>
        </w:rPr>
        <w:t xml:space="preserve"> </w:t>
      </w:r>
      <w:r w:rsidRPr="003E3506">
        <w:rPr>
          <w:rtl/>
          <w:lang w:bidi="fa-IR"/>
        </w:rPr>
        <w:t>ها مانده فرو ببرد</w:t>
      </w:r>
      <w:r w:rsidR="000C4B14">
        <w:rPr>
          <w:rtl/>
          <w:lang w:bidi="fa-IR"/>
        </w:rPr>
        <w:t>،</w:t>
      </w:r>
      <w:r w:rsidRPr="003E3506">
        <w:rPr>
          <w:rtl/>
          <w:lang w:bidi="fa-IR"/>
        </w:rPr>
        <w:t xml:space="preserve"> نمازش باطل نمى شود</w:t>
      </w:r>
      <w:r w:rsidR="000C4B14">
        <w:rPr>
          <w:rtl/>
          <w:lang w:bidi="fa-IR"/>
        </w:rPr>
        <w:t>،</w:t>
      </w:r>
      <w:r w:rsidRPr="003E3506">
        <w:rPr>
          <w:rtl/>
          <w:lang w:bidi="fa-IR"/>
        </w:rPr>
        <w:t xml:space="preserve"> و نيز اگر كمى قند يا شكر و مانند اين</w:t>
      </w:r>
      <w:r w:rsidR="00804453">
        <w:rPr>
          <w:rFonts w:hint="cs"/>
          <w:rtl/>
          <w:lang w:bidi="fa-IR"/>
        </w:rPr>
        <w:t xml:space="preserve"> </w:t>
      </w:r>
      <w:r w:rsidRPr="003E3506">
        <w:rPr>
          <w:rtl/>
          <w:lang w:bidi="fa-IR"/>
        </w:rPr>
        <w:t>ها در دهان مانده باشد و در حال نماز كم كم آب شود و فرو رود اشكال ندارد.</w:t>
      </w:r>
    </w:p>
    <w:p w:rsidR="003E3506" w:rsidRPr="003E3506" w:rsidRDefault="003E3506" w:rsidP="003E3506">
      <w:pPr>
        <w:pStyle w:val="libNormal"/>
        <w:rPr>
          <w:lang w:bidi="fa-IR"/>
        </w:rPr>
      </w:pPr>
      <w:r w:rsidRPr="003E3506">
        <w:rPr>
          <w:rtl/>
          <w:lang w:bidi="fa-IR"/>
        </w:rPr>
        <w:t>١/١١٦٤ - يازدهم از مبطلات نماز</w:t>
      </w:r>
      <w:r w:rsidR="000C4B14">
        <w:rPr>
          <w:rtl/>
          <w:lang w:bidi="fa-IR"/>
        </w:rPr>
        <w:t>،</w:t>
      </w:r>
      <w:r w:rsidRPr="003E3506">
        <w:rPr>
          <w:rtl/>
          <w:lang w:bidi="fa-IR"/>
        </w:rPr>
        <w:t xml:space="preserve"> شك در ركعت</w:t>
      </w:r>
      <w:r w:rsidR="00804453">
        <w:rPr>
          <w:rFonts w:hint="cs"/>
          <w:rtl/>
          <w:lang w:bidi="fa-IR"/>
        </w:rPr>
        <w:t xml:space="preserve"> </w:t>
      </w:r>
      <w:r w:rsidRPr="003E3506">
        <w:rPr>
          <w:rtl/>
          <w:lang w:bidi="fa-IR"/>
        </w:rPr>
        <w:t>هاى نماز دو ركعتى يا سه ركعتى يا در دو ركعت اول نمازهاى چهار ركعتى است</w:t>
      </w:r>
      <w:r w:rsidR="000C4B14">
        <w:rPr>
          <w:rtl/>
          <w:lang w:bidi="fa-IR"/>
        </w:rPr>
        <w:t>،</w:t>
      </w:r>
      <w:r w:rsidRPr="003E3506">
        <w:rPr>
          <w:rtl/>
          <w:lang w:bidi="fa-IR"/>
        </w:rPr>
        <w:t xml:space="preserve"> در صورتى كه نمازگزار در حال شك باقى باشد.</w:t>
      </w:r>
    </w:p>
    <w:p w:rsidR="003E3506" w:rsidRPr="003E3506" w:rsidRDefault="003E3506" w:rsidP="003E3506">
      <w:pPr>
        <w:pStyle w:val="libNormal"/>
        <w:rPr>
          <w:lang w:bidi="fa-IR"/>
        </w:rPr>
      </w:pPr>
      <w:r w:rsidRPr="003E3506">
        <w:rPr>
          <w:rtl/>
          <w:lang w:bidi="fa-IR"/>
        </w:rPr>
        <w:t>دوازدهم از مبطلات نماز آن است كه ركن نماز را عمدا يا سهوا كم كند يا چيزى را كه ركن نيست عمدا كم نمايد يا چيزى را عمدا در نماز زياد كند و همچنين اگر ركنى را مثل ركوع يا دو سجده از يك ركعت سهوا زياد كند نمازش بنابر احتياط واجب باطل مى شود</w:t>
      </w:r>
      <w:r w:rsidR="000C4B14">
        <w:rPr>
          <w:rtl/>
          <w:lang w:bidi="fa-IR"/>
        </w:rPr>
        <w:t>،</w:t>
      </w:r>
      <w:r w:rsidRPr="003E3506">
        <w:rPr>
          <w:rtl/>
          <w:lang w:bidi="fa-IR"/>
        </w:rPr>
        <w:t xml:space="preserve"> و اما زياد كردن تكبيرة الاحرام سهوا مبطل نماز نيست</w:t>
      </w:r>
      <w:r w:rsidR="000C4B14">
        <w:rPr>
          <w:rtl/>
          <w:lang w:bidi="fa-IR"/>
        </w:rPr>
        <w:t>.</w:t>
      </w:r>
    </w:p>
    <w:p w:rsidR="003E3506" w:rsidRPr="003E3506" w:rsidRDefault="003E3506" w:rsidP="003E3506">
      <w:pPr>
        <w:pStyle w:val="libNormal"/>
        <w:rPr>
          <w:lang w:bidi="fa-IR"/>
        </w:rPr>
      </w:pPr>
      <w:r w:rsidRPr="003E3506">
        <w:rPr>
          <w:rtl/>
          <w:lang w:bidi="fa-IR"/>
        </w:rPr>
        <w:t>١١٦٥ - اگر بعد از نماز شك كند كه در بين نماز كارى كه نماز را باطل مى كند انجام داده يا نه</w:t>
      </w:r>
      <w:r w:rsidR="000C4B14">
        <w:rPr>
          <w:rtl/>
          <w:lang w:bidi="fa-IR"/>
        </w:rPr>
        <w:t>،</w:t>
      </w:r>
      <w:r w:rsidRPr="003E3506">
        <w:rPr>
          <w:rtl/>
          <w:lang w:bidi="fa-IR"/>
        </w:rPr>
        <w:t xml:space="preserve"> نمازش صحيح است</w:t>
      </w:r>
      <w:r w:rsidR="000C4B14">
        <w:rPr>
          <w:rtl/>
          <w:lang w:bidi="fa-IR"/>
        </w:rPr>
        <w:t>.</w:t>
      </w:r>
    </w:p>
    <w:p w:rsidR="003E3506" w:rsidRPr="003E3506" w:rsidRDefault="00804453" w:rsidP="003E3506">
      <w:pPr>
        <w:pStyle w:val="libNormal"/>
        <w:rPr>
          <w:lang w:bidi="fa-IR"/>
        </w:rPr>
      </w:pPr>
      <w:r>
        <w:rPr>
          <w:rtl/>
          <w:lang w:bidi="fa-IR"/>
        </w:rPr>
        <w:br w:type="page"/>
      </w:r>
    </w:p>
    <w:p w:rsidR="003E3506" w:rsidRDefault="00605FAB" w:rsidP="00804453">
      <w:pPr>
        <w:pStyle w:val="Heading3"/>
        <w:rPr>
          <w:rtl/>
          <w:lang w:bidi="fa-IR"/>
        </w:rPr>
      </w:pPr>
      <w:bookmarkStart w:id="139" w:name="_Toc24454562"/>
      <w:r>
        <w:rPr>
          <w:rtl/>
          <w:lang w:bidi="fa-IR"/>
        </w:rPr>
        <w:t>(</w:t>
      </w:r>
      <w:r w:rsidR="003E3506" w:rsidRPr="003E3506">
        <w:rPr>
          <w:rtl/>
          <w:lang w:bidi="fa-IR"/>
        </w:rPr>
        <w:t>چيزهايى كه در نماز مكروه است</w:t>
      </w:r>
      <w:r>
        <w:rPr>
          <w:rtl/>
          <w:lang w:bidi="fa-IR"/>
        </w:rPr>
        <w:t>)</w:t>
      </w:r>
      <w:bookmarkEnd w:id="139"/>
    </w:p>
    <w:p w:rsidR="003E3506" w:rsidRPr="003E3506" w:rsidRDefault="003E3506" w:rsidP="003E3506">
      <w:pPr>
        <w:pStyle w:val="libNormal"/>
        <w:rPr>
          <w:lang w:bidi="fa-IR"/>
        </w:rPr>
      </w:pPr>
      <w:r w:rsidRPr="003E3506">
        <w:rPr>
          <w:rtl/>
          <w:lang w:bidi="fa-IR"/>
        </w:rPr>
        <w:t>١١٦٦ - مكروه است در نماز صورت را كمى به طرف راست يا چپ بگرداند</w:t>
      </w:r>
      <w:r w:rsidR="000C4B14">
        <w:rPr>
          <w:rtl/>
          <w:lang w:bidi="fa-IR"/>
        </w:rPr>
        <w:t>،</w:t>
      </w:r>
      <w:r w:rsidRPr="003E3506">
        <w:rPr>
          <w:rtl/>
          <w:lang w:bidi="fa-IR"/>
        </w:rPr>
        <w:t xml:space="preserve"> به طورى كه نگويند روى خود را از قبله گردانده</w:t>
      </w:r>
      <w:r w:rsidR="000C4B14">
        <w:rPr>
          <w:rtl/>
          <w:lang w:bidi="fa-IR"/>
        </w:rPr>
        <w:t>،</w:t>
      </w:r>
      <w:r w:rsidRPr="003E3506">
        <w:rPr>
          <w:rtl/>
          <w:lang w:bidi="fa-IR"/>
        </w:rPr>
        <w:t xml:space="preserve"> و الا نماز باطل است چنانكه گذشت</w:t>
      </w:r>
      <w:r w:rsidR="000C4B14">
        <w:rPr>
          <w:rtl/>
          <w:lang w:bidi="fa-IR"/>
        </w:rPr>
        <w:t>.</w:t>
      </w:r>
    </w:p>
    <w:p w:rsidR="003E3506" w:rsidRPr="003E3506" w:rsidRDefault="003E3506" w:rsidP="003E3506">
      <w:pPr>
        <w:pStyle w:val="libNormal"/>
        <w:rPr>
          <w:lang w:bidi="fa-IR"/>
        </w:rPr>
      </w:pPr>
      <w:r w:rsidRPr="003E3506">
        <w:rPr>
          <w:rtl/>
          <w:lang w:bidi="fa-IR"/>
        </w:rPr>
        <w:t>و نيز مكروه است در نماز چشم</w:t>
      </w:r>
      <w:r w:rsidR="00804453">
        <w:rPr>
          <w:rFonts w:hint="cs"/>
          <w:rtl/>
          <w:lang w:bidi="fa-IR"/>
        </w:rPr>
        <w:t xml:space="preserve"> </w:t>
      </w:r>
      <w:r w:rsidRPr="003E3506">
        <w:rPr>
          <w:rtl/>
          <w:lang w:bidi="fa-IR"/>
        </w:rPr>
        <w:t>ها را هم بگذارد يا به طرف راست و چپ بگرداند و با ريش و دست خود بازى كند و انگشت</w:t>
      </w:r>
      <w:r w:rsidR="00804453">
        <w:rPr>
          <w:rFonts w:hint="cs"/>
          <w:rtl/>
          <w:lang w:bidi="fa-IR"/>
        </w:rPr>
        <w:t xml:space="preserve"> </w:t>
      </w:r>
      <w:r w:rsidRPr="003E3506">
        <w:rPr>
          <w:rtl/>
          <w:lang w:bidi="fa-IR"/>
        </w:rPr>
        <w:t>ها را داخل هم نمايد و آب دهان بيندازد و به خط قرآن يا كتاب يا خط انگشترى نگاه كند.</w:t>
      </w:r>
    </w:p>
    <w:p w:rsidR="003E3506" w:rsidRPr="003E3506" w:rsidRDefault="003E3506" w:rsidP="003E3506">
      <w:pPr>
        <w:pStyle w:val="libNormal"/>
        <w:rPr>
          <w:lang w:bidi="fa-IR"/>
        </w:rPr>
      </w:pPr>
      <w:r w:rsidRPr="003E3506">
        <w:rPr>
          <w:rtl/>
          <w:lang w:bidi="fa-IR"/>
        </w:rPr>
        <w:t>و نيز مكروه است</w:t>
      </w:r>
      <w:r w:rsidR="000C4B14">
        <w:rPr>
          <w:rtl/>
          <w:lang w:bidi="fa-IR"/>
        </w:rPr>
        <w:t>،</w:t>
      </w:r>
      <w:r w:rsidRPr="003E3506">
        <w:rPr>
          <w:rtl/>
          <w:lang w:bidi="fa-IR"/>
        </w:rPr>
        <w:t xml:space="preserve"> موقع خواندن حمد و سوره و گفتن ذكر براى شنيدن حرف كسى ساكت شود</w:t>
      </w:r>
      <w:r w:rsidR="000C4B14">
        <w:rPr>
          <w:rtl/>
          <w:lang w:bidi="fa-IR"/>
        </w:rPr>
        <w:t>،</w:t>
      </w:r>
      <w:r w:rsidRPr="003E3506">
        <w:rPr>
          <w:rtl/>
          <w:lang w:bidi="fa-IR"/>
        </w:rPr>
        <w:t xml:space="preserve"> بلكه هر كارى كه خضوع و خشوع را از بين ببرد مكروه مى باشد.</w:t>
      </w:r>
    </w:p>
    <w:p w:rsidR="003E3506" w:rsidRPr="003E3506" w:rsidRDefault="003E3506" w:rsidP="003E3506">
      <w:pPr>
        <w:pStyle w:val="libNormal"/>
        <w:rPr>
          <w:lang w:bidi="fa-IR"/>
        </w:rPr>
      </w:pPr>
      <w:r w:rsidRPr="003E3506">
        <w:rPr>
          <w:rtl/>
          <w:lang w:bidi="fa-IR"/>
        </w:rPr>
        <w:t>١١٦٧ - موقعى كه انسان خوابش مى آيد و نيز موقع خوددارى كردن از بول و غايط مكروه است نماز بخواند</w:t>
      </w:r>
      <w:r w:rsidR="000C4B14">
        <w:rPr>
          <w:rtl/>
          <w:lang w:bidi="fa-IR"/>
        </w:rPr>
        <w:t>،</w:t>
      </w:r>
      <w:r w:rsidRPr="003E3506">
        <w:rPr>
          <w:rtl/>
          <w:lang w:bidi="fa-IR"/>
        </w:rPr>
        <w:t xml:space="preserve"> و همچنين پوشيدن جوراب تنگ كه پا را فشار دهد در نماز مكروه مى باشد.</w:t>
      </w:r>
    </w:p>
    <w:p w:rsidR="003E3506" w:rsidRPr="003E3506" w:rsidRDefault="003E3506" w:rsidP="003E3506">
      <w:pPr>
        <w:pStyle w:val="libNormal"/>
        <w:rPr>
          <w:lang w:bidi="fa-IR"/>
        </w:rPr>
      </w:pPr>
      <w:r w:rsidRPr="003E3506">
        <w:rPr>
          <w:rtl/>
          <w:lang w:bidi="fa-IR"/>
        </w:rPr>
        <w:t>و غير از اينها مكروهات ديگرى هم در كتاب</w:t>
      </w:r>
      <w:r w:rsidR="00804453">
        <w:rPr>
          <w:rFonts w:hint="cs"/>
          <w:rtl/>
          <w:lang w:bidi="fa-IR"/>
        </w:rPr>
        <w:t xml:space="preserve"> </w:t>
      </w:r>
      <w:r w:rsidRPr="003E3506">
        <w:rPr>
          <w:rtl/>
          <w:lang w:bidi="fa-IR"/>
        </w:rPr>
        <w:t>هاى مفصل گفته شده است</w:t>
      </w:r>
      <w:r w:rsidR="000C4B14">
        <w:rPr>
          <w:rtl/>
          <w:lang w:bidi="fa-IR"/>
        </w:rPr>
        <w:t>.</w:t>
      </w:r>
    </w:p>
    <w:p w:rsidR="003E3506" w:rsidRPr="003E3506" w:rsidRDefault="00804453" w:rsidP="003E3506">
      <w:pPr>
        <w:pStyle w:val="libNormal"/>
        <w:rPr>
          <w:lang w:bidi="fa-IR"/>
        </w:rPr>
      </w:pPr>
      <w:r>
        <w:rPr>
          <w:rtl/>
          <w:lang w:bidi="fa-IR"/>
        </w:rPr>
        <w:br w:type="page"/>
      </w:r>
    </w:p>
    <w:p w:rsidR="003E3506" w:rsidRDefault="00605FAB" w:rsidP="00804453">
      <w:pPr>
        <w:pStyle w:val="Heading3"/>
        <w:rPr>
          <w:rtl/>
          <w:lang w:bidi="fa-IR"/>
        </w:rPr>
      </w:pPr>
      <w:bookmarkStart w:id="140" w:name="_Toc24454563"/>
      <w:r>
        <w:rPr>
          <w:rtl/>
          <w:lang w:bidi="fa-IR"/>
        </w:rPr>
        <w:t>(</w:t>
      </w:r>
      <w:r w:rsidR="003E3506" w:rsidRPr="003E3506">
        <w:rPr>
          <w:rtl/>
          <w:lang w:bidi="fa-IR"/>
        </w:rPr>
        <w:t>مواردى كه مى شود نماز واجب را شكست</w:t>
      </w:r>
      <w:r>
        <w:rPr>
          <w:rtl/>
          <w:lang w:bidi="fa-IR"/>
        </w:rPr>
        <w:t>)</w:t>
      </w:r>
      <w:bookmarkEnd w:id="140"/>
    </w:p>
    <w:p w:rsidR="003E3506" w:rsidRPr="003E3506" w:rsidRDefault="003E3506" w:rsidP="003E3506">
      <w:pPr>
        <w:pStyle w:val="libNormal"/>
        <w:rPr>
          <w:lang w:bidi="fa-IR"/>
        </w:rPr>
      </w:pPr>
      <w:r w:rsidRPr="003E3506">
        <w:rPr>
          <w:rtl/>
          <w:lang w:bidi="fa-IR"/>
        </w:rPr>
        <w:t>١١٦٨ - شكستن نماز واجب از روى اختيار بنابر احتياط واجب حرام است</w:t>
      </w:r>
      <w:r w:rsidR="000C4B14">
        <w:rPr>
          <w:rtl/>
          <w:lang w:bidi="fa-IR"/>
        </w:rPr>
        <w:t>،</w:t>
      </w:r>
      <w:r w:rsidRPr="003E3506">
        <w:rPr>
          <w:rtl/>
          <w:lang w:bidi="fa-IR"/>
        </w:rPr>
        <w:t xml:space="preserve"> ولى براى حفظ مال و جلوگيرى از ضرر مالى يا بدنى مانعى ندارد بلكه ظاهرا براى هر غرضى دينى يا دنيوى كه مورد اهتمام نمازگزار است مانعى ندارد.</w:t>
      </w:r>
    </w:p>
    <w:p w:rsidR="003E3506" w:rsidRPr="003E3506" w:rsidRDefault="003E3506" w:rsidP="003E3506">
      <w:pPr>
        <w:pStyle w:val="libNormal"/>
        <w:rPr>
          <w:lang w:bidi="fa-IR"/>
        </w:rPr>
      </w:pPr>
      <w:r w:rsidRPr="003E3506">
        <w:rPr>
          <w:rtl/>
          <w:lang w:bidi="fa-IR"/>
        </w:rPr>
        <w:t>١١٦٩ - اگر حفط جان خود انسان يا كسى كه حفظ جان او واجب است</w:t>
      </w:r>
      <w:r w:rsidR="000C4B14">
        <w:rPr>
          <w:rtl/>
          <w:lang w:bidi="fa-IR"/>
        </w:rPr>
        <w:t>،</w:t>
      </w:r>
      <w:r w:rsidRPr="003E3506">
        <w:rPr>
          <w:rtl/>
          <w:lang w:bidi="fa-IR"/>
        </w:rPr>
        <w:t xml:space="preserve"> يا حفظ مالى كه نگهدارى آن واجب مى باشد</w:t>
      </w:r>
      <w:r w:rsidR="000C4B14">
        <w:rPr>
          <w:rtl/>
          <w:lang w:bidi="fa-IR"/>
        </w:rPr>
        <w:t>،</w:t>
      </w:r>
      <w:r w:rsidRPr="003E3506">
        <w:rPr>
          <w:rtl/>
          <w:lang w:bidi="fa-IR"/>
        </w:rPr>
        <w:t xml:space="preserve"> بدون شكستن نماز ممكن نباشد</w:t>
      </w:r>
      <w:r w:rsidR="000C4B14">
        <w:rPr>
          <w:rtl/>
          <w:lang w:bidi="fa-IR"/>
        </w:rPr>
        <w:t>،</w:t>
      </w:r>
      <w:r w:rsidRPr="003E3506">
        <w:rPr>
          <w:rtl/>
          <w:lang w:bidi="fa-IR"/>
        </w:rPr>
        <w:t xml:space="preserve"> بايد نماز را بشكند.</w:t>
      </w:r>
    </w:p>
    <w:p w:rsidR="003E3506" w:rsidRPr="003E3506" w:rsidRDefault="003E3506" w:rsidP="003E3506">
      <w:pPr>
        <w:pStyle w:val="libNormal"/>
        <w:rPr>
          <w:lang w:bidi="fa-IR"/>
        </w:rPr>
      </w:pPr>
      <w:r w:rsidRPr="003E3506">
        <w:rPr>
          <w:rtl/>
          <w:lang w:bidi="fa-IR"/>
        </w:rPr>
        <w:t>١١٧٠ - اگر در وسعت وقت مشغول نماز باشد و طلبكار طلب خود را از او مطالبه كند</w:t>
      </w:r>
      <w:r w:rsidR="000C4B14">
        <w:rPr>
          <w:rtl/>
          <w:lang w:bidi="fa-IR"/>
        </w:rPr>
        <w:t>،</w:t>
      </w:r>
      <w:r w:rsidRPr="003E3506">
        <w:rPr>
          <w:rtl/>
          <w:lang w:bidi="fa-IR"/>
        </w:rPr>
        <w:t xml:space="preserve"> چنانچه بتواند در بين نماز طلب او را بدهد</w:t>
      </w:r>
      <w:r w:rsidR="000C4B14">
        <w:rPr>
          <w:rtl/>
          <w:lang w:bidi="fa-IR"/>
        </w:rPr>
        <w:t>،</w:t>
      </w:r>
      <w:r w:rsidRPr="003E3506">
        <w:rPr>
          <w:rtl/>
          <w:lang w:bidi="fa-IR"/>
        </w:rPr>
        <w:t xml:space="preserve"> بايد در همان حال بپردازد و اگر بدون شكستن نماز</w:t>
      </w:r>
      <w:r w:rsidR="000C4B14">
        <w:rPr>
          <w:rtl/>
          <w:lang w:bidi="fa-IR"/>
        </w:rPr>
        <w:t>،</w:t>
      </w:r>
      <w:r w:rsidRPr="003E3506">
        <w:rPr>
          <w:rtl/>
          <w:lang w:bidi="fa-IR"/>
        </w:rPr>
        <w:t xml:space="preserve"> دادن طلب او ممكن نيست بايد نماز را بشكند و طلب او را بدهد و بعد نماز را بخواند.</w:t>
      </w:r>
    </w:p>
    <w:p w:rsidR="003E3506" w:rsidRPr="003E3506" w:rsidRDefault="003E3506" w:rsidP="003E3506">
      <w:pPr>
        <w:pStyle w:val="libNormal"/>
        <w:rPr>
          <w:lang w:bidi="fa-IR"/>
        </w:rPr>
      </w:pPr>
      <w:r w:rsidRPr="003E3506">
        <w:rPr>
          <w:rtl/>
          <w:lang w:bidi="fa-IR"/>
        </w:rPr>
        <w:t>١١٧١ - اگر در بين نماز بفهمد كه مسجد نجس است</w:t>
      </w:r>
      <w:r w:rsidR="000C4B14">
        <w:rPr>
          <w:rtl/>
          <w:lang w:bidi="fa-IR"/>
        </w:rPr>
        <w:t>،</w:t>
      </w:r>
      <w:r w:rsidRPr="003E3506">
        <w:rPr>
          <w:rtl/>
          <w:lang w:bidi="fa-IR"/>
        </w:rPr>
        <w:t xml:space="preserve"> چنانچه وقت تنگ باشد</w:t>
      </w:r>
      <w:r w:rsidR="000C4B14">
        <w:rPr>
          <w:rtl/>
          <w:lang w:bidi="fa-IR"/>
        </w:rPr>
        <w:t>،</w:t>
      </w:r>
      <w:r w:rsidRPr="003E3506">
        <w:rPr>
          <w:rtl/>
          <w:lang w:bidi="fa-IR"/>
        </w:rPr>
        <w:t xml:space="preserve"> بايد نماز را تمام كند و اگر وقت وسعت دارد و تطهير مسجد نماز را به هم نمى زند</w:t>
      </w:r>
      <w:r w:rsidR="000C4B14">
        <w:rPr>
          <w:rtl/>
          <w:lang w:bidi="fa-IR"/>
        </w:rPr>
        <w:t>،</w:t>
      </w:r>
      <w:r w:rsidRPr="003E3506">
        <w:rPr>
          <w:rtl/>
          <w:lang w:bidi="fa-IR"/>
        </w:rPr>
        <w:t xml:space="preserve"> بايد در بين نماز تطهير كند</w:t>
      </w:r>
      <w:r w:rsidR="000C4B14">
        <w:rPr>
          <w:rtl/>
          <w:lang w:bidi="fa-IR"/>
        </w:rPr>
        <w:t>،</w:t>
      </w:r>
      <w:r w:rsidRPr="003E3506">
        <w:rPr>
          <w:rtl/>
          <w:lang w:bidi="fa-IR"/>
        </w:rPr>
        <w:t xml:space="preserve"> بعد بقيه نمار را بخواند و اگر نماز را بهم مى زند</w:t>
      </w:r>
      <w:r w:rsidR="000C4B14">
        <w:rPr>
          <w:rtl/>
          <w:lang w:bidi="fa-IR"/>
        </w:rPr>
        <w:t>،</w:t>
      </w:r>
      <w:r w:rsidRPr="003E3506">
        <w:rPr>
          <w:rtl/>
          <w:lang w:bidi="fa-IR"/>
        </w:rPr>
        <w:t xml:space="preserve"> در صورتى كه بعد از نماز تطهير مسجد ممكن باشد</w:t>
      </w:r>
      <w:r w:rsidR="000C4B14">
        <w:rPr>
          <w:rtl/>
          <w:lang w:bidi="fa-IR"/>
        </w:rPr>
        <w:t>،</w:t>
      </w:r>
      <w:r w:rsidRPr="003E3506">
        <w:rPr>
          <w:rtl/>
          <w:lang w:bidi="fa-IR"/>
        </w:rPr>
        <w:t xml:space="preserve"> شكستن نماز براى تطهير جايز است و اگر بعد از نماز تطهير مسجد ممكن نباشد</w:t>
      </w:r>
      <w:r w:rsidR="000C4B14">
        <w:rPr>
          <w:rtl/>
          <w:lang w:bidi="fa-IR"/>
        </w:rPr>
        <w:t>،</w:t>
      </w:r>
      <w:r w:rsidRPr="003E3506">
        <w:rPr>
          <w:rtl/>
          <w:lang w:bidi="fa-IR"/>
        </w:rPr>
        <w:t xml:space="preserve"> بايد نماز را بشكند و مسجد را تطهير نمايد و بعد نماز را بخواند.</w:t>
      </w:r>
    </w:p>
    <w:p w:rsidR="00804453" w:rsidRDefault="003E3506" w:rsidP="003E3506">
      <w:pPr>
        <w:pStyle w:val="libNormal"/>
        <w:rPr>
          <w:rtl/>
          <w:lang w:bidi="fa-IR"/>
        </w:rPr>
      </w:pPr>
      <w:r w:rsidRPr="003E3506">
        <w:rPr>
          <w:rtl/>
          <w:lang w:bidi="fa-IR"/>
        </w:rPr>
        <w:t>١١٧٢ - كسى كه بايد نماز را بشكند</w:t>
      </w:r>
      <w:r w:rsidR="000C4B14">
        <w:rPr>
          <w:rtl/>
          <w:lang w:bidi="fa-IR"/>
        </w:rPr>
        <w:t>،</w:t>
      </w:r>
      <w:r w:rsidRPr="003E3506">
        <w:rPr>
          <w:rtl/>
          <w:lang w:bidi="fa-IR"/>
        </w:rPr>
        <w:t xml:space="preserve"> اگر نماز را تمام كند اگر چه معصيت كرده</w:t>
      </w:r>
      <w:r w:rsidR="000C4B14">
        <w:rPr>
          <w:rtl/>
          <w:lang w:bidi="fa-IR"/>
        </w:rPr>
        <w:t>،</w:t>
      </w:r>
      <w:r w:rsidRPr="003E3506">
        <w:rPr>
          <w:rtl/>
          <w:lang w:bidi="fa-IR"/>
        </w:rPr>
        <w:t xml:space="preserve"> ولى نمازش صحيح است اگر چه احتياط مستحب آن است كه دوباره بخواند.</w:t>
      </w:r>
    </w:p>
    <w:p w:rsidR="003E3506" w:rsidRPr="003E3506" w:rsidRDefault="003E3506" w:rsidP="003E3506">
      <w:pPr>
        <w:pStyle w:val="libNormal"/>
        <w:rPr>
          <w:lang w:bidi="fa-IR"/>
        </w:rPr>
      </w:pPr>
      <w:r w:rsidRPr="003E3506">
        <w:rPr>
          <w:rtl/>
          <w:lang w:bidi="fa-IR"/>
        </w:rPr>
        <w:t>١١٧٣ - اگر پيش از قرائت يا پيش از آنكه به اندازه ركوع خم شود</w:t>
      </w:r>
      <w:r w:rsidR="000C4B14">
        <w:rPr>
          <w:rtl/>
          <w:lang w:bidi="fa-IR"/>
        </w:rPr>
        <w:t>،</w:t>
      </w:r>
      <w:r w:rsidRPr="003E3506">
        <w:rPr>
          <w:rtl/>
          <w:lang w:bidi="fa-IR"/>
        </w:rPr>
        <w:t xml:space="preserve"> يادش بيايد كه اذان و اقامه يا تنها اقامه را فراموش كرده</w:t>
      </w:r>
      <w:r w:rsidR="000C4B14">
        <w:rPr>
          <w:rtl/>
          <w:lang w:bidi="fa-IR"/>
        </w:rPr>
        <w:t>،</w:t>
      </w:r>
      <w:r w:rsidRPr="003E3506">
        <w:rPr>
          <w:rtl/>
          <w:lang w:bidi="fa-IR"/>
        </w:rPr>
        <w:t xml:space="preserve"> چنانچه وقت نماز وسعت دارد</w:t>
      </w:r>
      <w:r w:rsidR="000C4B14">
        <w:rPr>
          <w:rtl/>
          <w:lang w:bidi="fa-IR"/>
        </w:rPr>
        <w:t>،</w:t>
      </w:r>
      <w:r w:rsidRPr="003E3506">
        <w:rPr>
          <w:rtl/>
          <w:lang w:bidi="fa-IR"/>
        </w:rPr>
        <w:t xml:space="preserve"> مستحب است براى گفتن آنها نماز را بشكند.</w:t>
      </w:r>
    </w:p>
    <w:p w:rsidR="003E3506" w:rsidRPr="003E3506" w:rsidRDefault="003E3506" w:rsidP="003E3506">
      <w:pPr>
        <w:pStyle w:val="libNormal"/>
        <w:rPr>
          <w:lang w:bidi="fa-IR"/>
        </w:rPr>
      </w:pPr>
      <w:r w:rsidRPr="003E3506">
        <w:rPr>
          <w:rtl/>
          <w:lang w:bidi="fa-IR"/>
        </w:rPr>
        <w:t>بلكه اگر پيش از تمام شدن نماز يادش بيايد كه آنها را فراموش كرده مستحب است براى گفتن آنها نماز را بشكند.</w:t>
      </w:r>
    </w:p>
    <w:p w:rsidR="003E3506" w:rsidRPr="003E3506" w:rsidRDefault="00804453" w:rsidP="003E3506">
      <w:pPr>
        <w:pStyle w:val="libNormal"/>
        <w:rPr>
          <w:lang w:bidi="fa-IR"/>
        </w:rPr>
      </w:pPr>
      <w:r>
        <w:rPr>
          <w:rtl/>
          <w:lang w:bidi="fa-IR"/>
        </w:rPr>
        <w:br w:type="page"/>
      </w:r>
    </w:p>
    <w:p w:rsidR="003E3506" w:rsidRDefault="00605FAB" w:rsidP="00804453">
      <w:pPr>
        <w:pStyle w:val="Heading2"/>
        <w:rPr>
          <w:rtl/>
          <w:lang w:bidi="fa-IR"/>
        </w:rPr>
      </w:pPr>
      <w:bookmarkStart w:id="141" w:name="_Toc24454564"/>
      <w:r>
        <w:rPr>
          <w:rtl/>
          <w:lang w:bidi="fa-IR"/>
        </w:rPr>
        <w:t>(</w:t>
      </w:r>
      <w:r w:rsidR="003E3506" w:rsidRPr="003E3506">
        <w:rPr>
          <w:rtl/>
          <w:lang w:bidi="fa-IR"/>
        </w:rPr>
        <w:t>شكيات</w:t>
      </w:r>
      <w:r>
        <w:rPr>
          <w:rtl/>
          <w:lang w:bidi="fa-IR"/>
        </w:rPr>
        <w:t>)</w:t>
      </w:r>
      <w:bookmarkEnd w:id="141"/>
    </w:p>
    <w:p w:rsidR="003E3506" w:rsidRPr="003E3506" w:rsidRDefault="003E3506" w:rsidP="003E3506">
      <w:pPr>
        <w:pStyle w:val="libNormal"/>
        <w:rPr>
          <w:lang w:bidi="fa-IR"/>
        </w:rPr>
      </w:pPr>
      <w:r w:rsidRPr="003E3506">
        <w:rPr>
          <w:rtl/>
          <w:lang w:bidi="fa-IR"/>
        </w:rPr>
        <w:t>١/١١٧٣ - شكيات نماز ٢٢ قسم است</w:t>
      </w:r>
      <w:r w:rsidR="00553569">
        <w:rPr>
          <w:rtl/>
          <w:lang w:bidi="fa-IR"/>
        </w:rPr>
        <w:t>:</w:t>
      </w:r>
      <w:r w:rsidRPr="003E3506">
        <w:rPr>
          <w:rtl/>
          <w:lang w:bidi="fa-IR"/>
        </w:rPr>
        <w:t xml:space="preserve"> هفت قسم آن شكهايى است كه نماز را باطل مى كند و به شش قسم آن نبايد اعتنا كرد و نه قسم ديگر آن صحيح است</w:t>
      </w:r>
      <w:r w:rsidR="000C4B14">
        <w:rPr>
          <w:rtl/>
          <w:lang w:bidi="fa-IR"/>
        </w:rPr>
        <w:t>.</w:t>
      </w:r>
    </w:p>
    <w:p w:rsidR="003E3506" w:rsidRDefault="00605FAB" w:rsidP="00804453">
      <w:pPr>
        <w:pStyle w:val="Heading3"/>
        <w:rPr>
          <w:rtl/>
          <w:lang w:bidi="fa-IR"/>
        </w:rPr>
      </w:pPr>
      <w:bookmarkStart w:id="142" w:name="_Toc24454565"/>
      <w:r>
        <w:rPr>
          <w:rtl/>
          <w:lang w:bidi="fa-IR"/>
        </w:rPr>
        <w:t>(</w:t>
      </w:r>
      <w:r w:rsidR="003E3506" w:rsidRPr="003E3506">
        <w:rPr>
          <w:rtl/>
          <w:lang w:bidi="fa-IR"/>
        </w:rPr>
        <w:t>شك</w:t>
      </w:r>
      <w:r w:rsidR="00804453">
        <w:rPr>
          <w:rFonts w:hint="cs"/>
          <w:rtl/>
          <w:lang w:bidi="fa-IR"/>
        </w:rPr>
        <w:t xml:space="preserve"> </w:t>
      </w:r>
      <w:r w:rsidR="003E3506" w:rsidRPr="003E3506">
        <w:rPr>
          <w:rtl/>
          <w:lang w:bidi="fa-IR"/>
        </w:rPr>
        <w:t>هاى باطل كننده</w:t>
      </w:r>
      <w:r>
        <w:rPr>
          <w:rtl/>
          <w:lang w:bidi="fa-IR"/>
        </w:rPr>
        <w:t>)</w:t>
      </w:r>
      <w:bookmarkEnd w:id="142"/>
    </w:p>
    <w:p w:rsidR="003E3506" w:rsidRPr="003E3506" w:rsidRDefault="003E3506" w:rsidP="003E3506">
      <w:pPr>
        <w:pStyle w:val="libNormal"/>
        <w:rPr>
          <w:lang w:bidi="fa-IR"/>
        </w:rPr>
      </w:pPr>
      <w:r w:rsidRPr="003E3506">
        <w:rPr>
          <w:rtl/>
          <w:lang w:bidi="fa-IR"/>
        </w:rPr>
        <w:t>١١٧٤ - شك</w:t>
      </w:r>
      <w:r w:rsidR="00804453">
        <w:rPr>
          <w:rFonts w:hint="cs"/>
          <w:rtl/>
          <w:lang w:bidi="fa-IR"/>
        </w:rPr>
        <w:t xml:space="preserve"> </w:t>
      </w:r>
      <w:r w:rsidRPr="003E3506">
        <w:rPr>
          <w:rtl/>
          <w:lang w:bidi="fa-IR"/>
        </w:rPr>
        <w:t>هايى كه نماز را باطل مى كند از اين قرار است</w:t>
      </w:r>
      <w:r w:rsidR="00553569">
        <w:rPr>
          <w:rtl/>
          <w:lang w:bidi="fa-IR"/>
        </w:rPr>
        <w:t>:</w:t>
      </w:r>
      <w:r w:rsidRPr="003E3506">
        <w:rPr>
          <w:rtl/>
          <w:lang w:bidi="fa-IR"/>
        </w:rPr>
        <w:t xml:space="preserve"> اول شك در شماره ركعتهاى نماز دو ركعتى واجب</w:t>
      </w:r>
      <w:r w:rsidR="000C4B14">
        <w:rPr>
          <w:rtl/>
          <w:lang w:bidi="fa-IR"/>
        </w:rPr>
        <w:t>،</w:t>
      </w:r>
      <w:r w:rsidRPr="003E3506">
        <w:rPr>
          <w:rtl/>
          <w:lang w:bidi="fa-IR"/>
        </w:rPr>
        <w:t xml:space="preserve"> مثل نماز صبح و نماز مسافر.</w:t>
      </w:r>
    </w:p>
    <w:p w:rsidR="003E3506" w:rsidRPr="003E3506" w:rsidRDefault="003E3506" w:rsidP="003E3506">
      <w:pPr>
        <w:pStyle w:val="libNormal"/>
        <w:rPr>
          <w:lang w:bidi="fa-IR"/>
        </w:rPr>
      </w:pPr>
      <w:r w:rsidRPr="003E3506">
        <w:rPr>
          <w:rtl/>
          <w:lang w:bidi="fa-IR"/>
        </w:rPr>
        <w:t>ولى شك در شماره ركعتهاى نماز مستحب و نماز احتياط نماز را باطل نمى كند.</w:t>
      </w:r>
    </w:p>
    <w:p w:rsidR="003E3506" w:rsidRPr="003E3506" w:rsidRDefault="003E3506" w:rsidP="003E3506">
      <w:pPr>
        <w:pStyle w:val="libNormal"/>
        <w:rPr>
          <w:lang w:bidi="fa-IR"/>
        </w:rPr>
      </w:pPr>
      <w:r w:rsidRPr="003E3506">
        <w:rPr>
          <w:rtl/>
          <w:lang w:bidi="fa-IR"/>
        </w:rPr>
        <w:t>دوم شك در شماره ركعتهاى نماز سه ركعتى</w:t>
      </w:r>
      <w:r w:rsidR="000C4B14">
        <w:rPr>
          <w:rtl/>
          <w:lang w:bidi="fa-IR"/>
        </w:rPr>
        <w:t>.</w:t>
      </w:r>
    </w:p>
    <w:p w:rsidR="003E3506" w:rsidRPr="003E3506" w:rsidRDefault="003E3506" w:rsidP="003E3506">
      <w:pPr>
        <w:pStyle w:val="libNormal"/>
        <w:rPr>
          <w:lang w:bidi="fa-IR"/>
        </w:rPr>
      </w:pPr>
      <w:r w:rsidRPr="003E3506">
        <w:rPr>
          <w:rtl/>
          <w:lang w:bidi="fa-IR"/>
        </w:rPr>
        <w:t>سوم آنكه در نماز چهار ركعتى شك كند كه يك ركعت خوانده يا بيشتر.</w:t>
      </w:r>
    </w:p>
    <w:p w:rsidR="003E3506" w:rsidRPr="003E3506" w:rsidRDefault="003E3506" w:rsidP="003E3506">
      <w:pPr>
        <w:pStyle w:val="libNormal"/>
        <w:rPr>
          <w:lang w:bidi="fa-IR"/>
        </w:rPr>
      </w:pPr>
      <w:r w:rsidRPr="003E3506">
        <w:rPr>
          <w:rtl/>
          <w:lang w:bidi="fa-IR"/>
        </w:rPr>
        <w:t>چهارم آنكه در نماز چهار ركعتى پيش از داخل شدن در سجده دوم شك كند كه دو ركعت خوانده يا بيشتر</w:t>
      </w:r>
      <w:r w:rsidR="000C4B14">
        <w:rPr>
          <w:rtl/>
          <w:lang w:bidi="fa-IR"/>
        </w:rPr>
        <w:t>.</w:t>
      </w:r>
    </w:p>
    <w:p w:rsidR="003E3506" w:rsidRPr="003E3506" w:rsidRDefault="003E3506" w:rsidP="003E3506">
      <w:pPr>
        <w:pStyle w:val="libNormal"/>
        <w:rPr>
          <w:lang w:bidi="fa-IR"/>
        </w:rPr>
      </w:pPr>
      <w:r w:rsidRPr="003E3506">
        <w:rPr>
          <w:rtl/>
          <w:lang w:bidi="fa-IR"/>
        </w:rPr>
        <w:t>پنجم شك بين دو و پنج يا دو و بيشتر از پنج</w:t>
      </w:r>
      <w:r w:rsidR="000C4B14">
        <w:rPr>
          <w:rtl/>
          <w:lang w:bidi="fa-IR"/>
        </w:rPr>
        <w:t>.</w:t>
      </w:r>
    </w:p>
    <w:p w:rsidR="003E3506" w:rsidRPr="003E3506" w:rsidRDefault="003E3506" w:rsidP="003E3506">
      <w:pPr>
        <w:pStyle w:val="libNormal"/>
        <w:rPr>
          <w:lang w:bidi="fa-IR"/>
        </w:rPr>
      </w:pPr>
      <w:r w:rsidRPr="003E3506">
        <w:rPr>
          <w:rtl/>
          <w:lang w:bidi="fa-IR"/>
        </w:rPr>
        <w:t>ششم شك بين سه و شش يا سه و بيشتر از شش</w:t>
      </w:r>
      <w:r w:rsidR="000C4B14">
        <w:rPr>
          <w:rtl/>
          <w:lang w:bidi="fa-IR"/>
        </w:rPr>
        <w:t>.</w:t>
      </w:r>
    </w:p>
    <w:p w:rsidR="003E3506" w:rsidRPr="003E3506" w:rsidRDefault="003E3506" w:rsidP="003E3506">
      <w:pPr>
        <w:pStyle w:val="libNormal"/>
        <w:rPr>
          <w:lang w:bidi="fa-IR"/>
        </w:rPr>
      </w:pPr>
      <w:r w:rsidRPr="003E3506">
        <w:rPr>
          <w:rtl/>
          <w:lang w:bidi="fa-IR"/>
        </w:rPr>
        <w:t>هفتم شك بين چهار و شش يا چهار و بيشتر از شش</w:t>
      </w:r>
      <w:r w:rsidR="000C4B14">
        <w:rPr>
          <w:rtl/>
          <w:lang w:bidi="fa-IR"/>
        </w:rPr>
        <w:t>،</w:t>
      </w:r>
      <w:r w:rsidRPr="003E3506">
        <w:rPr>
          <w:rtl/>
          <w:lang w:bidi="fa-IR"/>
        </w:rPr>
        <w:t xml:space="preserve"> به تفصيلى كه خواهد آمد.</w:t>
      </w:r>
    </w:p>
    <w:p w:rsidR="003E3506" w:rsidRPr="003E3506" w:rsidRDefault="003E3506" w:rsidP="003E3506">
      <w:pPr>
        <w:pStyle w:val="libNormal"/>
        <w:rPr>
          <w:lang w:bidi="fa-IR"/>
        </w:rPr>
      </w:pPr>
      <w:r w:rsidRPr="003E3506">
        <w:rPr>
          <w:rtl/>
          <w:lang w:bidi="fa-IR"/>
        </w:rPr>
        <w:t>١١٧٥ - اگر يكى از شكهاى باطل كننده براى انسان پيش آيد بهتر آن است به همين اندازه كه شك او پا بر جا شد</w:t>
      </w:r>
      <w:r w:rsidR="000C4B14">
        <w:rPr>
          <w:rtl/>
          <w:lang w:bidi="fa-IR"/>
        </w:rPr>
        <w:t>،</w:t>
      </w:r>
      <w:r w:rsidRPr="003E3506">
        <w:rPr>
          <w:rtl/>
          <w:lang w:bidi="fa-IR"/>
        </w:rPr>
        <w:t xml:space="preserve"> نماز را به هم نزند</w:t>
      </w:r>
      <w:r w:rsidR="000C4B14">
        <w:rPr>
          <w:rtl/>
          <w:lang w:bidi="fa-IR"/>
        </w:rPr>
        <w:t>،</w:t>
      </w:r>
      <w:r w:rsidRPr="003E3506">
        <w:rPr>
          <w:rtl/>
          <w:lang w:bidi="fa-IR"/>
        </w:rPr>
        <w:t xml:space="preserve"> بلكه به قدرى فكر كند كه صورت نماز به هم بخورد يا از پيدا شدن يقين يا گمان نااميد شود.</w:t>
      </w:r>
    </w:p>
    <w:p w:rsidR="003E3506" w:rsidRDefault="00605FAB" w:rsidP="00CB12FD">
      <w:pPr>
        <w:pStyle w:val="Heading3"/>
        <w:rPr>
          <w:rtl/>
          <w:lang w:bidi="fa-IR"/>
        </w:rPr>
      </w:pPr>
      <w:bookmarkStart w:id="143" w:name="_Toc24454566"/>
      <w:r>
        <w:rPr>
          <w:rtl/>
          <w:lang w:bidi="fa-IR"/>
        </w:rPr>
        <w:t>(</w:t>
      </w:r>
      <w:r w:rsidR="003E3506" w:rsidRPr="003E3506">
        <w:rPr>
          <w:rtl/>
          <w:lang w:bidi="fa-IR"/>
        </w:rPr>
        <w:t>شكهايى كه نبايد به آنها اعتنا كرد</w:t>
      </w:r>
      <w:r>
        <w:rPr>
          <w:rtl/>
          <w:lang w:bidi="fa-IR"/>
        </w:rPr>
        <w:t>)</w:t>
      </w:r>
      <w:bookmarkEnd w:id="143"/>
    </w:p>
    <w:p w:rsidR="003E3506" w:rsidRPr="003E3506" w:rsidRDefault="003E3506" w:rsidP="003E3506">
      <w:pPr>
        <w:pStyle w:val="libNormal"/>
        <w:rPr>
          <w:lang w:bidi="fa-IR"/>
        </w:rPr>
      </w:pPr>
      <w:r w:rsidRPr="003E3506">
        <w:rPr>
          <w:rtl/>
          <w:lang w:bidi="fa-IR"/>
        </w:rPr>
        <w:t>١١٧٦ - شك</w:t>
      </w:r>
      <w:r w:rsidR="00CB12FD">
        <w:rPr>
          <w:rFonts w:hint="cs"/>
          <w:rtl/>
          <w:lang w:bidi="fa-IR"/>
        </w:rPr>
        <w:t xml:space="preserve"> </w:t>
      </w:r>
      <w:r w:rsidRPr="003E3506">
        <w:rPr>
          <w:rtl/>
          <w:lang w:bidi="fa-IR"/>
        </w:rPr>
        <w:t>هايى كه نبايد به آنها اعتنا كرد از اين قرار است</w:t>
      </w:r>
      <w:r w:rsidR="00553569">
        <w:rPr>
          <w:rtl/>
          <w:lang w:bidi="fa-IR"/>
        </w:rPr>
        <w:t>:</w:t>
      </w:r>
      <w:r w:rsidRPr="003E3506">
        <w:rPr>
          <w:rtl/>
          <w:lang w:bidi="fa-IR"/>
        </w:rPr>
        <w:t xml:space="preserve"> اول شك در چيزى كه محل بجا آوردن آن گذشته است</w:t>
      </w:r>
      <w:r w:rsidR="000C4B14">
        <w:rPr>
          <w:rtl/>
          <w:lang w:bidi="fa-IR"/>
        </w:rPr>
        <w:t>،</w:t>
      </w:r>
      <w:r w:rsidRPr="003E3506">
        <w:rPr>
          <w:rtl/>
          <w:lang w:bidi="fa-IR"/>
        </w:rPr>
        <w:t xml:space="preserve"> مثل آنكه در ركوع شك كند حمد را خوانده يا نه</w:t>
      </w:r>
      <w:r w:rsidR="000C4B14">
        <w:rPr>
          <w:rtl/>
          <w:lang w:bidi="fa-IR"/>
        </w:rPr>
        <w:t>.</w:t>
      </w:r>
    </w:p>
    <w:p w:rsidR="003E3506" w:rsidRPr="003E3506" w:rsidRDefault="003E3506" w:rsidP="003E3506">
      <w:pPr>
        <w:pStyle w:val="libNormal"/>
        <w:rPr>
          <w:lang w:bidi="fa-IR"/>
        </w:rPr>
      </w:pPr>
      <w:r w:rsidRPr="003E3506">
        <w:rPr>
          <w:rtl/>
          <w:lang w:bidi="fa-IR"/>
        </w:rPr>
        <w:t>دوم شك بعد از سلام نماز.</w:t>
      </w:r>
    </w:p>
    <w:p w:rsidR="003E3506" w:rsidRPr="003E3506" w:rsidRDefault="003E3506" w:rsidP="003E3506">
      <w:pPr>
        <w:pStyle w:val="libNormal"/>
        <w:rPr>
          <w:lang w:bidi="fa-IR"/>
        </w:rPr>
      </w:pPr>
      <w:r w:rsidRPr="003E3506">
        <w:rPr>
          <w:rtl/>
          <w:lang w:bidi="fa-IR"/>
        </w:rPr>
        <w:lastRenderedPageBreak/>
        <w:t>سوم شك بعد از گذشتن وقت نماز.</w:t>
      </w:r>
    </w:p>
    <w:p w:rsidR="003E3506" w:rsidRPr="003E3506" w:rsidRDefault="003E3506" w:rsidP="003E3506">
      <w:pPr>
        <w:pStyle w:val="libNormal"/>
        <w:rPr>
          <w:lang w:bidi="fa-IR"/>
        </w:rPr>
      </w:pPr>
      <w:r w:rsidRPr="003E3506">
        <w:rPr>
          <w:rtl/>
          <w:lang w:bidi="fa-IR"/>
        </w:rPr>
        <w:t>چهارم شك كثير الشك يعنى كسى كه زياد شك مى كند.</w:t>
      </w:r>
    </w:p>
    <w:p w:rsidR="003E3506" w:rsidRPr="003E3506" w:rsidRDefault="003E3506" w:rsidP="003E3506">
      <w:pPr>
        <w:pStyle w:val="libNormal"/>
        <w:rPr>
          <w:lang w:bidi="fa-IR"/>
        </w:rPr>
      </w:pPr>
      <w:r w:rsidRPr="003E3506">
        <w:rPr>
          <w:rtl/>
          <w:lang w:bidi="fa-IR"/>
        </w:rPr>
        <w:t>پنجم شك امام در شماره ركعت</w:t>
      </w:r>
      <w:r w:rsidR="00D975B2">
        <w:rPr>
          <w:rFonts w:hint="cs"/>
          <w:rtl/>
          <w:lang w:bidi="fa-IR"/>
        </w:rPr>
        <w:t xml:space="preserve"> </w:t>
      </w:r>
      <w:r w:rsidRPr="003E3506">
        <w:rPr>
          <w:rtl/>
          <w:lang w:bidi="fa-IR"/>
        </w:rPr>
        <w:t>هاى نماز</w:t>
      </w:r>
      <w:r w:rsidR="000C4B14">
        <w:rPr>
          <w:rtl/>
          <w:lang w:bidi="fa-IR"/>
        </w:rPr>
        <w:t>،</w:t>
      </w:r>
      <w:r w:rsidRPr="003E3506">
        <w:rPr>
          <w:rtl/>
          <w:lang w:bidi="fa-IR"/>
        </w:rPr>
        <w:t xml:space="preserve"> در صورتى كه ماموم شماره آنها را بداند و همچنين شك ماموم در صورتى كه امام شماره ركعتهاى نماز را بداند.</w:t>
      </w:r>
    </w:p>
    <w:p w:rsidR="003E3506" w:rsidRPr="003E3506" w:rsidRDefault="003E3506" w:rsidP="003E3506">
      <w:pPr>
        <w:pStyle w:val="libNormal"/>
        <w:rPr>
          <w:lang w:bidi="fa-IR"/>
        </w:rPr>
      </w:pPr>
      <w:r w:rsidRPr="003E3506">
        <w:rPr>
          <w:rtl/>
          <w:lang w:bidi="fa-IR"/>
        </w:rPr>
        <w:t>ششم شك در نمازهاى مستحبى و نماز احتياط.</w:t>
      </w:r>
    </w:p>
    <w:p w:rsidR="003E3506" w:rsidRDefault="00605FAB" w:rsidP="00D975B2">
      <w:pPr>
        <w:pStyle w:val="Heading3"/>
        <w:rPr>
          <w:rtl/>
          <w:lang w:bidi="fa-IR"/>
        </w:rPr>
      </w:pPr>
      <w:bookmarkStart w:id="144" w:name="_Toc24454567"/>
      <w:r>
        <w:rPr>
          <w:rtl/>
          <w:lang w:bidi="fa-IR"/>
        </w:rPr>
        <w:t>(</w:t>
      </w:r>
      <w:r w:rsidR="003E3506" w:rsidRPr="003E3506">
        <w:rPr>
          <w:rtl/>
          <w:lang w:bidi="fa-IR"/>
        </w:rPr>
        <w:t>شك در چيزى كه محل آن گذشته است</w:t>
      </w:r>
      <w:r>
        <w:rPr>
          <w:rtl/>
          <w:lang w:bidi="fa-IR"/>
        </w:rPr>
        <w:t>)</w:t>
      </w:r>
      <w:bookmarkEnd w:id="144"/>
    </w:p>
    <w:p w:rsidR="003E3506" w:rsidRPr="003E3506" w:rsidRDefault="003E3506" w:rsidP="003E3506">
      <w:pPr>
        <w:pStyle w:val="libNormal"/>
        <w:rPr>
          <w:lang w:bidi="fa-IR"/>
        </w:rPr>
      </w:pPr>
      <w:r w:rsidRPr="003E3506">
        <w:rPr>
          <w:rtl/>
          <w:lang w:bidi="fa-IR"/>
        </w:rPr>
        <w:t>١١٧٧ - اگر در بين نماز شك كند كه يكى از كارهاى واجب آن را انجام داده يا نه</w:t>
      </w:r>
      <w:r w:rsidR="000C4B14">
        <w:rPr>
          <w:rtl/>
          <w:lang w:bidi="fa-IR"/>
        </w:rPr>
        <w:t>،</w:t>
      </w:r>
      <w:r w:rsidRPr="003E3506">
        <w:rPr>
          <w:rtl/>
          <w:lang w:bidi="fa-IR"/>
        </w:rPr>
        <w:t xml:space="preserve"> مثلا شك كند كه حمد خوانده يا نه</w:t>
      </w:r>
      <w:r w:rsidR="000C4B14">
        <w:rPr>
          <w:rtl/>
          <w:lang w:bidi="fa-IR"/>
        </w:rPr>
        <w:t>،</w:t>
      </w:r>
      <w:r w:rsidRPr="003E3506">
        <w:rPr>
          <w:rtl/>
          <w:lang w:bidi="fa-IR"/>
        </w:rPr>
        <w:t xml:space="preserve"> چنانچه مشغول كارى باشد كه شرعا نبايد در صورتى كه آن كار قبلى را عمدا ترك كرده است مشغول اين كار شود مثلا در حال خواندن سوره شك كند حمد خوانده يا نه</w:t>
      </w:r>
      <w:r w:rsidR="000C4B14">
        <w:rPr>
          <w:rtl/>
          <w:lang w:bidi="fa-IR"/>
        </w:rPr>
        <w:t>،</w:t>
      </w:r>
      <w:r w:rsidRPr="003E3506">
        <w:rPr>
          <w:rtl/>
          <w:lang w:bidi="fa-IR"/>
        </w:rPr>
        <w:t xml:space="preserve"> نبايد به شك خود اعتنا كند</w:t>
      </w:r>
      <w:r w:rsidR="000C4B14">
        <w:rPr>
          <w:rtl/>
          <w:lang w:bidi="fa-IR"/>
        </w:rPr>
        <w:t>،</w:t>
      </w:r>
      <w:r w:rsidRPr="003E3506">
        <w:rPr>
          <w:rtl/>
          <w:lang w:bidi="fa-IR"/>
        </w:rPr>
        <w:t xml:space="preserve"> و در غير اين صورت بايد آنچه را كه در انجام آن شك كرده بجا آورد.</w:t>
      </w:r>
    </w:p>
    <w:p w:rsidR="00D975B2" w:rsidRDefault="003E3506" w:rsidP="003E3506">
      <w:pPr>
        <w:pStyle w:val="libNormal"/>
        <w:rPr>
          <w:rtl/>
          <w:lang w:bidi="fa-IR"/>
        </w:rPr>
      </w:pPr>
      <w:r w:rsidRPr="003E3506">
        <w:rPr>
          <w:rtl/>
          <w:lang w:bidi="fa-IR"/>
        </w:rPr>
        <w:t>١١٧٨ - اگر در بين خواندن آيه شك كند كه آيه پيش را خوانده يا نه يا وقتى كه آخر آيه را مى خواند شك كند كه اول آن را خوانده يا نه</w:t>
      </w:r>
      <w:r w:rsidR="000C4B14">
        <w:rPr>
          <w:rtl/>
          <w:lang w:bidi="fa-IR"/>
        </w:rPr>
        <w:t>،</w:t>
      </w:r>
      <w:r w:rsidRPr="003E3506">
        <w:rPr>
          <w:rtl/>
          <w:lang w:bidi="fa-IR"/>
        </w:rPr>
        <w:t xml:space="preserve"> بايد به شك خود اعتنا نكند.</w:t>
      </w:r>
    </w:p>
    <w:p w:rsidR="003E3506" w:rsidRPr="003E3506" w:rsidRDefault="003E3506" w:rsidP="003E3506">
      <w:pPr>
        <w:pStyle w:val="libNormal"/>
        <w:rPr>
          <w:lang w:bidi="fa-IR"/>
        </w:rPr>
      </w:pPr>
      <w:r w:rsidRPr="003E3506">
        <w:rPr>
          <w:rtl/>
          <w:lang w:bidi="fa-IR"/>
        </w:rPr>
        <w:t>١١٧٩ - اگر بعد از ركوع يا سجود شك كند كه كارهاى واجب آن مانند ذكر و آرام بودن بدن را انجام داده يا نه</w:t>
      </w:r>
      <w:r w:rsidR="000C4B14">
        <w:rPr>
          <w:rtl/>
          <w:lang w:bidi="fa-IR"/>
        </w:rPr>
        <w:t>،</w:t>
      </w:r>
      <w:r w:rsidRPr="003E3506">
        <w:rPr>
          <w:rtl/>
          <w:lang w:bidi="fa-IR"/>
        </w:rPr>
        <w:t xml:space="preserve"> بايد به شك خود اعتنا نكند.</w:t>
      </w:r>
    </w:p>
    <w:p w:rsidR="003E3506" w:rsidRPr="003E3506" w:rsidRDefault="003E3506" w:rsidP="003E3506">
      <w:pPr>
        <w:pStyle w:val="libNormal"/>
        <w:rPr>
          <w:lang w:bidi="fa-IR"/>
        </w:rPr>
      </w:pPr>
      <w:r w:rsidRPr="003E3506">
        <w:rPr>
          <w:rtl/>
          <w:lang w:bidi="fa-IR"/>
        </w:rPr>
        <w:t>١١٨٠ - اگر در حالى كه به سجده مى رود شك كند كه ركوع كرده يا نه</w:t>
      </w:r>
      <w:r w:rsidR="000C4B14">
        <w:rPr>
          <w:rtl/>
          <w:lang w:bidi="fa-IR"/>
        </w:rPr>
        <w:t>،</w:t>
      </w:r>
      <w:r w:rsidRPr="003E3506">
        <w:rPr>
          <w:rtl/>
          <w:lang w:bidi="fa-IR"/>
        </w:rPr>
        <w:t xml:space="preserve"> يا شك كند كه بعد از ركوع ايستاده يا نه</w:t>
      </w:r>
      <w:r w:rsidR="000C4B14">
        <w:rPr>
          <w:rtl/>
          <w:lang w:bidi="fa-IR"/>
        </w:rPr>
        <w:t>،</w:t>
      </w:r>
      <w:r w:rsidRPr="003E3506">
        <w:rPr>
          <w:rtl/>
          <w:lang w:bidi="fa-IR"/>
        </w:rPr>
        <w:t xml:space="preserve"> بايد به شك خود اعتنا نكند.</w:t>
      </w:r>
    </w:p>
    <w:p w:rsidR="003E3506" w:rsidRPr="003E3506" w:rsidRDefault="003E3506" w:rsidP="003E3506">
      <w:pPr>
        <w:pStyle w:val="libNormal"/>
        <w:rPr>
          <w:lang w:bidi="fa-IR"/>
        </w:rPr>
      </w:pPr>
      <w:r w:rsidRPr="003E3506">
        <w:rPr>
          <w:rtl/>
          <w:lang w:bidi="fa-IR"/>
        </w:rPr>
        <w:t>١١٨١ - اگر در حال برخواستن شك كند كه سجده يا تشهد را بجا آورده يا نه</w:t>
      </w:r>
      <w:r w:rsidR="000C4B14">
        <w:rPr>
          <w:rtl/>
          <w:lang w:bidi="fa-IR"/>
        </w:rPr>
        <w:t>،</w:t>
      </w:r>
      <w:r w:rsidRPr="003E3506">
        <w:rPr>
          <w:rtl/>
          <w:lang w:bidi="fa-IR"/>
        </w:rPr>
        <w:t xml:space="preserve"> بايد به شك خود اعتنا نكند.</w:t>
      </w:r>
    </w:p>
    <w:p w:rsidR="003E3506" w:rsidRPr="003E3506" w:rsidRDefault="003E3506" w:rsidP="003E3506">
      <w:pPr>
        <w:pStyle w:val="libNormal"/>
        <w:rPr>
          <w:lang w:bidi="fa-IR"/>
        </w:rPr>
      </w:pPr>
      <w:r w:rsidRPr="003E3506">
        <w:rPr>
          <w:rtl/>
          <w:lang w:bidi="fa-IR"/>
        </w:rPr>
        <w:t>١١٨٢ - كسى كه نشسته يا خوابيده نماز مى خواند</w:t>
      </w:r>
      <w:r w:rsidR="000C4B14">
        <w:rPr>
          <w:rtl/>
          <w:lang w:bidi="fa-IR"/>
        </w:rPr>
        <w:t>،</w:t>
      </w:r>
      <w:r w:rsidRPr="003E3506">
        <w:rPr>
          <w:rtl/>
          <w:lang w:bidi="fa-IR"/>
        </w:rPr>
        <w:t xml:space="preserve"> اگر موقعى كه حمد يا تسبيحات مى خواند</w:t>
      </w:r>
      <w:r w:rsidR="000C4B14">
        <w:rPr>
          <w:rtl/>
          <w:lang w:bidi="fa-IR"/>
        </w:rPr>
        <w:t>،</w:t>
      </w:r>
      <w:r w:rsidRPr="003E3506">
        <w:rPr>
          <w:rtl/>
          <w:lang w:bidi="fa-IR"/>
        </w:rPr>
        <w:t xml:space="preserve"> شك كند كه سجده يا تشهد را بجا آورد يا نه بايد به شك خود اعتنا نكند</w:t>
      </w:r>
      <w:r w:rsidR="000C4B14">
        <w:rPr>
          <w:rtl/>
          <w:lang w:bidi="fa-IR"/>
        </w:rPr>
        <w:t>،</w:t>
      </w:r>
      <w:r w:rsidRPr="003E3506">
        <w:rPr>
          <w:rtl/>
          <w:lang w:bidi="fa-IR"/>
        </w:rPr>
        <w:t xml:space="preserve"> و اگر پيش از </w:t>
      </w:r>
      <w:r w:rsidRPr="003E3506">
        <w:rPr>
          <w:rtl/>
          <w:lang w:bidi="fa-IR"/>
        </w:rPr>
        <w:lastRenderedPageBreak/>
        <w:t>آنكه مشغول حمد يا تسبيحات شود</w:t>
      </w:r>
      <w:r w:rsidR="000C4B14">
        <w:rPr>
          <w:rtl/>
          <w:lang w:bidi="fa-IR"/>
        </w:rPr>
        <w:t>،</w:t>
      </w:r>
      <w:r w:rsidRPr="003E3506">
        <w:rPr>
          <w:rtl/>
          <w:lang w:bidi="fa-IR"/>
        </w:rPr>
        <w:t xml:space="preserve"> شك كند كه سجده يا تشهد را بجا آورده يا نه</w:t>
      </w:r>
      <w:r w:rsidR="000C4B14">
        <w:rPr>
          <w:rtl/>
          <w:lang w:bidi="fa-IR"/>
        </w:rPr>
        <w:t>،</w:t>
      </w:r>
      <w:r w:rsidRPr="003E3506">
        <w:rPr>
          <w:rtl/>
          <w:lang w:bidi="fa-IR"/>
        </w:rPr>
        <w:t xml:space="preserve"> بايد بجا آورد.</w:t>
      </w:r>
    </w:p>
    <w:p w:rsidR="003E3506" w:rsidRPr="003E3506" w:rsidRDefault="003E3506" w:rsidP="003E3506">
      <w:pPr>
        <w:pStyle w:val="libNormal"/>
        <w:rPr>
          <w:lang w:bidi="fa-IR"/>
        </w:rPr>
      </w:pPr>
      <w:r w:rsidRPr="003E3506">
        <w:rPr>
          <w:rtl/>
          <w:lang w:bidi="fa-IR"/>
        </w:rPr>
        <w:t>١١٨٣ - اگر شك كند كه يكى از ركنهاى نماز را بجا آورده يا نه</w:t>
      </w:r>
      <w:r w:rsidR="000C4B14">
        <w:rPr>
          <w:rtl/>
          <w:lang w:bidi="fa-IR"/>
        </w:rPr>
        <w:t>،</w:t>
      </w:r>
      <w:r w:rsidRPr="003E3506">
        <w:rPr>
          <w:rtl/>
          <w:lang w:bidi="fa-IR"/>
        </w:rPr>
        <w:t xml:space="preserve"> چنانچه مشغول كارى كه بعد از آن است نشده</w:t>
      </w:r>
      <w:r w:rsidR="000C4B14">
        <w:rPr>
          <w:rtl/>
          <w:lang w:bidi="fa-IR"/>
        </w:rPr>
        <w:t>،</w:t>
      </w:r>
      <w:r w:rsidRPr="003E3506">
        <w:rPr>
          <w:rtl/>
          <w:lang w:bidi="fa-IR"/>
        </w:rPr>
        <w:t xml:space="preserve"> بايد بجا آورد</w:t>
      </w:r>
      <w:r w:rsidR="000C4B14">
        <w:rPr>
          <w:rtl/>
          <w:lang w:bidi="fa-IR"/>
        </w:rPr>
        <w:t>،</w:t>
      </w:r>
      <w:r w:rsidRPr="003E3506">
        <w:rPr>
          <w:rtl/>
          <w:lang w:bidi="fa-IR"/>
        </w:rPr>
        <w:t xml:space="preserve"> مثلا اگر پيش از خواندن تشهد شك كند كه دو سجده را بجا آورده يا نه</w:t>
      </w:r>
      <w:r w:rsidR="000C4B14">
        <w:rPr>
          <w:rtl/>
          <w:lang w:bidi="fa-IR"/>
        </w:rPr>
        <w:t>،</w:t>
      </w:r>
      <w:r w:rsidRPr="003E3506">
        <w:rPr>
          <w:rtl/>
          <w:lang w:bidi="fa-IR"/>
        </w:rPr>
        <w:t xml:space="preserve"> بايد بجا آورد و چنانچه بعد يادش بيايد كه آن ركن را بجا آورده</w:t>
      </w:r>
      <w:r w:rsidR="000C4B14">
        <w:rPr>
          <w:rtl/>
          <w:lang w:bidi="fa-IR"/>
        </w:rPr>
        <w:t>،</w:t>
      </w:r>
      <w:r w:rsidRPr="003E3506">
        <w:rPr>
          <w:rtl/>
          <w:lang w:bidi="fa-IR"/>
        </w:rPr>
        <w:t xml:space="preserve"> چون ركن زياد شده نمازش بنابر احتياط لازم باطل است</w:t>
      </w:r>
      <w:r w:rsidR="000C4B14">
        <w:rPr>
          <w:rtl/>
          <w:lang w:bidi="fa-IR"/>
        </w:rPr>
        <w:t>.</w:t>
      </w:r>
    </w:p>
    <w:p w:rsidR="003E3506" w:rsidRPr="003E3506" w:rsidRDefault="003E3506" w:rsidP="003E3506">
      <w:pPr>
        <w:pStyle w:val="libNormal"/>
        <w:rPr>
          <w:lang w:bidi="fa-IR"/>
        </w:rPr>
      </w:pPr>
      <w:r w:rsidRPr="003E3506">
        <w:rPr>
          <w:rtl/>
          <w:lang w:bidi="fa-IR"/>
        </w:rPr>
        <w:t>١١٨٤ - اگر شك كند عملى را كه ركن نيست بجا آورده يا نه</w:t>
      </w:r>
      <w:r w:rsidR="000C4B14">
        <w:rPr>
          <w:rtl/>
          <w:lang w:bidi="fa-IR"/>
        </w:rPr>
        <w:t>،</w:t>
      </w:r>
      <w:r w:rsidRPr="003E3506">
        <w:rPr>
          <w:rtl/>
          <w:lang w:bidi="fa-IR"/>
        </w:rPr>
        <w:t xml:space="preserve"> چنانچه مشغول كارى كه بعد از آن است نشده</w:t>
      </w:r>
      <w:r w:rsidR="000C4B14">
        <w:rPr>
          <w:rtl/>
          <w:lang w:bidi="fa-IR"/>
        </w:rPr>
        <w:t>،</w:t>
      </w:r>
      <w:r w:rsidRPr="003E3506">
        <w:rPr>
          <w:rtl/>
          <w:lang w:bidi="fa-IR"/>
        </w:rPr>
        <w:t xml:space="preserve"> بايد آن را بجا آورد</w:t>
      </w:r>
      <w:r w:rsidR="000C4B14">
        <w:rPr>
          <w:rtl/>
          <w:lang w:bidi="fa-IR"/>
        </w:rPr>
        <w:t>،</w:t>
      </w:r>
      <w:r w:rsidRPr="003E3506">
        <w:rPr>
          <w:rtl/>
          <w:lang w:bidi="fa-IR"/>
        </w:rPr>
        <w:t xml:space="preserve"> مثلا اگر پيش از خواندن سوره شك كند كه حمد را خوانده يا نه</w:t>
      </w:r>
      <w:r w:rsidR="000C4B14">
        <w:rPr>
          <w:rtl/>
          <w:lang w:bidi="fa-IR"/>
        </w:rPr>
        <w:t>،</w:t>
      </w:r>
      <w:r w:rsidRPr="003E3506">
        <w:rPr>
          <w:rtl/>
          <w:lang w:bidi="fa-IR"/>
        </w:rPr>
        <w:t xml:space="preserve"> بايد حمد را بخواند و اگر بعد از انجام آن يادش بيايد كه آن را بجا آورده</w:t>
      </w:r>
      <w:r w:rsidR="000C4B14">
        <w:rPr>
          <w:rtl/>
          <w:lang w:bidi="fa-IR"/>
        </w:rPr>
        <w:t>،</w:t>
      </w:r>
      <w:r w:rsidRPr="003E3506">
        <w:rPr>
          <w:rtl/>
          <w:lang w:bidi="fa-IR"/>
        </w:rPr>
        <w:t xml:space="preserve"> چون ركن زياد نشده نمازش صحيح است</w:t>
      </w:r>
      <w:r w:rsidR="000C4B14">
        <w:rPr>
          <w:rtl/>
          <w:lang w:bidi="fa-IR"/>
        </w:rPr>
        <w:t>.</w:t>
      </w:r>
    </w:p>
    <w:p w:rsidR="003E3506" w:rsidRPr="003E3506" w:rsidRDefault="003E3506" w:rsidP="003E3506">
      <w:pPr>
        <w:pStyle w:val="libNormal"/>
        <w:rPr>
          <w:lang w:bidi="fa-IR"/>
        </w:rPr>
      </w:pPr>
      <w:r w:rsidRPr="003E3506">
        <w:rPr>
          <w:rtl/>
          <w:lang w:bidi="fa-IR"/>
        </w:rPr>
        <w:t>١١٨٥ - اگر شك كند كه ركنى را بجا آورده يا نه مثلا مشغول تشهد است</w:t>
      </w:r>
      <w:r w:rsidR="000C4B14">
        <w:rPr>
          <w:rtl/>
          <w:lang w:bidi="fa-IR"/>
        </w:rPr>
        <w:t>،</w:t>
      </w:r>
      <w:r w:rsidRPr="003E3506">
        <w:rPr>
          <w:rtl/>
          <w:lang w:bidi="fa-IR"/>
        </w:rPr>
        <w:t xml:space="preserve"> اگر شك كند كه دو سجده را بجا آورده يا نه و به شك خود اعتنا نكند و بعدا يادش بيايد كه آن ركن را بجا نياورده</w:t>
      </w:r>
      <w:r w:rsidR="000C4B14">
        <w:rPr>
          <w:rtl/>
          <w:lang w:bidi="fa-IR"/>
        </w:rPr>
        <w:t>،</w:t>
      </w:r>
      <w:r w:rsidRPr="003E3506">
        <w:rPr>
          <w:rtl/>
          <w:lang w:bidi="fa-IR"/>
        </w:rPr>
        <w:t xml:space="preserve"> در صورتى كه مشغول ركن بعد نشده بايد آن را بجا آورد</w:t>
      </w:r>
      <w:r w:rsidR="000C4B14">
        <w:rPr>
          <w:rtl/>
          <w:lang w:bidi="fa-IR"/>
        </w:rPr>
        <w:t>،</w:t>
      </w:r>
      <w:r w:rsidRPr="003E3506">
        <w:rPr>
          <w:rtl/>
          <w:lang w:bidi="fa-IR"/>
        </w:rPr>
        <w:t xml:space="preserve"> و اگر مشغول ركن بعد شده نمازش بنابر احتياط لازم باطل است</w:t>
      </w:r>
      <w:r w:rsidR="000C4B14">
        <w:rPr>
          <w:rtl/>
          <w:lang w:bidi="fa-IR"/>
        </w:rPr>
        <w:t>،</w:t>
      </w:r>
      <w:r w:rsidRPr="003E3506">
        <w:rPr>
          <w:rtl/>
          <w:lang w:bidi="fa-IR"/>
        </w:rPr>
        <w:t xml:space="preserve"> مثلا اگر پيش از ركوع ركعت بعد يادش بيايد كه دو سجده را بجا نياورده</w:t>
      </w:r>
      <w:r w:rsidR="000C4B14">
        <w:rPr>
          <w:rtl/>
          <w:lang w:bidi="fa-IR"/>
        </w:rPr>
        <w:t>،</w:t>
      </w:r>
      <w:r w:rsidRPr="003E3506">
        <w:rPr>
          <w:rtl/>
          <w:lang w:bidi="fa-IR"/>
        </w:rPr>
        <w:t xml:space="preserve"> بايد بجا آورد و اگر در ركوع يا بعد از آن يادش بيايد نمازش چنانكه گفته شد باطل است</w:t>
      </w:r>
      <w:r w:rsidR="000C4B14">
        <w:rPr>
          <w:rtl/>
          <w:lang w:bidi="fa-IR"/>
        </w:rPr>
        <w:t>.</w:t>
      </w:r>
    </w:p>
    <w:p w:rsidR="003E3506" w:rsidRPr="003E3506" w:rsidRDefault="003E3506" w:rsidP="003E3506">
      <w:pPr>
        <w:pStyle w:val="libNormal"/>
        <w:rPr>
          <w:lang w:bidi="fa-IR"/>
        </w:rPr>
      </w:pPr>
      <w:r w:rsidRPr="003E3506">
        <w:rPr>
          <w:rtl/>
          <w:lang w:bidi="fa-IR"/>
        </w:rPr>
        <w:t>١١٨٦ - اگر شك كند عملى را كه ركن نيست بجا آورده يا نه</w:t>
      </w:r>
      <w:r w:rsidR="000C4B14">
        <w:rPr>
          <w:rtl/>
          <w:lang w:bidi="fa-IR"/>
        </w:rPr>
        <w:t>،</w:t>
      </w:r>
      <w:r w:rsidRPr="003E3506">
        <w:rPr>
          <w:rtl/>
          <w:lang w:bidi="fa-IR"/>
        </w:rPr>
        <w:t xml:space="preserve"> چنانچه مشغول كارى كه بعد از آن است شده</w:t>
      </w:r>
      <w:r w:rsidR="000C4B14">
        <w:rPr>
          <w:rtl/>
          <w:lang w:bidi="fa-IR"/>
        </w:rPr>
        <w:t>،</w:t>
      </w:r>
      <w:r w:rsidRPr="003E3506">
        <w:rPr>
          <w:rtl/>
          <w:lang w:bidi="fa-IR"/>
        </w:rPr>
        <w:t xml:space="preserve"> بايد به شك خود اعتنا نكند</w:t>
      </w:r>
      <w:r w:rsidR="000C4B14">
        <w:rPr>
          <w:rtl/>
          <w:lang w:bidi="fa-IR"/>
        </w:rPr>
        <w:t>،</w:t>
      </w:r>
      <w:r w:rsidRPr="003E3506">
        <w:rPr>
          <w:rtl/>
          <w:lang w:bidi="fa-IR"/>
        </w:rPr>
        <w:t xml:space="preserve"> مثلا موقعى كه مشغول خواندن سوره است</w:t>
      </w:r>
      <w:r w:rsidR="000C4B14">
        <w:rPr>
          <w:rtl/>
          <w:lang w:bidi="fa-IR"/>
        </w:rPr>
        <w:t>،</w:t>
      </w:r>
      <w:r w:rsidRPr="003E3506">
        <w:rPr>
          <w:rtl/>
          <w:lang w:bidi="fa-IR"/>
        </w:rPr>
        <w:t xml:space="preserve"> اگر شك كند كه حمد را خوانده يا نه</w:t>
      </w:r>
      <w:r w:rsidR="000C4B14">
        <w:rPr>
          <w:rtl/>
          <w:lang w:bidi="fa-IR"/>
        </w:rPr>
        <w:t>،</w:t>
      </w:r>
      <w:r w:rsidRPr="003E3506">
        <w:rPr>
          <w:rtl/>
          <w:lang w:bidi="fa-IR"/>
        </w:rPr>
        <w:t xml:space="preserve"> بايد به شك خود اعتنا نكند و اگر بعد يادش بيايد كه آن را بجا نياورده</w:t>
      </w:r>
      <w:r w:rsidR="000C4B14">
        <w:rPr>
          <w:rtl/>
          <w:lang w:bidi="fa-IR"/>
        </w:rPr>
        <w:t>،</w:t>
      </w:r>
      <w:r w:rsidRPr="003E3506">
        <w:rPr>
          <w:rtl/>
          <w:lang w:bidi="fa-IR"/>
        </w:rPr>
        <w:t xml:space="preserve"> در صورتى كه مشغول ركن بعد نشده</w:t>
      </w:r>
      <w:r w:rsidR="000C4B14">
        <w:rPr>
          <w:rtl/>
          <w:lang w:bidi="fa-IR"/>
        </w:rPr>
        <w:t>،</w:t>
      </w:r>
      <w:r w:rsidRPr="003E3506">
        <w:rPr>
          <w:rtl/>
          <w:lang w:bidi="fa-IR"/>
        </w:rPr>
        <w:t xml:space="preserve"> بايد بجا آورد و اگر مشغول ركن بعد شده نمازش صحيح است</w:t>
      </w:r>
      <w:r w:rsidR="000C4B14">
        <w:rPr>
          <w:rtl/>
          <w:lang w:bidi="fa-IR"/>
        </w:rPr>
        <w:t>،</w:t>
      </w:r>
      <w:r w:rsidRPr="003E3506">
        <w:rPr>
          <w:rtl/>
          <w:lang w:bidi="fa-IR"/>
        </w:rPr>
        <w:t xml:space="preserve"> بنابر اين اگر مثلا در قنوت يادش بيايد كه حمد را نخوانده بايد بخواند</w:t>
      </w:r>
      <w:r w:rsidR="000C4B14">
        <w:rPr>
          <w:rtl/>
          <w:lang w:bidi="fa-IR"/>
        </w:rPr>
        <w:t>،</w:t>
      </w:r>
      <w:r w:rsidRPr="003E3506">
        <w:rPr>
          <w:rtl/>
          <w:lang w:bidi="fa-IR"/>
        </w:rPr>
        <w:t xml:space="preserve"> و اگر در ركوع يادش بيايد نمازش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١١٨٧ - اگر شك كند كه سلام نماز را گفته يا نه</w:t>
      </w:r>
      <w:r w:rsidR="000C4B14">
        <w:rPr>
          <w:rtl/>
          <w:lang w:bidi="fa-IR"/>
        </w:rPr>
        <w:t>،</w:t>
      </w:r>
      <w:r w:rsidRPr="003E3506">
        <w:rPr>
          <w:rtl/>
          <w:lang w:bidi="fa-IR"/>
        </w:rPr>
        <w:t xml:space="preserve"> چنانچه مشغول به تعقيب نماز يا مشغول نماز ديگر شده يا به واسطه انجام كارى كه نماز را به هم مى زند</w:t>
      </w:r>
      <w:r w:rsidR="000C4B14">
        <w:rPr>
          <w:rtl/>
          <w:lang w:bidi="fa-IR"/>
        </w:rPr>
        <w:t>،</w:t>
      </w:r>
      <w:r w:rsidRPr="003E3506">
        <w:rPr>
          <w:rtl/>
          <w:lang w:bidi="fa-IR"/>
        </w:rPr>
        <w:t xml:space="preserve"> از حال نمازگزار بيرون رفته</w:t>
      </w:r>
      <w:r w:rsidR="000C4B14">
        <w:rPr>
          <w:rtl/>
          <w:lang w:bidi="fa-IR"/>
        </w:rPr>
        <w:t>،</w:t>
      </w:r>
      <w:r w:rsidRPr="003E3506">
        <w:rPr>
          <w:rtl/>
          <w:lang w:bidi="fa-IR"/>
        </w:rPr>
        <w:t xml:space="preserve"> بايد به شك خود اعتنا نكند و اگر پيش از اينها شك كند</w:t>
      </w:r>
      <w:r w:rsidR="000C4B14">
        <w:rPr>
          <w:rtl/>
          <w:lang w:bidi="fa-IR"/>
        </w:rPr>
        <w:t>،</w:t>
      </w:r>
      <w:r w:rsidRPr="003E3506">
        <w:rPr>
          <w:rtl/>
          <w:lang w:bidi="fa-IR"/>
        </w:rPr>
        <w:t xml:space="preserve"> بايد سلام را بگويد.</w:t>
      </w:r>
    </w:p>
    <w:p w:rsidR="003E3506" w:rsidRPr="003E3506" w:rsidRDefault="003E3506" w:rsidP="003E3506">
      <w:pPr>
        <w:pStyle w:val="libNormal"/>
        <w:rPr>
          <w:lang w:bidi="fa-IR"/>
        </w:rPr>
      </w:pPr>
      <w:r w:rsidRPr="003E3506">
        <w:rPr>
          <w:rtl/>
          <w:lang w:bidi="fa-IR"/>
        </w:rPr>
        <w:t>و اگر شك كند كه سلام را درست گفته يا نه به شك خود اعتنا نكند</w:t>
      </w:r>
      <w:r w:rsidR="000C4B14">
        <w:rPr>
          <w:rtl/>
          <w:lang w:bidi="fa-IR"/>
        </w:rPr>
        <w:t>،</w:t>
      </w:r>
      <w:r w:rsidRPr="003E3506">
        <w:rPr>
          <w:rtl/>
          <w:lang w:bidi="fa-IR"/>
        </w:rPr>
        <w:t xml:space="preserve"> در هر جايى كه باشد.</w:t>
      </w:r>
    </w:p>
    <w:p w:rsidR="003E3506" w:rsidRDefault="00605FAB" w:rsidP="00AF28D3">
      <w:pPr>
        <w:pStyle w:val="Heading3"/>
        <w:rPr>
          <w:rtl/>
          <w:lang w:bidi="fa-IR"/>
        </w:rPr>
      </w:pPr>
      <w:bookmarkStart w:id="145" w:name="_Toc24454568"/>
      <w:r>
        <w:rPr>
          <w:rtl/>
          <w:lang w:bidi="fa-IR"/>
        </w:rPr>
        <w:t>(</w:t>
      </w:r>
      <w:r w:rsidR="003E3506" w:rsidRPr="003E3506">
        <w:rPr>
          <w:rtl/>
          <w:lang w:bidi="fa-IR"/>
        </w:rPr>
        <w:t>شك بعد از سلام</w:t>
      </w:r>
      <w:r>
        <w:rPr>
          <w:rtl/>
          <w:lang w:bidi="fa-IR"/>
        </w:rPr>
        <w:t>)</w:t>
      </w:r>
      <w:bookmarkEnd w:id="145"/>
    </w:p>
    <w:p w:rsidR="003E3506" w:rsidRPr="003E3506" w:rsidRDefault="003E3506" w:rsidP="003E3506">
      <w:pPr>
        <w:pStyle w:val="libNormal"/>
        <w:rPr>
          <w:lang w:bidi="fa-IR"/>
        </w:rPr>
      </w:pPr>
      <w:r w:rsidRPr="003E3506">
        <w:rPr>
          <w:rtl/>
          <w:lang w:bidi="fa-IR"/>
        </w:rPr>
        <w:t>١١٨٨ - اگر بعد از سلام نماز شك كند كه نمازش صحيح بوده يا نه</w:t>
      </w:r>
      <w:r w:rsidR="000C4B14">
        <w:rPr>
          <w:rtl/>
          <w:lang w:bidi="fa-IR"/>
        </w:rPr>
        <w:t>،</w:t>
      </w:r>
      <w:r w:rsidRPr="003E3506">
        <w:rPr>
          <w:rtl/>
          <w:lang w:bidi="fa-IR"/>
        </w:rPr>
        <w:t xml:space="preserve"> مثلا شك كند ركوع كرده يا نه</w:t>
      </w:r>
      <w:r w:rsidR="000C4B14">
        <w:rPr>
          <w:rtl/>
          <w:lang w:bidi="fa-IR"/>
        </w:rPr>
        <w:t>،</w:t>
      </w:r>
      <w:r w:rsidRPr="003E3506">
        <w:rPr>
          <w:rtl/>
          <w:lang w:bidi="fa-IR"/>
        </w:rPr>
        <w:t xml:space="preserve"> يا بعد از سلام نماز چهار ركعتى شك كند كه چهار ركعت خوانده يا پنج ركعت</w:t>
      </w:r>
      <w:r w:rsidR="000C4B14">
        <w:rPr>
          <w:rtl/>
          <w:lang w:bidi="fa-IR"/>
        </w:rPr>
        <w:t>،</w:t>
      </w:r>
      <w:r w:rsidRPr="003E3506">
        <w:rPr>
          <w:rtl/>
          <w:lang w:bidi="fa-IR"/>
        </w:rPr>
        <w:t xml:space="preserve"> به شك خود اعتنا نكند</w:t>
      </w:r>
      <w:r w:rsidR="000C4B14">
        <w:rPr>
          <w:rtl/>
          <w:lang w:bidi="fa-IR"/>
        </w:rPr>
        <w:t>،</w:t>
      </w:r>
      <w:r w:rsidRPr="003E3506">
        <w:rPr>
          <w:rtl/>
          <w:lang w:bidi="fa-IR"/>
        </w:rPr>
        <w:t xml:space="preserve"> ولى اگر هر دو طرف شك او باطل باشد</w:t>
      </w:r>
      <w:r w:rsidR="000C4B14">
        <w:rPr>
          <w:rtl/>
          <w:lang w:bidi="fa-IR"/>
        </w:rPr>
        <w:t>،</w:t>
      </w:r>
      <w:r w:rsidRPr="003E3506">
        <w:rPr>
          <w:rtl/>
          <w:lang w:bidi="fa-IR"/>
        </w:rPr>
        <w:t xml:space="preserve"> مثلا بعد از سلام نماز چهار ركعتى شك كند كه سه ركعت خوانده يا پنج ركعت</w:t>
      </w:r>
      <w:r w:rsidR="000C4B14">
        <w:rPr>
          <w:rtl/>
          <w:lang w:bidi="fa-IR"/>
        </w:rPr>
        <w:t>،</w:t>
      </w:r>
      <w:r w:rsidRPr="003E3506">
        <w:rPr>
          <w:rtl/>
          <w:lang w:bidi="fa-IR"/>
        </w:rPr>
        <w:t xml:space="preserve"> نمازش باطل است</w:t>
      </w:r>
      <w:r w:rsidR="000C4B14">
        <w:rPr>
          <w:rtl/>
          <w:lang w:bidi="fa-IR"/>
        </w:rPr>
        <w:t>.</w:t>
      </w:r>
    </w:p>
    <w:p w:rsidR="003E3506" w:rsidRDefault="00605FAB" w:rsidP="005C4A4E">
      <w:pPr>
        <w:pStyle w:val="Heading3"/>
        <w:rPr>
          <w:rtl/>
          <w:lang w:bidi="fa-IR"/>
        </w:rPr>
      </w:pPr>
      <w:bookmarkStart w:id="146" w:name="_Toc24454569"/>
      <w:r>
        <w:rPr>
          <w:rtl/>
          <w:lang w:bidi="fa-IR"/>
        </w:rPr>
        <w:t>(</w:t>
      </w:r>
      <w:r w:rsidR="003E3506" w:rsidRPr="003E3506">
        <w:rPr>
          <w:rtl/>
          <w:lang w:bidi="fa-IR"/>
        </w:rPr>
        <w:t>شك بعد از وقت</w:t>
      </w:r>
      <w:r>
        <w:rPr>
          <w:rtl/>
          <w:lang w:bidi="fa-IR"/>
        </w:rPr>
        <w:t>)</w:t>
      </w:r>
      <w:bookmarkEnd w:id="146"/>
    </w:p>
    <w:p w:rsidR="003E3506" w:rsidRPr="003E3506" w:rsidRDefault="003E3506" w:rsidP="003E3506">
      <w:pPr>
        <w:pStyle w:val="libNormal"/>
        <w:rPr>
          <w:lang w:bidi="fa-IR"/>
        </w:rPr>
      </w:pPr>
      <w:r w:rsidRPr="003E3506">
        <w:rPr>
          <w:rtl/>
          <w:lang w:bidi="fa-IR"/>
        </w:rPr>
        <w:t>١١٨٩ - اگر بعد از گذشتن وقت نماز</w:t>
      </w:r>
      <w:r w:rsidR="000C4B14">
        <w:rPr>
          <w:rtl/>
          <w:lang w:bidi="fa-IR"/>
        </w:rPr>
        <w:t>،</w:t>
      </w:r>
      <w:r w:rsidRPr="003E3506">
        <w:rPr>
          <w:rtl/>
          <w:lang w:bidi="fa-IR"/>
        </w:rPr>
        <w:t xml:space="preserve"> شك كند كه نماز خوانده يا نه</w:t>
      </w:r>
      <w:r w:rsidR="000C4B14">
        <w:rPr>
          <w:rtl/>
          <w:lang w:bidi="fa-IR"/>
        </w:rPr>
        <w:t>،</w:t>
      </w:r>
      <w:r w:rsidRPr="003E3506">
        <w:rPr>
          <w:rtl/>
          <w:lang w:bidi="fa-IR"/>
        </w:rPr>
        <w:t xml:space="preserve"> يا گمان كند كه نخوانده</w:t>
      </w:r>
      <w:r w:rsidR="000C4B14">
        <w:rPr>
          <w:rtl/>
          <w:lang w:bidi="fa-IR"/>
        </w:rPr>
        <w:t>،</w:t>
      </w:r>
      <w:r w:rsidRPr="003E3506">
        <w:rPr>
          <w:rtl/>
          <w:lang w:bidi="fa-IR"/>
        </w:rPr>
        <w:t xml:space="preserve"> خواندن آن لازم نيست</w:t>
      </w:r>
      <w:r w:rsidR="000C4B14">
        <w:rPr>
          <w:rtl/>
          <w:lang w:bidi="fa-IR"/>
        </w:rPr>
        <w:t>،</w:t>
      </w:r>
      <w:r w:rsidRPr="003E3506">
        <w:rPr>
          <w:rtl/>
          <w:lang w:bidi="fa-IR"/>
        </w:rPr>
        <w:t xml:space="preserve"> ولى اگر پيش از گذشتن وقت شك كند كه نماز خوانده يا نه</w:t>
      </w:r>
      <w:r w:rsidR="000C4B14">
        <w:rPr>
          <w:rtl/>
          <w:lang w:bidi="fa-IR"/>
        </w:rPr>
        <w:t>،</w:t>
      </w:r>
      <w:r w:rsidRPr="003E3506">
        <w:rPr>
          <w:rtl/>
          <w:lang w:bidi="fa-IR"/>
        </w:rPr>
        <w:t xml:space="preserve"> اگر چه گمان كند كه خوانده است</w:t>
      </w:r>
      <w:r w:rsidR="000C4B14">
        <w:rPr>
          <w:rtl/>
          <w:lang w:bidi="fa-IR"/>
        </w:rPr>
        <w:t>،</w:t>
      </w:r>
      <w:r w:rsidRPr="003E3506">
        <w:rPr>
          <w:rtl/>
          <w:lang w:bidi="fa-IR"/>
        </w:rPr>
        <w:t xml:space="preserve"> بايد آن نماز را بخواند.</w:t>
      </w:r>
    </w:p>
    <w:p w:rsidR="003E3506" w:rsidRPr="003E3506" w:rsidRDefault="003E3506" w:rsidP="003E3506">
      <w:pPr>
        <w:pStyle w:val="libNormal"/>
        <w:rPr>
          <w:lang w:bidi="fa-IR"/>
        </w:rPr>
      </w:pPr>
      <w:r w:rsidRPr="003E3506">
        <w:rPr>
          <w:rtl/>
          <w:lang w:bidi="fa-IR"/>
        </w:rPr>
        <w:t>١١٩٠ - اگر بعد از گذشتن وقت شك كند كه نماز را درست خوانده يا نه</w:t>
      </w:r>
      <w:r w:rsidR="000C4B14">
        <w:rPr>
          <w:rtl/>
          <w:lang w:bidi="fa-IR"/>
        </w:rPr>
        <w:t>،</w:t>
      </w:r>
      <w:r w:rsidRPr="003E3506">
        <w:rPr>
          <w:rtl/>
          <w:lang w:bidi="fa-IR"/>
        </w:rPr>
        <w:t xml:space="preserve"> به شك خود اعتنا نكند.</w:t>
      </w:r>
    </w:p>
    <w:p w:rsidR="003E3506" w:rsidRPr="003E3506" w:rsidRDefault="003E3506" w:rsidP="003E3506">
      <w:pPr>
        <w:pStyle w:val="libNormal"/>
        <w:rPr>
          <w:lang w:bidi="fa-IR"/>
        </w:rPr>
      </w:pPr>
      <w:r w:rsidRPr="003E3506">
        <w:rPr>
          <w:rtl/>
          <w:lang w:bidi="fa-IR"/>
        </w:rPr>
        <w:t>١١٩١ - اگر بعد از گذشتن وقت نماز ظهر و عصر بداند چهار ركعت نماز خوانده</w:t>
      </w:r>
      <w:r w:rsidR="000C4B14">
        <w:rPr>
          <w:rtl/>
          <w:lang w:bidi="fa-IR"/>
        </w:rPr>
        <w:t>،</w:t>
      </w:r>
      <w:r w:rsidRPr="003E3506">
        <w:rPr>
          <w:rtl/>
          <w:lang w:bidi="fa-IR"/>
        </w:rPr>
        <w:t xml:space="preserve"> ولى نداند به نيت ظهر خوانده يا به نيت عصر</w:t>
      </w:r>
      <w:r w:rsidR="000C4B14">
        <w:rPr>
          <w:rtl/>
          <w:lang w:bidi="fa-IR"/>
        </w:rPr>
        <w:t>،</w:t>
      </w:r>
      <w:r w:rsidRPr="003E3506">
        <w:rPr>
          <w:rtl/>
          <w:lang w:bidi="fa-IR"/>
        </w:rPr>
        <w:t xml:space="preserve"> بايد چهار ركعت نماز قضاء به نيت نمازى كه بر او واجب است بخواند.</w:t>
      </w:r>
    </w:p>
    <w:p w:rsidR="003E3506" w:rsidRPr="003E3506" w:rsidRDefault="003E3506" w:rsidP="003E3506">
      <w:pPr>
        <w:pStyle w:val="libNormal"/>
        <w:rPr>
          <w:lang w:bidi="fa-IR"/>
        </w:rPr>
      </w:pPr>
      <w:r w:rsidRPr="003E3506">
        <w:rPr>
          <w:rtl/>
          <w:lang w:bidi="fa-IR"/>
        </w:rPr>
        <w:t>١١٩٢ - اگر بعد از گذشتن وقت نماز مغرب و عشا</w:t>
      </w:r>
      <w:r w:rsidR="000C4B14">
        <w:rPr>
          <w:rtl/>
          <w:lang w:bidi="fa-IR"/>
        </w:rPr>
        <w:t>،</w:t>
      </w:r>
      <w:r w:rsidRPr="003E3506">
        <w:rPr>
          <w:rtl/>
          <w:lang w:bidi="fa-IR"/>
        </w:rPr>
        <w:t xml:space="preserve"> بداند يك نماز خوانده</w:t>
      </w:r>
      <w:r w:rsidR="000C4B14">
        <w:rPr>
          <w:rtl/>
          <w:lang w:bidi="fa-IR"/>
        </w:rPr>
        <w:t>،</w:t>
      </w:r>
      <w:r w:rsidRPr="003E3506">
        <w:rPr>
          <w:rtl/>
          <w:lang w:bidi="fa-IR"/>
        </w:rPr>
        <w:t xml:space="preserve"> ولى نداند سه ركعتى خوانده يا چهار ركعتى</w:t>
      </w:r>
      <w:r w:rsidR="000C4B14">
        <w:rPr>
          <w:rtl/>
          <w:lang w:bidi="fa-IR"/>
        </w:rPr>
        <w:t>،</w:t>
      </w:r>
      <w:r w:rsidRPr="003E3506">
        <w:rPr>
          <w:rtl/>
          <w:lang w:bidi="fa-IR"/>
        </w:rPr>
        <w:t xml:space="preserve"> بايد قضاى نماز مغرب و عشا را بخواند.</w:t>
      </w:r>
    </w:p>
    <w:p w:rsidR="003E3506" w:rsidRDefault="00605FAB" w:rsidP="005C4A4E">
      <w:pPr>
        <w:pStyle w:val="Heading3"/>
        <w:rPr>
          <w:rtl/>
          <w:lang w:bidi="fa-IR"/>
        </w:rPr>
      </w:pPr>
      <w:bookmarkStart w:id="147" w:name="_Toc24454570"/>
      <w:r>
        <w:rPr>
          <w:rtl/>
          <w:lang w:bidi="fa-IR"/>
        </w:rPr>
        <w:lastRenderedPageBreak/>
        <w:t>(</w:t>
      </w:r>
      <w:r w:rsidR="003E3506" w:rsidRPr="003E3506">
        <w:rPr>
          <w:rtl/>
          <w:lang w:bidi="fa-IR"/>
        </w:rPr>
        <w:t xml:space="preserve">كثير الشك </w:t>
      </w:r>
      <w:r>
        <w:rPr>
          <w:rtl/>
          <w:lang w:bidi="fa-IR"/>
        </w:rPr>
        <w:t>(</w:t>
      </w:r>
      <w:r w:rsidR="003E3506" w:rsidRPr="003E3506">
        <w:rPr>
          <w:rtl/>
          <w:lang w:bidi="fa-IR"/>
        </w:rPr>
        <w:t>كسى كه زياد شك مى كند</w:t>
      </w:r>
      <w:r>
        <w:rPr>
          <w:rtl/>
          <w:lang w:bidi="fa-IR"/>
        </w:rPr>
        <w:t>))</w:t>
      </w:r>
      <w:bookmarkEnd w:id="147"/>
    </w:p>
    <w:p w:rsidR="003E3506" w:rsidRPr="003E3506" w:rsidRDefault="003E3506" w:rsidP="003E3506">
      <w:pPr>
        <w:pStyle w:val="libNormal"/>
        <w:rPr>
          <w:lang w:bidi="fa-IR"/>
        </w:rPr>
      </w:pPr>
      <w:r w:rsidRPr="003E3506">
        <w:rPr>
          <w:rtl/>
          <w:lang w:bidi="fa-IR"/>
        </w:rPr>
        <w:t>١١٩٣ - كثير الشك كسى است كه زياد شك مى كند به اين معنى كه بيش از كسانى كه مانند او هستند از جهت بودن يا نبودن اسباب اغتشاش حواس شك كند پس كسى كه موجب اغتشاش حواس ندارد و در هر سه نماز لا اقل يك مرتبه شك كند</w:t>
      </w:r>
      <w:r w:rsidR="000C4B14">
        <w:rPr>
          <w:rtl/>
          <w:lang w:bidi="fa-IR"/>
        </w:rPr>
        <w:t>،</w:t>
      </w:r>
      <w:r w:rsidRPr="003E3506">
        <w:rPr>
          <w:rtl/>
          <w:lang w:bidi="fa-IR"/>
        </w:rPr>
        <w:t xml:space="preserve"> چنين شخصى به شك خود اعتنا نكند.</w:t>
      </w:r>
    </w:p>
    <w:p w:rsidR="003E3506" w:rsidRPr="003E3506" w:rsidRDefault="003E3506" w:rsidP="003E3506">
      <w:pPr>
        <w:pStyle w:val="libNormal"/>
        <w:rPr>
          <w:lang w:bidi="fa-IR"/>
        </w:rPr>
      </w:pPr>
      <w:r w:rsidRPr="003E3506">
        <w:rPr>
          <w:rtl/>
          <w:lang w:bidi="fa-IR"/>
        </w:rPr>
        <w:t>١١٩٤ - كثير الشك اگر در بجا آوردن چيزى از اجزاء نماز شك كند بايد بنا بگذارد كه آن را بجا آورده</w:t>
      </w:r>
      <w:r w:rsidR="000C4B14">
        <w:rPr>
          <w:rtl/>
          <w:lang w:bidi="fa-IR"/>
        </w:rPr>
        <w:t>،</w:t>
      </w:r>
      <w:r w:rsidRPr="003E3506">
        <w:rPr>
          <w:rtl/>
          <w:lang w:bidi="fa-IR"/>
        </w:rPr>
        <w:t xml:space="preserve"> مثلا اگر شك كند كه ركوع كرده يا نه</w:t>
      </w:r>
      <w:r w:rsidR="000C4B14">
        <w:rPr>
          <w:rtl/>
          <w:lang w:bidi="fa-IR"/>
        </w:rPr>
        <w:t>،</w:t>
      </w:r>
      <w:r w:rsidRPr="003E3506">
        <w:rPr>
          <w:rtl/>
          <w:lang w:bidi="fa-IR"/>
        </w:rPr>
        <w:t xml:space="preserve"> بايد بنا بگذارد كه ركوع كرده است و اگر در بجا آوردن چيزى شك كند كه نماز را باطل مى كند</w:t>
      </w:r>
      <w:r w:rsidR="000C4B14">
        <w:rPr>
          <w:rtl/>
          <w:lang w:bidi="fa-IR"/>
        </w:rPr>
        <w:t>،</w:t>
      </w:r>
      <w:r w:rsidRPr="003E3506">
        <w:rPr>
          <w:rtl/>
          <w:lang w:bidi="fa-IR"/>
        </w:rPr>
        <w:t xml:space="preserve"> مثل اينكه شك كند كه نماز صبح را دو ركعت خوانده يا سه ركعت بنا را بر صحت مى گذارد.</w:t>
      </w:r>
    </w:p>
    <w:p w:rsidR="003E3506" w:rsidRPr="003E3506" w:rsidRDefault="003E3506" w:rsidP="003E3506">
      <w:pPr>
        <w:pStyle w:val="libNormal"/>
        <w:rPr>
          <w:lang w:bidi="fa-IR"/>
        </w:rPr>
      </w:pPr>
      <w:r w:rsidRPr="003E3506">
        <w:rPr>
          <w:rtl/>
          <w:lang w:bidi="fa-IR"/>
        </w:rPr>
        <w:t>١١٩٥ - كسى كه در يك چيز نماز زياد شك مى كند به طورى كه زيادى شك از مختصات آن چيز حساب شود</w:t>
      </w:r>
      <w:r w:rsidR="000C4B14">
        <w:rPr>
          <w:rtl/>
          <w:lang w:bidi="fa-IR"/>
        </w:rPr>
        <w:t>،</w:t>
      </w:r>
      <w:r w:rsidRPr="003E3506">
        <w:rPr>
          <w:rtl/>
          <w:lang w:bidi="fa-IR"/>
        </w:rPr>
        <w:t xml:space="preserve"> چنانچه در چيزهاى ديگر نماز شك كند</w:t>
      </w:r>
      <w:r w:rsidR="000C4B14">
        <w:rPr>
          <w:rtl/>
          <w:lang w:bidi="fa-IR"/>
        </w:rPr>
        <w:t>،</w:t>
      </w:r>
      <w:r w:rsidRPr="003E3506">
        <w:rPr>
          <w:rtl/>
          <w:lang w:bidi="fa-IR"/>
        </w:rPr>
        <w:t xml:space="preserve"> بايد به دستور آن عمل نمايد</w:t>
      </w:r>
      <w:r w:rsidR="000C4B14">
        <w:rPr>
          <w:rtl/>
          <w:lang w:bidi="fa-IR"/>
        </w:rPr>
        <w:t>،</w:t>
      </w:r>
      <w:r w:rsidRPr="003E3506">
        <w:rPr>
          <w:rtl/>
          <w:lang w:bidi="fa-IR"/>
        </w:rPr>
        <w:t xml:space="preserve"> مثلا كسى كه زيادى شك او در اين است كه سجده كرده يا نه</w:t>
      </w:r>
      <w:r w:rsidR="000C4B14">
        <w:rPr>
          <w:rtl/>
          <w:lang w:bidi="fa-IR"/>
        </w:rPr>
        <w:t>،</w:t>
      </w:r>
      <w:r w:rsidRPr="003E3506">
        <w:rPr>
          <w:rtl/>
          <w:lang w:bidi="fa-IR"/>
        </w:rPr>
        <w:t xml:space="preserve"> اگر در بجا آوردن ركوع شك كند بايد به دستور آن رفتار نمايد</w:t>
      </w:r>
      <w:r w:rsidR="000C4B14">
        <w:rPr>
          <w:rtl/>
          <w:lang w:bidi="fa-IR"/>
        </w:rPr>
        <w:t>،</w:t>
      </w:r>
      <w:r w:rsidRPr="003E3506">
        <w:rPr>
          <w:rtl/>
          <w:lang w:bidi="fa-IR"/>
        </w:rPr>
        <w:t xml:space="preserve"> يعنى اگر به سجده نرفته ركوع را بجا آورد و اگر به سجده رفته اعتنا نكند.</w:t>
      </w:r>
    </w:p>
    <w:p w:rsidR="005C4A4E" w:rsidRDefault="003E3506" w:rsidP="003E3506">
      <w:pPr>
        <w:pStyle w:val="libNormal"/>
        <w:rPr>
          <w:rtl/>
          <w:lang w:bidi="fa-IR"/>
        </w:rPr>
      </w:pPr>
      <w:r w:rsidRPr="003E3506">
        <w:rPr>
          <w:rtl/>
          <w:lang w:bidi="fa-IR"/>
        </w:rPr>
        <w:t>١١٩٦ - كسى كه در نماز مخصوصى مثلا در نماز ظهر زياد شك مى كند</w:t>
      </w:r>
      <w:r w:rsidR="000C4B14">
        <w:rPr>
          <w:rtl/>
          <w:lang w:bidi="fa-IR"/>
        </w:rPr>
        <w:t>،</w:t>
      </w:r>
      <w:r w:rsidRPr="003E3506">
        <w:rPr>
          <w:rtl/>
          <w:lang w:bidi="fa-IR"/>
        </w:rPr>
        <w:t xml:space="preserve"> اگر در نماز ديگر مثلا در نماز عصر شك كند</w:t>
      </w:r>
      <w:r w:rsidR="000C4B14">
        <w:rPr>
          <w:rtl/>
          <w:lang w:bidi="fa-IR"/>
        </w:rPr>
        <w:t>،</w:t>
      </w:r>
      <w:r w:rsidRPr="003E3506">
        <w:rPr>
          <w:rtl/>
          <w:lang w:bidi="fa-IR"/>
        </w:rPr>
        <w:t xml:space="preserve"> بايد به دستور شك رفتار نمايد.</w:t>
      </w:r>
    </w:p>
    <w:p w:rsidR="003E3506" w:rsidRPr="003E3506" w:rsidRDefault="003E3506" w:rsidP="003E3506">
      <w:pPr>
        <w:pStyle w:val="libNormal"/>
        <w:rPr>
          <w:lang w:bidi="fa-IR"/>
        </w:rPr>
      </w:pPr>
      <w:r w:rsidRPr="003E3506">
        <w:rPr>
          <w:rtl/>
          <w:lang w:bidi="fa-IR"/>
        </w:rPr>
        <w:t>١١٩٧ - كسى كه فقط وقتى كه در جاى مخصوصى نماز مى خواند</w:t>
      </w:r>
      <w:r w:rsidR="000C4B14">
        <w:rPr>
          <w:rtl/>
          <w:lang w:bidi="fa-IR"/>
        </w:rPr>
        <w:t>،</w:t>
      </w:r>
      <w:r w:rsidRPr="003E3506">
        <w:rPr>
          <w:rtl/>
          <w:lang w:bidi="fa-IR"/>
        </w:rPr>
        <w:t xml:space="preserve"> زياد شك مى كند</w:t>
      </w:r>
      <w:r w:rsidR="000C4B14">
        <w:rPr>
          <w:rtl/>
          <w:lang w:bidi="fa-IR"/>
        </w:rPr>
        <w:t>،</w:t>
      </w:r>
      <w:r w:rsidRPr="003E3506">
        <w:rPr>
          <w:rtl/>
          <w:lang w:bidi="fa-IR"/>
        </w:rPr>
        <w:t xml:space="preserve"> اگر در غير آنجا نماز بخواند و شكى براى او پيش آيد</w:t>
      </w:r>
      <w:r w:rsidR="000C4B14">
        <w:rPr>
          <w:rtl/>
          <w:lang w:bidi="fa-IR"/>
        </w:rPr>
        <w:t>،</w:t>
      </w:r>
      <w:r w:rsidRPr="003E3506">
        <w:rPr>
          <w:rtl/>
          <w:lang w:bidi="fa-IR"/>
        </w:rPr>
        <w:t xml:space="preserve"> بايد به دستور شك عمل نمايد.</w:t>
      </w:r>
    </w:p>
    <w:p w:rsidR="003E3506" w:rsidRPr="003E3506" w:rsidRDefault="003E3506" w:rsidP="003E3506">
      <w:pPr>
        <w:pStyle w:val="libNormal"/>
        <w:rPr>
          <w:lang w:bidi="fa-IR"/>
        </w:rPr>
      </w:pPr>
      <w:r w:rsidRPr="003E3506">
        <w:rPr>
          <w:rtl/>
          <w:lang w:bidi="fa-IR"/>
        </w:rPr>
        <w:t>١١٩٨ - اگر انسان شك كند كه كثير الشك شده يا نه</w:t>
      </w:r>
      <w:r w:rsidR="000C4B14">
        <w:rPr>
          <w:rtl/>
          <w:lang w:bidi="fa-IR"/>
        </w:rPr>
        <w:t>،</w:t>
      </w:r>
      <w:r w:rsidRPr="003E3506">
        <w:rPr>
          <w:rtl/>
          <w:lang w:bidi="fa-IR"/>
        </w:rPr>
        <w:t xml:space="preserve"> بايد به دستور شك عمل نمايد</w:t>
      </w:r>
      <w:r w:rsidR="000C4B14">
        <w:rPr>
          <w:rtl/>
          <w:lang w:bidi="fa-IR"/>
        </w:rPr>
        <w:t>،</w:t>
      </w:r>
      <w:r w:rsidRPr="003E3506">
        <w:rPr>
          <w:rtl/>
          <w:lang w:bidi="fa-IR"/>
        </w:rPr>
        <w:t xml:space="preserve"> و كثير الشك تا وقتى يقين نكند كه به حال معمولى مردم برگشته بايد به شك خود اعتنا نكند.</w:t>
      </w:r>
    </w:p>
    <w:p w:rsidR="003E3506" w:rsidRPr="003E3506" w:rsidRDefault="003E3506" w:rsidP="003E3506">
      <w:pPr>
        <w:pStyle w:val="libNormal"/>
        <w:rPr>
          <w:lang w:bidi="fa-IR"/>
        </w:rPr>
      </w:pPr>
      <w:r w:rsidRPr="003E3506">
        <w:rPr>
          <w:rtl/>
          <w:lang w:bidi="fa-IR"/>
        </w:rPr>
        <w:t>١١٩٩ - كسى كه زياد شك مى كند</w:t>
      </w:r>
      <w:r w:rsidR="000C4B14">
        <w:rPr>
          <w:rtl/>
          <w:lang w:bidi="fa-IR"/>
        </w:rPr>
        <w:t>،</w:t>
      </w:r>
      <w:r w:rsidRPr="003E3506">
        <w:rPr>
          <w:rtl/>
          <w:lang w:bidi="fa-IR"/>
        </w:rPr>
        <w:t xml:space="preserve"> اگر شك كند ركنى را جا آورده يا نه</w:t>
      </w:r>
      <w:r w:rsidR="000C4B14">
        <w:rPr>
          <w:rtl/>
          <w:lang w:bidi="fa-IR"/>
        </w:rPr>
        <w:t>،</w:t>
      </w:r>
      <w:r w:rsidRPr="003E3506">
        <w:rPr>
          <w:rtl/>
          <w:lang w:bidi="fa-IR"/>
        </w:rPr>
        <w:t xml:space="preserve"> و اعتنا نكند بعد يادش بيايد كه آن را بجا نياورده</w:t>
      </w:r>
      <w:r w:rsidR="000C4B14">
        <w:rPr>
          <w:rtl/>
          <w:lang w:bidi="fa-IR"/>
        </w:rPr>
        <w:t>،</w:t>
      </w:r>
      <w:r w:rsidRPr="003E3506">
        <w:rPr>
          <w:rtl/>
          <w:lang w:bidi="fa-IR"/>
        </w:rPr>
        <w:t xml:space="preserve"> چنانچه مشغول ركن بعد نشده</w:t>
      </w:r>
      <w:r w:rsidR="000C4B14">
        <w:rPr>
          <w:rtl/>
          <w:lang w:bidi="fa-IR"/>
        </w:rPr>
        <w:t>،</w:t>
      </w:r>
      <w:r w:rsidRPr="003E3506">
        <w:rPr>
          <w:rtl/>
          <w:lang w:bidi="fa-IR"/>
        </w:rPr>
        <w:t xml:space="preserve"> بايد آن را بجا آورد</w:t>
      </w:r>
      <w:r w:rsidR="000C4B14">
        <w:rPr>
          <w:rtl/>
          <w:lang w:bidi="fa-IR"/>
        </w:rPr>
        <w:t>،</w:t>
      </w:r>
      <w:r w:rsidRPr="003E3506">
        <w:rPr>
          <w:rtl/>
          <w:lang w:bidi="fa-IR"/>
        </w:rPr>
        <w:t xml:space="preserve"> و اگر </w:t>
      </w:r>
      <w:r w:rsidRPr="003E3506">
        <w:rPr>
          <w:rtl/>
          <w:lang w:bidi="fa-IR"/>
        </w:rPr>
        <w:lastRenderedPageBreak/>
        <w:t>مشغول ركن بعد شده نمازش بنابر احتياط باطل است</w:t>
      </w:r>
      <w:r w:rsidR="000C4B14">
        <w:rPr>
          <w:rtl/>
          <w:lang w:bidi="fa-IR"/>
        </w:rPr>
        <w:t>،</w:t>
      </w:r>
      <w:r w:rsidRPr="003E3506">
        <w:rPr>
          <w:rtl/>
          <w:lang w:bidi="fa-IR"/>
        </w:rPr>
        <w:t xml:space="preserve"> مثلا اگر شك كند ركوع كرده يا نه</w:t>
      </w:r>
      <w:r w:rsidR="000C4B14">
        <w:rPr>
          <w:rtl/>
          <w:lang w:bidi="fa-IR"/>
        </w:rPr>
        <w:t>،</w:t>
      </w:r>
      <w:r w:rsidRPr="003E3506">
        <w:rPr>
          <w:rtl/>
          <w:lang w:bidi="fa-IR"/>
        </w:rPr>
        <w:t xml:space="preserve"> و اعتنا نكند</w:t>
      </w:r>
      <w:r w:rsidR="000C4B14">
        <w:rPr>
          <w:rtl/>
          <w:lang w:bidi="fa-IR"/>
        </w:rPr>
        <w:t>،</w:t>
      </w:r>
      <w:r w:rsidRPr="003E3506">
        <w:rPr>
          <w:rtl/>
          <w:lang w:bidi="fa-IR"/>
        </w:rPr>
        <w:t xml:space="preserve"> چنانچه پيش از سجده دوم يادش بيايد كه ركوع نكرده است</w:t>
      </w:r>
      <w:r w:rsidR="000C4B14">
        <w:rPr>
          <w:rtl/>
          <w:lang w:bidi="fa-IR"/>
        </w:rPr>
        <w:t>،</w:t>
      </w:r>
      <w:r w:rsidRPr="003E3506">
        <w:rPr>
          <w:rtl/>
          <w:lang w:bidi="fa-IR"/>
        </w:rPr>
        <w:t xml:space="preserve"> بايد برگردد و ركوع كند و اگر در سجده دوم يادش بيايد</w:t>
      </w:r>
      <w:r w:rsidR="000C4B14">
        <w:rPr>
          <w:rtl/>
          <w:lang w:bidi="fa-IR"/>
        </w:rPr>
        <w:t>،</w:t>
      </w:r>
      <w:r w:rsidRPr="003E3506">
        <w:rPr>
          <w:rtl/>
          <w:lang w:bidi="fa-IR"/>
        </w:rPr>
        <w:t xml:space="preserve"> نمازش بنابر احتياط باطل است</w:t>
      </w:r>
      <w:r w:rsidR="000C4B14">
        <w:rPr>
          <w:rtl/>
          <w:lang w:bidi="fa-IR"/>
        </w:rPr>
        <w:t>.</w:t>
      </w:r>
    </w:p>
    <w:p w:rsidR="003E3506" w:rsidRPr="003E3506" w:rsidRDefault="003E3506" w:rsidP="003E3506">
      <w:pPr>
        <w:pStyle w:val="libNormal"/>
        <w:rPr>
          <w:lang w:bidi="fa-IR"/>
        </w:rPr>
      </w:pPr>
      <w:r w:rsidRPr="003E3506">
        <w:rPr>
          <w:rtl/>
          <w:lang w:bidi="fa-IR"/>
        </w:rPr>
        <w:t>١٢٠٠ - كسى كه زياد شك مى كند اگر شك كند چيزى را كه ركن نيست بجا آورده يا نه و اعتنا نكند و بعد يادش بيايد كه آن را بجا نياورده چنانچه از محل بجا آوردن آن نگذشته</w:t>
      </w:r>
      <w:r w:rsidR="000C4B14">
        <w:rPr>
          <w:rtl/>
          <w:lang w:bidi="fa-IR"/>
        </w:rPr>
        <w:t>،</w:t>
      </w:r>
      <w:r w:rsidRPr="003E3506">
        <w:rPr>
          <w:rtl/>
          <w:lang w:bidi="fa-IR"/>
        </w:rPr>
        <w:t xml:space="preserve"> بايد آن را بجا آورد و اگر از محل آن گذشته نمازش صحيح است</w:t>
      </w:r>
      <w:r w:rsidR="000C4B14">
        <w:rPr>
          <w:rtl/>
          <w:lang w:bidi="fa-IR"/>
        </w:rPr>
        <w:t>،</w:t>
      </w:r>
      <w:r w:rsidRPr="003E3506">
        <w:rPr>
          <w:rtl/>
          <w:lang w:bidi="fa-IR"/>
        </w:rPr>
        <w:t xml:space="preserve"> مثلا اگر شك كند كه حمد خوانده يا نه و اعتنا نكند چنانچه در قنوت يادش بيايد كه حمد نخوانده بايد بخواند</w:t>
      </w:r>
      <w:r w:rsidR="000C4B14">
        <w:rPr>
          <w:rtl/>
          <w:lang w:bidi="fa-IR"/>
        </w:rPr>
        <w:t>،</w:t>
      </w:r>
      <w:r w:rsidRPr="003E3506">
        <w:rPr>
          <w:rtl/>
          <w:lang w:bidi="fa-IR"/>
        </w:rPr>
        <w:t xml:space="preserve"> و اگر در ركوع يادش بيايد</w:t>
      </w:r>
      <w:r w:rsidR="000C4B14">
        <w:rPr>
          <w:rtl/>
          <w:lang w:bidi="fa-IR"/>
        </w:rPr>
        <w:t>،</w:t>
      </w:r>
      <w:r w:rsidRPr="003E3506">
        <w:rPr>
          <w:rtl/>
          <w:lang w:bidi="fa-IR"/>
        </w:rPr>
        <w:t xml:space="preserve"> نمازش صحيح است</w:t>
      </w:r>
      <w:r w:rsidR="000C4B14">
        <w:rPr>
          <w:rtl/>
          <w:lang w:bidi="fa-IR"/>
        </w:rPr>
        <w:t>.</w:t>
      </w:r>
    </w:p>
    <w:p w:rsidR="003E3506" w:rsidRDefault="00605FAB" w:rsidP="005C4A4E">
      <w:pPr>
        <w:pStyle w:val="Heading3"/>
        <w:rPr>
          <w:rtl/>
          <w:lang w:bidi="fa-IR"/>
        </w:rPr>
      </w:pPr>
      <w:bookmarkStart w:id="148" w:name="_Toc24454571"/>
      <w:r>
        <w:rPr>
          <w:rtl/>
          <w:lang w:bidi="fa-IR"/>
        </w:rPr>
        <w:t>(</w:t>
      </w:r>
      <w:r w:rsidR="003E3506" w:rsidRPr="003E3506">
        <w:rPr>
          <w:rtl/>
          <w:lang w:bidi="fa-IR"/>
        </w:rPr>
        <w:t>شك امام و ماموم</w:t>
      </w:r>
      <w:r>
        <w:rPr>
          <w:rtl/>
          <w:lang w:bidi="fa-IR"/>
        </w:rPr>
        <w:t>)</w:t>
      </w:r>
      <w:bookmarkEnd w:id="148"/>
    </w:p>
    <w:p w:rsidR="003E3506" w:rsidRPr="003E3506" w:rsidRDefault="003E3506" w:rsidP="003E3506">
      <w:pPr>
        <w:pStyle w:val="libNormal"/>
        <w:rPr>
          <w:lang w:bidi="fa-IR"/>
        </w:rPr>
      </w:pPr>
      <w:r w:rsidRPr="003E3506">
        <w:rPr>
          <w:rtl/>
          <w:lang w:bidi="fa-IR"/>
        </w:rPr>
        <w:t>١٢٠١ - اگر امام جماعت در شماره ركعت</w:t>
      </w:r>
      <w:r w:rsidR="005C4A4E">
        <w:rPr>
          <w:rFonts w:hint="cs"/>
          <w:rtl/>
          <w:lang w:bidi="fa-IR"/>
        </w:rPr>
        <w:t xml:space="preserve"> </w:t>
      </w:r>
      <w:r w:rsidRPr="003E3506">
        <w:rPr>
          <w:rtl/>
          <w:lang w:bidi="fa-IR"/>
        </w:rPr>
        <w:t>هاى نماز شك كند</w:t>
      </w:r>
      <w:r w:rsidR="000C4B14">
        <w:rPr>
          <w:rtl/>
          <w:lang w:bidi="fa-IR"/>
        </w:rPr>
        <w:t>،</w:t>
      </w:r>
      <w:r w:rsidRPr="003E3506">
        <w:rPr>
          <w:rtl/>
          <w:lang w:bidi="fa-IR"/>
        </w:rPr>
        <w:t xml:space="preserve"> مثلا شك كند كه سه ركعت خوانده يا چهار ركعت</w:t>
      </w:r>
      <w:r w:rsidR="000C4B14">
        <w:rPr>
          <w:rtl/>
          <w:lang w:bidi="fa-IR"/>
        </w:rPr>
        <w:t>،</w:t>
      </w:r>
      <w:r w:rsidRPr="003E3506">
        <w:rPr>
          <w:rtl/>
          <w:lang w:bidi="fa-IR"/>
        </w:rPr>
        <w:t xml:space="preserve"> چنانچه ماموم يقين يا گمان داشته باشد كه چهار ركعت خوانده و به امام بفهماند كه چهار ركعت خوانده است</w:t>
      </w:r>
      <w:r w:rsidR="000C4B14">
        <w:rPr>
          <w:rtl/>
          <w:lang w:bidi="fa-IR"/>
        </w:rPr>
        <w:t>،</w:t>
      </w:r>
      <w:r w:rsidRPr="003E3506">
        <w:rPr>
          <w:rtl/>
          <w:lang w:bidi="fa-IR"/>
        </w:rPr>
        <w:t xml:space="preserve"> امام بايد نماز را تمام كند و خواندن نماز احتياط لازم نيست و نيز اگر امام يقين يا گمان داشته باشد كه چند ركعت خوانده است</w:t>
      </w:r>
      <w:r w:rsidR="000C4B14">
        <w:rPr>
          <w:rtl/>
          <w:lang w:bidi="fa-IR"/>
        </w:rPr>
        <w:t>،</w:t>
      </w:r>
      <w:r w:rsidRPr="003E3506">
        <w:rPr>
          <w:rtl/>
          <w:lang w:bidi="fa-IR"/>
        </w:rPr>
        <w:t xml:space="preserve"> و ماموم در شماره ركعتهاى نماز شك كند</w:t>
      </w:r>
      <w:r w:rsidR="000C4B14">
        <w:rPr>
          <w:rtl/>
          <w:lang w:bidi="fa-IR"/>
        </w:rPr>
        <w:t>،</w:t>
      </w:r>
      <w:r w:rsidRPr="003E3506">
        <w:rPr>
          <w:rtl/>
          <w:lang w:bidi="fa-IR"/>
        </w:rPr>
        <w:t xml:space="preserve"> بايد به شك خود اعتنا ننمايد.</w:t>
      </w:r>
    </w:p>
    <w:p w:rsidR="003E3506" w:rsidRDefault="00605FAB" w:rsidP="005C4A4E">
      <w:pPr>
        <w:pStyle w:val="Heading3"/>
        <w:rPr>
          <w:rtl/>
          <w:lang w:bidi="fa-IR"/>
        </w:rPr>
      </w:pPr>
      <w:bookmarkStart w:id="149" w:name="_Toc24454572"/>
      <w:r>
        <w:rPr>
          <w:rtl/>
          <w:lang w:bidi="fa-IR"/>
        </w:rPr>
        <w:t>(</w:t>
      </w:r>
      <w:r w:rsidR="003E3506" w:rsidRPr="003E3506">
        <w:rPr>
          <w:rtl/>
          <w:lang w:bidi="fa-IR"/>
        </w:rPr>
        <w:t>شك در نماز مستحبى</w:t>
      </w:r>
      <w:r>
        <w:rPr>
          <w:rtl/>
          <w:lang w:bidi="fa-IR"/>
        </w:rPr>
        <w:t>)</w:t>
      </w:r>
      <w:bookmarkEnd w:id="149"/>
    </w:p>
    <w:p w:rsidR="003E3506" w:rsidRPr="003E3506" w:rsidRDefault="003E3506" w:rsidP="003E3506">
      <w:pPr>
        <w:pStyle w:val="libNormal"/>
        <w:rPr>
          <w:lang w:bidi="fa-IR"/>
        </w:rPr>
      </w:pPr>
      <w:r w:rsidRPr="003E3506">
        <w:rPr>
          <w:rtl/>
          <w:lang w:bidi="fa-IR"/>
        </w:rPr>
        <w:t>١٢٠٢ - اگر در شماره ركعت</w:t>
      </w:r>
      <w:r w:rsidR="005C4A4E">
        <w:rPr>
          <w:rFonts w:hint="cs"/>
          <w:rtl/>
          <w:lang w:bidi="fa-IR"/>
        </w:rPr>
        <w:t xml:space="preserve"> </w:t>
      </w:r>
      <w:r w:rsidRPr="003E3506">
        <w:rPr>
          <w:rtl/>
          <w:lang w:bidi="fa-IR"/>
        </w:rPr>
        <w:t>هاى نماز مستحبى شك كند</w:t>
      </w:r>
      <w:r w:rsidR="000C4B14">
        <w:rPr>
          <w:rtl/>
          <w:lang w:bidi="fa-IR"/>
        </w:rPr>
        <w:t>،</w:t>
      </w:r>
      <w:r w:rsidRPr="003E3506">
        <w:rPr>
          <w:rtl/>
          <w:lang w:bidi="fa-IR"/>
        </w:rPr>
        <w:t xml:space="preserve"> چنانچه طرف بيشتر شك نماز را باطل مى كند</w:t>
      </w:r>
      <w:r w:rsidR="000C4B14">
        <w:rPr>
          <w:rtl/>
          <w:lang w:bidi="fa-IR"/>
        </w:rPr>
        <w:t>،</w:t>
      </w:r>
      <w:r w:rsidRPr="003E3506">
        <w:rPr>
          <w:rtl/>
          <w:lang w:bidi="fa-IR"/>
        </w:rPr>
        <w:t xml:space="preserve"> بايد بنا را بر كمتر بگذارد مثلا اگر در نافله صبح شك كند كه دو ركعت خوانده يا سه ركعت</w:t>
      </w:r>
      <w:r w:rsidR="000C4B14">
        <w:rPr>
          <w:rtl/>
          <w:lang w:bidi="fa-IR"/>
        </w:rPr>
        <w:t>،</w:t>
      </w:r>
      <w:r w:rsidRPr="003E3506">
        <w:rPr>
          <w:rtl/>
          <w:lang w:bidi="fa-IR"/>
        </w:rPr>
        <w:t xml:space="preserve"> بايد بنا بگذارد كه دو ركعت خوانده است</w:t>
      </w:r>
      <w:r w:rsidR="000C4B14">
        <w:rPr>
          <w:rtl/>
          <w:lang w:bidi="fa-IR"/>
        </w:rPr>
        <w:t>.</w:t>
      </w:r>
    </w:p>
    <w:p w:rsidR="003E3506" w:rsidRPr="003E3506" w:rsidRDefault="003E3506" w:rsidP="003E3506">
      <w:pPr>
        <w:pStyle w:val="libNormal"/>
        <w:rPr>
          <w:lang w:bidi="fa-IR"/>
        </w:rPr>
      </w:pPr>
      <w:r w:rsidRPr="003E3506">
        <w:rPr>
          <w:rtl/>
          <w:lang w:bidi="fa-IR"/>
        </w:rPr>
        <w:t>و اگر طرف بيشتر شك نماز را باطل نمى كند</w:t>
      </w:r>
      <w:r w:rsidR="000C4B14">
        <w:rPr>
          <w:rtl/>
          <w:lang w:bidi="fa-IR"/>
        </w:rPr>
        <w:t>،</w:t>
      </w:r>
      <w:r w:rsidRPr="003E3506">
        <w:rPr>
          <w:rtl/>
          <w:lang w:bidi="fa-IR"/>
        </w:rPr>
        <w:t xml:space="preserve"> مثلا شك كند كه دو ركعت خوانده يا يك ركعت به هر طرف شك عمل كند</w:t>
      </w:r>
      <w:r w:rsidR="000C4B14">
        <w:rPr>
          <w:rtl/>
          <w:lang w:bidi="fa-IR"/>
        </w:rPr>
        <w:t>،</w:t>
      </w:r>
      <w:r w:rsidRPr="003E3506">
        <w:rPr>
          <w:rtl/>
          <w:lang w:bidi="fa-IR"/>
        </w:rPr>
        <w:t xml:space="preserve"> نمازش صحيح است</w:t>
      </w:r>
      <w:r w:rsidR="000C4B14">
        <w:rPr>
          <w:rtl/>
          <w:lang w:bidi="fa-IR"/>
        </w:rPr>
        <w:t>.</w:t>
      </w:r>
    </w:p>
    <w:p w:rsidR="003E3506" w:rsidRDefault="005C4A4E" w:rsidP="005C4A4E">
      <w:pPr>
        <w:pStyle w:val="Heading3"/>
        <w:rPr>
          <w:rtl/>
          <w:lang w:bidi="fa-IR"/>
        </w:rPr>
      </w:pPr>
      <w:bookmarkStart w:id="150" w:name="_Toc24454573"/>
      <w:r>
        <w:rPr>
          <w:rFonts w:hint="cs"/>
          <w:rtl/>
          <w:lang w:bidi="fa-IR"/>
        </w:rPr>
        <w:t>(</w:t>
      </w:r>
      <w:r w:rsidR="003E3506" w:rsidRPr="003E3506">
        <w:rPr>
          <w:rtl/>
          <w:lang w:bidi="fa-IR"/>
        </w:rPr>
        <w:t>شكهاى صحيح</w:t>
      </w:r>
      <w:r>
        <w:rPr>
          <w:rFonts w:hint="cs"/>
          <w:rtl/>
          <w:lang w:bidi="fa-IR"/>
        </w:rPr>
        <w:t>)</w:t>
      </w:r>
      <w:bookmarkEnd w:id="150"/>
    </w:p>
    <w:p w:rsidR="003E3506" w:rsidRPr="003E3506" w:rsidRDefault="003E3506" w:rsidP="003E3506">
      <w:pPr>
        <w:pStyle w:val="libNormal"/>
        <w:rPr>
          <w:lang w:bidi="fa-IR"/>
        </w:rPr>
      </w:pPr>
      <w:r w:rsidRPr="003E3506">
        <w:rPr>
          <w:rtl/>
          <w:lang w:bidi="fa-IR"/>
        </w:rPr>
        <w:t>١٢٠٣ - كم شدن ركن نافله را باطل مى كند</w:t>
      </w:r>
      <w:r w:rsidR="000C4B14">
        <w:rPr>
          <w:rtl/>
          <w:lang w:bidi="fa-IR"/>
        </w:rPr>
        <w:t>،</w:t>
      </w:r>
      <w:r w:rsidRPr="003E3506">
        <w:rPr>
          <w:rtl/>
          <w:lang w:bidi="fa-IR"/>
        </w:rPr>
        <w:t xml:space="preserve"> ولى زياد شدن ركن آن را باطل نمى كند.</w:t>
      </w:r>
    </w:p>
    <w:p w:rsidR="003E3506" w:rsidRPr="003E3506" w:rsidRDefault="003E3506" w:rsidP="003E3506">
      <w:pPr>
        <w:pStyle w:val="libNormal"/>
        <w:rPr>
          <w:lang w:bidi="fa-IR"/>
        </w:rPr>
      </w:pPr>
      <w:r w:rsidRPr="003E3506">
        <w:rPr>
          <w:rtl/>
          <w:lang w:bidi="fa-IR"/>
        </w:rPr>
        <w:lastRenderedPageBreak/>
        <w:t>پس اگر يكى از كارهاى نافله را فراموش كند و موقعى يادش بيايد كه مشغول ركن بعد از آن شده بايد آن كار را انجام دهد و دوباره آن ركن را بجا آورد</w:t>
      </w:r>
      <w:r w:rsidR="000C4B14">
        <w:rPr>
          <w:rtl/>
          <w:lang w:bidi="fa-IR"/>
        </w:rPr>
        <w:t>،</w:t>
      </w:r>
      <w:r w:rsidRPr="003E3506">
        <w:rPr>
          <w:rtl/>
          <w:lang w:bidi="fa-IR"/>
        </w:rPr>
        <w:t xml:space="preserve"> مثلا اگر در بين ركوع يادش بيايد كه سوره حمد را نخوانده بايد برگردد و حمد را بخواند و دوباره به ركوع رود.</w:t>
      </w:r>
    </w:p>
    <w:p w:rsidR="003D0CAC" w:rsidRDefault="003E3506" w:rsidP="003E3506">
      <w:pPr>
        <w:pStyle w:val="libNormal"/>
        <w:rPr>
          <w:rtl/>
          <w:lang w:bidi="fa-IR"/>
        </w:rPr>
      </w:pPr>
      <w:r w:rsidRPr="003E3506">
        <w:rPr>
          <w:rtl/>
          <w:lang w:bidi="fa-IR"/>
        </w:rPr>
        <w:t>١٢٠٤ - اگر در يكى از كارهاى نافله شك كند</w:t>
      </w:r>
      <w:r w:rsidR="000C4B14">
        <w:rPr>
          <w:rtl/>
          <w:lang w:bidi="fa-IR"/>
        </w:rPr>
        <w:t>،</w:t>
      </w:r>
      <w:r w:rsidRPr="003E3506">
        <w:rPr>
          <w:rtl/>
          <w:lang w:bidi="fa-IR"/>
        </w:rPr>
        <w:t xml:space="preserve"> خواه ركن باشد يا غير ركن</w:t>
      </w:r>
      <w:r w:rsidR="000C4B14">
        <w:rPr>
          <w:rtl/>
          <w:lang w:bidi="fa-IR"/>
        </w:rPr>
        <w:t>،</w:t>
      </w:r>
      <w:r w:rsidRPr="003E3506">
        <w:rPr>
          <w:rtl/>
          <w:lang w:bidi="fa-IR"/>
        </w:rPr>
        <w:t xml:space="preserve"> چنانچه محل آن نگذشته</w:t>
      </w:r>
      <w:r w:rsidR="000C4B14">
        <w:rPr>
          <w:rtl/>
          <w:lang w:bidi="fa-IR"/>
        </w:rPr>
        <w:t>،</w:t>
      </w:r>
      <w:r w:rsidRPr="003E3506">
        <w:rPr>
          <w:rtl/>
          <w:lang w:bidi="fa-IR"/>
        </w:rPr>
        <w:t xml:space="preserve"> بايد بجا آورد</w:t>
      </w:r>
      <w:r w:rsidR="000C4B14">
        <w:rPr>
          <w:rtl/>
          <w:lang w:bidi="fa-IR"/>
        </w:rPr>
        <w:t>،</w:t>
      </w:r>
      <w:r w:rsidRPr="003E3506">
        <w:rPr>
          <w:rtl/>
          <w:lang w:bidi="fa-IR"/>
        </w:rPr>
        <w:t xml:space="preserve"> و اگر محل آن گذشته به شك خود اعتنا نكند. </w:t>
      </w:r>
    </w:p>
    <w:p w:rsidR="003E3506" w:rsidRPr="003E3506" w:rsidRDefault="003E3506" w:rsidP="003E3506">
      <w:pPr>
        <w:pStyle w:val="libNormal"/>
        <w:rPr>
          <w:lang w:bidi="fa-IR"/>
        </w:rPr>
      </w:pPr>
      <w:r w:rsidRPr="003E3506">
        <w:rPr>
          <w:rtl/>
          <w:lang w:bidi="fa-IR"/>
        </w:rPr>
        <w:t>١٢٠٥ - اگر در نماز مستحبى دو ركعتى گمانش به سه ركعت يا بيشتر برود</w:t>
      </w:r>
      <w:r w:rsidR="000C4B14">
        <w:rPr>
          <w:rtl/>
          <w:lang w:bidi="fa-IR"/>
        </w:rPr>
        <w:t>،</w:t>
      </w:r>
      <w:r w:rsidRPr="003E3506">
        <w:rPr>
          <w:rtl/>
          <w:lang w:bidi="fa-IR"/>
        </w:rPr>
        <w:t xml:space="preserve"> بايد اعتنا نكند و نمازش صحيح است</w:t>
      </w:r>
      <w:r w:rsidR="000C4B14">
        <w:rPr>
          <w:rtl/>
          <w:lang w:bidi="fa-IR"/>
        </w:rPr>
        <w:t>.</w:t>
      </w:r>
    </w:p>
    <w:p w:rsidR="003E3506" w:rsidRPr="003E3506" w:rsidRDefault="003E3506" w:rsidP="003E3506">
      <w:pPr>
        <w:pStyle w:val="libNormal"/>
        <w:rPr>
          <w:lang w:bidi="fa-IR"/>
        </w:rPr>
      </w:pPr>
      <w:r w:rsidRPr="003E3506">
        <w:rPr>
          <w:rtl/>
          <w:lang w:bidi="fa-IR"/>
        </w:rPr>
        <w:t>و اگر گمانش به دو ركعت يا كمتر برود</w:t>
      </w:r>
      <w:r w:rsidR="000C4B14">
        <w:rPr>
          <w:rtl/>
          <w:lang w:bidi="fa-IR"/>
        </w:rPr>
        <w:t>،</w:t>
      </w:r>
      <w:r w:rsidRPr="003E3506">
        <w:rPr>
          <w:rtl/>
          <w:lang w:bidi="fa-IR"/>
        </w:rPr>
        <w:t xml:space="preserve"> بايد بنابر احتياط واجب به همان گمان عمل كند</w:t>
      </w:r>
      <w:r w:rsidR="000C4B14">
        <w:rPr>
          <w:rtl/>
          <w:lang w:bidi="fa-IR"/>
        </w:rPr>
        <w:t>،</w:t>
      </w:r>
      <w:r w:rsidRPr="003E3506">
        <w:rPr>
          <w:rtl/>
          <w:lang w:bidi="fa-IR"/>
        </w:rPr>
        <w:t xml:space="preserve"> مثلا اگر گمانش به يك ركعت مى رود</w:t>
      </w:r>
      <w:r w:rsidR="000C4B14">
        <w:rPr>
          <w:rtl/>
          <w:lang w:bidi="fa-IR"/>
        </w:rPr>
        <w:t>،</w:t>
      </w:r>
      <w:r w:rsidRPr="003E3506">
        <w:rPr>
          <w:rtl/>
          <w:lang w:bidi="fa-IR"/>
        </w:rPr>
        <w:t xml:space="preserve"> بايد احتياطا يك ركعت ديگر بخواند.</w:t>
      </w:r>
    </w:p>
    <w:p w:rsidR="003E3506" w:rsidRPr="003E3506" w:rsidRDefault="003E3506" w:rsidP="003E3506">
      <w:pPr>
        <w:pStyle w:val="libNormal"/>
        <w:rPr>
          <w:lang w:bidi="fa-IR"/>
        </w:rPr>
      </w:pPr>
      <w:r w:rsidRPr="003E3506">
        <w:rPr>
          <w:rtl/>
          <w:lang w:bidi="fa-IR"/>
        </w:rPr>
        <w:t>١٢٠٦ - اگر در نماز نافله كارى كند كه براى آن در نماز واجب سجده سهو واجب مى شود</w:t>
      </w:r>
      <w:r w:rsidR="000C4B14">
        <w:rPr>
          <w:rtl/>
          <w:lang w:bidi="fa-IR"/>
        </w:rPr>
        <w:t>،</w:t>
      </w:r>
      <w:r w:rsidRPr="003E3506">
        <w:rPr>
          <w:rtl/>
          <w:lang w:bidi="fa-IR"/>
        </w:rPr>
        <w:t xml:space="preserve"> يا يك سجده را فراموش نمايد</w:t>
      </w:r>
      <w:r w:rsidR="000C4B14">
        <w:rPr>
          <w:rtl/>
          <w:lang w:bidi="fa-IR"/>
        </w:rPr>
        <w:t>،</w:t>
      </w:r>
      <w:r w:rsidRPr="003E3506">
        <w:rPr>
          <w:rtl/>
          <w:lang w:bidi="fa-IR"/>
        </w:rPr>
        <w:t xml:space="preserve"> لازم نيست بعد از نماز</w:t>
      </w:r>
      <w:r w:rsidR="000C4B14">
        <w:rPr>
          <w:rtl/>
          <w:lang w:bidi="fa-IR"/>
        </w:rPr>
        <w:t>،</w:t>
      </w:r>
      <w:r w:rsidRPr="003E3506">
        <w:rPr>
          <w:rtl/>
          <w:lang w:bidi="fa-IR"/>
        </w:rPr>
        <w:t xml:space="preserve"> سجده سهو يا قضاى سجده را بجا آورد.</w:t>
      </w:r>
    </w:p>
    <w:p w:rsidR="003E3506" w:rsidRPr="003E3506" w:rsidRDefault="003E3506" w:rsidP="003E3506">
      <w:pPr>
        <w:pStyle w:val="libNormal"/>
        <w:rPr>
          <w:lang w:bidi="fa-IR"/>
        </w:rPr>
      </w:pPr>
      <w:r w:rsidRPr="003E3506">
        <w:rPr>
          <w:rtl/>
          <w:lang w:bidi="fa-IR"/>
        </w:rPr>
        <w:t>١٢٠٧ - اگر شك كند كه نماز مستحبى را خوانده يا نه</w:t>
      </w:r>
      <w:r w:rsidR="000C4B14">
        <w:rPr>
          <w:rtl/>
          <w:lang w:bidi="fa-IR"/>
        </w:rPr>
        <w:t>،</w:t>
      </w:r>
      <w:r w:rsidRPr="003E3506">
        <w:rPr>
          <w:rtl/>
          <w:lang w:bidi="fa-IR"/>
        </w:rPr>
        <w:t xml:space="preserve"> چنانچه آن نماز مثل نماز جعفر طيار وقت معين نداشته باشد بنا بگذارد كه نخوانده است و همچنين است اگر مثل نافله يوميه وقت معين داشته باشد و پيش از گذشتن وقت شك كند كه آن را بجا آورده يا نه</w:t>
      </w:r>
      <w:r w:rsidR="000C4B14">
        <w:rPr>
          <w:rtl/>
          <w:lang w:bidi="fa-IR"/>
        </w:rPr>
        <w:t>.</w:t>
      </w:r>
    </w:p>
    <w:p w:rsidR="003E3506" w:rsidRPr="003E3506" w:rsidRDefault="003E3506" w:rsidP="003E3506">
      <w:pPr>
        <w:pStyle w:val="libNormal"/>
        <w:rPr>
          <w:lang w:bidi="fa-IR"/>
        </w:rPr>
      </w:pPr>
      <w:r w:rsidRPr="003E3506">
        <w:rPr>
          <w:rtl/>
          <w:lang w:bidi="fa-IR"/>
        </w:rPr>
        <w:t>ولى اگر بعد از گذشتن وقت شك كند كه خوانده است يا نه</w:t>
      </w:r>
      <w:r w:rsidR="000C4B14">
        <w:rPr>
          <w:rtl/>
          <w:lang w:bidi="fa-IR"/>
        </w:rPr>
        <w:t>،</w:t>
      </w:r>
      <w:r w:rsidRPr="003E3506">
        <w:rPr>
          <w:rtl/>
          <w:lang w:bidi="fa-IR"/>
        </w:rPr>
        <w:t xml:space="preserve"> به شك خود اعتنا نكند.</w:t>
      </w:r>
    </w:p>
    <w:p w:rsidR="003E3506" w:rsidRDefault="00605FAB" w:rsidP="003D0CAC">
      <w:pPr>
        <w:pStyle w:val="Heading3"/>
        <w:rPr>
          <w:rtl/>
          <w:lang w:bidi="fa-IR"/>
        </w:rPr>
      </w:pPr>
      <w:bookmarkStart w:id="151" w:name="_Toc24454574"/>
      <w:r>
        <w:rPr>
          <w:rtl/>
          <w:lang w:bidi="fa-IR"/>
        </w:rPr>
        <w:t>(</w:t>
      </w:r>
      <w:r w:rsidR="003E3506" w:rsidRPr="003E3506">
        <w:rPr>
          <w:rtl/>
          <w:lang w:bidi="fa-IR"/>
        </w:rPr>
        <w:t>شك</w:t>
      </w:r>
      <w:r w:rsidR="003D0CAC">
        <w:rPr>
          <w:rFonts w:hint="cs"/>
          <w:rtl/>
          <w:lang w:bidi="fa-IR"/>
        </w:rPr>
        <w:t xml:space="preserve"> </w:t>
      </w:r>
      <w:r w:rsidR="003E3506" w:rsidRPr="003E3506">
        <w:rPr>
          <w:rtl/>
          <w:lang w:bidi="fa-IR"/>
        </w:rPr>
        <w:t>هاى صحيح</w:t>
      </w:r>
      <w:r>
        <w:rPr>
          <w:rtl/>
          <w:lang w:bidi="fa-IR"/>
        </w:rPr>
        <w:t>)</w:t>
      </w:r>
      <w:bookmarkEnd w:id="151"/>
    </w:p>
    <w:p w:rsidR="003E3506" w:rsidRPr="003E3506" w:rsidRDefault="003E3506" w:rsidP="003E3506">
      <w:pPr>
        <w:pStyle w:val="libNormal"/>
        <w:rPr>
          <w:lang w:bidi="fa-IR"/>
        </w:rPr>
      </w:pPr>
      <w:r w:rsidRPr="003E3506">
        <w:rPr>
          <w:rtl/>
          <w:lang w:bidi="fa-IR"/>
        </w:rPr>
        <w:t>١٢٠٨ - در نه صورت اگر در شماره ركعتهاى نماز چهار ركعتى شك كند</w:t>
      </w:r>
      <w:r w:rsidR="000C4B14">
        <w:rPr>
          <w:rtl/>
          <w:lang w:bidi="fa-IR"/>
        </w:rPr>
        <w:t>،</w:t>
      </w:r>
      <w:r w:rsidRPr="003E3506">
        <w:rPr>
          <w:rtl/>
          <w:lang w:bidi="fa-IR"/>
        </w:rPr>
        <w:t xml:space="preserve"> بايد فكر نمايد پس اگر يقين يا گمان به يك طرف پيدا كرد</w:t>
      </w:r>
      <w:r w:rsidR="000C4B14">
        <w:rPr>
          <w:rtl/>
          <w:lang w:bidi="fa-IR"/>
        </w:rPr>
        <w:t>،</w:t>
      </w:r>
      <w:r w:rsidRPr="003E3506">
        <w:rPr>
          <w:rtl/>
          <w:lang w:bidi="fa-IR"/>
        </w:rPr>
        <w:t xml:space="preserve"> همان طرف را بگيرد و نماز را تمام كند و گرنه به دستورهايى كه گفته مى شود عمل نمايد</w:t>
      </w:r>
      <w:r w:rsidR="000C4B14">
        <w:rPr>
          <w:rtl/>
          <w:lang w:bidi="fa-IR"/>
        </w:rPr>
        <w:t>،</w:t>
      </w:r>
      <w:r w:rsidRPr="003E3506">
        <w:rPr>
          <w:rtl/>
          <w:lang w:bidi="fa-IR"/>
        </w:rPr>
        <w:t xml:space="preserve"> و آن نه صورت از اين قرار است</w:t>
      </w:r>
      <w:r w:rsidR="00553569">
        <w:rPr>
          <w:rtl/>
          <w:lang w:bidi="fa-IR"/>
        </w:rPr>
        <w:t>:</w:t>
      </w:r>
      <w:r w:rsidRPr="003E3506">
        <w:rPr>
          <w:rtl/>
          <w:lang w:bidi="fa-IR"/>
        </w:rPr>
        <w:t xml:space="preserve"> اول آنكه بعد از داخل شدن در سجده دوم شك كند كه دو ركعت خوانده است يا سه ركعت</w:t>
      </w:r>
      <w:r w:rsidR="000C4B14">
        <w:rPr>
          <w:rtl/>
          <w:lang w:bidi="fa-IR"/>
        </w:rPr>
        <w:t>،</w:t>
      </w:r>
      <w:r w:rsidRPr="003E3506">
        <w:rPr>
          <w:rtl/>
          <w:lang w:bidi="fa-IR"/>
        </w:rPr>
        <w:t xml:space="preserve"> بايد بنا بگذارد كه سه ركعت خوانده است و يك ركعت ديگر بخواند و نماز را تمام كند و بعد از نماز بنابر احتياط واجب يك ركعت نماز احتياط ايستاده بجا آورد.</w:t>
      </w:r>
    </w:p>
    <w:p w:rsidR="003E3506" w:rsidRPr="003E3506" w:rsidRDefault="003E3506" w:rsidP="003E3506">
      <w:pPr>
        <w:pStyle w:val="libNormal"/>
        <w:rPr>
          <w:lang w:bidi="fa-IR"/>
        </w:rPr>
      </w:pPr>
      <w:r w:rsidRPr="003E3506">
        <w:rPr>
          <w:rtl/>
          <w:lang w:bidi="fa-IR"/>
        </w:rPr>
        <w:lastRenderedPageBreak/>
        <w:t>دوم شك بين دو و چهار بعد از داخل شدن در سجده دوم كه بايد بنا بگذارد چهار ركعت خوانده و نماز را تمام كند و بعد از نماز دو ركعت نماز احتياط ايستاده بخواند.</w:t>
      </w:r>
    </w:p>
    <w:p w:rsidR="003E3506" w:rsidRPr="003E3506" w:rsidRDefault="003E3506" w:rsidP="003E3506">
      <w:pPr>
        <w:pStyle w:val="libNormal"/>
        <w:rPr>
          <w:lang w:bidi="fa-IR"/>
        </w:rPr>
      </w:pPr>
      <w:r w:rsidRPr="003E3506">
        <w:rPr>
          <w:rtl/>
          <w:lang w:bidi="fa-IR"/>
        </w:rPr>
        <w:t>سوم شك بين دو و سه و چهار بعد از داخل شدن در سجده دوم كه بايد بنا را بر چهار بگذارد و بعد از نماز دو ركعت نماز احتياط ايستاده و بعد دو ركعت نشسته بجا آورد.</w:t>
      </w:r>
    </w:p>
    <w:p w:rsidR="003E3506" w:rsidRPr="003E3506" w:rsidRDefault="003E3506" w:rsidP="003E3506">
      <w:pPr>
        <w:pStyle w:val="libNormal"/>
        <w:rPr>
          <w:lang w:bidi="fa-IR"/>
        </w:rPr>
      </w:pPr>
      <w:r w:rsidRPr="003E3506">
        <w:rPr>
          <w:rtl/>
          <w:lang w:bidi="fa-IR"/>
        </w:rPr>
        <w:t>چهارم شك بين چهار و پنج بعد از داخل شدن در سجده دوم كه بايد بنا را بر چهار بگذارد و نماز را تمام كند و بعد از نماز دو سجده سهو بجا آورد بعيد نيست كه اين حكم جارى شود در هر موردى كه طرف كمتر شك چهار ركعت باشد مثل شك بين چهار و شش و همچنين بعيد نيست در هر مورى كه شك كند بين چهار ركعت و كمتر از آن و زيادتر از آن پس از داخل شدن در سجده دوم</w:t>
      </w:r>
      <w:r w:rsidR="000C4B14">
        <w:rPr>
          <w:rtl/>
          <w:lang w:bidi="fa-IR"/>
        </w:rPr>
        <w:t>،</w:t>
      </w:r>
      <w:r w:rsidRPr="003E3506">
        <w:rPr>
          <w:rtl/>
          <w:lang w:bidi="fa-IR"/>
        </w:rPr>
        <w:t xml:space="preserve"> آنكه بتواند بنا را بر چهار بگذارد و وظيفه هر دو شك را انجام دهد يعنى نماز احتياط بخواند از جهت احتمال آنكه از چهار ركعت كمتر خوانده باشد و بعد دو سجده سهو بياورد از جهت احتمال آنكه بيش از چهار ركعت آورده باشد.</w:t>
      </w:r>
    </w:p>
    <w:p w:rsidR="003E3506" w:rsidRPr="003E3506" w:rsidRDefault="003E3506" w:rsidP="003E3506">
      <w:pPr>
        <w:pStyle w:val="libNormal"/>
        <w:rPr>
          <w:lang w:bidi="fa-IR"/>
        </w:rPr>
      </w:pPr>
      <w:r w:rsidRPr="003E3506">
        <w:rPr>
          <w:rtl/>
          <w:lang w:bidi="fa-IR"/>
        </w:rPr>
        <w:t>و در هر صورت اگر بعد از سجده اول و پيش از داخل شدن در سجده دوم</w:t>
      </w:r>
      <w:r w:rsidR="000C4B14">
        <w:rPr>
          <w:rtl/>
          <w:lang w:bidi="fa-IR"/>
        </w:rPr>
        <w:t>،</w:t>
      </w:r>
      <w:r w:rsidRPr="003E3506">
        <w:rPr>
          <w:rtl/>
          <w:lang w:bidi="fa-IR"/>
        </w:rPr>
        <w:t xml:space="preserve"> يكى از چهار شك گذشته براى او پيش آيد</w:t>
      </w:r>
      <w:r w:rsidR="000C4B14">
        <w:rPr>
          <w:rtl/>
          <w:lang w:bidi="fa-IR"/>
        </w:rPr>
        <w:t>،</w:t>
      </w:r>
      <w:r w:rsidRPr="003E3506">
        <w:rPr>
          <w:rtl/>
          <w:lang w:bidi="fa-IR"/>
        </w:rPr>
        <w:t xml:space="preserve"> نمازش باطل است</w:t>
      </w:r>
      <w:r w:rsidR="000C4B14">
        <w:rPr>
          <w:rtl/>
          <w:lang w:bidi="fa-IR"/>
        </w:rPr>
        <w:t>.</w:t>
      </w:r>
    </w:p>
    <w:p w:rsidR="003E3506" w:rsidRPr="003E3506" w:rsidRDefault="003E3506" w:rsidP="003E3506">
      <w:pPr>
        <w:pStyle w:val="libNormal"/>
        <w:rPr>
          <w:lang w:bidi="fa-IR"/>
        </w:rPr>
      </w:pPr>
      <w:r w:rsidRPr="003E3506">
        <w:rPr>
          <w:rtl/>
          <w:lang w:bidi="fa-IR"/>
        </w:rPr>
        <w:t>پنجم شك بين سه و چهار</w:t>
      </w:r>
      <w:r w:rsidR="000C4B14">
        <w:rPr>
          <w:rtl/>
          <w:lang w:bidi="fa-IR"/>
        </w:rPr>
        <w:t>،</w:t>
      </w:r>
      <w:r w:rsidRPr="003E3506">
        <w:rPr>
          <w:rtl/>
          <w:lang w:bidi="fa-IR"/>
        </w:rPr>
        <w:t xml:space="preserve"> كه در هر جاى نماز باشد</w:t>
      </w:r>
      <w:r w:rsidR="000C4B14">
        <w:rPr>
          <w:rtl/>
          <w:lang w:bidi="fa-IR"/>
        </w:rPr>
        <w:t>،</w:t>
      </w:r>
      <w:r w:rsidRPr="003E3506">
        <w:rPr>
          <w:rtl/>
          <w:lang w:bidi="fa-IR"/>
        </w:rPr>
        <w:t xml:space="preserve"> بايد بنا را بر چهار بگذارد و نماز را تمام كند و بعد از نماز يك ركعت نماز احتياط ايستاده يا دو ركعت نشسته بجا آورد.</w:t>
      </w:r>
    </w:p>
    <w:p w:rsidR="003E3506" w:rsidRPr="003E3506" w:rsidRDefault="003E3506" w:rsidP="003E3506">
      <w:pPr>
        <w:pStyle w:val="libNormal"/>
        <w:rPr>
          <w:lang w:bidi="fa-IR"/>
        </w:rPr>
      </w:pPr>
      <w:r w:rsidRPr="003E3506">
        <w:rPr>
          <w:rtl/>
          <w:lang w:bidi="fa-IR"/>
        </w:rPr>
        <w:t>ششم شك بين چهار و پنج در حال ايستادن</w:t>
      </w:r>
      <w:r w:rsidR="000C4B14">
        <w:rPr>
          <w:rtl/>
          <w:lang w:bidi="fa-IR"/>
        </w:rPr>
        <w:t>،</w:t>
      </w:r>
      <w:r w:rsidRPr="003E3506">
        <w:rPr>
          <w:rtl/>
          <w:lang w:bidi="fa-IR"/>
        </w:rPr>
        <w:t xml:space="preserve"> بايد بنشيند و تشهد بخواند و سلام نماز را بدهد و يك ركعت نماز احتياط ايستاده يا دو ركعت نشسته بجا آورد.</w:t>
      </w:r>
    </w:p>
    <w:p w:rsidR="003E3506" w:rsidRPr="003E3506" w:rsidRDefault="003E3506" w:rsidP="003E3506">
      <w:pPr>
        <w:pStyle w:val="libNormal"/>
        <w:rPr>
          <w:lang w:bidi="fa-IR"/>
        </w:rPr>
      </w:pPr>
      <w:r w:rsidRPr="003E3506">
        <w:rPr>
          <w:rtl/>
          <w:lang w:bidi="fa-IR"/>
        </w:rPr>
        <w:t>هفتم شك بين سه و پنج در حال ايستادن</w:t>
      </w:r>
      <w:r w:rsidR="000C4B14">
        <w:rPr>
          <w:rtl/>
          <w:lang w:bidi="fa-IR"/>
        </w:rPr>
        <w:t>،</w:t>
      </w:r>
      <w:r w:rsidRPr="003E3506">
        <w:rPr>
          <w:rtl/>
          <w:lang w:bidi="fa-IR"/>
        </w:rPr>
        <w:t xml:space="preserve"> بايد بنشيند و تشهد بخواند و سلام نماز را بدهد و دو ركعت نماز احتياط ايستاده بجا آورد.</w:t>
      </w:r>
    </w:p>
    <w:p w:rsidR="003E3506" w:rsidRPr="003E3506" w:rsidRDefault="003E3506" w:rsidP="003E3506">
      <w:pPr>
        <w:pStyle w:val="libNormal"/>
        <w:rPr>
          <w:lang w:bidi="fa-IR"/>
        </w:rPr>
      </w:pPr>
      <w:r w:rsidRPr="003E3506">
        <w:rPr>
          <w:rtl/>
          <w:lang w:bidi="fa-IR"/>
        </w:rPr>
        <w:t>هشتم شك بين سه و چهار و پنج در حال ايستادن</w:t>
      </w:r>
      <w:r w:rsidR="000C4B14">
        <w:rPr>
          <w:rtl/>
          <w:lang w:bidi="fa-IR"/>
        </w:rPr>
        <w:t>،</w:t>
      </w:r>
      <w:r w:rsidRPr="003E3506">
        <w:rPr>
          <w:rtl/>
          <w:lang w:bidi="fa-IR"/>
        </w:rPr>
        <w:t xml:space="preserve"> بايد بنشيند و تشهد بخواند و بعد از سلام نماز</w:t>
      </w:r>
      <w:r w:rsidR="000C4B14">
        <w:rPr>
          <w:rtl/>
          <w:lang w:bidi="fa-IR"/>
        </w:rPr>
        <w:t>،</w:t>
      </w:r>
      <w:r w:rsidRPr="003E3506">
        <w:rPr>
          <w:rtl/>
          <w:lang w:bidi="fa-IR"/>
        </w:rPr>
        <w:t xml:space="preserve"> دو ركعت نماز احتياط ايستاده و بعد دو ركعت نشسته بجا آورد.</w:t>
      </w:r>
    </w:p>
    <w:p w:rsidR="003E3506" w:rsidRPr="003E3506" w:rsidRDefault="003E3506" w:rsidP="003E3506">
      <w:pPr>
        <w:pStyle w:val="libNormal"/>
        <w:rPr>
          <w:lang w:bidi="fa-IR"/>
        </w:rPr>
      </w:pPr>
      <w:r w:rsidRPr="003E3506">
        <w:rPr>
          <w:rtl/>
          <w:lang w:bidi="fa-IR"/>
        </w:rPr>
        <w:lastRenderedPageBreak/>
        <w:t>نهم شك بين پنج و شش در حال ايستادن</w:t>
      </w:r>
      <w:r w:rsidR="000C4B14">
        <w:rPr>
          <w:rtl/>
          <w:lang w:bidi="fa-IR"/>
        </w:rPr>
        <w:t>،</w:t>
      </w:r>
      <w:r w:rsidRPr="003E3506">
        <w:rPr>
          <w:rtl/>
          <w:lang w:bidi="fa-IR"/>
        </w:rPr>
        <w:t xml:space="preserve"> بايد بنشيند و تشهد بخواند و سلام نماز را بدهد و دو سجده سهو بجا آورد.</w:t>
      </w:r>
    </w:p>
    <w:p w:rsidR="003E3506" w:rsidRPr="003E3506" w:rsidRDefault="003E3506" w:rsidP="003E3506">
      <w:pPr>
        <w:pStyle w:val="libNormal"/>
        <w:rPr>
          <w:lang w:bidi="fa-IR"/>
        </w:rPr>
      </w:pPr>
      <w:r w:rsidRPr="003E3506">
        <w:rPr>
          <w:rtl/>
          <w:lang w:bidi="fa-IR"/>
        </w:rPr>
        <w:t>و نيز بنابر احتياط مستحب دو سجده سهو براى ايستادن بى جا در اين چهار صورت بجا آورد.</w:t>
      </w:r>
    </w:p>
    <w:p w:rsidR="003E3506" w:rsidRPr="003E3506" w:rsidRDefault="003E3506" w:rsidP="003E3506">
      <w:pPr>
        <w:pStyle w:val="libNormal"/>
        <w:rPr>
          <w:lang w:bidi="fa-IR"/>
        </w:rPr>
      </w:pPr>
      <w:r w:rsidRPr="003E3506">
        <w:rPr>
          <w:rtl/>
          <w:lang w:bidi="fa-IR"/>
        </w:rPr>
        <w:t>١٢٠٩ - اگر يكى از شكهاى صحيح براى انسان پيش آيد چنانچه وقت نماز تنگ باشد كه نتواند نماز را از سر گيرد نبايد نماز را بشكند و بايستى به دستورى كه گفته شد عمل نمايد.</w:t>
      </w:r>
    </w:p>
    <w:p w:rsidR="003E3506" w:rsidRPr="003E3506" w:rsidRDefault="003E3506" w:rsidP="003E3506">
      <w:pPr>
        <w:pStyle w:val="libNormal"/>
        <w:rPr>
          <w:lang w:bidi="fa-IR"/>
        </w:rPr>
      </w:pPr>
      <w:r w:rsidRPr="003E3506">
        <w:rPr>
          <w:rtl/>
          <w:lang w:bidi="fa-IR"/>
        </w:rPr>
        <w:t>بلكه اگر وقت نماز وسعت هم داشته باشد احتياط مستحب آن است كه نماز را نشكند و به دستورى كه گفته شد عمل نمايد.</w:t>
      </w:r>
    </w:p>
    <w:p w:rsidR="003E3506" w:rsidRPr="003E3506" w:rsidRDefault="003E3506" w:rsidP="003E3506">
      <w:pPr>
        <w:pStyle w:val="libNormal"/>
        <w:rPr>
          <w:lang w:bidi="fa-IR"/>
        </w:rPr>
      </w:pPr>
      <w:r w:rsidRPr="003E3506">
        <w:rPr>
          <w:rtl/>
          <w:lang w:bidi="fa-IR"/>
        </w:rPr>
        <w:t>١٢١٠ - اگر يكى از شكهايى كه نماز احتياط براى آنها واجب است در نماز پيش آيد</w:t>
      </w:r>
      <w:r w:rsidR="000C4B14">
        <w:rPr>
          <w:rtl/>
          <w:lang w:bidi="fa-IR"/>
        </w:rPr>
        <w:t>،</w:t>
      </w:r>
      <w:r w:rsidRPr="003E3506">
        <w:rPr>
          <w:rtl/>
          <w:lang w:bidi="fa-IR"/>
        </w:rPr>
        <w:t xml:space="preserve"> چنانچه انسان نماز را تمام كند</w:t>
      </w:r>
      <w:r w:rsidR="000C4B14">
        <w:rPr>
          <w:rtl/>
          <w:lang w:bidi="fa-IR"/>
        </w:rPr>
        <w:t>،</w:t>
      </w:r>
      <w:r w:rsidRPr="003E3506">
        <w:rPr>
          <w:rtl/>
          <w:lang w:bidi="fa-IR"/>
        </w:rPr>
        <w:t xml:space="preserve"> احتياط مستحب آن است كه نماز احتياط را بخواند و بدون خواندن نماز احتياط</w:t>
      </w:r>
      <w:r w:rsidR="000C4B14">
        <w:rPr>
          <w:rtl/>
          <w:lang w:bidi="fa-IR"/>
        </w:rPr>
        <w:t>،</w:t>
      </w:r>
      <w:r w:rsidRPr="003E3506">
        <w:rPr>
          <w:rtl/>
          <w:lang w:bidi="fa-IR"/>
        </w:rPr>
        <w:t xml:space="preserve"> نماز را از سر نگيرد</w:t>
      </w:r>
      <w:r w:rsidR="000C4B14">
        <w:rPr>
          <w:rtl/>
          <w:lang w:bidi="fa-IR"/>
        </w:rPr>
        <w:t>،</w:t>
      </w:r>
      <w:r w:rsidRPr="003E3506">
        <w:rPr>
          <w:rtl/>
          <w:lang w:bidi="fa-IR"/>
        </w:rPr>
        <w:t xml:space="preserve"> و اگر پيش از انجام كارى كه نماز را باطل مى كند نماز را از سر بگيرد</w:t>
      </w:r>
      <w:r w:rsidR="000C4B14">
        <w:rPr>
          <w:rtl/>
          <w:lang w:bidi="fa-IR"/>
        </w:rPr>
        <w:t>،</w:t>
      </w:r>
      <w:r w:rsidRPr="003E3506">
        <w:rPr>
          <w:rtl/>
          <w:lang w:bidi="fa-IR"/>
        </w:rPr>
        <w:t xml:space="preserve"> نماز دومش هم بنابر احتياط باطل است</w:t>
      </w:r>
      <w:r w:rsidR="000C4B14">
        <w:rPr>
          <w:rtl/>
          <w:lang w:bidi="fa-IR"/>
        </w:rPr>
        <w:t>،</w:t>
      </w:r>
      <w:r w:rsidRPr="003E3506">
        <w:rPr>
          <w:rtl/>
          <w:lang w:bidi="fa-IR"/>
        </w:rPr>
        <w:t xml:space="preserve"> ولى اگر بعد از انجام كارى كه نماز را باطل مى كند</w:t>
      </w:r>
      <w:r w:rsidR="000C4B14">
        <w:rPr>
          <w:rtl/>
          <w:lang w:bidi="fa-IR"/>
        </w:rPr>
        <w:t>،</w:t>
      </w:r>
      <w:r w:rsidRPr="003E3506">
        <w:rPr>
          <w:rtl/>
          <w:lang w:bidi="fa-IR"/>
        </w:rPr>
        <w:t xml:space="preserve"> مشغول نماز شود</w:t>
      </w:r>
      <w:r w:rsidR="000C4B14">
        <w:rPr>
          <w:rtl/>
          <w:lang w:bidi="fa-IR"/>
        </w:rPr>
        <w:t>،</w:t>
      </w:r>
      <w:r w:rsidRPr="003E3506">
        <w:rPr>
          <w:rtl/>
          <w:lang w:bidi="fa-IR"/>
        </w:rPr>
        <w:t xml:space="preserve"> نماز دومش صحيح است</w:t>
      </w:r>
      <w:r w:rsidR="000C4B14">
        <w:rPr>
          <w:rtl/>
          <w:lang w:bidi="fa-IR"/>
        </w:rPr>
        <w:t>.</w:t>
      </w:r>
    </w:p>
    <w:p w:rsidR="003E3506" w:rsidRPr="003E3506" w:rsidRDefault="003E3506" w:rsidP="003E3506">
      <w:pPr>
        <w:pStyle w:val="libNormal"/>
        <w:rPr>
          <w:lang w:bidi="fa-IR"/>
        </w:rPr>
      </w:pPr>
      <w:r w:rsidRPr="003E3506">
        <w:rPr>
          <w:rtl/>
          <w:lang w:bidi="fa-IR"/>
        </w:rPr>
        <w:t>١٢١١ - وقتى يكى از شكهاى باطل براى انسان پيش آيد</w:t>
      </w:r>
      <w:r w:rsidR="000C4B14">
        <w:rPr>
          <w:rtl/>
          <w:lang w:bidi="fa-IR"/>
        </w:rPr>
        <w:t>،</w:t>
      </w:r>
      <w:r w:rsidRPr="003E3506">
        <w:rPr>
          <w:rtl/>
          <w:lang w:bidi="fa-IR"/>
        </w:rPr>
        <w:t xml:space="preserve"> و بداند كه اگر به حالت بعدى منتقل شود براى او يقين يا گمان پيدا مى شود</w:t>
      </w:r>
      <w:r w:rsidR="000C4B14">
        <w:rPr>
          <w:rtl/>
          <w:lang w:bidi="fa-IR"/>
        </w:rPr>
        <w:t>،</w:t>
      </w:r>
      <w:r w:rsidRPr="003E3506">
        <w:rPr>
          <w:rtl/>
          <w:lang w:bidi="fa-IR"/>
        </w:rPr>
        <w:t xml:space="preserve"> در صورتى كه شك باطل او در دو ركعت اول نماز باشد</w:t>
      </w:r>
      <w:r w:rsidR="000C4B14">
        <w:rPr>
          <w:rtl/>
          <w:lang w:bidi="fa-IR"/>
        </w:rPr>
        <w:t>،</w:t>
      </w:r>
      <w:r w:rsidRPr="003E3506">
        <w:rPr>
          <w:rtl/>
          <w:lang w:bidi="fa-IR"/>
        </w:rPr>
        <w:t xml:space="preserve"> جايز نيست با حالت شك نماز را ادامه دهد</w:t>
      </w:r>
      <w:r w:rsidR="000C4B14">
        <w:rPr>
          <w:rtl/>
          <w:lang w:bidi="fa-IR"/>
        </w:rPr>
        <w:t>،</w:t>
      </w:r>
      <w:r w:rsidRPr="003E3506">
        <w:rPr>
          <w:rtl/>
          <w:lang w:bidi="fa-IR"/>
        </w:rPr>
        <w:t xml:space="preserve"> مثلا اگر در حال ايستادن شك كند كه يك ركعت خوانده يا بيشتر و بداند كه اگر به ركوع رود به يك طرف يقين يا گمان پيدا مى كند جايز نيست با اين حال ركوع كند</w:t>
      </w:r>
      <w:r w:rsidR="000C4B14">
        <w:rPr>
          <w:rtl/>
          <w:lang w:bidi="fa-IR"/>
        </w:rPr>
        <w:t>،</w:t>
      </w:r>
      <w:r w:rsidRPr="003E3506">
        <w:rPr>
          <w:rtl/>
          <w:lang w:bidi="fa-IR"/>
        </w:rPr>
        <w:t xml:space="preserve"> و اما در بقيه شكهاى باطل ظاهرا مى تواند نماز را ادامه دهد تا يقين يا گمان براى او پيدا شود.</w:t>
      </w:r>
    </w:p>
    <w:p w:rsidR="003E3506" w:rsidRPr="003E3506" w:rsidRDefault="003E3506" w:rsidP="003E3506">
      <w:pPr>
        <w:pStyle w:val="libNormal"/>
        <w:rPr>
          <w:lang w:bidi="fa-IR"/>
        </w:rPr>
      </w:pPr>
      <w:r w:rsidRPr="003E3506">
        <w:rPr>
          <w:rtl/>
          <w:lang w:bidi="fa-IR"/>
        </w:rPr>
        <w:t>١٢١٢ - اگر اول گمانش به يك طرف بيشتر باشد</w:t>
      </w:r>
      <w:r w:rsidR="000C4B14">
        <w:rPr>
          <w:rtl/>
          <w:lang w:bidi="fa-IR"/>
        </w:rPr>
        <w:t>،</w:t>
      </w:r>
      <w:r w:rsidRPr="003E3506">
        <w:rPr>
          <w:rtl/>
          <w:lang w:bidi="fa-IR"/>
        </w:rPr>
        <w:t xml:space="preserve"> بعد دو طرف در نظر او مساوى شود</w:t>
      </w:r>
      <w:r w:rsidR="000C4B14">
        <w:rPr>
          <w:rtl/>
          <w:lang w:bidi="fa-IR"/>
        </w:rPr>
        <w:t>،</w:t>
      </w:r>
      <w:r w:rsidRPr="003E3506">
        <w:rPr>
          <w:rtl/>
          <w:lang w:bidi="fa-IR"/>
        </w:rPr>
        <w:t xml:space="preserve"> بايد به دستور شك عمل نمايد.</w:t>
      </w:r>
    </w:p>
    <w:p w:rsidR="003E3506" w:rsidRPr="003E3506" w:rsidRDefault="003E3506" w:rsidP="003E3506">
      <w:pPr>
        <w:pStyle w:val="libNormal"/>
        <w:rPr>
          <w:lang w:bidi="fa-IR"/>
        </w:rPr>
      </w:pPr>
      <w:r w:rsidRPr="003E3506">
        <w:rPr>
          <w:rtl/>
          <w:lang w:bidi="fa-IR"/>
        </w:rPr>
        <w:lastRenderedPageBreak/>
        <w:t>و اگر اول دو طرف در نظر او مساوى باشد و به طرفى كه وظيفه او است بنا بگذارد</w:t>
      </w:r>
      <w:r w:rsidR="000C4B14">
        <w:rPr>
          <w:rtl/>
          <w:lang w:bidi="fa-IR"/>
        </w:rPr>
        <w:t>،</w:t>
      </w:r>
      <w:r w:rsidRPr="003E3506">
        <w:rPr>
          <w:rtl/>
          <w:lang w:bidi="fa-IR"/>
        </w:rPr>
        <w:t xml:space="preserve"> بعد گمانش به طرف ديگر برود</w:t>
      </w:r>
      <w:r w:rsidR="000C4B14">
        <w:rPr>
          <w:rtl/>
          <w:lang w:bidi="fa-IR"/>
        </w:rPr>
        <w:t>،</w:t>
      </w:r>
      <w:r w:rsidRPr="003E3506">
        <w:rPr>
          <w:rtl/>
          <w:lang w:bidi="fa-IR"/>
        </w:rPr>
        <w:t xml:space="preserve"> بايد همان طرف را بگيرد و نماز را تمام كند.</w:t>
      </w:r>
    </w:p>
    <w:p w:rsidR="003E3506" w:rsidRPr="003E3506" w:rsidRDefault="003E3506" w:rsidP="003E3506">
      <w:pPr>
        <w:pStyle w:val="libNormal"/>
        <w:rPr>
          <w:lang w:bidi="fa-IR"/>
        </w:rPr>
      </w:pPr>
      <w:r w:rsidRPr="003E3506">
        <w:rPr>
          <w:rtl/>
          <w:lang w:bidi="fa-IR"/>
        </w:rPr>
        <w:t>١٢١٣ - كسى كه نمى داند گماش به يك طرف بيشتر است يا هر دو طرف در نظر او مساوى است</w:t>
      </w:r>
      <w:r w:rsidR="000C4B14">
        <w:rPr>
          <w:rtl/>
          <w:lang w:bidi="fa-IR"/>
        </w:rPr>
        <w:t>،</w:t>
      </w:r>
      <w:r w:rsidRPr="003E3506">
        <w:rPr>
          <w:rtl/>
          <w:lang w:bidi="fa-IR"/>
        </w:rPr>
        <w:t xml:space="preserve"> بايد به دستور شك عمل كند.</w:t>
      </w:r>
    </w:p>
    <w:p w:rsidR="003E3506" w:rsidRPr="003E3506" w:rsidRDefault="003E3506" w:rsidP="003E3506">
      <w:pPr>
        <w:pStyle w:val="libNormal"/>
        <w:rPr>
          <w:lang w:bidi="fa-IR"/>
        </w:rPr>
      </w:pPr>
      <w:r w:rsidRPr="003E3506">
        <w:rPr>
          <w:rtl/>
          <w:lang w:bidi="fa-IR"/>
        </w:rPr>
        <w:t>١٢١٤ - اگر بعد از نماز بداند كه در بين نماز حال ترديدى داشته</w:t>
      </w:r>
      <w:r w:rsidR="000C4B14">
        <w:rPr>
          <w:rtl/>
          <w:lang w:bidi="fa-IR"/>
        </w:rPr>
        <w:t>،</w:t>
      </w:r>
      <w:r w:rsidRPr="003E3506">
        <w:rPr>
          <w:rtl/>
          <w:lang w:bidi="fa-IR"/>
        </w:rPr>
        <w:t xml:space="preserve"> كه مثلا دو ركعت خوانده يا سه ركعت</w:t>
      </w:r>
      <w:r w:rsidR="000C4B14">
        <w:rPr>
          <w:rtl/>
          <w:lang w:bidi="fa-IR"/>
        </w:rPr>
        <w:t>،</w:t>
      </w:r>
      <w:r w:rsidRPr="003E3506">
        <w:rPr>
          <w:rtl/>
          <w:lang w:bidi="fa-IR"/>
        </w:rPr>
        <w:t xml:space="preserve"> و بنا را بر سه گذاشته</w:t>
      </w:r>
      <w:r w:rsidR="000C4B14">
        <w:rPr>
          <w:rtl/>
          <w:lang w:bidi="fa-IR"/>
        </w:rPr>
        <w:t>،</w:t>
      </w:r>
      <w:r w:rsidRPr="003E3506">
        <w:rPr>
          <w:rtl/>
          <w:lang w:bidi="fa-IR"/>
        </w:rPr>
        <w:t xml:space="preserve"> ولى نداند كه گمانش بخواندن سه ركعت بوده يا هر دو طرف در نظر او مساوى بوده</w:t>
      </w:r>
      <w:r w:rsidR="000C4B14">
        <w:rPr>
          <w:rtl/>
          <w:lang w:bidi="fa-IR"/>
        </w:rPr>
        <w:t>،</w:t>
      </w:r>
      <w:r w:rsidRPr="003E3506">
        <w:rPr>
          <w:rtl/>
          <w:lang w:bidi="fa-IR"/>
        </w:rPr>
        <w:t xml:space="preserve"> لازم نيست نماز احتياط را بخواند.</w:t>
      </w:r>
    </w:p>
    <w:p w:rsidR="003E3506" w:rsidRPr="003E3506" w:rsidRDefault="003E3506" w:rsidP="003E3506">
      <w:pPr>
        <w:pStyle w:val="libNormal"/>
        <w:rPr>
          <w:lang w:bidi="fa-IR"/>
        </w:rPr>
      </w:pPr>
      <w:r w:rsidRPr="003E3506">
        <w:rPr>
          <w:rtl/>
          <w:lang w:bidi="fa-IR"/>
        </w:rPr>
        <w:t>١٢١٥ - اگر بعد از ايستادن شك كند كه دو سجده را بجا آورده يا نه و در همان موقع يكى از شكهايى كه اگر بعد از تمام شدن دو سجده اتفاق بيفتد صحيح مى باشد براى او پيش آيد</w:t>
      </w:r>
      <w:r w:rsidR="000C4B14">
        <w:rPr>
          <w:rtl/>
          <w:lang w:bidi="fa-IR"/>
        </w:rPr>
        <w:t>،</w:t>
      </w:r>
      <w:r w:rsidRPr="003E3506">
        <w:rPr>
          <w:rtl/>
          <w:lang w:bidi="fa-IR"/>
        </w:rPr>
        <w:t xml:space="preserve"> مثلا شك كند كه دو ركعت خوانده يا سه ركعت</w:t>
      </w:r>
      <w:r w:rsidR="000C4B14">
        <w:rPr>
          <w:rtl/>
          <w:lang w:bidi="fa-IR"/>
        </w:rPr>
        <w:t>،</w:t>
      </w:r>
      <w:r w:rsidRPr="003E3506">
        <w:rPr>
          <w:rtl/>
          <w:lang w:bidi="fa-IR"/>
        </w:rPr>
        <w:t xml:space="preserve"> چنانچه به دستور آن شك عمل كند نمازش صحيح است</w:t>
      </w:r>
      <w:r w:rsidR="000C4B14">
        <w:rPr>
          <w:rtl/>
          <w:lang w:bidi="fa-IR"/>
        </w:rPr>
        <w:t>،</w:t>
      </w:r>
      <w:r w:rsidRPr="003E3506">
        <w:rPr>
          <w:rtl/>
          <w:lang w:bidi="fa-IR"/>
        </w:rPr>
        <w:t xml:space="preserve"> ولى اگر موقعى كه تشهد مى خواند يكى از آن شكها اتفاق بيفتد</w:t>
      </w:r>
      <w:r w:rsidR="000C4B14">
        <w:rPr>
          <w:rtl/>
          <w:lang w:bidi="fa-IR"/>
        </w:rPr>
        <w:t>،</w:t>
      </w:r>
      <w:r w:rsidRPr="003E3506">
        <w:rPr>
          <w:rtl/>
          <w:lang w:bidi="fa-IR"/>
        </w:rPr>
        <w:t xml:space="preserve"> چنانچه بر فرض علم به آنكه دو سجده را آورده بايد بنا مى گذاشت بر اينكه در ركعتى است كه تشهد ندارد</w:t>
      </w:r>
      <w:r w:rsidR="000C4B14">
        <w:rPr>
          <w:rtl/>
          <w:lang w:bidi="fa-IR"/>
        </w:rPr>
        <w:t>،</w:t>
      </w:r>
      <w:r w:rsidRPr="003E3506">
        <w:rPr>
          <w:rtl/>
          <w:lang w:bidi="fa-IR"/>
        </w:rPr>
        <w:t xml:space="preserve"> نمازش باطل است</w:t>
      </w:r>
      <w:r w:rsidR="000C4B14">
        <w:rPr>
          <w:rtl/>
          <w:lang w:bidi="fa-IR"/>
        </w:rPr>
        <w:t>،</w:t>
      </w:r>
      <w:r w:rsidRPr="003E3506">
        <w:rPr>
          <w:rtl/>
          <w:lang w:bidi="fa-IR"/>
        </w:rPr>
        <w:t xml:space="preserve"> همچون مثالى كه گذشت</w:t>
      </w:r>
      <w:r w:rsidR="000C4B14">
        <w:rPr>
          <w:rtl/>
          <w:lang w:bidi="fa-IR"/>
        </w:rPr>
        <w:t>،</w:t>
      </w:r>
      <w:r w:rsidRPr="003E3506">
        <w:rPr>
          <w:rtl/>
          <w:lang w:bidi="fa-IR"/>
        </w:rPr>
        <w:t xml:space="preserve"> و گرنه نمازش صحيح است</w:t>
      </w:r>
      <w:r w:rsidR="000C4B14">
        <w:rPr>
          <w:rtl/>
          <w:lang w:bidi="fa-IR"/>
        </w:rPr>
        <w:t>،</w:t>
      </w:r>
      <w:r w:rsidRPr="003E3506">
        <w:rPr>
          <w:rtl/>
          <w:lang w:bidi="fa-IR"/>
        </w:rPr>
        <w:t xml:space="preserve"> مثل اينكه شك كند دو ركعت خوانده يا چهار ركعت</w:t>
      </w:r>
      <w:r w:rsidR="000C4B14">
        <w:rPr>
          <w:rtl/>
          <w:lang w:bidi="fa-IR"/>
        </w:rPr>
        <w:t>.</w:t>
      </w:r>
    </w:p>
    <w:p w:rsidR="003E3506" w:rsidRPr="003E3506" w:rsidRDefault="003E3506" w:rsidP="003E3506">
      <w:pPr>
        <w:pStyle w:val="libNormal"/>
        <w:rPr>
          <w:lang w:bidi="fa-IR"/>
        </w:rPr>
      </w:pPr>
      <w:r w:rsidRPr="003E3506">
        <w:rPr>
          <w:rtl/>
          <w:lang w:bidi="fa-IR"/>
        </w:rPr>
        <w:t>١٢١٦ - اگر پيش از آنكه مشغول تشهد شود يا پيش از ايستادن - در ركعتهايى كه تشهد ندارد - شك كند كه يك يا دو سجده را بجا آورده يا نه</w:t>
      </w:r>
      <w:r w:rsidR="000C4B14">
        <w:rPr>
          <w:rtl/>
          <w:lang w:bidi="fa-IR"/>
        </w:rPr>
        <w:t>،</w:t>
      </w:r>
      <w:r w:rsidRPr="003E3506">
        <w:rPr>
          <w:rtl/>
          <w:lang w:bidi="fa-IR"/>
        </w:rPr>
        <w:t xml:space="preserve"> و در همان موقع يكى از شكهايى كه بعد از تمام شدن دو سجده صحيح است</w:t>
      </w:r>
      <w:r w:rsidR="000C4B14">
        <w:rPr>
          <w:rtl/>
          <w:lang w:bidi="fa-IR"/>
        </w:rPr>
        <w:t>،</w:t>
      </w:r>
      <w:r w:rsidRPr="003E3506">
        <w:rPr>
          <w:rtl/>
          <w:lang w:bidi="fa-IR"/>
        </w:rPr>
        <w:t xml:space="preserve"> برايش پيش آيد نمازش باطل است</w:t>
      </w:r>
      <w:r w:rsidR="000C4B14">
        <w:rPr>
          <w:rtl/>
          <w:lang w:bidi="fa-IR"/>
        </w:rPr>
        <w:t>.</w:t>
      </w:r>
    </w:p>
    <w:p w:rsidR="003E3506" w:rsidRPr="003E3506" w:rsidRDefault="003E3506" w:rsidP="003E3506">
      <w:pPr>
        <w:pStyle w:val="libNormal"/>
        <w:rPr>
          <w:lang w:bidi="fa-IR"/>
        </w:rPr>
      </w:pPr>
      <w:r w:rsidRPr="003E3506">
        <w:rPr>
          <w:rtl/>
          <w:lang w:bidi="fa-IR"/>
        </w:rPr>
        <w:t>١٢١٧ - اگر موقعى كه ايستاده بين سه و چهار يا بين سه و چهار و پنج شك كند و يادش بيايد كه يك يا دو سجده از ركعت پيش را بجا نياورده نمازش باطل است</w:t>
      </w:r>
      <w:r w:rsidR="000C4B14">
        <w:rPr>
          <w:rtl/>
          <w:lang w:bidi="fa-IR"/>
        </w:rPr>
        <w:t>.</w:t>
      </w:r>
    </w:p>
    <w:p w:rsidR="003E3506" w:rsidRPr="003E3506" w:rsidRDefault="003E3506" w:rsidP="003E3506">
      <w:pPr>
        <w:pStyle w:val="libNormal"/>
        <w:rPr>
          <w:lang w:bidi="fa-IR"/>
        </w:rPr>
      </w:pPr>
      <w:r w:rsidRPr="003E3506">
        <w:rPr>
          <w:rtl/>
          <w:lang w:bidi="fa-IR"/>
        </w:rPr>
        <w:t>١٢١٨ - اگر شك او از بين برود و شك ديگرى برايش پيش آيد</w:t>
      </w:r>
      <w:r w:rsidR="000C4B14">
        <w:rPr>
          <w:rtl/>
          <w:lang w:bidi="fa-IR"/>
        </w:rPr>
        <w:t>،</w:t>
      </w:r>
      <w:r w:rsidRPr="003E3506">
        <w:rPr>
          <w:rtl/>
          <w:lang w:bidi="fa-IR"/>
        </w:rPr>
        <w:t xml:space="preserve"> مثلا اول شك كند كه دو ركعت خوانده يا سه ركعت</w:t>
      </w:r>
      <w:r w:rsidR="000C4B14">
        <w:rPr>
          <w:rtl/>
          <w:lang w:bidi="fa-IR"/>
        </w:rPr>
        <w:t>،</w:t>
      </w:r>
      <w:r w:rsidRPr="003E3506">
        <w:rPr>
          <w:rtl/>
          <w:lang w:bidi="fa-IR"/>
        </w:rPr>
        <w:t xml:space="preserve"> بعد شك كند كه سه ركعت خوانده يا چهار ركعت</w:t>
      </w:r>
      <w:r w:rsidR="000C4B14">
        <w:rPr>
          <w:rtl/>
          <w:lang w:bidi="fa-IR"/>
        </w:rPr>
        <w:t>،</w:t>
      </w:r>
      <w:r w:rsidRPr="003E3506">
        <w:rPr>
          <w:rtl/>
          <w:lang w:bidi="fa-IR"/>
        </w:rPr>
        <w:t xml:space="preserve"> بايد به دستور شك دوم عمل نمايد.</w:t>
      </w:r>
    </w:p>
    <w:p w:rsidR="003E3506" w:rsidRPr="003E3506" w:rsidRDefault="003E3506" w:rsidP="003E3506">
      <w:pPr>
        <w:pStyle w:val="libNormal"/>
        <w:rPr>
          <w:lang w:bidi="fa-IR"/>
        </w:rPr>
      </w:pPr>
      <w:r w:rsidRPr="003E3506">
        <w:rPr>
          <w:rtl/>
          <w:lang w:bidi="fa-IR"/>
        </w:rPr>
        <w:lastRenderedPageBreak/>
        <w:t>١٢١٩ - اگر بعد از نماز شك كند كه در حال نماز مثلا بين دو و چهار شك كرده يا بين سه و چهار</w:t>
      </w:r>
      <w:r w:rsidR="000C4B14">
        <w:rPr>
          <w:rtl/>
          <w:lang w:bidi="fa-IR"/>
        </w:rPr>
        <w:t>،</w:t>
      </w:r>
      <w:r w:rsidRPr="003E3506">
        <w:rPr>
          <w:rtl/>
          <w:lang w:bidi="fa-IR"/>
        </w:rPr>
        <w:t xml:space="preserve"> مى تواند به دستور هر دو شك عمل كند و نيز مى تواند نماز را بشكند و پس از انجام كارى كه نماز را باطل مى كند آن را دوباره بخواند.</w:t>
      </w:r>
    </w:p>
    <w:p w:rsidR="003E3506" w:rsidRPr="003E3506" w:rsidRDefault="003E3506" w:rsidP="003E3506">
      <w:pPr>
        <w:pStyle w:val="libNormal"/>
        <w:rPr>
          <w:lang w:bidi="fa-IR"/>
        </w:rPr>
      </w:pPr>
      <w:r w:rsidRPr="003E3506">
        <w:rPr>
          <w:rtl/>
          <w:lang w:bidi="fa-IR"/>
        </w:rPr>
        <w:t>١٢٢٠ - اگر بعد از نماز بفهمد كه در حال نماز شكى براى او پيش آمده</w:t>
      </w:r>
      <w:r w:rsidR="000C4B14">
        <w:rPr>
          <w:rtl/>
          <w:lang w:bidi="fa-IR"/>
        </w:rPr>
        <w:t>،</w:t>
      </w:r>
      <w:r w:rsidRPr="003E3506">
        <w:rPr>
          <w:rtl/>
          <w:lang w:bidi="fa-IR"/>
        </w:rPr>
        <w:t xml:space="preserve"> ولى نداند از شكهاى باطل يا صحيح بوده</w:t>
      </w:r>
      <w:r w:rsidR="000C4B14">
        <w:rPr>
          <w:rtl/>
          <w:lang w:bidi="fa-IR"/>
        </w:rPr>
        <w:t>،</w:t>
      </w:r>
      <w:r w:rsidRPr="003E3506">
        <w:rPr>
          <w:rtl/>
          <w:lang w:bidi="fa-IR"/>
        </w:rPr>
        <w:t xml:space="preserve"> و اگر از شكهاى صحيح بوده نداند كدام قسم آن بوده است</w:t>
      </w:r>
      <w:r w:rsidR="000C4B14">
        <w:rPr>
          <w:rtl/>
          <w:lang w:bidi="fa-IR"/>
        </w:rPr>
        <w:t>،</w:t>
      </w:r>
      <w:r w:rsidRPr="003E3506">
        <w:rPr>
          <w:rtl/>
          <w:lang w:bidi="fa-IR"/>
        </w:rPr>
        <w:t xml:space="preserve"> جايز است نماز را بهم زده و دوباره بخواند.</w:t>
      </w:r>
    </w:p>
    <w:p w:rsidR="003E3506" w:rsidRPr="003E3506" w:rsidRDefault="003E3506" w:rsidP="003E3506">
      <w:pPr>
        <w:pStyle w:val="libNormal"/>
        <w:rPr>
          <w:lang w:bidi="fa-IR"/>
        </w:rPr>
      </w:pPr>
      <w:r w:rsidRPr="003E3506">
        <w:rPr>
          <w:rtl/>
          <w:lang w:bidi="fa-IR"/>
        </w:rPr>
        <w:t>١٢٢١ - كسى كه نشسته نماز مى خواند</w:t>
      </w:r>
      <w:r w:rsidR="000C4B14">
        <w:rPr>
          <w:rtl/>
          <w:lang w:bidi="fa-IR"/>
        </w:rPr>
        <w:t>،</w:t>
      </w:r>
      <w:r w:rsidRPr="003E3506">
        <w:rPr>
          <w:rtl/>
          <w:lang w:bidi="fa-IR"/>
        </w:rPr>
        <w:t xml:space="preserve"> اگر شكى كند كه بايد براى آن يك ركعت نماز احتياط ايستاده يا دو ركعت نشسته بخواند</w:t>
      </w:r>
      <w:r w:rsidR="000C4B14">
        <w:rPr>
          <w:rtl/>
          <w:lang w:bidi="fa-IR"/>
        </w:rPr>
        <w:t>،</w:t>
      </w:r>
      <w:r w:rsidRPr="003E3506">
        <w:rPr>
          <w:rtl/>
          <w:lang w:bidi="fa-IR"/>
        </w:rPr>
        <w:t xml:space="preserve"> بايد يك ركعت نشسته بجا آورد.</w:t>
      </w:r>
    </w:p>
    <w:p w:rsidR="003E3506" w:rsidRPr="003E3506" w:rsidRDefault="003E3506" w:rsidP="003E3506">
      <w:pPr>
        <w:pStyle w:val="libNormal"/>
        <w:rPr>
          <w:lang w:bidi="fa-IR"/>
        </w:rPr>
      </w:pPr>
      <w:r w:rsidRPr="003E3506">
        <w:rPr>
          <w:rtl/>
          <w:lang w:bidi="fa-IR"/>
        </w:rPr>
        <w:t>و اگر شكى كند كه بايد براى آن دو ركعت نماز احتياط ايستاده بخواند</w:t>
      </w:r>
      <w:r w:rsidR="000C4B14">
        <w:rPr>
          <w:rtl/>
          <w:lang w:bidi="fa-IR"/>
        </w:rPr>
        <w:t>،</w:t>
      </w:r>
      <w:r w:rsidRPr="003E3506">
        <w:rPr>
          <w:rtl/>
          <w:lang w:bidi="fa-IR"/>
        </w:rPr>
        <w:t xml:space="preserve"> بايد دو ركعت نشسته بجا آورد.</w:t>
      </w:r>
    </w:p>
    <w:p w:rsidR="003E3506" w:rsidRPr="003E3506" w:rsidRDefault="003E3506" w:rsidP="003E3506">
      <w:pPr>
        <w:pStyle w:val="libNormal"/>
        <w:rPr>
          <w:lang w:bidi="fa-IR"/>
        </w:rPr>
      </w:pPr>
      <w:r w:rsidRPr="003E3506">
        <w:rPr>
          <w:rtl/>
          <w:lang w:bidi="fa-IR"/>
        </w:rPr>
        <w:t>١٢٢٢ - كسى كه ايستاده نماز مى خواند</w:t>
      </w:r>
      <w:r w:rsidR="000C4B14">
        <w:rPr>
          <w:rtl/>
          <w:lang w:bidi="fa-IR"/>
        </w:rPr>
        <w:t>،</w:t>
      </w:r>
      <w:r w:rsidRPr="003E3506">
        <w:rPr>
          <w:rtl/>
          <w:lang w:bidi="fa-IR"/>
        </w:rPr>
        <w:t xml:space="preserve"> اگر موقع خواندن نماز احتياط از ايستادن عاجز شود</w:t>
      </w:r>
      <w:r w:rsidR="000C4B14">
        <w:rPr>
          <w:rtl/>
          <w:lang w:bidi="fa-IR"/>
        </w:rPr>
        <w:t>،</w:t>
      </w:r>
      <w:r w:rsidRPr="003E3506">
        <w:rPr>
          <w:rtl/>
          <w:lang w:bidi="fa-IR"/>
        </w:rPr>
        <w:t xml:space="preserve"> بايد مثل كسى كه نماز را نشسته مى خواند كه حكم آن در مساله پيش گفته شد</w:t>
      </w:r>
      <w:r w:rsidR="000C4B14">
        <w:rPr>
          <w:rtl/>
          <w:lang w:bidi="fa-IR"/>
        </w:rPr>
        <w:t>،</w:t>
      </w:r>
      <w:r w:rsidRPr="003E3506">
        <w:rPr>
          <w:rtl/>
          <w:lang w:bidi="fa-IR"/>
        </w:rPr>
        <w:t xml:space="preserve"> نماز احتياط را بجا آورد.</w:t>
      </w:r>
    </w:p>
    <w:p w:rsidR="003E3506" w:rsidRPr="003E3506" w:rsidRDefault="003E3506" w:rsidP="003E3506">
      <w:pPr>
        <w:pStyle w:val="libNormal"/>
        <w:rPr>
          <w:lang w:bidi="fa-IR"/>
        </w:rPr>
      </w:pPr>
      <w:r w:rsidRPr="003E3506">
        <w:rPr>
          <w:rtl/>
          <w:lang w:bidi="fa-IR"/>
        </w:rPr>
        <w:t>١٢٢٣ - كسى كه نشسته نماز مى خواند</w:t>
      </w:r>
      <w:r w:rsidR="000C4B14">
        <w:rPr>
          <w:rtl/>
          <w:lang w:bidi="fa-IR"/>
        </w:rPr>
        <w:t>،</w:t>
      </w:r>
      <w:r w:rsidRPr="003E3506">
        <w:rPr>
          <w:rtl/>
          <w:lang w:bidi="fa-IR"/>
        </w:rPr>
        <w:t xml:space="preserve"> اگر موقع خواندن نماز احتياط بتواند بايستد</w:t>
      </w:r>
      <w:r w:rsidR="000C4B14">
        <w:rPr>
          <w:rtl/>
          <w:lang w:bidi="fa-IR"/>
        </w:rPr>
        <w:t>،</w:t>
      </w:r>
      <w:r w:rsidRPr="003E3506">
        <w:rPr>
          <w:rtl/>
          <w:lang w:bidi="fa-IR"/>
        </w:rPr>
        <w:t xml:space="preserve"> بايد به وظيفه كسى كه نماز را ايستاده مى خواند عمل كند.</w:t>
      </w:r>
    </w:p>
    <w:p w:rsidR="003E3506" w:rsidRDefault="00605FAB" w:rsidP="003D0CAC">
      <w:pPr>
        <w:pStyle w:val="Heading3"/>
        <w:rPr>
          <w:rtl/>
          <w:lang w:bidi="fa-IR"/>
        </w:rPr>
      </w:pPr>
      <w:bookmarkStart w:id="152" w:name="_Toc24454575"/>
      <w:r>
        <w:rPr>
          <w:rtl/>
          <w:lang w:bidi="fa-IR"/>
        </w:rPr>
        <w:t>(</w:t>
      </w:r>
      <w:r w:rsidR="003E3506" w:rsidRPr="003E3506">
        <w:rPr>
          <w:rtl/>
          <w:lang w:bidi="fa-IR"/>
        </w:rPr>
        <w:t>دستور نماز احتياط</w:t>
      </w:r>
      <w:r>
        <w:rPr>
          <w:rtl/>
          <w:lang w:bidi="fa-IR"/>
        </w:rPr>
        <w:t>)</w:t>
      </w:r>
      <w:bookmarkEnd w:id="152"/>
    </w:p>
    <w:p w:rsidR="003E3506" w:rsidRPr="003E3506" w:rsidRDefault="003E3506" w:rsidP="003E3506">
      <w:pPr>
        <w:pStyle w:val="libNormal"/>
        <w:rPr>
          <w:lang w:bidi="fa-IR"/>
        </w:rPr>
      </w:pPr>
      <w:r w:rsidRPr="003E3506">
        <w:rPr>
          <w:rtl/>
          <w:lang w:bidi="fa-IR"/>
        </w:rPr>
        <w:t>١٢٢٤ - كسى كه نماز احتياط بر او واجب است</w:t>
      </w:r>
      <w:r w:rsidR="000C4B14">
        <w:rPr>
          <w:rtl/>
          <w:lang w:bidi="fa-IR"/>
        </w:rPr>
        <w:t>،</w:t>
      </w:r>
      <w:r w:rsidRPr="003E3506">
        <w:rPr>
          <w:rtl/>
          <w:lang w:bidi="fa-IR"/>
        </w:rPr>
        <w:t xml:space="preserve"> بعد از سلام نماز بايد فورا نيت نماز احتياط كند و تكبير بگويد و حمد را بخواند و به ركوع رود و دو سجده نمايد</w:t>
      </w:r>
      <w:r w:rsidR="000C4B14">
        <w:rPr>
          <w:rtl/>
          <w:lang w:bidi="fa-IR"/>
        </w:rPr>
        <w:t>،</w:t>
      </w:r>
      <w:r w:rsidRPr="003E3506">
        <w:rPr>
          <w:rtl/>
          <w:lang w:bidi="fa-IR"/>
        </w:rPr>
        <w:t xml:space="preserve"> پس اگر يك ركعت نماز احتياط بر او واجب است</w:t>
      </w:r>
      <w:r w:rsidR="000C4B14">
        <w:rPr>
          <w:rtl/>
          <w:lang w:bidi="fa-IR"/>
        </w:rPr>
        <w:t>،</w:t>
      </w:r>
      <w:r w:rsidRPr="003E3506">
        <w:rPr>
          <w:rtl/>
          <w:lang w:bidi="fa-IR"/>
        </w:rPr>
        <w:t xml:space="preserve"> بعد از دو سجده تشهد بخواند و سلام دهد و اگر دو ركعت نماز احتياط بر او واجب است بعد از دو سجده</w:t>
      </w:r>
      <w:r w:rsidR="000C4B14">
        <w:rPr>
          <w:rtl/>
          <w:lang w:bidi="fa-IR"/>
        </w:rPr>
        <w:t>،</w:t>
      </w:r>
      <w:r w:rsidRPr="003E3506">
        <w:rPr>
          <w:rtl/>
          <w:lang w:bidi="fa-IR"/>
        </w:rPr>
        <w:t xml:space="preserve"> يك ركعت ديگر مثل ركعت اول بجا آورد و بعد از تشهد سلام دهد.</w:t>
      </w:r>
    </w:p>
    <w:p w:rsidR="003E3506" w:rsidRPr="003E3506" w:rsidRDefault="003E3506" w:rsidP="003E3506">
      <w:pPr>
        <w:pStyle w:val="libNormal"/>
        <w:rPr>
          <w:lang w:bidi="fa-IR"/>
        </w:rPr>
      </w:pPr>
      <w:r w:rsidRPr="003E3506">
        <w:rPr>
          <w:rtl/>
          <w:lang w:bidi="fa-IR"/>
        </w:rPr>
        <w:lastRenderedPageBreak/>
        <w:t>١٢٢٥ - نماز احتياط سوره و قنوت ندارد و بايد بنابر احتياط لازم آن را آهسته بخوانند و نيت آن را به زبان نياورند و احتياط مستحب آن است كه بسم اللّه آن را هم آهسته بگويند.</w:t>
      </w:r>
    </w:p>
    <w:p w:rsidR="003E3506" w:rsidRPr="003E3506" w:rsidRDefault="003E3506" w:rsidP="003E3506">
      <w:pPr>
        <w:pStyle w:val="libNormal"/>
        <w:rPr>
          <w:lang w:bidi="fa-IR"/>
        </w:rPr>
      </w:pPr>
      <w:r w:rsidRPr="003E3506">
        <w:rPr>
          <w:rtl/>
          <w:lang w:bidi="fa-IR"/>
        </w:rPr>
        <w:t>١٢٢٦ - اگر پيش از خواندن نماز احتياط بفهمد</w:t>
      </w:r>
      <w:r w:rsidR="000C4B14">
        <w:rPr>
          <w:rtl/>
          <w:lang w:bidi="fa-IR"/>
        </w:rPr>
        <w:t>،</w:t>
      </w:r>
      <w:r w:rsidRPr="003E3506">
        <w:rPr>
          <w:rtl/>
          <w:lang w:bidi="fa-IR"/>
        </w:rPr>
        <w:t xml:space="preserve"> نمازى كه خوانده درست بوده</w:t>
      </w:r>
      <w:r w:rsidR="000C4B14">
        <w:rPr>
          <w:rtl/>
          <w:lang w:bidi="fa-IR"/>
        </w:rPr>
        <w:t>،</w:t>
      </w:r>
      <w:r w:rsidRPr="003E3506">
        <w:rPr>
          <w:rtl/>
          <w:lang w:bidi="fa-IR"/>
        </w:rPr>
        <w:t xml:space="preserve"> لازم نيست نماز احتياط را بخواند و اگر در بين نماز احتياط بفهمد</w:t>
      </w:r>
      <w:r w:rsidR="000C4B14">
        <w:rPr>
          <w:rtl/>
          <w:lang w:bidi="fa-IR"/>
        </w:rPr>
        <w:t>،</w:t>
      </w:r>
      <w:r w:rsidRPr="003E3506">
        <w:rPr>
          <w:rtl/>
          <w:lang w:bidi="fa-IR"/>
        </w:rPr>
        <w:t xml:space="preserve"> لازم نيست آن را تمام نمايد.</w:t>
      </w:r>
    </w:p>
    <w:p w:rsidR="003E3506" w:rsidRPr="003E3506" w:rsidRDefault="003E3506" w:rsidP="003E3506">
      <w:pPr>
        <w:pStyle w:val="libNormal"/>
        <w:rPr>
          <w:lang w:bidi="fa-IR"/>
        </w:rPr>
      </w:pPr>
      <w:r w:rsidRPr="003E3506">
        <w:rPr>
          <w:rtl/>
          <w:lang w:bidi="fa-IR"/>
        </w:rPr>
        <w:t>١٢٢٧ - اگر پيش از خواندن نماز احتياط بفهمد كه ركعتهاى نمازش كم بوده</w:t>
      </w:r>
      <w:r w:rsidR="000C4B14">
        <w:rPr>
          <w:rtl/>
          <w:lang w:bidi="fa-IR"/>
        </w:rPr>
        <w:t>،</w:t>
      </w:r>
      <w:r w:rsidRPr="003E3506">
        <w:rPr>
          <w:rtl/>
          <w:lang w:bidi="fa-IR"/>
        </w:rPr>
        <w:t xml:space="preserve"> چنانچه كارى كه نماز را باطل مى كند انجام نداده</w:t>
      </w:r>
      <w:r w:rsidR="000C4B14">
        <w:rPr>
          <w:rtl/>
          <w:lang w:bidi="fa-IR"/>
        </w:rPr>
        <w:t>،</w:t>
      </w:r>
      <w:r w:rsidRPr="003E3506">
        <w:rPr>
          <w:rtl/>
          <w:lang w:bidi="fa-IR"/>
        </w:rPr>
        <w:t xml:space="preserve"> بايد آنچه را از نماز نخوانده بخواند و براى سلام بيجا بنابر احتياط لازم دو سجده سهو بنمايد.</w:t>
      </w:r>
    </w:p>
    <w:p w:rsidR="003E3506" w:rsidRPr="003E3506" w:rsidRDefault="003E3506" w:rsidP="003E3506">
      <w:pPr>
        <w:pStyle w:val="libNormal"/>
        <w:rPr>
          <w:lang w:bidi="fa-IR"/>
        </w:rPr>
      </w:pPr>
      <w:r w:rsidRPr="003E3506">
        <w:rPr>
          <w:rtl/>
          <w:lang w:bidi="fa-IR"/>
        </w:rPr>
        <w:t>و اگر كارى كه نماز را باطل مى كند</w:t>
      </w:r>
      <w:r w:rsidR="000C4B14">
        <w:rPr>
          <w:rtl/>
          <w:lang w:bidi="fa-IR"/>
        </w:rPr>
        <w:t>،</w:t>
      </w:r>
      <w:r w:rsidRPr="003E3506">
        <w:rPr>
          <w:rtl/>
          <w:lang w:bidi="fa-IR"/>
        </w:rPr>
        <w:t xml:space="preserve"> انجام داده</w:t>
      </w:r>
      <w:r w:rsidR="000C4B14">
        <w:rPr>
          <w:rtl/>
          <w:lang w:bidi="fa-IR"/>
        </w:rPr>
        <w:t>،</w:t>
      </w:r>
      <w:r w:rsidRPr="003E3506">
        <w:rPr>
          <w:rtl/>
          <w:lang w:bidi="fa-IR"/>
        </w:rPr>
        <w:t xml:space="preserve"> مثلا پشت به قبله كرده</w:t>
      </w:r>
      <w:r w:rsidR="000C4B14">
        <w:rPr>
          <w:rtl/>
          <w:lang w:bidi="fa-IR"/>
        </w:rPr>
        <w:t>،</w:t>
      </w:r>
      <w:r w:rsidRPr="003E3506">
        <w:rPr>
          <w:rtl/>
          <w:lang w:bidi="fa-IR"/>
        </w:rPr>
        <w:t xml:space="preserve"> بايد نماز را دوباره بجا آورد.</w:t>
      </w:r>
    </w:p>
    <w:p w:rsidR="003E3506" w:rsidRPr="003E3506" w:rsidRDefault="003E3506" w:rsidP="003E3506">
      <w:pPr>
        <w:pStyle w:val="libNormal"/>
        <w:rPr>
          <w:lang w:bidi="fa-IR"/>
        </w:rPr>
      </w:pPr>
      <w:r w:rsidRPr="003E3506">
        <w:rPr>
          <w:rtl/>
          <w:lang w:bidi="fa-IR"/>
        </w:rPr>
        <w:t>١٢٢٨ - اگر بعد از نماز احتياط بفهمد كسرى نمازش به مقدار نماز احتياط بوده</w:t>
      </w:r>
      <w:r w:rsidR="000C4B14">
        <w:rPr>
          <w:rtl/>
          <w:lang w:bidi="fa-IR"/>
        </w:rPr>
        <w:t>،</w:t>
      </w:r>
      <w:r w:rsidRPr="003E3506">
        <w:rPr>
          <w:rtl/>
          <w:lang w:bidi="fa-IR"/>
        </w:rPr>
        <w:t xml:space="preserve"> مثلا در شك بين سه و چهار يك ركعت نماز احتياط بخواند</w:t>
      </w:r>
      <w:r w:rsidR="000C4B14">
        <w:rPr>
          <w:rtl/>
          <w:lang w:bidi="fa-IR"/>
        </w:rPr>
        <w:t>،</w:t>
      </w:r>
      <w:r w:rsidRPr="003E3506">
        <w:rPr>
          <w:rtl/>
          <w:lang w:bidi="fa-IR"/>
        </w:rPr>
        <w:t xml:space="preserve"> بعد بفهمد نماز را سه ركعت خوانده</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١٢٢٩ - اگر بعد از خواندن نماز احتياط بفهمد كسرى نماز كمتر از نماز احتياط بوده</w:t>
      </w:r>
      <w:r w:rsidR="000C4B14">
        <w:rPr>
          <w:rtl/>
          <w:lang w:bidi="fa-IR"/>
        </w:rPr>
        <w:t>،</w:t>
      </w:r>
      <w:r w:rsidRPr="003E3506">
        <w:rPr>
          <w:rtl/>
          <w:lang w:bidi="fa-IR"/>
        </w:rPr>
        <w:t xml:space="preserve"> مثلا در شك بين دو و چهار</w:t>
      </w:r>
      <w:r w:rsidR="000C4B14">
        <w:rPr>
          <w:rtl/>
          <w:lang w:bidi="fa-IR"/>
        </w:rPr>
        <w:t>،</w:t>
      </w:r>
      <w:r w:rsidRPr="003E3506">
        <w:rPr>
          <w:rtl/>
          <w:lang w:bidi="fa-IR"/>
        </w:rPr>
        <w:t xml:space="preserve"> دو ركعت نماز احتياط بخواند</w:t>
      </w:r>
      <w:r w:rsidR="000C4B14">
        <w:rPr>
          <w:rtl/>
          <w:lang w:bidi="fa-IR"/>
        </w:rPr>
        <w:t>،</w:t>
      </w:r>
      <w:r w:rsidRPr="003E3506">
        <w:rPr>
          <w:rtl/>
          <w:lang w:bidi="fa-IR"/>
        </w:rPr>
        <w:t xml:space="preserve"> بعد بفهمد نماز را سه ركعت خوانده</w:t>
      </w:r>
      <w:r w:rsidR="000C4B14">
        <w:rPr>
          <w:rtl/>
          <w:lang w:bidi="fa-IR"/>
        </w:rPr>
        <w:t>،</w:t>
      </w:r>
      <w:r w:rsidRPr="003E3506">
        <w:rPr>
          <w:rtl/>
          <w:lang w:bidi="fa-IR"/>
        </w:rPr>
        <w:t xml:space="preserve"> بايد نماز را دوباره بخواند.</w:t>
      </w:r>
    </w:p>
    <w:p w:rsidR="003E3506" w:rsidRPr="003E3506" w:rsidRDefault="003E3506" w:rsidP="003E3506">
      <w:pPr>
        <w:pStyle w:val="libNormal"/>
        <w:rPr>
          <w:lang w:bidi="fa-IR"/>
        </w:rPr>
      </w:pPr>
      <w:r w:rsidRPr="003E3506">
        <w:rPr>
          <w:rtl/>
          <w:lang w:bidi="fa-IR"/>
        </w:rPr>
        <w:t>١٢٣٠ - اگر بعد از خواندن نماز احتياط بفهمد كسرى نمازش بيشتر از نماز احتياط بوده</w:t>
      </w:r>
      <w:r w:rsidR="000C4B14">
        <w:rPr>
          <w:rtl/>
          <w:lang w:bidi="fa-IR"/>
        </w:rPr>
        <w:t>،</w:t>
      </w:r>
      <w:r w:rsidRPr="003E3506">
        <w:rPr>
          <w:rtl/>
          <w:lang w:bidi="fa-IR"/>
        </w:rPr>
        <w:t xml:space="preserve"> مثلا در شك بين سه و چهار يك ركعت نماز احتياط بخواند</w:t>
      </w:r>
      <w:r w:rsidR="000C4B14">
        <w:rPr>
          <w:rtl/>
          <w:lang w:bidi="fa-IR"/>
        </w:rPr>
        <w:t>،</w:t>
      </w:r>
      <w:r w:rsidRPr="003E3506">
        <w:rPr>
          <w:rtl/>
          <w:lang w:bidi="fa-IR"/>
        </w:rPr>
        <w:t xml:space="preserve"> بعد بفهمد نماز را دو ركعت خوانده</w:t>
      </w:r>
      <w:r w:rsidR="000C4B14">
        <w:rPr>
          <w:rtl/>
          <w:lang w:bidi="fa-IR"/>
        </w:rPr>
        <w:t>،</w:t>
      </w:r>
      <w:r w:rsidRPr="003E3506">
        <w:rPr>
          <w:rtl/>
          <w:lang w:bidi="fa-IR"/>
        </w:rPr>
        <w:t xml:space="preserve"> چنانچه بعد از نماز احتياط كارى كه نماز را باطل مى كند انجام داده</w:t>
      </w:r>
      <w:r w:rsidR="000C4B14">
        <w:rPr>
          <w:rtl/>
          <w:lang w:bidi="fa-IR"/>
        </w:rPr>
        <w:t>،</w:t>
      </w:r>
      <w:r w:rsidRPr="003E3506">
        <w:rPr>
          <w:rtl/>
          <w:lang w:bidi="fa-IR"/>
        </w:rPr>
        <w:t xml:space="preserve"> مثلا پشت به قبله كرده بايد نماز را دوباره بخواند و اگر كارى كه نماز را باطل مى كند انجام نداده</w:t>
      </w:r>
      <w:r w:rsidR="000C4B14">
        <w:rPr>
          <w:rtl/>
          <w:lang w:bidi="fa-IR"/>
        </w:rPr>
        <w:t>،</w:t>
      </w:r>
      <w:r w:rsidRPr="003E3506">
        <w:rPr>
          <w:rtl/>
          <w:lang w:bidi="fa-IR"/>
        </w:rPr>
        <w:t xml:space="preserve"> احتياط لازم آن است كه در اين صورت نيز نمازش را دوباره بخواند و اكتفا به ضميمه كردن ركعت باقيمانده نكند.</w:t>
      </w:r>
    </w:p>
    <w:p w:rsidR="003E3506" w:rsidRPr="003E3506" w:rsidRDefault="003E3506" w:rsidP="003E3506">
      <w:pPr>
        <w:pStyle w:val="libNormal"/>
        <w:rPr>
          <w:lang w:bidi="fa-IR"/>
        </w:rPr>
      </w:pPr>
      <w:r w:rsidRPr="003E3506">
        <w:rPr>
          <w:rtl/>
          <w:lang w:bidi="fa-IR"/>
        </w:rPr>
        <w:t>١٢٣١ - اگر بين دو و سه و چهار شك كند و بعد از خواندن دو ركعت نماز احتياط ايستاده</w:t>
      </w:r>
      <w:r w:rsidR="000C4B14">
        <w:rPr>
          <w:rtl/>
          <w:lang w:bidi="fa-IR"/>
        </w:rPr>
        <w:t>،</w:t>
      </w:r>
      <w:r w:rsidRPr="003E3506">
        <w:rPr>
          <w:rtl/>
          <w:lang w:bidi="fa-IR"/>
        </w:rPr>
        <w:t xml:space="preserve"> يادش بيايد كه نماز را دو ركعت خوانده</w:t>
      </w:r>
      <w:r w:rsidR="000C4B14">
        <w:rPr>
          <w:rtl/>
          <w:lang w:bidi="fa-IR"/>
        </w:rPr>
        <w:t>،</w:t>
      </w:r>
      <w:r w:rsidRPr="003E3506">
        <w:rPr>
          <w:rtl/>
          <w:lang w:bidi="fa-IR"/>
        </w:rPr>
        <w:t xml:space="preserve"> لازم نيست دو ركعت نماز احتياط نشسته را بخواند.</w:t>
      </w:r>
    </w:p>
    <w:p w:rsidR="003E3506" w:rsidRPr="003E3506" w:rsidRDefault="003E3506" w:rsidP="003E3506">
      <w:pPr>
        <w:pStyle w:val="libNormal"/>
        <w:rPr>
          <w:lang w:bidi="fa-IR"/>
        </w:rPr>
      </w:pPr>
      <w:r w:rsidRPr="003E3506">
        <w:rPr>
          <w:rtl/>
          <w:lang w:bidi="fa-IR"/>
        </w:rPr>
        <w:lastRenderedPageBreak/>
        <w:t>١٢٣٢ - اگر بين سه و چهار شك كند و موقعى كه يك ركعت نماز احتياط ايستاده را مى خواند يادش بيايد كه نماز را سه ركعت خوانده</w:t>
      </w:r>
      <w:r w:rsidR="000C4B14">
        <w:rPr>
          <w:rtl/>
          <w:lang w:bidi="fa-IR"/>
        </w:rPr>
        <w:t>،</w:t>
      </w:r>
      <w:r w:rsidRPr="003E3506">
        <w:rPr>
          <w:rtl/>
          <w:lang w:bidi="fa-IR"/>
        </w:rPr>
        <w:t xml:space="preserve"> بايد نماز احتياط را رها كند</w:t>
      </w:r>
      <w:r w:rsidR="000C4B14">
        <w:rPr>
          <w:rtl/>
          <w:lang w:bidi="fa-IR"/>
        </w:rPr>
        <w:t>،</w:t>
      </w:r>
      <w:r w:rsidRPr="003E3506">
        <w:rPr>
          <w:rtl/>
          <w:lang w:bidi="fa-IR"/>
        </w:rPr>
        <w:t xml:space="preserve"> و چنانچه پيش از داخل شدن در ركوع يادش آمده باشد يك ركعت به طور متصل بخواند و نمازش صحيح است</w:t>
      </w:r>
      <w:r w:rsidR="000C4B14">
        <w:rPr>
          <w:rtl/>
          <w:lang w:bidi="fa-IR"/>
        </w:rPr>
        <w:t>،</w:t>
      </w:r>
      <w:r w:rsidRPr="003E3506">
        <w:rPr>
          <w:rtl/>
          <w:lang w:bidi="fa-IR"/>
        </w:rPr>
        <w:t xml:space="preserve"> و براى سلام زيادى بنابر احتياط لازم دو سجده سهو بنمايد و اگر پس از داخل شدن در ركوع يادش آمده باشد بايد نماز را دوباره بخواند و بنابر احتياط نمى تواند اكتفا به ضميمه كردن ركعت باقيمانده نمايد.</w:t>
      </w:r>
    </w:p>
    <w:p w:rsidR="003E3506" w:rsidRPr="003E3506" w:rsidRDefault="003E3506" w:rsidP="003E3506">
      <w:pPr>
        <w:pStyle w:val="libNormal"/>
        <w:rPr>
          <w:lang w:bidi="fa-IR"/>
        </w:rPr>
      </w:pPr>
      <w:r w:rsidRPr="003E3506">
        <w:rPr>
          <w:rtl/>
          <w:lang w:bidi="fa-IR"/>
        </w:rPr>
        <w:t>١٢٣٣ - اگر بين دو و سه و چهار شك كند و موقعى كه دو ركعت نماز احتياط ايستاده را مى خواند يادش بيايد كه نماز را سه ركعت خوانده</w:t>
      </w:r>
      <w:r w:rsidR="000C4B14">
        <w:rPr>
          <w:rtl/>
          <w:lang w:bidi="fa-IR"/>
        </w:rPr>
        <w:t>،</w:t>
      </w:r>
      <w:r w:rsidRPr="003E3506">
        <w:rPr>
          <w:rtl/>
          <w:lang w:bidi="fa-IR"/>
        </w:rPr>
        <w:t xml:space="preserve"> نظير آنچه در مساله گذشته گفته شد در اينجا جارى است</w:t>
      </w:r>
      <w:r w:rsidR="000C4B14">
        <w:rPr>
          <w:rtl/>
          <w:lang w:bidi="fa-IR"/>
        </w:rPr>
        <w:t>.</w:t>
      </w:r>
    </w:p>
    <w:p w:rsidR="003E3506" w:rsidRPr="003E3506" w:rsidRDefault="003E3506" w:rsidP="003E3506">
      <w:pPr>
        <w:pStyle w:val="libNormal"/>
        <w:rPr>
          <w:lang w:bidi="fa-IR"/>
        </w:rPr>
      </w:pPr>
      <w:r w:rsidRPr="003E3506">
        <w:rPr>
          <w:rtl/>
          <w:lang w:bidi="fa-IR"/>
        </w:rPr>
        <w:t>١٢٣٤ - اگر در بين نماز احتياط بفهمد كسرى نمازش بيشتر يا كمتر از نماز احتياط بوده</w:t>
      </w:r>
      <w:r w:rsidR="000C4B14">
        <w:rPr>
          <w:rtl/>
          <w:lang w:bidi="fa-IR"/>
        </w:rPr>
        <w:t>،</w:t>
      </w:r>
      <w:r w:rsidRPr="003E3506">
        <w:rPr>
          <w:rtl/>
          <w:lang w:bidi="fa-IR"/>
        </w:rPr>
        <w:t xml:space="preserve"> نظير آنچه در مساله </w:t>
      </w:r>
      <w:r w:rsidR="00605FAB">
        <w:rPr>
          <w:rtl/>
          <w:lang w:bidi="fa-IR"/>
        </w:rPr>
        <w:t>(</w:t>
      </w:r>
      <w:r w:rsidRPr="003E3506">
        <w:rPr>
          <w:rtl/>
          <w:lang w:bidi="fa-IR"/>
        </w:rPr>
        <w:t>١٢٣٢</w:t>
      </w:r>
      <w:r w:rsidR="00605FAB">
        <w:rPr>
          <w:rtl/>
          <w:lang w:bidi="fa-IR"/>
        </w:rPr>
        <w:t>)</w:t>
      </w:r>
      <w:r w:rsidRPr="003E3506">
        <w:rPr>
          <w:rtl/>
          <w:lang w:bidi="fa-IR"/>
        </w:rPr>
        <w:t xml:space="preserve"> گفته شد در اينجا مى آيد.</w:t>
      </w:r>
    </w:p>
    <w:p w:rsidR="003E3506" w:rsidRPr="003E3506" w:rsidRDefault="003E3506" w:rsidP="003E3506">
      <w:pPr>
        <w:pStyle w:val="libNormal"/>
        <w:rPr>
          <w:lang w:bidi="fa-IR"/>
        </w:rPr>
      </w:pPr>
      <w:r w:rsidRPr="003E3506">
        <w:rPr>
          <w:rtl/>
          <w:lang w:bidi="fa-IR"/>
        </w:rPr>
        <w:t>١٢٣٥ - اگر شك كند نماز احتياطى را كه بر او واجب بوده</w:t>
      </w:r>
      <w:r w:rsidR="000C4B14">
        <w:rPr>
          <w:rtl/>
          <w:lang w:bidi="fa-IR"/>
        </w:rPr>
        <w:t>،</w:t>
      </w:r>
      <w:r w:rsidRPr="003E3506">
        <w:rPr>
          <w:rtl/>
          <w:lang w:bidi="fa-IR"/>
        </w:rPr>
        <w:t xml:space="preserve"> بجا آورده يا نه</w:t>
      </w:r>
      <w:r w:rsidR="000C4B14">
        <w:rPr>
          <w:rtl/>
          <w:lang w:bidi="fa-IR"/>
        </w:rPr>
        <w:t>،</w:t>
      </w:r>
      <w:r w:rsidRPr="003E3506">
        <w:rPr>
          <w:rtl/>
          <w:lang w:bidi="fa-IR"/>
        </w:rPr>
        <w:t xml:space="preserve"> چنانچه وقت نماز گذشته به شك خود اعتنا نكند و اگر وقت دارد</w:t>
      </w:r>
      <w:r w:rsidR="000C4B14">
        <w:rPr>
          <w:rtl/>
          <w:lang w:bidi="fa-IR"/>
        </w:rPr>
        <w:t>،</w:t>
      </w:r>
      <w:r w:rsidRPr="003E3506">
        <w:rPr>
          <w:rtl/>
          <w:lang w:bidi="fa-IR"/>
        </w:rPr>
        <w:t xml:space="preserve"> در صورتى كه بين شك و نماز زياد طول نكشيده و كارى هم مثل رو گرداندن از قبله كه نماز را باطل مى كند انجام نداده</w:t>
      </w:r>
      <w:r w:rsidR="000C4B14">
        <w:rPr>
          <w:rtl/>
          <w:lang w:bidi="fa-IR"/>
        </w:rPr>
        <w:t>،</w:t>
      </w:r>
      <w:r w:rsidRPr="003E3506">
        <w:rPr>
          <w:rtl/>
          <w:lang w:bidi="fa-IR"/>
        </w:rPr>
        <w:t xml:space="preserve"> بايد نماز احتياط را بخواند.</w:t>
      </w:r>
    </w:p>
    <w:p w:rsidR="003E3506" w:rsidRPr="003E3506" w:rsidRDefault="003E3506" w:rsidP="003E3506">
      <w:pPr>
        <w:pStyle w:val="libNormal"/>
        <w:rPr>
          <w:lang w:bidi="fa-IR"/>
        </w:rPr>
      </w:pPr>
      <w:r w:rsidRPr="003E3506">
        <w:rPr>
          <w:rtl/>
          <w:lang w:bidi="fa-IR"/>
        </w:rPr>
        <w:t>و اگر كارى كه نماز را باطل مى كند بجا آورده يا بين نماز و شك او زياد طول كشيده بنابر احتياط لازم بايد نماز را دوباره بخواند.</w:t>
      </w:r>
    </w:p>
    <w:p w:rsidR="003E3506" w:rsidRPr="003E3506" w:rsidRDefault="003E3506" w:rsidP="003E3506">
      <w:pPr>
        <w:pStyle w:val="libNormal"/>
        <w:rPr>
          <w:lang w:bidi="fa-IR"/>
        </w:rPr>
      </w:pPr>
      <w:r w:rsidRPr="003E3506">
        <w:rPr>
          <w:rtl/>
          <w:lang w:bidi="fa-IR"/>
        </w:rPr>
        <w:t>١٢٣٦ - اگر در نماز احتياط</w:t>
      </w:r>
      <w:r w:rsidR="000C4B14">
        <w:rPr>
          <w:rtl/>
          <w:lang w:bidi="fa-IR"/>
        </w:rPr>
        <w:t>،</w:t>
      </w:r>
      <w:r w:rsidRPr="003E3506">
        <w:rPr>
          <w:rtl/>
          <w:lang w:bidi="fa-IR"/>
        </w:rPr>
        <w:t xml:space="preserve"> بجاى يك ركعت دو ركعت بخواند</w:t>
      </w:r>
      <w:r w:rsidR="000C4B14">
        <w:rPr>
          <w:rtl/>
          <w:lang w:bidi="fa-IR"/>
        </w:rPr>
        <w:t>،</w:t>
      </w:r>
      <w:r w:rsidRPr="003E3506">
        <w:rPr>
          <w:rtl/>
          <w:lang w:bidi="fa-IR"/>
        </w:rPr>
        <w:t xml:space="preserve"> نماز احتياط باطل مى شود و بايد دوباره اصل نماز را بخواند و همچنين است - بنابر احتياط لازم - اگر در نماز احتياط ركنى را اضافه كند.</w:t>
      </w:r>
    </w:p>
    <w:p w:rsidR="003E3506" w:rsidRPr="003E3506" w:rsidRDefault="003E3506" w:rsidP="003E3506">
      <w:pPr>
        <w:pStyle w:val="libNormal"/>
        <w:rPr>
          <w:lang w:bidi="fa-IR"/>
        </w:rPr>
      </w:pPr>
      <w:r w:rsidRPr="003E3506">
        <w:rPr>
          <w:rtl/>
          <w:lang w:bidi="fa-IR"/>
        </w:rPr>
        <w:t>١٢٣٧ - موقعى كه مشغول نماز احتياط است اگر در يكى از كارهاى آن شك كند</w:t>
      </w:r>
      <w:r w:rsidR="000C4B14">
        <w:rPr>
          <w:rtl/>
          <w:lang w:bidi="fa-IR"/>
        </w:rPr>
        <w:t>،</w:t>
      </w:r>
      <w:r w:rsidRPr="003E3506">
        <w:rPr>
          <w:rtl/>
          <w:lang w:bidi="fa-IR"/>
        </w:rPr>
        <w:t xml:space="preserve"> چنانچه محل آن نگذشته</w:t>
      </w:r>
      <w:r w:rsidR="000C4B14">
        <w:rPr>
          <w:rtl/>
          <w:lang w:bidi="fa-IR"/>
        </w:rPr>
        <w:t>،</w:t>
      </w:r>
      <w:r w:rsidRPr="003E3506">
        <w:rPr>
          <w:rtl/>
          <w:lang w:bidi="fa-IR"/>
        </w:rPr>
        <w:t xml:space="preserve"> بايد بجا آورد و اگر محلش گذشته</w:t>
      </w:r>
      <w:r w:rsidR="000C4B14">
        <w:rPr>
          <w:rtl/>
          <w:lang w:bidi="fa-IR"/>
        </w:rPr>
        <w:t>،</w:t>
      </w:r>
      <w:r w:rsidRPr="003E3506">
        <w:rPr>
          <w:rtl/>
          <w:lang w:bidi="fa-IR"/>
        </w:rPr>
        <w:t xml:space="preserve"> بايد به شك خود اعتنا نكند</w:t>
      </w:r>
      <w:r w:rsidR="000C4B14">
        <w:rPr>
          <w:rtl/>
          <w:lang w:bidi="fa-IR"/>
        </w:rPr>
        <w:t>،</w:t>
      </w:r>
      <w:r w:rsidRPr="003E3506">
        <w:rPr>
          <w:rtl/>
          <w:lang w:bidi="fa-IR"/>
        </w:rPr>
        <w:t xml:space="preserve"> مثلا اگر </w:t>
      </w:r>
      <w:r w:rsidRPr="003E3506">
        <w:rPr>
          <w:rtl/>
          <w:lang w:bidi="fa-IR"/>
        </w:rPr>
        <w:lastRenderedPageBreak/>
        <w:t>شك كند كه حمد خوانده يا نه چنانچه به ركوع نرفته بايد بخواند و اگر به ركوع رفته بايد به شك خود اعتنا نكند.</w:t>
      </w:r>
    </w:p>
    <w:p w:rsidR="003E3506" w:rsidRPr="003E3506" w:rsidRDefault="003E3506" w:rsidP="003E3506">
      <w:pPr>
        <w:pStyle w:val="libNormal"/>
        <w:rPr>
          <w:lang w:bidi="fa-IR"/>
        </w:rPr>
      </w:pPr>
      <w:r w:rsidRPr="003E3506">
        <w:rPr>
          <w:rtl/>
          <w:lang w:bidi="fa-IR"/>
        </w:rPr>
        <w:t>١٢٣٨ - اگر در شماره ركعت</w:t>
      </w:r>
      <w:r w:rsidR="00EB63A4">
        <w:rPr>
          <w:rFonts w:hint="cs"/>
          <w:rtl/>
          <w:lang w:bidi="fa-IR"/>
        </w:rPr>
        <w:t xml:space="preserve"> </w:t>
      </w:r>
      <w:r w:rsidRPr="003E3506">
        <w:rPr>
          <w:rtl/>
          <w:lang w:bidi="fa-IR"/>
        </w:rPr>
        <w:t>هاى نماز احتياط شك كند</w:t>
      </w:r>
      <w:r w:rsidR="000C4B14">
        <w:rPr>
          <w:rtl/>
          <w:lang w:bidi="fa-IR"/>
        </w:rPr>
        <w:t>،</w:t>
      </w:r>
      <w:r w:rsidRPr="003E3506">
        <w:rPr>
          <w:rtl/>
          <w:lang w:bidi="fa-IR"/>
        </w:rPr>
        <w:t xml:space="preserve"> چنانچه طرف بيشتر شك نماز را باطل مى كند</w:t>
      </w:r>
      <w:r w:rsidR="000C4B14">
        <w:rPr>
          <w:rtl/>
          <w:lang w:bidi="fa-IR"/>
        </w:rPr>
        <w:t>،</w:t>
      </w:r>
      <w:r w:rsidRPr="003E3506">
        <w:rPr>
          <w:rtl/>
          <w:lang w:bidi="fa-IR"/>
        </w:rPr>
        <w:t xml:space="preserve"> بايد بنا را بر كمتر بگذارد و اگر طرف بيشتر شك نماز را باطل نمى كند</w:t>
      </w:r>
      <w:r w:rsidR="000C4B14">
        <w:rPr>
          <w:rtl/>
          <w:lang w:bidi="fa-IR"/>
        </w:rPr>
        <w:t>،</w:t>
      </w:r>
      <w:r w:rsidRPr="003E3506">
        <w:rPr>
          <w:rtl/>
          <w:lang w:bidi="fa-IR"/>
        </w:rPr>
        <w:t xml:space="preserve"> بايد بنا را بر بيشتر بگذارد</w:t>
      </w:r>
      <w:r w:rsidR="000C4B14">
        <w:rPr>
          <w:rtl/>
          <w:lang w:bidi="fa-IR"/>
        </w:rPr>
        <w:t>،</w:t>
      </w:r>
      <w:r w:rsidRPr="003E3506">
        <w:rPr>
          <w:rtl/>
          <w:lang w:bidi="fa-IR"/>
        </w:rPr>
        <w:t xml:space="preserve"> مثلا موقعى كه مشغول خواندن دو ركعت نماز احتياط است</w:t>
      </w:r>
      <w:r w:rsidR="000C4B14">
        <w:rPr>
          <w:rtl/>
          <w:lang w:bidi="fa-IR"/>
        </w:rPr>
        <w:t>،</w:t>
      </w:r>
      <w:r w:rsidRPr="003E3506">
        <w:rPr>
          <w:rtl/>
          <w:lang w:bidi="fa-IR"/>
        </w:rPr>
        <w:t xml:space="preserve"> اگر شك كند كه دو ركعت خوانده يا سه ركعت</w:t>
      </w:r>
      <w:r w:rsidR="000C4B14">
        <w:rPr>
          <w:rtl/>
          <w:lang w:bidi="fa-IR"/>
        </w:rPr>
        <w:t>،</w:t>
      </w:r>
      <w:r w:rsidRPr="003E3506">
        <w:rPr>
          <w:rtl/>
          <w:lang w:bidi="fa-IR"/>
        </w:rPr>
        <w:t xml:space="preserve"> چون طرف بيشتر شك نماز را باطل مى كند</w:t>
      </w:r>
      <w:r w:rsidR="000C4B14">
        <w:rPr>
          <w:rtl/>
          <w:lang w:bidi="fa-IR"/>
        </w:rPr>
        <w:t>،</w:t>
      </w:r>
      <w:r w:rsidRPr="003E3506">
        <w:rPr>
          <w:rtl/>
          <w:lang w:bidi="fa-IR"/>
        </w:rPr>
        <w:t xml:space="preserve"> بايد بنا بگذارد كه دو ركعت خوانده و اگر شك كند كه يك ركعت خوانده يا دو ركعت</w:t>
      </w:r>
      <w:r w:rsidR="000C4B14">
        <w:rPr>
          <w:rtl/>
          <w:lang w:bidi="fa-IR"/>
        </w:rPr>
        <w:t>،</w:t>
      </w:r>
      <w:r w:rsidRPr="003E3506">
        <w:rPr>
          <w:rtl/>
          <w:lang w:bidi="fa-IR"/>
        </w:rPr>
        <w:t xml:space="preserve"> چون طرف بيشتر شك نماز را باطل نمى كند</w:t>
      </w:r>
      <w:r w:rsidR="000C4B14">
        <w:rPr>
          <w:rtl/>
          <w:lang w:bidi="fa-IR"/>
        </w:rPr>
        <w:t>،</w:t>
      </w:r>
      <w:r w:rsidRPr="003E3506">
        <w:rPr>
          <w:rtl/>
          <w:lang w:bidi="fa-IR"/>
        </w:rPr>
        <w:t xml:space="preserve"> بايد بنا بگذارد كه دو ركعت خوانده است</w:t>
      </w:r>
      <w:r w:rsidR="000C4B14">
        <w:rPr>
          <w:rtl/>
          <w:lang w:bidi="fa-IR"/>
        </w:rPr>
        <w:t>.</w:t>
      </w:r>
    </w:p>
    <w:p w:rsidR="003E3506" w:rsidRPr="003E3506" w:rsidRDefault="003E3506" w:rsidP="003E3506">
      <w:pPr>
        <w:pStyle w:val="libNormal"/>
        <w:rPr>
          <w:lang w:bidi="fa-IR"/>
        </w:rPr>
      </w:pPr>
      <w:r w:rsidRPr="003E3506">
        <w:rPr>
          <w:rtl/>
          <w:lang w:bidi="fa-IR"/>
        </w:rPr>
        <w:t>١٢٣٩ - اگر در نماز احتياط چيزى كه ركن نيست سهوا كم يا زياد شود</w:t>
      </w:r>
      <w:r w:rsidR="000C4B14">
        <w:rPr>
          <w:rtl/>
          <w:lang w:bidi="fa-IR"/>
        </w:rPr>
        <w:t>،</w:t>
      </w:r>
      <w:r w:rsidRPr="003E3506">
        <w:rPr>
          <w:rtl/>
          <w:lang w:bidi="fa-IR"/>
        </w:rPr>
        <w:t xml:space="preserve"> سجده سهو ندارد.</w:t>
      </w:r>
    </w:p>
    <w:p w:rsidR="003E3506" w:rsidRPr="003E3506" w:rsidRDefault="003E3506" w:rsidP="003E3506">
      <w:pPr>
        <w:pStyle w:val="libNormal"/>
        <w:rPr>
          <w:lang w:bidi="fa-IR"/>
        </w:rPr>
      </w:pPr>
      <w:r w:rsidRPr="003E3506">
        <w:rPr>
          <w:rtl/>
          <w:lang w:bidi="fa-IR"/>
        </w:rPr>
        <w:t>١٢٤٠ - اگر بعد از سلام نماز احتياط شك كند كه يكى از اجزاء يا شرايط آن را بجا آورده يا نه</w:t>
      </w:r>
      <w:r w:rsidR="000C4B14">
        <w:rPr>
          <w:rtl/>
          <w:lang w:bidi="fa-IR"/>
        </w:rPr>
        <w:t>،</w:t>
      </w:r>
      <w:r w:rsidRPr="003E3506">
        <w:rPr>
          <w:rtl/>
          <w:lang w:bidi="fa-IR"/>
        </w:rPr>
        <w:t xml:space="preserve"> به شك خود اعتنا نكند.</w:t>
      </w:r>
    </w:p>
    <w:p w:rsidR="003E3506" w:rsidRPr="003E3506" w:rsidRDefault="003E3506" w:rsidP="003E3506">
      <w:pPr>
        <w:pStyle w:val="libNormal"/>
        <w:rPr>
          <w:lang w:bidi="fa-IR"/>
        </w:rPr>
      </w:pPr>
      <w:r w:rsidRPr="003E3506">
        <w:rPr>
          <w:rtl/>
          <w:lang w:bidi="fa-IR"/>
        </w:rPr>
        <w:t>١٢٤١ - اگر در نماز احتياط</w:t>
      </w:r>
      <w:r w:rsidR="000C4B14">
        <w:rPr>
          <w:rtl/>
          <w:lang w:bidi="fa-IR"/>
        </w:rPr>
        <w:t>،</w:t>
      </w:r>
      <w:r w:rsidRPr="003E3506">
        <w:rPr>
          <w:rtl/>
          <w:lang w:bidi="fa-IR"/>
        </w:rPr>
        <w:t xml:space="preserve"> تشهد يا يك سجده را فراموش كند و در جاى خود تداركش ممكن نباشد</w:t>
      </w:r>
      <w:r w:rsidR="000C4B14">
        <w:rPr>
          <w:rtl/>
          <w:lang w:bidi="fa-IR"/>
        </w:rPr>
        <w:t>،</w:t>
      </w:r>
      <w:r w:rsidRPr="003E3506">
        <w:rPr>
          <w:rtl/>
          <w:lang w:bidi="fa-IR"/>
        </w:rPr>
        <w:t xml:space="preserve"> احتياط واجب آن است كه بعد از سلام نماز سجده را قضا نمايد.</w:t>
      </w:r>
    </w:p>
    <w:p w:rsidR="003E3506" w:rsidRPr="003E3506" w:rsidRDefault="003E3506" w:rsidP="003E3506">
      <w:pPr>
        <w:pStyle w:val="libNormal"/>
        <w:rPr>
          <w:lang w:bidi="fa-IR"/>
        </w:rPr>
      </w:pPr>
      <w:r w:rsidRPr="003E3506">
        <w:rPr>
          <w:rtl/>
          <w:lang w:bidi="fa-IR"/>
        </w:rPr>
        <w:t>١٢٤٢ - اگر نماز احتياط و قضاى يك سجده يا دو سجده سهو بر او واجب شود</w:t>
      </w:r>
      <w:r w:rsidR="000C4B14">
        <w:rPr>
          <w:rtl/>
          <w:lang w:bidi="fa-IR"/>
        </w:rPr>
        <w:t>،</w:t>
      </w:r>
      <w:r w:rsidRPr="003E3506">
        <w:rPr>
          <w:rtl/>
          <w:lang w:bidi="fa-IR"/>
        </w:rPr>
        <w:t xml:space="preserve"> بايد اول نماز احتياط را بجا آورد.</w:t>
      </w:r>
    </w:p>
    <w:p w:rsidR="003E3506" w:rsidRPr="003E3506" w:rsidRDefault="003E3506" w:rsidP="003E3506">
      <w:pPr>
        <w:pStyle w:val="libNormal"/>
        <w:rPr>
          <w:lang w:bidi="fa-IR"/>
        </w:rPr>
      </w:pPr>
      <w:r w:rsidRPr="003E3506">
        <w:rPr>
          <w:rtl/>
          <w:lang w:bidi="fa-IR"/>
        </w:rPr>
        <w:t>١٢٤٣ - حكم گمان در نماز نسبت به ركعات مثل حكم يقين است</w:t>
      </w:r>
      <w:r w:rsidR="000C4B14">
        <w:rPr>
          <w:rtl/>
          <w:lang w:bidi="fa-IR"/>
        </w:rPr>
        <w:t>،</w:t>
      </w:r>
      <w:r w:rsidRPr="003E3506">
        <w:rPr>
          <w:rtl/>
          <w:lang w:bidi="fa-IR"/>
        </w:rPr>
        <w:t xml:space="preserve"> مثلا اگر نداند كه يك ركعت خوانده يا دو ركعت و گمان داشته باشد كه دو ركعت خوانده بنا مى گذارد كه دو ركعت است و اگر در نماز چهار ركعتى گمان دارد كه چهار ركعت خوانده</w:t>
      </w:r>
      <w:r w:rsidR="000C4B14">
        <w:rPr>
          <w:rtl/>
          <w:lang w:bidi="fa-IR"/>
        </w:rPr>
        <w:t>،</w:t>
      </w:r>
      <w:r w:rsidRPr="003E3506">
        <w:rPr>
          <w:rtl/>
          <w:lang w:bidi="fa-IR"/>
        </w:rPr>
        <w:t xml:space="preserve"> نبايد نماز احتياط بخواند و اما نسبت به افعال گمان حكم شك را دارد</w:t>
      </w:r>
      <w:r w:rsidR="000C4B14">
        <w:rPr>
          <w:rtl/>
          <w:lang w:bidi="fa-IR"/>
        </w:rPr>
        <w:t>،</w:t>
      </w:r>
      <w:r w:rsidRPr="003E3506">
        <w:rPr>
          <w:rtl/>
          <w:lang w:bidi="fa-IR"/>
        </w:rPr>
        <w:t xml:space="preserve"> پس اگر گمان دارد ركوع كرده در صورتى كه داخل سجده نشده است</w:t>
      </w:r>
      <w:r w:rsidR="000C4B14">
        <w:rPr>
          <w:rtl/>
          <w:lang w:bidi="fa-IR"/>
        </w:rPr>
        <w:t>،</w:t>
      </w:r>
      <w:r w:rsidRPr="003E3506">
        <w:rPr>
          <w:rtl/>
          <w:lang w:bidi="fa-IR"/>
        </w:rPr>
        <w:t xml:space="preserve"> بايد آن را بجا آورد و اگر گمان دارد حمد را نخوانده</w:t>
      </w:r>
      <w:r w:rsidR="000C4B14">
        <w:rPr>
          <w:rtl/>
          <w:lang w:bidi="fa-IR"/>
        </w:rPr>
        <w:t>،</w:t>
      </w:r>
      <w:r w:rsidRPr="003E3506">
        <w:rPr>
          <w:rtl/>
          <w:lang w:bidi="fa-IR"/>
        </w:rPr>
        <w:t xml:space="preserve"> چنانچه در سوره داخل شده باشد اعتنا به گمان ننمايد و نمازش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١٢٤٤ - حكم شك و سهو و گمان در نمازهاى واجب يوميه و نمازهاى واجب ديگر فرق ندارد</w:t>
      </w:r>
      <w:r w:rsidR="000C4B14">
        <w:rPr>
          <w:rtl/>
          <w:lang w:bidi="fa-IR"/>
        </w:rPr>
        <w:t>،</w:t>
      </w:r>
      <w:r w:rsidRPr="003E3506">
        <w:rPr>
          <w:rtl/>
          <w:lang w:bidi="fa-IR"/>
        </w:rPr>
        <w:t xml:space="preserve"> مثلا اگر در نماز آيات شك كند كه يك ركعت خوانده يا دو ركعت</w:t>
      </w:r>
      <w:r w:rsidR="000C4B14">
        <w:rPr>
          <w:rtl/>
          <w:lang w:bidi="fa-IR"/>
        </w:rPr>
        <w:t>،</w:t>
      </w:r>
      <w:r w:rsidRPr="003E3506">
        <w:rPr>
          <w:rtl/>
          <w:lang w:bidi="fa-IR"/>
        </w:rPr>
        <w:t xml:space="preserve"> چون شك او در نماز دو ركعتى است</w:t>
      </w:r>
      <w:r w:rsidR="000C4B14">
        <w:rPr>
          <w:rtl/>
          <w:lang w:bidi="fa-IR"/>
        </w:rPr>
        <w:t>،</w:t>
      </w:r>
      <w:r w:rsidRPr="003E3506">
        <w:rPr>
          <w:rtl/>
          <w:lang w:bidi="fa-IR"/>
        </w:rPr>
        <w:t xml:space="preserve"> نمازش باطل مى شود و اگر گمان داشته باشد كه دو ركعت يا يك ركعت است بر طبق گمان خود نماز را تمام مى نمايد.</w:t>
      </w:r>
    </w:p>
    <w:p w:rsidR="003E3506" w:rsidRDefault="00605FAB" w:rsidP="003D0CAC">
      <w:pPr>
        <w:pStyle w:val="Heading3"/>
        <w:rPr>
          <w:rtl/>
          <w:lang w:bidi="fa-IR"/>
        </w:rPr>
      </w:pPr>
      <w:bookmarkStart w:id="153" w:name="_Toc24454576"/>
      <w:r>
        <w:rPr>
          <w:rtl/>
          <w:lang w:bidi="fa-IR"/>
        </w:rPr>
        <w:t>(</w:t>
      </w:r>
      <w:r w:rsidR="003E3506" w:rsidRPr="003E3506">
        <w:rPr>
          <w:rtl/>
          <w:lang w:bidi="fa-IR"/>
        </w:rPr>
        <w:t>سجده سهو</w:t>
      </w:r>
      <w:r>
        <w:rPr>
          <w:rtl/>
          <w:lang w:bidi="fa-IR"/>
        </w:rPr>
        <w:t>)</w:t>
      </w:r>
      <w:bookmarkEnd w:id="153"/>
    </w:p>
    <w:p w:rsidR="003E3506" w:rsidRPr="003E3506" w:rsidRDefault="003E3506" w:rsidP="003E3506">
      <w:pPr>
        <w:pStyle w:val="libNormal"/>
        <w:rPr>
          <w:lang w:bidi="fa-IR"/>
        </w:rPr>
      </w:pPr>
      <w:r w:rsidRPr="003E3506">
        <w:rPr>
          <w:rtl/>
          <w:lang w:bidi="fa-IR"/>
        </w:rPr>
        <w:t>١٢٤٥ - براى پنج چيز بعد از سلام نماز</w:t>
      </w:r>
      <w:r w:rsidR="000C4B14">
        <w:rPr>
          <w:rtl/>
          <w:lang w:bidi="fa-IR"/>
        </w:rPr>
        <w:t>،</w:t>
      </w:r>
      <w:r w:rsidRPr="003E3506">
        <w:rPr>
          <w:rtl/>
          <w:lang w:bidi="fa-IR"/>
        </w:rPr>
        <w:t xml:space="preserve"> انسان بايد دو سجده سهو به دستورى كه بعدا گفته مى شود بجا آورد</w:t>
      </w:r>
      <w:r w:rsidR="00553569">
        <w:rPr>
          <w:rtl/>
          <w:lang w:bidi="fa-IR"/>
        </w:rPr>
        <w:t>:</w:t>
      </w:r>
      <w:r w:rsidRPr="003E3506">
        <w:rPr>
          <w:rtl/>
          <w:lang w:bidi="fa-IR"/>
        </w:rPr>
        <w:t xml:space="preserve"> اول آنكه در بين نماز</w:t>
      </w:r>
      <w:r w:rsidR="000C4B14">
        <w:rPr>
          <w:rtl/>
          <w:lang w:bidi="fa-IR"/>
        </w:rPr>
        <w:t>،</w:t>
      </w:r>
      <w:r w:rsidRPr="003E3506">
        <w:rPr>
          <w:rtl/>
          <w:lang w:bidi="fa-IR"/>
        </w:rPr>
        <w:t xml:space="preserve"> سهوا حرف بزند.</w:t>
      </w:r>
    </w:p>
    <w:p w:rsidR="003E3506" w:rsidRPr="003E3506" w:rsidRDefault="003E3506" w:rsidP="003E3506">
      <w:pPr>
        <w:pStyle w:val="libNormal"/>
        <w:rPr>
          <w:lang w:bidi="fa-IR"/>
        </w:rPr>
      </w:pPr>
      <w:r w:rsidRPr="003E3506">
        <w:rPr>
          <w:rtl/>
          <w:lang w:bidi="fa-IR"/>
        </w:rPr>
        <w:t>دوم جايى كه نبايد سلام نماز را بدهد</w:t>
      </w:r>
      <w:r w:rsidR="000C4B14">
        <w:rPr>
          <w:rtl/>
          <w:lang w:bidi="fa-IR"/>
        </w:rPr>
        <w:t>،</w:t>
      </w:r>
      <w:r w:rsidRPr="003E3506">
        <w:rPr>
          <w:rtl/>
          <w:lang w:bidi="fa-IR"/>
        </w:rPr>
        <w:t xml:space="preserve"> مثلا در ركعت اول سهوا سلام بدهد.</w:t>
      </w:r>
    </w:p>
    <w:p w:rsidR="003E3506" w:rsidRPr="003E3506" w:rsidRDefault="003E3506" w:rsidP="003E3506">
      <w:pPr>
        <w:pStyle w:val="libNormal"/>
        <w:rPr>
          <w:lang w:bidi="fa-IR"/>
        </w:rPr>
      </w:pPr>
      <w:r w:rsidRPr="003E3506">
        <w:rPr>
          <w:rtl/>
          <w:lang w:bidi="fa-IR"/>
        </w:rPr>
        <w:t>سوم آنكه تشهد را فراموش كند.</w:t>
      </w:r>
    </w:p>
    <w:p w:rsidR="003E3506" w:rsidRPr="003E3506" w:rsidRDefault="003E3506" w:rsidP="003E3506">
      <w:pPr>
        <w:pStyle w:val="libNormal"/>
        <w:rPr>
          <w:lang w:bidi="fa-IR"/>
        </w:rPr>
      </w:pPr>
      <w:r w:rsidRPr="003E3506">
        <w:rPr>
          <w:rtl/>
          <w:lang w:bidi="fa-IR"/>
        </w:rPr>
        <w:t>چهارم آنكه در نماز چهار ركعتى بعد از داخل شدن در سجده دوم شك كند كه چهار ركعت خوانده يا پنج ركعت يا شك كند كه چهار ركعت خوانده يا شش ركعت همچنانكه در مورد چهارم از شك</w:t>
      </w:r>
      <w:r w:rsidR="003D0CAC">
        <w:rPr>
          <w:rFonts w:hint="cs"/>
          <w:rtl/>
          <w:lang w:bidi="fa-IR"/>
        </w:rPr>
        <w:t xml:space="preserve"> </w:t>
      </w:r>
      <w:r w:rsidRPr="003E3506">
        <w:rPr>
          <w:rtl/>
          <w:lang w:bidi="fa-IR"/>
        </w:rPr>
        <w:t>هاى صحيح گذشت</w:t>
      </w:r>
      <w:r w:rsidR="000C4B14">
        <w:rPr>
          <w:rtl/>
          <w:lang w:bidi="fa-IR"/>
        </w:rPr>
        <w:t>.</w:t>
      </w:r>
    </w:p>
    <w:p w:rsidR="003E3506" w:rsidRPr="003E3506" w:rsidRDefault="003E3506" w:rsidP="003E3506">
      <w:pPr>
        <w:pStyle w:val="libNormal"/>
        <w:rPr>
          <w:lang w:bidi="fa-IR"/>
        </w:rPr>
      </w:pPr>
      <w:r w:rsidRPr="003E3506">
        <w:rPr>
          <w:rtl/>
          <w:lang w:bidi="fa-IR"/>
        </w:rPr>
        <w:t>پنجم آنكه پس از نماز اجمالا بداند كه در نماز چيزى را اشتباها كم يا زياد كرده و نماز هم محكوم به صحت باشد</w:t>
      </w:r>
      <w:r w:rsidR="000C4B14">
        <w:rPr>
          <w:rtl/>
          <w:lang w:bidi="fa-IR"/>
        </w:rPr>
        <w:t>،</w:t>
      </w:r>
      <w:r w:rsidRPr="003E3506">
        <w:rPr>
          <w:rtl/>
          <w:lang w:bidi="fa-IR"/>
        </w:rPr>
        <w:t xml:space="preserve"> در اين پنج مورد بايد - بنابر احتياط در مورد اول و دوم و پنجم و بنابر اقوى در سوم و چهارم - دو سجده سهو بجا آورد</w:t>
      </w:r>
      <w:r w:rsidR="000C4B14">
        <w:rPr>
          <w:rtl/>
          <w:lang w:bidi="fa-IR"/>
        </w:rPr>
        <w:t>،</w:t>
      </w:r>
      <w:r w:rsidRPr="003E3506">
        <w:rPr>
          <w:rtl/>
          <w:lang w:bidi="fa-IR"/>
        </w:rPr>
        <w:t xml:space="preserve"> و احتياط مستحب آن است كه اگر يك سجده را فراموش كند يا اينكه در جايى كه بايد بايستد مثلا موقع خواندن حمد و سوره اشتباها بنشيند و در موقعى كه بايد بنشيند مثلا موقع تشهد اشتباها بايستد</w:t>
      </w:r>
      <w:r w:rsidR="000C4B14">
        <w:rPr>
          <w:rtl/>
          <w:lang w:bidi="fa-IR"/>
        </w:rPr>
        <w:t>،</w:t>
      </w:r>
      <w:r w:rsidRPr="003E3506">
        <w:rPr>
          <w:rtl/>
          <w:lang w:bidi="fa-IR"/>
        </w:rPr>
        <w:t xml:space="preserve"> دو سجده سهو بجا آورد.</w:t>
      </w:r>
    </w:p>
    <w:p w:rsidR="003E3506" w:rsidRPr="003E3506" w:rsidRDefault="003E3506" w:rsidP="003E3506">
      <w:pPr>
        <w:pStyle w:val="libNormal"/>
        <w:rPr>
          <w:lang w:bidi="fa-IR"/>
        </w:rPr>
      </w:pPr>
      <w:r w:rsidRPr="003E3506">
        <w:rPr>
          <w:rtl/>
          <w:lang w:bidi="fa-IR"/>
        </w:rPr>
        <w:t>بلكه براى هر چيزى كه در نماز اشتباها كم يا زياد كند دو سجده سهو بنمايد.</w:t>
      </w:r>
    </w:p>
    <w:p w:rsidR="003E3506" w:rsidRPr="003E3506" w:rsidRDefault="003E3506" w:rsidP="003E3506">
      <w:pPr>
        <w:pStyle w:val="libNormal"/>
        <w:rPr>
          <w:lang w:bidi="fa-IR"/>
        </w:rPr>
      </w:pPr>
      <w:r w:rsidRPr="003E3506">
        <w:rPr>
          <w:rtl/>
          <w:lang w:bidi="fa-IR"/>
        </w:rPr>
        <w:t>و احكام اين چند صورت در مسائل آينده گفته مى شود.</w:t>
      </w:r>
    </w:p>
    <w:p w:rsidR="003E3506" w:rsidRPr="003E3506" w:rsidRDefault="003E3506" w:rsidP="003E3506">
      <w:pPr>
        <w:pStyle w:val="libNormal"/>
        <w:rPr>
          <w:lang w:bidi="fa-IR"/>
        </w:rPr>
      </w:pPr>
      <w:r w:rsidRPr="003E3506">
        <w:rPr>
          <w:rtl/>
          <w:lang w:bidi="fa-IR"/>
        </w:rPr>
        <w:t>١٢٤٦ - اگر انسان اشتباها يا به خيال اينكه نمازش تمام شده حرف بزند</w:t>
      </w:r>
      <w:r w:rsidR="000C4B14">
        <w:rPr>
          <w:rtl/>
          <w:lang w:bidi="fa-IR"/>
        </w:rPr>
        <w:t>،</w:t>
      </w:r>
      <w:r w:rsidRPr="003E3506">
        <w:rPr>
          <w:rtl/>
          <w:lang w:bidi="fa-IR"/>
        </w:rPr>
        <w:t xml:space="preserve"> بايد بنابر احتياط دو سجده سهو بجا آورد.</w:t>
      </w:r>
    </w:p>
    <w:p w:rsidR="003E3506" w:rsidRPr="003E3506" w:rsidRDefault="003E3506" w:rsidP="003D0CAC">
      <w:pPr>
        <w:pStyle w:val="libNormal"/>
        <w:rPr>
          <w:lang w:bidi="fa-IR"/>
        </w:rPr>
      </w:pPr>
      <w:r w:rsidRPr="003E3506">
        <w:rPr>
          <w:rtl/>
          <w:lang w:bidi="fa-IR"/>
        </w:rPr>
        <w:lastRenderedPageBreak/>
        <w:t>١٢٤٧ - براى صدايى كه از سرفه كردن پيدا مى شود سجده سهو واجب نيست</w:t>
      </w:r>
      <w:r w:rsidR="000C4B14">
        <w:rPr>
          <w:rtl/>
          <w:lang w:bidi="fa-IR"/>
        </w:rPr>
        <w:t>.</w:t>
      </w:r>
      <w:r w:rsidR="003D0CAC">
        <w:rPr>
          <w:rFonts w:hint="cs"/>
          <w:rtl/>
          <w:lang w:bidi="fa-IR"/>
        </w:rPr>
        <w:t xml:space="preserve"> </w:t>
      </w:r>
      <w:r w:rsidRPr="003E3506">
        <w:rPr>
          <w:rtl/>
          <w:lang w:bidi="fa-IR"/>
        </w:rPr>
        <w:t>ولى اگر سهوا ناله بكند يا آه بكشد يا آه بگويد</w:t>
      </w:r>
      <w:r w:rsidR="000C4B14">
        <w:rPr>
          <w:rtl/>
          <w:lang w:bidi="fa-IR"/>
        </w:rPr>
        <w:t>،</w:t>
      </w:r>
      <w:r w:rsidRPr="003E3506">
        <w:rPr>
          <w:rtl/>
          <w:lang w:bidi="fa-IR"/>
        </w:rPr>
        <w:t xml:space="preserve"> بايد بنابر احتياط سجده سهو نمايد.</w:t>
      </w:r>
    </w:p>
    <w:p w:rsidR="003E3506" w:rsidRPr="003E3506" w:rsidRDefault="003E3506" w:rsidP="003E3506">
      <w:pPr>
        <w:pStyle w:val="libNormal"/>
        <w:rPr>
          <w:lang w:bidi="fa-IR"/>
        </w:rPr>
      </w:pPr>
      <w:r w:rsidRPr="003E3506">
        <w:rPr>
          <w:rtl/>
          <w:lang w:bidi="fa-IR"/>
        </w:rPr>
        <w:t>١٢٤٨ - اگر چيزى را كه سهوا غلط خوانده دوباره به طور صحيح بخواند</w:t>
      </w:r>
      <w:r w:rsidR="000C4B14">
        <w:rPr>
          <w:rtl/>
          <w:lang w:bidi="fa-IR"/>
        </w:rPr>
        <w:t>،</w:t>
      </w:r>
      <w:r w:rsidRPr="003E3506">
        <w:rPr>
          <w:rtl/>
          <w:lang w:bidi="fa-IR"/>
        </w:rPr>
        <w:t xml:space="preserve"> براى دوباره خواندن آن سجده سهو واجب نيست</w:t>
      </w:r>
      <w:r w:rsidR="000C4B14">
        <w:rPr>
          <w:rtl/>
          <w:lang w:bidi="fa-IR"/>
        </w:rPr>
        <w:t>.</w:t>
      </w:r>
    </w:p>
    <w:p w:rsidR="003E3506" w:rsidRPr="003E3506" w:rsidRDefault="003E3506" w:rsidP="003E3506">
      <w:pPr>
        <w:pStyle w:val="libNormal"/>
        <w:rPr>
          <w:lang w:bidi="fa-IR"/>
        </w:rPr>
      </w:pPr>
      <w:r w:rsidRPr="003E3506">
        <w:rPr>
          <w:rtl/>
          <w:lang w:bidi="fa-IR"/>
        </w:rPr>
        <w:t>١٢٤٩ - اگر در نماز سهوا مدتى حرف بزند و تمام آنها عرفا يك مرتبه حساب شود</w:t>
      </w:r>
      <w:r w:rsidR="000C4B14">
        <w:rPr>
          <w:rtl/>
          <w:lang w:bidi="fa-IR"/>
        </w:rPr>
        <w:t>،</w:t>
      </w:r>
      <w:r w:rsidRPr="003E3506">
        <w:rPr>
          <w:rtl/>
          <w:lang w:bidi="fa-IR"/>
        </w:rPr>
        <w:t xml:space="preserve"> دو سجده سهو بعد از سلام نماز كافى است</w:t>
      </w:r>
      <w:r w:rsidR="000C4B14">
        <w:rPr>
          <w:rtl/>
          <w:lang w:bidi="fa-IR"/>
        </w:rPr>
        <w:t>.</w:t>
      </w:r>
    </w:p>
    <w:p w:rsidR="003E3506" w:rsidRPr="003E3506" w:rsidRDefault="003E3506" w:rsidP="003E3506">
      <w:pPr>
        <w:pStyle w:val="libNormal"/>
        <w:rPr>
          <w:lang w:bidi="fa-IR"/>
        </w:rPr>
      </w:pPr>
      <w:r w:rsidRPr="003E3506">
        <w:rPr>
          <w:rtl/>
          <w:lang w:bidi="fa-IR"/>
        </w:rPr>
        <w:t>١٢٥٠ - اگر سهوا تسبيحات اربعه را نگويد</w:t>
      </w:r>
      <w:r w:rsidR="000C4B14">
        <w:rPr>
          <w:rtl/>
          <w:lang w:bidi="fa-IR"/>
        </w:rPr>
        <w:t>،</w:t>
      </w:r>
      <w:r w:rsidRPr="003E3506">
        <w:rPr>
          <w:rtl/>
          <w:lang w:bidi="fa-IR"/>
        </w:rPr>
        <w:t xml:space="preserve"> احتياط مستحب آن است كه بعد از نماز دو سجده سهو بجا آورد.</w:t>
      </w:r>
    </w:p>
    <w:p w:rsidR="003E3506" w:rsidRPr="003E3506" w:rsidRDefault="003E3506" w:rsidP="003D0CAC">
      <w:pPr>
        <w:pStyle w:val="libNormal"/>
        <w:rPr>
          <w:lang w:bidi="fa-IR"/>
        </w:rPr>
      </w:pPr>
      <w:r w:rsidRPr="003E3506">
        <w:rPr>
          <w:rtl/>
          <w:lang w:bidi="fa-IR"/>
        </w:rPr>
        <w:t xml:space="preserve">١٢٥١ - اگر در جايى كه نبايد سلام نماز را بگويد سهوا بگويد </w:t>
      </w:r>
      <w:r w:rsidR="003D0CAC">
        <w:rPr>
          <w:rFonts w:hint="cs"/>
          <w:rtl/>
          <w:lang w:bidi="fa-IR"/>
        </w:rPr>
        <w:t>«</w:t>
      </w:r>
      <w:r w:rsidRPr="003E3506">
        <w:rPr>
          <w:rtl/>
          <w:lang w:bidi="fa-IR"/>
        </w:rPr>
        <w:t>السلام علينا وعلى عباد اللّه الصالحين</w:t>
      </w:r>
      <w:r w:rsidR="003D0CAC">
        <w:rPr>
          <w:rFonts w:hint="cs"/>
          <w:rtl/>
          <w:lang w:bidi="fa-IR"/>
        </w:rPr>
        <w:t>»</w:t>
      </w:r>
      <w:r w:rsidRPr="003E3506">
        <w:rPr>
          <w:rtl/>
          <w:lang w:bidi="fa-IR"/>
        </w:rPr>
        <w:t xml:space="preserve"> يا بگويد </w:t>
      </w:r>
      <w:r w:rsidR="003D0CAC">
        <w:rPr>
          <w:rFonts w:hint="cs"/>
          <w:rtl/>
          <w:lang w:bidi="fa-IR"/>
        </w:rPr>
        <w:t>«</w:t>
      </w:r>
      <w:r w:rsidRPr="003E3506">
        <w:rPr>
          <w:rtl/>
          <w:lang w:bidi="fa-IR"/>
        </w:rPr>
        <w:t>السلام عليكم اگر چه ورحمة اللّه وبركاته</w:t>
      </w:r>
      <w:r w:rsidR="003D0CAC">
        <w:rPr>
          <w:rFonts w:hint="cs"/>
          <w:rtl/>
          <w:lang w:bidi="fa-IR"/>
        </w:rPr>
        <w:t>»</w:t>
      </w:r>
      <w:r w:rsidRPr="003E3506">
        <w:rPr>
          <w:rtl/>
          <w:lang w:bidi="fa-IR"/>
        </w:rPr>
        <w:t xml:space="preserve"> را نگفته باشد بايد بنابر احتياط لازم دو سجده سهو بنمايد</w:t>
      </w:r>
      <w:r w:rsidR="000C4B14">
        <w:rPr>
          <w:rtl/>
          <w:lang w:bidi="fa-IR"/>
        </w:rPr>
        <w:t>،</w:t>
      </w:r>
      <w:r w:rsidRPr="003E3506">
        <w:rPr>
          <w:rtl/>
          <w:lang w:bidi="fa-IR"/>
        </w:rPr>
        <w:t xml:space="preserve"> ولى اگر اشتباها بگويد</w:t>
      </w:r>
      <w:r w:rsidR="00553569">
        <w:rPr>
          <w:rtl/>
          <w:lang w:bidi="fa-IR"/>
        </w:rPr>
        <w:t>:</w:t>
      </w:r>
      <w:r w:rsidRPr="003E3506">
        <w:rPr>
          <w:rtl/>
          <w:lang w:bidi="fa-IR"/>
        </w:rPr>
        <w:t xml:space="preserve"> </w:t>
      </w:r>
      <w:r w:rsidR="003D0CAC">
        <w:rPr>
          <w:rFonts w:hint="cs"/>
          <w:rtl/>
          <w:lang w:bidi="fa-IR"/>
        </w:rPr>
        <w:t>«</w:t>
      </w:r>
      <w:r w:rsidRPr="003E3506">
        <w:rPr>
          <w:rtl/>
          <w:lang w:bidi="fa-IR"/>
        </w:rPr>
        <w:t>السلام عليك ايها النبي ورحمة اللّه وبركاته</w:t>
      </w:r>
      <w:r w:rsidR="003D0CAC">
        <w:rPr>
          <w:rFonts w:hint="cs"/>
          <w:rtl/>
          <w:lang w:bidi="fa-IR"/>
        </w:rPr>
        <w:t>»</w:t>
      </w:r>
      <w:r w:rsidR="000C4B14">
        <w:rPr>
          <w:rtl/>
          <w:lang w:bidi="fa-IR"/>
        </w:rPr>
        <w:t>،</w:t>
      </w:r>
      <w:r w:rsidRPr="003E3506">
        <w:rPr>
          <w:rtl/>
          <w:lang w:bidi="fa-IR"/>
        </w:rPr>
        <w:t xml:space="preserve"> احتياط مستحب آن است كه دو سجده سهو بجا آورد.</w:t>
      </w:r>
    </w:p>
    <w:p w:rsidR="003E3506" w:rsidRPr="003E3506" w:rsidRDefault="003E3506" w:rsidP="003E3506">
      <w:pPr>
        <w:pStyle w:val="libNormal"/>
        <w:rPr>
          <w:lang w:bidi="fa-IR"/>
        </w:rPr>
      </w:pPr>
      <w:r w:rsidRPr="003E3506">
        <w:rPr>
          <w:rtl/>
          <w:lang w:bidi="fa-IR"/>
        </w:rPr>
        <w:t>١٢٥٢ - اگر در جايى كه نبايد سلام دهد اشتباها هر سه سلام را بگويد</w:t>
      </w:r>
      <w:r w:rsidR="000C4B14">
        <w:rPr>
          <w:rtl/>
          <w:lang w:bidi="fa-IR"/>
        </w:rPr>
        <w:t>،</w:t>
      </w:r>
      <w:r w:rsidRPr="003E3506">
        <w:rPr>
          <w:rtl/>
          <w:lang w:bidi="fa-IR"/>
        </w:rPr>
        <w:t xml:space="preserve"> دو سجده سهو كافى است</w:t>
      </w:r>
      <w:r w:rsidR="000C4B14">
        <w:rPr>
          <w:rtl/>
          <w:lang w:bidi="fa-IR"/>
        </w:rPr>
        <w:t>.</w:t>
      </w:r>
    </w:p>
    <w:p w:rsidR="003E3506" w:rsidRPr="003E3506" w:rsidRDefault="003E3506" w:rsidP="003E3506">
      <w:pPr>
        <w:pStyle w:val="libNormal"/>
        <w:rPr>
          <w:lang w:bidi="fa-IR"/>
        </w:rPr>
      </w:pPr>
      <w:r w:rsidRPr="003E3506">
        <w:rPr>
          <w:rtl/>
          <w:lang w:bidi="fa-IR"/>
        </w:rPr>
        <w:t>١٢٥٣ - اگر يك سجده يا تشهد را فراموش كند و پيش از ركوع ركعت بعد يادش بيايد</w:t>
      </w:r>
      <w:r w:rsidR="000C4B14">
        <w:rPr>
          <w:rtl/>
          <w:lang w:bidi="fa-IR"/>
        </w:rPr>
        <w:t>،</w:t>
      </w:r>
      <w:r w:rsidRPr="003E3506">
        <w:rPr>
          <w:rtl/>
          <w:lang w:bidi="fa-IR"/>
        </w:rPr>
        <w:t xml:space="preserve"> بايد برگردد و بجا آورد و بعد از نماز بنابر احتياط مستحب براى ايستادن بيجا دو سجده سهو بنمايد.</w:t>
      </w:r>
    </w:p>
    <w:p w:rsidR="003E3506" w:rsidRPr="003E3506" w:rsidRDefault="003E3506" w:rsidP="003E3506">
      <w:pPr>
        <w:pStyle w:val="libNormal"/>
        <w:rPr>
          <w:lang w:bidi="fa-IR"/>
        </w:rPr>
      </w:pPr>
      <w:r w:rsidRPr="003E3506">
        <w:rPr>
          <w:rtl/>
          <w:lang w:bidi="fa-IR"/>
        </w:rPr>
        <w:t>١٢٥٤ - اگر در ركوع يا بعد از آن يادش بيايد كه يك سجده يا تشهد را از ركعت پيش فراموش كرده</w:t>
      </w:r>
      <w:r w:rsidR="000C4B14">
        <w:rPr>
          <w:rtl/>
          <w:lang w:bidi="fa-IR"/>
        </w:rPr>
        <w:t>،</w:t>
      </w:r>
      <w:r w:rsidRPr="003E3506">
        <w:rPr>
          <w:rtl/>
          <w:lang w:bidi="fa-IR"/>
        </w:rPr>
        <w:t xml:space="preserve"> بايد بعد از سلام نماز سجده را قضا نمايد و براى تشهد دو سجده سهو بجا آورد.</w:t>
      </w:r>
    </w:p>
    <w:p w:rsidR="003E3506" w:rsidRPr="003E3506" w:rsidRDefault="003E3506" w:rsidP="003E3506">
      <w:pPr>
        <w:pStyle w:val="libNormal"/>
        <w:rPr>
          <w:lang w:bidi="fa-IR"/>
        </w:rPr>
      </w:pPr>
      <w:r w:rsidRPr="003E3506">
        <w:rPr>
          <w:rtl/>
          <w:lang w:bidi="fa-IR"/>
        </w:rPr>
        <w:t>١٢٥٥ - اگر سجده سهو را بعد از سلام نماز عمدا بجا نياورد</w:t>
      </w:r>
      <w:r w:rsidR="000C4B14">
        <w:rPr>
          <w:rtl/>
          <w:lang w:bidi="fa-IR"/>
        </w:rPr>
        <w:t>،</w:t>
      </w:r>
      <w:r w:rsidRPr="003E3506">
        <w:rPr>
          <w:rtl/>
          <w:lang w:bidi="fa-IR"/>
        </w:rPr>
        <w:t xml:space="preserve"> معصيت كرده و بنابر احتياط واجب بايد هر چه زودتر آن را انجام دهد</w:t>
      </w:r>
      <w:r w:rsidR="000C4B14">
        <w:rPr>
          <w:rtl/>
          <w:lang w:bidi="fa-IR"/>
        </w:rPr>
        <w:t>،</w:t>
      </w:r>
      <w:r w:rsidRPr="003E3506">
        <w:rPr>
          <w:rtl/>
          <w:lang w:bidi="fa-IR"/>
        </w:rPr>
        <w:t xml:space="preserve"> و چنانچه سهوا بجا نياورد</w:t>
      </w:r>
      <w:r w:rsidR="000C4B14">
        <w:rPr>
          <w:rtl/>
          <w:lang w:bidi="fa-IR"/>
        </w:rPr>
        <w:t>،</w:t>
      </w:r>
      <w:r w:rsidRPr="003E3506">
        <w:rPr>
          <w:rtl/>
          <w:lang w:bidi="fa-IR"/>
        </w:rPr>
        <w:t xml:space="preserve"> هر وقت يادش آمد بايد فورا انجام دهد و لازم نيست نماز را دوباره بخواند.</w:t>
      </w:r>
    </w:p>
    <w:p w:rsidR="003E3506" w:rsidRPr="003E3506" w:rsidRDefault="003E3506" w:rsidP="003E3506">
      <w:pPr>
        <w:pStyle w:val="libNormal"/>
        <w:rPr>
          <w:lang w:bidi="fa-IR"/>
        </w:rPr>
      </w:pPr>
      <w:r w:rsidRPr="003E3506">
        <w:rPr>
          <w:rtl/>
          <w:lang w:bidi="fa-IR"/>
        </w:rPr>
        <w:t>١٢٥٦ - اگر شك دارد مثلا دو سجده سهو بر او واجب شده يا نه</w:t>
      </w:r>
      <w:r w:rsidR="000C4B14">
        <w:rPr>
          <w:rtl/>
          <w:lang w:bidi="fa-IR"/>
        </w:rPr>
        <w:t>،</w:t>
      </w:r>
      <w:r w:rsidRPr="003E3506">
        <w:rPr>
          <w:rtl/>
          <w:lang w:bidi="fa-IR"/>
        </w:rPr>
        <w:t xml:space="preserve"> لازم نيست بجا آورد.</w:t>
      </w:r>
    </w:p>
    <w:p w:rsidR="003E3506" w:rsidRPr="003E3506" w:rsidRDefault="003E3506" w:rsidP="003E3506">
      <w:pPr>
        <w:pStyle w:val="libNormal"/>
        <w:rPr>
          <w:lang w:bidi="fa-IR"/>
        </w:rPr>
      </w:pPr>
      <w:r w:rsidRPr="003E3506">
        <w:rPr>
          <w:rtl/>
          <w:lang w:bidi="fa-IR"/>
        </w:rPr>
        <w:lastRenderedPageBreak/>
        <w:t>١٢٥٧ - كسى كه شك دارد مثلا دو سجده سهو بر او واجب شده يا چهار تا</w:t>
      </w:r>
      <w:r w:rsidR="000C4B14">
        <w:rPr>
          <w:rtl/>
          <w:lang w:bidi="fa-IR"/>
        </w:rPr>
        <w:t>،</w:t>
      </w:r>
      <w:r w:rsidRPr="003E3506">
        <w:rPr>
          <w:rtl/>
          <w:lang w:bidi="fa-IR"/>
        </w:rPr>
        <w:t xml:space="preserve"> اگر دو سجده بنمايد كافى است</w:t>
      </w:r>
      <w:r w:rsidR="000C4B14">
        <w:rPr>
          <w:rtl/>
          <w:lang w:bidi="fa-IR"/>
        </w:rPr>
        <w:t>.</w:t>
      </w:r>
    </w:p>
    <w:p w:rsidR="003E3506" w:rsidRPr="003E3506" w:rsidRDefault="003E3506" w:rsidP="003E3506">
      <w:pPr>
        <w:pStyle w:val="libNormal"/>
        <w:rPr>
          <w:lang w:bidi="fa-IR"/>
        </w:rPr>
      </w:pPr>
      <w:r w:rsidRPr="003E3506">
        <w:rPr>
          <w:rtl/>
          <w:lang w:bidi="fa-IR"/>
        </w:rPr>
        <w:t>١٢٥٨ - اگر بداند يكى از دو سجده سهو را بجا نياورده و تدارك ممكن نباشد بايد دو سجده سهو بجا آورد و اگر بداند سهوا سه سجده كرده</w:t>
      </w:r>
      <w:r w:rsidR="000C4B14">
        <w:rPr>
          <w:rtl/>
          <w:lang w:bidi="fa-IR"/>
        </w:rPr>
        <w:t>،</w:t>
      </w:r>
      <w:r w:rsidRPr="003E3506">
        <w:rPr>
          <w:rtl/>
          <w:lang w:bidi="fa-IR"/>
        </w:rPr>
        <w:t xml:space="preserve"> احتياط واجب آن است كه دوباره دو سجده سهو بنمايد.</w:t>
      </w:r>
    </w:p>
    <w:p w:rsidR="003E3506" w:rsidRDefault="00605FAB" w:rsidP="003D0CAC">
      <w:pPr>
        <w:pStyle w:val="Heading3"/>
        <w:rPr>
          <w:rtl/>
          <w:lang w:bidi="fa-IR"/>
        </w:rPr>
      </w:pPr>
      <w:bookmarkStart w:id="154" w:name="_Toc24454577"/>
      <w:r>
        <w:rPr>
          <w:rtl/>
          <w:lang w:bidi="fa-IR"/>
        </w:rPr>
        <w:t>(</w:t>
      </w:r>
      <w:r w:rsidR="003E3506" w:rsidRPr="003E3506">
        <w:rPr>
          <w:rtl/>
          <w:lang w:bidi="fa-IR"/>
        </w:rPr>
        <w:t>دستور سجده سهو</w:t>
      </w:r>
      <w:r>
        <w:rPr>
          <w:rtl/>
          <w:lang w:bidi="fa-IR"/>
        </w:rPr>
        <w:t>)</w:t>
      </w:r>
      <w:bookmarkEnd w:id="154"/>
    </w:p>
    <w:p w:rsidR="003E3506" w:rsidRPr="003E3506" w:rsidRDefault="003E3506" w:rsidP="003D0CAC">
      <w:pPr>
        <w:pStyle w:val="libNormal"/>
        <w:rPr>
          <w:lang w:bidi="fa-IR"/>
        </w:rPr>
      </w:pPr>
      <w:r w:rsidRPr="003E3506">
        <w:rPr>
          <w:rtl/>
          <w:lang w:bidi="fa-IR"/>
        </w:rPr>
        <w:t>١٢٥٩ - دستور سجده سهو اين است كه بعد از سلام نماز فورا نيت سجده سهو كند و پيشانى را بنابر احتياط لازم بر چيزى كه سجده بر آن صحيح است بگذارد و احتياط مستحب آن است كه در آن ذكر بگويد بهتر آن است كه بگويد</w:t>
      </w:r>
      <w:r w:rsidR="00553569">
        <w:rPr>
          <w:rtl/>
          <w:lang w:bidi="fa-IR"/>
        </w:rPr>
        <w:t>:</w:t>
      </w:r>
      <w:r w:rsidRPr="003E3506">
        <w:rPr>
          <w:rtl/>
          <w:lang w:bidi="fa-IR"/>
        </w:rPr>
        <w:t xml:space="preserve"> </w:t>
      </w:r>
      <w:r w:rsidR="003D0CAC">
        <w:rPr>
          <w:rFonts w:hint="cs"/>
          <w:rtl/>
          <w:lang w:bidi="fa-IR"/>
        </w:rPr>
        <w:t>«</w:t>
      </w:r>
      <w:r w:rsidRPr="003D0CAC">
        <w:rPr>
          <w:rStyle w:val="libBold2Char"/>
          <w:rtl/>
        </w:rPr>
        <w:t>بسم اللّه و باللّه السلام عليك ايها النبي ورحمة اللّه وبركاته</w:t>
      </w:r>
      <w:r w:rsidR="003D0CAC">
        <w:rPr>
          <w:rFonts w:hint="cs"/>
          <w:rtl/>
          <w:lang w:bidi="fa-IR"/>
        </w:rPr>
        <w:t>»</w:t>
      </w:r>
      <w:r w:rsidRPr="003E3506">
        <w:rPr>
          <w:rtl/>
          <w:lang w:bidi="fa-IR"/>
        </w:rPr>
        <w:t xml:space="preserve"> بعد بايد بنشيند و دوباره به سجده رود و ذكرى را كه گفته شد بگويد و بنشيند و بعد از تشهد بگويد</w:t>
      </w:r>
      <w:r w:rsidR="00553569">
        <w:rPr>
          <w:rtl/>
          <w:lang w:bidi="fa-IR"/>
        </w:rPr>
        <w:t>:</w:t>
      </w:r>
      <w:r w:rsidRPr="003E3506">
        <w:rPr>
          <w:rtl/>
          <w:lang w:bidi="fa-IR"/>
        </w:rPr>
        <w:t xml:space="preserve"> السلام عليكم و اولى اين است و رحمة اللّه وبركاته را اضافه كند.</w:t>
      </w:r>
    </w:p>
    <w:p w:rsidR="003E3506" w:rsidRDefault="00605FAB" w:rsidP="003D0CAC">
      <w:pPr>
        <w:pStyle w:val="Heading3"/>
        <w:rPr>
          <w:rtl/>
          <w:lang w:bidi="fa-IR"/>
        </w:rPr>
      </w:pPr>
      <w:bookmarkStart w:id="155" w:name="_Toc24454578"/>
      <w:r>
        <w:rPr>
          <w:rtl/>
          <w:lang w:bidi="fa-IR"/>
        </w:rPr>
        <w:t>(</w:t>
      </w:r>
      <w:r w:rsidR="003E3506" w:rsidRPr="003E3506">
        <w:rPr>
          <w:rtl/>
          <w:lang w:bidi="fa-IR"/>
        </w:rPr>
        <w:t>قضاى سجده و تشهد فراموش شده</w:t>
      </w:r>
      <w:r>
        <w:rPr>
          <w:rtl/>
          <w:lang w:bidi="fa-IR"/>
        </w:rPr>
        <w:t>)</w:t>
      </w:r>
      <w:bookmarkEnd w:id="155"/>
    </w:p>
    <w:p w:rsidR="003E3506" w:rsidRPr="003E3506" w:rsidRDefault="003E3506" w:rsidP="003E3506">
      <w:pPr>
        <w:pStyle w:val="libNormal"/>
        <w:rPr>
          <w:lang w:bidi="fa-IR"/>
        </w:rPr>
      </w:pPr>
      <w:r w:rsidRPr="003E3506">
        <w:rPr>
          <w:rtl/>
          <w:lang w:bidi="fa-IR"/>
        </w:rPr>
        <w:t>١٢٦٠ - سجده و تشهدى را كه انسان فراموش كرده و بعد از نماز</w:t>
      </w:r>
      <w:r w:rsidR="000C4B14">
        <w:rPr>
          <w:rtl/>
          <w:lang w:bidi="fa-IR"/>
        </w:rPr>
        <w:t>،</w:t>
      </w:r>
      <w:r w:rsidRPr="003E3506">
        <w:rPr>
          <w:rtl/>
          <w:lang w:bidi="fa-IR"/>
        </w:rPr>
        <w:t xml:space="preserve"> قضاى آن را بجا مى آورد</w:t>
      </w:r>
      <w:r w:rsidR="000C4B14">
        <w:rPr>
          <w:rtl/>
          <w:lang w:bidi="fa-IR"/>
        </w:rPr>
        <w:t>،</w:t>
      </w:r>
      <w:r w:rsidRPr="003E3506">
        <w:rPr>
          <w:rtl/>
          <w:lang w:bidi="fa-IR"/>
        </w:rPr>
        <w:t xml:space="preserve"> بايد تمام شرايط نماز مانند پاك بودن بدن و لباس و رو به قبله بودن و شرطهاى ديگر را داشته باشد.</w:t>
      </w:r>
    </w:p>
    <w:p w:rsidR="003E3506" w:rsidRPr="003E3506" w:rsidRDefault="003E3506" w:rsidP="003E3506">
      <w:pPr>
        <w:pStyle w:val="libNormal"/>
        <w:rPr>
          <w:lang w:bidi="fa-IR"/>
        </w:rPr>
      </w:pPr>
      <w:r w:rsidRPr="003E3506">
        <w:rPr>
          <w:rtl/>
          <w:lang w:bidi="fa-IR"/>
        </w:rPr>
        <w:t>١٢٦١ - اگر سجده را چند دفعه فراموش كند</w:t>
      </w:r>
      <w:r w:rsidR="000C4B14">
        <w:rPr>
          <w:rtl/>
          <w:lang w:bidi="fa-IR"/>
        </w:rPr>
        <w:t>،</w:t>
      </w:r>
      <w:r w:rsidRPr="003E3506">
        <w:rPr>
          <w:rtl/>
          <w:lang w:bidi="fa-IR"/>
        </w:rPr>
        <w:t xml:space="preserve"> مثلا يك سجده از ركعت اول و يك سجده از ركعت دوم فراموش نمايد</w:t>
      </w:r>
      <w:r w:rsidR="000C4B14">
        <w:rPr>
          <w:rtl/>
          <w:lang w:bidi="fa-IR"/>
        </w:rPr>
        <w:t>،</w:t>
      </w:r>
      <w:r w:rsidRPr="003E3506">
        <w:rPr>
          <w:rtl/>
          <w:lang w:bidi="fa-IR"/>
        </w:rPr>
        <w:t xml:space="preserve"> بايد بعد از نماز قضاى هر دو را بجا آورد و بهتر آن است احتياطا براى فراموشى هر كدام دو سجده سهو بجا آورد.</w:t>
      </w:r>
    </w:p>
    <w:p w:rsidR="003E3506" w:rsidRPr="003E3506" w:rsidRDefault="003E3506" w:rsidP="003E3506">
      <w:pPr>
        <w:pStyle w:val="libNormal"/>
        <w:rPr>
          <w:lang w:bidi="fa-IR"/>
        </w:rPr>
      </w:pPr>
      <w:r w:rsidRPr="003E3506">
        <w:rPr>
          <w:rtl/>
          <w:lang w:bidi="fa-IR"/>
        </w:rPr>
        <w:t>١٢٦٢ - اگر يك سجده و تشهد را فراموش كند</w:t>
      </w:r>
      <w:r w:rsidR="000C4B14">
        <w:rPr>
          <w:rtl/>
          <w:lang w:bidi="fa-IR"/>
        </w:rPr>
        <w:t>،</w:t>
      </w:r>
      <w:r w:rsidRPr="003E3506">
        <w:rPr>
          <w:rtl/>
          <w:lang w:bidi="fa-IR"/>
        </w:rPr>
        <w:t xml:space="preserve"> احتياطا براى فراموشى هر كدام دو سجده سهو بجا آورد.</w:t>
      </w:r>
    </w:p>
    <w:p w:rsidR="003E3506" w:rsidRPr="003E3506" w:rsidRDefault="003E3506" w:rsidP="003E3506">
      <w:pPr>
        <w:pStyle w:val="libNormal"/>
        <w:rPr>
          <w:lang w:bidi="fa-IR"/>
        </w:rPr>
      </w:pPr>
      <w:r w:rsidRPr="003E3506">
        <w:rPr>
          <w:rtl/>
          <w:lang w:bidi="fa-IR"/>
        </w:rPr>
        <w:t>١٢٦٣ - اگر دو سجده از دو ركعت فراموش نمايد لازم نيست هنگام قضا مراعات ترتيب نمايد.</w:t>
      </w:r>
    </w:p>
    <w:p w:rsidR="003E3506" w:rsidRPr="003E3506" w:rsidRDefault="003E3506" w:rsidP="003E3506">
      <w:pPr>
        <w:pStyle w:val="libNormal"/>
        <w:rPr>
          <w:lang w:bidi="fa-IR"/>
        </w:rPr>
      </w:pPr>
      <w:r w:rsidRPr="003E3506">
        <w:rPr>
          <w:rtl/>
          <w:lang w:bidi="fa-IR"/>
        </w:rPr>
        <w:lastRenderedPageBreak/>
        <w:t>١٢٦٤ - اگر بين سلام نماز و قضاى سجده كارى كند كه اگر عمدا يا سهوا در نماز اتفاق بيفتد نماز باطل مى شود</w:t>
      </w:r>
      <w:r w:rsidR="000C4B14">
        <w:rPr>
          <w:rtl/>
          <w:lang w:bidi="fa-IR"/>
        </w:rPr>
        <w:t>،</w:t>
      </w:r>
      <w:r w:rsidRPr="003E3506">
        <w:rPr>
          <w:rtl/>
          <w:lang w:bidi="fa-IR"/>
        </w:rPr>
        <w:t xml:space="preserve"> مثلا پشت به قبله نمايد</w:t>
      </w:r>
      <w:r w:rsidR="000C4B14">
        <w:rPr>
          <w:rtl/>
          <w:lang w:bidi="fa-IR"/>
        </w:rPr>
        <w:t>،</w:t>
      </w:r>
      <w:r w:rsidRPr="003E3506">
        <w:rPr>
          <w:rtl/>
          <w:lang w:bidi="fa-IR"/>
        </w:rPr>
        <w:t xml:space="preserve"> احتياط مستحب آن است كه بعد از قضاى سجده دوباره نماز را بخواند.</w:t>
      </w:r>
    </w:p>
    <w:p w:rsidR="003E3506" w:rsidRPr="003E3506" w:rsidRDefault="003E3506" w:rsidP="003E3506">
      <w:pPr>
        <w:pStyle w:val="libNormal"/>
        <w:rPr>
          <w:lang w:bidi="fa-IR"/>
        </w:rPr>
      </w:pPr>
      <w:r w:rsidRPr="003E3506">
        <w:rPr>
          <w:rtl/>
          <w:lang w:bidi="fa-IR"/>
        </w:rPr>
        <w:t>١٢٦٥ - اگر بعد از سلام نماز يادش بيايد كه يك سجده يا تشهد را از ركعت آخر فراموش كرده</w:t>
      </w:r>
      <w:r w:rsidR="000C4B14">
        <w:rPr>
          <w:rtl/>
          <w:lang w:bidi="fa-IR"/>
        </w:rPr>
        <w:t>،</w:t>
      </w:r>
      <w:r w:rsidRPr="003E3506">
        <w:rPr>
          <w:rtl/>
          <w:lang w:bidi="fa-IR"/>
        </w:rPr>
        <w:t xml:space="preserve"> بايد برگشته و نماز را تمام نموده و بنابر احتياط واجب دو سجده سهو براى سلام بيجا بجا آورد.</w:t>
      </w:r>
    </w:p>
    <w:p w:rsidR="003E3506" w:rsidRPr="003E3506" w:rsidRDefault="003E3506" w:rsidP="003E3506">
      <w:pPr>
        <w:pStyle w:val="libNormal"/>
        <w:rPr>
          <w:lang w:bidi="fa-IR"/>
        </w:rPr>
      </w:pPr>
      <w:r w:rsidRPr="003E3506">
        <w:rPr>
          <w:rtl/>
          <w:lang w:bidi="fa-IR"/>
        </w:rPr>
        <w:t>١٢٦٦ - اگر بين سلام نماز و قضاى سجده كارى كند كه براى آن سجده سهو واجب مى شود</w:t>
      </w:r>
      <w:r w:rsidR="000C4B14">
        <w:rPr>
          <w:rtl/>
          <w:lang w:bidi="fa-IR"/>
        </w:rPr>
        <w:t>،</w:t>
      </w:r>
      <w:r w:rsidRPr="003E3506">
        <w:rPr>
          <w:rtl/>
          <w:lang w:bidi="fa-IR"/>
        </w:rPr>
        <w:t xml:space="preserve"> مثل آنكه سهوا حرف بزند</w:t>
      </w:r>
      <w:r w:rsidR="000C4B14">
        <w:rPr>
          <w:rtl/>
          <w:lang w:bidi="fa-IR"/>
        </w:rPr>
        <w:t>،</w:t>
      </w:r>
      <w:r w:rsidRPr="003E3506">
        <w:rPr>
          <w:rtl/>
          <w:lang w:bidi="fa-IR"/>
        </w:rPr>
        <w:t xml:space="preserve"> بنابر احتياط واجب بايد اول سجده را قضا كند و بعد دو سجده سهو بنمايد.</w:t>
      </w:r>
    </w:p>
    <w:p w:rsidR="003E3506" w:rsidRPr="003E3506" w:rsidRDefault="003E3506" w:rsidP="003E3506">
      <w:pPr>
        <w:pStyle w:val="libNormal"/>
        <w:rPr>
          <w:lang w:bidi="fa-IR"/>
        </w:rPr>
      </w:pPr>
      <w:r w:rsidRPr="003E3506">
        <w:rPr>
          <w:rtl/>
          <w:lang w:bidi="fa-IR"/>
        </w:rPr>
        <w:t>١٢٦٧ - اگر نداند كه در نماز سجده را فراموش كرده يا تشهد را بايد سجده را قضا نمايد و دو سجده سهو بجا آورد</w:t>
      </w:r>
      <w:r w:rsidR="000C4B14">
        <w:rPr>
          <w:rtl/>
          <w:lang w:bidi="fa-IR"/>
        </w:rPr>
        <w:t>،</w:t>
      </w:r>
      <w:r w:rsidRPr="003E3506">
        <w:rPr>
          <w:rtl/>
          <w:lang w:bidi="fa-IR"/>
        </w:rPr>
        <w:t xml:space="preserve"> و احتياط مستحب آن است كه تشهد را نيز قضا نمايد.</w:t>
      </w:r>
    </w:p>
    <w:p w:rsidR="003E3506" w:rsidRPr="003E3506" w:rsidRDefault="003E3506" w:rsidP="003E3506">
      <w:pPr>
        <w:pStyle w:val="libNormal"/>
        <w:rPr>
          <w:lang w:bidi="fa-IR"/>
        </w:rPr>
      </w:pPr>
      <w:r w:rsidRPr="003E3506">
        <w:rPr>
          <w:rtl/>
          <w:lang w:bidi="fa-IR"/>
        </w:rPr>
        <w:t>١٢٦٨ - اگر شك دارد كه سجده يا تشهد را فراموش كرده يا نه واجب نيست قضا يا سجده سهو نمايد.</w:t>
      </w:r>
    </w:p>
    <w:p w:rsidR="003E3506" w:rsidRPr="003E3506" w:rsidRDefault="003E3506" w:rsidP="003E3506">
      <w:pPr>
        <w:pStyle w:val="libNormal"/>
        <w:rPr>
          <w:lang w:bidi="fa-IR"/>
        </w:rPr>
      </w:pPr>
      <w:r w:rsidRPr="003E3506">
        <w:rPr>
          <w:rtl/>
          <w:lang w:bidi="fa-IR"/>
        </w:rPr>
        <w:t>١٢٦٩ - اگر بداند سجده را فراموش كرده و شك كند كه پيش از ركوع ركعت بعد يادش آمده و بجا آورده يا نه</w:t>
      </w:r>
      <w:r w:rsidR="000C4B14">
        <w:rPr>
          <w:rtl/>
          <w:lang w:bidi="fa-IR"/>
        </w:rPr>
        <w:t>،</w:t>
      </w:r>
      <w:r w:rsidRPr="003E3506">
        <w:rPr>
          <w:rtl/>
          <w:lang w:bidi="fa-IR"/>
        </w:rPr>
        <w:t xml:space="preserve"> احتياط مستحب آن است كه آن را قضا نمايد.</w:t>
      </w:r>
    </w:p>
    <w:p w:rsidR="003E3506" w:rsidRPr="003E3506" w:rsidRDefault="003E3506" w:rsidP="003E3506">
      <w:pPr>
        <w:pStyle w:val="libNormal"/>
        <w:rPr>
          <w:lang w:bidi="fa-IR"/>
        </w:rPr>
      </w:pPr>
      <w:r w:rsidRPr="003E3506">
        <w:rPr>
          <w:rtl/>
          <w:lang w:bidi="fa-IR"/>
        </w:rPr>
        <w:t>١٢٧٠ - كسى كه بايد سجده را قضا نمايد</w:t>
      </w:r>
      <w:r w:rsidR="000C4B14">
        <w:rPr>
          <w:rtl/>
          <w:lang w:bidi="fa-IR"/>
        </w:rPr>
        <w:t>،</w:t>
      </w:r>
      <w:r w:rsidRPr="003E3506">
        <w:rPr>
          <w:rtl/>
          <w:lang w:bidi="fa-IR"/>
        </w:rPr>
        <w:t xml:space="preserve"> اگر براى كارى سجده سهو بر او واجب شود</w:t>
      </w:r>
      <w:r w:rsidR="000C4B14">
        <w:rPr>
          <w:rtl/>
          <w:lang w:bidi="fa-IR"/>
        </w:rPr>
        <w:t>،</w:t>
      </w:r>
      <w:r w:rsidRPr="003E3506">
        <w:rPr>
          <w:rtl/>
          <w:lang w:bidi="fa-IR"/>
        </w:rPr>
        <w:t xml:space="preserve"> بايد بنابر احتياط بعد از نماز اول سجده را قضا نمايد</w:t>
      </w:r>
      <w:r w:rsidR="000C4B14">
        <w:rPr>
          <w:rtl/>
          <w:lang w:bidi="fa-IR"/>
        </w:rPr>
        <w:t>،</w:t>
      </w:r>
      <w:r w:rsidRPr="003E3506">
        <w:rPr>
          <w:rtl/>
          <w:lang w:bidi="fa-IR"/>
        </w:rPr>
        <w:t xml:space="preserve"> بعد سجده سهو را بجا آورد.</w:t>
      </w:r>
    </w:p>
    <w:p w:rsidR="003E3506" w:rsidRPr="003E3506" w:rsidRDefault="003E3506" w:rsidP="003E3506">
      <w:pPr>
        <w:pStyle w:val="libNormal"/>
        <w:rPr>
          <w:lang w:bidi="fa-IR"/>
        </w:rPr>
      </w:pPr>
      <w:r w:rsidRPr="003E3506">
        <w:rPr>
          <w:rtl/>
          <w:lang w:bidi="fa-IR"/>
        </w:rPr>
        <w:t>١٢٧١ - اگر شك دارد كه بعد از نماز قضاى سجده فراموش شده را بجا آورده يا نه</w:t>
      </w:r>
      <w:r w:rsidR="000C4B14">
        <w:rPr>
          <w:rtl/>
          <w:lang w:bidi="fa-IR"/>
        </w:rPr>
        <w:t>،</w:t>
      </w:r>
      <w:r w:rsidRPr="003E3506">
        <w:rPr>
          <w:rtl/>
          <w:lang w:bidi="fa-IR"/>
        </w:rPr>
        <w:t xml:space="preserve"> چنانچه وقت نماز نگذشته</w:t>
      </w:r>
      <w:r w:rsidR="000C4B14">
        <w:rPr>
          <w:rtl/>
          <w:lang w:bidi="fa-IR"/>
        </w:rPr>
        <w:t>،</w:t>
      </w:r>
      <w:r w:rsidRPr="003E3506">
        <w:rPr>
          <w:rtl/>
          <w:lang w:bidi="fa-IR"/>
        </w:rPr>
        <w:t xml:space="preserve"> بايد سجده را قضا نمايد بلكه اگر وقت نماز هم گذشته باشد بنابر احتياط واجب بايد آن را قضا كند.</w:t>
      </w:r>
    </w:p>
    <w:p w:rsidR="003E3506" w:rsidRPr="003E3506" w:rsidRDefault="003D0CAC" w:rsidP="003E3506">
      <w:pPr>
        <w:pStyle w:val="libNormal"/>
        <w:rPr>
          <w:lang w:bidi="fa-IR"/>
        </w:rPr>
      </w:pPr>
      <w:r>
        <w:rPr>
          <w:rtl/>
          <w:lang w:bidi="fa-IR"/>
        </w:rPr>
        <w:br w:type="page"/>
      </w:r>
    </w:p>
    <w:p w:rsidR="003E3506" w:rsidRDefault="00605FAB" w:rsidP="003D0CAC">
      <w:pPr>
        <w:pStyle w:val="Heading3"/>
        <w:rPr>
          <w:rtl/>
          <w:lang w:bidi="fa-IR"/>
        </w:rPr>
      </w:pPr>
      <w:bookmarkStart w:id="156" w:name="_Toc24454579"/>
      <w:r>
        <w:rPr>
          <w:rtl/>
          <w:lang w:bidi="fa-IR"/>
        </w:rPr>
        <w:t>(</w:t>
      </w:r>
      <w:r w:rsidR="003E3506" w:rsidRPr="003E3506">
        <w:rPr>
          <w:rtl/>
          <w:lang w:bidi="fa-IR"/>
        </w:rPr>
        <w:t>كم و زياد كردن اجزاء و شرايط نماز)</w:t>
      </w:r>
      <w:bookmarkEnd w:id="156"/>
    </w:p>
    <w:p w:rsidR="003E3506" w:rsidRPr="003E3506" w:rsidRDefault="003E3506" w:rsidP="003E3506">
      <w:pPr>
        <w:pStyle w:val="libNormal"/>
        <w:rPr>
          <w:lang w:bidi="fa-IR"/>
        </w:rPr>
      </w:pPr>
      <w:r w:rsidRPr="003E3506">
        <w:rPr>
          <w:rtl/>
          <w:lang w:bidi="fa-IR"/>
        </w:rPr>
        <w:t>١٢٧٢ - هرگاه چيزى از واجبات نماز را عمدا كم يا زياد كند اگر چه يك حرف آن باشد</w:t>
      </w:r>
      <w:r w:rsidR="000C4B14">
        <w:rPr>
          <w:rtl/>
          <w:lang w:bidi="fa-IR"/>
        </w:rPr>
        <w:t>،</w:t>
      </w:r>
      <w:r w:rsidRPr="003E3506">
        <w:rPr>
          <w:rtl/>
          <w:lang w:bidi="fa-IR"/>
        </w:rPr>
        <w:t xml:space="preserve"> نماز باطل است</w:t>
      </w:r>
      <w:r w:rsidR="000C4B14">
        <w:rPr>
          <w:rtl/>
          <w:lang w:bidi="fa-IR"/>
        </w:rPr>
        <w:t>.</w:t>
      </w:r>
    </w:p>
    <w:p w:rsidR="003E3506" w:rsidRPr="003E3506" w:rsidRDefault="003E3506" w:rsidP="003E3506">
      <w:pPr>
        <w:pStyle w:val="libNormal"/>
        <w:rPr>
          <w:lang w:bidi="fa-IR"/>
        </w:rPr>
      </w:pPr>
      <w:r w:rsidRPr="003E3506">
        <w:rPr>
          <w:rtl/>
          <w:lang w:bidi="fa-IR"/>
        </w:rPr>
        <w:t>١٢٧٣ - اگر به واسطه ندانستن مساله</w:t>
      </w:r>
      <w:r w:rsidR="000C4B14">
        <w:rPr>
          <w:rtl/>
          <w:lang w:bidi="fa-IR"/>
        </w:rPr>
        <w:t>،</w:t>
      </w:r>
      <w:r w:rsidRPr="003E3506">
        <w:rPr>
          <w:rtl/>
          <w:lang w:bidi="fa-IR"/>
        </w:rPr>
        <w:t xml:space="preserve"> چيزى از واجبات ركنى نماز را كم كند</w:t>
      </w:r>
      <w:r w:rsidR="000C4B14">
        <w:rPr>
          <w:rtl/>
          <w:lang w:bidi="fa-IR"/>
        </w:rPr>
        <w:t>،</w:t>
      </w:r>
      <w:r w:rsidRPr="003E3506">
        <w:rPr>
          <w:rtl/>
          <w:lang w:bidi="fa-IR"/>
        </w:rPr>
        <w:t xml:space="preserve"> نماز باطل است و اما كم كردن واجب غير ركنى يا زياد كردن ركن از جاهل قاصر يا كسى كه معتمد به حجت است</w:t>
      </w:r>
      <w:r w:rsidR="000C4B14">
        <w:rPr>
          <w:rtl/>
          <w:lang w:bidi="fa-IR"/>
        </w:rPr>
        <w:t>،</w:t>
      </w:r>
      <w:r w:rsidRPr="003E3506">
        <w:rPr>
          <w:rtl/>
          <w:lang w:bidi="fa-IR"/>
        </w:rPr>
        <w:t xml:space="preserve"> نماز را باطل نمى كند</w:t>
      </w:r>
      <w:r w:rsidR="000C4B14">
        <w:rPr>
          <w:rtl/>
          <w:lang w:bidi="fa-IR"/>
        </w:rPr>
        <w:t>،</w:t>
      </w:r>
      <w:r w:rsidRPr="003E3506">
        <w:rPr>
          <w:rtl/>
          <w:lang w:bidi="fa-IR"/>
        </w:rPr>
        <w:t xml:space="preserve"> و چنانچه به واسطه ندانستن مساله - هر چند از روى تقصير - حمد و سوره نماز صبح و مغرب و عشا را آهسته بخواند يا حمد و سوره نماز ظهر و عصر را بلند بخواند</w:t>
      </w:r>
      <w:r w:rsidR="000C4B14">
        <w:rPr>
          <w:rtl/>
          <w:lang w:bidi="fa-IR"/>
        </w:rPr>
        <w:t>،</w:t>
      </w:r>
      <w:r w:rsidRPr="003E3506">
        <w:rPr>
          <w:rtl/>
          <w:lang w:bidi="fa-IR"/>
        </w:rPr>
        <w:t xml:space="preserve"> يا در مسافرت نماز ظهر و عصر و عشا را چهار ركعتى بخواند</w:t>
      </w:r>
      <w:r w:rsidR="000C4B14">
        <w:rPr>
          <w:rtl/>
          <w:lang w:bidi="fa-IR"/>
        </w:rPr>
        <w:t>،</w:t>
      </w:r>
      <w:r w:rsidRPr="003E3506">
        <w:rPr>
          <w:rtl/>
          <w:lang w:bidi="fa-IR"/>
        </w:rPr>
        <w:t xml:space="preserve"> نمازش صحيح است</w:t>
      </w:r>
      <w:r w:rsidR="000C4B14">
        <w:rPr>
          <w:rtl/>
          <w:lang w:bidi="fa-IR"/>
        </w:rPr>
        <w:t>.</w:t>
      </w:r>
      <w:r w:rsidRPr="003E3506">
        <w:rPr>
          <w:rtl/>
          <w:lang w:bidi="fa-IR"/>
        </w:rPr>
        <w:t xml:space="preserve"> ١٢٧٤ - اگر در بين نماز بفهمد وضو يا غسلش باطل بوده يا بدون وضو يا غسل مشغول نماز شده</w:t>
      </w:r>
      <w:r w:rsidR="000C4B14">
        <w:rPr>
          <w:rtl/>
          <w:lang w:bidi="fa-IR"/>
        </w:rPr>
        <w:t>،</w:t>
      </w:r>
      <w:r w:rsidRPr="003E3506">
        <w:rPr>
          <w:rtl/>
          <w:lang w:bidi="fa-IR"/>
        </w:rPr>
        <w:t xml:space="preserve"> بايد نماز را بهم بزند و دوباره با وضو يا غسل بخواند و اگر بعد از نماز بفهمد</w:t>
      </w:r>
      <w:r w:rsidR="000C4B14">
        <w:rPr>
          <w:rtl/>
          <w:lang w:bidi="fa-IR"/>
        </w:rPr>
        <w:t>،</w:t>
      </w:r>
      <w:r w:rsidRPr="003E3506">
        <w:rPr>
          <w:rtl/>
          <w:lang w:bidi="fa-IR"/>
        </w:rPr>
        <w:t xml:space="preserve"> بايد دوباره نماز را با وضو يا غسل بجا آورد و اگر وقت گذشته قضا نمايد.</w:t>
      </w:r>
    </w:p>
    <w:p w:rsidR="003E3506" w:rsidRPr="003E3506" w:rsidRDefault="003E3506" w:rsidP="003E3506">
      <w:pPr>
        <w:pStyle w:val="libNormal"/>
        <w:rPr>
          <w:lang w:bidi="fa-IR"/>
        </w:rPr>
      </w:pPr>
      <w:r w:rsidRPr="003E3506">
        <w:rPr>
          <w:rtl/>
          <w:lang w:bidi="fa-IR"/>
        </w:rPr>
        <w:t>١٢٧٥ - اگر بعد از رسيدن به ركوع يادش بيايد كه دو سجده از ركعت پيش را فراموش كرده</w:t>
      </w:r>
      <w:r w:rsidR="000C4B14">
        <w:rPr>
          <w:rtl/>
          <w:lang w:bidi="fa-IR"/>
        </w:rPr>
        <w:t>،</w:t>
      </w:r>
      <w:r w:rsidRPr="003E3506">
        <w:rPr>
          <w:rtl/>
          <w:lang w:bidi="fa-IR"/>
        </w:rPr>
        <w:t xml:space="preserve"> نمازش بنابر احتياط باطل است</w:t>
      </w:r>
      <w:r w:rsidR="000C4B14">
        <w:rPr>
          <w:rtl/>
          <w:lang w:bidi="fa-IR"/>
        </w:rPr>
        <w:t>،</w:t>
      </w:r>
      <w:r w:rsidRPr="003E3506">
        <w:rPr>
          <w:rtl/>
          <w:lang w:bidi="fa-IR"/>
        </w:rPr>
        <w:t xml:space="preserve"> و اگر پيش از رسيدن به ركوع يادش بيايد</w:t>
      </w:r>
      <w:r w:rsidR="000C4B14">
        <w:rPr>
          <w:rtl/>
          <w:lang w:bidi="fa-IR"/>
        </w:rPr>
        <w:t>،</w:t>
      </w:r>
      <w:r w:rsidRPr="003E3506">
        <w:rPr>
          <w:rtl/>
          <w:lang w:bidi="fa-IR"/>
        </w:rPr>
        <w:t xml:space="preserve"> بايد برگردد و دو سجده را بجا آورد و برخيزد و حمد و سوره يا تسبيحات را بخواند و نماز را تمام كند و بعد از نماز بنابر احتياط مستحب براى ايستادن بيجا دو سجده سهو بنمايد.</w:t>
      </w:r>
    </w:p>
    <w:p w:rsidR="003E3506" w:rsidRPr="003E3506" w:rsidRDefault="003E3506" w:rsidP="003E3506">
      <w:pPr>
        <w:pStyle w:val="libNormal"/>
        <w:rPr>
          <w:lang w:bidi="fa-IR"/>
        </w:rPr>
      </w:pPr>
      <w:r w:rsidRPr="003E3506">
        <w:rPr>
          <w:rtl/>
          <w:lang w:bidi="fa-IR"/>
        </w:rPr>
        <w:t>١٢٧٦ - اگر پيش از گفتن السلام علينا و السلام عليكم يادش بيايد كه دو سجده ركعت آخر را بجا نياورده</w:t>
      </w:r>
      <w:r w:rsidR="000C4B14">
        <w:rPr>
          <w:rtl/>
          <w:lang w:bidi="fa-IR"/>
        </w:rPr>
        <w:t>،</w:t>
      </w:r>
      <w:r w:rsidRPr="003E3506">
        <w:rPr>
          <w:rtl/>
          <w:lang w:bidi="fa-IR"/>
        </w:rPr>
        <w:t xml:space="preserve"> بايد دو سجده را بجا آورد و دوباره تشهد بخواند و سلام نماز را بدهد.</w:t>
      </w:r>
    </w:p>
    <w:p w:rsidR="003E3506" w:rsidRPr="003E3506" w:rsidRDefault="003E3506" w:rsidP="003E3506">
      <w:pPr>
        <w:pStyle w:val="libNormal"/>
        <w:rPr>
          <w:lang w:bidi="fa-IR"/>
        </w:rPr>
      </w:pPr>
      <w:r w:rsidRPr="003E3506">
        <w:rPr>
          <w:rtl/>
          <w:lang w:bidi="fa-IR"/>
        </w:rPr>
        <w:t>١٢٧٧ - اگر پيش از سلام نماز يادش بيايد كه يك ركعت يا بيشتر از آخر نماز نخوانده</w:t>
      </w:r>
      <w:r w:rsidR="000C4B14">
        <w:rPr>
          <w:rtl/>
          <w:lang w:bidi="fa-IR"/>
        </w:rPr>
        <w:t>،</w:t>
      </w:r>
      <w:r w:rsidRPr="003E3506">
        <w:rPr>
          <w:rtl/>
          <w:lang w:bidi="fa-IR"/>
        </w:rPr>
        <w:t xml:space="preserve"> بايد مقدارى را كه فراموش كرده بجا آورد.</w:t>
      </w:r>
    </w:p>
    <w:p w:rsidR="003E3506" w:rsidRPr="003E3506" w:rsidRDefault="003E3506" w:rsidP="003E3506">
      <w:pPr>
        <w:pStyle w:val="libNormal"/>
        <w:rPr>
          <w:lang w:bidi="fa-IR"/>
        </w:rPr>
      </w:pPr>
      <w:r w:rsidRPr="003E3506">
        <w:rPr>
          <w:rtl/>
          <w:lang w:bidi="fa-IR"/>
        </w:rPr>
        <w:t>١٢٧٨ - اگر بعد از سلام نماز يادش بيايد كه يك ركعت يا بيشتر از آخر نماز را نخوانده</w:t>
      </w:r>
      <w:r w:rsidR="000C4B14">
        <w:rPr>
          <w:rtl/>
          <w:lang w:bidi="fa-IR"/>
        </w:rPr>
        <w:t>،</w:t>
      </w:r>
      <w:r w:rsidRPr="003E3506">
        <w:rPr>
          <w:rtl/>
          <w:lang w:bidi="fa-IR"/>
        </w:rPr>
        <w:t xml:space="preserve"> چنانچه كارى انجام داده كه اگر در نماز عمدا يا سهوا اتفاق بيفتد نماز را باطل مى كند</w:t>
      </w:r>
      <w:r w:rsidR="000C4B14">
        <w:rPr>
          <w:rtl/>
          <w:lang w:bidi="fa-IR"/>
        </w:rPr>
        <w:t>،</w:t>
      </w:r>
      <w:r w:rsidRPr="003E3506">
        <w:rPr>
          <w:rtl/>
          <w:lang w:bidi="fa-IR"/>
        </w:rPr>
        <w:t xml:space="preserve"> مثلا پشت به قبله كرده</w:t>
      </w:r>
      <w:r w:rsidR="000C4B14">
        <w:rPr>
          <w:rtl/>
          <w:lang w:bidi="fa-IR"/>
        </w:rPr>
        <w:t>،</w:t>
      </w:r>
      <w:r w:rsidRPr="003E3506">
        <w:rPr>
          <w:rtl/>
          <w:lang w:bidi="fa-IR"/>
        </w:rPr>
        <w:t xml:space="preserve"> نمازش باطل است و اگر كارى كه عمدى و سهوى آن نماز را باطل مى كند</w:t>
      </w:r>
      <w:r w:rsidR="000C4B14">
        <w:rPr>
          <w:rtl/>
          <w:lang w:bidi="fa-IR"/>
        </w:rPr>
        <w:t>،</w:t>
      </w:r>
      <w:r w:rsidRPr="003E3506">
        <w:rPr>
          <w:rtl/>
          <w:lang w:bidi="fa-IR"/>
        </w:rPr>
        <w:t xml:space="preserve"> </w:t>
      </w:r>
      <w:r w:rsidRPr="003E3506">
        <w:rPr>
          <w:rtl/>
          <w:lang w:bidi="fa-IR"/>
        </w:rPr>
        <w:lastRenderedPageBreak/>
        <w:t>انجام نداده بايد فورا مقدارى را كه فراموش كرده بجا آورد و براى سلام زيادى بنابر احتياط لازم دو سجده سهو بنمايد.</w:t>
      </w:r>
    </w:p>
    <w:p w:rsidR="003E3506" w:rsidRPr="003E3506" w:rsidRDefault="003E3506" w:rsidP="003E3506">
      <w:pPr>
        <w:pStyle w:val="libNormal"/>
        <w:rPr>
          <w:lang w:bidi="fa-IR"/>
        </w:rPr>
      </w:pPr>
      <w:r w:rsidRPr="003E3506">
        <w:rPr>
          <w:rtl/>
          <w:lang w:bidi="fa-IR"/>
        </w:rPr>
        <w:t>١٢٧٩ - هرگاه بعد از سلام نماز عملى انجام دهد كه اگر در نماز عمدا يا سهوا اتفاق بيفتد نماز را باطل مى كند</w:t>
      </w:r>
      <w:r w:rsidR="000C4B14">
        <w:rPr>
          <w:rtl/>
          <w:lang w:bidi="fa-IR"/>
        </w:rPr>
        <w:t>،</w:t>
      </w:r>
      <w:r w:rsidRPr="003E3506">
        <w:rPr>
          <w:rtl/>
          <w:lang w:bidi="fa-IR"/>
        </w:rPr>
        <w:t xml:space="preserve"> مثلا پشت به قبله نمايد و بعد يادش بيايد كه دو سجده آخر را بجا نياورده</w:t>
      </w:r>
      <w:r w:rsidR="000C4B14">
        <w:rPr>
          <w:rtl/>
          <w:lang w:bidi="fa-IR"/>
        </w:rPr>
        <w:t>،</w:t>
      </w:r>
      <w:r w:rsidRPr="003E3506">
        <w:rPr>
          <w:rtl/>
          <w:lang w:bidi="fa-IR"/>
        </w:rPr>
        <w:t xml:space="preserve"> نمازش باطل است و اگر پيش از انجام كارى كه نماز را باطل مى كند</w:t>
      </w:r>
      <w:r w:rsidR="000C4B14">
        <w:rPr>
          <w:rtl/>
          <w:lang w:bidi="fa-IR"/>
        </w:rPr>
        <w:t>،</w:t>
      </w:r>
      <w:r w:rsidRPr="003E3506">
        <w:rPr>
          <w:rtl/>
          <w:lang w:bidi="fa-IR"/>
        </w:rPr>
        <w:t xml:space="preserve"> يادش بيايد بايد دو سجده اى را كه فراموش كرده بجا آورد</w:t>
      </w:r>
      <w:r w:rsidR="000C4B14">
        <w:rPr>
          <w:rtl/>
          <w:lang w:bidi="fa-IR"/>
        </w:rPr>
        <w:t>،</w:t>
      </w:r>
      <w:r w:rsidRPr="003E3506">
        <w:rPr>
          <w:rtl/>
          <w:lang w:bidi="fa-IR"/>
        </w:rPr>
        <w:t xml:space="preserve"> دوباره تشهد بخواند و سلام نماز را بدهد و بنابر احتياط واجب دو سجده سهو براى سلامى كه اول گفته است بنمايد.</w:t>
      </w:r>
    </w:p>
    <w:p w:rsidR="003E3506" w:rsidRPr="003E3506" w:rsidRDefault="003E3506" w:rsidP="003E3506">
      <w:pPr>
        <w:pStyle w:val="libNormal"/>
        <w:rPr>
          <w:lang w:bidi="fa-IR"/>
        </w:rPr>
      </w:pPr>
      <w:r w:rsidRPr="003E3506">
        <w:rPr>
          <w:rtl/>
          <w:lang w:bidi="fa-IR"/>
        </w:rPr>
        <w:t>١٢٨٠ - اگر بفهمد نماز را پيش از وقت خوانده</w:t>
      </w:r>
      <w:r w:rsidR="000C4B14">
        <w:rPr>
          <w:rtl/>
          <w:lang w:bidi="fa-IR"/>
        </w:rPr>
        <w:t>،</w:t>
      </w:r>
      <w:r w:rsidRPr="003E3506">
        <w:rPr>
          <w:rtl/>
          <w:lang w:bidi="fa-IR"/>
        </w:rPr>
        <w:t xml:space="preserve"> بايد دوباره بخواند و اگر وقت گذشته قضا نمايد</w:t>
      </w:r>
      <w:r w:rsidR="000C4B14">
        <w:rPr>
          <w:rtl/>
          <w:lang w:bidi="fa-IR"/>
        </w:rPr>
        <w:t>،</w:t>
      </w:r>
      <w:r w:rsidRPr="003E3506">
        <w:rPr>
          <w:rtl/>
          <w:lang w:bidi="fa-IR"/>
        </w:rPr>
        <w:t xml:space="preserve"> و اگر بفهمد پشت به قبله خوانده چنانچه وقت نگذشته باشد بايد دوباره بخواند و اگر وقت گذشته باشد چنانچه مردد بوده قضا لازم است و گرنه قضا لازم نيست و اگر بفهمد نماز را بين طرف راست و طرف چپ قبله بجا آورده</w:t>
      </w:r>
      <w:r w:rsidR="000C4B14">
        <w:rPr>
          <w:rtl/>
          <w:lang w:bidi="fa-IR"/>
        </w:rPr>
        <w:t>،</w:t>
      </w:r>
      <w:r w:rsidRPr="003E3506">
        <w:rPr>
          <w:rtl/>
          <w:lang w:bidi="fa-IR"/>
        </w:rPr>
        <w:t xml:space="preserve"> در صورتى كه بعد از گذشتن وقت باشد قضا ندارد</w:t>
      </w:r>
      <w:r w:rsidR="000C4B14">
        <w:rPr>
          <w:rtl/>
          <w:lang w:bidi="fa-IR"/>
        </w:rPr>
        <w:t>،</w:t>
      </w:r>
      <w:r w:rsidRPr="003E3506">
        <w:rPr>
          <w:rtl/>
          <w:lang w:bidi="fa-IR"/>
        </w:rPr>
        <w:t xml:space="preserve"> ولى اگر پيش از گذشتن وقت باشد در صورتى كه در انحراف از قبله معذور نبوده مثل اينكه در جستجوى طرف قبله كوتاهى كرده بايد بنابر احتياط نماز را دوباره بخواند.</w:t>
      </w:r>
    </w:p>
    <w:p w:rsidR="003E3506" w:rsidRDefault="003D0CAC" w:rsidP="003E3506">
      <w:pPr>
        <w:pStyle w:val="libNormal"/>
        <w:rPr>
          <w:rtl/>
          <w:lang w:bidi="fa-IR"/>
        </w:rPr>
      </w:pPr>
      <w:r>
        <w:rPr>
          <w:rtl/>
          <w:lang w:bidi="fa-IR"/>
        </w:rPr>
        <w:br w:type="page"/>
      </w:r>
    </w:p>
    <w:p w:rsidR="003E3506" w:rsidRDefault="00605FAB" w:rsidP="003D0CAC">
      <w:pPr>
        <w:pStyle w:val="Heading3"/>
        <w:rPr>
          <w:rtl/>
          <w:lang w:bidi="fa-IR"/>
        </w:rPr>
      </w:pPr>
      <w:bookmarkStart w:id="157" w:name="_Toc24454580"/>
      <w:r>
        <w:rPr>
          <w:rtl/>
          <w:lang w:bidi="fa-IR"/>
        </w:rPr>
        <w:t>(</w:t>
      </w:r>
      <w:r w:rsidR="003E3506" w:rsidRPr="003E3506">
        <w:rPr>
          <w:rtl/>
          <w:lang w:bidi="fa-IR"/>
        </w:rPr>
        <w:t>نماز مسافر</w:t>
      </w:r>
      <w:r>
        <w:rPr>
          <w:rtl/>
          <w:lang w:bidi="fa-IR"/>
        </w:rPr>
        <w:t>)</w:t>
      </w:r>
      <w:bookmarkEnd w:id="157"/>
    </w:p>
    <w:p w:rsidR="003E3506" w:rsidRPr="003E3506" w:rsidRDefault="003E3506" w:rsidP="003E3506">
      <w:pPr>
        <w:pStyle w:val="libNormal"/>
        <w:rPr>
          <w:lang w:bidi="fa-IR"/>
        </w:rPr>
      </w:pPr>
      <w:r w:rsidRPr="003E3506">
        <w:rPr>
          <w:rtl/>
          <w:lang w:bidi="fa-IR"/>
        </w:rPr>
        <w:t>١/١٢٨٠ - مسافر بايد نماز ظهر و عصر و عشا را با هشت شرط شكسته بجا آورد يعنى دوركعت بخواند</w:t>
      </w:r>
      <w:r w:rsidR="00553569">
        <w:rPr>
          <w:rtl/>
          <w:lang w:bidi="fa-IR"/>
        </w:rPr>
        <w:t>:</w:t>
      </w:r>
    </w:p>
    <w:p w:rsidR="003E3506" w:rsidRPr="003E3506" w:rsidRDefault="003E3506" w:rsidP="003E3506">
      <w:pPr>
        <w:pStyle w:val="libNormal"/>
        <w:rPr>
          <w:lang w:bidi="fa-IR"/>
        </w:rPr>
      </w:pPr>
      <w:r w:rsidRPr="003E3506">
        <w:rPr>
          <w:rtl/>
          <w:lang w:bidi="fa-IR"/>
        </w:rPr>
        <w:t>شرط اول آنكه سفر او كمتر از هشت فرسخ شرعى نباشد</w:t>
      </w:r>
      <w:r w:rsidR="000C4B14">
        <w:rPr>
          <w:rtl/>
          <w:lang w:bidi="fa-IR"/>
        </w:rPr>
        <w:t>،</w:t>
      </w:r>
      <w:r w:rsidRPr="003E3506">
        <w:rPr>
          <w:rtl/>
          <w:lang w:bidi="fa-IR"/>
        </w:rPr>
        <w:t xml:space="preserve"> و فرسخ شرعى مقدارى كمتر از پنج كيلومتر و نيم است</w:t>
      </w:r>
      <w:r w:rsidR="000C4B14">
        <w:rPr>
          <w:rtl/>
          <w:lang w:bidi="fa-IR"/>
        </w:rPr>
        <w:t>.</w:t>
      </w:r>
    </w:p>
    <w:p w:rsidR="003E3506" w:rsidRPr="003E3506" w:rsidRDefault="003E3506" w:rsidP="003E3506">
      <w:pPr>
        <w:pStyle w:val="libNormal"/>
        <w:rPr>
          <w:lang w:bidi="fa-IR"/>
        </w:rPr>
      </w:pPr>
      <w:r w:rsidRPr="003E3506">
        <w:rPr>
          <w:rtl/>
          <w:lang w:bidi="fa-IR"/>
        </w:rPr>
        <w:t>١٢٨١ - كسى كه رفتن و برگشتن او مجموعا هشت فرسخ است</w:t>
      </w:r>
      <w:r w:rsidR="000C4B14">
        <w:rPr>
          <w:rtl/>
          <w:lang w:bidi="fa-IR"/>
        </w:rPr>
        <w:t>،</w:t>
      </w:r>
      <w:r w:rsidRPr="003E3506">
        <w:rPr>
          <w:rtl/>
          <w:lang w:bidi="fa-IR"/>
        </w:rPr>
        <w:t xml:space="preserve"> خواه رفتن يا برگشتنش كمتر از چهار فرسخ باشد يا نباشد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بنابر اين اگر رفتن سه فرسخ و برگشتن پنج فرسخ</w:t>
      </w:r>
      <w:r w:rsidR="000C4B14">
        <w:rPr>
          <w:rtl/>
          <w:lang w:bidi="fa-IR"/>
        </w:rPr>
        <w:t>،</w:t>
      </w:r>
      <w:r w:rsidRPr="003E3506">
        <w:rPr>
          <w:rtl/>
          <w:lang w:bidi="fa-IR"/>
        </w:rPr>
        <w:t xml:space="preserve"> يا به عكس باشد</w:t>
      </w:r>
      <w:r w:rsidR="000C4B14">
        <w:rPr>
          <w:rtl/>
          <w:lang w:bidi="fa-IR"/>
        </w:rPr>
        <w:t>،</w:t>
      </w:r>
      <w:r w:rsidRPr="003E3506">
        <w:rPr>
          <w:rtl/>
          <w:lang w:bidi="fa-IR"/>
        </w:rPr>
        <w:t xml:space="preserve"> بايد نماز را شكسته يعنى دو ركعتى بخواند.</w:t>
      </w:r>
    </w:p>
    <w:p w:rsidR="003E3506" w:rsidRPr="003E3506" w:rsidRDefault="003E3506" w:rsidP="003E3506">
      <w:pPr>
        <w:pStyle w:val="libNormal"/>
        <w:rPr>
          <w:lang w:bidi="fa-IR"/>
        </w:rPr>
      </w:pPr>
      <w:r w:rsidRPr="003E3506">
        <w:rPr>
          <w:rtl/>
          <w:lang w:bidi="fa-IR"/>
        </w:rPr>
        <w:t>١٢٨٢ - اگر رفتن و برگشتن هشت فرسخ باشد اگر چه روزى كه مى رود</w:t>
      </w:r>
      <w:r w:rsidR="000C4B14">
        <w:rPr>
          <w:rtl/>
          <w:lang w:bidi="fa-IR"/>
        </w:rPr>
        <w:t>،</w:t>
      </w:r>
      <w:r w:rsidRPr="003E3506">
        <w:rPr>
          <w:rtl/>
          <w:lang w:bidi="fa-IR"/>
        </w:rPr>
        <w:t xml:space="preserve"> همان روز يا شب آن برنگردد</w:t>
      </w:r>
      <w:r w:rsidR="000C4B14">
        <w:rPr>
          <w:rtl/>
          <w:lang w:bidi="fa-IR"/>
        </w:rPr>
        <w:t>،</w:t>
      </w:r>
      <w:r w:rsidRPr="003E3506">
        <w:rPr>
          <w:rtl/>
          <w:lang w:bidi="fa-IR"/>
        </w:rPr>
        <w:t xml:space="preserve"> بايد نماز را شكسته بخواند</w:t>
      </w:r>
      <w:r w:rsidR="000C4B14">
        <w:rPr>
          <w:rtl/>
          <w:lang w:bidi="fa-IR"/>
        </w:rPr>
        <w:t>،</w:t>
      </w:r>
      <w:r w:rsidRPr="003E3506">
        <w:rPr>
          <w:rtl/>
          <w:lang w:bidi="fa-IR"/>
        </w:rPr>
        <w:t xml:space="preserve"> ولى بهتر آن است كه در اين صورت احتياط كرده تمام را نيز بخواند.</w:t>
      </w:r>
    </w:p>
    <w:p w:rsidR="003E3506" w:rsidRPr="003E3506" w:rsidRDefault="003E3506" w:rsidP="003E3506">
      <w:pPr>
        <w:pStyle w:val="libNormal"/>
        <w:rPr>
          <w:lang w:bidi="fa-IR"/>
        </w:rPr>
      </w:pPr>
      <w:r w:rsidRPr="003E3506">
        <w:rPr>
          <w:rtl/>
          <w:lang w:bidi="fa-IR"/>
        </w:rPr>
        <w:t>١٢٨٣ - اگر سفر مختصرى از هشت فرسخ كمتر باشد يا انسان نداند كه سفر او هشت فرسخ است يا نه</w:t>
      </w:r>
      <w:r w:rsidR="000C4B14">
        <w:rPr>
          <w:rtl/>
          <w:lang w:bidi="fa-IR"/>
        </w:rPr>
        <w:t>،</w:t>
      </w:r>
      <w:r w:rsidRPr="003E3506">
        <w:rPr>
          <w:rtl/>
          <w:lang w:bidi="fa-IR"/>
        </w:rPr>
        <w:t xml:space="preserve"> نبايد نماز را شكسته بخواند و چنانچه شك كند كه سفر او هشت فرسخ است يا نه</w:t>
      </w:r>
      <w:r w:rsidR="000C4B14">
        <w:rPr>
          <w:rtl/>
          <w:lang w:bidi="fa-IR"/>
        </w:rPr>
        <w:t>،</w:t>
      </w:r>
      <w:r w:rsidRPr="003E3506">
        <w:rPr>
          <w:rtl/>
          <w:lang w:bidi="fa-IR"/>
        </w:rPr>
        <w:t xml:space="preserve"> تحقيق كردن برايش لازم نيست و بايد نمازش را تمام بخواند.</w:t>
      </w:r>
    </w:p>
    <w:p w:rsidR="003E3506" w:rsidRPr="003E3506" w:rsidRDefault="003E3506" w:rsidP="003E3506">
      <w:pPr>
        <w:pStyle w:val="libNormal"/>
        <w:rPr>
          <w:lang w:bidi="fa-IR"/>
        </w:rPr>
      </w:pPr>
      <w:r w:rsidRPr="003E3506">
        <w:rPr>
          <w:rtl/>
          <w:lang w:bidi="fa-IR"/>
        </w:rPr>
        <w:t>١٢٨٤ - اگر يك عادل يا شخص موثقى خبر دهد كه سفر انسان هشت فرسخ است و انسان به گفته او اطمينان پيدا كند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١٢٨٥ - كسى كه يقين دارد سفر او هشت فرسخ است</w:t>
      </w:r>
      <w:r w:rsidR="000C4B14">
        <w:rPr>
          <w:rtl/>
          <w:lang w:bidi="fa-IR"/>
        </w:rPr>
        <w:t>،</w:t>
      </w:r>
      <w:r w:rsidRPr="003E3506">
        <w:rPr>
          <w:rtl/>
          <w:lang w:bidi="fa-IR"/>
        </w:rPr>
        <w:t xml:space="preserve"> اگر نماز را شكسته بخواند و بعد بفهمد كه هشت فرسخ نبوده</w:t>
      </w:r>
      <w:r w:rsidR="000C4B14">
        <w:rPr>
          <w:rtl/>
          <w:lang w:bidi="fa-IR"/>
        </w:rPr>
        <w:t>،</w:t>
      </w:r>
      <w:r w:rsidRPr="003E3506">
        <w:rPr>
          <w:rtl/>
          <w:lang w:bidi="fa-IR"/>
        </w:rPr>
        <w:t xml:space="preserve"> بايد آن را چهار ركعتى بجا آورد و اگر وقت گذشته قضا نمايد.</w:t>
      </w:r>
    </w:p>
    <w:p w:rsidR="003E3506" w:rsidRPr="003E3506" w:rsidRDefault="003E3506" w:rsidP="003E3506">
      <w:pPr>
        <w:pStyle w:val="libNormal"/>
        <w:rPr>
          <w:lang w:bidi="fa-IR"/>
        </w:rPr>
      </w:pPr>
      <w:r w:rsidRPr="003E3506">
        <w:rPr>
          <w:rtl/>
          <w:lang w:bidi="fa-IR"/>
        </w:rPr>
        <w:t>١٢٨٦ - كسى كه يقين دارد سفرش بجايى را كه مى خواهد برود هشت فرسخ نيست يا شك دارد كه هشت فرسخ هست يا نه</w:t>
      </w:r>
      <w:r w:rsidR="000C4B14">
        <w:rPr>
          <w:rtl/>
          <w:lang w:bidi="fa-IR"/>
        </w:rPr>
        <w:t>،</w:t>
      </w:r>
      <w:r w:rsidRPr="003E3506">
        <w:rPr>
          <w:rtl/>
          <w:lang w:bidi="fa-IR"/>
        </w:rPr>
        <w:t xml:space="preserve"> چنانچه در بين راه بفهمد كه سفر او هشت فرسخ بوده</w:t>
      </w:r>
      <w:r w:rsidR="000C4B14">
        <w:rPr>
          <w:rtl/>
          <w:lang w:bidi="fa-IR"/>
        </w:rPr>
        <w:t>،</w:t>
      </w:r>
      <w:r w:rsidRPr="003E3506">
        <w:rPr>
          <w:rtl/>
          <w:lang w:bidi="fa-IR"/>
        </w:rPr>
        <w:t xml:space="preserve"> اگر چه </w:t>
      </w:r>
      <w:r w:rsidRPr="003E3506">
        <w:rPr>
          <w:rtl/>
          <w:lang w:bidi="fa-IR"/>
        </w:rPr>
        <w:lastRenderedPageBreak/>
        <w:t>كمى از راه باقى باشد</w:t>
      </w:r>
      <w:r w:rsidR="000C4B14">
        <w:rPr>
          <w:rtl/>
          <w:lang w:bidi="fa-IR"/>
        </w:rPr>
        <w:t>،</w:t>
      </w:r>
      <w:r w:rsidRPr="003E3506">
        <w:rPr>
          <w:rtl/>
          <w:lang w:bidi="fa-IR"/>
        </w:rPr>
        <w:t xml:space="preserve"> بايد نماز را شكسته بخواند و اگر تمام خوانده بايد دوباره شكسته بجا آورد ولى اگر وقت گذشته لازم نيست قضا نمايد.</w:t>
      </w:r>
    </w:p>
    <w:p w:rsidR="003E3506" w:rsidRPr="003E3506" w:rsidRDefault="003E3506" w:rsidP="003E3506">
      <w:pPr>
        <w:pStyle w:val="libNormal"/>
        <w:rPr>
          <w:lang w:bidi="fa-IR"/>
        </w:rPr>
      </w:pPr>
      <w:r w:rsidRPr="003E3506">
        <w:rPr>
          <w:rtl/>
          <w:lang w:bidi="fa-IR"/>
        </w:rPr>
        <w:t>١٢٨٧ - اگر بين دو محلى كه فاصله آنها كمتر از چهار فرسخ است</w:t>
      </w:r>
      <w:r w:rsidR="000C4B14">
        <w:rPr>
          <w:rtl/>
          <w:lang w:bidi="fa-IR"/>
        </w:rPr>
        <w:t>،</w:t>
      </w:r>
      <w:r w:rsidRPr="003E3506">
        <w:rPr>
          <w:rtl/>
          <w:lang w:bidi="fa-IR"/>
        </w:rPr>
        <w:t xml:space="preserve"> چند مرتبه رفت و آمد كند</w:t>
      </w:r>
      <w:r w:rsidR="000C4B14">
        <w:rPr>
          <w:rtl/>
          <w:lang w:bidi="fa-IR"/>
        </w:rPr>
        <w:t>،</w:t>
      </w:r>
      <w:r w:rsidRPr="003E3506">
        <w:rPr>
          <w:rtl/>
          <w:lang w:bidi="fa-IR"/>
        </w:rPr>
        <w:t xml:space="preserve"> اگر چه روى هم رفته هشت فرسخ شود</w:t>
      </w:r>
      <w:r w:rsidR="000C4B14">
        <w:rPr>
          <w:rtl/>
          <w:lang w:bidi="fa-IR"/>
        </w:rPr>
        <w:t>،</w:t>
      </w:r>
      <w:r w:rsidRPr="003E3506">
        <w:rPr>
          <w:rtl/>
          <w:lang w:bidi="fa-IR"/>
        </w:rPr>
        <w:t xml:space="preserve"> بايد نماز را تمام بخواند.</w:t>
      </w:r>
    </w:p>
    <w:p w:rsidR="003E3506" w:rsidRPr="003E3506" w:rsidRDefault="003E3506" w:rsidP="003E3506">
      <w:pPr>
        <w:pStyle w:val="libNormal"/>
        <w:rPr>
          <w:lang w:bidi="fa-IR"/>
        </w:rPr>
      </w:pPr>
      <w:r w:rsidRPr="003E3506">
        <w:rPr>
          <w:rtl/>
          <w:lang w:bidi="fa-IR"/>
        </w:rPr>
        <w:t>١٢٨٨ - اگر محلى دو راه داشته باشد</w:t>
      </w:r>
      <w:r w:rsidR="000C4B14">
        <w:rPr>
          <w:rtl/>
          <w:lang w:bidi="fa-IR"/>
        </w:rPr>
        <w:t>،</w:t>
      </w:r>
      <w:r w:rsidRPr="003E3506">
        <w:rPr>
          <w:rtl/>
          <w:lang w:bidi="fa-IR"/>
        </w:rPr>
        <w:t xml:space="preserve"> يك راه آن كمتر از هشت فرسخ و راه ديگر آن هشت فرسخ يا بيشتر باشد</w:t>
      </w:r>
      <w:r w:rsidR="000C4B14">
        <w:rPr>
          <w:rtl/>
          <w:lang w:bidi="fa-IR"/>
        </w:rPr>
        <w:t>،</w:t>
      </w:r>
      <w:r w:rsidRPr="003E3506">
        <w:rPr>
          <w:rtl/>
          <w:lang w:bidi="fa-IR"/>
        </w:rPr>
        <w:t xml:space="preserve"> چنانچه انسان از راهى كه هشت فرسخ است به آنجا برود</w:t>
      </w:r>
      <w:r w:rsidR="000C4B14">
        <w:rPr>
          <w:rtl/>
          <w:lang w:bidi="fa-IR"/>
        </w:rPr>
        <w:t>،</w:t>
      </w:r>
      <w:r w:rsidRPr="003E3506">
        <w:rPr>
          <w:rtl/>
          <w:lang w:bidi="fa-IR"/>
        </w:rPr>
        <w:t xml:space="preserve"> بايد نماز را شكسته بخواند و اگر از راهى كه هشت فرسخ نيست برود</w:t>
      </w:r>
      <w:r w:rsidR="000C4B14">
        <w:rPr>
          <w:rtl/>
          <w:lang w:bidi="fa-IR"/>
        </w:rPr>
        <w:t>،</w:t>
      </w:r>
      <w:r w:rsidRPr="003E3506">
        <w:rPr>
          <w:rtl/>
          <w:lang w:bidi="fa-IR"/>
        </w:rPr>
        <w:t xml:space="preserve"> بايد تمام بخواند.</w:t>
      </w:r>
    </w:p>
    <w:p w:rsidR="003E3506" w:rsidRPr="003E3506" w:rsidRDefault="003E3506" w:rsidP="003E3506">
      <w:pPr>
        <w:pStyle w:val="libNormal"/>
        <w:rPr>
          <w:lang w:bidi="fa-IR"/>
        </w:rPr>
      </w:pPr>
      <w:r w:rsidRPr="003E3506">
        <w:rPr>
          <w:rtl/>
          <w:lang w:bidi="fa-IR"/>
        </w:rPr>
        <w:t>١٢٨٩ - ابتداى هشت فرسخ را بايد از جايى حساب كند كه شخص پس از گذشت از آنجا مسافر محسوب مى شود و اين جا غالبا آخر شهر است ولى در بعضى از شهرهاى بزرگ ممكن است آخر محله باشد.</w:t>
      </w:r>
    </w:p>
    <w:p w:rsidR="003E3506" w:rsidRPr="003E3506" w:rsidRDefault="003E3506" w:rsidP="003E3506">
      <w:pPr>
        <w:pStyle w:val="libNormal"/>
        <w:rPr>
          <w:lang w:bidi="fa-IR"/>
        </w:rPr>
      </w:pPr>
      <w:r w:rsidRPr="003E3506">
        <w:rPr>
          <w:rtl/>
          <w:lang w:bidi="fa-IR"/>
        </w:rPr>
        <w:t>١/١٢٨٩ - شرط دوم آنكه از اول مسافرت قصد هشت فرسخ را داشته باشد</w:t>
      </w:r>
      <w:r w:rsidR="000C4B14">
        <w:rPr>
          <w:rtl/>
          <w:lang w:bidi="fa-IR"/>
        </w:rPr>
        <w:t>،</w:t>
      </w:r>
      <w:r w:rsidRPr="003E3506">
        <w:rPr>
          <w:rtl/>
          <w:lang w:bidi="fa-IR"/>
        </w:rPr>
        <w:t xml:space="preserve"> يعنى بداند كه هشت فرسخ راه را مى پيمايد</w:t>
      </w:r>
      <w:r w:rsidR="000C4B14">
        <w:rPr>
          <w:rtl/>
          <w:lang w:bidi="fa-IR"/>
        </w:rPr>
        <w:t>،</w:t>
      </w:r>
      <w:r w:rsidRPr="003E3506">
        <w:rPr>
          <w:rtl/>
          <w:lang w:bidi="fa-IR"/>
        </w:rPr>
        <w:t xml:space="preserve"> پس اگر بجايى كه كمتر از هشت فرسخ است مسافرت كند</w:t>
      </w:r>
      <w:r w:rsidR="000C4B14">
        <w:rPr>
          <w:rtl/>
          <w:lang w:bidi="fa-IR"/>
        </w:rPr>
        <w:t>،</w:t>
      </w:r>
      <w:r w:rsidRPr="003E3506">
        <w:rPr>
          <w:rtl/>
          <w:lang w:bidi="fa-IR"/>
        </w:rPr>
        <w:t xml:space="preserve"> و بعد از رسيدن به آنجا قصد كند جايى برود كه با مقدارى كه آمده هشت فرسخ شود</w:t>
      </w:r>
      <w:r w:rsidR="000C4B14">
        <w:rPr>
          <w:rtl/>
          <w:lang w:bidi="fa-IR"/>
        </w:rPr>
        <w:t>،</w:t>
      </w:r>
      <w:r w:rsidRPr="003E3506">
        <w:rPr>
          <w:rtl/>
          <w:lang w:bidi="fa-IR"/>
        </w:rPr>
        <w:t xml:space="preserve"> چون از اول قصد هشت فرسخ را نداشته</w:t>
      </w:r>
      <w:r w:rsidR="000C4B14">
        <w:rPr>
          <w:rtl/>
          <w:lang w:bidi="fa-IR"/>
        </w:rPr>
        <w:t>،</w:t>
      </w:r>
      <w:r w:rsidRPr="003E3506">
        <w:rPr>
          <w:rtl/>
          <w:lang w:bidi="fa-IR"/>
        </w:rPr>
        <w:t xml:space="preserve"> بايد نماز را تمام بخواند.</w:t>
      </w:r>
    </w:p>
    <w:p w:rsidR="003E3506" w:rsidRPr="003E3506" w:rsidRDefault="003E3506" w:rsidP="003E3506">
      <w:pPr>
        <w:pStyle w:val="libNormal"/>
        <w:rPr>
          <w:lang w:bidi="fa-IR"/>
        </w:rPr>
      </w:pPr>
      <w:r w:rsidRPr="003E3506">
        <w:rPr>
          <w:rtl/>
          <w:lang w:bidi="fa-IR"/>
        </w:rPr>
        <w:t>ولى اگر بخواهد از آنجا هشت فرسخ برود يا مثلا چهار فرسخ برود و چهار فرسخ ديگر به وطنش يا محلى كه مى خواهد ده روز در آنجا بماند برگردد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١٢٩٠ - كسى كه نمى داند سفرش چند فرسخ است</w:t>
      </w:r>
      <w:r w:rsidR="000C4B14">
        <w:rPr>
          <w:rtl/>
          <w:lang w:bidi="fa-IR"/>
        </w:rPr>
        <w:t>،</w:t>
      </w:r>
      <w:r w:rsidRPr="003E3506">
        <w:rPr>
          <w:rtl/>
          <w:lang w:bidi="fa-IR"/>
        </w:rPr>
        <w:t xml:space="preserve"> مثلا براى پيدا كردن گمشده اى مسافرت مى كند و نمى داند كه چه مقدار بايد برود تا آن را پيدا كند</w:t>
      </w:r>
      <w:r w:rsidR="000C4B14">
        <w:rPr>
          <w:rtl/>
          <w:lang w:bidi="fa-IR"/>
        </w:rPr>
        <w:t>،</w:t>
      </w:r>
      <w:r w:rsidRPr="003E3506">
        <w:rPr>
          <w:rtl/>
          <w:lang w:bidi="fa-IR"/>
        </w:rPr>
        <w:t xml:space="preserve"> بايد نماز را تمام بخواند</w:t>
      </w:r>
      <w:r w:rsidR="000C4B14">
        <w:rPr>
          <w:rtl/>
          <w:lang w:bidi="fa-IR"/>
        </w:rPr>
        <w:t>،</w:t>
      </w:r>
      <w:r w:rsidRPr="003E3506">
        <w:rPr>
          <w:rtl/>
          <w:lang w:bidi="fa-IR"/>
        </w:rPr>
        <w:t xml:space="preserve"> ولى در برگشتن چنانچه تا وطنش يا جايى را كه مى خواهد ده روز در آنجا بماند</w:t>
      </w:r>
      <w:r w:rsidR="000C4B14">
        <w:rPr>
          <w:rtl/>
          <w:lang w:bidi="fa-IR"/>
        </w:rPr>
        <w:t>،</w:t>
      </w:r>
      <w:r w:rsidRPr="003E3506">
        <w:rPr>
          <w:rtl/>
          <w:lang w:bidi="fa-IR"/>
        </w:rPr>
        <w:t xml:space="preserve"> هشت فرسخ يا بيشتر باشد بايد نماز را شكسته بخواند و نيز اگر در بين رفتن قصد كند كه مثلا چهار فرسخ برود و چهار فرسخ برگردد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lastRenderedPageBreak/>
        <w:t>١٢٩١ - مسافر در صورتى بايد نماز را شكسته بخواند كه تصميم داشته باشد هشت فرسخ برود.</w:t>
      </w:r>
    </w:p>
    <w:p w:rsidR="003E3506" w:rsidRPr="003E3506" w:rsidRDefault="003E3506" w:rsidP="003E3506">
      <w:pPr>
        <w:pStyle w:val="libNormal"/>
        <w:rPr>
          <w:lang w:bidi="fa-IR"/>
        </w:rPr>
      </w:pPr>
      <w:r w:rsidRPr="003E3506">
        <w:rPr>
          <w:rtl/>
          <w:lang w:bidi="fa-IR"/>
        </w:rPr>
        <w:t>پس كسى كه از شهر بيرون مى رود و مثلا قصدش اين است كه اگر رفيق پيدا كند</w:t>
      </w:r>
      <w:r w:rsidR="000C4B14">
        <w:rPr>
          <w:rtl/>
          <w:lang w:bidi="fa-IR"/>
        </w:rPr>
        <w:t>،</w:t>
      </w:r>
      <w:r w:rsidRPr="003E3506">
        <w:rPr>
          <w:rtl/>
          <w:lang w:bidi="fa-IR"/>
        </w:rPr>
        <w:t xml:space="preserve"> سفر هشت فرسخى برود</w:t>
      </w:r>
      <w:r w:rsidR="000C4B14">
        <w:rPr>
          <w:rtl/>
          <w:lang w:bidi="fa-IR"/>
        </w:rPr>
        <w:t>،</w:t>
      </w:r>
      <w:r w:rsidRPr="003E3506">
        <w:rPr>
          <w:rtl/>
          <w:lang w:bidi="fa-IR"/>
        </w:rPr>
        <w:t xml:space="preserve"> چنانچه اطمينان دارد كه رفيق پيدا مى كند</w:t>
      </w:r>
      <w:r w:rsidR="000C4B14">
        <w:rPr>
          <w:rtl/>
          <w:lang w:bidi="fa-IR"/>
        </w:rPr>
        <w:t>،</w:t>
      </w:r>
      <w:r w:rsidRPr="003E3506">
        <w:rPr>
          <w:rtl/>
          <w:lang w:bidi="fa-IR"/>
        </w:rPr>
        <w:t xml:space="preserve"> بايد نماز را شكسته بخواند و اگر اطمينان ندارد بايد تمام بخواند.</w:t>
      </w:r>
    </w:p>
    <w:p w:rsidR="003E3506" w:rsidRPr="003E3506" w:rsidRDefault="003E3506" w:rsidP="003E3506">
      <w:pPr>
        <w:pStyle w:val="libNormal"/>
        <w:rPr>
          <w:lang w:bidi="fa-IR"/>
        </w:rPr>
      </w:pPr>
      <w:r w:rsidRPr="003E3506">
        <w:rPr>
          <w:rtl/>
          <w:lang w:bidi="fa-IR"/>
        </w:rPr>
        <w:t>١٢٩٢ - كسى كه قصد هشت فرسخ دارد</w:t>
      </w:r>
      <w:r w:rsidR="000C4B14">
        <w:rPr>
          <w:rtl/>
          <w:lang w:bidi="fa-IR"/>
        </w:rPr>
        <w:t>،</w:t>
      </w:r>
      <w:r w:rsidRPr="003E3506">
        <w:rPr>
          <w:rtl/>
          <w:lang w:bidi="fa-IR"/>
        </w:rPr>
        <w:t xml:space="preserve"> اگر چه در هر روز مقدار كمى را برود</w:t>
      </w:r>
      <w:r w:rsidR="000C4B14">
        <w:rPr>
          <w:rtl/>
          <w:lang w:bidi="fa-IR"/>
        </w:rPr>
        <w:t>،</w:t>
      </w:r>
      <w:r w:rsidRPr="003E3506">
        <w:rPr>
          <w:rtl/>
          <w:lang w:bidi="fa-IR"/>
        </w:rPr>
        <w:t xml:space="preserve"> وقتى به حد ترخص </w:t>
      </w:r>
      <w:r w:rsidR="00605FAB">
        <w:rPr>
          <w:rtl/>
          <w:lang w:bidi="fa-IR"/>
        </w:rPr>
        <w:t>(</w:t>
      </w:r>
      <w:r w:rsidRPr="003E3506">
        <w:rPr>
          <w:rtl/>
          <w:lang w:bidi="fa-IR"/>
        </w:rPr>
        <w:t>كه معنايش در مساله ١٣٢٧ خواهد آمد</w:t>
      </w:r>
      <w:r w:rsidR="00605FAB">
        <w:rPr>
          <w:rtl/>
          <w:lang w:bidi="fa-IR"/>
        </w:rPr>
        <w:t>)</w:t>
      </w:r>
      <w:r w:rsidRPr="003E3506">
        <w:rPr>
          <w:rtl/>
          <w:lang w:bidi="fa-IR"/>
        </w:rPr>
        <w:t xml:space="preserve"> برسد</w:t>
      </w:r>
      <w:r w:rsidR="000C4B14">
        <w:rPr>
          <w:rtl/>
          <w:lang w:bidi="fa-IR"/>
        </w:rPr>
        <w:t>،</w:t>
      </w:r>
      <w:r w:rsidRPr="003E3506">
        <w:rPr>
          <w:rtl/>
          <w:lang w:bidi="fa-IR"/>
        </w:rPr>
        <w:t xml:space="preserve"> بايد نماز را شكسته بخواند</w:t>
      </w:r>
      <w:r w:rsidR="000C4B14">
        <w:rPr>
          <w:rtl/>
          <w:lang w:bidi="fa-IR"/>
        </w:rPr>
        <w:t>،</w:t>
      </w:r>
      <w:r w:rsidRPr="003E3506">
        <w:rPr>
          <w:rtl/>
          <w:lang w:bidi="fa-IR"/>
        </w:rPr>
        <w:t xml:space="preserve"> ولى اگر در هر روز مقدار خيلى كمى راه برود</w:t>
      </w:r>
      <w:r w:rsidR="000C4B14">
        <w:rPr>
          <w:rtl/>
          <w:lang w:bidi="fa-IR"/>
        </w:rPr>
        <w:t>،</w:t>
      </w:r>
      <w:r w:rsidRPr="003E3506">
        <w:rPr>
          <w:rtl/>
          <w:lang w:bidi="fa-IR"/>
        </w:rPr>
        <w:t xml:space="preserve"> احتياط لازم آن است كه نمازش را هم تمام و هم شكسته بخواند.</w:t>
      </w:r>
    </w:p>
    <w:p w:rsidR="003E3506" w:rsidRPr="003E3506" w:rsidRDefault="003E3506" w:rsidP="003E3506">
      <w:pPr>
        <w:pStyle w:val="libNormal"/>
        <w:rPr>
          <w:lang w:bidi="fa-IR"/>
        </w:rPr>
      </w:pPr>
      <w:r w:rsidRPr="003E3506">
        <w:rPr>
          <w:rtl/>
          <w:lang w:bidi="fa-IR"/>
        </w:rPr>
        <w:t>١٢٩٣ - كسى كه در سفر در اختيار ديگرى است</w:t>
      </w:r>
      <w:r w:rsidR="00553569">
        <w:rPr>
          <w:rtl/>
          <w:lang w:bidi="fa-IR"/>
        </w:rPr>
        <w:t>:</w:t>
      </w:r>
      <w:r w:rsidRPr="003E3506">
        <w:rPr>
          <w:rtl/>
          <w:lang w:bidi="fa-IR"/>
        </w:rPr>
        <w:t xml:space="preserve"> مانند نوكرى كه با آقاى خود مسافرت مى كند</w:t>
      </w:r>
      <w:r w:rsidR="000C4B14">
        <w:rPr>
          <w:rtl/>
          <w:lang w:bidi="fa-IR"/>
        </w:rPr>
        <w:t>،</w:t>
      </w:r>
      <w:r w:rsidRPr="003E3506">
        <w:rPr>
          <w:rtl/>
          <w:lang w:bidi="fa-IR"/>
        </w:rPr>
        <w:t xml:space="preserve"> چنانچه بداند سفر او هشت فرسخ است</w:t>
      </w:r>
      <w:r w:rsidR="000C4B14">
        <w:rPr>
          <w:rtl/>
          <w:lang w:bidi="fa-IR"/>
        </w:rPr>
        <w:t>،</w:t>
      </w:r>
      <w:r w:rsidRPr="003E3506">
        <w:rPr>
          <w:rtl/>
          <w:lang w:bidi="fa-IR"/>
        </w:rPr>
        <w:t xml:space="preserve"> بايد نماز را شكسته بخواند و اگر نداند</w:t>
      </w:r>
      <w:r w:rsidR="000C4B14">
        <w:rPr>
          <w:rtl/>
          <w:lang w:bidi="fa-IR"/>
        </w:rPr>
        <w:t>،</w:t>
      </w:r>
      <w:r w:rsidRPr="003E3506">
        <w:rPr>
          <w:rtl/>
          <w:lang w:bidi="fa-IR"/>
        </w:rPr>
        <w:t xml:space="preserve"> نماز را تمام بجا آورد و پرسيدن لازم نيست</w:t>
      </w:r>
      <w:r w:rsidR="000C4B14">
        <w:rPr>
          <w:rtl/>
          <w:lang w:bidi="fa-IR"/>
        </w:rPr>
        <w:t>.</w:t>
      </w:r>
    </w:p>
    <w:p w:rsidR="003E3506" w:rsidRPr="003E3506" w:rsidRDefault="003E3506" w:rsidP="003E3506">
      <w:pPr>
        <w:pStyle w:val="libNormal"/>
        <w:rPr>
          <w:lang w:bidi="fa-IR"/>
        </w:rPr>
      </w:pPr>
      <w:r w:rsidRPr="003E3506">
        <w:rPr>
          <w:rtl/>
          <w:lang w:bidi="fa-IR"/>
        </w:rPr>
        <w:t>١٢٩٤ - كسى كه در سفر در اختيار ديگرى است</w:t>
      </w:r>
      <w:r w:rsidR="000C4B14">
        <w:rPr>
          <w:rtl/>
          <w:lang w:bidi="fa-IR"/>
        </w:rPr>
        <w:t>،</w:t>
      </w:r>
      <w:r w:rsidRPr="003E3506">
        <w:rPr>
          <w:rtl/>
          <w:lang w:bidi="fa-IR"/>
        </w:rPr>
        <w:t xml:space="preserve"> اگر بداند يا گمان داشته باشد كه پيش از رسيدن به چهار فرسخ از او جدا مى شود و سفر نمى كند بايد نماز را تمام بخواند.</w:t>
      </w:r>
    </w:p>
    <w:p w:rsidR="003E3506" w:rsidRPr="003E3506" w:rsidRDefault="003E3506" w:rsidP="003E3506">
      <w:pPr>
        <w:pStyle w:val="libNormal"/>
        <w:rPr>
          <w:lang w:bidi="fa-IR"/>
        </w:rPr>
      </w:pPr>
      <w:r w:rsidRPr="003E3506">
        <w:rPr>
          <w:rtl/>
          <w:lang w:bidi="fa-IR"/>
        </w:rPr>
        <w:t>١٢٩٥ - كسى كه در سفر در اختيار ديگرى است</w:t>
      </w:r>
      <w:r w:rsidR="000C4B14">
        <w:rPr>
          <w:rtl/>
          <w:lang w:bidi="fa-IR"/>
        </w:rPr>
        <w:t>،</w:t>
      </w:r>
      <w:r w:rsidRPr="003E3506">
        <w:rPr>
          <w:rtl/>
          <w:lang w:bidi="fa-IR"/>
        </w:rPr>
        <w:t xml:space="preserve"> اگر اطمينان ندارد كه پيش از رسيدن به چهار فرسخ از او جدا نشود و سفر بكند</w:t>
      </w:r>
      <w:r w:rsidR="000C4B14">
        <w:rPr>
          <w:rtl/>
          <w:lang w:bidi="fa-IR"/>
        </w:rPr>
        <w:t>،</w:t>
      </w:r>
      <w:r w:rsidRPr="003E3506">
        <w:rPr>
          <w:rtl/>
          <w:lang w:bidi="fa-IR"/>
        </w:rPr>
        <w:t xml:space="preserve"> بايد نماز را تمام بخواند</w:t>
      </w:r>
      <w:r w:rsidR="000C4B14">
        <w:rPr>
          <w:rtl/>
          <w:lang w:bidi="fa-IR"/>
        </w:rPr>
        <w:t>،</w:t>
      </w:r>
      <w:r w:rsidRPr="003E3506">
        <w:rPr>
          <w:rtl/>
          <w:lang w:bidi="fa-IR"/>
        </w:rPr>
        <w:t xml:space="preserve"> ولى اگر اطمينان دارد اگر چه احتمال بسيار ضعيفى مى دهد كه مانعى براى سفر او پيش آيد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١/١٢٩٥ - شرط سوم آنكه در بين راه از قصد خود برنگردد</w:t>
      </w:r>
      <w:r w:rsidR="000C4B14">
        <w:rPr>
          <w:rtl/>
          <w:lang w:bidi="fa-IR"/>
        </w:rPr>
        <w:t>،</w:t>
      </w:r>
      <w:r w:rsidRPr="003E3506">
        <w:rPr>
          <w:rtl/>
          <w:lang w:bidi="fa-IR"/>
        </w:rPr>
        <w:t xml:space="preserve"> پس اگر پيش از رسيدن به چهار فرسخ از قصد خود برگردد يا مردد شود</w:t>
      </w:r>
      <w:r w:rsidR="000C4B14">
        <w:rPr>
          <w:rtl/>
          <w:lang w:bidi="fa-IR"/>
        </w:rPr>
        <w:t>،</w:t>
      </w:r>
      <w:r w:rsidRPr="003E3506">
        <w:rPr>
          <w:rtl/>
          <w:lang w:bidi="fa-IR"/>
        </w:rPr>
        <w:t xml:space="preserve"> بايد نماز را تمام بخواند.</w:t>
      </w:r>
    </w:p>
    <w:p w:rsidR="003E3506" w:rsidRPr="003E3506" w:rsidRDefault="003E3506" w:rsidP="003E3506">
      <w:pPr>
        <w:pStyle w:val="libNormal"/>
        <w:rPr>
          <w:lang w:bidi="fa-IR"/>
        </w:rPr>
      </w:pPr>
      <w:r w:rsidRPr="003E3506">
        <w:rPr>
          <w:rtl/>
          <w:lang w:bidi="fa-IR"/>
        </w:rPr>
        <w:t>١٢٩٦ - اگر بعد از پيمودن مقدارى از راه كه با برگشتن هشت فرسخ مى شود از مسافرت منصرف شود</w:t>
      </w:r>
      <w:r w:rsidR="000C4B14">
        <w:rPr>
          <w:rtl/>
          <w:lang w:bidi="fa-IR"/>
        </w:rPr>
        <w:t>،</w:t>
      </w:r>
      <w:r w:rsidRPr="003E3506">
        <w:rPr>
          <w:rtl/>
          <w:lang w:bidi="fa-IR"/>
        </w:rPr>
        <w:t xml:space="preserve"> چنانچه تصميم داشته باشد كه همانجا بماند يا بعد از ده روز برگردد يا در برگشتن و ماندن مردد باشد</w:t>
      </w:r>
      <w:r w:rsidR="000C4B14">
        <w:rPr>
          <w:rtl/>
          <w:lang w:bidi="fa-IR"/>
        </w:rPr>
        <w:t>،</w:t>
      </w:r>
      <w:r w:rsidRPr="003E3506">
        <w:rPr>
          <w:rtl/>
          <w:lang w:bidi="fa-IR"/>
        </w:rPr>
        <w:t xml:space="preserve"> بايد نماز را تمام بخواند.</w:t>
      </w:r>
    </w:p>
    <w:p w:rsidR="003E3506" w:rsidRPr="003E3506" w:rsidRDefault="003E3506" w:rsidP="003E3506">
      <w:pPr>
        <w:pStyle w:val="libNormal"/>
        <w:rPr>
          <w:lang w:bidi="fa-IR"/>
        </w:rPr>
      </w:pPr>
      <w:r w:rsidRPr="003E3506">
        <w:rPr>
          <w:rtl/>
          <w:lang w:bidi="fa-IR"/>
        </w:rPr>
        <w:lastRenderedPageBreak/>
        <w:t>١٢٩٧ - اگر بعد از پيمودن مقدارى از راه كه با برگشتن هشت فرسخ مى شود از مسافرت منصرف شود و تصميم داشته باشد كه برگردد</w:t>
      </w:r>
      <w:r w:rsidR="000C4B14">
        <w:rPr>
          <w:rtl/>
          <w:lang w:bidi="fa-IR"/>
        </w:rPr>
        <w:t>،</w:t>
      </w:r>
      <w:r w:rsidRPr="003E3506">
        <w:rPr>
          <w:rtl/>
          <w:lang w:bidi="fa-IR"/>
        </w:rPr>
        <w:t xml:space="preserve"> بايد نماز را شكسته بخواند</w:t>
      </w:r>
      <w:r w:rsidR="000C4B14">
        <w:rPr>
          <w:rtl/>
          <w:lang w:bidi="fa-IR"/>
        </w:rPr>
        <w:t>،</w:t>
      </w:r>
      <w:r w:rsidRPr="003E3506">
        <w:rPr>
          <w:rtl/>
          <w:lang w:bidi="fa-IR"/>
        </w:rPr>
        <w:t xml:space="preserve"> اگر چه بخواهد كمتر از ده روز در آنجا بماند.</w:t>
      </w:r>
    </w:p>
    <w:p w:rsidR="003E3506" w:rsidRPr="003E3506" w:rsidRDefault="003E3506" w:rsidP="003E3506">
      <w:pPr>
        <w:pStyle w:val="libNormal"/>
        <w:rPr>
          <w:lang w:bidi="fa-IR"/>
        </w:rPr>
      </w:pPr>
      <w:r w:rsidRPr="003E3506">
        <w:rPr>
          <w:rtl/>
          <w:lang w:bidi="fa-IR"/>
        </w:rPr>
        <w:t>١٢٩٨ - اگر براى سفرى هشت فرسخى به طرف محلى حركت كند و بعد از رفتن مقدارى از راه بخواهد جاى ديگرى برود</w:t>
      </w:r>
      <w:r w:rsidR="000C4B14">
        <w:rPr>
          <w:rtl/>
          <w:lang w:bidi="fa-IR"/>
        </w:rPr>
        <w:t>،</w:t>
      </w:r>
      <w:r w:rsidRPr="003E3506">
        <w:rPr>
          <w:rtl/>
          <w:lang w:bidi="fa-IR"/>
        </w:rPr>
        <w:t xml:space="preserve"> چنانچه از محل اولى كه حركت كرده تا جايى كه مى خواهد برود</w:t>
      </w:r>
      <w:r w:rsidR="000C4B14">
        <w:rPr>
          <w:rtl/>
          <w:lang w:bidi="fa-IR"/>
        </w:rPr>
        <w:t>،</w:t>
      </w:r>
      <w:r w:rsidRPr="003E3506">
        <w:rPr>
          <w:rtl/>
          <w:lang w:bidi="fa-IR"/>
        </w:rPr>
        <w:t xml:space="preserve"> هشت فرسخ باشد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١٢٩٩ - اگر پيش از آنكه هشت فرسخ را طى كند مردد شود كه بقيه راه را برود يا نه</w:t>
      </w:r>
      <w:r w:rsidR="000C4B14">
        <w:rPr>
          <w:rtl/>
          <w:lang w:bidi="fa-IR"/>
        </w:rPr>
        <w:t>،</w:t>
      </w:r>
      <w:r w:rsidRPr="003E3506">
        <w:rPr>
          <w:rtl/>
          <w:lang w:bidi="fa-IR"/>
        </w:rPr>
        <w:t xml:space="preserve"> و در موقعى كه مردد است راه نرود و بعد تصميم بگيرد كه بقيه راه را برود</w:t>
      </w:r>
      <w:r w:rsidR="000C4B14">
        <w:rPr>
          <w:rtl/>
          <w:lang w:bidi="fa-IR"/>
        </w:rPr>
        <w:t>،</w:t>
      </w:r>
      <w:r w:rsidRPr="003E3506">
        <w:rPr>
          <w:rtl/>
          <w:lang w:bidi="fa-IR"/>
        </w:rPr>
        <w:t xml:space="preserve"> بايد تا آخر مسافرت نماز را شكسته بخواند.</w:t>
      </w:r>
    </w:p>
    <w:p w:rsidR="003E3506" w:rsidRPr="003E3506" w:rsidRDefault="003E3506" w:rsidP="003E3506">
      <w:pPr>
        <w:pStyle w:val="libNormal"/>
        <w:rPr>
          <w:lang w:bidi="fa-IR"/>
        </w:rPr>
      </w:pPr>
      <w:r w:rsidRPr="003E3506">
        <w:rPr>
          <w:rtl/>
          <w:lang w:bidi="fa-IR"/>
        </w:rPr>
        <w:t>١٣٠٠ - اگر پيش از آنكه به هشت فرسخ برسد مردد شود كه بقيه راه را برود يا نه</w:t>
      </w:r>
      <w:r w:rsidR="000C4B14">
        <w:rPr>
          <w:rtl/>
          <w:lang w:bidi="fa-IR"/>
        </w:rPr>
        <w:t>،</w:t>
      </w:r>
      <w:r w:rsidRPr="003E3506">
        <w:rPr>
          <w:rtl/>
          <w:lang w:bidi="fa-IR"/>
        </w:rPr>
        <w:t xml:space="preserve"> و در موقعى كه مردد است مقدارى راه برود و بعد تصميم بگيرد كه هشت فرسخ ديگر برود و يا تا جايى برود كه رفت و برگشتنش هشت فرسخ شود</w:t>
      </w:r>
      <w:r w:rsidR="000C4B14">
        <w:rPr>
          <w:rtl/>
          <w:lang w:bidi="fa-IR"/>
        </w:rPr>
        <w:t>،</w:t>
      </w:r>
      <w:r w:rsidRPr="003E3506">
        <w:rPr>
          <w:rtl/>
          <w:lang w:bidi="fa-IR"/>
        </w:rPr>
        <w:t xml:space="preserve"> چه همان روز يا شب از آنجا برگردد يا برنگردد و بخواهد كمتر از ده روز در آنجا بماند</w:t>
      </w:r>
      <w:r w:rsidR="000C4B14">
        <w:rPr>
          <w:rtl/>
          <w:lang w:bidi="fa-IR"/>
        </w:rPr>
        <w:t>،</w:t>
      </w:r>
      <w:r w:rsidRPr="003E3506">
        <w:rPr>
          <w:rtl/>
          <w:lang w:bidi="fa-IR"/>
        </w:rPr>
        <w:t xml:space="preserve"> بايد تا آخر مسافرت نماز را شكسته بخواند.</w:t>
      </w:r>
    </w:p>
    <w:p w:rsidR="003E3506" w:rsidRPr="003E3506" w:rsidRDefault="003E3506" w:rsidP="003E3506">
      <w:pPr>
        <w:pStyle w:val="libNormal"/>
        <w:rPr>
          <w:lang w:bidi="fa-IR"/>
        </w:rPr>
      </w:pPr>
      <w:r w:rsidRPr="003E3506">
        <w:rPr>
          <w:rtl/>
          <w:lang w:bidi="fa-IR"/>
        </w:rPr>
        <w:t>١٣٠١ - اگر پيش از آنكه به هشت فرسخ برسد مردد شود كه بقيه راه را برود يا نه</w:t>
      </w:r>
      <w:r w:rsidR="000C4B14">
        <w:rPr>
          <w:rtl/>
          <w:lang w:bidi="fa-IR"/>
        </w:rPr>
        <w:t>،</w:t>
      </w:r>
      <w:r w:rsidRPr="003E3506">
        <w:rPr>
          <w:rtl/>
          <w:lang w:bidi="fa-IR"/>
        </w:rPr>
        <w:t xml:space="preserve"> و در موقعى كه مردد است مقدارى راه برود و بعد تصميم بگيرد كه بقيه راه را برود</w:t>
      </w:r>
      <w:r w:rsidR="000C4B14">
        <w:rPr>
          <w:rtl/>
          <w:lang w:bidi="fa-IR"/>
        </w:rPr>
        <w:t>،</w:t>
      </w:r>
      <w:r w:rsidRPr="003E3506">
        <w:rPr>
          <w:rtl/>
          <w:lang w:bidi="fa-IR"/>
        </w:rPr>
        <w:t xml:space="preserve"> چنانچه باقيمانده سفر او كمتر از هشت فرسخ باشد بايد نماز را تمام بخواند</w:t>
      </w:r>
      <w:r w:rsidR="000C4B14">
        <w:rPr>
          <w:rtl/>
          <w:lang w:bidi="fa-IR"/>
        </w:rPr>
        <w:t>،</w:t>
      </w:r>
      <w:r w:rsidRPr="003E3506">
        <w:rPr>
          <w:rtl/>
          <w:lang w:bidi="fa-IR"/>
        </w:rPr>
        <w:t xml:space="preserve"> مگر در صورتى كه مسافتى را كه قبل از تردد طى كرده با مسافت باقيمانده بعد از تردد</w:t>
      </w:r>
      <w:r w:rsidR="000C4B14">
        <w:rPr>
          <w:rtl/>
          <w:lang w:bidi="fa-IR"/>
        </w:rPr>
        <w:t>،</w:t>
      </w:r>
      <w:r w:rsidRPr="003E3506">
        <w:rPr>
          <w:rtl/>
          <w:lang w:bidi="fa-IR"/>
        </w:rPr>
        <w:t xml:space="preserve"> به مقدار هشت فرسخ باشد كه در اين فرض بنابر اظهر بايد نماز را شكسته بجا آورد.</w:t>
      </w:r>
    </w:p>
    <w:p w:rsidR="003E3506" w:rsidRPr="003E3506" w:rsidRDefault="003E3506" w:rsidP="003E3506">
      <w:pPr>
        <w:pStyle w:val="libNormal"/>
        <w:rPr>
          <w:lang w:bidi="fa-IR"/>
        </w:rPr>
      </w:pPr>
      <w:r w:rsidRPr="003E3506">
        <w:rPr>
          <w:rtl/>
          <w:lang w:bidi="fa-IR"/>
        </w:rPr>
        <w:t>١/١٣٠١ - شرط چهارم آنكه نخواهد پيش از رسيدن به هشت فرسخ از وطن خود بگذرد و در آنجا توقف كند يا ده روز يا بيشتر در جايى بماند</w:t>
      </w:r>
      <w:r w:rsidR="000C4B14">
        <w:rPr>
          <w:rtl/>
          <w:lang w:bidi="fa-IR"/>
        </w:rPr>
        <w:t>،</w:t>
      </w:r>
      <w:r w:rsidRPr="003E3506">
        <w:rPr>
          <w:rtl/>
          <w:lang w:bidi="fa-IR"/>
        </w:rPr>
        <w:t xml:space="preserve"> پس كسى كه مى خواهد پيش از رسيدن به هشت فرسخ از وطنش بگذرد و در آن توقف كند يا ده روز در محلى بماند</w:t>
      </w:r>
      <w:r w:rsidR="000C4B14">
        <w:rPr>
          <w:rtl/>
          <w:lang w:bidi="fa-IR"/>
        </w:rPr>
        <w:t>،</w:t>
      </w:r>
      <w:r w:rsidRPr="003E3506">
        <w:rPr>
          <w:rtl/>
          <w:lang w:bidi="fa-IR"/>
        </w:rPr>
        <w:t xml:space="preserve"> بايد نماز را تمام بخواند.</w:t>
      </w:r>
    </w:p>
    <w:p w:rsidR="003E3506" w:rsidRPr="003E3506" w:rsidRDefault="003E3506" w:rsidP="003E3506">
      <w:pPr>
        <w:pStyle w:val="libNormal"/>
        <w:rPr>
          <w:lang w:bidi="fa-IR"/>
        </w:rPr>
      </w:pPr>
      <w:r w:rsidRPr="003E3506">
        <w:rPr>
          <w:rtl/>
          <w:lang w:bidi="fa-IR"/>
        </w:rPr>
        <w:lastRenderedPageBreak/>
        <w:t>١٣٠٢ - كسى كه نمى داند پيش از رسيدن به هشت فرسخ از وطنش مى گذرد و در آن توقف مى كند يا نه و يا ده روز در محلى قصد اقامت مى نمايد يا نه</w:t>
      </w:r>
      <w:r w:rsidR="000C4B14">
        <w:rPr>
          <w:rtl/>
          <w:lang w:bidi="fa-IR"/>
        </w:rPr>
        <w:t>،</w:t>
      </w:r>
      <w:r w:rsidRPr="003E3506">
        <w:rPr>
          <w:rtl/>
          <w:lang w:bidi="fa-IR"/>
        </w:rPr>
        <w:t xml:space="preserve"> بايد نماز را تمام بخواند.</w:t>
      </w:r>
    </w:p>
    <w:p w:rsidR="003E3506" w:rsidRPr="003E3506" w:rsidRDefault="003E3506" w:rsidP="003E3506">
      <w:pPr>
        <w:pStyle w:val="libNormal"/>
        <w:rPr>
          <w:lang w:bidi="fa-IR"/>
        </w:rPr>
      </w:pPr>
      <w:r w:rsidRPr="003E3506">
        <w:rPr>
          <w:rtl/>
          <w:lang w:bidi="fa-IR"/>
        </w:rPr>
        <w:t>١٣٠٣ - كسى كه مى خواهد پيش از رسيدن به هشت فرسخ از وطنش بگذرد و در آن توقف كند يا ده روز در محلى بماند و نيز كسى كه مردد است كه از وطنش بگذرد يا ده روز در محلى بماند</w:t>
      </w:r>
      <w:r w:rsidR="000C4B14">
        <w:rPr>
          <w:rtl/>
          <w:lang w:bidi="fa-IR"/>
        </w:rPr>
        <w:t>،</w:t>
      </w:r>
      <w:r w:rsidRPr="003E3506">
        <w:rPr>
          <w:rtl/>
          <w:lang w:bidi="fa-IR"/>
        </w:rPr>
        <w:t xml:space="preserve"> اگر از ماندن ده روز يا گذشتن از وطن منصرف شود</w:t>
      </w:r>
      <w:r w:rsidR="000C4B14">
        <w:rPr>
          <w:rtl/>
          <w:lang w:bidi="fa-IR"/>
        </w:rPr>
        <w:t>،</w:t>
      </w:r>
      <w:r w:rsidRPr="003E3506">
        <w:rPr>
          <w:rtl/>
          <w:lang w:bidi="fa-IR"/>
        </w:rPr>
        <w:t xml:space="preserve"> باز هم نماز را تمام بخواند</w:t>
      </w:r>
      <w:r w:rsidR="000C4B14">
        <w:rPr>
          <w:rtl/>
          <w:lang w:bidi="fa-IR"/>
        </w:rPr>
        <w:t>،</w:t>
      </w:r>
      <w:r w:rsidRPr="003E3506">
        <w:rPr>
          <w:rtl/>
          <w:lang w:bidi="fa-IR"/>
        </w:rPr>
        <w:t xml:space="preserve"> ولى اگر باقيمانده راه هر چند با برگشتن هشت فرسخ باشد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١/١٣٠٣ - شرط پنجم آنكه براى كار حرام سفر نكند</w:t>
      </w:r>
      <w:r w:rsidR="000C4B14">
        <w:rPr>
          <w:rtl/>
          <w:lang w:bidi="fa-IR"/>
        </w:rPr>
        <w:t>،</w:t>
      </w:r>
      <w:r w:rsidRPr="003E3506">
        <w:rPr>
          <w:rtl/>
          <w:lang w:bidi="fa-IR"/>
        </w:rPr>
        <w:t xml:space="preserve"> و اگر براى كار حرامى مانند دزدى سفر كند بايد نماز را تمام بخواند و همچنين است اگر خود سفر حرام باشد</w:t>
      </w:r>
      <w:r w:rsidR="000C4B14">
        <w:rPr>
          <w:rtl/>
          <w:lang w:bidi="fa-IR"/>
        </w:rPr>
        <w:t>،</w:t>
      </w:r>
      <w:r w:rsidRPr="003E3506">
        <w:rPr>
          <w:rtl/>
          <w:lang w:bidi="fa-IR"/>
        </w:rPr>
        <w:t xml:space="preserve"> مثل آنكه براى او ضررى كه اقدام بر آن شرعا حرام است داشته باشد</w:t>
      </w:r>
      <w:r w:rsidR="000C4B14">
        <w:rPr>
          <w:rtl/>
          <w:lang w:bidi="fa-IR"/>
        </w:rPr>
        <w:t>،</w:t>
      </w:r>
      <w:r w:rsidRPr="003E3506">
        <w:rPr>
          <w:rtl/>
          <w:lang w:bidi="fa-IR"/>
        </w:rPr>
        <w:t xml:space="preserve"> يا زن بدون اجازه شوهر سفرى برود كه بر او واجب نباشد</w:t>
      </w:r>
      <w:r w:rsidR="000C4B14">
        <w:rPr>
          <w:rtl/>
          <w:lang w:bidi="fa-IR"/>
        </w:rPr>
        <w:t>،</w:t>
      </w:r>
      <w:r w:rsidRPr="003E3506">
        <w:rPr>
          <w:rtl/>
          <w:lang w:bidi="fa-IR"/>
        </w:rPr>
        <w:t xml:space="preserve"> ولى اگر مثل سفر حج واجب باشد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١٣٠٤ - سفرى كه واجب نيست اگر سبب اذيت - ناشى از شفقت - پدر و مادر باشد حرام است و انسان بايد در آن سفر نماز را تمام بخواند و روزه هم بگيرد.</w:t>
      </w:r>
    </w:p>
    <w:p w:rsidR="003E3506" w:rsidRPr="003E3506" w:rsidRDefault="003E3506" w:rsidP="003E3506">
      <w:pPr>
        <w:pStyle w:val="libNormal"/>
        <w:rPr>
          <w:lang w:bidi="fa-IR"/>
        </w:rPr>
      </w:pPr>
      <w:r w:rsidRPr="003E3506">
        <w:rPr>
          <w:rtl/>
          <w:lang w:bidi="fa-IR"/>
        </w:rPr>
        <w:t>١٣٠٥ - كسى كه سفر او حرام نيست و براى كار حرام هم سفر نمى كند</w:t>
      </w:r>
      <w:r w:rsidR="000C4B14">
        <w:rPr>
          <w:rtl/>
          <w:lang w:bidi="fa-IR"/>
        </w:rPr>
        <w:t>،</w:t>
      </w:r>
      <w:r w:rsidRPr="003E3506">
        <w:rPr>
          <w:rtl/>
          <w:lang w:bidi="fa-IR"/>
        </w:rPr>
        <w:t xml:space="preserve"> اگر چه در سفر معصيتى انجام دهد</w:t>
      </w:r>
      <w:r w:rsidR="000C4B14">
        <w:rPr>
          <w:rtl/>
          <w:lang w:bidi="fa-IR"/>
        </w:rPr>
        <w:t>،</w:t>
      </w:r>
      <w:r w:rsidRPr="003E3506">
        <w:rPr>
          <w:rtl/>
          <w:lang w:bidi="fa-IR"/>
        </w:rPr>
        <w:t xml:space="preserve"> مثلا غيبت كند يا شراب بخورد بايد نماز را شكسته بخواند.</w:t>
      </w:r>
    </w:p>
    <w:p w:rsidR="003E3506" w:rsidRPr="003E3506" w:rsidRDefault="003E3506" w:rsidP="003E3506">
      <w:pPr>
        <w:pStyle w:val="libNormal"/>
        <w:rPr>
          <w:lang w:bidi="fa-IR"/>
        </w:rPr>
      </w:pPr>
      <w:r w:rsidRPr="003E3506">
        <w:rPr>
          <w:rtl/>
          <w:lang w:bidi="fa-IR"/>
        </w:rPr>
        <w:t>١٣٠٦ - اگر براى آنكه كار واجبى را ترك كند مسافرت نمايد چه غرض ديگرى در سفر داشته باشد يا نه نمازش تمام است</w:t>
      </w:r>
      <w:r w:rsidR="000C4B14">
        <w:rPr>
          <w:rtl/>
          <w:lang w:bidi="fa-IR"/>
        </w:rPr>
        <w:t>،</w:t>
      </w:r>
      <w:r w:rsidRPr="003E3506">
        <w:rPr>
          <w:rtl/>
          <w:lang w:bidi="fa-IR"/>
        </w:rPr>
        <w:t xml:space="preserve"> پس كسى كه بدهكار است</w:t>
      </w:r>
      <w:r w:rsidR="000C4B14">
        <w:rPr>
          <w:rtl/>
          <w:lang w:bidi="fa-IR"/>
        </w:rPr>
        <w:t>،</w:t>
      </w:r>
      <w:r w:rsidRPr="003E3506">
        <w:rPr>
          <w:rtl/>
          <w:lang w:bidi="fa-IR"/>
        </w:rPr>
        <w:t xml:space="preserve"> اگر بتواند بدهى خود را بدهد و طلبكار هم مطالبه كند</w:t>
      </w:r>
      <w:r w:rsidR="000C4B14">
        <w:rPr>
          <w:rtl/>
          <w:lang w:bidi="fa-IR"/>
        </w:rPr>
        <w:t>،</w:t>
      </w:r>
      <w:r w:rsidRPr="003E3506">
        <w:rPr>
          <w:rtl/>
          <w:lang w:bidi="fa-IR"/>
        </w:rPr>
        <w:t xml:space="preserve"> چنانچه در سفر نتواند بدهى خود را بدهد و براى فرار از دادن قرض مسافرت نمايد</w:t>
      </w:r>
      <w:r w:rsidR="000C4B14">
        <w:rPr>
          <w:rtl/>
          <w:lang w:bidi="fa-IR"/>
        </w:rPr>
        <w:t>،</w:t>
      </w:r>
      <w:r w:rsidRPr="003E3506">
        <w:rPr>
          <w:rtl/>
          <w:lang w:bidi="fa-IR"/>
        </w:rPr>
        <w:t xml:space="preserve"> بايد نماز را تمام بخواند</w:t>
      </w:r>
      <w:r w:rsidR="000C4B14">
        <w:rPr>
          <w:rtl/>
          <w:lang w:bidi="fa-IR"/>
        </w:rPr>
        <w:t>،</w:t>
      </w:r>
      <w:r w:rsidRPr="003E3506">
        <w:rPr>
          <w:rtl/>
          <w:lang w:bidi="fa-IR"/>
        </w:rPr>
        <w:t xml:space="preserve"> ولى اگر سفرش براى كار ديگرى است اگر چه در سفر ترك واجب نيز بنمايد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١٣٠٧ - اگر در سفر حيوان سوارى او يا مركب ديگرى كه سوار او است غصبى باشد و براى فرار از مالك مسافرت كرده باشد يا در زمين غصبى مسافرت كند بايد نماز را تمام بخواند.</w:t>
      </w:r>
    </w:p>
    <w:p w:rsidR="003E3506" w:rsidRPr="003E3506" w:rsidRDefault="003E3506" w:rsidP="003E3506">
      <w:pPr>
        <w:pStyle w:val="libNormal"/>
        <w:rPr>
          <w:lang w:bidi="fa-IR"/>
        </w:rPr>
      </w:pPr>
      <w:r w:rsidRPr="003E3506">
        <w:rPr>
          <w:rtl/>
          <w:lang w:bidi="fa-IR"/>
        </w:rPr>
        <w:lastRenderedPageBreak/>
        <w:t>١٣٠٨ - كسى كه با ظالم مسافرت مى كند</w:t>
      </w:r>
      <w:r w:rsidR="000C4B14">
        <w:rPr>
          <w:rtl/>
          <w:lang w:bidi="fa-IR"/>
        </w:rPr>
        <w:t>،</w:t>
      </w:r>
      <w:r w:rsidRPr="003E3506">
        <w:rPr>
          <w:rtl/>
          <w:lang w:bidi="fa-IR"/>
        </w:rPr>
        <w:t xml:space="preserve"> اگر ناچار نباشد و مسافرت او كمك به ظالم در ظلمش باشد بايد نماز را تمام بخواند و اگر ناچار باشد يا مثلا براى نجات دادن مظلومى با او مسافرت كند</w:t>
      </w:r>
      <w:r w:rsidR="000C4B14">
        <w:rPr>
          <w:rtl/>
          <w:lang w:bidi="fa-IR"/>
        </w:rPr>
        <w:t>،</w:t>
      </w:r>
      <w:r w:rsidRPr="003E3506">
        <w:rPr>
          <w:rtl/>
          <w:lang w:bidi="fa-IR"/>
        </w:rPr>
        <w:t xml:space="preserve"> نمازش شكسته است</w:t>
      </w:r>
      <w:r w:rsidR="000C4B14">
        <w:rPr>
          <w:rtl/>
          <w:lang w:bidi="fa-IR"/>
        </w:rPr>
        <w:t>.</w:t>
      </w:r>
    </w:p>
    <w:p w:rsidR="003E3506" w:rsidRPr="003E3506" w:rsidRDefault="003E3506" w:rsidP="003E3506">
      <w:pPr>
        <w:pStyle w:val="libNormal"/>
        <w:rPr>
          <w:lang w:bidi="fa-IR"/>
        </w:rPr>
      </w:pPr>
      <w:r w:rsidRPr="003E3506">
        <w:rPr>
          <w:rtl/>
          <w:lang w:bidi="fa-IR"/>
        </w:rPr>
        <w:t>١٣٠٩ - اگر به قصد تفريح و گردش مسافرت كند</w:t>
      </w:r>
      <w:r w:rsidR="000C4B14">
        <w:rPr>
          <w:rtl/>
          <w:lang w:bidi="fa-IR"/>
        </w:rPr>
        <w:t>،</w:t>
      </w:r>
      <w:r w:rsidRPr="003E3506">
        <w:rPr>
          <w:rtl/>
          <w:lang w:bidi="fa-IR"/>
        </w:rPr>
        <w:t xml:space="preserve"> سفر او حرام نيست و بايد نماز را شكسته بخواند.</w:t>
      </w:r>
    </w:p>
    <w:p w:rsidR="003E3506" w:rsidRPr="003E3506" w:rsidRDefault="003E3506" w:rsidP="003E3506">
      <w:pPr>
        <w:pStyle w:val="libNormal"/>
        <w:rPr>
          <w:lang w:bidi="fa-IR"/>
        </w:rPr>
      </w:pPr>
      <w:r w:rsidRPr="003E3506">
        <w:rPr>
          <w:rtl/>
          <w:lang w:bidi="fa-IR"/>
        </w:rPr>
        <w:t>١٣١٠ - اگر براى لهو و خوش گذرانى به شكار رود</w:t>
      </w:r>
      <w:r w:rsidR="000C4B14">
        <w:rPr>
          <w:rtl/>
          <w:lang w:bidi="fa-IR"/>
        </w:rPr>
        <w:t>،</w:t>
      </w:r>
      <w:r w:rsidRPr="003E3506">
        <w:rPr>
          <w:rtl/>
          <w:lang w:bidi="fa-IR"/>
        </w:rPr>
        <w:t xml:space="preserve"> نمازش در حال رفتن تمام است و در برگشتن قصر است در صورتى كه به حد مسافت باشد و مانند رفتن براى شكار نباشد و چنانچه براى تهيه معاش به شكار رود</w:t>
      </w:r>
      <w:r w:rsidR="000C4B14">
        <w:rPr>
          <w:rtl/>
          <w:lang w:bidi="fa-IR"/>
        </w:rPr>
        <w:t>،</w:t>
      </w:r>
      <w:r w:rsidRPr="003E3506">
        <w:rPr>
          <w:rtl/>
          <w:lang w:bidi="fa-IR"/>
        </w:rPr>
        <w:t xml:space="preserve"> نمازش شكسته است و همچنين است اگر براى كسب و زياد كردن مال برود</w:t>
      </w:r>
      <w:r w:rsidR="000C4B14">
        <w:rPr>
          <w:rtl/>
          <w:lang w:bidi="fa-IR"/>
        </w:rPr>
        <w:t>،</w:t>
      </w:r>
      <w:r w:rsidRPr="003E3506">
        <w:rPr>
          <w:rtl/>
          <w:lang w:bidi="fa-IR"/>
        </w:rPr>
        <w:t xml:space="preserve"> اگر چه در اين صورت احتياط آن است كه نماز را هم شكسته و هم تمام بخواند.</w:t>
      </w:r>
    </w:p>
    <w:p w:rsidR="003E3506" w:rsidRPr="003E3506" w:rsidRDefault="003E3506" w:rsidP="003E3506">
      <w:pPr>
        <w:pStyle w:val="libNormal"/>
        <w:rPr>
          <w:lang w:bidi="fa-IR"/>
        </w:rPr>
      </w:pPr>
      <w:r w:rsidRPr="003E3506">
        <w:rPr>
          <w:rtl/>
          <w:lang w:bidi="fa-IR"/>
        </w:rPr>
        <w:t>١٣١١ - كسى كه براى معصيت سفر كرده</w:t>
      </w:r>
      <w:r w:rsidR="000C4B14">
        <w:rPr>
          <w:rtl/>
          <w:lang w:bidi="fa-IR"/>
        </w:rPr>
        <w:t>،</w:t>
      </w:r>
      <w:r w:rsidRPr="003E3506">
        <w:rPr>
          <w:rtl/>
          <w:lang w:bidi="fa-IR"/>
        </w:rPr>
        <w:t xml:space="preserve"> موقعى كه از سفر برمى گردد</w:t>
      </w:r>
      <w:r w:rsidR="000C4B14">
        <w:rPr>
          <w:rtl/>
          <w:lang w:bidi="fa-IR"/>
        </w:rPr>
        <w:t>،</w:t>
      </w:r>
      <w:r w:rsidRPr="003E3506">
        <w:rPr>
          <w:rtl/>
          <w:lang w:bidi="fa-IR"/>
        </w:rPr>
        <w:t xml:space="preserve"> اگر برگشتن به تنهايى هشت فرسخ است بايد نماز را شكسته بخواند و احتياط مستحب آن است كه در صورتى كه توبه نكرده هم شكسته و هم تمام بخواند.</w:t>
      </w:r>
    </w:p>
    <w:p w:rsidR="003E3506" w:rsidRPr="003E3506" w:rsidRDefault="003E3506" w:rsidP="003E3506">
      <w:pPr>
        <w:pStyle w:val="libNormal"/>
        <w:rPr>
          <w:lang w:bidi="fa-IR"/>
        </w:rPr>
      </w:pPr>
      <w:r w:rsidRPr="003E3506">
        <w:rPr>
          <w:rtl/>
          <w:lang w:bidi="fa-IR"/>
        </w:rPr>
        <w:t>١٣١٢ - كسى كه سفر او سفر معصيت است</w:t>
      </w:r>
      <w:r w:rsidR="000C4B14">
        <w:rPr>
          <w:rtl/>
          <w:lang w:bidi="fa-IR"/>
        </w:rPr>
        <w:t>،</w:t>
      </w:r>
      <w:r w:rsidRPr="003E3506">
        <w:rPr>
          <w:rtl/>
          <w:lang w:bidi="fa-IR"/>
        </w:rPr>
        <w:t xml:space="preserve"> اگر در بين راه از قصد معصيت برگردد</w:t>
      </w:r>
      <w:r w:rsidR="000C4B14">
        <w:rPr>
          <w:rtl/>
          <w:lang w:bidi="fa-IR"/>
        </w:rPr>
        <w:t>،</w:t>
      </w:r>
      <w:r w:rsidRPr="003E3506">
        <w:rPr>
          <w:rtl/>
          <w:lang w:bidi="fa-IR"/>
        </w:rPr>
        <w:t xml:space="preserve"> خواه باقيمانده راه به تنهايى يا مجموع رفت و برگشت از آنجا هشت فرسخ باشد يا نه</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١٣١٣ - كسى كه براى معصيت سفر نكرده</w:t>
      </w:r>
      <w:r w:rsidR="000C4B14">
        <w:rPr>
          <w:rtl/>
          <w:lang w:bidi="fa-IR"/>
        </w:rPr>
        <w:t>،</w:t>
      </w:r>
      <w:r w:rsidRPr="003E3506">
        <w:rPr>
          <w:rtl/>
          <w:lang w:bidi="fa-IR"/>
        </w:rPr>
        <w:t xml:space="preserve"> اگر در بين راه قصد كند كه بقيه راه را براى معصيت برود</w:t>
      </w:r>
      <w:r w:rsidR="000C4B14">
        <w:rPr>
          <w:rtl/>
          <w:lang w:bidi="fa-IR"/>
        </w:rPr>
        <w:t>،</w:t>
      </w:r>
      <w:r w:rsidRPr="003E3506">
        <w:rPr>
          <w:rtl/>
          <w:lang w:bidi="fa-IR"/>
        </w:rPr>
        <w:t xml:space="preserve"> بايد نماز را تمام بخواند</w:t>
      </w:r>
      <w:r w:rsidR="000C4B14">
        <w:rPr>
          <w:rtl/>
          <w:lang w:bidi="fa-IR"/>
        </w:rPr>
        <w:t>،</w:t>
      </w:r>
      <w:r w:rsidRPr="003E3506">
        <w:rPr>
          <w:rtl/>
          <w:lang w:bidi="fa-IR"/>
        </w:rPr>
        <w:t xml:space="preserve"> ولى نمازهايى را كه شكسته خوانده صحيح است</w:t>
      </w:r>
      <w:r w:rsidR="000C4B14">
        <w:rPr>
          <w:rtl/>
          <w:lang w:bidi="fa-IR"/>
        </w:rPr>
        <w:t>.</w:t>
      </w:r>
    </w:p>
    <w:p w:rsidR="003E3506" w:rsidRPr="003E3506" w:rsidRDefault="003E3506" w:rsidP="003E3506">
      <w:pPr>
        <w:pStyle w:val="libNormal"/>
        <w:rPr>
          <w:lang w:bidi="fa-IR"/>
        </w:rPr>
      </w:pPr>
      <w:r w:rsidRPr="003E3506">
        <w:rPr>
          <w:rtl/>
          <w:lang w:bidi="fa-IR"/>
        </w:rPr>
        <w:t>١/١٣١٣ - شرط ششم آنكه از كسانى نباشد كه جاى معينى ندارند و خانه شان همراه خودشان است مانند صحرانشينهايى كه در بيابانها گردش مى كنند و هرجا آب و خوراك براى خود و حشمشان پيدا كنند</w:t>
      </w:r>
      <w:r w:rsidR="000C4B14">
        <w:rPr>
          <w:rtl/>
          <w:lang w:bidi="fa-IR"/>
        </w:rPr>
        <w:t>،</w:t>
      </w:r>
      <w:r w:rsidRPr="003E3506">
        <w:rPr>
          <w:rtl/>
          <w:lang w:bidi="fa-IR"/>
        </w:rPr>
        <w:t xml:space="preserve"> مى مانند</w:t>
      </w:r>
      <w:r w:rsidR="000C4B14">
        <w:rPr>
          <w:rtl/>
          <w:lang w:bidi="fa-IR"/>
        </w:rPr>
        <w:t>،</w:t>
      </w:r>
      <w:r w:rsidRPr="003E3506">
        <w:rPr>
          <w:rtl/>
          <w:lang w:bidi="fa-IR"/>
        </w:rPr>
        <w:t xml:space="preserve"> و بعد از چندى به جاى ديگر مى روند</w:t>
      </w:r>
      <w:r w:rsidR="000C4B14">
        <w:rPr>
          <w:rtl/>
          <w:lang w:bidi="fa-IR"/>
        </w:rPr>
        <w:t>،</w:t>
      </w:r>
      <w:r w:rsidRPr="003E3506">
        <w:rPr>
          <w:rtl/>
          <w:lang w:bidi="fa-IR"/>
        </w:rPr>
        <w:t xml:space="preserve"> پس اينگونه افراد در اين مسافرتها بايد نماز را تمام بخوانند.</w:t>
      </w:r>
    </w:p>
    <w:p w:rsidR="003E3506" w:rsidRPr="003E3506" w:rsidRDefault="003E3506" w:rsidP="003E3506">
      <w:pPr>
        <w:pStyle w:val="libNormal"/>
        <w:rPr>
          <w:lang w:bidi="fa-IR"/>
        </w:rPr>
      </w:pPr>
      <w:r w:rsidRPr="003E3506">
        <w:rPr>
          <w:rtl/>
          <w:lang w:bidi="fa-IR"/>
        </w:rPr>
        <w:lastRenderedPageBreak/>
        <w:t>١٣١٤ - اگر صحرانشين مثلا براى پيدا كردن منزل و چراگاه حيواناتش سفر كند</w:t>
      </w:r>
      <w:r w:rsidR="000C4B14">
        <w:rPr>
          <w:rtl/>
          <w:lang w:bidi="fa-IR"/>
        </w:rPr>
        <w:t>،</w:t>
      </w:r>
      <w:r w:rsidRPr="003E3506">
        <w:rPr>
          <w:rtl/>
          <w:lang w:bidi="fa-IR"/>
        </w:rPr>
        <w:t xml:space="preserve"> چنانچه با بنه و دستگاه باشد نماز را تمام بخواند و الا چنانچه سفر او هشت فرسخ باشد</w:t>
      </w:r>
      <w:r w:rsidR="000C4B14">
        <w:rPr>
          <w:rtl/>
          <w:lang w:bidi="fa-IR"/>
        </w:rPr>
        <w:t>،</w:t>
      </w:r>
      <w:r w:rsidRPr="003E3506">
        <w:rPr>
          <w:rtl/>
          <w:lang w:bidi="fa-IR"/>
        </w:rPr>
        <w:t xml:space="preserve"> نماز را شكسته بخواند.</w:t>
      </w:r>
    </w:p>
    <w:p w:rsidR="003E3506" w:rsidRPr="003E3506" w:rsidRDefault="003E3506" w:rsidP="003E3506">
      <w:pPr>
        <w:pStyle w:val="libNormal"/>
        <w:rPr>
          <w:lang w:bidi="fa-IR"/>
        </w:rPr>
      </w:pPr>
      <w:r w:rsidRPr="003E3506">
        <w:rPr>
          <w:rtl/>
          <w:lang w:bidi="fa-IR"/>
        </w:rPr>
        <w:t>١٣١٥ - اگر صحرانشين مثلا براى زيارت يا حج يا تجارت و مانند اينها مسافرت كند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١/١٣١٥ - شرط هفتم آنكه شغل او مسافرت نباشد</w:t>
      </w:r>
      <w:r w:rsidR="000C4B14">
        <w:rPr>
          <w:rtl/>
          <w:lang w:bidi="fa-IR"/>
        </w:rPr>
        <w:t>،</w:t>
      </w:r>
      <w:r w:rsidRPr="003E3506">
        <w:rPr>
          <w:rtl/>
          <w:lang w:bidi="fa-IR"/>
        </w:rPr>
        <w:t xml:space="preserve"> و اما كسى كه كارش مسافرت است به اين معنى كه يا كارى جز مسافرت كردن ندارد</w:t>
      </w:r>
      <w:r w:rsidR="000C4B14">
        <w:rPr>
          <w:rtl/>
          <w:lang w:bidi="fa-IR"/>
        </w:rPr>
        <w:t>،</w:t>
      </w:r>
      <w:r w:rsidRPr="003E3506">
        <w:rPr>
          <w:rtl/>
          <w:lang w:bidi="fa-IR"/>
        </w:rPr>
        <w:t xml:space="preserve"> به حدى كه عرف او را كثير السفر مى گويند و يا اينكه كارى كه در زندگانى براى خود انتخاب كرده توقف بر سفر دارد</w:t>
      </w:r>
      <w:r w:rsidR="000C4B14">
        <w:rPr>
          <w:rtl/>
          <w:lang w:bidi="fa-IR"/>
        </w:rPr>
        <w:t>،</w:t>
      </w:r>
      <w:r w:rsidRPr="003E3506">
        <w:rPr>
          <w:rtl/>
          <w:lang w:bidi="fa-IR"/>
        </w:rPr>
        <w:t xml:space="preserve"> مانند شتردار و راننده و چوبدار و كشتيبان</w:t>
      </w:r>
      <w:r w:rsidR="000C4B14">
        <w:rPr>
          <w:rtl/>
          <w:lang w:bidi="fa-IR"/>
        </w:rPr>
        <w:t>،</w:t>
      </w:r>
      <w:r w:rsidRPr="003E3506">
        <w:rPr>
          <w:rtl/>
          <w:lang w:bidi="fa-IR"/>
        </w:rPr>
        <w:t xml:space="preserve"> اينگونه اشخاص اگر چه براى جهت شخصى خودشان چون بردن اثاثيه منزل و يا نقل و انتقال عيالشان مسافرت كنند</w:t>
      </w:r>
      <w:r w:rsidR="000C4B14">
        <w:rPr>
          <w:rtl/>
          <w:lang w:bidi="fa-IR"/>
        </w:rPr>
        <w:t>،</w:t>
      </w:r>
      <w:r w:rsidRPr="003E3506">
        <w:rPr>
          <w:rtl/>
          <w:lang w:bidi="fa-IR"/>
        </w:rPr>
        <w:t xml:space="preserve"> بايد نماز را تمام بخوانند</w:t>
      </w:r>
      <w:r w:rsidR="000C4B14">
        <w:rPr>
          <w:rtl/>
          <w:lang w:bidi="fa-IR"/>
        </w:rPr>
        <w:t>،</w:t>
      </w:r>
      <w:r w:rsidRPr="003E3506">
        <w:rPr>
          <w:rtl/>
          <w:lang w:bidi="fa-IR"/>
        </w:rPr>
        <w:t xml:space="preserve"> و ملحق مى شود به كسى كه كارش سفر است كسى كه كارش در جاى ديگرى است كه هر روز يا دو روز يك مرتبه مثلا به آنجا سفر نموده و برمى گردد</w:t>
      </w:r>
      <w:r w:rsidR="000C4B14">
        <w:rPr>
          <w:rtl/>
          <w:lang w:bidi="fa-IR"/>
        </w:rPr>
        <w:t>،</w:t>
      </w:r>
      <w:r w:rsidRPr="003E3506">
        <w:rPr>
          <w:rtl/>
          <w:lang w:bidi="fa-IR"/>
        </w:rPr>
        <w:t xml:space="preserve"> مانند كسى كه اقامتش در جايى است و كارش در جاى ديگر از قبيل تجارت و تدريس</w:t>
      </w:r>
      <w:r w:rsidR="000C4B14">
        <w:rPr>
          <w:rtl/>
          <w:lang w:bidi="fa-IR"/>
        </w:rPr>
        <w:t>.</w:t>
      </w:r>
    </w:p>
    <w:p w:rsidR="003E3506" w:rsidRPr="003E3506" w:rsidRDefault="003E3506" w:rsidP="003E3506">
      <w:pPr>
        <w:pStyle w:val="libNormal"/>
        <w:rPr>
          <w:lang w:bidi="fa-IR"/>
        </w:rPr>
      </w:pPr>
      <w:r w:rsidRPr="003E3506">
        <w:rPr>
          <w:rtl/>
          <w:lang w:bidi="fa-IR"/>
        </w:rPr>
        <w:t>١٣١٦ - كسى كه شغلش در مسافرت است</w:t>
      </w:r>
      <w:r w:rsidR="000C4B14">
        <w:rPr>
          <w:rtl/>
          <w:lang w:bidi="fa-IR"/>
        </w:rPr>
        <w:t>،</w:t>
      </w:r>
      <w:r w:rsidRPr="003E3506">
        <w:rPr>
          <w:rtl/>
          <w:lang w:bidi="fa-IR"/>
        </w:rPr>
        <w:t xml:space="preserve"> اگر براى كار ديگرى مثلا براى زيارت يا حج مسافرت كند</w:t>
      </w:r>
      <w:r w:rsidR="000C4B14">
        <w:rPr>
          <w:rtl/>
          <w:lang w:bidi="fa-IR"/>
        </w:rPr>
        <w:t>،</w:t>
      </w:r>
      <w:r w:rsidRPr="003E3506">
        <w:rPr>
          <w:rtl/>
          <w:lang w:bidi="fa-IR"/>
        </w:rPr>
        <w:t xml:space="preserve"> بايد نماز را شكسته بخواند</w:t>
      </w:r>
      <w:r w:rsidR="000C4B14">
        <w:rPr>
          <w:rtl/>
          <w:lang w:bidi="fa-IR"/>
        </w:rPr>
        <w:t>،</w:t>
      </w:r>
      <w:r w:rsidRPr="003E3506">
        <w:rPr>
          <w:rtl/>
          <w:lang w:bidi="fa-IR"/>
        </w:rPr>
        <w:t xml:space="preserve"> مگر آنكه عرفا او را كثير السفر بگويند.</w:t>
      </w:r>
    </w:p>
    <w:p w:rsidR="003E3506" w:rsidRPr="003E3506" w:rsidRDefault="003E3506" w:rsidP="003E3506">
      <w:pPr>
        <w:pStyle w:val="libNormal"/>
        <w:rPr>
          <w:lang w:bidi="fa-IR"/>
        </w:rPr>
      </w:pPr>
      <w:r w:rsidRPr="003E3506">
        <w:rPr>
          <w:rtl/>
          <w:lang w:bidi="fa-IR"/>
        </w:rPr>
        <w:t>ولى اگر مثلا شوفر</w:t>
      </w:r>
      <w:r w:rsidR="000C4B14">
        <w:rPr>
          <w:rtl/>
          <w:lang w:bidi="fa-IR"/>
        </w:rPr>
        <w:t>،</w:t>
      </w:r>
      <w:r w:rsidRPr="003E3506">
        <w:rPr>
          <w:rtl/>
          <w:lang w:bidi="fa-IR"/>
        </w:rPr>
        <w:t xml:space="preserve"> اتومبيل خود را براى زيارت كرايه بدهد</w:t>
      </w:r>
      <w:r w:rsidR="000C4B14">
        <w:rPr>
          <w:rtl/>
          <w:lang w:bidi="fa-IR"/>
        </w:rPr>
        <w:t>،</w:t>
      </w:r>
      <w:r w:rsidRPr="003E3506">
        <w:rPr>
          <w:rtl/>
          <w:lang w:bidi="fa-IR"/>
        </w:rPr>
        <w:t xml:space="preserve"> و در ضمن خودش هم زيارت كند</w:t>
      </w:r>
      <w:r w:rsidR="000C4B14">
        <w:rPr>
          <w:rtl/>
          <w:lang w:bidi="fa-IR"/>
        </w:rPr>
        <w:t>،</w:t>
      </w:r>
      <w:r w:rsidRPr="003E3506">
        <w:rPr>
          <w:rtl/>
          <w:lang w:bidi="fa-IR"/>
        </w:rPr>
        <w:t xml:space="preserve"> در هر حال بايد نماز را تمام بخواند.</w:t>
      </w:r>
    </w:p>
    <w:p w:rsidR="003E3506" w:rsidRPr="003E3506" w:rsidRDefault="003E3506" w:rsidP="003E3506">
      <w:pPr>
        <w:pStyle w:val="libNormal"/>
        <w:rPr>
          <w:lang w:bidi="fa-IR"/>
        </w:rPr>
      </w:pPr>
      <w:r w:rsidRPr="003E3506">
        <w:rPr>
          <w:rtl/>
          <w:lang w:bidi="fa-IR"/>
        </w:rPr>
        <w:t>١٣١٧ - حمله دار يعنى كسى كه براى رساندن حاجيها به مكه مسافرت مى كند</w:t>
      </w:r>
      <w:r w:rsidR="000C4B14">
        <w:rPr>
          <w:rtl/>
          <w:lang w:bidi="fa-IR"/>
        </w:rPr>
        <w:t>،</w:t>
      </w:r>
      <w:r w:rsidRPr="003E3506">
        <w:rPr>
          <w:rtl/>
          <w:lang w:bidi="fa-IR"/>
        </w:rPr>
        <w:t xml:space="preserve"> چنانچه شغلش مسافرت باشد</w:t>
      </w:r>
      <w:r w:rsidR="000C4B14">
        <w:rPr>
          <w:rtl/>
          <w:lang w:bidi="fa-IR"/>
        </w:rPr>
        <w:t>،</w:t>
      </w:r>
      <w:r w:rsidRPr="003E3506">
        <w:rPr>
          <w:rtl/>
          <w:lang w:bidi="fa-IR"/>
        </w:rPr>
        <w:t xml:space="preserve"> بايد نماز را تمام بخواند و اگر شغلش مسافرت نباشد</w:t>
      </w:r>
      <w:r w:rsidR="000C4B14">
        <w:rPr>
          <w:rtl/>
          <w:lang w:bidi="fa-IR"/>
        </w:rPr>
        <w:t>،</w:t>
      </w:r>
      <w:r w:rsidRPr="003E3506">
        <w:rPr>
          <w:rtl/>
          <w:lang w:bidi="fa-IR"/>
        </w:rPr>
        <w:t xml:space="preserve"> و فقط در ايام حج براى حمله دارى سفر مى كند</w:t>
      </w:r>
      <w:r w:rsidR="000C4B14">
        <w:rPr>
          <w:rtl/>
          <w:lang w:bidi="fa-IR"/>
        </w:rPr>
        <w:t>،</w:t>
      </w:r>
      <w:r w:rsidRPr="003E3506">
        <w:rPr>
          <w:rtl/>
          <w:lang w:bidi="fa-IR"/>
        </w:rPr>
        <w:t xml:space="preserve"> احتياط واجب آن است كه بين نماز تمام و شكسته جمع نمايد</w:t>
      </w:r>
      <w:r w:rsidR="000C4B14">
        <w:rPr>
          <w:rtl/>
          <w:lang w:bidi="fa-IR"/>
        </w:rPr>
        <w:t>،</w:t>
      </w:r>
      <w:r w:rsidRPr="003E3506">
        <w:rPr>
          <w:rtl/>
          <w:lang w:bidi="fa-IR"/>
        </w:rPr>
        <w:t xml:space="preserve"> ولى چنانچه مدت سفر او كم باشد</w:t>
      </w:r>
      <w:r w:rsidR="000C4B14">
        <w:rPr>
          <w:rtl/>
          <w:lang w:bidi="fa-IR"/>
        </w:rPr>
        <w:t>،</w:t>
      </w:r>
      <w:r w:rsidRPr="003E3506">
        <w:rPr>
          <w:rtl/>
          <w:lang w:bidi="fa-IR"/>
        </w:rPr>
        <w:t xml:space="preserve"> مثلا دو سه هفته بعيد نيست كه حكم او شكسته باشد.</w:t>
      </w:r>
    </w:p>
    <w:p w:rsidR="00E165AA" w:rsidRDefault="003E3506" w:rsidP="003E3506">
      <w:pPr>
        <w:pStyle w:val="libNormal"/>
        <w:rPr>
          <w:rtl/>
          <w:lang w:bidi="fa-IR"/>
        </w:rPr>
      </w:pPr>
      <w:r w:rsidRPr="003E3506">
        <w:rPr>
          <w:rtl/>
          <w:lang w:bidi="fa-IR"/>
        </w:rPr>
        <w:lastRenderedPageBreak/>
        <w:t>١٣١٨ - كسى كه شغل او حمله دارى است و حاجيها را از راه دور به مكه مى برد</w:t>
      </w:r>
      <w:r w:rsidR="000C4B14">
        <w:rPr>
          <w:rtl/>
          <w:lang w:bidi="fa-IR"/>
        </w:rPr>
        <w:t>،</w:t>
      </w:r>
      <w:r w:rsidRPr="003E3506">
        <w:rPr>
          <w:rtl/>
          <w:lang w:bidi="fa-IR"/>
        </w:rPr>
        <w:t xml:space="preserve"> چنانچه مقدار معتنابهى از ايام سال را در راه باشد</w:t>
      </w:r>
      <w:r w:rsidR="000C4B14">
        <w:rPr>
          <w:rtl/>
          <w:lang w:bidi="fa-IR"/>
        </w:rPr>
        <w:t>،</w:t>
      </w:r>
      <w:r w:rsidRPr="003E3506">
        <w:rPr>
          <w:rtl/>
          <w:lang w:bidi="fa-IR"/>
        </w:rPr>
        <w:t xml:space="preserve"> بايد نماز را تمام بخواند.</w:t>
      </w:r>
    </w:p>
    <w:p w:rsidR="003E3506" w:rsidRPr="003E3506" w:rsidRDefault="003E3506" w:rsidP="003E3506">
      <w:pPr>
        <w:pStyle w:val="libNormal"/>
        <w:rPr>
          <w:lang w:bidi="fa-IR"/>
        </w:rPr>
      </w:pPr>
      <w:r w:rsidRPr="003E3506">
        <w:rPr>
          <w:rtl/>
          <w:lang w:bidi="fa-IR"/>
        </w:rPr>
        <w:t>١٣١٩ - كسى كه در مقدارى از سال شغلش مسافرت است</w:t>
      </w:r>
      <w:r w:rsidR="000C4B14">
        <w:rPr>
          <w:rtl/>
          <w:lang w:bidi="fa-IR"/>
        </w:rPr>
        <w:t>،</w:t>
      </w:r>
      <w:r w:rsidRPr="003E3506">
        <w:rPr>
          <w:rtl/>
          <w:lang w:bidi="fa-IR"/>
        </w:rPr>
        <w:t xml:space="preserve"> مثل شوفرى كه فقط در زمستان يا تابستان اتومبيل خود را كرايه مى دهد بايد در آن سفر نماز را تمام بخواند</w:t>
      </w:r>
      <w:r w:rsidR="000C4B14">
        <w:rPr>
          <w:rtl/>
          <w:lang w:bidi="fa-IR"/>
        </w:rPr>
        <w:t>،</w:t>
      </w:r>
      <w:r w:rsidRPr="003E3506">
        <w:rPr>
          <w:rtl/>
          <w:lang w:bidi="fa-IR"/>
        </w:rPr>
        <w:t xml:space="preserve"> و احتياط مستحب آن است كه هم شكسته و هم تمام بخواند.</w:t>
      </w:r>
    </w:p>
    <w:p w:rsidR="003E3506" w:rsidRPr="003E3506" w:rsidRDefault="003E3506" w:rsidP="003E3506">
      <w:pPr>
        <w:pStyle w:val="libNormal"/>
        <w:rPr>
          <w:lang w:bidi="fa-IR"/>
        </w:rPr>
      </w:pPr>
      <w:r w:rsidRPr="003E3506">
        <w:rPr>
          <w:rtl/>
          <w:lang w:bidi="fa-IR"/>
        </w:rPr>
        <w:t>١٣٢٠ - راننده و دوره گردى كه در دو سه فرسخى شهر رفت و آمد مى كند</w:t>
      </w:r>
      <w:r w:rsidR="000C4B14">
        <w:rPr>
          <w:rtl/>
          <w:lang w:bidi="fa-IR"/>
        </w:rPr>
        <w:t>،</w:t>
      </w:r>
      <w:r w:rsidRPr="003E3506">
        <w:rPr>
          <w:rtl/>
          <w:lang w:bidi="fa-IR"/>
        </w:rPr>
        <w:t xml:space="preserve"> چنانچه اتفاقا سفر هشت فرسخى برود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١٣٢١ - كسى كه شغلش مسافرت است</w:t>
      </w:r>
      <w:r w:rsidR="000C4B14">
        <w:rPr>
          <w:rtl/>
          <w:lang w:bidi="fa-IR"/>
        </w:rPr>
        <w:t>،</w:t>
      </w:r>
      <w:r w:rsidRPr="003E3506">
        <w:rPr>
          <w:rtl/>
          <w:lang w:bidi="fa-IR"/>
        </w:rPr>
        <w:t xml:space="preserve"> چه ده روز يا بيشتر در وطن خود بماند و از اول قصد ماندن ده روز را داشته باشد يا بدون قصد بماند</w:t>
      </w:r>
      <w:r w:rsidR="000C4B14">
        <w:rPr>
          <w:rtl/>
          <w:lang w:bidi="fa-IR"/>
        </w:rPr>
        <w:t>،</w:t>
      </w:r>
      <w:r w:rsidRPr="003E3506">
        <w:rPr>
          <w:rtl/>
          <w:lang w:bidi="fa-IR"/>
        </w:rPr>
        <w:t xml:space="preserve"> بايد در همان سفر اولى كه بعد از ده روز مى رود</w:t>
      </w:r>
      <w:r w:rsidR="000C4B14">
        <w:rPr>
          <w:rtl/>
          <w:lang w:bidi="fa-IR"/>
        </w:rPr>
        <w:t>،</w:t>
      </w:r>
      <w:r w:rsidRPr="003E3506">
        <w:rPr>
          <w:rtl/>
          <w:lang w:bidi="fa-IR"/>
        </w:rPr>
        <w:t xml:space="preserve"> نماز را تمام بخواند و همچنين است اگر در غير وطن خود ده روز با قصد يا بدون قصد بماند.</w:t>
      </w:r>
    </w:p>
    <w:p w:rsidR="003E3506" w:rsidRPr="003E3506" w:rsidRDefault="003E3506" w:rsidP="003E3506">
      <w:pPr>
        <w:pStyle w:val="libNormal"/>
        <w:rPr>
          <w:lang w:bidi="fa-IR"/>
        </w:rPr>
      </w:pPr>
      <w:r w:rsidRPr="003E3506">
        <w:rPr>
          <w:rtl/>
          <w:lang w:bidi="fa-IR"/>
        </w:rPr>
        <w:t>١٣٢٢ - چاروادارى كه شغلش مسافرت است چنانچه در وطن يا در غير وطن با قصد يا بدون قصد ده روز بماند احتياط مستحب آن است كه در سفر اولى كه بعد از ده روز مى رود ميان نماز تمام و شكسته جمع نمايد.</w:t>
      </w:r>
    </w:p>
    <w:p w:rsidR="003E3506" w:rsidRPr="003E3506" w:rsidRDefault="003E3506" w:rsidP="003E3506">
      <w:pPr>
        <w:pStyle w:val="libNormal"/>
        <w:rPr>
          <w:lang w:bidi="fa-IR"/>
        </w:rPr>
      </w:pPr>
      <w:r w:rsidRPr="003E3506">
        <w:rPr>
          <w:rtl/>
          <w:lang w:bidi="fa-IR"/>
        </w:rPr>
        <w:t>١٣٢٣ - كسانى چون چاروادار و شتردار كه شغل آنها در مسافرت است</w:t>
      </w:r>
      <w:r w:rsidR="000C4B14">
        <w:rPr>
          <w:rtl/>
          <w:lang w:bidi="fa-IR"/>
        </w:rPr>
        <w:t>،</w:t>
      </w:r>
      <w:r w:rsidRPr="003E3506">
        <w:rPr>
          <w:rtl/>
          <w:lang w:bidi="fa-IR"/>
        </w:rPr>
        <w:t xml:space="preserve"> در صورتى كه مسافرت بيش از مقدار معمول بر آنها موجب مشقت و خستگى شود بايد نماز را شكسته بجا آورند.</w:t>
      </w:r>
    </w:p>
    <w:p w:rsidR="003E3506" w:rsidRPr="003E3506" w:rsidRDefault="003E3506" w:rsidP="003E3506">
      <w:pPr>
        <w:pStyle w:val="libNormal"/>
        <w:rPr>
          <w:lang w:bidi="fa-IR"/>
        </w:rPr>
      </w:pPr>
      <w:r w:rsidRPr="003E3506">
        <w:rPr>
          <w:rtl/>
          <w:lang w:bidi="fa-IR"/>
        </w:rPr>
        <w:t>١٣٢٤ - كسى كه در شهرها سياحت مى كند</w:t>
      </w:r>
      <w:r w:rsidR="000C4B14">
        <w:rPr>
          <w:rtl/>
          <w:lang w:bidi="fa-IR"/>
        </w:rPr>
        <w:t>،</w:t>
      </w:r>
      <w:r w:rsidRPr="003E3506">
        <w:rPr>
          <w:rtl/>
          <w:lang w:bidi="fa-IR"/>
        </w:rPr>
        <w:t xml:space="preserve"> و براى خود وطنى اختيار نكرده نماز را تمام بخواند.</w:t>
      </w:r>
    </w:p>
    <w:p w:rsidR="003E3506" w:rsidRPr="003E3506" w:rsidRDefault="003E3506" w:rsidP="003E3506">
      <w:pPr>
        <w:pStyle w:val="libNormal"/>
        <w:rPr>
          <w:lang w:bidi="fa-IR"/>
        </w:rPr>
      </w:pPr>
      <w:r w:rsidRPr="003E3506">
        <w:rPr>
          <w:rtl/>
          <w:lang w:bidi="fa-IR"/>
        </w:rPr>
        <w:t>١٣٢٥ - كسى كه شغلش مسافرت نيست</w:t>
      </w:r>
      <w:r w:rsidR="000C4B14">
        <w:rPr>
          <w:rtl/>
          <w:lang w:bidi="fa-IR"/>
        </w:rPr>
        <w:t>،</w:t>
      </w:r>
      <w:r w:rsidRPr="003E3506">
        <w:rPr>
          <w:rtl/>
          <w:lang w:bidi="fa-IR"/>
        </w:rPr>
        <w:t xml:space="preserve"> اگر مثلا در شهرى يا در دهى جنسى دارد كه براى حمل آن مسافرتهاى پى در پى مى كند</w:t>
      </w:r>
      <w:r w:rsidR="000C4B14">
        <w:rPr>
          <w:rtl/>
          <w:lang w:bidi="fa-IR"/>
        </w:rPr>
        <w:t>،</w:t>
      </w:r>
      <w:r w:rsidRPr="003E3506">
        <w:rPr>
          <w:rtl/>
          <w:lang w:bidi="fa-IR"/>
        </w:rPr>
        <w:t xml:space="preserve"> بايد نماز را شكسته بخواند مگر آنكه مسافرتهاى او آنقدر زياد باشد كه او را عرفا كثير السفر بگويند.</w:t>
      </w:r>
    </w:p>
    <w:p w:rsidR="003E3506" w:rsidRPr="003E3506" w:rsidRDefault="003E3506" w:rsidP="003E3506">
      <w:pPr>
        <w:pStyle w:val="libNormal"/>
        <w:rPr>
          <w:lang w:bidi="fa-IR"/>
        </w:rPr>
      </w:pPr>
      <w:r w:rsidRPr="003E3506">
        <w:rPr>
          <w:rtl/>
          <w:lang w:bidi="fa-IR"/>
        </w:rPr>
        <w:lastRenderedPageBreak/>
        <w:t>١٣٢٦ - كسى كه از وطنش صرف نظر كرده و مى خواهد وطن ديگرى براى خود اختيار كند</w:t>
      </w:r>
      <w:r w:rsidR="000C4B14">
        <w:rPr>
          <w:rtl/>
          <w:lang w:bidi="fa-IR"/>
        </w:rPr>
        <w:t>،</w:t>
      </w:r>
      <w:r w:rsidRPr="003E3506">
        <w:rPr>
          <w:rtl/>
          <w:lang w:bidi="fa-IR"/>
        </w:rPr>
        <w:t xml:space="preserve"> اگر شغلش مسافرت نباشد</w:t>
      </w:r>
      <w:r w:rsidR="000C4B14">
        <w:rPr>
          <w:rtl/>
          <w:lang w:bidi="fa-IR"/>
        </w:rPr>
        <w:t>،</w:t>
      </w:r>
      <w:r w:rsidRPr="003E3506">
        <w:rPr>
          <w:rtl/>
          <w:lang w:bidi="fa-IR"/>
        </w:rPr>
        <w:t xml:space="preserve"> بايد در مسافرت خود نماز را شكسته بخواند.</w:t>
      </w:r>
    </w:p>
    <w:p w:rsidR="003E3506" w:rsidRPr="003E3506" w:rsidRDefault="003E3506" w:rsidP="003E3506">
      <w:pPr>
        <w:pStyle w:val="libNormal"/>
        <w:rPr>
          <w:lang w:bidi="fa-IR"/>
        </w:rPr>
      </w:pPr>
      <w:r w:rsidRPr="003E3506">
        <w:rPr>
          <w:rtl/>
          <w:lang w:bidi="fa-IR"/>
        </w:rPr>
        <w:t>١/١٣٢٦ - شرط هشتم آنكه به حد ترخص برسد</w:t>
      </w:r>
      <w:r w:rsidR="000C4B14">
        <w:rPr>
          <w:rtl/>
          <w:lang w:bidi="fa-IR"/>
        </w:rPr>
        <w:t>،</w:t>
      </w:r>
      <w:r w:rsidRPr="003E3506">
        <w:rPr>
          <w:rtl/>
          <w:lang w:bidi="fa-IR"/>
        </w:rPr>
        <w:t xml:space="preserve"> و اما در غير وطن اعتبارى به حد ترخص نيست</w:t>
      </w:r>
      <w:r w:rsidR="000C4B14">
        <w:rPr>
          <w:rtl/>
          <w:lang w:bidi="fa-IR"/>
        </w:rPr>
        <w:t>،</w:t>
      </w:r>
      <w:r w:rsidRPr="003E3506">
        <w:rPr>
          <w:rtl/>
          <w:lang w:bidi="fa-IR"/>
        </w:rPr>
        <w:t xml:space="preserve"> و همين كه از محل اقامت خارج شود نمازش قصر است</w:t>
      </w:r>
      <w:r w:rsidR="000C4B14">
        <w:rPr>
          <w:rtl/>
          <w:lang w:bidi="fa-IR"/>
        </w:rPr>
        <w:t>.</w:t>
      </w:r>
    </w:p>
    <w:p w:rsidR="003E3506" w:rsidRPr="003E3506" w:rsidRDefault="003E3506" w:rsidP="003E3506">
      <w:pPr>
        <w:pStyle w:val="libNormal"/>
        <w:rPr>
          <w:lang w:bidi="fa-IR"/>
        </w:rPr>
      </w:pPr>
      <w:r w:rsidRPr="003E3506">
        <w:rPr>
          <w:rtl/>
          <w:lang w:bidi="fa-IR"/>
        </w:rPr>
        <w:t>١٣٢٧ - حد ترخص جايى است كه اهل شهر مسافر را نبينند و نشانه آن اين است كه او اهل شهر را نبيند.</w:t>
      </w:r>
    </w:p>
    <w:p w:rsidR="003E3506" w:rsidRPr="003E3506" w:rsidRDefault="003E3506" w:rsidP="003E3506">
      <w:pPr>
        <w:pStyle w:val="libNormal"/>
        <w:rPr>
          <w:lang w:bidi="fa-IR"/>
        </w:rPr>
      </w:pPr>
      <w:r w:rsidRPr="003E3506">
        <w:rPr>
          <w:rtl/>
          <w:lang w:bidi="fa-IR"/>
        </w:rPr>
        <w:t>١٣٢٨ - مسافرى كه به وطنش بر مى گردد تا وقتى كه داخل وطنش نشده بايد نماز را قصر بخواند</w:t>
      </w:r>
      <w:r w:rsidR="000C4B14">
        <w:rPr>
          <w:rtl/>
          <w:lang w:bidi="fa-IR"/>
        </w:rPr>
        <w:t>،</w:t>
      </w:r>
      <w:r w:rsidRPr="003E3506">
        <w:rPr>
          <w:rtl/>
          <w:lang w:bidi="fa-IR"/>
        </w:rPr>
        <w:t xml:space="preserve"> و همچنين مسافرى كه مى خواهد ده روز در محلى بماند</w:t>
      </w:r>
      <w:r w:rsidR="000C4B14">
        <w:rPr>
          <w:rtl/>
          <w:lang w:bidi="fa-IR"/>
        </w:rPr>
        <w:t>،</w:t>
      </w:r>
      <w:r w:rsidRPr="003E3506">
        <w:rPr>
          <w:rtl/>
          <w:lang w:bidi="fa-IR"/>
        </w:rPr>
        <w:t xml:space="preserve"> مادامى كه به آن محل نرسيده نمازش قصر است</w:t>
      </w:r>
      <w:r w:rsidR="000C4B14">
        <w:rPr>
          <w:rtl/>
          <w:lang w:bidi="fa-IR"/>
        </w:rPr>
        <w:t>.</w:t>
      </w:r>
    </w:p>
    <w:p w:rsidR="003E3506" w:rsidRPr="003E3506" w:rsidRDefault="003E3506" w:rsidP="003E3506">
      <w:pPr>
        <w:pStyle w:val="libNormal"/>
        <w:rPr>
          <w:lang w:bidi="fa-IR"/>
        </w:rPr>
      </w:pPr>
      <w:r w:rsidRPr="003E3506">
        <w:rPr>
          <w:rtl/>
          <w:lang w:bidi="fa-IR"/>
        </w:rPr>
        <w:t>١٣٢٩ - هرگاه شهر در بلندى باشد كه از دور اهل آن ديده شود يا به قدرى گود باشد كه اگر انسان كمى دور شود اهل آن را نبيند كسى كه از اهالى آن شهر مسافرت مى كند</w:t>
      </w:r>
      <w:r w:rsidR="000C4B14">
        <w:rPr>
          <w:rtl/>
          <w:lang w:bidi="fa-IR"/>
        </w:rPr>
        <w:t>،</w:t>
      </w:r>
      <w:r w:rsidRPr="003E3506">
        <w:rPr>
          <w:rtl/>
          <w:lang w:bidi="fa-IR"/>
        </w:rPr>
        <w:t xml:space="preserve"> وقتى به اندازه اى دور شود كه اگر آن شهر در زمين هموار بود</w:t>
      </w:r>
      <w:r w:rsidR="000C4B14">
        <w:rPr>
          <w:rtl/>
          <w:lang w:bidi="fa-IR"/>
        </w:rPr>
        <w:t>،</w:t>
      </w:r>
      <w:r w:rsidRPr="003E3506">
        <w:rPr>
          <w:rtl/>
          <w:lang w:bidi="fa-IR"/>
        </w:rPr>
        <w:t xml:space="preserve"> اهلش از آنجا ديده نمى شد</w:t>
      </w:r>
      <w:r w:rsidR="000C4B14">
        <w:rPr>
          <w:rtl/>
          <w:lang w:bidi="fa-IR"/>
        </w:rPr>
        <w:t>،</w:t>
      </w:r>
      <w:r w:rsidRPr="003E3506">
        <w:rPr>
          <w:rtl/>
          <w:lang w:bidi="fa-IR"/>
        </w:rPr>
        <w:t xml:space="preserve"> بايد نماز خود را شكسته بخواند.</w:t>
      </w:r>
    </w:p>
    <w:p w:rsidR="003E3506" w:rsidRPr="003E3506" w:rsidRDefault="003E3506" w:rsidP="003E3506">
      <w:pPr>
        <w:pStyle w:val="libNormal"/>
        <w:rPr>
          <w:lang w:bidi="fa-IR"/>
        </w:rPr>
      </w:pPr>
      <w:r w:rsidRPr="003E3506">
        <w:rPr>
          <w:rtl/>
          <w:lang w:bidi="fa-IR"/>
        </w:rPr>
        <w:t>و نيز اگر پستى و بلندى راه بيشتر از معمول باشد بايد ملاحظه معمول را بنمايد.</w:t>
      </w:r>
    </w:p>
    <w:p w:rsidR="003E3506" w:rsidRPr="003E3506" w:rsidRDefault="003E3506" w:rsidP="003E3506">
      <w:pPr>
        <w:pStyle w:val="libNormal"/>
        <w:rPr>
          <w:lang w:bidi="fa-IR"/>
        </w:rPr>
      </w:pPr>
      <w:r w:rsidRPr="003E3506">
        <w:rPr>
          <w:rtl/>
          <w:lang w:bidi="fa-IR"/>
        </w:rPr>
        <w:t>١٣٣٠ - اگر از محلى مسافرت كند كه اهل ندارد</w:t>
      </w:r>
      <w:r w:rsidR="000C4B14">
        <w:rPr>
          <w:rtl/>
          <w:lang w:bidi="fa-IR"/>
        </w:rPr>
        <w:t>،</w:t>
      </w:r>
      <w:r w:rsidRPr="003E3506">
        <w:rPr>
          <w:rtl/>
          <w:lang w:bidi="fa-IR"/>
        </w:rPr>
        <w:t xml:space="preserve"> وقتى به جايى برسد كه اگر آن محل اهل داشت</w:t>
      </w:r>
      <w:r w:rsidR="000C4B14">
        <w:rPr>
          <w:rtl/>
          <w:lang w:bidi="fa-IR"/>
        </w:rPr>
        <w:t>،</w:t>
      </w:r>
      <w:r w:rsidRPr="003E3506">
        <w:rPr>
          <w:rtl/>
          <w:lang w:bidi="fa-IR"/>
        </w:rPr>
        <w:t xml:space="preserve"> از آنجا ديده نمى شد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١٣٣١ - كسى كه در كشتى يا قطار نشسته و قبل از رسيدن به حد ترخص به نيت نماز تمام مشغول نماز شود ولى قبل از ركوع ركعت سوم به حد ترخص برسد بايد نمازش را شكسته بجا آورد.</w:t>
      </w:r>
    </w:p>
    <w:p w:rsidR="003E3506" w:rsidRPr="003E3506" w:rsidRDefault="003E3506" w:rsidP="003E3506">
      <w:pPr>
        <w:pStyle w:val="libNormal"/>
        <w:rPr>
          <w:lang w:bidi="fa-IR"/>
        </w:rPr>
      </w:pPr>
      <w:r w:rsidRPr="003E3506">
        <w:rPr>
          <w:rtl/>
          <w:lang w:bidi="fa-IR"/>
        </w:rPr>
        <w:t>١٣٣٢ - اگر در فرضى كه در مساله پيش گذشت بعد از ركوع ركعت سوم به حد ترخص برسد مى تواند كه آن نماز را بشكند و بايد آن را شكسته بجا آورد.</w:t>
      </w:r>
    </w:p>
    <w:p w:rsidR="003E3506" w:rsidRPr="003E3506" w:rsidRDefault="003E3506" w:rsidP="003E3506">
      <w:pPr>
        <w:pStyle w:val="libNormal"/>
        <w:rPr>
          <w:lang w:bidi="fa-IR"/>
        </w:rPr>
      </w:pPr>
      <w:r w:rsidRPr="003E3506">
        <w:rPr>
          <w:rtl/>
          <w:lang w:bidi="fa-IR"/>
        </w:rPr>
        <w:lastRenderedPageBreak/>
        <w:t>١٣٣٣ - اگر كسى يقين پيدا كند كه به حد ترخص رسيده و نماز را شكسته بجا آورد و سپس معلوم شود كه در وقت نماز به حد ترخص نرسيده بوده بايد نماز را دوباره انجام دهد</w:t>
      </w:r>
      <w:r w:rsidR="000C4B14">
        <w:rPr>
          <w:rtl/>
          <w:lang w:bidi="fa-IR"/>
        </w:rPr>
        <w:t>،</w:t>
      </w:r>
      <w:r w:rsidRPr="003E3506">
        <w:rPr>
          <w:rtl/>
          <w:lang w:bidi="fa-IR"/>
        </w:rPr>
        <w:t xml:space="preserve"> پس چنانچه در اين حال هنوز به حد ترخص نرسيده باشد</w:t>
      </w:r>
      <w:r w:rsidR="000C4B14">
        <w:rPr>
          <w:rtl/>
          <w:lang w:bidi="fa-IR"/>
        </w:rPr>
        <w:t>،</w:t>
      </w:r>
      <w:r w:rsidRPr="003E3506">
        <w:rPr>
          <w:rtl/>
          <w:lang w:bidi="fa-IR"/>
        </w:rPr>
        <w:t xml:space="preserve"> بايد نماز را تمام بخواند و در صورتى كه از حد ترخص گذشته باشد نماز را شكسته بجا آورد و اگر وقت گذشته نماز را مطابق وظيفه اش در هنگام فوت آن بجا آورد.</w:t>
      </w:r>
    </w:p>
    <w:p w:rsidR="003E3506" w:rsidRPr="003E3506" w:rsidRDefault="003E3506" w:rsidP="003E3506">
      <w:pPr>
        <w:pStyle w:val="libNormal"/>
        <w:rPr>
          <w:lang w:bidi="fa-IR"/>
        </w:rPr>
      </w:pPr>
      <w:r w:rsidRPr="003E3506">
        <w:rPr>
          <w:rtl/>
          <w:lang w:bidi="fa-IR"/>
        </w:rPr>
        <w:t>١٣٣٤ - اگر چشم او غير معمولى باشد در محلى بايد نماز را شكسته بخواند كه چشم متوسط اهل شهر را نبيند.</w:t>
      </w:r>
    </w:p>
    <w:p w:rsidR="003E3506" w:rsidRPr="003E3506" w:rsidRDefault="003E3506" w:rsidP="003E3506">
      <w:pPr>
        <w:pStyle w:val="libNormal"/>
        <w:rPr>
          <w:lang w:bidi="fa-IR"/>
        </w:rPr>
      </w:pPr>
      <w:r w:rsidRPr="003E3506">
        <w:rPr>
          <w:rtl/>
          <w:lang w:bidi="fa-IR"/>
        </w:rPr>
        <w:t>١٣٣٥ - اگر موقعى كه سفر مى رود شك كند كه به حد ترخص رسيده يا نه</w:t>
      </w:r>
      <w:r w:rsidR="000C4B14">
        <w:rPr>
          <w:rtl/>
          <w:lang w:bidi="fa-IR"/>
        </w:rPr>
        <w:t>،</w:t>
      </w:r>
      <w:r w:rsidRPr="003E3506">
        <w:rPr>
          <w:rtl/>
          <w:lang w:bidi="fa-IR"/>
        </w:rPr>
        <w:t xml:space="preserve"> بايد نماز را تمام بخواند.</w:t>
      </w:r>
    </w:p>
    <w:p w:rsidR="003E3506" w:rsidRPr="003E3506" w:rsidRDefault="003E3506" w:rsidP="003E3506">
      <w:pPr>
        <w:pStyle w:val="libNormal"/>
        <w:rPr>
          <w:lang w:bidi="fa-IR"/>
        </w:rPr>
      </w:pPr>
      <w:r w:rsidRPr="003E3506">
        <w:rPr>
          <w:rtl/>
          <w:lang w:bidi="fa-IR"/>
        </w:rPr>
        <w:t>١٣٣٦ - مسافرى كه در سفر از وطن خود عبور مى كند</w:t>
      </w:r>
      <w:r w:rsidR="000C4B14">
        <w:rPr>
          <w:rtl/>
          <w:lang w:bidi="fa-IR"/>
        </w:rPr>
        <w:t>،</w:t>
      </w:r>
      <w:r w:rsidRPr="003E3506">
        <w:rPr>
          <w:rtl/>
          <w:lang w:bidi="fa-IR"/>
        </w:rPr>
        <w:t xml:space="preserve"> اگر در آن توقف كند بايد نماز را تمام بخواند و گرنه احتياط لازم آن است كه بين قصر و تمام جمع نمايد.</w:t>
      </w:r>
    </w:p>
    <w:p w:rsidR="003E3506" w:rsidRPr="003E3506" w:rsidRDefault="003E3506" w:rsidP="003E3506">
      <w:pPr>
        <w:pStyle w:val="libNormal"/>
        <w:rPr>
          <w:lang w:bidi="fa-IR"/>
        </w:rPr>
      </w:pPr>
      <w:r w:rsidRPr="003E3506">
        <w:rPr>
          <w:rtl/>
          <w:lang w:bidi="fa-IR"/>
        </w:rPr>
        <w:t>١٣٣٧ - مسافرى كه در بين مسافرت به وطنش مى رسد و در آنجا توقف مى كند</w:t>
      </w:r>
      <w:r w:rsidR="000C4B14">
        <w:rPr>
          <w:rtl/>
          <w:lang w:bidi="fa-IR"/>
        </w:rPr>
        <w:t>،</w:t>
      </w:r>
      <w:r w:rsidRPr="003E3506">
        <w:rPr>
          <w:rtl/>
          <w:lang w:bidi="fa-IR"/>
        </w:rPr>
        <w:t xml:space="preserve"> تا وقتى كه در آنجا هست بايد نماز را تمام بخواند</w:t>
      </w:r>
      <w:r w:rsidR="000C4B14">
        <w:rPr>
          <w:rtl/>
          <w:lang w:bidi="fa-IR"/>
        </w:rPr>
        <w:t>،</w:t>
      </w:r>
      <w:r w:rsidRPr="003E3506">
        <w:rPr>
          <w:rtl/>
          <w:lang w:bidi="fa-IR"/>
        </w:rPr>
        <w:t xml:space="preserve"> ولى اگر بخواهد از آنجا هشت فرسخ برود يا مثلا چهار فرسخ برود چهار فرسخ برگردد</w:t>
      </w:r>
      <w:r w:rsidR="000C4B14">
        <w:rPr>
          <w:rtl/>
          <w:lang w:bidi="fa-IR"/>
        </w:rPr>
        <w:t>،</w:t>
      </w:r>
      <w:r w:rsidRPr="003E3506">
        <w:rPr>
          <w:rtl/>
          <w:lang w:bidi="fa-IR"/>
        </w:rPr>
        <w:t xml:space="preserve"> وقتى كه به حد ترخص برسد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١٣٣٨ - محلى را كه انسان براى اقامت دائمى و زندگى خود اختيار كرده وطن او است</w:t>
      </w:r>
      <w:r w:rsidR="000C4B14">
        <w:rPr>
          <w:rtl/>
          <w:lang w:bidi="fa-IR"/>
        </w:rPr>
        <w:t>،</w:t>
      </w:r>
      <w:r w:rsidRPr="003E3506">
        <w:rPr>
          <w:rtl/>
          <w:lang w:bidi="fa-IR"/>
        </w:rPr>
        <w:t xml:space="preserve"> چه در آنجا به دنيا آمده و وطن پدر و مادرش باشد يا خودش آنجا را براى زندگى اختيار كرده است</w:t>
      </w:r>
      <w:r w:rsidR="000C4B14">
        <w:rPr>
          <w:rtl/>
          <w:lang w:bidi="fa-IR"/>
        </w:rPr>
        <w:t>.</w:t>
      </w:r>
    </w:p>
    <w:p w:rsidR="003E3506" w:rsidRPr="003E3506" w:rsidRDefault="003E3506" w:rsidP="003E3506">
      <w:pPr>
        <w:pStyle w:val="libNormal"/>
        <w:rPr>
          <w:lang w:bidi="fa-IR"/>
        </w:rPr>
      </w:pPr>
      <w:r w:rsidRPr="003E3506">
        <w:rPr>
          <w:rtl/>
          <w:lang w:bidi="fa-IR"/>
        </w:rPr>
        <w:t>١٣٣٩ - اگر قصد دارد در محلى كه وطن اصليش نيست مدت زمانى كوتاه بماند و بعد جاى ديگر رود</w:t>
      </w:r>
      <w:r w:rsidR="000C4B14">
        <w:rPr>
          <w:rtl/>
          <w:lang w:bidi="fa-IR"/>
        </w:rPr>
        <w:t>،</w:t>
      </w:r>
      <w:r w:rsidRPr="003E3506">
        <w:rPr>
          <w:rtl/>
          <w:lang w:bidi="fa-IR"/>
        </w:rPr>
        <w:t xml:space="preserve"> آنجا وطن او حساب نمى شود.</w:t>
      </w:r>
    </w:p>
    <w:p w:rsidR="003E3506" w:rsidRPr="003E3506" w:rsidRDefault="003E3506" w:rsidP="003E3506">
      <w:pPr>
        <w:pStyle w:val="libNormal"/>
        <w:rPr>
          <w:lang w:bidi="fa-IR"/>
        </w:rPr>
      </w:pPr>
      <w:r w:rsidRPr="003E3506">
        <w:rPr>
          <w:rtl/>
          <w:lang w:bidi="fa-IR"/>
        </w:rPr>
        <w:t>١٣٤٠ - جايى را كه انسان محل زندگى خود قرار داده</w:t>
      </w:r>
      <w:r w:rsidR="000C4B14">
        <w:rPr>
          <w:rtl/>
          <w:lang w:bidi="fa-IR"/>
        </w:rPr>
        <w:t>،</w:t>
      </w:r>
      <w:r w:rsidRPr="003E3506">
        <w:rPr>
          <w:rtl/>
          <w:lang w:bidi="fa-IR"/>
        </w:rPr>
        <w:t xml:space="preserve"> هر چند قصد نداشته باشد كه هميشه در آنجا بماند اگر طورى باشد كه عرف او را در آنجا مسافر نمى گويند هر چند موقتا ده روز يا </w:t>
      </w:r>
      <w:r w:rsidRPr="003E3506">
        <w:rPr>
          <w:rtl/>
          <w:lang w:bidi="fa-IR"/>
        </w:rPr>
        <w:lastRenderedPageBreak/>
        <w:t>بيشتر جاى ديگرى را محل زندگى خود قرار دهد باز هم محل زندگيش را جاى اول مى گويند آنجا براى او حكم وطن را دارد.</w:t>
      </w:r>
    </w:p>
    <w:p w:rsidR="003E3506" w:rsidRPr="003E3506" w:rsidRDefault="003E3506" w:rsidP="003E3506">
      <w:pPr>
        <w:pStyle w:val="libNormal"/>
        <w:rPr>
          <w:lang w:bidi="fa-IR"/>
        </w:rPr>
      </w:pPr>
      <w:r w:rsidRPr="003E3506">
        <w:rPr>
          <w:rtl/>
          <w:lang w:bidi="fa-IR"/>
        </w:rPr>
        <w:t>١٣٤١ - كسى كه در دو محل زندگى مى كند</w:t>
      </w:r>
      <w:r w:rsidR="000C4B14">
        <w:rPr>
          <w:rtl/>
          <w:lang w:bidi="fa-IR"/>
        </w:rPr>
        <w:t>،</w:t>
      </w:r>
      <w:r w:rsidRPr="003E3506">
        <w:rPr>
          <w:rtl/>
          <w:lang w:bidi="fa-IR"/>
        </w:rPr>
        <w:t xml:space="preserve"> مثلا شش ماه در شهرى و شش ماه در شهر ديگر مى ماند</w:t>
      </w:r>
      <w:r w:rsidR="000C4B14">
        <w:rPr>
          <w:rtl/>
          <w:lang w:bidi="fa-IR"/>
        </w:rPr>
        <w:t>،</w:t>
      </w:r>
      <w:r w:rsidRPr="003E3506">
        <w:rPr>
          <w:rtl/>
          <w:lang w:bidi="fa-IR"/>
        </w:rPr>
        <w:t xml:space="preserve"> هر دو محل وطن او است</w:t>
      </w:r>
      <w:r w:rsidR="000C4B14">
        <w:rPr>
          <w:rtl/>
          <w:lang w:bidi="fa-IR"/>
        </w:rPr>
        <w:t>.</w:t>
      </w:r>
    </w:p>
    <w:p w:rsidR="003E3506" w:rsidRPr="003E3506" w:rsidRDefault="003E3506" w:rsidP="003E3506">
      <w:pPr>
        <w:pStyle w:val="libNormal"/>
        <w:rPr>
          <w:lang w:bidi="fa-IR"/>
        </w:rPr>
      </w:pPr>
      <w:r w:rsidRPr="003E3506">
        <w:rPr>
          <w:rtl/>
          <w:lang w:bidi="fa-IR"/>
        </w:rPr>
        <w:t>و نيز اگر بيشتر از دو محل را براى زندگى خود اختيار كرده باشد</w:t>
      </w:r>
      <w:r w:rsidR="000C4B14">
        <w:rPr>
          <w:rtl/>
          <w:lang w:bidi="fa-IR"/>
        </w:rPr>
        <w:t>،</w:t>
      </w:r>
      <w:r w:rsidRPr="003E3506">
        <w:rPr>
          <w:rtl/>
          <w:lang w:bidi="fa-IR"/>
        </w:rPr>
        <w:t xml:space="preserve"> همه آنها وطن او حساب مى شود.</w:t>
      </w:r>
    </w:p>
    <w:p w:rsidR="003E3506" w:rsidRPr="003E3506" w:rsidRDefault="003E3506" w:rsidP="003E3506">
      <w:pPr>
        <w:pStyle w:val="libNormal"/>
        <w:rPr>
          <w:lang w:bidi="fa-IR"/>
        </w:rPr>
      </w:pPr>
      <w:r w:rsidRPr="003E3506">
        <w:rPr>
          <w:rtl/>
          <w:lang w:bidi="fa-IR"/>
        </w:rPr>
        <w:t>١٣٤٢ - بعضى از فقهاء گفته اند كسى كه در محلى مالك منزل مسكونى است اگر شش ماه متصل با قصد در آنجا بماند</w:t>
      </w:r>
      <w:r w:rsidR="000C4B14">
        <w:rPr>
          <w:rtl/>
          <w:lang w:bidi="fa-IR"/>
        </w:rPr>
        <w:t>،</w:t>
      </w:r>
      <w:r w:rsidRPr="003E3506">
        <w:rPr>
          <w:rtl/>
          <w:lang w:bidi="fa-IR"/>
        </w:rPr>
        <w:t xml:space="preserve"> تا وقتى كه آن منزل مال او است</w:t>
      </w:r>
      <w:r w:rsidR="000C4B14">
        <w:rPr>
          <w:rtl/>
          <w:lang w:bidi="fa-IR"/>
        </w:rPr>
        <w:t>،</w:t>
      </w:r>
      <w:r w:rsidRPr="003E3506">
        <w:rPr>
          <w:rtl/>
          <w:lang w:bidi="fa-IR"/>
        </w:rPr>
        <w:t xml:space="preserve"> آن محل حكم وطن او را دارد پس هر وقت در مسافرت به آنجا برسد</w:t>
      </w:r>
      <w:r w:rsidR="000C4B14">
        <w:rPr>
          <w:rtl/>
          <w:lang w:bidi="fa-IR"/>
        </w:rPr>
        <w:t>،</w:t>
      </w:r>
      <w:r w:rsidRPr="003E3506">
        <w:rPr>
          <w:rtl/>
          <w:lang w:bidi="fa-IR"/>
        </w:rPr>
        <w:t xml:space="preserve"> بايد نماز را تمام بخواند</w:t>
      </w:r>
      <w:r w:rsidR="000C4B14">
        <w:rPr>
          <w:rtl/>
          <w:lang w:bidi="fa-IR"/>
        </w:rPr>
        <w:t>،</w:t>
      </w:r>
      <w:r w:rsidRPr="003E3506">
        <w:rPr>
          <w:rtl/>
          <w:lang w:bidi="fa-IR"/>
        </w:rPr>
        <w:t xml:space="preserve"> ولى اين حكم ثابت نيست</w:t>
      </w:r>
      <w:r w:rsidR="000C4B14">
        <w:rPr>
          <w:rtl/>
          <w:lang w:bidi="fa-IR"/>
        </w:rPr>
        <w:t>.</w:t>
      </w:r>
    </w:p>
    <w:p w:rsidR="003E3506" w:rsidRPr="003E3506" w:rsidRDefault="003E3506" w:rsidP="003E3506">
      <w:pPr>
        <w:pStyle w:val="libNormal"/>
        <w:rPr>
          <w:lang w:bidi="fa-IR"/>
        </w:rPr>
      </w:pPr>
      <w:r w:rsidRPr="003E3506">
        <w:rPr>
          <w:rtl/>
          <w:lang w:bidi="fa-IR"/>
        </w:rPr>
        <w:t>١٣٤٣ - اگر به جايى برسد كه وطن او بوده و از آنجا صرف نظر كرده</w:t>
      </w:r>
      <w:r w:rsidR="000C4B14">
        <w:rPr>
          <w:rtl/>
          <w:lang w:bidi="fa-IR"/>
        </w:rPr>
        <w:t>،</w:t>
      </w:r>
      <w:r w:rsidRPr="003E3506">
        <w:rPr>
          <w:rtl/>
          <w:lang w:bidi="fa-IR"/>
        </w:rPr>
        <w:t xml:space="preserve"> نبايد نماز را تمام بخواند</w:t>
      </w:r>
      <w:r w:rsidR="000C4B14">
        <w:rPr>
          <w:rtl/>
          <w:lang w:bidi="fa-IR"/>
        </w:rPr>
        <w:t>،</w:t>
      </w:r>
      <w:r w:rsidRPr="003E3506">
        <w:rPr>
          <w:rtl/>
          <w:lang w:bidi="fa-IR"/>
        </w:rPr>
        <w:t xml:space="preserve"> اگر چه وطن ديگرى هم براى خود اختيار نكرده باشد.</w:t>
      </w:r>
    </w:p>
    <w:p w:rsidR="003E3506" w:rsidRPr="003E3506" w:rsidRDefault="003E3506" w:rsidP="003E3506">
      <w:pPr>
        <w:pStyle w:val="libNormal"/>
        <w:rPr>
          <w:lang w:bidi="fa-IR"/>
        </w:rPr>
      </w:pPr>
      <w:r w:rsidRPr="003E3506">
        <w:rPr>
          <w:rtl/>
          <w:lang w:bidi="fa-IR"/>
        </w:rPr>
        <w:t>١٣٤٤ - مسافرى كه قصد دارد</w:t>
      </w:r>
      <w:r w:rsidR="000C4B14">
        <w:rPr>
          <w:rtl/>
          <w:lang w:bidi="fa-IR"/>
        </w:rPr>
        <w:t>،</w:t>
      </w:r>
      <w:r w:rsidRPr="003E3506">
        <w:rPr>
          <w:rtl/>
          <w:lang w:bidi="fa-IR"/>
        </w:rPr>
        <w:t xml:space="preserve"> ده روز پشت سر هم در محلى بماند يا مى داند كه بدون اختيار ده روز در محلى مى ماند</w:t>
      </w:r>
      <w:r w:rsidR="000C4B14">
        <w:rPr>
          <w:rtl/>
          <w:lang w:bidi="fa-IR"/>
        </w:rPr>
        <w:t>،</w:t>
      </w:r>
      <w:r w:rsidRPr="003E3506">
        <w:rPr>
          <w:rtl/>
          <w:lang w:bidi="fa-IR"/>
        </w:rPr>
        <w:t xml:space="preserve"> در آن محل بايد نماز را تمام بخواند.</w:t>
      </w:r>
    </w:p>
    <w:p w:rsidR="003E3506" w:rsidRPr="003E3506" w:rsidRDefault="003E3506" w:rsidP="003E3506">
      <w:pPr>
        <w:pStyle w:val="libNormal"/>
        <w:rPr>
          <w:lang w:bidi="fa-IR"/>
        </w:rPr>
      </w:pPr>
      <w:r w:rsidRPr="003E3506">
        <w:rPr>
          <w:rtl/>
          <w:lang w:bidi="fa-IR"/>
        </w:rPr>
        <w:t>١٣٤٥ - مسافرى كه مى خواهد ده روز در محلى بماند</w:t>
      </w:r>
      <w:r w:rsidR="000C4B14">
        <w:rPr>
          <w:rtl/>
          <w:lang w:bidi="fa-IR"/>
        </w:rPr>
        <w:t>،</w:t>
      </w:r>
      <w:r w:rsidRPr="003E3506">
        <w:rPr>
          <w:rtl/>
          <w:lang w:bidi="fa-IR"/>
        </w:rPr>
        <w:t xml:space="preserve"> لازم نيست قصد ماندن شب اول يا شب يازدهم را داشته باشد</w:t>
      </w:r>
      <w:r w:rsidR="000C4B14">
        <w:rPr>
          <w:rtl/>
          <w:lang w:bidi="fa-IR"/>
        </w:rPr>
        <w:t>،</w:t>
      </w:r>
      <w:r w:rsidRPr="003E3506">
        <w:rPr>
          <w:rtl/>
          <w:lang w:bidi="fa-IR"/>
        </w:rPr>
        <w:t xml:space="preserve"> و همين كه قصد كند كه از طلوع آفتاب روز اول تا غروب روز دهم بماند</w:t>
      </w:r>
      <w:r w:rsidR="000C4B14">
        <w:rPr>
          <w:rtl/>
          <w:lang w:bidi="fa-IR"/>
        </w:rPr>
        <w:t>،</w:t>
      </w:r>
      <w:r w:rsidRPr="003E3506">
        <w:rPr>
          <w:rtl/>
          <w:lang w:bidi="fa-IR"/>
        </w:rPr>
        <w:t xml:space="preserve"> بايد نماز را تمام بخواند.</w:t>
      </w:r>
    </w:p>
    <w:p w:rsidR="003E3506" w:rsidRPr="003E3506" w:rsidRDefault="003E3506" w:rsidP="003E3506">
      <w:pPr>
        <w:pStyle w:val="libNormal"/>
        <w:rPr>
          <w:lang w:bidi="fa-IR"/>
        </w:rPr>
      </w:pPr>
      <w:r w:rsidRPr="003E3506">
        <w:rPr>
          <w:rtl/>
          <w:lang w:bidi="fa-IR"/>
        </w:rPr>
        <w:t>و همچنين است اگر مثلا قصدش اين باشد كه از ظهر روز اول تا ظهر روز يازدهم بماند.</w:t>
      </w:r>
    </w:p>
    <w:p w:rsidR="003E3506" w:rsidRPr="003E3506" w:rsidRDefault="003E3506" w:rsidP="003E3506">
      <w:pPr>
        <w:pStyle w:val="libNormal"/>
        <w:rPr>
          <w:lang w:bidi="fa-IR"/>
        </w:rPr>
      </w:pPr>
      <w:r w:rsidRPr="003E3506">
        <w:rPr>
          <w:rtl/>
          <w:lang w:bidi="fa-IR"/>
        </w:rPr>
        <w:t>١٣٤٦ - مسافرى كه مى خواهد ده روز در محلى بماند</w:t>
      </w:r>
      <w:r w:rsidR="000C4B14">
        <w:rPr>
          <w:rtl/>
          <w:lang w:bidi="fa-IR"/>
        </w:rPr>
        <w:t>،</w:t>
      </w:r>
      <w:r w:rsidRPr="003E3506">
        <w:rPr>
          <w:rtl/>
          <w:lang w:bidi="fa-IR"/>
        </w:rPr>
        <w:t xml:space="preserve"> در صورتى بايد نماز را تمام بخواند كه بخواهد تمام ده روز را در يكجا بماند</w:t>
      </w:r>
      <w:r w:rsidR="000C4B14">
        <w:rPr>
          <w:rtl/>
          <w:lang w:bidi="fa-IR"/>
        </w:rPr>
        <w:t>،</w:t>
      </w:r>
      <w:r w:rsidRPr="003E3506">
        <w:rPr>
          <w:rtl/>
          <w:lang w:bidi="fa-IR"/>
        </w:rPr>
        <w:t xml:space="preserve"> پس اگر بخواهد مثلا ده روز در نجف و كوفه يا در تهران و شميران بماند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١٣٤٧ - مسافرى كه مى خواهد ده روز در محلى بماند</w:t>
      </w:r>
      <w:r w:rsidR="000C4B14">
        <w:rPr>
          <w:rtl/>
          <w:lang w:bidi="fa-IR"/>
        </w:rPr>
        <w:t>،</w:t>
      </w:r>
      <w:r w:rsidRPr="003E3506">
        <w:rPr>
          <w:rtl/>
          <w:lang w:bidi="fa-IR"/>
        </w:rPr>
        <w:t xml:space="preserve"> اگر از اول قصد داشته باشد كه در بين ده روز به اطراف آنجا كه به قدر حد ترخص يا بيشتر دور باشد برود</w:t>
      </w:r>
      <w:r w:rsidR="000C4B14">
        <w:rPr>
          <w:rtl/>
          <w:lang w:bidi="fa-IR"/>
        </w:rPr>
        <w:t>،</w:t>
      </w:r>
      <w:r w:rsidRPr="003E3506">
        <w:rPr>
          <w:rtl/>
          <w:lang w:bidi="fa-IR"/>
        </w:rPr>
        <w:t xml:space="preserve"> اگر مدت رفتن و </w:t>
      </w:r>
      <w:r w:rsidRPr="003E3506">
        <w:rPr>
          <w:rtl/>
          <w:lang w:bidi="fa-IR"/>
        </w:rPr>
        <w:lastRenderedPageBreak/>
        <w:t>آمدنش به اندازه اى باشد كه در نظر عرف با اقامت ره روز منافات ندارد</w:t>
      </w:r>
      <w:r w:rsidR="000C4B14">
        <w:rPr>
          <w:rtl/>
          <w:lang w:bidi="fa-IR"/>
        </w:rPr>
        <w:t>،</w:t>
      </w:r>
      <w:r w:rsidRPr="003E3506">
        <w:rPr>
          <w:rtl/>
          <w:lang w:bidi="fa-IR"/>
        </w:rPr>
        <w:t xml:space="preserve"> نماز را تمام بخواند</w:t>
      </w:r>
      <w:r w:rsidR="000C4B14">
        <w:rPr>
          <w:rtl/>
          <w:lang w:bidi="fa-IR"/>
        </w:rPr>
        <w:t>،</w:t>
      </w:r>
      <w:r w:rsidRPr="003E3506">
        <w:rPr>
          <w:rtl/>
          <w:lang w:bidi="fa-IR"/>
        </w:rPr>
        <w:t xml:space="preserve"> و چنانچه منافات داشته باشد نماز را شكسته بجا آورد</w:t>
      </w:r>
      <w:r w:rsidR="000C4B14">
        <w:rPr>
          <w:rtl/>
          <w:lang w:bidi="fa-IR"/>
        </w:rPr>
        <w:t>،</w:t>
      </w:r>
      <w:r w:rsidRPr="003E3506">
        <w:rPr>
          <w:rtl/>
          <w:lang w:bidi="fa-IR"/>
        </w:rPr>
        <w:t xml:space="preserve"> مثلا اگر از اول قصد داشته باشد كه تمام يك روز و يا تمام يك شب از آنجا خارج شود</w:t>
      </w:r>
      <w:r w:rsidR="000C4B14">
        <w:rPr>
          <w:rtl/>
          <w:lang w:bidi="fa-IR"/>
        </w:rPr>
        <w:t>،</w:t>
      </w:r>
      <w:r w:rsidRPr="003E3506">
        <w:rPr>
          <w:rtl/>
          <w:lang w:bidi="fa-IR"/>
        </w:rPr>
        <w:t xml:space="preserve"> با قصد اقامت منافات دارد و بايد نماز را شكسته بجا آورد</w:t>
      </w:r>
      <w:r w:rsidR="000C4B14">
        <w:rPr>
          <w:rtl/>
          <w:lang w:bidi="fa-IR"/>
        </w:rPr>
        <w:t>،</w:t>
      </w:r>
      <w:r w:rsidRPr="003E3506">
        <w:rPr>
          <w:rtl/>
          <w:lang w:bidi="fa-IR"/>
        </w:rPr>
        <w:t xml:space="preserve"> ولى چنانچه قصدش اين باشد كه مثلا در نصف روز خارج شده و سپس برگردد</w:t>
      </w:r>
      <w:r w:rsidR="000C4B14">
        <w:rPr>
          <w:rtl/>
          <w:lang w:bidi="fa-IR"/>
        </w:rPr>
        <w:t>،</w:t>
      </w:r>
      <w:r w:rsidRPr="003E3506">
        <w:rPr>
          <w:rtl/>
          <w:lang w:bidi="fa-IR"/>
        </w:rPr>
        <w:t xml:space="preserve"> هر چند برگشتنش بعد از رسيدن شب باشد</w:t>
      </w:r>
      <w:r w:rsidR="000C4B14">
        <w:rPr>
          <w:rtl/>
          <w:lang w:bidi="fa-IR"/>
        </w:rPr>
        <w:t>،</w:t>
      </w:r>
      <w:r w:rsidRPr="003E3506">
        <w:rPr>
          <w:rtl/>
          <w:lang w:bidi="fa-IR"/>
        </w:rPr>
        <w:t xml:space="preserve"> بايد نماز را تمام بجا آورد</w:t>
      </w:r>
      <w:r w:rsidR="000C4B14">
        <w:rPr>
          <w:rtl/>
          <w:lang w:bidi="fa-IR"/>
        </w:rPr>
        <w:t>،</w:t>
      </w:r>
      <w:r w:rsidRPr="003E3506">
        <w:rPr>
          <w:rtl/>
          <w:lang w:bidi="fa-IR"/>
        </w:rPr>
        <w:t xml:space="preserve"> مگر در صورتى كه اين طور خارج شدن او به مقدارى تكرار شود كه عرفا بگويند در دو جا يا بيشتر اقامت دارد.</w:t>
      </w:r>
    </w:p>
    <w:p w:rsidR="003E3506" w:rsidRPr="003E3506" w:rsidRDefault="003E3506" w:rsidP="003E3506">
      <w:pPr>
        <w:pStyle w:val="libNormal"/>
        <w:rPr>
          <w:lang w:bidi="fa-IR"/>
        </w:rPr>
      </w:pPr>
      <w:r w:rsidRPr="003E3506">
        <w:rPr>
          <w:rtl/>
          <w:lang w:bidi="fa-IR"/>
        </w:rPr>
        <w:t>١٣٤٨ - مسافرى كه تصميم ندارد ده روز در محلى بماند</w:t>
      </w:r>
      <w:r w:rsidR="000C4B14">
        <w:rPr>
          <w:rtl/>
          <w:lang w:bidi="fa-IR"/>
        </w:rPr>
        <w:t>،</w:t>
      </w:r>
      <w:r w:rsidRPr="003E3506">
        <w:rPr>
          <w:rtl/>
          <w:lang w:bidi="fa-IR"/>
        </w:rPr>
        <w:t xml:space="preserve"> مثلا قصدش اين است كه اگر رفيقش بيايد</w:t>
      </w:r>
      <w:r w:rsidR="000C4B14">
        <w:rPr>
          <w:rtl/>
          <w:lang w:bidi="fa-IR"/>
        </w:rPr>
        <w:t>،</w:t>
      </w:r>
      <w:r w:rsidRPr="003E3506">
        <w:rPr>
          <w:rtl/>
          <w:lang w:bidi="fa-IR"/>
        </w:rPr>
        <w:t xml:space="preserve"> يا منزل خوبى پيدا كند</w:t>
      </w:r>
      <w:r w:rsidR="000C4B14">
        <w:rPr>
          <w:rtl/>
          <w:lang w:bidi="fa-IR"/>
        </w:rPr>
        <w:t>،</w:t>
      </w:r>
      <w:r w:rsidRPr="003E3506">
        <w:rPr>
          <w:rtl/>
          <w:lang w:bidi="fa-IR"/>
        </w:rPr>
        <w:t xml:space="preserve"> ده روز بماند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١٣٤٩ - كسى كه تصميم دارد ده روز در محلى بماند</w:t>
      </w:r>
      <w:r w:rsidR="000C4B14">
        <w:rPr>
          <w:rtl/>
          <w:lang w:bidi="fa-IR"/>
        </w:rPr>
        <w:t>،</w:t>
      </w:r>
      <w:r w:rsidRPr="003E3506">
        <w:rPr>
          <w:rtl/>
          <w:lang w:bidi="fa-IR"/>
        </w:rPr>
        <w:t xml:space="preserve"> اگر احتمال بدهد كه براى ماندن او مانعى برسد و آن احتمال از نظر عقلا قابل توجه باشد</w:t>
      </w:r>
      <w:r w:rsidR="000C4B14">
        <w:rPr>
          <w:rtl/>
          <w:lang w:bidi="fa-IR"/>
        </w:rPr>
        <w:t>،</w:t>
      </w:r>
      <w:r w:rsidRPr="003E3506">
        <w:rPr>
          <w:rtl/>
          <w:lang w:bidi="fa-IR"/>
        </w:rPr>
        <w:t xml:space="preserve"> بايد نماز را شكسته بخواند.</w:t>
      </w:r>
    </w:p>
    <w:p w:rsidR="003E3506" w:rsidRPr="003E3506" w:rsidRDefault="003E3506" w:rsidP="003E3506">
      <w:pPr>
        <w:pStyle w:val="libNormal"/>
        <w:rPr>
          <w:lang w:bidi="fa-IR"/>
        </w:rPr>
      </w:pPr>
      <w:r w:rsidRPr="003E3506">
        <w:rPr>
          <w:rtl/>
          <w:lang w:bidi="fa-IR"/>
        </w:rPr>
        <w:t>١٣٥٠ - اگر مسافر بداند كه مثلا ده روز يا بيشتر به آخر ماه مانده</w:t>
      </w:r>
      <w:r w:rsidR="000C4B14">
        <w:rPr>
          <w:rtl/>
          <w:lang w:bidi="fa-IR"/>
        </w:rPr>
        <w:t>،</w:t>
      </w:r>
      <w:r w:rsidRPr="003E3506">
        <w:rPr>
          <w:rtl/>
          <w:lang w:bidi="fa-IR"/>
        </w:rPr>
        <w:t xml:space="preserve"> و قصد كند كه تا آخر ماه در جايى بماند</w:t>
      </w:r>
      <w:r w:rsidR="000C4B14">
        <w:rPr>
          <w:rtl/>
          <w:lang w:bidi="fa-IR"/>
        </w:rPr>
        <w:t>،</w:t>
      </w:r>
      <w:r w:rsidRPr="003E3506">
        <w:rPr>
          <w:rtl/>
          <w:lang w:bidi="fa-IR"/>
        </w:rPr>
        <w:t xml:space="preserve"> بايد نماز را تمام بخواند</w:t>
      </w:r>
      <w:r w:rsidR="000C4B14">
        <w:rPr>
          <w:rtl/>
          <w:lang w:bidi="fa-IR"/>
        </w:rPr>
        <w:t>،</w:t>
      </w:r>
      <w:r w:rsidRPr="003E3506">
        <w:rPr>
          <w:rtl/>
          <w:lang w:bidi="fa-IR"/>
        </w:rPr>
        <w:t xml:space="preserve"> ولى اگر نداند تا آخر ماه چقدر مانده و قصد كند كه تا آخر ماه بماند</w:t>
      </w:r>
      <w:r w:rsidR="000C4B14">
        <w:rPr>
          <w:rtl/>
          <w:lang w:bidi="fa-IR"/>
        </w:rPr>
        <w:t>،</w:t>
      </w:r>
      <w:r w:rsidRPr="003E3506">
        <w:rPr>
          <w:rtl/>
          <w:lang w:bidi="fa-IR"/>
        </w:rPr>
        <w:t xml:space="preserve"> بايد نماز را شكسته بخواند</w:t>
      </w:r>
      <w:r w:rsidR="000C4B14">
        <w:rPr>
          <w:rtl/>
          <w:lang w:bidi="fa-IR"/>
        </w:rPr>
        <w:t>،</w:t>
      </w:r>
      <w:r w:rsidRPr="003E3506">
        <w:rPr>
          <w:rtl/>
          <w:lang w:bidi="fa-IR"/>
        </w:rPr>
        <w:t xml:space="preserve"> اگر چه از موقعى كه قصد كرده تا روز آخر ماه ده روز يا بيشتر باشد.</w:t>
      </w:r>
    </w:p>
    <w:p w:rsidR="003E3506" w:rsidRPr="003E3506" w:rsidRDefault="003E3506" w:rsidP="003E3506">
      <w:pPr>
        <w:pStyle w:val="libNormal"/>
        <w:rPr>
          <w:lang w:bidi="fa-IR"/>
        </w:rPr>
      </w:pPr>
      <w:r w:rsidRPr="003E3506">
        <w:rPr>
          <w:rtl/>
          <w:lang w:bidi="fa-IR"/>
        </w:rPr>
        <w:t>١٣٥١ - اگر مسافر قصد كند ده روز در محلى بماند</w:t>
      </w:r>
      <w:r w:rsidR="000C4B14">
        <w:rPr>
          <w:rtl/>
          <w:lang w:bidi="fa-IR"/>
        </w:rPr>
        <w:t>،</w:t>
      </w:r>
      <w:r w:rsidRPr="003E3506">
        <w:rPr>
          <w:rtl/>
          <w:lang w:bidi="fa-IR"/>
        </w:rPr>
        <w:t xml:space="preserve"> چنانچه پيش از خواندن يك نماز چهار ركعتى از ماندن منصرف شود يا مردد شود كه در آنجا بماند يا به جاى ديگر برود</w:t>
      </w:r>
      <w:r w:rsidR="000C4B14">
        <w:rPr>
          <w:rtl/>
          <w:lang w:bidi="fa-IR"/>
        </w:rPr>
        <w:t>،</w:t>
      </w:r>
      <w:r w:rsidRPr="003E3506">
        <w:rPr>
          <w:rtl/>
          <w:lang w:bidi="fa-IR"/>
        </w:rPr>
        <w:t xml:space="preserve"> بايد نماز را شكسته بخواند</w:t>
      </w:r>
      <w:r w:rsidR="000C4B14">
        <w:rPr>
          <w:rtl/>
          <w:lang w:bidi="fa-IR"/>
        </w:rPr>
        <w:t>،</w:t>
      </w:r>
      <w:r w:rsidRPr="003E3506">
        <w:rPr>
          <w:rtl/>
          <w:lang w:bidi="fa-IR"/>
        </w:rPr>
        <w:t xml:space="preserve"> ولى اگر بعد از خواندن يك نماز چهار ركعتى از ماندن منصرف شود يا مردد شود</w:t>
      </w:r>
      <w:r w:rsidR="000C4B14">
        <w:rPr>
          <w:rtl/>
          <w:lang w:bidi="fa-IR"/>
        </w:rPr>
        <w:t>،</w:t>
      </w:r>
      <w:r w:rsidRPr="003E3506">
        <w:rPr>
          <w:rtl/>
          <w:lang w:bidi="fa-IR"/>
        </w:rPr>
        <w:t xml:space="preserve"> تا وقتى كه در آنجا هست</w:t>
      </w:r>
      <w:r w:rsidR="000C4B14">
        <w:rPr>
          <w:rtl/>
          <w:lang w:bidi="fa-IR"/>
        </w:rPr>
        <w:t>،</w:t>
      </w:r>
      <w:r w:rsidRPr="003E3506">
        <w:rPr>
          <w:rtl/>
          <w:lang w:bidi="fa-IR"/>
        </w:rPr>
        <w:t xml:space="preserve"> بايد نماز را تمام بخواند.</w:t>
      </w:r>
    </w:p>
    <w:p w:rsidR="003E3506" w:rsidRPr="003E3506" w:rsidRDefault="003E3506" w:rsidP="003E3506">
      <w:pPr>
        <w:pStyle w:val="libNormal"/>
        <w:rPr>
          <w:lang w:bidi="fa-IR"/>
        </w:rPr>
      </w:pPr>
      <w:r w:rsidRPr="003E3506">
        <w:rPr>
          <w:rtl/>
          <w:lang w:bidi="fa-IR"/>
        </w:rPr>
        <w:t>١٣٥٢ - مسافرى كه قصد كرده ده روز در محلى بماند</w:t>
      </w:r>
      <w:r w:rsidR="000C4B14">
        <w:rPr>
          <w:rtl/>
          <w:lang w:bidi="fa-IR"/>
        </w:rPr>
        <w:t>،</w:t>
      </w:r>
      <w:r w:rsidRPr="003E3506">
        <w:rPr>
          <w:rtl/>
          <w:lang w:bidi="fa-IR"/>
        </w:rPr>
        <w:t xml:space="preserve"> اگر روزه بگيرد و بعد از ظهر از ماندن در آنجا منصرف شود</w:t>
      </w:r>
      <w:r w:rsidR="000C4B14">
        <w:rPr>
          <w:rtl/>
          <w:lang w:bidi="fa-IR"/>
        </w:rPr>
        <w:t>،</w:t>
      </w:r>
      <w:r w:rsidRPr="003E3506">
        <w:rPr>
          <w:rtl/>
          <w:lang w:bidi="fa-IR"/>
        </w:rPr>
        <w:t xml:space="preserve"> چنانچه يك نماز چهار ركعتى خوانده باشد تا وقتى كه در آنجا هست روزه هايش صحيح است و بايد نمازهاى خود را تمام بخواند</w:t>
      </w:r>
      <w:r w:rsidR="000C4B14">
        <w:rPr>
          <w:rtl/>
          <w:lang w:bidi="fa-IR"/>
        </w:rPr>
        <w:t>،</w:t>
      </w:r>
      <w:r w:rsidRPr="003E3506">
        <w:rPr>
          <w:rtl/>
          <w:lang w:bidi="fa-IR"/>
        </w:rPr>
        <w:t xml:space="preserve"> و اگر نماز چهار ركعتى </w:t>
      </w:r>
      <w:r w:rsidRPr="003E3506">
        <w:rPr>
          <w:rtl/>
          <w:lang w:bidi="fa-IR"/>
        </w:rPr>
        <w:lastRenderedPageBreak/>
        <w:t>نخوانده باشد</w:t>
      </w:r>
      <w:r w:rsidR="000C4B14">
        <w:rPr>
          <w:rtl/>
          <w:lang w:bidi="fa-IR"/>
        </w:rPr>
        <w:t>،</w:t>
      </w:r>
      <w:r w:rsidRPr="003E3506">
        <w:rPr>
          <w:rtl/>
          <w:lang w:bidi="fa-IR"/>
        </w:rPr>
        <w:t xml:space="preserve"> بايد احتياطا روزه آن روزش را تمام و آن را قضا نيز نمايد</w:t>
      </w:r>
      <w:r w:rsidR="000C4B14">
        <w:rPr>
          <w:rtl/>
          <w:lang w:bidi="fa-IR"/>
        </w:rPr>
        <w:t>،</w:t>
      </w:r>
      <w:r w:rsidRPr="003E3506">
        <w:rPr>
          <w:rtl/>
          <w:lang w:bidi="fa-IR"/>
        </w:rPr>
        <w:t xml:space="preserve"> و بايد نمازهاى خود را شكسته بخواند و روزهاى بعد هم نمى تواند روزه بگيرد.</w:t>
      </w:r>
    </w:p>
    <w:p w:rsidR="003E3506" w:rsidRPr="003E3506" w:rsidRDefault="003E3506" w:rsidP="003E3506">
      <w:pPr>
        <w:pStyle w:val="libNormal"/>
        <w:rPr>
          <w:lang w:bidi="fa-IR"/>
        </w:rPr>
      </w:pPr>
      <w:r w:rsidRPr="003E3506">
        <w:rPr>
          <w:rtl/>
          <w:lang w:bidi="fa-IR"/>
        </w:rPr>
        <w:t>١٣٥٣ - مسافرى كه قصد كرده ده روز در محلى بماند</w:t>
      </w:r>
      <w:r w:rsidR="000C4B14">
        <w:rPr>
          <w:rtl/>
          <w:lang w:bidi="fa-IR"/>
        </w:rPr>
        <w:t>،</w:t>
      </w:r>
      <w:r w:rsidRPr="003E3506">
        <w:rPr>
          <w:rtl/>
          <w:lang w:bidi="fa-IR"/>
        </w:rPr>
        <w:t xml:space="preserve"> اگر از ماندن منصرف شود و پيش از آنكه از قصد ماندن برگردد شك كند كه يك نماز چهار ركعتى خوانده يا نه بايد نمازهاى خود را شكسته بخواند.</w:t>
      </w:r>
    </w:p>
    <w:p w:rsidR="003E3506" w:rsidRPr="003E3506" w:rsidRDefault="003E3506" w:rsidP="003E3506">
      <w:pPr>
        <w:pStyle w:val="libNormal"/>
        <w:rPr>
          <w:lang w:bidi="fa-IR"/>
        </w:rPr>
      </w:pPr>
      <w:r w:rsidRPr="003E3506">
        <w:rPr>
          <w:rtl/>
          <w:lang w:bidi="fa-IR"/>
        </w:rPr>
        <w:t>١٣٥٤ - اگر مسافر به نيت اينكه نماز را شكسته بخواند مشغول نماز شود و در بين نماز تصميم بگيرد كه ده روز يا بيشتر بماند</w:t>
      </w:r>
      <w:r w:rsidR="000C4B14">
        <w:rPr>
          <w:rtl/>
          <w:lang w:bidi="fa-IR"/>
        </w:rPr>
        <w:t>،</w:t>
      </w:r>
      <w:r w:rsidRPr="003E3506">
        <w:rPr>
          <w:rtl/>
          <w:lang w:bidi="fa-IR"/>
        </w:rPr>
        <w:t xml:space="preserve"> بايد نماز را چهار ركعتى تمام نمايد.</w:t>
      </w:r>
    </w:p>
    <w:p w:rsidR="003E3506" w:rsidRPr="003E3506" w:rsidRDefault="003E3506" w:rsidP="003E3506">
      <w:pPr>
        <w:pStyle w:val="libNormal"/>
        <w:rPr>
          <w:lang w:bidi="fa-IR"/>
        </w:rPr>
      </w:pPr>
      <w:r w:rsidRPr="003E3506">
        <w:rPr>
          <w:rtl/>
          <w:lang w:bidi="fa-IR"/>
        </w:rPr>
        <w:t>١٣٥٥ - مسافرى كه قصد كرده ده روز در محلى بماند</w:t>
      </w:r>
      <w:r w:rsidR="000C4B14">
        <w:rPr>
          <w:rtl/>
          <w:lang w:bidi="fa-IR"/>
        </w:rPr>
        <w:t>،</w:t>
      </w:r>
      <w:r w:rsidRPr="003E3506">
        <w:rPr>
          <w:rtl/>
          <w:lang w:bidi="fa-IR"/>
        </w:rPr>
        <w:t xml:space="preserve"> اگر در بين نماز اول چهار ركعتى از قصد خود برگردد</w:t>
      </w:r>
      <w:r w:rsidR="000C4B14">
        <w:rPr>
          <w:rtl/>
          <w:lang w:bidi="fa-IR"/>
        </w:rPr>
        <w:t>،</w:t>
      </w:r>
      <w:r w:rsidRPr="003E3506">
        <w:rPr>
          <w:rtl/>
          <w:lang w:bidi="fa-IR"/>
        </w:rPr>
        <w:t xml:space="preserve"> چنانچه مشغول ركعت سوم نشده</w:t>
      </w:r>
      <w:r w:rsidR="000C4B14">
        <w:rPr>
          <w:rtl/>
          <w:lang w:bidi="fa-IR"/>
        </w:rPr>
        <w:t>،</w:t>
      </w:r>
      <w:r w:rsidRPr="003E3506">
        <w:rPr>
          <w:rtl/>
          <w:lang w:bidi="fa-IR"/>
        </w:rPr>
        <w:t xml:space="preserve"> بايد نماز را دو ركعتى تمام نمايد و بقيه نمازهاى خود را شكسته بخواند.</w:t>
      </w:r>
    </w:p>
    <w:p w:rsidR="003E3506" w:rsidRPr="003E3506" w:rsidRDefault="003E3506" w:rsidP="003E3506">
      <w:pPr>
        <w:pStyle w:val="libNormal"/>
        <w:rPr>
          <w:lang w:bidi="fa-IR"/>
        </w:rPr>
      </w:pPr>
      <w:r w:rsidRPr="003E3506">
        <w:rPr>
          <w:rtl/>
          <w:lang w:bidi="fa-IR"/>
        </w:rPr>
        <w:t>و همچنين است اگر مشغول ركعت سوم شده و به ركوع نرفته باشد كه بايد بنشيند و نماز را شكسته به آخر برساند</w:t>
      </w:r>
      <w:r w:rsidR="000C4B14">
        <w:rPr>
          <w:rtl/>
          <w:lang w:bidi="fa-IR"/>
        </w:rPr>
        <w:t>،</w:t>
      </w:r>
      <w:r w:rsidRPr="003E3506">
        <w:rPr>
          <w:rtl/>
          <w:lang w:bidi="fa-IR"/>
        </w:rPr>
        <w:t xml:space="preserve"> و اگر به ركوع رفته باشد مى تواند نمازش را به هم بزند و بايد آن را شكسته اعاده نمايد و تا وقتى كه در آنجا هست نماز را شكسته بخواند.</w:t>
      </w:r>
    </w:p>
    <w:p w:rsidR="003E3506" w:rsidRPr="003E3506" w:rsidRDefault="003E3506" w:rsidP="003E3506">
      <w:pPr>
        <w:pStyle w:val="libNormal"/>
        <w:rPr>
          <w:lang w:bidi="fa-IR"/>
        </w:rPr>
      </w:pPr>
      <w:r w:rsidRPr="003E3506">
        <w:rPr>
          <w:rtl/>
          <w:lang w:bidi="fa-IR"/>
        </w:rPr>
        <w:t>١٣٥٦ - مسافرى كه قصد كرده ده روز در محلى بماند</w:t>
      </w:r>
      <w:r w:rsidR="000C4B14">
        <w:rPr>
          <w:rtl/>
          <w:lang w:bidi="fa-IR"/>
        </w:rPr>
        <w:t>،</w:t>
      </w:r>
      <w:r w:rsidRPr="003E3506">
        <w:rPr>
          <w:rtl/>
          <w:lang w:bidi="fa-IR"/>
        </w:rPr>
        <w:t xml:space="preserve"> اگر بيشتر از ده روز در آنجا بماند</w:t>
      </w:r>
      <w:r w:rsidR="000C4B14">
        <w:rPr>
          <w:rtl/>
          <w:lang w:bidi="fa-IR"/>
        </w:rPr>
        <w:t>،</w:t>
      </w:r>
      <w:r w:rsidRPr="003E3506">
        <w:rPr>
          <w:rtl/>
          <w:lang w:bidi="fa-IR"/>
        </w:rPr>
        <w:t xml:space="preserve"> تا وقتى كه مسافرت نكرده</w:t>
      </w:r>
      <w:r w:rsidR="000C4B14">
        <w:rPr>
          <w:rtl/>
          <w:lang w:bidi="fa-IR"/>
        </w:rPr>
        <w:t>،</w:t>
      </w:r>
      <w:r w:rsidRPr="003E3506">
        <w:rPr>
          <w:rtl/>
          <w:lang w:bidi="fa-IR"/>
        </w:rPr>
        <w:t xml:space="preserve"> بايد نمازش را تمام بخواند و لازم نيست دوباره قصد ماندن ده روز كند.</w:t>
      </w:r>
    </w:p>
    <w:p w:rsidR="003E3506" w:rsidRPr="003E3506" w:rsidRDefault="003E3506" w:rsidP="003E3506">
      <w:pPr>
        <w:pStyle w:val="libNormal"/>
        <w:rPr>
          <w:lang w:bidi="fa-IR"/>
        </w:rPr>
      </w:pPr>
      <w:r w:rsidRPr="003E3506">
        <w:rPr>
          <w:rtl/>
          <w:lang w:bidi="fa-IR"/>
        </w:rPr>
        <w:t>١٣٥٧ - مسافرى كه قصد كرده ده روز در محلى بماند</w:t>
      </w:r>
      <w:r w:rsidR="000C4B14">
        <w:rPr>
          <w:rtl/>
          <w:lang w:bidi="fa-IR"/>
        </w:rPr>
        <w:t>،</w:t>
      </w:r>
      <w:r w:rsidRPr="003E3506">
        <w:rPr>
          <w:rtl/>
          <w:lang w:bidi="fa-IR"/>
        </w:rPr>
        <w:t xml:space="preserve"> بايد روزه واجب را بگيرد و مى تواند روزه مستحبى را هم بجا آورد و نافله ظهر و عصر و عشا را هم بخواند.</w:t>
      </w:r>
    </w:p>
    <w:p w:rsidR="003E3506" w:rsidRPr="003E3506" w:rsidRDefault="003E3506" w:rsidP="003E3506">
      <w:pPr>
        <w:pStyle w:val="libNormal"/>
        <w:rPr>
          <w:lang w:bidi="fa-IR"/>
        </w:rPr>
      </w:pPr>
      <w:r w:rsidRPr="003E3506">
        <w:rPr>
          <w:rtl/>
          <w:lang w:bidi="fa-IR"/>
        </w:rPr>
        <w:t>١٣٥٨ - مسافرى كه قصد كرده ده روز در محلى بماند</w:t>
      </w:r>
      <w:r w:rsidR="000C4B14">
        <w:rPr>
          <w:rtl/>
          <w:lang w:bidi="fa-IR"/>
        </w:rPr>
        <w:t>،</w:t>
      </w:r>
      <w:r w:rsidRPr="003E3506">
        <w:rPr>
          <w:rtl/>
          <w:lang w:bidi="fa-IR"/>
        </w:rPr>
        <w:t xml:space="preserve"> اگر بعد از خواندن يك نماز چهار ركعت ادائى</w:t>
      </w:r>
      <w:r w:rsidR="000C4B14">
        <w:rPr>
          <w:rtl/>
          <w:lang w:bidi="fa-IR"/>
        </w:rPr>
        <w:t>،</w:t>
      </w:r>
      <w:r w:rsidRPr="003E3506">
        <w:rPr>
          <w:rtl/>
          <w:lang w:bidi="fa-IR"/>
        </w:rPr>
        <w:t xml:space="preserve"> يا بعد از ماندن ده روز - اگر چه يك نماز تمام هم نخوانده باشد - بخواهد به جايى كه كمتر از چهار فرسخ است برود و برگردد و دوباره در جاى اول خود ده روز يا كمتر بماند</w:t>
      </w:r>
      <w:r w:rsidR="000C4B14">
        <w:rPr>
          <w:rtl/>
          <w:lang w:bidi="fa-IR"/>
        </w:rPr>
        <w:t>،</w:t>
      </w:r>
      <w:r w:rsidRPr="003E3506">
        <w:rPr>
          <w:rtl/>
          <w:lang w:bidi="fa-IR"/>
        </w:rPr>
        <w:t xml:space="preserve"> از وقتى كه مى رود تا وقتى كه برمى گردد و بعد از برگشتن بايد نماز را تمام بخواند</w:t>
      </w:r>
      <w:r w:rsidR="000C4B14">
        <w:rPr>
          <w:rtl/>
          <w:lang w:bidi="fa-IR"/>
        </w:rPr>
        <w:t>،</w:t>
      </w:r>
      <w:r w:rsidRPr="003E3506">
        <w:rPr>
          <w:rtl/>
          <w:lang w:bidi="fa-IR"/>
        </w:rPr>
        <w:t xml:space="preserve"> ولى </w:t>
      </w:r>
      <w:r w:rsidRPr="003E3506">
        <w:rPr>
          <w:rtl/>
          <w:lang w:bidi="fa-IR"/>
        </w:rPr>
        <w:lastRenderedPageBreak/>
        <w:t>اگر برگشتن به محل اقامتش فقط از اين جهت باشد كه در طريق سفرش واقع شده است و سفر او مسافت شرعيه باشد</w:t>
      </w:r>
      <w:r w:rsidR="000C4B14">
        <w:rPr>
          <w:rtl/>
          <w:lang w:bidi="fa-IR"/>
        </w:rPr>
        <w:t>،</w:t>
      </w:r>
      <w:r w:rsidRPr="003E3506">
        <w:rPr>
          <w:rtl/>
          <w:lang w:bidi="fa-IR"/>
        </w:rPr>
        <w:t xml:space="preserve"> لازم است در رفتن و برگشتن و در محل اقامت نماز را شكسته بخواند.</w:t>
      </w:r>
    </w:p>
    <w:p w:rsidR="003E3506" w:rsidRPr="003E3506" w:rsidRDefault="003E3506" w:rsidP="003E3506">
      <w:pPr>
        <w:pStyle w:val="libNormal"/>
        <w:rPr>
          <w:lang w:bidi="fa-IR"/>
        </w:rPr>
      </w:pPr>
      <w:r w:rsidRPr="003E3506">
        <w:rPr>
          <w:rtl/>
          <w:lang w:bidi="fa-IR"/>
        </w:rPr>
        <w:t>١٣٥٩ - مسافرى كه قصد كرده ده روز در محلى بماند</w:t>
      </w:r>
      <w:r w:rsidR="000C4B14">
        <w:rPr>
          <w:rtl/>
          <w:lang w:bidi="fa-IR"/>
        </w:rPr>
        <w:t>،</w:t>
      </w:r>
      <w:r w:rsidRPr="003E3506">
        <w:rPr>
          <w:rtl/>
          <w:lang w:bidi="fa-IR"/>
        </w:rPr>
        <w:t xml:space="preserve"> اگر بعد از خواندن يك نماز چهار ركعت ادائى بخواهد به جاى ديگرى كه كمتر از هشت فرسخ است برود و ده روز در آنجا بماند</w:t>
      </w:r>
      <w:r w:rsidR="000C4B14">
        <w:rPr>
          <w:rtl/>
          <w:lang w:bidi="fa-IR"/>
        </w:rPr>
        <w:t>،</w:t>
      </w:r>
      <w:r w:rsidRPr="003E3506">
        <w:rPr>
          <w:rtl/>
          <w:lang w:bidi="fa-IR"/>
        </w:rPr>
        <w:t xml:space="preserve"> در رفتن و در محلى كه قصد ماندن ده روز دارد</w:t>
      </w:r>
      <w:r w:rsidR="000C4B14">
        <w:rPr>
          <w:rtl/>
          <w:lang w:bidi="fa-IR"/>
        </w:rPr>
        <w:t>،</w:t>
      </w:r>
      <w:r w:rsidRPr="003E3506">
        <w:rPr>
          <w:rtl/>
          <w:lang w:bidi="fa-IR"/>
        </w:rPr>
        <w:t xml:space="preserve"> بايد نمازهاى خود را تمام بخواند</w:t>
      </w:r>
      <w:r w:rsidR="000C4B14">
        <w:rPr>
          <w:rtl/>
          <w:lang w:bidi="fa-IR"/>
        </w:rPr>
        <w:t>،</w:t>
      </w:r>
      <w:r w:rsidRPr="003E3506">
        <w:rPr>
          <w:rtl/>
          <w:lang w:bidi="fa-IR"/>
        </w:rPr>
        <w:t xml:space="preserve"> ولى اگر محلى كه مى خواهد برود هشت فرسخ يا بيشتر باشد</w:t>
      </w:r>
      <w:r w:rsidR="000C4B14">
        <w:rPr>
          <w:rtl/>
          <w:lang w:bidi="fa-IR"/>
        </w:rPr>
        <w:t>،</w:t>
      </w:r>
      <w:r w:rsidRPr="003E3506">
        <w:rPr>
          <w:rtl/>
          <w:lang w:bidi="fa-IR"/>
        </w:rPr>
        <w:t xml:space="preserve"> بايد موقع رفتن نمازهاى خود را شكسته بخواند و چنانچه نخواهد ده روز در آنجا بماند بايد مدتى كه در آنجا مى ماند نيز نمازهاى خود را شكسته بخواند.</w:t>
      </w:r>
    </w:p>
    <w:p w:rsidR="003E3506" w:rsidRPr="003E3506" w:rsidRDefault="003E3506" w:rsidP="003E3506">
      <w:pPr>
        <w:pStyle w:val="libNormal"/>
        <w:rPr>
          <w:lang w:bidi="fa-IR"/>
        </w:rPr>
      </w:pPr>
      <w:r w:rsidRPr="003E3506">
        <w:rPr>
          <w:rtl/>
          <w:lang w:bidi="fa-IR"/>
        </w:rPr>
        <w:t>١٣٦٠ - مسافرى كه قصد كرده ده روز در محلى بماند</w:t>
      </w:r>
      <w:r w:rsidR="000C4B14">
        <w:rPr>
          <w:rtl/>
          <w:lang w:bidi="fa-IR"/>
        </w:rPr>
        <w:t>،</w:t>
      </w:r>
      <w:r w:rsidRPr="003E3506">
        <w:rPr>
          <w:rtl/>
          <w:lang w:bidi="fa-IR"/>
        </w:rPr>
        <w:t xml:space="preserve"> اگر بعد از خواندن يك نماز چهار ركعت ادائى بخواهد به جايى كه كمتر از چهار فرسخ است برود</w:t>
      </w:r>
      <w:r w:rsidR="000C4B14">
        <w:rPr>
          <w:rtl/>
          <w:lang w:bidi="fa-IR"/>
        </w:rPr>
        <w:t>،</w:t>
      </w:r>
      <w:r w:rsidRPr="003E3506">
        <w:rPr>
          <w:rtl/>
          <w:lang w:bidi="fa-IR"/>
        </w:rPr>
        <w:t xml:space="preserve"> چنانچه مردد باشد كه به محل اولش برگردد يا نه</w:t>
      </w:r>
      <w:r w:rsidR="000C4B14">
        <w:rPr>
          <w:rtl/>
          <w:lang w:bidi="fa-IR"/>
        </w:rPr>
        <w:t>،</w:t>
      </w:r>
      <w:r w:rsidRPr="003E3506">
        <w:rPr>
          <w:rtl/>
          <w:lang w:bidi="fa-IR"/>
        </w:rPr>
        <w:t xml:space="preserve"> يا به كلى از برگشتن به آنجا غافل باشد</w:t>
      </w:r>
      <w:r w:rsidR="000C4B14">
        <w:rPr>
          <w:rtl/>
          <w:lang w:bidi="fa-IR"/>
        </w:rPr>
        <w:t>،</w:t>
      </w:r>
      <w:r w:rsidRPr="003E3506">
        <w:rPr>
          <w:rtl/>
          <w:lang w:bidi="fa-IR"/>
        </w:rPr>
        <w:t xml:space="preserve"> يا بخواهد برگردد</w:t>
      </w:r>
      <w:r w:rsidR="000C4B14">
        <w:rPr>
          <w:rtl/>
          <w:lang w:bidi="fa-IR"/>
        </w:rPr>
        <w:t>،</w:t>
      </w:r>
      <w:r w:rsidRPr="003E3506">
        <w:rPr>
          <w:rtl/>
          <w:lang w:bidi="fa-IR"/>
        </w:rPr>
        <w:t xml:space="preserve"> ولى مردد باشد كه ده روز آنجا بماند يا نه</w:t>
      </w:r>
      <w:r w:rsidR="000C4B14">
        <w:rPr>
          <w:rtl/>
          <w:lang w:bidi="fa-IR"/>
        </w:rPr>
        <w:t>،</w:t>
      </w:r>
      <w:r w:rsidRPr="003E3506">
        <w:rPr>
          <w:rtl/>
          <w:lang w:bidi="fa-IR"/>
        </w:rPr>
        <w:t xml:space="preserve"> يا آنكه از ده روز ماندن در آنجا و مسافرت از آنجا غافل باشد</w:t>
      </w:r>
      <w:r w:rsidR="000C4B14">
        <w:rPr>
          <w:rtl/>
          <w:lang w:bidi="fa-IR"/>
        </w:rPr>
        <w:t>،</w:t>
      </w:r>
      <w:r w:rsidRPr="003E3506">
        <w:rPr>
          <w:rtl/>
          <w:lang w:bidi="fa-IR"/>
        </w:rPr>
        <w:t xml:space="preserve"> بايد از وقتى كه مى رود تا وقتى كه برمى گردد و بعد از برگشتن</w:t>
      </w:r>
      <w:r w:rsidR="000C4B14">
        <w:rPr>
          <w:rtl/>
          <w:lang w:bidi="fa-IR"/>
        </w:rPr>
        <w:t>،</w:t>
      </w:r>
      <w:r w:rsidRPr="003E3506">
        <w:rPr>
          <w:rtl/>
          <w:lang w:bidi="fa-IR"/>
        </w:rPr>
        <w:t xml:space="preserve"> نمازهاى خود را تمام بخواند.</w:t>
      </w:r>
    </w:p>
    <w:p w:rsidR="003E3506" w:rsidRPr="003E3506" w:rsidRDefault="003E3506" w:rsidP="003E3506">
      <w:pPr>
        <w:pStyle w:val="libNormal"/>
        <w:rPr>
          <w:lang w:bidi="fa-IR"/>
        </w:rPr>
      </w:pPr>
      <w:r w:rsidRPr="003E3506">
        <w:rPr>
          <w:rtl/>
          <w:lang w:bidi="fa-IR"/>
        </w:rPr>
        <w:t>١٣٦١ - اگر به خيال اينكه رفقايش مى خواهند ده روز در محلى بمانند قصد كند كه ده روز در آنجا بماند</w:t>
      </w:r>
      <w:r w:rsidR="000C4B14">
        <w:rPr>
          <w:rtl/>
          <w:lang w:bidi="fa-IR"/>
        </w:rPr>
        <w:t>،</w:t>
      </w:r>
      <w:r w:rsidRPr="003E3506">
        <w:rPr>
          <w:rtl/>
          <w:lang w:bidi="fa-IR"/>
        </w:rPr>
        <w:t xml:space="preserve"> و بعد از خواندن يك نماز چهار ركعت ادائى بفهمد كه آنها قصد نكرده اند</w:t>
      </w:r>
      <w:r w:rsidR="000C4B14">
        <w:rPr>
          <w:rtl/>
          <w:lang w:bidi="fa-IR"/>
        </w:rPr>
        <w:t>،</w:t>
      </w:r>
      <w:r w:rsidRPr="003E3506">
        <w:rPr>
          <w:rtl/>
          <w:lang w:bidi="fa-IR"/>
        </w:rPr>
        <w:t xml:space="preserve"> اگر چه خودش هم از ماندن منصرف شود</w:t>
      </w:r>
      <w:r w:rsidR="000C4B14">
        <w:rPr>
          <w:rtl/>
          <w:lang w:bidi="fa-IR"/>
        </w:rPr>
        <w:t>،</w:t>
      </w:r>
      <w:r w:rsidRPr="003E3506">
        <w:rPr>
          <w:rtl/>
          <w:lang w:bidi="fa-IR"/>
        </w:rPr>
        <w:t xml:space="preserve"> تا مدتى كه در آنجا هست</w:t>
      </w:r>
      <w:r w:rsidR="000C4B14">
        <w:rPr>
          <w:rtl/>
          <w:lang w:bidi="fa-IR"/>
        </w:rPr>
        <w:t>،</w:t>
      </w:r>
      <w:r w:rsidRPr="003E3506">
        <w:rPr>
          <w:rtl/>
          <w:lang w:bidi="fa-IR"/>
        </w:rPr>
        <w:t xml:space="preserve"> بايد نماز را تمام بخواند.</w:t>
      </w:r>
    </w:p>
    <w:p w:rsidR="003E3506" w:rsidRPr="003E3506" w:rsidRDefault="003E3506" w:rsidP="003E3506">
      <w:pPr>
        <w:pStyle w:val="libNormal"/>
        <w:rPr>
          <w:lang w:bidi="fa-IR"/>
        </w:rPr>
      </w:pPr>
      <w:r w:rsidRPr="003E3506">
        <w:rPr>
          <w:rtl/>
          <w:lang w:bidi="fa-IR"/>
        </w:rPr>
        <w:t>١٣٦٢ - اگر مسافر اتفاقا سى روز در محلى بماند</w:t>
      </w:r>
      <w:r w:rsidR="000C4B14">
        <w:rPr>
          <w:rtl/>
          <w:lang w:bidi="fa-IR"/>
        </w:rPr>
        <w:t>،</w:t>
      </w:r>
      <w:r w:rsidRPr="003E3506">
        <w:rPr>
          <w:rtl/>
          <w:lang w:bidi="fa-IR"/>
        </w:rPr>
        <w:t xml:space="preserve"> مثلا در تمام سى روز در رفتن و ماندن مردد باشد</w:t>
      </w:r>
      <w:r w:rsidR="000C4B14">
        <w:rPr>
          <w:rtl/>
          <w:lang w:bidi="fa-IR"/>
        </w:rPr>
        <w:t>،</w:t>
      </w:r>
      <w:r w:rsidRPr="003E3506">
        <w:rPr>
          <w:rtl/>
          <w:lang w:bidi="fa-IR"/>
        </w:rPr>
        <w:t xml:space="preserve"> بعد از گذشتن سى روز اگر چه مقدار كمى در آنجا بماند</w:t>
      </w:r>
      <w:r w:rsidR="000C4B14">
        <w:rPr>
          <w:rtl/>
          <w:lang w:bidi="fa-IR"/>
        </w:rPr>
        <w:t>،</w:t>
      </w:r>
      <w:r w:rsidRPr="003E3506">
        <w:rPr>
          <w:rtl/>
          <w:lang w:bidi="fa-IR"/>
        </w:rPr>
        <w:t xml:space="preserve"> بايد نماز را تمام بخواند.</w:t>
      </w:r>
    </w:p>
    <w:p w:rsidR="003E3506" w:rsidRPr="003E3506" w:rsidRDefault="003E3506" w:rsidP="003E3506">
      <w:pPr>
        <w:pStyle w:val="libNormal"/>
        <w:rPr>
          <w:lang w:bidi="fa-IR"/>
        </w:rPr>
      </w:pPr>
      <w:r w:rsidRPr="003E3506">
        <w:rPr>
          <w:rtl/>
          <w:lang w:bidi="fa-IR"/>
        </w:rPr>
        <w:t>١٣٦٣ - مسافرى كه مى خواهد نه روز يا كمتر در محلى بماند</w:t>
      </w:r>
      <w:r w:rsidR="000C4B14">
        <w:rPr>
          <w:rtl/>
          <w:lang w:bidi="fa-IR"/>
        </w:rPr>
        <w:t>،</w:t>
      </w:r>
      <w:r w:rsidRPr="003E3506">
        <w:rPr>
          <w:rtl/>
          <w:lang w:bidi="fa-IR"/>
        </w:rPr>
        <w:t xml:space="preserve"> اگر بعد از آنكه نه روز يا كمتر در آنجا ماند</w:t>
      </w:r>
      <w:r w:rsidR="000C4B14">
        <w:rPr>
          <w:rtl/>
          <w:lang w:bidi="fa-IR"/>
        </w:rPr>
        <w:t>،</w:t>
      </w:r>
      <w:r w:rsidRPr="003E3506">
        <w:rPr>
          <w:rtl/>
          <w:lang w:bidi="fa-IR"/>
        </w:rPr>
        <w:t xml:space="preserve"> بخواهد دوباره نه روز ديگر يا كمتر بماند</w:t>
      </w:r>
      <w:r w:rsidR="000C4B14">
        <w:rPr>
          <w:rtl/>
          <w:lang w:bidi="fa-IR"/>
        </w:rPr>
        <w:t>،</w:t>
      </w:r>
      <w:r w:rsidRPr="003E3506">
        <w:rPr>
          <w:rtl/>
          <w:lang w:bidi="fa-IR"/>
        </w:rPr>
        <w:t xml:space="preserve"> و همينطور تا سى روز</w:t>
      </w:r>
      <w:r w:rsidR="000C4B14">
        <w:rPr>
          <w:rtl/>
          <w:lang w:bidi="fa-IR"/>
        </w:rPr>
        <w:t>،</w:t>
      </w:r>
      <w:r w:rsidRPr="003E3506">
        <w:rPr>
          <w:rtl/>
          <w:lang w:bidi="fa-IR"/>
        </w:rPr>
        <w:t xml:space="preserve"> روز سى و يكم بايد نماز را تمام بخواند.</w:t>
      </w:r>
    </w:p>
    <w:p w:rsidR="003E3506" w:rsidRPr="003E3506" w:rsidRDefault="003E3506" w:rsidP="003E3506">
      <w:pPr>
        <w:pStyle w:val="libNormal"/>
        <w:rPr>
          <w:lang w:bidi="fa-IR"/>
        </w:rPr>
      </w:pPr>
      <w:r w:rsidRPr="003E3506">
        <w:rPr>
          <w:rtl/>
          <w:lang w:bidi="fa-IR"/>
        </w:rPr>
        <w:lastRenderedPageBreak/>
        <w:t>١٣٦٤ - مسافر بعد از سى روز</w:t>
      </w:r>
      <w:r w:rsidR="000C4B14">
        <w:rPr>
          <w:rtl/>
          <w:lang w:bidi="fa-IR"/>
        </w:rPr>
        <w:t>،</w:t>
      </w:r>
      <w:r w:rsidRPr="003E3506">
        <w:rPr>
          <w:rtl/>
          <w:lang w:bidi="fa-IR"/>
        </w:rPr>
        <w:t xml:space="preserve"> در صورتى بايد نماز را تمام بخواند كه سى روز را در يك جا بماند</w:t>
      </w:r>
      <w:r w:rsidR="000C4B14">
        <w:rPr>
          <w:rtl/>
          <w:lang w:bidi="fa-IR"/>
        </w:rPr>
        <w:t>،</w:t>
      </w:r>
      <w:r w:rsidRPr="003E3506">
        <w:rPr>
          <w:rtl/>
          <w:lang w:bidi="fa-IR"/>
        </w:rPr>
        <w:t xml:space="preserve"> پس اگر مقدارى از آن را در جايى و مقدارى را در جاى ديگر بماند</w:t>
      </w:r>
      <w:r w:rsidR="000C4B14">
        <w:rPr>
          <w:rtl/>
          <w:lang w:bidi="fa-IR"/>
        </w:rPr>
        <w:t>،</w:t>
      </w:r>
      <w:r w:rsidRPr="003E3506">
        <w:rPr>
          <w:rtl/>
          <w:lang w:bidi="fa-IR"/>
        </w:rPr>
        <w:t xml:space="preserve"> بعد از سى روز هم بايد نماز را شكسته بخواند.</w:t>
      </w:r>
    </w:p>
    <w:p w:rsidR="003E3506" w:rsidRDefault="00605FAB" w:rsidP="00E165AA">
      <w:pPr>
        <w:pStyle w:val="Heading3"/>
        <w:rPr>
          <w:rtl/>
          <w:lang w:bidi="fa-IR"/>
        </w:rPr>
      </w:pPr>
      <w:bookmarkStart w:id="158" w:name="_Toc24454581"/>
      <w:r>
        <w:rPr>
          <w:rtl/>
          <w:lang w:bidi="fa-IR"/>
        </w:rPr>
        <w:t>(</w:t>
      </w:r>
      <w:r w:rsidR="003E3506" w:rsidRPr="003E3506">
        <w:rPr>
          <w:rtl/>
          <w:lang w:bidi="fa-IR"/>
        </w:rPr>
        <w:t>مسايل متفرقه</w:t>
      </w:r>
      <w:r>
        <w:rPr>
          <w:rtl/>
          <w:lang w:bidi="fa-IR"/>
        </w:rPr>
        <w:t>)</w:t>
      </w:r>
      <w:bookmarkEnd w:id="158"/>
    </w:p>
    <w:p w:rsidR="003E3506" w:rsidRPr="003E3506" w:rsidRDefault="003E3506" w:rsidP="003E3506">
      <w:pPr>
        <w:pStyle w:val="libNormal"/>
        <w:rPr>
          <w:lang w:bidi="fa-IR"/>
        </w:rPr>
      </w:pPr>
      <w:r w:rsidRPr="003E3506">
        <w:rPr>
          <w:rtl/>
          <w:lang w:bidi="fa-IR"/>
        </w:rPr>
        <w:t xml:space="preserve">١٣٦٥ - مسافر مى تواند در مسجد الحرام و مسجد پيغمبر </w:t>
      </w:r>
      <w:r w:rsidR="00884B11" w:rsidRPr="00884B11">
        <w:rPr>
          <w:rStyle w:val="libAlaemChar"/>
          <w:rtl/>
        </w:rPr>
        <w:t>صلى‌الله‌عليه‌وآله‌وسلم</w:t>
      </w:r>
      <w:r w:rsidRPr="003E3506">
        <w:rPr>
          <w:rtl/>
          <w:lang w:bidi="fa-IR"/>
        </w:rPr>
        <w:t xml:space="preserve"> و مسجد كوفه بلكه در تمام شهر مكه و مدينه و كوفه نمازش را تمام بخواند و نيز مسافر مى تواند در حرم حضرت سيد الشهداء </w:t>
      </w:r>
      <w:r w:rsidR="001B16BC" w:rsidRPr="001B16BC">
        <w:rPr>
          <w:rStyle w:val="libAlaemChar"/>
          <w:rtl/>
        </w:rPr>
        <w:t>عليه‌السلام</w:t>
      </w:r>
      <w:r w:rsidRPr="003E3506">
        <w:rPr>
          <w:rtl/>
          <w:lang w:bidi="fa-IR"/>
        </w:rPr>
        <w:t xml:space="preserve"> تا مقدار بيست و پنج ذراع دورتر از قبر مقدس نمازش را تمام بخواند.</w:t>
      </w:r>
    </w:p>
    <w:p w:rsidR="003E3506" w:rsidRPr="003E3506" w:rsidRDefault="003E3506" w:rsidP="003E3506">
      <w:pPr>
        <w:pStyle w:val="libNormal"/>
        <w:rPr>
          <w:lang w:bidi="fa-IR"/>
        </w:rPr>
      </w:pPr>
      <w:r w:rsidRPr="003E3506">
        <w:rPr>
          <w:rtl/>
          <w:lang w:bidi="fa-IR"/>
        </w:rPr>
        <w:t>١٣٦٦ - كسى كه مى داند مسافر است و بايد نماز را شكسته بخواند</w:t>
      </w:r>
      <w:r w:rsidR="000C4B14">
        <w:rPr>
          <w:rtl/>
          <w:lang w:bidi="fa-IR"/>
        </w:rPr>
        <w:t>،</w:t>
      </w:r>
      <w:r w:rsidRPr="003E3506">
        <w:rPr>
          <w:rtl/>
          <w:lang w:bidi="fa-IR"/>
        </w:rPr>
        <w:t xml:space="preserve"> اگر در غير چهار جايى كه در مساله پيش گفته شد عمدا تمام بخواند نمازش باطل است</w:t>
      </w:r>
      <w:r w:rsidR="000C4B14">
        <w:rPr>
          <w:rtl/>
          <w:lang w:bidi="fa-IR"/>
        </w:rPr>
        <w:t>،</w:t>
      </w:r>
      <w:r w:rsidRPr="003E3506">
        <w:rPr>
          <w:rtl/>
          <w:lang w:bidi="fa-IR"/>
        </w:rPr>
        <w:t xml:space="preserve"> و همچنين است اگر فراموش كند كه نماز مسافر شكسته است و تمام بخواند</w:t>
      </w:r>
      <w:r w:rsidR="000C4B14">
        <w:rPr>
          <w:rtl/>
          <w:lang w:bidi="fa-IR"/>
        </w:rPr>
        <w:t>،</w:t>
      </w:r>
      <w:r w:rsidRPr="003E3506">
        <w:rPr>
          <w:rtl/>
          <w:lang w:bidi="fa-IR"/>
        </w:rPr>
        <w:t xml:space="preserve"> ولى در صورت فراموشى اگر بعد از وقت يادش بيايد قضا لازم نيست</w:t>
      </w:r>
      <w:r w:rsidR="000C4B14">
        <w:rPr>
          <w:rtl/>
          <w:lang w:bidi="fa-IR"/>
        </w:rPr>
        <w:t>.</w:t>
      </w:r>
    </w:p>
    <w:p w:rsidR="003E3506" w:rsidRPr="003E3506" w:rsidRDefault="003E3506" w:rsidP="003E3506">
      <w:pPr>
        <w:pStyle w:val="libNormal"/>
        <w:rPr>
          <w:lang w:bidi="fa-IR"/>
        </w:rPr>
      </w:pPr>
      <w:r w:rsidRPr="003E3506">
        <w:rPr>
          <w:rtl/>
          <w:lang w:bidi="fa-IR"/>
        </w:rPr>
        <w:t>١٣٦٧ - كسى كه مى داند مسافر است و بايد نماز را شكسته بخواند</w:t>
      </w:r>
      <w:r w:rsidR="000C4B14">
        <w:rPr>
          <w:rtl/>
          <w:lang w:bidi="fa-IR"/>
        </w:rPr>
        <w:t>،</w:t>
      </w:r>
      <w:r w:rsidRPr="003E3506">
        <w:rPr>
          <w:rtl/>
          <w:lang w:bidi="fa-IR"/>
        </w:rPr>
        <w:t xml:space="preserve"> اگر سهوا تمام بخواند چنانچه در اثناء وقت ملتفت شود</w:t>
      </w:r>
      <w:r w:rsidR="000C4B14">
        <w:rPr>
          <w:rtl/>
          <w:lang w:bidi="fa-IR"/>
        </w:rPr>
        <w:t>،</w:t>
      </w:r>
      <w:r w:rsidRPr="003E3506">
        <w:rPr>
          <w:rtl/>
          <w:lang w:bidi="fa-IR"/>
        </w:rPr>
        <w:t xml:space="preserve"> بايد نماز را اعاده كند و اگر پس از گذشت وقت ملتفت شود بايد بنابر احتياط قضا نمايد.</w:t>
      </w:r>
    </w:p>
    <w:p w:rsidR="003E3506" w:rsidRPr="003E3506" w:rsidRDefault="003E3506" w:rsidP="003E3506">
      <w:pPr>
        <w:pStyle w:val="libNormal"/>
        <w:rPr>
          <w:lang w:bidi="fa-IR"/>
        </w:rPr>
      </w:pPr>
      <w:r w:rsidRPr="003E3506">
        <w:rPr>
          <w:rtl/>
          <w:lang w:bidi="fa-IR"/>
        </w:rPr>
        <w:t>١٣٦٨ - مسافرى كه نمى داند بايد نماز را شكسته بخواند</w:t>
      </w:r>
      <w:r w:rsidR="000C4B14">
        <w:rPr>
          <w:rtl/>
          <w:lang w:bidi="fa-IR"/>
        </w:rPr>
        <w:t>،</w:t>
      </w:r>
      <w:r w:rsidRPr="003E3506">
        <w:rPr>
          <w:rtl/>
          <w:lang w:bidi="fa-IR"/>
        </w:rPr>
        <w:t xml:space="preserve"> اگر تمام بخواند نمازش صحيح است</w:t>
      </w:r>
      <w:r w:rsidR="000C4B14">
        <w:rPr>
          <w:rtl/>
          <w:lang w:bidi="fa-IR"/>
        </w:rPr>
        <w:t>.</w:t>
      </w:r>
    </w:p>
    <w:p w:rsidR="003E3506" w:rsidRPr="003E3506" w:rsidRDefault="003E3506" w:rsidP="003E3506">
      <w:pPr>
        <w:pStyle w:val="libNormal"/>
        <w:rPr>
          <w:lang w:bidi="fa-IR"/>
        </w:rPr>
      </w:pPr>
      <w:r w:rsidRPr="003E3506">
        <w:rPr>
          <w:rtl/>
          <w:lang w:bidi="fa-IR"/>
        </w:rPr>
        <w:t>١٣٦٩ - مسافرى كه مى داند بايد نماز را شكسته بخواند اگر بعضى از خصوصيات آن را نداند</w:t>
      </w:r>
      <w:r w:rsidR="000C4B14">
        <w:rPr>
          <w:rtl/>
          <w:lang w:bidi="fa-IR"/>
        </w:rPr>
        <w:t>،</w:t>
      </w:r>
      <w:r w:rsidRPr="003E3506">
        <w:rPr>
          <w:rtl/>
          <w:lang w:bidi="fa-IR"/>
        </w:rPr>
        <w:t xml:space="preserve"> مثلا نداند كه در سفر هشت فرسخى بايد شكسته بخواند</w:t>
      </w:r>
      <w:r w:rsidR="000C4B14">
        <w:rPr>
          <w:rtl/>
          <w:lang w:bidi="fa-IR"/>
        </w:rPr>
        <w:t>،</w:t>
      </w:r>
      <w:r w:rsidRPr="003E3506">
        <w:rPr>
          <w:rtl/>
          <w:lang w:bidi="fa-IR"/>
        </w:rPr>
        <w:t xml:space="preserve"> چنانچه تمام بخواند و در وقت بفهمد</w:t>
      </w:r>
      <w:r w:rsidR="000C4B14">
        <w:rPr>
          <w:rtl/>
          <w:lang w:bidi="fa-IR"/>
        </w:rPr>
        <w:t>،</w:t>
      </w:r>
      <w:r w:rsidRPr="003E3506">
        <w:rPr>
          <w:rtl/>
          <w:lang w:bidi="fa-IR"/>
        </w:rPr>
        <w:t xml:space="preserve"> بنابر احتياط لازم بايد اعاده نمايد و چنانچه اعاده نكرد قضا نمايد</w:t>
      </w:r>
      <w:r w:rsidR="000C4B14">
        <w:rPr>
          <w:rtl/>
          <w:lang w:bidi="fa-IR"/>
        </w:rPr>
        <w:t>،</w:t>
      </w:r>
      <w:r w:rsidRPr="003E3506">
        <w:rPr>
          <w:rtl/>
          <w:lang w:bidi="fa-IR"/>
        </w:rPr>
        <w:t xml:space="preserve"> ولى اگر در خارج وقت بفهمد قضا ندارد.</w:t>
      </w:r>
    </w:p>
    <w:p w:rsidR="003E3506" w:rsidRPr="003E3506" w:rsidRDefault="003E3506" w:rsidP="003E3506">
      <w:pPr>
        <w:pStyle w:val="libNormal"/>
        <w:rPr>
          <w:lang w:bidi="fa-IR"/>
        </w:rPr>
      </w:pPr>
      <w:r w:rsidRPr="003E3506">
        <w:rPr>
          <w:rtl/>
          <w:lang w:bidi="fa-IR"/>
        </w:rPr>
        <w:lastRenderedPageBreak/>
        <w:t>١٣٧٠ - مسافرى كه مى داند بايد نماز را شكسته بخواند</w:t>
      </w:r>
      <w:r w:rsidR="000C4B14">
        <w:rPr>
          <w:rtl/>
          <w:lang w:bidi="fa-IR"/>
        </w:rPr>
        <w:t>،</w:t>
      </w:r>
      <w:r w:rsidRPr="003E3506">
        <w:rPr>
          <w:rtl/>
          <w:lang w:bidi="fa-IR"/>
        </w:rPr>
        <w:t xml:space="preserve"> اگر به گمان اينكه سفر او كمتر از هشت فرسخ است تمام بخواند</w:t>
      </w:r>
      <w:r w:rsidR="000C4B14">
        <w:rPr>
          <w:rtl/>
          <w:lang w:bidi="fa-IR"/>
        </w:rPr>
        <w:t>،</w:t>
      </w:r>
      <w:r w:rsidRPr="003E3506">
        <w:rPr>
          <w:rtl/>
          <w:lang w:bidi="fa-IR"/>
        </w:rPr>
        <w:t xml:space="preserve"> وقتى كه بفهمد سفرش هشت فرسخ بوده</w:t>
      </w:r>
      <w:r w:rsidR="000C4B14">
        <w:rPr>
          <w:rtl/>
          <w:lang w:bidi="fa-IR"/>
        </w:rPr>
        <w:t>،</w:t>
      </w:r>
      <w:r w:rsidRPr="003E3506">
        <w:rPr>
          <w:rtl/>
          <w:lang w:bidi="fa-IR"/>
        </w:rPr>
        <w:t xml:space="preserve"> نمازى را كه تمام خوانده</w:t>
      </w:r>
      <w:r w:rsidR="000C4B14">
        <w:rPr>
          <w:rtl/>
          <w:lang w:bidi="fa-IR"/>
        </w:rPr>
        <w:t>،</w:t>
      </w:r>
      <w:r w:rsidRPr="003E3506">
        <w:rPr>
          <w:rtl/>
          <w:lang w:bidi="fa-IR"/>
        </w:rPr>
        <w:t xml:space="preserve"> بايد دوباره شكسته بخواند و اگر بعد از اينكه وقت گذشته بفهمد قضا لازم نيست</w:t>
      </w:r>
      <w:r w:rsidR="000C4B14">
        <w:rPr>
          <w:rtl/>
          <w:lang w:bidi="fa-IR"/>
        </w:rPr>
        <w:t>.</w:t>
      </w:r>
    </w:p>
    <w:p w:rsidR="003E3506" w:rsidRPr="003E3506" w:rsidRDefault="003E3506" w:rsidP="003E3506">
      <w:pPr>
        <w:pStyle w:val="libNormal"/>
        <w:rPr>
          <w:lang w:bidi="fa-IR"/>
        </w:rPr>
      </w:pPr>
      <w:r w:rsidRPr="003E3506">
        <w:rPr>
          <w:rtl/>
          <w:lang w:bidi="fa-IR"/>
        </w:rPr>
        <w:t>١٣٧١ - اگر فراموش كند كه مسافر است و نماز را تمام بخواند</w:t>
      </w:r>
      <w:r w:rsidR="000C4B14">
        <w:rPr>
          <w:rtl/>
          <w:lang w:bidi="fa-IR"/>
        </w:rPr>
        <w:t>،</w:t>
      </w:r>
      <w:r w:rsidRPr="003E3506">
        <w:rPr>
          <w:rtl/>
          <w:lang w:bidi="fa-IR"/>
        </w:rPr>
        <w:t xml:space="preserve"> چنانچه در وقت يادش بيايد</w:t>
      </w:r>
      <w:r w:rsidR="000C4B14">
        <w:rPr>
          <w:rtl/>
          <w:lang w:bidi="fa-IR"/>
        </w:rPr>
        <w:t>،</w:t>
      </w:r>
      <w:r w:rsidRPr="003E3506">
        <w:rPr>
          <w:rtl/>
          <w:lang w:bidi="fa-IR"/>
        </w:rPr>
        <w:t xml:space="preserve"> بايد شكسته بجا آورد و اگر بعد از وقت يادش بيايد قضاء آن نماز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١٣٧٢ - كسى كه بايد نماز تمام بخواند</w:t>
      </w:r>
      <w:r w:rsidR="000C4B14">
        <w:rPr>
          <w:rtl/>
          <w:lang w:bidi="fa-IR"/>
        </w:rPr>
        <w:t>،</w:t>
      </w:r>
      <w:r w:rsidRPr="003E3506">
        <w:rPr>
          <w:rtl/>
          <w:lang w:bidi="fa-IR"/>
        </w:rPr>
        <w:t xml:space="preserve"> اگر شكسته بجا آورد در هر صورت نمازش باطل است</w:t>
      </w:r>
      <w:r w:rsidR="000C4B14">
        <w:rPr>
          <w:rtl/>
          <w:lang w:bidi="fa-IR"/>
        </w:rPr>
        <w:t>،</w:t>
      </w:r>
      <w:r w:rsidRPr="003E3506">
        <w:rPr>
          <w:rtl/>
          <w:lang w:bidi="fa-IR"/>
        </w:rPr>
        <w:t xml:space="preserve"> هرچند - بنابر احتياط - مسافرى باشد كه قصد ماندن ده روز در جايى داشته و به جهت ندانستن حكم مساله نماز را شكسته خوانده است</w:t>
      </w:r>
      <w:r w:rsidR="000C4B14">
        <w:rPr>
          <w:rtl/>
          <w:lang w:bidi="fa-IR"/>
        </w:rPr>
        <w:t>.</w:t>
      </w:r>
    </w:p>
    <w:p w:rsidR="003E3506" w:rsidRPr="003E3506" w:rsidRDefault="003E3506" w:rsidP="003E3506">
      <w:pPr>
        <w:pStyle w:val="libNormal"/>
        <w:rPr>
          <w:lang w:bidi="fa-IR"/>
        </w:rPr>
      </w:pPr>
      <w:r w:rsidRPr="003E3506">
        <w:rPr>
          <w:rtl/>
          <w:lang w:bidi="fa-IR"/>
        </w:rPr>
        <w:t>١٣٧٣ - اگر مشغول نماز چهار ركعتى شود</w:t>
      </w:r>
      <w:r w:rsidR="000C4B14">
        <w:rPr>
          <w:rtl/>
          <w:lang w:bidi="fa-IR"/>
        </w:rPr>
        <w:t>،</w:t>
      </w:r>
      <w:r w:rsidRPr="003E3506">
        <w:rPr>
          <w:rtl/>
          <w:lang w:bidi="fa-IR"/>
        </w:rPr>
        <w:t xml:space="preserve"> و در بين نماز يادش بيايد كه مسافر است يا ملتفت شود كه سفر او هشت فرسخ است</w:t>
      </w:r>
      <w:r w:rsidR="000C4B14">
        <w:rPr>
          <w:rtl/>
          <w:lang w:bidi="fa-IR"/>
        </w:rPr>
        <w:t>،</w:t>
      </w:r>
      <w:r w:rsidRPr="003E3506">
        <w:rPr>
          <w:rtl/>
          <w:lang w:bidi="fa-IR"/>
        </w:rPr>
        <w:t xml:space="preserve"> چنانچه به ركوع ركعت سوم نرفته</w:t>
      </w:r>
      <w:r w:rsidR="000C4B14">
        <w:rPr>
          <w:rtl/>
          <w:lang w:bidi="fa-IR"/>
        </w:rPr>
        <w:t>،</w:t>
      </w:r>
      <w:r w:rsidRPr="003E3506">
        <w:rPr>
          <w:rtl/>
          <w:lang w:bidi="fa-IR"/>
        </w:rPr>
        <w:t xml:space="preserve"> بايد نماز را دو ركعتى تمام كند و اگر به ركوع ركعت سوم رفته نمازش بنابر احتياط باطل است و در صورتى كه به مقدار خواندن يك ركعت هم وقت داشته باشد</w:t>
      </w:r>
      <w:r w:rsidR="000C4B14">
        <w:rPr>
          <w:rtl/>
          <w:lang w:bidi="fa-IR"/>
        </w:rPr>
        <w:t>،</w:t>
      </w:r>
      <w:r w:rsidRPr="003E3506">
        <w:rPr>
          <w:rtl/>
          <w:lang w:bidi="fa-IR"/>
        </w:rPr>
        <w:t xml:space="preserve"> بايد نماز را دوباره شكسته بخواند.</w:t>
      </w:r>
    </w:p>
    <w:p w:rsidR="003E3506" w:rsidRPr="003E3506" w:rsidRDefault="003E3506" w:rsidP="003E3506">
      <w:pPr>
        <w:pStyle w:val="libNormal"/>
        <w:rPr>
          <w:lang w:bidi="fa-IR"/>
        </w:rPr>
      </w:pPr>
      <w:r w:rsidRPr="003E3506">
        <w:rPr>
          <w:rtl/>
          <w:lang w:bidi="fa-IR"/>
        </w:rPr>
        <w:t>١٣٧٤ - اگر مسافر بعضى از خصوصيات نماز مسافر را نداند</w:t>
      </w:r>
      <w:r w:rsidR="000C4B14">
        <w:rPr>
          <w:rtl/>
          <w:lang w:bidi="fa-IR"/>
        </w:rPr>
        <w:t>،</w:t>
      </w:r>
      <w:r w:rsidRPr="003E3506">
        <w:rPr>
          <w:rtl/>
          <w:lang w:bidi="fa-IR"/>
        </w:rPr>
        <w:t xml:space="preserve"> مثلا نداند كه اگر چهار فرسخ برود و چهار فرسخ برگردد بايد شكسته بخواند چنانچه به نيت نماز چهار ركعتى مشغول نماز شود و پيش از ركوع ركعت سوم مساله را بفهمد بايد نماز را دو ركعتى تمام كند و اگر در ركوع ملتفت شود نمازش بنابر احتياط باطل است و در صورتى كه به مقدار يك ركعت هم از وقت مانده باشد بايد نماز را از سر شكسته بخواند.</w:t>
      </w:r>
    </w:p>
    <w:p w:rsidR="003E3506" w:rsidRDefault="003E3506" w:rsidP="003D0CAC">
      <w:pPr>
        <w:pStyle w:val="Heading3"/>
        <w:rPr>
          <w:rtl/>
          <w:lang w:bidi="fa-IR"/>
        </w:rPr>
      </w:pPr>
      <w:bookmarkStart w:id="159" w:name="_Toc24454582"/>
      <w:r w:rsidRPr="003E3506">
        <w:rPr>
          <w:rtl/>
          <w:lang w:bidi="fa-IR"/>
        </w:rPr>
        <w:t>نماز قضا</w:t>
      </w:r>
      <w:bookmarkEnd w:id="159"/>
    </w:p>
    <w:p w:rsidR="003E3506" w:rsidRPr="003E3506" w:rsidRDefault="003E3506" w:rsidP="003E3506">
      <w:pPr>
        <w:pStyle w:val="libNormal"/>
        <w:rPr>
          <w:lang w:bidi="fa-IR"/>
        </w:rPr>
      </w:pPr>
      <w:r w:rsidRPr="003E3506">
        <w:rPr>
          <w:rtl/>
          <w:lang w:bidi="fa-IR"/>
        </w:rPr>
        <w:t>١٣٧٥ - مسافرى كه بايد نماز را تمام بخواند</w:t>
      </w:r>
      <w:r w:rsidR="000C4B14">
        <w:rPr>
          <w:rtl/>
          <w:lang w:bidi="fa-IR"/>
        </w:rPr>
        <w:t>،</w:t>
      </w:r>
      <w:r w:rsidRPr="003E3506">
        <w:rPr>
          <w:rtl/>
          <w:lang w:bidi="fa-IR"/>
        </w:rPr>
        <w:t xml:space="preserve"> اگر به واسطه ندانستن مساله به نيت نماز دو ركعتى مشغول نماز شود و در بين نماز مساله را بفهمد</w:t>
      </w:r>
      <w:r w:rsidR="000C4B14">
        <w:rPr>
          <w:rtl/>
          <w:lang w:bidi="fa-IR"/>
        </w:rPr>
        <w:t>،</w:t>
      </w:r>
      <w:r w:rsidRPr="003E3506">
        <w:rPr>
          <w:rtl/>
          <w:lang w:bidi="fa-IR"/>
        </w:rPr>
        <w:t xml:space="preserve"> بايد نماز را چهار ركعتى تمام كند و احتياط مستحب آن است كه بعد از تمام شدن نماز دوباره آن نماز را چهار ركعتى بخواند.</w:t>
      </w:r>
    </w:p>
    <w:p w:rsidR="003E3506" w:rsidRPr="003E3506" w:rsidRDefault="003E3506" w:rsidP="003E3506">
      <w:pPr>
        <w:pStyle w:val="libNormal"/>
        <w:rPr>
          <w:lang w:bidi="fa-IR"/>
        </w:rPr>
      </w:pPr>
      <w:r w:rsidRPr="003E3506">
        <w:rPr>
          <w:rtl/>
          <w:lang w:bidi="fa-IR"/>
        </w:rPr>
        <w:lastRenderedPageBreak/>
        <w:t>١٣٧٦ - مسافرى كه نماز نخوانده</w:t>
      </w:r>
      <w:r w:rsidR="000C4B14">
        <w:rPr>
          <w:rtl/>
          <w:lang w:bidi="fa-IR"/>
        </w:rPr>
        <w:t>،</w:t>
      </w:r>
      <w:r w:rsidRPr="003E3506">
        <w:rPr>
          <w:rtl/>
          <w:lang w:bidi="fa-IR"/>
        </w:rPr>
        <w:t xml:space="preserve"> اگر پيش از تمام شدن وقت به وطنش برسد يا به جايى برسد كه مى خواهد ده روز در آنجا بماند</w:t>
      </w:r>
      <w:r w:rsidR="000C4B14">
        <w:rPr>
          <w:rtl/>
          <w:lang w:bidi="fa-IR"/>
        </w:rPr>
        <w:t>،</w:t>
      </w:r>
      <w:r w:rsidRPr="003E3506">
        <w:rPr>
          <w:rtl/>
          <w:lang w:bidi="fa-IR"/>
        </w:rPr>
        <w:t xml:space="preserve"> بايد نماز را تمام بخواند و كسى كه مسافر نيست</w:t>
      </w:r>
      <w:r w:rsidR="000C4B14">
        <w:rPr>
          <w:rtl/>
          <w:lang w:bidi="fa-IR"/>
        </w:rPr>
        <w:t>،</w:t>
      </w:r>
      <w:r w:rsidRPr="003E3506">
        <w:rPr>
          <w:rtl/>
          <w:lang w:bidi="fa-IR"/>
        </w:rPr>
        <w:t xml:space="preserve"> اگر در وقت نماز نخواند و مسافرت كند</w:t>
      </w:r>
      <w:r w:rsidR="000C4B14">
        <w:rPr>
          <w:rtl/>
          <w:lang w:bidi="fa-IR"/>
        </w:rPr>
        <w:t>،</w:t>
      </w:r>
      <w:r w:rsidRPr="003E3506">
        <w:rPr>
          <w:rtl/>
          <w:lang w:bidi="fa-IR"/>
        </w:rPr>
        <w:t xml:space="preserve"> در سفر بايد نماز را شكسته بخواند.</w:t>
      </w:r>
    </w:p>
    <w:p w:rsidR="003E3506" w:rsidRPr="003E3506" w:rsidRDefault="003E3506" w:rsidP="003E3506">
      <w:pPr>
        <w:pStyle w:val="libNormal"/>
        <w:rPr>
          <w:lang w:bidi="fa-IR"/>
        </w:rPr>
      </w:pPr>
      <w:r w:rsidRPr="003E3506">
        <w:rPr>
          <w:rtl/>
          <w:lang w:bidi="fa-IR"/>
        </w:rPr>
        <w:t>١٣٧٧ - اگر مسافرى كه بايد نماز را شكسته بخواند</w:t>
      </w:r>
      <w:r w:rsidR="000C4B14">
        <w:rPr>
          <w:rtl/>
          <w:lang w:bidi="fa-IR"/>
        </w:rPr>
        <w:t>،</w:t>
      </w:r>
      <w:r w:rsidRPr="003E3506">
        <w:rPr>
          <w:rtl/>
          <w:lang w:bidi="fa-IR"/>
        </w:rPr>
        <w:t xml:space="preserve"> نماز ظهر يا عصر يا عشاى او قضا شود</w:t>
      </w:r>
      <w:r w:rsidR="000C4B14">
        <w:rPr>
          <w:rtl/>
          <w:lang w:bidi="fa-IR"/>
        </w:rPr>
        <w:t>،</w:t>
      </w:r>
      <w:r w:rsidRPr="003E3506">
        <w:rPr>
          <w:rtl/>
          <w:lang w:bidi="fa-IR"/>
        </w:rPr>
        <w:t xml:space="preserve"> بايد آن را دو ركعتى قضا نمايد اگر چه در غير سفر بخواهد قضاى آن را بجا آورد.</w:t>
      </w:r>
    </w:p>
    <w:p w:rsidR="003E3506" w:rsidRPr="003E3506" w:rsidRDefault="003E3506" w:rsidP="003E3506">
      <w:pPr>
        <w:pStyle w:val="libNormal"/>
        <w:rPr>
          <w:lang w:bidi="fa-IR"/>
        </w:rPr>
      </w:pPr>
      <w:r w:rsidRPr="003E3506">
        <w:rPr>
          <w:rtl/>
          <w:lang w:bidi="fa-IR"/>
        </w:rPr>
        <w:t>و اگر از كسى كه مسافر نيست يكى از اين سه نماز قضا شود</w:t>
      </w:r>
      <w:r w:rsidR="000C4B14">
        <w:rPr>
          <w:rtl/>
          <w:lang w:bidi="fa-IR"/>
        </w:rPr>
        <w:t>،</w:t>
      </w:r>
      <w:r w:rsidRPr="003E3506">
        <w:rPr>
          <w:rtl/>
          <w:lang w:bidi="fa-IR"/>
        </w:rPr>
        <w:t xml:space="preserve"> بايد چهار ركعتى قضا نمايد اگر چه در سفر بخواهد آن را قضا نمايد.</w:t>
      </w:r>
    </w:p>
    <w:p w:rsidR="003E3506" w:rsidRPr="003E3506" w:rsidRDefault="003E3506" w:rsidP="003E3506">
      <w:pPr>
        <w:pStyle w:val="libNormal"/>
        <w:rPr>
          <w:lang w:bidi="fa-IR"/>
        </w:rPr>
      </w:pPr>
      <w:r w:rsidRPr="003E3506">
        <w:rPr>
          <w:rtl/>
          <w:lang w:bidi="fa-IR"/>
        </w:rPr>
        <w:t>١٣٧٨ - مستحب است مسافر بعد از هر نماز شكسته سى مرتبه بگويد</w:t>
      </w:r>
      <w:r w:rsidR="00553569">
        <w:rPr>
          <w:rtl/>
          <w:lang w:bidi="fa-IR"/>
        </w:rPr>
        <w:t>:</w:t>
      </w:r>
      <w:r w:rsidRPr="003E3506">
        <w:rPr>
          <w:rtl/>
          <w:lang w:bidi="fa-IR"/>
        </w:rPr>
        <w:t xml:space="preserve"> سبحان اللّه والحمد للّه ولا اله الا اللّه واللّه اكبر و در تعقيب نماز ظهر و عصر و عشا بيشتر سفارش شده است</w:t>
      </w:r>
      <w:r w:rsidR="000C4B14">
        <w:rPr>
          <w:rtl/>
          <w:lang w:bidi="fa-IR"/>
        </w:rPr>
        <w:t>.</w:t>
      </w:r>
    </w:p>
    <w:p w:rsidR="003E3506" w:rsidRPr="003E3506" w:rsidRDefault="003E3506" w:rsidP="003E3506">
      <w:pPr>
        <w:pStyle w:val="libNormal"/>
        <w:rPr>
          <w:lang w:bidi="fa-IR"/>
        </w:rPr>
      </w:pPr>
      <w:r w:rsidRPr="003E3506">
        <w:rPr>
          <w:rtl/>
          <w:lang w:bidi="fa-IR"/>
        </w:rPr>
        <w:t>بلكه بهتر است در تعقيب اين سه نماز شصت مرتبه بگويد.</w:t>
      </w:r>
    </w:p>
    <w:p w:rsidR="003E3506" w:rsidRDefault="00605FAB" w:rsidP="00E165AA">
      <w:pPr>
        <w:pStyle w:val="Heading3"/>
        <w:rPr>
          <w:rtl/>
          <w:lang w:bidi="fa-IR"/>
        </w:rPr>
      </w:pPr>
      <w:bookmarkStart w:id="160" w:name="_Toc24454583"/>
      <w:r>
        <w:rPr>
          <w:rtl/>
          <w:lang w:bidi="fa-IR"/>
        </w:rPr>
        <w:t>(</w:t>
      </w:r>
      <w:r w:rsidR="003E3506" w:rsidRPr="003E3506">
        <w:rPr>
          <w:rtl/>
          <w:lang w:bidi="fa-IR"/>
        </w:rPr>
        <w:t>نماز قضا</w:t>
      </w:r>
      <w:r>
        <w:rPr>
          <w:rtl/>
          <w:lang w:bidi="fa-IR"/>
        </w:rPr>
        <w:t>)</w:t>
      </w:r>
      <w:bookmarkEnd w:id="160"/>
    </w:p>
    <w:p w:rsidR="003E3506" w:rsidRPr="003E3506" w:rsidRDefault="003E3506" w:rsidP="003E3506">
      <w:pPr>
        <w:pStyle w:val="libNormal"/>
        <w:rPr>
          <w:lang w:bidi="fa-IR"/>
        </w:rPr>
      </w:pPr>
      <w:r w:rsidRPr="003E3506">
        <w:rPr>
          <w:rtl/>
          <w:lang w:bidi="fa-IR"/>
        </w:rPr>
        <w:t>١٣٧٩ - كسى كه نماز يوميه خود را در وقت آن نخوانده بايد قضاى آن را بجا آورد</w:t>
      </w:r>
      <w:r w:rsidR="000C4B14">
        <w:rPr>
          <w:rtl/>
          <w:lang w:bidi="fa-IR"/>
        </w:rPr>
        <w:t>،</w:t>
      </w:r>
      <w:r w:rsidRPr="003E3506">
        <w:rPr>
          <w:rtl/>
          <w:lang w:bidi="fa-IR"/>
        </w:rPr>
        <w:t xml:space="preserve"> اگر چه در تمام وقت نماز خواب مانده يا به واسطه مستى نماز نخوانده باشد</w:t>
      </w:r>
      <w:r w:rsidR="000C4B14">
        <w:rPr>
          <w:rtl/>
          <w:lang w:bidi="fa-IR"/>
        </w:rPr>
        <w:t>،</w:t>
      </w:r>
      <w:r w:rsidRPr="003E3506">
        <w:rPr>
          <w:rtl/>
          <w:lang w:bidi="fa-IR"/>
        </w:rPr>
        <w:t xml:space="preserve"> و همچنين است هر نماز واجب ديگرى كه آن را در وقتش نخواند</w:t>
      </w:r>
      <w:r w:rsidR="000C4B14">
        <w:rPr>
          <w:rtl/>
          <w:lang w:bidi="fa-IR"/>
        </w:rPr>
        <w:t>،</w:t>
      </w:r>
      <w:r w:rsidRPr="003E3506">
        <w:rPr>
          <w:rtl/>
          <w:lang w:bidi="fa-IR"/>
        </w:rPr>
        <w:t xml:space="preserve"> حتى - بنابر احتياط لازم - نمازى را كه در وقت معينى به نذر بر او واجب شده ولى نماز عيد فطر و قربان قضا ندارد</w:t>
      </w:r>
      <w:r w:rsidR="000C4B14">
        <w:rPr>
          <w:rtl/>
          <w:lang w:bidi="fa-IR"/>
        </w:rPr>
        <w:t>،</w:t>
      </w:r>
      <w:r w:rsidRPr="003E3506">
        <w:rPr>
          <w:rtl/>
          <w:lang w:bidi="fa-IR"/>
        </w:rPr>
        <w:t xml:space="preserve"> و همچنين نمازهايى را كه زن در حال حيض يا نفاس نخوانده قضا ندارد چه نمازهاى يوميه باشد چه غير آن</w:t>
      </w:r>
      <w:r w:rsidR="000C4B14">
        <w:rPr>
          <w:rtl/>
          <w:lang w:bidi="fa-IR"/>
        </w:rPr>
        <w:t>.</w:t>
      </w:r>
    </w:p>
    <w:p w:rsidR="003E3506" w:rsidRPr="003E3506" w:rsidRDefault="003E3506" w:rsidP="003E3506">
      <w:pPr>
        <w:pStyle w:val="libNormal"/>
        <w:rPr>
          <w:lang w:bidi="fa-IR"/>
        </w:rPr>
      </w:pPr>
      <w:r w:rsidRPr="003E3506">
        <w:rPr>
          <w:rtl/>
          <w:lang w:bidi="fa-IR"/>
        </w:rPr>
        <w:t>١٣٨٠ - اگر بعد از وقت نماز بفهمد نمازى را كه خوانده باطل بوده بايد قضاى آن را بخواند.</w:t>
      </w:r>
    </w:p>
    <w:p w:rsidR="003E3506" w:rsidRPr="003E3506" w:rsidRDefault="003E3506" w:rsidP="003E3506">
      <w:pPr>
        <w:pStyle w:val="libNormal"/>
        <w:rPr>
          <w:lang w:bidi="fa-IR"/>
        </w:rPr>
      </w:pPr>
      <w:r w:rsidRPr="003E3506">
        <w:rPr>
          <w:rtl/>
          <w:lang w:bidi="fa-IR"/>
        </w:rPr>
        <w:t>١٣٨١ - كسى كه نماز قضا دارد</w:t>
      </w:r>
      <w:r w:rsidR="000C4B14">
        <w:rPr>
          <w:rtl/>
          <w:lang w:bidi="fa-IR"/>
        </w:rPr>
        <w:t>،</w:t>
      </w:r>
      <w:r w:rsidRPr="003E3506">
        <w:rPr>
          <w:rtl/>
          <w:lang w:bidi="fa-IR"/>
        </w:rPr>
        <w:t xml:space="preserve"> بايد در خواندن آن كوتاهى نكند</w:t>
      </w:r>
      <w:r w:rsidR="000C4B14">
        <w:rPr>
          <w:rtl/>
          <w:lang w:bidi="fa-IR"/>
        </w:rPr>
        <w:t>،</w:t>
      </w:r>
      <w:r w:rsidRPr="003E3506">
        <w:rPr>
          <w:rtl/>
          <w:lang w:bidi="fa-IR"/>
        </w:rPr>
        <w:t xml:space="preserve"> ولى واجب نيست فورا آن را بجا آورد.</w:t>
      </w:r>
    </w:p>
    <w:p w:rsidR="003E3506" w:rsidRPr="003E3506" w:rsidRDefault="003E3506" w:rsidP="003E3506">
      <w:pPr>
        <w:pStyle w:val="libNormal"/>
        <w:rPr>
          <w:lang w:bidi="fa-IR"/>
        </w:rPr>
      </w:pPr>
      <w:r w:rsidRPr="003E3506">
        <w:rPr>
          <w:rtl/>
          <w:lang w:bidi="fa-IR"/>
        </w:rPr>
        <w:t>١٣٨٢ - كسى كه نماز قضا دارد مى تواند نماز مستحبى بخواند.</w:t>
      </w:r>
    </w:p>
    <w:p w:rsidR="003E3506" w:rsidRPr="003E3506" w:rsidRDefault="003E3506" w:rsidP="003E3506">
      <w:pPr>
        <w:pStyle w:val="libNormal"/>
        <w:rPr>
          <w:lang w:bidi="fa-IR"/>
        </w:rPr>
      </w:pPr>
      <w:r w:rsidRPr="003E3506">
        <w:rPr>
          <w:rtl/>
          <w:lang w:bidi="fa-IR"/>
        </w:rPr>
        <w:t>١٣٨٣ - اگر انسان احتمال دهد كه نماز قضايى دارد يا نمازهايى را كه خوانده صحيح نبوده</w:t>
      </w:r>
      <w:r w:rsidR="000C4B14">
        <w:rPr>
          <w:rtl/>
          <w:lang w:bidi="fa-IR"/>
        </w:rPr>
        <w:t>،</w:t>
      </w:r>
      <w:r w:rsidRPr="003E3506">
        <w:rPr>
          <w:rtl/>
          <w:lang w:bidi="fa-IR"/>
        </w:rPr>
        <w:t xml:space="preserve"> مستحب است احتياطا قضاى آنها را بجا آورد.</w:t>
      </w:r>
    </w:p>
    <w:p w:rsidR="003E3506" w:rsidRPr="003E3506" w:rsidRDefault="003E3506" w:rsidP="003E3506">
      <w:pPr>
        <w:pStyle w:val="libNormal"/>
        <w:rPr>
          <w:lang w:bidi="fa-IR"/>
        </w:rPr>
      </w:pPr>
      <w:r w:rsidRPr="003E3506">
        <w:rPr>
          <w:rtl/>
          <w:lang w:bidi="fa-IR"/>
        </w:rPr>
        <w:lastRenderedPageBreak/>
        <w:t>١٣٨٤ - در قضاى نمازهاى يوميه ترتيب لازم نيست - مگر در نمازهايى كه در اداى آنها ترتيب هست</w:t>
      </w:r>
      <w:r w:rsidR="000C4B14">
        <w:rPr>
          <w:rtl/>
          <w:lang w:bidi="fa-IR"/>
        </w:rPr>
        <w:t>،</w:t>
      </w:r>
      <w:r w:rsidRPr="003E3506">
        <w:rPr>
          <w:rtl/>
          <w:lang w:bidi="fa-IR"/>
        </w:rPr>
        <w:t xml:space="preserve"> مثل نماز ظهر و عصر يا مغرب و عشا از يك روز - اگر چه بهتر در غير آنها نيز مراعات ترتيب است</w:t>
      </w:r>
      <w:r w:rsidR="000C4B14">
        <w:rPr>
          <w:rtl/>
          <w:lang w:bidi="fa-IR"/>
        </w:rPr>
        <w:t>.</w:t>
      </w:r>
    </w:p>
    <w:p w:rsidR="003E3506" w:rsidRPr="003E3506" w:rsidRDefault="003E3506" w:rsidP="003E3506">
      <w:pPr>
        <w:pStyle w:val="libNormal"/>
        <w:rPr>
          <w:lang w:bidi="fa-IR"/>
        </w:rPr>
      </w:pPr>
      <w:r w:rsidRPr="003E3506">
        <w:rPr>
          <w:rtl/>
          <w:lang w:bidi="fa-IR"/>
        </w:rPr>
        <w:t>١٣٨٥ - اگر بخواهد قضاى چند نماز غير يوميه مانند نماز آيات را بخواند يا مثلا بخواهد قضاى يك نماز يوميه و چند نماز غير يوميه را بخواند</w:t>
      </w:r>
      <w:r w:rsidR="000C4B14">
        <w:rPr>
          <w:rtl/>
          <w:lang w:bidi="fa-IR"/>
        </w:rPr>
        <w:t>،</w:t>
      </w:r>
      <w:r w:rsidRPr="003E3506">
        <w:rPr>
          <w:rtl/>
          <w:lang w:bidi="fa-IR"/>
        </w:rPr>
        <w:t xml:space="preserve"> لازم نيست آنها را به ترتيب بجا آورد.</w:t>
      </w:r>
    </w:p>
    <w:p w:rsidR="003E3506" w:rsidRPr="003E3506" w:rsidRDefault="003E3506" w:rsidP="003E3506">
      <w:pPr>
        <w:pStyle w:val="libNormal"/>
        <w:rPr>
          <w:lang w:bidi="fa-IR"/>
        </w:rPr>
      </w:pPr>
      <w:r w:rsidRPr="003E3506">
        <w:rPr>
          <w:rtl/>
          <w:lang w:bidi="fa-IR"/>
        </w:rPr>
        <w:t>١٣٨٦ - اگر ترتيب نمازهايى را كه نخوانده فراموش كند بهتر آن است كه طورى آنها را بخواند كه يقين كند به ترتيبى كه قضا شده بجا آورده است</w:t>
      </w:r>
      <w:r w:rsidR="000C4B14">
        <w:rPr>
          <w:rtl/>
          <w:lang w:bidi="fa-IR"/>
        </w:rPr>
        <w:t>،</w:t>
      </w:r>
      <w:r w:rsidRPr="003E3506">
        <w:rPr>
          <w:rtl/>
          <w:lang w:bidi="fa-IR"/>
        </w:rPr>
        <w:t xml:space="preserve"> مثلا اگر قضاى يك نماز ظهر و يك نماز مغرب بر او واجب است و نمى داند كدام اول قضا شده</w:t>
      </w:r>
      <w:r w:rsidR="000C4B14">
        <w:rPr>
          <w:rtl/>
          <w:lang w:bidi="fa-IR"/>
        </w:rPr>
        <w:t>،</w:t>
      </w:r>
      <w:r w:rsidRPr="003E3506">
        <w:rPr>
          <w:rtl/>
          <w:lang w:bidi="fa-IR"/>
        </w:rPr>
        <w:t xml:space="preserve"> اول يك نماز مغرب و بعد از آن يك نماز ظهر و دوباره نماز مغرب را بخواند</w:t>
      </w:r>
      <w:r w:rsidR="000C4B14">
        <w:rPr>
          <w:rtl/>
          <w:lang w:bidi="fa-IR"/>
        </w:rPr>
        <w:t>،</w:t>
      </w:r>
      <w:r w:rsidRPr="003E3506">
        <w:rPr>
          <w:rtl/>
          <w:lang w:bidi="fa-IR"/>
        </w:rPr>
        <w:t xml:space="preserve"> يا اول يك نماز ظهر و بعد از آن يك نمار مغرب</w:t>
      </w:r>
      <w:r w:rsidR="000C4B14">
        <w:rPr>
          <w:rtl/>
          <w:lang w:bidi="fa-IR"/>
        </w:rPr>
        <w:t>،</w:t>
      </w:r>
      <w:r w:rsidRPr="003E3506">
        <w:rPr>
          <w:rtl/>
          <w:lang w:bidi="fa-IR"/>
        </w:rPr>
        <w:t xml:space="preserve"> و دوباره نماز ظهر را بخواند</w:t>
      </w:r>
      <w:r w:rsidR="000C4B14">
        <w:rPr>
          <w:rtl/>
          <w:lang w:bidi="fa-IR"/>
        </w:rPr>
        <w:t>،</w:t>
      </w:r>
      <w:r w:rsidRPr="003E3506">
        <w:rPr>
          <w:rtl/>
          <w:lang w:bidi="fa-IR"/>
        </w:rPr>
        <w:t xml:space="preserve"> تا يقين كند هر كدام را كه اول قضا شده اول خوانده است</w:t>
      </w:r>
      <w:r w:rsidR="000C4B14">
        <w:rPr>
          <w:rtl/>
          <w:lang w:bidi="fa-IR"/>
        </w:rPr>
        <w:t>.</w:t>
      </w:r>
    </w:p>
    <w:p w:rsidR="003E3506" w:rsidRPr="003E3506" w:rsidRDefault="003E3506" w:rsidP="003E3506">
      <w:pPr>
        <w:pStyle w:val="libNormal"/>
        <w:rPr>
          <w:lang w:bidi="fa-IR"/>
        </w:rPr>
      </w:pPr>
      <w:r w:rsidRPr="003E3506">
        <w:rPr>
          <w:rtl/>
          <w:lang w:bidi="fa-IR"/>
        </w:rPr>
        <w:t>١٣٨٧ - اگر نماز ظهر يك روز و نماز عصر روز ديگر يا دو نماز ظهر يا دو نماز عصر از او قضا شده و نمى داند كدام اول قضا شده است چنانچه دو نماز چهار ركعتى بخواند به نيت اينكه اولى قضاى نماز روز اول و دومى قضاى نماز روز دوم باشد در حاصل شدن ترتيب كافى است</w:t>
      </w:r>
      <w:r w:rsidR="000C4B14">
        <w:rPr>
          <w:rtl/>
          <w:lang w:bidi="fa-IR"/>
        </w:rPr>
        <w:t>.</w:t>
      </w:r>
    </w:p>
    <w:p w:rsidR="003E3506" w:rsidRPr="003E3506" w:rsidRDefault="003E3506" w:rsidP="003E3506">
      <w:pPr>
        <w:pStyle w:val="libNormal"/>
        <w:rPr>
          <w:lang w:bidi="fa-IR"/>
        </w:rPr>
      </w:pPr>
      <w:r w:rsidRPr="003E3506">
        <w:rPr>
          <w:rtl/>
          <w:lang w:bidi="fa-IR"/>
        </w:rPr>
        <w:t>١٣٨٨ - اگر يك نماز ظهر و يك نماز عشا يا يك نماز عصر و يك نماز عشا از او قضا شود</w:t>
      </w:r>
      <w:r w:rsidR="000C4B14">
        <w:rPr>
          <w:rtl/>
          <w:lang w:bidi="fa-IR"/>
        </w:rPr>
        <w:t>،</w:t>
      </w:r>
      <w:r w:rsidRPr="003E3506">
        <w:rPr>
          <w:rtl/>
          <w:lang w:bidi="fa-IR"/>
        </w:rPr>
        <w:t xml:space="preserve"> و نداند كدام اول قضا شده است</w:t>
      </w:r>
      <w:r w:rsidR="000C4B14">
        <w:rPr>
          <w:rtl/>
          <w:lang w:bidi="fa-IR"/>
        </w:rPr>
        <w:t>،</w:t>
      </w:r>
      <w:r w:rsidRPr="003E3506">
        <w:rPr>
          <w:rtl/>
          <w:lang w:bidi="fa-IR"/>
        </w:rPr>
        <w:t xml:space="preserve"> بهتر آن است كه طورى آنها را بخواند كه يقين كند به ترتيب بجا آورده است</w:t>
      </w:r>
      <w:r w:rsidR="000C4B14">
        <w:rPr>
          <w:rtl/>
          <w:lang w:bidi="fa-IR"/>
        </w:rPr>
        <w:t>،</w:t>
      </w:r>
      <w:r w:rsidRPr="003E3506">
        <w:rPr>
          <w:rtl/>
          <w:lang w:bidi="fa-IR"/>
        </w:rPr>
        <w:t xml:space="preserve"> مثلا اگر يك نماز ظهر و يك نماز عشا از او قضا شده و اولى آنها را نمى داند</w:t>
      </w:r>
      <w:r w:rsidR="000C4B14">
        <w:rPr>
          <w:rtl/>
          <w:lang w:bidi="fa-IR"/>
        </w:rPr>
        <w:t>،</w:t>
      </w:r>
      <w:r w:rsidRPr="003E3506">
        <w:rPr>
          <w:rtl/>
          <w:lang w:bidi="fa-IR"/>
        </w:rPr>
        <w:t xml:space="preserve"> اول يك نماز ظهر بعد از آن يك نماز عشا</w:t>
      </w:r>
      <w:r w:rsidR="000C4B14">
        <w:rPr>
          <w:rtl/>
          <w:lang w:bidi="fa-IR"/>
        </w:rPr>
        <w:t>،</w:t>
      </w:r>
      <w:r w:rsidRPr="003E3506">
        <w:rPr>
          <w:rtl/>
          <w:lang w:bidi="fa-IR"/>
        </w:rPr>
        <w:t xml:space="preserve"> دوباره يك نماز ظهر بخواند</w:t>
      </w:r>
      <w:r w:rsidR="000C4B14">
        <w:rPr>
          <w:rtl/>
          <w:lang w:bidi="fa-IR"/>
        </w:rPr>
        <w:t>،</w:t>
      </w:r>
      <w:r w:rsidRPr="003E3506">
        <w:rPr>
          <w:rtl/>
          <w:lang w:bidi="fa-IR"/>
        </w:rPr>
        <w:t xml:space="preserve"> يا اول يك نماز عشا بعد يك نماز ظهر</w:t>
      </w:r>
      <w:r w:rsidR="000C4B14">
        <w:rPr>
          <w:rtl/>
          <w:lang w:bidi="fa-IR"/>
        </w:rPr>
        <w:t>،</w:t>
      </w:r>
      <w:r w:rsidRPr="003E3506">
        <w:rPr>
          <w:rtl/>
          <w:lang w:bidi="fa-IR"/>
        </w:rPr>
        <w:t xml:space="preserve"> دوباره يك نماز عشا بخواند.</w:t>
      </w:r>
    </w:p>
    <w:p w:rsidR="003E3506" w:rsidRPr="003E3506" w:rsidRDefault="003E3506" w:rsidP="003E3506">
      <w:pPr>
        <w:pStyle w:val="libNormal"/>
        <w:rPr>
          <w:lang w:bidi="fa-IR"/>
        </w:rPr>
      </w:pPr>
      <w:r w:rsidRPr="003E3506">
        <w:rPr>
          <w:rtl/>
          <w:lang w:bidi="fa-IR"/>
        </w:rPr>
        <w:t>١٣٨٩ - كسى كه مى داند يك نماز چهار ركعتى نخوانده ولى نمى داند نماز ظهر است يا نماز عشا</w:t>
      </w:r>
      <w:r w:rsidR="000C4B14">
        <w:rPr>
          <w:rtl/>
          <w:lang w:bidi="fa-IR"/>
        </w:rPr>
        <w:t>،</w:t>
      </w:r>
      <w:r w:rsidRPr="003E3506">
        <w:rPr>
          <w:rtl/>
          <w:lang w:bidi="fa-IR"/>
        </w:rPr>
        <w:t xml:space="preserve"> اگر يك نماز چهار ركعتى به نيت قضاى نمازى كه نخوانده بجا آورد كافى است و نسبت به جهر و اخفات مخير مى باشد.</w:t>
      </w:r>
    </w:p>
    <w:p w:rsidR="003E3506" w:rsidRPr="003E3506" w:rsidRDefault="003E3506" w:rsidP="003E3506">
      <w:pPr>
        <w:pStyle w:val="libNormal"/>
        <w:rPr>
          <w:lang w:bidi="fa-IR"/>
        </w:rPr>
      </w:pPr>
      <w:r w:rsidRPr="003E3506">
        <w:rPr>
          <w:rtl/>
          <w:lang w:bidi="fa-IR"/>
        </w:rPr>
        <w:lastRenderedPageBreak/>
        <w:t>١٣٩٠ - كسى كه پنج نماز پشت سر هم از او قضا شده و نمى داند اولى آنها كدام است</w:t>
      </w:r>
      <w:r w:rsidR="000C4B14">
        <w:rPr>
          <w:rtl/>
          <w:lang w:bidi="fa-IR"/>
        </w:rPr>
        <w:t>،</w:t>
      </w:r>
      <w:r w:rsidRPr="003E3506">
        <w:rPr>
          <w:rtl/>
          <w:lang w:bidi="fa-IR"/>
        </w:rPr>
        <w:t xml:space="preserve"> چنانچه نه نماز به ترتيب بخواند مثلا از نماز صبح شروع كند و بعد از آنكه ظهر و عصر و مغرب و عشا را خواند دو مرتبه نماز صبح و ظهر و عصر و مغرب را بخواند يقين به ترتيب حاصل نموده است</w:t>
      </w:r>
      <w:r w:rsidR="000C4B14">
        <w:rPr>
          <w:rtl/>
          <w:lang w:bidi="fa-IR"/>
        </w:rPr>
        <w:t>.</w:t>
      </w:r>
    </w:p>
    <w:p w:rsidR="003E3506" w:rsidRPr="003E3506" w:rsidRDefault="003E3506" w:rsidP="003E3506">
      <w:pPr>
        <w:pStyle w:val="libNormal"/>
        <w:rPr>
          <w:lang w:bidi="fa-IR"/>
        </w:rPr>
      </w:pPr>
      <w:r w:rsidRPr="003E3506">
        <w:rPr>
          <w:rtl/>
          <w:lang w:bidi="fa-IR"/>
        </w:rPr>
        <w:t>١٣٩١ - كسى كه مى داند نمازهاى پنجگانه او هر كدام از يك روز قضا شده و ترتيب آنها را نمى داند</w:t>
      </w:r>
      <w:r w:rsidR="000C4B14">
        <w:rPr>
          <w:rtl/>
          <w:lang w:bidi="fa-IR"/>
        </w:rPr>
        <w:t>،</w:t>
      </w:r>
      <w:r w:rsidRPr="003E3506">
        <w:rPr>
          <w:rtl/>
          <w:lang w:bidi="fa-IR"/>
        </w:rPr>
        <w:t xml:space="preserve"> بهتر اين است كه نماز پنج شبانه روز را بخواند</w:t>
      </w:r>
      <w:r w:rsidR="000C4B14">
        <w:rPr>
          <w:rtl/>
          <w:lang w:bidi="fa-IR"/>
        </w:rPr>
        <w:t>،</w:t>
      </w:r>
      <w:r w:rsidRPr="003E3506">
        <w:rPr>
          <w:rtl/>
          <w:lang w:bidi="fa-IR"/>
        </w:rPr>
        <w:t xml:space="preserve"> و اگر شش نماز از شش روز از او قضا شده نماز شش شبانه روز را بخواند و همچنين براى هر نمازى كه به نمازهاى قضاى او اضافه شود يك شبانه روز بيشتر بخواند تا يقين كند به ترتيبى كه قضا شده بجا آورده است</w:t>
      </w:r>
      <w:r w:rsidR="000C4B14">
        <w:rPr>
          <w:rtl/>
          <w:lang w:bidi="fa-IR"/>
        </w:rPr>
        <w:t>،</w:t>
      </w:r>
      <w:r w:rsidRPr="003E3506">
        <w:rPr>
          <w:rtl/>
          <w:lang w:bidi="fa-IR"/>
        </w:rPr>
        <w:t xml:space="preserve"> مثلا اگر هفت نماز از هفت روز نخوانده باشد نماز هفت شبانه روز را قضا نمايد.</w:t>
      </w:r>
    </w:p>
    <w:p w:rsidR="003E3506" w:rsidRPr="003E3506" w:rsidRDefault="003E3506" w:rsidP="003E3506">
      <w:pPr>
        <w:pStyle w:val="libNormal"/>
        <w:rPr>
          <w:lang w:bidi="fa-IR"/>
        </w:rPr>
      </w:pPr>
      <w:r w:rsidRPr="003E3506">
        <w:rPr>
          <w:rtl/>
          <w:lang w:bidi="fa-IR"/>
        </w:rPr>
        <w:t>١٣٩٢ - كسى كه مثلا چند نماز صبح يا چند نماز ظهر از او قضا شده و شماره آنها را نمى داند يا فراموش كرده مثلا نمى داند كه سه يا چهار يا پنج نماز بوده</w:t>
      </w:r>
      <w:r w:rsidR="000C4B14">
        <w:rPr>
          <w:rtl/>
          <w:lang w:bidi="fa-IR"/>
        </w:rPr>
        <w:t>،</w:t>
      </w:r>
      <w:r w:rsidRPr="003E3506">
        <w:rPr>
          <w:rtl/>
          <w:lang w:bidi="fa-IR"/>
        </w:rPr>
        <w:t xml:space="preserve"> چنانچه مقدار كمتر را بخواند كافى است</w:t>
      </w:r>
      <w:r w:rsidR="000C4B14">
        <w:rPr>
          <w:rtl/>
          <w:lang w:bidi="fa-IR"/>
        </w:rPr>
        <w:t>.</w:t>
      </w:r>
    </w:p>
    <w:p w:rsidR="003E3506" w:rsidRPr="003E3506" w:rsidRDefault="003E3506" w:rsidP="003E3506">
      <w:pPr>
        <w:pStyle w:val="libNormal"/>
        <w:rPr>
          <w:lang w:bidi="fa-IR"/>
        </w:rPr>
      </w:pPr>
      <w:r w:rsidRPr="003E3506">
        <w:rPr>
          <w:rtl/>
          <w:lang w:bidi="fa-IR"/>
        </w:rPr>
        <w:t>ولى بهتر اين است كه به قدرى نماز بخواند كه يقين كند تمام آنها را خوانده است مثلا اگر فراموش كرده كه چند نماز صبح از او قضا شده است و يقين دارد كه بيشتر از ده نماز نبوده</w:t>
      </w:r>
      <w:r w:rsidR="000C4B14">
        <w:rPr>
          <w:rtl/>
          <w:lang w:bidi="fa-IR"/>
        </w:rPr>
        <w:t>،</w:t>
      </w:r>
      <w:r w:rsidRPr="003E3506">
        <w:rPr>
          <w:rtl/>
          <w:lang w:bidi="fa-IR"/>
        </w:rPr>
        <w:t xml:space="preserve"> احتياطا ده نماز صبح بخواند.</w:t>
      </w:r>
    </w:p>
    <w:p w:rsidR="003E3506" w:rsidRPr="003E3506" w:rsidRDefault="003E3506" w:rsidP="003E3506">
      <w:pPr>
        <w:pStyle w:val="libNormal"/>
        <w:rPr>
          <w:lang w:bidi="fa-IR"/>
        </w:rPr>
      </w:pPr>
      <w:r w:rsidRPr="003E3506">
        <w:rPr>
          <w:rtl/>
          <w:lang w:bidi="fa-IR"/>
        </w:rPr>
        <w:t>١٣٩٣ - كسى كه فقط يك نماز قضا از روزهاى پيش دارد</w:t>
      </w:r>
      <w:r w:rsidR="000C4B14">
        <w:rPr>
          <w:rtl/>
          <w:lang w:bidi="fa-IR"/>
        </w:rPr>
        <w:t>،</w:t>
      </w:r>
      <w:r w:rsidRPr="003E3506">
        <w:rPr>
          <w:rtl/>
          <w:lang w:bidi="fa-IR"/>
        </w:rPr>
        <w:t xml:space="preserve"> بهتر اين است كه اگر وقت فضيلت نماز آن روز فوت نمى شود اول آن را بخواند بعد مشغول نماز آن روز شود.</w:t>
      </w:r>
    </w:p>
    <w:p w:rsidR="003E3506" w:rsidRPr="003E3506" w:rsidRDefault="003E3506" w:rsidP="003E3506">
      <w:pPr>
        <w:pStyle w:val="libNormal"/>
        <w:rPr>
          <w:lang w:bidi="fa-IR"/>
        </w:rPr>
      </w:pPr>
      <w:r w:rsidRPr="003E3506">
        <w:rPr>
          <w:rtl/>
          <w:lang w:bidi="fa-IR"/>
        </w:rPr>
        <w:t>و نيز اگر از روزهاى پيش نماز قضا ندارد ولى يك نماز يا بيشتر از همان روز از او قضا شده است</w:t>
      </w:r>
      <w:r w:rsidR="000C4B14">
        <w:rPr>
          <w:rtl/>
          <w:lang w:bidi="fa-IR"/>
        </w:rPr>
        <w:t>،</w:t>
      </w:r>
      <w:r w:rsidRPr="003E3506">
        <w:rPr>
          <w:rtl/>
          <w:lang w:bidi="fa-IR"/>
        </w:rPr>
        <w:t xml:space="preserve"> در صورتى كه وقت فضيلت آن نماز فوت نمى شود بهتر اين است كه نماز قضاى آن روز را پيش از نماز ادا بخواند.</w:t>
      </w:r>
    </w:p>
    <w:p w:rsidR="003E3506" w:rsidRPr="003E3506" w:rsidRDefault="003E3506" w:rsidP="003E3506">
      <w:pPr>
        <w:pStyle w:val="libNormal"/>
        <w:rPr>
          <w:lang w:bidi="fa-IR"/>
        </w:rPr>
      </w:pPr>
      <w:r w:rsidRPr="003E3506">
        <w:rPr>
          <w:rtl/>
          <w:lang w:bidi="fa-IR"/>
        </w:rPr>
        <w:t xml:space="preserve">١٣٩٤ - اگر در بين نماز يادش بيايد كه يك نماز يا بيشتر از همان روز از او قضا شده يا فقط يك نماز قضا از روزهاى پيش دارد چنانچه وقت وسعت دارد و ممكن است نيت را به نماز </w:t>
      </w:r>
      <w:r w:rsidRPr="003E3506">
        <w:rPr>
          <w:rtl/>
          <w:lang w:bidi="fa-IR"/>
        </w:rPr>
        <w:lastRenderedPageBreak/>
        <w:t>قضا برگرداند</w:t>
      </w:r>
      <w:r w:rsidR="000C4B14">
        <w:rPr>
          <w:rtl/>
          <w:lang w:bidi="fa-IR"/>
        </w:rPr>
        <w:t>،</w:t>
      </w:r>
      <w:r w:rsidRPr="003E3506">
        <w:rPr>
          <w:rtl/>
          <w:lang w:bidi="fa-IR"/>
        </w:rPr>
        <w:t xml:space="preserve"> بهتر اين است كه نيت نماز قضا كند</w:t>
      </w:r>
      <w:r w:rsidR="000C4B14">
        <w:rPr>
          <w:rtl/>
          <w:lang w:bidi="fa-IR"/>
        </w:rPr>
        <w:t>،</w:t>
      </w:r>
      <w:r w:rsidRPr="003E3506">
        <w:rPr>
          <w:rtl/>
          <w:lang w:bidi="fa-IR"/>
        </w:rPr>
        <w:t xml:space="preserve"> اگر وقت فضيلت نماز آن روز فوت نمى شود</w:t>
      </w:r>
      <w:r w:rsidR="000C4B14">
        <w:rPr>
          <w:rtl/>
          <w:lang w:bidi="fa-IR"/>
        </w:rPr>
        <w:t>،</w:t>
      </w:r>
      <w:r w:rsidRPr="003E3506">
        <w:rPr>
          <w:rtl/>
          <w:lang w:bidi="fa-IR"/>
        </w:rPr>
        <w:t xml:space="preserve"> مثلا اگر در نماز ظهر پيش از ركوع ركعت سوم يادش بيايد كه نماز صبح آن روز مثلا قضا شده در صورتى كه وقت نماز ظهر تنگ نباشد</w:t>
      </w:r>
      <w:r w:rsidR="000C4B14">
        <w:rPr>
          <w:rtl/>
          <w:lang w:bidi="fa-IR"/>
        </w:rPr>
        <w:t>،</w:t>
      </w:r>
      <w:r w:rsidRPr="003E3506">
        <w:rPr>
          <w:rtl/>
          <w:lang w:bidi="fa-IR"/>
        </w:rPr>
        <w:t xml:space="preserve"> نيت را به نماز صبح برگرداند و آن را دو ركعتى تمام كند</w:t>
      </w:r>
      <w:r w:rsidR="000C4B14">
        <w:rPr>
          <w:rtl/>
          <w:lang w:bidi="fa-IR"/>
        </w:rPr>
        <w:t>،</w:t>
      </w:r>
      <w:r w:rsidRPr="003E3506">
        <w:rPr>
          <w:rtl/>
          <w:lang w:bidi="fa-IR"/>
        </w:rPr>
        <w:t xml:space="preserve"> بعد ظهر را بخواند</w:t>
      </w:r>
      <w:r w:rsidR="000C4B14">
        <w:rPr>
          <w:rtl/>
          <w:lang w:bidi="fa-IR"/>
        </w:rPr>
        <w:t>،</w:t>
      </w:r>
      <w:r w:rsidRPr="003E3506">
        <w:rPr>
          <w:rtl/>
          <w:lang w:bidi="fa-IR"/>
        </w:rPr>
        <w:t xml:space="preserve"> ولى اگر وقت تنگ است يا نمى تواند نيت را به نماز قضا برگرداند</w:t>
      </w:r>
      <w:r w:rsidR="000C4B14">
        <w:rPr>
          <w:rtl/>
          <w:lang w:bidi="fa-IR"/>
        </w:rPr>
        <w:t>،</w:t>
      </w:r>
      <w:r w:rsidRPr="003E3506">
        <w:rPr>
          <w:rtl/>
          <w:lang w:bidi="fa-IR"/>
        </w:rPr>
        <w:t xml:space="preserve"> مثلا در ركوع ركعت سوم نماز ظهر يادش بيايد كه نماز صبح را نخوانده</w:t>
      </w:r>
      <w:r w:rsidR="000C4B14">
        <w:rPr>
          <w:rtl/>
          <w:lang w:bidi="fa-IR"/>
        </w:rPr>
        <w:t>،</w:t>
      </w:r>
      <w:r w:rsidRPr="003E3506">
        <w:rPr>
          <w:rtl/>
          <w:lang w:bidi="fa-IR"/>
        </w:rPr>
        <w:t xml:space="preserve"> چون اگر بخواهد نيت نماز صبح كند يك ركوع كه ركن است زياد مى شود نبايد نيت را به قضاى صبح برگرداند.</w:t>
      </w:r>
    </w:p>
    <w:p w:rsidR="003E3506" w:rsidRPr="003E3506" w:rsidRDefault="003E3506" w:rsidP="003E3506">
      <w:pPr>
        <w:pStyle w:val="libNormal"/>
        <w:rPr>
          <w:lang w:bidi="fa-IR"/>
        </w:rPr>
      </w:pPr>
      <w:r w:rsidRPr="003E3506">
        <w:rPr>
          <w:rtl/>
          <w:lang w:bidi="fa-IR"/>
        </w:rPr>
        <w:t>١٣٩٥ - اگر از روزهاى گذشته نمازهاى قضا دارد و يك نماز يا بيشتر هم از همان روز از او قضا شده</w:t>
      </w:r>
      <w:r w:rsidR="000C4B14">
        <w:rPr>
          <w:rtl/>
          <w:lang w:bidi="fa-IR"/>
        </w:rPr>
        <w:t>،</w:t>
      </w:r>
      <w:r w:rsidRPr="003E3506">
        <w:rPr>
          <w:rtl/>
          <w:lang w:bidi="fa-IR"/>
        </w:rPr>
        <w:t xml:space="preserve"> چنانچه براى قضاى تمام آنها وقت ندارد يا نمى خواهد همه را در آن روز بخواند</w:t>
      </w:r>
      <w:r w:rsidR="000C4B14">
        <w:rPr>
          <w:rtl/>
          <w:lang w:bidi="fa-IR"/>
        </w:rPr>
        <w:t>،</w:t>
      </w:r>
      <w:r w:rsidRPr="003E3506">
        <w:rPr>
          <w:rtl/>
          <w:lang w:bidi="fa-IR"/>
        </w:rPr>
        <w:t xml:space="preserve"> مستحب است نماز قضاى آن روز را پيش از نماز ادا بخواند و بهتر اين است كه بعد از خواندن قضاى نمازهاى سابق دوباره نماز قضايى را كه در آن روز پيش از نماز ادا خوانده بجا آورد.</w:t>
      </w:r>
    </w:p>
    <w:p w:rsidR="003E3506" w:rsidRPr="003E3506" w:rsidRDefault="003E3506" w:rsidP="003E3506">
      <w:pPr>
        <w:pStyle w:val="libNormal"/>
        <w:rPr>
          <w:lang w:bidi="fa-IR"/>
        </w:rPr>
      </w:pPr>
      <w:r w:rsidRPr="003E3506">
        <w:rPr>
          <w:rtl/>
          <w:lang w:bidi="fa-IR"/>
        </w:rPr>
        <w:t>١٣٩٦ - تا انسان زنده است اگر چه از قضاى نمازهاى خود عاجز باشد</w:t>
      </w:r>
      <w:r w:rsidR="000C4B14">
        <w:rPr>
          <w:rtl/>
          <w:lang w:bidi="fa-IR"/>
        </w:rPr>
        <w:t>،</w:t>
      </w:r>
      <w:r w:rsidRPr="003E3506">
        <w:rPr>
          <w:rtl/>
          <w:lang w:bidi="fa-IR"/>
        </w:rPr>
        <w:t xml:space="preserve"> ديگرى نمى تواند نمازهاى او را قضا نمايد.</w:t>
      </w:r>
    </w:p>
    <w:p w:rsidR="003E3506" w:rsidRPr="003E3506" w:rsidRDefault="003E3506" w:rsidP="003E3506">
      <w:pPr>
        <w:pStyle w:val="libNormal"/>
        <w:rPr>
          <w:lang w:bidi="fa-IR"/>
        </w:rPr>
      </w:pPr>
      <w:r w:rsidRPr="003E3506">
        <w:rPr>
          <w:rtl/>
          <w:lang w:bidi="fa-IR"/>
        </w:rPr>
        <w:t>١٣٩٧ - نماز قضا را با جماعت مى شود خواند</w:t>
      </w:r>
      <w:r w:rsidR="000C4B14">
        <w:rPr>
          <w:rtl/>
          <w:lang w:bidi="fa-IR"/>
        </w:rPr>
        <w:t>،</w:t>
      </w:r>
      <w:r w:rsidRPr="003E3506">
        <w:rPr>
          <w:rtl/>
          <w:lang w:bidi="fa-IR"/>
        </w:rPr>
        <w:t xml:space="preserve"> چه نماز امام جماعت ادا باشد يا قضا</w:t>
      </w:r>
      <w:r w:rsidR="000C4B14">
        <w:rPr>
          <w:rtl/>
          <w:lang w:bidi="fa-IR"/>
        </w:rPr>
        <w:t>،</w:t>
      </w:r>
      <w:r w:rsidRPr="003E3506">
        <w:rPr>
          <w:rtl/>
          <w:lang w:bidi="fa-IR"/>
        </w:rPr>
        <w:t xml:space="preserve"> و لازم نيست هر دو يك نماز را بخوانند</w:t>
      </w:r>
      <w:r w:rsidR="000C4B14">
        <w:rPr>
          <w:rtl/>
          <w:lang w:bidi="fa-IR"/>
        </w:rPr>
        <w:t>،</w:t>
      </w:r>
      <w:r w:rsidRPr="003E3506">
        <w:rPr>
          <w:rtl/>
          <w:lang w:bidi="fa-IR"/>
        </w:rPr>
        <w:t xml:space="preserve"> مثلا اگر نماز قضاى صبح را با نماز ظهر يا عصر امام بخواند اشكال ندارد.</w:t>
      </w:r>
    </w:p>
    <w:p w:rsidR="003E3506" w:rsidRPr="003E3506" w:rsidRDefault="003E3506" w:rsidP="003E3506">
      <w:pPr>
        <w:pStyle w:val="libNormal"/>
        <w:rPr>
          <w:lang w:bidi="fa-IR"/>
        </w:rPr>
      </w:pPr>
      <w:r w:rsidRPr="003E3506">
        <w:rPr>
          <w:rtl/>
          <w:lang w:bidi="fa-IR"/>
        </w:rPr>
        <w:t>١٣٩٨ - مستحب است بچه مميز را يعنى بچه اى كه خوب و بد را مى فهمد به نماز خواندن و عبادتهاى ديگر عادت دهند.</w:t>
      </w:r>
    </w:p>
    <w:p w:rsidR="003E3506" w:rsidRPr="003E3506" w:rsidRDefault="003E3506" w:rsidP="003E3506">
      <w:pPr>
        <w:pStyle w:val="libNormal"/>
        <w:rPr>
          <w:lang w:bidi="fa-IR"/>
        </w:rPr>
      </w:pPr>
      <w:r w:rsidRPr="003E3506">
        <w:rPr>
          <w:rtl/>
          <w:lang w:bidi="fa-IR"/>
        </w:rPr>
        <w:t>بلكه مستحب است او را به قضاى نمازها هم وادار نمايند.</w:t>
      </w:r>
    </w:p>
    <w:p w:rsidR="003E3506" w:rsidRDefault="00605FAB" w:rsidP="00E165AA">
      <w:pPr>
        <w:pStyle w:val="Heading3"/>
        <w:rPr>
          <w:rtl/>
          <w:lang w:bidi="fa-IR"/>
        </w:rPr>
      </w:pPr>
      <w:bookmarkStart w:id="161" w:name="_Toc24454584"/>
      <w:r>
        <w:rPr>
          <w:rtl/>
          <w:lang w:bidi="fa-IR"/>
        </w:rPr>
        <w:t>(</w:t>
      </w:r>
      <w:r w:rsidR="003E3506" w:rsidRPr="003E3506">
        <w:rPr>
          <w:rtl/>
          <w:lang w:bidi="fa-IR"/>
        </w:rPr>
        <w:t>نماز قضاى پدر كه بر پسر بزرگتر واجب است</w:t>
      </w:r>
      <w:r>
        <w:rPr>
          <w:rtl/>
          <w:lang w:bidi="fa-IR"/>
        </w:rPr>
        <w:t>)</w:t>
      </w:r>
      <w:bookmarkEnd w:id="161"/>
    </w:p>
    <w:p w:rsidR="003E3506" w:rsidRPr="003E3506" w:rsidRDefault="003E3506" w:rsidP="003E3506">
      <w:pPr>
        <w:pStyle w:val="libNormal"/>
        <w:rPr>
          <w:lang w:bidi="fa-IR"/>
        </w:rPr>
      </w:pPr>
      <w:r w:rsidRPr="003E3506">
        <w:rPr>
          <w:rtl/>
          <w:lang w:bidi="fa-IR"/>
        </w:rPr>
        <w:t>١٣٩٩ - اگر پدر نماز خود را بجا نياورده باشد و مى توانسته است قضا كند</w:t>
      </w:r>
      <w:r w:rsidR="000C4B14">
        <w:rPr>
          <w:rtl/>
          <w:lang w:bidi="fa-IR"/>
        </w:rPr>
        <w:t>،</w:t>
      </w:r>
      <w:r w:rsidRPr="003E3506">
        <w:rPr>
          <w:rtl/>
          <w:lang w:bidi="fa-IR"/>
        </w:rPr>
        <w:t xml:space="preserve"> چنانچه از روى نافرمانى ترك نكرده باشد</w:t>
      </w:r>
      <w:r w:rsidR="000C4B14">
        <w:rPr>
          <w:rtl/>
          <w:lang w:bidi="fa-IR"/>
        </w:rPr>
        <w:t>،</w:t>
      </w:r>
      <w:r w:rsidRPr="003E3506">
        <w:rPr>
          <w:rtl/>
          <w:lang w:bidi="fa-IR"/>
        </w:rPr>
        <w:t xml:space="preserve"> بر پسر بزرگترش بنابر احتياط واجب است كه بعد از مرگش بجا آورد يا براى او اجير بگيرد</w:t>
      </w:r>
      <w:r w:rsidR="000C4B14">
        <w:rPr>
          <w:rtl/>
          <w:lang w:bidi="fa-IR"/>
        </w:rPr>
        <w:t>،</w:t>
      </w:r>
      <w:r w:rsidRPr="003E3506">
        <w:rPr>
          <w:rtl/>
          <w:lang w:bidi="fa-IR"/>
        </w:rPr>
        <w:t xml:space="preserve"> و قضاى نمازهاى مادر بر او واجب نيست هر چند بهتر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١٤٠٠ - اگر پسر بزرگتر شك دارد كه پدرش نماز قضا داشته يا نه چيزى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١٤٠١ - اگر پسر بزرگتر بداند كه پدرش نماز قضا داشته و شك كند كه بجا آورده يا نه</w:t>
      </w:r>
      <w:r w:rsidR="000C4B14">
        <w:rPr>
          <w:rtl/>
          <w:lang w:bidi="fa-IR"/>
        </w:rPr>
        <w:t>،</w:t>
      </w:r>
      <w:r w:rsidRPr="003E3506">
        <w:rPr>
          <w:rtl/>
          <w:lang w:bidi="fa-IR"/>
        </w:rPr>
        <w:t xml:space="preserve"> بنابر احتياط واجب بايد قضا نمايد.</w:t>
      </w:r>
    </w:p>
    <w:p w:rsidR="003E3506" w:rsidRPr="003E3506" w:rsidRDefault="003E3506" w:rsidP="003E3506">
      <w:pPr>
        <w:pStyle w:val="libNormal"/>
        <w:rPr>
          <w:lang w:bidi="fa-IR"/>
        </w:rPr>
      </w:pPr>
      <w:r w:rsidRPr="003E3506">
        <w:rPr>
          <w:rtl/>
          <w:lang w:bidi="fa-IR"/>
        </w:rPr>
        <w:t>١٤٠٢ - اگر معلوم نباشد كه پسر بزرگتر كدام است</w:t>
      </w:r>
      <w:r w:rsidR="000C4B14">
        <w:rPr>
          <w:rtl/>
          <w:lang w:bidi="fa-IR"/>
        </w:rPr>
        <w:t>،</w:t>
      </w:r>
      <w:r w:rsidRPr="003E3506">
        <w:rPr>
          <w:rtl/>
          <w:lang w:bidi="fa-IR"/>
        </w:rPr>
        <w:t xml:space="preserve"> قضاى نماز پدر بر هيچ كدام از پسرها واجب نيست</w:t>
      </w:r>
      <w:r w:rsidR="000C4B14">
        <w:rPr>
          <w:rtl/>
          <w:lang w:bidi="fa-IR"/>
        </w:rPr>
        <w:t>.</w:t>
      </w:r>
    </w:p>
    <w:p w:rsidR="003E3506" w:rsidRPr="003E3506" w:rsidRDefault="003E3506" w:rsidP="003E3506">
      <w:pPr>
        <w:pStyle w:val="libNormal"/>
        <w:rPr>
          <w:lang w:bidi="fa-IR"/>
        </w:rPr>
      </w:pPr>
      <w:r w:rsidRPr="003E3506">
        <w:rPr>
          <w:rtl/>
          <w:lang w:bidi="fa-IR"/>
        </w:rPr>
        <w:t>ولى احتياط مستحب آن است كه نماز او را بين خودشان قسمت كنند</w:t>
      </w:r>
      <w:r w:rsidR="000C4B14">
        <w:rPr>
          <w:rtl/>
          <w:lang w:bidi="fa-IR"/>
        </w:rPr>
        <w:t>،</w:t>
      </w:r>
      <w:r w:rsidRPr="003E3506">
        <w:rPr>
          <w:rtl/>
          <w:lang w:bidi="fa-IR"/>
        </w:rPr>
        <w:t xml:space="preserve"> يا براى انجام آن قرعه بزنند.</w:t>
      </w:r>
    </w:p>
    <w:p w:rsidR="003E3506" w:rsidRPr="003E3506" w:rsidRDefault="003E3506" w:rsidP="003E3506">
      <w:pPr>
        <w:pStyle w:val="libNormal"/>
        <w:rPr>
          <w:lang w:bidi="fa-IR"/>
        </w:rPr>
      </w:pPr>
      <w:r w:rsidRPr="003E3506">
        <w:rPr>
          <w:rtl/>
          <w:lang w:bidi="fa-IR"/>
        </w:rPr>
        <w:t>١٤٠٣ - اگر ميت وصيت كرده باشد كه براى نماز او اجير بگيرند</w:t>
      </w:r>
      <w:r w:rsidR="000C4B14">
        <w:rPr>
          <w:rtl/>
          <w:lang w:bidi="fa-IR"/>
        </w:rPr>
        <w:t>،</w:t>
      </w:r>
      <w:r w:rsidRPr="003E3506">
        <w:rPr>
          <w:rtl/>
          <w:lang w:bidi="fa-IR"/>
        </w:rPr>
        <w:t xml:space="preserve"> بعد از آن كه اجير نماز او را به طور صحيح بجا آورد</w:t>
      </w:r>
      <w:r w:rsidR="000C4B14">
        <w:rPr>
          <w:rtl/>
          <w:lang w:bidi="fa-IR"/>
        </w:rPr>
        <w:t>،</w:t>
      </w:r>
      <w:r w:rsidRPr="003E3506">
        <w:rPr>
          <w:rtl/>
          <w:lang w:bidi="fa-IR"/>
        </w:rPr>
        <w:t xml:space="preserve"> بر پسر بزرگتر چيزى واجب نيست</w:t>
      </w:r>
      <w:r w:rsidR="000C4B14">
        <w:rPr>
          <w:rtl/>
          <w:lang w:bidi="fa-IR"/>
        </w:rPr>
        <w:t>.</w:t>
      </w:r>
    </w:p>
    <w:p w:rsidR="003E3506" w:rsidRPr="003E3506" w:rsidRDefault="003E3506" w:rsidP="003E3506">
      <w:pPr>
        <w:pStyle w:val="libNormal"/>
        <w:rPr>
          <w:lang w:bidi="fa-IR"/>
        </w:rPr>
      </w:pPr>
      <w:r w:rsidRPr="003E3506">
        <w:rPr>
          <w:rtl/>
          <w:lang w:bidi="fa-IR"/>
        </w:rPr>
        <w:t>١٤٠٤ - اگر پسر بزرگتر بخواهد نماز مادر را بخواند</w:t>
      </w:r>
      <w:r w:rsidR="000C4B14">
        <w:rPr>
          <w:rtl/>
          <w:lang w:bidi="fa-IR"/>
        </w:rPr>
        <w:t>،</w:t>
      </w:r>
      <w:r w:rsidRPr="003E3506">
        <w:rPr>
          <w:rtl/>
          <w:lang w:bidi="fa-IR"/>
        </w:rPr>
        <w:t xml:space="preserve"> بايد در جهر و اخفات بتكليف خود عمل كند</w:t>
      </w:r>
      <w:r w:rsidR="000C4B14">
        <w:rPr>
          <w:rtl/>
          <w:lang w:bidi="fa-IR"/>
        </w:rPr>
        <w:t>،</w:t>
      </w:r>
      <w:r w:rsidRPr="003E3506">
        <w:rPr>
          <w:rtl/>
          <w:lang w:bidi="fa-IR"/>
        </w:rPr>
        <w:t xml:space="preserve"> پس قضاى نماز صبح و مغرب و عشاى مادرش را بايد بلند بخواند.</w:t>
      </w:r>
    </w:p>
    <w:p w:rsidR="003E3506" w:rsidRPr="003E3506" w:rsidRDefault="003E3506" w:rsidP="003E3506">
      <w:pPr>
        <w:pStyle w:val="libNormal"/>
        <w:rPr>
          <w:lang w:bidi="fa-IR"/>
        </w:rPr>
      </w:pPr>
      <w:r w:rsidRPr="003E3506">
        <w:rPr>
          <w:rtl/>
          <w:lang w:bidi="fa-IR"/>
        </w:rPr>
        <w:t>١٤٠٥ - كسى كه خودش نماز قضا دارد</w:t>
      </w:r>
      <w:r w:rsidR="000C4B14">
        <w:rPr>
          <w:rtl/>
          <w:lang w:bidi="fa-IR"/>
        </w:rPr>
        <w:t>،</w:t>
      </w:r>
      <w:r w:rsidRPr="003E3506">
        <w:rPr>
          <w:rtl/>
          <w:lang w:bidi="fa-IR"/>
        </w:rPr>
        <w:t xml:space="preserve"> اگر نماز پدر و مادر را هم بخواهد قضا كند هر كدام را اول بجا آورد صحيح است</w:t>
      </w:r>
      <w:r w:rsidR="000C4B14">
        <w:rPr>
          <w:rtl/>
          <w:lang w:bidi="fa-IR"/>
        </w:rPr>
        <w:t>.</w:t>
      </w:r>
    </w:p>
    <w:p w:rsidR="003E3506" w:rsidRPr="003E3506" w:rsidRDefault="003E3506" w:rsidP="003E3506">
      <w:pPr>
        <w:pStyle w:val="libNormal"/>
        <w:rPr>
          <w:lang w:bidi="fa-IR"/>
        </w:rPr>
      </w:pPr>
      <w:r w:rsidRPr="003E3506">
        <w:rPr>
          <w:rtl/>
          <w:lang w:bidi="fa-IR"/>
        </w:rPr>
        <w:t>١٤٠٦ - اگر پسر بزرگتر موقع مرگ پدر نابالغ يا ديوانه باشد وقتى كه بالغ شد يا عاقل گرديد</w:t>
      </w:r>
      <w:r w:rsidR="000C4B14">
        <w:rPr>
          <w:rtl/>
          <w:lang w:bidi="fa-IR"/>
        </w:rPr>
        <w:t>،</w:t>
      </w:r>
      <w:r w:rsidRPr="003E3506">
        <w:rPr>
          <w:rtl/>
          <w:lang w:bidi="fa-IR"/>
        </w:rPr>
        <w:t xml:space="preserve"> بر او واجب نيست نماز پدر را قضا نمايد.</w:t>
      </w:r>
    </w:p>
    <w:p w:rsidR="003E3506" w:rsidRPr="003E3506" w:rsidRDefault="003E3506" w:rsidP="003E3506">
      <w:pPr>
        <w:pStyle w:val="libNormal"/>
        <w:rPr>
          <w:lang w:bidi="fa-IR"/>
        </w:rPr>
      </w:pPr>
      <w:r w:rsidRPr="003E3506">
        <w:rPr>
          <w:rtl/>
          <w:lang w:bidi="fa-IR"/>
        </w:rPr>
        <w:t>١٤٠٧ - اگر پسر بزرگتر پيش از آن كه نماز پدر را قضا كند بميرد بر پسر دوم چيزى واجب نيست</w:t>
      </w:r>
      <w:r w:rsidR="000C4B14">
        <w:rPr>
          <w:rtl/>
          <w:lang w:bidi="fa-IR"/>
        </w:rPr>
        <w:t>.</w:t>
      </w:r>
    </w:p>
    <w:p w:rsidR="003E3506" w:rsidRDefault="00605FAB" w:rsidP="00E165AA">
      <w:pPr>
        <w:pStyle w:val="Heading3"/>
        <w:rPr>
          <w:rtl/>
          <w:lang w:bidi="fa-IR"/>
        </w:rPr>
      </w:pPr>
      <w:bookmarkStart w:id="162" w:name="_Toc24454585"/>
      <w:r>
        <w:rPr>
          <w:rtl/>
          <w:lang w:bidi="fa-IR"/>
        </w:rPr>
        <w:t>(</w:t>
      </w:r>
      <w:r w:rsidR="003E3506" w:rsidRPr="003E3506">
        <w:rPr>
          <w:rtl/>
          <w:lang w:bidi="fa-IR"/>
        </w:rPr>
        <w:t>نماز جماعت</w:t>
      </w:r>
      <w:r>
        <w:rPr>
          <w:rtl/>
          <w:lang w:bidi="fa-IR"/>
        </w:rPr>
        <w:t>)</w:t>
      </w:r>
      <w:bookmarkEnd w:id="162"/>
    </w:p>
    <w:p w:rsidR="003E3506" w:rsidRPr="003E3506" w:rsidRDefault="003E3506" w:rsidP="003E3506">
      <w:pPr>
        <w:pStyle w:val="libNormal"/>
        <w:rPr>
          <w:lang w:bidi="fa-IR"/>
        </w:rPr>
      </w:pPr>
      <w:r w:rsidRPr="003E3506">
        <w:rPr>
          <w:rtl/>
          <w:lang w:bidi="fa-IR"/>
        </w:rPr>
        <w:t>١٤٠٨ - مستحب است نمازهاى واجب خصوصا نمازهاى يوميه را با جماعت بخوانند و در نماز صبح و مغرب و عشا</w:t>
      </w:r>
      <w:r w:rsidR="000C4B14">
        <w:rPr>
          <w:rtl/>
          <w:lang w:bidi="fa-IR"/>
        </w:rPr>
        <w:t>،</w:t>
      </w:r>
      <w:r w:rsidRPr="003E3506">
        <w:rPr>
          <w:rtl/>
          <w:lang w:bidi="fa-IR"/>
        </w:rPr>
        <w:t xml:space="preserve"> خصوصا براى همسايه مسجد و كسى كه صداى اذان مسجد را مى شنود بيشتر سفارش شده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١٤٠٩ - در روايات معتبره وارد است كه نماز با جماعت به بيست و پنج درجه افضل از نماز فرادى است</w:t>
      </w:r>
      <w:r w:rsidR="000C4B14">
        <w:rPr>
          <w:rtl/>
          <w:lang w:bidi="fa-IR"/>
        </w:rPr>
        <w:t>.</w:t>
      </w:r>
    </w:p>
    <w:p w:rsidR="003E3506" w:rsidRPr="003E3506" w:rsidRDefault="003E3506" w:rsidP="003E3506">
      <w:pPr>
        <w:pStyle w:val="libNormal"/>
        <w:rPr>
          <w:lang w:bidi="fa-IR"/>
        </w:rPr>
      </w:pPr>
      <w:r w:rsidRPr="003E3506">
        <w:rPr>
          <w:rtl/>
          <w:lang w:bidi="fa-IR"/>
        </w:rPr>
        <w:t>١٤١٠ - حاضر نشدن به نماز جماعت از روى بى اعتنايى جايز نيست و سزاوار نيست كه انسان بدون عذر نماز جماعت را ترك كند.</w:t>
      </w:r>
    </w:p>
    <w:p w:rsidR="003E3506" w:rsidRPr="003E3506" w:rsidRDefault="003E3506" w:rsidP="00E165AA">
      <w:pPr>
        <w:pStyle w:val="libNormal"/>
        <w:rPr>
          <w:lang w:bidi="fa-IR"/>
        </w:rPr>
      </w:pPr>
      <w:r w:rsidRPr="003E3506">
        <w:rPr>
          <w:rtl/>
          <w:lang w:bidi="fa-IR"/>
        </w:rPr>
        <w:t>١٤١١ - مستحب است انسان صبر كند كه نماز را با جماعت بخواند</w:t>
      </w:r>
      <w:r w:rsidR="000C4B14">
        <w:rPr>
          <w:rtl/>
          <w:lang w:bidi="fa-IR"/>
        </w:rPr>
        <w:t>،</w:t>
      </w:r>
      <w:r w:rsidRPr="003E3506">
        <w:rPr>
          <w:rtl/>
          <w:lang w:bidi="fa-IR"/>
        </w:rPr>
        <w:t xml:space="preserve"> و نماز جماعتى را كه مختصر بخوانند از نماز فرادى كه آن را طول بدهند بهتر مى باشد و نيز نماز جماعت از نماز اول وقت كه فرادى</w:t>
      </w:r>
      <w:r w:rsidR="00E165AA">
        <w:rPr>
          <w:rFonts w:hint="cs"/>
          <w:rtl/>
          <w:lang w:bidi="fa-IR"/>
        </w:rPr>
        <w:t xml:space="preserve"> </w:t>
      </w:r>
      <w:r w:rsidRPr="003E3506">
        <w:rPr>
          <w:rtl/>
          <w:lang w:bidi="fa-IR"/>
        </w:rPr>
        <w:t>يعنى تنها خوانده شود - بهتر است ولى بهتر بودن نماز جماعت در غير وقت فضيلت نماز از نماز فرادى در وقت فضيلت آن معلوم نيست</w:t>
      </w:r>
      <w:r w:rsidR="000C4B14">
        <w:rPr>
          <w:rtl/>
          <w:lang w:bidi="fa-IR"/>
        </w:rPr>
        <w:t>.</w:t>
      </w:r>
    </w:p>
    <w:p w:rsidR="003E3506" w:rsidRPr="003E3506" w:rsidRDefault="003E3506" w:rsidP="003E3506">
      <w:pPr>
        <w:pStyle w:val="libNormal"/>
        <w:rPr>
          <w:lang w:bidi="fa-IR"/>
        </w:rPr>
      </w:pPr>
      <w:r w:rsidRPr="003E3506">
        <w:rPr>
          <w:rtl/>
          <w:lang w:bidi="fa-IR"/>
        </w:rPr>
        <w:t>١٤١٢ - وقتى كه جماعت برپا مى شود</w:t>
      </w:r>
      <w:r w:rsidR="000C4B14">
        <w:rPr>
          <w:rtl/>
          <w:lang w:bidi="fa-IR"/>
        </w:rPr>
        <w:t>،</w:t>
      </w:r>
      <w:r w:rsidRPr="003E3506">
        <w:rPr>
          <w:rtl/>
          <w:lang w:bidi="fa-IR"/>
        </w:rPr>
        <w:t xml:space="preserve"> مستحب است كسى كه نمازش را فرادى خوانده دوباره با جماعت بخواند</w:t>
      </w:r>
      <w:r w:rsidR="000C4B14">
        <w:rPr>
          <w:rtl/>
          <w:lang w:bidi="fa-IR"/>
        </w:rPr>
        <w:t>،</w:t>
      </w:r>
      <w:r w:rsidRPr="003E3506">
        <w:rPr>
          <w:rtl/>
          <w:lang w:bidi="fa-IR"/>
        </w:rPr>
        <w:t xml:space="preserve"> و اگر بعد بفهمد كه نماز اولش باطل بوده</w:t>
      </w:r>
      <w:r w:rsidR="000C4B14">
        <w:rPr>
          <w:rtl/>
          <w:lang w:bidi="fa-IR"/>
        </w:rPr>
        <w:t>،</w:t>
      </w:r>
      <w:r w:rsidRPr="003E3506">
        <w:rPr>
          <w:rtl/>
          <w:lang w:bidi="fa-IR"/>
        </w:rPr>
        <w:t xml:space="preserve"> نماز دوم او كافى است</w:t>
      </w:r>
      <w:r w:rsidR="000C4B14">
        <w:rPr>
          <w:rtl/>
          <w:lang w:bidi="fa-IR"/>
        </w:rPr>
        <w:t>.</w:t>
      </w:r>
    </w:p>
    <w:p w:rsidR="003E3506" w:rsidRPr="003E3506" w:rsidRDefault="003E3506" w:rsidP="003E3506">
      <w:pPr>
        <w:pStyle w:val="libNormal"/>
        <w:rPr>
          <w:lang w:bidi="fa-IR"/>
        </w:rPr>
      </w:pPr>
      <w:r w:rsidRPr="003E3506">
        <w:rPr>
          <w:rtl/>
          <w:lang w:bidi="fa-IR"/>
        </w:rPr>
        <w:t>١٤١٣ - اگر امام يا ماموم بخواهد نمازى را كه با جماعت خوانده دوباره با جماعت بخواند</w:t>
      </w:r>
      <w:r w:rsidR="000C4B14">
        <w:rPr>
          <w:rtl/>
          <w:lang w:bidi="fa-IR"/>
        </w:rPr>
        <w:t>،</w:t>
      </w:r>
      <w:r w:rsidRPr="003E3506">
        <w:rPr>
          <w:rtl/>
          <w:lang w:bidi="fa-IR"/>
        </w:rPr>
        <w:t xml:space="preserve"> هر چند استحبابش ثابت نيست ولى رجاء آوردن آن مانعى ندارد.</w:t>
      </w:r>
    </w:p>
    <w:p w:rsidR="003E3506" w:rsidRPr="003E3506" w:rsidRDefault="003E3506" w:rsidP="003E3506">
      <w:pPr>
        <w:pStyle w:val="libNormal"/>
        <w:rPr>
          <w:lang w:bidi="fa-IR"/>
        </w:rPr>
      </w:pPr>
      <w:r w:rsidRPr="003E3506">
        <w:rPr>
          <w:rtl/>
          <w:lang w:bidi="fa-IR"/>
        </w:rPr>
        <w:t>١٤١٤ - كسى كه در نماز به حدى وسواس دارد كه موجب بطلان نمازش مى شود و فقط در صورتى كه نماز را با جماعت بخواند</w:t>
      </w:r>
      <w:r w:rsidR="000C4B14">
        <w:rPr>
          <w:rtl/>
          <w:lang w:bidi="fa-IR"/>
        </w:rPr>
        <w:t>،</w:t>
      </w:r>
      <w:r w:rsidRPr="003E3506">
        <w:rPr>
          <w:rtl/>
          <w:lang w:bidi="fa-IR"/>
        </w:rPr>
        <w:t xml:space="preserve"> از وسواس راحت مى شود</w:t>
      </w:r>
      <w:r w:rsidR="000C4B14">
        <w:rPr>
          <w:rtl/>
          <w:lang w:bidi="fa-IR"/>
        </w:rPr>
        <w:t>،</w:t>
      </w:r>
      <w:r w:rsidRPr="003E3506">
        <w:rPr>
          <w:rtl/>
          <w:lang w:bidi="fa-IR"/>
        </w:rPr>
        <w:t xml:space="preserve"> بايد نماز را با جماعت بخواند.</w:t>
      </w:r>
    </w:p>
    <w:p w:rsidR="003E3506" w:rsidRPr="003E3506" w:rsidRDefault="003E3506" w:rsidP="003E3506">
      <w:pPr>
        <w:pStyle w:val="libNormal"/>
        <w:rPr>
          <w:lang w:bidi="fa-IR"/>
        </w:rPr>
      </w:pPr>
      <w:r w:rsidRPr="003E3506">
        <w:rPr>
          <w:rtl/>
          <w:lang w:bidi="fa-IR"/>
        </w:rPr>
        <w:t>١٤١٥ - اگر پدر يا مادر به فرزند خود امر كنند كه نماز را با جماعت بخواند</w:t>
      </w:r>
      <w:r w:rsidR="000C4B14">
        <w:rPr>
          <w:rtl/>
          <w:lang w:bidi="fa-IR"/>
        </w:rPr>
        <w:t>،</w:t>
      </w:r>
      <w:r w:rsidRPr="003E3506">
        <w:rPr>
          <w:rtl/>
          <w:lang w:bidi="fa-IR"/>
        </w:rPr>
        <w:t xml:space="preserve"> احتياط مستحب آن است كه نماز را به جماعت بخواند البته هر وقت كه امر و نهى پدر يا مادر از روى شفقت نسبت به فرزند باشد و مخالفتش موجب اذيت آنان شود</w:t>
      </w:r>
      <w:r w:rsidR="000C4B14">
        <w:rPr>
          <w:rtl/>
          <w:lang w:bidi="fa-IR"/>
        </w:rPr>
        <w:t>،</w:t>
      </w:r>
      <w:r w:rsidRPr="003E3506">
        <w:rPr>
          <w:rtl/>
          <w:lang w:bidi="fa-IR"/>
        </w:rPr>
        <w:t xml:space="preserve"> حرام است بر فرزند مخالفت نمايد هر چند به حد عقوق هم نرسد.</w:t>
      </w:r>
    </w:p>
    <w:p w:rsidR="003E3506" w:rsidRPr="003E3506" w:rsidRDefault="003E3506" w:rsidP="003E3506">
      <w:pPr>
        <w:pStyle w:val="libNormal"/>
        <w:rPr>
          <w:lang w:bidi="fa-IR"/>
        </w:rPr>
      </w:pPr>
      <w:r w:rsidRPr="003E3506">
        <w:rPr>
          <w:rtl/>
          <w:lang w:bidi="fa-IR"/>
        </w:rPr>
        <w:t>١٤١٦ - نماز مستحب را نمى شود در هيچ موردى - بنابر احتياط - با جماعت خواند</w:t>
      </w:r>
      <w:r w:rsidR="000C4B14">
        <w:rPr>
          <w:rtl/>
          <w:lang w:bidi="fa-IR"/>
        </w:rPr>
        <w:t>،</w:t>
      </w:r>
      <w:r w:rsidRPr="003E3506">
        <w:rPr>
          <w:rtl/>
          <w:lang w:bidi="fa-IR"/>
        </w:rPr>
        <w:t xml:space="preserve"> ولى نماز استسقاء را كه براى آمدن باران مى خوانند مى توان با جماعت خواند و هم چنين نمازى كه واجب بوده و به جهتى مستحب شده است</w:t>
      </w:r>
      <w:r w:rsidR="000C4B14">
        <w:rPr>
          <w:rtl/>
          <w:lang w:bidi="fa-IR"/>
        </w:rPr>
        <w:t>،</w:t>
      </w:r>
      <w:r w:rsidRPr="003E3506">
        <w:rPr>
          <w:rtl/>
          <w:lang w:bidi="fa-IR"/>
        </w:rPr>
        <w:t xml:space="preserve"> مانند نماز عيد فطر و قربان كه در زمان امام </w:t>
      </w:r>
      <w:r w:rsidR="001B16BC" w:rsidRPr="001B16BC">
        <w:rPr>
          <w:rStyle w:val="libAlaemChar"/>
          <w:rtl/>
        </w:rPr>
        <w:t>عليه‌السلام</w:t>
      </w:r>
      <w:r w:rsidRPr="003E3506">
        <w:rPr>
          <w:rtl/>
          <w:lang w:bidi="fa-IR"/>
        </w:rPr>
        <w:t xml:space="preserve"> واجب بوده و به واسطه غايب شدن ايشان مستحب مى باشد.</w:t>
      </w:r>
    </w:p>
    <w:p w:rsidR="003E3506" w:rsidRPr="003E3506" w:rsidRDefault="003E3506" w:rsidP="003E3506">
      <w:pPr>
        <w:pStyle w:val="libNormal"/>
        <w:rPr>
          <w:lang w:bidi="fa-IR"/>
        </w:rPr>
      </w:pPr>
      <w:r w:rsidRPr="003E3506">
        <w:rPr>
          <w:rtl/>
          <w:lang w:bidi="fa-IR"/>
        </w:rPr>
        <w:lastRenderedPageBreak/>
        <w:t>١٤١٧ - موقعى كه امام جماعت نماز يوميه مى خواند</w:t>
      </w:r>
      <w:r w:rsidR="000C4B14">
        <w:rPr>
          <w:rtl/>
          <w:lang w:bidi="fa-IR"/>
        </w:rPr>
        <w:t>،</w:t>
      </w:r>
      <w:r w:rsidRPr="003E3506">
        <w:rPr>
          <w:rtl/>
          <w:lang w:bidi="fa-IR"/>
        </w:rPr>
        <w:t xml:space="preserve"> هر كدام از نمازهاى يوميه را مى شود به او اقتدا كرد.</w:t>
      </w:r>
    </w:p>
    <w:p w:rsidR="003E3506" w:rsidRPr="003E3506" w:rsidRDefault="003E3506" w:rsidP="003E3506">
      <w:pPr>
        <w:pStyle w:val="libNormal"/>
        <w:rPr>
          <w:lang w:bidi="fa-IR"/>
        </w:rPr>
      </w:pPr>
      <w:r w:rsidRPr="003E3506">
        <w:rPr>
          <w:rtl/>
          <w:lang w:bidi="fa-IR"/>
        </w:rPr>
        <w:t>١٤١٨ - اگر امام جماعت قضاى نماز يوميه خود يا شخص ديگرى را كه فوت آن يقينى باشد مى خواند</w:t>
      </w:r>
      <w:r w:rsidR="000C4B14">
        <w:rPr>
          <w:rtl/>
          <w:lang w:bidi="fa-IR"/>
        </w:rPr>
        <w:t>،</w:t>
      </w:r>
      <w:r w:rsidRPr="003E3506">
        <w:rPr>
          <w:rtl/>
          <w:lang w:bidi="fa-IR"/>
        </w:rPr>
        <w:t xml:space="preserve"> مى شود به او اقتدا كرد</w:t>
      </w:r>
      <w:r w:rsidR="000C4B14">
        <w:rPr>
          <w:rtl/>
          <w:lang w:bidi="fa-IR"/>
        </w:rPr>
        <w:t>،</w:t>
      </w:r>
      <w:r w:rsidRPr="003E3506">
        <w:rPr>
          <w:rtl/>
          <w:lang w:bidi="fa-IR"/>
        </w:rPr>
        <w:t xml:space="preserve"> ولى اگر نماز خود يا شخص ديگرى را احتياطا به جا مى آورد اقتدا به او جايز نيست مگر آن كه نماز ماموم هم احتياطى باشد و سبب احتياط امام سبب احتياط ماموم نيز بوده باشد</w:t>
      </w:r>
      <w:r w:rsidR="000C4B14">
        <w:rPr>
          <w:rtl/>
          <w:lang w:bidi="fa-IR"/>
        </w:rPr>
        <w:t>،</w:t>
      </w:r>
      <w:r w:rsidRPr="003E3506">
        <w:rPr>
          <w:rtl/>
          <w:lang w:bidi="fa-IR"/>
        </w:rPr>
        <w:t xml:space="preserve"> ولى لازم نيست كه براى احتياط ماموم سبب ديگرى نباشد.</w:t>
      </w:r>
    </w:p>
    <w:p w:rsidR="003E3506" w:rsidRPr="003E3506" w:rsidRDefault="003E3506" w:rsidP="003E3506">
      <w:pPr>
        <w:pStyle w:val="libNormal"/>
        <w:rPr>
          <w:lang w:bidi="fa-IR"/>
        </w:rPr>
      </w:pPr>
      <w:r w:rsidRPr="003E3506">
        <w:rPr>
          <w:rtl/>
          <w:lang w:bidi="fa-IR"/>
        </w:rPr>
        <w:t>١٤١٩ - اگر انسان نداند نمازى را كه امام مى خواند نماز واجب يوميه است يا نماز مستحب</w:t>
      </w:r>
      <w:r w:rsidR="000C4B14">
        <w:rPr>
          <w:rtl/>
          <w:lang w:bidi="fa-IR"/>
        </w:rPr>
        <w:t>،</w:t>
      </w:r>
      <w:r w:rsidRPr="003E3506">
        <w:rPr>
          <w:rtl/>
          <w:lang w:bidi="fa-IR"/>
        </w:rPr>
        <w:t xml:space="preserve"> نمى تواند به او اقتدا كند.</w:t>
      </w:r>
    </w:p>
    <w:p w:rsidR="003E3506" w:rsidRPr="003E3506" w:rsidRDefault="003E3506" w:rsidP="003E3506">
      <w:pPr>
        <w:pStyle w:val="libNormal"/>
        <w:rPr>
          <w:lang w:bidi="fa-IR"/>
        </w:rPr>
      </w:pPr>
      <w:r w:rsidRPr="003E3506">
        <w:rPr>
          <w:rtl/>
          <w:lang w:bidi="fa-IR"/>
        </w:rPr>
        <w:t>١٤٢٠ - در صحت جماعت شرط است كه بين امام و ماموم و هم چنين بين ماموم و ماموم ديگر كه واسطه بين ماموم و امام است حايلى نباشد و مراد از حايل چيزى است كه آنها را از هم جدا كند</w:t>
      </w:r>
      <w:r w:rsidR="000C4B14">
        <w:rPr>
          <w:rtl/>
          <w:lang w:bidi="fa-IR"/>
        </w:rPr>
        <w:t>،</w:t>
      </w:r>
      <w:r w:rsidRPr="003E3506">
        <w:rPr>
          <w:rtl/>
          <w:lang w:bidi="fa-IR"/>
        </w:rPr>
        <w:t xml:space="preserve"> خواه مانع از ديدن شود مانند پرده يا ديوار و امثال اينها</w:t>
      </w:r>
      <w:r w:rsidR="000C4B14">
        <w:rPr>
          <w:rtl/>
          <w:lang w:bidi="fa-IR"/>
        </w:rPr>
        <w:t>،</w:t>
      </w:r>
      <w:r w:rsidRPr="003E3506">
        <w:rPr>
          <w:rtl/>
          <w:lang w:bidi="fa-IR"/>
        </w:rPr>
        <w:t xml:space="preserve"> و خواه مانع نشود مانند شيشه</w:t>
      </w:r>
      <w:r w:rsidR="000C4B14">
        <w:rPr>
          <w:rtl/>
          <w:lang w:bidi="fa-IR"/>
        </w:rPr>
        <w:t>.</w:t>
      </w:r>
    </w:p>
    <w:p w:rsidR="003E3506" w:rsidRPr="003E3506" w:rsidRDefault="003E3506" w:rsidP="003E3506">
      <w:pPr>
        <w:pStyle w:val="libNormal"/>
        <w:rPr>
          <w:lang w:bidi="fa-IR"/>
        </w:rPr>
      </w:pPr>
      <w:r w:rsidRPr="003E3506">
        <w:rPr>
          <w:rtl/>
          <w:lang w:bidi="fa-IR"/>
        </w:rPr>
        <w:t>پس اگر در تمام احوال نماز يا بعض آن بين امام و ماموم يا بين ماموم و ماموم ديگر كه واسطه اتصال است چنين حايلى باشد جماعت باطل خواهد شد.</w:t>
      </w:r>
    </w:p>
    <w:p w:rsidR="003E3506" w:rsidRPr="003E3506" w:rsidRDefault="003E3506" w:rsidP="003E3506">
      <w:pPr>
        <w:pStyle w:val="libNormal"/>
        <w:rPr>
          <w:lang w:bidi="fa-IR"/>
        </w:rPr>
      </w:pPr>
      <w:r w:rsidRPr="003E3506">
        <w:rPr>
          <w:rtl/>
          <w:lang w:bidi="fa-IR"/>
        </w:rPr>
        <w:t>و زن از اين حكم مستثنى است چنان كه خواهد آمد.</w:t>
      </w:r>
    </w:p>
    <w:p w:rsidR="003E3506" w:rsidRPr="003E3506" w:rsidRDefault="003E3506" w:rsidP="003E3506">
      <w:pPr>
        <w:pStyle w:val="libNormal"/>
        <w:rPr>
          <w:lang w:bidi="fa-IR"/>
        </w:rPr>
      </w:pPr>
      <w:r w:rsidRPr="003E3506">
        <w:rPr>
          <w:rtl/>
          <w:lang w:bidi="fa-IR"/>
        </w:rPr>
        <w:t>١٤٢١ - اگر به واسطه درازى صف اول</w:t>
      </w:r>
      <w:r w:rsidR="000C4B14">
        <w:rPr>
          <w:rtl/>
          <w:lang w:bidi="fa-IR"/>
        </w:rPr>
        <w:t>،</w:t>
      </w:r>
      <w:r w:rsidRPr="003E3506">
        <w:rPr>
          <w:rtl/>
          <w:lang w:bidi="fa-IR"/>
        </w:rPr>
        <w:t xml:space="preserve"> كسانى كه دو طرف صف ايستاده اند</w:t>
      </w:r>
      <w:r w:rsidR="000C4B14">
        <w:rPr>
          <w:rtl/>
          <w:lang w:bidi="fa-IR"/>
        </w:rPr>
        <w:t>،</w:t>
      </w:r>
      <w:r w:rsidRPr="003E3506">
        <w:rPr>
          <w:rtl/>
          <w:lang w:bidi="fa-IR"/>
        </w:rPr>
        <w:t xml:space="preserve"> امام را نبينند مى توانند اقتدا كنند و نيز اگر به واسطه درازى يكى از صفهاى ديگر كسانى كه دو طرف آن ايستاده اند</w:t>
      </w:r>
      <w:r w:rsidR="000C4B14">
        <w:rPr>
          <w:rtl/>
          <w:lang w:bidi="fa-IR"/>
        </w:rPr>
        <w:t>،</w:t>
      </w:r>
      <w:r w:rsidRPr="003E3506">
        <w:rPr>
          <w:rtl/>
          <w:lang w:bidi="fa-IR"/>
        </w:rPr>
        <w:t xml:space="preserve"> صف جلوى خود را نبينند مى توانند اقتدا نمايند.</w:t>
      </w:r>
    </w:p>
    <w:p w:rsidR="003E3506" w:rsidRPr="003E3506" w:rsidRDefault="003E3506" w:rsidP="003E3506">
      <w:pPr>
        <w:pStyle w:val="libNormal"/>
        <w:rPr>
          <w:lang w:bidi="fa-IR"/>
        </w:rPr>
      </w:pPr>
      <w:r w:rsidRPr="003E3506">
        <w:rPr>
          <w:rtl/>
          <w:lang w:bidi="fa-IR"/>
        </w:rPr>
        <w:t>١٤٢٢ - اگر صفهاى جماعت تا در مسجد برسد</w:t>
      </w:r>
      <w:r w:rsidR="000C4B14">
        <w:rPr>
          <w:rtl/>
          <w:lang w:bidi="fa-IR"/>
        </w:rPr>
        <w:t>،</w:t>
      </w:r>
      <w:r w:rsidRPr="003E3506">
        <w:rPr>
          <w:rtl/>
          <w:lang w:bidi="fa-IR"/>
        </w:rPr>
        <w:t xml:space="preserve"> كسى كه مقابل در</w:t>
      </w:r>
      <w:r w:rsidR="000C4B14">
        <w:rPr>
          <w:rtl/>
          <w:lang w:bidi="fa-IR"/>
        </w:rPr>
        <w:t>،</w:t>
      </w:r>
      <w:r w:rsidRPr="003E3506">
        <w:rPr>
          <w:rtl/>
          <w:lang w:bidi="fa-IR"/>
        </w:rPr>
        <w:t xml:space="preserve"> پشت صف ايستاده نمازش صحيح است</w:t>
      </w:r>
      <w:r w:rsidR="000C4B14">
        <w:rPr>
          <w:rtl/>
          <w:lang w:bidi="fa-IR"/>
        </w:rPr>
        <w:t>،</w:t>
      </w:r>
      <w:r w:rsidRPr="003E3506">
        <w:rPr>
          <w:rtl/>
          <w:lang w:bidi="fa-IR"/>
        </w:rPr>
        <w:t xml:space="preserve"> و نيز نماز كسانى كه پشت سر او اقتدا مى كنند صحيح مى باشد</w:t>
      </w:r>
      <w:r w:rsidR="000C4B14">
        <w:rPr>
          <w:rtl/>
          <w:lang w:bidi="fa-IR"/>
        </w:rPr>
        <w:t>،</w:t>
      </w:r>
      <w:r w:rsidRPr="003E3506">
        <w:rPr>
          <w:rtl/>
          <w:lang w:bidi="fa-IR"/>
        </w:rPr>
        <w:t xml:space="preserve"> بلكه نماز كسانى كه در دو طرف ايستاده اند و از جهت ماموم ديگر اتصال به جماعت دارند نيز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١٤٢٣ - كسى كه پشت ستون ايستاده</w:t>
      </w:r>
      <w:r w:rsidR="000C4B14">
        <w:rPr>
          <w:rtl/>
          <w:lang w:bidi="fa-IR"/>
        </w:rPr>
        <w:t>،</w:t>
      </w:r>
      <w:r w:rsidRPr="003E3506">
        <w:rPr>
          <w:rtl/>
          <w:lang w:bidi="fa-IR"/>
        </w:rPr>
        <w:t xml:space="preserve"> اگر از طرف راست يا چپ به واسطه ماموم ديگر به امام متصل نباشد</w:t>
      </w:r>
      <w:r w:rsidR="000C4B14">
        <w:rPr>
          <w:rtl/>
          <w:lang w:bidi="fa-IR"/>
        </w:rPr>
        <w:t>،</w:t>
      </w:r>
      <w:r w:rsidRPr="003E3506">
        <w:rPr>
          <w:rtl/>
          <w:lang w:bidi="fa-IR"/>
        </w:rPr>
        <w:t xml:space="preserve"> نمى تواند اقتدا كند.</w:t>
      </w:r>
    </w:p>
    <w:p w:rsidR="003E3506" w:rsidRPr="003E3506" w:rsidRDefault="003E3506" w:rsidP="003E3506">
      <w:pPr>
        <w:pStyle w:val="libNormal"/>
        <w:rPr>
          <w:lang w:bidi="fa-IR"/>
        </w:rPr>
      </w:pPr>
      <w:r w:rsidRPr="003E3506">
        <w:rPr>
          <w:rtl/>
          <w:lang w:bidi="fa-IR"/>
        </w:rPr>
        <w:t>١٤٢٤ - جاى ايستادن امام بايد از جاى ماموم بلندتر نباشد ولى اگر به مقدار ناچيز بلندتر باشد اشكال ندارد و نيز اگر زمين سراشيب باشد</w:t>
      </w:r>
      <w:r w:rsidR="000C4B14">
        <w:rPr>
          <w:rtl/>
          <w:lang w:bidi="fa-IR"/>
        </w:rPr>
        <w:t>،</w:t>
      </w:r>
      <w:r w:rsidRPr="003E3506">
        <w:rPr>
          <w:rtl/>
          <w:lang w:bidi="fa-IR"/>
        </w:rPr>
        <w:t xml:space="preserve"> امام در طرفى كه بلندتر است بايستد</w:t>
      </w:r>
      <w:r w:rsidR="000C4B14">
        <w:rPr>
          <w:rtl/>
          <w:lang w:bidi="fa-IR"/>
        </w:rPr>
        <w:t>،</w:t>
      </w:r>
      <w:r w:rsidRPr="003E3506">
        <w:rPr>
          <w:rtl/>
          <w:lang w:bidi="fa-IR"/>
        </w:rPr>
        <w:t xml:space="preserve"> در صورتى كه سراشيبى آن زياد نباشد</w:t>
      </w:r>
      <w:r w:rsidR="000C4B14">
        <w:rPr>
          <w:rtl/>
          <w:lang w:bidi="fa-IR"/>
        </w:rPr>
        <w:t>،</w:t>
      </w:r>
      <w:r w:rsidRPr="003E3506">
        <w:rPr>
          <w:rtl/>
          <w:lang w:bidi="fa-IR"/>
        </w:rPr>
        <w:t xml:space="preserve"> و طورى باشد كه به آن زمين مسطح بگويند مانعى ندارد.</w:t>
      </w:r>
    </w:p>
    <w:p w:rsidR="003E3506" w:rsidRPr="003E3506" w:rsidRDefault="003E3506" w:rsidP="003E3506">
      <w:pPr>
        <w:pStyle w:val="libNormal"/>
        <w:rPr>
          <w:lang w:bidi="fa-IR"/>
        </w:rPr>
      </w:pPr>
      <w:r w:rsidRPr="003E3506">
        <w:rPr>
          <w:rtl/>
          <w:lang w:bidi="fa-IR"/>
        </w:rPr>
        <w:t>١٤٢٥ - اگر جاى ماموم بلندتر از جاى امام باشد اشكال ندارد ولى اگر به قدرى بلندتر باشد كه نگويند اجتماع كرده اند جماعت صحيح نيست</w:t>
      </w:r>
      <w:r w:rsidR="000C4B14">
        <w:rPr>
          <w:rtl/>
          <w:lang w:bidi="fa-IR"/>
        </w:rPr>
        <w:t>.</w:t>
      </w:r>
    </w:p>
    <w:p w:rsidR="003E3506" w:rsidRPr="003E3506" w:rsidRDefault="003E3506" w:rsidP="003E3506">
      <w:pPr>
        <w:pStyle w:val="libNormal"/>
        <w:rPr>
          <w:lang w:bidi="fa-IR"/>
        </w:rPr>
      </w:pPr>
      <w:r w:rsidRPr="003E3506">
        <w:rPr>
          <w:rtl/>
          <w:lang w:bidi="fa-IR"/>
        </w:rPr>
        <w:t>١٤٢٦ - اگر بين كسانى كه در يك صف ايستاده اند بچه مميز يعنى بچه اى كه خوب و بد را مى فهمد</w:t>
      </w:r>
      <w:r w:rsidR="000C4B14">
        <w:rPr>
          <w:rtl/>
          <w:lang w:bidi="fa-IR"/>
        </w:rPr>
        <w:t>،</w:t>
      </w:r>
      <w:r w:rsidRPr="003E3506">
        <w:rPr>
          <w:rtl/>
          <w:lang w:bidi="fa-IR"/>
        </w:rPr>
        <w:t xml:space="preserve"> فاصله شود چنانچه ندانند نماز او باطل است مى توانند اقتدا كنند.</w:t>
      </w:r>
    </w:p>
    <w:p w:rsidR="003E3506" w:rsidRPr="003E3506" w:rsidRDefault="003E3506" w:rsidP="003E3506">
      <w:pPr>
        <w:pStyle w:val="libNormal"/>
        <w:rPr>
          <w:lang w:bidi="fa-IR"/>
        </w:rPr>
      </w:pPr>
      <w:r w:rsidRPr="003E3506">
        <w:rPr>
          <w:rtl/>
          <w:lang w:bidi="fa-IR"/>
        </w:rPr>
        <w:t>١٤٢٧ - بعد از تكبير امام اگر صف جلو آماده نماز</w:t>
      </w:r>
      <w:r w:rsidR="000C4B14">
        <w:rPr>
          <w:rtl/>
          <w:lang w:bidi="fa-IR"/>
        </w:rPr>
        <w:t>،</w:t>
      </w:r>
      <w:r w:rsidRPr="003E3506">
        <w:rPr>
          <w:rtl/>
          <w:lang w:bidi="fa-IR"/>
        </w:rPr>
        <w:t xml:space="preserve"> و تكبير گفتن آنان نزديك باشد</w:t>
      </w:r>
      <w:r w:rsidR="000C4B14">
        <w:rPr>
          <w:rtl/>
          <w:lang w:bidi="fa-IR"/>
        </w:rPr>
        <w:t>،</w:t>
      </w:r>
      <w:r w:rsidRPr="003E3506">
        <w:rPr>
          <w:rtl/>
          <w:lang w:bidi="fa-IR"/>
        </w:rPr>
        <w:t xml:space="preserve"> كسى كه در صف بعد ايستاده</w:t>
      </w:r>
      <w:r w:rsidR="000C4B14">
        <w:rPr>
          <w:rtl/>
          <w:lang w:bidi="fa-IR"/>
        </w:rPr>
        <w:t>،</w:t>
      </w:r>
      <w:r w:rsidRPr="003E3506">
        <w:rPr>
          <w:rtl/>
          <w:lang w:bidi="fa-IR"/>
        </w:rPr>
        <w:t xml:space="preserve"> مى تواند تكبير بگويد ولى احتياط مستحب آن است كه صبر كند تا تكبير صف جلو تمام شود.</w:t>
      </w:r>
    </w:p>
    <w:p w:rsidR="00E165AA" w:rsidRDefault="003E3506" w:rsidP="003E3506">
      <w:pPr>
        <w:pStyle w:val="libNormal"/>
        <w:rPr>
          <w:rtl/>
          <w:lang w:bidi="fa-IR"/>
        </w:rPr>
      </w:pPr>
      <w:r w:rsidRPr="003E3506">
        <w:rPr>
          <w:rtl/>
          <w:lang w:bidi="fa-IR"/>
        </w:rPr>
        <w:t>١٤٢٨ - اگر بداند نماز يك صف از صفهاى جلو باطل است در صفهاى بعد نمى تواند اقتدا كند</w:t>
      </w:r>
      <w:r w:rsidR="000C4B14">
        <w:rPr>
          <w:rtl/>
          <w:lang w:bidi="fa-IR"/>
        </w:rPr>
        <w:t>،</w:t>
      </w:r>
      <w:r w:rsidRPr="003E3506">
        <w:rPr>
          <w:rtl/>
          <w:lang w:bidi="fa-IR"/>
        </w:rPr>
        <w:t xml:space="preserve"> ولى اگر نداند نماز آنان صحيح است يا نه مى تواند اقتدا نمايد.</w:t>
      </w:r>
    </w:p>
    <w:p w:rsidR="003E3506" w:rsidRPr="003E3506" w:rsidRDefault="003E3506" w:rsidP="003E3506">
      <w:pPr>
        <w:pStyle w:val="libNormal"/>
        <w:rPr>
          <w:lang w:bidi="fa-IR"/>
        </w:rPr>
      </w:pPr>
      <w:r w:rsidRPr="003E3506">
        <w:rPr>
          <w:rtl/>
          <w:lang w:bidi="fa-IR"/>
        </w:rPr>
        <w:t>١٤٢٩ - هرگاه بداند نماز امام باطل است</w:t>
      </w:r>
      <w:r w:rsidR="000C4B14">
        <w:rPr>
          <w:rtl/>
          <w:lang w:bidi="fa-IR"/>
        </w:rPr>
        <w:t>،</w:t>
      </w:r>
      <w:r w:rsidRPr="003E3506">
        <w:rPr>
          <w:rtl/>
          <w:lang w:bidi="fa-IR"/>
        </w:rPr>
        <w:t xml:space="preserve"> مثلا بداند امام وضو ندارد اگر چه خود امام ملتفت نباشد</w:t>
      </w:r>
      <w:r w:rsidR="000C4B14">
        <w:rPr>
          <w:rtl/>
          <w:lang w:bidi="fa-IR"/>
        </w:rPr>
        <w:t>،</w:t>
      </w:r>
      <w:r w:rsidRPr="003E3506">
        <w:rPr>
          <w:rtl/>
          <w:lang w:bidi="fa-IR"/>
        </w:rPr>
        <w:t xml:space="preserve"> نمى تواند به او اقتدا كند.</w:t>
      </w:r>
    </w:p>
    <w:p w:rsidR="003E3506" w:rsidRPr="003E3506" w:rsidRDefault="003E3506" w:rsidP="003E3506">
      <w:pPr>
        <w:pStyle w:val="libNormal"/>
        <w:rPr>
          <w:lang w:bidi="fa-IR"/>
        </w:rPr>
      </w:pPr>
      <w:r w:rsidRPr="003E3506">
        <w:rPr>
          <w:rtl/>
          <w:lang w:bidi="fa-IR"/>
        </w:rPr>
        <w:t>١٤٣٠ - اگر ماموم بعد از نماز بفهمد كه امام عادل نبوده</w:t>
      </w:r>
      <w:r w:rsidR="000C4B14">
        <w:rPr>
          <w:rtl/>
          <w:lang w:bidi="fa-IR"/>
        </w:rPr>
        <w:t>،</w:t>
      </w:r>
      <w:r w:rsidRPr="003E3506">
        <w:rPr>
          <w:rtl/>
          <w:lang w:bidi="fa-IR"/>
        </w:rPr>
        <w:t xml:space="preserve"> يا كافر بوده</w:t>
      </w:r>
      <w:r w:rsidR="000C4B14">
        <w:rPr>
          <w:rtl/>
          <w:lang w:bidi="fa-IR"/>
        </w:rPr>
        <w:t>،</w:t>
      </w:r>
      <w:r w:rsidRPr="003E3506">
        <w:rPr>
          <w:rtl/>
          <w:lang w:bidi="fa-IR"/>
        </w:rPr>
        <w:t xml:space="preserve"> يا به جهتى نمازش باطل بوده</w:t>
      </w:r>
      <w:r w:rsidR="000C4B14">
        <w:rPr>
          <w:rtl/>
          <w:lang w:bidi="fa-IR"/>
        </w:rPr>
        <w:t>،</w:t>
      </w:r>
      <w:r w:rsidRPr="003E3506">
        <w:rPr>
          <w:rtl/>
          <w:lang w:bidi="fa-IR"/>
        </w:rPr>
        <w:t xml:space="preserve"> مثلا بى وضو نماز خوانده</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١٤٣١ - اگر در بين نماز شك كند كه اقتدا كرده يا نه</w:t>
      </w:r>
      <w:r w:rsidR="000C4B14">
        <w:rPr>
          <w:rtl/>
          <w:lang w:bidi="fa-IR"/>
        </w:rPr>
        <w:t>،</w:t>
      </w:r>
      <w:r w:rsidRPr="003E3506">
        <w:rPr>
          <w:rtl/>
          <w:lang w:bidi="fa-IR"/>
        </w:rPr>
        <w:t xml:space="preserve"> چنانچه به نشانه هايى اطمينان پيدا كند كه اقتدا كرده مثل اين كه در حالى باشد</w:t>
      </w:r>
      <w:r w:rsidR="000C4B14">
        <w:rPr>
          <w:rtl/>
          <w:lang w:bidi="fa-IR"/>
        </w:rPr>
        <w:t>،</w:t>
      </w:r>
      <w:r w:rsidRPr="003E3506">
        <w:rPr>
          <w:rtl/>
          <w:lang w:bidi="fa-IR"/>
        </w:rPr>
        <w:t xml:space="preserve"> كه وظيفه ماموم است مثلا به حمد و سوره امام گوش مى دهد</w:t>
      </w:r>
      <w:r w:rsidR="000C4B14">
        <w:rPr>
          <w:rtl/>
          <w:lang w:bidi="fa-IR"/>
        </w:rPr>
        <w:t>،</w:t>
      </w:r>
      <w:r w:rsidRPr="003E3506">
        <w:rPr>
          <w:rtl/>
          <w:lang w:bidi="fa-IR"/>
        </w:rPr>
        <w:t xml:space="preserve"> بايد نماز را به جماعت تمام كند و در غير اين صورت</w:t>
      </w:r>
      <w:r w:rsidR="000C4B14">
        <w:rPr>
          <w:rtl/>
          <w:lang w:bidi="fa-IR"/>
        </w:rPr>
        <w:t>،</w:t>
      </w:r>
      <w:r w:rsidRPr="003E3506">
        <w:rPr>
          <w:rtl/>
          <w:lang w:bidi="fa-IR"/>
        </w:rPr>
        <w:t xml:space="preserve"> بايد نماز را به نيت فرادى تمام نمايد.</w:t>
      </w:r>
    </w:p>
    <w:p w:rsidR="003E3506" w:rsidRPr="003E3506" w:rsidRDefault="003E3506" w:rsidP="00E165AA">
      <w:pPr>
        <w:pStyle w:val="libNormal"/>
        <w:rPr>
          <w:lang w:bidi="fa-IR"/>
        </w:rPr>
      </w:pPr>
      <w:r w:rsidRPr="003E3506">
        <w:rPr>
          <w:rtl/>
          <w:lang w:bidi="fa-IR"/>
        </w:rPr>
        <w:lastRenderedPageBreak/>
        <w:t>١٤٣٢ - اگر ماموم در بين نماز بدون عذر قصد انفراد نمايد</w:t>
      </w:r>
      <w:r w:rsidR="000C4B14">
        <w:rPr>
          <w:rtl/>
          <w:lang w:bidi="fa-IR"/>
        </w:rPr>
        <w:t>،</w:t>
      </w:r>
      <w:r w:rsidRPr="003E3506">
        <w:rPr>
          <w:rtl/>
          <w:lang w:bidi="fa-IR"/>
        </w:rPr>
        <w:t xml:space="preserve"> صحت جماعتش محل اشكال است ولى نمازش صحيح است مگر آن كه به آنچه وظيفه نمازگذار در نماز فرادى است عمل نكرده باشد يا كارى كه نماز فرادى را هر چند سهوا باطل مى كند مثل زيادى ركوع انجام داده باشد</w:t>
      </w:r>
      <w:r w:rsidR="000C4B14">
        <w:rPr>
          <w:rtl/>
          <w:lang w:bidi="fa-IR"/>
        </w:rPr>
        <w:t>،</w:t>
      </w:r>
      <w:r w:rsidRPr="003E3506">
        <w:rPr>
          <w:rtl/>
          <w:lang w:bidi="fa-IR"/>
        </w:rPr>
        <w:t xml:space="preserve"> بلكه در بعضى موارد اگر به وظيفه نماز فرادى هم عمل نكرده باشد</w:t>
      </w:r>
      <w:r w:rsidR="000C4B14">
        <w:rPr>
          <w:rtl/>
          <w:lang w:bidi="fa-IR"/>
        </w:rPr>
        <w:t>،</w:t>
      </w:r>
      <w:r w:rsidRPr="003E3506">
        <w:rPr>
          <w:rtl/>
          <w:lang w:bidi="fa-IR"/>
        </w:rPr>
        <w:t xml:space="preserve"> باز نيز نمازش صحيح است مثلا اگر از اول نماز قصد انفراد را نداشته و قرائت نكرده</w:t>
      </w:r>
      <w:r w:rsidR="000C4B14">
        <w:rPr>
          <w:rtl/>
          <w:lang w:bidi="fa-IR"/>
        </w:rPr>
        <w:t>،</w:t>
      </w:r>
      <w:r w:rsidRPr="003E3506">
        <w:rPr>
          <w:rtl/>
          <w:lang w:bidi="fa-IR"/>
        </w:rPr>
        <w:t xml:space="preserve"> ولى در هنگام ركوع چنين قصدى برايش پيدا شود</w:t>
      </w:r>
      <w:r w:rsidR="000C4B14">
        <w:rPr>
          <w:rtl/>
          <w:lang w:bidi="fa-IR"/>
        </w:rPr>
        <w:t>،</w:t>
      </w:r>
      <w:r w:rsidRPr="003E3506">
        <w:rPr>
          <w:rtl/>
          <w:lang w:bidi="fa-IR"/>
        </w:rPr>
        <w:t xml:space="preserve"> در اين صورت مى تواند نمازش را به قصد انفراد تمام كند و لازم نيست كه آن را اعاده نمايد.</w:t>
      </w:r>
    </w:p>
    <w:p w:rsidR="003E3506" w:rsidRPr="003E3506" w:rsidRDefault="003E3506" w:rsidP="003E3506">
      <w:pPr>
        <w:pStyle w:val="libNormal"/>
        <w:rPr>
          <w:lang w:bidi="fa-IR"/>
        </w:rPr>
      </w:pPr>
      <w:r w:rsidRPr="003E3506">
        <w:rPr>
          <w:rtl/>
          <w:lang w:bidi="fa-IR"/>
        </w:rPr>
        <w:t>١٤٣٣ - اگر ماموم بعد از حمد و سوره امام به واسطه عذرى</w:t>
      </w:r>
      <w:r w:rsidR="000C4B14">
        <w:rPr>
          <w:rtl/>
          <w:lang w:bidi="fa-IR"/>
        </w:rPr>
        <w:t>،</w:t>
      </w:r>
      <w:r w:rsidRPr="003E3506">
        <w:rPr>
          <w:rtl/>
          <w:lang w:bidi="fa-IR"/>
        </w:rPr>
        <w:t xml:space="preserve"> نيت فرادى كند لازم نيست حمد و سوره را بخواند</w:t>
      </w:r>
      <w:r w:rsidR="000C4B14">
        <w:rPr>
          <w:rtl/>
          <w:lang w:bidi="fa-IR"/>
        </w:rPr>
        <w:t>،</w:t>
      </w:r>
      <w:r w:rsidRPr="003E3506">
        <w:rPr>
          <w:rtl/>
          <w:lang w:bidi="fa-IR"/>
        </w:rPr>
        <w:t xml:space="preserve"> ولى اگر پيش از تمام شدن حمد و سوره نيت فرادى نمايد</w:t>
      </w:r>
      <w:r w:rsidR="000C4B14">
        <w:rPr>
          <w:rtl/>
          <w:lang w:bidi="fa-IR"/>
        </w:rPr>
        <w:t>،</w:t>
      </w:r>
      <w:r w:rsidRPr="003E3506">
        <w:rPr>
          <w:rtl/>
          <w:lang w:bidi="fa-IR"/>
        </w:rPr>
        <w:t xml:space="preserve"> بنابر احتياط لازم است مقدارى را كه امام خوانده نيز بخواند.</w:t>
      </w:r>
    </w:p>
    <w:p w:rsidR="003E3506" w:rsidRPr="003E3506" w:rsidRDefault="003E3506" w:rsidP="003E3506">
      <w:pPr>
        <w:pStyle w:val="libNormal"/>
        <w:rPr>
          <w:lang w:bidi="fa-IR"/>
        </w:rPr>
      </w:pPr>
      <w:r w:rsidRPr="003E3506">
        <w:rPr>
          <w:rtl/>
          <w:lang w:bidi="fa-IR"/>
        </w:rPr>
        <w:t>١٤٣٤ - اگر در بين نماز جماعت نيت فرادى نمايد</w:t>
      </w:r>
      <w:r w:rsidR="000C4B14">
        <w:rPr>
          <w:rtl/>
          <w:lang w:bidi="fa-IR"/>
        </w:rPr>
        <w:t>،</w:t>
      </w:r>
      <w:r w:rsidRPr="003E3506">
        <w:rPr>
          <w:rtl/>
          <w:lang w:bidi="fa-IR"/>
        </w:rPr>
        <w:t xml:space="preserve"> نمى تواند دوباره نيت جماعت كند</w:t>
      </w:r>
      <w:r w:rsidR="000C4B14">
        <w:rPr>
          <w:rtl/>
          <w:lang w:bidi="fa-IR"/>
        </w:rPr>
        <w:t>،</w:t>
      </w:r>
      <w:r w:rsidRPr="003E3506">
        <w:rPr>
          <w:rtl/>
          <w:lang w:bidi="fa-IR"/>
        </w:rPr>
        <w:t xml:space="preserve"> ولى اگر مردد شود كه نيت فرادى كند يا نه و بعد تصميم بگيرد كه نماز را با جماعت تمام كند</w:t>
      </w:r>
      <w:r w:rsidR="000C4B14">
        <w:rPr>
          <w:rtl/>
          <w:lang w:bidi="fa-IR"/>
        </w:rPr>
        <w:t>،</w:t>
      </w:r>
      <w:r w:rsidRPr="003E3506">
        <w:rPr>
          <w:rtl/>
          <w:lang w:bidi="fa-IR"/>
        </w:rPr>
        <w:t xml:space="preserve"> جماعتش صحيح است</w:t>
      </w:r>
      <w:r w:rsidR="000C4B14">
        <w:rPr>
          <w:rtl/>
          <w:lang w:bidi="fa-IR"/>
        </w:rPr>
        <w:t>.</w:t>
      </w:r>
    </w:p>
    <w:p w:rsidR="003E3506" w:rsidRPr="003E3506" w:rsidRDefault="003E3506" w:rsidP="003E3506">
      <w:pPr>
        <w:pStyle w:val="libNormal"/>
        <w:rPr>
          <w:lang w:bidi="fa-IR"/>
        </w:rPr>
      </w:pPr>
      <w:r w:rsidRPr="003E3506">
        <w:rPr>
          <w:rtl/>
          <w:lang w:bidi="fa-IR"/>
        </w:rPr>
        <w:t>١٤٣٥ - اگر شك كند كه در بين نماز نيت فرادى كرده يا نه</w:t>
      </w:r>
      <w:r w:rsidR="000C4B14">
        <w:rPr>
          <w:rtl/>
          <w:lang w:bidi="fa-IR"/>
        </w:rPr>
        <w:t>،</w:t>
      </w:r>
      <w:r w:rsidRPr="003E3506">
        <w:rPr>
          <w:rtl/>
          <w:lang w:bidi="fa-IR"/>
        </w:rPr>
        <w:t xml:space="preserve"> بايد بنا بگذارد كه نيت فرادى نكرده است</w:t>
      </w:r>
      <w:r w:rsidR="000C4B14">
        <w:rPr>
          <w:rtl/>
          <w:lang w:bidi="fa-IR"/>
        </w:rPr>
        <w:t>.</w:t>
      </w:r>
    </w:p>
    <w:p w:rsidR="003E3506" w:rsidRPr="003E3506" w:rsidRDefault="003E3506" w:rsidP="003E3506">
      <w:pPr>
        <w:pStyle w:val="libNormal"/>
        <w:rPr>
          <w:lang w:bidi="fa-IR"/>
        </w:rPr>
      </w:pPr>
      <w:r w:rsidRPr="003E3506">
        <w:rPr>
          <w:rtl/>
          <w:lang w:bidi="fa-IR"/>
        </w:rPr>
        <w:t>١٤٣٦ - اگر موقعى كه امام در ركوع است اقتدا كند و به ركوع امام برسد</w:t>
      </w:r>
      <w:r w:rsidR="000C4B14">
        <w:rPr>
          <w:rtl/>
          <w:lang w:bidi="fa-IR"/>
        </w:rPr>
        <w:t>،</w:t>
      </w:r>
      <w:r w:rsidRPr="003E3506">
        <w:rPr>
          <w:rtl/>
          <w:lang w:bidi="fa-IR"/>
        </w:rPr>
        <w:t xml:space="preserve"> اگر چه ذكر امام تمام شده باشد</w:t>
      </w:r>
      <w:r w:rsidR="000C4B14">
        <w:rPr>
          <w:rtl/>
          <w:lang w:bidi="fa-IR"/>
        </w:rPr>
        <w:t>،</w:t>
      </w:r>
      <w:r w:rsidRPr="003E3506">
        <w:rPr>
          <w:rtl/>
          <w:lang w:bidi="fa-IR"/>
        </w:rPr>
        <w:t xml:space="preserve"> نمازش صحيح است و يك ركعت حساب مى شود</w:t>
      </w:r>
      <w:r w:rsidR="000C4B14">
        <w:rPr>
          <w:rtl/>
          <w:lang w:bidi="fa-IR"/>
        </w:rPr>
        <w:t>،</w:t>
      </w:r>
      <w:r w:rsidRPr="003E3506">
        <w:rPr>
          <w:rtl/>
          <w:lang w:bidi="fa-IR"/>
        </w:rPr>
        <w:t xml:space="preserve"> اما اگر به مقدار ركوع خم شود و به ركوع امام نرسد</w:t>
      </w:r>
      <w:r w:rsidR="000C4B14">
        <w:rPr>
          <w:rtl/>
          <w:lang w:bidi="fa-IR"/>
        </w:rPr>
        <w:t>،</w:t>
      </w:r>
      <w:r w:rsidRPr="003E3506">
        <w:rPr>
          <w:rtl/>
          <w:lang w:bidi="fa-IR"/>
        </w:rPr>
        <w:t xml:space="preserve"> مى تواند نمازش را به نيت فرادى تمام كند.</w:t>
      </w:r>
    </w:p>
    <w:p w:rsidR="003E3506" w:rsidRPr="003E3506" w:rsidRDefault="003E3506" w:rsidP="003E3506">
      <w:pPr>
        <w:pStyle w:val="libNormal"/>
        <w:rPr>
          <w:lang w:bidi="fa-IR"/>
        </w:rPr>
      </w:pPr>
      <w:r w:rsidRPr="003E3506">
        <w:rPr>
          <w:rtl/>
          <w:lang w:bidi="fa-IR"/>
        </w:rPr>
        <w:t>١٤٣٧ - اگر موقعى كه امام در ركوع است اقتدا كند و مقدار ركوع خم شود و شك كند كه به ركوع امام رسيده يا نه</w:t>
      </w:r>
      <w:r w:rsidR="000C4B14">
        <w:rPr>
          <w:rtl/>
          <w:lang w:bidi="fa-IR"/>
        </w:rPr>
        <w:t>،</w:t>
      </w:r>
      <w:r w:rsidRPr="003E3506">
        <w:rPr>
          <w:rtl/>
          <w:lang w:bidi="fa-IR"/>
        </w:rPr>
        <w:t xml:space="preserve"> چنانچه شكش بعد از تجاوز محل باشد - مثل اين كه بعد از تمام شدن ركوع شك كند - ظاهر آن است كه جماعتش صحيح است و در غير اين صورت مى تواند نماز را به نيت فرادى تمام كند.</w:t>
      </w:r>
    </w:p>
    <w:p w:rsidR="003E3506" w:rsidRPr="003E3506" w:rsidRDefault="003E3506" w:rsidP="003E3506">
      <w:pPr>
        <w:pStyle w:val="libNormal"/>
        <w:rPr>
          <w:lang w:bidi="fa-IR"/>
        </w:rPr>
      </w:pPr>
      <w:r w:rsidRPr="003E3506">
        <w:rPr>
          <w:rtl/>
          <w:lang w:bidi="fa-IR"/>
        </w:rPr>
        <w:lastRenderedPageBreak/>
        <w:t>١٤٣٨ - اگر موقعى كه امام در ركوع است اقتدا كند</w:t>
      </w:r>
      <w:r w:rsidR="000C4B14">
        <w:rPr>
          <w:rtl/>
          <w:lang w:bidi="fa-IR"/>
        </w:rPr>
        <w:t>،</w:t>
      </w:r>
      <w:r w:rsidRPr="003E3506">
        <w:rPr>
          <w:rtl/>
          <w:lang w:bidi="fa-IR"/>
        </w:rPr>
        <w:t xml:space="preserve"> و پيش از آن كه به اندازه ركوع خم شود</w:t>
      </w:r>
      <w:r w:rsidR="000C4B14">
        <w:rPr>
          <w:rtl/>
          <w:lang w:bidi="fa-IR"/>
        </w:rPr>
        <w:t>،</w:t>
      </w:r>
      <w:r w:rsidRPr="003E3506">
        <w:rPr>
          <w:rtl/>
          <w:lang w:bidi="fa-IR"/>
        </w:rPr>
        <w:t xml:space="preserve"> امام سر از ركوع بردارد</w:t>
      </w:r>
      <w:r w:rsidR="000C4B14">
        <w:rPr>
          <w:rtl/>
          <w:lang w:bidi="fa-IR"/>
        </w:rPr>
        <w:t>،</w:t>
      </w:r>
      <w:r w:rsidRPr="003E3506">
        <w:rPr>
          <w:rtl/>
          <w:lang w:bidi="fa-IR"/>
        </w:rPr>
        <w:t xml:space="preserve"> مخير است كه قصد فرادى كرده نماز را تمام كند يا اين كه همراه امام به قصد قربت مطلقه به سجده رود و بعد در حال ايستادن تكبير را به قصد اعم از تكبيرة الاحرام و ذكر مطلق تجديد كرده نماز را به جماعت بخواند.</w:t>
      </w:r>
    </w:p>
    <w:p w:rsidR="003E3506" w:rsidRPr="003E3506" w:rsidRDefault="003E3506" w:rsidP="003E3506">
      <w:pPr>
        <w:pStyle w:val="libNormal"/>
        <w:rPr>
          <w:lang w:bidi="fa-IR"/>
        </w:rPr>
      </w:pPr>
      <w:r w:rsidRPr="003E3506">
        <w:rPr>
          <w:rtl/>
          <w:lang w:bidi="fa-IR"/>
        </w:rPr>
        <w:t>١٤٣٩ - اگر اول نماز يا بين حمد و سوره اقتدا كند و اتفاقا پيش از آن كه به ركوع رود</w:t>
      </w:r>
      <w:r w:rsidR="000C4B14">
        <w:rPr>
          <w:rtl/>
          <w:lang w:bidi="fa-IR"/>
        </w:rPr>
        <w:t>،</w:t>
      </w:r>
      <w:r w:rsidRPr="003E3506">
        <w:rPr>
          <w:rtl/>
          <w:lang w:bidi="fa-IR"/>
        </w:rPr>
        <w:t xml:space="preserve"> امام سر از ركوع بردارد نماز او صحيح است</w:t>
      </w:r>
      <w:r w:rsidR="000C4B14">
        <w:rPr>
          <w:rtl/>
          <w:lang w:bidi="fa-IR"/>
        </w:rPr>
        <w:t>.</w:t>
      </w:r>
    </w:p>
    <w:p w:rsidR="003E3506" w:rsidRPr="003E3506" w:rsidRDefault="003E3506" w:rsidP="003E3506">
      <w:pPr>
        <w:pStyle w:val="libNormal"/>
        <w:rPr>
          <w:lang w:bidi="fa-IR"/>
        </w:rPr>
      </w:pPr>
      <w:r w:rsidRPr="003E3506">
        <w:rPr>
          <w:rtl/>
          <w:lang w:bidi="fa-IR"/>
        </w:rPr>
        <w:t>١٤٤٠ - اگر موقعى برسد كه امام مشغول خواندن تشهد آخر نماز است</w:t>
      </w:r>
      <w:r w:rsidR="000C4B14">
        <w:rPr>
          <w:rtl/>
          <w:lang w:bidi="fa-IR"/>
        </w:rPr>
        <w:t>،</w:t>
      </w:r>
      <w:r w:rsidRPr="003E3506">
        <w:rPr>
          <w:rtl/>
          <w:lang w:bidi="fa-IR"/>
        </w:rPr>
        <w:t xml:space="preserve"> چنانچه بخواهد به ثواب جماعت برسد</w:t>
      </w:r>
      <w:r w:rsidR="000C4B14">
        <w:rPr>
          <w:rtl/>
          <w:lang w:bidi="fa-IR"/>
        </w:rPr>
        <w:t>،</w:t>
      </w:r>
      <w:r w:rsidRPr="003E3506">
        <w:rPr>
          <w:rtl/>
          <w:lang w:bidi="fa-IR"/>
        </w:rPr>
        <w:t xml:space="preserve"> بايد بعد از نيت و گفتن تكبيرة الاحرام بنشيند و تشهد را به قصد قربت مطلقه با امام بخواند</w:t>
      </w:r>
      <w:r w:rsidR="000C4B14">
        <w:rPr>
          <w:rtl/>
          <w:lang w:bidi="fa-IR"/>
        </w:rPr>
        <w:t>،</w:t>
      </w:r>
      <w:r w:rsidRPr="003E3506">
        <w:rPr>
          <w:rtl/>
          <w:lang w:bidi="fa-IR"/>
        </w:rPr>
        <w:t xml:space="preserve"> ولى سلام را نگويد و صبر كند تا امام سلام نماز را بدهد</w:t>
      </w:r>
      <w:r w:rsidR="000C4B14">
        <w:rPr>
          <w:rtl/>
          <w:lang w:bidi="fa-IR"/>
        </w:rPr>
        <w:t>،</w:t>
      </w:r>
      <w:r w:rsidRPr="003E3506">
        <w:rPr>
          <w:rtl/>
          <w:lang w:bidi="fa-IR"/>
        </w:rPr>
        <w:t xml:space="preserve"> بعد بايستد بدون آن كه دوباره نيت كند و تكبير بگويد</w:t>
      </w:r>
      <w:r w:rsidR="000C4B14">
        <w:rPr>
          <w:rtl/>
          <w:lang w:bidi="fa-IR"/>
        </w:rPr>
        <w:t>،</w:t>
      </w:r>
      <w:r w:rsidRPr="003E3506">
        <w:rPr>
          <w:rtl/>
          <w:lang w:bidi="fa-IR"/>
        </w:rPr>
        <w:t xml:space="preserve"> حمد و سوره را بخواند</w:t>
      </w:r>
      <w:r w:rsidR="000C4B14">
        <w:rPr>
          <w:rtl/>
          <w:lang w:bidi="fa-IR"/>
        </w:rPr>
        <w:t>،</w:t>
      </w:r>
      <w:r w:rsidRPr="003E3506">
        <w:rPr>
          <w:rtl/>
          <w:lang w:bidi="fa-IR"/>
        </w:rPr>
        <w:t xml:space="preserve"> و آن را ركعت اول نماز خود حساب كند.</w:t>
      </w:r>
    </w:p>
    <w:p w:rsidR="003E3506" w:rsidRPr="003E3506" w:rsidRDefault="003E3506" w:rsidP="003E3506">
      <w:pPr>
        <w:pStyle w:val="libNormal"/>
        <w:rPr>
          <w:lang w:bidi="fa-IR"/>
        </w:rPr>
      </w:pPr>
      <w:r w:rsidRPr="003E3506">
        <w:rPr>
          <w:rtl/>
          <w:lang w:bidi="fa-IR"/>
        </w:rPr>
        <w:t>١٤٤١ - ماموم نبايد جلوتر از امام بايستد بلكه احتياط واجب آن است كه اگر ماموم متعدد باشند مساوى امام نايستند</w:t>
      </w:r>
      <w:r w:rsidR="000C4B14">
        <w:rPr>
          <w:rtl/>
          <w:lang w:bidi="fa-IR"/>
        </w:rPr>
        <w:t>،</w:t>
      </w:r>
      <w:r w:rsidRPr="003E3506">
        <w:rPr>
          <w:rtl/>
          <w:lang w:bidi="fa-IR"/>
        </w:rPr>
        <w:t xml:space="preserve"> ولى اگر ماموم يك مرد باشد اشكال ندارد كه مساوى امام بايستد.</w:t>
      </w:r>
    </w:p>
    <w:p w:rsidR="003E3506" w:rsidRPr="003E3506" w:rsidRDefault="003E3506" w:rsidP="003E3506">
      <w:pPr>
        <w:pStyle w:val="libNormal"/>
        <w:rPr>
          <w:lang w:bidi="fa-IR"/>
        </w:rPr>
      </w:pPr>
      <w:r w:rsidRPr="003E3506">
        <w:rPr>
          <w:rtl/>
          <w:lang w:bidi="fa-IR"/>
        </w:rPr>
        <w:t>١٤٤٢ - اگر امام مرد و ماموم زن باشد</w:t>
      </w:r>
      <w:r w:rsidR="000C4B14">
        <w:rPr>
          <w:rtl/>
          <w:lang w:bidi="fa-IR"/>
        </w:rPr>
        <w:t>،</w:t>
      </w:r>
      <w:r w:rsidRPr="003E3506">
        <w:rPr>
          <w:rtl/>
          <w:lang w:bidi="fa-IR"/>
        </w:rPr>
        <w:t xml:space="preserve"> چنانچه بين آن زن و امام يا بين آن زن و ماموم ديگرى كه مرد است و زن به واسطه او به امام متصل شده است پرده و مانند آن باشد اشكال ندارد.</w:t>
      </w:r>
    </w:p>
    <w:p w:rsidR="003E3506" w:rsidRPr="003E3506" w:rsidRDefault="003E3506" w:rsidP="003E3506">
      <w:pPr>
        <w:pStyle w:val="libNormal"/>
        <w:rPr>
          <w:lang w:bidi="fa-IR"/>
        </w:rPr>
      </w:pPr>
      <w:r w:rsidRPr="003E3506">
        <w:rPr>
          <w:rtl/>
          <w:lang w:bidi="fa-IR"/>
        </w:rPr>
        <w:t>١٤٤٣ - اگر بعد از شروع به نماز بين ماموم و امام</w:t>
      </w:r>
      <w:r w:rsidR="000C4B14">
        <w:rPr>
          <w:rtl/>
          <w:lang w:bidi="fa-IR"/>
        </w:rPr>
        <w:t>،</w:t>
      </w:r>
      <w:r w:rsidRPr="003E3506">
        <w:rPr>
          <w:rtl/>
          <w:lang w:bidi="fa-IR"/>
        </w:rPr>
        <w:t xml:space="preserve"> يا بين ماموم و كسى كه ماموم به واسطه او متصل به امام است</w:t>
      </w:r>
      <w:r w:rsidR="000C4B14">
        <w:rPr>
          <w:rtl/>
          <w:lang w:bidi="fa-IR"/>
        </w:rPr>
        <w:t>،</w:t>
      </w:r>
      <w:r w:rsidRPr="003E3506">
        <w:rPr>
          <w:rtl/>
          <w:lang w:bidi="fa-IR"/>
        </w:rPr>
        <w:t xml:space="preserve"> پرده يا چيز ديگرى حايل شود</w:t>
      </w:r>
      <w:r w:rsidR="000C4B14">
        <w:rPr>
          <w:rtl/>
          <w:lang w:bidi="fa-IR"/>
        </w:rPr>
        <w:t>،</w:t>
      </w:r>
      <w:r w:rsidRPr="003E3506">
        <w:rPr>
          <w:rtl/>
          <w:lang w:bidi="fa-IR"/>
        </w:rPr>
        <w:t xml:space="preserve"> جماعت باطل مى شود و لازم است ماموم به وظيفه منفرد عمل نمايد.</w:t>
      </w:r>
    </w:p>
    <w:p w:rsidR="003E3506" w:rsidRPr="003E3506" w:rsidRDefault="003E3506" w:rsidP="003E3506">
      <w:pPr>
        <w:pStyle w:val="libNormal"/>
        <w:rPr>
          <w:lang w:bidi="fa-IR"/>
        </w:rPr>
      </w:pPr>
      <w:r w:rsidRPr="003E3506">
        <w:rPr>
          <w:rtl/>
          <w:lang w:bidi="fa-IR"/>
        </w:rPr>
        <w:t>١٤٤٤ - احتياط واجب آن است كه بين جاى سجده ماموم و جاى ايستادن امام بيش از بلندترين مراتب يك قدم فاصله نباشد</w:t>
      </w:r>
      <w:r w:rsidR="000C4B14">
        <w:rPr>
          <w:rtl/>
          <w:lang w:bidi="fa-IR"/>
        </w:rPr>
        <w:t>،</w:t>
      </w:r>
      <w:r w:rsidRPr="003E3506">
        <w:rPr>
          <w:rtl/>
          <w:lang w:bidi="fa-IR"/>
        </w:rPr>
        <w:t xml:space="preserve"> و هم چنين است اگر انسان به واسطه مامومى كه جلوى او ايستاده به امام متصل باشد</w:t>
      </w:r>
      <w:r w:rsidR="000C4B14">
        <w:rPr>
          <w:rtl/>
          <w:lang w:bidi="fa-IR"/>
        </w:rPr>
        <w:t>،</w:t>
      </w:r>
      <w:r w:rsidRPr="003E3506">
        <w:rPr>
          <w:rtl/>
          <w:lang w:bidi="fa-IR"/>
        </w:rPr>
        <w:t xml:space="preserve"> و احتياط مستحب آن است كه جاى ايستادن ماموم يا جاى </w:t>
      </w:r>
      <w:r w:rsidRPr="003E3506">
        <w:rPr>
          <w:rtl/>
          <w:lang w:bidi="fa-IR"/>
        </w:rPr>
        <w:lastRenderedPageBreak/>
        <w:t>ايستادن كسى كه جلوى او ايستاده بيش از اندازه جسد انسان در حالى كه به سجده مى رود فاصله نداشته باشد.</w:t>
      </w:r>
    </w:p>
    <w:p w:rsidR="003E3506" w:rsidRPr="003E3506" w:rsidRDefault="003E3506" w:rsidP="003E3506">
      <w:pPr>
        <w:pStyle w:val="libNormal"/>
        <w:rPr>
          <w:lang w:bidi="fa-IR"/>
        </w:rPr>
      </w:pPr>
      <w:r w:rsidRPr="003E3506">
        <w:rPr>
          <w:rtl/>
          <w:lang w:bidi="fa-IR"/>
        </w:rPr>
        <w:t>١٤٤٥ - اگر ماموم به واسطه كسى كه طرف راست يا چپ او اقتدا كرده به امام متصل باشد</w:t>
      </w:r>
      <w:r w:rsidR="000C4B14">
        <w:rPr>
          <w:rtl/>
          <w:lang w:bidi="fa-IR"/>
        </w:rPr>
        <w:t>،</w:t>
      </w:r>
      <w:r w:rsidRPr="003E3506">
        <w:rPr>
          <w:rtl/>
          <w:lang w:bidi="fa-IR"/>
        </w:rPr>
        <w:t xml:space="preserve"> و از جلو به امام متصل نباشد</w:t>
      </w:r>
      <w:r w:rsidR="000C4B14">
        <w:rPr>
          <w:rtl/>
          <w:lang w:bidi="fa-IR"/>
        </w:rPr>
        <w:t>،</w:t>
      </w:r>
      <w:r w:rsidRPr="003E3506">
        <w:rPr>
          <w:rtl/>
          <w:lang w:bidi="fa-IR"/>
        </w:rPr>
        <w:t xml:space="preserve"> بنابر احتياط واجب بايد با كسى كه در طرف راست يا چپ او اقتدا كرده بيش از بلندترين مراتب يك قدم فاصله نداشته باشد.</w:t>
      </w:r>
    </w:p>
    <w:p w:rsidR="003E3506" w:rsidRPr="003E3506" w:rsidRDefault="003E3506" w:rsidP="003E3506">
      <w:pPr>
        <w:pStyle w:val="libNormal"/>
        <w:rPr>
          <w:lang w:bidi="fa-IR"/>
        </w:rPr>
      </w:pPr>
      <w:r w:rsidRPr="003E3506">
        <w:rPr>
          <w:rtl/>
          <w:lang w:bidi="fa-IR"/>
        </w:rPr>
        <w:t>١٤٤٦ - اگر در نماز بين ماموم و امام</w:t>
      </w:r>
      <w:r w:rsidR="000C4B14">
        <w:rPr>
          <w:rtl/>
          <w:lang w:bidi="fa-IR"/>
        </w:rPr>
        <w:t>،</w:t>
      </w:r>
      <w:r w:rsidRPr="003E3506">
        <w:rPr>
          <w:rtl/>
          <w:lang w:bidi="fa-IR"/>
        </w:rPr>
        <w:t xml:space="preserve"> يا بين ماموم و كسى كه ماموم به واسطه او به امام متصل است بيش از بلندترين مراتب يك قدم فاصله پيدا شود</w:t>
      </w:r>
      <w:r w:rsidR="000C4B14">
        <w:rPr>
          <w:rtl/>
          <w:lang w:bidi="fa-IR"/>
        </w:rPr>
        <w:t>،</w:t>
      </w:r>
      <w:r w:rsidRPr="003E3506">
        <w:rPr>
          <w:rtl/>
          <w:lang w:bidi="fa-IR"/>
        </w:rPr>
        <w:t xml:space="preserve"> منفرد مى شود و مى تواند نمازش را به قصد انفراد ادامه دهد.</w:t>
      </w:r>
    </w:p>
    <w:p w:rsidR="003E3506" w:rsidRPr="003E3506" w:rsidRDefault="003E3506" w:rsidP="003E3506">
      <w:pPr>
        <w:pStyle w:val="libNormal"/>
        <w:rPr>
          <w:lang w:bidi="fa-IR"/>
        </w:rPr>
      </w:pPr>
      <w:r w:rsidRPr="003E3506">
        <w:rPr>
          <w:rtl/>
          <w:lang w:bidi="fa-IR"/>
        </w:rPr>
        <w:t>١٤٤٧ - اگر نماز همه كسانى كه در صف جلو هستند تمام شود و فورا براى نماز ديگرى به امام اقتدا نكنند</w:t>
      </w:r>
      <w:r w:rsidR="000C4B14">
        <w:rPr>
          <w:rtl/>
          <w:lang w:bidi="fa-IR"/>
        </w:rPr>
        <w:t>،</w:t>
      </w:r>
      <w:r w:rsidRPr="003E3506">
        <w:rPr>
          <w:rtl/>
          <w:lang w:bidi="fa-IR"/>
        </w:rPr>
        <w:t xml:space="preserve"> جماعت صف بعد باطل مى شود بلكه اگر هم فورا اقتدا بكنند صحت جماعت صف بعد محل اشكال است</w:t>
      </w:r>
      <w:r w:rsidR="000C4B14">
        <w:rPr>
          <w:rtl/>
          <w:lang w:bidi="fa-IR"/>
        </w:rPr>
        <w:t>.</w:t>
      </w:r>
    </w:p>
    <w:p w:rsidR="003E3506" w:rsidRPr="003E3506" w:rsidRDefault="003E3506" w:rsidP="003E3506">
      <w:pPr>
        <w:pStyle w:val="libNormal"/>
        <w:rPr>
          <w:lang w:bidi="fa-IR"/>
        </w:rPr>
      </w:pPr>
      <w:r w:rsidRPr="003E3506">
        <w:rPr>
          <w:rtl/>
          <w:lang w:bidi="fa-IR"/>
        </w:rPr>
        <w:t>١٤٤٨ - اگر در ركعت دوم اقتدا كند</w:t>
      </w:r>
      <w:r w:rsidR="000C4B14">
        <w:rPr>
          <w:rtl/>
          <w:lang w:bidi="fa-IR"/>
        </w:rPr>
        <w:t>،</w:t>
      </w:r>
      <w:r w:rsidRPr="003E3506">
        <w:rPr>
          <w:rtl/>
          <w:lang w:bidi="fa-IR"/>
        </w:rPr>
        <w:t xml:space="preserve"> لازم نيست حمد و سوره بخواند</w:t>
      </w:r>
      <w:r w:rsidR="000C4B14">
        <w:rPr>
          <w:rtl/>
          <w:lang w:bidi="fa-IR"/>
        </w:rPr>
        <w:t>،</w:t>
      </w:r>
      <w:r w:rsidRPr="003E3506">
        <w:rPr>
          <w:rtl/>
          <w:lang w:bidi="fa-IR"/>
        </w:rPr>
        <w:t xml:space="preserve"> ولى قنوت و تشهد را با امام مى خواند</w:t>
      </w:r>
      <w:r w:rsidR="000C4B14">
        <w:rPr>
          <w:rtl/>
          <w:lang w:bidi="fa-IR"/>
        </w:rPr>
        <w:t>،</w:t>
      </w:r>
      <w:r w:rsidRPr="003E3506">
        <w:rPr>
          <w:rtl/>
          <w:lang w:bidi="fa-IR"/>
        </w:rPr>
        <w:t xml:space="preserve"> و احتياط آن است كه موقع خواندن تشهد انگشتان دست و سينه پا را به زمين بگذارد</w:t>
      </w:r>
      <w:r w:rsidR="000C4B14">
        <w:rPr>
          <w:rtl/>
          <w:lang w:bidi="fa-IR"/>
        </w:rPr>
        <w:t>،</w:t>
      </w:r>
      <w:r w:rsidRPr="003E3506">
        <w:rPr>
          <w:rtl/>
          <w:lang w:bidi="fa-IR"/>
        </w:rPr>
        <w:t xml:space="preserve"> و زانوها را بلند كند و بايد بعد از تشهد با امام برخيزد و حمد و سوره را بخواند</w:t>
      </w:r>
      <w:r w:rsidR="000C4B14">
        <w:rPr>
          <w:rtl/>
          <w:lang w:bidi="fa-IR"/>
        </w:rPr>
        <w:t>،</w:t>
      </w:r>
      <w:r w:rsidRPr="003E3506">
        <w:rPr>
          <w:rtl/>
          <w:lang w:bidi="fa-IR"/>
        </w:rPr>
        <w:t xml:space="preserve"> و اگر براى سوره وقت ندارد حمد را تمام كند و در ركوع خود را به امام برساند</w:t>
      </w:r>
      <w:r w:rsidR="000C4B14">
        <w:rPr>
          <w:rtl/>
          <w:lang w:bidi="fa-IR"/>
        </w:rPr>
        <w:t>،</w:t>
      </w:r>
      <w:r w:rsidRPr="003E3506">
        <w:rPr>
          <w:rtl/>
          <w:lang w:bidi="fa-IR"/>
        </w:rPr>
        <w:t xml:space="preserve"> و اگر براى تمام حمد وقت ندارد مى تواند حمد را قطع كند</w:t>
      </w:r>
      <w:r w:rsidR="000C4B14">
        <w:rPr>
          <w:rtl/>
          <w:lang w:bidi="fa-IR"/>
        </w:rPr>
        <w:t>،</w:t>
      </w:r>
      <w:r w:rsidRPr="003E3506">
        <w:rPr>
          <w:rtl/>
          <w:lang w:bidi="fa-IR"/>
        </w:rPr>
        <w:t xml:space="preserve"> و با امام به ركوع رود</w:t>
      </w:r>
      <w:r w:rsidR="000C4B14">
        <w:rPr>
          <w:rtl/>
          <w:lang w:bidi="fa-IR"/>
        </w:rPr>
        <w:t>،</w:t>
      </w:r>
      <w:r w:rsidRPr="003E3506">
        <w:rPr>
          <w:rtl/>
          <w:lang w:bidi="fa-IR"/>
        </w:rPr>
        <w:t xml:space="preserve"> ولى احتياط مستحب در اين صورت آن است كه نماز را به نيت فرادى تمام كند.</w:t>
      </w:r>
    </w:p>
    <w:p w:rsidR="003E3506" w:rsidRPr="003E3506" w:rsidRDefault="003E3506" w:rsidP="003E3506">
      <w:pPr>
        <w:pStyle w:val="libNormal"/>
        <w:rPr>
          <w:lang w:bidi="fa-IR"/>
        </w:rPr>
      </w:pPr>
      <w:r w:rsidRPr="003E3506">
        <w:rPr>
          <w:rtl/>
          <w:lang w:bidi="fa-IR"/>
        </w:rPr>
        <w:t>١٤٤٩ - اگر موقعى كه امام در ركعت دوم نماز چهار ركعتى است اقتدا كند</w:t>
      </w:r>
      <w:r w:rsidR="000C4B14">
        <w:rPr>
          <w:rtl/>
          <w:lang w:bidi="fa-IR"/>
        </w:rPr>
        <w:t>،</w:t>
      </w:r>
      <w:r w:rsidRPr="003E3506">
        <w:rPr>
          <w:rtl/>
          <w:lang w:bidi="fa-IR"/>
        </w:rPr>
        <w:t xml:space="preserve"> بايد در ركعت دوم نمازش كه ركعت سوم امام است بعد از دو سجده بنشيند</w:t>
      </w:r>
      <w:r w:rsidR="000C4B14">
        <w:rPr>
          <w:rtl/>
          <w:lang w:bidi="fa-IR"/>
        </w:rPr>
        <w:t>،</w:t>
      </w:r>
      <w:r w:rsidRPr="003E3506">
        <w:rPr>
          <w:rtl/>
          <w:lang w:bidi="fa-IR"/>
        </w:rPr>
        <w:t xml:space="preserve"> و تشهد را به مقدار واجب بخواند و برخيزد</w:t>
      </w:r>
      <w:r w:rsidR="000C4B14">
        <w:rPr>
          <w:rtl/>
          <w:lang w:bidi="fa-IR"/>
        </w:rPr>
        <w:t>،</w:t>
      </w:r>
      <w:r w:rsidRPr="003E3506">
        <w:rPr>
          <w:rtl/>
          <w:lang w:bidi="fa-IR"/>
        </w:rPr>
        <w:t xml:space="preserve"> و چنانچه براى گفتن سه مرتبه تسبيحات وقت ندارد</w:t>
      </w:r>
      <w:r w:rsidR="000C4B14">
        <w:rPr>
          <w:rtl/>
          <w:lang w:bidi="fa-IR"/>
        </w:rPr>
        <w:t>،</w:t>
      </w:r>
      <w:r w:rsidRPr="003E3506">
        <w:rPr>
          <w:rtl/>
          <w:lang w:bidi="fa-IR"/>
        </w:rPr>
        <w:t xml:space="preserve"> بايد يك مرتبه بگويد و در ركوع خود را به امام برساند.</w:t>
      </w:r>
    </w:p>
    <w:p w:rsidR="003E3506" w:rsidRPr="003E3506" w:rsidRDefault="003E3506" w:rsidP="003E3506">
      <w:pPr>
        <w:pStyle w:val="libNormal"/>
        <w:rPr>
          <w:lang w:bidi="fa-IR"/>
        </w:rPr>
      </w:pPr>
      <w:r w:rsidRPr="003E3506">
        <w:rPr>
          <w:rtl/>
          <w:lang w:bidi="fa-IR"/>
        </w:rPr>
        <w:lastRenderedPageBreak/>
        <w:t>١٤٥٠ - اگر امام در ركعت سوم يا چهارم باشد و ماموم بداند كه اگر اقتدا كند و حمد را بخواند به ركوع امام نمى رسد</w:t>
      </w:r>
      <w:r w:rsidR="000C4B14">
        <w:rPr>
          <w:rtl/>
          <w:lang w:bidi="fa-IR"/>
        </w:rPr>
        <w:t>،</w:t>
      </w:r>
      <w:r w:rsidRPr="003E3506">
        <w:rPr>
          <w:rtl/>
          <w:lang w:bidi="fa-IR"/>
        </w:rPr>
        <w:t xml:space="preserve"> بنابر احتياط واجب بايد صبر كند تا امام به ركوع رود</w:t>
      </w:r>
      <w:r w:rsidR="000C4B14">
        <w:rPr>
          <w:rtl/>
          <w:lang w:bidi="fa-IR"/>
        </w:rPr>
        <w:t>،</w:t>
      </w:r>
      <w:r w:rsidRPr="003E3506">
        <w:rPr>
          <w:rtl/>
          <w:lang w:bidi="fa-IR"/>
        </w:rPr>
        <w:t xml:space="preserve"> بعد اقتدا نمايد.</w:t>
      </w:r>
    </w:p>
    <w:p w:rsidR="003E3506" w:rsidRPr="003E3506" w:rsidRDefault="003E3506" w:rsidP="003E3506">
      <w:pPr>
        <w:pStyle w:val="libNormal"/>
        <w:rPr>
          <w:lang w:bidi="fa-IR"/>
        </w:rPr>
      </w:pPr>
      <w:r w:rsidRPr="003E3506">
        <w:rPr>
          <w:rtl/>
          <w:lang w:bidi="fa-IR"/>
        </w:rPr>
        <w:t>١٤٥١ - اگر در حال قيام ركعت سوم يا چهارم امام اقتدا كند</w:t>
      </w:r>
      <w:r w:rsidR="000C4B14">
        <w:rPr>
          <w:rtl/>
          <w:lang w:bidi="fa-IR"/>
        </w:rPr>
        <w:t>،</w:t>
      </w:r>
      <w:r w:rsidRPr="003E3506">
        <w:rPr>
          <w:rtl/>
          <w:lang w:bidi="fa-IR"/>
        </w:rPr>
        <w:t xml:space="preserve"> بايد حمد و سوره را بخواند</w:t>
      </w:r>
      <w:r w:rsidR="000C4B14">
        <w:rPr>
          <w:rtl/>
          <w:lang w:bidi="fa-IR"/>
        </w:rPr>
        <w:t>،</w:t>
      </w:r>
      <w:r w:rsidRPr="003E3506">
        <w:rPr>
          <w:rtl/>
          <w:lang w:bidi="fa-IR"/>
        </w:rPr>
        <w:t xml:space="preserve"> و اگر براى سوره وقت ندارد</w:t>
      </w:r>
      <w:r w:rsidR="000C4B14">
        <w:rPr>
          <w:rtl/>
          <w:lang w:bidi="fa-IR"/>
        </w:rPr>
        <w:t>،</w:t>
      </w:r>
      <w:r w:rsidRPr="003E3506">
        <w:rPr>
          <w:rtl/>
          <w:lang w:bidi="fa-IR"/>
        </w:rPr>
        <w:t xml:space="preserve"> بايد حمد را تمام كند و در ركوع خود را به امام برساند</w:t>
      </w:r>
      <w:r w:rsidR="000C4B14">
        <w:rPr>
          <w:rtl/>
          <w:lang w:bidi="fa-IR"/>
        </w:rPr>
        <w:t>،</w:t>
      </w:r>
      <w:r w:rsidRPr="003E3506">
        <w:rPr>
          <w:rtl/>
          <w:lang w:bidi="fa-IR"/>
        </w:rPr>
        <w:t xml:space="preserve"> و اگر براى تمام حمد وقت ندارد</w:t>
      </w:r>
      <w:r w:rsidR="000C4B14">
        <w:rPr>
          <w:rtl/>
          <w:lang w:bidi="fa-IR"/>
        </w:rPr>
        <w:t>،</w:t>
      </w:r>
      <w:r w:rsidRPr="003E3506">
        <w:rPr>
          <w:rtl/>
          <w:lang w:bidi="fa-IR"/>
        </w:rPr>
        <w:t xml:space="preserve"> مى تواند حمد را قطع كند و با امام ركوع رود</w:t>
      </w:r>
      <w:r w:rsidR="000C4B14">
        <w:rPr>
          <w:rtl/>
          <w:lang w:bidi="fa-IR"/>
        </w:rPr>
        <w:t>،</w:t>
      </w:r>
      <w:r w:rsidRPr="003E3506">
        <w:rPr>
          <w:rtl/>
          <w:lang w:bidi="fa-IR"/>
        </w:rPr>
        <w:t xml:space="preserve"> ولى احتياط مستحب در اين صورت آن است كه قصد فرادى كرده و نماز را تمام كند.</w:t>
      </w:r>
    </w:p>
    <w:p w:rsidR="003E3506" w:rsidRPr="003E3506" w:rsidRDefault="003E3506" w:rsidP="003E3506">
      <w:pPr>
        <w:pStyle w:val="libNormal"/>
        <w:rPr>
          <w:lang w:bidi="fa-IR"/>
        </w:rPr>
      </w:pPr>
      <w:r w:rsidRPr="003E3506">
        <w:rPr>
          <w:rtl/>
          <w:lang w:bidi="fa-IR"/>
        </w:rPr>
        <w:t>١٤٥٢ - كسى كه مى داند اگر سوره يا قنوت را تمام كند به ركوع امام نمى رسد</w:t>
      </w:r>
      <w:r w:rsidR="000C4B14">
        <w:rPr>
          <w:rtl/>
          <w:lang w:bidi="fa-IR"/>
        </w:rPr>
        <w:t>،</w:t>
      </w:r>
      <w:r w:rsidRPr="003E3506">
        <w:rPr>
          <w:rtl/>
          <w:lang w:bidi="fa-IR"/>
        </w:rPr>
        <w:t xml:space="preserve"> چنانچه عمدا سوره يا قنوت را بخواند و به ركوع نرسد</w:t>
      </w:r>
      <w:r w:rsidR="000C4B14">
        <w:rPr>
          <w:rtl/>
          <w:lang w:bidi="fa-IR"/>
        </w:rPr>
        <w:t>،</w:t>
      </w:r>
      <w:r w:rsidRPr="003E3506">
        <w:rPr>
          <w:rtl/>
          <w:lang w:bidi="fa-IR"/>
        </w:rPr>
        <w:t xml:space="preserve"> جماعتش باطل مى شود و بايد به وظيفه منفرد عمل نمايد.</w:t>
      </w:r>
    </w:p>
    <w:p w:rsidR="003E3506" w:rsidRPr="003E3506" w:rsidRDefault="003E3506" w:rsidP="003E3506">
      <w:pPr>
        <w:pStyle w:val="libNormal"/>
        <w:rPr>
          <w:lang w:bidi="fa-IR"/>
        </w:rPr>
      </w:pPr>
      <w:r w:rsidRPr="003E3506">
        <w:rPr>
          <w:rtl/>
          <w:lang w:bidi="fa-IR"/>
        </w:rPr>
        <w:t>١٤٥٣ - كسى كه اطمينان دارد كه اگر سوره را شروع كند يا تمام نمايد به ركوع امام مى رسد</w:t>
      </w:r>
      <w:r w:rsidR="000C4B14">
        <w:rPr>
          <w:rtl/>
          <w:lang w:bidi="fa-IR"/>
        </w:rPr>
        <w:t>،</w:t>
      </w:r>
      <w:r w:rsidRPr="003E3506">
        <w:rPr>
          <w:rtl/>
          <w:lang w:bidi="fa-IR"/>
        </w:rPr>
        <w:t xml:space="preserve"> در صورتى كه زياد طول نكشد بهتر آن است كه سوره را شروع كند</w:t>
      </w:r>
      <w:r w:rsidR="000C4B14">
        <w:rPr>
          <w:rtl/>
          <w:lang w:bidi="fa-IR"/>
        </w:rPr>
        <w:t>،</w:t>
      </w:r>
      <w:r w:rsidRPr="003E3506">
        <w:rPr>
          <w:rtl/>
          <w:lang w:bidi="fa-IR"/>
        </w:rPr>
        <w:t xml:space="preserve"> يا اگر شروع كرده</w:t>
      </w:r>
      <w:r w:rsidR="000C4B14">
        <w:rPr>
          <w:rtl/>
          <w:lang w:bidi="fa-IR"/>
        </w:rPr>
        <w:t>،</w:t>
      </w:r>
      <w:r w:rsidRPr="003E3506">
        <w:rPr>
          <w:rtl/>
          <w:lang w:bidi="fa-IR"/>
        </w:rPr>
        <w:t xml:space="preserve"> تمام نمايد</w:t>
      </w:r>
      <w:r w:rsidR="000C4B14">
        <w:rPr>
          <w:rtl/>
          <w:lang w:bidi="fa-IR"/>
        </w:rPr>
        <w:t>،</w:t>
      </w:r>
      <w:r w:rsidRPr="003E3506">
        <w:rPr>
          <w:rtl/>
          <w:lang w:bidi="fa-IR"/>
        </w:rPr>
        <w:t xml:space="preserve"> ولى اگر زياد طول بكشد</w:t>
      </w:r>
      <w:r w:rsidR="000C4B14">
        <w:rPr>
          <w:rtl/>
          <w:lang w:bidi="fa-IR"/>
        </w:rPr>
        <w:t>،</w:t>
      </w:r>
      <w:r w:rsidRPr="003E3506">
        <w:rPr>
          <w:rtl/>
          <w:lang w:bidi="fa-IR"/>
        </w:rPr>
        <w:t xml:space="preserve"> به طورى كه نگويند متابعت امام مى كند بايد شروع نكند</w:t>
      </w:r>
      <w:r w:rsidR="000C4B14">
        <w:rPr>
          <w:rtl/>
          <w:lang w:bidi="fa-IR"/>
        </w:rPr>
        <w:t>،</w:t>
      </w:r>
      <w:r w:rsidRPr="003E3506">
        <w:rPr>
          <w:rtl/>
          <w:lang w:bidi="fa-IR"/>
        </w:rPr>
        <w:t xml:space="preserve"> و چنانچه شروع كرده تمام ننمايد.</w:t>
      </w:r>
    </w:p>
    <w:p w:rsidR="003E3506" w:rsidRPr="003E3506" w:rsidRDefault="003E3506" w:rsidP="003E3506">
      <w:pPr>
        <w:pStyle w:val="libNormal"/>
        <w:rPr>
          <w:lang w:bidi="fa-IR"/>
        </w:rPr>
      </w:pPr>
      <w:r w:rsidRPr="003E3506">
        <w:rPr>
          <w:rtl/>
          <w:lang w:bidi="fa-IR"/>
        </w:rPr>
        <w:t>١٤٥٤ - كسى كه يقين دارد اگر سوره را بخواند به ركوع امام مى رسد و متابعت امام از بين نمى رود</w:t>
      </w:r>
      <w:r w:rsidR="000C4B14">
        <w:rPr>
          <w:rtl/>
          <w:lang w:bidi="fa-IR"/>
        </w:rPr>
        <w:t>،</w:t>
      </w:r>
      <w:r w:rsidRPr="003E3506">
        <w:rPr>
          <w:rtl/>
          <w:lang w:bidi="fa-IR"/>
        </w:rPr>
        <w:t xml:space="preserve"> چنانچه سوره را بخواند و به ركوع نرسد جماعتش صحيح است</w:t>
      </w:r>
      <w:r w:rsidR="000C4B14">
        <w:rPr>
          <w:rtl/>
          <w:lang w:bidi="fa-IR"/>
        </w:rPr>
        <w:t>.</w:t>
      </w:r>
    </w:p>
    <w:p w:rsidR="003E3506" w:rsidRPr="003E3506" w:rsidRDefault="003E3506" w:rsidP="003E3506">
      <w:pPr>
        <w:pStyle w:val="libNormal"/>
        <w:rPr>
          <w:lang w:bidi="fa-IR"/>
        </w:rPr>
      </w:pPr>
      <w:r w:rsidRPr="003E3506">
        <w:rPr>
          <w:rtl/>
          <w:lang w:bidi="fa-IR"/>
        </w:rPr>
        <w:t>١٤٥٥ - اگر امام ايستاده باشد و ماموم نداند كه در كدام ركعت است مى تواند اقتدا كند</w:t>
      </w:r>
      <w:r w:rsidR="000C4B14">
        <w:rPr>
          <w:rtl/>
          <w:lang w:bidi="fa-IR"/>
        </w:rPr>
        <w:t>،</w:t>
      </w:r>
      <w:r w:rsidRPr="003E3506">
        <w:rPr>
          <w:rtl/>
          <w:lang w:bidi="fa-IR"/>
        </w:rPr>
        <w:t xml:space="preserve"> ولى بايد حمد و سوره را به قصد قربت بخواند اگر چه بعد بفهمد كه امام در ركعت اول يا دوم بوده</w:t>
      </w:r>
      <w:r w:rsidR="000C4B14">
        <w:rPr>
          <w:rtl/>
          <w:lang w:bidi="fa-IR"/>
        </w:rPr>
        <w:t>.</w:t>
      </w:r>
    </w:p>
    <w:p w:rsidR="003E3506" w:rsidRPr="003E3506" w:rsidRDefault="003E3506" w:rsidP="003E3506">
      <w:pPr>
        <w:pStyle w:val="libNormal"/>
        <w:rPr>
          <w:lang w:bidi="fa-IR"/>
        </w:rPr>
      </w:pPr>
      <w:r w:rsidRPr="003E3506">
        <w:rPr>
          <w:rtl/>
          <w:lang w:bidi="fa-IR"/>
        </w:rPr>
        <w:t>١٤٥٦ - اگر به خيال اين كه امام در ركعت اول يا دوم است</w:t>
      </w:r>
      <w:r w:rsidR="000C4B14">
        <w:rPr>
          <w:rtl/>
          <w:lang w:bidi="fa-IR"/>
        </w:rPr>
        <w:t>،</w:t>
      </w:r>
      <w:r w:rsidRPr="003E3506">
        <w:rPr>
          <w:rtl/>
          <w:lang w:bidi="fa-IR"/>
        </w:rPr>
        <w:t xml:space="preserve"> حمد و سوره نخواند و بعد از ركوع بفهمد كه در ركعت سوم يا چهارم بوده نمازش صحيح است ولى اگر پيش از ركوع بفهمد</w:t>
      </w:r>
      <w:r w:rsidR="000C4B14">
        <w:rPr>
          <w:rtl/>
          <w:lang w:bidi="fa-IR"/>
        </w:rPr>
        <w:t>،</w:t>
      </w:r>
      <w:r w:rsidRPr="003E3506">
        <w:rPr>
          <w:rtl/>
          <w:lang w:bidi="fa-IR"/>
        </w:rPr>
        <w:t xml:space="preserve"> بايد حمد و سوره را بخواند و اگر وقت ندارد</w:t>
      </w:r>
      <w:r w:rsidR="000C4B14">
        <w:rPr>
          <w:rtl/>
          <w:lang w:bidi="fa-IR"/>
        </w:rPr>
        <w:t>،</w:t>
      </w:r>
      <w:r w:rsidRPr="003E3506">
        <w:rPr>
          <w:rtl/>
          <w:lang w:bidi="fa-IR"/>
        </w:rPr>
        <w:t xml:space="preserve"> به طورى كه در مساله </w:t>
      </w:r>
      <w:r w:rsidR="00605FAB">
        <w:rPr>
          <w:rtl/>
          <w:lang w:bidi="fa-IR"/>
        </w:rPr>
        <w:t>(</w:t>
      </w:r>
      <w:r w:rsidRPr="003E3506">
        <w:rPr>
          <w:rtl/>
          <w:lang w:bidi="fa-IR"/>
        </w:rPr>
        <w:t>١٤٥١</w:t>
      </w:r>
      <w:r w:rsidR="00605FAB">
        <w:rPr>
          <w:rtl/>
          <w:lang w:bidi="fa-IR"/>
        </w:rPr>
        <w:t>)</w:t>
      </w:r>
      <w:r w:rsidRPr="003E3506">
        <w:rPr>
          <w:rtl/>
          <w:lang w:bidi="fa-IR"/>
        </w:rPr>
        <w:t xml:space="preserve"> گفته شد عمل نمايد.</w:t>
      </w:r>
    </w:p>
    <w:p w:rsidR="003E3506" w:rsidRPr="003E3506" w:rsidRDefault="003E3506" w:rsidP="003E3506">
      <w:pPr>
        <w:pStyle w:val="libNormal"/>
        <w:rPr>
          <w:lang w:bidi="fa-IR"/>
        </w:rPr>
      </w:pPr>
      <w:r w:rsidRPr="003E3506">
        <w:rPr>
          <w:rtl/>
          <w:lang w:bidi="fa-IR"/>
        </w:rPr>
        <w:lastRenderedPageBreak/>
        <w:t>١٤٥٧ - اگر به خيال اين كه امام در ركعت سوم يا چهارم است حمد و سوره بخواند و پيش از ركوع يا بعد آن بفهمد كه در ركعت اول يا دوم بوده</w:t>
      </w:r>
      <w:r w:rsidR="000C4B14">
        <w:rPr>
          <w:rtl/>
          <w:lang w:bidi="fa-IR"/>
        </w:rPr>
        <w:t>،</w:t>
      </w:r>
      <w:r w:rsidRPr="003E3506">
        <w:rPr>
          <w:rtl/>
          <w:lang w:bidi="fa-IR"/>
        </w:rPr>
        <w:t xml:space="preserve"> نمازش صحيح است</w:t>
      </w:r>
      <w:r w:rsidR="000C4B14">
        <w:rPr>
          <w:rtl/>
          <w:lang w:bidi="fa-IR"/>
        </w:rPr>
        <w:t>،</w:t>
      </w:r>
      <w:r w:rsidRPr="003E3506">
        <w:rPr>
          <w:rtl/>
          <w:lang w:bidi="fa-IR"/>
        </w:rPr>
        <w:t xml:space="preserve"> و اگر در بين حمد و سوره بفهمد</w:t>
      </w:r>
      <w:r w:rsidR="000C4B14">
        <w:rPr>
          <w:rtl/>
          <w:lang w:bidi="fa-IR"/>
        </w:rPr>
        <w:t>،</w:t>
      </w:r>
      <w:r w:rsidRPr="003E3506">
        <w:rPr>
          <w:rtl/>
          <w:lang w:bidi="fa-IR"/>
        </w:rPr>
        <w:t xml:space="preserve"> لازم نيست آنها را تمام كند.</w:t>
      </w:r>
    </w:p>
    <w:p w:rsidR="003E3506" w:rsidRPr="003E3506" w:rsidRDefault="003E3506" w:rsidP="003E3506">
      <w:pPr>
        <w:pStyle w:val="libNormal"/>
        <w:rPr>
          <w:lang w:bidi="fa-IR"/>
        </w:rPr>
      </w:pPr>
      <w:r w:rsidRPr="003E3506">
        <w:rPr>
          <w:rtl/>
          <w:lang w:bidi="fa-IR"/>
        </w:rPr>
        <w:t>١٤٥٨ - اگر موقعى كه مشغول نماز مستحبى است جماعت برپا شود</w:t>
      </w:r>
      <w:r w:rsidR="000C4B14">
        <w:rPr>
          <w:rtl/>
          <w:lang w:bidi="fa-IR"/>
        </w:rPr>
        <w:t>،</w:t>
      </w:r>
      <w:r w:rsidRPr="003E3506">
        <w:rPr>
          <w:rtl/>
          <w:lang w:bidi="fa-IR"/>
        </w:rPr>
        <w:t xml:space="preserve"> چنانچه اطمينان ندارد كه اگر نماز را تمام كند به جماعت مى رسد مستحب است نماز را رها كند و مشغول نماز جماعت شود</w:t>
      </w:r>
      <w:r w:rsidR="000C4B14">
        <w:rPr>
          <w:rtl/>
          <w:lang w:bidi="fa-IR"/>
        </w:rPr>
        <w:t>،</w:t>
      </w:r>
      <w:r w:rsidRPr="003E3506">
        <w:rPr>
          <w:rtl/>
          <w:lang w:bidi="fa-IR"/>
        </w:rPr>
        <w:t xml:space="preserve"> بلكه اگر اطمينان نداشته باشد كه به ركعت اول برسد مستحب است به همين دستور رفتار نمايد.</w:t>
      </w:r>
    </w:p>
    <w:p w:rsidR="003E3506" w:rsidRPr="003E3506" w:rsidRDefault="003E3506" w:rsidP="003E3506">
      <w:pPr>
        <w:pStyle w:val="libNormal"/>
        <w:rPr>
          <w:lang w:bidi="fa-IR"/>
        </w:rPr>
      </w:pPr>
      <w:r w:rsidRPr="003E3506">
        <w:rPr>
          <w:rtl/>
          <w:lang w:bidi="fa-IR"/>
        </w:rPr>
        <w:t>١٤٥٩ - اگر موقعى كه مشغول نماز سه ركعتى يا چهار ركعتى است جماعت برپا شود</w:t>
      </w:r>
      <w:r w:rsidR="000C4B14">
        <w:rPr>
          <w:rtl/>
          <w:lang w:bidi="fa-IR"/>
        </w:rPr>
        <w:t>،</w:t>
      </w:r>
      <w:r w:rsidRPr="003E3506">
        <w:rPr>
          <w:rtl/>
          <w:lang w:bidi="fa-IR"/>
        </w:rPr>
        <w:t xml:space="preserve"> چنانچه به ركوع ركعت سوم نرفته و اطمينان ندارد كه اگر نماز را تمام كند</w:t>
      </w:r>
      <w:r w:rsidR="000C4B14">
        <w:rPr>
          <w:rtl/>
          <w:lang w:bidi="fa-IR"/>
        </w:rPr>
        <w:t>،</w:t>
      </w:r>
      <w:r w:rsidRPr="003E3506">
        <w:rPr>
          <w:rtl/>
          <w:lang w:bidi="fa-IR"/>
        </w:rPr>
        <w:t xml:space="preserve"> به جماعت مى رسد</w:t>
      </w:r>
      <w:r w:rsidR="000C4B14">
        <w:rPr>
          <w:rtl/>
          <w:lang w:bidi="fa-IR"/>
        </w:rPr>
        <w:t>،</w:t>
      </w:r>
      <w:r w:rsidRPr="003E3506">
        <w:rPr>
          <w:rtl/>
          <w:lang w:bidi="fa-IR"/>
        </w:rPr>
        <w:t xml:space="preserve"> مستحب است به نيت نماز مستحبى نماز را دو ركعتى تمام كند و خود را به جماعت برساند.</w:t>
      </w:r>
    </w:p>
    <w:p w:rsidR="003E3506" w:rsidRPr="003E3506" w:rsidRDefault="003E3506" w:rsidP="003E3506">
      <w:pPr>
        <w:pStyle w:val="libNormal"/>
        <w:rPr>
          <w:lang w:bidi="fa-IR"/>
        </w:rPr>
      </w:pPr>
      <w:r w:rsidRPr="003E3506">
        <w:rPr>
          <w:rtl/>
          <w:lang w:bidi="fa-IR"/>
        </w:rPr>
        <w:t>١٤٦٠ - اگر نماز امام تمام شود و ماموم مشغول تشهد يا سلام اول باشد</w:t>
      </w:r>
      <w:r w:rsidR="000C4B14">
        <w:rPr>
          <w:rtl/>
          <w:lang w:bidi="fa-IR"/>
        </w:rPr>
        <w:t>،</w:t>
      </w:r>
      <w:r w:rsidRPr="003E3506">
        <w:rPr>
          <w:rtl/>
          <w:lang w:bidi="fa-IR"/>
        </w:rPr>
        <w:t xml:space="preserve"> لازم نيست نيت فرادى كند.</w:t>
      </w:r>
    </w:p>
    <w:p w:rsidR="003E3506" w:rsidRPr="003E3506" w:rsidRDefault="003E3506" w:rsidP="003E3506">
      <w:pPr>
        <w:pStyle w:val="libNormal"/>
        <w:rPr>
          <w:lang w:bidi="fa-IR"/>
        </w:rPr>
      </w:pPr>
      <w:r w:rsidRPr="003E3506">
        <w:rPr>
          <w:rtl/>
          <w:lang w:bidi="fa-IR"/>
        </w:rPr>
        <w:t>١٤٦١ - كسى كه يك ركعت از امام عقب مانده</w:t>
      </w:r>
      <w:r w:rsidR="000C4B14">
        <w:rPr>
          <w:rtl/>
          <w:lang w:bidi="fa-IR"/>
        </w:rPr>
        <w:t>،</w:t>
      </w:r>
      <w:r w:rsidRPr="003E3506">
        <w:rPr>
          <w:rtl/>
          <w:lang w:bidi="fa-IR"/>
        </w:rPr>
        <w:t xml:space="preserve"> بهتر آن است كه وقتى امام تشهد ركعت آخر را مى خواند</w:t>
      </w:r>
      <w:r w:rsidR="000C4B14">
        <w:rPr>
          <w:rtl/>
          <w:lang w:bidi="fa-IR"/>
        </w:rPr>
        <w:t>،</w:t>
      </w:r>
      <w:r w:rsidRPr="003E3506">
        <w:rPr>
          <w:rtl/>
          <w:lang w:bidi="fa-IR"/>
        </w:rPr>
        <w:t xml:space="preserve"> انگشتان دست و سينه پا را به زمين بگذارد و زانوها را بلند نگهدارد و صبر كند تا امام سلام نماز را بگويد و بعد برخيزد.</w:t>
      </w:r>
    </w:p>
    <w:p w:rsidR="003E3506" w:rsidRPr="003E3506" w:rsidRDefault="003E3506" w:rsidP="003E3506">
      <w:pPr>
        <w:pStyle w:val="libNormal"/>
        <w:rPr>
          <w:lang w:bidi="fa-IR"/>
        </w:rPr>
      </w:pPr>
      <w:r w:rsidRPr="003E3506">
        <w:rPr>
          <w:rtl/>
          <w:lang w:bidi="fa-IR"/>
        </w:rPr>
        <w:t>و اگر در همانجا بخواهد قصد انفراد نمايد مانعى ندارد.</w:t>
      </w:r>
    </w:p>
    <w:p w:rsidR="003E3506" w:rsidRDefault="00605FAB" w:rsidP="009843B3">
      <w:pPr>
        <w:pStyle w:val="Heading3"/>
        <w:rPr>
          <w:rtl/>
          <w:lang w:bidi="fa-IR"/>
        </w:rPr>
      </w:pPr>
      <w:bookmarkStart w:id="163" w:name="_Toc24454586"/>
      <w:r>
        <w:rPr>
          <w:rtl/>
          <w:lang w:bidi="fa-IR"/>
        </w:rPr>
        <w:t>(</w:t>
      </w:r>
      <w:r w:rsidR="003E3506" w:rsidRPr="003E3506">
        <w:rPr>
          <w:rtl/>
          <w:lang w:bidi="fa-IR"/>
        </w:rPr>
        <w:t>شرايط امام جماعت</w:t>
      </w:r>
      <w:r>
        <w:rPr>
          <w:rtl/>
          <w:lang w:bidi="fa-IR"/>
        </w:rPr>
        <w:t>)</w:t>
      </w:r>
      <w:bookmarkEnd w:id="163"/>
    </w:p>
    <w:p w:rsidR="003E3506" w:rsidRPr="003E3506" w:rsidRDefault="003E3506" w:rsidP="003E3506">
      <w:pPr>
        <w:pStyle w:val="libNormal"/>
        <w:rPr>
          <w:lang w:bidi="fa-IR"/>
        </w:rPr>
      </w:pPr>
      <w:r w:rsidRPr="003E3506">
        <w:rPr>
          <w:rtl/>
          <w:lang w:bidi="fa-IR"/>
        </w:rPr>
        <w:t>١٤٦٢ - امام جماعت بايد بالغ و عاقل و شيعه دوازده امامى و عادل و حلال زاده باشد و نماز را به طور صحيح بخواند و نيز اگر ماموم مرد است امام او هم بايد مرد باشد و صحت اقتدا به بچه ده ساله اگر چه خالى از وجه نيست ولى خالى از اشكال هم نمى باشد.</w:t>
      </w:r>
    </w:p>
    <w:p w:rsidR="003E3506" w:rsidRPr="003E3506" w:rsidRDefault="003E3506" w:rsidP="003E3506">
      <w:pPr>
        <w:pStyle w:val="libNormal"/>
        <w:rPr>
          <w:lang w:bidi="fa-IR"/>
        </w:rPr>
      </w:pPr>
      <w:r w:rsidRPr="003E3506">
        <w:rPr>
          <w:rtl/>
          <w:lang w:bidi="fa-IR"/>
        </w:rPr>
        <w:t>١٤٦٣ - امامى را كه عادل مى دانسته</w:t>
      </w:r>
      <w:r w:rsidR="000C4B14">
        <w:rPr>
          <w:rtl/>
          <w:lang w:bidi="fa-IR"/>
        </w:rPr>
        <w:t>،</w:t>
      </w:r>
      <w:r w:rsidRPr="003E3506">
        <w:rPr>
          <w:rtl/>
          <w:lang w:bidi="fa-IR"/>
        </w:rPr>
        <w:t xml:space="preserve"> اگر شك كند كه به عدالت خود باقى است يا نه</w:t>
      </w:r>
      <w:r w:rsidR="000C4B14">
        <w:rPr>
          <w:rtl/>
          <w:lang w:bidi="fa-IR"/>
        </w:rPr>
        <w:t>،</w:t>
      </w:r>
      <w:r w:rsidRPr="003E3506">
        <w:rPr>
          <w:rtl/>
          <w:lang w:bidi="fa-IR"/>
        </w:rPr>
        <w:t xml:space="preserve"> مى تواند به او اقتدا نمايد.</w:t>
      </w:r>
    </w:p>
    <w:p w:rsidR="003E3506" w:rsidRPr="003E3506" w:rsidRDefault="003E3506" w:rsidP="003E3506">
      <w:pPr>
        <w:pStyle w:val="libNormal"/>
        <w:rPr>
          <w:lang w:bidi="fa-IR"/>
        </w:rPr>
      </w:pPr>
      <w:r w:rsidRPr="003E3506">
        <w:rPr>
          <w:rtl/>
          <w:lang w:bidi="fa-IR"/>
        </w:rPr>
        <w:lastRenderedPageBreak/>
        <w:t>١٤٦٤ - كسى كه ايستاده نماز مى خواند</w:t>
      </w:r>
      <w:r w:rsidR="000C4B14">
        <w:rPr>
          <w:rtl/>
          <w:lang w:bidi="fa-IR"/>
        </w:rPr>
        <w:t>،</w:t>
      </w:r>
      <w:r w:rsidRPr="003E3506">
        <w:rPr>
          <w:rtl/>
          <w:lang w:bidi="fa-IR"/>
        </w:rPr>
        <w:t xml:space="preserve"> نمى تواند به كسى كه نشسته يا خوابيده نماز مى خواند اقتدا كند.</w:t>
      </w:r>
    </w:p>
    <w:p w:rsidR="003E3506" w:rsidRPr="003E3506" w:rsidRDefault="003E3506" w:rsidP="003E3506">
      <w:pPr>
        <w:pStyle w:val="libNormal"/>
        <w:rPr>
          <w:lang w:bidi="fa-IR"/>
        </w:rPr>
      </w:pPr>
      <w:r w:rsidRPr="003E3506">
        <w:rPr>
          <w:rtl/>
          <w:lang w:bidi="fa-IR"/>
        </w:rPr>
        <w:t>و كسى كه نشسته نماز مى خواند</w:t>
      </w:r>
      <w:r w:rsidR="000C4B14">
        <w:rPr>
          <w:rtl/>
          <w:lang w:bidi="fa-IR"/>
        </w:rPr>
        <w:t>،</w:t>
      </w:r>
      <w:r w:rsidRPr="003E3506">
        <w:rPr>
          <w:rtl/>
          <w:lang w:bidi="fa-IR"/>
        </w:rPr>
        <w:t xml:space="preserve"> نمى تواند به كسى كه خوابيده نماز مى خواند اقتدا نمايد.</w:t>
      </w:r>
    </w:p>
    <w:p w:rsidR="003E3506" w:rsidRPr="003E3506" w:rsidRDefault="003E3506" w:rsidP="003E3506">
      <w:pPr>
        <w:pStyle w:val="libNormal"/>
        <w:rPr>
          <w:lang w:bidi="fa-IR"/>
        </w:rPr>
      </w:pPr>
      <w:r w:rsidRPr="003E3506">
        <w:rPr>
          <w:rtl/>
          <w:lang w:bidi="fa-IR"/>
        </w:rPr>
        <w:t>١٤٦٥ - كسى كه نشسته نماز مى خواند</w:t>
      </w:r>
      <w:r w:rsidR="000C4B14">
        <w:rPr>
          <w:rtl/>
          <w:lang w:bidi="fa-IR"/>
        </w:rPr>
        <w:t>،</w:t>
      </w:r>
      <w:r w:rsidRPr="003E3506">
        <w:rPr>
          <w:rtl/>
          <w:lang w:bidi="fa-IR"/>
        </w:rPr>
        <w:t xml:space="preserve"> مى تواند به كسى كه نشسته نماز مى خواند اقتدا كند</w:t>
      </w:r>
      <w:r w:rsidR="000C4B14">
        <w:rPr>
          <w:rtl/>
          <w:lang w:bidi="fa-IR"/>
        </w:rPr>
        <w:t>،</w:t>
      </w:r>
      <w:r w:rsidRPr="003E3506">
        <w:rPr>
          <w:rtl/>
          <w:lang w:bidi="fa-IR"/>
        </w:rPr>
        <w:t xml:space="preserve"> ولى اقتداء كسى كه خوابيده نماز مى خواند به كسى كه نشسته يا خوابيده نماز مى خواند محل اشكال است</w:t>
      </w:r>
      <w:r w:rsidR="000C4B14">
        <w:rPr>
          <w:rtl/>
          <w:lang w:bidi="fa-IR"/>
        </w:rPr>
        <w:t>.</w:t>
      </w:r>
    </w:p>
    <w:p w:rsidR="003E3506" w:rsidRPr="003E3506" w:rsidRDefault="003E3506" w:rsidP="003E3506">
      <w:pPr>
        <w:pStyle w:val="libNormal"/>
        <w:rPr>
          <w:lang w:bidi="fa-IR"/>
        </w:rPr>
      </w:pPr>
      <w:r w:rsidRPr="003E3506">
        <w:rPr>
          <w:rtl/>
          <w:lang w:bidi="fa-IR"/>
        </w:rPr>
        <w:t>١٤٦٦ - اگر امام جماعت به واسطه عذرى با لباس نجس يا با تيمم يا با وضوى جبيره اى نماز بخواند</w:t>
      </w:r>
      <w:r w:rsidR="000C4B14">
        <w:rPr>
          <w:rtl/>
          <w:lang w:bidi="fa-IR"/>
        </w:rPr>
        <w:t>،</w:t>
      </w:r>
      <w:r w:rsidRPr="003E3506">
        <w:rPr>
          <w:rtl/>
          <w:lang w:bidi="fa-IR"/>
        </w:rPr>
        <w:t xml:space="preserve"> مى شود به او اقتدا كرد.</w:t>
      </w:r>
    </w:p>
    <w:p w:rsidR="003E3506" w:rsidRPr="003E3506" w:rsidRDefault="003E3506" w:rsidP="003E3506">
      <w:pPr>
        <w:pStyle w:val="libNormal"/>
        <w:rPr>
          <w:lang w:bidi="fa-IR"/>
        </w:rPr>
      </w:pPr>
      <w:r w:rsidRPr="003E3506">
        <w:rPr>
          <w:rtl/>
          <w:lang w:bidi="fa-IR"/>
        </w:rPr>
        <w:t>١٤٦٧ - اگر امام مرضى دارد كه نمى تواند از بيرون آمدن بول و غايط خوددارى كند</w:t>
      </w:r>
      <w:r w:rsidR="000C4B14">
        <w:rPr>
          <w:rtl/>
          <w:lang w:bidi="fa-IR"/>
        </w:rPr>
        <w:t>،</w:t>
      </w:r>
      <w:r w:rsidRPr="003E3506">
        <w:rPr>
          <w:rtl/>
          <w:lang w:bidi="fa-IR"/>
        </w:rPr>
        <w:t xml:space="preserve"> مى شود به او اقتدا كرد و نيز زنى كه مستحاضه نيست مى تواند به زن مستحاضه اقتدا نمايد.</w:t>
      </w:r>
    </w:p>
    <w:p w:rsidR="003E3506" w:rsidRPr="003E3506" w:rsidRDefault="003E3506" w:rsidP="003E3506">
      <w:pPr>
        <w:pStyle w:val="libNormal"/>
        <w:rPr>
          <w:lang w:bidi="fa-IR"/>
        </w:rPr>
      </w:pPr>
      <w:r w:rsidRPr="003E3506">
        <w:rPr>
          <w:rtl/>
          <w:lang w:bidi="fa-IR"/>
        </w:rPr>
        <w:t>١٤٦٨ - بهتر اين است كه كسى كه مرض خوره يا پيسى دارد</w:t>
      </w:r>
      <w:r w:rsidR="000C4B14">
        <w:rPr>
          <w:rtl/>
          <w:lang w:bidi="fa-IR"/>
        </w:rPr>
        <w:t>،</w:t>
      </w:r>
      <w:r w:rsidRPr="003E3506">
        <w:rPr>
          <w:rtl/>
          <w:lang w:bidi="fa-IR"/>
        </w:rPr>
        <w:t xml:space="preserve"> امام جماعت نشود و بنابر احتياط واجب به كسى كه حد شرعى بر او جارى شده اقتدا ننمايد.</w:t>
      </w:r>
    </w:p>
    <w:p w:rsidR="003E3506" w:rsidRDefault="00605FAB" w:rsidP="009843B3">
      <w:pPr>
        <w:pStyle w:val="Heading3"/>
        <w:rPr>
          <w:rtl/>
          <w:lang w:bidi="fa-IR"/>
        </w:rPr>
      </w:pPr>
      <w:bookmarkStart w:id="164" w:name="_Toc24454587"/>
      <w:r>
        <w:rPr>
          <w:rtl/>
          <w:lang w:bidi="fa-IR"/>
        </w:rPr>
        <w:t>(</w:t>
      </w:r>
      <w:r w:rsidR="003E3506" w:rsidRPr="003E3506">
        <w:rPr>
          <w:rtl/>
          <w:lang w:bidi="fa-IR"/>
        </w:rPr>
        <w:t>احكام جماعت</w:t>
      </w:r>
      <w:r>
        <w:rPr>
          <w:rtl/>
          <w:lang w:bidi="fa-IR"/>
        </w:rPr>
        <w:t>)</w:t>
      </w:r>
      <w:bookmarkEnd w:id="164"/>
    </w:p>
    <w:p w:rsidR="003E3506" w:rsidRPr="003E3506" w:rsidRDefault="003E3506" w:rsidP="003E3506">
      <w:pPr>
        <w:pStyle w:val="libNormal"/>
        <w:rPr>
          <w:lang w:bidi="fa-IR"/>
        </w:rPr>
      </w:pPr>
      <w:r w:rsidRPr="003E3506">
        <w:rPr>
          <w:rtl/>
          <w:lang w:bidi="fa-IR"/>
        </w:rPr>
        <w:t>١٤٦٩ - موقعى كه ماموم نيت مى كند</w:t>
      </w:r>
      <w:r w:rsidR="000C4B14">
        <w:rPr>
          <w:rtl/>
          <w:lang w:bidi="fa-IR"/>
        </w:rPr>
        <w:t>،</w:t>
      </w:r>
      <w:r w:rsidRPr="003E3506">
        <w:rPr>
          <w:rtl/>
          <w:lang w:bidi="fa-IR"/>
        </w:rPr>
        <w:t xml:space="preserve"> بايد امام را معين نمايد ولى دانستن اسم او لازم نيست</w:t>
      </w:r>
      <w:r w:rsidR="000C4B14">
        <w:rPr>
          <w:rtl/>
          <w:lang w:bidi="fa-IR"/>
        </w:rPr>
        <w:t>،</w:t>
      </w:r>
      <w:r w:rsidRPr="003E3506">
        <w:rPr>
          <w:rtl/>
          <w:lang w:bidi="fa-IR"/>
        </w:rPr>
        <w:t xml:space="preserve"> و اگر نيت كند اقتدا مى كنم به امام جماعت حاضر</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١٤٧٠ - ماموم بايد غير از حمد و سوره همه چيزهاى نماز را خودش بخواند</w:t>
      </w:r>
      <w:r w:rsidR="000C4B14">
        <w:rPr>
          <w:rtl/>
          <w:lang w:bidi="fa-IR"/>
        </w:rPr>
        <w:t>،</w:t>
      </w:r>
      <w:r w:rsidRPr="003E3506">
        <w:rPr>
          <w:rtl/>
          <w:lang w:bidi="fa-IR"/>
        </w:rPr>
        <w:t xml:space="preserve"> ولى اگر ركعت اول يا دوم ماموم ركعت سوم يا چهارم امام باشد</w:t>
      </w:r>
      <w:r w:rsidR="000C4B14">
        <w:rPr>
          <w:rtl/>
          <w:lang w:bidi="fa-IR"/>
        </w:rPr>
        <w:t>،</w:t>
      </w:r>
      <w:r w:rsidRPr="003E3506">
        <w:rPr>
          <w:rtl/>
          <w:lang w:bidi="fa-IR"/>
        </w:rPr>
        <w:t xml:space="preserve"> بايد حمد و سوره را بخواند.</w:t>
      </w:r>
    </w:p>
    <w:p w:rsidR="003E3506" w:rsidRPr="003E3506" w:rsidRDefault="003E3506" w:rsidP="003E3506">
      <w:pPr>
        <w:pStyle w:val="libNormal"/>
        <w:rPr>
          <w:lang w:bidi="fa-IR"/>
        </w:rPr>
      </w:pPr>
      <w:r w:rsidRPr="003E3506">
        <w:rPr>
          <w:rtl/>
          <w:lang w:bidi="fa-IR"/>
        </w:rPr>
        <w:t>١٤٧١ - اگر ماموم در ركعت اول و دوم نماز صبح و مغرب و عشا صداى حمد و سوره امام را بشنود</w:t>
      </w:r>
      <w:r w:rsidR="000C4B14">
        <w:rPr>
          <w:rtl/>
          <w:lang w:bidi="fa-IR"/>
        </w:rPr>
        <w:t>،</w:t>
      </w:r>
      <w:r w:rsidRPr="003E3506">
        <w:rPr>
          <w:rtl/>
          <w:lang w:bidi="fa-IR"/>
        </w:rPr>
        <w:t xml:space="preserve"> اگر چه كلمات را تشخيص ندهد</w:t>
      </w:r>
      <w:r w:rsidR="000C4B14">
        <w:rPr>
          <w:rtl/>
          <w:lang w:bidi="fa-IR"/>
        </w:rPr>
        <w:t>،</w:t>
      </w:r>
      <w:r w:rsidRPr="003E3506">
        <w:rPr>
          <w:rtl/>
          <w:lang w:bidi="fa-IR"/>
        </w:rPr>
        <w:t xml:space="preserve"> بايد حمد و سوره را نخواند</w:t>
      </w:r>
      <w:r w:rsidR="000C4B14">
        <w:rPr>
          <w:rtl/>
          <w:lang w:bidi="fa-IR"/>
        </w:rPr>
        <w:t>،</w:t>
      </w:r>
      <w:r w:rsidRPr="003E3506">
        <w:rPr>
          <w:rtl/>
          <w:lang w:bidi="fa-IR"/>
        </w:rPr>
        <w:t xml:space="preserve"> و اگر صداى امام را نشنود مستحب است حمد و سوره را بخواند ولى بايد آهسته بخواند و چنانچه سهوا بلند بخواند اشكال ندارد.</w:t>
      </w:r>
    </w:p>
    <w:p w:rsidR="003E3506" w:rsidRPr="003E3506" w:rsidRDefault="003E3506" w:rsidP="003E3506">
      <w:pPr>
        <w:pStyle w:val="libNormal"/>
        <w:rPr>
          <w:lang w:bidi="fa-IR"/>
        </w:rPr>
      </w:pPr>
      <w:r w:rsidRPr="003E3506">
        <w:rPr>
          <w:rtl/>
          <w:lang w:bidi="fa-IR"/>
        </w:rPr>
        <w:lastRenderedPageBreak/>
        <w:t>١٤٧٢ - اگر ماموم بعضى از كلمات - حمد - و سوره - امام را بشنود مى تواند آن مقدارى را كه نمى شنود بخواند.</w:t>
      </w:r>
    </w:p>
    <w:p w:rsidR="003E3506" w:rsidRPr="003E3506" w:rsidRDefault="003E3506" w:rsidP="003E3506">
      <w:pPr>
        <w:pStyle w:val="libNormal"/>
        <w:rPr>
          <w:lang w:bidi="fa-IR"/>
        </w:rPr>
      </w:pPr>
      <w:r w:rsidRPr="003E3506">
        <w:rPr>
          <w:rtl/>
          <w:lang w:bidi="fa-IR"/>
        </w:rPr>
        <w:t>١٤٧٣ - اگر ماموم سهوا حمد و سوره را بخواند</w:t>
      </w:r>
      <w:r w:rsidR="000C4B14">
        <w:rPr>
          <w:rtl/>
          <w:lang w:bidi="fa-IR"/>
        </w:rPr>
        <w:t>،</w:t>
      </w:r>
      <w:r w:rsidRPr="003E3506">
        <w:rPr>
          <w:rtl/>
          <w:lang w:bidi="fa-IR"/>
        </w:rPr>
        <w:t xml:space="preserve"> يا خيال كند صدايى را كه مى شنود صداى امام نيست و حمد و سوره را بخواند و بعد بفهمد صداى امام بوده</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١٤٧٤ - اگر شك كند كه صداى امام را مى شنود يا نه</w:t>
      </w:r>
      <w:r w:rsidR="000C4B14">
        <w:rPr>
          <w:rtl/>
          <w:lang w:bidi="fa-IR"/>
        </w:rPr>
        <w:t>،</w:t>
      </w:r>
      <w:r w:rsidRPr="003E3506">
        <w:rPr>
          <w:rtl/>
          <w:lang w:bidi="fa-IR"/>
        </w:rPr>
        <w:t xml:space="preserve"> يا صدايى بشنود و نداند صداى امام است يا صداى شخص ديگر</w:t>
      </w:r>
      <w:r w:rsidR="000C4B14">
        <w:rPr>
          <w:rtl/>
          <w:lang w:bidi="fa-IR"/>
        </w:rPr>
        <w:t>،</w:t>
      </w:r>
      <w:r w:rsidRPr="003E3506">
        <w:rPr>
          <w:rtl/>
          <w:lang w:bidi="fa-IR"/>
        </w:rPr>
        <w:t xml:space="preserve"> مى تواند حمد و سوره را بخواند.</w:t>
      </w:r>
    </w:p>
    <w:p w:rsidR="003E3506" w:rsidRPr="003E3506" w:rsidRDefault="003E3506" w:rsidP="003E3506">
      <w:pPr>
        <w:pStyle w:val="libNormal"/>
        <w:rPr>
          <w:lang w:bidi="fa-IR"/>
        </w:rPr>
      </w:pPr>
      <w:r w:rsidRPr="003E3506">
        <w:rPr>
          <w:rtl/>
          <w:lang w:bidi="fa-IR"/>
        </w:rPr>
        <w:t>١٤٧٥ - ماموم در ركعت اول و دوم نماز ظهر و عصر بنابر احتياط نبايد حمد و سوره را بخواند و مستحب است به جاى آن ذكر بگويد.</w:t>
      </w:r>
    </w:p>
    <w:p w:rsidR="003E3506" w:rsidRPr="003E3506" w:rsidRDefault="003E3506" w:rsidP="003E3506">
      <w:pPr>
        <w:pStyle w:val="libNormal"/>
        <w:rPr>
          <w:lang w:bidi="fa-IR"/>
        </w:rPr>
      </w:pPr>
      <w:r w:rsidRPr="003E3506">
        <w:rPr>
          <w:rtl/>
          <w:lang w:bidi="fa-IR"/>
        </w:rPr>
        <w:t>١٤٧٦ - ماموم نبايد تكبيرة الاحرام را پيش از امام بگويد</w:t>
      </w:r>
      <w:r w:rsidR="000C4B14">
        <w:rPr>
          <w:rtl/>
          <w:lang w:bidi="fa-IR"/>
        </w:rPr>
        <w:t>،</w:t>
      </w:r>
      <w:r w:rsidRPr="003E3506">
        <w:rPr>
          <w:rtl/>
          <w:lang w:bidi="fa-IR"/>
        </w:rPr>
        <w:t xml:space="preserve"> بلكه احتياط واجب آن است كه تا تكبير امام تمام نشده تكبير نگويد.</w:t>
      </w:r>
    </w:p>
    <w:p w:rsidR="003E3506" w:rsidRPr="003E3506" w:rsidRDefault="003E3506" w:rsidP="003E3506">
      <w:pPr>
        <w:pStyle w:val="libNormal"/>
        <w:rPr>
          <w:lang w:bidi="fa-IR"/>
        </w:rPr>
      </w:pPr>
      <w:r w:rsidRPr="003E3506">
        <w:rPr>
          <w:rtl/>
          <w:lang w:bidi="fa-IR"/>
        </w:rPr>
        <w:t>١٤٧٧ - اگر ماموم سهوا پيش از امام سلام دهد</w:t>
      </w:r>
      <w:r w:rsidR="000C4B14">
        <w:rPr>
          <w:rtl/>
          <w:lang w:bidi="fa-IR"/>
        </w:rPr>
        <w:t>،</w:t>
      </w:r>
      <w:r w:rsidRPr="003E3506">
        <w:rPr>
          <w:rtl/>
          <w:lang w:bidi="fa-IR"/>
        </w:rPr>
        <w:t xml:space="preserve"> نمازش صحيح است</w:t>
      </w:r>
      <w:r w:rsidR="000C4B14">
        <w:rPr>
          <w:rtl/>
          <w:lang w:bidi="fa-IR"/>
        </w:rPr>
        <w:t>.</w:t>
      </w:r>
    </w:p>
    <w:p w:rsidR="003E3506" w:rsidRPr="003E3506" w:rsidRDefault="003E3506" w:rsidP="003E3506">
      <w:pPr>
        <w:pStyle w:val="libNormal"/>
        <w:rPr>
          <w:lang w:bidi="fa-IR"/>
        </w:rPr>
      </w:pPr>
      <w:r w:rsidRPr="003E3506">
        <w:rPr>
          <w:rtl/>
          <w:lang w:bidi="fa-IR"/>
        </w:rPr>
        <w:t>و لازم نيست دوباره با امام سلام دهد</w:t>
      </w:r>
      <w:r w:rsidR="000C4B14">
        <w:rPr>
          <w:rtl/>
          <w:lang w:bidi="fa-IR"/>
        </w:rPr>
        <w:t>،</w:t>
      </w:r>
      <w:r w:rsidRPr="003E3506">
        <w:rPr>
          <w:rtl/>
          <w:lang w:bidi="fa-IR"/>
        </w:rPr>
        <w:t xml:space="preserve"> بلكه ظاهر اين است كه اگر عمدا هم پيش از امام سلام دهد</w:t>
      </w:r>
      <w:r w:rsidR="000C4B14">
        <w:rPr>
          <w:rtl/>
          <w:lang w:bidi="fa-IR"/>
        </w:rPr>
        <w:t>،</w:t>
      </w:r>
      <w:r w:rsidRPr="003E3506">
        <w:rPr>
          <w:rtl/>
          <w:lang w:bidi="fa-IR"/>
        </w:rPr>
        <w:t xml:space="preserve"> اشكال ندارد.</w:t>
      </w:r>
    </w:p>
    <w:p w:rsidR="003E3506" w:rsidRPr="003E3506" w:rsidRDefault="003E3506" w:rsidP="003E3506">
      <w:pPr>
        <w:pStyle w:val="libNormal"/>
        <w:rPr>
          <w:lang w:bidi="fa-IR"/>
        </w:rPr>
      </w:pPr>
      <w:r w:rsidRPr="003E3506">
        <w:rPr>
          <w:rtl/>
          <w:lang w:bidi="fa-IR"/>
        </w:rPr>
        <w:t>١٤٧٨ - اگر ماموم غير از تكبيرة الاحرام</w:t>
      </w:r>
      <w:r w:rsidR="000C4B14">
        <w:rPr>
          <w:rtl/>
          <w:lang w:bidi="fa-IR"/>
        </w:rPr>
        <w:t>،</w:t>
      </w:r>
      <w:r w:rsidRPr="003E3506">
        <w:rPr>
          <w:rtl/>
          <w:lang w:bidi="fa-IR"/>
        </w:rPr>
        <w:t xml:space="preserve"> چيزهاى ديگر نماز را پيش از امام بگويد اشكال ندارد</w:t>
      </w:r>
      <w:r w:rsidR="000C4B14">
        <w:rPr>
          <w:rtl/>
          <w:lang w:bidi="fa-IR"/>
        </w:rPr>
        <w:t>،</w:t>
      </w:r>
      <w:r w:rsidRPr="003E3506">
        <w:rPr>
          <w:rtl/>
          <w:lang w:bidi="fa-IR"/>
        </w:rPr>
        <w:t xml:space="preserve"> ولى اگر آنها را بشنود</w:t>
      </w:r>
      <w:r w:rsidR="000C4B14">
        <w:rPr>
          <w:rtl/>
          <w:lang w:bidi="fa-IR"/>
        </w:rPr>
        <w:t>،</w:t>
      </w:r>
      <w:r w:rsidRPr="003E3506">
        <w:rPr>
          <w:rtl/>
          <w:lang w:bidi="fa-IR"/>
        </w:rPr>
        <w:t xml:space="preserve"> يا بداند امام چه وقت مى گويد</w:t>
      </w:r>
      <w:r w:rsidR="000C4B14">
        <w:rPr>
          <w:rtl/>
          <w:lang w:bidi="fa-IR"/>
        </w:rPr>
        <w:t>،</w:t>
      </w:r>
      <w:r w:rsidRPr="003E3506">
        <w:rPr>
          <w:rtl/>
          <w:lang w:bidi="fa-IR"/>
        </w:rPr>
        <w:t xml:space="preserve"> احتياط مستحب آن است كه پيش از امام نگويد.</w:t>
      </w:r>
    </w:p>
    <w:p w:rsidR="003E3506" w:rsidRPr="003E3506" w:rsidRDefault="003E3506" w:rsidP="003E3506">
      <w:pPr>
        <w:pStyle w:val="libNormal"/>
        <w:rPr>
          <w:lang w:bidi="fa-IR"/>
        </w:rPr>
      </w:pPr>
      <w:r w:rsidRPr="003E3506">
        <w:rPr>
          <w:rtl/>
          <w:lang w:bidi="fa-IR"/>
        </w:rPr>
        <w:t>١٤٧٩ - ماموم بايد غير از آنچه در نماز خوانده مى شود</w:t>
      </w:r>
      <w:r w:rsidR="000C4B14">
        <w:rPr>
          <w:rtl/>
          <w:lang w:bidi="fa-IR"/>
        </w:rPr>
        <w:t>،</w:t>
      </w:r>
      <w:r w:rsidRPr="003E3506">
        <w:rPr>
          <w:rtl/>
          <w:lang w:bidi="fa-IR"/>
        </w:rPr>
        <w:t xml:space="preserve"> كارهاى ديگر آن</w:t>
      </w:r>
      <w:r w:rsidR="000C4B14">
        <w:rPr>
          <w:rtl/>
          <w:lang w:bidi="fa-IR"/>
        </w:rPr>
        <w:t>،</w:t>
      </w:r>
      <w:r w:rsidRPr="003E3506">
        <w:rPr>
          <w:rtl/>
          <w:lang w:bidi="fa-IR"/>
        </w:rPr>
        <w:t xml:space="preserve"> مانند ركوع و سجود را با امام يا كمى بعد از امام بجا آورد</w:t>
      </w:r>
      <w:r w:rsidR="000C4B14">
        <w:rPr>
          <w:rtl/>
          <w:lang w:bidi="fa-IR"/>
        </w:rPr>
        <w:t>،</w:t>
      </w:r>
      <w:r w:rsidRPr="003E3506">
        <w:rPr>
          <w:rtl/>
          <w:lang w:bidi="fa-IR"/>
        </w:rPr>
        <w:t xml:space="preserve"> و اگر عمدا پيش از امام يا مدتى بعد از امام انجام دهد</w:t>
      </w:r>
      <w:r w:rsidR="000C4B14">
        <w:rPr>
          <w:rtl/>
          <w:lang w:bidi="fa-IR"/>
        </w:rPr>
        <w:t>،</w:t>
      </w:r>
      <w:r w:rsidRPr="003E3506">
        <w:rPr>
          <w:rtl/>
          <w:lang w:bidi="fa-IR"/>
        </w:rPr>
        <w:t xml:space="preserve"> جماعتش باطل مى شود</w:t>
      </w:r>
      <w:r w:rsidR="000C4B14">
        <w:rPr>
          <w:rtl/>
          <w:lang w:bidi="fa-IR"/>
        </w:rPr>
        <w:t>،</w:t>
      </w:r>
      <w:r w:rsidRPr="003E3506">
        <w:rPr>
          <w:rtl/>
          <w:lang w:bidi="fa-IR"/>
        </w:rPr>
        <w:t xml:space="preserve"> ولى اگر به وظيفه منفرد عمل نمايد نمازش صحيح است</w:t>
      </w:r>
      <w:r w:rsidR="000C4B14">
        <w:rPr>
          <w:rtl/>
          <w:lang w:bidi="fa-IR"/>
        </w:rPr>
        <w:t>.</w:t>
      </w:r>
    </w:p>
    <w:p w:rsidR="003E3506" w:rsidRPr="003E3506" w:rsidRDefault="003E3506" w:rsidP="003E3506">
      <w:pPr>
        <w:pStyle w:val="libNormal"/>
        <w:rPr>
          <w:lang w:bidi="fa-IR"/>
        </w:rPr>
      </w:pPr>
      <w:r w:rsidRPr="003E3506">
        <w:rPr>
          <w:rtl/>
          <w:lang w:bidi="fa-IR"/>
        </w:rPr>
        <w:t>١٤٨٠ - اگر سهوا پيش از امام سر از ركوع بردارد چنانچه امام در ركوع باشد</w:t>
      </w:r>
      <w:r w:rsidR="000C4B14">
        <w:rPr>
          <w:rtl/>
          <w:lang w:bidi="fa-IR"/>
        </w:rPr>
        <w:t>،</w:t>
      </w:r>
      <w:r w:rsidRPr="003E3506">
        <w:rPr>
          <w:rtl/>
          <w:lang w:bidi="fa-IR"/>
        </w:rPr>
        <w:t xml:space="preserve"> بايد بنابر احتياط به ركوع برگردد و با امام سر بردارد و در اين صورت زياد شدن ركوع كه ركن است نماز </w:t>
      </w:r>
      <w:r w:rsidRPr="003E3506">
        <w:rPr>
          <w:rtl/>
          <w:lang w:bidi="fa-IR"/>
        </w:rPr>
        <w:lastRenderedPageBreak/>
        <w:t>را باطل نمى كند</w:t>
      </w:r>
      <w:r w:rsidR="000C4B14">
        <w:rPr>
          <w:rtl/>
          <w:lang w:bidi="fa-IR"/>
        </w:rPr>
        <w:t>،</w:t>
      </w:r>
      <w:r w:rsidRPr="003E3506">
        <w:rPr>
          <w:rtl/>
          <w:lang w:bidi="fa-IR"/>
        </w:rPr>
        <w:t xml:space="preserve"> ولى اگر به ركوع برگردد و پيش از آن كه به ركوع امام برسد</w:t>
      </w:r>
      <w:r w:rsidR="000C4B14">
        <w:rPr>
          <w:rtl/>
          <w:lang w:bidi="fa-IR"/>
        </w:rPr>
        <w:t>،</w:t>
      </w:r>
      <w:r w:rsidRPr="003E3506">
        <w:rPr>
          <w:rtl/>
          <w:lang w:bidi="fa-IR"/>
        </w:rPr>
        <w:t xml:space="preserve"> امام سر بردارد نمازش بنابر احتياط باطل است</w:t>
      </w:r>
      <w:r w:rsidR="000C4B14">
        <w:rPr>
          <w:rtl/>
          <w:lang w:bidi="fa-IR"/>
        </w:rPr>
        <w:t>.</w:t>
      </w:r>
    </w:p>
    <w:p w:rsidR="003E3506" w:rsidRPr="003E3506" w:rsidRDefault="003E3506" w:rsidP="003E3506">
      <w:pPr>
        <w:pStyle w:val="libNormal"/>
        <w:rPr>
          <w:lang w:bidi="fa-IR"/>
        </w:rPr>
      </w:pPr>
      <w:r w:rsidRPr="003E3506">
        <w:rPr>
          <w:rtl/>
          <w:lang w:bidi="fa-IR"/>
        </w:rPr>
        <w:t>١٤٨١ - اگر اشتباها سر بر دارد و ببيند امام در سجده است</w:t>
      </w:r>
      <w:r w:rsidR="000C4B14">
        <w:rPr>
          <w:rtl/>
          <w:lang w:bidi="fa-IR"/>
        </w:rPr>
        <w:t>،</w:t>
      </w:r>
      <w:r w:rsidRPr="003E3506">
        <w:rPr>
          <w:rtl/>
          <w:lang w:bidi="fa-IR"/>
        </w:rPr>
        <w:t xml:space="preserve"> بايد بنابر احتياط به سجده برگردد</w:t>
      </w:r>
      <w:r w:rsidR="000C4B14">
        <w:rPr>
          <w:rtl/>
          <w:lang w:bidi="fa-IR"/>
        </w:rPr>
        <w:t>،</w:t>
      </w:r>
      <w:r w:rsidRPr="003E3506">
        <w:rPr>
          <w:rtl/>
          <w:lang w:bidi="fa-IR"/>
        </w:rPr>
        <w:t xml:space="preserve"> و چنانچه در هر دو سجده اين اتفاق بيفتد براى زياد شدن دو سجده كه ركن است نماز باطل نمى شود.</w:t>
      </w:r>
    </w:p>
    <w:p w:rsidR="003E3506" w:rsidRPr="003E3506" w:rsidRDefault="003E3506" w:rsidP="003E3506">
      <w:pPr>
        <w:pStyle w:val="libNormal"/>
        <w:rPr>
          <w:lang w:bidi="fa-IR"/>
        </w:rPr>
      </w:pPr>
      <w:r w:rsidRPr="003E3506">
        <w:rPr>
          <w:rtl/>
          <w:lang w:bidi="fa-IR"/>
        </w:rPr>
        <w:t>١٤٨٢ - كسى كه اشتباها پيش از امام سر از سجده برداشته هر گاه به سجده برگردد و معلوم شود امام قبلا سر برداشته است نمازش صحيح است ولى اگر در هر دو سجده اين اتفاق بيفتد نمازش بنابر احتياط باطل است</w:t>
      </w:r>
      <w:r w:rsidR="000C4B14">
        <w:rPr>
          <w:rtl/>
          <w:lang w:bidi="fa-IR"/>
        </w:rPr>
        <w:t>.</w:t>
      </w:r>
    </w:p>
    <w:p w:rsidR="003E3506" w:rsidRPr="003E3506" w:rsidRDefault="003E3506" w:rsidP="003E3506">
      <w:pPr>
        <w:pStyle w:val="libNormal"/>
        <w:rPr>
          <w:lang w:bidi="fa-IR"/>
        </w:rPr>
      </w:pPr>
      <w:r w:rsidRPr="003E3506">
        <w:rPr>
          <w:rtl/>
          <w:lang w:bidi="fa-IR"/>
        </w:rPr>
        <w:t>١٤٨٣ - اگر اشتباها سر از ركوع يا سجده بردارد و سهوا يا به خيال اين كه به امام نمى رسد به ركوع يا سجده نرود جماعت و نمازش صحيح است</w:t>
      </w:r>
      <w:r w:rsidR="000C4B14">
        <w:rPr>
          <w:rtl/>
          <w:lang w:bidi="fa-IR"/>
        </w:rPr>
        <w:t>.</w:t>
      </w:r>
    </w:p>
    <w:p w:rsidR="003E3506" w:rsidRPr="003E3506" w:rsidRDefault="003E3506" w:rsidP="003E3506">
      <w:pPr>
        <w:pStyle w:val="libNormal"/>
        <w:rPr>
          <w:lang w:bidi="fa-IR"/>
        </w:rPr>
      </w:pPr>
      <w:r w:rsidRPr="003E3506">
        <w:rPr>
          <w:rtl/>
          <w:lang w:bidi="fa-IR"/>
        </w:rPr>
        <w:t>١٤٨٤ - اگر سر از سجده بردارد و ببيند امام در سجده است</w:t>
      </w:r>
      <w:r w:rsidR="000C4B14">
        <w:rPr>
          <w:rtl/>
          <w:lang w:bidi="fa-IR"/>
        </w:rPr>
        <w:t>،</w:t>
      </w:r>
      <w:r w:rsidRPr="003E3506">
        <w:rPr>
          <w:rtl/>
          <w:lang w:bidi="fa-IR"/>
        </w:rPr>
        <w:t xml:space="preserve"> چنانچه به خيال اين كه سجده اول امام است</w:t>
      </w:r>
      <w:r w:rsidR="000C4B14">
        <w:rPr>
          <w:rtl/>
          <w:lang w:bidi="fa-IR"/>
        </w:rPr>
        <w:t>،</w:t>
      </w:r>
      <w:r w:rsidRPr="003E3506">
        <w:rPr>
          <w:rtl/>
          <w:lang w:bidi="fa-IR"/>
        </w:rPr>
        <w:t xml:space="preserve"> به قصد اين كه با امام سجده كند به سجده رود و بفهمد سجده دوم امام بوده</w:t>
      </w:r>
      <w:r w:rsidR="000C4B14">
        <w:rPr>
          <w:rtl/>
          <w:lang w:bidi="fa-IR"/>
        </w:rPr>
        <w:t>،</w:t>
      </w:r>
      <w:r w:rsidRPr="003E3506">
        <w:rPr>
          <w:rtl/>
          <w:lang w:bidi="fa-IR"/>
        </w:rPr>
        <w:t xml:space="preserve"> سجده دوم او حساب مى شود و اگر به خيال اينكه سجده دوم امام است به سجده رود و بفهمد سجده اول امام بوده</w:t>
      </w:r>
      <w:r w:rsidR="000C4B14">
        <w:rPr>
          <w:rtl/>
          <w:lang w:bidi="fa-IR"/>
        </w:rPr>
        <w:t>،</w:t>
      </w:r>
      <w:r w:rsidRPr="003E3506">
        <w:rPr>
          <w:rtl/>
          <w:lang w:bidi="fa-IR"/>
        </w:rPr>
        <w:t xml:space="preserve"> بايد به قصد اين كه با امام سجده كند تمام كند و دوباره با امام به سجده رود</w:t>
      </w:r>
      <w:r w:rsidR="000C4B14">
        <w:rPr>
          <w:rtl/>
          <w:lang w:bidi="fa-IR"/>
        </w:rPr>
        <w:t>،</w:t>
      </w:r>
      <w:r w:rsidRPr="003E3506">
        <w:rPr>
          <w:rtl/>
          <w:lang w:bidi="fa-IR"/>
        </w:rPr>
        <w:t xml:space="preserve"> و در هر دو صورت بهتر آن است كه نماز را با جماعت تمام كند و دوباره بخواند.</w:t>
      </w:r>
    </w:p>
    <w:p w:rsidR="003E3506" w:rsidRPr="003E3506" w:rsidRDefault="003E3506" w:rsidP="003E3506">
      <w:pPr>
        <w:pStyle w:val="libNormal"/>
        <w:rPr>
          <w:lang w:bidi="fa-IR"/>
        </w:rPr>
      </w:pPr>
      <w:r w:rsidRPr="003E3506">
        <w:rPr>
          <w:rtl/>
          <w:lang w:bidi="fa-IR"/>
        </w:rPr>
        <w:t>١٤٨٥ - اگر سهوا پيش از امام به ركوع رود و طورى باشد كه اگر سر بردارد به مقدارى از قرائت امام مى رسد</w:t>
      </w:r>
      <w:r w:rsidR="000C4B14">
        <w:rPr>
          <w:rtl/>
          <w:lang w:bidi="fa-IR"/>
        </w:rPr>
        <w:t>،</w:t>
      </w:r>
      <w:r w:rsidRPr="003E3506">
        <w:rPr>
          <w:rtl/>
          <w:lang w:bidi="fa-IR"/>
        </w:rPr>
        <w:t xml:space="preserve"> چنانچه سر بردارد و با امام به ركوع رود</w:t>
      </w:r>
      <w:r w:rsidR="000C4B14">
        <w:rPr>
          <w:rtl/>
          <w:lang w:bidi="fa-IR"/>
        </w:rPr>
        <w:t>،</w:t>
      </w:r>
      <w:r w:rsidRPr="003E3506">
        <w:rPr>
          <w:rtl/>
          <w:lang w:bidi="fa-IR"/>
        </w:rPr>
        <w:t xml:space="preserve"> نمازش صحيح است و اگر عمدا برنگردد نمازش باطل است</w:t>
      </w:r>
      <w:r w:rsidR="000C4B14">
        <w:rPr>
          <w:rtl/>
          <w:lang w:bidi="fa-IR"/>
        </w:rPr>
        <w:t>.</w:t>
      </w:r>
    </w:p>
    <w:p w:rsidR="003E3506" w:rsidRPr="003E3506" w:rsidRDefault="003E3506" w:rsidP="003E3506">
      <w:pPr>
        <w:pStyle w:val="libNormal"/>
        <w:rPr>
          <w:lang w:bidi="fa-IR"/>
        </w:rPr>
      </w:pPr>
      <w:r w:rsidRPr="003E3506">
        <w:rPr>
          <w:rtl/>
          <w:lang w:bidi="fa-IR"/>
        </w:rPr>
        <w:t>١٤٨٦ - اگر سهوا پيش از امام به ركوع رود و طورى باشد كه اگر برگردد به چيزى از قرائت امام نمى رسد</w:t>
      </w:r>
      <w:r w:rsidR="000C4B14">
        <w:rPr>
          <w:rtl/>
          <w:lang w:bidi="fa-IR"/>
        </w:rPr>
        <w:t>،</w:t>
      </w:r>
      <w:r w:rsidRPr="003E3506">
        <w:rPr>
          <w:rtl/>
          <w:lang w:bidi="fa-IR"/>
        </w:rPr>
        <w:t xml:space="preserve"> اگر به قصد اين كه با امام نماز بخواند سر بردارد و با امام به ركوع رود</w:t>
      </w:r>
      <w:r w:rsidR="000C4B14">
        <w:rPr>
          <w:rtl/>
          <w:lang w:bidi="fa-IR"/>
        </w:rPr>
        <w:t>،</w:t>
      </w:r>
      <w:r w:rsidRPr="003E3506">
        <w:rPr>
          <w:rtl/>
          <w:lang w:bidi="fa-IR"/>
        </w:rPr>
        <w:t xml:space="preserve"> جماعت و نمازش صحيح است و اگر عمدا برنگردد نمازش صحيح است و منفرد مى شود.</w:t>
      </w:r>
    </w:p>
    <w:p w:rsidR="003E3506" w:rsidRPr="003E3506" w:rsidRDefault="003E3506" w:rsidP="003E3506">
      <w:pPr>
        <w:pStyle w:val="libNormal"/>
        <w:rPr>
          <w:lang w:bidi="fa-IR"/>
        </w:rPr>
      </w:pPr>
      <w:r w:rsidRPr="003E3506">
        <w:rPr>
          <w:rtl/>
          <w:lang w:bidi="fa-IR"/>
        </w:rPr>
        <w:lastRenderedPageBreak/>
        <w:t>١٤٨٧ - اگر سهوا پيش از امام به سجده رود</w:t>
      </w:r>
      <w:r w:rsidR="000C4B14">
        <w:rPr>
          <w:rtl/>
          <w:lang w:bidi="fa-IR"/>
        </w:rPr>
        <w:t>،</w:t>
      </w:r>
      <w:r w:rsidRPr="003E3506">
        <w:rPr>
          <w:rtl/>
          <w:lang w:bidi="fa-IR"/>
        </w:rPr>
        <w:t xml:space="preserve"> اگر به قصد اين كه با امام نماز بخواند سر بردارد و با امام به سجده رود</w:t>
      </w:r>
      <w:r w:rsidR="000C4B14">
        <w:rPr>
          <w:rtl/>
          <w:lang w:bidi="fa-IR"/>
        </w:rPr>
        <w:t>،</w:t>
      </w:r>
      <w:r w:rsidRPr="003E3506">
        <w:rPr>
          <w:rtl/>
          <w:lang w:bidi="fa-IR"/>
        </w:rPr>
        <w:t xml:space="preserve"> جماعت و نمازش صحيح است و اگر عمدا برنگردد نمازش صحيح و منفرد مى گردد.</w:t>
      </w:r>
    </w:p>
    <w:p w:rsidR="003E3506" w:rsidRPr="003E3506" w:rsidRDefault="003E3506" w:rsidP="003E3506">
      <w:pPr>
        <w:pStyle w:val="libNormal"/>
        <w:rPr>
          <w:lang w:bidi="fa-IR"/>
        </w:rPr>
      </w:pPr>
      <w:r w:rsidRPr="003E3506">
        <w:rPr>
          <w:rtl/>
          <w:lang w:bidi="fa-IR"/>
        </w:rPr>
        <w:t>١٤٨٨ - اگر امام در ركعتى كه قنوت ندارد اشتباها قنوت بخواند</w:t>
      </w:r>
      <w:r w:rsidR="000C4B14">
        <w:rPr>
          <w:rtl/>
          <w:lang w:bidi="fa-IR"/>
        </w:rPr>
        <w:t>،</w:t>
      </w:r>
      <w:r w:rsidRPr="003E3506">
        <w:rPr>
          <w:rtl/>
          <w:lang w:bidi="fa-IR"/>
        </w:rPr>
        <w:t xml:space="preserve"> يا در ركعتى كه تشهد ندارد اشتباها مشغول خواندن تشهد شود</w:t>
      </w:r>
      <w:r w:rsidR="000C4B14">
        <w:rPr>
          <w:rtl/>
          <w:lang w:bidi="fa-IR"/>
        </w:rPr>
        <w:t>،</w:t>
      </w:r>
      <w:r w:rsidRPr="003E3506">
        <w:rPr>
          <w:rtl/>
          <w:lang w:bidi="fa-IR"/>
        </w:rPr>
        <w:t xml:space="preserve"> ماموم نبايد قنوت و تشهد را بخواند</w:t>
      </w:r>
      <w:r w:rsidR="000C4B14">
        <w:rPr>
          <w:rtl/>
          <w:lang w:bidi="fa-IR"/>
        </w:rPr>
        <w:t>،</w:t>
      </w:r>
      <w:r w:rsidRPr="003E3506">
        <w:rPr>
          <w:rtl/>
          <w:lang w:bidi="fa-IR"/>
        </w:rPr>
        <w:t xml:space="preserve"> ولى نمى تواند پيش از امام به ركوع رود</w:t>
      </w:r>
      <w:r w:rsidR="000C4B14">
        <w:rPr>
          <w:rtl/>
          <w:lang w:bidi="fa-IR"/>
        </w:rPr>
        <w:t>،</w:t>
      </w:r>
      <w:r w:rsidRPr="003E3506">
        <w:rPr>
          <w:rtl/>
          <w:lang w:bidi="fa-IR"/>
        </w:rPr>
        <w:t xml:space="preserve"> يا پيش از ايستادن امام بايستد</w:t>
      </w:r>
      <w:r w:rsidR="000C4B14">
        <w:rPr>
          <w:rtl/>
          <w:lang w:bidi="fa-IR"/>
        </w:rPr>
        <w:t>،</w:t>
      </w:r>
      <w:r w:rsidRPr="003E3506">
        <w:rPr>
          <w:rtl/>
          <w:lang w:bidi="fa-IR"/>
        </w:rPr>
        <w:t xml:space="preserve"> بلكه بايد صبر كند تا قنوت و تشهد امام تمام شود و بقيه نماز را با او بخواند.</w:t>
      </w:r>
    </w:p>
    <w:p w:rsidR="003E3506" w:rsidRDefault="00605FAB" w:rsidP="009843B3">
      <w:pPr>
        <w:pStyle w:val="Heading3"/>
        <w:rPr>
          <w:rtl/>
          <w:lang w:bidi="fa-IR"/>
        </w:rPr>
      </w:pPr>
      <w:bookmarkStart w:id="165" w:name="_Toc24454588"/>
      <w:r>
        <w:rPr>
          <w:rtl/>
          <w:lang w:bidi="fa-IR"/>
        </w:rPr>
        <w:t>(</w:t>
      </w:r>
      <w:r w:rsidR="003E3506" w:rsidRPr="003E3506">
        <w:rPr>
          <w:rtl/>
          <w:lang w:bidi="fa-IR"/>
        </w:rPr>
        <w:t>وظيفه امام و ماموم در نماز جماعت</w:t>
      </w:r>
      <w:r>
        <w:rPr>
          <w:rtl/>
          <w:lang w:bidi="fa-IR"/>
        </w:rPr>
        <w:t>)</w:t>
      </w:r>
      <w:bookmarkEnd w:id="165"/>
    </w:p>
    <w:p w:rsidR="003E3506" w:rsidRPr="003E3506" w:rsidRDefault="003E3506" w:rsidP="003E3506">
      <w:pPr>
        <w:pStyle w:val="libNormal"/>
        <w:rPr>
          <w:lang w:bidi="fa-IR"/>
        </w:rPr>
      </w:pPr>
      <w:r w:rsidRPr="003E3506">
        <w:rPr>
          <w:rtl/>
          <w:lang w:bidi="fa-IR"/>
        </w:rPr>
        <w:t>١٤٨٩ - اگر ماموم يك مرد باشد</w:t>
      </w:r>
      <w:r w:rsidR="000C4B14">
        <w:rPr>
          <w:rtl/>
          <w:lang w:bidi="fa-IR"/>
        </w:rPr>
        <w:t>،</w:t>
      </w:r>
      <w:r w:rsidRPr="003E3506">
        <w:rPr>
          <w:rtl/>
          <w:lang w:bidi="fa-IR"/>
        </w:rPr>
        <w:t xml:space="preserve"> مستحب است طرف راست امام بايستد</w:t>
      </w:r>
      <w:r w:rsidR="000C4B14">
        <w:rPr>
          <w:rtl/>
          <w:lang w:bidi="fa-IR"/>
        </w:rPr>
        <w:t>،</w:t>
      </w:r>
      <w:r w:rsidRPr="003E3506">
        <w:rPr>
          <w:rtl/>
          <w:lang w:bidi="fa-IR"/>
        </w:rPr>
        <w:t xml:space="preserve"> و اگر يك زن باشد</w:t>
      </w:r>
      <w:r w:rsidR="000C4B14">
        <w:rPr>
          <w:rtl/>
          <w:lang w:bidi="fa-IR"/>
        </w:rPr>
        <w:t>،</w:t>
      </w:r>
      <w:r w:rsidRPr="003E3506">
        <w:rPr>
          <w:rtl/>
          <w:lang w:bidi="fa-IR"/>
        </w:rPr>
        <w:t xml:space="preserve"> باز هم مستحب است كه در طرف راست امام بايستد</w:t>
      </w:r>
      <w:r w:rsidR="000C4B14">
        <w:rPr>
          <w:rtl/>
          <w:lang w:bidi="fa-IR"/>
        </w:rPr>
        <w:t>،</w:t>
      </w:r>
      <w:r w:rsidRPr="003E3506">
        <w:rPr>
          <w:rtl/>
          <w:lang w:bidi="fa-IR"/>
        </w:rPr>
        <w:t xml:space="preserve"> ولى بايد او عقب تر بايستد</w:t>
      </w:r>
      <w:r w:rsidR="000C4B14">
        <w:rPr>
          <w:rtl/>
          <w:lang w:bidi="fa-IR"/>
        </w:rPr>
        <w:t>،</w:t>
      </w:r>
      <w:r w:rsidRPr="003E3506">
        <w:rPr>
          <w:rtl/>
          <w:lang w:bidi="fa-IR"/>
        </w:rPr>
        <w:t xml:space="preserve"> لااقل به مقدارى كه جاى سجده او مساوى جاى دو زانوى امام در حال سجده باشد.</w:t>
      </w:r>
    </w:p>
    <w:p w:rsidR="003E3506" w:rsidRPr="003E3506" w:rsidRDefault="003E3506" w:rsidP="003E3506">
      <w:pPr>
        <w:pStyle w:val="libNormal"/>
        <w:rPr>
          <w:lang w:bidi="fa-IR"/>
        </w:rPr>
      </w:pPr>
      <w:r w:rsidRPr="003E3506">
        <w:rPr>
          <w:rtl/>
          <w:lang w:bidi="fa-IR"/>
        </w:rPr>
        <w:t>و اگر يك مرد و يك زن يا يك مرد و چند زن باشند مستحب است مرد طرف راست امام بايستد و يك زن يا چند زن پشت سر امام بايستد</w:t>
      </w:r>
      <w:r w:rsidR="000C4B14">
        <w:rPr>
          <w:rtl/>
          <w:lang w:bidi="fa-IR"/>
        </w:rPr>
        <w:t>،</w:t>
      </w:r>
      <w:r w:rsidRPr="003E3506">
        <w:rPr>
          <w:rtl/>
          <w:lang w:bidi="fa-IR"/>
        </w:rPr>
        <w:t xml:space="preserve"> و اگر چند مرد و يك يا چند زن باشند</w:t>
      </w:r>
      <w:r w:rsidR="000C4B14">
        <w:rPr>
          <w:rtl/>
          <w:lang w:bidi="fa-IR"/>
        </w:rPr>
        <w:t>،</w:t>
      </w:r>
      <w:r w:rsidRPr="003E3506">
        <w:rPr>
          <w:rtl/>
          <w:lang w:bidi="fa-IR"/>
        </w:rPr>
        <w:t xml:space="preserve"> مستحب است آنچه مرد است عقب امام و زنها پشت مردها بايستند.</w:t>
      </w:r>
    </w:p>
    <w:p w:rsidR="003E3506" w:rsidRPr="003E3506" w:rsidRDefault="003E3506" w:rsidP="003E3506">
      <w:pPr>
        <w:pStyle w:val="libNormal"/>
        <w:rPr>
          <w:lang w:bidi="fa-IR"/>
        </w:rPr>
      </w:pPr>
      <w:r w:rsidRPr="003E3506">
        <w:rPr>
          <w:rtl/>
          <w:lang w:bidi="fa-IR"/>
        </w:rPr>
        <w:t>١٤٩٠ - اگر امام و ماموم هر دو زن باشند احتياط واجب آن است كه همه رديف يكديگر بايستند و امام جلوتر از ديگران نايستد.</w:t>
      </w:r>
    </w:p>
    <w:p w:rsidR="003E3506" w:rsidRPr="003E3506" w:rsidRDefault="003E3506" w:rsidP="003E3506">
      <w:pPr>
        <w:pStyle w:val="libNormal"/>
        <w:rPr>
          <w:lang w:bidi="fa-IR"/>
        </w:rPr>
      </w:pPr>
      <w:r w:rsidRPr="003E3506">
        <w:rPr>
          <w:rtl/>
          <w:lang w:bidi="fa-IR"/>
        </w:rPr>
        <w:t>١٤٩١ - مستحب است امام در وسط صف بايستد و اهل علم و كمال و تقوى در صف اول بايستند.</w:t>
      </w:r>
    </w:p>
    <w:p w:rsidR="003E3506" w:rsidRPr="003E3506" w:rsidRDefault="003E3506" w:rsidP="003E3506">
      <w:pPr>
        <w:pStyle w:val="libNormal"/>
        <w:rPr>
          <w:lang w:bidi="fa-IR"/>
        </w:rPr>
      </w:pPr>
      <w:r w:rsidRPr="003E3506">
        <w:rPr>
          <w:rtl/>
          <w:lang w:bidi="fa-IR"/>
        </w:rPr>
        <w:t>١٤٩٢ - مستحب است صفهاى جماعت منظم باشد و بين كسانى كه در يك صف ايستاده اند فاصله نباشد و شانه آنان رديف يكديگر باشد.</w:t>
      </w:r>
    </w:p>
    <w:p w:rsidR="003E3506" w:rsidRPr="003E3506" w:rsidRDefault="003E3506" w:rsidP="003E3506">
      <w:pPr>
        <w:pStyle w:val="libNormal"/>
        <w:rPr>
          <w:lang w:bidi="fa-IR"/>
        </w:rPr>
      </w:pPr>
      <w:r w:rsidRPr="003E3506">
        <w:rPr>
          <w:rtl/>
          <w:lang w:bidi="fa-IR"/>
        </w:rPr>
        <w:t>١٤٩٣ - مستحب است بعد از گفتن قد قامت الصلاة مامومين برخيزند.</w:t>
      </w:r>
    </w:p>
    <w:p w:rsidR="003E3506" w:rsidRPr="003E3506" w:rsidRDefault="003E3506" w:rsidP="003E3506">
      <w:pPr>
        <w:pStyle w:val="libNormal"/>
        <w:rPr>
          <w:lang w:bidi="fa-IR"/>
        </w:rPr>
      </w:pPr>
      <w:r w:rsidRPr="003E3506">
        <w:rPr>
          <w:rtl/>
          <w:lang w:bidi="fa-IR"/>
        </w:rPr>
        <w:lastRenderedPageBreak/>
        <w:t>١٤٩٤ - مستحب است امام جماعت حال مامومى را كه از ديگران ضعيف تر است رعايت كند و قنوت و ركوع و سجود را طول ندهد</w:t>
      </w:r>
      <w:r w:rsidR="000C4B14">
        <w:rPr>
          <w:rtl/>
          <w:lang w:bidi="fa-IR"/>
        </w:rPr>
        <w:t>،</w:t>
      </w:r>
      <w:r w:rsidRPr="003E3506">
        <w:rPr>
          <w:rtl/>
          <w:lang w:bidi="fa-IR"/>
        </w:rPr>
        <w:t xml:space="preserve"> مگر بداند همه كسانى كه به او اقتدا كرده اند مايلند.</w:t>
      </w:r>
    </w:p>
    <w:p w:rsidR="003E3506" w:rsidRPr="003E3506" w:rsidRDefault="003E3506" w:rsidP="003E3506">
      <w:pPr>
        <w:pStyle w:val="libNormal"/>
        <w:rPr>
          <w:lang w:bidi="fa-IR"/>
        </w:rPr>
      </w:pPr>
      <w:r w:rsidRPr="003E3506">
        <w:rPr>
          <w:rtl/>
          <w:lang w:bidi="fa-IR"/>
        </w:rPr>
        <w:t>١٤٩٥ - مستحب است امام جماعت در حمد و سوره و ذكرهايى كه بلند مى خواند</w:t>
      </w:r>
      <w:r w:rsidR="000C4B14">
        <w:rPr>
          <w:rtl/>
          <w:lang w:bidi="fa-IR"/>
        </w:rPr>
        <w:t>،</w:t>
      </w:r>
      <w:r w:rsidRPr="003E3506">
        <w:rPr>
          <w:rtl/>
          <w:lang w:bidi="fa-IR"/>
        </w:rPr>
        <w:t xml:space="preserve"> صداى خود را به قدرى بلند كند كه ديگران بشنوند</w:t>
      </w:r>
      <w:r w:rsidR="000C4B14">
        <w:rPr>
          <w:rtl/>
          <w:lang w:bidi="fa-IR"/>
        </w:rPr>
        <w:t>،</w:t>
      </w:r>
      <w:r w:rsidRPr="003E3506">
        <w:rPr>
          <w:rtl/>
          <w:lang w:bidi="fa-IR"/>
        </w:rPr>
        <w:t xml:space="preserve"> ولى بايد بيش از اندازه صدا را بلند نكند.</w:t>
      </w:r>
    </w:p>
    <w:p w:rsidR="003E3506" w:rsidRDefault="003E3506" w:rsidP="003E3506">
      <w:pPr>
        <w:pStyle w:val="libNormal"/>
        <w:rPr>
          <w:rtl/>
          <w:lang w:bidi="fa-IR"/>
        </w:rPr>
      </w:pPr>
      <w:r w:rsidRPr="003E3506">
        <w:rPr>
          <w:rtl/>
          <w:lang w:bidi="fa-IR"/>
        </w:rPr>
        <w:t>١٤٩٦ - اگر امام در ركوع بفهمد كسى تازه رسيده و مى خواهد اقتدا كند مستحب است ركوع را دو برابر هميشه طول بدهد و بعد بايستد</w:t>
      </w:r>
      <w:r w:rsidR="000C4B14">
        <w:rPr>
          <w:rtl/>
          <w:lang w:bidi="fa-IR"/>
        </w:rPr>
        <w:t>،</w:t>
      </w:r>
      <w:r w:rsidRPr="003E3506">
        <w:rPr>
          <w:rtl/>
          <w:lang w:bidi="fa-IR"/>
        </w:rPr>
        <w:t xml:space="preserve"> اگر چه بفهمد كس ديگرى هم براى اقتدا وارد شده است</w:t>
      </w:r>
      <w:r w:rsidR="000C4B14">
        <w:rPr>
          <w:rtl/>
          <w:lang w:bidi="fa-IR"/>
        </w:rPr>
        <w:t>.</w:t>
      </w:r>
    </w:p>
    <w:p w:rsidR="003E3506" w:rsidRDefault="00605FAB" w:rsidP="00704828">
      <w:pPr>
        <w:pStyle w:val="Heading3"/>
        <w:rPr>
          <w:rtl/>
          <w:lang w:bidi="fa-IR"/>
        </w:rPr>
      </w:pPr>
      <w:bookmarkStart w:id="166" w:name="_Toc24454589"/>
      <w:r>
        <w:rPr>
          <w:rtl/>
          <w:lang w:bidi="fa-IR"/>
        </w:rPr>
        <w:t>(</w:t>
      </w:r>
      <w:r w:rsidR="003E3506" w:rsidRPr="003E3506">
        <w:rPr>
          <w:rtl/>
          <w:lang w:bidi="fa-IR"/>
        </w:rPr>
        <w:t>چيزهايى كه در نماز جماعت مكروه است</w:t>
      </w:r>
      <w:r>
        <w:rPr>
          <w:rtl/>
          <w:lang w:bidi="fa-IR"/>
        </w:rPr>
        <w:t>)</w:t>
      </w:r>
      <w:bookmarkEnd w:id="166"/>
    </w:p>
    <w:p w:rsidR="003E3506" w:rsidRPr="003E3506" w:rsidRDefault="003E3506" w:rsidP="003E3506">
      <w:pPr>
        <w:pStyle w:val="libNormal"/>
        <w:rPr>
          <w:lang w:bidi="fa-IR"/>
        </w:rPr>
      </w:pPr>
      <w:r w:rsidRPr="003E3506">
        <w:rPr>
          <w:rtl/>
          <w:lang w:bidi="fa-IR"/>
        </w:rPr>
        <w:t>١٤٩٧ - اگر در صفهاى جماعت جا باشد</w:t>
      </w:r>
      <w:r w:rsidR="000C4B14">
        <w:rPr>
          <w:rtl/>
          <w:lang w:bidi="fa-IR"/>
        </w:rPr>
        <w:t>،</w:t>
      </w:r>
      <w:r w:rsidRPr="003E3506">
        <w:rPr>
          <w:rtl/>
          <w:lang w:bidi="fa-IR"/>
        </w:rPr>
        <w:t xml:space="preserve"> مكروه است انسان تنها بايستد.</w:t>
      </w:r>
    </w:p>
    <w:p w:rsidR="003E3506" w:rsidRPr="003E3506" w:rsidRDefault="003E3506" w:rsidP="003E3506">
      <w:pPr>
        <w:pStyle w:val="libNormal"/>
        <w:rPr>
          <w:lang w:bidi="fa-IR"/>
        </w:rPr>
      </w:pPr>
      <w:r w:rsidRPr="003E3506">
        <w:rPr>
          <w:rtl/>
          <w:lang w:bidi="fa-IR"/>
        </w:rPr>
        <w:t>١٤٩٨ - مكروه است ماموم ذكرهاى نماز را طورى بگويد كه امام بشنود.</w:t>
      </w:r>
    </w:p>
    <w:p w:rsidR="003E3506" w:rsidRPr="003E3506" w:rsidRDefault="003E3506" w:rsidP="003E3506">
      <w:pPr>
        <w:pStyle w:val="libNormal"/>
        <w:rPr>
          <w:lang w:bidi="fa-IR"/>
        </w:rPr>
      </w:pPr>
      <w:r w:rsidRPr="003E3506">
        <w:rPr>
          <w:rtl/>
          <w:lang w:bidi="fa-IR"/>
        </w:rPr>
        <w:t>١٤٩٩ - مسافرى كه نماز ظهر و عصر و عشا را دو ركعت مى خواند مكروه است در اين نمازها به كسى كه مسافر نيست اقتدا كند و كسى كه مسافر نيست مكروه است در اين نمازها به مسافر اقتدا نمايد.</w:t>
      </w:r>
    </w:p>
    <w:p w:rsidR="003E3506" w:rsidRDefault="00605FAB" w:rsidP="00704828">
      <w:pPr>
        <w:pStyle w:val="Heading3"/>
        <w:rPr>
          <w:rtl/>
          <w:lang w:bidi="fa-IR"/>
        </w:rPr>
      </w:pPr>
      <w:bookmarkStart w:id="167" w:name="_Toc24454590"/>
      <w:r>
        <w:rPr>
          <w:rtl/>
          <w:lang w:bidi="fa-IR"/>
        </w:rPr>
        <w:t>(</w:t>
      </w:r>
      <w:r w:rsidR="003E3506" w:rsidRPr="003E3506">
        <w:rPr>
          <w:rtl/>
          <w:lang w:bidi="fa-IR"/>
        </w:rPr>
        <w:t>نماز آيات</w:t>
      </w:r>
      <w:r>
        <w:rPr>
          <w:rtl/>
          <w:lang w:bidi="fa-IR"/>
        </w:rPr>
        <w:t>)</w:t>
      </w:r>
      <w:bookmarkEnd w:id="167"/>
    </w:p>
    <w:p w:rsidR="003E3506" w:rsidRPr="003E3506" w:rsidRDefault="003E3506" w:rsidP="003E3506">
      <w:pPr>
        <w:pStyle w:val="libNormal"/>
        <w:rPr>
          <w:lang w:bidi="fa-IR"/>
        </w:rPr>
      </w:pPr>
      <w:r w:rsidRPr="003E3506">
        <w:rPr>
          <w:rtl/>
          <w:lang w:bidi="fa-IR"/>
        </w:rPr>
        <w:t>١٥٠٠ - نماز آيات كه دستور آن بعدا گفته خواهد شد</w:t>
      </w:r>
      <w:r w:rsidR="000C4B14">
        <w:rPr>
          <w:rtl/>
          <w:lang w:bidi="fa-IR"/>
        </w:rPr>
        <w:t>،</w:t>
      </w:r>
      <w:r w:rsidRPr="003E3506">
        <w:rPr>
          <w:rtl/>
          <w:lang w:bidi="fa-IR"/>
        </w:rPr>
        <w:t xml:space="preserve"> به واسطه سه چيز واجب مى شود</w:t>
      </w:r>
      <w:r w:rsidR="00553569">
        <w:rPr>
          <w:rtl/>
          <w:lang w:bidi="fa-IR"/>
        </w:rPr>
        <w:t>:</w:t>
      </w:r>
      <w:r w:rsidRPr="003E3506">
        <w:rPr>
          <w:rtl/>
          <w:lang w:bidi="fa-IR"/>
        </w:rPr>
        <w:t xml:space="preserve"> اول گرفتن خورشيد.</w:t>
      </w:r>
    </w:p>
    <w:p w:rsidR="003E3506" w:rsidRPr="003E3506" w:rsidRDefault="003E3506" w:rsidP="003E3506">
      <w:pPr>
        <w:pStyle w:val="libNormal"/>
        <w:rPr>
          <w:lang w:bidi="fa-IR"/>
        </w:rPr>
      </w:pPr>
      <w:r w:rsidRPr="003E3506">
        <w:rPr>
          <w:rtl/>
          <w:lang w:bidi="fa-IR"/>
        </w:rPr>
        <w:t>دوم گرفتن ماه</w:t>
      </w:r>
      <w:r w:rsidR="000C4B14">
        <w:rPr>
          <w:rtl/>
          <w:lang w:bidi="fa-IR"/>
        </w:rPr>
        <w:t>،</w:t>
      </w:r>
      <w:r w:rsidRPr="003E3506">
        <w:rPr>
          <w:rtl/>
          <w:lang w:bidi="fa-IR"/>
        </w:rPr>
        <w:t xml:space="preserve"> اگر چه مقدار كمى از آنها گرفته شود و كسى هم از آن نترسد.</w:t>
      </w:r>
    </w:p>
    <w:p w:rsidR="003E3506" w:rsidRPr="003E3506" w:rsidRDefault="003E3506" w:rsidP="003E3506">
      <w:pPr>
        <w:pStyle w:val="libNormal"/>
        <w:rPr>
          <w:lang w:bidi="fa-IR"/>
        </w:rPr>
      </w:pPr>
      <w:r w:rsidRPr="003E3506">
        <w:rPr>
          <w:rtl/>
          <w:lang w:bidi="fa-IR"/>
        </w:rPr>
        <w:t>سوم زلزله - بنابر احتياط واجب - اگر چه كسى هم نترسد و اما در رعد و برق و بادهاى سياه و سرخ و مانند اينها از آيات آسمانى در صورتى كه بيشتر مردم بترسند و هم چنين در حوادث زمينى مانند فرو رفتن آب دريا و افتادن كوه كه موجب ترس اكثر مردم شود بنابر احتياط مستحب نماز آيات ترك نشود.</w:t>
      </w:r>
    </w:p>
    <w:p w:rsidR="003E3506" w:rsidRPr="003E3506" w:rsidRDefault="003E3506" w:rsidP="003E3506">
      <w:pPr>
        <w:pStyle w:val="libNormal"/>
        <w:rPr>
          <w:lang w:bidi="fa-IR"/>
        </w:rPr>
      </w:pPr>
      <w:r w:rsidRPr="003E3506">
        <w:rPr>
          <w:rtl/>
          <w:lang w:bidi="fa-IR"/>
        </w:rPr>
        <w:lastRenderedPageBreak/>
        <w:t>١٥٠١ - اگر از چيزهايى كه نماز آيات براى آنها واجب است بيشتر از يكى اتفاق بيفتد</w:t>
      </w:r>
      <w:r w:rsidR="000C4B14">
        <w:rPr>
          <w:rtl/>
          <w:lang w:bidi="fa-IR"/>
        </w:rPr>
        <w:t>،</w:t>
      </w:r>
      <w:r w:rsidRPr="003E3506">
        <w:rPr>
          <w:rtl/>
          <w:lang w:bidi="fa-IR"/>
        </w:rPr>
        <w:t xml:space="preserve"> انسان بايد براى هر يك از آنها يك نماز آيات بخواند</w:t>
      </w:r>
      <w:r w:rsidR="000C4B14">
        <w:rPr>
          <w:rtl/>
          <w:lang w:bidi="fa-IR"/>
        </w:rPr>
        <w:t>،</w:t>
      </w:r>
      <w:r w:rsidRPr="003E3506">
        <w:rPr>
          <w:rtl/>
          <w:lang w:bidi="fa-IR"/>
        </w:rPr>
        <w:t xml:space="preserve"> مثلا اگر خورشيد بگيرد و زلزله هم بشود</w:t>
      </w:r>
      <w:r w:rsidR="000C4B14">
        <w:rPr>
          <w:rtl/>
          <w:lang w:bidi="fa-IR"/>
        </w:rPr>
        <w:t>،</w:t>
      </w:r>
      <w:r w:rsidRPr="003E3506">
        <w:rPr>
          <w:rtl/>
          <w:lang w:bidi="fa-IR"/>
        </w:rPr>
        <w:t xml:space="preserve"> بايد دو نماز آيات بخواند.</w:t>
      </w:r>
    </w:p>
    <w:p w:rsidR="003E3506" w:rsidRPr="003E3506" w:rsidRDefault="003E3506" w:rsidP="003E3506">
      <w:pPr>
        <w:pStyle w:val="libNormal"/>
        <w:rPr>
          <w:lang w:bidi="fa-IR"/>
        </w:rPr>
      </w:pPr>
      <w:r w:rsidRPr="003E3506">
        <w:rPr>
          <w:rtl/>
          <w:lang w:bidi="fa-IR"/>
        </w:rPr>
        <w:t>١٥٠٢ - كسى كه قضاى چند نماز آيات بر او واجب است</w:t>
      </w:r>
      <w:r w:rsidR="000C4B14">
        <w:rPr>
          <w:rtl/>
          <w:lang w:bidi="fa-IR"/>
        </w:rPr>
        <w:t>،</w:t>
      </w:r>
      <w:r w:rsidRPr="003E3506">
        <w:rPr>
          <w:rtl/>
          <w:lang w:bidi="fa-IR"/>
        </w:rPr>
        <w:t xml:space="preserve"> چه همه آنها براى يك چيز بر او واجب شده باشد</w:t>
      </w:r>
      <w:r w:rsidR="000C4B14">
        <w:rPr>
          <w:rtl/>
          <w:lang w:bidi="fa-IR"/>
        </w:rPr>
        <w:t>،</w:t>
      </w:r>
      <w:r w:rsidRPr="003E3506">
        <w:rPr>
          <w:rtl/>
          <w:lang w:bidi="fa-IR"/>
        </w:rPr>
        <w:t xml:space="preserve"> مثلا سه مرتبه خورشيد گرفته و نماز آنها را نخوانده است</w:t>
      </w:r>
      <w:r w:rsidR="000C4B14">
        <w:rPr>
          <w:rtl/>
          <w:lang w:bidi="fa-IR"/>
        </w:rPr>
        <w:t>،</w:t>
      </w:r>
      <w:r w:rsidRPr="003E3506">
        <w:rPr>
          <w:rtl/>
          <w:lang w:bidi="fa-IR"/>
        </w:rPr>
        <w:t xml:space="preserve"> چه براى چند چيز باشد مثلا براى آفتاب گرفتن و ماه گرفتن و زلزله نمازهايى بر او واجب شده باشد</w:t>
      </w:r>
      <w:r w:rsidR="000C4B14">
        <w:rPr>
          <w:rtl/>
          <w:lang w:bidi="fa-IR"/>
        </w:rPr>
        <w:t>،</w:t>
      </w:r>
      <w:r w:rsidRPr="003E3506">
        <w:rPr>
          <w:rtl/>
          <w:lang w:bidi="fa-IR"/>
        </w:rPr>
        <w:t xml:space="preserve"> موقعى كه قضاى آنها را مى خواند لازم نيست معين كند كه براى كدام يك آنها باشد.</w:t>
      </w:r>
    </w:p>
    <w:p w:rsidR="003E3506" w:rsidRPr="003E3506" w:rsidRDefault="003E3506" w:rsidP="003E3506">
      <w:pPr>
        <w:pStyle w:val="libNormal"/>
        <w:rPr>
          <w:lang w:bidi="fa-IR"/>
        </w:rPr>
      </w:pPr>
      <w:r w:rsidRPr="003E3506">
        <w:rPr>
          <w:rtl/>
          <w:lang w:bidi="fa-IR"/>
        </w:rPr>
        <w:t>١٥٠٣ - چيزهايى كه نماز آيات براى آنها واجب است</w:t>
      </w:r>
      <w:r w:rsidR="000C4B14">
        <w:rPr>
          <w:rtl/>
          <w:lang w:bidi="fa-IR"/>
        </w:rPr>
        <w:t>،</w:t>
      </w:r>
      <w:r w:rsidRPr="003E3506">
        <w:rPr>
          <w:rtl/>
          <w:lang w:bidi="fa-IR"/>
        </w:rPr>
        <w:t xml:space="preserve"> در هر جايى اتفاق بيفتد</w:t>
      </w:r>
      <w:r w:rsidR="000C4B14">
        <w:rPr>
          <w:rtl/>
          <w:lang w:bidi="fa-IR"/>
        </w:rPr>
        <w:t>،</w:t>
      </w:r>
      <w:r w:rsidRPr="003E3506">
        <w:rPr>
          <w:rtl/>
          <w:lang w:bidi="fa-IR"/>
        </w:rPr>
        <w:t xml:space="preserve"> فقط مردم همان جا بايد نماز آيات بخوانند و بر مردم جاهاى ديگر واجب نيست</w:t>
      </w:r>
      <w:r w:rsidR="000C4B14">
        <w:rPr>
          <w:rtl/>
          <w:lang w:bidi="fa-IR"/>
        </w:rPr>
        <w:t>.</w:t>
      </w:r>
    </w:p>
    <w:p w:rsidR="003E3506" w:rsidRPr="003E3506" w:rsidRDefault="003E3506" w:rsidP="003E3506">
      <w:pPr>
        <w:pStyle w:val="libNormal"/>
        <w:rPr>
          <w:lang w:bidi="fa-IR"/>
        </w:rPr>
      </w:pPr>
      <w:r w:rsidRPr="003E3506">
        <w:rPr>
          <w:rtl/>
          <w:lang w:bidi="fa-IR"/>
        </w:rPr>
        <w:t>١٥٠٤ - وقت شروع در نماز آيات موقعى است كه خورشيد يا ماه شروع به گرفتن مى كند و تا زمانى كه به حالت طبيعى برنگشته ادامه دارد</w:t>
      </w:r>
      <w:r w:rsidR="000C4B14">
        <w:rPr>
          <w:rtl/>
          <w:lang w:bidi="fa-IR"/>
        </w:rPr>
        <w:t>،</w:t>
      </w:r>
      <w:r w:rsidRPr="003E3506">
        <w:rPr>
          <w:rtl/>
          <w:lang w:bidi="fa-IR"/>
        </w:rPr>
        <w:t xml:space="preserve"> </w:t>
      </w:r>
      <w:r w:rsidR="00605FAB">
        <w:rPr>
          <w:rtl/>
          <w:lang w:bidi="fa-IR"/>
        </w:rPr>
        <w:t>(</w:t>
      </w:r>
      <w:r w:rsidRPr="003E3506">
        <w:rPr>
          <w:rtl/>
          <w:lang w:bidi="fa-IR"/>
        </w:rPr>
        <w:t>اگر چه بهتر آن است كه به قدرى تاخير نيندازد كه شروع به باز شدن كند</w:t>
      </w:r>
      <w:r w:rsidR="00605FAB">
        <w:rPr>
          <w:rtl/>
          <w:lang w:bidi="fa-IR"/>
        </w:rPr>
        <w:t>)</w:t>
      </w:r>
      <w:r w:rsidRPr="003E3506">
        <w:rPr>
          <w:rtl/>
          <w:lang w:bidi="fa-IR"/>
        </w:rPr>
        <w:t xml:space="preserve"> ولى تمام كردن نماز آيات را مى تواند تا بعد از باز شدن خورشيد يا ماه تاخير انداخت</w:t>
      </w:r>
      <w:r w:rsidR="000C4B14">
        <w:rPr>
          <w:rtl/>
          <w:lang w:bidi="fa-IR"/>
        </w:rPr>
        <w:t>.</w:t>
      </w:r>
    </w:p>
    <w:p w:rsidR="003E3506" w:rsidRPr="003E3506" w:rsidRDefault="003E3506" w:rsidP="003E3506">
      <w:pPr>
        <w:pStyle w:val="libNormal"/>
        <w:rPr>
          <w:lang w:bidi="fa-IR"/>
        </w:rPr>
      </w:pPr>
      <w:r w:rsidRPr="003E3506">
        <w:rPr>
          <w:rtl/>
          <w:lang w:bidi="fa-IR"/>
        </w:rPr>
        <w:t>١٥٠٥ - اگر خواندن نماز آيات را به قدرى تاخير بيندازد كه آفتاب يا ماه شروع به باز شدن كند</w:t>
      </w:r>
      <w:r w:rsidR="000C4B14">
        <w:rPr>
          <w:rtl/>
          <w:lang w:bidi="fa-IR"/>
        </w:rPr>
        <w:t>،</w:t>
      </w:r>
      <w:r w:rsidRPr="003E3506">
        <w:rPr>
          <w:rtl/>
          <w:lang w:bidi="fa-IR"/>
        </w:rPr>
        <w:t xml:space="preserve"> نيت اداء مانعى ندارد</w:t>
      </w:r>
      <w:r w:rsidR="000C4B14">
        <w:rPr>
          <w:rtl/>
          <w:lang w:bidi="fa-IR"/>
        </w:rPr>
        <w:t>،</w:t>
      </w:r>
      <w:r w:rsidRPr="003E3506">
        <w:rPr>
          <w:rtl/>
          <w:lang w:bidi="fa-IR"/>
        </w:rPr>
        <w:t xml:space="preserve"> ولى اگر بعد از باز شدن تمام آن</w:t>
      </w:r>
      <w:r w:rsidR="000C4B14">
        <w:rPr>
          <w:rtl/>
          <w:lang w:bidi="fa-IR"/>
        </w:rPr>
        <w:t>،</w:t>
      </w:r>
      <w:r w:rsidRPr="003E3506">
        <w:rPr>
          <w:rtl/>
          <w:lang w:bidi="fa-IR"/>
        </w:rPr>
        <w:t xml:space="preserve"> نماز بخواند بايد نيت قضا نمايد.</w:t>
      </w:r>
    </w:p>
    <w:p w:rsidR="003E3506" w:rsidRPr="003E3506" w:rsidRDefault="003E3506" w:rsidP="003E3506">
      <w:pPr>
        <w:pStyle w:val="libNormal"/>
        <w:rPr>
          <w:lang w:bidi="fa-IR"/>
        </w:rPr>
      </w:pPr>
      <w:r w:rsidRPr="003E3506">
        <w:rPr>
          <w:rtl/>
          <w:lang w:bidi="fa-IR"/>
        </w:rPr>
        <w:t>١٥٠٦ - اگر مدت گرفتن خورشيد يا ماه به اندازه خواندن يك ركعت نماز يا كمتر باشد</w:t>
      </w:r>
      <w:r w:rsidR="000C4B14">
        <w:rPr>
          <w:rtl/>
          <w:lang w:bidi="fa-IR"/>
        </w:rPr>
        <w:t>،</w:t>
      </w:r>
      <w:r w:rsidRPr="003E3506">
        <w:rPr>
          <w:rtl/>
          <w:lang w:bidi="fa-IR"/>
        </w:rPr>
        <w:t xml:space="preserve"> نمازى كه مى خواند ادا است</w:t>
      </w:r>
      <w:r w:rsidR="000C4B14">
        <w:rPr>
          <w:rtl/>
          <w:lang w:bidi="fa-IR"/>
        </w:rPr>
        <w:t>،</w:t>
      </w:r>
      <w:r w:rsidRPr="003E3506">
        <w:rPr>
          <w:rtl/>
          <w:lang w:bidi="fa-IR"/>
        </w:rPr>
        <w:t xml:space="preserve"> و هم چنين است اگر مدت گرفتن آنها بيشتر باشد ولى انسان نماز را نخواند</w:t>
      </w:r>
      <w:r w:rsidR="000C4B14">
        <w:rPr>
          <w:rtl/>
          <w:lang w:bidi="fa-IR"/>
        </w:rPr>
        <w:t>،</w:t>
      </w:r>
      <w:r w:rsidRPr="003E3506">
        <w:rPr>
          <w:rtl/>
          <w:lang w:bidi="fa-IR"/>
        </w:rPr>
        <w:t xml:space="preserve"> تا به اندازه خواندن يك ركعت يا كمتر به آخر وقت آن مانده باشد.</w:t>
      </w:r>
    </w:p>
    <w:p w:rsidR="003E3506" w:rsidRPr="003E3506" w:rsidRDefault="003E3506" w:rsidP="003E3506">
      <w:pPr>
        <w:pStyle w:val="libNormal"/>
        <w:rPr>
          <w:lang w:bidi="fa-IR"/>
        </w:rPr>
      </w:pPr>
      <w:r w:rsidRPr="003E3506">
        <w:rPr>
          <w:rtl/>
          <w:lang w:bidi="fa-IR"/>
        </w:rPr>
        <w:t>١٥٠٧ - موقعى كه زلزله و رعد و برق و مانند اينها اتفاق مى افتد</w:t>
      </w:r>
      <w:r w:rsidR="000C4B14">
        <w:rPr>
          <w:rtl/>
          <w:lang w:bidi="fa-IR"/>
        </w:rPr>
        <w:t>،</w:t>
      </w:r>
      <w:r w:rsidRPr="003E3506">
        <w:rPr>
          <w:rtl/>
          <w:lang w:bidi="fa-IR"/>
        </w:rPr>
        <w:t xml:space="preserve"> اگر وقتشان وسعت داشته باشد</w:t>
      </w:r>
      <w:r w:rsidR="000C4B14">
        <w:rPr>
          <w:rtl/>
          <w:lang w:bidi="fa-IR"/>
        </w:rPr>
        <w:t>،</w:t>
      </w:r>
      <w:r w:rsidRPr="003E3506">
        <w:rPr>
          <w:rtl/>
          <w:lang w:bidi="fa-IR"/>
        </w:rPr>
        <w:t xml:space="preserve"> لازم نيست نماز آيات را فورا بخواند و در غير اين صورت بايد فورا آن را بخواند به نحوى كه در نظر مردم تاخير محسوب نشود و اگر تاخير كرد</w:t>
      </w:r>
      <w:r w:rsidR="000C4B14">
        <w:rPr>
          <w:rtl/>
          <w:lang w:bidi="fa-IR"/>
        </w:rPr>
        <w:t>،</w:t>
      </w:r>
      <w:r w:rsidRPr="003E3506">
        <w:rPr>
          <w:rtl/>
          <w:lang w:bidi="fa-IR"/>
        </w:rPr>
        <w:t xml:space="preserve"> احتياط مستحب آن است كه بعدا بدون نيت ادا و قضا بخواند.</w:t>
      </w:r>
    </w:p>
    <w:p w:rsidR="003E3506" w:rsidRPr="003E3506" w:rsidRDefault="003E3506" w:rsidP="003E3506">
      <w:pPr>
        <w:pStyle w:val="libNormal"/>
        <w:rPr>
          <w:lang w:bidi="fa-IR"/>
        </w:rPr>
      </w:pPr>
      <w:r w:rsidRPr="003E3506">
        <w:rPr>
          <w:rtl/>
          <w:lang w:bidi="fa-IR"/>
        </w:rPr>
        <w:lastRenderedPageBreak/>
        <w:t>١٥٠٨ - اگر گرفتن آفتاب يا ماه را نداند و بعد از باز شدن آفتاب يا ماه بفهمد كه تمام آن گرفته بوده</w:t>
      </w:r>
      <w:r w:rsidR="000C4B14">
        <w:rPr>
          <w:rtl/>
          <w:lang w:bidi="fa-IR"/>
        </w:rPr>
        <w:t>،</w:t>
      </w:r>
      <w:r w:rsidRPr="003E3506">
        <w:rPr>
          <w:rtl/>
          <w:lang w:bidi="fa-IR"/>
        </w:rPr>
        <w:t xml:space="preserve"> بايد قضاى نماز آيات را بخواند</w:t>
      </w:r>
      <w:r w:rsidR="000C4B14">
        <w:rPr>
          <w:rtl/>
          <w:lang w:bidi="fa-IR"/>
        </w:rPr>
        <w:t>،</w:t>
      </w:r>
      <w:r w:rsidRPr="003E3506">
        <w:rPr>
          <w:rtl/>
          <w:lang w:bidi="fa-IR"/>
        </w:rPr>
        <w:t xml:space="preserve"> ولى اگر بفهمد مقدارى از آن گرفته بوده قضا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١٥٠٩ - اگر عده اى بگويند كه خورشيد يا ماه گرفته است</w:t>
      </w:r>
      <w:r w:rsidR="000C4B14">
        <w:rPr>
          <w:rtl/>
          <w:lang w:bidi="fa-IR"/>
        </w:rPr>
        <w:t>،</w:t>
      </w:r>
      <w:r w:rsidRPr="003E3506">
        <w:rPr>
          <w:rtl/>
          <w:lang w:bidi="fa-IR"/>
        </w:rPr>
        <w:t xml:space="preserve"> چنانچه انسان از گفته آنان يقين يا اطمينان شخصى پيدا نكند و نماز آيات نخواند و بعد معلوم شود راست گفته اند.</w:t>
      </w:r>
    </w:p>
    <w:p w:rsidR="003E3506" w:rsidRPr="003E3506" w:rsidRDefault="003E3506" w:rsidP="003E3506">
      <w:pPr>
        <w:pStyle w:val="libNormal"/>
        <w:rPr>
          <w:lang w:bidi="fa-IR"/>
        </w:rPr>
      </w:pPr>
      <w:r w:rsidRPr="003E3506">
        <w:rPr>
          <w:rtl/>
          <w:lang w:bidi="fa-IR"/>
        </w:rPr>
        <w:t>در صورتى كه تمام خورشيد يا ماه گرفته باشد</w:t>
      </w:r>
      <w:r w:rsidR="000C4B14">
        <w:rPr>
          <w:rtl/>
          <w:lang w:bidi="fa-IR"/>
        </w:rPr>
        <w:t>،</w:t>
      </w:r>
      <w:r w:rsidRPr="003E3506">
        <w:rPr>
          <w:rtl/>
          <w:lang w:bidi="fa-IR"/>
        </w:rPr>
        <w:t xml:space="preserve"> نماز آيات را بخواند</w:t>
      </w:r>
      <w:r w:rsidR="000C4B14">
        <w:rPr>
          <w:rtl/>
          <w:lang w:bidi="fa-IR"/>
        </w:rPr>
        <w:t>،</w:t>
      </w:r>
      <w:r w:rsidRPr="003E3506">
        <w:rPr>
          <w:rtl/>
          <w:lang w:bidi="fa-IR"/>
        </w:rPr>
        <w:t xml:space="preserve"> ولى اگر مقدارى از آن گرفته باشد</w:t>
      </w:r>
      <w:r w:rsidR="000C4B14">
        <w:rPr>
          <w:rtl/>
          <w:lang w:bidi="fa-IR"/>
        </w:rPr>
        <w:t>،</w:t>
      </w:r>
      <w:r w:rsidRPr="003E3506">
        <w:rPr>
          <w:rtl/>
          <w:lang w:bidi="fa-IR"/>
        </w:rPr>
        <w:t xml:space="preserve"> خواندن نماز آيات بر او واجب نيست و هم چنين است اگر دو نفر كه عادل بودن آنان معلوم نيست</w:t>
      </w:r>
      <w:r w:rsidR="000C4B14">
        <w:rPr>
          <w:rtl/>
          <w:lang w:bidi="fa-IR"/>
        </w:rPr>
        <w:t>،</w:t>
      </w:r>
      <w:r w:rsidRPr="003E3506">
        <w:rPr>
          <w:rtl/>
          <w:lang w:bidi="fa-IR"/>
        </w:rPr>
        <w:t xml:space="preserve"> بگويند خورشيد يا ماه گرفته</w:t>
      </w:r>
      <w:r w:rsidR="000C4B14">
        <w:rPr>
          <w:rtl/>
          <w:lang w:bidi="fa-IR"/>
        </w:rPr>
        <w:t>،</w:t>
      </w:r>
      <w:r w:rsidRPr="003E3506">
        <w:rPr>
          <w:rtl/>
          <w:lang w:bidi="fa-IR"/>
        </w:rPr>
        <w:t xml:space="preserve"> بعد معلوم شود كه عادل بوده اند.</w:t>
      </w:r>
    </w:p>
    <w:p w:rsidR="003E3506" w:rsidRPr="003E3506" w:rsidRDefault="003E3506" w:rsidP="003E3506">
      <w:pPr>
        <w:pStyle w:val="libNormal"/>
        <w:rPr>
          <w:lang w:bidi="fa-IR"/>
        </w:rPr>
      </w:pPr>
      <w:r w:rsidRPr="003E3506">
        <w:rPr>
          <w:rtl/>
          <w:lang w:bidi="fa-IR"/>
        </w:rPr>
        <w:t>١٥١٠ - اگر انسان به گفته كسانى كه از روى قاعده علمى وقت گرفتن خورشيد و ماه را مى دانند</w:t>
      </w:r>
      <w:r w:rsidR="000C4B14">
        <w:rPr>
          <w:rtl/>
          <w:lang w:bidi="fa-IR"/>
        </w:rPr>
        <w:t>،</w:t>
      </w:r>
      <w:r w:rsidRPr="003E3506">
        <w:rPr>
          <w:rtl/>
          <w:lang w:bidi="fa-IR"/>
        </w:rPr>
        <w:t xml:space="preserve"> اطمينان پيدا كند كه خورشيد يا ماه گرفته</w:t>
      </w:r>
      <w:r w:rsidR="000C4B14">
        <w:rPr>
          <w:rtl/>
          <w:lang w:bidi="fa-IR"/>
        </w:rPr>
        <w:t>،</w:t>
      </w:r>
      <w:r w:rsidRPr="003E3506">
        <w:rPr>
          <w:rtl/>
          <w:lang w:bidi="fa-IR"/>
        </w:rPr>
        <w:t xml:space="preserve"> بايد نماز آيات را بخواند.</w:t>
      </w:r>
    </w:p>
    <w:p w:rsidR="00D96917" w:rsidRDefault="003E3506" w:rsidP="003E3506">
      <w:pPr>
        <w:pStyle w:val="libNormal"/>
        <w:rPr>
          <w:rtl/>
          <w:lang w:bidi="fa-IR"/>
        </w:rPr>
      </w:pPr>
      <w:r w:rsidRPr="003E3506">
        <w:rPr>
          <w:rtl/>
          <w:lang w:bidi="fa-IR"/>
        </w:rPr>
        <w:t>و نيز اگر بگويند فلان وقت خورشيد يا ماه مى گيرد و فلان مقدار طول مى كشد و انسان به گفته آنان اطمينان پيدا كند</w:t>
      </w:r>
      <w:r w:rsidR="000C4B14">
        <w:rPr>
          <w:rtl/>
          <w:lang w:bidi="fa-IR"/>
        </w:rPr>
        <w:t>،</w:t>
      </w:r>
      <w:r w:rsidRPr="003E3506">
        <w:rPr>
          <w:rtl/>
          <w:lang w:bidi="fa-IR"/>
        </w:rPr>
        <w:t xml:space="preserve"> بايد به حرف آنان عمل نمايد.</w:t>
      </w:r>
    </w:p>
    <w:p w:rsidR="003E3506" w:rsidRPr="003E3506" w:rsidRDefault="003E3506" w:rsidP="003E3506">
      <w:pPr>
        <w:pStyle w:val="libNormal"/>
        <w:rPr>
          <w:lang w:bidi="fa-IR"/>
        </w:rPr>
      </w:pPr>
      <w:r w:rsidRPr="003E3506">
        <w:rPr>
          <w:rtl/>
          <w:lang w:bidi="fa-IR"/>
        </w:rPr>
        <w:t>١٥١١ - اگر بفهمد نماز آياتى كه خوانده باطل بوده</w:t>
      </w:r>
      <w:r w:rsidR="000C4B14">
        <w:rPr>
          <w:rtl/>
          <w:lang w:bidi="fa-IR"/>
        </w:rPr>
        <w:t>،</w:t>
      </w:r>
      <w:r w:rsidRPr="003E3506">
        <w:rPr>
          <w:rtl/>
          <w:lang w:bidi="fa-IR"/>
        </w:rPr>
        <w:t xml:space="preserve"> بايد دوباره بخواند و اگر وقت گذشته قضا نمايد.</w:t>
      </w:r>
    </w:p>
    <w:p w:rsidR="003E3506" w:rsidRPr="003E3506" w:rsidRDefault="003E3506" w:rsidP="003E3506">
      <w:pPr>
        <w:pStyle w:val="libNormal"/>
        <w:rPr>
          <w:lang w:bidi="fa-IR"/>
        </w:rPr>
      </w:pPr>
      <w:r w:rsidRPr="003E3506">
        <w:rPr>
          <w:rtl/>
          <w:lang w:bidi="fa-IR"/>
        </w:rPr>
        <w:t>١٥١٢ - اگر در وقت نماز يوميه نماز آيات هم بر انسان واجب شود</w:t>
      </w:r>
      <w:r w:rsidR="000C4B14">
        <w:rPr>
          <w:rtl/>
          <w:lang w:bidi="fa-IR"/>
        </w:rPr>
        <w:t>،</w:t>
      </w:r>
      <w:r w:rsidRPr="003E3506">
        <w:rPr>
          <w:rtl/>
          <w:lang w:bidi="fa-IR"/>
        </w:rPr>
        <w:t xml:space="preserve"> چنانچه براى هر دو نماز وقت دارد</w:t>
      </w:r>
      <w:r w:rsidR="000C4B14">
        <w:rPr>
          <w:rtl/>
          <w:lang w:bidi="fa-IR"/>
        </w:rPr>
        <w:t>،</w:t>
      </w:r>
      <w:r w:rsidRPr="003E3506">
        <w:rPr>
          <w:rtl/>
          <w:lang w:bidi="fa-IR"/>
        </w:rPr>
        <w:t xml:space="preserve"> هر كدام را اول بخواند اشكال ندارد</w:t>
      </w:r>
      <w:r w:rsidR="000C4B14">
        <w:rPr>
          <w:rtl/>
          <w:lang w:bidi="fa-IR"/>
        </w:rPr>
        <w:t>،</w:t>
      </w:r>
      <w:r w:rsidRPr="003E3506">
        <w:rPr>
          <w:rtl/>
          <w:lang w:bidi="fa-IR"/>
        </w:rPr>
        <w:t xml:space="preserve"> و اگر وقت يكى از آن دو تنگ باشد اول آن را بخواند</w:t>
      </w:r>
      <w:r w:rsidR="000C4B14">
        <w:rPr>
          <w:rtl/>
          <w:lang w:bidi="fa-IR"/>
        </w:rPr>
        <w:t>،</w:t>
      </w:r>
      <w:r w:rsidRPr="003E3506">
        <w:rPr>
          <w:rtl/>
          <w:lang w:bidi="fa-IR"/>
        </w:rPr>
        <w:t xml:space="preserve"> و اگر وقت هر دو تنگ باشد</w:t>
      </w:r>
      <w:r w:rsidR="000C4B14">
        <w:rPr>
          <w:rtl/>
          <w:lang w:bidi="fa-IR"/>
        </w:rPr>
        <w:t>،</w:t>
      </w:r>
      <w:r w:rsidRPr="003E3506">
        <w:rPr>
          <w:rtl/>
          <w:lang w:bidi="fa-IR"/>
        </w:rPr>
        <w:t xml:space="preserve"> بايد اول نماز يوميه را بخواند.</w:t>
      </w:r>
    </w:p>
    <w:p w:rsidR="003E3506" w:rsidRPr="003E3506" w:rsidRDefault="003E3506" w:rsidP="003E3506">
      <w:pPr>
        <w:pStyle w:val="libNormal"/>
        <w:rPr>
          <w:lang w:bidi="fa-IR"/>
        </w:rPr>
      </w:pPr>
      <w:r w:rsidRPr="003E3506">
        <w:rPr>
          <w:rtl/>
          <w:lang w:bidi="fa-IR"/>
        </w:rPr>
        <w:t>١٥١٣ - اگر در بين نماز يوميه بفهمد كه وقت نماز آيات تنگ است</w:t>
      </w:r>
      <w:r w:rsidR="000C4B14">
        <w:rPr>
          <w:rtl/>
          <w:lang w:bidi="fa-IR"/>
        </w:rPr>
        <w:t>،</w:t>
      </w:r>
      <w:r w:rsidRPr="003E3506">
        <w:rPr>
          <w:rtl/>
          <w:lang w:bidi="fa-IR"/>
        </w:rPr>
        <w:t xml:space="preserve"> چنانچه وقت نماز يوميه هم تنگ باشد</w:t>
      </w:r>
      <w:r w:rsidR="000C4B14">
        <w:rPr>
          <w:rtl/>
          <w:lang w:bidi="fa-IR"/>
        </w:rPr>
        <w:t>،</w:t>
      </w:r>
      <w:r w:rsidRPr="003E3506">
        <w:rPr>
          <w:rtl/>
          <w:lang w:bidi="fa-IR"/>
        </w:rPr>
        <w:t xml:space="preserve"> بايد آن را تمام كند بعد نماز آيات را بخواند.</w:t>
      </w:r>
    </w:p>
    <w:p w:rsidR="003E3506" w:rsidRPr="003E3506" w:rsidRDefault="003E3506" w:rsidP="003E3506">
      <w:pPr>
        <w:pStyle w:val="libNormal"/>
        <w:rPr>
          <w:lang w:bidi="fa-IR"/>
        </w:rPr>
      </w:pPr>
      <w:r w:rsidRPr="003E3506">
        <w:rPr>
          <w:rtl/>
          <w:lang w:bidi="fa-IR"/>
        </w:rPr>
        <w:t>و اگر وقت نماز يوميه تنگ نباشد</w:t>
      </w:r>
      <w:r w:rsidR="000C4B14">
        <w:rPr>
          <w:rtl/>
          <w:lang w:bidi="fa-IR"/>
        </w:rPr>
        <w:t>،</w:t>
      </w:r>
      <w:r w:rsidRPr="003E3506">
        <w:rPr>
          <w:rtl/>
          <w:lang w:bidi="fa-IR"/>
        </w:rPr>
        <w:t xml:space="preserve"> آن را بشكند و اول نماز آيات و بعد نماز يوميه را بجا آورد.</w:t>
      </w:r>
    </w:p>
    <w:p w:rsidR="003E3506" w:rsidRPr="003E3506" w:rsidRDefault="003E3506" w:rsidP="003E3506">
      <w:pPr>
        <w:pStyle w:val="libNormal"/>
        <w:rPr>
          <w:lang w:bidi="fa-IR"/>
        </w:rPr>
      </w:pPr>
      <w:r w:rsidRPr="003E3506">
        <w:rPr>
          <w:rtl/>
          <w:lang w:bidi="fa-IR"/>
        </w:rPr>
        <w:lastRenderedPageBreak/>
        <w:t>١٥١٤ - اگر در بين نماز آيات بفهمد كه وقت نماز يوميه تنگ است</w:t>
      </w:r>
      <w:r w:rsidR="000C4B14">
        <w:rPr>
          <w:rtl/>
          <w:lang w:bidi="fa-IR"/>
        </w:rPr>
        <w:t>،</w:t>
      </w:r>
      <w:r w:rsidRPr="003E3506">
        <w:rPr>
          <w:rtl/>
          <w:lang w:bidi="fa-IR"/>
        </w:rPr>
        <w:t xml:space="preserve"> بايد نماز آيات را رها كند و مشغول نماز يوميه شود و بعد از آن كه نماز را تمام كرد پيش از انجام كارى كه نماز را به هم بزند</w:t>
      </w:r>
      <w:r w:rsidR="000C4B14">
        <w:rPr>
          <w:rtl/>
          <w:lang w:bidi="fa-IR"/>
        </w:rPr>
        <w:t>،</w:t>
      </w:r>
      <w:r w:rsidRPr="003E3506">
        <w:rPr>
          <w:rtl/>
          <w:lang w:bidi="fa-IR"/>
        </w:rPr>
        <w:t xml:space="preserve"> بقيه نماز آيات را از همانجا كه رها كرده بخواند.</w:t>
      </w:r>
    </w:p>
    <w:p w:rsidR="003E3506" w:rsidRPr="003E3506" w:rsidRDefault="003E3506" w:rsidP="00B23DA8">
      <w:pPr>
        <w:pStyle w:val="libNormal"/>
        <w:rPr>
          <w:lang w:bidi="fa-IR"/>
        </w:rPr>
      </w:pPr>
      <w:r w:rsidRPr="003E3506">
        <w:rPr>
          <w:rtl/>
          <w:lang w:bidi="fa-IR"/>
        </w:rPr>
        <w:t>١٥١٥ - اگر در حال حيض يا نفاس زن آفتاب يا ماه بگيرد يا زلزله اتفاق بيفتد</w:t>
      </w:r>
      <w:r w:rsidR="000C4B14">
        <w:rPr>
          <w:rtl/>
          <w:lang w:bidi="fa-IR"/>
        </w:rPr>
        <w:t>،</w:t>
      </w:r>
      <w:r w:rsidRPr="003E3506">
        <w:rPr>
          <w:rtl/>
          <w:lang w:bidi="fa-IR"/>
        </w:rPr>
        <w:t xml:space="preserve"> نماز آيات بر او واجب نيست و قضا هم ندارد.</w:t>
      </w:r>
    </w:p>
    <w:p w:rsidR="003E3506" w:rsidRDefault="00605FAB" w:rsidP="00B23DA8">
      <w:pPr>
        <w:pStyle w:val="Heading3"/>
        <w:rPr>
          <w:rtl/>
          <w:lang w:bidi="fa-IR"/>
        </w:rPr>
      </w:pPr>
      <w:bookmarkStart w:id="168" w:name="_Toc24454591"/>
      <w:r>
        <w:rPr>
          <w:rtl/>
          <w:lang w:bidi="fa-IR"/>
        </w:rPr>
        <w:t>(</w:t>
      </w:r>
      <w:r w:rsidR="003E3506" w:rsidRPr="003E3506">
        <w:rPr>
          <w:rtl/>
          <w:lang w:bidi="fa-IR"/>
        </w:rPr>
        <w:t>دستور نماز آيات</w:t>
      </w:r>
      <w:r>
        <w:rPr>
          <w:rtl/>
          <w:lang w:bidi="fa-IR"/>
        </w:rPr>
        <w:t>)</w:t>
      </w:r>
      <w:bookmarkEnd w:id="168"/>
    </w:p>
    <w:p w:rsidR="003E3506" w:rsidRPr="003E3506" w:rsidRDefault="003E3506" w:rsidP="003E3506">
      <w:pPr>
        <w:pStyle w:val="libNormal"/>
        <w:rPr>
          <w:lang w:bidi="fa-IR"/>
        </w:rPr>
      </w:pPr>
      <w:r w:rsidRPr="003E3506">
        <w:rPr>
          <w:rtl/>
          <w:lang w:bidi="fa-IR"/>
        </w:rPr>
        <w:t>١٥١٦ - نماز آيات دو ركعت است و در هر ركعت پنج ركوع دارد</w:t>
      </w:r>
      <w:r w:rsidR="000C4B14">
        <w:rPr>
          <w:rtl/>
          <w:lang w:bidi="fa-IR"/>
        </w:rPr>
        <w:t>،</w:t>
      </w:r>
      <w:r w:rsidRPr="003E3506">
        <w:rPr>
          <w:rtl/>
          <w:lang w:bidi="fa-IR"/>
        </w:rPr>
        <w:t xml:space="preserve"> و دستور آن اين است كه انسان بعد از نيت</w:t>
      </w:r>
      <w:r w:rsidR="000C4B14">
        <w:rPr>
          <w:rtl/>
          <w:lang w:bidi="fa-IR"/>
        </w:rPr>
        <w:t>،</w:t>
      </w:r>
      <w:r w:rsidRPr="003E3506">
        <w:rPr>
          <w:rtl/>
          <w:lang w:bidi="fa-IR"/>
        </w:rPr>
        <w:t xml:space="preserve"> تكبير بگويد و يك حمد و يك سوره تمام بخواند و به ركوع رود و سر از ركوع بردارد</w:t>
      </w:r>
      <w:r w:rsidR="000C4B14">
        <w:rPr>
          <w:rtl/>
          <w:lang w:bidi="fa-IR"/>
        </w:rPr>
        <w:t>،</w:t>
      </w:r>
      <w:r w:rsidRPr="003E3506">
        <w:rPr>
          <w:rtl/>
          <w:lang w:bidi="fa-IR"/>
        </w:rPr>
        <w:t xml:space="preserve"> دوباره يك حمد و يك سوره بخواند باز به ركوع رود تا پنج مرتبه و بعد از بلند شدن از ركوع پنجم دو سجده نمايد و برخيزد و ركعت دوم را هم مثل ركعت اول بجا آورد و تشهد بخواند و سلام دهد.</w:t>
      </w:r>
    </w:p>
    <w:p w:rsidR="003E3506" w:rsidRPr="003E3506" w:rsidRDefault="003E3506" w:rsidP="003E3506">
      <w:pPr>
        <w:pStyle w:val="libNormal"/>
        <w:rPr>
          <w:lang w:bidi="fa-IR"/>
        </w:rPr>
      </w:pPr>
      <w:r w:rsidRPr="003E3506">
        <w:rPr>
          <w:rtl/>
          <w:lang w:bidi="fa-IR"/>
        </w:rPr>
        <w:t>١٥١٧ - در نماز آيات ممكن است انسان بعد از نيت و تكبير و خواندن حمد</w:t>
      </w:r>
      <w:r w:rsidR="000C4B14">
        <w:rPr>
          <w:rtl/>
          <w:lang w:bidi="fa-IR"/>
        </w:rPr>
        <w:t>،</w:t>
      </w:r>
      <w:r w:rsidRPr="003E3506">
        <w:rPr>
          <w:rtl/>
          <w:lang w:bidi="fa-IR"/>
        </w:rPr>
        <w:t xml:space="preserve"> آيه هاى يك سوره را پنج قسمت كند و يك آيه يا بيشتر از آن را بخواند</w:t>
      </w:r>
      <w:r w:rsidR="000C4B14">
        <w:rPr>
          <w:rtl/>
          <w:lang w:bidi="fa-IR"/>
        </w:rPr>
        <w:t>،</w:t>
      </w:r>
      <w:r w:rsidRPr="003E3506">
        <w:rPr>
          <w:rtl/>
          <w:lang w:bidi="fa-IR"/>
        </w:rPr>
        <w:t xml:space="preserve"> بلكه كمتر از يك آيه را نيز مى تواند بخواند ولى بايد بنابر احتياط جمله تامه باشد و سپس به ركوع رود و سر بردارد و بدون اين كه حمد بخواند</w:t>
      </w:r>
      <w:r w:rsidR="000C4B14">
        <w:rPr>
          <w:rtl/>
          <w:lang w:bidi="fa-IR"/>
        </w:rPr>
        <w:t>،</w:t>
      </w:r>
      <w:r w:rsidRPr="003E3506">
        <w:rPr>
          <w:rtl/>
          <w:lang w:bidi="fa-IR"/>
        </w:rPr>
        <w:t xml:space="preserve"> قسمت دوم از همان سوره را بخواند و به ركوع رود و همين طور تا پيش از ركوع پنجم سوره را تمام نمايد</w:t>
      </w:r>
      <w:r w:rsidR="000C4B14">
        <w:rPr>
          <w:rtl/>
          <w:lang w:bidi="fa-IR"/>
        </w:rPr>
        <w:t>،</w:t>
      </w:r>
      <w:r w:rsidRPr="003E3506">
        <w:rPr>
          <w:rtl/>
          <w:lang w:bidi="fa-IR"/>
        </w:rPr>
        <w:t xml:space="preserve"> مثلا در سوره فلق اول </w:t>
      </w:r>
      <w:r w:rsidR="00B23DA8">
        <w:rPr>
          <w:rFonts w:hint="cs"/>
          <w:rtl/>
          <w:lang w:bidi="fa-IR"/>
        </w:rPr>
        <w:t>«</w:t>
      </w:r>
      <w:r w:rsidRPr="00B23DA8">
        <w:rPr>
          <w:rStyle w:val="libBold2Char"/>
          <w:rtl/>
        </w:rPr>
        <w:t>بسم اللّه الرحمن الرحيم * قل اعوذ برب الفلق</w:t>
      </w:r>
      <w:r w:rsidR="00B23DA8">
        <w:rPr>
          <w:rFonts w:hint="cs"/>
          <w:rtl/>
          <w:lang w:bidi="fa-IR"/>
        </w:rPr>
        <w:t>»</w:t>
      </w:r>
      <w:r w:rsidRPr="003E3506">
        <w:rPr>
          <w:rtl/>
          <w:lang w:bidi="fa-IR"/>
        </w:rPr>
        <w:t xml:space="preserve"> بگويد و به ركوع رود</w:t>
      </w:r>
      <w:r w:rsidR="000C4B14">
        <w:rPr>
          <w:rtl/>
          <w:lang w:bidi="fa-IR"/>
        </w:rPr>
        <w:t>،</w:t>
      </w:r>
      <w:r w:rsidRPr="003E3506">
        <w:rPr>
          <w:rtl/>
          <w:lang w:bidi="fa-IR"/>
        </w:rPr>
        <w:t xml:space="preserve"> بعد بايستد و بگويد</w:t>
      </w:r>
      <w:r w:rsidR="00553569">
        <w:rPr>
          <w:rtl/>
          <w:lang w:bidi="fa-IR"/>
        </w:rPr>
        <w:t>:</w:t>
      </w:r>
      <w:r w:rsidRPr="003E3506">
        <w:rPr>
          <w:rtl/>
          <w:lang w:bidi="fa-IR"/>
        </w:rPr>
        <w:t xml:space="preserve"> </w:t>
      </w:r>
      <w:r w:rsidR="00B23DA8">
        <w:rPr>
          <w:rFonts w:hint="cs"/>
          <w:rtl/>
          <w:lang w:bidi="fa-IR"/>
        </w:rPr>
        <w:t>«</w:t>
      </w:r>
      <w:r w:rsidRPr="00B23DA8">
        <w:rPr>
          <w:rStyle w:val="libBold2Char"/>
          <w:rtl/>
        </w:rPr>
        <w:t>من شر ما خلق</w:t>
      </w:r>
      <w:r w:rsidR="00B23DA8">
        <w:rPr>
          <w:rFonts w:hint="cs"/>
          <w:rtl/>
          <w:lang w:bidi="fa-IR"/>
        </w:rPr>
        <w:t>»</w:t>
      </w:r>
      <w:r w:rsidRPr="003E3506">
        <w:rPr>
          <w:rtl/>
          <w:lang w:bidi="fa-IR"/>
        </w:rPr>
        <w:t xml:space="preserve"> دوباره به ركوع رود و بعد از ركوع بايستد و بگويد</w:t>
      </w:r>
      <w:r w:rsidR="00553569">
        <w:rPr>
          <w:rtl/>
          <w:lang w:bidi="fa-IR"/>
        </w:rPr>
        <w:t>:</w:t>
      </w:r>
      <w:r w:rsidRPr="003E3506">
        <w:rPr>
          <w:rtl/>
          <w:lang w:bidi="fa-IR"/>
        </w:rPr>
        <w:t xml:space="preserve"> </w:t>
      </w:r>
      <w:r w:rsidR="00B23DA8">
        <w:rPr>
          <w:rFonts w:hint="cs"/>
          <w:rtl/>
          <w:lang w:bidi="fa-IR"/>
        </w:rPr>
        <w:t>«</w:t>
      </w:r>
      <w:r w:rsidRPr="00B23DA8">
        <w:rPr>
          <w:rStyle w:val="libBold2Char"/>
          <w:rtl/>
        </w:rPr>
        <w:t>ومن شر غاسق اذا وقب</w:t>
      </w:r>
      <w:r w:rsidR="00B23DA8">
        <w:rPr>
          <w:rFonts w:hint="cs"/>
          <w:rtl/>
          <w:lang w:bidi="fa-IR"/>
        </w:rPr>
        <w:t>»</w:t>
      </w:r>
      <w:r w:rsidRPr="003E3506">
        <w:rPr>
          <w:rtl/>
          <w:lang w:bidi="fa-IR"/>
        </w:rPr>
        <w:t xml:space="preserve"> باز به ركوع رود و بايستد و بگويد</w:t>
      </w:r>
      <w:r w:rsidR="00553569">
        <w:rPr>
          <w:rtl/>
          <w:lang w:bidi="fa-IR"/>
        </w:rPr>
        <w:t>:</w:t>
      </w:r>
      <w:r w:rsidRPr="003E3506">
        <w:rPr>
          <w:rtl/>
          <w:lang w:bidi="fa-IR"/>
        </w:rPr>
        <w:t xml:space="preserve"> </w:t>
      </w:r>
      <w:r w:rsidR="00B23DA8">
        <w:rPr>
          <w:rFonts w:hint="cs"/>
          <w:rtl/>
          <w:lang w:bidi="fa-IR"/>
        </w:rPr>
        <w:t>«</w:t>
      </w:r>
      <w:r w:rsidRPr="00B23DA8">
        <w:rPr>
          <w:rStyle w:val="libBold2Char"/>
          <w:rtl/>
        </w:rPr>
        <w:t>ومن شر النفاثات في العقد</w:t>
      </w:r>
      <w:r w:rsidR="00B23DA8">
        <w:rPr>
          <w:rFonts w:hint="cs"/>
          <w:rtl/>
          <w:lang w:bidi="fa-IR"/>
        </w:rPr>
        <w:t>»</w:t>
      </w:r>
      <w:r w:rsidRPr="003E3506">
        <w:rPr>
          <w:rtl/>
          <w:lang w:bidi="fa-IR"/>
        </w:rPr>
        <w:t xml:space="preserve"> و برود به ركوع باز هم سر بردارد و بگويد</w:t>
      </w:r>
      <w:r w:rsidR="00553569">
        <w:rPr>
          <w:rtl/>
          <w:lang w:bidi="fa-IR"/>
        </w:rPr>
        <w:t>:</w:t>
      </w:r>
      <w:r w:rsidRPr="003E3506">
        <w:rPr>
          <w:rtl/>
          <w:lang w:bidi="fa-IR"/>
        </w:rPr>
        <w:t xml:space="preserve"> </w:t>
      </w:r>
      <w:r w:rsidR="00B23DA8">
        <w:rPr>
          <w:rFonts w:hint="cs"/>
          <w:rtl/>
          <w:lang w:bidi="fa-IR"/>
        </w:rPr>
        <w:t>«</w:t>
      </w:r>
      <w:r w:rsidRPr="00B23DA8">
        <w:rPr>
          <w:rStyle w:val="libBold2Char"/>
          <w:rtl/>
        </w:rPr>
        <w:t>ومن شر حاسد اذا حسد</w:t>
      </w:r>
      <w:r w:rsidR="00B23DA8">
        <w:rPr>
          <w:rFonts w:hint="cs"/>
          <w:rtl/>
          <w:lang w:bidi="fa-IR"/>
        </w:rPr>
        <w:t>»</w:t>
      </w:r>
      <w:r w:rsidRPr="003E3506">
        <w:rPr>
          <w:rtl/>
          <w:lang w:bidi="fa-IR"/>
        </w:rPr>
        <w:t xml:space="preserve"> و بعد از آن به ركوع پنجم رود و بعد از سر برداشتن</w:t>
      </w:r>
      <w:r w:rsidR="000C4B14">
        <w:rPr>
          <w:rtl/>
          <w:lang w:bidi="fa-IR"/>
        </w:rPr>
        <w:t>،</w:t>
      </w:r>
      <w:r w:rsidRPr="003E3506">
        <w:rPr>
          <w:rtl/>
          <w:lang w:bidi="fa-IR"/>
        </w:rPr>
        <w:t xml:space="preserve"> دو سجده كند و ركعت دوم را هم مثل ركعت اول بجا آورد و بعد از سجده دوم تشهد بخواند و نماز را سلام دهد</w:t>
      </w:r>
      <w:r w:rsidR="000C4B14">
        <w:rPr>
          <w:rtl/>
          <w:lang w:bidi="fa-IR"/>
        </w:rPr>
        <w:t>،</w:t>
      </w:r>
      <w:r w:rsidRPr="003E3506">
        <w:rPr>
          <w:rtl/>
          <w:lang w:bidi="fa-IR"/>
        </w:rPr>
        <w:t xml:space="preserve"> و نيز جايز است كه به كمتر از پنج </w:t>
      </w:r>
      <w:r w:rsidRPr="003E3506">
        <w:rPr>
          <w:rtl/>
          <w:lang w:bidi="fa-IR"/>
        </w:rPr>
        <w:lastRenderedPageBreak/>
        <w:t>قسمت تقسيم نمايد لكن هر وقت سوره را تمام كرد لازم است حمد را قبل از ركوع بعدى بخواند.</w:t>
      </w:r>
    </w:p>
    <w:p w:rsidR="003E3506" w:rsidRPr="003E3506" w:rsidRDefault="003E3506" w:rsidP="003E3506">
      <w:pPr>
        <w:pStyle w:val="libNormal"/>
        <w:rPr>
          <w:lang w:bidi="fa-IR"/>
        </w:rPr>
      </w:pPr>
      <w:r w:rsidRPr="003E3506">
        <w:rPr>
          <w:rtl/>
          <w:lang w:bidi="fa-IR"/>
        </w:rPr>
        <w:t>١٥١٨ - اگر در يك ركعت از نماز آيات</w:t>
      </w:r>
      <w:r w:rsidR="000C4B14">
        <w:rPr>
          <w:rtl/>
          <w:lang w:bidi="fa-IR"/>
        </w:rPr>
        <w:t>،</w:t>
      </w:r>
      <w:r w:rsidRPr="003E3506">
        <w:rPr>
          <w:rtl/>
          <w:lang w:bidi="fa-IR"/>
        </w:rPr>
        <w:t xml:space="preserve"> پنج مرتبه حمد و سوره بخواند و در ركعت ديگر يك حمد بخواند و سوره را پنج قسمت كند مانعى ندارد.</w:t>
      </w:r>
    </w:p>
    <w:p w:rsidR="003E3506" w:rsidRPr="003E3506" w:rsidRDefault="003E3506" w:rsidP="003E3506">
      <w:pPr>
        <w:pStyle w:val="libNormal"/>
        <w:rPr>
          <w:lang w:bidi="fa-IR"/>
        </w:rPr>
      </w:pPr>
      <w:r w:rsidRPr="003E3506">
        <w:rPr>
          <w:rtl/>
          <w:lang w:bidi="fa-IR"/>
        </w:rPr>
        <w:t>١٥١٩ - چيزهايى كه در نمازهاى يوميه واجب و مستحب است در نماز آيات هم واجب و مستحب مى باشد</w:t>
      </w:r>
      <w:r w:rsidR="000C4B14">
        <w:rPr>
          <w:rtl/>
          <w:lang w:bidi="fa-IR"/>
        </w:rPr>
        <w:t>،</w:t>
      </w:r>
      <w:r w:rsidRPr="003E3506">
        <w:rPr>
          <w:rtl/>
          <w:lang w:bidi="fa-IR"/>
        </w:rPr>
        <w:t xml:space="preserve"> ولى در نماز آيات در صورتى كه با جماعت باشد</w:t>
      </w:r>
      <w:r w:rsidR="000C4B14">
        <w:rPr>
          <w:rtl/>
          <w:lang w:bidi="fa-IR"/>
        </w:rPr>
        <w:t>،</w:t>
      </w:r>
      <w:r w:rsidRPr="003E3506">
        <w:rPr>
          <w:rtl/>
          <w:lang w:bidi="fa-IR"/>
        </w:rPr>
        <w:t xml:space="preserve"> مى تواند رجاء به جاى اذان و اقامه سه مرتبه بگويند الصلوة و در غير جماعت چيزى نيست</w:t>
      </w:r>
      <w:r w:rsidR="000C4B14">
        <w:rPr>
          <w:rtl/>
          <w:lang w:bidi="fa-IR"/>
        </w:rPr>
        <w:t>.</w:t>
      </w:r>
    </w:p>
    <w:p w:rsidR="003E3506" w:rsidRPr="003E3506" w:rsidRDefault="003E3506" w:rsidP="003E3506">
      <w:pPr>
        <w:pStyle w:val="libNormal"/>
        <w:rPr>
          <w:lang w:bidi="fa-IR"/>
        </w:rPr>
      </w:pPr>
      <w:r w:rsidRPr="003E3506">
        <w:rPr>
          <w:rtl/>
          <w:lang w:bidi="fa-IR"/>
        </w:rPr>
        <w:t>١٥٢٠ - مستحب است پيش از ركوع و بعد از آن تكبير بگويد و بعد از ركوع پنجم و دهم قبل از تكبير سمع اللّه لمن حمده نيز بگويد.</w:t>
      </w:r>
    </w:p>
    <w:p w:rsidR="003E3506" w:rsidRPr="003E3506" w:rsidRDefault="003E3506" w:rsidP="003E3506">
      <w:pPr>
        <w:pStyle w:val="libNormal"/>
        <w:rPr>
          <w:lang w:bidi="fa-IR"/>
        </w:rPr>
      </w:pPr>
      <w:r w:rsidRPr="003E3506">
        <w:rPr>
          <w:rtl/>
          <w:lang w:bidi="fa-IR"/>
        </w:rPr>
        <w:t>١٥٢١ - مستحب است پيش از ركوع دوم و چهارم و ششم و هشتم و دهم قنوت بخواند و اگر فقط قنوت پيش از ركوع دهم بخواند كافى است</w:t>
      </w:r>
      <w:r w:rsidR="000C4B14">
        <w:rPr>
          <w:rtl/>
          <w:lang w:bidi="fa-IR"/>
        </w:rPr>
        <w:t>.</w:t>
      </w:r>
    </w:p>
    <w:p w:rsidR="003E3506" w:rsidRPr="003E3506" w:rsidRDefault="003E3506" w:rsidP="003E3506">
      <w:pPr>
        <w:pStyle w:val="libNormal"/>
        <w:rPr>
          <w:lang w:bidi="fa-IR"/>
        </w:rPr>
      </w:pPr>
      <w:r w:rsidRPr="003E3506">
        <w:rPr>
          <w:rtl/>
          <w:lang w:bidi="fa-IR"/>
        </w:rPr>
        <w:t>١٥٢٢ - اگر در نماز آيات شك كند كه چند ركعت خوانده و فكرش به جايى نرسد نماز باطل است</w:t>
      </w:r>
      <w:r w:rsidR="000C4B14">
        <w:rPr>
          <w:rtl/>
          <w:lang w:bidi="fa-IR"/>
        </w:rPr>
        <w:t>.</w:t>
      </w:r>
    </w:p>
    <w:p w:rsidR="003E3506" w:rsidRPr="003E3506" w:rsidRDefault="003E3506" w:rsidP="003E3506">
      <w:pPr>
        <w:pStyle w:val="libNormal"/>
        <w:rPr>
          <w:lang w:bidi="fa-IR"/>
        </w:rPr>
      </w:pPr>
      <w:r w:rsidRPr="003E3506">
        <w:rPr>
          <w:rtl/>
          <w:lang w:bidi="fa-IR"/>
        </w:rPr>
        <w:t>١٥٢٣ - اگر شك كند كه در ركوع آخر ركعت اول است يا در ركوع اول ركعت دوم و فكرش به جايى نرسد</w:t>
      </w:r>
      <w:r w:rsidR="000C4B14">
        <w:rPr>
          <w:rtl/>
          <w:lang w:bidi="fa-IR"/>
        </w:rPr>
        <w:t>،</w:t>
      </w:r>
      <w:r w:rsidRPr="003E3506">
        <w:rPr>
          <w:rtl/>
          <w:lang w:bidi="fa-IR"/>
        </w:rPr>
        <w:t xml:space="preserve"> نماز باطل است</w:t>
      </w:r>
      <w:r w:rsidR="000C4B14">
        <w:rPr>
          <w:rtl/>
          <w:lang w:bidi="fa-IR"/>
        </w:rPr>
        <w:t>،</w:t>
      </w:r>
      <w:r w:rsidRPr="003E3506">
        <w:rPr>
          <w:rtl/>
          <w:lang w:bidi="fa-IR"/>
        </w:rPr>
        <w:t xml:space="preserve"> ولى اگر مثلا شك كند كه چهار ركوع كرده يا پنج ركوع</w:t>
      </w:r>
      <w:r w:rsidR="000C4B14">
        <w:rPr>
          <w:rtl/>
          <w:lang w:bidi="fa-IR"/>
        </w:rPr>
        <w:t>،</w:t>
      </w:r>
      <w:r w:rsidRPr="003E3506">
        <w:rPr>
          <w:rtl/>
          <w:lang w:bidi="fa-IR"/>
        </w:rPr>
        <w:t xml:space="preserve"> چنانچه شك او پيش از رسيدن به سجده بوده ركوعى را كه شك دارد به جا آورده يا نه</w:t>
      </w:r>
      <w:r w:rsidR="000C4B14">
        <w:rPr>
          <w:rtl/>
          <w:lang w:bidi="fa-IR"/>
        </w:rPr>
        <w:t>،</w:t>
      </w:r>
      <w:r w:rsidRPr="003E3506">
        <w:rPr>
          <w:rtl/>
          <w:lang w:bidi="fa-IR"/>
        </w:rPr>
        <w:t xml:space="preserve"> بايد به جا آورد ولى اگر براى سجده خم شده بايد به شك خود اعتنا نكند.</w:t>
      </w:r>
    </w:p>
    <w:p w:rsidR="003E3506" w:rsidRPr="003E3506" w:rsidRDefault="003E3506" w:rsidP="003E3506">
      <w:pPr>
        <w:pStyle w:val="libNormal"/>
        <w:rPr>
          <w:lang w:bidi="fa-IR"/>
        </w:rPr>
      </w:pPr>
      <w:r w:rsidRPr="003E3506">
        <w:rPr>
          <w:rtl/>
          <w:lang w:bidi="fa-IR"/>
        </w:rPr>
        <w:t>١٥٢٤ - هر يك از ركوع هاى نماز آيات ركن است كه اگر عمدا كم يا زياد شود نماز باطل است</w:t>
      </w:r>
      <w:r w:rsidR="000C4B14">
        <w:rPr>
          <w:rtl/>
          <w:lang w:bidi="fa-IR"/>
        </w:rPr>
        <w:t>،</w:t>
      </w:r>
      <w:r w:rsidRPr="003E3506">
        <w:rPr>
          <w:rtl/>
          <w:lang w:bidi="fa-IR"/>
        </w:rPr>
        <w:t xml:space="preserve"> و هم چنين است اگر اشتباها كم شود و يا - بنابر احتياط - اشتباها زياد شود.</w:t>
      </w:r>
    </w:p>
    <w:p w:rsidR="003E3506" w:rsidRDefault="00605FAB" w:rsidP="002D5E58">
      <w:pPr>
        <w:pStyle w:val="Heading3"/>
        <w:rPr>
          <w:rtl/>
          <w:lang w:bidi="fa-IR"/>
        </w:rPr>
      </w:pPr>
      <w:bookmarkStart w:id="169" w:name="_Toc24454592"/>
      <w:r>
        <w:rPr>
          <w:rtl/>
          <w:lang w:bidi="fa-IR"/>
        </w:rPr>
        <w:t>(</w:t>
      </w:r>
      <w:r w:rsidR="003E3506" w:rsidRPr="003E3506">
        <w:rPr>
          <w:rtl/>
          <w:lang w:bidi="fa-IR"/>
        </w:rPr>
        <w:t>نماز عيد قطر و قربان</w:t>
      </w:r>
      <w:r>
        <w:rPr>
          <w:rtl/>
          <w:lang w:bidi="fa-IR"/>
        </w:rPr>
        <w:t>)</w:t>
      </w:r>
      <w:bookmarkEnd w:id="169"/>
    </w:p>
    <w:p w:rsidR="003E3506" w:rsidRPr="003E3506" w:rsidRDefault="003E3506" w:rsidP="003E3506">
      <w:pPr>
        <w:pStyle w:val="libNormal"/>
        <w:rPr>
          <w:lang w:bidi="fa-IR"/>
        </w:rPr>
      </w:pPr>
      <w:r w:rsidRPr="003E3506">
        <w:rPr>
          <w:rtl/>
          <w:lang w:bidi="fa-IR"/>
        </w:rPr>
        <w:t xml:space="preserve">١٥٢٥ - نماز عيد فطر و قربان در زمان حضور امام </w:t>
      </w:r>
      <w:r w:rsidR="001B16BC" w:rsidRPr="001B16BC">
        <w:rPr>
          <w:rStyle w:val="libAlaemChar"/>
          <w:rtl/>
        </w:rPr>
        <w:t>عليه‌السلام</w:t>
      </w:r>
      <w:r w:rsidRPr="003E3506">
        <w:rPr>
          <w:rtl/>
          <w:lang w:bidi="fa-IR"/>
        </w:rPr>
        <w:t xml:space="preserve"> واجب است و بايد با جماعت خوانده شود.</w:t>
      </w:r>
    </w:p>
    <w:p w:rsidR="003E3506" w:rsidRPr="003E3506" w:rsidRDefault="003E3506" w:rsidP="003E3506">
      <w:pPr>
        <w:pStyle w:val="libNormal"/>
        <w:rPr>
          <w:lang w:bidi="fa-IR"/>
        </w:rPr>
      </w:pPr>
      <w:r w:rsidRPr="003E3506">
        <w:rPr>
          <w:rtl/>
          <w:lang w:bidi="fa-IR"/>
        </w:rPr>
        <w:lastRenderedPageBreak/>
        <w:t xml:space="preserve">و در زمان ما كه امام </w:t>
      </w:r>
      <w:r w:rsidR="001B16BC" w:rsidRPr="001B16BC">
        <w:rPr>
          <w:rStyle w:val="libAlaemChar"/>
          <w:rtl/>
        </w:rPr>
        <w:t>عليه‌السلام</w:t>
      </w:r>
      <w:r w:rsidRPr="003E3506">
        <w:rPr>
          <w:rtl/>
          <w:lang w:bidi="fa-IR"/>
        </w:rPr>
        <w:t xml:space="preserve"> غايب است مستحب مى باشد</w:t>
      </w:r>
      <w:r w:rsidR="000C4B14">
        <w:rPr>
          <w:rtl/>
          <w:lang w:bidi="fa-IR"/>
        </w:rPr>
        <w:t>،</w:t>
      </w:r>
      <w:r w:rsidRPr="003E3506">
        <w:rPr>
          <w:rtl/>
          <w:lang w:bidi="fa-IR"/>
        </w:rPr>
        <w:t xml:space="preserve"> و مى شود آن را با جماعت يا فرادى خواند.</w:t>
      </w:r>
    </w:p>
    <w:p w:rsidR="003E3506" w:rsidRPr="003E3506" w:rsidRDefault="003E3506" w:rsidP="003E3506">
      <w:pPr>
        <w:pStyle w:val="libNormal"/>
        <w:rPr>
          <w:lang w:bidi="fa-IR"/>
        </w:rPr>
      </w:pPr>
      <w:r w:rsidRPr="003E3506">
        <w:rPr>
          <w:rtl/>
          <w:lang w:bidi="fa-IR"/>
        </w:rPr>
        <w:t>١٥٢٦ - وقت نماز عيد فطر و قربان از اول آفتاب روز عيد تا ظهر است</w:t>
      </w:r>
      <w:r w:rsidR="000C4B14">
        <w:rPr>
          <w:rtl/>
          <w:lang w:bidi="fa-IR"/>
        </w:rPr>
        <w:t>.</w:t>
      </w:r>
    </w:p>
    <w:p w:rsidR="003E3506" w:rsidRPr="003E3506" w:rsidRDefault="003E3506" w:rsidP="003E3506">
      <w:pPr>
        <w:pStyle w:val="libNormal"/>
        <w:rPr>
          <w:lang w:bidi="fa-IR"/>
        </w:rPr>
      </w:pPr>
      <w:r w:rsidRPr="003E3506">
        <w:rPr>
          <w:rtl/>
          <w:lang w:bidi="fa-IR"/>
        </w:rPr>
        <w:t>١٥٢٧ - مستحب است نماز عيد قربان را بعد از بلند شدن آفتاب بخوانند</w:t>
      </w:r>
      <w:r w:rsidR="000C4B14">
        <w:rPr>
          <w:rtl/>
          <w:lang w:bidi="fa-IR"/>
        </w:rPr>
        <w:t>،</w:t>
      </w:r>
      <w:r w:rsidRPr="003E3506">
        <w:rPr>
          <w:rtl/>
          <w:lang w:bidi="fa-IR"/>
        </w:rPr>
        <w:t xml:space="preserve"> و درعيد فطر مستحب است</w:t>
      </w:r>
      <w:r w:rsidR="000C4B14">
        <w:rPr>
          <w:rtl/>
          <w:lang w:bidi="fa-IR"/>
        </w:rPr>
        <w:t>،</w:t>
      </w:r>
      <w:r w:rsidRPr="003E3506">
        <w:rPr>
          <w:rtl/>
          <w:lang w:bidi="fa-IR"/>
        </w:rPr>
        <w:t xml:space="preserve"> بعد از بلند شدن آفتاب افطار كنند و زكاة فطره را هم بدهند</w:t>
      </w:r>
      <w:r w:rsidR="000C4B14">
        <w:rPr>
          <w:rtl/>
          <w:lang w:bidi="fa-IR"/>
        </w:rPr>
        <w:t>،</w:t>
      </w:r>
      <w:r w:rsidRPr="003E3506">
        <w:rPr>
          <w:rtl/>
          <w:lang w:bidi="fa-IR"/>
        </w:rPr>
        <w:t xml:space="preserve"> بعد نماز عيد را بخوانند.</w:t>
      </w:r>
    </w:p>
    <w:p w:rsidR="003E3506" w:rsidRPr="003E3506" w:rsidRDefault="003E3506" w:rsidP="003E3506">
      <w:pPr>
        <w:pStyle w:val="libNormal"/>
        <w:rPr>
          <w:lang w:bidi="fa-IR"/>
        </w:rPr>
      </w:pPr>
      <w:r w:rsidRPr="003E3506">
        <w:rPr>
          <w:rtl/>
          <w:lang w:bidi="fa-IR"/>
        </w:rPr>
        <w:t>١٥٢٨ - نماز عيد فطر و قربان دو ركعت است كه در ركعت اول بعد از خواندن حمد و سوره بهتر آن است كه پنج تكبير بگويد</w:t>
      </w:r>
      <w:r w:rsidR="000C4B14">
        <w:rPr>
          <w:rtl/>
          <w:lang w:bidi="fa-IR"/>
        </w:rPr>
        <w:t>،</w:t>
      </w:r>
      <w:r w:rsidRPr="003E3506">
        <w:rPr>
          <w:rtl/>
          <w:lang w:bidi="fa-IR"/>
        </w:rPr>
        <w:t xml:space="preserve"> و ميان هر دو تكبير يك قنوت بخواند و بعد از تكبير پنجم تكبير ديگرى بگويد و به ركوع رود و دو سجده بجا آورد و برخيزد و در ركعت دوم چهار تكبير بگويد و ميان هر دو تكبير يك قنوت بخواند</w:t>
      </w:r>
      <w:r w:rsidR="000C4B14">
        <w:rPr>
          <w:rtl/>
          <w:lang w:bidi="fa-IR"/>
        </w:rPr>
        <w:t>،</w:t>
      </w:r>
      <w:r w:rsidRPr="003E3506">
        <w:rPr>
          <w:rtl/>
          <w:lang w:bidi="fa-IR"/>
        </w:rPr>
        <w:t xml:space="preserve"> و بعد از تكبير چهارم تكبير ديگرى بگويد و به ركوع رود و بعد از ركوع دو سجده كند و تشهد بخواند و نماز را سلام دهد.</w:t>
      </w:r>
    </w:p>
    <w:p w:rsidR="003E3506" w:rsidRPr="003E3506" w:rsidRDefault="003E3506" w:rsidP="003E3506">
      <w:pPr>
        <w:pStyle w:val="libNormal"/>
        <w:rPr>
          <w:lang w:bidi="fa-IR"/>
        </w:rPr>
      </w:pPr>
      <w:r w:rsidRPr="003E3506">
        <w:rPr>
          <w:rtl/>
          <w:lang w:bidi="fa-IR"/>
        </w:rPr>
        <w:t>١٥٢٩ - در قنوت نماز عيد فطر و قربان هر دعا و ذكرى بخوانند كافى است</w:t>
      </w:r>
      <w:r w:rsidR="000C4B14">
        <w:rPr>
          <w:rtl/>
          <w:lang w:bidi="fa-IR"/>
        </w:rPr>
        <w:t>.</w:t>
      </w:r>
    </w:p>
    <w:p w:rsidR="003E3506" w:rsidRPr="003E3506" w:rsidRDefault="003E3506" w:rsidP="003E3506">
      <w:pPr>
        <w:pStyle w:val="libNormal"/>
        <w:rPr>
          <w:lang w:bidi="fa-IR"/>
        </w:rPr>
      </w:pPr>
      <w:r w:rsidRPr="003E3506">
        <w:rPr>
          <w:rtl/>
          <w:lang w:bidi="fa-IR"/>
        </w:rPr>
        <w:t>ولى بهتر است اين دعا را بخوانند</w:t>
      </w:r>
      <w:r w:rsidR="00553569">
        <w:rPr>
          <w:rtl/>
          <w:lang w:bidi="fa-IR"/>
        </w:rPr>
        <w:t>:</w:t>
      </w:r>
      <w:r w:rsidRPr="003E3506">
        <w:rPr>
          <w:rtl/>
          <w:lang w:bidi="fa-IR"/>
        </w:rPr>
        <w:t xml:space="preserve"> </w:t>
      </w:r>
      <w:r w:rsidR="00D24DBC">
        <w:rPr>
          <w:rFonts w:hint="cs"/>
          <w:rtl/>
          <w:lang w:bidi="fa-IR"/>
        </w:rPr>
        <w:t>«</w:t>
      </w:r>
      <w:r w:rsidRPr="00D24DBC">
        <w:rPr>
          <w:rStyle w:val="libBold2Char"/>
          <w:rtl/>
        </w:rPr>
        <w:t>اللهم اهل الكبرياء والعظمة واهل العفو والرحمة واهل التقوى والمغفرة اسالك بحق هذا اليوم الذي جعلته للمسلمين عيدا ولمحمد</w:t>
      </w:r>
      <w:r w:rsidRPr="003E3506">
        <w:rPr>
          <w:rtl/>
          <w:lang w:bidi="fa-IR"/>
        </w:rPr>
        <w:t xml:space="preserve"> </w:t>
      </w:r>
      <w:r w:rsidR="00884B11" w:rsidRPr="00884B11">
        <w:rPr>
          <w:rStyle w:val="libAlaemChar"/>
          <w:rtl/>
        </w:rPr>
        <w:t>صلى‌الله‌عليه‌وآله‌وسلم</w:t>
      </w:r>
      <w:r w:rsidRPr="003E3506">
        <w:rPr>
          <w:rtl/>
          <w:lang w:bidi="fa-IR"/>
        </w:rPr>
        <w:t xml:space="preserve"> </w:t>
      </w:r>
      <w:r w:rsidRPr="00D24DBC">
        <w:rPr>
          <w:rStyle w:val="libBold2Char"/>
          <w:rtl/>
        </w:rPr>
        <w:t>ذخرا وشرفا وكرامة ومزيدا ان تصلي على محمد وآل محمد وان تدخلني في كل خير ادخلت فيه محمدا وآل محمد وان تخرجني من كل سوء اخرجت منه محمدا وآل محمد صلواتك عليه وعليهم اللهم اني اسالك خير ما سالك به عبادك الصالحون واعوذ بك مما استعاذ منه عبادك المخلصون</w:t>
      </w:r>
      <w:r w:rsidR="000C4B14">
        <w:rPr>
          <w:rtl/>
          <w:lang w:bidi="fa-IR"/>
        </w:rPr>
        <w:t>.</w:t>
      </w:r>
      <w:r w:rsidR="00D24DBC">
        <w:rPr>
          <w:rFonts w:hint="cs"/>
          <w:rtl/>
          <w:lang w:bidi="fa-IR"/>
        </w:rPr>
        <w:t>»</w:t>
      </w:r>
    </w:p>
    <w:p w:rsidR="003E3506" w:rsidRPr="003E3506" w:rsidRDefault="003E3506" w:rsidP="003E3506">
      <w:pPr>
        <w:pStyle w:val="libNormal"/>
        <w:rPr>
          <w:lang w:bidi="fa-IR"/>
        </w:rPr>
      </w:pPr>
      <w:r w:rsidRPr="003E3506">
        <w:rPr>
          <w:rtl/>
          <w:lang w:bidi="fa-IR"/>
        </w:rPr>
        <w:t xml:space="preserve">١٥٣٠ - در زمان غايب بودن امام </w:t>
      </w:r>
      <w:r w:rsidR="001B16BC" w:rsidRPr="001B16BC">
        <w:rPr>
          <w:rStyle w:val="libAlaemChar"/>
          <w:rtl/>
        </w:rPr>
        <w:t>عليه‌السلام</w:t>
      </w:r>
      <w:r w:rsidRPr="003E3506">
        <w:rPr>
          <w:rtl/>
          <w:lang w:bidi="fa-IR"/>
        </w:rPr>
        <w:t xml:space="preserve"> اگر نماز عيد فطر و قربان به جماعت خوانده شود احتياط لازم آن است كه بعد از آن دو خطبه بخواند و بهتر است كه در خطبه عيد فطر احكام زكاة فطره و در خطبه عيد قربان احكام قربانى را بگويد.</w:t>
      </w:r>
    </w:p>
    <w:p w:rsidR="003E3506" w:rsidRPr="003E3506" w:rsidRDefault="003E3506" w:rsidP="003E3506">
      <w:pPr>
        <w:pStyle w:val="libNormal"/>
        <w:rPr>
          <w:lang w:bidi="fa-IR"/>
        </w:rPr>
      </w:pPr>
      <w:r w:rsidRPr="003E3506">
        <w:rPr>
          <w:rtl/>
          <w:lang w:bidi="fa-IR"/>
        </w:rPr>
        <w:t>١٥٣١ - نماز عيد سوره مخصوصى ندارد</w:t>
      </w:r>
      <w:r w:rsidR="000C4B14">
        <w:rPr>
          <w:rtl/>
          <w:lang w:bidi="fa-IR"/>
        </w:rPr>
        <w:t>،</w:t>
      </w:r>
      <w:r w:rsidRPr="003E3506">
        <w:rPr>
          <w:rtl/>
          <w:lang w:bidi="fa-IR"/>
        </w:rPr>
        <w:t xml:space="preserve"> ولى بهتر است كه در ركعت اول آن</w:t>
      </w:r>
      <w:r w:rsidR="000C4B14">
        <w:rPr>
          <w:rtl/>
          <w:lang w:bidi="fa-IR"/>
        </w:rPr>
        <w:t>،</w:t>
      </w:r>
      <w:r w:rsidRPr="003E3506">
        <w:rPr>
          <w:rtl/>
          <w:lang w:bidi="fa-IR"/>
        </w:rPr>
        <w:t xml:space="preserve"> سوره شمس سوره ٩١ و در ركعت دوم سوره غاشيه سوره ٨٨ را بخوانند - يا در ركعت اول سوره سبح اسم سوره ٨٧ و در ركعت دوم سوره شمس را بخوانند.</w:t>
      </w:r>
    </w:p>
    <w:p w:rsidR="003E3506" w:rsidRPr="003E3506" w:rsidRDefault="003E3506" w:rsidP="003E3506">
      <w:pPr>
        <w:pStyle w:val="libNormal"/>
        <w:rPr>
          <w:lang w:bidi="fa-IR"/>
        </w:rPr>
      </w:pPr>
      <w:r w:rsidRPr="003E3506">
        <w:rPr>
          <w:rtl/>
          <w:lang w:bidi="fa-IR"/>
        </w:rPr>
        <w:lastRenderedPageBreak/>
        <w:t>١٥٣٢ - مستحب است نماز عيد را در صحرا بخوانند ولى در مكه مستحب است در مسجد الحرام خوانده شود.</w:t>
      </w:r>
    </w:p>
    <w:p w:rsidR="003E3506" w:rsidRPr="003E3506" w:rsidRDefault="003E3506" w:rsidP="003E3506">
      <w:pPr>
        <w:pStyle w:val="libNormal"/>
        <w:rPr>
          <w:lang w:bidi="fa-IR"/>
        </w:rPr>
      </w:pPr>
      <w:r w:rsidRPr="003E3506">
        <w:rPr>
          <w:rtl/>
          <w:lang w:bidi="fa-IR"/>
        </w:rPr>
        <w:t>١٥٣٣ - مستحب است پياده و پا برهنه و با وقار به نماز عيد بروند و پيش از نماز غسل كنند و عمامه سفيد بر سر بگذارند.</w:t>
      </w:r>
    </w:p>
    <w:p w:rsidR="003E3506" w:rsidRPr="003E3506" w:rsidRDefault="003E3506" w:rsidP="003E3506">
      <w:pPr>
        <w:pStyle w:val="libNormal"/>
        <w:rPr>
          <w:lang w:bidi="fa-IR"/>
        </w:rPr>
      </w:pPr>
      <w:r w:rsidRPr="003E3506">
        <w:rPr>
          <w:rtl/>
          <w:lang w:bidi="fa-IR"/>
        </w:rPr>
        <w:t>١٥٣٤ - مستحب است در نماز عيد بر زمين سجده كنند و در حال گفتن تكبيرها دستها را بلند كنند و كسى كه نماز عيد مى خواند</w:t>
      </w:r>
      <w:r w:rsidR="000C4B14">
        <w:rPr>
          <w:rtl/>
          <w:lang w:bidi="fa-IR"/>
        </w:rPr>
        <w:t>،</w:t>
      </w:r>
      <w:r w:rsidRPr="003E3506">
        <w:rPr>
          <w:rtl/>
          <w:lang w:bidi="fa-IR"/>
        </w:rPr>
        <w:t xml:space="preserve"> اگر امام جماعت است</w:t>
      </w:r>
      <w:r w:rsidR="000C4B14">
        <w:rPr>
          <w:rtl/>
          <w:lang w:bidi="fa-IR"/>
        </w:rPr>
        <w:t>،</w:t>
      </w:r>
      <w:r w:rsidRPr="003E3506">
        <w:rPr>
          <w:rtl/>
          <w:lang w:bidi="fa-IR"/>
        </w:rPr>
        <w:t xml:space="preserve"> يا فرادى نماز مى خواند</w:t>
      </w:r>
      <w:r w:rsidR="000C4B14">
        <w:rPr>
          <w:rtl/>
          <w:lang w:bidi="fa-IR"/>
        </w:rPr>
        <w:t>،</w:t>
      </w:r>
      <w:r w:rsidRPr="003E3506">
        <w:rPr>
          <w:rtl/>
          <w:lang w:bidi="fa-IR"/>
        </w:rPr>
        <w:t xml:space="preserve"> نماز را بلند بخواند.</w:t>
      </w:r>
    </w:p>
    <w:p w:rsidR="003E3506" w:rsidRPr="003E3506" w:rsidRDefault="003E3506" w:rsidP="003E3506">
      <w:pPr>
        <w:pStyle w:val="libNormal"/>
        <w:rPr>
          <w:lang w:bidi="fa-IR"/>
        </w:rPr>
      </w:pPr>
      <w:r w:rsidRPr="003E3506">
        <w:rPr>
          <w:rtl/>
          <w:lang w:bidi="fa-IR"/>
        </w:rPr>
        <w:t>١٥٣٥ - بعد از نماز مغرب و عشاى شب عيد فطر و بعد از نماز صبح و بعد از نماز عيد فطر مستحب است اين تكبيرها را بگويد</w:t>
      </w:r>
      <w:r w:rsidR="00553569">
        <w:rPr>
          <w:rtl/>
          <w:lang w:bidi="fa-IR"/>
        </w:rPr>
        <w:t>:</w:t>
      </w:r>
      <w:r w:rsidRPr="003E3506">
        <w:rPr>
          <w:rtl/>
          <w:lang w:bidi="fa-IR"/>
        </w:rPr>
        <w:t xml:space="preserve"> </w:t>
      </w:r>
      <w:r w:rsidR="00D24DBC">
        <w:rPr>
          <w:rFonts w:hint="cs"/>
          <w:rtl/>
          <w:lang w:bidi="fa-IR"/>
        </w:rPr>
        <w:t>«</w:t>
      </w:r>
      <w:r w:rsidRPr="00D24DBC">
        <w:rPr>
          <w:rStyle w:val="libBold2Char"/>
          <w:rtl/>
        </w:rPr>
        <w:t>اللّه اكبر</w:t>
      </w:r>
      <w:r w:rsidR="000C4B14" w:rsidRPr="00D24DBC">
        <w:rPr>
          <w:rStyle w:val="libBold2Char"/>
          <w:rtl/>
        </w:rPr>
        <w:t>،</w:t>
      </w:r>
      <w:r w:rsidRPr="00D24DBC">
        <w:rPr>
          <w:rStyle w:val="libBold2Char"/>
          <w:rtl/>
        </w:rPr>
        <w:t xml:space="preserve"> اللّه اكبر لا اله الا اللّه</w:t>
      </w:r>
      <w:r w:rsidR="000C4B14" w:rsidRPr="00D24DBC">
        <w:rPr>
          <w:rStyle w:val="libBold2Char"/>
          <w:rtl/>
        </w:rPr>
        <w:t>،</w:t>
      </w:r>
      <w:r w:rsidRPr="00D24DBC">
        <w:rPr>
          <w:rStyle w:val="libBold2Char"/>
          <w:rtl/>
        </w:rPr>
        <w:t xml:space="preserve"> واللّه اكبر</w:t>
      </w:r>
      <w:r w:rsidR="000C4B14" w:rsidRPr="00D24DBC">
        <w:rPr>
          <w:rStyle w:val="libBold2Char"/>
          <w:rtl/>
        </w:rPr>
        <w:t>،</w:t>
      </w:r>
      <w:r w:rsidRPr="00D24DBC">
        <w:rPr>
          <w:rStyle w:val="libBold2Char"/>
          <w:rtl/>
        </w:rPr>
        <w:t xml:space="preserve"> اللّه اكبر وللّه الحمد</w:t>
      </w:r>
      <w:r w:rsidR="000C4B14" w:rsidRPr="00D24DBC">
        <w:rPr>
          <w:rStyle w:val="libBold2Char"/>
          <w:rtl/>
        </w:rPr>
        <w:t>،</w:t>
      </w:r>
      <w:r w:rsidRPr="00D24DBC">
        <w:rPr>
          <w:rStyle w:val="libBold2Char"/>
          <w:rtl/>
        </w:rPr>
        <w:t xml:space="preserve"> اللّه اكبر</w:t>
      </w:r>
      <w:r w:rsidR="000C4B14" w:rsidRPr="00D24DBC">
        <w:rPr>
          <w:rStyle w:val="libBold2Char"/>
          <w:rtl/>
        </w:rPr>
        <w:t>،</w:t>
      </w:r>
      <w:r w:rsidRPr="00D24DBC">
        <w:rPr>
          <w:rStyle w:val="libBold2Char"/>
          <w:rtl/>
        </w:rPr>
        <w:t xml:space="preserve"> على ما هدانا</w:t>
      </w:r>
      <w:r w:rsidR="000C4B14">
        <w:rPr>
          <w:rtl/>
          <w:lang w:bidi="fa-IR"/>
        </w:rPr>
        <w:t>.</w:t>
      </w:r>
      <w:r w:rsidR="00D24DBC">
        <w:rPr>
          <w:rFonts w:hint="cs"/>
          <w:rtl/>
          <w:lang w:bidi="fa-IR"/>
        </w:rPr>
        <w:t>»</w:t>
      </w:r>
    </w:p>
    <w:p w:rsidR="003E3506" w:rsidRPr="003E3506" w:rsidRDefault="003E3506" w:rsidP="003E3506">
      <w:pPr>
        <w:pStyle w:val="libNormal"/>
        <w:rPr>
          <w:lang w:bidi="fa-IR"/>
        </w:rPr>
      </w:pPr>
      <w:r w:rsidRPr="003E3506">
        <w:rPr>
          <w:rtl/>
          <w:lang w:bidi="fa-IR"/>
        </w:rPr>
        <w:t>١٥٣٦ - مستحب است انسان در عيد قربان بعد از ده نماز كه اول آنها نماز ظهر روز عيد و آخر آنها نماز صبح روز دوازدهم است تكبيرهايى را كه در مساله پيش گفته شد بگويد و بعد از آن بگويد</w:t>
      </w:r>
      <w:r w:rsidR="00553569">
        <w:rPr>
          <w:rtl/>
          <w:lang w:bidi="fa-IR"/>
        </w:rPr>
        <w:t>:</w:t>
      </w:r>
      <w:r w:rsidRPr="003E3506">
        <w:rPr>
          <w:rtl/>
          <w:lang w:bidi="fa-IR"/>
        </w:rPr>
        <w:t xml:space="preserve"> </w:t>
      </w:r>
      <w:r w:rsidR="00D24DBC">
        <w:rPr>
          <w:rFonts w:hint="cs"/>
          <w:rtl/>
          <w:lang w:bidi="fa-IR"/>
        </w:rPr>
        <w:t>«</w:t>
      </w:r>
      <w:r w:rsidRPr="00D24DBC">
        <w:rPr>
          <w:rStyle w:val="libBold2Char"/>
          <w:rtl/>
        </w:rPr>
        <w:t>اللّه اكبر على ما رزقنا من بهمية الانعام والحمد للّه على ما ابلانا</w:t>
      </w:r>
      <w:r w:rsidR="00D24DBC">
        <w:rPr>
          <w:rFonts w:hint="cs"/>
          <w:rtl/>
          <w:lang w:bidi="fa-IR"/>
        </w:rPr>
        <w:t>»</w:t>
      </w:r>
      <w:r w:rsidRPr="003E3506">
        <w:rPr>
          <w:rtl/>
          <w:lang w:bidi="fa-IR"/>
        </w:rPr>
        <w:t xml:space="preserve"> ولى اگر عيد قربان را در منى باشد مستحب است بعد از پانزده نماز كه اول آنها نماز ظهر روز عيد و آخر آنها نماز صبح روز سيزدهم ذى حجه است</w:t>
      </w:r>
      <w:r w:rsidR="000C4B14">
        <w:rPr>
          <w:rtl/>
          <w:lang w:bidi="fa-IR"/>
        </w:rPr>
        <w:t>،</w:t>
      </w:r>
      <w:r w:rsidRPr="003E3506">
        <w:rPr>
          <w:rtl/>
          <w:lang w:bidi="fa-IR"/>
        </w:rPr>
        <w:t xml:space="preserve"> اين تكبيرها را بگويد.</w:t>
      </w:r>
    </w:p>
    <w:p w:rsidR="003E3506" w:rsidRPr="003E3506" w:rsidRDefault="003E3506" w:rsidP="003E3506">
      <w:pPr>
        <w:pStyle w:val="libNormal"/>
        <w:rPr>
          <w:lang w:bidi="fa-IR"/>
        </w:rPr>
      </w:pPr>
      <w:r w:rsidRPr="003E3506">
        <w:rPr>
          <w:rtl/>
          <w:lang w:bidi="fa-IR"/>
        </w:rPr>
        <w:t>١٥٣٧ - احتياط مستحب آن است كه زنها از رفتن به نماز عيد خوددارى كنند ولى احتياط براى زنهاى پير نيست</w:t>
      </w:r>
      <w:r w:rsidR="000C4B14">
        <w:rPr>
          <w:rtl/>
          <w:lang w:bidi="fa-IR"/>
        </w:rPr>
        <w:t>.</w:t>
      </w:r>
    </w:p>
    <w:p w:rsidR="003E3506" w:rsidRPr="003E3506" w:rsidRDefault="003E3506" w:rsidP="003E3506">
      <w:pPr>
        <w:pStyle w:val="libNormal"/>
        <w:rPr>
          <w:lang w:bidi="fa-IR"/>
        </w:rPr>
      </w:pPr>
      <w:r w:rsidRPr="003E3506">
        <w:rPr>
          <w:rtl/>
          <w:lang w:bidi="fa-IR"/>
        </w:rPr>
        <w:t>١٥٣٨ - در نماز عيد هم مثل نمازهاى ديگر</w:t>
      </w:r>
      <w:r w:rsidR="000C4B14">
        <w:rPr>
          <w:rtl/>
          <w:lang w:bidi="fa-IR"/>
        </w:rPr>
        <w:t>،</w:t>
      </w:r>
      <w:r w:rsidRPr="003E3506">
        <w:rPr>
          <w:rtl/>
          <w:lang w:bidi="fa-IR"/>
        </w:rPr>
        <w:t xml:space="preserve"> ماموم بايد غير از حمد و سوره چيزهاى ديگر نماز را خودش بخواند.</w:t>
      </w:r>
    </w:p>
    <w:p w:rsidR="003E3506" w:rsidRPr="003E3506" w:rsidRDefault="003E3506" w:rsidP="003E3506">
      <w:pPr>
        <w:pStyle w:val="libNormal"/>
        <w:rPr>
          <w:lang w:bidi="fa-IR"/>
        </w:rPr>
      </w:pPr>
      <w:r w:rsidRPr="003E3506">
        <w:rPr>
          <w:rtl/>
          <w:lang w:bidi="fa-IR"/>
        </w:rPr>
        <w:t>١٥٣٩ - اگر ماموم موقعى برسد كه امام مقدارى از تكبيرها را گفته بعد از آن كه امام به ركوع رفت</w:t>
      </w:r>
      <w:r w:rsidR="000C4B14">
        <w:rPr>
          <w:rtl/>
          <w:lang w:bidi="fa-IR"/>
        </w:rPr>
        <w:t>،</w:t>
      </w:r>
      <w:r w:rsidRPr="003E3506">
        <w:rPr>
          <w:rtl/>
          <w:lang w:bidi="fa-IR"/>
        </w:rPr>
        <w:t xml:space="preserve"> بايد آنچه از تكبيرها و قنوت ها را كه با امام نگفته خودش بگويد</w:t>
      </w:r>
      <w:r w:rsidR="000C4B14">
        <w:rPr>
          <w:rtl/>
          <w:lang w:bidi="fa-IR"/>
        </w:rPr>
        <w:t>،</w:t>
      </w:r>
      <w:r w:rsidRPr="003E3506">
        <w:rPr>
          <w:rtl/>
          <w:lang w:bidi="fa-IR"/>
        </w:rPr>
        <w:t xml:space="preserve"> و اگر در هر قنوت يك سبحان اللّه يا يك الحمد للّه بگويد كافى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١٥٤٠ - اگر در نماز عيد موقعى برسد كه امام در ركوع است مى تواند نيت كند و تكبير اول نماز را بگويد و به ركوع رود.</w:t>
      </w:r>
    </w:p>
    <w:p w:rsidR="003E3506" w:rsidRPr="003E3506" w:rsidRDefault="003E3506" w:rsidP="003E3506">
      <w:pPr>
        <w:pStyle w:val="libNormal"/>
        <w:rPr>
          <w:lang w:bidi="fa-IR"/>
        </w:rPr>
      </w:pPr>
      <w:r w:rsidRPr="003E3506">
        <w:rPr>
          <w:rtl/>
          <w:lang w:bidi="fa-IR"/>
        </w:rPr>
        <w:t>١٥٤١ - اگر در نماز عيد يك سجده را فراموش كند لازم است كه بعد از نماز آن را بجا آورد</w:t>
      </w:r>
      <w:r w:rsidR="000C4B14">
        <w:rPr>
          <w:rtl/>
          <w:lang w:bidi="fa-IR"/>
        </w:rPr>
        <w:t>،</w:t>
      </w:r>
      <w:r w:rsidRPr="003E3506">
        <w:rPr>
          <w:rtl/>
          <w:lang w:bidi="fa-IR"/>
        </w:rPr>
        <w:t xml:space="preserve"> و هم چنين اگر كارى كه براى آن در نماز يوميه سجده سهو لازم است پيش آيد لازم است دو سجده سهو بنمايد.</w:t>
      </w:r>
    </w:p>
    <w:p w:rsidR="003E3506" w:rsidRDefault="00605FAB" w:rsidP="00D24DBC">
      <w:pPr>
        <w:pStyle w:val="Heading3"/>
        <w:rPr>
          <w:rtl/>
          <w:lang w:bidi="fa-IR"/>
        </w:rPr>
      </w:pPr>
      <w:bookmarkStart w:id="170" w:name="_Toc24454593"/>
      <w:r>
        <w:rPr>
          <w:rtl/>
          <w:lang w:bidi="fa-IR"/>
        </w:rPr>
        <w:t>(</w:t>
      </w:r>
      <w:r w:rsidR="003E3506" w:rsidRPr="003E3506">
        <w:rPr>
          <w:rtl/>
          <w:lang w:bidi="fa-IR"/>
        </w:rPr>
        <w:t>اجير گرفتن براى نماز</w:t>
      </w:r>
      <w:r>
        <w:rPr>
          <w:rtl/>
          <w:lang w:bidi="fa-IR"/>
        </w:rPr>
        <w:t>)</w:t>
      </w:r>
      <w:bookmarkEnd w:id="170"/>
    </w:p>
    <w:p w:rsidR="003E3506" w:rsidRPr="003E3506" w:rsidRDefault="003E3506" w:rsidP="003E3506">
      <w:pPr>
        <w:pStyle w:val="libNormal"/>
        <w:rPr>
          <w:lang w:bidi="fa-IR"/>
        </w:rPr>
      </w:pPr>
      <w:r w:rsidRPr="003E3506">
        <w:rPr>
          <w:rtl/>
          <w:lang w:bidi="fa-IR"/>
        </w:rPr>
        <w:t>١٥٤٢ - بعد از مرگ انسان</w:t>
      </w:r>
      <w:r w:rsidR="000C4B14">
        <w:rPr>
          <w:rtl/>
          <w:lang w:bidi="fa-IR"/>
        </w:rPr>
        <w:t>،</w:t>
      </w:r>
      <w:r w:rsidRPr="003E3506">
        <w:rPr>
          <w:rtl/>
          <w:lang w:bidi="fa-IR"/>
        </w:rPr>
        <w:t xml:space="preserve"> مى شود براى نماز و عبادتهاى ديگر او كه در زندگى بجا نياورده</w:t>
      </w:r>
      <w:r w:rsidR="000C4B14">
        <w:rPr>
          <w:rtl/>
          <w:lang w:bidi="fa-IR"/>
        </w:rPr>
        <w:t>،</w:t>
      </w:r>
      <w:r w:rsidRPr="003E3506">
        <w:rPr>
          <w:rtl/>
          <w:lang w:bidi="fa-IR"/>
        </w:rPr>
        <w:t xml:space="preserve"> ديگرى را اجير كنند</w:t>
      </w:r>
      <w:r w:rsidR="000C4B14">
        <w:rPr>
          <w:rtl/>
          <w:lang w:bidi="fa-IR"/>
        </w:rPr>
        <w:t>،</w:t>
      </w:r>
      <w:r w:rsidRPr="003E3506">
        <w:rPr>
          <w:rtl/>
          <w:lang w:bidi="fa-IR"/>
        </w:rPr>
        <w:t xml:space="preserve"> يعنى به او مزد دهند كه آنها را بجا آورد. و اگر كسى بدون مزد هم آنها را انجام دهد صحيح است</w:t>
      </w:r>
      <w:r w:rsidR="000C4B14">
        <w:rPr>
          <w:rtl/>
          <w:lang w:bidi="fa-IR"/>
        </w:rPr>
        <w:t>.</w:t>
      </w:r>
    </w:p>
    <w:p w:rsidR="003E3506" w:rsidRPr="003E3506" w:rsidRDefault="003E3506" w:rsidP="003E3506">
      <w:pPr>
        <w:pStyle w:val="libNormal"/>
        <w:rPr>
          <w:lang w:bidi="fa-IR"/>
        </w:rPr>
      </w:pPr>
      <w:r w:rsidRPr="003E3506">
        <w:rPr>
          <w:rtl/>
          <w:lang w:bidi="fa-IR"/>
        </w:rPr>
        <w:t xml:space="preserve">١٥٤٣ - انسان مى تواند براى بعضى از كارهاى مستحبى مثل حج و عمره و زيارت قبر پيغمبر و امامان </w:t>
      </w:r>
      <w:r w:rsidR="001B16BC" w:rsidRPr="001B16BC">
        <w:rPr>
          <w:rStyle w:val="libAlaemChar"/>
          <w:rtl/>
        </w:rPr>
        <w:t>عليهم‌السلام</w:t>
      </w:r>
      <w:r w:rsidR="000C4B14">
        <w:rPr>
          <w:rtl/>
          <w:lang w:bidi="fa-IR"/>
        </w:rPr>
        <w:t>،</w:t>
      </w:r>
      <w:r w:rsidRPr="003E3506">
        <w:rPr>
          <w:rtl/>
          <w:lang w:bidi="fa-IR"/>
        </w:rPr>
        <w:t xml:space="preserve"> از طرف زندگان اجير شود</w:t>
      </w:r>
      <w:r w:rsidR="000C4B14">
        <w:rPr>
          <w:rtl/>
          <w:lang w:bidi="fa-IR"/>
        </w:rPr>
        <w:t>،</w:t>
      </w:r>
      <w:r w:rsidRPr="003E3506">
        <w:rPr>
          <w:rtl/>
          <w:lang w:bidi="fa-IR"/>
        </w:rPr>
        <w:t xml:space="preserve"> و نيز مى تواند كار مستحبى را انجام دهد</w:t>
      </w:r>
      <w:r w:rsidR="000C4B14">
        <w:rPr>
          <w:rtl/>
          <w:lang w:bidi="fa-IR"/>
        </w:rPr>
        <w:t>،</w:t>
      </w:r>
      <w:r w:rsidRPr="003E3506">
        <w:rPr>
          <w:rtl/>
          <w:lang w:bidi="fa-IR"/>
        </w:rPr>
        <w:t xml:space="preserve"> و ثواب آن را براى مردگان يا زندگان هديه نمايد.</w:t>
      </w:r>
    </w:p>
    <w:p w:rsidR="003E3506" w:rsidRPr="003E3506" w:rsidRDefault="003E3506" w:rsidP="003E3506">
      <w:pPr>
        <w:pStyle w:val="libNormal"/>
        <w:rPr>
          <w:lang w:bidi="fa-IR"/>
        </w:rPr>
      </w:pPr>
      <w:r w:rsidRPr="003E3506">
        <w:rPr>
          <w:rtl/>
          <w:lang w:bidi="fa-IR"/>
        </w:rPr>
        <w:t>١٥٤٤ - كسى كه براى نماز قضاى ميت اجير شده</w:t>
      </w:r>
      <w:r w:rsidR="000C4B14">
        <w:rPr>
          <w:rtl/>
          <w:lang w:bidi="fa-IR"/>
        </w:rPr>
        <w:t>،</w:t>
      </w:r>
      <w:r w:rsidRPr="003E3506">
        <w:rPr>
          <w:rtl/>
          <w:lang w:bidi="fa-IR"/>
        </w:rPr>
        <w:t xml:space="preserve"> بايد يا مجتهد باشد يا نماز را بر طبق تقليد صحيح انجام دهد.</w:t>
      </w:r>
    </w:p>
    <w:p w:rsidR="003E3506" w:rsidRPr="003E3506" w:rsidRDefault="003E3506" w:rsidP="003E3506">
      <w:pPr>
        <w:pStyle w:val="libNormal"/>
        <w:rPr>
          <w:lang w:bidi="fa-IR"/>
        </w:rPr>
      </w:pPr>
      <w:r w:rsidRPr="003E3506">
        <w:rPr>
          <w:rtl/>
          <w:lang w:bidi="fa-IR"/>
        </w:rPr>
        <w:t>يا آن كه عمل به احتياط كند در صورتى كه موارد احتياط را كاملا بداند.</w:t>
      </w:r>
    </w:p>
    <w:p w:rsidR="003E3506" w:rsidRPr="003E3506" w:rsidRDefault="003E3506" w:rsidP="003E3506">
      <w:pPr>
        <w:pStyle w:val="libNormal"/>
        <w:rPr>
          <w:lang w:bidi="fa-IR"/>
        </w:rPr>
      </w:pPr>
      <w:r w:rsidRPr="003E3506">
        <w:rPr>
          <w:rtl/>
          <w:lang w:bidi="fa-IR"/>
        </w:rPr>
        <w:t>١٥٤٥ - اجير بايد موقع نيت</w:t>
      </w:r>
      <w:r w:rsidR="000C4B14">
        <w:rPr>
          <w:rtl/>
          <w:lang w:bidi="fa-IR"/>
        </w:rPr>
        <w:t>،</w:t>
      </w:r>
      <w:r w:rsidRPr="003E3506">
        <w:rPr>
          <w:rtl/>
          <w:lang w:bidi="fa-IR"/>
        </w:rPr>
        <w:t xml:space="preserve"> ميت را معين نمايد و لازم نيست اسم او را بداند</w:t>
      </w:r>
      <w:r w:rsidR="000C4B14">
        <w:rPr>
          <w:rtl/>
          <w:lang w:bidi="fa-IR"/>
        </w:rPr>
        <w:t>،</w:t>
      </w:r>
      <w:r w:rsidRPr="003E3506">
        <w:rPr>
          <w:rtl/>
          <w:lang w:bidi="fa-IR"/>
        </w:rPr>
        <w:t xml:space="preserve"> پس اگر نيت كند از طرف كسى نماز مى خوانم كه براى او اجير شده ام كافى است</w:t>
      </w:r>
      <w:r w:rsidR="000C4B14">
        <w:rPr>
          <w:rtl/>
          <w:lang w:bidi="fa-IR"/>
        </w:rPr>
        <w:t>.</w:t>
      </w:r>
    </w:p>
    <w:p w:rsidR="003E3506" w:rsidRPr="003E3506" w:rsidRDefault="003E3506" w:rsidP="003E3506">
      <w:pPr>
        <w:pStyle w:val="libNormal"/>
        <w:rPr>
          <w:lang w:bidi="fa-IR"/>
        </w:rPr>
      </w:pPr>
      <w:r w:rsidRPr="003E3506">
        <w:rPr>
          <w:rtl/>
          <w:lang w:bidi="fa-IR"/>
        </w:rPr>
        <w:t>١٥٤٦ - اجير بايد عمل را به قصد آنچه در ذمه ميت است به جا آورد و اگر عملى را انجام دهد و ثواب آن را براى او هديه كند كافى نيست</w:t>
      </w:r>
      <w:r w:rsidR="000C4B14">
        <w:rPr>
          <w:rtl/>
          <w:lang w:bidi="fa-IR"/>
        </w:rPr>
        <w:t>.</w:t>
      </w:r>
    </w:p>
    <w:p w:rsidR="003E3506" w:rsidRPr="003E3506" w:rsidRDefault="003E3506" w:rsidP="003E3506">
      <w:pPr>
        <w:pStyle w:val="libNormal"/>
        <w:rPr>
          <w:lang w:bidi="fa-IR"/>
        </w:rPr>
      </w:pPr>
      <w:r w:rsidRPr="003E3506">
        <w:rPr>
          <w:rtl/>
          <w:lang w:bidi="fa-IR"/>
        </w:rPr>
        <w:t>١٥٤٧ - بايد كسى را اجير كنند كه اطمينان داشته باشند عمل را انجام مى دهد.</w:t>
      </w:r>
    </w:p>
    <w:p w:rsidR="003E3506" w:rsidRPr="003E3506" w:rsidRDefault="003E3506" w:rsidP="003E3506">
      <w:pPr>
        <w:pStyle w:val="libNormal"/>
        <w:rPr>
          <w:lang w:bidi="fa-IR"/>
        </w:rPr>
      </w:pPr>
      <w:r w:rsidRPr="003E3506">
        <w:rPr>
          <w:rtl/>
          <w:lang w:bidi="fa-IR"/>
        </w:rPr>
        <w:t>١٥٤٨ - كسى را كه براى نمازهاى ميت اجير كرده اند</w:t>
      </w:r>
      <w:r w:rsidR="000C4B14">
        <w:rPr>
          <w:rtl/>
          <w:lang w:bidi="fa-IR"/>
        </w:rPr>
        <w:t>،</w:t>
      </w:r>
      <w:r w:rsidRPr="003E3506">
        <w:rPr>
          <w:rtl/>
          <w:lang w:bidi="fa-IR"/>
        </w:rPr>
        <w:t xml:space="preserve"> اگر بفهمند كه عمل را بجا نياورده يا باطل انجام داده</w:t>
      </w:r>
      <w:r w:rsidR="000C4B14">
        <w:rPr>
          <w:rtl/>
          <w:lang w:bidi="fa-IR"/>
        </w:rPr>
        <w:t>،</w:t>
      </w:r>
      <w:r w:rsidRPr="003E3506">
        <w:rPr>
          <w:rtl/>
          <w:lang w:bidi="fa-IR"/>
        </w:rPr>
        <w:t xml:space="preserve"> بايد دوباره اجير بگيرند.</w:t>
      </w:r>
    </w:p>
    <w:p w:rsidR="003E3506" w:rsidRPr="003E3506" w:rsidRDefault="003E3506" w:rsidP="003E3506">
      <w:pPr>
        <w:pStyle w:val="libNormal"/>
        <w:rPr>
          <w:lang w:bidi="fa-IR"/>
        </w:rPr>
      </w:pPr>
      <w:r w:rsidRPr="003E3506">
        <w:rPr>
          <w:rtl/>
          <w:lang w:bidi="fa-IR"/>
        </w:rPr>
        <w:lastRenderedPageBreak/>
        <w:t>١٥٤٩ - هرگاه شك كند كه اجير عمل را انجام داده يا نه</w:t>
      </w:r>
      <w:r w:rsidR="000C4B14">
        <w:rPr>
          <w:rtl/>
          <w:lang w:bidi="fa-IR"/>
        </w:rPr>
        <w:t>،</w:t>
      </w:r>
      <w:r w:rsidRPr="003E3506">
        <w:rPr>
          <w:rtl/>
          <w:lang w:bidi="fa-IR"/>
        </w:rPr>
        <w:t xml:space="preserve"> اگر چه بگويد</w:t>
      </w:r>
      <w:r w:rsidR="000C4B14">
        <w:rPr>
          <w:rtl/>
          <w:lang w:bidi="fa-IR"/>
        </w:rPr>
        <w:t>،</w:t>
      </w:r>
      <w:r w:rsidRPr="003E3506">
        <w:rPr>
          <w:rtl/>
          <w:lang w:bidi="fa-IR"/>
        </w:rPr>
        <w:t xml:space="preserve"> انجام داده ام</w:t>
      </w:r>
      <w:r w:rsidR="000C4B14">
        <w:rPr>
          <w:rtl/>
          <w:lang w:bidi="fa-IR"/>
        </w:rPr>
        <w:t>،</w:t>
      </w:r>
      <w:r w:rsidRPr="003E3506">
        <w:rPr>
          <w:rtl/>
          <w:lang w:bidi="fa-IR"/>
        </w:rPr>
        <w:t xml:space="preserve"> ولى اطمينان به گفته او نباشد</w:t>
      </w:r>
      <w:r w:rsidR="000C4B14">
        <w:rPr>
          <w:rtl/>
          <w:lang w:bidi="fa-IR"/>
        </w:rPr>
        <w:t>،</w:t>
      </w:r>
      <w:r w:rsidRPr="003E3506">
        <w:rPr>
          <w:rtl/>
          <w:lang w:bidi="fa-IR"/>
        </w:rPr>
        <w:t xml:space="preserve"> بايد دوباره اجير بگيرد.</w:t>
      </w:r>
    </w:p>
    <w:p w:rsidR="003E3506" w:rsidRPr="003E3506" w:rsidRDefault="003E3506" w:rsidP="003E3506">
      <w:pPr>
        <w:pStyle w:val="libNormal"/>
        <w:rPr>
          <w:lang w:bidi="fa-IR"/>
        </w:rPr>
      </w:pPr>
      <w:r w:rsidRPr="003E3506">
        <w:rPr>
          <w:rtl/>
          <w:lang w:bidi="fa-IR"/>
        </w:rPr>
        <w:t>و اما اگر شك كند كه عمل او صحيح بوده يا نه</w:t>
      </w:r>
      <w:r w:rsidR="000C4B14">
        <w:rPr>
          <w:rtl/>
          <w:lang w:bidi="fa-IR"/>
        </w:rPr>
        <w:t>،</w:t>
      </w:r>
      <w:r w:rsidRPr="003E3506">
        <w:rPr>
          <w:rtl/>
          <w:lang w:bidi="fa-IR"/>
        </w:rPr>
        <w:t xml:space="preserve"> مى تواند بنابر صحت آن بگذارد.</w:t>
      </w:r>
    </w:p>
    <w:p w:rsidR="003E3506" w:rsidRPr="003E3506" w:rsidRDefault="003E3506" w:rsidP="003E3506">
      <w:pPr>
        <w:pStyle w:val="libNormal"/>
        <w:rPr>
          <w:lang w:bidi="fa-IR"/>
        </w:rPr>
      </w:pPr>
      <w:r w:rsidRPr="003E3506">
        <w:rPr>
          <w:rtl/>
          <w:lang w:bidi="fa-IR"/>
        </w:rPr>
        <w:t>١٥٥٠ - كسى كه عذرى دارد مثلا با تيمم يا نشسته نماز مى خواند مطلقا بنابر احتياط نمى شود براى نمازهاى ميت اجير كرد</w:t>
      </w:r>
      <w:r w:rsidR="000C4B14">
        <w:rPr>
          <w:rtl/>
          <w:lang w:bidi="fa-IR"/>
        </w:rPr>
        <w:t>،</w:t>
      </w:r>
      <w:r w:rsidRPr="003E3506">
        <w:rPr>
          <w:rtl/>
          <w:lang w:bidi="fa-IR"/>
        </w:rPr>
        <w:t xml:space="preserve"> اگر چه نماز ميت هم همان طور قضا شده باشد.</w:t>
      </w:r>
    </w:p>
    <w:p w:rsidR="003E3506" w:rsidRPr="003E3506" w:rsidRDefault="003E3506" w:rsidP="003E3506">
      <w:pPr>
        <w:pStyle w:val="libNormal"/>
        <w:rPr>
          <w:lang w:bidi="fa-IR"/>
        </w:rPr>
      </w:pPr>
      <w:r w:rsidRPr="003E3506">
        <w:rPr>
          <w:rtl/>
          <w:lang w:bidi="fa-IR"/>
        </w:rPr>
        <w:t>١٥٥١ - مرد براى زن و زن براى مرد مى تواند اجير شود و در بلند خواندن و آهسته خواندن نماز بايد اجير به تكليف خود عمل نمايد.</w:t>
      </w:r>
    </w:p>
    <w:p w:rsidR="003E3506" w:rsidRPr="003E3506" w:rsidRDefault="003E3506" w:rsidP="003E3506">
      <w:pPr>
        <w:pStyle w:val="libNormal"/>
        <w:rPr>
          <w:lang w:bidi="fa-IR"/>
        </w:rPr>
      </w:pPr>
      <w:r w:rsidRPr="003E3506">
        <w:rPr>
          <w:rtl/>
          <w:lang w:bidi="fa-IR"/>
        </w:rPr>
        <w:t>١٥٥٢ - در قضاى نمازهاى ميت ترتيب واجب نيست مگر در نمازهايى كه اداء آنها ترتيب دارد</w:t>
      </w:r>
      <w:r w:rsidR="000C4B14">
        <w:rPr>
          <w:rtl/>
          <w:lang w:bidi="fa-IR"/>
        </w:rPr>
        <w:t>،</w:t>
      </w:r>
      <w:r w:rsidRPr="003E3506">
        <w:rPr>
          <w:rtl/>
          <w:lang w:bidi="fa-IR"/>
        </w:rPr>
        <w:t xml:space="preserve"> مثل نماز ظهر و عصر يا مغرب و عشا از يك روز چنان كه سابقا گذشت</w:t>
      </w:r>
      <w:r w:rsidR="000C4B14">
        <w:rPr>
          <w:rtl/>
          <w:lang w:bidi="fa-IR"/>
        </w:rPr>
        <w:t>.</w:t>
      </w:r>
    </w:p>
    <w:p w:rsidR="003E3506" w:rsidRPr="003E3506" w:rsidRDefault="003E3506" w:rsidP="003E3506">
      <w:pPr>
        <w:pStyle w:val="libNormal"/>
        <w:rPr>
          <w:lang w:bidi="fa-IR"/>
        </w:rPr>
      </w:pPr>
      <w:r w:rsidRPr="003E3506">
        <w:rPr>
          <w:rtl/>
          <w:lang w:bidi="fa-IR"/>
        </w:rPr>
        <w:t>١٥٥٣ - اگر با اجير شرط كنند كه عمل را به طور مخصوصى انجام دهد بايد همان طور بجا آورد</w:t>
      </w:r>
      <w:r w:rsidR="000C4B14">
        <w:rPr>
          <w:rtl/>
          <w:lang w:bidi="fa-IR"/>
        </w:rPr>
        <w:t>،</w:t>
      </w:r>
      <w:r w:rsidRPr="003E3506">
        <w:rPr>
          <w:rtl/>
          <w:lang w:bidi="fa-IR"/>
        </w:rPr>
        <w:t xml:space="preserve"> و اگر با او شرط نكنند</w:t>
      </w:r>
      <w:r w:rsidR="000C4B14">
        <w:rPr>
          <w:rtl/>
          <w:lang w:bidi="fa-IR"/>
        </w:rPr>
        <w:t>،</w:t>
      </w:r>
      <w:r w:rsidRPr="003E3506">
        <w:rPr>
          <w:rtl/>
          <w:lang w:bidi="fa-IR"/>
        </w:rPr>
        <w:t xml:space="preserve"> بايد در آن عمل به تكليف خود رفتار نمايد</w:t>
      </w:r>
      <w:r w:rsidR="000C4B14">
        <w:rPr>
          <w:rtl/>
          <w:lang w:bidi="fa-IR"/>
        </w:rPr>
        <w:t>،</w:t>
      </w:r>
      <w:r w:rsidRPr="003E3506">
        <w:rPr>
          <w:rtl/>
          <w:lang w:bidi="fa-IR"/>
        </w:rPr>
        <w:t xml:space="preserve"> و احتياط مستحب آن است كه از وظيفه خودش و ميت هر كدام كه به احتياط نزديك تر است</w:t>
      </w:r>
      <w:r w:rsidR="000C4B14">
        <w:rPr>
          <w:rtl/>
          <w:lang w:bidi="fa-IR"/>
        </w:rPr>
        <w:t>،</w:t>
      </w:r>
      <w:r w:rsidRPr="003E3506">
        <w:rPr>
          <w:rtl/>
          <w:lang w:bidi="fa-IR"/>
        </w:rPr>
        <w:t xml:space="preserve"> به آن عمل كند</w:t>
      </w:r>
      <w:r w:rsidR="000C4B14">
        <w:rPr>
          <w:rtl/>
          <w:lang w:bidi="fa-IR"/>
        </w:rPr>
        <w:t>،</w:t>
      </w:r>
      <w:r w:rsidRPr="003E3506">
        <w:rPr>
          <w:rtl/>
          <w:lang w:bidi="fa-IR"/>
        </w:rPr>
        <w:t xml:space="preserve"> مثلا اگر وظيفه ميت گفتن سه مرتبه تسبيحات اربعه بوده و تكليف او يك مرتبه است</w:t>
      </w:r>
      <w:r w:rsidR="000C4B14">
        <w:rPr>
          <w:rtl/>
          <w:lang w:bidi="fa-IR"/>
        </w:rPr>
        <w:t>،</w:t>
      </w:r>
      <w:r w:rsidRPr="003E3506">
        <w:rPr>
          <w:rtl/>
          <w:lang w:bidi="fa-IR"/>
        </w:rPr>
        <w:t xml:space="preserve"> سه مرتبه بگويد.</w:t>
      </w:r>
    </w:p>
    <w:p w:rsidR="003E3506" w:rsidRPr="003E3506" w:rsidRDefault="003E3506" w:rsidP="003E3506">
      <w:pPr>
        <w:pStyle w:val="libNormal"/>
        <w:rPr>
          <w:lang w:bidi="fa-IR"/>
        </w:rPr>
      </w:pPr>
      <w:r w:rsidRPr="003E3506">
        <w:rPr>
          <w:rtl/>
          <w:lang w:bidi="fa-IR"/>
        </w:rPr>
        <w:t>١٥٥٤ - اگر با اجير شرط نكنند كه نماز را با چه مقدار از مستحبات آن بخواند</w:t>
      </w:r>
      <w:r w:rsidR="000C4B14">
        <w:rPr>
          <w:rtl/>
          <w:lang w:bidi="fa-IR"/>
        </w:rPr>
        <w:t>،</w:t>
      </w:r>
      <w:r w:rsidRPr="003E3506">
        <w:rPr>
          <w:rtl/>
          <w:lang w:bidi="fa-IR"/>
        </w:rPr>
        <w:t xml:space="preserve"> بايد مقدارى از مستحبات نماز را كه معمول است بجا آورد.</w:t>
      </w:r>
    </w:p>
    <w:p w:rsidR="003E3506" w:rsidRPr="003E3506" w:rsidRDefault="003E3506" w:rsidP="003E3506">
      <w:pPr>
        <w:pStyle w:val="libNormal"/>
        <w:rPr>
          <w:lang w:bidi="fa-IR"/>
        </w:rPr>
      </w:pPr>
      <w:r w:rsidRPr="003E3506">
        <w:rPr>
          <w:rtl/>
          <w:lang w:bidi="fa-IR"/>
        </w:rPr>
        <w:t>١٥٥٥ - اگر انسان چند نفر را براى نماز قضاى ميت اجير كند</w:t>
      </w:r>
      <w:r w:rsidR="000C4B14">
        <w:rPr>
          <w:rtl/>
          <w:lang w:bidi="fa-IR"/>
        </w:rPr>
        <w:t>،</w:t>
      </w:r>
      <w:r w:rsidRPr="003E3506">
        <w:rPr>
          <w:rtl/>
          <w:lang w:bidi="fa-IR"/>
        </w:rPr>
        <w:t xml:space="preserve"> بنابر آنچه در مساله </w:t>
      </w:r>
      <w:r w:rsidR="00605FAB">
        <w:rPr>
          <w:rtl/>
          <w:lang w:bidi="fa-IR"/>
        </w:rPr>
        <w:t>(</w:t>
      </w:r>
      <w:r w:rsidRPr="003E3506">
        <w:rPr>
          <w:rtl/>
          <w:lang w:bidi="fa-IR"/>
        </w:rPr>
        <w:t>١٥٥٢</w:t>
      </w:r>
      <w:r w:rsidR="00605FAB">
        <w:rPr>
          <w:rtl/>
          <w:lang w:bidi="fa-IR"/>
        </w:rPr>
        <w:t>)</w:t>
      </w:r>
      <w:r w:rsidRPr="003E3506">
        <w:rPr>
          <w:rtl/>
          <w:lang w:bidi="fa-IR"/>
        </w:rPr>
        <w:t xml:space="preserve"> گفته شد لازم نيست براى هر كدام آنها وقتى را معين نمايد.</w:t>
      </w:r>
    </w:p>
    <w:p w:rsidR="003E3506" w:rsidRPr="003E3506" w:rsidRDefault="003E3506" w:rsidP="003E3506">
      <w:pPr>
        <w:pStyle w:val="libNormal"/>
        <w:rPr>
          <w:lang w:bidi="fa-IR"/>
        </w:rPr>
      </w:pPr>
      <w:r w:rsidRPr="003E3506">
        <w:rPr>
          <w:rtl/>
          <w:lang w:bidi="fa-IR"/>
        </w:rPr>
        <w:t>١٥٥٦ - اگر كسى اجير شود كه مثلا در مدت يك سال نمازهاى ميت را بخواند و پيش از تمام شدن سال بميرد</w:t>
      </w:r>
      <w:r w:rsidR="000C4B14">
        <w:rPr>
          <w:rtl/>
          <w:lang w:bidi="fa-IR"/>
        </w:rPr>
        <w:t>،</w:t>
      </w:r>
      <w:r w:rsidRPr="003E3506">
        <w:rPr>
          <w:rtl/>
          <w:lang w:bidi="fa-IR"/>
        </w:rPr>
        <w:t xml:space="preserve"> بايد براى نمازهايى كه مى دانند بجا نياورده</w:t>
      </w:r>
      <w:r w:rsidR="000C4B14">
        <w:rPr>
          <w:rtl/>
          <w:lang w:bidi="fa-IR"/>
        </w:rPr>
        <w:t>،</w:t>
      </w:r>
      <w:r w:rsidRPr="003E3506">
        <w:rPr>
          <w:rtl/>
          <w:lang w:bidi="fa-IR"/>
        </w:rPr>
        <w:t xml:space="preserve"> ديگرى را اجير نمايند</w:t>
      </w:r>
      <w:r w:rsidR="000C4B14">
        <w:rPr>
          <w:rtl/>
          <w:lang w:bidi="fa-IR"/>
        </w:rPr>
        <w:t>،</w:t>
      </w:r>
      <w:r w:rsidRPr="003E3506">
        <w:rPr>
          <w:rtl/>
          <w:lang w:bidi="fa-IR"/>
        </w:rPr>
        <w:t xml:space="preserve"> و اگر احتمال مى دهند كه بجا نياورده بنابر احتياط واجب نيز اجير بگيرند.</w:t>
      </w:r>
    </w:p>
    <w:p w:rsidR="003E3506" w:rsidRPr="003E3506" w:rsidRDefault="003E3506" w:rsidP="003E3506">
      <w:pPr>
        <w:pStyle w:val="libNormal"/>
        <w:rPr>
          <w:lang w:bidi="fa-IR"/>
        </w:rPr>
      </w:pPr>
      <w:r w:rsidRPr="003E3506">
        <w:rPr>
          <w:rtl/>
          <w:lang w:bidi="fa-IR"/>
        </w:rPr>
        <w:lastRenderedPageBreak/>
        <w:t>١٥٥٧ - كسى را كه براى نمازهاى ميت اجير كرده اند</w:t>
      </w:r>
      <w:r w:rsidR="000C4B14">
        <w:rPr>
          <w:rtl/>
          <w:lang w:bidi="fa-IR"/>
        </w:rPr>
        <w:t>،</w:t>
      </w:r>
      <w:r w:rsidRPr="003E3506">
        <w:rPr>
          <w:rtl/>
          <w:lang w:bidi="fa-IR"/>
        </w:rPr>
        <w:t xml:space="preserve"> اگر پيش از تمام كردن نمازها بميرد و اجرت همه آنها را گرفته باشد</w:t>
      </w:r>
      <w:r w:rsidR="000C4B14">
        <w:rPr>
          <w:rtl/>
          <w:lang w:bidi="fa-IR"/>
        </w:rPr>
        <w:t>،</w:t>
      </w:r>
      <w:r w:rsidRPr="003E3506">
        <w:rPr>
          <w:rtl/>
          <w:lang w:bidi="fa-IR"/>
        </w:rPr>
        <w:t xml:space="preserve"> چنانچه شرط كرده باشند كه تمام نمازها را خودش بخواند</w:t>
      </w:r>
      <w:r w:rsidR="000C4B14">
        <w:rPr>
          <w:rtl/>
          <w:lang w:bidi="fa-IR"/>
        </w:rPr>
        <w:t>،</w:t>
      </w:r>
      <w:r w:rsidRPr="003E3506">
        <w:rPr>
          <w:rtl/>
          <w:lang w:bidi="fa-IR"/>
        </w:rPr>
        <w:t xml:space="preserve"> مى توانند اجرة المسماى باقى مانده را گرفته يا آن كه اجاره را فسخ نمايند</w:t>
      </w:r>
      <w:r w:rsidR="000C4B14">
        <w:rPr>
          <w:rtl/>
          <w:lang w:bidi="fa-IR"/>
        </w:rPr>
        <w:t>،</w:t>
      </w:r>
      <w:r w:rsidRPr="003E3506">
        <w:rPr>
          <w:rtl/>
          <w:lang w:bidi="fa-IR"/>
        </w:rPr>
        <w:t xml:space="preserve"> و اجرة المثل او را بدهند و اگر شرط نكرده باشند كه خودش بخواند بايد ورثه اش از مال او كسى را اجير بگيرند اما اگر نداشته باشد بر ورثه او چيزى واجب نيست</w:t>
      </w:r>
      <w:r w:rsidR="000C4B14">
        <w:rPr>
          <w:rtl/>
          <w:lang w:bidi="fa-IR"/>
        </w:rPr>
        <w:t>.</w:t>
      </w:r>
    </w:p>
    <w:p w:rsidR="003E3506" w:rsidRPr="003E3506" w:rsidRDefault="003E3506" w:rsidP="003E3506">
      <w:pPr>
        <w:pStyle w:val="libNormal"/>
        <w:rPr>
          <w:lang w:bidi="fa-IR"/>
        </w:rPr>
      </w:pPr>
      <w:r w:rsidRPr="003E3506">
        <w:rPr>
          <w:rtl/>
          <w:lang w:bidi="fa-IR"/>
        </w:rPr>
        <w:t>١٥٥٨ - اگر اجير پيش از تمام كردن نمازهاى ميت بميرد و خودش هم نماز قضا داشته باشد</w:t>
      </w:r>
      <w:r w:rsidR="000C4B14">
        <w:rPr>
          <w:rtl/>
          <w:lang w:bidi="fa-IR"/>
        </w:rPr>
        <w:t>،</w:t>
      </w:r>
      <w:r w:rsidRPr="003E3506">
        <w:rPr>
          <w:rtl/>
          <w:lang w:bidi="fa-IR"/>
        </w:rPr>
        <w:t xml:space="preserve"> بعد از عمل به دستورى كه در مساله قبلى ذكر شد.</w:t>
      </w:r>
    </w:p>
    <w:p w:rsidR="003E3506" w:rsidRDefault="003E3506" w:rsidP="003E3506">
      <w:pPr>
        <w:pStyle w:val="libNormal"/>
        <w:rPr>
          <w:rtl/>
          <w:lang w:bidi="fa-IR"/>
        </w:rPr>
      </w:pPr>
      <w:r w:rsidRPr="003E3506">
        <w:rPr>
          <w:rtl/>
          <w:lang w:bidi="fa-IR"/>
        </w:rPr>
        <w:t>اگر چيزى از مال او زياد آمد</w:t>
      </w:r>
      <w:r w:rsidR="000C4B14">
        <w:rPr>
          <w:rtl/>
          <w:lang w:bidi="fa-IR"/>
        </w:rPr>
        <w:t>،</w:t>
      </w:r>
      <w:r w:rsidRPr="003E3506">
        <w:rPr>
          <w:rtl/>
          <w:lang w:bidi="fa-IR"/>
        </w:rPr>
        <w:t xml:space="preserve"> در صورتى كه وصيت كرده باشد و ورثه اجازه بدهند</w:t>
      </w:r>
      <w:r w:rsidR="000C4B14">
        <w:rPr>
          <w:rtl/>
          <w:lang w:bidi="fa-IR"/>
        </w:rPr>
        <w:t>،</w:t>
      </w:r>
      <w:r w:rsidRPr="003E3506">
        <w:rPr>
          <w:rtl/>
          <w:lang w:bidi="fa-IR"/>
        </w:rPr>
        <w:t xml:space="preserve"> براى تمام نمازهاى او اجير بگيرند</w:t>
      </w:r>
      <w:r w:rsidR="000C4B14">
        <w:rPr>
          <w:rtl/>
          <w:lang w:bidi="fa-IR"/>
        </w:rPr>
        <w:t>،</w:t>
      </w:r>
      <w:r w:rsidRPr="003E3506">
        <w:rPr>
          <w:rtl/>
          <w:lang w:bidi="fa-IR"/>
        </w:rPr>
        <w:t xml:space="preserve"> و اگر اجازه ندهند ثلث آن را به مصرف نماز او برسانند.</w:t>
      </w:r>
    </w:p>
    <w:p w:rsidR="00D24DBC" w:rsidRPr="003E3506" w:rsidRDefault="00D24DBC" w:rsidP="003E3506">
      <w:pPr>
        <w:pStyle w:val="libNormal"/>
        <w:rPr>
          <w:lang w:bidi="fa-IR"/>
        </w:rPr>
      </w:pPr>
      <w:r>
        <w:rPr>
          <w:rtl/>
          <w:lang w:bidi="fa-IR"/>
        </w:rPr>
        <w:br w:type="page"/>
      </w:r>
    </w:p>
    <w:p w:rsidR="003E3506" w:rsidRDefault="00605FAB" w:rsidP="00D24DBC">
      <w:pPr>
        <w:pStyle w:val="Heading2"/>
        <w:rPr>
          <w:rtl/>
          <w:lang w:bidi="fa-IR"/>
        </w:rPr>
      </w:pPr>
      <w:bookmarkStart w:id="171" w:name="_Toc24454594"/>
      <w:r>
        <w:rPr>
          <w:rtl/>
          <w:lang w:bidi="fa-IR"/>
        </w:rPr>
        <w:t>(</w:t>
      </w:r>
      <w:r w:rsidR="003E3506" w:rsidRPr="003E3506">
        <w:rPr>
          <w:rtl/>
          <w:lang w:bidi="fa-IR"/>
        </w:rPr>
        <w:t>احكام روزه</w:t>
      </w:r>
      <w:r>
        <w:rPr>
          <w:rtl/>
          <w:lang w:bidi="fa-IR"/>
        </w:rPr>
        <w:t>)</w:t>
      </w:r>
      <w:bookmarkEnd w:id="171"/>
    </w:p>
    <w:p w:rsidR="003E3506" w:rsidRPr="003E3506" w:rsidRDefault="003E3506" w:rsidP="003E3506">
      <w:pPr>
        <w:pStyle w:val="libNormal"/>
        <w:rPr>
          <w:lang w:bidi="fa-IR"/>
        </w:rPr>
      </w:pPr>
      <w:r w:rsidRPr="003E3506">
        <w:rPr>
          <w:rtl/>
          <w:lang w:bidi="fa-IR"/>
        </w:rPr>
        <w:t xml:space="preserve">١/١٥٥٨ - روزه آن است كه انسان براى انجام خواست خداوند عالم از اذان صبح تا مغرب از نه چيزى كه بعدا گفته مى شود خوددارى نمايد. </w:t>
      </w:r>
      <w:r w:rsidR="00605FAB">
        <w:rPr>
          <w:rtl/>
          <w:lang w:bidi="fa-IR"/>
        </w:rPr>
        <w:t>(</w:t>
      </w:r>
      <w:r w:rsidRPr="003E3506">
        <w:rPr>
          <w:rtl/>
          <w:lang w:bidi="fa-IR"/>
        </w:rPr>
        <w:t>٤-١- نيت</w:t>
      </w:r>
      <w:r w:rsidR="00605FAB">
        <w:rPr>
          <w:rtl/>
          <w:lang w:bidi="fa-IR"/>
        </w:rPr>
        <w:t>)</w:t>
      </w:r>
    </w:p>
    <w:p w:rsidR="003E3506" w:rsidRPr="003E3506" w:rsidRDefault="003E3506" w:rsidP="003E3506">
      <w:pPr>
        <w:pStyle w:val="libNormal"/>
        <w:rPr>
          <w:lang w:bidi="fa-IR"/>
        </w:rPr>
      </w:pPr>
      <w:r w:rsidRPr="003E3506">
        <w:rPr>
          <w:rtl/>
          <w:lang w:bidi="fa-IR"/>
        </w:rPr>
        <w:t>١٥٥٩ - لازم نيست انسان نيت روزه را از قلب خود بگذراند يا مثلا بگويد فردا را روزه مى گيرم</w:t>
      </w:r>
      <w:r w:rsidR="000C4B14">
        <w:rPr>
          <w:rtl/>
          <w:lang w:bidi="fa-IR"/>
        </w:rPr>
        <w:t>،</w:t>
      </w:r>
      <w:r w:rsidRPr="003E3506">
        <w:rPr>
          <w:rtl/>
          <w:lang w:bidi="fa-IR"/>
        </w:rPr>
        <w:t xml:space="preserve"> بلكه همين قدر كه بنا داشته باشد براى انجام خواست خداوند عالم از اذان صبح تا مغرب كارى كه روزه را باطل مى كند انجام ندهد كافى است</w:t>
      </w:r>
      <w:r w:rsidR="000C4B14">
        <w:rPr>
          <w:rtl/>
          <w:lang w:bidi="fa-IR"/>
        </w:rPr>
        <w:t>،</w:t>
      </w:r>
      <w:r w:rsidRPr="003E3506">
        <w:rPr>
          <w:rtl/>
          <w:lang w:bidi="fa-IR"/>
        </w:rPr>
        <w:t xml:space="preserve"> و براى آن كه يقين كند تمام اين مدت را روزه بوده</w:t>
      </w:r>
      <w:r w:rsidR="000C4B14">
        <w:rPr>
          <w:rtl/>
          <w:lang w:bidi="fa-IR"/>
        </w:rPr>
        <w:t>،</w:t>
      </w:r>
      <w:r w:rsidRPr="003E3506">
        <w:rPr>
          <w:rtl/>
          <w:lang w:bidi="fa-IR"/>
        </w:rPr>
        <w:t xml:space="preserve"> بايد مقدارى پيش از اذان صبح و مقدارى هم بعد از مغرب از انجام كارى كه روزه را باطل مى كند خوددارى نمايد.</w:t>
      </w:r>
    </w:p>
    <w:p w:rsidR="003E3506" w:rsidRPr="003E3506" w:rsidRDefault="003E3506" w:rsidP="003E3506">
      <w:pPr>
        <w:pStyle w:val="libNormal"/>
        <w:rPr>
          <w:lang w:bidi="fa-IR"/>
        </w:rPr>
      </w:pPr>
      <w:r w:rsidRPr="003E3506">
        <w:rPr>
          <w:rtl/>
          <w:lang w:bidi="fa-IR"/>
        </w:rPr>
        <w:t>١٥٦٠ - انسان مى تواند در هر شب از ماه رمضان براى روزه فرداى آن نيت كند و بهتر آن است كه شب اول ماه هم نيت روزه همه ماه را بنمايد.</w:t>
      </w:r>
    </w:p>
    <w:p w:rsidR="003E3506" w:rsidRPr="003E3506" w:rsidRDefault="003E3506" w:rsidP="003E3506">
      <w:pPr>
        <w:pStyle w:val="libNormal"/>
        <w:rPr>
          <w:lang w:bidi="fa-IR"/>
        </w:rPr>
      </w:pPr>
      <w:r w:rsidRPr="003E3506">
        <w:rPr>
          <w:rtl/>
          <w:lang w:bidi="fa-IR"/>
        </w:rPr>
        <w:t>١٥٦١ - آخرين وقت نيت روزه ماه رمضان براى شخص ملتفت قبل از اذان صبح است به اين معنى كه بايد قصد روزه را قبل از اذان صبح داشته باشد هر چند به واسطه خواب يا مانند آن متوجه قصد خود نباشد.</w:t>
      </w:r>
    </w:p>
    <w:p w:rsidR="003E3506" w:rsidRPr="003E3506" w:rsidRDefault="003E3506" w:rsidP="003E3506">
      <w:pPr>
        <w:pStyle w:val="libNormal"/>
        <w:rPr>
          <w:lang w:bidi="fa-IR"/>
        </w:rPr>
      </w:pPr>
      <w:r w:rsidRPr="003E3506">
        <w:rPr>
          <w:rtl/>
          <w:lang w:bidi="fa-IR"/>
        </w:rPr>
        <w:t>١٥٦٢ - كسى كه كارهايى كه روزه را باطل مى كند انجام نداده باشد</w:t>
      </w:r>
      <w:r w:rsidR="000C4B14">
        <w:rPr>
          <w:rtl/>
          <w:lang w:bidi="fa-IR"/>
        </w:rPr>
        <w:t>،</w:t>
      </w:r>
      <w:r w:rsidRPr="003E3506">
        <w:rPr>
          <w:rtl/>
          <w:lang w:bidi="fa-IR"/>
        </w:rPr>
        <w:t xml:space="preserve"> در هر وقت از روز نيت روزه مستحبى بكند هر چند فاصله كمى تا مغرب باشد روزه او صحيح است</w:t>
      </w:r>
      <w:r w:rsidR="000C4B14">
        <w:rPr>
          <w:rtl/>
          <w:lang w:bidi="fa-IR"/>
        </w:rPr>
        <w:t>.</w:t>
      </w:r>
    </w:p>
    <w:p w:rsidR="003E3506" w:rsidRPr="003E3506" w:rsidRDefault="003E3506" w:rsidP="003E3506">
      <w:pPr>
        <w:pStyle w:val="libNormal"/>
        <w:rPr>
          <w:lang w:bidi="fa-IR"/>
        </w:rPr>
      </w:pPr>
      <w:r w:rsidRPr="003E3506">
        <w:rPr>
          <w:rtl/>
          <w:lang w:bidi="fa-IR"/>
        </w:rPr>
        <w:t>١٥٦٣ - كسى كه پيش از اذان صبح در روزه ماه رمضان و هم چنين در روزه واجبى كه زمانش معين است</w:t>
      </w:r>
      <w:r w:rsidR="000C4B14">
        <w:rPr>
          <w:rtl/>
          <w:lang w:bidi="fa-IR"/>
        </w:rPr>
        <w:t>،</w:t>
      </w:r>
      <w:r w:rsidRPr="003E3506">
        <w:rPr>
          <w:rtl/>
          <w:lang w:bidi="fa-IR"/>
        </w:rPr>
        <w:t xml:space="preserve"> بدون نيت روزه خوابيده است</w:t>
      </w:r>
      <w:r w:rsidR="000C4B14">
        <w:rPr>
          <w:rtl/>
          <w:lang w:bidi="fa-IR"/>
        </w:rPr>
        <w:t>،</w:t>
      </w:r>
      <w:r w:rsidRPr="003E3506">
        <w:rPr>
          <w:rtl/>
          <w:lang w:bidi="fa-IR"/>
        </w:rPr>
        <w:t xml:space="preserve"> اگر پيش از ظهر بيدار شود و نيت كند</w:t>
      </w:r>
      <w:r w:rsidR="000C4B14">
        <w:rPr>
          <w:rtl/>
          <w:lang w:bidi="fa-IR"/>
        </w:rPr>
        <w:t>،</w:t>
      </w:r>
      <w:r w:rsidRPr="003E3506">
        <w:rPr>
          <w:rtl/>
          <w:lang w:bidi="fa-IR"/>
        </w:rPr>
        <w:t xml:space="preserve"> روزه او صحيح است</w:t>
      </w:r>
      <w:r w:rsidR="000C4B14">
        <w:rPr>
          <w:rtl/>
          <w:lang w:bidi="fa-IR"/>
        </w:rPr>
        <w:t>،</w:t>
      </w:r>
      <w:r w:rsidRPr="003E3506">
        <w:rPr>
          <w:rtl/>
          <w:lang w:bidi="fa-IR"/>
        </w:rPr>
        <w:t xml:space="preserve"> و اگر بعد از ظهر بيدار شود</w:t>
      </w:r>
      <w:r w:rsidR="000C4B14">
        <w:rPr>
          <w:rtl/>
          <w:lang w:bidi="fa-IR"/>
        </w:rPr>
        <w:t>،</w:t>
      </w:r>
      <w:r w:rsidRPr="003E3506">
        <w:rPr>
          <w:rtl/>
          <w:lang w:bidi="fa-IR"/>
        </w:rPr>
        <w:t xml:space="preserve"> بايد بنابر احتياط بقيه روز را به قصد قربت مطلقه امساك كند</w:t>
      </w:r>
      <w:r w:rsidR="000C4B14">
        <w:rPr>
          <w:rtl/>
          <w:lang w:bidi="fa-IR"/>
        </w:rPr>
        <w:t>،</w:t>
      </w:r>
      <w:r w:rsidRPr="003E3506">
        <w:rPr>
          <w:rtl/>
          <w:lang w:bidi="fa-IR"/>
        </w:rPr>
        <w:t xml:space="preserve"> و روزه آن روز را نيز قضا نمايد.</w:t>
      </w:r>
    </w:p>
    <w:p w:rsidR="003E3506" w:rsidRPr="003E3506" w:rsidRDefault="003E3506" w:rsidP="003E3506">
      <w:pPr>
        <w:pStyle w:val="libNormal"/>
        <w:rPr>
          <w:lang w:bidi="fa-IR"/>
        </w:rPr>
      </w:pPr>
      <w:r w:rsidRPr="003E3506">
        <w:rPr>
          <w:rtl/>
          <w:lang w:bidi="fa-IR"/>
        </w:rPr>
        <w:t>١٥٦٤ - اگر بخواهد غير روزه رمضان روزه ديگرى بگيرد</w:t>
      </w:r>
      <w:r w:rsidR="000C4B14">
        <w:rPr>
          <w:rtl/>
          <w:lang w:bidi="fa-IR"/>
        </w:rPr>
        <w:t>،</w:t>
      </w:r>
      <w:r w:rsidRPr="003E3506">
        <w:rPr>
          <w:rtl/>
          <w:lang w:bidi="fa-IR"/>
        </w:rPr>
        <w:t xml:space="preserve"> بايد آن را معين نمايد</w:t>
      </w:r>
      <w:r w:rsidR="000C4B14">
        <w:rPr>
          <w:rtl/>
          <w:lang w:bidi="fa-IR"/>
        </w:rPr>
        <w:t>،</w:t>
      </w:r>
      <w:r w:rsidRPr="003E3506">
        <w:rPr>
          <w:rtl/>
          <w:lang w:bidi="fa-IR"/>
        </w:rPr>
        <w:t xml:space="preserve"> مثلا نيت كند كه روزه قضا يا روزه كفاره مى گيرم</w:t>
      </w:r>
      <w:r w:rsidR="000C4B14">
        <w:rPr>
          <w:rtl/>
          <w:lang w:bidi="fa-IR"/>
        </w:rPr>
        <w:t>،</w:t>
      </w:r>
      <w:r w:rsidRPr="003E3506">
        <w:rPr>
          <w:rtl/>
          <w:lang w:bidi="fa-IR"/>
        </w:rPr>
        <w:t xml:space="preserve"> ولى در ماه رمضان لازم نيست نيت كند كه روزه ماه </w:t>
      </w:r>
      <w:r w:rsidRPr="003E3506">
        <w:rPr>
          <w:rtl/>
          <w:lang w:bidi="fa-IR"/>
        </w:rPr>
        <w:lastRenderedPageBreak/>
        <w:t>رمضان مى گيرم</w:t>
      </w:r>
      <w:r w:rsidR="000C4B14">
        <w:rPr>
          <w:rtl/>
          <w:lang w:bidi="fa-IR"/>
        </w:rPr>
        <w:t>،</w:t>
      </w:r>
      <w:r w:rsidRPr="003E3506">
        <w:rPr>
          <w:rtl/>
          <w:lang w:bidi="fa-IR"/>
        </w:rPr>
        <w:t xml:space="preserve"> بلكه اگر نداند ماه رمضان است يا فراموش نمايد و روزه ديگرى را نيت كند</w:t>
      </w:r>
      <w:r w:rsidR="000C4B14">
        <w:rPr>
          <w:rtl/>
          <w:lang w:bidi="fa-IR"/>
        </w:rPr>
        <w:t>،</w:t>
      </w:r>
      <w:r w:rsidRPr="003E3506">
        <w:rPr>
          <w:rtl/>
          <w:lang w:bidi="fa-IR"/>
        </w:rPr>
        <w:t xml:space="preserve"> روزه ماه رمضان حساب مى شود.</w:t>
      </w:r>
    </w:p>
    <w:p w:rsidR="003E3506" w:rsidRPr="003E3506" w:rsidRDefault="003E3506" w:rsidP="003E3506">
      <w:pPr>
        <w:pStyle w:val="libNormal"/>
        <w:rPr>
          <w:lang w:bidi="fa-IR"/>
        </w:rPr>
      </w:pPr>
      <w:r w:rsidRPr="003E3506">
        <w:rPr>
          <w:rtl/>
          <w:lang w:bidi="fa-IR"/>
        </w:rPr>
        <w:t>١٥٦٥ - اگر بداند ماه رمضان است و عمدا نيت روزه غير رمضان كند</w:t>
      </w:r>
      <w:r w:rsidR="000C4B14">
        <w:rPr>
          <w:rtl/>
          <w:lang w:bidi="fa-IR"/>
        </w:rPr>
        <w:t>،</w:t>
      </w:r>
      <w:r w:rsidRPr="003E3506">
        <w:rPr>
          <w:rtl/>
          <w:lang w:bidi="fa-IR"/>
        </w:rPr>
        <w:t xml:space="preserve"> روزه اى كه قصد كرده است حساب نمى شود</w:t>
      </w:r>
      <w:r w:rsidR="000C4B14">
        <w:rPr>
          <w:rtl/>
          <w:lang w:bidi="fa-IR"/>
        </w:rPr>
        <w:t>،</w:t>
      </w:r>
      <w:r w:rsidRPr="003E3506">
        <w:rPr>
          <w:rtl/>
          <w:lang w:bidi="fa-IR"/>
        </w:rPr>
        <w:t xml:space="preserve"> و هم چنين روزه ماه رمضان حساب نمى شود</w:t>
      </w:r>
      <w:r w:rsidR="000C4B14">
        <w:rPr>
          <w:rtl/>
          <w:lang w:bidi="fa-IR"/>
        </w:rPr>
        <w:t>،</w:t>
      </w:r>
      <w:r w:rsidRPr="003E3506">
        <w:rPr>
          <w:rtl/>
          <w:lang w:bidi="fa-IR"/>
        </w:rPr>
        <w:t xml:space="preserve"> اگر آن قصد با قصد قربت منافات داشته باشد بلكه اگر منافات هم نداشته باشد</w:t>
      </w:r>
      <w:r w:rsidR="000C4B14">
        <w:rPr>
          <w:rtl/>
          <w:lang w:bidi="fa-IR"/>
        </w:rPr>
        <w:t>،</w:t>
      </w:r>
      <w:r w:rsidRPr="003E3506">
        <w:rPr>
          <w:rtl/>
          <w:lang w:bidi="fa-IR"/>
        </w:rPr>
        <w:t xml:space="preserve"> بنابر احتياط روزه ماه رمضان حساب نمى شود.</w:t>
      </w:r>
    </w:p>
    <w:p w:rsidR="003E3506" w:rsidRPr="003E3506" w:rsidRDefault="003E3506" w:rsidP="003E3506">
      <w:pPr>
        <w:pStyle w:val="libNormal"/>
        <w:rPr>
          <w:lang w:bidi="fa-IR"/>
        </w:rPr>
      </w:pPr>
      <w:r w:rsidRPr="003E3506">
        <w:rPr>
          <w:rtl/>
          <w:lang w:bidi="fa-IR"/>
        </w:rPr>
        <w:t>١٥٦٦ - اگر مثلا به نيت روز اول ماه روزه بگيرد</w:t>
      </w:r>
      <w:r w:rsidR="000C4B14">
        <w:rPr>
          <w:rtl/>
          <w:lang w:bidi="fa-IR"/>
        </w:rPr>
        <w:t>،</w:t>
      </w:r>
      <w:r w:rsidRPr="003E3506">
        <w:rPr>
          <w:rtl/>
          <w:lang w:bidi="fa-IR"/>
        </w:rPr>
        <w:t xml:space="preserve"> بعد بفهمد دوم يا سوم بوده</w:t>
      </w:r>
      <w:r w:rsidR="000C4B14">
        <w:rPr>
          <w:rtl/>
          <w:lang w:bidi="fa-IR"/>
        </w:rPr>
        <w:t>،</w:t>
      </w:r>
      <w:r w:rsidRPr="003E3506">
        <w:rPr>
          <w:rtl/>
          <w:lang w:bidi="fa-IR"/>
        </w:rPr>
        <w:t xml:space="preserve"> روزه او صحيح است</w:t>
      </w:r>
      <w:r w:rsidR="000C4B14">
        <w:rPr>
          <w:rtl/>
          <w:lang w:bidi="fa-IR"/>
        </w:rPr>
        <w:t>.</w:t>
      </w:r>
    </w:p>
    <w:p w:rsidR="003E3506" w:rsidRPr="003E3506" w:rsidRDefault="003E3506" w:rsidP="003E3506">
      <w:pPr>
        <w:pStyle w:val="libNormal"/>
        <w:rPr>
          <w:lang w:bidi="fa-IR"/>
        </w:rPr>
      </w:pPr>
      <w:r w:rsidRPr="003E3506">
        <w:rPr>
          <w:rtl/>
          <w:lang w:bidi="fa-IR"/>
        </w:rPr>
        <w:t>١٥٦٧ - اگر پيش از اذان صبح نيت كند و بيهوش شود و در بين روز به هوش آيد</w:t>
      </w:r>
      <w:r w:rsidR="000C4B14">
        <w:rPr>
          <w:rtl/>
          <w:lang w:bidi="fa-IR"/>
        </w:rPr>
        <w:t>،</w:t>
      </w:r>
      <w:r w:rsidRPr="003E3506">
        <w:rPr>
          <w:rtl/>
          <w:lang w:bidi="fa-IR"/>
        </w:rPr>
        <w:t xml:space="preserve"> بنابر احتياط واجب بايد روزه آن روز را تمام نمايد</w:t>
      </w:r>
      <w:r w:rsidR="000C4B14">
        <w:rPr>
          <w:rtl/>
          <w:lang w:bidi="fa-IR"/>
        </w:rPr>
        <w:t>،</w:t>
      </w:r>
      <w:r w:rsidRPr="003E3506">
        <w:rPr>
          <w:rtl/>
          <w:lang w:bidi="fa-IR"/>
        </w:rPr>
        <w:t xml:space="preserve"> و اگر تمام نكرد قضاى آن را به جا آورد.</w:t>
      </w:r>
    </w:p>
    <w:p w:rsidR="003E3506" w:rsidRPr="003E3506" w:rsidRDefault="003E3506" w:rsidP="003E3506">
      <w:pPr>
        <w:pStyle w:val="libNormal"/>
        <w:rPr>
          <w:lang w:bidi="fa-IR"/>
        </w:rPr>
      </w:pPr>
      <w:r w:rsidRPr="003E3506">
        <w:rPr>
          <w:rtl/>
          <w:lang w:bidi="fa-IR"/>
        </w:rPr>
        <w:t>١٥٦٨ - اگر پيش از اذان صبح نيت كند و مست شود و در بين روز به هوش آيد</w:t>
      </w:r>
      <w:r w:rsidR="000C4B14">
        <w:rPr>
          <w:rtl/>
          <w:lang w:bidi="fa-IR"/>
        </w:rPr>
        <w:t>،</w:t>
      </w:r>
      <w:r w:rsidRPr="003E3506">
        <w:rPr>
          <w:rtl/>
          <w:lang w:bidi="fa-IR"/>
        </w:rPr>
        <w:t xml:space="preserve"> احتياط واجب آن است كه روزه آن روز را تمام كند و قضاى آن را هم به جا آورد. ١٥٦٩ - اگر پيش از اذان صبح نيت كند و بخوابد و بعد از مغرب بيدار شود</w:t>
      </w:r>
      <w:r w:rsidR="000C4B14">
        <w:rPr>
          <w:rtl/>
          <w:lang w:bidi="fa-IR"/>
        </w:rPr>
        <w:t>،</w:t>
      </w:r>
      <w:r w:rsidRPr="003E3506">
        <w:rPr>
          <w:rtl/>
          <w:lang w:bidi="fa-IR"/>
        </w:rPr>
        <w:t xml:space="preserve"> روزه اش صحيح است</w:t>
      </w:r>
      <w:r w:rsidR="000C4B14">
        <w:rPr>
          <w:rtl/>
          <w:lang w:bidi="fa-IR"/>
        </w:rPr>
        <w:t>.</w:t>
      </w:r>
    </w:p>
    <w:p w:rsidR="003E3506" w:rsidRPr="003E3506" w:rsidRDefault="003E3506" w:rsidP="003E3506">
      <w:pPr>
        <w:pStyle w:val="libNormal"/>
        <w:rPr>
          <w:lang w:bidi="fa-IR"/>
        </w:rPr>
      </w:pPr>
      <w:r w:rsidRPr="003E3506">
        <w:rPr>
          <w:rtl/>
          <w:lang w:bidi="fa-IR"/>
        </w:rPr>
        <w:t>١٥٧٠ - اگر نداند يا فراموش كند كه ماه رمضان است و پيش از ظهر ملتفت شود</w:t>
      </w:r>
      <w:r w:rsidR="000C4B14">
        <w:rPr>
          <w:rtl/>
          <w:lang w:bidi="fa-IR"/>
        </w:rPr>
        <w:t>،</w:t>
      </w:r>
      <w:r w:rsidRPr="003E3506">
        <w:rPr>
          <w:rtl/>
          <w:lang w:bidi="fa-IR"/>
        </w:rPr>
        <w:t xml:space="preserve"> چنانچه كارى كه روزه را باطل مى كند انجام داده باشد</w:t>
      </w:r>
      <w:r w:rsidR="000C4B14">
        <w:rPr>
          <w:rtl/>
          <w:lang w:bidi="fa-IR"/>
        </w:rPr>
        <w:t>،</w:t>
      </w:r>
      <w:r w:rsidRPr="003E3506">
        <w:rPr>
          <w:rtl/>
          <w:lang w:bidi="fa-IR"/>
        </w:rPr>
        <w:t xml:space="preserve"> روزه او باطل مى باشد ولى بايد تا مغرب كارى كه روزه را باطل مى كند انجام ندهد</w:t>
      </w:r>
      <w:r w:rsidR="000C4B14">
        <w:rPr>
          <w:rtl/>
          <w:lang w:bidi="fa-IR"/>
        </w:rPr>
        <w:t>،</w:t>
      </w:r>
      <w:r w:rsidRPr="003E3506">
        <w:rPr>
          <w:rtl/>
          <w:lang w:bidi="fa-IR"/>
        </w:rPr>
        <w:t xml:space="preserve"> و بعد از رمضان هم آن روزه را قضا نمايد</w:t>
      </w:r>
      <w:r w:rsidR="000C4B14">
        <w:rPr>
          <w:rtl/>
          <w:lang w:bidi="fa-IR"/>
        </w:rPr>
        <w:t>،</w:t>
      </w:r>
      <w:r w:rsidRPr="003E3506">
        <w:rPr>
          <w:rtl/>
          <w:lang w:bidi="fa-IR"/>
        </w:rPr>
        <w:t xml:space="preserve"> و هم چنين است بنابر احتياط اگر بعد از ظهر ملتفت شود كه ماه رمضان است</w:t>
      </w:r>
      <w:r w:rsidR="000C4B14">
        <w:rPr>
          <w:rtl/>
          <w:lang w:bidi="fa-IR"/>
        </w:rPr>
        <w:t>،</w:t>
      </w:r>
      <w:r w:rsidRPr="003E3506">
        <w:rPr>
          <w:rtl/>
          <w:lang w:bidi="fa-IR"/>
        </w:rPr>
        <w:t xml:space="preserve"> و اما اگر پيش از ظهر ملتفت شود</w:t>
      </w:r>
      <w:r w:rsidR="000C4B14">
        <w:rPr>
          <w:rtl/>
          <w:lang w:bidi="fa-IR"/>
        </w:rPr>
        <w:t>،</w:t>
      </w:r>
      <w:r w:rsidRPr="003E3506">
        <w:rPr>
          <w:rtl/>
          <w:lang w:bidi="fa-IR"/>
        </w:rPr>
        <w:t xml:space="preserve"> و كارى كه روزه را باطل مى كند انجام نداده باشد روزه اش صحيح است</w:t>
      </w:r>
      <w:r w:rsidR="000C4B14">
        <w:rPr>
          <w:rtl/>
          <w:lang w:bidi="fa-IR"/>
        </w:rPr>
        <w:t>.</w:t>
      </w:r>
    </w:p>
    <w:p w:rsidR="003E3506" w:rsidRPr="003E3506" w:rsidRDefault="003E3506" w:rsidP="003E3506">
      <w:pPr>
        <w:pStyle w:val="libNormal"/>
        <w:rPr>
          <w:lang w:bidi="fa-IR"/>
        </w:rPr>
      </w:pPr>
      <w:r w:rsidRPr="003E3506">
        <w:rPr>
          <w:rtl/>
          <w:lang w:bidi="fa-IR"/>
        </w:rPr>
        <w:t>١٥٧١ - اگر بچه پيش از اذان صبح ماه رمضان بالغ شود</w:t>
      </w:r>
      <w:r w:rsidR="000C4B14">
        <w:rPr>
          <w:rtl/>
          <w:lang w:bidi="fa-IR"/>
        </w:rPr>
        <w:t>،</w:t>
      </w:r>
      <w:r w:rsidRPr="003E3506">
        <w:rPr>
          <w:rtl/>
          <w:lang w:bidi="fa-IR"/>
        </w:rPr>
        <w:t xml:space="preserve"> بايد روزه بگيرد و اگر بعد از اذان بالغ شود</w:t>
      </w:r>
      <w:r w:rsidR="000C4B14">
        <w:rPr>
          <w:rtl/>
          <w:lang w:bidi="fa-IR"/>
        </w:rPr>
        <w:t>،</w:t>
      </w:r>
      <w:r w:rsidRPr="003E3506">
        <w:rPr>
          <w:rtl/>
          <w:lang w:bidi="fa-IR"/>
        </w:rPr>
        <w:t xml:space="preserve"> روزه آن روز بر او واجب نيست</w:t>
      </w:r>
      <w:r w:rsidR="000C4B14">
        <w:rPr>
          <w:rtl/>
          <w:lang w:bidi="fa-IR"/>
        </w:rPr>
        <w:t>،</w:t>
      </w:r>
      <w:r w:rsidRPr="003E3506">
        <w:rPr>
          <w:rtl/>
          <w:lang w:bidi="fa-IR"/>
        </w:rPr>
        <w:t xml:space="preserve"> مگر آن كه قصد روزه مستحبى كرده باشد كه اتمام روزه آن روز بنابر احتياط در اين صورت لازم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١٥٧٢ - كسى كه براى به جا آوردن روزه ميتى اجير شده</w:t>
      </w:r>
      <w:r w:rsidR="000C4B14">
        <w:rPr>
          <w:rtl/>
          <w:lang w:bidi="fa-IR"/>
        </w:rPr>
        <w:t>،</w:t>
      </w:r>
      <w:r w:rsidRPr="003E3506">
        <w:rPr>
          <w:rtl/>
          <w:lang w:bidi="fa-IR"/>
        </w:rPr>
        <w:t xml:space="preserve"> يا روزه كفار دارد</w:t>
      </w:r>
      <w:r w:rsidR="000C4B14">
        <w:rPr>
          <w:rtl/>
          <w:lang w:bidi="fa-IR"/>
        </w:rPr>
        <w:t>،</w:t>
      </w:r>
      <w:r w:rsidRPr="003E3506">
        <w:rPr>
          <w:rtl/>
          <w:lang w:bidi="fa-IR"/>
        </w:rPr>
        <w:t xml:space="preserve"> اگر روزه مستحبى بگيرد اشكال ندارد</w:t>
      </w:r>
      <w:r w:rsidR="000C4B14">
        <w:rPr>
          <w:rtl/>
          <w:lang w:bidi="fa-IR"/>
        </w:rPr>
        <w:t>،</w:t>
      </w:r>
      <w:r w:rsidRPr="003E3506">
        <w:rPr>
          <w:rtl/>
          <w:lang w:bidi="fa-IR"/>
        </w:rPr>
        <w:t xml:space="preserve"> ولى كسى كه روزه قضا دارد نمى تواند روزه مستحبى بگيرد و چنانچه فراموش كند و روزه مستحب بگيرد</w:t>
      </w:r>
      <w:r w:rsidR="000C4B14">
        <w:rPr>
          <w:rtl/>
          <w:lang w:bidi="fa-IR"/>
        </w:rPr>
        <w:t>،</w:t>
      </w:r>
      <w:r w:rsidRPr="003E3506">
        <w:rPr>
          <w:rtl/>
          <w:lang w:bidi="fa-IR"/>
        </w:rPr>
        <w:t xml:space="preserve"> در صورتى كه پيش از ظهر يادش بيايد</w:t>
      </w:r>
      <w:r w:rsidR="000C4B14">
        <w:rPr>
          <w:rtl/>
          <w:lang w:bidi="fa-IR"/>
        </w:rPr>
        <w:t>،</w:t>
      </w:r>
      <w:r w:rsidRPr="003E3506">
        <w:rPr>
          <w:rtl/>
          <w:lang w:bidi="fa-IR"/>
        </w:rPr>
        <w:t xml:space="preserve"> روزه مستحبى او به هم مى خورد و مى تواند نيت خود را به روزه قضا برگرداند</w:t>
      </w:r>
      <w:r w:rsidR="000C4B14">
        <w:rPr>
          <w:rtl/>
          <w:lang w:bidi="fa-IR"/>
        </w:rPr>
        <w:t>،</w:t>
      </w:r>
      <w:r w:rsidRPr="003E3506">
        <w:rPr>
          <w:rtl/>
          <w:lang w:bidi="fa-IR"/>
        </w:rPr>
        <w:t xml:space="preserve"> و اگر بعد از ظهر ملتفت شود</w:t>
      </w:r>
      <w:r w:rsidR="000C4B14">
        <w:rPr>
          <w:rtl/>
          <w:lang w:bidi="fa-IR"/>
        </w:rPr>
        <w:t>،</w:t>
      </w:r>
      <w:r w:rsidRPr="003E3506">
        <w:rPr>
          <w:rtl/>
          <w:lang w:bidi="fa-IR"/>
        </w:rPr>
        <w:t xml:space="preserve"> روزه او بنابر احتياط باطل است</w:t>
      </w:r>
      <w:r w:rsidR="000C4B14">
        <w:rPr>
          <w:rtl/>
          <w:lang w:bidi="fa-IR"/>
        </w:rPr>
        <w:t>،</w:t>
      </w:r>
      <w:r w:rsidRPr="003E3506">
        <w:rPr>
          <w:rtl/>
          <w:lang w:bidi="fa-IR"/>
        </w:rPr>
        <w:t xml:space="preserve"> و اگر بعد از مغرب يادش بيايد</w:t>
      </w:r>
      <w:r w:rsidR="000C4B14">
        <w:rPr>
          <w:rtl/>
          <w:lang w:bidi="fa-IR"/>
        </w:rPr>
        <w:t>،</w:t>
      </w:r>
      <w:r w:rsidRPr="003E3506">
        <w:rPr>
          <w:rtl/>
          <w:lang w:bidi="fa-IR"/>
        </w:rPr>
        <w:t xml:space="preserve"> صحت روزه اش خالى از اشكال نيست</w:t>
      </w:r>
      <w:r w:rsidR="000C4B14">
        <w:rPr>
          <w:rtl/>
          <w:lang w:bidi="fa-IR"/>
        </w:rPr>
        <w:t>.</w:t>
      </w:r>
    </w:p>
    <w:p w:rsidR="003E3506" w:rsidRPr="003E3506" w:rsidRDefault="003E3506" w:rsidP="003E3506">
      <w:pPr>
        <w:pStyle w:val="libNormal"/>
        <w:rPr>
          <w:lang w:bidi="fa-IR"/>
        </w:rPr>
      </w:pPr>
      <w:r w:rsidRPr="003E3506">
        <w:rPr>
          <w:rtl/>
          <w:lang w:bidi="fa-IR"/>
        </w:rPr>
        <w:t>١٥٧٣ - اگر غير از روزه ماه رمضان روزه معين ديگرى بر انسان واجب باشد</w:t>
      </w:r>
      <w:r w:rsidR="000C4B14">
        <w:rPr>
          <w:rtl/>
          <w:lang w:bidi="fa-IR"/>
        </w:rPr>
        <w:t>،</w:t>
      </w:r>
      <w:r w:rsidRPr="003E3506">
        <w:rPr>
          <w:rtl/>
          <w:lang w:bidi="fa-IR"/>
        </w:rPr>
        <w:t xml:space="preserve"> مثلا نذر كرده باشد كه روز معينى را روزه بگيرد</w:t>
      </w:r>
      <w:r w:rsidR="000C4B14">
        <w:rPr>
          <w:rtl/>
          <w:lang w:bidi="fa-IR"/>
        </w:rPr>
        <w:t>،</w:t>
      </w:r>
      <w:r w:rsidRPr="003E3506">
        <w:rPr>
          <w:rtl/>
          <w:lang w:bidi="fa-IR"/>
        </w:rPr>
        <w:t xml:space="preserve"> چنانچه عمدا تا اذان صبح نيت نكند</w:t>
      </w:r>
      <w:r w:rsidR="000C4B14">
        <w:rPr>
          <w:rtl/>
          <w:lang w:bidi="fa-IR"/>
        </w:rPr>
        <w:t>،</w:t>
      </w:r>
      <w:r w:rsidRPr="003E3506">
        <w:rPr>
          <w:rtl/>
          <w:lang w:bidi="fa-IR"/>
        </w:rPr>
        <w:t xml:space="preserve"> روزه اش باطل است</w:t>
      </w:r>
      <w:r w:rsidR="000C4B14">
        <w:rPr>
          <w:rtl/>
          <w:lang w:bidi="fa-IR"/>
        </w:rPr>
        <w:t>،</w:t>
      </w:r>
      <w:r w:rsidRPr="003E3506">
        <w:rPr>
          <w:rtl/>
          <w:lang w:bidi="fa-IR"/>
        </w:rPr>
        <w:t xml:space="preserve"> و اگر نداند كه روزه آن روز بر او واجب است</w:t>
      </w:r>
      <w:r w:rsidR="000C4B14">
        <w:rPr>
          <w:rtl/>
          <w:lang w:bidi="fa-IR"/>
        </w:rPr>
        <w:t>،</w:t>
      </w:r>
      <w:r w:rsidRPr="003E3506">
        <w:rPr>
          <w:rtl/>
          <w:lang w:bidi="fa-IR"/>
        </w:rPr>
        <w:t xml:space="preserve"> يا فراموش كند و پيش از ظهر يادش بيايد</w:t>
      </w:r>
      <w:r w:rsidR="000C4B14">
        <w:rPr>
          <w:rtl/>
          <w:lang w:bidi="fa-IR"/>
        </w:rPr>
        <w:t>،</w:t>
      </w:r>
      <w:r w:rsidRPr="003E3506">
        <w:rPr>
          <w:rtl/>
          <w:lang w:bidi="fa-IR"/>
        </w:rPr>
        <w:t xml:space="preserve"> چنانچه كارى كه روزه را باطل مى كند</w:t>
      </w:r>
      <w:r w:rsidR="000C4B14">
        <w:rPr>
          <w:rtl/>
          <w:lang w:bidi="fa-IR"/>
        </w:rPr>
        <w:t>،</w:t>
      </w:r>
      <w:r w:rsidRPr="003E3506">
        <w:rPr>
          <w:rtl/>
          <w:lang w:bidi="fa-IR"/>
        </w:rPr>
        <w:t xml:space="preserve"> انجام نداده باشد و نيت كند</w:t>
      </w:r>
      <w:r w:rsidR="000C4B14">
        <w:rPr>
          <w:rtl/>
          <w:lang w:bidi="fa-IR"/>
        </w:rPr>
        <w:t>،</w:t>
      </w:r>
      <w:r w:rsidRPr="003E3506">
        <w:rPr>
          <w:rtl/>
          <w:lang w:bidi="fa-IR"/>
        </w:rPr>
        <w:t xml:space="preserve"> روزه او صحيح</w:t>
      </w:r>
      <w:r w:rsidR="000C4B14">
        <w:rPr>
          <w:rtl/>
          <w:lang w:bidi="fa-IR"/>
        </w:rPr>
        <w:t>،</w:t>
      </w:r>
      <w:r w:rsidRPr="003E3506">
        <w:rPr>
          <w:rtl/>
          <w:lang w:bidi="fa-IR"/>
        </w:rPr>
        <w:t xml:space="preserve"> و اگر بعد از ظهر يادش بيايد احتياطى را كه در روزه ماه رمضان گفته شد</w:t>
      </w:r>
      <w:r w:rsidR="000C4B14">
        <w:rPr>
          <w:rtl/>
          <w:lang w:bidi="fa-IR"/>
        </w:rPr>
        <w:t>،</w:t>
      </w:r>
      <w:r w:rsidRPr="003E3506">
        <w:rPr>
          <w:rtl/>
          <w:lang w:bidi="fa-IR"/>
        </w:rPr>
        <w:t xml:space="preserve"> مراعات نمايد.</w:t>
      </w:r>
    </w:p>
    <w:p w:rsidR="003E3506" w:rsidRPr="003E3506" w:rsidRDefault="003E3506" w:rsidP="003E3506">
      <w:pPr>
        <w:pStyle w:val="libNormal"/>
        <w:rPr>
          <w:lang w:bidi="fa-IR"/>
        </w:rPr>
      </w:pPr>
      <w:r w:rsidRPr="003E3506">
        <w:rPr>
          <w:rtl/>
          <w:lang w:bidi="fa-IR"/>
        </w:rPr>
        <w:t>١٥٧٤ - اگر براى روزه واجب غير معينى مثل روزه كفاره عمدا تا نزديك ظهر نيت نكند اشكال ندارد</w:t>
      </w:r>
      <w:r w:rsidR="000C4B14">
        <w:rPr>
          <w:rtl/>
          <w:lang w:bidi="fa-IR"/>
        </w:rPr>
        <w:t>،</w:t>
      </w:r>
      <w:r w:rsidRPr="003E3506">
        <w:rPr>
          <w:rtl/>
          <w:lang w:bidi="fa-IR"/>
        </w:rPr>
        <w:t xml:space="preserve"> بلكه اگر پيش از نيت تصميم داشته باشد كه روزه نگيرد</w:t>
      </w:r>
      <w:r w:rsidR="000C4B14">
        <w:rPr>
          <w:rtl/>
          <w:lang w:bidi="fa-IR"/>
        </w:rPr>
        <w:t>،</w:t>
      </w:r>
      <w:r w:rsidRPr="003E3506">
        <w:rPr>
          <w:rtl/>
          <w:lang w:bidi="fa-IR"/>
        </w:rPr>
        <w:t xml:space="preserve"> يا ترديد داشته باشد كه بگيرد يا نه</w:t>
      </w:r>
      <w:r w:rsidR="000C4B14">
        <w:rPr>
          <w:rtl/>
          <w:lang w:bidi="fa-IR"/>
        </w:rPr>
        <w:t>،</w:t>
      </w:r>
      <w:r w:rsidRPr="003E3506">
        <w:rPr>
          <w:rtl/>
          <w:lang w:bidi="fa-IR"/>
        </w:rPr>
        <w:t xml:space="preserve"> چنانچه كارى كه روزه را باطل مى كند انجام نداده باشد و پيش از ظهر نيت كند</w:t>
      </w:r>
      <w:r w:rsidR="000C4B14">
        <w:rPr>
          <w:rtl/>
          <w:lang w:bidi="fa-IR"/>
        </w:rPr>
        <w:t>،</w:t>
      </w:r>
      <w:r w:rsidRPr="003E3506">
        <w:rPr>
          <w:rtl/>
          <w:lang w:bidi="fa-IR"/>
        </w:rPr>
        <w:t xml:space="preserve"> روزه او صحيح است</w:t>
      </w:r>
      <w:r w:rsidR="000C4B14">
        <w:rPr>
          <w:rtl/>
          <w:lang w:bidi="fa-IR"/>
        </w:rPr>
        <w:t>.</w:t>
      </w:r>
    </w:p>
    <w:p w:rsidR="003E3506" w:rsidRPr="003E3506" w:rsidRDefault="003E3506" w:rsidP="003E3506">
      <w:pPr>
        <w:pStyle w:val="libNormal"/>
        <w:rPr>
          <w:lang w:bidi="fa-IR"/>
        </w:rPr>
      </w:pPr>
      <w:r w:rsidRPr="003E3506">
        <w:rPr>
          <w:rtl/>
          <w:lang w:bidi="fa-IR"/>
        </w:rPr>
        <w:t>١٥٧٥ - اگر در ماه رمضان</w:t>
      </w:r>
      <w:r w:rsidR="000C4B14">
        <w:rPr>
          <w:rtl/>
          <w:lang w:bidi="fa-IR"/>
        </w:rPr>
        <w:t>،</w:t>
      </w:r>
      <w:r w:rsidRPr="003E3506">
        <w:rPr>
          <w:rtl/>
          <w:lang w:bidi="fa-IR"/>
        </w:rPr>
        <w:t xml:space="preserve"> پيش از ظهر كافر مسلمان شود</w:t>
      </w:r>
      <w:r w:rsidR="000C4B14">
        <w:rPr>
          <w:rtl/>
          <w:lang w:bidi="fa-IR"/>
        </w:rPr>
        <w:t>،</w:t>
      </w:r>
      <w:r w:rsidRPr="003E3506">
        <w:rPr>
          <w:rtl/>
          <w:lang w:bidi="fa-IR"/>
        </w:rPr>
        <w:t xml:space="preserve"> و از اذان صبح تا آن وقت كارى كه روزه را باطل مى كند انجام نداده باشد</w:t>
      </w:r>
      <w:r w:rsidR="000C4B14">
        <w:rPr>
          <w:rtl/>
          <w:lang w:bidi="fa-IR"/>
        </w:rPr>
        <w:t>،</w:t>
      </w:r>
      <w:r w:rsidRPr="003E3506">
        <w:rPr>
          <w:rtl/>
          <w:lang w:bidi="fa-IR"/>
        </w:rPr>
        <w:t xml:space="preserve"> بنابر احتياط واجب بايد نيت روزه كند و روزه را تمام نمايد و اگر آن روز را روزه نگيرد</w:t>
      </w:r>
      <w:r w:rsidR="000C4B14">
        <w:rPr>
          <w:rtl/>
          <w:lang w:bidi="fa-IR"/>
        </w:rPr>
        <w:t>،</w:t>
      </w:r>
      <w:r w:rsidRPr="003E3506">
        <w:rPr>
          <w:rtl/>
          <w:lang w:bidi="fa-IR"/>
        </w:rPr>
        <w:t xml:space="preserve"> قضاى آن را بجا آورد.</w:t>
      </w:r>
    </w:p>
    <w:p w:rsidR="003E3506" w:rsidRPr="003E3506" w:rsidRDefault="003E3506" w:rsidP="003E3506">
      <w:pPr>
        <w:pStyle w:val="libNormal"/>
        <w:rPr>
          <w:lang w:bidi="fa-IR"/>
        </w:rPr>
      </w:pPr>
      <w:r w:rsidRPr="003E3506">
        <w:rPr>
          <w:rtl/>
          <w:lang w:bidi="fa-IR"/>
        </w:rPr>
        <w:t>١٥٧٦ - اگر در وسط روز ماه رمضان پيش از ظهر مريض خوب شود</w:t>
      </w:r>
      <w:r w:rsidR="000C4B14">
        <w:rPr>
          <w:rtl/>
          <w:lang w:bidi="fa-IR"/>
        </w:rPr>
        <w:t>،</w:t>
      </w:r>
      <w:r w:rsidRPr="003E3506">
        <w:rPr>
          <w:rtl/>
          <w:lang w:bidi="fa-IR"/>
        </w:rPr>
        <w:t xml:space="preserve"> و تا آن وقت كارى كه روزه را باطل مى كند انجام نداده باشد بايد نيت روزه كند و آن روز را روزه بگيرد و چنانچه بعد از ظهر خوب شود روزه آن روز بر او واجب نيست</w:t>
      </w:r>
      <w:r w:rsidR="000C4B14">
        <w:rPr>
          <w:rtl/>
          <w:lang w:bidi="fa-IR"/>
        </w:rPr>
        <w:t>.</w:t>
      </w:r>
    </w:p>
    <w:p w:rsidR="003E3506" w:rsidRPr="003E3506" w:rsidRDefault="003E3506" w:rsidP="003E3506">
      <w:pPr>
        <w:pStyle w:val="libNormal"/>
        <w:rPr>
          <w:lang w:bidi="fa-IR"/>
        </w:rPr>
      </w:pPr>
      <w:r w:rsidRPr="003E3506">
        <w:rPr>
          <w:rtl/>
          <w:lang w:bidi="fa-IR"/>
        </w:rPr>
        <w:lastRenderedPageBreak/>
        <w:t>١٥٧٧ - روزى را كه انسان شك دارد آخر شعبان است يا اول رمضان واجب نيست روزه بگيرد</w:t>
      </w:r>
      <w:r w:rsidR="000C4B14">
        <w:rPr>
          <w:rtl/>
          <w:lang w:bidi="fa-IR"/>
        </w:rPr>
        <w:t>،</w:t>
      </w:r>
      <w:r w:rsidRPr="003E3506">
        <w:rPr>
          <w:rtl/>
          <w:lang w:bidi="fa-IR"/>
        </w:rPr>
        <w:t xml:space="preserve"> و اگر بخواهد روزه بگيرد</w:t>
      </w:r>
      <w:r w:rsidR="000C4B14">
        <w:rPr>
          <w:rtl/>
          <w:lang w:bidi="fa-IR"/>
        </w:rPr>
        <w:t>،</w:t>
      </w:r>
      <w:r w:rsidRPr="003E3506">
        <w:rPr>
          <w:rtl/>
          <w:lang w:bidi="fa-IR"/>
        </w:rPr>
        <w:t xml:space="preserve"> نمى تواند نيت روزه رمضان كند</w:t>
      </w:r>
      <w:r w:rsidR="000C4B14">
        <w:rPr>
          <w:rtl/>
          <w:lang w:bidi="fa-IR"/>
        </w:rPr>
        <w:t>،</w:t>
      </w:r>
      <w:r w:rsidRPr="003E3506">
        <w:rPr>
          <w:rtl/>
          <w:lang w:bidi="fa-IR"/>
        </w:rPr>
        <w:t xml:space="preserve"> ولى اگر نيت كند كه اگر رمضان است روزه رمضان و اگر رمضان نيست روزه قضا يا مانند آن باشد</w:t>
      </w:r>
      <w:r w:rsidR="000C4B14">
        <w:rPr>
          <w:rtl/>
          <w:lang w:bidi="fa-IR"/>
        </w:rPr>
        <w:t>،</w:t>
      </w:r>
      <w:r w:rsidRPr="003E3506">
        <w:rPr>
          <w:rtl/>
          <w:lang w:bidi="fa-IR"/>
        </w:rPr>
        <w:t xml:space="preserve"> صحت روزه اش بعيد نيست ولى بهتر آن است كه نيت روزه قضا و مانند آن بنمايد و چنانچه بعد معلوم شود رمضان بوده</w:t>
      </w:r>
      <w:r w:rsidR="000C4B14">
        <w:rPr>
          <w:rtl/>
          <w:lang w:bidi="fa-IR"/>
        </w:rPr>
        <w:t>،</w:t>
      </w:r>
      <w:r w:rsidRPr="003E3506">
        <w:rPr>
          <w:rtl/>
          <w:lang w:bidi="fa-IR"/>
        </w:rPr>
        <w:t xml:space="preserve"> از رمضان حساب مى شود</w:t>
      </w:r>
      <w:r w:rsidR="000C4B14">
        <w:rPr>
          <w:rtl/>
          <w:lang w:bidi="fa-IR"/>
        </w:rPr>
        <w:t>،</w:t>
      </w:r>
      <w:r w:rsidRPr="003E3506">
        <w:rPr>
          <w:rtl/>
          <w:lang w:bidi="fa-IR"/>
        </w:rPr>
        <w:t xml:space="preserve"> و اگر قصد طبيعى روزه را كند و بعد معلوم شود رمضان بوده</w:t>
      </w:r>
      <w:r w:rsidR="000C4B14">
        <w:rPr>
          <w:rtl/>
          <w:lang w:bidi="fa-IR"/>
        </w:rPr>
        <w:t>،</w:t>
      </w:r>
      <w:r w:rsidRPr="003E3506">
        <w:rPr>
          <w:rtl/>
          <w:lang w:bidi="fa-IR"/>
        </w:rPr>
        <w:t xml:space="preserve"> نيز كافى است</w:t>
      </w:r>
      <w:r w:rsidR="000C4B14">
        <w:rPr>
          <w:rtl/>
          <w:lang w:bidi="fa-IR"/>
        </w:rPr>
        <w:t>.</w:t>
      </w:r>
    </w:p>
    <w:p w:rsidR="003E3506" w:rsidRPr="003E3506" w:rsidRDefault="003E3506" w:rsidP="003E3506">
      <w:pPr>
        <w:pStyle w:val="libNormal"/>
        <w:rPr>
          <w:lang w:bidi="fa-IR"/>
        </w:rPr>
      </w:pPr>
      <w:r w:rsidRPr="003E3506">
        <w:rPr>
          <w:rtl/>
          <w:lang w:bidi="fa-IR"/>
        </w:rPr>
        <w:t>١٥٧٨ - اگر روزى را كه شك دارد آخر شعبان است يا اول رمضان به نيت روزه قضا يا روزه مستحبى و مانند آن روزه بگيرد و در بين روز بفهمد كه ماه رمضان است بايد نيت روزه ماه رمضان كند.</w:t>
      </w:r>
    </w:p>
    <w:p w:rsidR="003E3506" w:rsidRPr="003E3506" w:rsidRDefault="003E3506" w:rsidP="003E3506">
      <w:pPr>
        <w:pStyle w:val="libNormal"/>
        <w:rPr>
          <w:lang w:bidi="fa-IR"/>
        </w:rPr>
      </w:pPr>
      <w:r w:rsidRPr="003E3506">
        <w:rPr>
          <w:rtl/>
          <w:lang w:bidi="fa-IR"/>
        </w:rPr>
        <w:t>١٥٧٩ - اگر در روزه واجب معينى مثل روزه رمضان مردد شود كه روزه خود را باطل كند يا نه</w:t>
      </w:r>
      <w:r w:rsidR="000C4B14">
        <w:rPr>
          <w:rtl/>
          <w:lang w:bidi="fa-IR"/>
        </w:rPr>
        <w:t>،</w:t>
      </w:r>
      <w:r w:rsidRPr="003E3506">
        <w:rPr>
          <w:rtl/>
          <w:lang w:bidi="fa-IR"/>
        </w:rPr>
        <w:t xml:space="preserve"> يا قصد كند كه روزه را باطل كند</w:t>
      </w:r>
      <w:r w:rsidR="000C4B14">
        <w:rPr>
          <w:rtl/>
          <w:lang w:bidi="fa-IR"/>
        </w:rPr>
        <w:t>،</w:t>
      </w:r>
      <w:r w:rsidRPr="003E3506">
        <w:rPr>
          <w:rtl/>
          <w:lang w:bidi="fa-IR"/>
        </w:rPr>
        <w:t xml:space="preserve"> روزه اش بنابر احتياط باطل مى شود</w:t>
      </w:r>
      <w:r w:rsidR="000C4B14">
        <w:rPr>
          <w:rtl/>
          <w:lang w:bidi="fa-IR"/>
        </w:rPr>
        <w:t>،</w:t>
      </w:r>
      <w:r w:rsidRPr="003E3506">
        <w:rPr>
          <w:rtl/>
          <w:lang w:bidi="fa-IR"/>
        </w:rPr>
        <w:t xml:space="preserve"> اگر چه از قصدى كه كرده برگردد</w:t>
      </w:r>
      <w:r w:rsidR="000C4B14">
        <w:rPr>
          <w:rtl/>
          <w:lang w:bidi="fa-IR"/>
        </w:rPr>
        <w:t>،</w:t>
      </w:r>
      <w:r w:rsidRPr="003E3506">
        <w:rPr>
          <w:rtl/>
          <w:lang w:bidi="fa-IR"/>
        </w:rPr>
        <w:t xml:space="preserve"> و كارى هم كه روزه را باطل مى كند انجام ندهد.</w:t>
      </w:r>
    </w:p>
    <w:p w:rsidR="003E3506" w:rsidRPr="003E3506" w:rsidRDefault="003E3506" w:rsidP="003E3506">
      <w:pPr>
        <w:pStyle w:val="libNormal"/>
        <w:rPr>
          <w:lang w:bidi="fa-IR"/>
        </w:rPr>
      </w:pPr>
      <w:r w:rsidRPr="003E3506">
        <w:rPr>
          <w:rtl/>
          <w:lang w:bidi="fa-IR"/>
        </w:rPr>
        <w:t>١٥٨٠ - در روزه مستحب و روزه واجبى كه وقت آن معين نيست مثل روزه كفاره</w:t>
      </w:r>
      <w:r w:rsidR="000C4B14">
        <w:rPr>
          <w:rtl/>
          <w:lang w:bidi="fa-IR"/>
        </w:rPr>
        <w:t>،</w:t>
      </w:r>
      <w:r w:rsidRPr="003E3506">
        <w:rPr>
          <w:rtl/>
          <w:lang w:bidi="fa-IR"/>
        </w:rPr>
        <w:t xml:space="preserve"> اگر قصد كند كارى كه روزه را باطل مى كند انجام دهد يا مردد شود كه به جا آورد يا نه</w:t>
      </w:r>
      <w:r w:rsidR="000C4B14">
        <w:rPr>
          <w:rtl/>
          <w:lang w:bidi="fa-IR"/>
        </w:rPr>
        <w:t>،</w:t>
      </w:r>
      <w:r w:rsidRPr="003E3506">
        <w:rPr>
          <w:rtl/>
          <w:lang w:bidi="fa-IR"/>
        </w:rPr>
        <w:t xml:space="preserve"> چنانچه به جا نياورد و در روزه واجب پيش از ظهر و در روزه مستحب پيش از غروب دوباره نيت روزه كند</w:t>
      </w:r>
      <w:r w:rsidR="000C4B14">
        <w:rPr>
          <w:rtl/>
          <w:lang w:bidi="fa-IR"/>
        </w:rPr>
        <w:t>،</w:t>
      </w:r>
      <w:r w:rsidRPr="003E3506">
        <w:rPr>
          <w:rtl/>
          <w:lang w:bidi="fa-IR"/>
        </w:rPr>
        <w:t xml:space="preserve"> روزه او صحيح است</w:t>
      </w:r>
      <w:r w:rsidR="000C4B14">
        <w:rPr>
          <w:rtl/>
          <w:lang w:bidi="fa-IR"/>
        </w:rPr>
        <w:t>.</w:t>
      </w:r>
    </w:p>
    <w:p w:rsidR="003E3506" w:rsidRDefault="00605FAB" w:rsidP="00D24DBC">
      <w:pPr>
        <w:pStyle w:val="Heading3"/>
        <w:rPr>
          <w:rtl/>
          <w:lang w:bidi="fa-IR"/>
        </w:rPr>
      </w:pPr>
      <w:bookmarkStart w:id="172" w:name="_Toc24454595"/>
      <w:r>
        <w:rPr>
          <w:rtl/>
          <w:lang w:bidi="fa-IR"/>
        </w:rPr>
        <w:t>(</w:t>
      </w:r>
      <w:r w:rsidR="003E3506" w:rsidRPr="003E3506">
        <w:rPr>
          <w:rtl/>
          <w:lang w:bidi="fa-IR"/>
        </w:rPr>
        <w:t>چيزهايى كه روزه را باطل مى كند</w:t>
      </w:r>
      <w:r>
        <w:rPr>
          <w:rtl/>
          <w:lang w:bidi="fa-IR"/>
        </w:rPr>
        <w:t>)</w:t>
      </w:r>
      <w:bookmarkEnd w:id="172"/>
    </w:p>
    <w:p w:rsidR="00D24DBC" w:rsidRDefault="003E3506" w:rsidP="003E3506">
      <w:pPr>
        <w:pStyle w:val="libNormal"/>
        <w:rPr>
          <w:rtl/>
          <w:lang w:bidi="fa-IR"/>
        </w:rPr>
      </w:pPr>
      <w:r w:rsidRPr="003E3506">
        <w:rPr>
          <w:rtl/>
          <w:lang w:bidi="fa-IR"/>
        </w:rPr>
        <w:t>١٥٨١ - چند چيز روزه را باطل مى كند</w:t>
      </w:r>
      <w:r w:rsidR="00553569">
        <w:rPr>
          <w:rtl/>
          <w:lang w:bidi="fa-IR"/>
        </w:rPr>
        <w:t>:</w:t>
      </w:r>
    </w:p>
    <w:p w:rsidR="003E3506" w:rsidRPr="003E3506" w:rsidRDefault="003E3506" w:rsidP="003E3506">
      <w:pPr>
        <w:pStyle w:val="libNormal"/>
        <w:rPr>
          <w:lang w:bidi="fa-IR"/>
        </w:rPr>
      </w:pPr>
      <w:r w:rsidRPr="003E3506">
        <w:rPr>
          <w:rtl/>
          <w:lang w:bidi="fa-IR"/>
        </w:rPr>
        <w:t>اول خوردن و آشاميدن</w:t>
      </w:r>
      <w:r w:rsidR="000C4B14">
        <w:rPr>
          <w:rtl/>
          <w:lang w:bidi="fa-IR"/>
        </w:rPr>
        <w:t>.</w:t>
      </w:r>
    </w:p>
    <w:p w:rsidR="003E3506" w:rsidRPr="003E3506" w:rsidRDefault="003E3506" w:rsidP="003E3506">
      <w:pPr>
        <w:pStyle w:val="libNormal"/>
        <w:rPr>
          <w:lang w:bidi="fa-IR"/>
        </w:rPr>
      </w:pPr>
      <w:r w:rsidRPr="003E3506">
        <w:rPr>
          <w:rtl/>
          <w:lang w:bidi="fa-IR"/>
        </w:rPr>
        <w:t>دوم جماع</w:t>
      </w:r>
      <w:r w:rsidR="000C4B14">
        <w:rPr>
          <w:rtl/>
          <w:lang w:bidi="fa-IR"/>
        </w:rPr>
        <w:t>.</w:t>
      </w:r>
    </w:p>
    <w:p w:rsidR="003E3506" w:rsidRPr="003E3506" w:rsidRDefault="003E3506" w:rsidP="003E3506">
      <w:pPr>
        <w:pStyle w:val="libNormal"/>
        <w:rPr>
          <w:lang w:bidi="fa-IR"/>
        </w:rPr>
      </w:pPr>
      <w:r w:rsidRPr="003E3506">
        <w:rPr>
          <w:rtl/>
          <w:lang w:bidi="fa-IR"/>
        </w:rPr>
        <w:t>سوم استمناء و استمناء آن است كه انسان با خود يا ديگرى غير از جماع كارى كند كه منى از او بيرون آيد.</w:t>
      </w:r>
    </w:p>
    <w:p w:rsidR="003E3506" w:rsidRPr="003E3506" w:rsidRDefault="003E3506" w:rsidP="003E3506">
      <w:pPr>
        <w:pStyle w:val="libNormal"/>
        <w:rPr>
          <w:lang w:bidi="fa-IR"/>
        </w:rPr>
      </w:pPr>
      <w:r w:rsidRPr="003E3506">
        <w:rPr>
          <w:rtl/>
          <w:lang w:bidi="fa-IR"/>
        </w:rPr>
        <w:lastRenderedPageBreak/>
        <w:t xml:space="preserve">چهارم دروغ بستن به خدا و پيغمبر و جانشينان پيغمبر </w:t>
      </w:r>
      <w:r w:rsidR="001B16BC" w:rsidRPr="001B16BC">
        <w:rPr>
          <w:rStyle w:val="libAlaemChar"/>
          <w:rtl/>
        </w:rPr>
        <w:t>عليهم‌السلام</w:t>
      </w:r>
      <w:r w:rsidR="000C4B14">
        <w:rPr>
          <w:rtl/>
          <w:lang w:bidi="fa-IR"/>
        </w:rPr>
        <w:t>.</w:t>
      </w:r>
    </w:p>
    <w:p w:rsidR="003E3506" w:rsidRPr="003E3506" w:rsidRDefault="003E3506" w:rsidP="003E3506">
      <w:pPr>
        <w:pStyle w:val="libNormal"/>
        <w:rPr>
          <w:lang w:bidi="fa-IR"/>
        </w:rPr>
      </w:pPr>
      <w:r w:rsidRPr="003E3506">
        <w:rPr>
          <w:rtl/>
          <w:lang w:bidi="fa-IR"/>
        </w:rPr>
        <w:t>پنجم رساندن غبار به حلق</w:t>
      </w:r>
      <w:r w:rsidR="000C4B14">
        <w:rPr>
          <w:rtl/>
          <w:lang w:bidi="fa-IR"/>
        </w:rPr>
        <w:t>.</w:t>
      </w:r>
    </w:p>
    <w:p w:rsidR="003E3506" w:rsidRPr="003E3506" w:rsidRDefault="003E3506" w:rsidP="003E3506">
      <w:pPr>
        <w:pStyle w:val="libNormal"/>
        <w:rPr>
          <w:lang w:bidi="fa-IR"/>
        </w:rPr>
      </w:pPr>
      <w:r w:rsidRPr="003E3506">
        <w:rPr>
          <w:rtl/>
          <w:lang w:bidi="fa-IR"/>
        </w:rPr>
        <w:t>ششم فرو بردن تمام سر در آب بنابر مشهور.</w:t>
      </w:r>
    </w:p>
    <w:p w:rsidR="003E3506" w:rsidRPr="003E3506" w:rsidRDefault="003E3506" w:rsidP="003E3506">
      <w:pPr>
        <w:pStyle w:val="libNormal"/>
        <w:rPr>
          <w:lang w:bidi="fa-IR"/>
        </w:rPr>
      </w:pPr>
      <w:r w:rsidRPr="003E3506">
        <w:rPr>
          <w:rtl/>
          <w:lang w:bidi="fa-IR"/>
        </w:rPr>
        <w:t>هفتم باقيماندن بر جنابت و حيض و نفاس تا اذان صبح</w:t>
      </w:r>
      <w:r w:rsidR="000C4B14">
        <w:rPr>
          <w:rtl/>
          <w:lang w:bidi="fa-IR"/>
        </w:rPr>
        <w:t>.</w:t>
      </w:r>
    </w:p>
    <w:p w:rsidR="003E3506" w:rsidRPr="003E3506" w:rsidRDefault="003E3506" w:rsidP="003E3506">
      <w:pPr>
        <w:pStyle w:val="libNormal"/>
        <w:rPr>
          <w:lang w:bidi="fa-IR"/>
        </w:rPr>
      </w:pPr>
      <w:r w:rsidRPr="003E3506">
        <w:rPr>
          <w:rtl/>
          <w:lang w:bidi="fa-IR"/>
        </w:rPr>
        <w:t>هشتم اماله كردن با چيزهاى روان</w:t>
      </w:r>
      <w:r w:rsidR="000C4B14">
        <w:rPr>
          <w:rtl/>
          <w:lang w:bidi="fa-IR"/>
        </w:rPr>
        <w:t>.</w:t>
      </w:r>
    </w:p>
    <w:p w:rsidR="003E3506" w:rsidRPr="003E3506" w:rsidRDefault="003E3506" w:rsidP="003E3506">
      <w:pPr>
        <w:pStyle w:val="libNormal"/>
        <w:rPr>
          <w:lang w:bidi="fa-IR"/>
        </w:rPr>
      </w:pPr>
      <w:r w:rsidRPr="003E3506">
        <w:rPr>
          <w:rtl/>
          <w:lang w:bidi="fa-IR"/>
        </w:rPr>
        <w:t>نهم قى كردن</w:t>
      </w:r>
      <w:r w:rsidR="000C4B14">
        <w:rPr>
          <w:rtl/>
          <w:lang w:bidi="fa-IR"/>
        </w:rPr>
        <w:t>.</w:t>
      </w:r>
    </w:p>
    <w:p w:rsidR="003E3506" w:rsidRPr="003E3506" w:rsidRDefault="003E3506" w:rsidP="003E3506">
      <w:pPr>
        <w:pStyle w:val="libNormal"/>
        <w:rPr>
          <w:lang w:bidi="fa-IR"/>
        </w:rPr>
      </w:pPr>
      <w:r w:rsidRPr="003E3506">
        <w:rPr>
          <w:rtl/>
          <w:lang w:bidi="fa-IR"/>
        </w:rPr>
        <w:t>و احكام اينها در مسائل آينده گفته مى شود.</w:t>
      </w:r>
    </w:p>
    <w:p w:rsidR="003E3506" w:rsidRDefault="00605FAB" w:rsidP="00D24DBC">
      <w:pPr>
        <w:pStyle w:val="Heading3"/>
        <w:rPr>
          <w:rtl/>
          <w:lang w:bidi="fa-IR"/>
        </w:rPr>
      </w:pPr>
      <w:bookmarkStart w:id="173" w:name="_Toc24454596"/>
      <w:r>
        <w:rPr>
          <w:rtl/>
          <w:lang w:bidi="fa-IR"/>
        </w:rPr>
        <w:t>(</w:t>
      </w:r>
      <w:r w:rsidR="003E3506" w:rsidRPr="003E3506">
        <w:rPr>
          <w:rtl/>
          <w:lang w:bidi="fa-IR"/>
        </w:rPr>
        <w:t>خوردن و آشاميدن</w:t>
      </w:r>
      <w:r>
        <w:rPr>
          <w:rtl/>
          <w:lang w:bidi="fa-IR"/>
        </w:rPr>
        <w:t>)</w:t>
      </w:r>
      <w:bookmarkEnd w:id="173"/>
    </w:p>
    <w:p w:rsidR="003E3506" w:rsidRPr="003E3506" w:rsidRDefault="003E3506" w:rsidP="003E3506">
      <w:pPr>
        <w:pStyle w:val="libNormal"/>
        <w:rPr>
          <w:lang w:bidi="fa-IR"/>
        </w:rPr>
      </w:pPr>
      <w:r w:rsidRPr="003E3506">
        <w:rPr>
          <w:rtl/>
          <w:lang w:bidi="fa-IR"/>
        </w:rPr>
        <w:t>١٥٨٢ - اگر روزه دار با التفات به اين كه روزه دارد</w:t>
      </w:r>
      <w:r w:rsidR="000C4B14">
        <w:rPr>
          <w:rtl/>
          <w:lang w:bidi="fa-IR"/>
        </w:rPr>
        <w:t>،</w:t>
      </w:r>
      <w:r w:rsidRPr="003E3506">
        <w:rPr>
          <w:rtl/>
          <w:lang w:bidi="fa-IR"/>
        </w:rPr>
        <w:t xml:space="preserve"> عمدا چيزى بخورد يا بياشامد</w:t>
      </w:r>
      <w:r w:rsidR="000C4B14">
        <w:rPr>
          <w:rtl/>
          <w:lang w:bidi="fa-IR"/>
        </w:rPr>
        <w:t>،</w:t>
      </w:r>
      <w:r w:rsidRPr="003E3506">
        <w:rPr>
          <w:rtl/>
          <w:lang w:bidi="fa-IR"/>
        </w:rPr>
        <w:t xml:space="preserve"> روزه او باطل مى شود</w:t>
      </w:r>
      <w:r w:rsidR="000C4B14">
        <w:rPr>
          <w:rtl/>
          <w:lang w:bidi="fa-IR"/>
        </w:rPr>
        <w:t>،</w:t>
      </w:r>
      <w:r w:rsidRPr="003E3506">
        <w:rPr>
          <w:rtl/>
          <w:lang w:bidi="fa-IR"/>
        </w:rPr>
        <w:t xml:space="preserve"> چه خوردن و آشاميدن آن چيز معمول باشد</w:t>
      </w:r>
      <w:r w:rsidR="000C4B14">
        <w:rPr>
          <w:rtl/>
          <w:lang w:bidi="fa-IR"/>
        </w:rPr>
        <w:t>،</w:t>
      </w:r>
      <w:r w:rsidRPr="003E3506">
        <w:rPr>
          <w:rtl/>
          <w:lang w:bidi="fa-IR"/>
        </w:rPr>
        <w:t xml:space="preserve"> مثل نان</w:t>
      </w:r>
      <w:r w:rsidR="000C4B14">
        <w:rPr>
          <w:rtl/>
          <w:lang w:bidi="fa-IR"/>
        </w:rPr>
        <w:t>،</w:t>
      </w:r>
      <w:r w:rsidRPr="003E3506">
        <w:rPr>
          <w:rtl/>
          <w:lang w:bidi="fa-IR"/>
        </w:rPr>
        <w:t xml:space="preserve"> و آب</w:t>
      </w:r>
      <w:r w:rsidR="000C4B14">
        <w:rPr>
          <w:rtl/>
          <w:lang w:bidi="fa-IR"/>
        </w:rPr>
        <w:t>،</w:t>
      </w:r>
      <w:r w:rsidRPr="003E3506">
        <w:rPr>
          <w:rtl/>
          <w:lang w:bidi="fa-IR"/>
        </w:rPr>
        <w:t xml:space="preserve"> چه معمول نباشد</w:t>
      </w:r>
      <w:r w:rsidR="000C4B14">
        <w:rPr>
          <w:rtl/>
          <w:lang w:bidi="fa-IR"/>
        </w:rPr>
        <w:t>،</w:t>
      </w:r>
      <w:r w:rsidRPr="003E3506">
        <w:rPr>
          <w:rtl/>
          <w:lang w:bidi="fa-IR"/>
        </w:rPr>
        <w:t xml:space="preserve"> مثل خاك و شيره درخت</w:t>
      </w:r>
      <w:r w:rsidR="000C4B14">
        <w:rPr>
          <w:rtl/>
          <w:lang w:bidi="fa-IR"/>
        </w:rPr>
        <w:t>،</w:t>
      </w:r>
      <w:r w:rsidRPr="003E3506">
        <w:rPr>
          <w:rtl/>
          <w:lang w:bidi="fa-IR"/>
        </w:rPr>
        <w:t xml:space="preserve"> و چه كم باشد يا زياد</w:t>
      </w:r>
      <w:r w:rsidR="000C4B14">
        <w:rPr>
          <w:rtl/>
          <w:lang w:bidi="fa-IR"/>
        </w:rPr>
        <w:t>،</w:t>
      </w:r>
      <w:r w:rsidRPr="003E3506">
        <w:rPr>
          <w:rtl/>
          <w:lang w:bidi="fa-IR"/>
        </w:rPr>
        <w:t xml:space="preserve"> حتى اگر مسواك را از دهان بيرون آورد و دوباره به دهان ببرد و رطوبت آن را فرو برد روزه باطل مى شود</w:t>
      </w:r>
      <w:r w:rsidR="000C4B14">
        <w:rPr>
          <w:rtl/>
          <w:lang w:bidi="fa-IR"/>
        </w:rPr>
        <w:t>،</w:t>
      </w:r>
      <w:r w:rsidRPr="003E3506">
        <w:rPr>
          <w:rtl/>
          <w:lang w:bidi="fa-IR"/>
        </w:rPr>
        <w:t xml:space="preserve"> مگر آن كه رطوبت مسواك در آب دهان به طورى از بين برود كه رطوبت خارج به آن گفته نشود.</w:t>
      </w:r>
    </w:p>
    <w:p w:rsidR="003E3506" w:rsidRPr="003E3506" w:rsidRDefault="003E3506" w:rsidP="003E3506">
      <w:pPr>
        <w:pStyle w:val="libNormal"/>
        <w:rPr>
          <w:lang w:bidi="fa-IR"/>
        </w:rPr>
      </w:pPr>
      <w:r w:rsidRPr="003E3506">
        <w:rPr>
          <w:rtl/>
          <w:lang w:bidi="fa-IR"/>
        </w:rPr>
        <w:t>١٥٨٣ - اگر موقعى كه مشغول غذا خوردن است بفهمد صبح شده</w:t>
      </w:r>
      <w:r w:rsidR="000C4B14">
        <w:rPr>
          <w:rtl/>
          <w:lang w:bidi="fa-IR"/>
        </w:rPr>
        <w:t>،</w:t>
      </w:r>
      <w:r w:rsidRPr="003E3506">
        <w:rPr>
          <w:rtl/>
          <w:lang w:bidi="fa-IR"/>
        </w:rPr>
        <w:t xml:space="preserve"> بايد لقمه را از دهان بيرون آورد و چنانچه عمدا فرو ببرد</w:t>
      </w:r>
      <w:r w:rsidR="000C4B14">
        <w:rPr>
          <w:rtl/>
          <w:lang w:bidi="fa-IR"/>
        </w:rPr>
        <w:t>،</w:t>
      </w:r>
      <w:r w:rsidRPr="003E3506">
        <w:rPr>
          <w:rtl/>
          <w:lang w:bidi="fa-IR"/>
        </w:rPr>
        <w:t xml:space="preserve"> روزه اش باطل است</w:t>
      </w:r>
      <w:r w:rsidR="000C4B14">
        <w:rPr>
          <w:rtl/>
          <w:lang w:bidi="fa-IR"/>
        </w:rPr>
        <w:t>،</w:t>
      </w:r>
      <w:r w:rsidRPr="003E3506">
        <w:rPr>
          <w:rtl/>
          <w:lang w:bidi="fa-IR"/>
        </w:rPr>
        <w:t xml:space="preserve"> و به دستورى كه بعدا گفته خواهد شد كفاره هم بر او واجب مى شود.</w:t>
      </w:r>
    </w:p>
    <w:p w:rsidR="003E3506" w:rsidRPr="003E3506" w:rsidRDefault="003E3506" w:rsidP="003E3506">
      <w:pPr>
        <w:pStyle w:val="libNormal"/>
        <w:rPr>
          <w:lang w:bidi="fa-IR"/>
        </w:rPr>
      </w:pPr>
      <w:r w:rsidRPr="003E3506">
        <w:rPr>
          <w:rtl/>
          <w:lang w:bidi="fa-IR"/>
        </w:rPr>
        <w:t>١٥٨٤ - اگر روزه دار سهوا چيزى بخورد يا بياشامد</w:t>
      </w:r>
      <w:r w:rsidR="000C4B14">
        <w:rPr>
          <w:rtl/>
          <w:lang w:bidi="fa-IR"/>
        </w:rPr>
        <w:t>،</w:t>
      </w:r>
      <w:r w:rsidRPr="003E3506">
        <w:rPr>
          <w:rtl/>
          <w:lang w:bidi="fa-IR"/>
        </w:rPr>
        <w:t xml:space="preserve"> روزه اش باطل نمى شود.</w:t>
      </w:r>
    </w:p>
    <w:p w:rsidR="003E3506" w:rsidRPr="003E3506" w:rsidRDefault="003E3506" w:rsidP="003E3506">
      <w:pPr>
        <w:pStyle w:val="libNormal"/>
        <w:rPr>
          <w:lang w:bidi="fa-IR"/>
        </w:rPr>
      </w:pPr>
      <w:r w:rsidRPr="003E3506">
        <w:rPr>
          <w:rtl/>
          <w:lang w:bidi="fa-IR"/>
        </w:rPr>
        <w:t>١٥٨٥ - آمپولى كه عضو را بى حس مى كند يا به جهت ديگر استعمال مى شود</w:t>
      </w:r>
      <w:r w:rsidR="000C4B14">
        <w:rPr>
          <w:rtl/>
          <w:lang w:bidi="fa-IR"/>
        </w:rPr>
        <w:t>،</w:t>
      </w:r>
      <w:r w:rsidRPr="003E3506">
        <w:rPr>
          <w:rtl/>
          <w:lang w:bidi="fa-IR"/>
        </w:rPr>
        <w:t xml:space="preserve"> براى روزه دار اشكال ندارد.</w:t>
      </w:r>
    </w:p>
    <w:p w:rsidR="003E3506" w:rsidRPr="003E3506" w:rsidRDefault="003E3506" w:rsidP="003E3506">
      <w:pPr>
        <w:pStyle w:val="libNormal"/>
        <w:rPr>
          <w:lang w:bidi="fa-IR"/>
        </w:rPr>
      </w:pPr>
      <w:r w:rsidRPr="003E3506">
        <w:rPr>
          <w:rtl/>
          <w:lang w:bidi="fa-IR"/>
        </w:rPr>
        <w:t>و بهتر آن است كه از استعمال آمپولى كه به جاى دوا و غذا به كار مى برند خوددارى كند.</w:t>
      </w:r>
    </w:p>
    <w:p w:rsidR="003E3506" w:rsidRPr="003E3506" w:rsidRDefault="003E3506" w:rsidP="003E3506">
      <w:pPr>
        <w:pStyle w:val="libNormal"/>
        <w:rPr>
          <w:lang w:bidi="fa-IR"/>
        </w:rPr>
      </w:pPr>
      <w:r w:rsidRPr="003E3506">
        <w:rPr>
          <w:rtl/>
          <w:lang w:bidi="fa-IR"/>
        </w:rPr>
        <w:t>١٥٨٦ - اگر روزه دار چيزى را كه لاى دندان مانده است</w:t>
      </w:r>
      <w:r w:rsidR="000C4B14">
        <w:rPr>
          <w:rtl/>
          <w:lang w:bidi="fa-IR"/>
        </w:rPr>
        <w:t>،</w:t>
      </w:r>
      <w:r w:rsidRPr="003E3506">
        <w:rPr>
          <w:rtl/>
          <w:lang w:bidi="fa-IR"/>
        </w:rPr>
        <w:t xml:space="preserve"> عمدا فرو ببرد</w:t>
      </w:r>
      <w:r w:rsidR="000C4B14">
        <w:rPr>
          <w:rtl/>
          <w:lang w:bidi="fa-IR"/>
        </w:rPr>
        <w:t>،</w:t>
      </w:r>
      <w:r w:rsidRPr="003E3506">
        <w:rPr>
          <w:rtl/>
          <w:lang w:bidi="fa-IR"/>
        </w:rPr>
        <w:t xml:space="preserve"> روزه اش باطل مى شود.</w:t>
      </w:r>
    </w:p>
    <w:p w:rsidR="003E3506" w:rsidRPr="003E3506" w:rsidRDefault="003E3506" w:rsidP="003E3506">
      <w:pPr>
        <w:pStyle w:val="libNormal"/>
        <w:rPr>
          <w:lang w:bidi="fa-IR"/>
        </w:rPr>
      </w:pPr>
      <w:r w:rsidRPr="003E3506">
        <w:rPr>
          <w:rtl/>
          <w:lang w:bidi="fa-IR"/>
        </w:rPr>
        <w:lastRenderedPageBreak/>
        <w:t>١٥٨٧ - كسى كه مى خواهد روزه بگيرد</w:t>
      </w:r>
      <w:r w:rsidR="000C4B14">
        <w:rPr>
          <w:rtl/>
          <w:lang w:bidi="fa-IR"/>
        </w:rPr>
        <w:t>،</w:t>
      </w:r>
      <w:r w:rsidRPr="003E3506">
        <w:rPr>
          <w:rtl/>
          <w:lang w:bidi="fa-IR"/>
        </w:rPr>
        <w:t xml:space="preserve"> لازم نيست پيش از اذان دندانهايش را خلال كند</w:t>
      </w:r>
      <w:r w:rsidR="000C4B14">
        <w:rPr>
          <w:rtl/>
          <w:lang w:bidi="fa-IR"/>
        </w:rPr>
        <w:t>،</w:t>
      </w:r>
      <w:r w:rsidRPr="003E3506">
        <w:rPr>
          <w:rtl/>
          <w:lang w:bidi="fa-IR"/>
        </w:rPr>
        <w:t xml:space="preserve"> ولى اگر بداند غذايى كه لاى دندان مانده در روز فرو مى رود</w:t>
      </w:r>
      <w:r w:rsidR="000C4B14">
        <w:rPr>
          <w:rtl/>
          <w:lang w:bidi="fa-IR"/>
        </w:rPr>
        <w:t>،</w:t>
      </w:r>
      <w:r w:rsidRPr="003E3506">
        <w:rPr>
          <w:rtl/>
          <w:lang w:bidi="fa-IR"/>
        </w:rPr>
        <w:t xml:space="preserve"> بايد خلال كند.</w:t>
      </w:r>
    </w:p>
    <w:p w:rsidR="003E3506" w:rsidRPr="003E3506" w:rsidRDefault="003E3506" w:rsidP="003E3506">
      <w:pPr>
        <w:pStyle w:val="libNormal"/>
        <w:rPr>
          <w:lang w:bidi="fa-IR"/>
        </w:rPr>
      </w:pPr>
      <w:r w:rsidRPr="003E3506">
        <w:rPr>
          <w:rtl/>
          <w:lang w:bidi="fa-IR"/>
        </w:rPr>
        <w:t>١٥٨٨ - فرو بردن آب دهان</w:t>
      </w:r>
      <w:r w:rsidR="000C4B14">
        <w:rPr>
          <w:rtl/>
          <w:lang w:bidi="fa-IR"/>
        </w:rPr>
        <w:t>،</w:t>
      </w:r>
      <w:r w:rsidRPr="003E3506">
        <w:rPr>
          <w:rtl/>
          <w:lang w:bidi="fa-IR"/>
        </w:rPr>
        <w:t xml:space="preserve"> اگر چه به واسطه خيال كردن ترشى و مانند آن در دهان جمع شده باشد</w:t>
      </w:r>
      <w:r w:rsidR="000C4B14">
        <w:rPr>
          <w:rtl/>
          <w:lang w:bidi="fa-IR"/>
        </w:rPr>
        <w:t>،</w:t>
      </w:r>
      <w:r w:rsidRPr="003E3506">
        <w:rPr>
          <w:rtl/>
          <w:lang w:bidi="fa-IR"/>
        </w:rPr>
        <w:t xml:space="preserve"> روزه را باطل نمى كند.</w:t>
      </w:r>
    </w:p>
    <w:p w:rsidR="003E3506" w:rsidRPr="003E3506" w:rsidRDefault="003E3506" w:rsidP="003E3506">
      <w:pPr>
        <w:pStyle w:val="libNormal"/>
        <w:rPr>
          <w:lang w:bidi="fa-IR"/>
        </w:rPr>
      </w:pPr>
      <w:r w:rsidRPr="003E3506">
        <w:rPr>
          <w:rtl/>
          <w:lang w:bidi="fa-IR"/>
        </w:rPr>
        <w:t>١٥٨٩ - فرو بردن اخلاط سر و سينه</w:t>
      </w:r>
      <w:r w:rsidR="000C4B14">
        <w:rPr>
          <w:rtl/>
          <w:lang w:bidi="fa-IR"/>
        </w:rPr>
        <w:t>،</w:t>
      </w:r>
      <w:r w:rsidRPr="003E3506">
        <w:rPr>
          <w:rtl/>
          <w:lang w:bidi="fa-IR"/>
        </w:rPr>
        <w:t xml:space="preserve"> تا به فضاى دهان نرسيده اشكال ندارد</w:t>
      </w:r>
      <w:r w:rsidR="000C4B14">
        <w:rPr>
          <w:rtl/>
          <w:lang w:bidi="fa-IR"/>
        </w:rPr>
        <w:t>،</w:t>
      </w:r>
      <w:r w:rsidRPr="003E3506">
        <w:rPr>
          <w:rtl/>
          <w:lang w:bidi="fa-IR"/>
        </w:rPr>
        <w:t xml:space="preserve"> ولى اگر داخل فضاى دهان شود</w:t>
      </w:r>
      <w:r w:rsidR="000C4B14">
        <w:rPr>
          <w:rtl/>
          <w:lang w:bidi="fa-IR"/>
        </w:rPr>
        <w:t>،</w:t>
      </w:r>
      <w:r w:rsidRPr="003E3506">
        <w:rPr>
          <w:rtl/>
          <w:lang w:bidi="fa-IR"/>
        </w:rPr>
        <w:t xml:space="preserve"> احتياط واجب آن است كه آن را فرو نبرند.</w:t>
      </w:r>
    </w:p>
    <w:p w:rsidR="003E3506" w:rsidRPr="003E3506" w:rsidRDefault="003E3506" w:rsidP="003E3506">
      <w:pPr>
        <w:pStyle w:val="libNormal"/>
        <w:rPr>
          <w:lang w:bidi="fa-IR"/>
        </w:rPr>
      </w:pPr>
      <w:r w:rsidRPr="003E3506">
        <w:rPr>
          <w:rtl/>
          <w:lang w:bidi="fa-IR"/>
        </w:rPr>
        <w:t>١٥٩٠ - اگر روزه دار به قدرى تشنه شود كه بترسد از تشنگى بميرد يا به او ضررى برسد يا آن كه به سختى بيفتد</w:t>
      </w:r>
      <w:r w:rsidR="000C4B14">
        <w:rPr>
          <w:rtl/>
          <w:lang w:bidi="fa-IR"/>
        </w:rPr>
        <w:t>،</w:t>
      </w:r>
      <w:r w:rsidRPr="003E3506">
        <w:rPr>
          <w:rtl/>
          <w:lang w:bidi="fa-IR"/>
        </w:rPr>
        <w:t xml:space="preserve"> كه قابل تحمل نيست</w:t>
      </w:r>
      <w:r w:rsidR="000C4B14">
        <w:rPr>
          <w:rtl/>
          <w:lang w:bidi="fa-IR"/>
        </w:rPr>
        <w:t>،</w:t>
      </w:r>
      <w:r w:rsidRPr="003E3506">
        <w:rPr>
          <w:rtl/>
          <w:lang w:bidi="fa-IR"/>
        </w:rPr>
        <w:t xml:space="preserve"> مى تواند به اندازه اى كه ترس از اين امور برطرف شود آب بياشامد ولى روزه او باطل مى شود و اگر ماه رمضان باشد</w:t>
      </w:r>
      <w:r w:rsidR="000C4B14">
        <w:rPr>
          <w:rtl/>
          <w:lang w:bidi="fa-IR"/>
        </w:rPr>
        <w:t>،</w:t>
      </w:r>
      <w:r w:rsidRPr="003E3506">
        <w:rPr>
          <w:rtl/>
          <w:lang w:bidi="fa-IR"/>
        </w:rPr>
        <w:t xml:space="preserve"> بايد بنابر احتياط لازم بيشتر از آن نياشامد و در بقيه روز از بجا آوردن كارى كه روزه را باطل مى كند خوددارى نمايد.</w:t>
      </w:r>
    </w:p>
    <w:p w:rsidR="003E3506" w:rsidRPr="003E3506" w:rsidRDefault="003E3506" w:rsidP="003E3506">
      <w:pPr>
        <w:pStyle w:val="libNormal"/>
        <w:rPr>
          <w:lang w:bidi="fa-IR"/>
        </w:rPr>
      </w:pPr>
      <w:r w:rsidRPr="003E3506">
        <w:rPr>
          <w:rtl/>
          <w:lang w:bidi="fa-IR"/>
        </w:rPr>
        <w:t>١٥٩١ - جويدن غذا براى بچه يا پرنده و چشيدن غذا و مانند اينها كه معمولا به حلق نمى رسد</w:t>
      </w:r>
      <w:r w:rsidR="000C4B14">
        <w:rPr>
          <w:rtl/>
          <w:lang w:bidi="fa-IR"/>
        </w:rPr>
        <w:t>،</w:t>
      </w:r>
      <w:r w:rsidRPr="003E3506">
        <w:rPr>
          <w:rtl/>
          <w:lang w:bidi="fa-IR"/>
        </w:rPr>
        <w:t xml:space="preserve"> اگر چه اتفاقا به حلق برسد</w:t>
      </w:r>
      <w:r w:rsidR="000C4B14">
        <w:rPr>
          <w:rtl/>
          <w:lang w:bidi="fa-IR"/>
        </w:rPr>
        <w:t>،</w:t>
      </w:r>
      <w:r w:rsidRPr="003E3506">
        <w:rPr>
          <w:rtl/>
          <w:lang w:bidi="fa-IR"/>
        </w:rPr>
        <w:t xml:space="preserve"> روزه را باطل نمى كند</w:t>
      </w:r>
      <w:r w:rsidR="000C4B14">
        <w:rPr>
          <w:rtl/>
          <w:lang w:bidi="fa-IR"/>
        </w:rPr>
        <w:t>،</w:t>
      </w:r>
      <w:r w:rsidRPr="003E3506">
        <w:rPr>
          <w:rtl/>
          <w:lang w:bidi="fa-IR"/>
        </w:rPr>
        <w:t xml:space="preserve"> ولى اگر انسان از اول بداند كه به حلق مى رسد</w:t>
      </w:r>
      <w:r w:rsidR="000C4B14">
        <w:rPr>
          <w:rtl/>
          <w:lang w:bidi="fa-IR"/>
        </w:rPr>
        <w:t>،</w:t>
      </w:r>
      <w:r w:rsidRPr="003E3506">
        <w:rPr>
          <w:rtl/>
          <w:lang w:bidi="fa-IR"/>
        </w:rPr>
        <w:t xml:space="preserve"> روزه اش باطل مى شود و بايد قضاى آن را بگيرد</w:t>
      </w:r>
      <w:r w:rsidR="000C4B14">
        <w:rPr>
          <w:rtl/>
          <w:lang w:bidi="fa-IR"/>
        </w:rPr>
        <w:t>،</w:t>
      </w:r>
      <w:r w:rsidRPr="003E3506">
        <w:rPr>
          <w:rtl/>
          <w:lang w:bidi="fa-IR"/>
        </w:rPr>
        <w:t xml:space="preserve"> و كفاره هم بر او واجب است</w:t>
      </w:r>
      <w:r w:rsidR="000C4B14">
        <w:rPr>
          <w:rtl/>
          <w:lang w:bidi="fa-IR"/>
        </w:rPr>
        <w:t>.</w:t>
      </w:r>
    </w:p>
    <w:p w:rsidR="003E3506" w:rsidRPr="003E3506" w:rsidRDefault="003E3506" w:rsidP="003E3506">
      <w:pPr>
        <w:pStyle w:val="libNormal"/>
        <w:rPr>
          <w:lang w:bidi="fa-IR"/>
        </w:rPr>
      </w:pPr>
      <w:r w:rsidRPr="003E3506">
        <w:rPr>
          <w:rtl/>
          <w:lang w:bidi="fa-IR"/>
        </w:rPr>
        <w:t>١٥٩٢ - انسان نمى تواند براى ضعف</w:t>
      </w:r>
      <w:r w:rsidR="000C4B14">
        <w:rPr>
          <w:rtl/>
          <w:lang w:bidi="fa-IR"/>
        </w:rPr>
        <w:t>،</w:t>
      </w:r>
      <w:r w:rsidRPr="003E3506">
        <w:rPr>
          <w:rtl/>
          <w:lang w:bidi="fa-IR"/>
        </w:rPr>
        <w:t xml:space="preserve"> روزه را بخورد</w:t>
      </w:r>
      <w:r w:rsidR="000C4B14">
        <w:rPr>
          <w:rtl/>
          <w:lang w:bidi="fa-IR"/>
        </w:rPr>
        <w:t>،</w:t>
      </w:r>
      <w:r w:rsidRPr="003E3506">
        <w:rPr>
          <w:rtl/>
          <w:lang w:bidi="fa-IR"/>
        </w:rPr>
        <w:t xml:space="preserve"> ولى اگر ضعف او به قدرى است كه معمولا نمى شود آن را تحمل كرد</w:t>
      </w:r>
      <w:r w:rsidR="000C4B14">
        <w:rPr>
          <w:rtl/>
          <w:lang w:bidi="fa-IR"/>
        </w:rPr>
        <w:t>،</w:t>
      </w:r>
      <w:r w:rsidRPr="003E3506">
        <w:rPr>
          <w:rtl/>
          <w:lang w:bidi="fa-IR"/>
        </w:rPr>
        <w:t xml:space="preserve"> خوردن روزه اشكال ندارد.</w:t>
      </w:r>
    </w:p>
    <w:p w:rsidR="003E3506" w:rsidRDefault="00605FAB" w:rsidP="00D24DBC">
      <w:pPr>
        <w:pStyle w:val="Heading3"/>
        <w:rPr>
          <w:rtl/>
          <w:lang w:bidi="fa-IR"/>
        </w:rPr>
      </w:pPr>
      <w:bookmarkStart w:id="174" w:name="_Toc24454597"/>
      <w:r>
        <w:rPr>
          <w:rtl/>
          <w:lang w:bidi="fa-IR"/>
        </w:rPr>
        <w:t>(</w:t>
      </w:r>
      <w:r w:rsidR="003E3506" w:rsidRPr="003E3506">
        <w:rPr>
          <w:rtl/>
          <w:lang w:bidi="fa-IR"/>
        </w:rPr>
        <w:t>جماع</w:t>
      </w:r>
      <w:r>
        <w:rPr>
          <w:rtl/>
          <w:lang w:bidi="fa-IR"/>
        </w:rPr>
        <w:t>)</w:t>
      </w:r>
      <w:bookmarkEnd w:id="174"/>
    </w:p>
    <w:p w:rsidR="003E3506" w:rsidRPr="003E3506" w:rsidRDefault="003E3506" w:rsidP="003E3506">
      <w:pPr>
        <w:pStyle w:val="libNormal"/>
        <w:rPr>
          <w:lang w:bidi="fa-IR"/>
        </w:rPr>
      </w:pPr>
      <w:r w:rsidRPr="003E3506">
        <w:rPr>
          <w:rtl/>
          <w:lang w:bidi="fa-IR"/>
        </w:rPr>
        <w:t>١٥٩٣ - جماع روزه را باطل مى كند</w:t>
      </w:r>
      <w:r w:rsidR="000C4B14">
        <w:rPr>
          <w:rtl/>
          <w:lang w:bidi="fa-IR"/>
        </w:rPr>
        <w:t>،</w:t>
      </w:r>
      <w:r w:rsidRPr="003E3506">
        <w:rPr>
          <w:rtl/>
          <w:lang w:bidi="fa-IR"/>
        </w:rPr>
        <w:t xml:space="preserve"> اگر چه فقط به مقدار ختنه گاه داخل شود و منى هم بيرون نيايد.</w:t>
      </w:r>
    </w:p>
    <w:p w:rsidR="003E3506" w:rsidRPr="003E3506" w:rsidRDefault="003E3506" w:rsidP="003E3506">
      <w:pPr>
        <w:pStyle w:val="libNormal"/>
        <w:rPr>
          <w:lang w:bidi="fa-IR"/>
        </w:rPr>
      </w:pPr>
      <w:r w:rsidRPr="003E3506">
        <w:rPr>
          <w:rtl/>
          <w:lang w:bidi="fa-IR"/>
        </w:rPr>
        <w:t>١٥٩٤ - اگر كمتر از مقدار ختنه گاه داخل شود و منى هم بيرون نيايد</w:t>
      </w:r>
      <w:r w:rsidR="000C4B14">
        <w:rPr>
          <w:rtl/>
          <w:lang w:bidi="fa-IR"/>
        </w:rPr>
        <w:t>،</w:t>
      </w:r>
      <w:r w:rsidRPr="003E3506">
        <w:rPr>
          <w:rtl/>
          <w:lang w:bidi="fa-IR"/>
        </w:rPr>
        <w:t xml:space="preserve"> روزه باطل نمى شود</w:t>
      </w:r>
      <w:r w:rsidR="000C4B14">
        <w:rPr>
          <w:rtl/>
          <w:lang w:bidi="fa-IR"/>
        </w:rPr>
        <w:t>،</w:t>
      </w:r>
      <w:r w:rsidRPr="003E3506">
        <w:rPr>
          <w:rtl/>
          <w:lang w:bidi="fa-IR"/>
        </w:rPr>
        <w:t xml:space="preserve"> ولى در شخصى كه ختنه گاه ندارد اگر كمتر از مقدار ختنه گاه داخل شود بمقدارى كه گويند نزديكى كرده روزه اش باطل مى شود.</w:t>
      </w:r>
    </w:p>
    <w:p w:rsidR="003E3506" w:rsidRPr="003E3506" w:rsidRDefault="003E3506" w:rsidP="003E3506">
      <w:pPr>
        <w:pStyle w:val="libNormal"/>
        <w:rPr>
          <w:lang w:bidi="fa-IR"/>
        </w:rPr>
      </w:pPr>
      <w:r w:rsidRPr="003E3506">
        <w:rPr>
          <w:rtl/>
          <w:lang w:bidi="fa-IR"/>
        </w:rPr>
        <w:lastRenderedPageBreak/>
        <w:t>١٥٩٥ - اگر عمدا قصد جماع نمايد</w:t>
      </w:r>
      <w:r w:rsidR="000C4B14">
        <w:rPr>
          <w:rtl/>
          <w:lang w:bidi="fa-IR"/>
        </w:rPr>
        <w:t>،</w:t>
      </w:r>
      <w:r w:rsidRPr="003E3506">
        <w:rPr>
          <w:rtl/>
          <w:lang w:bidi="fa-IR"/>
        </w:rPr>
        <w:t xml:space="preserve"> و شك كند كه به اندازه ختنه گاه داخل شده يا نه</w:t>
      </w:r>
      <w:r w:rsidR="000C4B14">
        <w:rPr>
          <w:rtl/>
          <w:lang w:bidi="fa-IR"/>
        </w:rPr>
        <w:t>،</w:t>
      </w:r>
      <w:r w:rsidRPr="003E3506">
        <w:rPr>
          <w:rtl/>
          <w:lang w:bidi="fa-IR"/>
        </w:rPr>
        <w:t xml:space="preserve"> روزه او بنابر احتياط لازم باطل است</w:t>
      </w:r>
      <w:r w:rsidR="000C4B14">
        <w:rPr>
          <w:rtl/>
          <w:lang w:bidi="fa-IR"/>
        </w:rPr>
        <w:t>،</w:t>
      </w:r>
      <w:r w:rsidRPr="003E3506">
        <w:rPr>
          <w:rtl/>
          <w:lang w:bidi="fa-IR"/>
        </w:rPr>
        <w:t xml:space="preserve"> و لازم است قضا نمايد</w:t>
      </w:r>
      <w:r w:rsidR="000C4B14">
        <w:rPr>
          <w:rtl/>
          <w:lang w:bidi="fa-IR"/>
        </w:rPr>
        <w:t>،</w:t>
      </w:r>
      <w:r w:rsidRPr="003E3506">
        <w:rPr>
          <w:rtl/>
          <w:lang w:bidi="fa-IR"/>
        </w:rPr>
        <w:t xml:space="preserve"> ولى كفاره واجب نيست</w:t>
      </w:r>
      <w:r w:rsidR="000C4B14">
        <w:rPr>
          <w:rtl/>
          <w:lang w:bidi="fa-IR"/>
        </w:rPr>
        <w:t>.</w:t>
      </w:r>
    </w:p>
    <w:p w:rsidR="003E3506" w:rsidRPr="003E3506" w:rsidRDefault="003E3506" w:rsidP="003E3506">
      <w:pPr>
        <w:pStyle w:val="libNormal"/>
        <w:rPr>
          <w:lang w:bidi="fa-IR"/>
        </w:rPr>
      </w:pPr>
      <w:r w:rsidRPr="003E3506">
        <w:rPr>
          <w:rtl/>
          <w:lang w:bidi="fa-IR"/>
        </w:rPr>
        <w:t>١٥٩٦ - اگر فراموش كند كه روزه است و جماع نمايد</w:t>
      </w:r>
      <w:r w:rsidR="000C4B14">
        <w:rPr>
          <w:rtl/>
          <w:lang w:bidi="fa-IR"/>
        </w:rPr>
        <w:t>،</w:t>
      </w:r>
      <w:r w:rsidRPr="003E3506">
        <w:rPr>
          <w:rtl/>
          <w:lang w:bidi="fa-IR"/>
        </w:rPr>
        <w:t xml:space="preserve"> يا او را به جماع مجبور نمايند</w:t>
      </w:r>
      <w:r w:rsidR="000C4B14">
        <w:rPr>
          <w:rtl/>
          <w:lang w:bidi="fa-IR"/>
        </w:rPr>
        <w:t>،</w:t>
      </w:r>
      <w:r w:rsidRPr="003E3506">
        <w:rPr>
          <w:rtl/>
          <w:lang w:bidi="fa-IR"/>
        </w:rPr>
        <w:t xml:space="preserve"> به نحوى كه از اختيار او خارج شود</w:t>
      </w:r>
      <w:r w:rsidR="000C4B14">
        <w:rPr>
          <w:rtl/>
          <w:lang w:bidi="fa-IR"/>
        </w:rPr>
        <w:t>،</w:t>
      </w:r>
      <w:r w:rsidRPr="003E3506">
        <w:rPr>
          <w:rtl/>
          <w:lang w:bidi="fa-IR"/>
        </w:rPr>
        <w:t xml:space="preserve"> روزه او باطل نمى شود</w:t>
      </w:r>
      <w:r w:rsidR="000C4B14">
        <w:rPr>
          <w:rtl/>
          <w:lang w:bidi="fa-IR"/>
        </w:rPr>
        <w:t>،</w:t>
      </w:r>
      <w:r w:rsidRPr="003E3506">
        <w:rPr>
          <w:rtl/>
          <w:lang w:bidi="fa-IR"/>
        </w:rPr>
        <w:t xml:space="preserve"> ولى چنانچه در بين جماع يادش بيايد يا جبر او برداشته شود</w:t>
      </w:r>
      <w:r w:rsidR="000C4B14">
        <w:rPr>
          <w:rtl/>
          <w:lang w:bidi="fa-IR"/>
        </w:rPr>
        <w:t>،</w:t>
      </w:r>
      <w:r w:rsidRPr="003E3506">
        <w:rPr>
          <w:rtl/>
          <w:lang w:bidi="fa-IR"/>
        </w:rPr>
        <w:t xml:space="preserve"> بايد فورا از حال جماع خارج شود</w:t>
      </w:r>
      <w:r w:rsidR="000C4B14">
        <w:rPr>
          <w:rtl/>
          <w:lang w:bidi="fa-IR"/>
        </w:rPr>
        <w:t>،</w:t>
      </w:r>
      <w:r w:rsidRPr="003E3506">
        <w:rPr>
          <w:rtl/>
          <w:lang w:bidi="fa-IR"/>
        </w:rPr>
        <w:t xml:space="preserve"> و اگر خارج نشود</w:t>
      </w:r>
      <w:r w:rsidR="000C4B14">
        <w:rPr>
          <w:rtl/>
          <w:lang w:bidi="fa-IR"/>
        </w:rPr>
        <w:t>،</w:t>
      </w:r>
      <w:r w:rsidRPr="003E3506">
        <w:rPr>
          <w:rtl/>
          <w:lang w:bidi="fa-IR"/>
        </w:rPr>
        <w:t xml:space="preserve"> روزه او باطل است</w:t>
      </w:r>
      <w:r w:rsidR="000C4B14">
        <w:rPr>
          <w:rtl/>
          <w:lang w:bidi="fa-IR"/>
        </w:rPr>
        <w:t>.</w:t>
      </w:r>
    </w:p>
    <w:p w:rsidR="003E3506" w:rsidRDefault="00605FAB" w:rsidP="00D24DBC">
      <w:pPr>
        <w:pStyle w:val="Heading3"/>
        <w:rPr>
          <w:rtl/>
          <w:lang w:bidi="fa-IR"/>
        </w:rPr>
      </w:pPr>
      <w:bookmarkStart w:id="175" w:name="_Toc24454598"/>
      <w:r>
        <w:rPr>
          <w:rtl/>
          <w:lang w:bidi="fa-IR"/>
        </w:rPr>
        <w:t>(</w:t>
      </w:r>
      <w:r w:rsidR="003E3506" w:rsidRPr="003E3506">
        <w:rPr>
          <w:rtl/>
          <w:lang w:bidi="fa-IR"/>
        </w:rPr>
        <w:t>استمنا</w:t>
      </w:r>
      <w:r>
        <w:rPr>
          <w:rtl/>
          <w:lang w:bidi="fa-IR"/>
        </w:rPr>
        <w:t>)</w:t>
      </w:r>
      <w:bookmarkEnd w:id="175"/>
    </w:p>
    <w:p w:rsidR="003E3506" w:rsidRPr="003E3506" w:rsidRDefault="003E3506" w:rsidP="003E3506">
      <w:pPr>
        <w:pStyle w:val="libNormal"/>
        <w:rPr>
          <w:lang w:bidi="fa-IR"/>
        </w:rPr>
      </w:pPr>
      <w:r w:rsidRPr="003E3506">
        <w:rPr>
          <w:rtl/>
          <w:lang w:bidi="fa-IR"/>
        </w:rPr>
        <w:t xml:space="preserve">١٥٩٧ - اگر روزه دار استمنا كند </w:t>
      </w:r>
      <w:r w:rsidR="00605FAB">
        <w:rPr>
          <w:rtl/>
          <w:lang w:bidi="fa-IR"/>
        </w:rPr>
        <w:t>(</w:t>
      </w:r>
      <w:r w:rsidRPr="003E3506">
        <w:rPr>
          <w:rtl/>
          <w:lang w:bidi="fa-IR"/>
        </w:rPr>
        <w:t>معناى استمنا در مساله ١٥٨١ گذشت</w:t>
      </w:r>
      <w:r w:rsidR="00605FAB">
        <w:rPr>
          <w:rtl/>
          <w:lang w:bidi="fa-IR"/>
        </w:rPr>
        <w:t>)</w:t>
      </w:r>
      <w:r w:rsidR="000C4B14">
        <w:rPr>
          <w:rtl/>
          <w:lang w:bidi="fa-IR"/>
        </w:rPr>
        <w:t>،</w:t>
      </w:r>
      <w:r w:rsidRPr="003E3506">
        <w:rPr>
          <w:rtl/>
          <w:lang w:bidi="fa-IR"/>
        </w:rPr>
        <w:t xml:space="preserve"> روزه اش باطل مى شود.</w:t>
      </w:r>
    </w:p>
    <w:p w:rsidR="003E3506" w:rsidRPr="003E3506" w:rsidRDefault="003E3506" w:rsidP="003E3506">
      <w:pPr>
        <w:pStyle w:val="libNormal"/>
        <w:rPr>
          <w:lang w:bidi="fa-IR"/>
        </w:rPr>
      </w:pPr>
      <w:r w:rsidRPr="003E3506">
        <w:rPr>
          <w:rtl/>
          <w:lang w:bidi="fa-IR"/>
        </w:rPr>
        <w:t>١٥٩٨ - اگر بى اختيار منى از انسان بيرون آيد</w:t>
      </w:r>
      <w:r w:rsidR="000C4B14">
        <w:rPr>
          <w:rtl/>
          <w:lang w:bidi="fa-IR"/>
        </w:rPr>
        <w:t>،</w:t>
      </w:r>
      <w:r w:rsidRPr="003E3506">
        <w:rPr>
          <w:rtl/>
          <w:lang w:bidi="fa-IR"/>
        </w:rPr>
        <w:t xml:space="preserve"> روزه اش باطل نيست</w:t>
      </w:r>
      <w:r w:rsidR="000C4B14">
        <w:rPr>
          <w:rtl/>
          <w:lang w:bidi="fa-IR"/>
        </w:rPr>
        <w:t>.</w:t>
      </w:r>
    </w:p>
    <w:p w:rsidR="003E3506" w:rsidRPr="003E3506" w:rsidRDefault="003E3506" w:rsidP="003E3506">
      <w:pPr>
        <w:pStyle w:val="libNormal"/>
        <w:rPr>
          <w:lang w:bidi="fa-IR"/>
        </w:rPr>
      </w:pPr>
      <w:r w:rsidRPr="003E3506">
        <w:rPr>
          <w:rtl/>
          <w:lang w:bidi="fa-IR"/>
        </w:rPr>
        <w:t>١٥٩٩ - هرگاه روزه دار بداند كه اگر در روز بخوابد محتلم مى شود</w:t>
      </w:r>
      <w:r w:rsidR="000C4B14">
        <w:rPr>
          <w:rtl/>
          <w:lang w:bidi="fa-IR"/>
        </w:rPr>
        <w:t>،</w:t>
      </w:r>
      <w:r w:rsidRPr="003E3506">
        <w:rPr>
          <w:rtl/>
          <w:lang w:bidi="fa-IR"/>
        </w:rPr>
        <w:t xml:space="preserve"> يعنى در خواب منى از او بيرون مى آيد</w:t>
      </w:r>
      <w:r w:rsidR="000C4B14">
        <w:rPr>
          <w:rtl/>
          <w:lang w:bidi="fa-IR"/>
        </w:rPr>
        <w:t>،</w:t>
      </w:r>
      <w:r w:rsidRPr="003E3506">
        <w:rPr>
          <w:rtl/>
          <w:lang w:bidi="fa-IR"/>
        </w:rPr>
        <w:t xml:space="preserve"> جايز است بخوابد</w:t>
      </w:r>
      <w:r w:rsidR="000C4B14">
        <w:rPr>
          <w:rtl/>
          <w:lang w:bidi="fa-IR"/>
        </w:rPr>
        <w:t>،</w:t>
      </w:r>
      <w:r w:rsidRPr="003E3506">
        <w:rPr>
          <w:rtl/>
          <w:lang w:bidi="fa-IR"/>
        </w:rPr>
        <w:t xml:space="preserve"> هر چند به سبب نخوابيدن به زحمت نيفتد</w:t>
      </w:r>
      <w:r w:rsidR="000C4B14">
        <w:rPr>
          <w:rtl/>
          <w:lang w:bidi="fa-IR"/>
        </w:rPr>
        <w:t>،</w:t>
      </w:r>
      <w:r w:rsidRPr="003E3506">
        <w:rPr>
          <w:rtl/>
          <w:lang w:bidi="fa-IR"/>
        </w:rPr>
        <w:t xml:space="preserve"> و اگر محتلم شود</w:t>
      </w:r>
      <w:r w:rsidR="000C4B14">
        <w:rPr>
          <w:rtl/>
          <w:lang w:bidi="fa-IR"/>
        </w:rPr>
        <w:t>،</w:t>
      </w:r>
      <w:r w:rsidRPr="003E3506">
        <w:rPr>
          <w:rtl/>
          <w:lang w:bidi="fa-IR"/>
        </w:rPr>
        <w:t xml:space="preserve"> روزه اش باطل نمى شود.</w:t>
      </w:r>
    </w:p>
    <w:p w:rsidR="003E3506" w:rsidRPr="003E3506" w:rsidRDefault="003E3506" w:rsidP="003E3506">
      <w:pPr>
        <w:pStyle w:val="libNormal"/>
        <w:rPr>
          <w:lang w:bidi="fa-IR"/>
        </w:rPr>
      </w:pPr>
      <w:r w:rsidRPr="003E3506">
        <w:rPr>
          <w:rtl/>
          <w:lang w:bidi="fa-IR"/>
        </w:rPr>
        <w:t>١٦٠٠ - اگر روزه دار در حال بيرون آمدن منى از خواب بيدار شود</w:t>
      </w:r>
      <w:r w:rsidR="000C4B14">
        <w:rPr>
          <w:rtl/>
          <w:lang w:bidi="fa-IR"/>
        </w:rPr>
        <w:t>،</w:t>
      </w:r>
      <w:r w:rsidRPr="003E3506">
        <w:rPr>
          <w:rtl/>
          <w:lang w:bidi="fa-IR"/>
        </w:rPr>
        <w:t xml:space="preserve"> واجب نيست از بيرون آمدن منى جلوگيرى كند.</w:t>
      </w:r>
    </w:p>
    <w:p w:rsidR="003E3506" w:rsidRPr="003E3506" w:rsidRDefault="003E3506" w:rsidP="003E3506">
      <w:pPr>
        <w:pStyle w:val="libNormal"/>
        <w:rPr>
          <w:lang w:bidi="fa-IR"/>
        </w:rPr>
      </w:pPr>
      <w:r w:rsidRPr="003E3506">
        <w:rPr>
          <w:rtl/>
          <w:lang w:bidi="fa-IR"/>
        </w:rPr>
        <w:t>١٦٠١ - روزه دارى كه محتلم شده</w:t>
      </w:r>
      <w:r w:rsidR="000C4B14">
        <w:rPr>
          <w:rtl/>
          <w:lang w:bidi="fa-IR"/>
        </w:rPr>
        <w:t>،</w:t>
      </w:r>
      <w:r w:rsidRPr="003E3506">
        <w:rPr>
          <w:rtl/>
          <w:lang w:bidi="fa-IR"/>
        </w:rPr>
        <w:t xml:space="preserve"> مى تواند بول كند</w:t>
      </w:r>
      <w:r w:rsidR="000C4B14">
        <w:rPr>
          <w:rtl/>
          <w:lang w:bidi="fa-IR"/>
        </w:rPr>
        <w:t>،</w:t>
      </w:r>
      <w:r w:rsidRPr="003E3506">
        <w:rPr>
          <w:rtl/>
          <w:lang w:bidi="fa-IR"/>
        </w:rPr>
        <w:t xml:space="preserve"> اگر چه بداند به واسطه بول كردن باقيمانده منى از مجرى بيرون مى آيد.</w:t>
      </w:r>
    </w:p>
    <w:p w:rsidR="003E3506" w:rsidRPr="003E3506" w:rsidRDefault="003E3506" w:rsidP="003E3506">
      <w:pPr>
        <w:pStyle w:val="libNormal"/>
        <w:rPr>
          <w:lang w:bidi="fa-IR"/>
        </w:rPr>
      </w:pPr>
      <w:r w:rsidRPr="003E3506">
        <w:rPr>
          <w:rtl/>
          <w:lang w:bidi="fa-IR"/>
        </w:rPr>
        <w:t>١٦٠٢ - روزه دارى كه محلتم شده</w:t>
      </w:r>
      <w:r w:rsidR="000C4B14">
        <w:rPr>
          <w:rtl/>
          <w:lang w:bidi="fa-IR"/>
        </w:rPr>
        <w:t>،</w:t>
      </w:r>
      <w:r w:rsidRPr="003E3506">
        <w:rPr>
          <w:rtl/>
          <w:lang w:bidi="fa-IR"/>
        </w:rPr>
        <w:t xml:space="preserve"> اگر بداند منى در مجرى مانده</w:t>
      </w:r>
      <w:r w:rsidR="000C4B14">
        <w:rPr>
          <w:rtl/>
          <w:lang w:bidi="fa-IR"/>
        </w:rPr>
        <w:t>،</w:t>
      </w:r>
      <w:r w:rsidRPr="003E3506">
        <w:rPr>
          <w:rtl/>
          <w:lang w:bidi="fa-IR"/>
        </w:rPr>
        <w:t xml:space="preserve"> و در صورتى كه پيش از غسل بول نكند بعد از غسل منى از او بيرون مى آيد</w:t>
      </w:r>
      <w:r w:rsidR="000C4B14">
        <w:rPr>
          <w:rtl/>
          <w:lang w:bidi="fa-IR"/>
        </w:rPr>
        <w:t>،</w:t>
      </w:r>
      <w:r w:rsidRPr="003E3506">
        <w:rPr>
          <w:rtl/>
          <w:lang w:bidi="fa-IR"/>
        </w:rPr>
        <w:t xml:space="preserve"> احتياط مستحب آن است كه پيش از غسل بول كند.</w:t>
      </w:r>
    </w:p>
    <w:p w:rsidR="003E3506" w:rsidRPr="003E3506" w:rsidRDefault="003E3506" w:rsidP="003E3506">
      <w:pPr>
        <w:pStyle w:val="libNormal"/>
        <w:rPr>
          <w:lang w:bidi="fa-IR"/>
        </w:rPr>
      </w:pPr>
      <w:r w:rsidRPr="003E3506">
        <w:rPr>
          <w:rtl/>
          <w:lang w:bidi="fa-IR"/>
        </w:rPr>
        <w:t>١٦٠٣ - كسى كه به قصد بيرون آمدن منى بازى و شوخى كند</w:t>
      </w:r>
      <w:r w:rsidR="000C4B14">
        <w:rPr>
          <w:rtl/>
          <w:lang w:bidi="fa-IR"/>
        </w:rPr>
        <w:t>،</w:t>
      </w:r>
      <w:r w:rsidRPr="003E3506">
        <w:rPr>
          <w:rtl/>
          <w:lang w:bidi="fa-IR"/>
        </w:rPr>
        <w:t xml:space="preserve"> اگر چه منى از او بيرون نيايد</w:t>
      </w:r>
      <w:r w:rsidR="000C4B14">
        <w:rPr>
          <w:rtl/>
          <w:lang w:bidi="fa-IR"/>
        </w:rPr>
        <w:t>،</w:t>
      </w:r>
      <w:r w:rsidRPr="003E3506">
        <w:rPr>
          <w:rtl/>
          <w:lang w:bidi="fa-IR"/>
        </w:rPr>
        <w:t xml:space="preserve"> بايد بنابر احتياط لازم روزه را تمام كند و قضا هم بنمايد.</w:t>
      </w:r>
    </w:p>
    <w:p w:rsidR="003E3506" w:rsidRPr="003E3506" w:rsidRDefault="003E3506" w:rsidP="003E3506">
      <w:pPr>
        <w:pStyle w:val="libNormal"/>
        <w:rPr>
          <w:lang w:bidi="fa-IR"/>
        </w:rPr>
      </w:pPr>
      <w:r w:rsidRPr="003E3506">
        <w:rPr>
          <w:rtl/>
          <w:lang w:bidi="fa-IR"/>
        </w:rPr>
        <w:lastRenderedPageBreak/>
        <w:t>١٦٠٤ - اگر روزه دار بدون قصد بيرون آمدن منى مثلا با زن خود بازى و شوخى كند</w:t>
      </w:r>
      <w:r w:rsidR="000C4B14">
        <w:rPr>
          <w:rtl/>
          <w:lang w:bidi="fa-IR"/>
        </w:rPr>
        <w:t>،</w:t>
      </w:r>
      <w:r w:rsidRPr="003E3506">
        <w:rPr>
          <w:rtl/>
          <w:lang w:bidi="fa-IR"/>
        </w:rPr>
        <w:t xml:space="preserve"> چنانچه اطمينان دارد كه منى از او خارج نمى شود</w:t>
      </w:r>
      <w:r w:rsidR="000C4B14">
        <w:rPr>
          <w:rtl/>
          <w:lang w:bidi="fa-IR"/>
        </w:rPr>
        <w:t>،</w:t>
      </w:r>
      <w:r w:rsidRPr="003E3506">
        <w:rPr>
          <w:rtl/>
          <w:lang w:bidi="fa-IR"/>
        </w:rPr>
        <w:t xml:space="preserve"> اگر چه اتفاقا منى بيرون آيد روزه او صحيح است</w:t>
      </w:r>
      <w:r w:rsidR="000C4B14">
        <w:rPr>
          <w:rtl/>
          <w:lang w:bidi="fa-IR"/>
        </w:rPr>
        <w:t>.</w:t>
      </w:r>
    </w:p>
    <w:p w:rsidR="003E3506" w:rsidRPr="003E3506" w:rsidRDefault="003E3506" w:rsidP="003E3506">
      <w:pPr>
        <w:pStyle w:val="libNormal"/>
        <w:rPr>
          <w:lang w:bidi="fa-IR"/>
        </w:rPr>
      </w:pPr>
      <w:r w:rsidRPr="003E3506">
        <w:rPr>
          <w:rtl/>
          <w:lang w:bidi="fa-IR"/>
        </w:rPr>
        <w:t>ولى اگر اطمينان ندارد</w:t>
      </w:r>
      <w:r w:rsidR="000C4B14">
        <w:rPr>
          <w:rtl/>
          <w:lang w:bidi="fa-IR"/>
        </w:rPr>
        <w:t>،</w:t>
      </w:r>
      <w:r w:rsidRPr="003E3506">
        <w:rPr>
          <w:rtl/>
          <w:lang w:bidi="fa-IR"/>
        </w:rPr>
        <w:t xml:space="preserve"> در صورتى كه منى از او بيرون آيد روزه اش باطل است</w:t>
      </w:r>
      <w:r w:rsidR="000C4B14">
        <w:rPr>
          <w:rtl/>
          <w:lang w:bidi="fa-IR"/>
        </w:rPr>
        <w:t>.</w:t>
      </w:r>
    </w:p>
    <w:p w:rsidR="003E3506" w:rsidRDefault="00605FAB" w:rsidP="00D24DBC">
      <w:pPr>
        <w:pStyle w:val="Heading3"/>
        <w:rPr>
          <w:rtl/>
          <w:lang w:bidi="fa-IR"/>
        </w:rPr>
      </w:pPr>
      <w:bookmarkStart w:id="176" w:name="_Toc24454599"/>
      <w:r>
        <w:rPr>
          <w:rtl/>
          <w:lang w:bidi="fa-IR"/>
        </w:rPr>
        <w:t>(</w:t>
      </w:r>
      <w:r w:rsidR="003E3506" w:rsidRPr="003E3506">
        <w:rPr>
          <w:rtl/>
          <w:lang w:bidi="fa-IR"/>
        </w:rPr>
        <w:t>دروغ بستن به خدا و پيغمبر</w:t>
      </w:r>
      <w:r>
        <w:rPr>
          <w:rtl/>
          <w:lang w:bidi="fa-IR"/>
        </w:rPr>
        <w:t>)</w:t>
      </w:r>
      <w:bookmarkEnd w:id="176"/>
    </w:p>
    <w:p w:rsidR="003E3506" w:rsidRPr="003E3506" w:rsidRDefault="003E3506" w:rsidP="003E3506">
      <w:pPr>
        <w:pStyle w:val="libNormal"/>
        <w:rPr>
          <w:lang w:bidi="fa-IR"/>
        </w:rPr>
      </w:pPr>
      <w:r w:rsidRPr="003E3506">
        <w:rPr>
          <w:rtl/>
          <w:lang w:bidi="fa-IR"/>
        </w:rPr>
        <w:t xml:space="preserve">١٦٠٥ - اگر روزه دار به گفتن يا به نوشتن يا به اشاره و مانند اينها به خدا و پيغمبر </w:t>
      </w:r>
      <w:r w:rsidR="00561F27" w:rsidRPr="00561F27">
        <w:rPr>
          <w:rStyle w:val="libAlaemChar"/>
          <w:rtl/>
        </w:rPr>
        <w:t>صلى‌الله‌عليه‌وآله</w:t>
      </w:r>
      <w:r w:rsidRPr="003E3506">
        <w:rPr>
          <w:rtl/>
          <w:lang w:bidi="fa-IR"/>
        </w:rPr>
        <w:t xml:space="preserve"> و جانشينان پيغمبر </w:t>
      </w:r>
      <w:r w:rsidR="00561F27" w:rsidRPr="00561F27">
        <w:rPr>
          <w:rStyle w:val="libAlaemChar"/>
          <w:rtl/>
        </w:rPr>
        <w:t>صلى‌الله‌عليه‌وآله</w:t>
      </w:r>
      <w:r w:rsidRPr="003E3506">
        <w:rPr>
          <w:rtl/>
          <w:lang w:bidi="fa-IR"/>
        </w:rPr>
        <w:t xml:space="preserve"> عمدا نسبتى را بدهد كه دروغ است - اگر چه فورا بگويد دروغ گفتم يا توبه كند - روزه او بنابر احتياط لازم باطل است هم چنين است بنابر احتياط مستحب دروغ بستن به حضرت زهرا سلام اللّه عليها و ساير پيغمبران و جانشينان آنان</w:t>
      </w:r>
      <w:r w:rsidR="000C4B14">
        <w:rPr>
          <w:rtl/>
          <w:lang w:bidi="fa-IR"/>
        </w:rPr>
        <w:t>.</w:t>
      </w:r>
    </w:p>
    <w:p w:rsidR="003E3506" w:rsidRPr="003E3506" w:rsidRDefault="003E3506" w:rsidP="003E3506">
      <w:pPr>
        <w:pStyle w:val="libNormal"/>
        <w:rPr>
          <w:lang w:bidi="fa-IR"/>
        </w:rPr>
      </w:pPr>
      <w:r w:rsidRPr="003E3506">
        <w:rPr>
          <w:rtl/>
          <w:lang w:bidi="fa-IR"/>
        </w:rPr>
        <w:t>١٦٠٦ - اگر بخواهد خبرى را كه دليلى بر حجيت او ندارد</w:t>
      </w:r>
      <w:r w:rsidR="000C4B14">
        <w:rPr>
          <w:rtl/>
          <w:lang w:bidi="fa-IR"/>
        </w:rPr>
        <w:t>،</w:t>
      </w:r>
      <w:r w:rsidRPr="003E3506">
        <w:rPr>
          <w:rtl/>
          <w:lang w:bidi="fa-IR"/>
        </w:rPr>
        <w:t xml:space="preserve"> و نمى داند راست است يا دروغ</w:t>
      </w:r>
      <w:r w:rsidR="000C4B14">
        <w:rPr>
          <w:rtl/>
          <w:lang w:bidi="fa-IR"/>
        </w:rPr>
        <w:t>،</w:t>
      </w:r>
      <w:r w:rsidRPr="003E3506">
        <w:rPr>
          <w:rtl/>
          <w:lang w:bidi="fa-IR"/>
        </w:rPr>
        <w:t xml:space="preserve"> نقل كند</w:t>
      </w:r>
      <w:r w:rsidR="000C4B14">
        <w:rPr>
          <w:rtl/>
          <w:lang w:bidi="fa-IR"/>
        </w:rPr>
        <w:t>،</w:t>
      </w:r>
      <w:r w:rsidRPr="003E3506">
        <w:rPr>
          <w:rtl/>
          <w:lang w:bidi="fa-IR"/>
        </w:rPr>
        <w:t xml:space="preserve"> بنابر احتياط واجب بايد از كسى كه آن خبر را گفته</w:t>
      </w:r>
      <w:r w:rsidR="000C4B14">
        <w:rPr>
          <w:rtl/>
          <w:lang w:bidi="fa-IR"/>
        </w:rPr>
        <w:t>،</w:t>
      </w:r>
      <w:r w:rsidRPr="003E3506">
        <w:rPr>
          <w:rtl/>
          <w:lang w:bidi="fa-IR"/>
        </w:rPr>
        <w:t xml:space="preserve"> يا از كتابى كه آن خبر در آن نوشته شده نقل نمايد.</w:t>
      </w:r>
    </w:p>
    <w:p w:rsidR="003E3506" w:rsidRPr="003E3506" w:rsidRDefault="003E3506" w:rsidP="003E3506">
      <w:pPr>
        <w:pStyle w:val="libNormal"/>
        <w:rPr>
          <w:lang w:bidi="fa-IR"/>
        </w:rPr>
      </w:pPr>
      <w:r w:rsidRPr="003E3506">
        <w:rPr>
          <w:rtl/>
          <w:lang w:bidi="fa-IR"/>
        </w:rPr>
        <w:t>١٦٠٧ - اگر چيزى را به اعتقاد اين كه راست است از قول خدا يا پيغمبر نقل كند و بعد بفهمد دروغ بوده</w:t>
      </w:r>
      <w:r w:rsidR="000C4B14">
        <w:rPr>
          <w:rtl/>
          <w:lang w:bidi="fa-IR"/>
        </w:rPr>
        <w:t>،</w:t>
      </w:r>
      <w:r w:rsidRPr="003E3506">
        <w:rPr>
          <w:rtl/>
          <w:lang w:bidi="fa-IR"/>
        </w:rPr>
        <w:t xml:space="preserve"> روزه اش باطل نمى شود.</w:t>
      </w:r>
    </w:p>
    <w:p w:rsidR="003E3506" w:rsidRPr="003E3506" w:rsidRDefault="003E3506" w:rsidP="003E3506">
      <w:pPr>
        <w:pStyle w:val="libNormal"/>
        <w:rPr>
          <w:lang w:bidi="fa-IR"/>
        </w:rPr>
      </w:pPr>
      <w:r w:rsidRPr="003E3506">
        <w:rPr>
          <w:rtl/>
          <w:lang w:bidi="fa-IR"/>
        </w:rPr>
        <w:t>١٦٠٨ - اگر چيزى را كه مى داند دروغ است به خدا و پيغمبر نسبت دهد و بعدا بفهمد آنچه را كه گفته راست بوده</w:t>
      </w:r>
      <w:r w:rsidR="000C4B14">
        <w:rPr>
          <w:rtl/>
          <w:lang w:bidi="fa-IR"/>
        </w:rPr>
        <w:t>،</w:t>
      </w:r>
      <w:r w:rsidRPr="003E3506">
        <w:rPr>
          <w:rtl/>
          <w:lang w:bidi="fa-IR"/>
        </w:rPr>
        <w:t xml:space="preserve"> بايد بنابر احتياط لازم روزه را تمام كند و قضاى آن را هم به جا آورد.</w:t>
      </w:r>
    </w:p>
    <w:p w:rsidR="003E3506" w:rsidRPr="003E3506" w:rsidRDefault="003E3506" w:rsidP="003E3506">
      <w:pPr>
        <w:pStyle w:val="libNormal"/>
        <w:rPr>
          <w:lang w:bidi="fa-IR"/>
        </w:rPr>
      </w:pPr>
      <w:r w:rsidRPr="003E3506">
        <w:rPr>
          <w:rtl/>
          <w:lang w:bidi="fa-IR"/>
        </w:rPr>
        <w:t>١٦٠٩ - اگر دروغى را كه ديگرى ساخته عمدا به خدا و پيغمبر و جانشينان پيغمبر نسبت دهد</w:t>
      </w:r>
      <w:r w:rsidR="000C4B14">
        <w:rPr>
          <w:rtl/>
          <w:lang w:bidi="fa-IR"/>
        </w:rPr>
        <w:t>،</w:t>
      </w:r>
      <w:r w:rsidRPr="003E3506">
        <w:rPr>
          <w:rtl/>
          <w:lang w:bidi="fa-IR"/>
        </w:rPr>
        <w:t xml:space="preserve"> بنابر احتياط لازم روزه اش باطل مى شود</w:t>
      </w:r>
      <w:r w:rsidR="000C4B14">
        <w:rPr>
          <w:rtl/>
          <w:lang w:bidi="fa-IR"/>
        </w:rPr>
        <w:t>،</w:t>
      </w:r>
      <w:r w:rsidRPr="003E3506">
        <w:rPr>
          <w:rtl/>
          <w:lang w:bidi="fa-IR"/>
        </w:rPr>
        <w:t xml:space="preserve"> ولى اگر از قول كسى كه آن دروغ را ساخته نقل كند اشكال ندارد.</w:t>
      </w:r>
    </w:p>
    <w:p w:rsidR="003E3506" w:rsidRPr="003E3506" w:rsidRDefault="003E3506" w:rsidP="003E3506">
      <w:pPr>
        <w:pStyle w:val="libNormal"/>
        <w:rPr>
          <w:lang w:bidi="fa-IR"/>
        </w:rPr>
      </w:pPr>
      <w:r w:rsidRPr="003E3506">
        <w:rPr>
          <w:rtl/>
          <w:lang w:bidi="fa-IR"/>
        </w:rPr>
        <w:t xml:space="preserve">١٦١٠ - اگر از روزه دار بپرسند كه آيا پيغمبر </w:t>
      </w:r>
      <w:r w:rsidR="00884B11" w:rsidRPr="00884B11">
        <w:rPr>
          <w:rStyle w:val="libAlaemChar"/>
          <w:rtl/>
        </w:rPr>
        <w:t>صلى‌الله‌عليه‌وآله‌وسلم</w:t>
      </w:r>
      <w:r w:rsidRPr="003E3506">
        <w:rPr>
          <w:rtl/>
          <w:lang w:bidi="fa-IR"/>
        </w:rPr>
        <w:t xml:space="preserve"> چنين مطلبى فرموده اند و او جايى كه در جواب بايد بگويد نه</w:t>
      </w:r>
      <w:r w:rsidR="000C4B14">
        <w:rPr>
          <w:rtl/>
          <w:lang w:bidi="fa-IR"/>
        </w:rPr>
        <w:t>،</w:t>
      </w:r>
      <w:r w:rsidRPr="003E3506">
        <w:rPr>
          <w:rtl/>
          <w:lang w:bidi="fa-IR"/>
        </w:rPr>
        <w:t xml:space="preserve"> عمدا بگويد</w:t>
      </w:r>
      <w:r w:rsidR="000C4B14">
        <w:rPr>
          <w:rtl/>
          <w:lang w:bidi="fa-IR"/>
        </w:rPr>
        <w:t>،</w:t>
      </w:r>
      <w:r w:rsidRPr="003E3506">
        <w:rPr>
          <w:rtl/>
          <w:lang w:bidi="fa-IR"/>
        </w:rPr>
        <w:t xml:space="preserve"> بلى</w:t>
      </w:r>
      <w:r w:rsidR="000C4B14">
        <w:rPr>
          <w:rtl/>
          <w:lang w:bidi="fa-IR"/>
        </w:rPr>
        <w:t>،</w:t>
      </w:r>
      <w:r w:rsidRPr="003E3506">
        <w:rPr>
          <w:rtl/>
          <w:lang w:bidi="fa-IR"/>
        </w:rPr>
        <w:t xml:space="preserve"> يا جايى كه بايد بگويد بلى عمدا بگويد نه</w:t>
      </w:r>
      <w:r w:rsidR="000C4B14">
        <w:rPr>
          <w:rtl/>
          <w:lang w:bidi="fa-IR"/>
        </w:rPr>
        <w:t>،</w:t>
      </w:r>
      <w:r w:rsidRPr="003E3506">
        <w:rPr>
          <w:rtl/>
          <w:lang w:bidi="fa-IR"/>
        </w:rPr>
        <w:t xml:space="preserve"> روزه اش بنابر احتياط لازم باطل مى شود.</w:t>
      </w:r>
    </w:p>
    <w:p w:rsidR="003E3506" w:rsidRPr="003E3506" w:rsidRDefault="003E3506" w:rsidP="003E3506">
      <w:pPr>
        <w:pStyle w:val="libNormal"/>
        <w:rPr>
          <w:lang w:bidi="fa-IR"/>
        </w:rPr>
      </w:pPr>
      <w:r w:rsidRPr="003E3506">
        <w:rPr>
          <w:rtl/>
          <w:lang w:bidi="fa-IR"/>
        </w:rPr>
        <w:lastRenderedPageBreak/>
        <w:t>١٦١١ - اگر از قول خدا يا پيغمبر حرف راستى را بگويد بعد بگويد دروغ گفتم</w:t>
      </w:r>
      <w:r w:rsidR="000C4B14">
        <w:rPr>
          <w:rtl/>
          <w:lang w:bidi="fa-IR"/>
        </w:rPr>
        <w:t>،</w:t>
      </w:r>
      <w:r w:rsidRPr="003E3506">
        <w:rPr>
          <w:rtl/>
          <w:lang w:bidi="fa-IR"/>
        </w:rPr>
        <w:t xml:space="preserve"> يا در شب به دروغ به آنان نسبتى بدهد و فرداى آن كه روزه مى باشد بگويد آنچه ديشب گفتم راست است</w:t>
      </w:r>
      <w:r w:rsidR="000C4B14">
        <w:rPr>
          <w:rtl/>
          <w:lang w:bidi="fa-IR"/>
        </w:rPr>
        <w:t>،</w:t>
      </w:r>
      <w:r w:rsidRPr="003E3506">
        <w:rPr>
          <w:rtl/>
          <w:lang w:bidi="fa-IR"/>
        </w:rPr>
        <w:t xml:space="preserve"> روزه اش باطل مى شود</w:t>
      </w:r>
      <w:r w:rsidR="000C4B14">
        <w:rPr>
          <w:rtl/>
          <w:lang w:bidi="fa-IR"/>
        </w:rPr>
        <w:t>،</w:t>
      </w:r>
      <w:r w:rsidRPr="003E3506">
        <w:rPr>
          <w:rtl/>
          <w:lang w:bidi="fa-IR"/>
        </w:rPr>
        <w:t xml:space="preserve"> مگر آن كه مقصودش بيان حال خبرش باشد.</w:t>
      </w:r>
    </w:p>
    <w:p w:rsidR="003E3506" w:rsidRDefault="00605FAB" w:rsidP="00561F27">
      <w:pPr>
        <w:pStyle w:val="Heading3"/>
        <w:rPr>
          <w:rtl/>
          <w:lang w:bidi="fa-IR"/>
        </w:rPr>
      </w:pPr>
      <w:bookmarkStart w:id="177" w:name="_Toc24454600"/>
      <w:r>
        <w:rPr>
          <w:rtl/>
          <w:lang w:bidi="fa-IR"/>
        </w:rPr>
        <w:t>(</w:t>
      </w:r>
      <w:r w:rsidR="003E3506" w:rsidRPr="003E3506">
        <w:rPr>
          <w:rtl/>
          <w:lang w:bidi="fa-IR"/>
        </w:rPr>
        <w:t>رساندن غبار به حلق</w:t>
      </w:r>
      <w:r>
        <w:rPr>
          <w:rtl/>
          <w:lang w:bidi="fa-IR"/>
        </w:rPr>
        <w:t>)</w:t>
      </w:r>
      <w:bookmarkEnd w:id="177"/>
    </w:p>
    <w:p w:rsidR="003E3506" w:rsidRPr="003E3506" w:rsidRDefault="003E3506" w:rsidP="003E3506">
      <w:pPr>
        <w:pStyle w:val="libNormal"/>
        <w:rPr>
          <w:lang w:bidi="fa-IR"/>
        </w:rPr>
      </w:pPr>
      <w:r w:rsidRPr="003E3506">
        <w:rPr>
          <w:rtl/>
          <w:lang w:bidi="fa-IR"/>
        </w:rPr>
        <w:t>١٦١٢ - بنابر احتياط واجب رساندن غبار غليظ به حلق روزه را باطل مى كند</w:t>
      </w:r>
      <w:r w:rsidR="000C4B14">
        <w:rPr>
          <w:rtl/>
          <w:lang w:bidi="fa-IR"/>
        </w:rPr>
        <w:t>،</w:t>
      </w:r>
      <w:r w:rsidRPr="003E3506">
        <w:rPr>
          <w:rtl/>
          <w:lang w:bidi="fa-IR"/>
        </w:rPr>
        <w:t xml:space="preserve"> چه غبار از چيزى باشد كه خوردن آن حلال است</w:t>
      </w:r>
      <w:r w:rsidR="000C4B14">
        <w:rPr>
          <w:rtl/>
          <w:lang w:bidi="fa-IR"/>
        </w:rPr>
        <w:t>،</w:t>
      </w:r>
      <w:r w:rsidRPr="003E3506">
        <w:rPr>
          <w:rtl/>
          <w:lang w:bidi="fa-IR"/>
        </w:rPr>
        <w:t xml:space="preserve"> مثل آرد</w:t>
      </w:r>
      <w:r w:rsidR="000C4B14">
        <w:rPr>
          <w:rtl/>
          <w:lang w:bidi="fa-IR"/>
        </w:rPr>
        <w:t>،</w:t>
      </w:r>
      <w:r w:rsidRPr="003E3506">
        <w:rPr>
          <w:rtl/>
          <w:lang w:bidi="fa-IR"/>
        </w:rPr>
        <w:t xml:space="preserve"> يا غبار چيزى باشد كه خوردن آن حرام است مثل خاك</w:t>
      </w:r>
      <w:r w:rsidR="000C4B14">
        <w:rPr>
          <w:rtl/>
          <w:lang w:bidi="fa-IR"/>
        </w:rPr>
        <w:t>.</w:t>
      </w:r>
    </w:p>
    <w:p w:rsidR="003E3506" w:rsidRPr="003E3506" w:rsidRDefault="003E3506" w:rsidP="003E3506">
      <w:pPr>
        <w:pStyle w:val="libNormal"/>
        <w:rPr>
          <w:lang w:bidi="fa-IR"/>
        </w:rPr>
      </w:pPr>
      <w:r w:rsidRPr="003E3506">
        <w:rPr>
          <w:rtl/>
          <w:lang w:bidi="fa-IR"/>
        </w:rPr>
        <w:t>١٦١٣ - رساندن غبار غير غليظ به حلق - بنابر اقوى - روزه را باطل نمى كند.</w:t>
      </w:r>
    </w:p>
    <w:p w:rsidR="003E3506" w:rsidRPr="003E3506" w:rsidRDefault="003E3506" w:rsidP="003E3506">
      <w:pPr>
        <w:pStyle w:val="libNormal"/>
        <w:rPr>
          <w:lang w:bidi="fa-IR"/>
        </w:rPr>
      </w:pPr>
      <w:r w:rsidRPr="003E3506">
        <w:rPr>
          <w:rtl/>
          <w:lang w:bidi="fa-IR"/>
        </w:rPr>
        <w:t>١٦١٤ - اگر به واسطه باد غبارى غليظ پيدا شود و انسان با اين كه متوجه است و مى تواند</w:t>
      </w:r>
      <w:r w:rsidR="000C4B14">
        <w:rPr>
          <w:rtl/>
          <w:lang w:bidi="fa-IR"/>
        </w:rPr>
        <w:t>،</w:t>
      </w:r>
      <w:r w:rsidRPr="003E3506">
        <w:rPr>
          <w:rtl/>
          <w:lang w:bidi="fa-IR"/>
        </w:rPr>
        <w:t xml:space="preserve"> مواظبت نكند و به حلق برسد</w:t>
      </w:r>
      <w:r w:rsidR="000C4B14">
        <w:rPr>
          <w:rtl/>
          <w:lang w:bidi="fa-IR"/>
        </w:rPr>
        <w:t>،</w:t>
      </w:r>
      <w:r w:rsidRPr="003E3506">
        <w:rPr>
          <w:rtl/>
          <w:lang w:bidi="fa-IR"/>
        </w:rPr>
        <w:t xml:space="preserve"> بنابر احتياط واجب روزه اش باطل مى شود.</w:t>
      </w:r>
    </w:p>
    <w:p w:rsidR="003E3506" w:rsidRPr="003E3506" w:rsidRDefault="003E3506" w:rsidP="003E3506">
      <w:pPr>
        <w:pStyle w:val="libNormal"/>
        <w:rPr>
          <w:lang w:bidi="fa-IR"/>
        </w:rPr>
      </w:pPr>
      <w:r w:rsidRPr="003E3506">
        <w:rPr>
          <w:rtl/>
          <w:lang w:bidi="fa-IR"/>
        </w:rPr>
        <w:t>١٦١٥ - احتياط واجب آن است كه روزه دار دود سيگار و تنباكو و مانند اينها را هم به حلق نرساند.</w:t>
      </w:r>
    </w:p>
    <w:p w:rsidR="003E3506" w:rsidRPr="003E3506" w:rsidRDefault="003E3506" w:rsidP="003E3506">
      <w:pPr>
        <w:pStyle w:val="libNormal"/>
        <w:rPr>
          <w:lang w:bidi="fa-IR"/>
        </w:rPr>
      </w:pPr>
      <w:r w:rsidRPr="003E3506">
        <w:rPr>
          <w:rtl/>
          <w:lang w:bidi="fa-IR"/>
        </w:rPr>
        <w:t>١٦١٦ - اگر مواظبت نكند و غبار يا دود و مانند اينها داخل حلق شود</w:t>
      </w:r>
      <w:r w:rsidR="000C4B14">
        <w:rPr>
          <w:rtl/>
          <w:lang w:bidi="fa-IR"/>
        </w:rPr>
        <w:t>،</w:t>
      </w:r>
      <w:r w:rsidRPr="003E3506">
        <w:rPr>
          <w:rtl/>
          <w:lang w:bidi="fa-IR"/>
        </w:rPr>
        <w:t xml:space="preserve"> چنانچه يقين يا اطمينان داشته كه به حلق نمى رسد</w:t>
      </w:r>
      <w:r w:rsidR="000C4B14">
        <w:rPr>
          <w:rtl/>
          <w:lang w:bidi="fa-IR"/>
        </w:rPr>
        <w:t>،</w:t>
      </w:r>
      <w:r w:rsidRPr="003E3506">
        <w:rPr>
          <w:rtl/>
          <w:lang w:bidi="fa-IR"/>
        </w:rPr>
        <w:t xml:space="preserve"> روزه اش صحيح است</w:t>
      </w:r>
      <w:r w:rsidR="000C4B14">
        <w:rPr>
          <w:rtl/>
          <w:lang w:bidi="fa-IR"/>
        </w:rPr>
        <w:t>،</w:t>
      </w:r>
      <w:r w:rsidRPr="003E3506">
        <w:rPr>
          <w:rtl/>
          <w:lang w:bidi="fa-IR"/>
        </w:rPr>
        <w:t xml:space="preserve"> و اگر گمان مى كرده كه به حلق نمى رسد</w:t>
      </w:r>
      <w:r w:rsidR="000C4B14">
        <w:rPr>
          <w:rtl/>
          <w:lang w:bidi="fa-IR"/>
        </w:rPr>
        <w:t>،</w:t>
      </w:r>
      <w:r w:rsidRPr="003E3506">
        <w:rPr>
          <w:rtl/>
          <w:lang w:bidi="fa-IR"/>
        </w:rPr>
        <w:t xml:space="preserve"> بهتر آن است كه آن روزه را قضا كند.</w:t>
      </w:r>
    </w:p>
    <w:p w:rsidR="003E3506" w:rsidRPr="003E3506" w:rsidRDefault="003E3506" w:rsidP="003E3506">
      <w:pPr>
        <w:pStyle w:val="libNormal"/>
        <w:rPr>
          <w:lang w:bidi="fa-IR"/>
        </w:rPr>
      </w:pPr>
      <w:r w:rsidRPr="003E3506">
        <w:rPr>
          <w:rtl/>
          <w:lang w:bidi="fa-IR"/>
        </w:rPr>
        <w:t>١٦١٧ - اگر فراموش كند كه روزه است و مواظبت نكند</w:t>
      </w:r>
      <w:r w:rsidR="000C4B14">
        <w:rPr>
          <w:rtl/>
          <w:lang w:bidi="fa-IR"/>
        </w:rPr>
        <w:t>،</w:t>
      </w:r>
      <w:r w:rsidRPr="003E3506">
        <w:rPr>
          <w:rtl/>
          <w:lang w:bidi="fa-IR"/>
        </w:rPr>
        <w:t xml:space="preserve"> يا بى اختيار غبار و مانند آن به حلق او برسد روزه اش باطل نمى شود.</w:t>
      </w:r>
    </w:p>
    <w:p w:rsidR="003E3506" w:rsidRDefault="00605FAB" w:rsidP="00561F27">
      <w:pPr>
        <w:pStyle w:val="Heading3"/>
        <w:rPr>
          <w:rtl/>
          <w:lang w:bidi="fa-IR"/>
        </w:rPr>
      </w:pPr>
      <w:bookmarkStart w:id="178" w:name="_Toc24454601"/>
      <w:r>
        <w:rPr>
          <w:rtl/>
          <w:lang w:bidi="fa-IR"/>
        </w:rPr>
        <w:t>(</w:t>
      </w:r>
      <w:r w:rsidR="003E3506" w:rsidRPr="003E3506">
        <w:rPr>
          <w:rtl/>
          <w:lang w:bidi="fa-IR"/>
        </w:rPr>
        <w:t>فرو بردن سر در آب</w:t>
      </w:r>
      <w:r>
        <w:rPr>
          <w:rtl/>
          <w:lang w:bidi="fa-IR"/>
        </w:rPr>
        <w:t>)</w:t>
      </w:r>
      <w:bookmarkEnd w:id="178"/>
    </w:p>
    <w:p w:rsidR="003E3506" w:rsidRPr="003E3506" w:rsidRDefault="003E3506" w:rsidP="003E3506">
      <w:pPr>
        <w:pStyle w:val="libNormal"/>
        <w:rPr>
          <w:lang w:bidi="fa-IR"/>
        </w:rPr>
      </w:pPr>
      <w:r w:rsidRPr="003E3506">
        <w:rPr>
          <w:rtl/>
          <w:lang w:bidi="fa-IR"/>
        </w:rPr>
        <w:t>١٦١٨ - اگر روزه دار عمدا تمام سر را در آب فرو برد</w:t>
      </w:r>
      <w:r w:rsidR="000C4B14">
        <w:rPr>
          <w:rtl/>
          <w:lang w:bidi="fa-IR"/>
        </w:rPr>
        <w:t>،</w:t>
      </w:r>
      <w:r w:rsidRPr="003E3506">
        <w:rPr>
          <w:rtl/>
          <w:lang w:bidi="fa-IR"/>
        </w:rPr>
        <w:t xml:space="preserve"> اگر چه باقى بدن او از آب بيرون باشد</w:t>
      </w:r>
      <w:r w:rsidR="000C4B14">
        <w:rPr>
          <w:rtl/>
          <w:lang w:bidi="fa-IR"/>
        </w:rPr>
        <w:t>،</w:t>
      </w:r>
      <w:r w:rsidRPr="003E3506">
        <w:rPr>
          <w:rtl/>
          <w:lang w:bidi="fa-IR"/>
        </w:rPr>
        <w:t xml:space="preserve"> روزه اش بنابر مشهور باطل مى شود</w:t>
      </w:r>
      <w:r w:rsidR="000C4B14">
        <w:rPr>
          <w:rtl/>
          <w:lang w:bidi="fa-IR"/>
        </w:rPr>
        <w:t>،</w:t>
      </w:r>
      <w:r w:rsidRPr="003E3506">
        <w:rPr>
          <w:rtl/>
          <w:lang w:bidi="fa-IR"/>
        </w:rPr>
        <w:t xml:space="preserve"> ولى بعيد نيست كه اين كار روزه را باطل نكند</w:t>
      </w:r>
      <w:r w:rsidR="000C4B14">
        <w:rPr>
          <w:rtl/>
          <w:lang w:bidi="fa-IR"/>
        </w:rPr>
        <w:t>،</w:t>
      </w:r>
      <w:r w:rsidRPr="003E3506">
        <w:rPr>
          <w:rtl/>
          <w:lang w:bidi="fa-IR"/>
        </w:rPr>
        <w:t xml:space="preserve"> اگر چه كراهت شديد دارد و رعايت احتياط در صورت امكان بهتر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١٦١٩ - اگر نصف سر را يك دفعه و نصف ديگر آن را دفعه ديگر در آب فرو برد</w:t>
      </w:r>
      <w:r w:rsidR="000C4B14">
        <w:rPr>
          <w:rtl/>
          <w:lang w:bidi="fa-IR"/>
        </w:rPr>
        <w:t>،</w:t>
      </w:r>
      <w:r w:rsidRPr="003E3506">
        <w:rPr>
          <w:rtl/>
          <w:lang w:bidi="fa-IR"/>
        </w:rPr>
        <w:t xml:space="preserve"> روزه اش هيچ اشكالى ندارد</w:t>
      </w:r>
      <w:r w:rsidR="000C4B14">
        <w:rPr>
          <w:rtl/>
          <w:lang w:bidi="fa-IR"/>
        </w:rPr>
        <w:t>.</w:t>
      </w:r>
    </w:p>
    <w:p w:rsidR="003E3506" w:rsidRPr="003E3506" w:rsidRDefault="003E3506" w:rsidP="003E3506">
      <w:pPr>
        <w:pStyle w:val="libNormal"/>
        <w:rPr>
          <w:lang w:bidi="fa-IR"/>
        </w:rPr>
      </w:pPr>
      <w:r w:rsidRPr="003E3506">
        <w:rPr>
          <w:rtl/>
          <w:lang w:bidi="fa-IR"/>
        </w:rPr>
        <w:t>١٦٢٠ - اگر تمام سر زير آب برود اگر چه مقدارى از موها بيرون بماند</w:t>
      </w:r>
      <w:r w:rsidR="000C4B14">
        <w:rPr>
          <w:rtl/>
          <w:lang w:bidi="fa-IR"/>
        </w:rPr>
        <w:t>،</w:t>
      </w:r>
      <w:r w:rsidRPr="003E3506">
        <w:rPr>
          <w:rtl/>
          <w:lang w:bidi="fa-IR"/>
        </w:rPr>
        <w:t xml:space="preserve"> همان حكمى را كه در مساله ١٦١٨ گفته شد دارد.</w:t>
      </w:r>
    </w:p>
    <w:p w:rsidR="003E3506" w:rsidRPr="003E3506" w:rsidRDefault="003E3506" w:rsidP="003E3506">
      <w:pPr>
        <w:pStyle w:val="libNormal"/>
        <w:rPr>
          <w:lang w:bidi="fa-IR"/>
        </w:rPr>
      </w:pPr>
      <w:r w:rsidRPr="003E3506">
        <w:rPr>
          <w:rtl/>
          <w:lang w:bidi="fa-IR"/>
        </w:rPr>
        <w:t>١٦٢١ - سر فرو بردن در غير آب از چيزهاى روان مانند شير به روزه هيچ ضررى ندارد</w:t>
      </w:r>
      <w:r w:rsidR="000C4B14">
        <w:rPr>
          <w:rtl/>
          <w:lang w:bidi="fa-IR"/>
        </w:rPr>
        <w:t>،</w:t>
      </w:r>
      <w:r w:rsidRPr="003E3506">
        <w:rPr>
          <w:rtl/>
          <w:lang w:bidi="fa-IR"/>
        </w:rPr>
        <w:t xml:space="preserve"> و هم چنين است فرو بردن سر در آب مضاف</w:t>
      </w:r>
      <w:r w:rsidR="000C4B14">
        <w:rPr>
          <w:rtl/>
          <w:lang w:bidi="fa-IR"/>
        </w:rPr>
        <w:t>.</w:t>
      </w:r>
    </w:p>
    <w:p w:rsidR="003E3506" w:rsidRPr="003E3506" w:rsidRDefault="003E3506" w:rsidP="003E3506">
      <w:pPr>
        <w:pStyle w:val="libNormal"/>
        <w:rPr>
          <w:lang w:bidi="fa-IR"/>
        </w:rPr>
      </w:pPr>
      <w:r w:rsidRPr="003E3506">
        <w:rPr>
          <w:rtl/>
          <w:lang w:bidi="fa-IR"/>
        </w:rPr>
        <w:t>١٦٢٢ - اگر روزه دار بى اختيار در آب بيفتد و آب تمام سر او را بگيرد</w:t>
      </w:r>
      <w:r w:rsidR="000C4B14">
        <w:rPr>
          <w:rtl/>
          <w:lang w:bidi="fa-IR"/>
        </w:rPr>
        <w:t>،</w:t>
      </w:r>
      <w:r w:rsidRPr="003E3506">
        <w:rPr>
          <w:rtl/>
          <w:lang w:bidi="fa-IR"/>
        </w:rPr>
        <w:t xml:space="preserve"> يا فراموش كند كه روزه است و سر در آب فرو برد</w:t>
      </w:r>
      <w:r w:rsidR="000C4B14">
        <w:rPr>
          <w:rtl/>
          <w:lang w:bidi="fa-IR"/>
        </w:rPr>
        <w:t>،</w:t>
      </w:r>
      <w:r w:rsidRPr="003E3506">
        <w:rPr>
          <w:rtl/>
          <w:lang w:bidi="fa-IR"/>
        </w:rPr>
        <w:t xml:space="preserve"> روزه او هيچ اشكالى ندارد.</w:t>
      </w:r>
    </w:p>
    <w:p w:rsidR="003E3506" w:rsidRPr="003E3506" w:rsidRDefault="003E3506" w:rsidP="003E3506">
      <w:pPr>
        <w:pStyle w:val="libNormal"/>
        <w:rPr>
          <w:lang w:bidi="fa-IR"/>
        </w:rPr>
      </w:pPr>
      <w:r w:rsidRPr="003E3506">
        <w:rPr>
          <w:rtl/>
          <w:lang w:bidi="fa-IR"/>
        </w:rPr>
        <w:t>١٦٢٣ - اگر به خيال اين كه آب سر او را نمى گيرد</w:t>
      </w:r>
      <w:r w:rsidR="000C4B14">
        <w:rPr>
          <w:rtl/>
          <w:lang w:bidi="fa-IR"/>
        </w:rPr>
        <w:t>،</w:t>
      </w:r>
      <w:r w:rsidRPr="003E3506">
        <w:rPr>
          <w:rtl/>
          <w:lang w:bidi="fa-IR"/>
        </w:rPr>
        <w:t xml:space="preserve"> خود را در آب بيندازد و آب تمام سر او را بگيرد</w:t>
      </w:r>
      <w:r w:rsidR="000C4B14">
        <w:rPr>
          <w:rtl/>
          <w:lang w:bidi="fa-IR"/>
        </w:rPr>
        <w:t>،</w:t>
      </w:r>
      <w:r w:rsidRPr="003E3506">
        <w:rPr>
          <w:rtl/>
          <w:lang w:bidi="fa-IR"/>
        </w:rPr>
        <w:t xml:space="preserve"> روزه اش هيچ اشكالى ندارد.</w:t>
      </w:r>
    </w:p>
    <w:p w:rsidR="003E3506" w:rsidRPr="003E3506" w:rsidRDefault="003E3506" w:rsidP="003E3506">
      <w:pPr>
        <w:pStyle w:val="libNormal"/>
        <w:rPr>
          <w:lang w:bidi="fa-IR"/>
        </w:rPr>
      </w:pPr>
      <w:r w:rsidRPr="003E3506">
        <w:rPr>
          <w:rtl/>
          <w:lang w:bidi="fa-IR"/>
        </w:rPr>
        <w:t>١٦٢٤ - اگر فراموش كند كه روزه است و سر را در آب فرو برد</w:t>
      </w:r>
      <w:r w:rsidR="000C4B14">
        <w:rPr>
          <w:rtl/>
          <w:lang w:bidi="fa-IR"/>
        </w:rPr>
        <w:t>،</w:t>
      </w:r>
      <w:r w:rsidRPr="003E3506">
        <w:rPr>
          <w:rtl/>
          <w:lang w:bidi="fa-IR"/>
        </w:rPr>
        <w:t xml:space="preserve"> چنانچه در زير آب يادش بيايد كه روزه است</w:t>
      </w:r>
      <w:r w:rsidR="000C4B14">
        <w:rPr>
          <w:rtl/>
          <w:lang w:bidi="fa-IR"/>
        </w:rPr>
        <w:t>،</w:t>
      </w:r>
      <w:r w:rsidRPr="003E3506">
        <w:rPr>
          <w:rtl/>
          <w:lang w:bidi="fa-IR"/>
        </w:rPr>
        <w:t xml:space="preserve"> بهتر آن است كه فورا سر را بيرون آورد ولى چنانچه بيرون نياورد</w:t>
      </w:r>
      <w:r w:rsidR="000C4B14">
        <w:rPr>
          <w:rtl/>
          <w:lang w:bidi="fa-IR"/>
        </w:rPr>
        <w:t>،</w:t>
      </w:r>
      <w:r w:rsidRPr="003E3506">
        <w:rPr>
          <w:rtl/>
          <w:lang w:bidi="fa-IR"/>
        </w:rPr>
        <w:t xml:space="preserve"> روزه اش باطل نمى شود.</w:t>
      </w:r>
    </w:p>
    <w:p w:rsidR="003E3506" w:rsidRPr="003E3506" w:rsidRDefault="003E3506" w:rsidP="003E3506">
      <w:pPr>
        <w:pStyle w:val="libNormal"/>
        <w:rPr>
          <w:lang w:bidi="fa-IR"/>
        </w:rPr>
      </w:pPr>
      <w:r w:rsidRPr="003E3506">
        <w:rPr>
          <w:rtl/>
          <w:lang w:bidi="fa-IR"/>
        </w:rPr>
        <w:t>١٦٢٥ - اگر كسى به زور سر او را در آب فرو برد</w:t>
      </w:r>
      <w:r w:rsidR="000C4B14">
        <w:rPr>
          <w:rtl/>
          <w:lang w:bidi="fa-IR"/>
        </w:rPr>
        <w:t>،</w:t>
      </w:r>
      <w:r w:rsidRPr="003E3506">
        <w:rPr>
          <w:rtl/>
          <w:lang w:bidi="fa-IR"/>
        </w:rPr>
        <w:t xml:space="preserve"> روزه اش هيچ اشكالى ندارد</w:t>
      </w:r>
      <w:r w:rsidR="000C4B14">
        <w:rPr>
          <w:rtl/>
          <w:lang w:bidi="fa-IR"/>
        </w:rPr>
        <w:t>،</w:t>
      </w:r>
      <w:r w:rsidRPr="003E3506">
        <w:rPr>
          <w:rtl/>
          <w:lang w:bidi="fa-IR"/>
        </w:rPr>
        <w:t xml:space="preserve"> ولى چنانچه در حالى كه زير آب است</w:t>
      </w:r>
      <w:r w:rsidR="000C4B14">
        <w:rPr>
          <w:rtl/>
          <w:lang w:bidi="fa-IR"/>
        </w:rPr>
        <w:t>،</w:t>
      </w:r>
      <w:r w:rsidRPr="003E3506">
        <w:rPr>
          <w:rtl/>
          <w:lang w:bidi="fa-IR"/>
        </w:rPr>
        <w:t xml:space="preserve"> آن كس دست بردارد بهتر آن است كه فورا سرش را بيرون آورد.</w:t>
      </w:r>
    </w:p>
    <w:p w:rsidR="003E3506" w:rsidRPr="003E3506" w:rsidRDefault="003E3506" w:rsidP="003E3506">
      <w:pPr>
        <w:pStyle w:val="libNormal"/>
        <w:rPr>
          <w:lang w:bidi="fa-IR"/>
        </w:rPr>
      </w:pPr>
      <w:r w:rsidRPr="003E3506">
        <w:rPr>
          <w:rtl/>
          <w:lang w:bidi="fa-IR"/>
        </w:rPr>
        <w:t>١٦٢٦ - اگر روزه دار به نيت غسل سر را در آب فرو برد</w:t>
      </w:r>
      <w:r w:rsidR="000C4B14">
        <w:rPr>
          <w:rtl/>
          <w:lang w:bidi="fa-IR"/>
        </w:rPr>
        <w:t>،</w:t>
      </w:r>
      <w:r w:rsidRPr="003E3506">
        <w:rPr>
          <w:rtl/>
          <w:lang w:bidi="fa-IR"/>
        </w:rPr>
        <w:t xml:space="preserve"> روزه و غسل او هر دو صحيح است</w:t>
      </w:r>
      <w:r w:rsidR="000C4B14">
        <w:rPr>
          <w:rtl/>
          <w:lang w:bidi="fa-IR"/>
        </w:rPr>
        <w:t>.</w:t>
      </w:r>
    </w:p>
    <w:p w:rsidR="003E3506" w:rsidRPr="003E3506" w:rsidRDefault="003E3506" w:rsidP="003E3506">
      <w:pPr>
        <w:pStyle w:val="libNormal"/>
        <w:rPr>
          <w:lang w:bidi="fa-IR"/>
        </w:rPr>
      </w:pPr>
      <w:r w:rsidRPr="003E3506">
        <w:rPr>
          <w:rtl/>
          <w:lang w:bidi="fa-IR"/>
        </w:rPr>
        <w:t>١٦٢٧ - اگر براى آن كه كسى را از غرق شدن نجات دهد</w:t>
      </w:r>
      <w:r w:rsidR="000C4B14">
        <w:rPr>
          <w:rtl/>
          <w:lang w:bidi="fa-IR"/>
        </w:rPr>
        <w:t>،</w:t>
      </w:r>
      <w:r w:rsidRPr="003E3506">
        <w:rPr>
          <w:rtl/>
          <w:lang w:bidi="fa-IR"/>
        </w:rPr>
        <w:t xml:space="preserve"> سر را در آب فرو برد</w:t>
      </w:r>
      <w:r w:rsidR="000C4B14">
        <w:rPr>
          <w:rtl/>
          <w:lang w:bidi="fa-IR"/>
        </w:rPr>
        <w:t>،</w:t>
      </w:r>
      <w:r w:rsidRPr="003E3506">
        <w:rPr>
          <w:rtl/>
          <w:lang w:bidi="fa-IR"/>
        </w:rPr>
        <w:t xml:space="preserve"> اگر چه نجات دادن او واجب باشد</w:t>
      </w:r>
      <w:r w:rsidR="000C4B14">
        <w:rPr>
          <w:rtl/>
          <w:lang w:bidi="fa-IR"/>
        </w:rPr>
        <w:t>،</w:t>
      </w:r>
      <w:r w:rsidRPr="003E3506">
        <w:rPr>
          <w:rtl/>
          <w:lang w:bidi="fa-IR"/>
        </w:rPr>
        <w:t xml:space="preserve"> احتياط مستحب آن است كه روزه اش را قضا كند.</w:t>
      </w:r>
    </w:p>
    <w:p w:rsidR="003E3506" w:rsidRDefault="00605FAB" w:rsidP="00561F27">
      <w:pPr>
        <w:pStyle w:val="Heading3"/>
        <w:rPr>
          <w:rtl/>
          <w:lang w:bidi="fa-IR"/>
        </w:rPr>
      </w:pPr>
      <w:bookmarkStart w:id="179" w:name="_Toc24454602"/>
      <w:r>
        <w:rPr>
          <w:rtl/>
          <w:lang w:bidi="fa-IR"/>
        </w:rPr>
        <w:lastRenderedPageBreak/>
        <w:t>(</w:t>
      </w:r>
      <w:r w:rsidR="003E3506" w:rsidRPr="003E3506">
        <w:rPr>
          <w:rtl/>
          <w:lang w:bidi="fa-IR"/>
        </w:rPr>
        <w:t>باقى ماندن بر جنابت و حيض و نفاس تا اذان صبح</w:t>
      </w:r>
      <w:r>
        <w:rPr>
          <w:rtl/>
          <w:lang w:bidi="fa-IR"/>
        </w:rPr>
        <w:t>)</w:t>
      </w:r>
      <w:bookmarkEnd w:id="179"/>
    </w:p>
    <w:p w:rsidR="003E3506" w:rsidRPr="003E3506" w:rsidRDefault="003E3506" w:rsidP="003E3506">
      <w:pPr>
        <w:pStyle w:val="libNormal"/>
        <w:rPr>
          <w:lang w:bidi="fa-IR"/>
        </w:rPr>
      </w:pPr>
      <w:r w:rsidRPr="003E3506">
        <w:rPr>
          <w:rtl/>
          <w:lang w:bidi="fa-IR"/>
        </w:rPr>
        <w:t>١٦٢٨ - اگر جنب عمدا در ماه رمضان تا اذان صبح غسل نكند روزه اش باطل است</w:t>
      </w:r>
      <w:r w:rsidR="000C4B14">
        <w:rPr>
          <w:rtl/>
          <w:lang w:bidi="fa-IR"/>
        </w:rPr>
        <w:t>،</w:t>
      </w:r>
      <w:r w:rsidRPr="003E3506">
        <w:rPr>
          <w:rtl/>
          <w:lang w:bidi="fa-IR"/>
        </w:rPr>
        <w:t xml:space="preserve"> و كسى كه وظيفه اش تيمم است و عمدا تيمم ننمايد</w:t>
      </w:r>
      <w:r w:rsidR="000C4B14">
        <w:rPr>
          <w:rtl/>
          <w:lang w:bidi="fa-IR"/>
        </w:rPr>
        <w:t>،</w:t>
      </w:r>
      <w:r w:rsidRPr="003E3506">
        <w:rPr>
          <w:rtl/>
          <w:lang w:bidi="fa-IR"/>
        </w:rPr>
        <w:t xml:space="preserve"> روزه اش نيز باطل است</w:t>
      </w:r>
      <w:r w:rsidR="000C4B14">
        <w:rPr>
          <w:rtl/>
          <w:lang w:bidi="fa-IR"/>
        </w:rPr>
        <w:t>،</w:t>
      </w:r>
      <w:r w:rsidRPr="003E3506">
        <w:rPr>
          <w:rtl/>
          <w:lang w:bidi="fa-IR"/>
        </w:rPr>
        <w:t xml:space="preserve"> و حكم قضاى ماه رمضان نيز همين است</w:t>
      </w:r>
      <w:r w:rsidR="000C4B14">
        <w:rPr>
          <w:rtl/>
          <w:lang w:bidi="fa-IR"/>
        </w:rPr>
        <w:t>.</w:t>
      </w:r>
    </w:p>
    <w:p w:rsidR="003E3506" w:rsidRPr="003E3506" w:rsidRDefault="003E3506" w:rsidP="003E3506">
      <w:pPr>
        <w:pStyle w:val="libNormal"/>
        <w:rPr>
          <w:lang w:bidi="fa-IR"/>
        </w:rPr>
      </w:pPr>
      <w:r w:rsidRPr="003E3506">
        <w:rPr>
          <w:rtl/>
          <w:lang w:bidi="fa-IR"/>
        </w:rPr>
        <w:t>١٦٢٩ - اگر در روزه غير ماه رمضان و قضاء آن از روزه هاى واجبى كه مثل روزه ماه رمضان وقت آن معين است</w:t>
      </w:r>
      <w:r w:rsidR="000C4B14">
        <w:rPr>
          <w:rtl/>
          <w:lang w:bidi="fa-IR"/>
        </w:rPr>
        <w:t>،</w:t>
      </w:r>
      <w:r w:rsidRPr="003E3506">
        <w:rPr>
          <w:rtl/>
          <w:lang w:bidi="fa-IR"/>
        </w:rPr>
        <w:t xml:space="preserve"> جنب عمدا تا اذان صبح غسل نكند اظهر اين است كه روزه اش صحيح است</w:t>
      </w:r>
      <w:r w:rsidR="000C4B14">
        <w:rPr>
          <w:rtl/>
          <w:lang w:bidi="fa-IR"/>
        </w:rPr>
        <w:t>.</w:t>
      </w:r>
    </w:p>
    <w:p w:rsidR="003E3506" w:rsidRPr="003E3506" w:rsidRDefault="003E3506" w:rsidP="003E3506">
      <w:pPr>
        <w:pStyle w:val="libNormal"/>
        <w:rPr>
          <w:lang w:bidi="fa-IR"/>
        </w:rPr>
      </w:pPr>
      <w:r w:rsidRPr="003E3506">
        <w:rPr>
          <w:rtl/>
          <w:lang w:bidi="fa-IR"/>
        </w:rPr>
        <w:t>١٦٣٠ - كسى كه در شب ماه رمضان جنب است</w:t>
      </w:r>
      <w:r w:rsidR="000C4B14">
        <w:rPr>
          <w:rtl/>
          <w:lang w:bidi="fa-IR"/>
        </w:rPr>
        <w:t>،</w:t>
      </w:r>
      <w:r w:rsidRPr="003E3506">
        <w:rPr>
          <w:rtl/>
          <w:lang w:bidi="fa-IR"/>
        </w:rPr>
        <w:t xml:space="preserve"> چنانچه عمدا غسل نكند تا وقت تنگ شود</w:t>
      </w:r>
      <w:r w:rsidR="000C4B14">
        <w:rPr>
          <w:rtl/>
          <w:lang w:bidi="fa-IR"/>
        </w:rPr>
        <w:t>،</w:t>
      </w:r>
      <w:r w:rsidRPr="003E3506">
        <w:rPr>
          <w:rtl/>
          <w:lang w:bidi="fa-IR"/>
        </w:rPr>
        <w:t xml:space="preserve"> بايد تيمم كند و روزه بگيرد</w:t>
      </w:r>
      <w:r w:rsidR="000C4B14">
        <w:rPr>
          <w:rtl/>
          <w:lang w:bidi="fa-IR"/>
        </w:rPr>
        <w:t>،</w:t>
      </w:r>
      <w:r w:rsidRPr="003E3506">
        <w:rPr>
          <w:rtl/>
          <w:lang w:bidi="fa-IR"/>
        </w:rPr>
        <w:t xml:space="preserve"> و احتياط مستحب آن است كه قضاى آن را هم به جا آورد.</w:t>
      </w:r>
    </w:p>
    <w:p w:rsidR="003E3506" w:rsidRPr="003E3506" w:rsidRDefault="003E3506" w:rsidP="003E3506">
      <w:pPr>
        <w:pStyle w:val="libNormal"/>
        <w:rPr>
          <w:lang w:bidi="fa-IR"/>
        </w:rPr>
      </w:pPr>
      <w:r w:rsidRPr="003E3506">
        <w:rPr>
          <w:rtl/>
          <w:lang w:bidi="fa-IR"/>
        </w:rPr>
        <w:t>١٦٣١ - اگر جنب در ماه رمضان غسل را فراموش كند و بعد از يك روز يادش بيايد</w:t>
      </w:r>
      <w:r w:rsidR="000C4B14">
        <w:rPr>
          <w:rtl/>
          <w:lang w:bidi="fa-IR"/>
        </w:rPr>
        <w:t>،</w:t>
      </w:r>
      <w:r w:rsidRPr="003E3506">
        <w:rPr>
          <w:rtl/>
          <w:lang w:bidi="fa-IR"/>
        </w:rPr>
        <w:t xml:space="preserve"> بايد روزه آن روز را قضا نمايد</w:t>
      </w:r>
      <w:r w:rsidR="000C4B14">
        <w:rPr>
          <w:rtl/>
          <w:lang w:bidi="fa-IR"/>
        </w:rPr>
        <w:t>،</w:t>
      </w:r>
      <w:r w:rsidRPr="003E3506">
        <w:rPr>
          <w:rtl/>
          <w:lang w:bidi="fa-IR"/>
        </w:rPr>
        <w:t xml:space="preserve"> و اگر بعد از چند روز يادش بيايد روزه هر چند روزى را كه يقين دارد جنب بوده قضا نمايد</w:t>
      </w:r>
      <w:r w:rsidR="000C4B14">
        <w:rPr>
          <w:rtl/>
          <w:lang w:bidi="fa-IR"/>
        </w:rPr>
        <w:t>،</w:t>
      </w:r>
      <w:r w:rsidRPr="003E3506">
        <w:rPr>
          <w:rtl/>
          <w:lang w:bidi="fa-IR"/>
        </w:rPr>
        <w:t xml:space="preserve"> مثلا اگر نمى داند سه روز جنب بوده يا چهار روز</w:t>
      </w:r>
      <w:r w:rsidR="000C4B14">
        <w:rPr>
          <w:rtl/>
          <w:lang w:bidi="fa-IR"/>
        </w:rPr>
        <w:t>،</w:t>
      </w:r>
      <w:r w:rsidRPr="003E3506">
        <w:rPr>
          <w:rtl/>
          <w:lang w:bidi="fa-IR"/>
        </w:rPr>
        <w:t xml:space="preserve"> بايد روزه سه روز را قضا كند.</w:t>
      </w:r>
    </w:p>
    <w:p w:rsidR="003E3506" w:rsidRPr="003E3506" w:rsidRDefault="003E3506" w:rsidP="003E3506">
      <w:pPr>
        <w:pStyle w:val="libNormal"/>
        <w:rPr>
          <w:lang w:bidi="fa-IR"/>
        </w:rPr>
      </w:pPr>
      <w:r w:rsidRPr="003E3506">
        <w:rPr>
          <w:rtl/>
          <w:lang w:bidi="fa-IR"/>
        </w:rPr>
        <w:t>١٦٣٢ - كسى كه در شب ماه رمضان براى هيچ كدام از غسل و تيمم وقت ندارد</w:t>
      </w:r>
      <w:r w:rsidR="000C4B14">
        <w:rPr>
          <w:rtl/>
          <w:lang w:bidi="fa-IR"/>
        </w:rPr>
        <w:t>،</w:t>
      </w:r>
      <w:r w:rsidRPr="003E3506">
        <w:rPr>
          <w:rtl/>
          <w:lang w:bidi="fa-IR"/>
        </w:rPr>
        <w:t xml:space="preserve"> اگر خود را جنب كند</w:t>
      </w:r>
      <w:r w:rsidR="000C4B14">
        <w:rPr>
          <w:rtl/>
          <w:lang w:bidi="fa-IR"/>
        </w:rPr>
        <w:t>،</w:t>
      </w:r>
      <w:r w:rsidRPr="003E3506">
        <w:rPr>
          <w:rtl/>
          <w:lang w:bidi="fa-IR"/>
        </w:rPr>
        <w:t xml:space="preserve"> روزه اش باطل است و قضا و كفاره بر او واجب مى شود.</w:t>
      </w:r>
    </w:p>
    <w:p w:rsidR="003E3506" w:rsidRPr="003E3506" w:rsidRDefault="003E3506" w:rsidP="003E3506">
      <w:pPr>
        <w:pStyle w:val="libNormal"/>
        <w:rPr>
          <w:lang w:bidi="fa-IR"/>
        </w:rPr>
      </w:pPr>
      <w:r w:rsidRPr="003E3506">
        <w:rPr>
          <w:rtl/>
          <w:lang w:bidi="fa-IR"/>
        </w:rPr>
        <w:t>١٦٣٣ - اگر براى آن كه بفهمد وقت دارد يا نه</w:t>
      </w:r>
      <w:r w:rsidR="000C4B14">
        <w:rPr>
          <w:rtl/>
          <w:lang w:bidi="fa-IR"/>
        </w:rPr>
        <w:t>،</w:t>
      </w:r>
      <w:r w:rsidRPr="003E3506">
        <w:rPr>
          <w:rtl/>
          <w:lang w:bidi="fa-IR"/>
        </w:rPr>
        <w:t xml:space="preserve"> جستجو نمايد و گمان كند كه به اندازه غسل وقت دارد و خود را جنب كند و بعد بفهمد وقت تنگ بوده و تيمم كند</w:t>
      </w:r>
      <w:r w:rsidR="000C4B14">
        <w:rPr>
          <w:rtl/>
          <w:lang w:bidi="fa-IR"/>
        </w:rPr>
        <w:t>،</w:t>
      </w:r>
      <w:r w:rsidRPr="003E3506">
        <w:rPr>
          <w:rtl/>
          <w:lang w:bidi="fa-IR"/>
        </w:rPr>
        <w:t xml:space="preserve"> روزه اش صحيح است</w:t>
      </w:r>
      <w:r w:rsidR="000C4B14">
        <w:rPr>
          <w:rtl/>
          <w:lang w:bidi="fa-IR"/>
        </w:rPr>
        <w:t>،</w:t>
      </w:r>
      <w:r w:rsidRPr="003E3506">
        <w:rPr>
          <w:rtl/>
          <w:lang w:bidi="fa-IR"/>
        </w:rPr>
        <w:t xml:space="preserve"> و اگر بدون جستجو گمان كند كه وقت دارد و خود را جنب نمايد و بعد بفهمد وقت تنگ بوده</w:t>
      </w:r>
      <w:r w:rsidR="000C4B14">
        <w:rPr>
          <w:rtl/>
          <w:lang w:bidi="fa-IR"/>
        </w:rPr>
        <w:t>،</w:t>
      </w:r>
      <w:r w:rsidRPr="003E3506">
        <w:rPr>
          <w:rtl/>
          <w:lang w:bidi="fa-IR"/>
        </w:rPr>
        <w:t xml:space="preserve"> و با تيمم روزه بگيرد</w:t>
      </w:r>
      <w:r w:rsidR="000C4B14">
        <w:rPr>
          <w:rtl/>
          <w:lang w:bidi="fa-IR"/>
        </w:rPr>
        <w:t>،</w:t>
      </w:r>
      <w:r w:rsidRPr="003E3506">
        <w:rPr>
          <w:rtl/>
          <w:lang w:bidi="fa-IR"/>
        </w:rPr>
        <w:t xml:space="preserve"> بنابر احتياط مستحب بايد روزه آن روز را قضا كند.</w:t>
      </w:r>
    </w:p>
    <w:p w:rsidR="003E3506" w:rsidRPr="003E3506" w:rsidRDefault="003E3506" w:rsidP="003E3506">
      <w:pPr>
        <w:pStyle w:val="libNormal"/>
        <w:rPr>
          <w:lang w:bidi="fa-IR"/>
        </w:rPr>
      </w:pPr>
      <w:r w:rsidRPr="003E3506">
        <w:rPr>
          <w:rtl/>
          <w:lang w:bidi="fa-IR"/>
        </w:rPr>
        <w:t>١٦٣٤ - كسى كه در شب ماه رمضان جنب است و مى داند كه اگر بخوابد تا صبح بيدار نمى شود</w:t>
      </w:r>
      <w:r w:rsidR="000C4B14">
        <w:rPr>
          <w:rtl/>
          <w:lang w:bidi="fa-IR"/>
        </w:rPr>
        <w:t>،</w:t>
      </w:r>
      <w:r w:rsidRPr="003E3506">
        <w:rPr>
          <w:rtl/>
          <w:lang w:bidi="fa-IR"/>
        </w:rPr>
        <w:t xml:space="preserve"> نبايد غسل نكرده بخوابد و چنانچه پيش از غسل اختيارا بخوابد و تا صبح بيدار نشود</w:t>
      </w:r>
      <w:r w:rsidR="000C4B14">
        <w:rPr>
          <w:rtl/>
          <w:lang w:bidi="fa-IR"/>
        </w:rPr>
        <w:t>،</w:t>
      </w:r>
      <w:r w:rsidRPr="003E3506">
        <w:rPr>
          <w:rtl/>
          <w:lang w:bidi="fa-IR"/>
        </w:rPr>
        <w:t xml:space="preserve"> روزه اش باطل است و قضا و كفاره بر او واجب مى شود.</w:t>
      </w:r>
    </w:p>
    <w:p w:rsidR="003E3506" w:rsidRPr="003E3506" w:rsidRDefault="003E3506" w:rsidP="003E3506">
      <w:pPr>
        <w:pStyle w:val="libNormal"/>
        <w:rPr>
          <w:lang w:bidi="fa-IR"/>
        </w:rPr>
      </w:pPr>
      <w:r w:rsidRPr="003E3506">
        <w:rPr>
          <w:rtl/>
          <w:lang w:bidi="fa-IR"/>
        </w:rPr>
        <w:lastRenderedPageBreak/>
        <w:t>١٦٣٥ - هرگاه جنب در شب ماه رمضان بخوابد و بيدار شود احتياط واجب آن است كه پيش از غسل در صورتى كه اطمينان به بيدار شدن ندارد نخوابد</w:t>
      </w:r>
      <w:r w:rsidR="000C4B14">
        <w:rPr>
          <w:rtl/>
          <w:lang w:bidi="fa-IR"/>
        </w:rPr>
        <w:t>،</w:t>
      </w:r>
      <w:r w:rsidRPr="003E3506">
        <w:rPr>
          <w:rtl/>
          <w:lang w:bidi="fa-IR"/>
        </w:rPr>
        <w:t xml:space="preserve"> اگر چه احتمال بدهد كه اگر دوباره بخوابد پيش از اذان صبح بيدار مى شود.</w:t>
      </w:r>
    </w:p>
    <w:p w:rsidR="003E3506" w:rsidRPr="003E3506" w:rsidRDefault="003E3506" w:rsidP="003E3506">
      <w:pPr>
        <w:pStyle w:val="libNormal"/>
        <w:rPr>
          <w:lang w:bidi="fa-IR"/>
        </w:rPr>
      </w:pPr>
      <w:r w:rsidRPr="003E3506">
        <w:rPr>
          <w:rtl/>
          <w:lang w:bidi="fa-IR"/>
        </w:rPr>
        <w:t>١٦٣٦ - كسى كه در شب ماه رمضان جنب است و يقين دارد كه اگر بخوابد پيش از اذان صبح بيدار مى شود</w:t>
      </w:r>
      <w:r w:rsidR="000C4B14">
        <w:rPr>
          <w:rtl/>
          <w:lang w:bidi="fa-IR"/>
        </w:rPr>
        <w:t>،</w:t>
      </w:r>
      <w:r w:rsidRPr="003E3506">
        <w:rPr>
          <w:rtl/>
          <w:lang w:bidi="fa-IR"/>
        </w:rPr>
        <w:t xml:space="preserve"> چنانچه تصميم داشته باشد كه بعد از بيدار شدن غسل كند و با اين تصميم بخوابد و تا اذان خواب بماند</w:t>
      </w:r>
      <w:r w:rsidR="000C4B14">
        <w:rPr>
          <w:rtl/>
          <w:lang w:bidi="fa-IR"/>
        </w:rPr>
        <w:t>،</w:t>
      </w:r>
      <w:r w:rsidRPr="003E3506">
        <w:rPr>
          <w:rtl/>
          <w:lang w:bidi="fa-IR"/>
        </w:rPr>
        <w:t xml:space="preserve"> روزه اش صحيح است</w:t>
      </w:r>
      <w:r w:rsidR="000C4B14">
        <w:rPr>
          <w:rtl/>
          <w:lang w:bidi="fa-IR"/>
        </w:rPr>
        <w:t>.</w:t>
      </w:r>
    </w:p>
    <w:p w:rsidR="003E3506" w:rsidRPr="003E3506" w:rsidRDefault="003E3506" w:rsidP="003E3506">
      <w:pPr>
        <w:pStyle w:val="libNormal"/>
        <w:rPr>
          <w:lang w:bidi="fa-IR"/>
        </w:rPr>
      </w:pPr>
      <w:r w:rsidRPr="003E3506">
        <w:rPr>
          <w:rtl/>
          <w:lang w:bidi="fa-IR"/>
        </w:rPr>
        <w:t>و هم چنين است كسى كه اطمينان به بيدار شدن قبل از اذان صبح دارد.</w:t>
      </w:r>
    </w:p>
    <w:p w:rsidR="003E3506" w:rsidRPr="003E3506" w:rsidRDefault="003E3506" w:rsidP="003E3506">
      <w:pPr>
        <w:pStyle w:val="libNormal"/>
        <w:rPr>
          <w:lang w:bidi="fa-IR"/>
        </w:rPr>
      </w:pPr>
      <w:r w:rsidRPr="003E3506">
        <w:rPr>
          <w:rtl/>
          <w:lang w:bidi="fa-IR"/>
        </w:rPr>
        <w:t>١٦٣٧ - كسى كه در شب ماه رمضان جنب است و مى داند يا احتمال مى دهد كه اگر بخوابد پيش از اذان صبح بيدار مى شود</w:t>
      </w:r>
      <w:r w:rsidR="000C4B14">
        <w:rPr>
          <w:rtl/>
          <w:lang w:bidi="fa-IR"/>
        </w:rPr>
        <w:t>،</w:t>
      </w:r>
      <w:r w:rsidRPr="003E3506">
        <w:rPr>
          <w:rtl/>
          <w:lang w:bidi="fa-IR"/>
        </w:rPr>
        <w:t xml:space="preserve"> چنانچه غفلت داشته باشد كه بعد از بيدار شدن بايد غسل كند</w:t>
      </w:r>
      <w:r w:rsidR="000C4B14">
        <w:rPr>
          <w:rtl/>
          <w:lang w:bidi="fa-IR"/>
        </w:rPr>
        <w:t>،</w:t>
      </w:r>
      <w:r w:rsidRPr="003E3506">
        <w:rPr>
          <w:rtl/>
          <w:lang w:bidi="fa-IR"/>
        </w:rPr>
        <w:t xml:space="preserve"> در صورتى كه بخوابد و تا اذان صبح خواب بماند بنابر احتياط قضا بر او واجب مى شود.</w:t>
      </w:r>
    </w:p>
    <w:p w:rsidR="003E3506" w:rsidRPr="003E3506" w:rsidRDefault="003E3506" w:rsidP="003E3506">
      <w:pPr>
        <w:pStyle w:val="libNormal"/>
        <w:rPr>
          <w:lang w:bidi="fa-IR"/>
        </w:rPr>
      </w:pPr>
      <w:r w:rsidRPr="003E3506">
        <w:rPr>
          <w:rtl/>
          <w:lang w:bidi="fa-IR"/>
        </w:rPr>
        <w:t>١٦٣٨ - كسى كه در شب ماه رمضان جنب است و يقين دارد يا احتمال مى دهد كه اگر بخوابد پيش از اذان صبح بيدار مى شود</w:t>
      </w:r>
      <w:r w:rsidR="000C4B14">
        <w:rPr>
          <w:rtl/>
          <w:lang w:bidi="fa-IR"/>
        </w:rPr>
        <w:t>،</w:t>
      </w:r>
      <w:r w:rsidRPr="003E3506">
        <w:rPr>
          <w:rtl/>
          <w:lang w:bidi="fa-IR"/>
        </w:rPr>
        <w:t xml:space="preserve"> چنانچه نخواهد بعد از بيدار شدن غسل كند</w:t>
      </w:r>
      <w:r w:rsidR="000C4B14">
        <w:rPr>
          <w:rtl/>
          <w:lang w:bidi="fa-IR"/>
        </w:rPr>
        <w:t>،</w:t>
      </w:r>
      <w:r w:rsidRPr="003E3506">
        <w:rPr>
          <w:rtl/>
          <w:lang w:bidi="fa-IR"/>
        </w:rPr>
        <w:t xml:space="preserve"> در صورتى كه بخوابد و بيدار نشود</w:t>
      </w:r>
      <w:r w:rsidR="000C4B14">
        <w:rPr>
          <w:rtl/>
          <w:lang w:bidi="fa-IR"/>
        </w:rPr>
        <w:t>،</w:t>
      </w:r>
      <w:r w:rsidRPr="003E3506">
        <w:rPr>
          <w:rtl/>
          <w:lang w:bidi="fa-IR"/>
        </w:rPr>
        <w:t xml:space="preserve"> روزه اش باطل و قضا و كفاره لازم است و هم چنين است بنابر احتياط لازم اگر ترديد داشته باشد كه بعد از بيدار شدن غسل كند يا نه</w:t>
      </w:r>
      <w:r w:rsidR="000C4B14">
        <w:rPr>
          <w:rtl/>
          <w:lang w:bidi="fa-IR"/>
        </w:rPr>
        <w:t>.</w:t>
      </w:r>
    </w:p>
    <w:p w:rsidR="003E3506" w:rsidRPr="003E3506" w:rsidRDefault="003E3506" w:rsidP="003E3506">
      <w:pPr>
        <w:pStyle w:val="libNormal"/>
        <w:rPr>
          <w:lang w:bidi="fa-IR"/>
        </w:rPr>
      </w:pPr>
      <w:r w:rsidRPr="003E3506">
        <w:rPr>
          <w:rtl/>
          <w:lang w:bidi="fa-IR"/>
        </w:rPr>
        <w:t>١٦٣٩ - اگر جنب در شب ماه رمضان بخوابد و بيدار شود و يقين كند يا احتمال دهد كه اگر دوباره بخوابد پيش از اذان صبح بيدار مى شود و تصميم هم داشته باشد كه بعد از بيدار شدن غسل كند</w:t>
      </w:r>
      <w:r w:rsidR="000C4B14">
        <w:rPr>
          <w:rtl/>
          <w:lang w:bidi="fa-IR"/>
        </w:rPr>
        <w:t>،</w:t>
      </w:r>
      <w:r w:rsidRPr="003E3506">
        <w:rPr>
          <w:rtl/>
          <w:lang w:bidi="fa-IR"/>
        </w:rPr>
        <w:t xml:space="preserve"> چنانچه دوباره بخوابد و تا اذان بيدار نشود</w:t>
      </w:r>
      <w:r w:rsidR="000C4B14">
        <w:rPr>
          <w:rtl/>
          <w:lang w:bidi="fa-IR"/>
        </w:rPr>
        <w:t>،</w:t>
      </w:r>
      <w:r w:rsidRPr="003E3506">
        <w:rPr>
          <w:rtl/>
          <w:lang w:bidi="fa-IR"/>
        </w:rPr>
        <w:t xml:space="preserve"> بايد عقوبة روزه آن روز را قضا كند</w:t>
      </w:r>
      <w:r w:rsidR="000C4B14">
        <w:rPr>
          <w:rtl/>
          <w:lang w:bidi="fa-IR"/>
        </w:rPr>
        <w:t>،</w:t>
      </w:r>
      <w:r w:rsidRPr="003E3506">
        <w:rPr>
          <w:rtl/>
          <w:lang w:bidi="fa-IR"/>
        </w:rPr>
        <w:t xml:space="preserve"> و اگر از خواب دوم بيدار شود و براى مرتبه سوم بخوابد و تا اذان صبح بيدار نشود بايد روزه آن روز را قضا كند و بنابر احتياط استحبابى كفاره نيز بدهد.</w:t>
      </w:r>
    </w:p>
    <w:p w:rsidR="003E3506" w:rsidRPr="003E3506" w:rsidRDefault="003E3506" w:rsidP="003E3506">
      <w:pPr>
        <w:pStyle w:val="libNormal"/>
        <w:rPr>
          <w:lang w:bidi="fa-IR"/>
        </w:rPr>
      </w:pPr>
      <w:r w:rsidRPr="003E3506">
        <w:rPr>
          <w:rtl/>
          <w:lang w:bidi="fa-IR"/>
        </w:rPr>
        <w:t>١٦٤٠ - مراد از خواب اول و دوم و سوم</w:t>
      </w:r>
      <w:r w:rsidR="000C4B14">
        <w:rPr>
          <w:rtl/>
          <w:lang w:bidi="fa-IR"/>
        </w:rPr>
        <w:t>،</w:t>
      </w:r>
      <w:r w:rsidRPr="003E3506">
        <w:rPr>
          <w:rtl/>
          <w:lang w:bidi="fa-IR"/>
        </w:rPr>
        <w:t xml:space="preserve"> در صورتى كه انسان در خواب محتلم شود خوابى است كه از بعد بيدار شدن بخوابد و اما خوابى كه در آن محتلم شده خواب اول حساب نمى شود.</w:t>
      </w:r>
    </w:p>
    <w:p w:rsidR="003E3506" w:rsidRPr="003E3506" w:rsidRDefault="003E3506" w:rsidP="003E3506">
      <w:pPr>
        <w:pStyle w:val="libNormal"/>
        <w:rPr>
          <w:lang w:bidi="fa-IR"/>
        </w:rPr>
      </w:pPr>
      <w:r w:rsidRPr="003E3506">
        <w:rPr>
          <w:rtl/>
          <w:lang w:bidi="fa-IR"/>
        </w:rPr>
        <w:lastRenderedPageBreak/>
        <w:t>١٦٤١ - اگر روزه دار در روز محتلم شود</w:t>
      </w:r>
      <w:r w:rsidR="000C4B14">
        <w:rPr>
          <w:rtl/>
          <w:lang w:bidi="fa-IR"/>
        </w:rPr>
        <w:t>،</w:t>
      </w:r>
      <w:r w:rsidRPr="003E3506">
        <w:rPr>
          <w:rtl/>
          <w:lang w:bidi="fa-IR"/>
        </w:rPr>
        <w:t xml:space="preserve"> واجب نيست فورا غسل كند.</w:t>
      </w:r>
    </w:p>
    <w:p w:rsidR="003E3506" w:rsidRPr="003E3506" w:rsidRDefault="003E3506" w:rsidP="003E3506">
      <w:pPr>
        <w:pStyle w:val="libNormal"/>
        <w:rPr>
          <w:lang w:bidi="fa-IR"/>
        </w:rPr>
      </w:pPr>
      <w:r w:rsidRPr="003E3506">
        <w:rPr>
          <w:rtl/>
          <w:lang w:bidi="fa-IR"/>
        </w:rPr>
        <w:t>١٦٤٢ - هر گاه در ماه رمضان بعد از اذان صبح بيدار شود و ببيند محتلم شده</w:t>
      </w:r>
      <w:r w:rsidR="000C4B14">
        <w:rPr>
          <w:rtl/>
          <w:lang w:bidi="fa-IR"/>
        </w:rPr>
        <w:t>،</w:t>
      </w:r>
      <w:r w:rsidRPr="003E3506">
        <w:rPr>
          <w:rtl/>
          <w:lang w:bidi="fa-IR"/>
        </w:rPr>
        <w:t xml:space="preserve"> اگر چه بداند پيش از اذان محتلم شده</w:t>
      </w:r>
      <w:r w:rsidR="000C4B14">
        <w:rPr>
          <w:rtl/>
          <w:lang w:bidi="fa-IR"/>
        </w:rPr>
        <w:t>،</w:t>
      </w:r>
      <w:r w:rsidRPr="003E3506">
        <w:rPr>
          <w:rtl/>
          <w:lang w:bidi="fa-IR"/>
        </w:rPr>
        <w:t xml:space="preserve"> روزه او صحيح است</w:t>
      </w:r>
      <w:r w:rsidR="000C4B14">
        <w:rPr>
          <w:rtl/>
          <w:lang w:bidi="fa-IR"/>
        </w:rPr>
        <w:t>.</w:t>
      </w:r>
    </w:p>
    <w:p w:rsidR="003E3506" w:rsidRPr="003E3506" w:rsidRDefault="003E3506" w:rsidP="003E3506">
      <w:pPr>
        <w:pStyle w:val="libNormal"/>
        <w:rPr>
          <w:lang w:bidi="fa-IR"/>
        </w:rPr>
      </w:pPr>
      <w:r w:rsidRPr="003E3506">
        <w:rPr>
          <w:rtl/>
          <w:lang w:bidi="fa-IR"/>
        </w:rPr>
        <w:t>١٦٤٣ - كسى كه مى خواهد قضاى روزه رمضان را بگيرد</w:t>
      </w:r>
      <w:r w:rsidR="000C4B14">
        <w:rPr>
          <w:rtl/>
          <w:lang w:bidi="fa-IR"/>
        </w:rPr>
        <w:t>،</w:t>
      </w:r>
      <w:r w:rsidRPr="003E3506">
        <w:rPr>
          <w:rtl/>
          <w:lang w:bidi="fa-IR"/>
        </w:rPr>
        <w:t xml:space="preserve"> هر گاه تا اذان صبح جنب بماند</w:t>
      </w:r>
      <w:r w:rsidR="000C4B14">
        <w:rPr>
          <w:rtl/>
          <w:lang w:bidi="fa-IR"/>
        </w:rPr>
        <w:t>،</w:t>
      </w:r>
      <w:r w:rsidRPr="003E3506">
        <w:rPr>
          <w:rtl/>
          <w:lang w:bidi="fa-IR"/>
        </w:rPr>
        <w:t xml:space="preserve"> اگر از روى عمد باشد</w:t>
      </w:r>
      <w:r w:rsidR="000C4B14">
        <w:rPr>
          <w:rtl/>
          <w:lang w:bidi="fa-IR"/>
        </w:rPr>
        <w:t>،</w:t>
      </w:r>
      <w:r w:rsidRPr="003E3506">
        <w:rPr>
          <w:rtl/>
          <w:lang w:bidi="fa-IR"/>
        </w:rPr>
        <w:t xml:space="preserve"> نمى تواند آن روز را روزه بگيرد وگرنه مى تواند روزه بگيرد</w:t>
      </w:r>
      <w:r w:rsidR="000C4B14">
        <w:rPr>
          <w:rtl/>
          <w:lang w:bidi="fa-IR"/>
        </w:rPr>
        <w:t>،</w:t>
      </w:r>
      <w:r w:rsidRPr="003E3506">
        <w:rPr>
          <w:rtl/>
          <w:lang w:bidi="fa-IR"/>
        </w:rPr>
        <w:t xml:space="preserve"> هر چند احتياط در ترك آن است</w:t>
      </w:r>
      <w:r w:rsidR="000C4B14">
        <w:rPr>
          <w:rtl/>
          <w:lang w:bidi="fa-IR"/>
        </w:rPr>
        <w:t>.</w:t>
      </w:r>
    </w:p>
    <w:p w:rsidR="003E3506" w:rsidRPr="003E3506" w:rsidRDefault="003E3506" w:rsidP="003E3506">
      <w:pPr>
        <w:pStyle w:val="libNormal"/>
        <w:rPr>
          <w:lang w:bidi="fa-IR"/>
        </w:rPr>
      </w:pPr>
      <w:r w:rsidRPr="003E3506">
        <w:rPr>
          <w:rtl/>
          <w:lang w:bidi="fa-IR"/>
        </w:rPr>
        <w:t>١٦٤٤ - كسى كه مى خواهد قضاى روزه رمضان را بگيرد</w:t>
      </w:r>
      <w:r w:rsidR="000C4B14">
        <w:rPr>
          <w:rtl/>
          <w:lang w:bidi="fa-IR"/>
        </w:rPr>
        <w:t>،</w:t>
      </w:r>
      <w:r w:rsidRPr="003E3506">
        <w:rPr>
          <w:rtl/>
          <w:lang w:bidi="fa-IR"/>
        </w:rPr>
        <w:t xml:space="preserve"> اگر بعد از اذان صبح بيدار شود و ببيند محتلم شده و بداند پيش از اذان محتلم شده است</w:t>
      </w:r>
      <w:r w:rsidR="000C4B14">
        <w:rPr>
          <w:rtl/>
          <w:lang w:bidi="fa-IR"/>
        </w:rPr>
        <w:t>،</w:t>
      </w:r>
      <w:r w:rsidRPr="003E3506">
        <w:rPr>
          <w:rtl/>
          <w:lang w:bidi="fa-IR"/>
        </w:rPr>
        <w:t xml:space="preserve"> بنابر اقوى مى تواند آن روز را به قصد قضاى ماه رمضان روزه بگيرد.</w:t>
      </w:r>
    </w:p>
    <w:p w:rsidR="003E3506" w:rsidRPr="003E3506" w:rsidRDefault="003E3506" w:rsidP="003E3506">
      <w:pPr>
        <w:pStyle w:val="libNormal"/>
        <w:rPr>
          <w:lang w:bidi="fa-IR"/>
        </w:rPr>
      </w:pPr>
      <w:r w:rsidRPr="003E3506">
        <w:rPr>
          <w:rtl/>
          <w:lang w:bidi="fa-IR"/>
        </w:rPr>
        <w:t>١٦٤٥ - اگر در روزه واجبى غير قضاى روزه رمضان از روزه هايى كه مثل روزه كفاره وقت معينى ندارد</w:t>
      </w:r>
      <w:r w:rsidR="000C4B14">
        <w:rPr>
          <w:rtl/>
          <w:lang w:bidi="fa-IR"/>
        </w:rPr>
        <w:t>،</w:t>
      </w:r>
      <w:r w:rsidRPr="003E3506">
        <w:rPr>
          <w:rtl/>
          <w:lang w:bidi="fa-IR"/>
        </w:rPr>
        <w:t xml:space="preserve"> عمدا تا اذان صبح جنب بماند</w:t>
      </w:r>
      <w:r w:rsidR="000C4B14">
        <w:rPr>
          <w:rtl/>
          <w:lang w:bidi="fa-IR"/>
        </w:rPr>
        <w:t>،</w:t>
      </w:r>
      <w:r w:rsidRPr="003E3506">
        <w:rPr>
          <w:rtl/>
          <w:lang w:bidi="fa-IR"/>
        </w:rPr>
        <w:t xml:space="preserve"> اظهر اين است كه روزه اش صحيح است</w:t>
      </w:r>
      <w:r w:rsidR="000C4B14">
        <w:rPr>
          <w:rtl/>
          <w:lang w:bidi="fa-IR"/>
        </w:rPr>
        <w:t>،</w:t>
      </w:r>
      <w:r w:rsidRPr="003E3506">
        <w:rPr>
          <w:rtl/>
          <w:lang w:bidi="fa-IR"/>
        </w:rPr>
        <w:t xml:space="preserve"> ولى بهتر آن است كه غير از آن روزه روز ديگرى را روزه بگيرد.</w:t>
      </w:r>
    </w:p>
    <w:p w:rsidR="003E3506" w:rsidRPr="003E3506" w:rsidRDefault="003E3506" w:rsidP="003E3506">
      <w:pPr>
        <w:pStyle w:val="libNormal"/>
        <w:rPr>
          <w:lang w:bidi="fa-IR"/>
        </w:rPr>
      </w:pPr>
      <w:r w:rsidRPr="003E3506">
        <w:rPr>
          <w:rtl/>
          <w:lang w:bidi="fa-IR"/>
        </w:rPr>
        <w:t>١٦٤٦ - اگر زن پيش از اذان صبح از حيض يا نفاس پاك شود</w:t>
      </w:r>
      <w:r w:rsidR="000C4B14">
        <w:rPr>
          <w:rtl/>
          <w:lang w:bidi="fa-IR"/>
        </w:rPr>
        <w:t>،</w:t>
      </w:r>
      <w:r w:rsidRPr="003E3506">
        <w:rPr>
          <w:rtl/>
          <w:lang w:bidi="fa-IR"/>
        </w:rPr>
        <w:t xml:space="preserve"> و عمدا غسل نكند و يا در تنگى وقت - هر چند از روى اختيار باشد - تيمم نكند در روزه ماه رمضان - و هم چنين در قضاء او بنابر احتياط - روزه اش باطل است</w:t>
      </w:r>
      <w:r w:rsidR="000C4B14">
        <w:rPr>
          <w:rtl/>
          <w:lang w:bidi="fa-IR"/>
        </w:rPr>
        <w:t>.</w:t>
      </w:r>
    </w:p>
    <w:p w:rsidR="003E3506" w:rsidRPr="003E3506" w:rsidRDefault="003E3506" w:rsidP="003E3506">
      <w:pPr>
        <w:pStyle w:val="libNormal"/>
        <w:rPr>
          <w:lang w:bidi="fa-IR"/>
        </w:rPr>
      </w:pPr>
      <w:r w:rsidRPr="003E3506">
        <w:rPr>
          <w:rtl/>
          <w:lang w:bidi="fa-IR"/>
        </w:rPr>
        <w:t>و در غير اين دو باطل نيست اگر چه احوط غسل كردن است و زنى كه وظيفه اش نسبت به حيض يا نفاس تيمم است در روزه ماه رمضان و هم چنين در قضاء او بنابر احتياط اگر عمدا پيش از اذان صبح تيمم نكند روزه اش باطل است</w:t>
      </w:r>
      <w:r w:rsidR="000C4B14">
        <w:rPr>
          <w:rtl/>
          <w:lang w:bidi="fa-IR"/>
        </w:rPr>
        <w:t>.</w:t>
      </w:r>
    </w:p>
    <w:p w:rsidR="003E3506" w:rsidRPr="003E3506" w:rsidRDefault="003E3506" w:rsidP="003E3506">
      <w:pPr>
        <w:pStyle w:val="libNormal"/>
        <w:rPr>
          <w:lang w:bidi="fa-IR"/>
        </w:rPr>
      </w:pPr>
      <w:r w:rsidRPr="003E3506">
        <w:rPr>
          <w:rtl/>
          <w:lang w:bidi="fa-IR"/>
        </w:rPr>
        <w:t>١٦٤٧ - اگر زن پيش از اذان صبح در ماه رمضان از حيض يا نفاس پاك شود</w:t>
      </w:r>
      <w:r w:rsidR="000C4B14">
        <w:rPr>
          <w:rtl/>
          <w:lang w:bidi="fa-IR"/>
        </w:rPr>
        <w:t>،</w:t>
      </w:r>
      <w:r w:rsidRPr="003E3506">
        <w:rPr>
          <w:rtl/>
          <w:lang w:bidi="fa-IR"/>
        </w:rPr>
        <w:t xml:space="preserve"> و براى غسل وقت نداشته باشد</w:t>
      </w:r>
      <w:r w:rsidR="000C4B14">
        <w:rPr>
          <w:rtl/>
          <w:lang w:bidi="fa-IR"/>
        </w:rPr>
        <w:t>،</w:t>
      </w:r>
      <w:r w:rsidRPr="003E3506">
        <w:rPr>
          <w:rtl/>
          <w:lang w:bidi="fa-IR"/>
        </w:rPr>
        <w:t xml:space="preserve"> بايد تيمم نمايد ولى لازم نيست تا اذان صبح بيدار بماند و هم چنين است حكم جنب در صورتى كه وظيفه اش تيمم باشد.</w:t>
      </w:r>
    </w:p>
    <w:p w:rsidR="003E3506" w:rsidRPr="003E3506" w:rsidRDefault="003E3506" w:rsidP="003E3506">
      <w:pPr>
        <w:pStyle w:val="libNormal"/>
        <w:rPr>
          <w:lang w:bidi="fa-IR"/>
        </w:rPr>
      </w:pPr>
      <w:r w:rsidRPr="003E3506">
        <w:rPr>
          <w:rtl/>
          <w:lang w:bidi="fa-IR"/>
        </w:rPr>
        <w:lastRenderedPageBreak/>
        <w:t>١٦٤٨ - اگر زن نزديك اذان صبح در ماه مبارك رمضان از حيض يا نفاس پاك شود و براى هيچ كدام از غسل و تيمم وقت نداشته باشد</w:t>
      </w:r>
      <w:r w:rsidR="000C4B14">
        <w:rPr>
          <w:rtl/>
          <w:lang w:bidi="fa-IR"/>
        </w:rPr>
        <w:t>،</w:t>
      </w:r>
      <w:r w:rsidRPr="003E3506">
        <w:rPr>
          <w:rtl/>
          <w:lang w:bidi="fa-IR"/>
        </w:rPr>
        <w:t xml:space="preserve"> روزه اش صحيح است</w:t>
      </w:r>
      <w:r w:rsidR="000C4B14">
        <w:rPr>
          <w:rtl/>
          <w:lang w:bidi="fa-IR"/>
        </w:rPr>
        <w:t>.</w:t>
      </w:r>
    </w:p>
    <w:p w:rsidR="003E3506" w:rsidRPr="003E3506" w:rsidRDefault="003E3506" w:rsidP="003E3506">
      <w:pPr>
        <w:pStyle w:val="libNormal"/>
        <w:rPr>
          <w:lang w:bidi="fa-IR"/>
        </w:rPr>
      </w:pPr>
      <w:r w:rsidRPr="003E3506">
        <w:rPr>
          <w:rtl/>
          <w:lang w:bidi="fa-IR"/>
        </w:rPr>
        <w:t>١٦٤٩ - اگر زن بعد از اذان صبح از خون حيض يا نفاس پاك شود</w:t>
      </w:r>
      <w:r w:rsidR="000C4B14">
        <w:rPr>
          <w:rtl/>
          <w:lang w:bidi="fa-IR"/>
        </w:rPr>
        <w:t>،</w:t>
      </w:r>
      <w:r w:rsidRPr="003E3506">
        <w:rPr>
          <w:rtl/>
          <w:lang w:bidi="fa-IR"/>
        </w:rPr>
        <w:t xml:space="preserve"> يا در بين روز خون حيض يا نفاس ببيند</w:t>
      </w:r>
      <w:r w:rsidR="000C4B14">
        <w:rPr>
          <w:rtl/>
          <w:lang w:bidi="fa-IR"/>
        </w:rPr>
        <w:t>،</w:t>
      </w:r>
      <w:r w:rsidRPr="003E3506">
        <w:rPr>
          <w:rtl/>
          <w:lang w:bidi="fa-IR"/>
        </w:rPr>
        <w:t xml:space="preserve"> اگر چه نزديك مغرب باشد</w:t>
      </w:r>
      <w:r w:rsidR="000C4B14">
        <w:rPr>
          <w:rtl/>
          <w:lang w:bidi="fa-IR"/>
        </w:rPr>
        <w:t>،</w:t>
      </w:r>
      <w:r w:rsidRPr="003E3506">
        <w:rPr>
          <w:rtl/>
          <w:lang w:bidi="fa-IR"/>
        </w:rPr>
        <w:t xml:space="preserve"> روزه او باطل است</w:t>
      </w:r>
      <w:r w:rsidR="000C4B14">
        <w:rPr>
          <w:rtl/>
          <w:lang w:bidi="fa-IR"/>
        </w:rPr>
        <w:t>.</w:t>
      </w:r>
    </w:p>
    <w:p w:rsidR="003E3506" w:rsidRPr="003E3506" w:rsidRDefault="003E3506" w:rsidP="003E3506">
      <w:pPr>
        <w:pStyle w:val="libNormal"/>
        <w:rPr>
          <w:lang w:bidi="fa-IR"/>
        </w:rPr>
      </w:pPr>
      <w:r w:rsidRPr="003E3506">
        <w:rPr>
          <w:rtl/>
          <w:lang w:bidi="fa-IR"/>
        </w:rPr>
        <w:t>١٦٥٠ - اگر زن غسل حيض يا نفاس را فراموش كند و بعد از يك روز يا چند روز يادش بيايد</w:t>
      </w:r>
      <w:r w:rsidR="000C4B14">
        <w:rPr>
          <w:rtl/>
          <w:lang w:bidi="fa-IR"/>
        </w:rPr>
        <w:t>،</w:t>
      </w:r>
      <w:r w:rsidRPr="003E3506">
        <w:rPr>
          <w:rtl/>
          <w:lang w:bidi="fa-IR"/>
        </w:rPr>
        <w:t xml:space="preserve"> روزه هايى كه گرفته صحيح است</w:t>
      </w:r>
      <w:r w:rsidR="000C4B14">
        <w:rPr>
          <w:rtl/>
          <w:lang w:bidi="fa-IR"/>
        </w:rPr>
        <w:t>.</w:t>
      </w:r>
    </w:p>
    <w:p w:rsidR="003E3506" w:rsidRPr="003E3506" w:rsidRDefault="003E3506" w:rsidP="003E3506">
      <w:pPr>
        <w:pStyle w:val="libNormal"/>
        <w:rPr>
          <w:lang w:bidi="fa-IR"/>
        </w:rPr>
      </w:pPr>
      <w:r w:rsidRPr="003E3506">
        <w:rPr>
          <w:rtl/>
          <w:lang w:bidi="fa-IR"/>
        </w:rPr>
        <w:t>١٦٥١ - اگر زن پيش از اذان صبح در ماه رمضان از حيض يا نفاس پاك شود و در غسل كوتاهى كند و تا اذان غسل نكند و در تنگى وقت تيمم هم نكند</w:t>
      </w:r>
      <w:r w:rsidR="000C4B14">
        <w:rPr>
          <w:rtl/>
          <w:lang w:bidi="fa-IR"/>
        </w:rPr>
        <w:t>،</w:t>
      </w:r>
      <w:r w:rsidRPr="003E3506">
        <w:rPr>
          <w:rtl/>
          <w:lang w:bidi="fa-IR"/>
        </w:rPr>
        <w:t xml:space="preserve"> روزه اش باطل است ولى چنانچه كوتاهى نكند</w:t>
      </w:r>
      <w:r w:rsidR="000C4B14">
        <w:rPr>
          <w:rtl/>
          <w:lang w:bidi="fa-IR"/>
        </w:rPr>
        <w:t>،</w:t>
      </w:r>
      <w:r w:rsidRPr="003E3506">
        <w:rPr>
          <w:rtl/>
          <w:lang w:bidi="fa-IR"/>
        </w:rPr>
        <w:t xml:space="preserve"> مثلا منتظر باشد كه حمام زنانه شود</w:t>
      </w:r>
      <w:r w:rsidR="000C4B14">
        <w:rPr>
          <w:rtl/>
          <w:lang w:bidi="fa-IR"/>
        </w:rPr>
        <w:t>،</w:t>
      </w:r>
      <w:r w:rsidRPr="003E3506">
        <w:rPr>
          <w:rtl/>
          <w:lang w:bidi="fa-IR"/>
        </w:rPr>
        <w:t xml:space="preserve"> اگر چه سه مرتبه بخوابد و تا اذان غسل نكند</w:t>
      </w:r>
      <w:r w:rsidR="000C4B14">
        <w:rPr>
          <w:rtl/>
          <w:lang w:bidi="fa-IR"/>
        </w:rPr>
        <w:t>،</w:t>
      </w:r>
      <w:r w:rsidRPr="003E3506">
        <w:rPr>
          <w:rtl/>
          <w:lang w:bidi="fa-IR"/>
        </w:rPr>
        <w:t xml:space="preserve"> و در تيمم كردن كوتاهى نكند</w:t>
      </w:r>
      <w:r w:rsidR="000C4B14">
        <w:rPr>
          <w:rtl/>
          <w:lang w:bidi="fa-IR"/>
        </w:rPr>
        <w:t>،</w:t>
      </w:r>
      <w:r w:rsidRPr="003E3506">
        <w:rPr>
          <w:rtl/>
          <w:lang w:bidi="fa-IR"/>
        </w:rPr>
        <w:t xml:space="preserve"> روزه او صحيح است</w:t>
      </w:r>
      <w:r w:rsidR="000C4B14">
        <w:rPr>
          <w:rtl/>
          <w:lang w:bidi="fa-IR"/>
        </w:rPr>
        <w:t>.</w:t>
      </w:r>
    </w:p>
    <w:p w:rsidR="003E3506" w:rsidRPr="003E3506" w:rsidRDefault="003E3506" w:rsidP="003E3506">
      <w:pPr>
        <w:pStyle w:val="libNormal"/>
        <w:rPr>
          <w:lang w:bidi="fa-IR"/>
        </w:rPr>
      </w:pPr>
      <w:r w:rsidRPr="003E3506">
        <w:rPr>
          <w:rtl/>
          <w:lang w:bidi="fa-IR"/>
        </w:rPr>
        <w:t>١٦٥٢ - اگر زنى كه در حال استحاضه كثيره است</w:t>
      </w:r>
      <w:r w:rsidR="000C4B14">
        <w:rPr>
          <w:rtl/>
          <w:lang w:bidi="fa-IR"/>
        </w:rPr>
        <w:t>،</w:t>
      </w:r>
      <w:r w:rsidRPr="003E3506">
        <w:rPr>
          <w:rtl/>
          <w:lang w:bidi="fa-IR"/>
        </w:rPr>
        <w:t xml:space="preserve"> هر چند غسلهاى خود را به تفصيلى كه در احكام استحاضه در مساله </w:t>
      </w:r>
      <w:r w:rsidR="00605FAB">
        <w:rPr>
          <w:rtl/>
          <w:lang w:bidi="fa-IR"/>
        </w:rPr>
        <w:t>(</w:t>
      </w:r>
      <w:r w:rsidRPr="003E3506">
        <w:rPr>
          <w:rtl/>
          <w:lang w:bidi="fa-IR"/>
        </w:rPr>
        <w:t>٤٠٢</w:t>
      </w:r>
      <w:r w:rsidR="00605FAB">
        <w:rPr>
          <w:rtl/>
          <w:lang w:bidi="fa-IR"/>
        </w:rPr>
        <w:t>)</w:t>
      </w:r>
      <w:r w:rsidRPr="003E3506">
        <w:rPr>
          <w:rtl/>
          <w:lang w:bidi="fa-IR"/>
        </w:rPr>
        <w:t xml:space="preserve"> گفته شد به جا نياورد</w:t>
      </w:r>
      <w:r w:rsidR="000C4B14">
        <w:rPr>
          <w:rtl/>
          <w:lang w:bidi="fa-IR"/>
        </w:rPr>
        <w:t>،</w:t>
      </w:r>
      <w:r w:rsidRPr="003E3506">
        <w:rPr>
          <w:rtl/>
          <w:lang w:bidi="fa-IR"/>
        </w:rPr>
        <w:t xml:space="preserve"> روزه او صحيح است</w:t>
      </w:r>
      <w:r w:rsidR="000C4B14">
        <w:rPr>
          <w:rtl/>
          <w:lang w:bidi="fa-IR"/>
        </w:rPr>
        <w:t>،</w:t>
      </w:r>
      <w:r w:rsidRPr="003E3506">
        <w:rPr>
          <w:rtl/>
          <w:lang w:bidi="fa-IR"/>
        </w:rPr>
        <w:t xml:space="preserve"> همچنان كه در استحاضه متوسطه اگر چه غسل نكند روزه اش صحيح است</w:t>
      </w:r>
      <w:r w:rsidR="000C4B14">
        <w:rPr>
          <w:rtl/>
          <w:lang w:bidi="fa-IR"/>
        </w:rPr>
        <w:t>.</w:t>
      </w:r>
    </w:p>
    <w:p w:rsidR="003E3506" w:rsidRPr="003E3506" w:rsidRDefault="003E3506" w:rsidP="003E3506">
      <w:pPr>
        <w:pStyle w:val="libNormal"/>
        <w:rPr>
          <w:lang w:bidi="fa-IR"/>
        </w:rPr>
      </w:pPr>
      <w:r w:rsidRPr="003E3506">
        <w:rPr>
          <w:rtl/>
          <w:lang w:bidi="fa-IR"/>
        </w:rPr>
        <w:t>١٦٥٣ - كسى كه مس ميت كرده يعنى جايى از بدن خود را به بدن ميت رسانده</w:t>
      </w:r>
      <w:r w:rsidR="000C4B14">
        <w:rPr>
          <w:rtl/>
          <w:lang w:bidi="fa-IR"/>
        </w:rPr>
        <w:t>،</w:t>
      </w:r>
      <w:r w:rsidRPr="003E3506">
        <w:rPr>
          <w:rtl/>
          <w:lang w:bidi="fa-IR"/>
        </w:rPr>
        <w:t xml:space="preserve"> مى تواند بدون غسل مس ميت روزه بگيرد</w:t>
      </w:r>
      <w:r w:rsidR="000C4B14">
        <w:rPr>
          <w:rtl/>
          <w:lang w:bidi="fa-IR"/>
        </w:rPr>
        <w:t>،</w:t>
      </w:r>
      <w:r w:rsidRPr="003E3506">
        <w:rPr>
          <w:rtl/>
          <w:lang w:bidi="fa-IR"/>
        </w:rPr>
        <w:t xml:space="preserve"> و اگر در حال روزه هم ميت را مس نمايد</w:t>
      </w:r>
      <w:r w:rsidR="000C4B14">
        <w:rPr>
          <w:rtl/>
          <w:lang w:bidi="fa-IR"/>
        </w:rPr>
        <w:t>،</w:t>
      </w:r>
      <w:r w:rsidRPr="003E3506">
        <w:rPr>
          <w:rtl/>
          <w:lang w:bidi="fa-IR"/>
        </w:rPr>
        <w:t xml:space="preserve"> روزه او باطل نمى شود.</w:t>
      </w:r>
    </w:p>
    <w:p w:rsidR="003E3506" w:rsidRDefault="00605FAB" w:rsidP="00DF2235">
      <w:pPr>
        <w:pStyle w:val="Heading3"/>
        <w:rPr>
          <w:rtl/>
          <w:lang w:bidi="fa-IR"/>
        </w:rPr>
      </w:pPr>
      <w:bookmarkStart w:id="180" w:name="_Toc24454603"/>
      <w:r>
        <w:rPr>
          <w:rtl/>
          <w:lang w:bidi="fa-IR"/>
        </w:rPr>
        <w:t>(</w:t>
      </w:r>
      <w:r w:rsidR="003E3506" w:rsidRPr="003E3506">
        <w:rPr>
          <w:rtl/>
          <w:lang w:bidi="fa-IR"/>
        </w:rPr>
        <w:t>اماله كردن</w:t>
      </w:r>
      <w:r>
        <w:rPr>
          <w:rtl/>
          <w:lang w:bidi="fa-IR"/>
        </w:rPr>
        <w:t>)</w:t>
      </w:r>
      <w:bookmarkEnd w:id="180"/>
    </w:p>
    <w:p w:rsidR="003E3506" w:rsidRPr="003E3506" w:rsidRDefault="003E3506" w:rsidP="00DF2235">
      <w:pPr>
        <w:pStyle w:val="libNormal"/>
        <w:rPr>
          <w:lang w:bidi="fa-IR"/>
        </w:rPr>
      </w:pPr>
      <w:r w:rsidRPr="003E3506">
        <w:rPr>
          <w:rtl/>
          <w:lang w:bidi="fa-IR"/>
        </w:rPr>
        <w:t>١٦٥٤ - اماله كردن با چيز روان اگر چه از روى ناچارى و براى معالجه باشد روزه را باطل مى كند.</w:t>
      </w:r>
    </w:p>
    <w:p w:rsidR="003E3506" w:rsidRDefault="00605FAB" w:rsidP="00DF2235">
      <w:pPr>
        <w:pStyle w:val="Heading3"/>
        <w:rPr>
          <w:rtl/>
          <w:lang w:bidi="fa-IR"/>
        </w:rPr>
      </w:pPr>
      <w:bookmarkStart w:id="181" w:name="_Toc24454604"/>
      <w:r>
        <w:rPr>
          <w:rtl/>
          <w:lang w:bidi="fa-IR"/>
        </w:rPr>
        <w:t>(</w:t>
      </w:r>
      <w:r w:rsidR="003E3506" w:rsidRPr="003E3506">
        <w:rPr>
          <w:rtl/>
          <w:lang w:bidi="fa-IR"/>
        </w:rPr>
        <w:t>قى كردن</w:t>
      </w:r>
      <w:r>
        <w:rPr>
          <w:rtl/>
          <w:lang w:bidi="fa-IR"/>
        </w:rPr>
        <w:t>)</w:t>
      </w:r>
      <w:bookmarkEnd w:id="181"/>
    </w:p>
    <w:p w:rsidR="003E3506" w:rsidRPr="003E3506" w:rsidRDefault="003E3506" w:rsidP="003E3506">
      <w:pPr>
        <w:pStyle w:val="libNormal"/>
        <w:rPr>
          <w:lang w:bidi="fa-IR"/>
        </w:rPr>
      </w:pPr>
      <w:r w:rsidRPr="003E3506">
        <w:rPr>
          <w:rtl/>
          <w:lang w:bidi="fa-IR"/>
        </w:rPr>
        <w:t>١٦٥٥ - هرگاه روزه دار عمدا قى كند اگر چه به واسطه مرض و مانند آن ناچار باشد</w:t>
      </w:r>
      <w:r w:rsidR="000C4B14">
        <w:rPr>
          <w:rtl/>
          <w:lang w:bidi="fa-IR"/>
        </w:rPr>
        <w:t>،</w:t>
      </w:r>
      <w:r w:rsidRPr="003E3506">
        <w:rPr>
          <w:rtl/>
          <w:lang w:bidi="fa-IR"/>
        </w:rPr>
        <w:t xml:space="preserve"> روزه اش باطل مى شود ولى اگر سهوا يا بى اختيار قى كند اشكال ندارد.</w:t>
      </w:r>
    </w:p>
    <w:p w:rsidR="003E3506" w:rsidRPr="003E3506" w:rsidRDefault="003E3506" w:rsidP="003E3506">
      <w:pPr>
        <w:pStyle w:val="libNormal"/>
        <w:rPr>
          <w:lang w:bidi="fa-IR"/>
        </w:rPr>
      </w:pPr>
      <w:r w:rsidRPr="003E3506">
        <w:rPr>
          <w:rtl/>
          <w:lang w:bidi="fa-IR"/>
        </w:rPr>
        <w:lastRenderedPageBreak/>
        <w:t>١٦٥٦ - اگر در شب چيزى بخورد كه مى داند به واسطه خوردن آن</w:t>
      </w:r>
      <w:r w:rsidR="000C4B14">
        <w:rPr>
          <w:rtl/>
          <w:lang w:bidi="fa-IR"/>
        </w:rPr>
        <w:t>،</w:t>
      </w:r>
      <w:r w:rsidRPr="003E3506">
        <w:rPr>
          <w:rtl/>
          <w:lang w:bidi="fa-IR"/>
        </w:rPr>
        <w:t xml:space="preserve"> در روز بى اختيار قى مى كند</w:t>
      </w:r>
      <w:r w:rsidR="000C4B14">
        <w:rPr>
          <w:rtl/>
          <w:lang w:bidi="fa-IR"/>
        </w:rPr>
        <w:t>،</w:t>
      </w:r>
      <w:r w:rsidRPr="003E3506">
        <w:rPr>
          <w:rtl/>
          <w:lang w:bidi="fa-IR"/>
        </w:rPr>
        <w:t xml:space="preserve"> احتياط مستحب آن است كه روزه آن روز را قضا نمايد.</w:t>
      </w:r>
    </w:p>
    <w:p w:rsidR="003E3506" w:rsidRPr="003E3506" w:rsidRDefault="003E3506" w:rsidP="003E3506">
      <w:pPr>
        <w:pStyle w:val="libNormal"/>
        <w:rPr>
          <w:lang w:bidi="fa-IR"/>
        </w:rPr>
      </w:pPr>
      <w:r w:rsidRPr="003E3506">
        <w:rPr>
          <w:rtl/>
          <w:lang w:bidi="fa-IR"/>
        </w:rPr>
        <w:t>١٦٥٧ - اگر روزه دار بتواند از قى كردن خوددارى كند</w:t>
      </w:r>
      <w:r w:rsidR="000C4B14">
        <w:rPr>
          <w:rtl/>
          <w:lang w:bidi="fa-IR"/>
        </w:rPr>
        <w:t>،</w:t>
      </w:r>
      <w:r w:rsidRPr="003E3506">
        <w:rPr>
          <w:rtl/>
          <w:lang w:bidi="fa-IR"/>
        </w:rPr>
        <w:t xml:space="preserve"> چنانچه براى او ضرر و مشقت نداشته باشد</w:t>
      </w:r>
      <w:r w:rsidR="000C4B14">
        <w:rPr>
          <w:rtl/>
          <w:lang w:bidi="fa-IR"/>
        </w:rPr>
        <w:t>،</w:t>
      </w:r>
      <w:r w:rsidRPr="003E3506">
        <w:rPr>
          <w:rtl/>
          <w:lang w:bidi="fa-IR"/>
        </w:rPr>
        <w:t xml:space="preserve"> بهتر آن است كه خوددارى نمايد.</w:t>
      </w:r>
    </w:p>
    <w:p w:rsidR="003E3506" w:rsidRPr="003E3506" w:rsidRDefault="003E3506" w:rsidP="003E3506">
      <w:pPr>
        <w:pStyle w:val="libNormal"/>
        <w:rPr>
          <w:lang w:bidi="fa-IR"/>
        </w:rPr>
      </w:pPr>
      <w:r w:rsidRPr="003E3506">
        <w:rPr>
          <w:rtl/>
          <w:lang w:bidi="fa-IR"/>
        </w:rPr>
        <w:t>١٦٥٨ - اگر مگس در گلوى روزه دار برود</w:t>
      </w:r>
      <w:r w:rsidR="000C4B14">
        <w:rPr>
          <w:rtl/>
          <w:lang w:bidi="fa-IR"/>
        </w:rPr>
        <w:t>،</w:t>
      </w:r>
      <w:r w:rsidRPr="003E3506">
        <w:rPr>
          <w:rtl/>
          <w:lang w:bidi="fa-IR"/>
        </w:rPr>
        <w:t xml:space="preserve"> چنانچه به مقدارى فرو رفته باشد كه به پايين دادن آن خوردن گفته نشود لازم نيست آن را بيرون آورد و روزه اش صحيح است</w:t>
      </w:r>
      <w:r w:rsidR="000C4B14">
        <w:rPr>
          <w:rtl/>
          <w:lang w:bidi="fa-IR"/>
        </w:rPr>
        <w:t>،</w:t>
      </w:r>
      <w:r w:rsidRPr="003E3506">
        <w:rPr>
          <w:rtl/>
          <w:lang w:bidi="fa-IR"/>
        </w:rPr>
        <w:t xml:space="preserve"> و اما اگر به اين مقدار فرو نرفته باشد بايد آن را بيرون آورد</w:t>
      </w:r>
      <w:r w:rsidR="000C4B14">
        <w:rPr>
          <w:rtl/>
          <w:lang w:bidi="fa-IR"/>
        </w:rPr>
        <w:t>،</w:t>
      </w:r>
      <w:r w:rsidRPr="003E3506">
        <w:rPr>
          <w:rtl/>
          <w:lang w:bidi="fa-IR"/>
        </w:rPr>
        <w:t xml:space="preserve"> هر چند كه اين كار متوقف بر قى كردن باشد - مگر در صورتى كه قى كردن براى او ضرر يا مشقت زيادى داشته باشد - و چنانچه آن را قى نكند و فرو برد روزه اش باطل مى شود</w:t>
      </w:r>
      <w:r w:rsidR="000C4B14">
        <w:rPr>
          <w:rtl/>
          <w:lang w:bidi="fa-IR"/>
        </w:rPr>
        <w:t>.</w:t>
      </w:r>
    </w:p>
    <w:p w:rsidR="003E3506" w:rsidRPr="003E3506" w:rsidRDefault="003E3506" w:rsidP="003E3506">
      <w:pPr>
        <w:pStyle w:val="libNormal"/>
        <w:rPr>
          <w:lang w:bidi="fa-IR"/>
        </w:rPr>
      </w:pPr>
      <w:r w:rsidRPr="003E3506">
        <w:rPr>
          <w:rtl/>
          <w:lang w:bidi="fa-IR"/>
        </w:rPr>
        <w:t>١٦٥٩ - اگر سهوا چيزى را فرو ببرد و پيش از رسيدن به معده يادش بيايد كه روزه است</w:t>
      </w:r>
      <w:r w:rsidR="000C4B14">
        <w:rPr>
          <w:rtl/>
          <w:lang w:bidi="fa-IR"/>
        </w:rPr>
        <w:t>،</w:t>
      </w:r>
      <w:r w:rsidRPr="003E3506">
        <w:rPr>
          <w:rtl/>
          <w:lang w:bidi="fa-IR"/>
        </w:rPr>
        <w:t xml:space="preserve"> بيرون آوردن آن لازم نيست و روزه او صحيح است</w:t>
      </w:r>
      <w:r w:rsidR="000C4B14">
        <w:rPr>
          <w:rtl/>
          <w:lang w:bidi="fa-IR"/>
        </w:rPr>
        <w:t>.</w:t>
      </w:r>
    </w:p>
    <w:p w:rsidR="003E3506" w:rsidRPr="003E3506" w:rsidRDefault="003E3506" w:rsidP="003E3506">
      <w:pPr>
        <w:pStyle w:val="libNormal"/>
        <w:rPr>
          <w:lang w:bidi="fa-IR"/>
        </w:rPr>
      </w:pPr>
      <w:r w:rsidRPr="003E3506">
        <w:rPr>
          <w:rtl/>
          <w:lang w:bidi="fa-IR"/>
        </w:rPr>
        <w:t>١٦٦٠ - اگر يقين داشته باشد كه به واسطه آروغ زدن</w:t>
      </w:r>
      <w:r w:rsidR="000C4B14">
        <w:rPr>
          <w:rtl/>
          <w:lang w:bidi="fa-IR"/>
        </w:rPr>
        <w:t>،</w:t>
      </w:r>
      <w:r w:rsidRPr="003E3506">
        <w:rPr>
          <w:rtl/>
          <w:lang w:bidi="fa-IR"/>
        </w:rPr>
        <w:t xml:space="preserve"> چيزى از گلو بيرون مى آيد</w:t>
      </w:r>
      <w:r w:rsidR="000C4B14">
        <w:rPr>
          <w:rtl/>
          <w:lang w:bidi="fa-IR"/>
        </w:rPr>
        <w:t>،</w:t>
      </w:r>
      <w:r w:rsidRPr="003E3506">
        <w:rPr>
          <w:rtl/>
          <w:lang w:bidi="fa-IR"/>
        </w:rPr>
        <w:t xml:space="preserve"> بنابر احتياط نبايد عمدا آروغ بزند</w:t>
      </w:r>
      <w:r w:rsidR="000C4B14">
        <w:rPr>
          <w:rtl/>
          <w:lang w:bidi="fa-IR"/>
        </w:rPr>
        <w:t>،</w:t>
      </w:r>
      <w:r w:rsidRPr="003E3506">
        <w:rPr>
          <w:rtl/>
          <w:lang w:bidi="fa-IR"/>
        </w:rPr>
        <w:t xml:space="preserve"> ولى اگر يقين نداشته باشد اشكال ندارد.</w:t>
      </w:r>
    </w:p>
    <w:p w:rsidR="003E3506" w:rsidRPr="003E3506" w:rsidRDefault="003E3506" w:rsidP="003E3506">
      <w:pPr>
        <w:pStyle w:val="libNormal"/>
        <w:rPr>
          <w:lang w:bidi="fa-IR"/>
        </w:rPr>
      </w:pPr>
      <w:r w:rsidRPr="003E3506">
        <w:rPr>
          <w:rtl/>
          <w:lang w:bidi="fa-IR"/>
        </w:rPr>
        <w:t>١٦٦١ - اگر آروغ بزند و چيزى در گلو يا دهانش بيايد</w:t>
      </w:r>
      <w:r w:rsidR="000C4B14">
        <w:rPr>
          <w:rtl/>
          <w:lang w:bidi="fa-IR"/>
        </w:rPr>
        <w:t>،</w:t>
      </w:r>
      <w:r w:rsidRPr="003E3506">
        <w:rPr>
          <w:rtl/>
          <w:lang w:bidi="fa-IR"/>
        </w:rPr>
        <w:t xml:space="preserve"> بايد آن را بيرون بريزد و اگر بى اختيار فرو رود</w:t>
      </w:r>
      <w:r w:rsidR="000C4B14">
        <w:rPr>
          <w:rtl/>
          <w:lang w:bidi="fa-IR"/>
        </w:rPr>
        <w:t>،</w:t>
      </w:r>
      <w:r w:rsidRPr="003E3506">
        <w:rPr>
          <w:rtl/>
          <w:lang w:bidi="fa-IR"/>
        </w:rPr>
        <w:t xml:space="preserve"> روزه اش صحيح است</w:t>
      </w:r>
      <w:r w:rsidR="000C4B14">
        <w:rPr>
          <w:rtl/>
          <w:lang w:bidi="fa-IR"/>
        </w:rPr>
        <w:t>.</w:t>
      </w:r>
    </w:p>
    <w:p w:rsidR="003E3506" w:rsidRDefault="00605FAB" w:rsidP="00DF2235">
      <w:pPr>
        <w:pStyle w:val="Heading3"/>
        <w:rPr>
          <w:rtl/>
          <w:lang w:bidi="fa-IR"/>
        </w:rPr>
      </w:pPr>
      <w:bookmarkStart w:id="182" w:name="_Toc24454605"/>
      <w:r>
        <w:rPr>
          <w:rtl/>
          <w:lang w:bidi="fa-IR"/>
        </w:rPr>
        <w:t>(</w:t>
      </w:r>
      <w:r w:rsidR="003E3506" w:rsidRPr="003E3506">
        <w:rPr>
          <w:rtl/>
          <w:lang w:bidi="fa-IR"/>
        </w:rPr>
        <w:t>احكام چيزهايى كه روزه را باطل مى كند</w:t>
      </w:r>
      <w:r>
        <w:rPr>
          <w:rtl/>
          <w:lang w:bidi="fa-IR"/>
        </w:rPr>
        <w:t>)</w:t>
      </w:r>
      <w:bookmarkEnd w:id="182"/>
    </w:p>
    <w:p w:rsidR="003E3506" w:rsidRPr="003E3506" w:rsidRDefault="003E3506" w:rsidP="003E3506">
      <w:pPr>
        <w:pStyle w:val="libNormal"/>
        <w:rPr>
          <w:lang w:bidi="fa-IR"/>
        </w:rPr>
      </w:pPr>
      <w:r w:rsidRPr="003E3506">
        <w:rPr>
          <w:rtl/>
          <w:lang w:bidi="fa-IR"/>
        </w:rPr>
        <w:t>١٦٦٢ - اگر انسان عمدا و از روى اختيار كارى كه روزه را باطل مى كند انجام دهد</w:t>
      </w:r>
      <w:r w:rsidR="000C4B14">
        <w:rPr>
          <w:rtl/>
          <w:lang w:bidi="fa-IR"/>
        </w:rPr>
        <w:t>،</w:t>
      </w:r>
      <w:r w:rsidRPr="003E3506">
        <w:rPr>
          <w:rtl/>
          <w:lang w:bidi="fa-IR"/>
        </w:rPr>
        <w:t xml:space="preserve"> روزه او باطل مى شود و چنانچه از روى عمد نباشد اشكال ندارد</w:t>
      </w:r>
      <w:r w:rsidR="000C4B14">
        <w:rPr>
          <w:rtl/>
          <w:lang w:bidi="fa-IR"/>
        </w:rPr>
        <w:t>،</w:t>
      </w:r>
      <w:r w:rsidRPr="003E3506">
        <w:rPr>
          <w:rtl/>
          <w:lang w:bidi="fa-IR"/>
        </w:rPr>
        <w:t xml:space="preserve"> ولى جنب اگر بخوابد و به تفصيلى كه در مساله </w:t>
      </w:r>
      <w:r w:rsidR="00605FAB">
        <w:rPr>
          <w:rtl/>
          <w:lang w:bidi="fa-IR"/>
        </w:rPr>
        <w:t>(</w:t>
      </w:r>
      <w:r w:rsidRPr="003E3506">
        <w:rPr>
          <w:rtl/>
          <w:lang w:bidi="fa-IR"/>
        </w:rPr>
        <w:t>١٦٣٩</w:t>
      </w:r>
      <w:r w:rsidR="00605FAB">
        <w:rPr>
          <w:rtl/>
          <w:lang w:bidi="fa-IR"/>
        </w:rPr>
        <w:t>)</w:t>
      </w:r>
      <w:r w:rsidRPr="003E3506">
        <w:rPr>
          <w:rtl/>
          <w:lang w:bidi="fa-IR"/>
        </w:rPr>
        <w:t xml:space="preserve"> گفته شد تا اذان صبح غسل نكند</w:t>
      </w:r>
      <w:r w:rsidR="000C4B14">
        <w:rPr>
          <w:rtl/>
          <w:lang w:bidi="fa-IR"/>
        </w:rPr>
        <w:t>،</w:t>
      </w:r>
      <w:r w:rsidRPr="003E3506">
        <w:rPr>
          <w:rtl/>
          <w:lang w:bidi="fa-IR"/>
        </w:rPr>
        <w:t xml:space="preserve"> روزه او باطل است</w:t>
      </w:r>
      <w:r w:rsidR="000C4B14">
        <w:rPr>
          <w:rtl/>
          <w:lang w:bidi="fa-IR"/>
        </w:rPr>
        <w:t>،</w:t>
      </w:r>
      <w:r w:rsidRPr="003E3506">
        <w:rPr>
          <w:rtl/>
          <w:lang w:bidi="fa-IR"/>
        </w:rPr>
        <w:t xml:space="preserve"> و چنانچه انسان نداند كه بعضى از آنچه گفته شد روزه را باطل مى كند يعنى جاهل قاصر باشد</w:t>
      </w:r>
      <w:r w:rsidR="000C4B14">
        <w:rPr>
          <w:rtl/>
          <w:lang w:bidi="fa-IR"/>
        </w:rPr>
        <w:t>،</w:t>
      </w:r>
      <w:r w:rsidRPr="003E3506">
        <w:rPr>
          <w:rtl/>
          <w:lang w:bidi="fa-IR"/>
        </w:rPr>
        <w:t xml:space="preserve"> و ترديدى هم نداشته باشد يا آن كه اعتماد بر حجت شرعى داشته باشد</w:t>
      </w:r>
      <w:r w:rsidR="000C4B14">
        <w:rPr>
          <w:rtl/>
          <w:lang w:bidi="fa-IR"/>
        </w:rPr>
        <w:t>،</w:t>
      </w:r>
      <w:r w:rsidRPr="003E3506">
        <w:rPr>
          <w:rtl/>
          <w:lang w:bidi="fa-IR"/>
        </w:rPr>
        <w:t xml:space="preserve"> اگر آن چيز را انجام دهد</w:t>
      </w:r>
      <w:r w:rsidR="000C4B14">
        <w:rPr>
          <w:rtl/>
          <w:lang w:bidi="fa-IR"/>
        </w:rPr>
        <w:t>،</w:t>
      </w:r>
      <w:r w:rsidRPr="003E3506">
        <w:rPr>
          <w:rtl/>
          <w:lang w:bidi="fa-IR"/>
        </w:rPr>
        <w:t xml:space="preserve"> روزه اش باطل نمى شود</w:t>
      </w:r>
      <w:r w:rsidR="000C4B14">
        <w:rPr>
          <w:rtl/>
          <w:lang w:bidi="fa-IR"/>
        </w:rPr>
        <w:t>،</w:t>
      </w:r>
      <w:r w:rsidRPr="003E3506">
        <w:rPr>
          <w:rtl/>
          <w:lang w:bidi="fa-IR"/>
        </w:rPr>
        <w:t xml:space="preserve"> مگر در خوردن و آشاميدن و جماع</w:t>
      </w:r>
      <w:r w:rsidR="000C4B14">
        <w:rPr>
          <w:rtl/>
          <w:lang w:bidi="fa-IR"/>
        </w:rPr>
        <w:t>.</w:t>
      </w:r>
    </w:p>
    <w:p w:rsidR="003E3506" w:rsidRPr="003E3506" w:rsidRDefault="003E3506" w:rsidP="003E3506">
      <w:pPr>
        <w:pStyle w:val="libNormal"/>
        <w:rPr>
          <w:lang w:bidi="fa-IR"/>
        </w:rPr>
      </w:pPr>
      <w:r w:rsidRPr="003E3506">
        <w:rPr>
          <w:rtl/>
          <w:lang w:bidi="fa-IR"/>
        </w:rPr>
        <w:lastRenderedPageBreak/>
        <w:t>١٦٦٣ - اگر روزه دار سهوا يكى از كارهايى كه روزه را باطل مى كند</w:t>
      </w:r>
      <w:r w:rsidR="000C4B14">
        <w:rPr>
          <w:rtl/>
          <w:lang w:bidi="fa-IR"/>
        </w:rPr>
        <w:t>،</w:t>
      </w:r>
      <w:r w:rsidRPr="003E3506">
        <w:rPr>
          <w:rtl/>
          <w:lang w:bidi="fa-IR"/>
        </w:rPr>
        <w:t xml:space="preserve"> انجام دهد</w:t>
      </w:r>
      <w:r w:rsidR="000C4B14">
        <w:rPr>
          <w:rtl/>
          <w:lang w:bidi="fa-IR"/>
        </w:rPr>
        <w:t>،</w:t>
      </w:r>
      <w:r w:rsidRPr="003E3506">
        <w:rPr>
          <w:rtl/>
          <w:lang w:bidi="fa-IR"/>
        </w:rPr>
        <w:t xml:space="preserve"> و به گمان اين كه روزه اش باطل شده</w:t>
      </w:r>
      <w:r w:rsidR="000C4B14">
        <w:rPr>
          <w:rtl/>
          <w:lang w:bidi="fa-IR"/>
        </w:rPr>
        <w:t>،</w:t>
      </w:r>
      <w:r w:rsidRPr="003E3506">
        <w:rPr>
          <w:rtl/>
          <w:lang w:bidi="fa-IR"/>
        </w:rPr>
        <w:t xml:space="preserve"> عمدا دوباره يكى از آنها را بجا آورد</w:t>
      </w:r>
      <w:r w:rsidR="000C4B14">
        <w:rPr>
          <w:rtl/>
          <w:lang w:bidi="fa-IR"/>
        </w:rPr>
        <w:t>،</w:t>
      </w:r>
      <w:r w:rsidRPr="003E3506">
        <w:rPr>
          <w:rtl/>
          <w:lang w:bidi="fa-IR"/>
        </w:rPr>
        <w:t xml:space="preserve"> روزه او باطل مى شود.</w:t>
      </w:r>
    </w:p>
    <w:p w:rsidR="003E3506" w:rsidRPr="003E3506" w:rsidRDefault="003E3506" w:rsidP="003E3506">
      <w:pPr>
        <w:pStyle w:val="libNormal"/>
        <w:rPr>
          <w:lang w:bidi="fa-IR"/>
        </w:rPr>
      </w:pPr>
      <w:r w:rsidRPr="003E3506">
        <w:rPr>
          <w:rtl/>
          <w:lang w:bidi="fa-IR"/>
        </w:rPr>
        <w:t>١٦٦٤ - اگر چيزى به زور در گلوى روزه دار بريزند</w:t>
      </w:r>
      <w:r w:rsidR="000C4B14">
        <w:rPr>
          <w:rtl/>
          <w:lang w:bidi="fa-IR"/>
        </w:rPr>
        <w:t>،</w:t>
      </w:r>
      <w:r w:rsidRPr="003E3506">
        <w:rPr>
          <w:rtl/>
          <w:lang w:bidi="fa-IR"/>
        </w:rPr>
        <w:t xml:space="preserve"> روزه او باطل نمى شود</w:t>
      </w:r>
      <w:r w:rsidR="000C4B14">
        <w:rPr>
          <w:rtl/>
          <w:lang w:bidi="fa-IR"/>
        </w:rPr>
        <w:t>،</w:t>
      </w:r>
      <w:r w:rsidRPr="003E3506">
        <w:rPr>
          <w:rtl/>
          <w:lang w:bidi="fa-IR"/>
        </w:rPr>
        <w:t xml:space="preserve"> ولى اگر مجبورش كنند</w:t>
      </w:r>
      <w:r w:rsidR="000C4B14">
        <w:rPr>
          <w:rtl/>
          <w:lang w:bidi="fa-IR"/>
        </w:rPr>
        <w:t>،</w:t>
      </w:r>
      <w:r w:rsidRPr="003E3506">
        <w:rPr>
          <w:rtl/>
          <w:lang w:bidi="fa-IR"/>
        </w:rPr>
        <w:t xml:space="preserve"> مثلا به او بگويند اگر غذا نخورى ضرر مالى يا جانى به تو مى زنيم</w:t>
      </w:r>
      <w:r w:rsidR="000C4B14">
        <w:rPr>
          <w:rtl/>
          <w:lang w:bidi="fa-IR"/>
        </w:rPr>
        <w:t>،</w:t>
      </w:r>
      <w:r w:rsidRPr="003E3506">
        <w:rPr>
          <w:rtl/>
          <w:lang w:bidi="fa-IR"/>
        </w:rPr>
        <w:t xml:space="preserve"> و خودش براى جلوگيرى از ضرر چيزى بخورد</w:t>
      </w:r>
      <w:r w:rsidR="000C4B14">
        <w:rPr>
          <w:rtl/>
          <w:lang w:bidi="fa-IR"/>
        </w:rPr>
        <w:t>،</w:t>
      </w:r>
      <w:r w:rsidRPr="003E3506">
        <w:rPr>
          <w:rtl/>
          <w:lang w:bidi="fa-IR"/>
        </w:rPr>
        <w:t xml:space="preserve"> روزه او باطل مى شود.</w:t>
      </w:r>
    </w:p>
    <w:p w:rsidR="003E3506" w:rsidRPr="003E3506" w:rsidRDefault="003E3506" w:rsidP="003E3506">
      <w:pPr>
        <w:pStyle w:val="libNormal"/>
        <w:rPr>
          <w:lang w:bidi="fa-IR"/>
        </w:rPr>
      </w:pPr>
      <w:r w:rsidRPr="003E3506">
        <w:rPr>
          <w:rtl/>
          <w:lang w:bidi="fa-IR"/>
        </w:rPr>
        <w:t>١٦٦٥ - روزه دار نبايد جايى برود كه مى داند چيزى در گلويش مى ريزند</w:t>
      </w:r>
      <w:r w:rsidR="000C4B14">
        <w:rPr>
          <w:rtl/>
          <w:lang w:bidi="fa-IR"/>
        </w:rPr>
        <w:t>،</w:t>
      </w:r>
      <w:r w:rsidRPr="003E3506">
        <w:rPr>
          <w:rtl/>
          <w:lang w:bidi="fa-IR"/>
        </w:rPr>
        <w:t xml:space="preserve"> يا مجبورش مى كنند كه خودش روزه خود را باطل كند</w:t>
      </w:r>
      <w:r w:rsidR="000C4B14">
        <w:rPr>
          <w:rtl/>
          <w:lang w:bidi="fa-IR"/>
        </w:rPr>
        <w:t>،</w:t>
      </w:r>
      <w:r w:rsidRPr="003E3506">
        <w:rPr>
          <w:rtl/>
          <w:lang w:bidi="fa-IR"/>
        </w:rPr>
        <w:t xml:space="preserve"> و اگر برود</w:t>
      </w:r>
      <w:r w:rsidR="000C4B14">
        <w:rPr>
          <w:rtl/>
          <w:lang w:bidi="fa-IR"/>
        </w:rPr>
        <w:t>،</w:t>
      </w:r>
      <w:r w:rsidRPr="003E3506">
        <w:rPr>
          <w:rtl/>
          <w:lang w:bidi="fa-IR"/>
        </w:rPr>
        <w:t xml:space="preserve"> و از روى ناچارى خودش كارى كه روزه را باطل مى كند انجام دهد</w:t>
      </w:r>
      <w:r w:rsidR="000C4B14">
        <w:rPr>
          <w:rtl/>
          <w:lang w:bidi="fa-IR"/>
        </w:rPr>
        <w:t>،</w:t>
      </w:r>
      <w:r w:rsidRPr="003E3506">
        <w:rPr>
          <w:rtl/>
          <w:lang w:bidi="fa-IR"/>
        </w:rPr>
        <w:t xml:space="preserve"> روزه او باطل مى شود</w:t>
      </w:r>
      <w:r w:rsidR="000C4B14">
        <w:rPr>
          <w:rtl/>
          <w:lang w:bidi="fa-IR"/>
        </w:rPr>
        <w:t>،</w:t>
      </w:r>
      <w:r w:rsidRPr="003E3506">
        <w:rPr>
          <w:rtl/>
          <w:lang w:bidi="fa-IR"/>
        </w:rPr>
        <w:t xml:space="preserve"> و هم چنين است بنابر احتياط لازم اگر چيزى را در گلويش بريزند.</w:t>
      </w:r>
    </w:p>
    <w:p w:rsidR="003E3506" w:rsidRDefault="00605FAB" w:rsidP="00DF2235">
      <w:pPr>
        <w:pStyle w:val="Heading3"/>
        <w:rPr>
          <w:rtl/>
          <w:lang w:bidi="fa-IR"/>
        </w:rPr>
      </w:pPr>
      <w:bookmarkStart w:id="183" w:name="_Toc24454606"/>
      <w:r>
        <w:rPr>
          <w:rtl/>
          <w:lang w:bidi="fa-IR"/>
        </w:rPr>
        <w:t>(</w:t>
      </w:r>
      <w:r w:rsidR="003E3506" w:rsidRPr="003E3506">
        <w:rPr>
          <w:rtl/>
          <w:lang w:bidi="fa-IR"/>
        </w:rPr>
        <w:t>آنچه براى روزه دار مكروه است</w:t>
      </w:r>
      <w:r>
        <w:rPr>
          <w:rtl/>
          <w:lang w:bidi="fa-IR"/>
        </w:rPr>
        <w:t>)</w:t>
      </w:r>
      <w:bookmarkEnd w:id="183"/>
    </w:p>
    <w:p w:rsidR="00DF2235" w:rsidRDefault="003E3506" w:rsidP="003E3506">
      <w:pPr>
        <w:pStyle w:val="libNormal"/>
        <w:rPr>
          <w:rtl/>
          <w:lang w:bidi="fa-IR"/>
        </w:rPr>
      </w:pPr>
      <w:r w:rsidRPr="003E3506">
        <w:rPr>
          <w:rtl/>
          <w:lang w:bidi="fa-IR"/>
        </w:rPr>
        <w:t>١٦٦٦ - چند چيز براى روزه دار مكروه است و از آن جمله است</w:t>
      </w:r>
      <w:r w:rsidR="00553569">
        <w:rPr>
          <w:rtl/>
          <w:lang w:bidi="fa-IR"/>
        </w:rPr>
        <w:t>:</w:t>
      </w:r>
    </w:p>
    <w:p w:rsidR="003E3506" w:rsidRPr="003E3506" w:rsidRDefault="003E3506" w:rsidP="003E3506">
      <w:pPr>
        <w:pStyle w:val="libNormal"/>
        <w:rPr>
          <w:lang w:bidi="fa-IR"/>
        </w:rPr>
      </w:pPr>
      <w:r w:rsidRPr="003E3506">
        <w:rPr>
          <w:rtl/>
          <w:lang w:bidi="fa-IR"/>
        </w:rPr>
        <w:t>١ دوا ريختن به چشم و سرمه كشيدن</w:t>
      </w:r>
      <w:r w:rsidR="000C4B14">
        <w:rPr>
          <w:rtl/>
          <w:lang w:bidi="fa-IR"/>
        </w:rPr>
        <w:t>،</w:t>
      </w:r>
      <w:r w:rsidRPr="003E3506">
        <w:rPr>
          <w:rtl/>
          <w:lang w:bidi="fa-IR"/>
        </w:rPr>
        <w:t xml:space="preserve"> در صورتى كه مزه يا بوى آن به حلق برسد.</w:t>
      </w:r>
    </w:p>
    <w:p w:rsidR="003E3506" w:rsidRPr="003E3506" w:rsidRDefault="003E3506" w:rsidP="003E3506">
      <w:pPr>
        <w:pStyle w:val="libNormal"/>
        <w:rPr>
          <w:lang w:bidi="fa-IR"/>
        </w:rPr>
      </w:pPr>
      <w:r w:rsidRPr="003E3506">
        <w:rPr>
          <w:rtl/>
          <w:lang w:bidi="fa-IR"/>
        </w:rPr>
        <w:t>٢ انجام دادن هر كارى مانند خون گرفتن و حمام رفتن كه باعث ضعف مى شود.</w:t>
      </w:r>
    </w:p>
    <w:p w:rsidR="003E3506" w:rsidRPr="003E3506" w:rsidRDefault="003E3506" w:rsidP="003E3506">
      <w:pPr>
        <w:pStyle w:val="libNormal"/>
        <w:rPr>
          <w:lang w:bidi="fa-IR"/>
        </w:rPr>
      </w:pPr>
      <w:r w:rsidRPr="003E3506">
        <w:rPr>
          <w:rtl/>
          <w:lang w:bidi="fa-IR"/>
        </w:rPr>
        <w:t>٣ انفيه كشيدن</w:t>
      </w:r>
      <w:r w:rsidR="000C4B14">
        <w:rPr>
          <w:rtl/>
          <w:lang w:bidi="fa-IR"/>
        </w:rPr>
        <w:t>،</w:t>
      </w:r>
      <w:r w:rsidRPr="003E3506">
        <w:rPr>
          <w:rtl/>
          <w:lang w:bidi="fa-IR"/>
        </w:rPr>
        <w:t xml:space="preserve"> اگر نداند كه به حلق مى رسد و اگر بداند به حلق مى رسد جايز نيست</w:t>
      </w:r>
      <w:r w:rsidR="000C4B14">
        <w:rPr>
          <w:rtl/>
          <w:lang w:bidi="fa-IR"/>
        </w:rPr>
        <w:t>.</w:t>
      </w:r>
    </w:p>
    <w:p w:rsidR="003E3506" w:rsidRPr="003E3506" w:rsidRDefault="003E3506" w:rsidP="003E3506">
      <w:pPr>
        <w:pStyle w:val="libNormal"/>
        <w:rPr>
          <w:lang w:bidi="fa-IR"/>
        </w:rPr>
      </w:pPr>
      <w:r w:rsidRPr="003E3506">
        <w:rPr>
          <w:rtl/>
          <w:lang w:bidi="fa-IR"/>
        </w:rPr>
        <w:t>٤ بو كردن گياههاى معطر.</w:t>
      </w:r>
    </w:p>
    <w:p w:rsidR="003E3506" w:rsidRPr="003E3506" w:rsidRDefault="003E3506" w:rsidP="003E3506">
      <w:pPr>
        <w:pStyle w:val="libNormal"/>
        <w:rPr>
          <w:lang w:bidi="fa-IR"/>
        </w:rPr>
      </w:pPr>
      <w:r w:rsidRPr="003E3506">
        <w:rPr>
          <w:rtl/>
          <w:lang w:bidi="fa-IR"/>
        </w:rPr>
        <w:t>٥ نشستن زن در آب</w:t>
      </w:r>
      <w:r w:rsidR="000C4B14">
        <w:rPr>
          <w:rtl/>
          <w:lang w:bidi="fa-IR"/>
        </w:rPr>
        <w:t>.</w:t>
      </w:r>
    </w:p>
    <w:p w:rsidR="003E3506" w:rsidRPr="003E3506" w:rsidRDefault="003E3506" w:rsidP="003E3506">
      <w:pPr>
        <w:pStyle w:val="libNormal"/>
        <w:rPr>
          <w:lang w:bidi="fa-IR"/>
        </w:rPr>
      </w:pPr>
      <w:r w:rsidRPr="003E3506">
        <w:rPr>
          <w:rtl/>
          <w:lang w:bidi="fa-IR"/>
        </w:rPr>
        <w:t>٦ استعمال شاف</w:t>
      </w:r>
      <w:r w:rsidR="000C4B14">
        <w:rPr>
          <w:rtl/>
          <w:lang w:bidi="fa-IR"/>
        </w:rPr>
        <w:t>.</w:t>
      </w:r>
    </w:p>
    <w:p w:rsidR="00DF2235" w:rsidRDefault="003E3506" w:rsidP="003E3506">
      <w:pPr>
        <w:pStyle w:val="libNormal"/>
        <w:rPr>
          <w:rtl/>
          <w:lang w:bidi="fa-IR"/>
        </w:rPr>
      </w:pPr>
      <w:r w:rsidRPr="003E3506">
        <w:rPr>
          <w:rtl/>
          <w:lang w:bidi="fa-IR"/>
        </w:rPr>
        <w:t>٧ تر كردن لباسى كه در بدن است</w:t>
      </w:r>
    </w:p>
    <w:p w:rsidR="003E3506" w:rsidRPr="003E3506" w:rsidRDefault="003E3506" w:rsidP="003E3506">
      <w:pPr>
        <w:pStyle w:val="libNormal"/>
        <w:rPr>
          <w:lang w:bidi="fa-IR"/>
        </w:rPr>
      </w:pPr>
      <w:r w:rsidRPr="003E3506">
        <w:rPr>
          <w:rtl/>
          <w:lang w:bidi="fa-IR"/>
        </w:rPr>
        <w:t>٨ كشيدن دندان و هر كارى كه به واسطه آن از دهان خون بيايد.</w:t>
      </w:r>
    </w:p>
    <w:p w:rsidR="003E3506" w:rsidRPr="003E3506" w:rsidRDefault="003E3506" w:rsidP="003E3506">
      <w:pPr>
        <w:pStyle w:val="libNormal"/>
        <w:rPr>
          <w:lang w:bidi="fa-IR"/>
        </w:rPr>
      </w:pPr>
      <w:r w:rsidRPr="003E3506">
        <w:rPr>
          <w:rtl/>
          <w:lang w:bidi="fa-IR"/>
        </w:rPr>
        <w:t>٩ مسواك كردن با چوب تر.</w:t>
      </w:r>
    </w:p>
    <w:p w:rsidR="003E3506" w:rsidRPr="003E3506" w:rsidRDefault="003E3506" w:rsidP="003E3506">
      <w:pPr>
        <w:pStyle w:val="libNormal"/>
        <w:rPr>
          <w:lang w:bidi="fa-IR"/>
        </w:rPr>
      </w:pPr>
      <w:r w:rsidRPr="003E3506">
        <w:rPr>
          <w:rtl/>
          <w:lang w:bidi="fa-IR"/>
        </w:rPr>
        <w:t>١٠ بى جهت آب يا چيزى روان در دهان كردن</w:t>
      </w:r>
      <w:r w:rsidR="000C4B14">
        <w:rPr>
          <w:rtl/>
          <w:lang w:bidi="fa-IR"/>
        </w:rPr>
        <w:t>،</w:t>
      </w:r>
      <w:r w:rsidRPr="003E3506">
        <w:rPr>
          <w:rtl/>
          <w:lang w:bidi="fa-IR"/>
        </w:rPr>
        <w:t xml:space="preserve"> و نيز مكروه است انسان بدون قصد بيرون آمدن منى زن خود را ببوسد</w:t>
      </w:r>
      <w:r w:rsidR="000C4B14">
        <w:rPr>
          <w:rtl/>
          <w:lang w:bidi="fa-IR"/>
        </w:rPr>
        <w:t>،</w:t>
      </w:r>
      <w:r w:rsidRPr="003E3506">
        <w:rPr>
          <w:rtl/>
          <w:lang w:bidi="fa-IR"/>
        </w:rPr>
        <w:t xml:space="preserve"> يا كارى كند كه شهوت خود را به حركت آورد.</w:t>
      </w:r>
    </w:p>
    <w:p w:rsidR="003E3506" w:rsidRPr="003E3506" w:rsidRDefault="003E3506" w:rsidP="003E3506">
      <w:pPr>
        <w:pStyle w:val="libNormal"/>
        <w:rPr>
          <w:lang w:bidi="fa-IR"/>
        </w:rPr>
      </w:pPr>
      <w:r w:rsidRPr="003E3506">
        <w:rPr>
          <w:rtl/>
          <w:lang w:bidi="fa-IR"/>
        </w:rPr>
        <w:lastRenderedPageBreak/>
        <w:t>و اگر به قصد بيرون آمدن منى باشد و منى بيرون نيايد روزه بنابر احتياط لازم باطل مى شود.</w:t>
      </w:r>
    </w:p>
    <w:p w:rsidR="003E3506" w:rsidRDefault="00605FAB" w:rsidP="00DF2235">
      <w:pPr>
        <w:pStyle w:val="Heading3"/>
        <w:rPr>
          <w:rtl/>
          <w:lang w:bidi="fa-IR"/>
        </w:rPr>
      </w:pPr>
      <w:bookmarkStart w:id="184" w:name="_Toc24454607"/>
      <w:r>
        <w:rPr>
          <w:rtl/>
          <w:lang w:bidi="fa-IR"/>
        </w:rPr>
        <w:t>(</w:t>
      </w:r>
      <w:r w:rsidR="003E3506" w:rsidRPr="003E3506">
        <w:rPr>
          <w:rtl/>
          <w:lang w:bidi="fa-IR"/>
        </w:rPr>
        <w:t>جايى كه قضا و كفاره واجب است</w:t>
      </w:r>
      <w:r>
        <w:rPr>
          <w:rtl/>
          <w:lang w:bidi="fa-IR"/>
        </w:rPr>
        <w:t>)</w:t>
      </w:r>
      <w:bookmarkEnd w:id="184"/>
    </w:p>
    <w:p w:rsidR="003E3506" w:rsidRPr="003E3506" w:rsidRDefault="003E3506" w:rsidP="003E3506">
      <w:pPr>
        <w:pStyle w:val="libNormal"/>
        <w:rPr>
          <w:lang w:bidi="fa-IR"/>
        </w:rPr>
      </w:pPr>
      <w:r w:rsidRPr="003E3506">
        <w:rPr>
          <w:rtl/>
          <w:lang w:bidi="fa-IR"/>
        </w:rPr>
        <w:t>١٦٦٧ - اگر كسى روزه ماه رمضان را به خوردن يا آشاميدن يا جماع يا استمناء يا باقى ماندن بر جنابت باطل كند در صورتى كه از روى عمد و اختيار باشد</w:t>
      </w:r>
      <w:r w:rsidR="000C4B14">
        <w:rPr>
          <w:rtl/>
          <w:lang w:bidi="fa-IR"/>
        </w:rPr>
        <w:t>،</w:t>
      </w:r>
      <w:r w:rsidRPr="003E3506">
        <w:rPr>
          <w:rtl/>
          <w:lang w:bidi="fa-IR"/>
        </w:rPr>
        <w:t xml:space="preserve"> و از روى ناچارى يا جبر نباشد</w:t>
      </w:r>
      <w:r w:rsidR="000C4B14">
        <w:rPr>
          <w:rtl/>
          <w:lang w:bidi="fa-IR"/>
        </w:rPr>
        <w:t>،</w:t>
      </w:r>
      <w:r w:rsidRPr="003E3506">
        <w:rPr>
          <w:rtl/>
          <w:lang w:bidi="fa-IR"/>
        </w:rPr>
        <w:t xml:space="preserve"> اضافه بر قضا كفاره هم بر او واجب مى شود</w:t>
      </w:r>
      <w:r w:rsidR="000C4B14">
        <w:rPr>
          <w:rtl/>
          <w:lang w:bidi="fa-IR"/>
        </w:rPr>
        <w:t>،</w:t>
      </w:r>
      <w:r w:rsidRPr="003E3506">
        <w:rPr>
          <w:rtl/>
          <w:lang w:bidi="fa-IR"/>
        </w:rPr>
        <w:t xml:space="preserve"> و احتياط مستحب آن است كسى كه روزه را به غير آنچه گفته شد باطل كند اضافه بر قضا</w:t>
      </w:r>
      <w:r w:rsidR="000C4B14">
        <w:rPr>
          <w:rtl/>
          <w:lang w:bidi="fa-IR"/>
        </w:rPr>
        <w:t>،</w:t>
      </w:r>
      <w:r w:rsidRPr="003E3506">
        <w:rPr>
          <w:rtl/>
          <w:lang w:bidi="fa-IR"/>
        </w:rPr>
        <w:t xml:space="preserve"> كفاره هم بدهد.</w:t>
      </w:r>
    </w:p>
    <w:p w:rsidR="003E3506" w:rsidRPr="003E3506" w:rsidRDefault="003E3506" w:rsidP="003E3506">
      <w:pPr>
        <w:pStyle w:val="libNormal"/>
        <w:rPr>
          <w:lang w:bidi="fa-IR"/>
        </w:rPr>
      </w:pPr>
      <w:r w:rsidRPr="003E3506">
        <w:rPr>
          <w:rtl/>
          <w:lang w:bidi="fa-IR"/>
        </w:rPr>
        <w:t>١٦٦٨ - اگر كسى چيزى از آنچه را كه گذشت انجام دهد در حالى كه عقيده قطعى داشته كه روزه را باطل نمى كند كفاره بر او واجب نيست</w:t>
      </w:r>
      <w:r w:rsidR="000C4B14">
        <w:rPr>
          <w:rtl/>
          <w:lang w:bidi="fa-IR"/>
        </w:rPr>
        <w:t>.</w:t>
      </w:r>
    </w:p>
    <w:p w:rsidR="003E3506" w:rsidRDefault="00605FAB" w:rsidP="00DF2235">
      <w:pPr>
        <w:pStyle w:val="Heading3"/>
        <w:rPr>
          <w:rtl/>
          <w:lang w:bidi="fa-IR"/>
        </w:rPr>
      </w:pPr>
      <w:bookmarkStart w:id="185" w:name="_Toc24454608"/>
      <w:r>
        <w:rPr>
          <w:rtl/>
          <w:lang w:bidi="fa-IR"/>
        </w:rPr>
        <w:t>(</w:t>
      </w:r>
      <w:r w:rsidR="003E3506" w:rsidRPr="003E3506">
        <w:rPr>
          <w:rtl/>
          <w:lang w:bidi="fa-IR"/>
        </w:rPr>
        <w:t>كفاره روزه</w:t>
      </w:r>
      <w:r>
        <w:rPr>
          <w:rtl/>
          <w:lang w:bidi="fa-IR"/>
        </w:rPr>
        <w:t>)</w:t>
      </w:r>
      <w:bookmarkEnd w:id="185"/>
    </w:p>
    <w:p w:rsidR="003E3506" w:rsidRPr="003E3506" w:rsidRDefault="003E3506" w:rsidP="003E3506">
      <w:pPr>
        <w:pStyle w:val="libNormal"/>
        <w:rPr>
          <w:lang w:bidi="fa-IR"/>
        </w:rPr>
      </w:pPr>
      <w:r w:rsidRPr="003E3506">
        <w:rPr>
          <w:rtl/>
          <w:lang w:bidi="fa-IR"/>
        </w:rPr>
        <w:t>١٦٦٩ - در كفاره افطار روزه ماه رمضان</w:t>
      </w:r>
      <w:r w:rsidR="000C4B14">
        <w:rPr>
          <w:rtl/>
          <w:lang w:bidi="fa-IR"/>
        </w:rPr>
        <w:t>،</w:t>
      </w:r>
      <w:r w:rsidRPr="003E3506">
        <w:rPr>
          <w:rtl/>
          <w:lang w:bidi="fa-IR"/>
        </w:rPr>
        <w:t xml:space="preserve"> بايد يك بنده آزاد كند</w:t>
      </w:r>
      <w:r w:rsidR="000C4B14">
        <w:rPr>
          <w:rtl/>
          <w:lang w:bidi="fa-IR"/>
        </w:rPr>
        <w:t>،</w:t>
      </w:r>
      <w:r w:rsidRPr="003E3506">
        <w:rPr>
          <w:rtl/>
          <w:lang w:bidi="fa-IR"/>
        </w:rPr>
        <w:t xml:space="preserve"> يا به دستورى كه در مساله بعد گفته مى شود</w:t>
      </w:r>
      <w:r w:rsidR="000C4B14">
        <w:rPr>
          <w:rtl/>
          <w:lang w:bidi="fa-IR"/>
        </w:rPr>
        <w:t>،</w:t>
      </w:r>
      <w:r w:rsidRPr="003E3506">
        <w:rPr>
          <w:rtl/>
          <w:lang w:bidi="fa-IR"/>
        </w:rPr>
        <w:t xml:space="preserve"> دو ماه روزه بگيرد يا شصت فقير را سير كند</w:t>
      </w:r>
      <w:r w:rsidR="000C4B14">
        <w:rPr>
          <w:rtl/>
          <w:lang w:bidi="fa-IR"/>
        </w:rPr>
        <w:t>،</w:t>
      </w:r>
      <w:r w:rsidRPr="003E3506">
        <w:rPr>
          <w:rtl/>
          <w:lang w:bidi="fa-IR"/>
        </w:rPr>
        <w:t xml:space="preserve"> يا به هر كدام يك مد كه گفته مى شود تقريبا سه چهارم كيلو است</w:t>
      </w:r>
      <w:r w:rsidR="000C4B14">
        <w:rPr>
          <w:rtl/>
          <w:lang w:bidi="fa-IR"/>
        </w:rPr>
        <w:t>،</w:t>
      </w:r>
      <w:r w:rsidRPr="003E3506">
        <w:rPr>
          <w:rtl/>
          <w:lang w:bidi="fa-IR"/>
        </w:rPr>
        <w:t xml:space="preserve"> طعام يعنى گندم يا جو يا نان و مانند اينها بدهد و چنانچه اينها برايش ممكن نباشد</w:t>
      </w:r>
      <w:r w:rsidR="000C4B14">
        <w:rPr>
          <w:rtl/>
          <w:lang w:bidi="fa-IR"/>
        </w:rPr>
        <w:t>،</w:t>
      </w:r>
      <w:r w:rsidRPr="003E3506">
        <w:rPr>
          <w:rtl/>
          <w:lang w:bidi="fa-IR"/>
        </w:rPr>
        <w:t xml:space="preserve"> بايد به قدر امكان تصدق دهد</w:t>
      </w:r>
      <w:r w:rsidR="000C4B14">
        <w:rPr>
          <w:rtl/>
          <w:lang w:bidi="fa-IR"/>
        </w:rPr>
        <w:t>،</w:t>
      </w:r>
      <w:r w:rsidRPr="003E3506">
        <w:rPr>
          <w:rtl/>
          <w:lang w:bidi="fa-IR"/>
        </w:rPr>
        <w:t xml:space="preserve"> و اگر ممكن نيست استغفار نمايد</w:t>
      </w:r>
      <w:r w:rsidR="000C4B14">
        <w:rPr>
          <w:rtl/>
          <w:lang w:bidi="fa-IR"/>
        </w:rPr>
        <w:t>،</w:t>
      </w:r>
      <w:r w:rsidRPr="003E3506">
        <w:rPr>
          <w:rtl/>
          <w:lang w:bidi="fa-IR"/>
        </w:rPr>
        <w:t xml:space="preserve"> و احتياط واجب آن است كه هر وقت بتواند</w:t>
      </w:r>
      <w:r w:rsidR="000C4B14">
        <w:rPr>
          <w:rtl/>
          <w:lang w:bidi="fa-IR"/>
        </w:rPr>
        <w:t>،</w:t>
      </w:r>
      <w:r w:rsidRPr="003E3506">
        <w:rPr>
          <w:rtl/>
          <w:lang w:bidi="fa-IR"/>
        </w:rPr>
        <w:t xml:space="preserve"> كفاره را بدهد.</w:t>
      </w:r>
    </w:p>
    <w:p w:rsidR="003E3506" w:rsidRPr="003E3506" w:rsidRDefault="003E3506" w:rsidP="003E3506">
      <w:pPr>
        <w:pStyle w:val="libNormal"/>
        <w:rPr>
          <w:lang w:bidi="fa-IR"/>
        </w:rPr>
      </w:pPr>
      <w:r w:rsidRPr="003E3506">
        <w:rPr>
          <w:rtl/>
          <w:lang w:bidi="fa-IR"/>
        </w:rPr>
        <w:t>١٦٧٠ - كسى كه مى خواهد دو ماه كفاره ماه رمضان را بگيرد</w:t>
      </w:r>
      <w:r w:rsidR="000C4B14">
        <w:rPr>
          <w:rtl/>
          <w:lang w:bidi="fa-IR"/>
        </w:rPr>
        <w:t>،</w:t>
      </w:r>
      <w:r w:rsidRPr="003E3506">
        <w:rPr>
          <w:rtl/>
          <w:lang w:bidi="fa-IR"/>
        </w:rPr>
        <w:t xml:space="preserve"> بايد يك ماه تمام و يك روز آن را از ماه ديگر پى در پى بگيرد و اگر بقيه آن پى در پى نباشد اشكال ندارد.</w:t>
      </w:r>
    </w:p>
    <w:p w:rsidR="003E3506" w:rsidRPr="003E3506" w:rsidRDefault="003E3506" w:rsidP="003E3506">
      <w:pPr>
        <w:pStyle w:val="libNormal"/>
        <w:rPr>
          <w:lang w:bidi="fa-IR"/>
        </w:rPr>
      </w:pPr>
      <w:r w:rsidRPr="003E3506">
        <w:rPr>
          <w:rtl/>
          <w:lang w:bidi="fa-IR"/>
        </w:rPr>
        <w:t>١٦٧١ - كسى كه مى خواهد دو ماه كفاره روزه رمضان را بگيرد</w:t>
      </w:r>
      <w:r w:rsidR="000C4B14">
        <w:rPr>
          <w:rtl/>
          <w:lang w:bidi="fa-IR"/>
        </w:rPr>
        <w:t>،</w:t>
      </w:r>
      <w:r w:rsidRPr="003E3506">
        <w:rPr>
          <w:rtl/>
          <w:lang w:bidi="fa-IR"/>
        </w:rPr>
        <w:t xml:space="preserve"> نبايد موقعى شروع كند كه مى داند در بين يك ماه و يك روز روزى باشد كه مانند عيد قربان روزه آن حرام است</w:t>
      </w:r>
      <w:r w:rsidR="000C4B14">
        <w:rPr>
          <w:rtl/>
          <w:lang w:bidi="fa-IR"/>
        </w:rPr>
        <w:t>.</w:t>
      </w:r>
    </w:p>
    <w:p w:rsidR="003E3506" w:rsidRPr="003E3506" w:rsidRDefault="003E3506" w:rsidP="003E3506">
      <w:pPr>
        <w:pStyle w:val="libNormal"/>
        <w:rPr>
          <w:lang w:bidi="fa-IR"/>
        </w:rPr>
      </w:pPr>
      <w:r w:rsidRPr="003E3506">
        <w:rPr>
          <w:rtl/>
          <w:lang w:bidi="fa-IR"/>
        </w:rPr>
        <w:t>١٦٧٢ - كسى كه بايد پى در پى روزه بگيرد</w:t>
      </w:r>
      <w:r w:rsidR="000C4B14">
        <w:rPr>
          <w:rtl/>
          <w:lang w:bidi="fa-IR"/>
        </w:rPr>
        <w:t>،</w:t>
      </w:r>
      <w:r w:rsidRPr="003E3506">
        <w:rPr>
          <w:rtl/>
          <w:lang w:bidi="fa-IR"/>
        </w:rPr>
        <w:t xml:space="preserve"> اگر در بين آن بدون عذر يك روز روزه نگيرد</w:t>
      </w:r>
      <w:r w:rsidR="000C4B14">
        <w:rPr>
          <w:rtl/>
          <w:lang w:bidi="fa-IR"/>
        </w:rPr>
        <w:t>،</w:t>
      </w:r>
      <w:r w:rsidRPr="003E3506">
        <w:rPr>
          <w:rtl/>
          <w:lang w:bidi="fa-IR"/>
        </w:rPr>
        <w:t xml:space="preserve"> بايد روزه ها را از سر بگيرد.</w:t>
      </w:r>
    </w:p>
    <w:p w:rsidR="003E3506" w:rsidRPr="003E3506" w:rsidRDefault="003E3506" w:rsidP="003E3506">
      <w:pPr>
        <w:pStyle w:val="libNormal"/>
        <w:rPr>
          <w:lang w:bidi="fa-IR"/>
        </w:rPr>
      </w:pPr>
      <w:r w:rsidRPr="003E3506">
        <w:rPr>
          <w:rtl/>
          <w:lang w:bidi="fa-IR"/>
        </w:rPr>
        <w:lastRenderedPageBreak/>
        <w:t>١٦٧٣ - اگر در بين روزهايى كه بايد پى در پى روزه بگيرد عذرى غير اختيارى مثل حيض</w:t>
      </w:r>
      <w:r w:rsidR="000C4B14">
        <w:rPr>
          <w:rtl/>
          <w:lang w:bidi="fa-IR"/>
        </w:rPr>
        <w:t>،</w:t>
      </w:r>
      <w:r w:rsidRPr="003E3506">
        <w:rPr>
          <w:rtl/>
          <w:lang w:bidi="fa-IR"/>
        </w:rPr>
        <w:t xml:space="preserve"> يا نفاس</w:t>
      </w:r>
      <w:r w:rsidR="000C4B14">
        <w:rPr>
          <w:rtl/>
          <w:lang w:bidi="fa-IR"/>
        </w:rPr>
        <w:t>،</w:t>
      </w:r>
      <w:r w:rsidRPr="003E3506">
        <w:rPr>
          <w:rtl/>
          <w:lang w:bidi="fa-IR"/>
        </w:rPr>
        <w:t xml:space="preserve"> يا سفرى كه در رفتن آن مجبور است</w:t>
      </w:r>
      <w:r w:rsidR="000C4B14">
        <w:rPr>
          <w:rtl/>
          <w:lang w:bidi="fa-IR"/>
        </w:rPr>
        <w:t>،</w:t>
      </w:r>
      <w:r w:rsidRPr="003E3506">
        <w:rPr>
          <w:rtl/>
          <w:lang w:bidi="fa-IR"/>
        </w:rPr>
        <w:t xml:space="preserve"> براى او پيش آيد بعد از برطرف شدن عذر</w:t>
      </w:r>
      <w:r w:rsidR="000C4B14">
        <w:rPr>
          <w:rtl/>
          <w:lang w:bidi="fa-IR"/>
        </w:rPr>
        <w:t>،</w:t>
      </w:r>
      <w:r w:rsidRPr="003E3506">
        <w:rPr>
          <w:rtl/>
          <w:lang w:bidi="fa-IR"/>
        </w:rPr>
        <w:t xml:space="preserve"> واجب نيست روزه ها را از سر بگيرد</w:t>
      </w:r>
      <w:r w:rsidR="000C4B14">
        <w:rPr>
          <w:rtl/>
          <w:lang w:bidi="fa-IR"/>
        </w:rPr>
        <w:t>،</w:t>
      </w:r>
      <w:r w:rsidRPr="003E3506">
        <w:rPr>
          <w:rtl/>
          <w:lang w:bidi="fa-IR"/>
        </w:rPr>
        <w:t xml:space="preserve"> بلكه بقيه را بعد از برطرف شدن عذر به جا مى آورد.</w:t>
      </w:r>
    </w:p>
    <w:p w:rsidR="003E3506" w:rsidRPr="003E3506" w:rsidRDefault="003E3506" w:rsidP="003E3506">
      <w:pPr>
        <w:pStyle w:val="libNormal"/>
        <w:rPr>
          <w:lang w:bidi="fa-IR"/>
        </w:rPr>
      </w:pPr>
      <w:r w:rsidRPr="003E3506">
        <w:rPr>
          <w:rtl/>
          <w:lang w:bidi="fa-IR"/>
        </w:rPr>
        <w:t>١٦٧٤ - اگر به چيز حرامى روزه خود را باطل كند</w:t>
      </w:r>
      <w:r w:rsidR="000C4B14">
        <w:rPr>
          <w:rtl/>
          <w:lang w:bidi="fa-IR"/>
        </w:rPr>
        <w:t>،</w:t>
      </w:r>
      <w:r w:rsidRPr="003E3506">
        <w:rPr>
          <w:rtl/>
          <w:lang w:bidi="fa-IR"/>
        </w:rPr>
        <w:t xml:space="preserve"> چه آن چيز اصلا حرام باشد مثل شراب و زنا</w:t>
      </w:r>
      <w:r w:rsidR="000C4B14">
        <w:rPr>
          <w:rtl/>
          <w:lang w:bidi="fa-IR"/>
        </w:rPr>
        <w:t>،</w:t>
      </w:r>
      <w:r w:rsidRPr="003E3506">
        <w:rPr>
          <w:rtl/>
          <w:lang w:bidi="fa-IR"/>
        </w:rPr>
        <w:t xml:space="preserve"> يا به جهتى حرام شده باشد</w:t>
      </w:r>
      <w:r w:rsidR="000C4B14">
        <w:rPr>
          <w:rtl/>
          <w:lang w:bidi="fa-IR"/>
        </w:rPr>
        <w:t>،</w:t>
      </w:r>
      <w:r w:rsidRPr="003E3506">
        <w:rPr>
          <w:rtl/>
          <w:lang w:bidi="fa-IR"/>
        </w:rPr>
        <w:t xml:space="preserve"> مثل خوردن غذاى حلالى كه براى انسان ضرر كلى دارد و نزديكى كردن با عيال خود در حال حيض</w:t>
      </w:r>
      <w:r w:rsidR="000C4B14">
        <w:rPr>
          <w:rtl/>
          <w:lang w:bidi="fa-IR"/>
        </w:rPr>
        <w:t>،</w:t>
      </w:r>
      <w:r w:rsidRPr="003E3506">
        <w:rPr>
          <w:rtl/>
          <w:lang w:bidi="fa-IR"/>
        </w:rPr>
        <w:t xml:space="preserve"> احتياط مستحب آن است كه كفاره جمع بدهد</w:t>
      </w:r>
      <w:r w:rsidR="000C4B14">
        <w:rPr>
          <w:rtl/>
          <w:lang w:bidi="fa-IR"/>
        </w:rPr>
        <w:t>،</w:t>
      </w:r>
      <w:r w:rsidRPr="003E3506">
        <w:rPr>
          <w:rtl/>
          <w:lang w:bidi="fa-IR"/>
        </w:rPr>
        <w:t xml:space="preserve"> يعنى يك بنده آزاد كند و دو ماه روزه بگيرد و شصت فقير را سير كند</w:t>
      </w:r>
      <w:r w:rsidR="000C4B14">
        <w:rPr>
          <w:rtl/>
          <w:lang w:bidi="fa-IR"/>
        </w:rPr>
        <w:t>،</w:t>
      </w:r>
      <w:r w:rsidRPr="003E3506">
        <w:rPr>
          <w:rtl/>
          <w:lang w:bidi="fa-IR"/>
        </w:rPr>
        <w:t xml:space="preserve"> يا به هر كدام آنها يك مد گندم</w:t>
      </w:r>
      <w:r w:rsidR="000C4B14">
        <w:rPr>
          <w:rtl/>
          <w:lang w:bidi="fa-IR"/>
        </w:rPr>
        <w:t>،</w:t>
      </w:r>
      <w:r w:rsidRPr="003E3506">
        <w:rPr>
          <w:rtl/>
          <w:lang w:bidi="fa-IR"/>
        </w:rPr>
        <w:t xml:space="preserve"> يا جو يا نان و مانند اينها بدهد.</w:t>
      </w:r>
    </w:p>
    <w:p w:rsidR="003E3506" w:rsidRPr="003E3506" w:rsidRDefault="003E3506" w:rsidP="003E3506">
      <w:pPr>
        <w:pStyle w:val="libNormal"/>
        <w:rPr>
          <w:lang w:bidi="fa-IR"/>
        </w:rPr>
      </w:pPr>
      <w:r w:rsidRPr="003E3506">
        <w:rPr>
          <w:rtl/>
          <w:lang w:bidi="fa-IR"/>
        </w:rPr>
        <w:t>و چنانچه هر سه برايش ممكن نباشد</w:t>
      </w:r>
      <w:r w:rsidR="000C4B14">
        <w:rPr>
          <w:rtl/>
          <w:lang w:bidi="fa-IR"/>
        </w:rPr>
        <w:t>،</w:t>
      </w:r>
      <w:r w:rsidRPr="003E3506">
        <w:rPr>
          <w:rtl/>
          <w:lang w:bidi="fa-IR"/>
        </w:rPr>
        <w:t xml:space="preserve"> هر كدام آنها كه ممكن است انجام دهد.</w:t>
      </w:r>
    </w:p>
    <w:p w:rsidR="003E3506" w:rsidRPr="003E3506" w:rsidRDefault="003E3506" w:rsidP="003E3506">
      <w:pPr>
        <w:pStyle w:val="libNormal"/>
        <w:rPr>
          <w:lang w:bidi="fa-IR"/>
        </w:rPr>
      </w:pPr>
      <w:r w:rsidRPr="003E3506">
        <w:rPr>
          <w:rtl/>
          <w:lang w:bidi="fa-IR"/>
        </w:rPr>
        <w:t xml:space="preserve">١٦٧٥ - اگر روزه دار دروغى را به خدا و پيغمبر </w:t>
      </w:r>
      <w:r w:rsidR="00884B11" w:rsidRPr="00884B11">
        <w:rPr>
          <w:rStyle w:val="libAlaemChar"/>
          <w:rtl/>
        </w:rPr>
        <w:t>صلى‌الله‌عليه‌وآله‌وسلم</w:t>
      </w:r>
      <w:r w:rsidRPr="003E3506">
        <w:rPr>
          <w:rtl/>
          <w:lang w:bidi="fa-IR"/>
        </w:rPr>
        <w:t xml:space="preserve"> عمدا نسبت دهد</w:t>
      </w:r>
      <w:r w:rsidR="000C4B14">
        <w:rPr>
          <w:rtl/>
          <w:lang w:bidi="fa-IR"/>
        </w:rPr>
        <w:t>،</w:t>
      </w:r>
      <w:r w:rsidRPr="003E3506">
        <w:rPr>
          <w:rtl/>
          <w:lang w:bidi="fa-IR"/>
        </w:rPr>
        <w:t xml:space="preserve"> احتياط مستحب آن است كه كفاره جمع كه تفصيل آن در مساله پيش گفته شد بدهد.</w:t>
      </w:r>
    </w:p>
    <w:p w:rsidR="003E3506" w:rsidRPr="003E3506" w:rsidRDefault="003E3506" w:rsidP="003E3506">
      <w:pPr>
        <w:pStyle w:val="libNormal"/>
        <w:rPr>
          <w:lang w:bidi="fa-IR"/>
        </w:rPr>
      </w:pPr>
      <w:r w:rsidRPr="003E3506">
        <w:rPr>
          <w:rtl/>
          <w:lang w:bidi="fa-IR"/>
        </w:rPr>
        <w:t>١٦٧٦ - اگر روزه دار در يك روز ماه رمضان چند مرتبه جماع يا استمنا كند</w:t>
      </w:r>
      <w:r w:rsidR="000C4B14">
        <w:rPr>
          <w:rtl/>
          <w:lang w:bidi="fa-IR"/>
        </w:rPr>
        <w:t>،</w:t>
      </w:r>
      <w:r w:rsidRPr="003E3506">
        <w:rPr>
          <w:rtl/>
          <w:lang w:bidi="fa-IR"/>
        </w:rPr>
        <w:t xml:space="preserve"> يك كفاره بر او واجب است</w:t>
      </w:r>
      <w:r w:rsidR="000C4B14">
        <w:rPr>
          <w:rtl/>
          <w:lang w:bidi="fa-IR"/>
        </w:rPr>
        <w:t>.</w:t>
      </w:r>
    </w:p>
    <w:p w:rsidR="003E3506" w:rsidRPr="003E3506" w:rsidRDefault="003E3506" w:rsidP="003E3506">
      <w:pPr>
        <w:pStyle w:val="libNormal"/>
        <w:rPr>
          <w:lang w:bidi="fa-IR"/>
        </w:rPr>
      </w:pPr>
      <w:r w:rsidRPr="003E3506">
        <w:rPr>
          <w:rtl/>
          <w:lang w:bidi="fa-IR"/>
        </w:rPr>
        <w:t>ولى احتياط مستحب آن است كه براى هر دفعه يك كفاره بدهد.</w:t>
      </w:r>
    </w:p>
    <w:p w:rsidR="003E3506" w:rsidRPr="003E3506" w:rsidRDefault="003E3506" w:rsidP="003E3506">
      <w:pPr>
        <w:pStyle w:val="libNormal"/>
        <w:rPr>
          <w:lang w:bidi="fa-IR"/>
        </w:rPr>
      </w:pPr>
      <w:r w:rsidRPr="003E3506">
        <w:rPr>
          <w:rtl/>
          <w:lang w:bidi="fa-IR"/>
        </w:rPr>
        <w:t>١٦٧٧ - اگر روزه دار در يك روز ماه رمضان چند مرتبه غير جماع و استمنا كار ديگرى كه روزه را باطل مى كند</w:t>
      </w:r>
      <w:r w:rsidR="000C4B14">
        <w:rPr>
          <w:rtl/>
          <w:lang w:bidi="fa-IR"/>
        </w:rPr>
        <w:t>،</w:t>
      </w:r>
      <w:r w:rsidRPr="003E3506">
        <w:rPr>
          <w:rtl/>
          <w:lang w:bidi="fa-IR"/>
        </w:rPr>
        <w:t xml:space="preserve"> انجام دهد</w:t>
      </w:r>
      <w:r w:rsidR="000C4B14">
        <w:rPr>
          <w:rtl/>
          <w:lang w:bidi="fa-IR"/>
        </w:rPr>
        <w:t>،</w:t>
      </w:r>
      <w:r w:rsidRPr="003E3506">
        <w:rPr>
          <w:rtl/>
          <w:lang w:bidi="fa-IR"/>
        </w:rPr>
        <w:t xml:space="preserve"> براى همه آنها بى اشكال يك كفاره كافى است</w:t>
      </w:r>
      <w:r w:rsidR="000C4B14">
        <w:rPr>
          <w:rtl/>
          <w:lang w:bidi="fa-IR"/>
        </w:rPr>
        <w:t>.</w:t>
      </w:r>
    </w:p>
    <w:p w:rsidR="003E3506" w:rsidRPr="003E3506" w:rsidRDefault="003E3506" w:rsidP="003E3506">
      <w:pPr>
        <w:pStyle w:val="libNormal"/>
        <w:rPr>
          <w:lang w:bidi="fa-IR"/>
        </w:rPr>
      </w:pPr>
      <w:r w:rsidRPr="003E3506">
        <w:rPr>
          <w:rtl/>
          <w:lang w:bidi="fa-IR"/>
        </w:rPr>
        <w:t>١٦٧٨ - اگر روزه دار غير از جماع كار ديگرى كه روزه را باطل مى كند</w:t>
      </w:r>
      <w:r w:rsidR="000C4B14">
        <w:rPr>
          <w:rtl/>
          <w:lang w:bidi="fa-IR"/>
        </w:rPr>
        <w:t>،</w:t>
      </w:r>
      <w:r w:rsidRPr="003E3506">
        <w:rPr>
          <w:rtl/>
          <w:lang w:bidi="fa-IR"/>
        </w:rPr>
        <w:t xml:space="preserve"> انجام دهد</w:t>
      </w:r>
      <w:r w:rsidR="000C4B14">
        <w:rPr>
          <w:rtl/>
          <w:lang w:bidi="fa-IR"/>
        </w:rPr>
        <w:t>،</w:t>
      </w:r>
      <w:r w:rsidRPr="003E3506">
        <w:rPr>
          <w:rtl/>
          <w:lang w:bidi="fa-IR"/>
        </w:rPr>
        <w:t xml:space="preserve"> و بعد با حلال خود جماع نمايد</w:t>
      </w:r>
      <w:r w:rsidR="000C4B14">
        <w:rPr>
          <w:rtl/>
          <w:lang w:bidi="fa-IR"/>
        </w:rPr>
        <w:t>،</w:t>
      </w:r>
      <w:r w:rsidRPr="003E3506">
        <w:rPr>
          <w:rtl/>
          <w:lang w:bidi="fa-IR"/>
        </w:rPr>
        <w:t xml:space="preserve"> براى هر دو يك كفاره كافى است</w:t>
      </w:r>
      <w:r w:rsidR="000C4B14">
        <w:rPr>
          <w:rtl/>
          <w:lang w:bidi="fa-IR"/>
        </w:rPr>
        <w:t>.</w:t>
      </w:r>
    </w:p>
    <w:p w:rsidR="003E3506" w:rsidRPr="003E3506" w:rsidRDefault="003E3506" w:rsidP="003E3506">
      <w:pPr>
        <w:pStyle w:val="libNormal"/>
        <w:rPr>
          <w:lang w:bidi="fa-IR"/>
        </w:rPr>
      </w:pPr>
      <w:r w:rsidRPr="003E3506">
        <w:rPr>
          <w:rtl/>
          <w:lang w:bidi="fa-IR"/>
        </w:rPr>
        <w:t>١٦٧٩ - اگر روزه دار كارى كه حلال است و روزه را باطل مى كند</w:t>
      </w:r>
      <w:r w:rsidR="000C4B14">
        <w:rPr>
          <w:rtl/>
          <w:lang w:bidi="fa-IR"/>
        </w:rPr>
        <w:t>،</w:t>
      </w:r>
      <w:r w:rsidRPr="003E3506">
        <w:rPr>
          <w:rtl/>
          <w:lang w:bidi="fa-IR"/>
        </w:rPr>
        <w:t xml:space="preserve"> انجام دهد مثلا آب بياشامد و بعد كار ديگرى كه حرام است و روزه را باطل مى كند انجام دهد</w:t>
      </w:r>
      <w:r w:rsidR="000C4B14">
        <w:rPr>
          <w:rtl/>
          <w:lang w:bidi="fa-IR"/>
        </w:rPr>
        <w:t>،</w:t>
      </w:r>
      <w:r w:rsidRPr="003E3506">
        <w:rPr>
          <w:rtl/>
          <w:lang w:bidi="fa-IR"/>
        </w:rPr>
        <w:t xml:space="preserve"> مثلا غذاى حرامى بخورد</w:t>
      </w:r>
      <w:r w:rsidR="000C4B14">
        <w:rPr>
          <w:rtl/>
          <w:lang w:bidi="fa-IR"/>
        </w:rPr>
        <w:t>،</w:t>
      </w:r>
      <w:r w:rsidRPr="003E3506">
        <w:rPr>
          <w:rtl/>
          <w:lang w:bidi="fa-IR"/>
        </w:rPr>
        <w:t xml:space="preserve"> يك كفاره كافى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١٦٨٠ - اگر روزه دار آروغ بزند و چيزى در دهانش بيايد</w:t>
      </w:r>
      <w:r w:rsidR="000C4B14">
        <w:rPr>
          <w:rtl/>
          <w:lang w:bidi="fa-IR"/>
        </w:rPr>
        <w:t>،</w:t>
      </w:r>
      <w:r w:rsidRPr="003E3506">
        <w:rPr>
          <w:rtl/>
          <w:lang w:bidi="fa-IR"/>
        </w:rPr>
        <w:t xml:space="preserve"> چنانچه عمدا آن را فرو ببرد</w:t>
      </w:r>
      <w:r w:rsidR="000C4B14">
        <w:rPr>
          <w:rtl/>
          <w:lang w:bidi="fa-IR"/>
        </w:rPr>
        <w:t>،</w:t>
      </w:r>
      <w:r w:rsidRPr="003E3506">
        <w:rPr>
          <w:rtl/>
          <w:lang w:bidi="fa-IR"/>
        </w:rPr>
        <w:t xml:space="preserve"> روزه اش باطل است</w:t>
      </w:r>
      <w:r w:rsidR="000C4B14">
        <w:rPr>
          <w:rtl/>
          <w:lang w:bidi="fa-IR"/>
        </w:rPr>
        <w:t>،</w:t>
      </w:r>
      <w:r w:rsidRPr="003E3506">
        <w:rPr>
          <w:rtl/>
          <w:lang w:bidi="fa-IR"/>
        </w:rPr>
        <w:t xml:space="preserve"> و بايد قضاى آن را بگيرد</w:t>
      </w:r>
      <w:r w:rsidR="000C4B14">
        <w:rPr>
          <w:rtl/>
          <w:lang w:bidi="fa-IR"/>
        </w:rPr>
        <w:t>،</w:t>
      </w:r>
      <w:r w:rsidRPr="003E3506">
        <w:rPr>
          <w:rtl/>
          <w:lang w:bidi="fa-IR"/>
        </w:rPr>
        <w:t xml:space="preserve"> و كفاره هم بر او واجب مى شود</w:t>
      </w:r>
      <w:r w:rsidR="000C4B14">
        <w:rPr>
          <w:rtl/>
          <w:lang w:bidi="fa-IR"/>
        </w:rPr>
        <w:t>،</w:t>
      </w:r>
      <w:r w:rsidRPr="003E3506">
        <w:rPr>
          <w:rtl/>
          <w:lang w:bidi="fa-IR"/>
        </w:rPr>
        <w:t xml:space="preserve"> و اگر خوردن آن چيز حرام باشد</w:t>
      </w:r>
      <w:r w:rsidR="000C4B14">
        <w:rPr>
          <w:rtl/>
          <w:lang w:bidi="fa-IR"/>
        </w:rPr>
        <w:t>،</w:t>
      </w:r>
      <w:r w:rsidRPr="003E3506">
        <w:rPr>
          <w:rtl/>
          <w:lang w:bidi="fa-IR"/>
        </w:rPr>
        <w:t xml:space="preserve"> مثلا موقع آروغ زدن</w:t>
      </w:r>
      <w:r w:rsidR="000C4B14">
        <w:rPr>
          <w:rtl/>
          <w:lang w:bidi="fa-IR"/>
        </w:rPr>
        <w:t>،</w:t>
      </w:r>
      <w:r w:rsidRPr="003E3506">
        <w:rPr>
          <w:rtl/>
          <w:lang w:bidi="fa-IR"/>
        </w:rPr>
        <w:t xml:space="preserve"> خون يا غذايى كه از صورت غذا بودن خارج است</w:t>
      </w:r>
      <w:r w:rsidR="000C4B14">
        <w:rPr>
          <w:rtl/>
          <w:lang w:bidi="fa-IR"/>
        </w:rPr>
        <w:t>،</w:t>
      </w:r>
      <w:r w:rsidRPr="003E3506">
        <w:rPr>
          <w:rtl/>
          <w:lang w:bidi="fa-IR"/>
        </w:rPr>
        <w:t xml:space="preserve"> به دهان او بيايد و عمدا آن را فرو برد بايد قضاى آن روزه را بگيرد و بنابر احتياط مستحب كفاره جمع هم بدهد.</w:t>
      </w:r>
    </w:p>
    <w:p w:rsidR="003E3506" w:rsidRPr="003E3506" w:rsidRDefault="003E3506" w:rsidP="003E3506">
      <w:pPr>
        <w:pStyle w:val="libNormal"/>
        <w:rPr>
          <w:lang w:bidi="fa-IR"/>
        </w:rPr>
      </w:pPr>
      <w:r w:rsidRPr="003E3506">
        <w:rPr>
          <w:rtl/>
          <w:lang w:bidi="fa-IR"/>
        </w:rPr>
        <w:t>١٦٨١ - اگر نذر كند كه روز معينى را روزه بگيرد</w:t>
      </w:r>
      <w:r w:rsidR="000C4B14">
        <w:rPr>
          <w:rtl/>
          <w:lang w:bidi="fa-IR"/>
        </w:rPr>
        <w:t>،</w:t>
      </w:r>
      <w:r w:rsidRPr="003E3506">
        <w:rPr>
          <w:rtl/>
          <w:lang w:bidi="fa-IR"/>
        </w:rPr>
        <w:t xml:space="preserve"> چنانچه در آن روز عمدا روزه خود را باطل كند</w:t>
      </w:r>
      <w:r w:rsidR="000C4B14">
        <w:rPr>
          <w:rtl/>
          <w:lang w:bidi="fa-IR"/>
        </w:rPr>
        <w:t>،</w:t>
      </w:r>
      <w:r w:rsidRPr="003E3506">
        <w:rPr>
          <w:rtl/>
          <w:lang w:bidi="fa-IR"/>
        </w:rPr>
        <w:t xml:space="preserve"> بايد كفاره بدهد و كفاره آن به نحوى است كه در كفاره حنث نذر بيايد.</w:t>
      </w:r>
    </w:p>
    <w:p w:rsidR="003E3506" w:rsidRPr="003E3506" w:rsidRDefault="003E3506" w:rsidP="003E3506">
      <w:pPr>
        <w:pStyle w:val="libNormal"/>
        <w:rPr>
          <w:lang w:bidi="fa-IR"/>
        </w:rPr>
      </w:pPr>
      <w:r w:rsidRPr="003E3506">
        <w:rPr>
          <w:rtl/>
          <w:lang w:bidi="fa-IR"/>
        </w:rPr>
        <w:t>١٦٨٢ - اگر روزه دار به گفته كسى كه مى گويد مغرب شده و اعتماد به گفته او نيست افطار كند و بعد بفهمد مغرب نبوده است يا شك كند كه مغرب بوده است يا نه قضا و كفاره بر او واجب مى شود.</w:t>
      </w:r>
    </w:p>
    <w:p w:rsidR="003E3506" w:rsidRPr="003E3506" w:rsidRDefault="003E3506" w:rsidP="003E3506">
      <w:pPr>
        <w:pStyle w:val="libNormal"/>
        <w:rPr>
          <w:lang w:bidi="fa-IR"/>
        </w:rPr>
      </w:pPr>
      <w:r w:rsidRPr="003E3506">
        <w:rPr>
          <w:rtl/>
          <w:lang w:bidi="fa-IR"/>
        </w:rPr>
        <w:t>١٦٨٣ - كسى كه عمدا روزه خود را باطل كرده</w:t>
      </w:r>
      <w:r w:rsidR="000C4B14">
        <w:rPr>
          <w:rtl/>
          <w:lang w:bidi="fa-IR"/>
        </w:rPr>
        <w:t>،</w:t>
      </w:r>
      <w:r w:rsidRPr="003E3506">
        <w:rPr>
          <w:rtl/>
          <w:lang w:bidi="fa-IR"/>
        </w:rPr>
        <w:t xml:space="preserve"> اگر بعد از ظهر مسافرت كند</w:t>
      </w:r>
      <w:r w:rsidR="000C4B14">
        <w:rPr>
          <w:rtl/>
          <w:lang w:bidi="fa-IR"/>
        </w:rPr>
        <w:t>،</w:t>
      </w:r>
      <w:r w:rsidRPr="003E3506">
        <w:rPr>
          <w:rtl/>
          <w:lang w:bidi="fa-IR"/>
        </w:rPr>
        <w:t xml:space="preserve"> يا پيش از ظهر براى فرار از كفاره سفر نمايد</w:t>
      </w:r>
      <w:r w:rsidR="000C4B14">
        <w:rPr>
          <w:rtl/>
          <w:lang w:bidi="fa-IR"/>
        </w:rPr>
        <w:t>،</w:t>
      </w:r>
      <w:r w:rsidRPr="003E3506">
        <w:rPr>
          <w:rtl/>
          <w:lang w:bidi="fa-IR"/>
        </w:rPr>
        <w:t xml:space="preserve"> كفاره از او ساقط نمى شود</w:t>
      </w:r>
      <w:r w:rsidR="000C4B14">
        <w:rPr>
          <w:rtl/>
          <w:lang w:bidi="fa-IR"/>
        </w:rPr>
        <w:t>،</w:t>
      </w:r>
      <w:r w:rsidRPr="003E3506">
        <w:rPr>
          <w:rtl/>
          <w:lang w:bidi="fa-IR"/>
        </w:rPr>
        <w:t xml:space="preserve"> بلكه اگر قبل از ظهر مسافرتى براى او پيش آمد كند نيز كفاره بر او واجب است</w:t>
      </w:r>
      <w:r w:rsidR="000C4B14">
        <w:rPr>
          <w:rtl/>
          <w:lang w:bidi="fa-IR"/>
        </w:rPr>
        <w:t>.</w:t>
      </w:r>
    </w:p>
    <w:p w:rsidR="003E3506" w:rsidRPr="003E3506" w:rsidRDefault="003E3506" w:rsidP="003E3506">
      <w:pPr>
        <w:pStyle w:val="libNormal"/>
        <w:rPr>
          <w:lang w:bidi="fa-IR"/>
        </w:rPr>
      </w:pPr>
      <w:r w:rsidRPr="003E3506">
        <w:rPr>
          <w:rtl/>
          <w:lang w:bidi="fa-IR"/>
        </w:rPr>
        <w:t>١٦٨٤ - اگر عمدا روزه خود را باطل كند</w:t>
      </w:r>
      <w:r w:rsidR="000C4B14">
        <w:rPr>
          <w:rtl/>
          <w:lang w:bidi="fa-IR"/>
        </w:rPr>
        <w:t>،</w:t>
      </w:r>
      <w:r w:rsidRPr="003E3506">
        <w:rPr>
          <w:rtl/>
          <w:lang w:bidi="fa-IR"/>
        </w:rPr>
        <w:t xml:space="preserve"> و بعد عذرى مانند حيض يا نفاس يا مرض براى او پيدا شود</w:t>
      </w:r>
      <w:r w:rsidR="000C4B14">
        <w:rPr>
          <w:rtl/>
          <w:lang w:bidi="fa-IR"/>
        </w:rPr>
        <w:t>،</w:t>
      </w:r>
      <w:r w:rsidRPr="003E3506">
        <w:rPr>
          <w:rtl/>
          <w:lang w:bidi="fa-IR"/>
        </w:rPr>
        <w:t xml:space="preserve"> احتياط مستحب اين است كه كفاره را بدهد.</w:t>
      </w:r>
    </w:p>
    <w:p w:rsidR="003E3506" w:rsidRPr="003E3506" w:rsidRDefault="003E3506" w:rsidP="003E3506">
      <w:pPr>
        <w:pStyle w:val="libNormal"/>
        <w:rPr>
          <w:lang w:bidi="fa-IR"/>
        </w:rPr>
      </w:pPr>
      <w:r w:rsidRPr="003E3506">
        <w:rPr>
          <w:rtl/>
          <w:lang w:bidi="fa-IR"/>
        </w:rPr>
        <w:t>١٦٨٥ - اگر يقين كند كه روز اول ماه رمضان است و عمدا روزه خود را باطل كند</w:t>
      </w:r>
      <w:r w:rsidR="000C4B14">
        <w:rPr>
          <w:rtl/>
          <w:lang w:bidi="fa-IR"/>
        </w:rPr>
        <w:t>،</w:t>
      </w:r>
      <w:r w:rsidRPr="003E3506">
        <w:rPr>
          <w:rtl/>
          <w:lang w:bidi="fa-IR"/>
        </w:rPr>
        <w:t xml:space="preserve"> بعد معلوم شود كه آخر شعبان بوده كفاره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١٦٨٦ - اگر انسان شك كند كه آخر رمضان است يا اول شوال و عمدا روزه خود را باطل كند</w:t>
      </w:r>
      <w:r w:rsidR="000C4B14">
        <w:rPr>
          <w:rtl/>
          <w:lang w:bidi="fa-IR"/>
        </w:rPr>
        <w:t>،</w:t>
      </w:r>
      <w:r w:rsidRPr="003E3506">
        <w:rPr>
          <w:rtl/>
          <w:lang w:bidi="fa-IR"/>
        </w:rPr>
        <w:t xml:space="preserve"> بعد معلوم شود اول شوال بوده كفاره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١٦٨٧ - اگر روزه دار در ماه رمضان با زن خود كه روزه دار است جماع كند</w:t>
      </w:r>
      <w:r w:rsidR="000C4B14">
        <w:rPr>
          <w:rtl/>
          <w:lang w:bidi="fa-IR"/>
        </w:rPr>
        <w:t>،</w:t>
      </w:r>
      <w:r w:rsidRPr="003E3506">
        <w:rPr>
          <w:rtl/>
          <w:lang w:bidi="fa-IR"/>
        </w:rPr>
        <w:t xml:space="preserve"> چنانچه زن را مجبور كرده باشد</w:t>
      </w:r>
      <w:r w:rsidR="000C4B14">
        <w:rPr>
          <w:rtl/>
          <w:lang w:bidi="fa-IR"/>
        </w:rPr>
        <w:t>،</w:t>
      </w:r>
      <w:r w:rsidRPr="003E3506">
        <w:rPr>
          <w:rtl/>
          <w:lang w:bidi="fa-IR"/>
        </w:rPr>
        <w:t xml:space="preserve"> كفاره روزه خودش و بنابر احتياط كفاره روزه زن را بايد بدهد</w:t>
      </w:r>
      <w:r w:rsidR="000C4B14">
        <w:rPr>
          <w:rtl/>
          <w:lang w:bidi="fa-IR"/>
        </w:rPr>
        <w:t>،</w:t>
      </w:r>
      <w:r w:rsidRPr="003E3506">
        <w:rPr>
          <w:rtl/>
          <w:lang w:bidi="fa-IR"/>
        </w:rPr>
        <w:t xml:space="preserve"> و اگر زن به جماع راضى بوده</w:t>
      </w:r>
      <w:r w:rsidR="000C4B14">
        <w:rPr>
          <w:rtl/>
          <w:lang w:bidi="fa-IR"/>
        </w:rPr>
        <w:t>،</w:t>
      </w:r>
      <w:r w:rsidRPr="003E3506">
        <w:rPr>
          <w:rtl/>
          <w:lang w:bidi="fa-IR"/>
        </w:rPr>
        <w:t xml:space="preserve"> بر هر كدام يك كفاره واجب مى شود.</w:t>
      </w:r>
    </w:p>
    <w:p w:rsidR="003E3506" w:rsidRPr="003E3506" w:rsidRDefault="003E3506" w:rsidP="003E3506">
      <w:pPr>
        <w:pStyle w:val="libNormal"/>
        <w:rPr>
          <w:lang w:bidi="fa-IR"/>
        </w:rPr>
      </w:pPr>
      <w:r w:rsidRPr="003E3506">
        <w:rPr>
          <w:rtl/>
          <w:lang w:bidi="fa-IR"/>
        </w:rPr>
        <w:lastRenderedPageBreak/>
        <w:t>١٦٨٨ - اگر زنى شوهر روزه دار خود را مجبور كند كه با او جماع نمايد</w:t>
      </w:r>
      <w:r w:rsidR="000C4B14">
        <w:rPr>
          <w:rtl/>
          <w:lang w:bidi="fa-IR"/>
        </w:rPr>
        <w:t>،</w:t>
      </w:r>
      <w:r w:rsidRPr="003E3506">
        <w:rPr>
          <w:rtl/>
          <w:lang w:bidi="fa-IR"/>
        </w:rPr>
        <w:t xml:space="preserve"> واجب نيست كفاره روزه شوهر را بدهد.</w:t>
      </w:r>
    </w:p>
    <w:p w:rsidR="003E3506" w:rsidRPr="003E3506" w:rsidRDefault="003E3506" w:rsidP="003E3506">
      <w:pPr>
        <w:pStyle w:val="libNormal"/>
        <w:rPr>
          <w:lang w:bidi="fa-IR"/>
        </w:rPr>
      </w:pPr>
      <w:r w:rsidRPr="003E3506">
        <w:rPr>
          <w:rtl/>
          <w:lang w:bidi="fa-IR"/>
        </w:rPr>
        <w:t>١٦٨٩ - اگر روزه دار در ماه رمضان</w:t>
      </w:r>
      <w:r w:rsidR="000C4B14">
        <w:rPr>
          <w:rtl/>
          <w:lang w:bidi="fa-IR"/>
        </w:rPr>
        <w:t>،</w:t>
      </w:r>
      <w:r w:rsidRPr="003E3506">
        <w:rPr>
          <w:rtl/>
          <w:lang w:bidi="fa-IR"/>
        </w:rPr>
        <w:t xml:space="preserve"> زن خود را مجبور به جماع كند</w:t>
      </w:r>
      <w:r w:rsidR="000C4B14">
        <w:rPr>
          <w:rtl/>
          <w:lang w:bidi="fa-IR"/>
        </w:rPr>
        <w:t>،</w:t>
      </w:r>
      <w:r w:rsidRPr="003E3506">
        <w:rPr>
          <w:rtl/>
          <w:lang w:bidi="fa-IR"/>
        </w:rPr>
        <w:t xml:space="preserve"> و در بين جماع</w:t>
      </w:r>
      <w:r w:rsidR="000C4B14">
        <w:rPr>
          <w:rtl/>
          <w:lang w:bidi="fa-IR"/>
        </w:rPr>
        <w:t>،</w:t>
      </w:r>
      <w:r w:rsidRPr="003E3506">
        <w:rPr>
          <w:rtl/>
          <w:lang w:bidi="fa-IR"/>
        </w:rPr>
        <w:t xml:space="preserve"> زن راضى شود</w:t>
      </w:r>
      <w:r w:rsidR="000C4B14">
        <w:rPr>
          <w:rtl/>
          <w:lang w:bidi="fa-IR"/>
        </w:rPr>
        <w:t>،</w:t>
      </w:r>
      <w:r w:rsidRPr="003E3506">
        <w:rPr>
          <w:rtl/>
          <w:lang w:bidi="fa-IR"/>
        </w:rPr>
        <w:t xml:space="preserve"> بنابر احتياط واجب بايد مرد دو كفاره</w:t>
      </w:r>
      <w:r w:rsidR="000C4B14">
        <w:rPr>
          <w:rtl/>
          <w:lang w:bidi="fa-IR"/>
        </w:rPr>
        <w:t>،</w:t>
      </w:r>
      <w:r w:rsidRPr="003E3506">
        <w:rPr>
          <w:rtl/>
          <w:lang w:bidi="fa-IR"/>
        </w:rPr>
        <w:t xml:space="preserve"> و زن يك كفاره بدهد.</w:t>
      </w:r>
    </w:p>
    <w:p w:rsidR="003E3506" w:rsidRPr="003E3506" w:rsidRDefault="003E3506" w:rsidP="003E3506">
      <w:pPr>
        <w:pStyle w:val="libNormal"/>
        <w:rPr>
          <w:lang w:bidi="fa-IR"/>
        </w:rPr>
      </w:pPr>
      <w:r w:rsidRPr="003E3506">
        <w:rPr>
          <w:rtl/>
          <w:lang w:bidi="fa-IR"/>
        </w:rPr>
        <w:t>١٦٩٠ - اگر روزه دار در ماه مبارك رمضان با زن روزه دار خود كه خواب است جماع نمايد</w:t>
      </w:r>
      <w:r w:rsidR="000C4B14">
        <w:rPr>
          <w:rtl/>
          <w:lang w:bidi="fa-IR"/>
        </w:rPr>
        <w:t>،</w:t>
      </w:r>
      <w:r w:rsidRPr="003E3506">
        <w:rPr>
          <w:rtl/>
          <w:lang w:bidi="fa-IR"/>
        </w:rPr>
        <w:t xml:space="preserve"> يك كفاره بر او واجب مى شود</w:t>
      </w:r>
      <w:r w:rsidR="000C4B14">
        <w:rPr>
          <w:rtl/>
          <w:lang w:bidi="fa-IR"/>
        </w:rPr>
        <w:t>،</w:t>
      </w:r>
      <w:r w:rsidRPr="003E3506">
        <w:rPr>
          <w:rtl/>
          <w:lang w:bidi="fa-IR"/>
        </w:rPr>
        <w:t xml:space="preserve"> و روزه زن صحيح است و كفاره هم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١٦٩١ - اگر مرد زن خود را يا زن شوهر خود را مجبور كند كه غير جماع كار ديگرى كه روزه را باطل مى كند به جا آورد</w:t>
      </w:r>
      <w:r w:rsidR="000C4B14">
        <w:rPr>
          <w:rtl/>
          <w:lang w:bidi="fa-IR"/>
        </w:rPr>
        <w:t>،</w:t>
      </w:r>
      <w:r w:rsidRPr="003E3506">
        <w:rPr>
          <w:rtl/>
          <w:lang w:bidi="fa-IR"/>
        </w:rPr>
        <w:t xml:space="preserve"> بر هيچ يك از آنها كفاره واجب نيست</w:t>
      </w:r>
      <w:r w:rsidR="000C4B14">
        <w:rPr>
          <w:rtl/>
          <w:lang w:bidi="fa-IR"/>
        </w:rPr>
        <w:t>.</w:t>
      </w:r>
    </w:p>
    <w:p w:rsidR="003E3506" w:rsidRPr="003E3506" w:rsidRDefault="003E3506" w:rsidP="003E3506">
      <w:pPr>
        <w:pStyle w:val="libNormal"/>
        <w:rPr>
          <w:lang w:bidi="fa-IR"/>
        </w:rPr>
      </w:pPr>
      <w:r w:rsidRPr="003E3506">
        <w:rPr>
          <w:rtl/>
          <w:lang w:bidi="fa-IR"/>
        </w:rPr>
        <w:t>١٦٩٢ - كسى كه به واسطه مسافرت يا مرض روزه نمى گيرد</w:t>
      </w:r>
      <w:r w:rsidR="000C4B14">
        <w:rPr>
          <w:rtl/>
          <w:lang w:bidi="fa-IR"/>
        </w:rPr>
        <w:t>،</w:t>
      </w:r>
      <w:r w:rsidRPr="003E3506">
        <w:rPr>
          <w:rtl/>
          <w:lang w:bidi="fa-IR"/>
        </w:rPr>
        <w:t xml:space="preserve"> نمى تواند زن روزه دار خود را مجبور به جماع كند</w:t>
      </w:r>
      <w:r w:rsidR="000C4B14">
        <w:rPr>
          <w:rtl/>
          <w:lang w:bidi="fa-IR"/>
        </w:rPr>
        <w:t>،</w:t>
      </w:r>
      <w:r w:rsidRPr="003E3506">
        <w:rPr>
          <w:rtl/>
          <w:lang w:bidi="fa-IR"/>
        </w:rPr>
        <w:t xml:space="preserve"> ولى اگر او را مجبور نمايد كفاره بر مرد نيز واجب نيست</w:t>
      </w:r>
      <w:r w:rsidR="000C4B14">
        <w:rPr>
          <w:rtl/>
          <w:lang w:bidi="fa-IR"/>
        </w:rPr>
        <w:t>.</w:t>
      </w:r>
    </w:p>
    <w:p w:rsidR="003E3506" w:rsidRPr="003E3506" w:rsidRDefault="003E3506" w:rsidP="003E3506">
      <w:pPr>
        <w:pStyle w:val="libNormal"/>
        <w:rPr>
          <w:lang w:bidi="fa-IR"/>
        </w:rPr>
      </w:pPr>
      <w:r w:rsidRPr="003E3506">
        <w:rPr>
          <w:rtl/>
          <w:lang w:bidi="fa-IR"/>
        </w:rPr>
        <w:t>١٦٩٣ - انسان نبايد در بجا آوردن كفاره كوتاهى كند</w:t>
      </w:r>
      <w:r w:rsidR="000C4B14">
        <w:rPr>
          <w:rtl/>
          <w:lang w:bidi="fa-IR"/>
        </w:rPr>
        <w:t>،</w:t>
      </w:r>
      <w:r w:rsidRPr="003E3506">
        <w:rPr>
          <w:rtl/>
          <w:lang w:bidi="fa-IR"/>
        </w:rPr>
        <w:t xml:space="preserve"> ولى لازم نيست فورا آن را انجام دهد.</w:t>
      </w:r>
    </w:p>
    <w:p w:rsidR="003E3506" w:rsidRPr="003E3506" w:rsidRDefault="003E3506" w:rsidP="003E3506">
      <w:pPr>
        <w:pStyle w:val="libNormal"/>
        <w:rPr>
          <w:lang w:bidi="fa-IR"/>
        </w:rPr>
      </w:pPr>
      <w:r w:rsidRPr="003E3506">
        <w:rPr>
          <w:rtl/>
          <w:lang w:bidi="fa-IR"/>
        </w:rPr>
        <w:t>١٦٩٤ - اگر كفاره بر انسان واجب شود و چند سال آن را به جا نياورد چيزى بر آن اضافه نمى شود.</w:t>
      </w:r>
    </w:p>
    <w:p w:rsidR="003E3506" w:rsidRPr="003E3506" w:rsidRDefault="003E3506" w:rsidP="003E3506">
      <w:pPr>
        <w:pStyle w:val="libNormal"/>
        <w:rPr>
          <w:lang w:bidi="fa-IR"/>
        </w:rPr>
      </w:pPr>
      <w:r w:rsidRPr="003E3506">
        <w:rPr>
          <w:rtl/>
          <w:lang w:bidi="fa-IR"/>
        </w:rPr>
        <w:t>١٦٩٥ - كسى كه بايد براى كفاره يك روز شصت فقير را طعام بدهد</w:t>
      </w:r>
      <w:r w:rsidR="000C4B14">
        <w:rPr>
          <w:rtl/>
          <w:lang w:bidi="fa-IR"/>
        </w:rPr>
        <w:t>،</w:t>
      </w:r>
      <w:r w:rsidRPr="003E3506">
        <w:rPr>
          <w:rtl/>
          <w:lang w:bidi="fa-IR"/>
        </w:rPr>
        <w:t xml:space="preserve"> اگر به تمام شصت نفر دسترسى دارد</w:t>
      </w:r>
      <w:r w:rsidR="000C4B14">
        <w:rPr>
          <w:rtl/>
          <w:lang w:bidi="fa-IR"/>
        </w:rPr>
        <w:t>،</w:t>
      </w:r>
      <w:r w:rsidRPr="003E3506">
        <w:rPr>
          <w:rtl/>
          <w:lang w:bidi="fa-IR"/>
        </w:rPr>
        <w:t xml:space="preserve"> نمى تواند به هر كدام از آنها بيشتر از يك مد طعام بدهد</w:t>
      </w:r>
      <w:r w:rsidR="000C4B14">
        <w:rPr>
          <w:rtl/>
          <w:lang w:bidi="fa-IR"/>
        </w:rPr>
        <w:t>،</w:t>
      </w:r>
      <w:r w:rsidRPr="003E3506">
        <w:rPr>
          <w:rtl/>
          <w:lang w:bidi="fa-IR"/>
        </w:rPr>
        <w:t xml:space="preserve"> يا يك فقير را بيشتر از يك مرتبه سير نمايد</w:t>
      </w:r>
      <w:r w:rsidR="000C4B14">
        <w:rPr>
          <w:rtl/>
          <w:lang w:bidi="fa-IR"/>
        </w:rPr>
        <w:t>،</w:t>
      </w:r>
      <w:r w:rsidRPr="003E3506">
        <w:rPr>
          <w:rtl/>
          <w:lang w:bidi="fa-IR"/>
        </w:rPr>
        <w:t xml:space="preserve"> و زيادى را از كفاره حساب نمايد</w:t>
      </w:r>
      <w:r w:rsidR="000C4B14">
        <w:rPr>
          <w:rtl/>
          <w:lang w:bidi="fa-IR"/>
        </w:rPr>
        <w:t>،</w:t>
      </w:r>
      <w:r w:rsidRPr="003E3506">
        <w:rPr>
          <w:rtl/>
          <w:lang w:bidi="fa-IR"/>
        </w:rPr>
        <w:t xml:space="preserve"> ولى مى تواند براى هر فرد از عايله فقير اگر چه صغير باشند يك مد به آن فقير بدهد.</w:t>
      </w:r>
    </w:p>
    <w:p w:rsidR="003E3506" w:rsidRPr="003E3506" w:rsidRDefault="003E3506" w:rsidP="003E3506">
      <w:pPr>
        <w:pStyle w:val="libNormal"/>
        <w:rPr>
          <w:lang w:bidi="fa-IR"/>
        </w:rPr>
      </w:pPr>
      <w:r w:rsidRPr="003E3506">
        <w:rPr>
          <w:rtl/>
          <w:lang w:bidi="fa-IR"/>
        </w:rPr>
        <w:t>١٦٩٦ - كسى كه قضاى روزه رمضان را گرفته</w:t>
      </w:r>
      <w:r w:rsidR="000C4B14">
        <w:rPr>
          <w:rtl/>
          <w:lang w:bidi="fa-IR"/>
        </w:rPr>
        <w:t>،</w:t>
      </w:r>
      <w:r w:rsidRPr="003E3506">
        <w:rPr>
          <w:rtl/>
          <w:lang w:bidi="fa-IR"/>
        </w:rPr>
        <w:t xml:space="preserve"> اگر بعد از ظهر عمدا كارى كه روزه را باطل مى كند انجام دهد</w:t>
      </w:r>
      <w:r w:rsidR="000C4B14">
        <w:rPr>
          <w:rtl/>
          <w:lang w:bidi="fa-IR"/>
        </w:rPr>
        <w:t>،</w:t>
      </w:r>
      <w:r w:rsidRPr="003E3506">
        <w:rPr>
          <w:rtl/>
          <w:lang w:bidi="fa-IR"/>
        </w:rPr>
        <w:t xml:space="preserve"> بايد به ده فقير هر كدام يك مد طعام بدهد و اگر نمى تواند</w:t>
      </w:r>
      <w:r w:rsidR="000C4B14">
        <w:rPr>
          <w:rtl/>
          <w:lang w:bidi="fa-IR"/>
        </w:rPr>
        <w:t>،</w:t>
      </w:r>
      <w:r w:rsidRPr="003E3506">
        <w:rPr>
          <w:rtl/>
          <w:lang w:bidi="fa-IR"/>
        </w:rPr>
        <w:t xml:space="preserve"> سه روز روزه بگيرد.</w:t>
      </w:r>
    </w:p>
    <w:p w:rsidR="003E3506" w:rsidRDefault="00605FAB" w:rsidP="00DF2235">
      <w:pPr>
        <w:pStyle w:val="Heading3"/>
        <w:rPr>
          <w:rtl/>
          <w:lang w:bidi="fa-IR"/>
        </w:rPr>
      </w:pPr>
      <w:bookmarkStart w:id="186" w:name="_Toc24454609"/>
      <w:r>
        <w:rPr>
          <w:rtl/>
          <w:lang w:bidi="fa-IR"/>
        </w:rPr>
        <w:lastRenderedPageBreak/>
        <w:t>(</w:t>
      </w:r>
      <w:r w:rsidR="003E3506" w:rsidRPr="003E3506">
        <w:rPr>
          <w:rtl/>
          <w:lang w:bidi="fa-IR"/>
        </w:rPr>
        <w:t>جاهايى كه فقط قضاى روزه واجب است</w:t>
      </w:r>
      <w:r>
        <w:rPr>
          <w:rtl/>
          <w:lang w:bidi="fa-IR"/>
        </w:rPr>
        <w:t>)</w:t>
      </w:r>
      <w:bookmarkEnd w:id="186"/>
    </w:p>
    <w:p w:rsidR="003E3506" w:rsidRPr="003E3506" w:rsidRDefault="003E3506" w:rsidP="003E3506">
      <w:pPr>
        <w:pStyle w:val="libNormal"/>
        <w:rPr>
          <w:lang w:bidi="fa-IR"/>
        </w:rPr>
      </w:pPr>
      <w:r w:rsidRPr="003E3506">
        <w:rPr>
          <w:rtl/>
          <w:lang w:bidi="fa-IR"/>
        </w:rPr>
        <w:t>١٦٩٧ - در چند مورد - غير از مواردى كه قبلا به آنها اشاره شد - فقط قضاى روزه بر انسان واجب است و كفاره واجب نيست</w:t>
      </w:r>
      <w:r w:rsidR="00553569">
        <w:rPr>
          <w:rtl/>
          <w:lang w:bidi="fa-IR"/>
        </w:rPr>
        <w:t>:</w:t>
      </w:r>
      <w:r w:rsidRPr="003E3506">
        <w:rPr>
          <w:rtl/>
          <w:lang w:bidi="fa-IR"/>
        </w:rPr>
        <w:t xml:space="preserve"> اول آن كه در شب ماه رمضان جنب باشد و به تفصيلى كه در مساله </w:t>
      </w:r>
      <w:r w:rsidR="00605FAB">
        <w:rPr>
          <w:rtl/>
          <w:lang w:bidi="fa-IR"/>
        </w:rPr>
        <w:t>(</w:t>
      </w:r>
      <w:r w:rsidRPr="003E3506">
        <w:rPr>
          <w:rtl/>
          <w:lang w:bidi="fa-IR"/>
        </w:rPr>
        <w:t>١٦٣٩</w:t>
      </w:r>
      <w:r w:rsidR="00605FAB">
        <w:rPr>
          <w:rtl/>
          <w:lang w:bidi="fa-IR"/>
        </w:rPr>
        <w:t>)</w:t>
      </w:r>
      <w:r w:rsidRPr="003E3506">
        <w:rPr>
          <w:rtl/>
          <w:lang w:bidi="fa-IR"/>
        </w:rPr>
        <w:t xml:space="preserve"> گفته شد تا اذان صبح از خواب دوم بيدار نشود.</w:t>
      </w:r>
    </w:p>
    <w:p w:rsidR="003E3506" w:rsidRPr="003E3506" w:rsidRDefault="003E3506" w:rsidP="003E3506">
      <w:pPr>
        <w:pStyle w:val="libNormal"/>
        <w:rPr>
          <w:lang w:bidi="fa-IR"/>
        </w:rPr>
      </w:pPr>
      <w:r w:rsidRPr="003E3506">
        <w:rPr>
          <w:rtl/>
          <w:lang w:bidi="fa-IR"/>
        </w:rPr>
        <w:t>دوم عملى كه روزه را باطل مى كند بجا نياورد</w:t>
      </w:r>
      <w:r w:rsidR="000C4B14">
        <w:rPr>
          <w:rtl/>
          <w:lang w:bidi="fa-IR"/>
        </w:rPr>
        <w:t>،</w:t>
      </w:r>
      <w:r w:rsidRPr="003E3506">
        <w:rPr>
          <w:rtl/>
          <w:lang w:bidi="fa-IR"/>
        </w:rPr>
        <w:t xml:space="preserve"> ولى نيت روزه نكند يا ريا كند</w:t>
      </w:r>
      <w:r w:rsidR="000C4B14">
        <w:rPr>
          <w:rtl/>
          <w:lang w:bidi="fa-IR"/>
        </w:rPr>
        <w:t>،</w:t>
      </w:r>
      <w:r w:rsidRPr="003E3506">
        <w:rPr>
          <w:rtl/>
          <w:lang w:bidi="fa-IR"/>
        </w:rPr>
        <w:t xml:space="preserve"> يا قصد كند كه روزه نباشد</w:t>
      </w:r>
      <w:r w:rsidR="000C4B14">
        <w:rPr>
          <w:rtl/>
          <w:lang w:bidi="fa-IR"/>
        </w:rPr>
        <w:t>،</w:t>
      </w:r>
      <w:r w:rsidRPr="003E3506">
        <w:rPr>
          <w:rtl/>
          <w:lang w:bidi="fa-IR"/>
        </w:rPr>
        <w:t xml:space="preserve"> و هم چنين اگر قصد كند كارى كه روزه را باطل مى كند انجام دهد</w:t>
      </w:r>
      <w:r w:rsidR="000C4B14">
        <w:rPr>
          <w:rtl/>
          <w:lang w:bidi="fa-IR"/>
        </w:rPr>
        <w:t>،</w:t>
      </w:r>
      <w:r w:rsidRPr="003E3506">
        <w:rPr>
          <w:rtl/>
          <w:lang w:bidi="fa-IR"/>
        </w:rPr>
        <w:t xml:space="preserve"> بايد بنابر احتياط لازم روزه آن روز را قضا كند.</w:t>
      </w:r>
    </w:p>
    <w:p w:rsidR="003E3506" w:rsidRPr="003E3506" w:rsidRDefault="003E3506" w:rsidP="003E3506">
      <w:pPr>
        <w:pStyle w:val="libNormal"/>
        <w:rPr>
          <w:lang w:bidi="fa-IR"/>
        </w:rPr>
      </w:pPr>
      <w:r w:rsidRPr="003E3506">
        <w:rPr>
          <w:rtl/>
          <w:lang w:bidi="fa-IR"/>
        </w:rPr>
        <w:t>سوم آن كه در ماه رمضان غسل جنابت را فراموش كند و با حال جنابت يك روز يا چند روز روزه بگيرد.</w:t>
      </w:r>
    </w:p>
    <w:p w:rsidR="003E3506" w:rsidRPr="003E3506" w:rsidRDefault="003E3506" w:rsidP="003E3506">
      <w:pPr>
        <w:pStyle w:val="libNormal"/>
        <w:rPr>
          <w:lang w:bidi="fa-IR"/>
        </w:rPr>
      </w:pPr>
      <w:r w:rsidRPr="003E3506">
        <w:rPr>
          <w:rtl/>
          <w:lang w:bidi="fa-IR"/>
        </w:rPr>
        <w:t>چهارم آن كه در ماه رمضان بدون اين كه تحقيق كند صبح شده يا نه</w:t>
      </w:r>
      <w:r w:rsidR="000C4B14">
        <w:rPr>
          <w:rtl/>
          <w:lang w:bidi="fa-IR"/>
        </w:rPr>
        <w:t>،</w:t>
      </w:r>
      <w:r w:rsidRPr="003E3506">
        <w:rPr>
          <w:rtl/>
          <w:lang w:bidi="fa-IR"/>
        </w:rPr>
        <w:t xml:space="preserve"> كارى كه روزه را باطل مى كند انجام دهد</w:t>
      </w:r>
      <w:r w:rsidR="000C4B14">
        <w:rPr>
          <w:rtl/>
          <w:lang w:bidi="fa-IR"/>
        </w:rPr>
        <w:t>،</w:t>
      </w:r>
      <w:r w:rsidRPr="003E3506">
        <w:rPr>
          <w:rtl/>
          <w:lang w:bidi="fa-IR"/>
        </w:rPr>
        <w:t xml:space="preserve"> بعد معلوم شود صبح بوده</w:t>
      </w:r>
      <w:r w:rsidR="000C4B14">
        <w:rPr>
          <w:rtl/>
          <w:lang w:bidi="fa-IR"/>
        </w:rPr>
        <w:t>،</w:t>
      </w:r>
      <w:r w:rsidRPr="003E3506">
        <w:rPr>
          <w:rtl/>
          <w:lang w:bidi="fa-IR"/>
        </w:rPr>
        <w:t xml:space="preserve"> و در اين صورت بايد بنابر احتياط در آن روز به قصد قربت مطلقه از چيزهايى كه روزه را باطل مى كند اجتناب نمايد و روزه آن روز را نيز قضا كند.</w:t>
      </w:r>
    </w:p>
    <w:p w:rsidR="003E3506" w:rsidRPr="003E3506" w:rsidRDefault="003E3506" w:rsidP="003E3506">
      <w:pPr>
        <w:pStyle w:val="libNormal"/>
        <w:rPr>
          <w:lang w:bidi="fa-IR"/>
        </w:rPr>
      </w:pPr>
      <w:r w:rsidRPr="003E3506">
        <w:rPr>
          <w:rtl/>
          <w:lang w:bidi="fa-IR"/>
        </w:rPr>
        <w:t>پنجم آن كه كسى بگويد صبح نشده و انسان به گفته او كارى كه روزه را باطل مى كند</w:t>
      </w:r>
      <w:r w:rsidR="000C4B14">
        <w:rPr>
          <w:rtl/>
          <w:lang w:bidi="fa-IR"/>
        </w:rPr>
        <w:t>،</w:t>
      </w:r>
      <w:r w:rsidRPr="003E3506">
        <w:rPr>
          <w:rtl/>
          <w:lang w:bidi="fa-IR"/>
        </w:rPr>
        <w:t xml:space="preserve"> انجام دهد</w:t>
      </w:r>
      <w:r w:rsidR="000C4B14">
        <w:rPr>
          <w:rtl/>
          <w:lang w:bidi="fa-IR"/>
        </w:rPr>
        <w:t>،</w:t>
      </w:r>
      <w:r w:rsidRPr="003E3506">
        <w:rPr>
          <w:rtl/>
          <w:lang w:bidi="fa-IR"/>
        </w:rPr>
        <w:t xml:space="preserve"> بعد معلوم شود صبح بوده است</w:t>
      </w:r>
      <w:r w:rsidR="000C4B14">
        <w:rPr>
          <w:rtl/>
          <w:lang w:bidi="fa-IR"/>
        </w:rPr>
        <w:t>.</w:t>
      </w:r>
    </w:p>
    <w:p w:rsidR="003E3506" w:rsidRPr="003E3506" w:rsidRDefault="003E3506" w:rsidP="003E3506">
      <w:pPr>
        <w:pStyle w:val="libNormal"/>
        <w:rPr>
          <w:lang w:bidi="fa-IR"/>
        </w:rPr>
      </w:pPr>
      <w:r w:rsidRPr="003E3506">
        <w:rPr>
          <w:rtl/>
          <w:lang w:bidi="fa-IR"/>
        </w:rPr>
        <w:t>ششم آن كه كسى بگويد صبح شده و انسان به گفته او يقين نكند</w:t>
      </w:r>
      <w:r w:rsidR="000C4B14">
        <w:rPr>
          <w:rtl/>
          <w:lang w:bidi="fa-IR"/>
        </w:rPr>
        <w:t>،</w:t>
      </w:r>
      <w:r w:rsidRPr="003E3506">
        <w:rPr>
          <w:rtl/>
          <w:lang w:bidi="fa-IR"/>
        </w:rPr>
        <w:t xml:space="preserve"> يا خيال كند شوخى مى كند</w:t>
      </w:r>
      <w:r w:rsidR="000C4B14">
        <w:rPr>
          <w:rtl/>
          <w:lang w:bidi="fa-IR"/>
        </w:rPr>
        <w:t>،</w:t>
      </w:r>
      <w:r w:rsidRPr="003E3506">
        <w:rPr>
          <w:rtl/>
          <w:lang w:bidi="fa-IR"/>
        </w:rPr>
        <w:t xml:space="preserve"> و خود هم تحقيق نكند</w:t>
      </w:r>
      <w:r w:rsidR="000C4B14">
        <w:rPr>
          <w:rtl/>
          <w:lang w:bidi="fa-IR"/>
        </w:rPr>
        <w:t>،</w:t>
      </w:r>
      <w:r w:rsidRPr="003E3506">
        <w:rPr>
          <w:rtl/>
          <w:lang w:bidi="fa-IR"/>
        </w:rPr>
        <w:t xml:space="preserve"> و كارى كه روزه را باطل مى كند انجام دهد</w:t>
      </w:r>
      <w:r w:rsidR="000C4B14">
        <w:rPr>
          <w:rtl/>
          <w:lang w:bidi="fa-IR"/>
        </w:rPr>
        <w:t>،</w:t>
      </w:r>
      <w:r w:rsidRPr="003E3506">
        <w:rPr>
          <w:rtl/>
          <w:lang w:bidi="fa-IR"/>
        </w:rPr>
        <w:t xml:space="preserve"> بعد معلوم شود صبح بوده است</w:t>
      </w:r>
      <w:r w:rsidR="000C4B14">
        <w:rPr>
          <w:rtl/>
          <w:lang w:bidi="fa-IR"/>
        </w:rPr>
        <w:t>.</w:t>
      </w:r>
    </w:p>
    <w:p w:rsidR="003E3506" w:rsidRPr="003E3506" w:rsidRDefault="003E3506" w:rsidP="003E3506">
      <w:pPr>
        <w:pStyle w:val="libNormal"/>
        <w:rPr>
          <w:lang w:bidi="fa-IR"/>
        </w:rPr>
      </w:pPr>
      <w:r w:rsidRPr="003E3506">
        <w:rPr>
          <w:rtl/>
          <w:lang w:bidi="fa-IR"/>
        </w:rPr>
        <w:t>هفتم آن كه كور و مانند آن به گفته كس ديگرى كه گفته او شرعا برايش حجت است</w:t>
      </w:r>
      <w:r w:rsidR="000C4B14">
        <w:rPr>
          <w:rtl/>
          <w:lang w:bidi="fa-IR"/>
        </w:rPr>
        <w:t>،</w:t>
      </w:r>
      <w:r w:rsidRPr="003E3506">
        <w:rPr>
          <w:rtl/>
          <w:lang w:bidi="fa-IR"/>
        </w:rPr>
        <w:t xml:space="preserve"> افطار كند</w:t>
      </w:r>
      <w:r w:rsidR="000C4B14">
        <w:rPr>
          <w:rtl/>
          <w:lang w:bidi="fa-IR"/>
        </w:rPr>
        <w:t>،</w:t>
      </w:r>
      <w:r w:rsidRPr="003E3506">
        <w:rPr>
          <w:rtl/>
          <w:lang w:bidi="fa-IR"/>
        </w:rPr>
        <w:t xml:space="preserve"> بعد معلوم شود مغرب نبوده است</w:t>
      </w:r>
      <w:r w:rsidR="000C4B14">
        <w:rPr>
          <w:rtl/>
          <w:lang w:bidi="fa-IR"/>
        </w:rPr>
        <w:t>.</w:t>
      </w:r>
    </w:p>
    <w:p w:rsidR="003E3506" w:rsidRPr="003E3506" w:rsidRDefault="003E3506" w:rsidP="003E3506">
      <w:pPr>
        <w:pStyle w:val="libNormal"/>
        <w:rPr>
          <w:lang w:bidi="fa-IR"/>
        </w:rPr>
      </w:pPr>
      <w:r w:rsidRPr="003E3506">
        <w:rPr>
          <w:rtl/>
          <w:lang w:bidi="fa-IR"/>
        </w:rPr>
        <w:t>هشتم آن كه يقين يا اطمينان كند كه مغرب شده و افطار كند</w:t>
      </w:r>
      <w:r w:rsidR="000C4B14">
        <w:rPr>
          <w:rtl/>
          <w:lang w:bidi="fa-IR"/>
        </w:rPr>
        <w:t>،</w:t>
      </w:r>
      <w:r w:rsidRPr="003E3506">
        <w:rPr>
          <w:rtl/>
          <w:lang w:bidi="fa-IR"/>
        </w:rPr>
        <w:t xml:space="preserve"> بعد معلوم شود مغرب نبوده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ولى اگر در هواى ابر به گمان اين كه مغرب شده افطار كند بعد معلوم شود مغرب نبوده</w:t>
      </w:r>
      <w:r w:rsidR="000C4B14">
        <w:rPr>
          <w:rtl/>
          <w:lang w:bidi="fa-IR"/>
        </w:rPr>
        <w:t>،</w:t>
      </w:r>
      <w:r w:rsidRPr="003E3506">
        <w:rPr>
          <w:rtl/>
          <w:lang w:bidi="fa-IR"/>
        </w:rPr>
        <w:t xml:space="preserve"> وجوب قضا در اين صورت بنابر احتياط است</w:t>
      </w:r>
      <w:r w:rsidR="000C4B14">
        <w:rPr>
          <w:rtl/>
          <w:lang w:bidi="fa-IR"/>
        </w:rPr>
        <w:t>.</w:t>
      </w:r>
    </w:p>
    <w:p w:rsidR="003E3506" w:rsidRPr="003E3506" w:rsidRDefault="003E3506" w:rsidP="003E3506">
      <w:pPr>
        <w:pStyle w:val="libNormal"/>
        <w:rPr>
          <w:lang w:bidi="fa-IR"/>
        </w:rPr>
      </w:pPr>
      <w:r w:rsidRPr="003E3506">
        <w:rPr>
          <w:rtl/>
          <w:lang w:bidi="fa-IR"/>
        </w:rPr>
        <w:t>نهم آن كه از جهت تشنگى مضمضه كند</w:t>
      </w:r>
      <w:r w:rsidR="000C4B14">
        <w:rPr>
          <w:rtl/>
          <w:lang w:bidi="fa-IR"/>
        </w:rPr>
        <w:t>،</w:t>
      </w:r>
      <w:r w:rsidRPr="003E3506">
        <w:rPr>
          <w:rtl/>
          <w:lang w:bidi="fa-IR"/>
        </w:rPr>
        <w:t xml:space="preserve"> يعنى آب در دهن بگرداند و بى اختيار فرو رود و هم چنين است بنابر احتياط مستحب اگر مضمضه براى وضوى غير نماز واجب باشد</w:t>
      </w:r>
      <w:r w:rsidR="000C4B14">
        <w:rPr>
          <w:rtl/>
          <w:lang w:bidi="fa-IR"/>
        </w:rPr>
        <w:t>،</w:t>
      </w:r>
      <w:r w:rsidRPr="003E3506">
        <w:rPr>
          <w:rtl/>
          <w:lang w:bidi="fa-IR"/>
        </w:rPr>
        <w:t xml:space="preserve"> ولى اگر فراموش كند كه روزه است و آب را فرو دهد</w:t>
      </w:r>
      <w:r w:rsidR="000C4B14">
        <w:rPr>
          <w:rtl/>
          <w:lang w:bidi="fa-IR"/>
        </w:rPr>
        <w:t>،</w:t>
      </w:r>
      <w:r w:rsidRPr="003E3506">
        <w:rPr>
          <w:rtl/>
          <w:lang w:bidi="fa-IR"/>
        </w:rPr>
        <w:t xml:space="preserve"> يا براى غير جهت تشنگى مثل مواردى كه مضمضه در آنجاها مستحب است مانند وضو</w:t>
      </w:r>
      <w:r w:rsidR="000C4B14">
        <w:rPr>
          <w:rtl/>
          <w:lang w:bidi="fa-IR"/>
        </w:rPr>
        <w:t>،</w:t>
      </w:r>
      <w:r w:rsidRPr="003E3506">
        <w:rPr>
          <w:rtl/>
          <w:lang w:bidi="fa-IR"/>
        </w:rPr>
        <w:t xml:space="preserve"> مضمضه كند و بى اختيار فرو رود</w:t>
      </w:r>
      <w:r w:rsidR="000C4B14">
        <w:rPr>
          <w:rtl/>
          <w:lang w:bidi="fa-IR"/>
        </w:rPr>
        <w:t>،</w:t>
      </w:r>
      <w:r w:rsidRPr="003E3506">
        <w:rPr>
          <w:rtl/>
          <w:lang w:bidi="fa-IR"/>
        </w:rPr>
        <w:t xml:space="preserve"> قضا ندارد.</w:t>
      </w:r>
    </w:p>
    <w:p w:rsidR="003E3506" w:rsidRPr="003E3506" w:rsidRDefault="003E3506" w:rsidP="003E3506">
      <w:pPr>
        <w:pStyle w:val="libNormal"/>
        <w:rPr>
          <w:lang w:bidi="fa-IR"/>
        </w:rPr>
      </w:pPr>
      <w:r w:rsidRPr="003E3506">
        <w:rPr>
          <w:rtl/>
          <w:lang w:bidi="fa-IR"/>
        </w:rPr>
        <w:t>دهم آن كه كسى از جهت اكراه يا اضطرار يا تقيه افطار كند لازم است قضا نمايد و كفاره واجب نيست</w:t>
      </w:r>
      <w:r w:rsidR="000C4B14">
        <w:rPr>
          <w:rtl/>
          <w:lang w:bidi="fa-IR"/>
        </w:rPr>
        <w:t>.</w:t>
      </w:r>
    </w:p>
    <w:p w:rsidR="003E3506" w:rsidRPr="003E3506" w:rsidRDefault="003E3506" w:rsidP="003E3506">
      <w:pPr>
        <w:pStyle w:val="libNormal"/>
        <w:rPr>
          <w:lang w:bidi="fa-IR"/>
        </w:rPr>
      </w:pPr>
      <w:r w:rsidRPr="003E3506">
        <w:rPr>
          <w:rtl/>
          <w:lang w:bidi="fa-IR"/>
        </w:rPr>
        <w:t>١٦٩٨ - اگر غير آب چيز ديگرى را در دهان ببرد و بى اختيار فرو رود يا آب داخل بينى كند و بى اختيار فرو رود</w:t>
      </w:r>
      <w:r w:rsidR="000C4B14">
        <w:rPr>
          <w:rtl/>
          <w:lang w:bidi="fa-IR"/>
        </w:rPr>
        <w:t>،</w:t>
      </w:r>
      <w:r w:rsidRPr="003E3506">
        <w:rPr>
          <w:rtl/>
          <w:lang w:bidi="fa-IR"/>
        </w:rPr>
        <w:t xml:space="preserve"> قضا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١٦٩٩ - مضمضه زياد براى روزه دار مكروه است و اگر بعد از مضمضه بخواهد آب دهان را فرو برد</w:t>
      </w:r>
      <w:r w:rsidR="000C4B14">
        <w:rPr>
          <w:rtl/>
          <w:lang w:bidi="fa-IR"/>
        </w:rPr>
        <w:t>،</w:t>
      </w:r>
      <w:r w:rsidRPr="003E3506">
        <w:rPr>
          <w:rtl/>
          <w:lang w:bidi="fa-IR"/>
        </w:rPr>
        <w:t xml:space="preserve"> بهتر آن است كه سه مرتبه آب دهان را بيرون بريزد.</w:t>
      </w:r>
    </w:p>
    <w:p w:rsidR="003E3506" w:rsidRPr="003E3506" w:rsidRDefault="003E3506" w:rsidP="003E3506">
      <w:pPr>
        <w:pStyle w:val="libNormal"/>
        <w:rPr>
          <w:lang w:bidi="fa-IR"/>
        </w:rPr>
      </w:pPr>
      <w:r w:rsidRPr="003E3506">
        <w:rPr>
          <w:rtl/>
          <w:lang w:bidi="fa-IR"/>
        </w:rPr>
        <w:t>١٧٠٠ - اگر انسان بداند</w:t>
      </w:r>
      <w:r w:rsidR="000C4B14">
        <w:rPr>
          <w:rtl/>
          <w:lang w:bidi="fa-IR"/>
        </w:rPr>
        <w:t>،</w:t>
      </w:r>
      <w:r w:rsidRPr="003E3506">
        <w:rPr>
          <w:rtl/>
          <w:lang w:bidi="fa-IR"/>
        </w:rPr>
        <w:t xml:space="preserve"> يا احتمال بدهد كه به واسطه مضمضه بى اختيار آب وارد گلويش مى شود</w:t>
      </w:r>
      <w:r w:rsidR="000C4B14">
        <w:rPr>
          <w:rtl/>
          <w:lang w:bidi="fa-IR"/>
        </w:rPr>
        <w:t>،</w:t>
      </w:r>
      <w:r w:rsidRPr="003E3506">
        <w:rPr>
          <w:rtl/>
          <w:lang w:bidi="fa-IR"/>
        </w:rPr>
        <w:t xml:space="preserve"> نبايد مضمضه كند</w:t>
      </w:r>
      <w:r w:rsidR="000C4B14">
        <w:rPr>
          <w:rtl/>
          <w:lang w:bidi="fa-IR"/>
        </w:rPr>
        <w:t>،</w:t>
      </w:r>
      <w:r w:rsidRPr="003E3506">
        <w:rPr>
          <w:rtl/>
          <w:lang w:bidi="fa-IR"/>
        </w:rPr>
        <w:t xml:space="preserve"> و هم چنين است بنابر احتياط لازم اگر بداند كه از روى فراموشى آب وارد گلويش مى شود.</w:t>
      </w:r>
    </w:p>
    <w:p w:rsidR="003E3506" w:rsidRPr="003E3506" w:rsidRDefault="003E3506" w:rsidP="003E3506">
      <w:pPr>
        <w:pStyle w:val="libNormal"/>
        <w:rPr>
          <w:lang w:bidi="fa-IR"/>
        </w:rPr>
      </w:pPr>
      <w:r w:rsidRPr="003E3506">
        <w:rPr>
          <w:rtl/>
          <w:lang w:bidi="fa-IR"/>
        </w:rPr>
        <w:t>١٧٠١ - اگر در ماه رمضان</w:t>
      </w:r>
      <w:r w:rsidR="000C4B14">
        <w:rPr>
          <w:rtl/>
          <w:lang w:bidi="fa-IR"/>
        </w:rPr>
        <w:t>،</w:t>
      </w:r>
      <w:r w:rsidRPr="003E3506">
        <w:rPr>
          <w:rtl/>
          <w:lang w:bidi="fa-IR"/>
        </w:rPr>
        <w:t xml:space="preserve"> بعد از تحقيق</w:t>
      </w:r>
      <w:r w:rsidR="000C4B14">
        <w:rPr>
          <w:rtl/>
          <w:lang w:bidi="fa-IR"/>
        </w:rPr>
        <w:t>،</w:t>
      </w:r>
      <w:r w:rsidRPr="003E3506">
        <w:rPr>
          <w:rtl/>
          <w:lang w:bidi="fa-IR"/>
        </w:rPr>
        <w:t xml:space="preserve"> براى او معلوم نشود كه صبح شده</w:t>
      </w:r>
      <w:r w:rsidR="000C4B14">
        <w:rPr>
          <w:rtl/>
          <w:lang w:bidi="fa-IR"/>
        </w:rPr>
        <w:t>،</w:t>
      </w:r>
      <w:r w:rsidRPr="003E3506">
        <w:rPr>
          <w:rtl/>
          <w:lang w:bidi="fa-IR"/>
        </w:rPr>
        <w:t xml:space="preserve"> و كارى كه روزه را باطل مى كند انجام دهد</w:t>
      </w:r>
      <w:r w:rsidR="000C4B14">
        <w:rPr>
          <w:rtl/>
          <w:lang w:bidi="fa-IR"/>
        </w:rPr>
        <w:t>،</w:t>
      </w:r>
      <w:r w:rsidRPr="003E3506">
        <w:rPr>
          <w:rtl/>
          <w:lang w:bidi="fa-IR"/>
        </w:rPr>
        <w:t xml:space="preserve"> بعد معلوم شود صبح بوده</w:t>
      </w:r>
      <w:r w:rsidR="000C4B14">
        <w:rPr>
          <w:rtl/>
          <w:lang w:bidi="fa-IR"/>
        </w:rPr>
        <w:t>،</w:t>
      </w:r>
      <w:r w:rsidRPr="003E3506">
        <w:rPr>
          <w:rtl/>
          <w:lang w:bidi="fa-IR"/>
        </w:rPr>
        <w:t xml:space="preserve"> قضا لازم نيست</w:t>
      </w:r>
      <w:r w:rsidR="000C4B14">
        <w:rPr>
          <w:rtl/>
          <w:lang w:bidi="fa-IR"/>
        </w:rPr>
        <w:t>.</w:t>
      </w:r>
    </w:p>
    <w:p w:rsidR="003E3506" w:rsidRPr="003E3506" w:rsidRDefault="003E3506" w:rsidP="003E3506">
      <w:pPr>
        <w:pStyle w:val="libNormal"/>
        <w:rPr>
          <w:lang w:bidi="fa-IR"/>
        </w:rPr>
      </w:pPr>
      <w:r w:rsidRPr="003E3506">
        <w:rPr>
          <w:rtl/>
          <w:lang w:bidi="fa-IR"/>
        </w:rPr>
        <w:t>١٧٠٢ - اگر انسان شك كند كه مغرب شده يا نه</w:t>
      </w:r>
      <w:r w:rsidR="000C4B14">
        <w:rPr>
          <w:rtl/>
          <w:lang w:bidi="fa-IR"/>
        </w:rPr>
        <w:t>،</w:t>
      </w:r>
      <w:r w:rsidRPr="003E3506">
        <w:rPr>
          <w:rtl/>
          <w:lang w:bidi="fa-IR"/>
        </w:rPr>
        <w:t xml:space="preserve"> نمى تواند افطار كند</w:t>
      </w:r>
      <w:r w:rsidR="000C4B14">
        <w:rPr>
          <w:rtl/>
          <w:lang w:bidi="fa-IR"/>
        </w:rPr>
        <w:t>،</w:t>
      </w:r>
      <w:r w:rsidRPr="003E3506">
        <w:rPr>
          <w:rtl/>
          <w:lang w:bidi="fa-IR"/>
        </w:rPr>
        <w:t xml:space="preserve"> ولى اگر شك كند كه صبح شده يا نه</w:t>
      </w:r>
      <w:r w:rsidR="000C4B14">
        <w:rPr>
          <w:rtl/>
          <w:lang w:bidi="fa-IR"/>
        </w:rPr>
        <w:t>،</w:t>
      </w:r>
      <w:r w:rsidRPr="003E3506">
        <w:rPr>
          <w:rtl/>
          <w:lang w:bidi="fa-IR"/>
        </w:rPr>
        <w:t xml:space="preserve"> پيش از تحقيق هم مى تواند كارى كه روزه را باطل مى كند انجام دهد.</w:t>
      </w:r>
    </w:p>
    <w:p w:rsidR="003E3506" w:rsidRDefault="00605FAB" w:rsidP="00F72BDA">
      <w:pPr>
        <w:pStyle w:val="Heading3"/>
        <w:rPr>
          <w:rtl/>
          <w:lang w:bidi="fa-IR"/>
        </w:rPr>
      </w:pPr>
      <w:bookmarkStart w:id="187" w:name="_Toc24454610"/>
      <w:r>
        <w:rPr>
          <w:rtl/>
          <w:lang w:bidi="fa-IR"/>
        </w:rPr>
        <w:t>(</w:t>
      </w:r>
      <w:r w:rsidR="003E3506" w:rsidRPr="003E3506">
        <w:rPr>
          <w:rtl/>
          <w:lang w:bidi="fa-IR"/>
        </w:rPr>
        <w:t>احكام روزه قضا</w:t>
      </w:r>
      <w:r>
        <w:rPr>
          <w:rtl/>
          <w:lang w:bidi="fa-IR"/>
        </w:rPr>
        <w:t>)</w:t>
      </w:r>
      <w:bookmarkEnd w:id="187"/>
    </w:p>
    <w:p w:rsidR="003E3506" w:rsidRPr="003E3506" w:rsidRDefault="003E3506" w:rsidP="003E3506">
      <w:pPr>
        <w:pStyle w:val="libNormal"/>
        <w:rPr>
          <w:lang w:bidi="fa-IR"/>
        </w:rPr>
      </w:pPr>
      <w:r w:rsidRPr="003E3506">
        <w:rPr>
          <w:rtl/>
          <w:lang w:bidi="fa-IR"/>
        </w:rPr>
        <w:t>١٧٠٣ - اگر ديوانه عاقل شود</w:t>
      </w:r>
      <w:r w:rsidR="000C4B14">
        <w:rPr>
          <w:rtl/>
          <w:lang w:bidi="fa-IR"/>
        </w:rPr>
        <w:t>،</w:t>
      </w:r>
      <w:r w:rsidRPr="003E3506">
        <w:rPr>
          <w:rtl/>
          <w:lang w:bidi="fa-IR"/>
        </w:rPr>
        <w:t xml:space="preserve"> واجب نيست روزه هاى وقتى را كه ديوانه بوده قضا نمايد.</w:t>
      </w:r>
    </w:p>
    <w:p w:rsidR="003E3506" w:rsidRPr="003E3506" w:rsidRDefault="003E3506" w:rsidP="003E3506">
      <w:pPr>
        <w:pStyle w:val="libNormal"/>
        <w:rPr>
          <w:lang w:bidi="fa-IR"/>
        </w:rPr>
      </w:pPr>
      <w:r w:rsidRPr="003E3506">
        <w:rPr>
          <w:rtl/>
          <w:lang w:bidi="fa-IR"/>
        </w:rPr>
        <w:lastRenderedPageBreak/>
        <w:t>١٧٠٤ - اگر كافر مسلمان شود</w:t>
      </w:r>
      <w:r w:rsidR="000C4B14">
        <w:rPr>
          <w:rtl/>
          <w:lang w:bidi="fa-IR"/>
        </w:rPr>
        <w:t>،</w:t>
      </w:r>
      <w:r w:rsidRPr="003E3506">
        <w:rPr>
          <w:rtl/>
          <w:lang w:bidi="fa-IR"/>
        </w:rPr>
        <w:t xml:space="preserve"> واجب نيست روزه هاى وقتى را كه كافر بوده قضا نمايد</w:t>
      </w:r>
      <w:r w:rsidR="000C4B14">
        <w:rPr>
          <w:rtl/>
          <w:lang w:bidi="fa-IR"/>
        </w:rPr>
        <w:t>،</w:t>
      </w:r>
      <w:r w:rsidRPr="003E3506">
        <w:rPr>
          <w:rtl/>
          <w:lang w:bidi="fa-IR"/>
        </w:rPr>
        <w:t xml:space="preserve"> ولى اگر مسلمانى كافر شود و دوباره مسلمان گردد</w:t>
      </w:r>
      <w:r w:rsidR="000C4B14">
        <w:rPr>
          <w:rtl/>
          <w:lang w:bidi="fa-IR"/>
        </w:rPr>
        <w:t>،</w:t>
      </w:r>
      <w:r w:rsidRPr="003E3506">
        <w:rPr>
          <w:rtl/>
          <w:lang w:bidi="fa-IR"/>
        </w:rPr>
        <w:t xml:space="preserve"> روزه هاى وقتى را كه كافر بوده بايد قضا نمايد.</w:t>
      </w:r>
    </w:p>
    <w:p w:rsidR="003E3506" w:rsidRPr="003E3506" w:rsidRDefault="003E3506" w:rsidP="003E3506">
      <w:pPr>
        <w:pStyle w:val="libNormal"/>
        <w:rPr>
          <w:lang w:bidi="fa-IR"/>
        </w:rPr>
      </w:pPr>
      <w:r w:rsidRPr="003E3506">
        <w:rPr>
          <w:rtl/>
          <w:lang w:bidi="fa-IR"/>
        </w:rPr>
        <w:t>١٧٠٥ - روزه اى كه از انسان به واسطه مستى فوت شده</w:t>
      </w:r>
      <w:r w:rsidR="000C4B14">
        <w:rPr>
          <w:rtl/>
          <w:lang w:bidi="fa-IR"/>
        </w:rPr>
        <w:t>،</w:t>
      </w:r>
      <w:r w:rsidRPr="003E3506">
        <w:rPr>
          <w:rtl/>
          <w:lang w:bidi="fa-IR"/>
        </w:rPr>
        <w:t xml:space="preserve"> بايد قضا نمايد</w:t>
      </w:r>
      <w:r w:rsidR="000C4B14">
        <w:rPr>
          <w:rtl/>
          <w:lang w:bidi="fa-IR"/>
        </w:rPr>
        <w:t>،</w:t>
      </w:r>
      <w:r w:rsidRPr="003E3506">
        <w:rPr>
          <w:rtl/>
          <w:lang w:bidi="fa-IR"/>
        </w:rPr>
        <w:t xml:space="preserve"> اگر چه چيزى را كه به واسطه آن مست شده</w:t>
      </w:r>
      <w:r w:rsidR="000C4B14">
        <w:rPr>
          <w:rtl/>
          <w:lang w:bidi="fa-IR"/>
        </w:rPr>
        <w:t>،</w:t>
      </w:r>
      <w:r w:rsidRPr="003E3506">
        <w:rPr>
          <w:rtl/>
          <w:lang w:bidi="fa-IR"/>
        </w:rPr>
        <w:t xml:space="preserve"> براى معالجه خورده باشد.</w:t>
      </w:r>
    </w:p>
    <w:p w:rsidR="003E3506" w:rsidRPr="003E3506" w:rsidRDefault="003E3506" w:rsidP="003E3506">
      <w:pPr>
        <w:pStyle w:val="libNormal"/>
        <w:rPr>
          <w:lang w:bidi="fa-IR"/>
        </w:rPr>
      </w:pPr>
      <w:r w:rsidRPr="003E3506">
        <w:rPr>
          <w:rtl/>
          <w:lang w:bidi="fa-IR"/>
        </w:rPr>
        <w:t>١٧٠٦ - اگر براى عذرى چند روز روزه نگيرد</w:t>
      </w:r>
      <w:r w:rsidR="000C4B14">
        <w:rPr>
          <w:rtl/>
          <w:lang w:bidi="fa-IR"/>
        </w:rPr>
        <w:t>،</w:t>
      </w:r>
      <w:r w:rsidRPr="003E3506">
        <w:rPr>
          <w:rtl/>
          <w:lang w:bidi="fa-IR"/>
        </w:rPr>
        <w:t xml:space="preserve"> و بعد شك كند كه چه وقت عذر او برطرف شده</w:t>
      </w:r>
      <w:r w:rsidR="000C4B14">
        <w:rPr>
          <w:rtl/>
          <w:lang w:bidi="fa-IR"/>
        </w:rPr>
        <w:t>،</w:t>
      </w:r>
      <w:r w:rsidRPr="003E3506">
        <w:rPr>
          <w:rtl/>
          <w:lang w:bidi="fa-IR"/>
        </w:rPr>
        <w:t xml:space="preserve"> واجب نيست مقدار بيشترى را كه احتمال مى دهد روزه نگرفته</w:t>
      </w:r>
      <w:r w:rsidR="000C4B14">
        <w:rPr>
          <w:rtl/>
          <w:lang w:bidi="fa-IR"/>
        </w:rPr>
        <w:t>،</w:t>
      </w:r>
      <w:r w:rsidRPr="003E3506">
        <w:rPr>
          <w:rtl/>
          <w:lang w:bidi="fa-IR"/>
        </w:rPr>
        <w:t xml:space="preserve"> قضا نمايد</w:t>
      </w:r>
      <w:r w:rsidR="000C4B14">
        <w:rPr>
          <w:rtl/>
          <w:lang w:bidi="fa-IR"/>
        </w:rPr>
        <w:t>،</w:t>
      </w:r>
      <w:r w:rsidRPr="003E3506">
        <w:rPr>
          <w:rtl/>
          <w:lang w:bidi="fa-IR"/>
        </w:rPr>
        <w:t xml:space="preserve"> مثلا كسى كه پيش از ماه رمضان مسافرت كرده و نمى داند پنجم رمضان از سفر برگشته يا ششم</w:t>
      </w:r>
      <w:r w:rsidR="000C4B14">
        <w:rPr>
          <w:rtl/>
          <w:lang w:bidi="fa-IR"/>
        </w:rPr>
        <w:t>،</w:t>
      </w:r>
      <w:r w:rsidRPr="003E3506">
        <w:rPr>
          <w:rtl/>
          <w:lang w:bidi="fa-IR"/>
        </w:rPr>
        <w:t xml:space="preserve"> و يا اين كه مثلا در آخرهاى ماه رمضان مسافرت كرده و بعد از رمضان برگشته و نمى داند كه بيست و پنجم رمضان مسافرت كرده يا بيست و ششم</w:t>
      </w:r>
      <w:r w:rsidR="000C4B14">
        <w:rPr>
          <w:rtl/>
          <w:lang w:bidi="fa-IR"/>
        </w:rPr>
        <w:t>،</w:t>
      </w:r>
      <w:r w:rsidRPr="003E3506">
        <w:rPr>
          <w:rtl/>
          <w:lang w:bidi="fa-IR"/>
        </w:rPr>
        <w:t xml:space="preserve"> در هر دو صورت مى تواند مقدار كمتر يعنى پنج روز را قضا كند</w:t>
      </w:r>
      <w:r w:rsidR="000C4B14">
        <w:rPr>
          <w:rtl/>
          <w:lang w:bidi="fa-IR"/>
        </w:rPr>
        <w:t>،</w:t>
      </w:r>
      <w:r w:rsidRPr="003E3506">
        <w:rPr>
          <w:rtl/>
          <w:lang w:bidi="fa-IR"/>
        </w:rPr>
        <w:t xml:space="preserve"> اگر چه احتياط مستحب آن است كه مقدار بيشتر يعنى شش روز را قضا نمايد.</w:t>
      </w:r>
    </w:p>
    <w:p w:rsidR="003E3506" w:rsidRPr="003E3506" w:rsidRDefault="003E3506" w:rsidP="003E3506">
      <w:pPr>
        <w:pStyle w:val="libNormal"/>
        <w:rPr>
          <w:lang w:bidi="fa-IR"/>
        </w:rPr>
      </w:pPr>
      <w:r w:rsidRPr="003E3506">
        <w:rPr>
          <w:rtl/>
          <w:lang w:bidi="fa-IR"/>
        </w:rPr>
        <w:t>١٧٠٧ - اگر از چند ماه رمضان روزه قضا داشته باشد</w:t>
      </w:r>
      <w:r w:rsidR="000C4B14">
        <w:rPr>
          <w:rtl/>
          <w:lang w:bidi="fa-IR"/>
        </w:rPr>
        <w:t>،</w:t>
      </w:r>
      <w:r w:rsidRPr="003E3506">
        <w:rPr>
          <w:rtl/>
          <w:lang w:bidi="fa-IR"/>
        </w:rPr>
        <w:t xml:space="preserve"> قضاى هر كدام را كه اول بگيرد مانعى ندارد</w:t>
      </w:r>
      <w:r w:rsidR="000C4B14">
        <w:rPr>
          <w:rtl/>
          <w:lang w:bidi="fa-IR"/>
        </w:rPr>
        <w:t>،</w:t>
      </w:r>
      <w:r w:rsidRPr="003E3506">
        <w:rPr>
          <w:rtl/>
          <w:lang w:bidi="fa-IR"/>
        </w:rPr>
        <w:t xml:space="preserve"> ولى اگر وقت قضاى رمضان آخر تنگ باشد</w:t>
      </w:r>
      <w:r w:rsidR="000C4B14">
        <w:rPr>
          <w:rtl/>
          <w:lang w:bidi="fa-IR"/>
        </w:rPr>
        <w:t>،</w:t>
      </w:r>
      <w:r w:rsidRPr="003E3506">
        <w:rPr>
          <w:rtl/>
          <w:lang w:bidi="fa-IR"/>
        </w:rPr>
        <w:t xml:space="preserve"> مثلا پنج روز از رمضان آخر قضا داشته باشد و پنج روز هم بر رمضان مانده باشد بهتر آن است كه اول قضاى رمضان آخر را بگيرد.</w:t>
      </w:r>
    </w:p>
    <w:p w:rsidR="003E3506" w:rsidRPr="003E3506" w:rsidRDefault="003E3506" w:rsidP="003E3506">
      <w:pPr>
        <w:pStyle w:val="libNormal"/>
        <w:rPr>
          <w:lang w:bidi="fa-IR"/>
        </w:rPr>
      </w:pPr>
      <w:r w:rsidRPr="003E3506">
        <w:rPr>
          <w:rtl/>
          <w:lang w:bidi="fa-IR"/>
        </w:rPr>
        <w:t>١٧٠٨ - اگر قضاى روزه چند ماه رمضان بر او واجب باشد</w:t>
      </w:r>
      <w:r w:rsidR="000C4B14">
        <w:rPr>
          <w:rtl/>
          <w:lang w:bidi="fa-IR"/>
        </w:rPr>
        <w:t>،</w:t>
      </w:r>
      <w:r w:rsidRPr="003E3506">
        <w:rPr>
          <w:rtl/>
          <w:lang w:bidi="fa-IR"/>
        </w:rPr>
        <w:t xml:space="preserve"> و در نيت معين نكند روزه اى را كه مى گيرد</w:t>
      </w:r>
      <w:r w:rsidR="000C4B14">
        <w:rPr>
          <w:rtl/>
          <w:lang w:bidi="fa-IR"/>
        </w:rPr>
        <w:t>،</w:t>
      </w:r>
      <w:r w:rsidRPr="003E3506">
        <w:rPr>
          <w:rtl/>
          <w:lang w:bidi="fa-IR"/>
        </w:rPr>
        <w:t xml:space="preserve"> قضاى كدام ماه رمضان است قضاى سال آخرى حساب نمى شود.</w:t>
      </w:r>
    </w:p>
    <w:p w:rsidR="003E3506" w:rsidRPr="003E3506" w:rsidRDefault="003E3506" w:rsidP="003E3506">
      <w:pPr>
        <w:pStyle w:val="libNormal"/>
        <w:rPr>
          <w:lang w:bidi="fa-IR"/>
        </w:rPr>
      </w:pPr>
      <w:r w:rsidRPr="003E3506">
        <w:rPr>
          <w:rtl/>
          <w:lang w:bidi="fa-IR"/>
        </w:rPr>
        <w:t>١٧٠٩ - در قضاى روزه رمضان مى تواند</w:t>
      </w:r>
      <w:r w:rsidR="000C4B14">
        <w:rPr>
          <w:rtl/>
          <w:lang w:bidi="fa-IR"/>
        </w:rPr>
        <w:t>،</w:t>
      </w:r>
      <w:r w:rsidRPr="003E3506">
        <w:rPr>
          <w:rtl/>
          <w:lang w:bidi="fa-IR"/>
        </w:rPr>
        <w:t xml:space="preserve"> پيش از ظهر روزه خود را باطل نمايد</w:t>
      </w:r>
      <w:r w:rsidR="000C4B14">
        <w:rPr>
          <w:rtl/>
          <w:lang w:bidi="fa-IR"/>
        </w:rPr>
        <w:t>،</w:t>
      </w:r>
      <w:r w:rsidRPr="003E3506">
        <w:rPr>
          <w:rtl/>
          <w:lang w:bidi="fa-IR"/>
        </w:rPr>
        <w:t xml:space="preserve"> ولى اگر وقت قضا تنگ باشد بهتر آن است كه باطل ننمايد.</w:t>
      </w:r>
    </w:p>
    <w:p w:rsidR="003E3506" w:rsidRPr="003E3506" w:rsidRDefault="003E3506" w:rsidP="003E3506">
      <w:pPr>
        <w:pStyle w:val="libNormal"/>
        <w:rPr>
          <w:lang w:bidi="fa-IR"/>
        </w:rPr>
      </w:pPr>
      <w:r w:rsidRPr="003E3506">
        <w:rPr>
          <w:rtl/>
          <w:lang w:bidi="fa-IR"/>
        </w:rPr>
        <w:t>١٧١٠ - اگر قضاى روزه ميتى را گرفته باشد</w:t>
      </w:r>
      <w:r w:rsidR="000C4B14">
        <w:rPr>
          <w:rtl/>
          <w:lang w:bidi="fa-IR"/>
        </w:rPr>
        <w:t>،</w:t>
      </w:r>
      <w:r w:rsidRPr="003E3506">
        <w:rPr>
          <w:rtl/>
          <w:lang w:bidi="fa-IR"/>
        </w:rPr>
        <w:t xml:space="preserve"> بهتر آن است كه بعد از ظهر روزه را باطل نكند.</w:t>
      </w:r>
    </w:p>
    <w:p w:rsidR="003E3506" w:rsidRPr="003E3506" w:rsidRDefault="003E3506" w:rsidP="003E3506">
      <w:pPr>
        <w:pStyle w:val="libNormal"/>
        <w:rPr>
          <w:lang w:bidi="fa-IR"/>
        </w:rPr>
      </w:pPr>
      <w:r w:rsidRPr="003E3506">
        <w:rPr>
          <w:rtl/>
          <w:lang w:bidi="fa-IR"/>
        </w:rPr>
        <w:t>١٧١١ - اگر به واسطه مرض</w:t>
      </w:r>
      <w:r w:rsidR="000C4B14">
        <w:rPr>
          <w:rtl/>
          <w:lang w:bidi="fa-IR"/>
        </w:rPr>
        <w:t>،</w:t>
      </w:r>
      <w:r w:rsidRPr="003E3506">
        <w:rPr>
          <w:rtl/>
          <w:lang w:bidi="fa-IR"/>
        </w:rPr>
        <w:t xml:space="preserve"> يا حيض</w:t>
      </w:r>
      <w:r w:rsidR="000C4B14">
        <w:rPr>
          <w:rtl/>
          <w:lang w:bidi="fa-IR"/>
        </w:rPr>
        <w:t>،</w:t>
      </w:r>
      <w:r w:rsidRPr="003E3506">
        <w:rPr>
          <w:rtl/>
          <w:lang w:bidi="fa-IR"/>
        </w:rPr>
        <w:t xml:space="preserve"> يا نفاس</w:t>
      </w:r>
      <w:r w:rsidR="000C4B14">
        <w:rPr>
          <w:rtl/>
          <w:lang w:bidi="fa-IR"/>
        </w:rPr>
        <w:t>،</w:t>
      </w:r>
      <w:r w:rsidRPr="003E3506">
        <w:rPr>
          <w:rtl/>
          <w:lang w:bidi="fa-IR"/>
        </w:rPr>
        <w:t xml:space="preserve"> روزه رمضان را نگيرد و پيش از گذشت زمانى كه بتواند آن روزه هايى را كه نگرفته قضا كند بميرد</w:t>
      </w:r>
      <w:r w:rsidR="000C4B14">
        <w:rPr>
          <w:rtl/>
          <w:lang w:bidi="fa-IR"/>
        </w:rPr>
        <w:t>،</w:t>
      </w:r>
      <w:r w:rsidRPr="003E3506">
        <w:rPr>
          <w:rtl/>
          <w:lang w:bidi="fa-IR"/>
        </w:rPr>
        <w:t xml:space="preserve"> آن روزها قضا ندارند.</w:t>
      </w:r>
    </w:p>
    <w:p w:rsidR="003E3506" w:rsidRPr="003E3506" w:rsidRDefault="003E3506" w:rsidP="003E3506">
      <w:pPr>
        <w:pStyle w:val="libNormal"/>
        <w:rPr>
          <w:lang w:bidi="fa-IR"/>
        </w:rPr>
      </w:pPr>
      <w:r w:rsidRPr="003E3506">
        <w:rPr>
          <w:rtl/>
          <w:lang w:bidi="fa-IR"/>
        </w:rPr>
        <w:lastRenderedPageBreak/>
        <w:t>١٧١٢ - اگر به واسطه مرضى روزه رمضان را نگيرد</w:t>
      </w:r>
      <w:r w:rsidR="000C4B14">
        <w:rPr>
          <w:rtl/>
          <w:lang w:bidi="fa-IR"/>
        </w:rPr>
        <w:t>،</w:t>
      </w:r>
      <w:r w:rsidRPr="003E3506">
        <w:rPr>
          <w:rtl/>
          <w:lang w:bidi="fa-IR"/>
        </w:rPr>
        <w:t xml:space="preserve"> و مرض او تا رمضان سال بعد طول بكشد</w:t>
      </w:r>
      <w:r w:rsidR="000C4B14">
        <w:rPr>
          <w:rtl/>
          <w:lang w:bidi="fa-IR"/>
        </w:rPr>
        <w:t>،</w:t>
      </w:r>
      <w:r w:rsidRPr="003E3506">
        <w:rPr>
          <w:rtl/>
          <w:lang w:bidi="fa-IR"/>
        </w:rPr>
        <w:t xml:space="preserve"> قضاى روزه هايى را كه نگرفته بر او واجب نيست و بايد براى هر روز يك مد طعام يعنى گندم يا جو يا نان و مانند اينها به فقير بدهد</w:t>
      </w:r>
      <w:r w:rsidR="000C4B14">
        <w:rPr>
          <w:rtl/>
          <w:lang w:bidi="fa-IR"/>
        </w:rPr>
        <w:t>،</w:t>
      </w:r>
      <w:r w:rsidRPr="003E3506">
        <w:rPr>
          <w:rtl/>
          <w:lang w:bidi="fa-IR"/>
        </w:rPr>
        <w:t xml:space="preserve"> ولى اگر به واسطه عذر ديگرى مثلا براى مسافرت روزه نگرفته باشد.</w:t>
      </w:r>
    </w:p>
    <w:p w:rsidR="003E3506" w:rsidRPr="003E3506" w:rsidRDefault="003E3506" w:rsidP="003E3506">
      <w:pPr>
        <w:pStyle w:val="libNormal"/>
        <w:rPr>
          <w:lang w:bidi="fa-IR"/>
        </w:rPr>
      </w:pPr>
      <w:r w:rsidRPr="003E3506">
        <w:rPr>
          <w:rtl/>
          <w:lang w:bidi="fa-IR"/>
        </w:rPr>
        <w:t>و عذر او تا رمضان بعد باقى بماند</w:t>
      </w:r>
      <w:r w:rsidR="000C4B14">
        <w:rPr>
          <w:rtl/>
          <w:lang w:bidi="fa-IR"/>
        </w:rPr>
        <w:t>،</w:t>
      </w:r>
      <w:r w:rsidRPr="003E3506">
        <w:rPr>
          <w:rtl/>
          <w:lang w:bidi="fa-IR"/>
        </w:rPr>
        <w:t xml:space="preserve"> روزه هايى را كه نگرفته بايد قضا كند</w:t>
      </w:r>
      <w:r w:rsidR="000C4B14">
        <w:rPr>
          <w:rtl/>
          <w:lang w:bidi="fa-IR"/>
        </w:rPr>
        <w:t>،</w:t>
      </w:r>
      <w:r w:rsidRPr="003E3506">
        <w:rPr>
          <w:rtl/>
          <w:lang w:bidi="fa-IR"/>
        </w:rPr>
        <w:t xml:space="preserve"> و احتياط واجب آن است كه براى هر روز يك مد طعام به فقير بدهد.</w:t>
      </w:r>
    </w:p>
    <w:p w:rsidR="003E3506" w:rsidRPr="003E3506" w:rsidRDefault="003E3506" w:rsidP="003E3506">
      <w:pPr>
        <w:pStyle w:val="libNormal"/>
        <w:rPr>
          <w:lang w:bidi="fa-IR"/>
        </w:rPr>
      </w:pPr>
      <w:r w:rsidRPr="003E3506">
        <w:rPr>
          <w:rtl/>
          <w:lang w:bidi="fa-IR"/>
        </w:rPr>
        <w:t>١٧١٣ - اگر به واسطه مرضى روزه رمضان را نگيرد</w:t>
      </w:r>
      <w:r w:rsidR="000C4B14">
        <w:rPr>
          <w:rtl/>
          <w:lang w:bidi="fa-IR"/>
        </w:rPr>
        <w:t>،</w:t>
      </w:r>
      <w:r w:rsidRPr="003E3506">
        <w:rPr>
          <w:rtl/>
          <w:lang w:bidi="fa-IR"/>
        </w:rPr>
        <w:t xml:space="preserve"> و بعد از رمضان مرض او برطرف شود</w:t>
      </w:r>
      <w:r w:rsidR="000C4B14">
        <w:rPr>
          <w:rtl/>
          <w:lang w:bidi="fa-IR"/>
        </w:rPr>
        <w:t>،</w:t>
      </w:r>
      <w:r w:rsidRPr="003E3506">
        <w:rPr>
          <w:rtl/>
          <w:lang w:bidi="fa-IR"/>
        </w:rPr>
        <w:t xml:space="preserve"> ولى عذر ديگرى پيدا كند كه نتواند تا رمضان بعد قضاى روزه را بگيرد بايد روزه هايى را كه نگرفته قضا نمايد</w:t>
      </w:r>
      <w:r w:rsidR="000C4B14">
        <w:rPr>
          <w:rtl/>
          <w:lang w:bidi="fa-IR"/>
        </w:rPr>
        <w:t>،</w:t>
      </w:r>
      <w:r w:rsidRPr="003E3506">
        <w:rPr>
          <w:rtl/>
          <w:lang w:bidi="fa-IR"/>
        </w:rPr>
        <w:t xml:space="preserve"> و نيز اگر در ماه رمضان غير از مرض عذر ديگرى داشته باشد</w:t>
      </w:r>
      <w:r w:rsidR="000C4B14">
        <w:rPr>
          <w:rtl/>
          <w:lang w:bidi="fa-IR"/>
        </w:rPr>
        <w:t>،</w:t>
      </w:r>
      <w:r w:rsidRPr="003E3506">
        <w:rPr>
          <w:rtl/>
          <w:lang w:bidi="fa-IR"/>
        </w:rPr>
        <w:t xml:space="preserve"> و بعد از رمضان آن عذر برطرف شود</w:t>
      </w:r>
      <w:r w:rsidR="000C4B14">
        <w:rPr>
          <w:rtl/>
          <w:lang w:bidi="fa-IR"/>
        </w:rPr>
        <w:t>،</w:t>
      </w:r>
      <w:r w:rsidRPr="003E3506">
        <w:rPr>
          <w:rtl/>
          <w:lang w:bidi="fa-IR"/>
        </w:rPr>
        <w:t xml:space="preserve"> و تا رمضان سال بعد به واسطه مرض نتواند روزه بگيرد</w:t>
      </w:r>
      <w:r w:rsidR="000C4B14">
        <w:rPr>
          <w:rtl/>
          <w:lang w:bidi="fa-IR"/>
        </w:rPr>
        <w:t>،</w:t>
      </w:r>
      <w:r w:rsidRPr="003E3506">
        <w:rPr>
          <w:rtl/>
          <w:lang w:bidi="fa-IR"/>
        </w:rPr>
        <w:t xml:space="preserve"> روزه هايى را كه نگرفته بايد قضا كند و بنابر احتياط واجب براى هر روز يك مد طعام نيز به فقير بدهد.</w:t>
      </w:r>
    </w:p>
    <w:p w:rsidR="003E3506" w:rsidRPr="003E3506" w:rsidRDefault="003E3506" w:rsidP="003E3506">
      <w:pPr>
        <w:pStyle w:val="libNormal"/>
        <w:rPr>
          <w:lang w:bidi="fa-IR"/>
        </w:rPr>
      </w:pPr>
      <w:r w:rsidRPr="003E3506">
        <w:rPr>
          <w:rtl/>
          <w:lang w:bidi="fa-IR"/>
        </w:rPr>
        <w:t>١٧١٤ - اگر در ماه رمضان به واسطه عذرى روزه نگيرد</w:t>
      </w:r>
      <w:r w:rsidR="000C4B14">
        <w:rPr>
          <w:rtl/>
          <w:lang w:bidi="fa-IR"/>
        </w:rPr>
        <w:t>،</w:t>
      </w:r>
      <w:r w:rsidRPr="003E3506">
        <w:rPr>
          <w:rtl/>
          <w:lang w:bidi="fa-IR"/>
        </w:rPr>
        <w:t xml:space="preserve"> و بعد از رمضان عذر او برطرف شود</w:t>
      </w:r>
      <w:r w:rsidR="000C4B14">
        <w:rPr>
          <w:rtl/>
          <w:lang w:bidi="fa-IR"/>
        </w:rPr>
        <w:t>،</w:t>
      </w:r>
      <w:r w:rsidRPr="003E3506">
        <w:rPr>
          <w:rtl/>
          <w:lang w:bidi="fa-IR"/>
        </w:rPr>
        <w:t xml:space="preserve"> و تا رمضان آينده عمدا قضاى روزه را نگيرد</w:t>
      </w:r>
      <w:r w:rsidR="000C4B14">
        <w:rPr>
          <w:rtl/>
          <w:lang w:bidi="fa-IR"/>
        </w:rPr>
        <w:t>،</w:t>
      </w:r>
      <w:r w:rsidRPr="003E3506">
        <w:rPr>
          <w:rtl/>
          <w:lang w:bidi="fa-IR"/>
        </w:rPr>
        <w:t xml:space="preserve"> بايد روزه را قضا كند و براى هر روز يك مد طعام هم به فقير بدهد.</w:t>
      </w:r>
    </w:p>
    <w:p w:rsidR="003E3506" w:rsidRPr="003E3506" w:rsidRDefault="003E3506" w:rsidP="003E3506">
      <w:pPr>
        <w:pStyle w:val="libNormal"/>
        <w:rPr>
          <w:lang w:bidi="fa-IR"/>
        </w:rPr>
      </w:pPr>
      <w:r w:rsidRPr="003E3506">
        <w:rPr>
          <w:rtl/>
          <w:lang w:bidi="fa-IR"/>
        </w:rPr>
        <w:t>١٧١٥ - اگر در قضاى روزه كوتاهى كند تا وقت تنگ شود</w:t>
      </w:r>
      <w:r w:rsidR="000C4B14">
        <w:rPr>
          <w:rtl/>
          <w:lang w:bidi="fa-IR"/>
        </w:rPr>
        <w:t>،</w:t>
      </w:r>
      <w:r w:rsidRPr="003E3506">
        <w:rPr>
          <w:rtl/>
          <w:lang w:bidi="fa-IR"/>
        </w:rPr>
        <w:t xml:space="preserve"> و در تنگى وقت عذر پيدا كند</w:t>
      </w:r>
      <w:r w:rsidR="000C4B14">
        <w:rPr>
          <w:rtl/>
          <w:lang w:bidi="fa-IR"/>
        </w:rPr>
        <w:t>،</w:t>
      </w:r>
      <w:r w:rsidRPr="003E3506">
        <w:rPr>
          <w:rtl/>
          <w:lang w:bidi="fa-IR"/>
        </w:rPr>
        <w:t xml:space="preserve"> بايد قضا را بگيرد</w:t>
      </w:r>
      <w:r w:rsidR="000C4B14">
        <w:rPr>
          <w:rtl/>
          <w:lang w:bidi="fa-IR"/>
        </w:rPr>
        <w:t>،</w:t>
      </w:r>
      <w:r w:rsidRPr="003E3506">
        <w:rPr>
          <w:rtl/>
          <w:lang w:bidi="fa-IR"/>
        </w:rPr>
        <w:t xml:space="preserve"> و بنابر احتياط براى هر روز يك مد طعام به فقير بدهد</w:t>
      </w:r>
      <w:r w:rsidR="000C4B14">
        <w:rPr>
          <w:rtl/>
          <w:lang w:bidi="fa-IR"/>
        </w:rPr>
        <w:t>،</w:t>
      </w:r>
      <w:r w:rsidRPr="003E3506">
        <w:rPr>
          <w:rtl/>
          <w:lang w:bidi="fa-IR"/>
        </w:rPr>
        <w:t xml:space="preserve"> و هم چنين است</w:t>
      </w:r>
      <w:r w:rsidR="000C4B14">
        <w:rPr>
          <w:rtl/>
          <w:lang w:bidi="fa-IR"/>
        </w:rPr>
        <w:t>،</w:t>
      </w:r>
      <w:r w:rsidRPr="003E3506">
        <w:rPr>
          <w:rtl/>
          <w:lang w:bidi="fa-IR"/>
        </w:rPr>
        <w:t xml:space="preserve"> اگر بعد از برطرف شدن عذر تصميم داشته باشد كه روزه هاى خود را قضا كند</w:t>
      </w:r>
      <w:r w:rsidR="000C4B14">
        <w:rPr>
          <w:rtl/>
          <w:lang w:bidi="fa-IR"/>
        </w:rPr>
        <w:t>،</w:t>
      </w:r>
      <w:r w:rsidRPr="003E3506">
        <w:rPr>
          <w:rtl/>
          <w:lang w:bidi="fa-IR"/>
        </w:rPr>
        <w:t xml:space="preserve"> ولى پيش از آن كه قضا نمايد در تنگى وقت عذر پيدا كند.</w:t>
      </w:r>
    </w:p>
    <w:p w:rsidR="00F72BDA" w:rsidRDefault="003E3506" w:rsidP="003E3506">
      <w:pPr>
        <w:pStyle w:val="libNormal"/>
        <w:rPr>
          <w:rtl/>
          <w:lang w:bidi="fa-IR"/>
        </w:rPr>
      </w:pPr>
      <w:r w:rsidRPr="003E3506">
        <w:rPr>
          <w:rtl/>
          <w:lang w:bidi="fa-IR"/>
        </w:rPr>
        <w:t>١٧١٦ - اگر مرض انسان چند سال طول بكشد</w:t>
      </w:r>
      <w:r w:rsidR="000C4B14">
        <w:rPr>
          <w:rtl/>
          <w:lang w:bidi="fa-IR"/>
        </w:rPr>
        <w:t>،</w:t>
      </w:r>
      <w:r w:rsidRPr="003E3506">
        <w:rPr>
          <w:rtl/>
          <w:lang w:bidi="fa-IR"/>
        </w:rPr>
        <w:t xml:space="preserve"> بعد از آن كه خوب شد</w:t>
      </w:r>
      <w:r w:rsidR="000C4B14">
        <w:rPr>
          <w:rtl/>
          <w:lang w:bidi="fa-IR"/>
        </w:rPr>
        <w:t>،</w:t>
      </w:r>
      <w:r w:rsidRPr="003E3506">
        <w:rPr>
          <w:rtl/>
          <w:lang w:bidi="fa-IR"/>
        </w:rPr>
        <w:t xml:space="preserve"> بايد قضاى رمضان آخر را بگيرد</w:t>
      </w:r>
      <w:r w:rsidR="000C4B14">
        <w:rPr>
          <w:rtl/>
          <w:lang w:bidi="fa-IR"/>
        </w:rPr>
        <w:t>،</w:t>
      </w:r>
      <w:r w:rsidRPr="003E3506">
        <w:rPr>
          <w:rtl/>
          <w:lang w:bidi="fa-IR"/>
        </w:rPr>
        <w:t xml:space="preserve"> و براى هر روز از سالهاى پيش يك مد طعام به فقير بدهد.</w:t>
      </w:r>
    </w:p>
    <w:p w:rsidR="003E3506" w:rsidRPr="003E3506" w:rsidRDefault="003E3506" w:rsidP="003E3506">
      <w:pPr>
        <w:pStyle w:val="libNormal"/>
        <w:rPr>
          <w:lang w:bidi="fa-IR"/>
        </w:rPr>
      </w:pPr>
      <w:r w:rsidRPr="003E3506">
        <w:rPr>
          <w:rtl/>
          <w:lang w:bidi="fa-IR"/>
        </w:rPr>
        <w:lastRenderedPageBreak/>
        <w:t>١٧١٧ - كسى كه بايد براى هر روز يك مد طعام به فقير بدهد</w:t>
      </w:r>
      <w:r w:rsidR="000C4B14">
        <w:rPr>
          <w:rtl/>
          <w:lang w:bidi="fa-IR"/>
        </w:rPr>
        <w:t>،</w:t>
      </w:r>
      <w:r w:rsidRPr="003E3506">
        <w:rPr>
          <w:rtl/>
          <w:lang w:bidi="fa-IR"/>
        </w:rPr>
        <w:t xml:space="preserve"> مى تواند كفاره چند روز را به يك فقير بدهد</w:t>
      </w:r>
      <w:r w:rsidR="000C4B14">
        <w:rPr>
          <w:rtl/>
          <w:lang w:bidi="fa-IR"/>
        </w:rPr>
        <w:t>.</w:t>
      </w:r>
    </w:p>
    <w:p w:rsidR="003E3506" w:rsidRPr="003E3506" w:rsidRDefault="003E3506" w:rsidP="003E3506">
      <w:pPr>
        <w:pStyle w:val="libNormal"/>
        <w:rPr>
          <w:lang w:bidi="fa-IR"/>
        </w:rPr>
      </w:pPr>
      <w:r w:rsidRPr="003E3506">
        <w:rPr>
          <w:rtl/>
          <w:lang w:bidi="fa-IR"/>
        </w:rPr>
        <w:t>١٧١٨ - اگر قضاى روزه رمضان را چند سال تاخير بيندازد بايد قضا را بگيرد و از جهت تاخير در سال اول براى هر روز يك مد طعام به فقير بدهد و اما از جهت تاخير چند سال بعدى چيزى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١٧١٩ - اگر روزه رمضان را عمدا نگيرد</w:t>
      </w:r>
      <w:r w:rsidR="000C4B14">
        <w:rPr>
          <w:rtl/>
          <w:lang w:bidi="fa-IR"/>
        </w:rPr>
        <w:t>،</w:t>
      </w:r>
      <w:r w:rsidRPr="003E3506">
        <w:rPr>
          <w:rtl/>
          <w:lang w:bidi="fa-IR"/>
        </w:rPr>
        <w:t xml:space="preserve"> بايد قضاى آن را بجا آورد و براى هر روز دو ماه روزه بگيرد</w:t>
      </w:r>
      <w:r w:rsidR="000C4B14">
        <w:rPr>
          <w:rtl/>
          <w:lang w:bidi="fa-IR"/>
        </w:rPr>
        <w:t>،</w:t>
      </w:r>
      <w:r w:rsidRPr="003E3506">
        <w:rPr>
          <w:rtl/>
          <w:lang w:bidi="fa-IR"/>
        </w:rPr>
        <w:t xml:space="preserve"> يا به شصت فقير طعام بدهد يا يك بنده آزاد كند و چنانچه تا رمضان آينده قضاى آن روزه را به جا نياورد</w:t>
      </w:r>
      <w:r w:rsidR="000C4B14">
        <w:rPr>
          <w:rtl/>
          <w:lang w:bidi="fa-IR"/>
        </w:rPr>
        <w:t>،</w:t>
      </w:r>
      <w:r w:rsidRPr="003E3506">
        <w:rPr>
          <w:rtl/>
          <w:lang w:bidi="fa-IR"/>
        </w:rPr>
        <w:t xml:space="preserve"> بنابر احتياط لازم براى هر روز يك مد طعام نيز كفاره بدهد.</w:t>
      </w:r>
    </w:p>
    <w:p w:rsidR="003E3506" w:rsidRPr="003E3506" w:rsidRDefault="003E3506" w:rsidP="003E3506">
      <w:pPr>
        <w:pStyle w:val="libNormal"/>
        <w:rPr>
          <w:lang w:bidi="fa-IR"/>
        </w:rPr>
      </w:pPr>
      <w:r w:rsidRPr="003E3506">
        <w:rPr>
          <w:rtl/>
          <w:lang w:bidi="fa-IR"/>
        </w:rPr>
        <w:t>١٧٢٠ - اگر روزه رمضان را عمدا نگيرد</w:t>
      </w:r>
      <w:r w:rsidR="000C4B14">
        <w:rPr>
          <w:rtl/>
          <w:lang w:bidi="fa-IR"/>
        </w:rPr>
        <w:t>،</w:t>
      </w:r>
      <w:r w:rsidRPr="003E3506">
        <w:rPr>
          <w:rtl/>
          <w:lang w:bidi="fa-IR"/>
        </w:rPr>
        <w:t xml:space="preserve"> و در روز مكرر جماع يا استمناء كند</w:t>
      </w:r>
      <w:r w:rsidR="000C4B14">
        <w:rPr>
          <w:rtl/>
          <w:lang w:bidi="fa-IR"/>
        </w:rPr>
        <w:t>،</w:t>
      </w:r>
      <w:r w:rsidRPr="003E3506">
        <w:rPr>
          <w:rtl/>
          <w:lang w:bidi="fa-IR"/>
        </w:rPr>
        <w:t xml:space="preserve"> كفاره بنابر اقوى مكرر نمى شود</w:t>
      </w:r>
      <w:r w:rsidR="000C4B14">
        <w:rPr>
          <w:rtl/>
          <w:lang w:bidi="fa-IR"/>
        </w:rPr>
        <w:t>،</w:t>
      </w:r>
      <w:r w:rsidRPr="003E3506">
        <w:rPr>
          <w:rtl/>
          <w:lang w:bidi="fa-IR"/>
        </w:rPr>
        <w:t xml:space="preserve"> و هم چنين اگر چند مرتبه كار ديگرى كه روزه را باطل مى كند انجام دهد</w:t>
      </w:r>
      <w:r w:rsidR="000C4B14">
        <w:rPr>
          <w:rtl/>
          <w:lang w:bidi="fa-IR"/>
        </w:rPr>
        <w:t>،</w:t>
      </w:r>
      <w:r w:rsidRPr="003E3506">
        <w:rPr>
          <w:rtl/>
          <w:lang w:bidi="fa-IR"/>
        </w:rPr>
        <w:t xml:space="preserve"> مثلا چند مرتبه غذا بخورد يك كفاره كافى است</w:t>
      </w:r>
      <w:r w:rsidR="000C4B14">
        <w:rPr>
          <w:rtl/>
          <w:lang w:bidi="fa-IR"/>
        </w:rPr>
        <w:t>.</w:t>
      </w:r>
    </w:p>
    <w:p w:rsidR="003E3506" w:rsidRPr="003E3506" w:rsidRDefault="003E3506" w:rsidP="003E3506">
      <w:pPr>
        <w:pStyle w:val="libNormal"/>
        <w:rPr>
          <w:lang w:bidi="fa-IR"/>
        </w:rPr>
      </w:pPr>
      <w:r w:rsidRPr="003E3506">
        <w:rPr>
          <w:rtl/>
          <w:lang w:bidi="fa-IR"/>
        </w:rPr>
        <w:t>١٧٢١ - بعد از مرگ پدر</w:t>
      </w:r>
      <w:r w:rsidR="000C4B14">
        <w:rPr>
          <w:rtl/>
          <w:lang w:bidi="fa-IR"/>
        </w:rPr>
        <w:t>،</w:t>
      </w:r>
      <w:r w:rsidRPr="003E3506">
        <w:rPr>
          <w:rtl/>
          <w:lang w:bidi="fa-IR"/>
        </w:rPr>
        <w:t xml:space="preserve"> پسر بزرگتر بنابر احتياط لازم بايد قضاى روزه او را به تفصيلى كه در نماز در صفحه </w:t>
      </w:r>
      <w:r w:rsidR="00605FAB">
        <w:rPr>
          <w:rtl/>
          <w:lang w:bidi="fa-IR"/>
        </w:rPr>
        <w:t>(</w:t>
      </w:r>
      <w:r w:rsidRPr="003E3506">
        <w:rPr>
          <w:rtl/>
          <w:lang w:bidi="fa-IR"/>
        </w:rPr>
        <w:t>٢٥١</w:t>
      </w:r>
      <w:r w:rsidR="00605FAB">
        <w:rPr>
          <w:rtl/>
          <w:lang w:bidi="fa-IR"/>
        </w:rPr>
        <w:t>)</w:t>
      </w:r>
      <w:r w:rsidRPr="003E3506">
        <w:rPr>
          <w:rtl/>
          <w:lang w:bidi="fa-IR"/>
        </w:rPr>
        <w:t xml:space="preserve"> گفته شد به جا آورد.</w:t>
      </w:r>
    </w:p>
    <w:p w:rsidR="003E3506" w:rsidRPr="003E3506" w:rsidRDefault="003E3506" w:rsidP="003E3506">
      <w:pPr>
        <w:pStyle w:val="libNormal"/>
        <w:rPr>
          <w:lang w:bidi="fa-IR"/>
        </w:rPr>
      </w:pPr>
      <w:r w:rsidRPr="003E3506">
        <w:rPr>
          <w:rtl/>
          <w:lang w:bidi="fa-IR"/>
        </w:rPr>
        <w:t>١٧٢٢ - اگر پدر غير از روزه رمضان</w:t>
      </w:r>
      <w:r w:rsidR="000C4B14">
        <w:rPr>
          <w:rtl/>
          <w:lang w:bidi="fa-IR"/>
        </w:rPr>
        <w:t>.</w:t>
      </w:r>
    </w:p>
    <w:p w:rsidR="003E3506" w:rsidRPr="003E3506" w:rsidRDefault="003E3506" w:rsidP="003E3506">
      <w:pPr>
        <w:pStyle w:val="libNormal"/>
        <w:rPr>
          <w:lang w:bidi="fa-IR"/>
        </w:rPr>
      </w:pPr>
      <w:r w:rsidRPr="003E3506">
        <w:rPr>
          <w:rtl/>
          <w:lang w:bidi="fa-IR"/>
        </w:rPr>
        <w:t>روزه واجب ديگرى را مانند روزه نذر نگرفته باشد</w:t>
      </w:r>
      <w:r w:rsidR="000C4B14">
        <w:rPr>
          <w:rtl/>
          <w:lang w:bidi="fa-IR"/>
        </w:rPr>
        <w:t>،</w:t>
      </w:r>
      <w:r w:rsidRPr="003E3506">
        <w:rPr>
          <w:rtl/>
          <w:lang w:bidi="fa-IR"/>
        </w:rPr>
        <w:t xml:space="preserve"> احتياط مستحب آن است كه پسر بزرگتر قضا نمايد.</w:t>
      </w:r>
    </w:p>
    <w:p w:rsidR="003E3506" w:rsidRPr="003E3506" w:rsidRDefault="003E3506" w:rsidP="003E3506">
      <w:pPr>
        <w:pStyle w:val="libNormal"/>
        <w:rPr>
          <w:lang w:bidi="fa-IR"/>
        </w:rPr>
      </w:pPr>
      <w:r w:rsidRPr="003E3506">
        <w:rPr>
          <w:rtl/>
          <w:lang w:bidi="fa-IR"/>
        </w:rPr>
        <w:t>و اگر براى روزه اى اجير شده و نگرفته باشد</w:t>
      </w:r>
      <w:r w:rsidR="000C4B14">
        <w:rPr>
          <w:rtl/>
          <w:lang w:bidi="fa-IR"/>
        </w:rPr>
        <w:t>،</w:t>
      </w:r>
      <w:r w:rsidRPr="003E3506">
        <w:rPr>
          <w:rtl/>
          <w:lang w:bidi="fa-IR"/>
        </w:rPr>
        <w:t xml:space="preserve"> قضاء آن بر پسر بزرگ لازم نيست</w:t>
      </w:r>
      <w:r w:rsidR="000C4B14">
        <w:rPr>
          <w:rtl/>
          <w:lang w:bidi="fa-IR"/>
        </w:rPr>
        <w:t>.</w:t>
      </w:r>
    </w:p>
    <w:p w:rsidR="003E3506" w:rsidRDefault="00605FAB" w:rsidP="00F72BDA">
      <w:pPr>
        <w:pStyle w:val="Heading3"/>
        <w:rPr>
          <w:rtl/>
          <w:lang w:bidi="fa-IR"/>
        </w:rPr>
      </w:pPr>
      <w:bookmarkStart w:id="188" w:name="_Toc24454611"/>
      <w:r>
        <w:rPr>
          <w:rtl/>
          <w:lang w:bidi="fa-IR"/>
        </w:rPr>
        <w:t>(</w:t>
      </w:r>
      <w:r w:rsidR="003E3506" w:rsidRPr="003E3506">
        <w:rPr>
          <w:rtl/>
          <w:lang w:bidi="fa-IR"/>
        </w:rPr>
        <w:t>احكام روزه مسافر</w:t>
      </w:r>
      <w:r>
        <w:rPr>
          <w:rtl/>
          <w:lang w:bidi="fa-IR"/>
        </w:rPr>
        <w:t>)</w:t>
      </w:r>
      <w:bookmarkEnd w:id="188"/>
    </w:p>
    <w:p w:rsidR="003E3506" w:rsidRPr="003E3506" w:rsidRDefault="003E3506" w:rsidP="003E3506">
      <w:pPr>
        <w:pStyle w:val="libNormal"/>
        <w:rPr>
          <w:lang w:bidi="fa-IR"/>
        </w:rPr>
      </w:pPr>
      <w:r w:rsidRPr="003E3506">
        <w:rPr>
          <w:rtl/>
          <w:lang w:bidi="fa-IR"/>
        </w:rPr>
        <w:t>١٧٢٣ - مسافرى كه بايد نمازهاى چهار ركعتى را در سفر دو ركعت بخواند</w:t>
      </w:r>
      <w:r w:rsidR="000C4B14">
        <w:rPr>
          <w:rtl/>
          <w:lang w:bidi="fa-IR"/>
        </w:rPr>
        <w:t>،</w:t>
      </w:r>
      <w:r w:rsidRPr="003E3506">
        <w:rPr>
          <w:rtl/>
          <w:lang w:bidi="fa-IR"/>
        </w:rPr>
        <w:t xml:space="preserve"> نبايد روزه بگيرد</w:t>
      </w:r>
      <w:r w:rsidR="000C4B14">
        <w:rPr>
          <w:rtl/>
          <w:lang w:bidi="fa-IR"/>
        </w:rPr>
        <w:t>،</w:t>
      </w:r>
      <w:r w:rsidRPr="003E3506">
        <w:rPr>
          <w:rtl/>
          <w:lang w:bidi="fa-IR"/>
        </w:rPr>
        <w:t xml:space="preserve"> و مسافرى كه نمازش را تمام مى خواند</w:t>
      </w:r>
      <w:r w:rsidR="000C4B14">
        <w:rPr>
          <w:rtl/>
          <w:lang w:bidi="fa-IR"/>
        </w:rPr>
        <w:t>،</w:t>
      </w:r>
      <w:r w:rsidRPr="003E3506">
        <w:rPr>
          <w:rtl/>
          <w:lang w:bidi="fa-IR"/>
        </w:rPr>
        <w:t xml:space="preserve"> مثل كسى كه شغلش مسافرت</w:t>
      </w:r>
      <w:r w:rsidR="000C4B14">
        <w:rPr>
          <w:rtl/>
          <w:lang w:bidi="fa-IR"/>
        </w:rPr>
        <w:t>،</w:t>
      </w:r>
      <w:r w:rsidRPr="003E3506">
        <w:rPr>
          <w:rtl/>
          <w:lang w:bidi="fa-IR"/>
        </w:rPr>
        <w:t xml:space="preserve"> يا سفر او سفر معصيت است</w:t>
      </w:r>
      <w:r w:rsidR="000C4B14">
        <w:rPr>
          <w:rtl/>
          <w:lang w:bidi="fa-IR"/>
        </w:rPr>
        <w:t>،</w:t>
      </w:r>
      <w:r w:rsidRPr="003E3506">
        <w:rPr>
          <w:rtl/>
          <w:lang w:bidi="fa-IR"/>
        </w:rPr>
        <w:t xml:space="preserve"> بايد در سفر روزه بگيرد.</w:t>
      </w:r>
    </w:p>
    <w:p w:rsidR="003E3506" w:rsidRPr="003E3506" w:rsidRDefault="003E3506" w:rsidP="003E3506">
      <w:pPr>
        <w:pStyle w:val="libNormal"/>
        <w:rPr>
          <w:lang w:bidi="fa-IR"/>
        </w:rPr>
      </w:pPr>
      <w:r w:rsidRPr="003E3506">
        <w:rPr>
          <w:rtl/>
          <w:lang w:bidi="fa-IR"/>
        </w:rPr>
        <w:t>١٧٢٤ - مسافرت در ماه رمضان اشكال ندارد</w:t>
      </w:r>
      <w:r w:rsidR="000C4B14">
        <w:rPr>
          <w:rtl/>
          <w:lang w:bidi="fa-IR"/>
        </w:rPr>
        <w:t>،</w:t>
      </w:r>
      <w:r w:rsidRPr="003E3506">
        <w:rPr>
          <w:rtl/>
          <w:lang w:bidi="fa-IR"/>
        </w:rPr>
        <w:t xml:space="preserve"> ولى براى فرار از روزه مسافرت مكروه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و هم چنين است مطلق سفر قبل از روز بيست و چهارم در ماه رمضان مگر اين كه سفر براى حج يا عمره يا به جهت ضرورتى باشد.</w:t>
      </w:r>
    </w:p>
    <w:p w:rsidR="003E3506" w:rsidRPr="003E3506" w:rsidRDefault="003E3506" w:rsidP="003E3506">
      <w:pPr>
        <w:pStyle w:val="libNormal"/>
        <w:rPr>
          <w:lang w:bidi="fa-IR"/>
        </w:rPr>
      </w:pPr>
      <w:r w:rsidRPr="003E3506">
        <w:rPr>
          <w:rtl/>
          <w:lang w:bidi="fa-IR"/>
        </w:rPr>
        <w:t>١٧٢٥ - اگر غير روزه رمضان روزه معين ديگرى بر انسان واجب باشد</w:t>
      </w:r>
      <w:r w:rsidR="000C4B14">
        <w:rPr>
          <w:rtl/>
          <w:lang w:bidi="fa-IR"/>
        </w:rPr>
        <w:t>،</w:t>
      </w:r>
      <w:r w:rsidRPr="003E3506">
        <w:rPr>
          <w:rtl/>
          <w:lang w:bidi="fa-IR"/>
        </w:rPr>
        <w:t xml:space="preserve"> چنانچه به اجاره يا مانند آن واجب شده باشد يا روز سوم از روزهاى اعتكاف باشد</w:t>
      </w:r>
      <w:r w:rsidR="000C4B14">
        <w:rPr>
          <w:rtl/>
          <w:lang w:bidi="fa-IR"/>
        </w:rPr>
        <w:t>،</w:t>
      </w:r>
      <w:r w:rsidRPr="003E3506">
        <w:rPr>
          <w:rtl/>
          <w:lang w:bidi="fa-IR"/>
        </w:rPr>
        <w:t xml:space="preserve"> نمى تواند در آن روز مسافرت كند</w:t>
      </w:r>
      <w:r w:rsidR="000C4B14">
        <w:rPr>
          <w:rtl/>
          <w:lang w:bidi="fa-IR"/>
        </w:rPr>
        <w:t>،</w:t>
      </w:r>
      <w:r w:rsidRPr="003E3506">
        <w:rPr>
          <w:rtl/>
          <w:lang w:bidi="fa-IR"/>
        </w:rPr>
        <w:t xml:space="preserve"> و اگر در سفر باشد</w:t>
      </w:r>
      <w:r w:rsidR="000C4B14">
        <w:rPr>
          <w:rtl/>
          <w:lang w:bidi="fa-IR"/>
        </w:rPr>
        <w:t>،</w:t>
      </w:r>
      <w:r w:rsidRPr="003E3506">
        <w:rPr>
          <w:rtl/>
          <w:lang w:bidi="fa-IR"/>
        </w:rPr>
        <w:t xml:space="preserve"> چنانچه ممكن است بايد قصد كند كه ده روز در جايى بماند و آن روز را روزه بگيرد</w:t>
      </w:r>
      <w:r w:rsidR="000C4B14">
        <w:rPr>
          <w:rtl/>
          <w:lang w:bidi="fa-IR"/>
        </w:rPr>
        <w:t>،</w:t>
      </w:r>
      <w:r w:rsidRPr="003E3506">
        <w:rPr>
          <w:rtl/>
          <w:lang w:bidi="fa-IR"/>
        </w:rPr>
        <w:t xml:space="preserve"> ولى اگر روزه آن روز به نذر واجب شده باشد</w:t>
      </w:r>
      <w:r w:rsidR="000C4B14">
        <w:rPr>
          <w:rtl/>
          <w:lang w:bidi="fa-IR"/>
        </w:rPr>
        <w:t>،</w:t>
      </w:r>
      <w:r w:rsidRPr="003E3506">
        <w:rPr>
          <w:rtl/>
          <w:lang w:bidi="fa-IR"/>
        </w:rPr>
        <w:t xml:space="preserve"> ظاهر آن است كه سفر در آن روز جايز است و قصد اقامه واجب نيست هر چند بهتر آن است كه تا ناچار نشود مسافرت نكند و اگر در سفر است قصد اقامت نمايد.</w:t>
      </w:r>
    </w:p>
    <w:p w:rsidR="003E3506" w:rsidRPr="003E3506" w:rsidRDefault="003E3506" w:rsidP="003E3506">
      <w:pPr>
        <w:pStyle w:val="libNormal"/>
        <w:rPr>
          <w:lang w:bidi="fa-IR"/>
        </w:rPr>
      </w:pPr>
      <w:r w:rsidRPr="003E3506">
        <w:rPr>
          <w:rtl/>
          <w:lang w:bidi="fa-IR"/>
        </w:rPr>
        <w:t>١٧٢٦ - اگر نذر كند روزه مستحبى بگيرد</w:t>
      </w:r>
      <w:r w:rsidR="000C4B14">
        <w:rPr>
          <w:rtl/>
          <w:lang w:bidi="fa-IR"/>
        </w:rPr>
        <w:t>،</w:t>
      </w:r>
      <w:r w:rsidRPr="003E3506">
        <w:rPr>
          <w:rtl/>
          <w:lang w:bidi="fa-IR"/>
        </w:rPr>
        <w:t xml:space="preserve"> و روز آن را معين نكند</w:t>
      </w:r>
      <w:r w:rsidR="000C4B14">
        <w:rPr>
          <w:rtl/>
          <w:lang w:bidi="fa-IR"/>
        </w:rPr>
        <w:t>،</w:t>
      </w:r>
      <w:r w:rsidRPr="003E3506">
        <w:rPr>
          <w:rtl/>
          <w:lang w:bidi="fa-IR"/>
        </w:rPr>
        <w:t xml:space="preserve"> نمى تواند آن را در سفر به جا آورد</w:t>
      </w:r>
      <w:r w:rsidR="000C4B14">
        <w:rPr>
          <w:rtl/>
          <w:lang w:bidi="fa-IR"/>
        </w:rPr>
        <w:t>،</w:t>
      </w:r>
      <w:r w:rsidRPr="003E3506">
        <w:rPr>
          <w:rtl/>
          <w:lang w:bidi="fa-IR"/>
        </w:rPr>
        <w:t xml:space="preserve"> ولى چنانچه نذر كند كه روز معينى را در سفر روزه بگيرد بايد آن را در سفر بجا آورد</w:t>
      </w:r>
      <w:r w:rsidR="000C4B14">
        <w:rPr>
          <w:rtl/>
          <w:lang w:bidi="fa-IR"/>
        </w:rPr>
        <w:t>،</w:t>
      </w:r>
      <w:r w:rsidRPr="003E3506">
        <w:rPr>
          <w:rtl/>
          <w:lang w:bidi="fa-IR"/>
        </w:rPr>
        <w:t xml:space="preserve"> و نيز اگر نذر كند روز معينى را چه مسافر باشد يا نباشد</w:t>
      </w:r>
      <w:r w:rsidR="000C4B14">
        <w:rPr>
          <w:rtl/>
          <w:lang w:bidi="fa-IR"/>
        </w:rPr>
        <w:t>،</w:t>
      </w:r>
      <w:r w:rsidRPr="003E3506">
        <w:rPr>
          <w:rtl/>
          <w:lang w:bidi="fa-IR"/>
        </w:rPr>
        <w:t xml:space="preserve"> روزه بگيرد</w:t>
      </w:r>
      <w:r w:rsidR="000C4B14">
        <w:rPr>
          <w:rtl/>
          <w:lang w:bidi="fa-IR"/>
        </w:rPr>
        <w:t>،</w:t>
      </w:r>
      <w:r w:rsidRPr="003E3506">
        <w:rPr>
          <w:rtl/>
          <w:lang w:bidi="fa-IR"/>
        </w:rPr>
        <w:t xml:space="preserve"> بايد آن روز را اگر چه مسافر باشد</w:t>
      </w:r>
      <w:r w:rsidR="000C4B14">
        <w:rPr>
          <w:rtl/>
          <w:lang w:bidi="fa-IR"/>
        </w:rPr>
        <w:t>،</w:t>
      </w:r>
      <w:r w:rsidRPr="003E3506">
        <w:rPr>
          <w:rtl/>
          <w:lang w:bidi="fa-IR"/>
        </w:rPr>
        <w:t xml:space="preserve"> روزه بگيرد.</w:t>
      </w:r>
    </w:p>
    <w:p w:rsidR="003E3506" w:rsidRPr="003E3506" w:rsidRDefault="003E3506" w:rsidP="003E3506">
      <w:pPr>
        <w:pStyle w:val="libNormal"/>
        <w:rPr>
          <w:lang w:bidi="fa-IR"/>
        </w:rPr>
      </w:pPr>
      <w:r w:rsidRPr="003E3506">
        <w:rPr>
          <w:rtl/>
          <w:lang w:bidi="fa-IR"/>
        </w:rPr>
        <w:t>١٧٢٧ - مسافر مى تواند براى خواستن حاجت سه روز در مدينه طيبه روزه مستحبى بگيرد</w:t>
      </w:r>
      <w:r w:rsidR="000C4B14">
        <w:rPr>
          <w:rtl/>
          <w:lang w:bidi="fa-IR"/>
        </w:rPr>
        <w:t>،</w:t>
      </w:r>
      <w:r w:rsidRPr="003E3506">
        <w:rPr>
          <w:rtl/>
          <w:lang w:bidi="fa-IR"/>
        </w:rPr>
        <w:t xml:space="preserve"> و احوط اين است كه آن سه روز روزهاى چهارشنبه و پنج شنبه و جمعه باشد.</w:t>
      </w:r>
    </w:p>
    <w:p w:rsidR="003E3506" w:rsidRPr="003E3506" w:rsidRDefault="003E3506" w:rsidP="003E3506">
      <w:pPr>
        <w:pStyle w:val="libNormal"/>
        <w:rPr>
          <w:lang w:bidi="fa-IR"/>
        </w:rPr>
      </w:pPr>
      <w:r w:rsidRPr="003E3506">
        <w:rPr>
          <w:rtl/>
          <w:lang w:bidi="fa-IR"/>
        </w:rPr>
        <w:t>١٧٢٨ - كسى كه نمى داند روزه مسافر باطل است</w:t>
      </w:r>
      <w:r w:rsidR="000C4B14">
        <w:rPr>
          <w:rtl/>
          <w:lang w:bidi="fa-IR"/>
        </w:rPr>
        <w:t>،</w:t>
      </w:r>
      <w:r w:rsidRPr="003E3506">
        <w:rPr>
          <w:rtl/>
          <w:lang w:bidi="fa-IR"/>
        </w:rPr>
        <w:t xml:space="preserve"> اگر در سفر روزه بگيرد</w:t>
      </w:r>
      <w:r w:rsidR="000C4B14">
        <w:rPr>
          <w:rtl/>
          <w:lang w:bidi="fa-IR"/>
        </w:rPr>
        <w:t>،</w:t>
      </w:r>
      <w:r w:rsidRPr="003E3506">
        <w:rPr>
          <w:rtl/>
          <w:lang w:bidi="fa-IR"/>
        </w:rPr>
        <w:t xml:space="preserve"> و در بين روز مساله را بفهمد</w:t>
      </w:r>
      <w:r w:rsidR="000C4B14">
        <w:rPr>
          <w:rtl/>
          <w:lang w:bidi="fa-IR"/>
        </w:rPr>
        <w:t>،</w:t>
      </w:r>
      <w:r w:rsidRPr="003E3506">
        <w:rPr>
          <w:rtl/>
          <w:lang w:bidi="fa-IR"/>
        </w:rPr>
        <w:t xml:space="preserve"> روزه اش باطل مى شود</w:t>
      </w:r>
      <w:r w:rsidR="000C4B14">
        <w:rPr>
          <w:rtl/>
          <w:lang w:bidi="fa-IR"/>
        </w:rPr>
        <w:t>،</w:t>
      </w:r>
      <w:r w:rsidRPr="003E3506">
        <w:rPr>
          <w:rtl/>
          <w:lang w:bidi="fa-IR"/>
        </w:rPr>
        <w:t xml:space="preserve"> و اگر تا مغرب نفهمد روزه اش صحيح است</w:t>
      </w:r>
      <w:r w:rsidR="000C4B14">
        <w:rPr>
          <w:rtl/>
          <w:lang w:bidi="fa-IR"/>
        </w:rPr>
        <w:t>.</w:t>
      </w:r>
    </w:p>
    <w:p w:rsidR="003E3506" w:rsidRPr="003E3506" w:rsidRDefault="003E3506" w:rsidP="003E3506">
      <w:pPr>
        <w:pStyle w:val="libNormal"/>
        <w:rPr>
          <w:lang w:bidi="fa-IR"/>
        </w:rPr>
      </w:pPr>
      <w:r w:rsidRPr="003E3506">
        <w:rPr>
          <w:rtl/>
          <w:lang w:bidi="fa-IR"/>
        </w:rPr>
        <w:t>١٧٢٩ - اگر فراموش كند كه مسافر است</w:t>
      </w:r>
      <w:r w:rsidR="000C4B14">
        <w:rPr>
          <w:rtl/>
          <w:lang w:bidi="fa-IR"/>
        </w:rPr>
        <w:t>،</w:t>
      </w:r>
      <w:r w:rsidRPr="003E3506">
        <w:rPr>
          <w:rtl/>
          <w:lang w:bidi="fa-IR"/>
        </w:rPr>
        <w:t xml:space="preserve"> يا فراموش كند كه روزه مسافر باطل مى باشد</w:t>
      </w:r>
      <w:r w:rsidR="000C4B14">
        <w:rPr>
          <w:rtl/>
          <w:lang w:bidi="fa-IR"/>
        </w:rPr>
        <w:t>،</w:t>
      </w:r>
      <w:r w:rsidRPr="003E3506">
        <w:rPr>
          <w:rtl/>
          <w:lang w:bidi="fa-IR"/>
        </w:rPr>
        <w:t xml:space="preserve"> و در سفر روزه بگيرد</w:t>
      </w:r>
      <w:r w:rsidR="000C4B14">
        <w:rPr>
          <w:rtl/>
          <w:lang w:bidi="fa-IR"/>
        </w:rPr>
        <w:t>،</w:t>
      </w:r>
      <w:r w:rsidRPr="003E3506">
        <w:rPr>
          <w:rtl/>
          <w:lang w:bidi="fa-IR"/>
        </w:rPr>
        <w:t xml:space="preserve"> روزه او باطل است</w:t>
      </w:r>
      <w:r w:rsidR="000C4B14">
        <w:rPr>
          <w:rtl/>
          <w:lang w:bidi="fa-IR"/>
        </w:rPr>
        <w:t>.</w:t>
      </w:r>
    </w:p>
    <w:p w:rsidR="003E3506" w:rsidRPr="003E3506" w:rsidRDefault="003E3506" w:rsidP="003E3506">
      <w:pPr>
        <w:pStyle w:val="libNormal"/>
        <w:rPr>
          <w:lang w:bidi="fa-IR"/>
        </w:rPr>
      </w:pPr>
      <w:r w:rsidRPr="003E3506">
        <w:rPr>
          <w:rtl/>
          <w:lang w:bidi="fa-IR"/>
        </w:rPr>
        <w:t>١٧٣٠ - اگر روزه دار بعد از ظهر مسافرت نمايد</w:t>
      </w:r>
      <w:r w:rsidR="000C4B14">
        <w:rPr>
          <w:rtl/>
          <w:lang w:bidi="fa-IR"/>
        </w:rPr>
        <w:t>،</w:t>
      </w:r>
      <w:r w:rsidRPr="003E3506">
        <w:rPr>
          <w:rtl/>
          <w:lang w:bidi="fa-IR"/>
        </w:rPr>
        <w:t xml:space="preserve"> بايد بنابر احتياط روزه خود را تمام كند</w:t>
      </w:r>
      <w:r w:rsidR="000C4B14">
        <w:rPr>
          <w:rtl/>
          <w:lang w:bidi="fa-IR"/>
        </w:rPr>
        <w:t>،</w:t>
      </w:r>
      <w:r w:rsidRPr="003E3506">
        <w:rPr>
          <w:rtl/>
          <w:lang w:bidi="fa-IR"/>
        </w:rPr>
        <w:t xml:space="preserve"> و اگر پيش از ظهر مسافرت كند</w:t>
      </w:r>
      <w:r w:rsidR="000C4B14">
        <w:rPr>
          <w:rtl/>
          <w:lang w:bidi="fa-IR"/>
        </w:rPr>
        <w:t>،</w:t>
      </w:r>
      <w:r w:rsidRPr="003E3506">
        <w:rPr>
          <w:rtl/>
          <w:lang w:bidi="fa-IR"/>
        </w:rPr>
        <w:t xml:space="preserve"> چنانچه از شب نيت سفر داشته باشد</w:t>
      </w:r>
      <w:r w:rsidR="000C4B14">
        <w:rPr>
          <w:rtl/>
          <w:lang w:bidi="fa-IR"/>
        </w:rPr>
        <w:t>،</w:t>
      </w:r>
      <w:r w:rsidRPr="003E3506">
        <w:rPr>
          <w:rtl/>
          <w:lang w:bidi="fa-IR"/>
        </w:rPr>
        <w:t xml:space="preserve"> نمى تواند آن روز را روزه بگيرد</w:t>
      </w:r>
      <w:r w:rsidR="000C4B14">
        <w:rPr>
          <w:rtl/>
          <w:lang w:bidi="fa-IR"/>
        </w:rPr>
        <w:t>،</w:t>
      </w:r>
      <w:r w:rsidRPr="003E3506">
        <w:rPr>
          <w:rtl/>
          <w:lang w:bidi="fa-IR"/>
        </w:rPr>
        <w:t xml:space="preserve"> بلكه اگر از شب هم نيت نداشته باشد نمى تواند بنابر احتياط آن روز را روزه بگيرد</w:t>
      </w:r>
      <w:r w:rsidR="000C4B14">
        <w:rPr>
          <w:rtl/>
          <w:lang w:bidi="fa-IR"/>
        </w:rPr>
        <w:t>،</w:t>
      </w:r>
      <w:r w:rsidRPr="003E3506">
        <w:rPr>
          <w:rtl/>
          <w:lang w:bidi="fa-IR"/>
        </w:rPr>
        <w:t xml:space="preserve"> ولى </w:t>
      </w:r>
      <w:r w:rsidRPr="003E3506">
        <w:rPr>
          <w:rtl/>
          <w:lang w:bidi="fa-IR"/>
        </w:rPr>
        <w:lastRenderedPageBreak/>
        <w:t>در هر صورت نبايد پيش از رسيدن به حد ترخص چيزى را كه روزه را باطل مى كند انجام دهد و گرنه كفاره بر او واجب مى شود.</w:t>
      </w:r>
    </w:p>
    <w:p w:rsidR="003E3506" w:rsidRPr="003E3506" w:rsidRDefault="003E3506" w:rsidP="003E3506">
      <w:pPr>
        <w:pStyle w:val="libNormal"/>
        <w:rPr>
          <w:lang w:bidi="fa-IR"/>
        </w:rPr>
      </w:pPr>
      <w:r w:rsidRPr="003E3506">
        <w:rPr>
          <w:rtl/>
          <w:lang w:bidi="fa-IR"/>
        </w:rPr>
        <w:t>١٧٣١ - اگر مسافر در ماه رمضان چه آن كه قبل از فجر در سفر بوده و چه آن كه روزه بوده و سفر نمايد</w:t>
      </w:r>
      <w:r w:rsidR="000C4B14">
        <w:rPr>
          <w:rtl/>
          <w:lang w:bidi="fa-IR"/>
        </w:rPr>
        <w:t>،</w:t>
      </w:r>
      <w:r w:rsidRPr="003E3506">
        <w:rPr>
          <w:rtl/>
          <w:lang w:bidi="fa-IR"/>
        </w:rPr>
        <w:t xml:space="preserve"> چنانچه پيش از ظهر به وطنش برسد يا به جايى برسد كه مى خواهد ده روز در آنجا بماند</w:t>
      </w:r>
      <w:r w:rsidR="000C4B14">
        <w:rPr>
          <w:rtl/>
          <w:lang w:bidi="fa-IR"/>
        </w:rPr>
        <w:t>،</w:t>
      </w:r>
      <w:r w:rsidRPr="003E3506">
        <w:rPr>
          <w:rtl/>
          <w:lang w:bidi="fa-IR"/>
        </w:rPr>
        <w:t xml:space="preserve"> چنانچه كارى كه روزه را باطل مى كند انجام نداده</w:t>
      </w:r>
      <w:r w:rsidR="000C4B14">
        <w:rPr>
          <w:rtl/>
          <w:lang w:bidi="fa-IR"/>
        </w:rPr>
        <w:t>،</w:t>
      </w:r>
      <w:r w:rsidRPr="003E3506">
        <w:rPr>
          <w:rtl/>
          <w:lang w:bidi="fa-IR"/>
        </w:rPr>
        <w:t xml:space="preserve"> بايد آن روز روزه را بگيرد</w:t>
      </w:r>
      <w:r w:rsidR="000C4B14">
        <w:rPr>
          <w:rtl/>
          <w:lang w:bidi="fa-IR"/>
        </w:rPr>
        <w:t>،</w:t>
      </w:r>
      <w:r w:rsidRPr="003E3506">
        <w:rPr>
          <w:rtl/>
          <w:lang w:bidi="fa-IR"/>
        </w:rPr>
        <w:t xml:space="preserve"> و اگر انجام داده روزه آن روز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١٧٣٢ - اگر مسافر بعد از ظهر به وطنش برسد</w:t>
      </w:r>
      <w:r w:rsidR="000C4B14">
        <w:rPr>
          <w:rtl/>
          <w:lang w:bidi="fa-IR"/>
        </w:rPr>
        <w:t>،</w:t>
      </w:r>
      <w:r w:rsidRPr="003E3506">
        <w:rPr>
          <w:rtl/>
          <w:lang w:bidi="fa-IR"/>
        </w:rPr>
        <w:t xml:space="preserve"> يا به جايى برسد كه مى خواهد ده روز در آنجا بماند</w:t>
      </w:r>
      <w:r w:rsidR="000C4B14">
        <w:rPr>
          <w:rtl/>
          <w:lang w:bidi="fa-IR"/>
        </w:rPr>
        <w:t>،</w:t>
      </w:r>
      <w:r w:rsidRPr="003E3506">
        <w:rPr>
          <w:rtl/>
          <w:lang w:bidi="fa-IR"/>
        </w:rPr>
        <w:t xml:space="preserve"> نمى تواند آن روز را روزه بگيرد.</w:t>
      </w:r>
    </w:p>
    <w:p w:rsidR="003E3506" w:rsidRPr="003E3506" w:rsidRDefault="003E3506" w:rsidP="003E3506">
      <w:pPr>
        <w:pStyle w:val="libNormal"/>
        <w:rPr>
          <w:lang w:bidi="fa-IR"/>
        </w:rPr>
      </w:pPr>
      <w:r w:rsidRPr="003E3506">
        <w:rPr>
          <w:rtl/>
          <w:lang w:bidi="fa-IR"/>
        </w:rPr>
        <w:t>١٧٣٣ - مسافر و كسى كه از روزه گرفتن عذر دارد</w:t>
      </w:r>
      <w:r w:rsidR="000C4B14">
        <w:rPr>
          <w:rtl/>
          <w:lang w:bidi="fa-IR"/>
        </w:rPr>
        <w:t>،</w:t>
      </w:r>
      <w:r w:rsidRPr="003E3506">
        <w:rPr>
          <w:rtl/>
          <w:lang w:bidi="fa-IR"/>
        </w:rPr>
        <w:t xml:space="preserve"> مكروه است در روز ماه رمضان جماع نمايد</w:t>
      </w:r>
      <w:r w:rsidR="000C4B14">
        <w:rPr>
          <w:rtl/>
          <w:lang w:bidi="fa-IR"/>
        </w:rPr>
        <w:t>،</w:t>
      </w:r>
      <w:r w:rsidRPr="003E3506">
        <w:rPr>
          <w:rtl/>
          <w:lang w:bidi="fa-IR"/>
        </w:rPr>
        <w:t xml:space="preserve"> و در خوردن و آشاميدن كاملا خود را سير كند.</w:t>
      </w:r>
    </w:p>
    <w:p w:rsidR="003E3506" w:rsidRDefault="00605FAB" w:rsidP="00F72BDA">
      <w:pPr>
        <w:pStyle w:val="Heading3"/>
        <w:rPr>
          <w:rtl/>
          <w:lang w:bidi="fa-IR"/>
        </w:rPr>
      </w:pPr>
      <w:bookmarkStart w:id="189" w:name="_Toc24454612"/>
      <w:r>
        <w:rPr>
          <w:rtl/>
          <w:lang w:bidi="fa-IR"/>
        </w:rPr>
        <w:t>(</w:t>
      </w:r>
      <w:r w:rsidR="003E3506" w:rsidRPr="003E3506">
        <w:rPr>
          <w:rtl/>
          <w:lang w:bidi="fa-IR"/>
        </w:rPr>
        <w:t>كسانى كه روزه بر آنها واجب نيست</w:t>
      </w:r>
      <w:r>
        <w:rPr>
          <w:rtl/>
          <w:lang w:bidi="fa-IR"/>
        </w:rPr>
        <w:t>)</w:t>
      </w:r>
      <w:bookmarkEnd w:id="189"/>
    </w:p>
    <w:p w:rsidR="003E3506" w:rsidRPr="003E3506" w:rsidRDefault="003E3506" w:rsidP="003E3506">
      <w:pPr>
        <w:pStyle w:val="libNormal"/>
        <w:rPr>
          <w:lang w:bidi="fa-IR"/>
        </w:rPr>
      </w:pPr>
      <w:r w:rsidRPr="003E3506">
        <w:rPr>
          <w:rtl/>
          <w:lang w:bidi="fa-IR"/>
        </w:rPr>
        <w:t>١٧٣٤ - كسى كه به واسطه پيرى نمى تواند روزه بگيرد</w:t>
      </w:r>
      <w:r w:rsidR="000C4B14">
        <w:rPr>
          <w:rtl/>
          <w:lang w:bidi="fa-IR"/>
        </w:rPr>
        <w:t>،</w:t>
      </w:r>
      <w:r w:rsidRPr="003E3506">
        <w:rPr>
          <w:rtl/>
          <w:lang w:bidi="fa-IR"/>
        </w:rPr>
        <w:t xml:space="preserve"> يا براى او مشقت دارد</w:t>
      </w:r>
      <w:r w:rsidR="000C4B14">
        <w:rPr>
          <w:rtl/>
          <w:lang w:bidi="fa-IR"/>
        </w:rPr>
        <w:t>،</w:t>
      </w:r>
      <w:r w:rsidRPr="003E3506">
        <w:rPr>
          <w:rtl/>
          <w:lang w:bidi="fa-IR"/>
        </w:rPr>
        <w:t xml:space="preserve"> روزه بر او واجب نيست</w:t>
      </w:r>
      <w:r w:rsidR="000C4B14">
        <w:rPr>
          <w:rtl/>
          <w:lang w:bidi="fa-IR"/>
        </w:rPr>
        <w:t>.</w:t>
      </w:r>
    </w:p>
    <w:p w:rsidR="003E3506" w:rsidRPr="003E3506" w:rsidRDefault="003E3506" w:rsidP="003E3506">
      <w:pPr>
        <w:pStyle w:val="libNormal"/>
        <w:rPr>
          <w:lang w:bidi="fa-IR"/>
        </w:rPr>
      </w:pPr>
      <w:r w:rsidRPr="003E3506">
        <w:rPr>
          <w:rtl/>
          <w:lang w:bidi="fa-IR"/>
        </w:rPr>
        <w:t>ولى در صورت دوم بايد براى هر روز يك مد طعام - گندم يا جو يا نان و مانند اينها - به فقير بدهد.</w:t>
      </w:r>
    </w:p>
    <w:p w:rsidR="003E3506" w:rsidRPr="003E3506" w:rsidRDefault="003E3506" w:rsidP="003E3506">
      <w:pPr>
        <w:pStyle w:val="libNormal"/>
        <w:rPr>
          <w:lang w:bidi="fa-IR"/>
        </w:rPr>
      </w:pPr>
      <w:r w:rsidRPr="003E3506">
        <w:rPr>
          <w:rtl/>
          <w:lang w:bidi="fa-IR"/>
        </w:rPr>
        <w:t>١٧٣٥ - كسى كه به واسطه پيرى روزه نگرفته اگر بعد از ماه رمضان بتواند روزه بگيرد</w:t>
      </w:r>
      <w:r w:rsidR="000C4B14">
        <w:rPr>
          <w:rtl/>
          <w:lang w:bidi="fa-IR"/>
        </w:rPr>
        <w:t>،</w:t>
      </w:r>
      <w:r w:rsidRPr="003E3506">
        <w:rPr>
          <w:rtl/>
          <w:lang w:bidi="fa-IR"/>
        </w:rPr>
        <w:t xml:space="preserve"> احتياط مستحب آن است كه قضاى روزه هايى را كه نگرفته است به جا آورد.</w:t>
      </w:r>
    </w:p>
    <w:p w:rsidR="003E3506" w:rsidRPr="003E3506" w:rsidRDefault="003E3506" w:rsidP="003E3506">
      <w:pPr>
        <w:pStyle w:val="libNormal"/>
        <w:rPr>
          <w:lang w:bidi="fa-IR"/>
        </w:rPr>
      </w:pPr>
      <w:r w:rsidRPr="003E3506">
        <w:rPr>
          <w:rtl/>
          <w:lang w:bidi="fa-IR"/>
        </w:rPr>
        <w:t>١٧٣٦ - اگر انسان مرضى دارد كه زياد تشنه مى شود</w:t>
      </w:r>
      <w:r w:rsidR="000C4B14">
        <w:rPr>
          <w:rtl/>
          <w:lang w:bidi="fa-IR"/>
        </w:rPr>
        <w:t>،</w:t>
      </w:r>
      <w:r w:rsidRPr="003E3506">
        <w:rPr>
          <w:rtl/>
          <w:lang w:bidi="fa-IR"/>
        </w:rPr>
        <w:t xml:space="preserve"> و نمى تواند تشنگى را تحمل كند</w:t>
      </w:r>
      <w:r w:rsidR="000C4B14">
        <w:rPr>
          <w:rtl/>
          <w:lang w:bidi="fa-IR"/>
        </w:rPr>
        <w:t>،</w:t>
      </w:r>
      <w:r w:rsidRPr="003E3506">
        <w:rPr>
          <w:rtl/>
          <w:lang w:bidi="fa-IR"/>
        </w:rPr>
        <w:t xml:space="preserve"> يا براى او مشقت دارد</w:t>
      </w:r>
      <w:r w:rsidR="000C4B14">
        <w:rPr>
          <w:rtl/>
          <w:lang w:bidi="fa-IR"/>
        </w:rPr>
        <w:t>،</w:t>
      </w:r>
      <w:r w:rsidRPr="003E3506">
        <w:rPr>
          <w:rtl/>
          <w:lang w:bidi="fa-IR"/>
        </w:rPr>
        <w:t xml:space="preserve"> روزه بر او واجب نيست ولى در صورت دوم بايد براى هر روز يك مد طعام به فقير بدهد</w:t>
      </w:r>
      <w:r w:rsidR="000C4B14">
        <w:rPr>
          <w:rtl/>
          <w:lang w:bidi="fa-IR"/>
        </w:rPr>
        <w:t>،</w:t>
      </w:r>
      <w:r w:rsidRPr="003E3506">
        <w:rPr>
          <w:rtl/>
          <w:lang w:bidi="fa-IR"/>
        </w:rPr>
        <w:t xml:space="preserve"> و احتياط مستحب آن است كه بيشتر از مقدارى كه ناچار است آب نياشامد</w:t>
      </w:r>
      <w:r w:rsidR="000C4B14">
        <w:rPr>
          <w:rtl/>
          <w:lang w:bidi="fa-IR"/>
        </w:rPr>
        <w:t>،</w:t>
      </w:r>
      <w:r w:rsidRPr="003E3506">
        <w:rPr>
          <w:rtl/>
          <w:lang w:bidi="fa-IR"/>
        </w:rPr>
        <w:t xml:space="preserve"> و چنانچه بعد بتواند روزه بگيرد</w:t>
      </w:r>
      <w:r w:rsidR="000C4B14">
        <w:rPr>
          <w:rtl/>
          <w:lang w:bidi="fa-IR"/>
        </w:rPr>
        <w:t>،</w:t>
      </w:r>
      <w:r w:rsidRPr="003E3506">
        <w:rPr>
          <w:rtl/>
          <w:lang w:bidi="fa-IR"/>
        </w:rPr>
        <w:t xml:space="preserve"> بنابر احتياط مستحب روزه هايى را كه نگرفته قضا نمايد.</w:t>
      </w:r>
    </w:p>
    <w:p w:rsidR="003E3506" w:rsidRPr="003E3506" w:rsidRDefault="003E3506" w:rsidP="003E3506">
      <w:pPr>
        <w:pStyle w:val="libNormal"/>
        <w:rPr>
          <w:lang w:bidi="fa-IR"/>
        </w:rPr>
      </w:pPr>
      <w:r w:rsidRPr="003E3506">
        <w:rPr>
          <w:rtl/>
          <w:lang w:bidi="fa-IR"/>
        </w:rPr>
        <w:lastRenderedPageBreak/>
        <w:t>١٧٣٧ - زنى كه زاييدن او نزديك است و روزه براى خودش يا حملش ضرر دارد</w:t>
      </w:r>
      <w:r w:rsidR="000C4B14">
        <w:rPr>
          <w:rtl/>
          <w:lang w:bidi="fa-IR"/>
        </w:rPr>
        <w:t>،</w:t>
      </w:r>
      <w:r w:rsidRPr="003E3506">
        <w:rPr>
          <w:rtl/>
          <w:lang w:bidi="fa-IR"/>
        </w:rPr>
        <w:t xml:space="preserve"> روزه بر او واجب نيست</w:t>
      </w:r>
      <w:r w:rsidR="000C4B14">
        <w:rPr>
          <w:rtl/>
          <w:lang w:bidi="fa-IR"/>
        </w:rPr>
        <w:t>،</w:t>
      </w:r>
      <w:r w:rsidRPr="003E3506">
        <w:rPr>
          <w:rtl/>
          <w:lang w:bidi="fa-IR"/>
        </w:rPr>
        <w:t xml:space="preserve"> و بايد براى هر روز يك مد طعام به فقير بدهد</w:t>
      </w:r>
      <w:r w:rsidR="000C4B14">
        <w:rPr>
          <w:rtl/>
          <w:lang w:bidi="fa-IR"/>
        </w:rPr>
        <w:t>،</w:t>
      </w:r>
      <w:r w:rsidRPr="003E3506">
        <w:rPr>
          <w:rtl/>
          <w:lang w:bidi="fa-IR"/>
        </w:rPr>
        <w:t xml:space="preserve"> و در هر دو صورت روزه هايى را كه نگرفته بايد قضا نمايد.</w:t>
      </w:r>
    </w:p>
    <w:p w:rsidR="003E3506" w:rsidRPr="003E3506" w:rsidRDefault="003E3506" w:rsidP="003E3506">
      <w:pPr>
        <w:pStyle w:val="libNormal"/>
        <w:rPr>
          <w:lang w:bidi="fa-IR"/>
        </w:rPr>
      </w:pPr>
      <w:r w:rsidRPr="003E3506">
        <w:rPr>
          <w:rtl/>
          <w:lang w:bidi="fa-IR"/>
        </w:rPr>
        <w:t>١٧٣٨ - زنى كه بچه شير مى دهد و شير او كم است چه مادر بچه يا دايه او باشد</w:t>
      </w:r>
      <w:r w:rsidR="000C4B14">
        <w:rPr>
          <w:rtl/>
          <w:lang w:bidi="fa-IR"/>
        </w:rPr>
        <w:t>،</w:t>
      </w:r>
      <w:r w:rsidRPr="003E3506">
        <w:rPr>
          <w:rtl/>
          <w:lang w:bidi="fa-IR"/>
        </w:rPr>
        <w:t xml:space="preserve"> يا بى اجرت شير دهد</w:t>
      </w:r>
      <w:r w:rsidR="000C4B14">
        <w:rPr>
          <w:rtl/>
          <w:lang w:bidi="fa-IR"/>
        </w:rPr>
        <w:t>،</w:t>
      </w:r>
      <w:r w:rsidRPr="003E3506">
        <w:rPr>
          <w:rtl/>
          <w:lang w:bidi="fa-IR"/>
        </w:rPr>
        <w:t xml:space="preserve"> اگر روزه براى خودش يا بچه اى كه شير مى دهد ضرر دارد</w:t>
      </w:r>
      <w:r w:rsidR="000C4B14">
        <w:rPr>
          <w:rtl/>
          <w:lang w:bidi="fa-IR"/>
        </w:rPr>
        <w:t>،</w:t>
      </w:r>
      <w:r w:rsidRPr="003E3506">
        <w:rPr>
          <w:rtl/>
          <w:lang w:bidi="fa-IR"/>
        </w:rPr>
        <w:t xml:space="preserve"> روزه بر او واجب نيست</w:t>
      </w:r>
      <w:r w:rsidR="000C4B14">
        <w:rPr>
          <w:rtl/>
          <w:lang w:bidi="fa-IR"/>
        </w:rPr>
        <w:t>،</w:t>
      </w:r>
      <w:r w:rsidRPr="003E3506">
        <w:rPr>
          <w:rtl/>
          <w:lang w:bidi="fa-IR"/>
        </w:rPr>
        <w:t xml:space="preserve"> و بايد براى هر روز يك مد طعام به فقير بدهد</w:t>
      </w:r>
      <w:r w:rsidR="000C4B14">
        <w:rPr>
          <w:rtl/>
          <w:lang w:bidi="fa-IR"/>
        </w:rPr>
        <w:t>،</w:t>
      </w:r>
      <w:r w:rsidRPr="003E3506">
        <w:rPr>
          <w:rtl/>
          <w:lang w:bidi="fa-IR"/>
        </w:rPr>
        <w:t xml:space="preserve"> و در هر دو صورت روزه هايى را كه نگرفته بايد قضا نمايد</w:t>
      </w:r>
      <w:r w:rsidR="000C4B14">
        <w:rPr>
          <w:rtl/>
          <w:lang w:bidi="fa-IR"/>
        </w:rPr>
        <w:t>،</w:t>
      </w:r>
      <w:r w:rsidRPr="003E3506">
        <w:rPr>
          <w:rtl/>
          <w:lang w:bidi="fa-IR"/>
        </w:rPr>
        <w:t xml:space="preserve"> ولى بنابر احتياط واجب اين حكم اختصاص به موردى دارد كه شير دادن بچه منحصر به همين راه باشد</w:t>
      </w:r>
      <w:r w:rsidR="000C4B14">
        <w:rPr>
          <w:rtl/>
          <w:lang w:bidi="fa-IR"/>
        </w:rPr>
        <w:t>،</w:t>
      </w:r>
      <w:r w:rsidRPr="003E3506">
        <w:rPr>
          <w:rtl/>
          <w:lang w:bidi="fa-IR"/>
        </w:rPr>
        <w:t xml:space="preserve"> و اما اگر راه ديگرى براى شير دادن بچه باشد - مثلا اين كه چند زن در شير دادن او شركت كنند - ثبوت اين حكم محل اشكال است</w:t>
      </w:r>
      <w:r w:rsidR="000C4B14">
        <w:rPr>
          <w:rtl/>
          <w:lang w:bidi="fa-IR"/>
        </w:rPr>
        <w:t>.</w:t>
      </w:r>
    </w:p>
    <w:p w:rsidR="003E3506" w:rsidRDefault="00605FAB" w:rsidP="00F72BDA">
      <w:pPr>
        <w:pStyle w:val="Heading3"/>
        <w:rPr>
          <w:rtl/>
          <w:lang w:bidi="fa-IR"/>
        </w:rPr>
      </w:pPr>
      <w:bookmarkStart w:id="190" w:name="_Toc24454613"/>
      <w:r>
        <w:rPr>
          <w:rtl/>
          <w:lang w:bidi="fa-IR"/>
        </w:rPr>
        <w:t>(</w:t>
      </w:r>
      <w:r w:rsidR="003E3506" w:rsidRPr="003E3506">
        <w:rPr>
          <w:rtl/>
          <w:lang w:bidi="fa-IR"/>
        </w:rPr>
        <w:t>راه ثابت شدن اول ماه</w:t>
      </w:r>
      <w:r>
        <w:rPr>
          <w:rtl/>
          <w:lang w:bidi="fa-IR"/>
        </w:rPr>
        <w:t>)</w:t>
      </w:r>
      <w:bookmarkEnd w:id="190"/>
    </w:p>
    <w:p w:rsidR="003E3506" w:rsidRPr="003E3506" w:rsidRDefault="003E3506" w:rsidP="003E3506">
      <w:pPr>
        <w:pStyle w:val="libNormal"/>
        <w:rPr>
          <w:lang w:bidi="fa-IR"/>
        </w:rPr>
      </w:pPr>
      <w:r w:rsidRPr="003E3506">
        <w:rPr>
          <w:rtl/>
          <w:lang w:bidi="fa-IR"/>
        </w:rPr>
        <w:t>١٧٣٩ - اول ماه به چهار چيز ثابت مى شود</w:t>
      </w:r>
      <w:r w:rsidR="00553569">
        <w:rPr>
          <w:rtl/>
          <w:lang w:bidi="fa-IR"/>
        </w:rPr>
        <w:t>:</w:t>
      </w:r>
      <w:r w:rsidRPr="003E3506">
        <w:rPr>
          <w:rtl/>
          <w:lang w:bidi="fa-IR"/>
        </w:rPr>
        <w:t xml:space="preserve"> اول آن كه خود انسان ماه را ببيند.</w:t>
      </w:r>
    </w:p>
    <w:p w:rsidR="003E3506" w:rsidRPr="003E3506" w:rsidRDefault="003E3506" w:rsidP="003E3506">
      <w:pPr>
        <w:pStyle w:val="libNormal"/>
        <w:rPr>
          <w:lang w:bidi="fa-IR"/>
        </w:rPr>
      </w:pPr>
      <w:r w:rsidRPr="003E3506">
        <w:rPr>
          <w:rtl/>
          <w:lang w:bidi="fa-IR"/>
        </w:rPr>
        <w:t>دوم عده اى كه از گفته آنان يقين يا اطمينان پيدا مى شود</w:t>
      </w:r>
      <w:r w:rsidR="000C4B14">
        <w:rPr>
          <w:rtl/>
          <w:lang w:bidi="fa-IR"/>
        </w:rPr>
        <w:t>،</w:t>
      </w:r>
      <w:r w:rsidRPr="003E3506">
        <w:rPr>
          <w:rtl/>
          <w:lang w:bidi="fa-IR"/>
        </w:rPr>
        <w:t xml:space="preserve"> بگويند ماه را ديده ايم و هم چنين است هر چيزى كه به واسطه آن يقين يا اطمينان پيدا شود.</w:t>
      </w:r>
    </w:p>
    <w:p w:rsidR="003E3506" w:rsidRPr="003E3506" w:rsidRDefault="003E3506" w:rsidP="003E3506">
      <w:pPr>
        <w:pStyle w:val="libNormal"/>
        <w:rPr>
          <w:lang w:bidi="fa-IR"/>
        </w:rPr>
      </w:pPr>
      <w:r w:rsidRPr="003E3506">
        <w:rPr>
          <w:rtl/>
          <w:lang w:bidi="fa-IR"/>
        </w:rPr>
        <w:t>سوم دو مرد عادل بگويند كه در شب ماه را ديده ايم</w:t>
      </w:r>
      <w:r w:rsidR="000C4B14">
        <w:rPr>
          <w:rtl/>
          <w:lang w:bidi="fa-IR"/>
        </w:rPr>
        <w:t>،</w:t>
      </w:r>
      <w:r w:rsidRPr="003E3506">
        <w:rPr>
          <w:rtl/>
          <w:lang w:bidi="fa-IR"/>
        </w:rPr>
        <w:t xml:space="preserve"> ولى اگر صفت ماه را بر خلاف يكديگر بگويند</w:t>
      </w:r>
      <w:r w:rsidR="000C4B14">
        <w:rPr>
          <w:rtl/>
          <w:lang w:bidi="fa-IR"/>
        </w:rPr>
        <w:t>،</w:t>
      </w:r>
      <w:r w:rsidRPr="003E3506">
        <w:rPr>
          <w:rtl/>
          <w:lang w:bidi="fa-IR"/>
        </w:rPr>
        <w:t xml:space="preserve"> اول ماه ثابت نمى شود</w:t>
      </w:r>
      <w:r w:rsidR="000C4B14">
        <w:rPr>
          <w:rtl/>
          <w:lang w:bidi="fa-IR"/>
        </w:rPr>
        <w:t>،</w:t>
      </w:r>
      <w:r w:rsidRPr="003E3506">
        <w:rPr>
          <w:rtl/>
          <w:lang w:bidi="fa-IR"/>
        </w:rPr>
        <w:t xml:space="preserve"> و هم چنين است اگر شهادت آنان مبتلى به معارض - يا در حكم معارض - باشد مثلا اگر گروه زيادى از مردم شهر استهلال نمايند</w:t>
      </w:r>
      <w:r w:rsidR="000C4B14">
        <w:rPr>
          <w:rtl/>
          <w:lang w:bidi="fa-IR"/>
        </w:rPr>
        <w:t>،</w:t>
      </w:r>
      <w:r w:rsidRPr="003E3506">
        <w:rPr>
          <w:rtl/>
          <w:lang w:bidi="fa-IR"/>
        </w:rPr>
        <w:t xml:space="preserve"> ولى بيش از دو نفر عادل كسى ديگر ادعاى رؤيت ماه را نكند</w:t>
      </w:r>
      <w:r w:rsidR="000C4B14">
        <w:rPr>
          <w:rtl/>
          <w:lang w:bidi="fa-IR"/>
        </w:rPr>
        <w:t>،</w:t>
      </w:r>
      <w:r w:rsidRPr="003E3506">
        <w:rPr>
          <w:rtl/>
          <w:lang w:bidi="fa-IR"/>
        </w:rPr>
        <w:t xml:space="preserve"> يا آن كه گروهى استهلال كنند</w:t>
      </w:r>
      <w:r w:rsidR="000C4B14">
        <w:rPr>
          <w:rtl/>
          <w:lang w:bidi="fa-IR"/>
        </w:rPr>
        <w:t>،</w:t>
      </w:r>
      <w:r w:rsidRPr="003E3506">
        <w:rPr>
          <w:rtl/>
          <w:lang w:bidi="fa-IR"/>
        </w:rPr>
        <w:t xml:space="preserve"> و دو نفر عادل از ميان آنان ادعاى رؤيت كنند</w:t>
      </w:r>
      <w:r w:rsidR="000C4B14">
        <w:rPr>
          <w:rtl/>
          <w:lang w:bidi="fa-IR"/>
        </w:rPr>
        <w:t>،</w:t>
      </w:r>
      <w:r w:rsidRPr="003E3506">
        <w:rPr>
          <w:rtl/>
          <w:lang w:bidi="fa-IR"/>
        </w:rPr>
        <w:t xml:space="preserve"> و ديگران رؤيت نكنند</w:t>
      </w:r>
      <w:r w:rsidR="000C4B14">
        <w:rPr>
          <w:rtl/>
          <w:lang w:bidi="fa-IR"/>
        </w:rPr>
        <w:t>،</w:t>
      </w:r>
      <w:r w:rsidRPr="003E3506">
        <w:rPr>
          <w:rtl/>
          <w:lang w:bidi="fa-IR"/>
        </w:rPr>
        <w:t xml:space="preserve"> حال آن كه دو نفر عادل ديگر در ميان آنها باشد كه در دانستن جاى هلال و در تيزبينى و در ديگر خصوصيات مانند آن دو عادل اول باشند</w:t>
      </w:r>
      <w:r w:rsidR="000C4B14">
        <w:rPr>
          <w:rtl/>
          <w:lang w:bidi="fa-IR"/>
        </w:rPr>
        <w:t>،</w:t>
      </w:r>
      <w:r w:rsidRPr="003E3506">
        <w:rPr>
          <w:rtl/>
          <w:lang w:bidi="fa-IR"/>
        </w:rPr>
        <w:t xml:space="preserve"> در اين چنين موارد اول ماه به شهادت دو عادل ثابت نمى شود.</w:t>
      </w:r>
    </w:p>
    <w:p w:rsidR="003E3506" w:rsidRPr="003E3506" w:rsidRDefault="003E3506" w:rsidP="003E3506">
      <w:pPr>
        <w:pStyle w:val="libNormal"/>
        <w:rPr>
          <w:lang w:bidi="fa-IR"/>
        </w:rPr>
      </w:pPr>
      <w:r w:rsidRPr="003E3506">
        <w:rPr>
          <w:rtl/>
          <w:lang w:bidi="fa-IR"/>
        </w:rPr>
        <w:t>چهارم سى روز از اول ماه شعبان بگذرد كه به واسطه آن اول ماه رمضان ثابت مى شود</w:t>
      </w:r>
      <w:r w:rsidR="000C4B14">
        <w:rPr>
          <w:rtl/>
          <w:lang w:bidi="fa-IR"/>
        </w:rPr>
        <w:t>،</w:t>
      </w:r>
      <w:r w:rsidRPr="003E3506">
        <w:rPr>
          <w:rtl/>
          <w:lang w:bidi="fa-IR"/>
        </w:rPr>
        <w:t xml:space="preserve"> و سى روز از اول رمضان بگذرد كه به واسطه آن</w:t>
      </w:r>
      <w:r w:rsidR="000C4B14">
        <w:rPr>
          <w:rtl/>
          <w:lang w:bidi="fa-IR"/>
        </w:rPr>
        <w:t>،</w:t>
      </w:r>
      <w:r w:rsidRPr="003E3506">
        <w:rPr>
          <w:rtl/>
          <w:lang w:bidi="fa-IR"/>
        </w:rPr>
        <w:t xml:space="preserve"> اول ماه شوال ثابت مى شود.</w:t>
      </w:r>
    </w:p>
    <w:p w:rsidR="003E3506" w:rsidRPr="003E3506" w:rsidRDefault="003E3506" w:rsidP="003E3506">
      <w:pPr>
        <w:pStyle w:val="libNormal"/>
        <w:rPr>
          <w:lang w:bidi="fa-IR"/>
        </w:rPr>
      </w:pPr>
      <w:r w:rsidRPr="003E3506">
        <w:rPr>
          <w:rtl/>
          <w:lang w:bidi="fa-IR"/>
        </w:rPr>
        <w:lastRenderedPageBreak/>
        <w:t>١٧٤٠ - اول ماه به حكم حاكم شرع ثابت نمى شود</w:t>
      </w:r>
      <w:r w:rsidR="000C4B14">
        <w:rPr>
          <w:rtl/>
          <w:lang w:bidi="fa-IR"/>
        </w:rPr>
        <w:t>،</w:t>
      </w:r>
      <w:r w:rsidRPr="003E3506">
        <w:rPr>
          <w:rtl/>
          <w:lang w:bidi="fa-IR"/>
        </w:rPr>
        <w:t xml:space="preserve"> و رعايت احتياط اولى است</w:t>
      </w:r>
      <w:r w:rsidR="000C4B14">
        <w:rPr>
          <w:rtl/>
          <w:lang w:bidi="fa-IR"/>
        </w:rPr>
        <w:t>.</w:t>
      </w:r>
    </w:p>
    <w:p w:rsidR="003E3506" w:rsidRPr="003E3506" w:rsidRDefault="003E3506" w:rsidP="003E3506">
      <w:pPr>
        <w:pStyle w:val="libNormal"/>
        <w:rPr>
          <w:lang w:bidi="fa-IR"/>
        </w:rPr>
      </w:pPr>
      <w:r w:rsidRPr="003E3506">
        <w:rPr>
          <w:rtl/>
          <w:lang w:bidi="fa-IR"/>
        </w:rPr>
        <w:t>١٧٤١ - اول ماه با پيشگويى منجمين ثابت نمى شود</w:t>
      </w:r>
      <w:r w:rsidR="000C4B14">
        <w:rPr>
          <w:rtl/>
          <w:lang w:bidi="fa-IR"/>
        </w:rPr>
        <w:t>،</w:t>
      </w:r>
      <w:r w:rsidRPr="003E3506">
        <w:rPr>
          <w:rtl/>
          <w:lang w:bidi="fa-IR"/>
        </w:rPr>
        <w:t xml:space="preserve"> ولى اگر انسان از گفته آنان يقين يا اطمينان پيدا كند</w:t>
      </w:r>
      <w:r w:rsidR="000C4B14">
        <w:rPr>
          <w:rtl/>
          <w:lang w:bidi="fa-IR"/>
        </w:rPr>
        <w:t>،</w:t>
      </w:r>
      <w:r w:rsidRPr="003E3506">
        <w:rPr>
          <w:rtl/>
          <w:lang w:bidi="fa-IR"/>
        </w:rPr>
        <w:t xml:space="preserve"> بايد به آن عمل نمايد.</w:t>
      </w:r>
    </w:p>
    <w:p w:rsidR="003E3506" w:rsidRPr="003E3506" w:rsidRDefault="003E3506" w:rsidP="003E3506">
      <w:pPr>
        <w:pStyle w:val="libNormal"/>
        <w:rPr>
          <w:lang w:bidi="fa-IR"/>
        </w:rPr>
      </w:pPr>
      <w:r w:rsidRPr="003E3506">
        <w:rPr>
          <w:rtl/>
          <w:lang w:bidi="fa-IR"/>
        </w:rPr>
        <w:t>١٧٤٢ - بلند بودن ماه يا دير غروب كردن آن</w:t>
      </w:r>
      <w:r w:rsidR="000C4B14">
        <w:rPr>
          <w:rtl/>
          <w:lang w:bidi="fa-IR"/>
        </w:rPr>
        <w:t>،</w:t>
      </w:r>
      <w:r w:rsidRPr="003E3506">
        <w:rPr>
          <w:rtl/>
          <w:lang w:bidi="fa-IR"/>
        </w:rPr>
        <w:t xml:space="preserve"> دليل نمى شود كه شب پيش</w:t>
      </w:r>
      <w:r w:rsidR="000C4B14">
        <w:rPr>
          <w:rtl/>
          <w:lang w:bidi="fa-IR"/>
        </w:rPr>
        <w:t>،</w:t>
      </w:r>
      <w:r w:rsidRPr="003E3506">
        <w:rPr>
          <w:rtl/>
          <w:lang w:bidi="fa-IR"/>
        </w:rPr>
        <w:t xml:space="preserve"> شب اول ماه بوده است</w:t>
      </w:r>
      <w:r w:rsidR="000C4B14">
        <w:rPr>
          <w:rtl/>
          <w:lang w:bidi="fa-IR"/>
        </w:rPr>
        <w:t>،</w:t>
      </w:r>
      <w:r w:rsidRPr="003E3506">
        <w:rPr>
          <w:rtl/>
          <w:lang w:bidi="fa-IR"/>
        </w:rPr>
        <w:t xml:space="preserve"> و هم چنين اگر ماه طوق داشته باشد</w:t>
      </w:r>
      <w:r w:rsidR="000C4B14">
        <w:rPr>
          <w:rtl/>
          <w:lang w:bidi="fa-IR"/>
        </w:rPr>
        <w:t>،</w:t>
      </w:r>
      <w:r w:rsidRPr="003E3506">
        <w:rPr>
          <w:rtl/>
          <w:lang w:bidi="fa-IR"/>
        </w:rPr>
        <w:t xml:space="preserve"> دليل نمى شود مال شب سابق بوده</w:t>
      </w:r>
      <w:r w:rsidR="000C4B14">
        <w:rPr>
          <w:rtl/>
          <w:lang w:bidi="fa-IR"/>
        </w:rPr>
        <w:t>.</w:t>
      </w:r>
    </w:p>
    <w:p w:rsidR="003E3506" w:rsidRPr="003E3506" w:rsidRDefault="003E3506" w:rsidP="003E3506">
      <w:pPr>
        <w:pStyle w:val="libNormal"/>
        <w:rPr>
          <w:lang w:bidi="fa-IR"/>
        </w:rPr>
      </w:pPr>
      <w:r w:rsidRPr="003E3506">
        <w:rPr>
          <w:rtl/>
          <w:lang w:bidi="fa-IR"/>
        </w:rPr>
        <w:t>١٧٤٣ - اگر ماه رمضان براى كسى ثابت نشود و روزه نگيرد</w:t>
      </w:r>
      <w:r w:rsidR="000C4B14">
        <w:rPr>
          <w:rtl/>
          <w:lang w:bidi="fa-IR"/>
        </w:rPr>
        <w:t>،</w:t>
      </w:r>
      <w:r w:rsidRPr="003E3506">
        <w:rPr>
          <w:rtl/>
          <w:lang w:bidi="fa-IR"/>
        </w:rPr>
        <w:t xml:space="preserve"> چنانچه بعد ثابت شود كه شب پيش اول ماه بوده</w:t>
      </w:r>
      <w:r w:rsidR="000C4B14">
        <w:rPr>
          <w:rtl/>
          <w:lang w:bidi="fa-IR"/>
        </w:rPr>
        <w:t>،</w:t>
      </w:r>
      <w:r w:rsidRPr="003E3506">
        <w:rPr>
          <w:rtl/>
          <w:lang w:bidi="fa-IR"/>
        </w:rPr>
        <w:t xml:space="preserve"> بايد روزه آن روز را قضا نمايد.</w:t>
      </w:r>
    </w:p>
    <w:p w:rsidR="003E3506" w:rsidRPr="003E3506" w:rsidRDefault="003E3506" w:rsidP="003E3506">
      <w:pPr>
        <w:pStyle w:val="libNormal"/>
        <w:rPr>
          <w:lang w:bidi="fa-IR"/>
        </w:rPr>
      </w:pPr>
      <w:r w:rsidRPr="003E3506">
        <w:rPr>
          <w:rtl/>
          <w:lang w:bidi="fa-IR"/>
        </w:rPr>
        <w:t>١٧٤٤ - اگر در شهرى اول ماه ثابت شود</w:t>
      </w:r>
      <w:r w:rsidR="000C4B14">
        <w:rPr>
          <w:rtl/>
          <w:lang w:bidi="fa-IR"/>
        </w:rPr>
        <w:t>،</w:t>
      </w:r>
      <w:r w:rsidRPr="003E3506">
        <w:rPr>
          <w:rtl/>
          <w:lang w:bidi="fa-IR"/>
        </w:rPr>
        <w:t xml:space="preserve"> در شهرهاى ديگر كه در افق با او متحد مى باشند</w:t>
      </w:r>
      <w:r w:rsidR="000C4B14">
        <w:rPr>
          <w:rtl/>
          <w:lang w:bidi="fa-IR"/>
        </w:rPr>
        <w:t>،</w:t>
      </w:r>
      <w:r w:rsidRPr="003E3506">
        <w:rPr>
          <w:rtl/>
          <w:lang w:bidi="fa-IR"/>
        </w:rPr>
        <w:t xml:space="preserve"> اول ماه نيز ثابت مى شود</w:t>
      </w:r>
      <w:r w:rsidR="000C4B14">
        <w:rPr>
          <w:rtl/>
          <w:lang w:bidi="fa-IR"/>
        </w:rPr>
        <w:t>،</w:t>
      </w:r>
      <w:r w:rsidRPr="003E3506">
        <w:rPr>
          <w:rtl/>
          <w:lang w:bidi="fa-IR"/>
        </w:rPr>
        <w:t xml:space="preserve"> و مقصود از اتحاد افق در اين جا آن است كه اگر در شهر اول ماه ديده شود و در شهر دوم نيز اگر مانعى مانند ابر نباشد - ديده مى شود.</w:t>
      </w:r>
    </w:p>
    <w:p w:rsidR="003E3506" w:rsidRPr="003E3506" w:rsidRDefault="003E3506" w:rsidP="003E3506">
      <w:pPr>
        <w:pStyle w:val="libNormal"/>
        <w:rPr>
          <w:lang w:bidi="fa-IR"/>
        </w:rPr>
      </w:pPr>
      <w:r w:rsidRPr="003E3506">
        <w:rPr>
          <w:rtl/>
          <w:lang w:bidi="fa-IR"/>
        </w:rPr>
        <w:t>١٧٤٥ - اول ماه به تلگراف ثابت نمى شود</w:t>
      </w:r>
      <w:r w:rsidR="000C4B14">
        <w:rPr>
          <w:rtl/>
          <w:lang w:bidi="fa-IR"/>
        </w:rPr>
        <w:t>،</w:t>
      </w:r>
      <w:r w:rsidRPr="003E3506">
        <w:rPr>
          <w:rtl/>
          <w:lang w:bidi="fa-IR"/>
        </w:rPr>
        <w:t xml:space="preserve"> مگر انسان بداند كه تلگراف از روى شهادت دو مرد عادل يا از راه ديگرى بوده كه شرعا معتبر است</w:t>
      </w:r>
      <w:r w:rsidR="000C4B14">
        <w:rPr>
          <w:rtl/>
          <w:lang w:bidi="fa-IR"/>
        </w:rPr>
        <w:t>.</w:t>
      </w:r>
    </w:p>
    <w:p w:rsidR="003E3506" w:rsidRPr="003E3506" w:rsidRDefault="003E3506" w:rsidP="003E3506">
      <w:pPr>
        <w:pStyle w:val="libNormal"/>
        <w:rPr>
          <w:lang w:bidi="fa-IR"/>
        </w:rPr>
      </w:pPr>
      <w:r w:rsidRPr="003E3506">
        <w:rPr>
          <w:rtl/>
          <w:lang w:bidi="fa-IR"/>
        </w:rPr>
        <w:t>١٧٤٦ - روزى را كه انسان نمى داند آخر رمضان است يا اول شوال</w:t>
      </w:r>
      <w:r w:rsidR="000C4B14">
        <w:rPr>
          <w:rtl/>
          <w:lang w:bidi="fa-IR"/>
        </w:rPr>
        <w:t>،</w:t>
      </w:r>
      <w:r w:rsidRPr="003E3506">
        <w:rPr>
          <w:rtl/>
          <w:lang w:bidi="fa-IR"/>
        </w:rPr>
        <w:t xml:space="preserve"> بايد روزه بگيرد</w:t>
      </w:r>
      <w:r w:rsidR="000C4B14">
        <w:rPr>
          <w:rtl/>
          <w:lang w:bidi="fa-IR"/>
        </w:rPr>
        <w:t>،</w:t>
      </w:r>
      <w:r w:rsidRPr="003E3506">
        <w:rPr>
          <w:rtl/>
          <w:lang w:bidi="fa-IR"/>
        </w:rPr>
        <w:t xml:space="preserve"> ولى اگر در اثنا روز بفهمد كه اول شوال است بايد افطار كند.</w:t>
      </w:r>
    </w:p>
    <w:p w:rsidR="003E3506" w:rsidRPr="003E3506" w:rsidRDefault="003E3506" w:rsidP="003E3506">
      <w:pPr>
        <w:pStyle w:val="libNormal"/>
        <w:rPr>
          <w:lang w:bidi="fa-IR"/>
        </w:rPr>
      </w:pPr>
      <w:r w:rsidRPr="003E3506">
        <w:rPr>
          <w:rtl/>
          <w:lang w:bidi="fa-IR"/>
        </w:rPr>
        <w:t>١٧٤٧ - اگر زندانى نتواند به ماه رمضان يقين كند</w:t>
      </w:r>
      <w:r w:rsidR="000C4B14">
        <w:rPr>
          <w:rtl/>
          <w:lang w:bidi="fa-IR"/>
        </w:rPr>
        <w:t>،</w:t>
      </w:r>
      <w:r w:rsidRPr="003E3506">
        <w:rPr>
          <w:rtl/>
          <w:lang w:bidi="fa-IR"/>
        </w:rPr>
        <w:t xml:space="preserve"> بايد به گمان عمل نمايد</w:t>
      </w:r>
      <w:r w:rsidR="000C4B14">
        <w:rPr>
          <w:rtl/>
          <w:lang w:bidi="fa-IR"/>
        </w:rPr>
        <w:t>،</w:t>
      </w:r>
      <w:r w:rsidRPr="003E3506">
        <w:rPr>
          <w:rtl/>
          <w:lang w:bidi="fa-IR"/>
        </w:rPr>
        <w:t xml:space="preserve"> ولى اگر بتواند گمان قويتر پيدا كند نمى تواند به گمان ضعيف تر عمل نمايد و اگر عمل به گمان ممكن نباشد</w:t>
      </w:r>
      <w:r w:rsidR="000C4B14">
        <w:rPr>
          <w:rtl/>
          <w:lang w:bidi="fa-IR"/>
        </w:rPr>
        <w:t>،</w:t>
      </w:r>
      <w:r w:rsidRPr="003E3506">
        <w:rPr>
          <w:rtl/>
          <w:lang w:bidi="fa-IR"/>
        </w:rPr>
        <w:t xml:space="preserve"> بايد يك ماهى را كه احتمال مى دهد ماه رمضان است روزه بگيرد ولى بايد آن ماه را در نظر داشته باشد</w:t>
      </w:r>
      <w:r w:rsidR="000C4B14">
        <w:rPr>
          <w:rtl/>
          <w:lang w:bidi="fa-IR"/>
        </w:rPr>
        <w:t>،</w:t>
      </w:r>
      <w:r w:rsidRPr="003E3506">
        <w:rPr>
          <w:rtl/>
          <w:lang w:bidi="fa-IR"/>
        </w:rPr>
        <w:t xml:space="preserve"> پس چنانچه بعد بر او معلوم شود كه آن ماه رمضان يا پس از آن بوده چيزى بر او نيست</w:t>
      </w:r>
      <w:r w:rsidR="000C4B14">
        <w:rPr>
          <w:rtl/>
          <w:lang w:bidi="fa-IR"/>
        </w:rPr>
        <w:t>،</w:t>
      </w:r>
      <w:r w:rsidRPr="003E3506">
        <w:rPr>
          <w:rtl/>
          <w:lang w:bidi="fa-IR"/>
        </w:rPr>
        <w:t xml:space="preserve"> ولى اگر معلوم شود كه قبل از ماه رمضان بوده بايد روزه هاى ماه رمضان را قضا نمايد.</w:t>
      </w:r>
    </w:p>
    <w:p w:rsidR="003E3506" w:rsidRDefault="00605FAB" w:rsidP="00F72BDA">
      <w:pPr>
        <w:pStyle w:val="Heading3"/>
        <w:rPr>
          <w:rtl/>
          <w:lang w:bidi="fa-IR"/>
        </w:rPr>
      </w:pPr>
      <w:bookmarkStart w:id="191" w:name="_Toc24454614"/>
      <w:r>
        <w:rPr>
          <w:rtl/>
          <w:lang w:bidi="fa-IR"/>
        </w:rPr>
        <w:t>(</w:t>
      </w:r>
      <w:r w:rsidR="003E3506" w:rsidRPr="003E3506">
        <w:rPr>
          <w:rtl/>
          <w:lang w:bidi="fa-IR"/>
        </w:rPr>
        <w:t>روزه هاى حرام و مكروه</w:t>
      </w:r>
      <w:r>
        <w:rPr>
          <w:rtl/>
          <w:lang w:bidi="fa-IR"/>
        </w:rPr>
        <w:t>)</w:t>
      </w:r>
      <w:bookmarkEnd w:id="191"/>
    </w:p>
    <w:p w:rsidR="003E3506" w:rsidRPr="003E3506" w:rsidRDefault="003E3506" w:rsidP="003E3506">
      <w:pPr>
        <w:pStyle w:val="libNormal"/>
        <w:rPr>
          <w:lang w:bidi="fa-IR"/>
        </w:rPr>
      </w:pPr>
      <w:r w:rsidRPr="003E3506">
        <w:rPr>
          <w:rtl/>
          <w:lang w:bidi="fa-IR"/>
        </w:rPr>
        <w:t>١٧٤٨ - روزه عيد فطر و قربان حرام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و نيز روزى را كه انسان نمى داند آخر شعبان است يا اول رمضان</w:t>
      </w:r>
      <w:r w:rsidR="000C4B14">
        <w:rPr>
          <w:rtl/>
          <w:lang w:bidi="fa-IR"/>
        </w:rPr>
        <w:t>،</w:t>
      </w:r>
      <w:r w:rsidRPr="003E3506">
        <w:rPr>
          <w:rtl/>
          <w:lang w:bidi="fa-IR"/>
        </w:rPr>
        <w:t xml:space="preserve"> اگر به نيت اول رمضان روزه بگيرد</w:t>
      </w:r>
      <w:r w:rsidR="000C4B14">
        <w:rPr>
          <w:rtl/>
          <w:lang w:bidi="fa-IR"/>
        </w:rPr>
        <w:t>،</w:t>
      </w:r>
      <w:r w:rsidRPr="003E3506">
        <w:rPr>
          <w:rtl/>
          <w:lang w:bidi="fa-IR"/>
        </w:rPr>
        <w:t xml:space="preserve"> حرام مى باشد.</w:t>
      </w:r>
    </w:p>
    <w:p w:rsidR="003E3506" w:rsidRPr="003E3506" w:rsidRDefault="003E3506" w:rsidP="003E3506">
      <w:pPr>
        <w:pStyle w:val="libNormal"/>
        <w:rPr>
          <w:lang w:bidi="fa-IR"/>
        </w:rPr>
      </w:pPr>
      <w:r w:rsidRPr="003E3506">
        <w:rPr>
          <w:rtl/>
          <w:lang w:bidi="fa-IR"/>
        </w:rPr>
        <w:t>١٧٤٩ - اگر زن به واسطه گرفتن روزه مستحبى حق شوهرش از بين برود</w:t>
      </w:r>
      <w:r w:rsidR="000C4B14">
        <w:rPr>
          <w:rtl/>
          <w:lang w:bidi="fa-IR"/>
        </w:rPr>
        <w:t>،</w:t>
      </w:r>
      <w:r w:rsidRPr="003E3506">
        <w:rPr>
          <w:rtl/>
          <w:lang w:bidi="fa-IR"/>
        </w:rPr>
        <w:t xml:space="preserve"> روزه او حرام است</w:t>
      </w:r>
      <w:r w:rsidR="000C4B14">
        <w:rPr>
          <w:rtl/>
          <w:lang w:bidi="fa-IR"/>
        </w:rPr>
        <w:t>،</w:t>
      </w:r>
      <w:r w:rsidRPr="003E3506">
        <w:rPr>
          <w:rtl/>
          <w:lang w:bidi="fa-IR"/>
        </w:rPr>
        <w:t xml:space="preserve"> و احتياط واجب آن است</w:t>
      </w:r>
      <w:r w:rsidR="000C4B14">
        <w:rPr>
          <w:rtl/>
          <w:lang w:bidi="fa-IR"/>
        </w:rPr>
        <w:t>،</w:t>
      </w:r>
      <w:r w:rsidRPr="003E3506">
        <w:rPr>
          <w:rtl/>
          <w:lang w:bidi="fa-IR"/>
        </w:rPr>
        <w:t xml:space="preserve"> اگر حق شوهر هم از بين نرود</w:t>
      </w:r>
      <w:r w:rsidR="000C4B14">
        <w:rPr>
          <w:rtl/>
          <w:lang w:bidi="fa-IR"/>
        </w:rPr>
        <w:t>،</w:t>
      </w:r>
      <w:r w:rsidRPr="003E3506">
        <w:rPr>
          <w:rtl/>
          <w:lang w:bidi="fa-IR"/>
        </w:rPr>
        <w:t xml:space="preserve"> بدون اجازه او روزه مستحبى نگيرد.</w:t>
      </w:r>
    </w:p>
    <w:p w:rsidR="003E3506" w:rsidRPr="003E3506" w:rsidRDefault="003E3506" w:rsidP="003E3506">
      <w:pPr>
        <w:pStyle w:val="libNormal"/>
        <w:rPr>
          <w:lang w:bidi="fa-IR"/>
        </w:rPr>
      </w:pPr>
      <w:r w:rsidRPr="003E3506">
        <w:rPr>
          <w:rtl/>
          <w:lang w:bidi="fa-IR"/>
        </w:rPr>
        <w:t>١٧٥٠ - روزه مستحبى اولاد</w:t>
      </w:r>
      <w:r w:rsidR="000C4B14">
        <w:rPr>
          <w:rtl/>
          <w:lang w:bidi="fa-IR"/>
        </w:rPr>
        <w:t>،</w:t>
      </w:r>
      <w:r w:rsidRPr="003E3506">
        <w:rPr>
          <w:rtl/>
          <w:lang w:bidi="fa-IR"/>
        </w:rPr>
        <w:t xml:space="preserve"> اگر اسباب اذيت - ناشى از شفقت - پدر و مادر شود حرام است</w:t>
      </w:r>
      <w:r w:rsidR="000C4B14">
        <w:rPr>
          <w:rtl/>
          <w:lang w:bidi="fa-IR"/>
        </w:rPr>
        <w:t>.</w:t>
      </w:r>
    </w:p>
    <w:p w:rsidR="003E3506" w:rsidRPr="003E3506" w:rsidRDefault="003E3506" w:rsidP="003E3506">
      <w:pPr>
        <w:pStyle w:val="libNormal"/>
        <w:rPr>
          <w:lang w:bidi="fa-IR"/>
        </w:rPr>
      </w:pPr>
      <w:r w:rsidRPr="003E3506">
        <w:rPr>
          <w:rtl/>
          <w:lang w:bidi="fa-IR"/>
        </w:rPr>
        <w:t>١٧٥١ - اگر پسر بدون اجازه پدر روزه مستحبى بگيرد</w:t>
      </w:r>
      <w:r w:rsidR="000C4B14">
        <w:rPr>
          <w:rtl/>
          <w:lang w:bidi="fa-IR"/>
        </w:rPr>
        <w:t>،</w:t>
      </w:r>
      <w:r w:rsidRPr="003E3506">
        <w:rPr>
          <w:rtl/>
          <w:lang w:bidi="fa-IR"/>
        </w:rPr>
        <w:t xml:space="preserve"> و در بين روز پدر او را نهى كند</w:t>
      </w:r>
      <w:r w:rsidR="000C4B14">
        <w:rPr>
          <w:rtl/>
          <w:lang w:bidi="fa-IR"/>
        </w:rPr>
        <w:t>،</w:t>
      </w:r>
      <w:r w:rsidRPr="003E3506">
        <w:rPr>
          <w:rtl/>
          <w:lang w:bidi="fa-IR"/>
        </w:rPr>
        <w:t xml:space="preserve"> چنانچه مخالفت او موجب اذيتش</w:t>
      </w:r>
      <w:r w:rsidR="000C4B14">
        <w:rPr>
          <w:rtl/>
          <w:lang w:bidi="fa-IR"/>
        </w:rPr>
        <w:t>،</w:t>
      </w:r>
      <w:r w:rsidRPr="003E3506">
        <w:rPr>
          <w:rtl/>
          <w:lang w:bidi="fa-IR"/>
        </w:rPr>
        <w:t xml:space="preserve"> كه ناشى از شفقت او است</w:t>
      </w:r>
      <w:r w:rsidR="000C4B14">
        <w:rPr>
          <w:rtl/>
          <w:lang w:bidi="fa-IR"/>
        </w:rPr>
        <w:t>،</w:t>
      </w:r>
      <w:r w:rsidRPr="003E3506">
        <w:rPr>
          <w:rtl/>
          <w:lang w:bidi="fa-IR"/>
        </w:rPr>
        <w:t xml:space="preserve"> باشد بايد افطار نمايد.</w:t>
      </w:r>
    </w:p>
    <w:p w:rsidR="003E3506" w:rsidRPr="003E3506" w:rsidRDefault="003E3506" w:rsidP="003E3506">
      <w:pPr>
        <w:pStyle w:val="libNormal"/>
        <w:rPr>
          <w:lang w:bidi="fa-IR"/>
        </w:rPr>
      </w:pPr>
      <w:r w:rsidRPr="003E3506">
        <w:rPr>
          <w:rtl/>
          <w:lang w:bidi="fa-IR"/>
        </w:rPr>
        <w:t>١٧٥٢ - كسى كه مى داند روزه براى او ضرر معتنابهى ندارد</w:t>
      </w:r>
      <w:r w:rsidR="000C4B14">
        <w:rPr>
          <w:rtl/>
          <w:lang w:bidi="fa-IR"/>
        </w:rPr>
        <w:t>،</w:t>
      </w:r>
      <w:r w:rsidRPr="003E3506">
        <w:rPr>
          <w:rtl/>
          <w:lang w:bidi="fa-IR"/>
        </w:rPr>
        <w:t xml:space="preserve"> اگر چه دكتر بگويد ضرر دارد</w:t>
      </w:r>
      <w:r w:rsidR="000C4B14">
        <w:rPr>
          <w:rtl/>
          <w:lang w:bidi="fa-IR"/>
        </w:rPr>
        <w:t>،</w:t>
      </w:r>
      <w:r w:rsidRPr="003E3506">
        <w:rPr>
          <w:rtl/>
          <w:lang w:bidi="fa-IR"/>
        </w:rPr>
        <w:t xml:space="preserve"> بايد روزه بگيرد و كسى كه يقين يا گمان دارد كه روزه برايش ضرر دارد</w:t>
      </w:r>
      <w:r w:rsidR="000C4B14">
        <w:rPr>
          <w:rtl/>
          <w:lang w:bidi="fa-IR"/>
        </w:rPr>
        <w:t>،</w:t>
      </w:r>
      <w:r w:rsidRPr="003E3506">
        <w:rPr>
          <w:rtl/>
          <w:lang w:bidi="fa-IR"/>
        </w:rPr>
        <w:t xml:space="preserve"> اگر چه دكتر بگويد ضرر ندارد</w:t>
      </w:r>
      <w:r w:rsidR="000C4B14">
        <w:rPr>
          <w:rtl/>
          <w:lang w:bidi="fa-IR"/>
        </w:rPr>
        <w:t>،</w:t>
      </w:r>
      <w:r w:rsidRPr="003E3506">
        <w:rPr>
          <w:rtl/>
          <w:lang w:bidi="fa-IR"/>
        </w:rPr>
        <w:t xml:space="preserve"> بايد روزه نگيرد و اگر روزه بگيرد</w:t>
      </w:r>
      <w:r w:rsidR="000C4B14">
        <w:rPr>
          <w:rtl/>
          <w:lang w:bidi="fa-IR"/>
        </w:rPr>
        <w:t>،</w:t>
      </w:r>
      <w:r w:rsidRPr="003E3506">
        <w:rPr>
          <w:rtl/>
          <w:lang w:bidi="fa-IR"/>
        </w:rPr>
        <w:t xml:space="preserve"> در صورتيكه واقعا ضرر داشته باشد يا اين كه قصد قربت از او محقق نشود</w:t>
      </w:r>
      <w:r w:rsidR="000C4B14">
        <w:rPr>
          <w:rtl/>
          <w:lang w:bidi="fa-IR"/>
        </w:rPr>
        <w:t>،</w:t>
      </w:r>
      <w:r w:rsidRPr="003E3506">
        <w:rPr>
          <w:rtl/>
          <w:lang w:bidi="fa-IR"/>
        </w:rPr>
        <w:t xml:space="preserve"> روزه اش صحيح نيست</w:t>
      </w:r>
      <w:r w:rsidR="000C4B14">
        <w:rPr>
          <w:rtl/>
          <w:lang w:bidi="fa-IR"/>
        </w:rPr>
        <w:t>.</w:t>
      </w:r>
    </w:p>
    <w:p w:rsidR="003E3506" w:rsidRPr="003E3506" w:rsidRDefault="003E3506" w:rsidP="003E3506">
      <w:pPr>
        <w:pStyle w:val="libNormal"/>
        <w:rPr>
          <w:lang w:bidi="fa-IR"/>
        </w:rPr>
      </w:pPr>
      <w:r w:rsidRPr="003E3506">
        <w:rPr>
          <w:rtl/>
          <w:lang w:bidi="fa-IR"/>
        </w:rPr>
        <w:t>١٧٥٣ - اگر انسان احتمال بدهد كه روزه برايش ضرر معتنابهى دارد و از آن احتمال</w:t>
      </w:r>
      <w:r w:rsidR="000C4B14">
        <w:rPr>
          <w:rtl/>
          <w:lang w:bidi="fa-IR"/>
        </w:rPr>
        <w:t>،</w:t>
      </w:r>
      <w:r w:rsidRPr="003E3506">
        <w:rPr>
          <w:rtl/>
          <w:lang w:bidi="fa-IR"/>
        </w:rPr>
        <w:t xml:space="preserve"> ترس براى او پيدا شود</w:t>
      </w:r>
      <w:r w:rsidR="000C4B14">
        <w:rPr>
          <w:rtl/>
          <w:lang w:bidi="fa-IR"/>
        </w:rPr>
        <w:t>،</w:t>
      </w:r>
      <w:r w:rsidRPr="003E3506">
        <w:rPr>
          <w:rtl/>
          <w:lang w:bidi="fa-IR"/>
        </w:rPr>
        <w:t xml:space="preserve"> چنانچه احتمال او در نظر مردم بجا باشد</w:t>
      </w:r>
      <w:r w:rsidR="000C4B14">
        <w:rPr>
          <w:rtl/>
          <w:lang w:bidi="fa-IR"/>
        </w:rPr>
        <w:t>،</w:t>
      </w:r>
      <w:r w:rsidRPr="003E3506">
        <w:rPr>
          <w:rtl/>
          <w:lang w:bidi="fa-IR"/>
        </w:rPr>
        <w:t xml:space="preserve"> نبايد روزه بگيرد</w:t>
      </w:r>
      <w:r w:rsidR="000C4B14">
        <w:rPr>
          <w:rtl/>
          <w:lang w:bidi="fa-IR"/>
        </w:rPr>
        <w:t>،</w:t>
      </w:r>
      <w:r w:rsidRPr="003E3506">
        <w:rPr>
          <w:rtl/>
          <w:lang w:bidi="fa-IR"/>
        </w:rPr>
        <w:t xml:space="preserve"> و اگر روزه بگيرد در صورتى كه در مسئله پيش گذشت روزه اش صحيح نيست</w:t>
      </w:r>
      <w:r w:rsidR="000C4B14">
        <w:rPr>
          <w:rtl/>
          <w:lang w:bidi="fa-IR"/>
        </w:rPr>
        <w:t>.</w:t>
      </w:r>
    </w:p>
    <w:p w:rsidR="003E3506" w:rsidRPr="003E3506" w:rsidRDefault="003E3506" w:rsidP="003E3506">
      <w:pPr>
        <w:pStyle w:val="libNormal"/>
        <w:rPr>
          <w:lang w:bidi="fa-IR"/>
        </w:rPr>
      </w:pPr>
      <w:r w:rsidRPr="003E3506">
        <w:rPr>
          <w:rtl/>
          <w:lang w:bidi="fa-IR"/>
        </w:rPr>
        <w:t>١٧٥٤ - كسى كه عقيده اش اين است كه روزه براى او ضرر ندارد.</w:t>
      </w:r>
    </w:p>
    <w:p w:rsidR="003E3506" w:rsidRPr="003E3506" w:rsidRDefault="003E3506" w:rsidP="003E3506">
      <w:pPr>
        <w:pStyle w:val="libNormal"/>
        <w:rPr>
          <w:lang w:bidi="fa-IR"/>
        </w:rPr>
      </w:pPr>
      <w:r w:rsidRPr="003E3506">
        <w:rPr>
          <w:rtl/>
          <w:lang w:bidi="fa-IR"/>
        </w:rPr>
        <w:t>اگر روزه بگيرد و بعد از مغرب بفهمد روزه براى او ضرر معتنابهى داشته بنابر احتياط بايد قضاى آن را بجا آورد.</w:t>
      </w:r>
    </w:p>
    <w:p w:rsidR="003E3506" w:rsidRPr="003E3506" w:rsidRDefault="003E3506" w:rsidP="003E3506">
      <w:pPr>
        <w:pStyle w:val="libNormal"/>
        <w:rPr>
          <w:lang w:bidi="fa-IR"/>
        </w:rPr>
      </w:pPr>
      <w:r w:rsidRPr="003E3506">
        <w:rPr>
          <w:rtl/>
          <w:lang w:bidi="fa-IR"/>
        </w:rPr>
        <w:t>١٧٥٥ - غير از روزه هايى كه گفته شد.</w:t>
      </w:r>
    </w:p>
    <w:p w:rsidR="003E3506" w:rsidRPr="003E3506" w:rsidRDefault="003E3506" w:rsidP="003E3506">
      <w:pPr>
        <w:pStyle w:val="libNormal"/>
        <w:rPr>
          <w:lang w:bidi="fa-IR"/>
        </w:rPr>
      </w:pPr>
      <w:r w:rsidRPr="003E3506">
        <w:rPr>
          <w:rtl/>
          <w:lang w:bidi="fa-IR"/>
        </w:rPr>
        <w:t>روزه هاى حرام ديگرى هم هست كه در كتابهاى مفصل گفته شده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١٧٥٦ - روزه روز عاشورا و روزى كه انسان شك دارد روز عرفه است يا عيد قربان مكروه است</w:t>
      </w:r>
      <w:r w:rsidR="000C4B14">
        <w:rPr>
          <w:rtl/>
          <w:lang w:bidi="fa-IR"/>
        </w:rPr>
        <w:t>.</w:t>
      </w:r>
    </w:p>
    <w:p w:rsidR="003E3506" w:rsidRDefault="00605FAB" w:rsidP="00F72BDA">
      <w:pPr>
        <w:pStyle w:val="Heading3"/>
        <w:rPr>
          <w:rtl/>
          <w:lang w:bidi="fa-IR"/>
        </w:rPr>
      </w:pPr>
      <w:bookmarkStart w:id="192" w:name="_Toc24454615"/>
      <w:r>
        <w:rPr>
          <w:rtl/>
          <w:lang w:bidi="fa-IR"/>
        </w:rPr>
        <w:t>(</w:t>
      </w:r>
      <w:r w:rsidR="003E3506" w:rsidRPr="003E3506">
        <w:rPr>
          <w:rtl/>
          <w:lang w:bidi="fa-IR"/>
        </w:rPr>
        <w:t>روزه هاى مستحب</w:t>
      </w:r>
      <w:r>
        <w:rPr>
          <w:rtl/>
          <w:lang w:bidi="fa-IR"/>
        </w:rPr>
        <w:t>)</w:t>
      </w:r>
      <w:bookmarkEnd w:id="192"/>
    </w:p>
    <w:p w:rsidR="003E3506" w:rsidRPr="003E3506" w:rsidRDefault="003E3506" w:rsidP="003E3506">
      <w:pPr>
        <w:pStyle w:val="libNormal"/>
        <w:rPr>
          <w:lang w:bidi="fa-IR"/>
        </w:rPr>
      </w:pPr>
      <w:r w:rsidRPr="003E3506">
        <w:rPr>
          <w:rtl/>
          <w:lang w:bidi="fa-IR"/>
        </w:rPr>
        <w:t>١٧٥٧ - روزه تمام روزهاى سال</w:t>
      </w:r>
      <w:r w:rsidR="000C4B14">
        <w:rPr>
          <w:rtl/>
          <w:lang w:bidi="fa-IR"/>
        </w:rPr>
        <w:t>،</w:t>
      </w:r>
      <w:r w:rsidRPr="003E3506">
        <w:rPr>
          <w:rtl/>
          <w:lang w:bidi="fa-IR"/>
        </w:rPr>
        <w:t xml:space="preserve"> غير از روزه هاى حرام و مكروه كه گفته شد</w:t>
      </w:r>
      <w:r w:rsidR="000C4B14">
        <w:rPr>
          <w:rtl/>
          <w:lang w:bidi="fa-IR"/>
        </w:rPr>
        <w:t>،</w:t>
      </w:r>
      <w:r w:rsidRPr="003E3506">
        <w:rPr>
          <w:rtl/>
          <w:lang w:bidi="fa-IR"/>
        </w:rPr>
        <w:t xml:space="preserve"> مستحب است</w:t>
      </w:r>
      <w:r w:rsidR="000C4B14">
        <w:rPr>
          <w:rtl/>
          <w:lang w:bidi="fa-IR"/>
        </w:rPr>
        <w:t>.</w:t>
      </w:r>
    </w:p>
    <w:p w:rsidR="003E3506" w:rsidRPr="003E3506" w:rsidRDefault="003E3506" w:rsidP="003E3506">
      <w:pPr>
        <w:pStyle w:val="libNormal"/>
        <w:rPr>
          <w:lang w:bidi="fa-IR"/>
        </w:rPr>
      </w:pPr>
      <w:r w:rsidRPr="003E3506">
        <w:rPr>
          <w:rtl/>
          <w:lang w:bidi="fa-IR"/>
        </w:rPr>
        <w:t>و براى بعضى از روزها بيشتر سفارش شده است كه از آن جمله است</w:t>
      </w:r>
      <w:r w:rsidR="000C4B14">
        <w:rPr>
          <w:rtl/>
          <w:lang w:bidi="fa-IR"/>
        </w:rPr>
        <w:t>.</w:t>
      </w:r>
    </w:p>
    <w:p w:rsidR="003E3506" w:rsidRPr="003E3506" w:rsidRDefault="003E3506" w:rsidP="003E3506">
      <w:pPr>
        <w:pStyle w:val="libNormal"/>
        <w:rPr>
          <w:lang w:bidi="fa-IR"/>
        </w:rPr>
      </w:pPr>
      <w:r w:rsidRPr="003E3506">
        <w:rPr>
          <w:rtl/>
          <w:lang w:bidi="fa-IR"/>
        </w:rPr>
        <w:t>١ پنج شنبه اول و پنج شنبه آخر هر ماه</w:t>
      </w:r>
      <w:r w:rsidR="000C4B14">
        <w:rPr>
          <w:rtl/>
          <w:lang w:bidi="fa-IR"/>
        </w:rPr>
        <w:t>،</w:t>
      </w:r>
      <w:r w:rsidRPr="003E3506">
        <w:rPr>
          <w:rtl/>
          <w:lang w:bidi="fa-IR"/>
        </w:rPr>
        <w:t xml:space="preserve"> و چهارشنبه اولى كه بعد از روز دهم ماه است</w:t>
      </w:r>
      <w:r w:rsidR="000C4B14">
        <w:rPr>
          <w:rtl/>
          <w:lang w:bidi="fa-IR"/>
        </w:rPr>
        <w:t>،</w:t>
      </w:r>
      <w:r w:rsidRPr="003E3506">
        <w:rPr>
          <w:rtl/>
          <w:lang w:bidi="fa-IR"/>
        </w:rPr>
        <w:t xml:space="preserve"> و اگر كسى آنها را بجا نياورد مستحب است قضا نمايد و چنانچه اصلا نتواند روزه بگيرد</w:t>
      </w:r>
      <w:r w:rsidR="000C4B14">
        <w:rPr>
          <w:rtl/>
          <w:lang w:bidi="fa-IR"/>
        </w:rPr>
        <w:t>،</w:t>
      </w:r>
      <w:r w:rsidRPr="003E3506">
        <w:rPr>
          <w:rtl/>
          <w:lang w:bidi="fa-IR"/>
        </w:rPr>
        <w:t xml:space="preserve"> مستحب است براى هر روز يك مد طعام يا ٦ / ١٢ نخود نقره سكه دار به فقير دهد.</w:t>
      </w:r>
    </w:p>
    <w:p w:rsidR="003E3506" w:rsidRPr="003E3506" w:rsidRDefault="003E3506" w:rsidP="003E3506">
      <w:pPr>
        <w:pStyle w:val="libNormal"/>
        <w:rPr>
          <w:lang w:bidi="fa-IR"/>
        </w:rPr>
      </w:pPr>
      <w:r w:rsidRPr="003E3506">
        <w:rPr>
          <w:rtl/>
          <w:lang w:bidi="fa-IR"/>
        </w:rPr>
        <w:t>٢ سيزدهم و چهاردهم و پانزدهم هر ماه</w:t>
      </w:r>
      <w:r w:rsidR="000C4B14">
        <w:rPr>
          <w:rtl/>
          <w:lang w:bidi="fa-IR"/>
        </w:rPr>
        <w:t>.</w:t>
      </w:r>
    </w:p>
    <w:p w:rsidR="003E3506" w:rsidRPr="003E3506" w:rsidRDefault="003E3506" w:rsidP="003E3506">
      <w:pPr>
        <w:pStyle w:val="libNormal"/>
        <w:rPr>
          <w:lang w:bidi="fa-IR"/>
        </w:rPr>
      </w:pPr>
      <w:r w:rsidRPr="003E3506">
        <w:rPr>
          <w:rtl/>
          <w:lang w:bidi="fa-IR"/>
        </w:rPr>
        <w:t>٣ تمام ماه رجب و شعبان و بعضى از اين دو ماه اگر چه يك روز باشد.</w:t>
      </w:r>
    </w:p>
    <w:p w:rsidR="003E3506" w:rsidRPr="003E3506" w:rsidRDefault="003E3506" w:rsidP="003E3506">
      <w:pPr>
        <w:pStyle w:val="libNormal"/>
        <w:rPr>
          <w:lang w:bidi="fa-IR"/>
        </w:rPr>
      </w:pPr>
      <w:r w:rsidRPr="003E3506">
        <w:rPr>
          <w:rtl/>
          <w:lang w:bidi="fa-IR"/>
        </w:rPr>
        <w:t>٤ روز عيد نوروز.</w:t>
      </w:r>
    </w:p>
    <w:p w:rsidR="003E3506" w:rsidRPr="003E3506" w:rsidRDefault="003E3506" w:rsidP="003E3506">
      <w:pPr>
        <w:pStyle w:val="libNormal"/>
        <w:rPr>
          <w:lang w:bidi="fa-IR"/>
        </w:rPr>
      </w:pPr>
      <w:r w:rsidRPr="003E3506">
        <w:rPr>
          <w:rtl/>
          <w:lang w:bidi="fa-IR"/>
        </w:rPr>
        <w:t>٥ روز چهارم تا نهم شوال</w:t>
      </w:r>
      <w:r w:rsidR="000C4B14">
        <w:rPr>
          <w:rtl/>
          <w:lang w:bidi="fa-IR"/>
        </w:rPr>
        <w:t>.</w:t>
      </w:r>
    </w:p>
    <w:p w:rsidR="003E3506" w:rsidRPr="003E3506" w:rsidRDefault="003E3506" w:rsidP="003E3506">
      <w:pPr>
        <w:pStyle w:val="libNormal"/>
        <w:rPr>
          <w:lang w:bidi="fa-IR"/>
        </w:rPr>
      </w:pPr>
      <w:r w:rsidRPr="003E3506">
        <w:rPr>
          <w:rtl/>
          <w:lang w:bidi="fa-IR"/>
        </w:rPr>
        <w:t>٦ روز بيست و پنجم و بيست و نهم ذى قعده</w:t>
      </w:r>
      <w:r w:rsidR="000C4B14">
        <w:rPr>
          <w:rtl/>
          <w:lang w:bidi="fa-IR"/>
        </w:rPr>
        <w:t>.</w:t>
      </w:r>
    </w:p>
    <w:p w:rsidR="003E3506" w:rsidRPr="003E3506" w:rsidRDefault="003E3506" w:rsidP="003E3506">
      <w:pPr>
        <w:pStyle w:val="libNormal"/>
        <w:rPr>
          <w:lang w:bidi="fa-IR"/>
        </w:rPr>
      </w:pPr>
      <w:r w:rsidRPr="003E3506">
        <w:rPr>
          <w:rtl/>
          <w:lang w:bidi="fa-IR"/>
        </w:rPr>
        <w:t xml:space="preserve">٧ روز اول تا روز نهم ذى حجة </w:t>
      </w:r>
      <w:r w:rsidR="00605FAB">
        <w:rPr>
          <w:rtl/>
          <w:lang w:bidi="fa-IR"/>
        </w:rPr>
        <w:t>(</w:t>
      </w:r>
      <w:r w:rsidRPr="003E3506">
        <w:rPr>
          <w:rtl/>
          <w:lang w:bidi="fa-IR"/>
        </w:rPr>
        <w:t>روز عرفه</w:t>
      </w:r>
      <w:r w:rsidR="00605FAB">
        <w:rPr>
          <w:rtl/>
          <w:lang w:bidi="fa-IR"/>
        </w:rPr>
        <w:t>)</w:t>
      </w:r>
      <w:r w:rsidRPr="003E3506">
        <w:rPr>
          <w:rtl/>
          <w:lang w:bidi="fa-IR"/>
        </w:rPr>
        <w:t xml:space="preserve"> ولى اگر به واسطه ضعف روزه</w:t>
      </w:r>
      <w:r w:rsidR="000C4B14">
        <w:rPr>
          <w:rtl/>
          <w:lang w:bidi="fa-IR"/>
        </w:rPr>
        <w:t>،</w:t>
      </w:r>
      <w:r w:rsidRPr="003E3506">
        <w:rPr>
          <w:rtl/>
          <w:lang w:bidi="fa-IR"/>
        </w:rPr>
        <w:t xml:space="preserve"> نتواند دعاهاى روز عرفه را بخواند روزه آن روز مكروه است</w:t>
      </w:r>
      <w:r w:rsidR="000C4B14">
        <w:rPr>
          <w:rtl/>
          <w:lang w:bidi="fa-IR"/>
        </w:rPr>
        <w:t>.</w:t>
      </w:r>
    </w:p>
    <w:p w:rsidR="003E3506" w:rsidRPr="003E3506" w:rsidRDefault="003E3506" w:rsidP="003E3506">
      <w:pPr>
        <w:pStyle w:val="libNormal"/>
        <w:rPr>
          <w:lang w:bidi="fa-IR"/>
        </w:rPr>
      </w:pPr>
      <w:r w:rsidRPr="003E3506">
        <w:rPr>
          <w:rtl/>
          <w:lang w:bidi="fa-IR"/>
        </w:rPr>
        <w:t xml:space="preserve">٨ روز عيد سعيد غدير </w:t>
      </w:r>
      <w:r w:rsidR="00605FAB">
        <w:rPr>
          <w:rtl/>
          <w:lang w:bidi="fa-IR"/>
        </w:rPr>
        <w:t>(</w:t>
      </w:r>
      <w:r w:rsidRPr="003E3506">
        <w:rPr>
          <w:rtl/>
          <w:lang w:bidi="fa-IR"/>
        </w:rPr>
        <w:t>١٨ ذى حجه</w:t>
      </w:r>
      <w:r w:rsidR="00605FAB">
        <w:rPr>
          <w:rtl/>
          <w:lang w:bidi="fa-IR"/>
        </w:rPr>
        <w:t>)</w:t>
      </w:r>
      <w:r w:rsidRPr="003E3506">
        <w:rPr>
          <w:rtl/>
          <w:lang w:bidi="fa-IR"/>
        </w:rPr>
        <w:t>.</w:t>
      </w:r>
    </w:p>
    <w:p w:rsidR="003E3506" w:rsidRPr="003E3506" w:rsidRDefault="003E3506" w:rsidP="003E3506">
      <w:pPr>
        <w:pStyle w:val="libNormal"/>
        <w:rPr>
          <w:lang w:bidi="fa-IR"/>
        </w:rPr>
      </w:pPr>
      <w:r w:rsidRPr="003E3506">
        <w:rPr>
          <w:rtl/>
          <w:lang w:bidi="fa-IR"/>
        </w:rPr>
        <w:t xml:space="preserve">٩ روز مباهله </w:t>
      </w:r>
      <w:r w:rsidR="00605FAB">
        <w:rPr>
          <w:rtl/>
          <w:lang w:bidi="fa-IR"/>
        </w:rPr>
        <w:t>(</w:t>
      </w:r>
      <w:r w:rsidRPr="003E3506">
        <w:rPr>
          <w:rtl/>
          <w:lang w:bidi="fa-IR"/>
        </w:rPr>
        <w:t>٢٤ ذى حجة</w:t>
      </w:r>
      <w:r w:rsidR="00605FAB">
        <w:rPr>
          <w:rtl/>
          <w:lang w:bidi="fa-IR"/>
        </w:rPr>
        <w:t>)</w:t>
      </w:r>
      <w:r w:rsidRPr="003E3506">
        <w:rPr>
          <w:rtl/>
          <w:lang w:bidi="fa-IR"/>
        </w:rPr>
        <w:t>.</w:t>
      </w:r>
    </w:p>
    <w:p w:rsidR="003E3506" w:rsidRPr="003E3506" w:rsidRDefault="003E3506" w:rsidP="003E3506">
      <w:pPr>
        <w:pStyle w:val="libNormal"/>
        <w:rPr>
          <w:lang w:bidi="fa-IR"/>
        </w:rPr>
      </w:pPr>
      <w:r w:rsidRPr="003E3506">
        <w:rPr>
          <w:rtl/>
          <w:lang w:bidi="fa-IR"/>
        </w:rPr>
        <w:t>١٠ روز اول و سوم و هفتم محرم</w:t>
      </w:r>
      <w:r w:rsidR="000C4B14">
        <w:rPr>
          <w:rtl/>
          <w:lang w:bidi="fa-IR"/>
        </w:rPr>
        <w:t>.</w:t>
      </w:r>
    </w:p>
    <w:p w:rsidR="003E3506" w:rsidRPr="003E3506" w:rsidRDefault="003E3506" w:rsidP="003E3506">
      <w:pPr>
        <w:pStyle w:val="libNormal"/>
        <w:rPr>
          <w:lang w:bidi="fa-IR"/>
        </w:rPr>
      </w:pPr>
      <w:r w:rsidRPr="003E3506">
        <w:rPr>
          <w:rtl/>
          <w:lang w:bidi="fa-IR"/>
        </w:rPr>
        <w:t xml:space="preserve">١١ روز ميلاد مسعود پيغمبر اكرم </w:t>
      </w:r>
      <w:r w:rsidR="00884B11" w:rsidRPr="00884B11">
        <w:rPr>
          <w:rStyle w:val="libAlaemChar"/>
          <w:rtl/>
        </w:rPr>
        <w:t>صلى‌الله‌عليه‌وآله‌وسلم</w:t>
      </w:r>
      <w:r w:rsidRPr="003E3506">
        <w:rPr>
          <w:rtl/>
          <w:lang w:bidi="fa-IR"/>
        </w:rPr>
        <w:t xml:space="preserve"> </w:t>
      </w:r>
      <w:r w:rsidR="00605FAB">
        <w:rPr>
          <w:rtl/>
          <w:lang w:bidi="fa-IR"/>
        </w:rPr>
        <w:t>(</w:t>
      </w:r>
      <w:r w:rsidRPr="003E3506">
        <w:rPr>
          <w:rtl/>
          <w:lang w:bidi="fa-IR"/>
        </w:rPr>
        <w:t>١٧ ربيع الاول</w:t>
      </w:r>
      <w:r w:rsidR="00605FAB">
        <w:rPr>
          <w:rtl/>
          <w:lang w:bidi="fa-IR"/>
        </w:rPr>
        <w:t>)</w:t>
      </w:r>
      <w:r w:rsidRPr="003E3506">
        <w:rPr>
          <w:rtl/>
          <w:lang w:bidi="fa-IR"/>
        </w:rPr>
        <w:t>.</w:t>
      </w:r>
    </w:p>
    <w:p w:rsidR="003E3506" w:rsidRPr="003E3506" w:rsidRDefault="003E3506" w:rsidP="003E3506">
      <w:pPr>
        <w:pStyle w:val="libNormal"/>
        <w:rPr>
          <w:lang w:bidi="fa-IR"/>
        </w:rPr>
      </w:pPr>
      <w:r w:rsidRPr="003E3506">
        <w:rPr>
          <w:rtl/>
          <w:lang w:bidi="fa-IR"/>
        </w:rPr>
        <w:t>١٢ روز پانزدهم جمادى الاولى</w:t>
      </w:r>
      <w:r w:rsidR="000C4B14">
        <w:rPr>
          <w:rtl/>
          <w:lang w:bidi="fa-IR"/>
        </w:rPr>
        <w:t>،</w:t>
      </w:r>
      <w:r w:rsidRPr="003E3506">
        <w:rPr>
          <w:rtl/>
          <w:lang w:bidi="fa-IR"/>
        </w:rPr>
        <w:t xml:space="preserve"> و نيز مستحب است روز مبعث حضرت رسول اكرم </w:t>
      </w:r>
      <w:r w:rsidR="00884B11" w:rsidRPr="00884B11">
        <w:rPr>
          <w:rStyle w:val="libAlaemChar"/>
          <w:rtl/>
        </w:rPr>
        <w:t>صلى‌الله‌عليه‌وآله‌وسلم</w:t>
      </w:r>
      <w:r w:rsidRPr="003E3506">
        <w:rPr>
          <w:rtl/>
          <w:lang w:bidi="fa-IR"/>
        </w:rPr>
        <w:t xml:space="preserve"> </w:t>
      </w:r>
      <w:r w:rsidR="00605FAB">
        <w:rPr>
          <w:rtl/>
          <w:lang w:bidi="fa-IR"/>
        </w:rPr>
        <w:t>(</w:t>
      </w:r>
      <w:r w:rsidRPr="003E3506">
        <w:rPr>
          <w:rtl/>
          <w:lang w:bidi="fa-IR"/>
        </w:rPr>
        <w:t>٢٧ رجب</w:t>
      </w:r>
      <w:r w:rsidR="00605FAB">
        <w:rPr>
          <w:rtl/>
          <w:lang w:bidi="fa-IR"/>
        </w:rPr>
        <w:t>)</w:t>
      </w:r>
      <w:r w:rsidRPr="003E3506">
        <w:rPr>
          <w:rtl/>
          <w:lang w:bidi="fa-IR"/>
        </w:rPr>
        <w:t xml:space="preserve"> را روزه بگيرد و اگر كسى روزه مستحبى بگيرد واجب نيست آن را به آخر </w:t>
      </w:r>
      <w:r w:rsidRPr="003E3506">
        <w:rPr>
          <w:rtl/>
          <w:lang w:bidi="fa-IR"/>
        </w:rPr>
        <w:lastRenderedPageBreak/>
        <w:t>برساند</w:t>
      </w:r>
      <w:r w:rsidR="000C4B14">
        <w:rPr>
          <w:rtl/>
          <w:lang w:bidi="fa-IR"/>
        </w:rPr>
        <w:t>،</w:t>
      </w:r>
      <w:r w:rsidRPr="003E3506">
        <w:rPr>
          <w:rtl/>
          <w:lang w:bidi="fa-IR"/>
        </w:rPr>
        <w:t xml:space="preserve"> بلكه اگر برادر مؤمنش او را به غذا دعوت كند</w:t>
      </w:r>
      <w:r w:rsidR="000C4B14">
        <w:rPr>
          <w:rtl/>
          <w:lang w:bidi="fa-IR"/>
        </w:rPr>
        <w:t>،</w:t>
      </w:r>
      <w:r w:rsidRPr="003E3506">
        <w:rPr>
          <w:rtl/>
          <w:lang w:bidi="fa-IR"/>
        </w:rPr>
        <w:t xml:space="preserve"> مستحب است دعوت او را قبول كند</w:t>
      </w:r>
      <w:r w:rsidR="000C4B14">
        <w:rPr>
          <w:rtl/>
          <w:lang w:bidi="fa-IR"/>
        </w:rPr>
        <w:t>،</w:t>
      </w:r>
      <w:r w:rsidRPr="003E3506">
        <w:rPr>
          <w:rtl/>
          <w:lang w:bidi="fa-IR"/>
        </w:rPr>
        <w:t xml:space="preserve"> و در بين روز اگر چه بعد از ظهر باشد افطار نمايد.</w:t>
      </w:r>
    </w:p>
    <w:p w:rsidR="003E3506" w:rsidRDefault="00605FAB" w:rsidP="00F72BDA">
      <w:pPr>
        <w:pStyle w:val="Heading3"/>
        <w:rPr>
          <w:rtl/>
          <w:lang w:bidi="fa-IR"/>
        </w:rPr>
      </w:pPr>
      <w:bookmarkStart w:id="193" w:name="_Toc24454616"/>
      <w:r>
        <w:rPr>
          <w:rtl/>
          <w:lang w:bidi="fa-IR"/>
        </w:rPr>
        <w:t>(</w:t>
      </w:r>
      <w:r w:rsidR="003E3506" w:rsidRPr="003E3506">
        <w:rPr>
          <w:rtl/>
          <w:lang w:bidi="fa-IR"/>
        </w:rPr>
        <w:t>مواردى كه مستحب است انسان از كارهايى كه روزه را باطل مى كند خوددارى نمايد -١٧٥٨-١٧٥٩</w:t>
      </w:r>
      <w:r>
        <w:rPr>
          <w:rtl/>
          <w:lang w:bidi="fa-IR"/>
        </w:rPr>
        <w:t>)</w:t>
      </w:r>
      <w:bookmarkEnd w:id="193"/>
    </w:p>
    <w:p w:rsidR="003E3506" w:rsidRPr="003E3506" w:rsidRDefault="003E3506" w:rsidP="003E3506">
      <w:pPr>
        <w:pStyle w:val="libNormal"/>
        <w:rPr>
          <w:lang w:bidi="fa-IR"/>
        </w:rPr>
      </w:pPr>
      <w:r w:rsidRPr="003E3506">
        <w:rPr>
          <w:rtl/>
          <w:lang w:bidi="fa-IR"/>
        </w:rPr>
        <w:t>١٧٥٨ - براى پنج نفر مستحب است در ماه رمضان - اگر چه روزه نيستند - از كارى كه روزه را باطل مى كند خوددارى نمايند.</w:t>
      </w:r>
    </w:p>
    <w:p w:rsidR="003E3506" w:rsidRPr="003E3506" w:rsidRDefault="003E3506" w:rsidP="003E3506">
      <w:pPr>
        <w:pStyle w:val="libNormal"/>
        <w:rPr>
          <w:lang w:bidi="fa-IR"/>
        </w:rPr>
      </w:pPr>
      <w:r w:rsidRPr="003E3506">
        <w:rPr>
          <w:rtl/>
          <w:lang w:bidi="fa-IR"/>
        </w:rPr>
        <w:t>اول مسافرى كه در سفر كارى كه روزه را باطل مى كند انجام داده باشد و پيش از ظهر به وطنش يا به جايى كه مى خواهد ده روز بماند برسد.</w:t>
      </w:r>
    </w:p>
    <w:p w:rsidR="003E3506" w:rsidRPr="003E3506" w:rsidRDefault="003E3506" w:rsidP="003E3506">
      <w:pPr>
        <w:pStyle w:val="libNormal"/>
        <w:rPr>
          <w:lang w:bidi="fa-IR"/>
        </w:rPr>
      </w:pPr>
      <w:r w:rsidRPr="003E3506">
        <w:rPr>
          <w:rtl/>
          <w:lang w:bidi="fa-IR"/>
        </w:rPr>
        <w:t>دوم مسافرى كه بعد از ظهر به وطنش يا به جايى كه مى خواهد ده روز در آنجا بماند برسد</w:t>
      </w:r>
      <w:r w:rsidR="000C4B14">
        <w:rPr>
          <w:rtl/>
          <w:lang w:bidi="fa-IR"/>
        </w:rPr>
        <w:t>،</w:t>
      </w:r>
      <w:r w:rsidRPr="003E3506">
        <w:rPr>
          <w:rtl/>
          <w:lang w:bidi="fa-IR"/>
        </w:rPr>
        <w:t xml:space="preserve"> و هم چنين است اگر پيش از ظهر برسد در صورتى كه قبلا در سفر افطار كرده باشد.</w:t>
      </w:r>
    </w:p>
    <w:p w:rsidR="003E3506" w:rsidRPr="003E3506" w:rsidRDefault="003E3506" w:rsidP="003E3506">
      <w:pPr>
        <w:pStyle w:val="libNormal"/>
        <w:rPr>
          <w:lang w:bidi="fa-IR"/>
        </w:rPr>
      </w:pPr>
      <w:r w:rsidRPr="003E3506">
        <w:rPr>
          <w:rtl/>
          <w:lang w:bidi="fa-IR"/>
        </w:rPr>
        <w:t>سوم مريضى كه بعد از ظهر خوب شود</w:t>
      </w:r>
      <w:r w:rsidR="000C4B14">
        <w:rPr>
          <w:rtl/>
          <w:lang w:bidi="fa-IR"/>
        </w:rPr>
        <w:t>،</w:t>
      </w:r>
      <w:r w:rsidRPr="003E3506">
        <w:rPr>
          <w:rtl/>
          <w:lang w:bidi="fa-IR"/>
        </w:rPr>
        <w:t xml:space="preserve"> و هم چنين است اگر پيش از ظهر خوب شود و كارى كه روزه را باطل مى كند</w:t>
      </w:r>
      <w:r w:rsidR="000C4B14">
        <w:rPr>
          <w:rtl/>
          <w:lang w:bidi="fa-IR"/>
        </w:rPr>
        <w:t>،</w:t>
      </w:r>
      <w:r w:rsidRPr="003E3506">
        <w:rPr>
          <w:rtl/>
          <w:lang w:bidi="fa-IR"/>
        </w:rPr>
        <w:t xml:space="preserve"> انجام داده باشد</w:t>
      </w:r>
      <w:r w:rsidR="000C4B14">
        <w:rPr>
          <w:rtl/>
          <w:lang w:bidi="fa-IR"/>
        </w:rPr>
        <w:t>،</w:t>
      </w:r>
      <w:r w:rsidRPr="003E3506">
        <w:rPr>
          <w:rtl/>
          <w:lang w:bidi="fa-IR"/>
        </w:rPr>
        <w:t xml:space="preserve"> و اما چنانچه انجام نداده باشد حكمش در مساله ١٥٧٦ گذشت</w:t>
      </w:r>
      <w:r w:rsidR="000C4B14">
        <w:rPr>
          <w:rtl/>
          <w:lang w:bidi="fa-IR"/>
        </w:rPr>
        <w:t>.</w:t>
      </w:r>
    </w:p>
    <w:p w:rsidR="003E3506" w:rsidRPr="003E3506" w:rsidRDefault="003E3506" w:rsidP="003E3506">
      <w:pPr>
        <w:pStyle w:val="libNormal"/>
        <w:rPr>
          <w:lang w:bidi="fa-IR"/>
        </w:rPr>
      </w:pPr>
      <w:r w:rsidRPr="003E3506">
        <w:rPr>
          <w:rtl/>
          <w:lang w:bidi="fa-IR"/>
        </w:rPr>
        <w:t>چهارم زنى كه در بين روز از خون حيض يا نفاس پاك شود.</w:t>
      </w:r>
    </w:p>
    <w:p w:rsidR="003E3506" w:rsidRPr="003E3506" w:rsidRDefault="003E3506" w:rsidP="003E3506">
      <w:pPr>
        <w:pStyle w:val="libNormal"/>
        <w:rPr>
          <w:lang w:bidi="fa-IR"/>
        </w:rPr>
      </w:pPr>
      <w:r w:rsidRPr="003E3506">
        <w:rPr>
          <w:rtl/>
          <w:lang w:bidi="fa-IR"/>
        </w:rPr>
        <w:t>١٧٥٩ - مستحب است روزه دار نماز مغرب و عشا را پيش از افطار كردن بخواند.</w:t>
      </w:r>
    </w:p>
    <w:p w:rsidR="00F72BDA" w:rsidRDefault="003E3506" w:rsidP="003E3506">
      <w:pPr>
        <w:pStyle w:val="libNormal"/>
        <w:rPr>
          <w:rtl/>
          <w:lang w:bidi="fa-IR"/>
        </w:rPr>
      </w:pPr>
      <w:r w:rsidRPr="003E3506">
        <w:rPr>
          <w:rtl/>
          <w:lang w:bidi="fa-IR"/>
        </w:rPr>
        <w:t>ولى اگر كسى منتظر او است يا ميل زيادى به غذا دارد</w:t>
      </w:r>
      <w:r w:rsidR="000C4B14">
        <w:rPr>
          <w:rtl/>
          <w:lang w:bidi="fa-IR"/>
        </w:rPr>
        <w:t>،</w:t>
      </w:r>
      <w:r w:rsidRPr="003E3506">
        <w:rPr>
          <w:rtl/>
          <w:lang w:bidi="fa-IR"/>
        </w:rPr>
        <w:t xml:space="preserve"> كه نمى تواند با حضور قلب نماز بخواند</w:t>
      </w:r>
      <w:r w:rsidR="000C4B14">
        <w:rPr>
          <w:rtl/>
          <w:lang w:bidi="fa-IR"/>
        </w:rPr>
        <w:t>،</w:t>
      </w:r>
      <w:r w:rsidRPr="003E3506">
        <w:rPr>
          <w:rtl/>
          <w:lang w:bidi="fa-IR"/>
        </w:rPr>
        <w:t xml:space="preserve"> بهتر است اول افطار كند ولى به قدرى كه ممكن است نماز را در وقت فضيلت آن بجا آورد.</w:t>
      </w:r>
    </w:p>
    <w:p w:rsidR="003E3506" w:rsidRPr="003E3506" w:rsidRDefault="00F72BDA" w:rsidP="003E3506">
      <w:pPr>
        <w:pStyle w:val="libNormal"/>
        <w:rPr>
          <w:lang w:bidi="fa-IR"/>
        </w:rPr>
      </w:pPr>
      <w:r>
        <w:rPr>
          <w:rtl/>
          <w:lang w:bidi="fa-IR"/>
        </w:rPr>
        <w:br w:type="page"/>
      </w:r>
    </w:p>
    <w:p w:rsidR="003E3506" w:rsidRDefault="00605FAB" w:rsidP="00F72BDA">
      <w:pPr>
        <w:pStyle w:val="Heading2"/>
        <w:rPr>
          <w:rtl/>
          <w:lang w:bidi="fa-IR"/>
        </w:rPr>
      </w:pPr>
      <w:bookmarkStart w:id="194" w:name="_Toc24454617"/>
      <w:r>
        <w:rPr>
          <w:rtl/>
          <w:lang w:bidi="fa-IR"/>
        </w:rPr>
        <w:t>(</w:t>
      </w:r>
      <w:r w:rsidR="003E3506" w:rsidRPr="003E3506">
        <w:rPr>
          <w:rtl/>
          <w:lang w:bidi="fa-IR"/>
        </w:rPr>
        <w:t>احكام خمس</w:t>
      </w:r>
      <w:r>
        <w:rPr>
          <w:rtl/>
          <w:lang w:bidi="fa-IR"/>
        </w:rPr>
        <w:t>)</w:t>
      </w:r>
      <w:bookmarkEnd w:id="194"/>
    </w:p>
    <w:p w:rsidR="003E3506" w:rsidRPr="003E3506" w:rsidRDefault="003E3506" w:rsidP="003E3506">
      <w:pPr>
        <w:pStyle w:val="libNormal"/>
        <w:rPr>
          <w:lang w:bidi="fa-IR"/>
        </w:rPr>
      </w:pPr>
      <w:r w:rsidRPr="003E3506">
        <w:rPr>
          <w:rtl/>
          <w:lang w:bidi="fa-IR"/>
        </w:rPr>
        <w:t>١٧٦٠ - در هفت چيز خمس واجب مى شود</w:t>
      </w:r>
      <w:r w:rsidR="00553569">
        <w:rPr>
          <w:rtl/>
          <w:lang w:bidi="fa-IR"/>
        </w:rPr>
        <w:t>:</w:t>
      </w:r>
      <w:r w:rsidRPr="003E3506">
        <w:rPr>
          <w:rtl/>
          <w:lang w:bidi="fa-IR"/>
        </w:rPr>
        <w:t xml:space="preserve"> اول منفعت كسب</w:t>
      </w:r>
      <w:r w:rsidR="000C4B14">
        <w:rPr>
          <w:rtl/>
          <w:lang w:bidi="fa-IR"/>
        </w:rPr>
        <w:t>.</w:t>
      </w:r>
    </w:p>
    <w:p w:rsidR="003E3506" w:rsidRPr="003E3506" w:rsidRDefault="003E3506" w:rsidP="003E3506">
      <w:pPr>
        <w:pStyle w:val="libNormal"/>
        <w:rPr>
          <w:lang w:bidi="fa-IR"/>
        </w:rPr>
      </w:pPr>
      <w:r w:rsidRPr="003E3506">
        <w:rPr>
          <w:rtl/>
          <w:lang w:bidi="fa-IR"/>
        </w:rPr>
        <w:t>دوم معدن</w:t>
      </w:r>
      <w:r w:rsidR="000C4B14">
        <w:rPr>
          <w:rtl/>
          <w:lang w:bidi="fa-IR"/>
        </w:rPr>
        <w:t>.</w:t>
      </w:r>
    </w:p>
    <w:p w:rsidR="003E3506" w:rsidRPr="003E3506" w:rsidRDefault="003E3506" w:rsidP="003E3506">
      <w:pPr>
        <w:pStyle w:val="libNormal"/>
        <w:rPr>
          <w:lang w:bidi="fa-IR"/>
        </w:rPr>
      </w:pPr>
      <w:r w:rsidRPr="003E3506">
        <w:rPr>
          <w:rtl/>
          <w:lang w:bidi="fa-IR"/>
        </w:rPr>
        <w:t>سوم گنج</w:t>
      </w:r>
      <w:r w:rsidR="000C4B14">
        <w:rPr>
          <w:rtl/>
          <w:lang w:bidi="fa-IR"/>
        </w:rPr>
        <w:t>.</w:t>
      </w:r>
    </w:p>
    <w:p w:rsidR="003E3506" w:rsidRPr="003E3506" w:rsidRDefault="003E3506" w:rsidP="003E3506">
      <w:pPr>
        <w:pStyle w:val="libNormal"/>
        <w:rPr>
          <w:lang w:bidi="fa-IR"/>
        </w:rPr>
      </w:pPr>
      <w:r w:rsidRPr="003E3506">
        <w:rPr>
          <w:rtl/>
          <w:lang w:bidi="fa-IR"/>
        </w:rPr>
        <w:t>چهارم مال حلال مخلوط به حرام</w:t>
      </w:r>
      <w:r w:rsidR="000C4B14">
        <w:rPr>
          <w:rtl/>
          <w:lang w:bidi="fa-IR"/>
        </w:rPr>
        <w:t>.</w:t>
      </w:r>
    </w:p>
    <w:p w:rsidR="003E3506" w:rsidRPr="003E3506" w:rsidRDefault="003E3506" w:rsidP="003E3506">
      <w:pPr>
        <w:pStyle w:val="libNormal"/>
        <w:rPr>
          <w:lang w:bidi="fa-IR"/>
        </w:rPr>
      </w:pPr>
      <w:r w:rsidRPr="003E3506">
        <w:rPr>
          <w:rtl/>
          <w:lang w:bidi="fa-IR"/>
        </w:rPr>
        <w:t>پنجم جواهرى كه به واسطه غواصى يعنى فرو رفتن در دريا به دست مى آيد.</w:t>
      </w:r>
    </w:p>
    <w:p w:rsidR="003E3506" w:rsidRPr="003E3506" w:rsidRDefault="003E3506" w:rsidP="003E3506">
      <w:pPr>
        <w:pStyle w:val="libNormal"/>
        <w:rPr>
          <w:lang w:bidi="fa-IR"/>
        </w:rPr>
      </w:pPr>
      <w:r w:rsidRPr="003E3506">
        <w:rPr>
          <w:rtl/>
          <w:lang w:bidi="fa-IR"/>
        </w:rPr>
        <w:t>ششم غنيمت جنگ</w:t>
      </w:r>
      <w:r w:rsidR="000C4B14">
        <w:rPr>
          <w:rtl/>
          <w:lang w:bidi="fa-IR"/>
        </w:rPr>
        <w:t>.</w:t>
      </w:r>
    </w:p>
    <w:p w:rsidR="003E3506" w:rsidRPr="003E3506" w:rsidRDefault="003E3506" w:rsidP="003E3506">
      <w:pPr>
        <w:pStyle w:val="libNormal"/>
        <w:rPr>
          <w:lang w:bidi="fa-IR"/>
        </w:rPr>
      </w:pPr>
      <w:r w:rsidRPr="003E3506">
        <w:rPr>
          <w:rtl/>
          <w:lang w:bidi="fa-IR"/>
        </w:rPr>
        <w:t>هفتم بنابر مشهور زمينى كه كافر ذمى از مسلمان بخرد.</w:t>
      </w:r>
    </w:p>
    <w:p w:rsidR="003E3506" w:rsidRDefault="00605FAB" w:rsidP="00F72BDA">
      <w:pPr>
        <w:pStyle w:val="Heading3"/>
        <w:rPr>
          <w:rtl/>
          <w:lang w:bidi="fa-IR"/>
        </w:rPr>
      </w:pPr>
      <w:bookmarkStart w:id="195" w:name="_Toc24454618"/>
      <w:r>
        <w:rPr>
          <w:rtl/>
          <w:lang w:bidi="fa-IR"/>
        </w:rPr>
        <w:t>(</w:t>
      </w:r>
      <w:r w:rsidR="003E3506" w:rsidRPr="003E3506">
        <w:rPr>
          <w:rtl/>
          <w:lang w:bidi="fa-IR"/>
        </w:rPr>
        <w:t>منفعت كسب</w:t>
      </w:r>
      <w:r>
        <w:rPr>
          <w:rtl/>
          <w:lang w:bidi="fa-IR"/>
        </w:rPr>
        <w:t>)</w:t>
      </w:r>
      <w:bookmarkEnd w:id="195"/>
    </w:p>
    <w:p w:rsidR="003E3506" w:rsidRPr="003E3506" w:rsidRDefault="003E3506" w:rsidP="003E3506">
      <w:pPr>
        <w:pStyle w:val="libNormal"/>
        <w:rPr>
          <w:lang w:bidi="fa-IR"/>
        </w:rPr>
      </w:pPr>
      <w:r w:rsidRPr="003E3506">
        <w:rPr>
          <w:rtl/>
          <w:lang w:bidi="fa-IR"/>
        </w:rPr>
        <w:t>١٧٦١ - هرگاه انسان از تجارت يا صنعت</w:t>
      </w:r>
      <w:r w:rsidR="000C4B14">
        <w:rPr>
          <w:rtl/>
          <w:lang w:bidi="fa-IR"/>
        </w:rPr>
        <w:t>،</w:t>
      </w:r>
      <w:r w:rsidRPr="003E3506">
        <w:rPr>
          <w:rtl/>
          <w:lang w:bidi="fa-IR"/>
        </w:rPr>
        <w:t xml:space="preserve"> يا كسبهاى ديگر مالى به دست آورد</w:t>
      </w:r>
      <w:r w:rsidR="000C4B14">
        <w:rPr>
          <w:rtl/>
          <w:lang w:bidi="fa-IR"/>
        </w:rPr>
        <w:t>،</w:t>
      </w:r>
      <w:r w:rsidRPr="003E3506">
        <w:rPr>
          <w:rtl/>
          <w:lang w:bidi="fa-IR"/>
        </w:rPr>
        <w:t xml:space="preserve"> اگر چه مثلا نماز و روزه ميتى را بجا آورده</w:t>
      </w:r>
      <w:r w:rsidR="000C4B14">
        <w:rPr>
          <w:rtl/>
          <w:lang w:bidi="fa-IR"/>
        </w:rPr>
        <w:t>،</w:t>
      </w:r>
      <w:r w:rsidRPr="003E3506">
        <w:rPr>
          <w:rtl/>
          <w:lang w:bidi="fa-IR"/>
        </w:rPr>
        <w:t xml:space="preserve"> و از اجرت آن مالى تهيه كند</w:t>
      </w:r>
      <w:r w:rsidR="000C4B14">
        <w:rPr>
          <w:rtl/>
          <w:lang w:bidi="fa-IR"/>
        </w:rPr>
        <w:t>،</w:t>
      </w:r>
      <w:r w:rsidRPr="003E3506">
        <w:rPr>
          <w:rtl/>
          <w:lang w:bidi="fa-IR"/>
        </w:rPr>
        <w:t xml:space="preserve"> چنانچه از مخارج سال خود او و عيالاتش زياد بيايد بايد خمس يعنى پنج يك آن را به دستورى كه بعدا گفته مى شود بدهد.</w:t>
      </w:r>
    </w:p>
    <w:p w:rsidR="003E3506" w:rsidRPr="003E3506" w:rsidRDefault="003E3506" w:rsidP="003E3506">
      <w:pPr>
        <w:pStyle w:val="libNormal"/>
        <w:rPr>
          <w:lang w:bidi="fa-IR"/>
        </w:rPr>
      </w:pPr>
      <w:r w:rsidRPr="003E3506">
        <w:rPr>
          <w:rtl/>
          <w:lang w:bidi="fa-IR"/>
        </w:rPr>
        <w:t>١٧٦٢ - اگر از غير كسب مالى به دست آورد</w:t>
      </w:r>
      <w:r w:rsidR="000C4B14">
        <w:rPr>
          <w:rtl/>
          <w:lang w:bidi="fa-IR"/>
        </w:rPr>
        <w:t>،</w:t>
      </w:r>
      <w:r w:rsidRPr="003E3506">
        <w:rPr>
          <w:rtl/>
          <w:lang w:bidi="fa-IR"/>
        </w:rPr>
        <w:t xml:space="preserve"> مثلا چيزى به او ببخشند</w:t>
      </w:r>
      <w:r w:rsidR="000C4B14">
        <w:rPr>
          <w:rtl/>
          <w:lang w:bidi="fa-IR"/>
        </w:rPr>
        <w:t>،</w:t>
      </w:r>
      <w:r w:rsidRPr="003E3506">
        <w:rPr>
          <w:rtl/>
          <w:lang w:bidi="fa-IR"/>
        </w:rPr>
        <w:t xml:space="preserve"> چنانچه از مخارج سالش زياد بيايد</w:t>
      </w:r>
      <w:r w:rsidR="000C4B14">
        <w:rPr>
          <w:rtl/>
          <w:lang w:bidi="fa-IR"/>
        </w:rPr>
        <w:t>،</w:t>
      </w:r>
      <w:r w:rsidRPr="003E3506">
        <w:rPr>
          <w:rtl/>
          <w:lang w:bidi="fa-IR"/>
        </w:rPr>
        <w:t xml:space="preserve"> خمس آن را بايد بدهد.</w:t>
      </w:r>
    </w:p>
    <w:p w:rsidR="003E3506" w:rsidRPr="003E3506" w:rsidRDefault="003E3506" w:rsidP="003E3506">
      <w:pPr>
        <w:pStyle w:val="libNormal"/>
        <w:rPr>
          <w:lang w:bidi="fa-IR"/>
        </w:rPr>
      </w:pPr>
      <w:r w:rsidRPr="003E3506">
        <w:rPr>
          <w:rtl/>
          <w:lang w:bidi="fa-IR"/>
        </w:rPr>
        <w:t>١٧٦٣ - مهرى را كه زن مى گيرد و مالى را كه مرد عوض طلاق خلع اخذ مى نمايد خمس ندارد</w:t>
      </w:r>
      <w:r w:rsidR="000C4B14">
        <w:rPr>
          <w:rtl/>
          <w:lang w:bidi="fa-IR"/>
        </w:rPr>
        <w:t>،</w:t>
      </w:r>
      <w:r w:rsidRPr="003E3506">
        <w:rPr>
          <w:rtl/>
          <w:lang w:bidi="fa-IR"/>
        </w:rPr>
        <w:t xml:space="preserve"> و هم چنين است ارثى كه به انسان مى رسد</w:t>
      </w:r>
      <w:r w:rsidR="000C4B14">
        <w:rPr>
          <w:rtl/>
          <w:lang w:bidi="fa-IR"/>
        </w:rPr>
        <w:t>،</w:t>
      </w:r>
      <w:r w:rsidRPr="003E3506">
        <w:rPr>
          <w:rtl/>
          <w:lang w:bidi="fa-IR"/>
        </w:rPr>
        <w:t xml:space="preserve"> از روى قواعد معتبره در ارث و اما اگر مسلمانى كه شيعه است مالى به غير اين راه مانند تعصيب به او به ارث برسد</w:t>
      </w:r>
      <w:r w:rsidR="000C4B14">
        <w:rPr>
          <w:rtl/>
          <w:lang w:bidi="fa-IR"/>
        </w:rPr>
        <w:t>،</w:t>
      </w:r>
      <w:r w:rsidRPr="003E3506">
        <w:rPr>
          <w:rtl/>
          <w:lang w:bidi="fa-IR"/>
        </w:rPr>
        <w:t xml:space="preserve"> آن مال از فوايد محسوب مى شود</w:t>
      </w:r>
      <w:r w:rsidR="000C4B14">
        <w:rPr>
          <w:rtl/>
          <w:lang w:bidi="fa-IR"/>
        </w:rPr>
        <w:t>،</w:t>
      </w:r>
      <w:r w:rsidRPr="003E3506">
        <w:rPr>
          <w:rtl/>
          <w:lang w:bidi="fa-IR"/>
        </w:rPr>
        <w:t xml:space="preserve"> و خمس آن را بايد بدهد و هم چنين اگر ارثى به او برسد از غير پدر و پسر كه گمان رسيدن آن را به خود نداشته</w:t>
      </w:r>
      <w:r w:rsidR="000C4B14">
        <w:rPr>
          <w:rtl/>
          <w:lang w:bidi="fa-IR"/>
        </w:rPr>
        <w:t>،</w:t>
      </w:r>
      <w:r w:rsidRPr="003E3506">
        <w:rPr>
          <w:rtl/>
          <w:lang w:bidi="fa-IR"/>
        </w:rPr>
        <w:t xml:space="preserve"> احتياط واجب آن است كه خمس آن ارث را اگر از مخارج سالش زياد بيايد بدهد.</w:t>
      </w:r>
    </w:p>
    <w:p w:rsidR="003E3506" w:rsidRPr="003E3506" w:rsidRDefault="003E3506" w:rsidP="003E3506">
      <w:pPr>
        <w:pStyle w:val="libNormal"/>
        <w:rPr>
          <w:lang w:bidi="fa-IR"/>
        </w:rPr>
      </w:pPr>
      <w:r w:rsidRPr="003E3506">
        <w:rPr>
          <w:rtl/>
          <w:lang w:bidi="fa-IR"/>
        </w:rPr>
        <w:lastRenderedPageBreak/>
        <w:t>١٧٦٤ - اگر مالى به ارث به او برسد</w:t>
      </w:r>
      <w:r w:rsidR="000C4B14">
        <w:rPr>
          <w:rtl/>
          <w:lang w:bidi="fa-IR"/>
        </w:rPr>
        <w:t>،</w:t>
      </w:r>
      <w:r w:rsidRPr="003E3506">
        <w:rPr>
          <w:rtl/>
          <w:lang w:bidi="fa-IR"/>
        </w:rPr>
        <w:t xml:space="preserve"> و بداند كسى كه اين مال از او به ارث رسيده</w:t>
      </w:r>
      <w:r w:rsidR="000C4B14">
        <w:rPr>
          <w:rtl/>
          <w:lang w:bidi="fa-IR"/>
        </w:rPr>
        <w:t>،</w:t>
      </w:r>
      <w:r w:rsidRPr="003E3506">
        <w:rPr>
          <w:rtl/>
          <w:lang w:bidi="fa-IR"/>
        </w:rPr>
        <w:t xml:space="preserve"> خمس آن را نداده</w:t>
      </w:r>
      <w:r w:rsidR="000C4B14">
        <w:rPr>
          <w:rtl/>
          <w:lang w:bidi="fa-IR"/>
        </w:rPr>
        <w:t>،</w:t>
      </w:r>
      <w:r w:rsidRPr="003E3506">
        <w:rPr>
          <w:rtl/>
          <w:lang w:bidi="fa-IR"/>
        </w:rPr>
        <w:t xml:space="preserve"> بايد خمس آن را بدهد</w:t>
      </w:r>
      <w:r w:rsidR="000C4B14">
        <w:rPr>
          <w:rtl/>
          <w:lang w:bidi="fa-IR"/>
        </w:rPr>
        <w:t>،</w:t>
      </w:r>
      <w:r w:rsidRPr="003E3506">
        <w:rPr>
          <w:rtl/>
          <w:lang w:bidi="fa-IR"/>
        </w:rPr>
        <w:t xml:space="preserve"> و هم چنين اگر در خود آن مال خمس نباشد</w:t>
      </w:r>
      <w:r w:rsidR="000C4B14">
        <w:rPr>
          <w:rtl/>
          <w:lang w:bidi="fa-IR"/>
        </w:rPr>
        <w:t>،</w:t>
      </w:r>
      <w:r w:rsidRPr="003E3506">
        <w:rPr>
          <w:rtl/>
          <w:lang w:bidi="fa-IR"/>
        </w:rPr>
        <w:t xml:space="preserve"> و وارث بداند كسى كه آن مال از او به ارث رسيده خمس بدهكار است</w:t>
      </w:r>
      <w:r w:rsidR="000C4B14">
        <w:rPr>
          <w:rtl/>
          <w:lang w:bidi="fa-IR"/>
        </w:rPr>
        <w:t>،</w:t>
      </w:r>
      <w:r w:rsidRPr="003E3506">
        <w:rPr>
          <w:rtl/>
          <w:lang w:bidi="fa-IR"/>
        </w:rPr>
        <w:t xml:space="preserve"> بايد خمس را از مال او بدهد</w:t>
      </w:r>
      <w:r w:rsidR="000C4B14">
        <w:rPr>
          <w:rtl/>
          <w:lang w:bidi="fa-IR"/>
        </w:rPr>
        <w:t>،</w:t>
      </w:r>
      <w:r w:rsidRPr="003E3506">
        <w:rPr>
          <w:rtl/>
          <w:lang w:bidi="fa-IR"/>
        </w:rPr>
        <w:t xml:space="preserve"> ولى در هر دو صورت اگر كسى كه مال از او به ارث رسيده به دادن خمس عقيده نداشته يا آن كه خمس نمى داده لازم نيست وارث خمس واجب بر او را بپردازد.</w:t>
      </w:r>
    </w:p>
    <w:p w:rsidR="003E3506" w:rsidRPr="003E3506" w:rsidRDefault="003E3506" w:rsidP="003E3506">
      <w:pPr>
        <w:pStyle w:val="libNormal"/>
        <w:rPr>
          <w:lang w:bidi="fa-IR"/>
        </w:rPr>
      </w:pPr>
      <w:r w:rsidRPr="003E3506">
        <w:rPr>
          <w:rtl/>
          <w:lang w:bidi="fa-IR"/>
        </w:rPr>
        <w:t>١٧٦٥ - اگر به واسطه قناعت كردن</w:t>
      </w:r>
      <w:r w:rsidR="000C4B14">
        <w:rPr>
          <w:rtl/>
          <w:lang w:bidi="fa-IR"/>
        </w:rPr>
        <w:t>،</w:t>
      </w:r>
      <w:r w:rsidRPr="003E3506">
        <w:rPr>
          <w:rtl/>
          <w:lang w:bidi="fa-IR"/>
        </w:rPr>
        <w:t xml:space="preserve"> چيزى از مخارج سال انسان زياد بيايد</w:t>
      </w:r>
      <w:r w:rsidR="000C4B14">
        <w:rPr>
          <w:rtl/>
          <w:lang w:bidi="fa-IR"/>
        </w:rPr>
        <w:t>،</w:t>
      </w:r>
      <w:r w:rsidRPr="003E3506">
        <w:rPr>
          <w:rtl/>
          <w:lang w:bidi="fa-IR"/>
        </w:rPr>
        <w:t xml:space="preserve"> بايد خمس آن را بدهد.</w:t>
      </w:r>
    </w:p>
    <w:p w:rsidR="003E3506" w:rsidRPr="003E3506" w:rsidRDefault="003E3506" w:rsidP="003E3506">
      <w:pPr>
        <w:pStyle w:val="libNormal"/>
        <w:rPr>
          <w:lang w:bidi="fa-IR"/>
        </w:rPr>
      </w:pPr>
      <w:r w:rsidRPr="003E3506">
        <w:rPr>
          <w:rtl/>
          <w:lang w:bidi="fa-IR"/>
        </w:rPr>
        <w:t>١٧٦٦ - كسى كه ديگرى تمام مخارج او را مى دهد</w:t>
      </w:r>
      <w:r w:rsidR="000C4B14">
        <w:rPr>
          <w:rtl/>
          <w:lang w:bidi="fa-IR"/>
        </w:rPr>
        <w:t>،</w:t>
      </w:r>
      <w:r w:rsidRPr="003E3506">
        <w:rPr>
          <w:rtl/>
          <w:lang w:bidi="fa-IR"/>
        </w:rPr>
        <w:t xml:space="preserve"> بايد خمس تمام مالى را كه به دست مى آورد بدهد.</w:t>
      </w:r>
    </w:p>
    <w:p w:rsidR="003E3506" w:rsidRPr="003E3506" w:rsidRDefault="003E3506" w:rsidP="003E3506">
      <w:pPr>
        <w:pStyle w:val="libNormal"/>
        <w:rPr>
          <w:lang w:bidi="fa-IR"/>
        </w:rPr>
      </w:pPr>
      <w:r w:rsidRPr="003E3506">
        <w:rPr>
          <w:rtl/>
          <w:lang w:bidi="fa-IR"/>
        </w:rPr>
        <w:t>١٧٦٧ - اگر ملكى را بر افراد معينى مثلا بر اولاد خود وقف نمايد</w:t>
      </w:r>
      <w:r w:rsidR="000C4B14">
        <w:rPr>
          <w:rtl/>
          <w:lang w:bidi="fa-IR"/>
        </w:rPr>
        <w:t>،</w:t>
      </w:r>
      <w:r w:rsidRPr="003E3506">
        <w:rPr>
          <w:rtl/>
          <w:lang w:bidi="fa-IR"/>
        </w:rPr>
        <w:t xml:space="preserve"> چنانچه در آن ملك زراعت و درخت كارى كنند و از آن چيزى به دست آورند</w:t>
      </w:r>
      <w:r w:rsidR="000C4B14">
        <w:rPr>
          <w:rtl/>
          <w:lang w:bidi="fa-IR"/>
        </w:rPr>
        <w:t>،</w:t>
      </w:r>
      <w:r w:rsidRPr="003E3506">
        <w:rPr>
          <w:rtl/>
          <w:lang w:bidi="fa-IR"/>
        </w:rPr>
        <w:t xml:space="preserve"> و از مخارج سال آنان زياد بيايد</w:t>
      </w:r>
      <w:r w:rsidR="000C4B14">
        <w:rPr>
          <w:rtl/>
          <w:lang w:bidi="fa-IR"/>
        </w:rPr>
        <w:t>،</w:t>
      </w:r>
      <w:r w:rsidRPr="003E3506">
        <w:rPr>
          <w:rtl/>
          <w:lang w:bidi="fa-IR"/>
        </w:rPr>
        <w:t xml:space="preserve"> بايد خمس آن را بدهند</w:t>
      </w:r>
      <w:r w:rsidR="000C4B14">
        <w:rPr>
          <w:rtl/>
          <w:lang w:bidi="fa-IR"/>
        </w:rPr>
        <w:t>،</w:t>
      </w:r>
      <w:r w:rsidRPr="003E3506">
        <w:rPr>
          <w:rtl/>
          <w:lang w:bidi="fa-IR"/>
        </w:rPr>
        <w:t xml:space="preserve"> و هم چنين اگر طور ديگرى هم از آن ملك نفع ببرند</w:t>
      </w:r>
      <w:r w:rsidR="000C4B14">
        <w:rPr>
          <w:rtl/>
          <w:lang w:bidi="fa-IR"/>
        </w:rPr>
        <w:t>،</w:t>
      </w:r>
      <w:r w:rsidRPr="003E3506">
        <w:rPr>
          <w:rtl/>
          <w:lang w:bidi="fa-IR"/>
        </w:rPr>
        <w:t xml:space="preserve"> مثلا اجاره آن را بگيرند</w:t>
      </w:r>
      <w:r w:rsidR="000C4B14">
        <w:rPr>
          <w:rtl/>
          <w:lang w:bidi="fa-IR"/>
        </w:rPr>
        <w:t>،</w:t>
      </w:r>
      <w:r w:rsidRPr="003E3506">
        <w:rPr>
          <w:rtl/>
          <w:lang w:bidi="fa-IR"/>
        </w:rPr>
        <w:t xml:space="preserve"> بايد خمس مقدارى را كه از مخارج سالشان زياد مى آيد بدهند.</w:t>
      </w:r>
    </w:p>
    <w:p w:rsidR="003E3506" w:rsidRPr="003E3506" w:rsidRDefault="003E3506" w:rsidP="003E3506">
      <w:pPr>
        <w:pStyle w:val="libNormal"/>
        <w:rPr>
          <w:lang w:bidi="fa-IR"/>
        </w:rPr>
      </w:pPr>
      <w:r w:rsidRPr="003E3506">
        <w:rPr>
          <w:rtl/>
          <w:lang w:bidi="fa-IR"/>
        </w:rPr>
        <w:t>١٧٦٨ - اگر مالى را كه فقير بابت صدقه واجب يا مستحبى گرفته از مخارج سالش زياد بيايد</w:t>
      </w:r>
      <w:r w:rsidR="000C4B14">
        <w:rPr>
          <w:rtl/>
          <w:lang w:bidi="fa-IR"/>
        </w:rPr>
        <w:t>،</w:t>
      </w:r>
      <w:r w:rsidRPr="003E3506">
        <w:rPr>
          <w:rtl/>
          <w:lang w:bidi="fa-IR"/>
        </w:rPr>
        <w:t xml:space="preserve"> يا از مالى كه به او داده اند منفعتى ببرد</w:t>
      </w:r>
      <w:r w:rsidR="000C4B14">
        <w:rPr>
          <w:rtl/>
          <w:lang w:bidi="fa-IR"/>
        </w:rPr>
        <w:t>،</w:t>
      </w:r>
      <w:r w:rsidRPr="003E3506">
        <w:rPr>
          <w:rtl/>
          <w:lang w:bidi="fa-IR"/>
        </w:rPr>
        <w:t xml:space="preserve"> مثلا از درختى كه به او داده اند ميوه اى به دست آورد</w:t>
      </w:r>
      <w:r w:rsidR="000C4B14">
        <w:rPr>
          <w:rtl/>
          <w:lang w:bidi="fa-IR"/>
        </w:rPr>
        <w:t>،</w:t>
      </w:r>
      <w:r w:rsidRPr="003E3506">
        <w:rPr>
          <w:rtl/>
          <w:lang w:bidi="fa-IR"/>
        </w:rPr>
        <w:t xml:space="preserve"> و از مخارج سالش زياد بيايد</w:t>
      </w:r>
      <w:r w:rsidR="000C4B14">
        <w:rPr>
          <w:rtl/>
          <w:lang w:bidi="fa-IR"/>
        </w:rPr>
        <w:t>،</w:t>
      </w:r>
      <w:r w:rsidRPr="003E3506">
        <w:rPr>
          <w:rtl/>
          <w:lang w:bidi="fa-IR"/>
        </w:rPr>
        <w:t xml:space="preserve"> بايد خمس آن را بدهد ولى اگر مالى را از بابت خمس يا زكاة به او داده باشند لازم نيست خمس خود آن را بدهد.</w:t>
      </w:r>
    </w:p>
    <w:p w:rsidR="003E3506" w:rsidRPr="003E3506" w:rsidRDefault="003E3506" w:rsidP="003E3506">
      <w:pPr>
        <w:pStyle w:val="libNormal"/>
        <w:rPr>
          <w:lang w:bidi="fa-IR"/>
        </w:rPr>
      </w:pPr>
      <w:r w:rsidRPr="003E3506">
        <w:rPr>
          <w:rtl/>
          <w:lang w:bidi="fa-IR"/>
        </w:rPr>
        <w:t>١٧٦٩ - اگر با عين پول خمس نداده جنسى را بخرد</w:t>
      </w:r>
      <w:r w:rsidR="000C4B14">
        <w:rPr>
          <w:rtl/>
          <w:lang w:bidi="fa-IR"/>
        </w:rPr>
        <w:t>،</w:t>
      </w:r>
      <w:r w:rsidRPr="003E3506">
        <w:rPr>
          <w:rtl/>
          <w:lang w:bidi="fa-IR"/>
        </w:rPr>
        <w:t xml:space="preserve"> يعنى به فروشنده بگويد اين جنس را به اين پول مى خرم چنانچه فروشنده مسلمان اثنا عشرى باشد</w:t>
      </w:r>
      <w:r w:rsidR="000C4B14">
        <w:rPr>
          <w:rtl/>
          <w:lang w:bidi="fa-IR"/>
        </w:rPr>
        <w:t>،</w:t>
      </w:r>
      <w:r w:rsidRPr="003E3506">
        <w:rPr>
          <w:rtl/>
          <w:lang w:bidi="fa-IR"/>
        </w:rPr>
        <w:t xml:space="preserve"> ظاهر اين است كه معامله نسبت به جميع مال صحيح است</w:t>
      </w:r>
      <w:r w:rsidR="000C4B14">
        <w:rPr>
          <w:rtl/>
          <w:lang w:bidi="fa-IR"/>
        </w:rPr>
        <w:t>،</w:t>
      </w:r>
      <w:r w:rsidRPr="003E3506">
        <w:rPr>
          <w:rtl/>
          <w:lang w:bidi="fa-IR"/>
        </w:rPr>
        <w:t xml:space="preserve"> و به جنسى كه با اين پول خريده است خمس تعلق مى گيرد</w:t>
      </w:r>
      <w:r w:rsidR="000C4B14">
        <w:rPr>
          <w:rtl/>
          <w:lang w:bidi="fa-IR"/>
        </w:rPr>
        <w:t>،</w:t>
      </w:r>
      <w:r w:rsidRPr="003E3506">
        <w:rPr>
          <w:rtl/>
          <w:lang w:bidi="fa-IR"/>
        </w:rPr>
        <w:t xml:space="preserve"> و احتياجى به اجازه و امضاء حاكم شرع نيست</w:t>
      </w:r>
      <w:r w:rsidR="000C4B14">
        <w:rPr>
          <w:rtl/>
          <w:lang w:bidi="fa-IR"/>
        </w:rPr>
        <w:t>.</w:t>
      </w:r>
    </w:p>
    <w:p w:rsidR="003E3506" w:rsidRPr="003E3506" w:rsidRDefault="003E3506" w:rsidP="003E3506">
      <w:pPr>
        <w:pStyle w:val="libNormal"/>
        <w:rPr>
          <w:lang w:bidi="fa-IR"/>
        </w:rPr>
      </w:pPr>
      <w:r w:rsidRPr="003E3506">
        <w:rPr>
          <w:rtl/>
          <w:lang w:bidi="fa-IR"/>
        </w:rPr>
        <w:lastRenderedPageBreak/>
        <w:t>١٧٧٠ - اگر جنسى را بخرد و بعد از معامله قيمت آن را از پول خمس نداده بدهد</w:t>
      </w:r>
      <w:r w:rsidR="000C4B14">
        <w:rPr>
          <w:rtl/>
          <w:lang w:bidi="fa-IR"/>
        </w:rPr>
        <w:t>،</w:t>
      </w:r>
      <w:r w:rsidRPr="003E3506">
        <w:rPr>
          <w:rtl/>
          <w:lang w:bidi="fa-IR"/>
        </w:rPr>
        <w:t xml:space="preserve"> معامله اى كه كرده صحيح است</w:t>
      </w:r>
      <w:r w:rsidR="000C4B14">
        <w:rPr>
          <w:rtl/>
          <w:lang w:bidi="fa-IR"/>
        </w:rPr>
        <w:t>،</w:t>
      </w:r>
      <w:r w:rsidRPr="003E3506">
        <w:rPr>
          <w:rtl/>
          <w:lang w:bidi="fa-IR"/>
        </w:rPr>
        <w:t xml:space="preserve"> و خمس پولى را كه به فروشنده داده به صاحبان خمس مديون مى باشد.</w:t>
      </w:r>
    </w:p>
    <w:p w:rsidR="003E3506" w:rsidRPr="003E3506" w:rsidRDefault="003E3506" w:rsidP="003E3506">
      <w:pPr>
        <w:pStyle w:val="libNormal"/>
        <w:rPr>
          <w:lang w:bidi="fa-IR"/>
        </w:rPr>
      </w:pPr>
      <w:r w:rsidRPr="003E3506">
        <w:rPr>
          <w:rtl/>
          <w:lang w:bidi="fa-IR"/>
        </w:rPr>
        <w:t>١٧٧١ - اگر مسلمان اثنا عشرى مالى را كه خمس آن داده نشده بخرد</w:t>
      </w:r>
      <w:r w:rsidR="000C4B14">
        <w:rPr>
          <w:rtl/>
          <w:lang w:bidi="fa-IR"/>
        </w:rPr>
        <w:t>،</w:t>
      </w:r>
      <w:r w:rsidRPr="003E3506">
        <w:rPr>
          <w:rtl/>
          <w:lang w:bidi="fa-IR"/>
        </w:rPr>
        <w:t xml:space="preserve"> خمس به عهده فروشنده است و بر خريدار چيزى نيست</w:t>
      </w:r>
      <w:r w:rsidR="000C4B14">
        <w:rPr>
          <w:rtl/>
          <w:lang w:bidi="fa-IR"/>
        </w:rPr>
        <w:t>.</w:t>
      </w:r>
    </w:p>
    <w:p w:rsidR="003E3506" w:rsidRPr="003E3506" w:rsidRDefault="003E3506" w:rsidP="003E3506">
      <w:pPr>
        <w:pStyle w:val="libNormal"/>
        <w:rPr>
          <w:lang w:bidi="fa-IR"/>
        </w:rPr>
      </w:pPr>
      <w:r w:rsidRPr="003E3506">
        <w:rPr>
          <w:rtl/>
          <w:lang w:bidi="fa-IR"/>
        </w:rPr>
        <w:t>١٧٧٢ - اگر چيزى را كه خمس آن داده نشده به مسلمان اثنا عشرى ببخشند</w:t>
      </w:r>
      <w:r w:rsidR="000C4B14">
        <w:rPr>
          <w:rtl/>
          <w:lang w:bidi="fa-IR"/>
        </w:rPr>
        <w:t>،</w:t>
      </w:r>
      <w:r w:rsidRPr="003E3506">
        <w:rPr>
          <w:rtl/>
          <w:lang w:bidi="fa-IR"/>
        </w:rPr>
        <w:t xml:space="preserve"> پنج يك آن به عهده خود بخشنده است</w:t>
      </w:r>
      <w:r w:rsidR="000C4B14">
        <w:rPr>
          <w:rtl/>
          <w:lang w:bidi="fa-IR"/>
        </w:rPr>
        <w:t>،</w:t>
      </w:r>
      <w:r w:rsidRPr="003E3506">
        <w:rPr>
          <w:rtl/>
          <w:lang w:bidi="fa-IR"/>
        </w:rPr>
        <w:t xml:space="preserve"> و چيزى بر اين شخص نيست</w:t>
      </w:r>
      <w:r w:rsidR="000C4B14">
        <w:rPr>
          <w:rtl/>
          <w:lang w:bidi="fa-IR"/>
        </w:rPr>
        <w:t>.</w:t>
      </w:r>
    </w:p>
    <w:p w:rsidR="003E3506" w:rsidRPr="003E3506" w:rsidRDefault="003E3506" w:rsidP="003E3506">
      <w:pPr>
        <w:pStyle w:val="libNormal"/>
        <w:rPr>
          <w:lang w:bidi="fa-IR"/>
        </w:rPr>
      </w:pPr>
      <w:r w:rsidRPr="003E3506">
        <w:rPr>
          <w:rtl/>
          <w:lang w:bidi="fa-IR"/>
        </w:rPr>
        <w:t>١٧٧٣ - اگر از كافر يا كسى كه به دادن خمس عقيده ندارد</w:t>
      </w:r>
      <w:r w:rsidR="000C4B14">
        <w:rPr>
          <w:rtl/>
          <w:lang w:bidi="fa-IR"/>
        </w:rPr>
        <w:t>،</w:t>
      </w:r>
      <w:r w:rsidRPr="003E3506">
        <w:rPr>
          <w:rtl/>
          <w:lang w:bidi="fa-IR"/>
        </w:rPr>
        <w:t xml:space="preserve"> مالى به دست انسان آيد</w:t>
      </w:r>
      <w:r w:rsidR="000C4B14">
        <w:rPr>
          <w:rtl/>
          <w:lang w:bidi="fa-IR"/>
        </w:rPr>
        <w:t>،</w:t>
      </w:r>
      <w:r w:rsidRPr="003E3506">
        <w:rPr>
          <w:rtl/>
          <w:lang w:bidi="fa-IR"/>
        </w:rPr>
        <w:t xml:space="preserve"> واجب نيست خمس آن را بدهد.</w:t>
      </w:r>
    </w:p>
    <w:p w:rsidR="003E3506" w:rsidRPr="003E3506" w:rsidRDefault="003E3506" w:rsidP="003E3506">
      <w:pPr>
        <w:pStyle w:val="libNormal"/>
        <w:rPr>
          <w:lang w:bidi="fa-IR"/>
        </w:rPr>
      </w:pPr>
      <w:r w:rsidRPr="003E3506">
        <w:rPr>
          <w:rtl/>
          <w:lang w:bidi="fa-IR"/>
        </w:rPr>
        <w:t>١٧٧٤ - تاجر و كاسب و صنعتگر و مانند اينها از وقتى كه شروع به كاسبى مى كنند</w:t>
      </w:r>
      <w:r w:rsidR="000C4B14">
        <w:rPr>
          <w:rtl/>
          <w:lang w:bidi="fa-IR"/>
        </w:rPr>
        <w:t>،</w:t>
      </w:r>
      <w:r w:rsidRPr="003E3506">
        <w:rPr>
          <w:rtl/>
          <w:lang w:bidi="fa-IR"/>
        </w:rPr>
        <w:t xml:space="preserve"> يك سال كه بگذرد</w:t>
      </w:r>
      <w:r w:rsidR="000C4B14">
        <w:rPr>
          <w:rtl/>
          <w:lang w:bidi="fa-IR"/>
        </w:rPr>
        <w:t>،</w:t>
      </w:r>
      <w:r w:rsidRPr="003E3506">
        <w:rPr>
          <w:rtl/>
          <w:lang w:bidi="fa-IR"/>
        </w:rPr>
        <w:t xml:space="preserve"> بايد خمس آنچه را كه از خرج سالشان زياد مى آيد بدهند</w:t>
      </w:r>
      <w:r w:rsidR="000C4B14">
        <w:rPr>
          <w:rtl/>
          <w:lang w:bidi="fa-IR"/>
        </w:rPr>
        <w:t>،</w:t>
      </w:r>
      <w:r w:rsidRPr="003E3506">
        <w:rPr>
          <w:rtl/>
          <w:lang w:bidi="fa-IR"/>
        </w:rPr>
        <w:t xml:space="preserve"> و كسى كه شغلش كاسبى نيست</w:t>
      </w:r>
      <w:r w:rsidR="000C4B14">
        <w:rPr>
          <w:rtl/>
          <w:lang w:bidi="fa-IR"/>
        </w:rPr>
        <w:t>،</w:t>
      </w:r>
      <w:r w:rsidRPr="003E3506">
        <w:rPr>
          <w:rtl/>
          <w:lang w:bidi="fa-IR"/>
        </w:rPr>
        <w:t xml:space="preserve"> اگر اتفاقا منفعتى ببرد</w:t>
      </w:r>
      <w:r w:rsidR="000C4B14">
        <w:rPr>
          <w:rtl/>
          <w:lang w:bidi="fa-IR"/>
        </w:rPr>
        <w:t>،</w:t>
      </w:r>
      <w:r w:rsidRPr="003E3506">
        <w:rPr>
          <w:rtl/>
          <w:lang w:bidi="fa-IR"/>
        </w:rPr>
        <w:t xml:space="preserve"> بعد از آن كه يك سال از موقعى كه فايده برده بگذرد</w:t>
      </w:r>
      <w:r w:rsidR="000C4B14">
        <w:rPr>
          <w:rtl/>
          <w:lang w:bidi="fa-IR"/>
        </w:rPr>
        <w:t>،</w:t>
      </w:r>
      <w:r w:rsidRPr="003E3506">
        <w:rPr>
          <w:rtl/>
          <w:lang w:bidi="fa-IR"/>
        </w:rPr>
        <w:t xml:space="preserve"> بايد خمس مقدارى را كه از خرج سالش زياد آمده بدهد.</w:t>
      </w:r>
    </w:p>
    <w:p w:rsidR="003E3506" w:rsidRPr="003E3506" w:rsidRDefault="003E3506" w:rsidP="003E3506">
      <w:pPr>
        <w:pStyle w:val="libNormal"/>
        <w:rPr>
          <w:lang w:bidi="fa-IR"/>
        </w:rPr>
      </w:pPr>
      <w:r w:rsidRPr="003E3506">
        <w:rPr>
          <w:rtl/>
          <w:lang w:bidi="fa-IR"/>
        </w:rPr>
        <w:t>١٧٧٥ - انسان مى تواند در بين سال هر وقت منفعتى به دستش آيد خمس آن را بدهد</w:t>
      </w:r>
      <w:r w:rsidR="000C4B14">
        <w:rPr>
          <w:rtl/>
          <w:lang w:bidi="fa-IR"/>
        </w:rPr>
        <w:t>،</w:t>
      </w:r>
      <w:r w:rsidRPr="003E3506">
        <w:rPr>
          <w:rtl/>
          <w:lang w:bidi="fa-IR"/>
        </w:rPr>
        <w:t xml:space="preserve"> و جايز است دادن خمس را تا آخر سال تاخير بيندازد</w:t>
      </w:r>
      <w:r w:rsidR="000C4B14">
        <w:rPr>
          <w:rtl/>
          <w:lang w:bidi="fa-IR"/>
        </w:rPr>
        <w:t>،</w:t>
      </w:r>
      <w:r w:rsidRPr="003E3506">
        <w:rPr>
          <w:rtl/>
          <w:lang w:bidi="fa-IR"/>
        </w:rPr>
        <w:t xml:space="preserve"> و اگر براى دادن خمس</w:t>
      </w:r>
      <w:r w:rsidR="000C4B14">
        <w:rPr>
          <w:rtl/>
          <w:lang w:bidi="fa-IR"/>
        </w:rPr>
        <w:t>،</w:t>
      </w:r>
      <w:r w:rsidRPr="003E3506">
        <w:rPr>
          <w:rtl/>
          <w:lang w:bidi="fa-IR"/>
        </w:rPr>
        <w:t xml:space="preserve"> سال شمسى قرار دهد مانعى ندارد.</w:t>
      </w:r>
    </w:p>
    <w:p w:rsidR="003E3506" w:rsidRPr="003E3506" w:rsidRDefault="003E3506" w:rsidP="003E3506">
      <w:pPr>
        <w:pStyle w:val="libNormal"/>
        <w:rPr>
          <w:lang w:bidi="fa-IR"/>
        </w:rPr>
      </w:pPr>
      <w:r w:rsidRPr="003E3506">
        <w:rPr>
          <w:rtl/>
          <w:lang w:bidi="fa-IR"/>
        </w:rPr>
        <w:t>١٧٧٦ - كسى كه مانند تاجر و كاسب براى دادن خمس</w:t>
      </w:r>
      <w:r w:rsidR="000C4B14">
        <w:rPr>
          <w:rtl/>
          <w:lang w:bidi="fa-IR"/>
        </w:rPr>
        <w:t>،</w:t>
      </w:r>
      <w:r w:rsidRPr="003E3506">
        <w:rPr>
          <w:rtl/>
          <w:lang w:bidi="fa-IR"/>
        </w:rPr>
        <w:t xml:space="preserve"> سال قرار دهد</w:t>
      </w:r>
      <w:r w:rsidR="000C4B14">
        <w:rPr>
          <w:rtl/>
          <w:lang w:bidi="fa-IR"/>
        </w:rPr>
        <w:t>،</w:t>
      </w:r>
      <w:r w:rsidRPr="003E3506">
        <w:rPr>
          <w:rtl/>
          <w:lang w:bidi="fa-IR"/>
        </w:rPr>
        <w:t xml:space="preserve"> اگر منفعتى به دست آورد و در بين سال بميرد</w:t>
      </w:r>
      <w:r w:rsidR="000C4B14">
        <w:rPr>
          <w:rtl/>
          <w:lang w:bidi="fa-IR"/>
        </w:rPr>
        <w:t>،</w:t>
      </w:r>
      <w:r w:rsidRPr="003E3506">
        <w:rPr>
          <w:rtl/>
          <w:lang w:bidi="fa-IR"/>
        </w:rPr>
        <w:t xml:space="preserve"> بايد مخارج تا موقع مرگش را از آن منفعت كسر كنند و خمس باقيمانده را بدهند.</w:t>
      </w:r>
    </w:p>
    <w:p w:rsidR="003E3506" w:rsidRPr="003E3506" w:rsidRDefault="003E3506" w:rsidP="003E3506">
      <w:pPr>
        <w:pStyle w:val="libNormal"/>
        <w:rPr>
          <w:lang w:bidi="fa-IR"/>
        </w:rPr>
      </w:pPr>
      <w:r w:rsidRPr="003E3506">
        <w:rPr>
          <w:rtl/>
          <w:lang w:bidi="fa-IR"/>
        </w:rPr>
        <w:t>١٧٧٧ - اگر قيمت جنسى كه براى تجارت خريده بالا رود و آن را نفروشد و در بين سال قيمتش پايين آيد</w:t>
      </w:r>
      <w:r w:rsidR="000C4B14">
        <w:rPr>
          <w:rtl/>
          <w:lang w:bidi="fa-IR"/>
        </w:rPr>
        <w:t>،</w:t>
      </w:r>
      <w:r w:rsidRPr="003E3506">
        <w:rPr>
          <w:rtl/>
          <w:lang w:bidi="fa-IR"/>
        </w:rPr>
        <w:t xml:space="preserve"> خمس مقدارى كه بالا رفته بر او واجب نيست</w:t>
      </w:r>
      <w:r w:rsidR="000C4B14">
        <w:rPr>
          <w:rtl/>
          <w:lang w:bidi="fa-IR"/>
        </w:rPr>
        <w:t>.</w:t>
      </w:r>
    </w:p>
    <w:p w:rsidR="003E3506" w:rsidRPr="003E3506" w:rsidRDefault="003E3506" w:rsidP="003E3506">
      <w:pPr>
        <w:pStyle w:val="libNormal"/>
        <w:rPr>
          <w:lang w:bidi="fa-IR"/>
        </w:rPr>
      </w:pPr>
      <w:r w:rsidRPr="003E3506">
        <w:rPr>
          <w:rtl/>
          <w:lang w:bidi="fa-IR"/>
        </w:rPr>
        <w:lastRenderedPageBreak/>
        <w:t>١٧٧٨ - اگر قيمت جنسى كه براى تجارت خريده بالا رود و به اميد اين كه قيمت آن بالاتر رود</w:t>
      </w:r>
      <w:r w:rsidR="000C4B14">
        <w:rPr>
          <w:rtl/>
          <w:lang w:bidi="fa-IR"/>
        </w:rPr>
        <w:t>،</w:t>
      </w:r>
      <w:r w:rsidRPr="003E3506">
        <w:rPr>
          <w:rtl/>
          <w:lang w:bidi="fa-IR"/>
        </w:rPr>
        <w:t xml:space="preserve"> تا بعد از تمام شدن سال آن را نفروشد و قيمتش پايين آيد</w:t>
      </w:r>
      <w:r w:rsidR="000C4B14">
        <w:rPr>
          <w:rtl/>
          <w:lang w:bidi="fa-IR"/>
        </w:rPr>
        <w:t>،</w:t>
      </w:r>
      <w:r w:rsidRPr="003E3506">
        <w:rPr>
          <w:rtl/>
          <w:lang w:bidi="fa-IR"/>
        </w:rPr>
        <w:t xml:space="preserve"> خمس مقدارى كه بالا رفته بر او واجب است</w:t>
      </w:r>
      <w:r w:rsidR="000C4B14">
        <w:rPr>
          <w:rtl/>
          <w:lang w:bidi="fa-IR"/>
        </w:rPr>
        <w:t>.</w:t>
      </w:r>
    </w:p>
    <w:p w:rsidR="003E3506" w:rsidRPr="003E3506" w:rsidRDefault="003E3506" w:rsidP="003E3506">
      <w:pPr>
        <w:pStyle w:val="libNormal"/>
        <w:rPr>
          <w:lang w:bidi="fa-IR"/>
        </w:rPr>
      </w:pPr>
      <w:r w:rsidRPr="003E3506">
        <w:rPr>
          <w:rtl/>
          <w:lang w:bidi="fa-IR"/>
        </w:rPr>
        <w:t>١٧٧٩ - اگر غير مال التجارة مالى را به خريدن يا مانند آن تهيه كرده باشد</w:t>
      </w:r>
      <w:r w:rsidR="000C4B14">
        <w:rPr>
          <w:rtl/>
          <w:lang w:bidi="fa-IR"/>
        </w:rPr>
        <w:t>،</w:t>
      </w:r>
      <w:r w:rsidRPr="003E3506">
        <w:rPr>
          <w:rtl/>
          <w:lang w:bidi="fa-IR"/>
        </w:rPr>
        <w:t xml:space="preserve"> و خمسش را داده باشد</w:t>
      </w:r>
      <w:r w:rsidR="000C4B14">
        <w:rPr>
          <w:rtl/>
          <w:lang w:bidi="fa-IR"/>
        </w:rPr>
        <w:t>،</w:t>
      </w:r>
      <w:r w:rsidRPr="003E3506">
        <w:rPr>
          <w:rtl/>
          <w:lang w:bidi="fa-IR"/>
        </w:rPr>
        <w:t xml:space="preserve"> چنانچه قيمتش بالا رود</w:t>
      </w:r>
      <w:r w:rsidR="000C4B14">
        <w:rPr>
          <w:rtl/>
          <w:lang w:bidi="fa-IR"/>
        </w:rPr>
        <w:t>،</w:t>
      </w:r>
      <w:r w:rsidRPr="003E3506">
        <w:rPr>
          <w:rtl/>
          <w:lang w:bidi="fa-IR"/>
        </w:rPr>
        <w:t xml:space="preserve"> اگر آن را بفروشد</w:t>
      </w:r>
      <w:r w:rsidR="000C4B14">
        <w:rPr>
          <w:rtl/>
          <w:lang w:bidi="fa-IR"/>
        </w:rPr>
        <w:t>،</w:t>
      </w:r>
      <w:r w:rsidRPr="003E3506">
        <w:rPr>
          <w:rtl/>
          <w:lang w:bidi="fa-IR"/>
        </w:rPr>
        <w:t xml:space="preserve"> خمس مقدارى را كه بر قيمتش اضافه شده</w:t>
      </w:r>
      <w:r w:rsidR="000C4B14">
        <w:rPr>
          <w:rtl/>
          <w:lang w:bidi="fa-IR"/>
        </w:rPr>
        <w:t>،</w:t>
      </w:r>
      <w:r w:rsidRPr="003E3506">
        <w:rPr>
          <w:rtl/>
          <w:lang w:bidi="fa-IR"/>
        </w:rPr>
        <w:t xml:space="preserve"> بايد بدهد و هم چنين اگر مثلا درختى را كه خريده ميوه بياورد</w:t>
      </w:r>
      <w:r w:rsidR="000C4B14">
        <w:rPr>
          <w:rtl/>
          <w:lang w:bidi="fa-IR"/>
        </w:rPr>
        <w:t>،</w:t>
      </w:r>
      <w:r w:rsidRPr="003E3506">
        <w:rPr>
          <w:rtl/>
          <w:lang w:bidi="fa-IR"/>
        </w:rPr>
        <w:t xml:space="preserve"> يا گوسفند چاق شود</w:t>
      </w:r>
      <w:r w:rsidR="000C4B14">
        <w:rPr>
          <w:rtl/>
          <w:lang w:bidi="fa-IR"/>
        </w:rPr>
        <w:t>،</w:t>
      </w:r>
      <w:r w:rsidRPr="003E3506">
        <w:rPr>
          <w:rtl/>
          <w:lang w:bidi="fa-IR"/>
        </w:rPr>
        <w:t xml:space="preserve"> در صورتى كه مقصود او از نگهدارى آنها اين بوده كه منفعتى از آن ببرد</w:t>
      </w:r>
      <w:r w:rsidR="000C4B14">
        <w:rPr>
          <w:rtl/>
          <w:lang w:bidi="fa-IR"/>
        </w:rPr>
        <w:t>،</w:t>
      </w:r>
      <w:r w:rsidRPr="003E3506">
        <w:rPr>
          <w:rtl/>
          <w:lang w:bidi="fa-IR"/>
        </w:rPr>
        <w:t xml:space="preserve"> بايد خمس آنچه زياد شده بدهد</w:t>
      </w:r>
      <w:r w:rsidR="000C4B14">
        <w:rPr>
          <w:rtl/>
          <w:lang w:bidi="fa-IR"/>
        </w:rPr>
        <w:t>،</w:t>
      </w:r>
      <w:r w:rsidRPr="003E3506">
        <w:rPr>
          <w:rtl/>
          <w:lang w:bidi="fa-IR"/>
        </w:rPr>
        <w:t xml:space="preserve"> بلكه اگر مقصودش منفعت بردن هم نبوده</w:t>
      </w:r>
      <w:r w:rsidR="000C4B14">
        <w:rPr>
          <w:rtl/>
          <w:lang w:bidi="fa-IR"/>
        </w:rPr>
        <w:t>،</w:t>
      </w:r>
      <w:r w:rsidRPr="003E3506">
        <w:rPr>
          <w:rtl/>
          <w:lang w:bidi="fa-IR"/>
        </w:rPr>
        <w:t xml:space="preserve"> بايد خمس آن را بدهد.</w:t>
      </w:r>
    </w:p>
    <w:p w:rsidR="003E3506" w:rsidRPr="003E3506" w:rsidRDefault="003E3506" w:rsidP="003E3506">
      <w:pPr>
        <w:pStyle w:val="libNormal"/>
        <w:rPr>
          <w:lang w:bidi="fa-IR"/>
        </w:rPr>
      </w:pPr>
      <w:r w:rsidRPr="003E3506">
        <w:rPr>
          <w:rtl/>
          <w:lang w:bidi="fa-IR"/>
        </w:rPr>
        <w:t>١٧٨٠ - اگر باغى احداث كند براى آن كه بعد از بالا رفتن قيمتش بفروشد</w:t>
      </w:r>
      <w:r w:rsidR="000C4B14">
        <w:rPr>
          <w:rtl/>
          <w:lang w:bidi="fa-IR"/>
        </w:rPr>
        <w:t>،</w:t>
      </w:r>
      <w:r w:rsidRPr="003E3506">
        <w:rPr>
          <w:rtl/>
          <w:lang w:bidi="fa-IR"/>
        </w:rPr>
        <w:t xml:space="preserve"> بايد خمس ميوه و نمو درختها و زيادى قيمت باغ را بدهد</w:t>
      </w:r>
      <w:r w:rsidR="000C4B14">
        <w:rPr>
          <w:rtl/>
          <w:lang w:bidi="fa-IR"/>
        </w:rPr>
        <w:t>،</w:t>
      </w:r>
      <w:r w:rsidRPr="003E3506">
        <w:rPr>
          <w:rtl/>
          <w:lang w:bidi="fa-IR"/>
        </w:rPr>
        <w:t xml:space="preserve"> ولى اگر قصدش اين باشد كه ميوه آن درختها را فروخته و از قيمتش استفاده كند</w:t>
      </w:r>
      <w:r w:rsidR="000C4B14">
        <w:rPr>
          <w:rtl/>
          <w:lang w:bidi="fa-IR"/>
        </w:rPr>
        <w:t>،</w:t>
      </w:r>
      <w:r w:rsidRPr="003E3506">
        <w:rPr>
          <w:rtl/>
          <w:lang w:bidi="fa-IR"/>
        </w:rPr>
        <w:t xml:space="preserve"> فقط بايد خمس ميوه را بدهد.</w:t>
      </w:r>
    </w:p>
    <w:p w:rsidR="003E3506" w:rsidRPr="003E3506" w:rsidRDefault="003E3506" w:rsidP="003E3506">
      <w:pPr>
        <w:pStyle w:val="libNormal"/>
        <w:rPr>
          <w:lang w:bidi="fa-IR"/>
        </w:rPr>
      </w:pPr>
      <w:r w:rsidRPr="003E3506">
        <w:rPr>
          <w:rtl/>
          <w:lang w:bidi="fa-IR"/>
        </w:rPr>
        <w:t>١٧٨١ - اگر درخت بيد و چنار و مانند اينها را بكارد</w:t>
      </w:r>
      <w:r w:rsidR="000C4B14">
        <w:rPr>
          <w:rtl/>
          <w:lang w:bidi="fa-IR"/>
        </w:rPr>
        <w:t>،</w:t>
      </w:r>
      <w:r w:rsidRPr="003E3506">
        <w:rPr>
          <w:rtl/>
          <w:lang w:bidi="fa-IR"/>
        </w:rPr>
        <w:t xml:space="preserve"> بايد هر سال خمس زيادى آنها را بدهد</w:t>
      </w:r>
      <w:r w:rsidR="000C4B14">
        <w:rPr>
          <w:rtl/>
          <w:lang w:bidi="fa-IR"/>
        </w:rPr>
        <w:t>،</w:t>
      </w:r>
      <w:r w:rsidRPr="003E3506">
        <w:rPr>
          <w:rtl/>
          <w:lang w:bidi="fa-IR"/>
        </w:rPr>
        <w:t xml:space="preserve"> و هم چنين اگر مثلا از شاخه هاى آن كه معمولا هر سال مى برند</w:t>
      </w:r>
      <w:r w:rsidR="000C4B14">
        <w:rPr>
          <w:rtl/>
          <w:lang w:bidi="fa-IR"/>
        </w:rPr>
        <w:t>،</w:t>
      </w:r>
      <w:r w:rsidRPr="003E3506">
        <w:rPr>
          <w:rtl/>
          <w:lang w:bidi="fa-IR"/>
        </w:rPr>
        <w:t xml:space="preserve"> استفاده اى ببرد و به تنهايى يا با منفعتهاى ديگر كسبش از مخارج سال او زياد بيايد</w:t>
      </w:r>
      <w:r w:rsidR="000C4B14">
        <w:rPr>
          <w:rtl/>
          <w:lang w:bidi="fa-IR"/>
        </w:rPr>
        <w:t>،</w:t>
      </w:r>
      <w:r w:rsidRPr="003E3506">
        <w:rPr>
          <w:rtl/>
          <w:lang w:bidi="fa-IR"/>
        </w:rPr>
        <w:t xml:space="preserve"> در آخر هر سال بايد خمس آن را بدهد.</w:t>
      </w:r>
    </w:p>
    <w:p w:rsidR="003E3506" w:rsidRPr="003E3506" w:rsidRDefault="003E3506" w:rsidP="003E3506">
      <w:pPr>
        <w:pStyle w:val="libNormal"/>
        <w:rPr>
          <w:lang w:bidi="fa-IR"/>
        </w:rPr>
      </w:pPr>
      <w:r w:rsidRPr="003E3506">
        <w:rPr>
          <w:rtl/>
          <w:lang w:bidi="fa-IR"/>
        </w:rPr>
        <w:t>١٧٨٢ - كسى كه چند رشته كسب دارد مثلا اجاره ملك مى گيرد</w:t>
      </w:r>
      <w:r w:rsidR="000C4B14">
        <w:rPr>
          <w:rtl/>
          <w:lang w:bidi="fa-IR"/>
        </w:rPr>
        <w:t>،</w:t>
      </w:r>
      <w:r w:rsidRPr="003E3506">
        <w:rPr>
          <w:rtl/>
          <w:lang w:bidi="fa-IR"/>
        </w:rPr>
        <w:t xml:space="preserve"> و خريد و فروش هم مى كند</w:t>
      </w:r>
      <w:r w:rsidR="000C4B14">
        <w:rPr>
          <w:rtl/>
          <w:lang w:bidi="fa-IR"/>
        </w:rPr>
        <w:t>،</w:t>
      </w:r>
      <w:r w:rsidRPr="003E3506">
        <w:rPr>
          <w:rtl/>
          <w:lang w:bidi="fa-IR"/>
        </w:rPr>
        <w:t xml:space="preserve"> چنانچه همه آن رشته ها در شؤون تجارت مانند خرج و دخل و حساب صندوق يكى باشند</w:t>
      </w:r>
      <w:r w:rsidR="000C4B14">
        <w:rPr>
          <w:rtl/>
          <w:lang w:bidi="fa-IR"/>
        </w:rPr>
        <w:t>،</w:t>
      </w:r>
      <w:r w:rsidRPr="003E3506">
        <w:rPr>
          <w:rtl/>
          <w:lang w:bidi="fa-IR"/>
        </w:rPr>
        <w:t xml:space="preserve"> بايد خمس آنچه را كه در آخر سال از مخارج او زياد مى آيد بدهد</w:t>
      </w:r>
      <w:r w:rsidR="000C4B14">
        <w:rPr>
          <w:rtl/>
          <w:lang w:bidi="fa-IR"/>
        </w:rPr>
        <w:t>،</w:t>
      </w:r>
      <w:r w:rsidRPr="003E3506">
        <w:rPr>
          <w:rtl/>
          <w:lang w:bidi="fa-IR"/>
        </w:rPr>
        <w:t xml:space="preserve"> و چنانچه از يك رشته نفع ببرد</w:t>
      </w:r>
      <w:r w:rsidR="000C4B14">
        <w:rPr>
          <w:rtl/>
          <w:lang w:bidi="fa-IR"/>
        </w:rPr>
        <w:t>،</w:t>
      </w:r>
      <w:r w:rsidRPr="003E3506">
        <w:rPr>
          <w:rtl/>
          <w:lang w:bidi="fa-IR"/>
        </w:rPr>
        <w:t xml:space="preserve"> و از رشته ديگر ضرر كند</w:t>
      </w:r>
      <w:r w:rsidR="000C4B14">
        <w:rPr>
          <w:rtl/>
          <w:lang w:bidi="fa-IR"/>
        </w:rPr>
        <w:t>،</w:t>
      </w:r>
      <w:r w:rsidRPr="003E3506">
        <w:rPr>
          <w:rtl/>
          <w:lang w:bidi="fa-IR"/>
        </w:rPr>
        <w:t xml:space="preserve"> مى تواند ضرر يك رشته را به نفع رشته ديگر تدارك نمايد</w:t>
      </w:r>
      <w:r w:rsidR="000C4B14">
        <w:rPr>
          <w:rtl/>
          <w:lang w:bidi="fa-IR"/>
        </w:rPr>
        <w:t>،</w:t>
      </w:r>
      <w:r w:rsidRPr="003E3506">
        <w:rPr>
          <w:rtl/>
          <w:lang w:bidi="fa-IR"/>
        </w:rPr>
        <w:t xml:space="preserve"> ولى اگر دو رشته مختلف دارد</w:t>
      </w:r>
      <w:r w:rsidR="000C4B14">
        <w:rPr>
          <w:rtl/>
          <w:lang w:bidi="fa-IR"/>
        </w:rPr>
        <w:t>،</w:t>
      </w:r>
      <w:r w:rsidRPr="003E3506">
        <w:rPr>
          <w:rtl/>
          <w:lang w:bidi="fa-IR"/>
        </w:rPr>
        <w:t xml:space="preserve"> مثلا تجارت و زراعت مى كند</w:t>
      </w:r>
      <w:r w:rsidR="000C4B14">
        <w:rPr>
          <w:rtl/>
          <w:lang w:bidi="fa-IR"/>
        </w:rPr>
        <w:t>،</w:t>
      </w:r>
      <w:r w:rsidRPr="003E3506">
        <w:rPr>
          <w:rtl/>
          <w:lang w:bidi="fa-IR"/>
        </w:rPr>
        <w:t xml:space="preserve"> در اين صورت بنا بر احتياط وجوبى نمى شود ضرر يك رشته را به نفع رشته ديگر تدارك نمود.</w:t>
      </w:r>
    </w:p>
    <w:p w:rsidR="003E3506" w:rsidRPr="003E3506" w:rsidRDefault="003E3506" w:rsidP="003E3506">
      <w:pPr>
        <w:pStyle w:val="libNormal"/>
        <w:rPr>
          <w:lang w:bidi="fa-IR"/>
        </w:rPr>
      </w:pPr>
      <w:r w:rsidRPr="003E3506">
        <w:rPr>
          <w:rtl/>
          <w:lang w:bidi="fa-IR"/>
        </w:rPr>
        <w:lastRenderedPageBreak/>
        <w:t>١٧٨٣ - خرجهايى را كه انسان براى به دست آوردن فايده مى كند</w:t>
      </w:r>
      <w:r w:rsidR="000C4B14">
        <w:rPr>
          <w:rtl/>
          <w:lang w:bidi="fa-IR"/>
        </w:rPr>
        <w:t>،</w:t>
      </w:r>
      <w:r w:rsidRPr="003E3506">
        <w:rPr>
          <w:rtl/>
          <w:lang w:bidi="fa-IR"/>
        </w:rPr>
        <w:t xml:space="preserve"> مانند دلالى و حمالى مى تواند از منفعت كسر نمايد</w:t>
      </w:r>
      <w:r w:rsidR="000C4B14">
        <w:rPr>
          <w:rtl/>
          <w:lang w:bidi="fa-IR"/>
        </w:rPr>
        <w:t>،</w:t>
      </w:r>
      <w:r w:rsidRPr="003E3506">
        <w:rPr>
          <w:rtl/>
          <w:lang w:bidi="fa-IR"/>
        </w:rPr>
        <w:t xml:space="preserve"> و نسبت به آن مقدار خمس لازم نيست</w:t>
      </w:r>
      <w:r w:rsidR="000C4B14">
        <w:rPr>
          <w:rtl/>
          <w:lang w:bidi="fa-IR"/>
        </w:rPr>
        <w:t>.</w:t>
      </w:r>
    </w:p>
    <w:p w:rsidR="003E3506" w:rsidRPr="003E3506" w:rsidRDefault="003E3506" w:rsidP="003E3506">
      <w:pPr>
        <w:pStyle w:val="libNormal"/>
        <w:rPr>
          <w:lang w:bidi="fa-IR"/>
        </w:rPr>
      </w:pPr>
      <w:r w:rsidRPr="003E3506">
        <w:rPr>
          <w:rtl/>
          <w:lang w:bidi="fa-IR"/>
        </w:rPr>
        <w:t>١٧٨٤ - آنچه از منافع كسب در بين سال به مصرف خوراك و پوشاك و اثاثيه و خريد منزل و عروسى پسر و جهيزيه دختر و زيارت و مانند اينها مى رساند</w:t>
      </w:r>
      <w:r w:rsidR="000C4B14">
        <w:rPr>
          <w:rtl/>
          <w:lang w:bidi="fa-IR"/>
        </w:rPr>
        <w:t>،</w:t>
      </w:r>
      <w:r w:rsidRPr="003E3506">
        <w:rPr>
          <w:rtl/>
          <w:lang w:bidi="fa-IR"/>
        </w:rPr>
        <w:t xml:space="preserve"> در صورتى كه از شان او زياد نباشد</w:t>
      </w:r>
      <w:r w:rsidR="000C4B14">
        <w:rPr>
          <w:rtl/>
          <w:lang w:bidi="fa-IR"/>
        </w:rPr>
        <w:t>،</w:t>
      </w:r>
      <w:r w:rsidRPr="003E3506">
        <w:rPr>
          <w:rtl/>
          <w:lang w:bidi="fa-IR"/>
        </w:rPr>
        <w:t xml:space="preserve"> و زياده روى هم نكرده باشد</w:t>
      </w:r>
      <w:r w:rsidR="000C4B14">
        <w:rPr>
          <w:rtl/>
          <w:lang w:bidi="fa-IR"/>
        </w:rPr>
        <w:t>،</w:t>
      </w:r>
      <w:r w:rsidRPr="003E3506">
        <w:rPr>
          <w:rtl/>
          <w:lang w:bidi="fa-IR"/>
        </w:rPr>
        <w:t xml:space="preserve"> خمس ندارد.</w:t>
      </w:r>
    </w:p>
    <w:p w:rsidR="003E3506" w:rsidRPr="003E3506" w:rsidRDefault="003E3506" w:rsidP="003E3506">
      <w:pPr>
        <w:pStyle w:val="libNormal"/>
        <w:rPr>
          <w:lang w:bidi="fa-IR"/>
        </w:rPr>
      </w:pPr>
      <w:r w:rsidRPr="003E3506">
        <w:rPr>
          <w:rtl/>
          <w:lang w:bidi="fa-IR"/>
        </w:rPr>
        <w:t>١٧٨٥ - مالى را كه انسان به مصرف نذر و كفاره مى رساند</w:t>
      </w:r>
      <w:r w:rsidR="000C4B14">
        <w:rPr>
          <w:rtl/>
          <w:lang w:bidi="fa-IR"/>
        </w:rPr>
        <w:t>،</w:t>
      </w:r>
      <w:r w:rsidRPr="003E3506">
        <w:rPr>
          <w:rtl/>
          <w:lang w:bidi="fa-IR"/>
        </w:rPr>
        <w:t xml:space="preserve"> جزء مخارج ساليانه است</w:t>
      </w:r>
      <w:r w:rsidR="000C4B14">
        <w:rPr>
          <w:rtl/>
          <w:lang w:bidi="fa-IR"/>
        </w:rPr>
        <w:t>،</w:t>
      </w:r>
      <w:r w:rsidRPr="003E3506">
        <w:rPr>
          <w:rtl/>
          <w:lang w:bidi="fa-IR"/>
        </w:rPr>
        <w:t xml:space="preserve"> و نيز مالى را كه به كسى مى بخشد يا جايزه مى دهد</w:t>
      </w:r>
      <w:r w:rsidR="000C4B14">
        <w:rPr>
          <w:rtl/>
          <w:lang w:bidi="fa-IR"/>
        </w:rPr>
        <w:t>،</w:t>
      </w:r>
      <w:r w:rsidRPr="003E3506">
        <w:rPr>
          <w:rtl/>
          <w:lang w:bidi="fa-IR"/>
        </w:rPr>
        <w:t xml:space="preserve"> در صورتى كه از شان او زياد نباشد</w:t>
      </w:r>
      <w:r w:rsidR="000C4B14">
        <w:rPr>
          <w:rtl/>
          <w:lang w:bidi="fa-IR"/>
        </w:rPr>
        <w:t>،</w:t>
      </w:r>
      <w:r w:rsidRPr="003E3506">
        <w:rPr>
          <w:rtl/>
          <w:lang w:bidi="fa-IR"/>
        </w:rPr>
        <w:t xml:space="preserve"> از مخارج ساليانه حساب مى شود.</w:t>
      </w:r>
    </w:p>
    <w:p w:rsidR="003E3506" w:rsidRPr="003E3506" w:rsidRDefault="003E3506" w:rsidP="003E3506">
      <w:pPr>
        <w:pStyle w:val="libNormal"/>
        <w:rPr>
          <w:lang w:bidi="fa-IR"/>
        </w:rPr>
      </w:pPr>
      <w:r w:rsidRPr="003E3506">
        <w:rPr>
          <w:rtl/>
          <w:lang w:bidi="fa-IR"/>
        </w:rPr>
        <w:t>١٧٨٦ - اگر انسان نتواند مثلا جهيزيه دخترش را يك جا در وقت ازدواجش تهيه نمايد</w:t>
      </w:r>
      <w:r w:rsidR="000C4B14">
        <w:rPr>
          <w:rtl/>
          <w:lang w:bidi="fa-IR"/>
        </w:rPr>
        <w:t>،</w:t>
      </w:r>
      <w:r w:rsidRPr="003E3506">
        <w:rPr>
          <w:rtl/>
          <w:lang w:bidi="fa-IR"/>
        </w:rPr>
        <w:t xml:space="preserve"> و بايد آن را در سالهاى متعدد تدريجا تهيه كند</w:t>
      </w:r>
      <w:r w:rsidR="000C4B14">
        <w:rPr>
          <w:rtl/>
          <w:lang w:bidi="fa-IR"/>
        </w:rPr>
        <w:t>،</w:t>
      </w:r>
      <w:r w:rsidRPr="003E3506">
        <w:rPr>
          <w:rtl/>
          <w:lang w:bidi="fa-IR"/>
        </w:rPr>
        <w:t xml:space="preserve"> چنانچه تهيه نكردن جهيزيه منافى شانش باشد</w:t>
      </w:r>
      <w:r w:rsidR="000C4B14">
        <w:rPr>
          <w:rtl/>
          <w:lang w:bidi="fa-IR"/>
        </w:rPr>
        <w:t>،</w:t>
      </w:r>
      <w:r w:rsidRPr="003E3506">
        <w:rPr>
          <w:rtl/>
          <w:lang w:bidi="fa-IR"/>
        </w:rPr>
        <w:t xml:space="preserve"> اگر در بين سال از منافع آن سال مقدارى جهيزيه بخرد و از شانش زياد نباشد خمس آن را لازم نيست بدهد</w:t>
      </w:r>
      <w:r w:rsidR="000C4B14">
        <w:rPr>
          <w:rtl/>
          <w:lang w:bidi="fa-IR"/>
        </w:rPr>
        <w:t>،</w:t>
      </w:r>
      <w:r w:rsidRPr="003E3506">
        <w:rPr>
          <w:rtl/>
          <w:lang w:bidi="fa-IR"/>
        </w:rPr>
        <w:t xml:space="preserve"> و اگر از شانش زياد باشد يا از منافع آن سال در سال بعد جهيزيه تهيه نمايد</w:t>
      </w:r>
      <w:r w:rsidR="000C4B14">
        <w:rPr>
          <w:rtl/>
          <w:lang w:bidi="fa-IR"/>
        </w:rPr>
        <w:t>،</w:t>
      </w:r>
      <w:r w:rsidRPr="003E3506">
        <w:rPr>
          <w:rtl/>
          <w:lang w:bidi="fa-IR"/>
        </w:rPr>
        <w:t xml:space="preserve"> بايد خمس آن را بدهد.</w:t>
      </w:r>
    </w:p>
    <w:p w:rsidR="003E3506" w:rsidRPr="003E3506" w:rsidRDefault="003E3506" w:rsidP="003E3506">
      <w:pPr>
        <w:pStyle w:val="libNormal"/>
        <w:rPr>
          <w:lang w:bidi="fa-IR"/>
        </w:rPr>
      </w:pPr>
      <w:r w:rsidRPr="003E3506">
        <w:rPr>
          <w:rtl/>
          <w:lang w:bidi="fa-IR"/>
        </w:rPr>
        <w:t>١٧٨٧ - مالى را كه خرج سفر حج و زيارتهاى ديگر مى كند از مخارج سالى حساب مى شود كه در آن سال خرج كرده</w:t>
      </w:r>
      <w:r w:rsidR="000C4B14">
        <w:rPr>
          <w:rtl/>
          <w:lang w:bidi="fa-IR"/>
        </w:rPr>
        <w:t>،</w:t>
      </w:r>
      <w:r w:rsidRPr="003E3506">
        <w:rPr>
          <w:rtl/>
          <w:lang w:bidi="fa-IR"/>
        </w:rPr>
        <w:t xml:space="preserve"> و اگر سفر او تا مقدارى از سال بعد طول بكشد</w:t>
      </w:r>
      <w:r w:rsidR="000C4B14">
        <w:rPr>
          <w:rtl/>
          <w:lang w:bidi="fa-IR"/>
        </w:rPr>
        <w:t>،</w:t>
      </w:r>
      <w:r w:rsidRPr="003E3506">
        <w:rPr>
          <w:rtl/>
          <w:lang w:bidi="fa-IR"/>
        </w:rPr>
        <w:t xml:space="preserve"> آنچه در سال بعد خرج مى كند</w:t>
      </w:r>
      <w:r w:rsidR="000C4B14">
        <w:rPr>
          <w:rtl/>
          <w:lang w:bidi="fa-IR"/>
        </w:rPr>
        <w:t>،</w:t>
      </w:r>
      <w:r w:rsidRPr="003E3506">
        <w:rPr>
          <w:rtl/>
          <w:lang w:bidi="fa-IR"/>
        </w:rPr>
        <w:t xml:space="preserve"> بايد خمس آن را بدهد.</w:t>
      </w:r>
    </w:p>
    <w:p w:rsidR="003E3506" w:rsidRPr="003E3506" w:rsidRDefault="003E3506" w:rsidP="003E3506">
      <w:pPr>
        <w:pStyle w:val="libNormal"/>
        <w:rPr>
          <w:lang w:bidi="fa-IR"/>
        </w:rPr>
      </w:pPr>
      <w:r w:rsidRPr="003E3506">
        <w:rPr>
          <w:rtl/>
          <w:lang w:bidi="fa-IR"/>
        </w:rPr>
        <w:t>١٧٨٨ - كسى كه از كسب و تجارت يا غير اينها فايده اى برده</w:t>
      </w:r>
      <w:r w:rsidR="000C4B14">
        <w:rPr>
          <w:rtl/>
          <w:lang w:bidi="fa-IR"/>
        </w:rPr>
        <w:t>،</w:t>
      </w:r>
      <w:r w:rsidRPr="003E3506">
        <w:rPr>
          <w:rtl/>
          <w:lang w:bidi="fa-IR"/>
        </w:rPr>
        <w:t xml:space="preserve"> اگر مال ديگرى هم دارد</w:t>
      </w:r>
      <w:r w:rsidR="000C4B14">
        <w:rPr>
          <w:rtl/>
          <w:lang w:bidi="fa-IR"/>
        </w:rPr>
        <w:t>،</w:t>
      </w:r>
      <w:r w:rsidRPr="003E3506">
        <w:rPr>
          <w:rtl/>
          <w:lang w:bidi="fa-IR"/>
        </w:rPr>
        <w:t xml:space="preserve"> كه خمس آن واجب نيست</w:t>
      </w:r>
      <w:r w:rsidR="000C4B14">
        <w:rPr>
          <w:rtl/>
          <w:lang w:bidi="fa-IR"/>
        </w:rPr>
        <w:t>،</w:t>
      </w:r>
      <w:r w:rsidRPr="003E3506">
        <w:rPr>
          <w:rtl/>
          <w:lang w:bidi="fa-IR"/>
        </w:rPr>
        <w:t xml:space="preserve"> مى تواند مخارج سال خود را فقط از فايده اش حساب كند.</w:t>
      </w:r>
    </w:p>
    <w:p w:rsidR="003E3506" w:rsidRPr="003E3506" w:rsidRDefault="003E3506" w:rsidP="003E3506">
      <w:pPr>
        <w:pStyle w:val="libNormal"/>
        <w:rPr>
          <w:lang w:bidi="fa-IR"/>
        </w:rPr>
      </w:pPr>
      <w:r w:rsidRPr="003E3506">
        <w:rPr>
          <w:rtl/>
          <w:lang w:bidi="fa-IR"/>
        </w:rPr>
        <w:t>١٧٨٩ - آذوقه اى كه براى مصرف سالش از منافعش خريده</w:t>
      </w:r>
      <w:r w:rsidR="000C4B14">
        <w:rPr>
          <w:rtl/>
          <w:lang w:bidi="fa-IR"/>
        </w:rPr>
        <w:t>،</w:t>
      </w:r>
      <w:r w:rsidRPr="003E3506">
        <w:rPr>
          <w:rtl/>
          <w:lang w:bidi="fa-IR"/>
        </w:rPr>
        <w:t xml:space="preserve"> اگر در آخر سال زياد بيايد</w:t>
      </w:r>
      <w:r w:rsidR="000C4B14">
        <w:rPr>
          <w:rtl/>
          <w:lang w:bidi="fa-IR"/>
        </w:rPr>
        <w:t>،</w:t>
      </w:r>
      <w:r w:rsidRPr="003E3506">
        <w:rPr>
          <w:rtl/>
          <w:lang w:bidi="fa-IR"/>
        </w:rPr>
        <w:t xml:space="preserve"> بايد خمس آن را بدهد.</w:t>
      </w:r>
    </w:p>
    <w:p w:rsidR="003E3506" w:rsidRPr="003E3506" w:rsidRDefault="003E3506" w:rsidP="003E3506">
      <w:pPr>
        <w:pStyle w:val="libNormal"/>
        <w:rPr>
          <w:lang w:bidi="fa-IR"/>
        </w:rPr>
      </w:pPr>
      <w:r w:rsidRPr="003E3506">
        <w:rPr>
          <w:rtl/>
          <w:lang w:bidi="fa-IR"/>
        </w:rPr>
        <w:t>و چنانچه بخواهد قيمت آن را بدهد</w:t>
      </w:r>
      <w:r w:rsidR="000C4B14">
        <w:rPr>
          <w:rtl/>
          <w:lang w:bidi="fa-IR"/>
        </w:rPr>
        <w:t>،</w:t>
      </w:r>
      <w:r w:rsidRPr="003E3506">
        <w:rPr>
          <w:rtl/>
          <w:lang w:bidi="fa-IR"/>
        </w:rPr>
        <w:t xml:space="preserve"> در صورتى كه قيمتش از وقتى كه خريده زياد شده باشد</w:t>
      </w:r>
      <w:r w:rsidR="000C4B14">
        <w:rPr>
          <w:rtl/>
          <w:lang w:bidi="fa-IR"/>
        </w:rPr>
        <w:t>،</w:t>
      </w:r>
      <w:r w:rsidRPr="003E3506">
        <w:rPr>
          <w:rtl/>
          <w:lang w:bidi="fa-IR"/>
        </w:rPr>
        <w:t xml:space="preserve"> بايد قيمت آخر سال را حساب كند.</w:t>
      </w:r>
    </w:p>
    <w:p w:rsidR="003E3506" w:rsidRPr="003E3506" w:rsidRDefault="003E3506" w:rsidP="003E3506">
      <w:pPr>
        <w:pStyle w:val="libNormal"/>
        <w:rPr>
          <w:lang w:bidi="fa-IR"/>
        </w:rPr>
      </w:pPr>
      <w:r w:rsidRPr="003E3506">
        <w:rPr>
          <w:rtl/>
          <w:lang w:bidi="fa-IR"/>
        </w:rPr>
        <w:lastRenderedPageBreak/>
        <w:t>١٧٩٠ - اگر از منافع پيش از دادن خمس اثاثيه اى براى منزل بخرد</w:t>
      </w:r>
      <w:r w:rsidR="000C4B14">
        <w:rPr>
          <w:rtl/>
          <w:lang w:bidi="fa-IR"/>
        </w:rPr>
        <w:t>،</w:t>
      </w:r>
      <w:r w:rsidRPr="003E3506">
        <w:rPr>
          <w:rtl/>
          <w:lang w:bidi="fa-IR"/>
        </w:rPr>
        <w:t xml:space="preserve"> اگر احتياجش پس از سال منفعت برطرف شد لازم نيست خمس آن را بدهد</w:t>
      </w:r>
      <w:r w:rsidR="000C4B14">
        <w:rPr>
          <w:rtl/>
          <w:lang w:bidi="fa-IR"/>
        </w:rPr>
        <w:t>،</w:t>
      </w:r>
      <w:r w:rsidRPr="003E3506">
        <w:rPr>
          <w:rtl/>
          <w:lang w:bidi="fa-IR"/>
        </w:rPr>
        <w:t xml:space="preserve"> و هم چنين اگر در ميان سال احتياجش برطرف شد</w:t>
      </w:r>
      <w:r w:rsidR="000C4B14">
        <w:rPr>
          <w:rtl/>
          <w:lang w:bidi="fa-IR"/>
        </w:rPr>
        <w:t>،</w:t>
      </w:r>
      <w:r w:rsidRPr="003E3506">
        <w:rPr>
          <w:rtl/>
          <w:lang w:bidi="fa-IR"/>
        </w:rPr>
        <w:t xml:space="preserve"> ولى آن چيز از چيزهايى باشد كه معمولا براى سالهاى بعد گذاشته مى شود</w:t>
      </w:r>
      <w:r w:rsidR="000C4B14">
        <w:rPr>
          <w:rtl/>
          <w:lang w:bidi="fa-IR"/>
        </w:rPr>
        <w:t>،</w:t>
      </w:r>
      <w:r w:rsidRPr="003E3506">
        <w:rPr>
          <w:rtl/>
          <w:lang w:bidi="fa-IR"/>
        </w:rPr>
        <w:t xml:space="preserve"> مانند لباسهاى زمستانى و تابستانى خمس ندارد</w:t>
      </w:r>
      <w:r w:rsidR="000C4B14">
        <w:rPr>
          <w:rtl/>
          <w:lang w:bidi="fa-IR"/>
        </w:rPr>
        <w:t>،</w:t>
      </w:r>
      <w:r w:rsidRPr="003E3506">
        <w:rPr>
          <w:rtl/>
          <w:lang w:bidi="fa-IR"/>
        </w:rPr>
        <w:t xml:space="preserve"> و در غير اين صورت</w:t>
      </w:r>
      <w:r w:rsidR="000C4B14">
        <w:rPr>
          <w:rtl/>
          <w:lang w:bidi="fa-IR"/>
        </w:rPr>
        <w:t>،</w:t>
      </w:r>
      <w:r w:rsidRPr="003E3506">
        <w:rPr>
          <w:rtl/>
          <w:lang w:bidi="fa-IR"/>
        </w:rPr>
        <w:t xml:space="preserve"> هر وقت احتياجش از آن برطرف شد</w:t>
      </w:r>
      <w:r w:rsidR="000C4B14">
        <w:rPr>
          <w:rtl/>
          <w:lang w:bidi="fa-IR"/>
        </w:rPr>
        <w:t>،</w:t>
      </w:r>
      <w:r w:rsidRPr="003E3506">
        <w:rPr>
          <w:rtl/>
          <w:lang w:bidi="fa-IR"/>
        </w:rPr>
        <w:t xml:space="preserve"> احتياط واجب آن است كه خمس آن را بدهد</w:t>
      </w:r>
      <w:r w:rsidR="000C4B14">
        <w:rPr>
          <w:rtl/>
          <w:lang w:bidi="fa-IR"/>
        </w:rPr>
        <w:t>،</w:t>
      </w:r>
      <w:r w:rsidRPr="003E3506">
        <w:rPr>
          <w:rtl/>
          <w:lang w:bidi="fa-IR"/>
        </w:rPr>
        <w:t xml:space="preserve"> و هم چنين است زيور آلات زنانه</w:t>
      </w:r>
      <w:r w:rsidR="000C4B14">
        <w:rPr>
          <w:rtl/>
          <w:lang w:bidi="fa-IR"/>
        </w:rPr>
        <w:t>،</w:t>
      </w:r>
      <w:r w:rsidRPr="003E3506">
        <w:rPr>
          <w:rtl/>
          <w:lang w:bidi="fa-IR"/>
        </w:rPr>
        <w:t xml:space="preserve"> در صورتى كه وقت زينت كردن زن با آنها گذاشته باشد.</w:t>
      </w:r>
    </w:p>
    <w:p w:rsidR="003E3506" w:rsidRPr="003E3506" w:rsidRDefault="003E3506" w:rsidP="003E3506">
      <w:pPr>
        <w:pStyle w:val="libNormal"/>
        <w:rPr>
          <w:lang w:bidi="fa-IR"/>
        </w:rPr>
      </w:pPr>
      <w:r w:rsidRPr="003E3506">
        <w:rPr>
          <w:rtl/>
          <w:lang w:bidi="fa-IR"/>
        </w:rPr>
        <w:t>١٧٩١ - اگر در يك سال منفعتى نبرد</w:t>
      </w:r>
      <w:r w:rsidR="000C4B14">
        <w:rPr>
          <w:rtl/>
          <w:lang w:bidi="fa-IR"/>
        </w:rPr>
        <w:t>،</w:t>
      </w:r>
      <w:r w:rsidRPr="003E3506">
        <w:rPr>
          <w:rtl/>
          <w:lang w:bidi="fa-IR"/>
        </w:rPr>
        <w:t xml:space="preserve"> نمى تواند مخارج آن سال را از منفعتى كه در سال بعد مى برد كسر نمايد.</w:t>
      </w:r>
    </w:p>
    <w:p w:rsidR="003E3506" w:rsidRPr="003E3506" w:rsidRDefault="003E3506" w:rsidP="003E3506">
      <w:pPr>
        <w:pStyle w:val="libNormal"/>
        <w:rPr>
          <w:lang w:bidi="fa-IR"/>
        </w:rPr>
      </w:pPr>
      <w:r w:rsidRPr="003E3506">
        <w:rPr>
          <w:rtl/>
          <w:lang w:bidi="fa-IR"/>
        </w:rPr>
        <w:t>١٧٩٢ - اگر در اول سال منفعتى نبرد</w:t>
      </w:r>
      <w:r w:rsidR="000C4B14">
        <w:rPr>
          <w:rtl/>
          <w:lang w:bidi="fa-IR"/>
        </w:rPr>
        <w:t>،</w:t>
      </w:r>
      <w:r w:rsidRPr="003E3506">
        <w:rPr>
          <w:rtl/>
          <w:lang w:bidi="fa-IR"/>
        </w:rPr>
        <w:t xml:space="preserve"> و از سرمايه خرج كند</w:t>
      </w:r>
      <w:r w:rsidR="000C4B14">
        <w:rPr>
          <w:rtl/>
          <w:lang w:bidi="fa-IR"/>
        </w:rPr>
        <w:t>،</w:t>
      </w:r>
      <w:r w:rsidRPr="003E3506">
        <w:rPr>
          <w:rtl/>
          <w:lang w:bidi="fa-IR"/>
        </w:rPr>
        <w:t xml:space="preserve"> و پيش از تمام شدن سال منفعتى به دستش آيد</w:t>
      </w:r>
      <w:r w:rsidR="000C4B14">
        <w:rPr>
          <w:rtl/>
          <w:lang w:bidi="fa-IR"/>
        </w:rPr>
        <w:t>،</w:t>
      </w:r>
      <w:r w:rsidRPr="003E3506">
        <w:rPr>
          <w:rtl/>
          <w:lang w:bidi="fa-IR"/>
        </w:rPr>
        <w:t xml:space="preserve"> مى تواند مقدارى را كه از سرمايه برداشته از منافع كسر كند.</w:t>
      </w:r>
    </w:p>
    <w:p w:rsidR="003E3506" w:rsidRPr="003E3506" w:rsidRDefault="003E3506" w:rsidP="003E3506">
      <w:pPr>
        <w:pStyle w:val="libNormal"/>
        <w:rPr>
          <w:lang w:bidi="fa-IR"/>
        </w:rPr>
      </w:pPr>
      <w:r w:rsidRPr="003E3506">
        <w:rPr>
          <w:rtl/>
          <w:lang w:bidi="fa-IR"/>
        </w:rPr>
        <w:t>١٧٩٣ - اگر مقدارى از سرمايه در تجارت و مانند آن از بين برود مى تواند مقدارى را كه از سرمايه كم شده از منافع همان سال كسر نمايد.</w:t>
      </w:r>
    </w:p>
    <w:p w:rsidR="003E3506" w:rsidRPr="003E3506" w:rsidRDefault="003E3506" w:rsidP="003E3506">
      <w:pPr>
        <w:pStyle w:val="libNormal"/>
        <w:rPr>
          <w:lang w:bidi="fa-IR"/>
        </w:rPr>
      </w:pPr>
      <w:r w:rsidRPr="003E3506">
        <w:rPr>
          <w:rtl/>
          <w:lang w:bidi="fa-IR"/>
        </w:rPr>
        <w:t>١٧٩٤ - اگر غير از سرمايه چيز ديگرى از مالهاى او از بين برود</w:t>
      </w:r>
      <w:r w:rsidR="000C4B14">
        <w:rPr>
          <w:rtl/>
          <w:lang w:bidi="fa-IR"/>
        </w:rPr>
        <w:t>،</w:t>
      </w:r>
      <w:r w:rsidRPr="003E3506">
        <w:rPr>
          <w:rtl/>
          <w:lang w:bidi="fa-IR"/>
        </w:rPr>
        <w:t xml:space="preserve"> نمى تواند از منفعتى كه به دستش مى آيد</w:t>
      </w:r>
      <w:r w:rsidR="000C4B14">
        <w:rPr>
          <w:rtl/>
          <w:lang w:bidi="fa-IR"/>
        </w:rPr>
        <w:t>،</w:t>
      </w:r>
      <w:r w:rsidRPr="003E3506">
        <w:rPr>
          <w:rtl/>
          <w:lang w:bidi="fa-IR"/>
        </w:rPr>
        <w:t xml:space="preserve"> آن چيز را تهيه كند</w:t>
      </w:r>
      <w:r w:rsidR="000C4B14">
        <w:rPr>
          <w:rtl/>
          <w:lang w:bidi="fa-IR"/>
        </w:rPr>
        <w:t>،</w:t>
      </w:r>
      <w:r w:rsidRPr="003E3506">
        <w:rPr>
          <w:rtl/>
          <w:lang w:bidi="fa-IR"/>
        </w:rPr>
        <w:t xml:space="preserve"> ولى اگر در همان سال به آن چيز احتياج داشته باشد</w:t>
      </w:r>
      <w:r w:rsidR="000C4B14">
        <w:rPr>
          <w:rtl/>
          <w:lang w:bidi="fa-IR"/>
        </w:rPr>
        <w:t>،</w:t>
      </w:r>
      <w:r w:rsidRPr="003E3506">
        <w:rPr>
          <w:rtl/>
          <w:lang w:bidi="fa-IR"/>
        </w:rPr>
        <w:t xml:space="preserve"> مى تواند در بين سال از منافعش آن را تهيه نمايد.</w:t>
      </w:r>
    </w:p>
    <w:p w:rsidR="003E3506" w:rsidRPr="003E3506" w:rsidRDefault="003E3506" w:rsidP="003E3506">
      <w:pPr>
        <w:pStyle w:val="libNormal"/>
        <w:rPr>
          <w:lang w:bidi="fa-IR"/>
        </w:rPr>
      </w:pPr>
      <w:r w:rsidRPr="003E3506">
        <w:rPr>
          <w:rtl/>
          <w:lang w:bidi="fa-IR"/>
        </w:rPr>
        <w:t>١٧٩٥ - اگر در تمام سال منفعتى نبرد</w:t>
      </w:r>
      <w:r w:rsidR="000C4B14">
        <w:rPr>
          <w:rtl/>
          <w:lang w:bidi="fa-IR"/>
        </w:rPr>
        <w:t>،</w:t>
      </w:r>
      <w:r w:rsidRPr="003E3506">
        <w:rPr>
          <w:rtl/>
          <w:lang w:bidi="fa-IR"/>
        </w:rPr>
        <w:t xml:space="preserve"> و براى مخارج خود قرض كند</w:t>
      </w:r>
      <w:r w:rsidR="000C4B14">
        <w:rPr>
          <w:rtl/>
          <w:lang w:bidi="fa-IR"/>
        </w:rPr>
        <w:t>،</w:t>
      </w:r>
      <w:r w:rsidRPr="003E3506">
        <w:rPr>
          <w:rtl/>
          <w:lang w:bidi="fa-IR"/>
        </w:rPr>
        <w:t xml:space="preserve"> نمى تواند از منافع سال</w:t>
      </w:r>
      <w:r w:rsidR="00F72BDA">
        <w:rPr>
          <w:rFonts w:hint="cs"/>
          <w:rtl/>
          <w:lang w:bidi="fa-IR"/>
        </w:rPr>
        <w:t xml:space="preserve"> </w:t>
      </w:r>
      <w:r w:rsidRPr="003E3506">
        <w:rPr>
          <w:rtl/>
          <w:lang w:bidi="fa-IR"/>
        </w:rPr>
        <w:t>هاى بعد مقدار قرض خود را كسر نمايد.</w:t>
      </w:r>
    </w:p>
    <w:p w:rsidR="003E3506" w:rsidRPr="003E3506" w:rsidRDefault="003E3506" w:rsidP="003E3506">
      <w:pPr>
        <w:pStyle w:val="libNormal"/>
        <w:rPr>
          <w:lang w:bidi="fa-IR"/>
        </w:rPr>
      </w:pPr>
      <w:r w:rsidRPr="003E3506">
        <w:rPr>
          <w:rtl/>
          <w:lang w:bidi="fa-IR"/>
        </w:rPr>
        <w:t>ولى اگر در اول سال براى مخارج خود قرض كند و پيش از تمام شدن سال منفعتى ببرد مى تواند مقدار قرض خود را از آن منفعت كسر نمايد</w:t>
      </w:r>
      <w:r w:rsidR="000C4B14">
        <w:rPr>
          <w:rtl/>
          <w:lang w:bidi="fa-IR"/>
        </w:rPr>
        <w:t>،</w:t>
      </w:r>
      <w:r w:rsidRPr="003E3506">
        <w:rPr>
          <w:rtl/>
          <w:lang w:bidi="fa-IR"/>
        </w:rPr>
        <w:t xml:space="preserve"> و هم چنين در صورت اول مى تواند</w:t>
      </w:r>
      <w:r w:rsidR="000C4B14">
        <w:rPr>
          <w:rtl/>
          <w:lang w:bidi="fa-IR"/>
        </w:rPr>
        <w:t>،</w:t>
      </w:r>
      <w:r w:rsidRPr="003E3506">
        <w:rPr>
          <w:rtl/>
          <w:lang w:bidi="fa-IR"/>
        </w:rPr>
        <w:t xml:space="preserve"> قرض خود را از ارباح اثناء سال اداء نمايد</w:t>
      </w:r>
      <w:r w:rsidR="000C4B14">
        <w:rPr>
          <w:rtl/>
          <w:lang w:bidi="fa-IR"/>
        </w:rPr>
        <w:t>،</w:t>
      </w:r>
      <w:r w:rsidRPr="003E3506">
        <w:rPr>
          <w:rtl/>
          <w:lang w:bidi="fa-IR"/>
        </w:rPr>
        <w:t xml:space="preserve"> و به آن مقدار خمس تعلق نمى گيرد.</w:t>
      </w:r>
    </w:p>
    <w:p w:rsidR="003E3506" w:rsidRPr="003E3506" w:rsidRDefault="003E3506" w:rsidP="003E3506">
      <w:pPr>
        <w:pStyle w:val="libNormal"/>
        <w:rPr>
          <w:lang w:bidi="fa-IR"/>
        </w:rPr>
      </w:pPr>
      <w:r w:rsidRPr="003E3506">
        <w:rPr>
          <w:rtl/>
          <w:lang w:bidi="fa-IR"/>
        </w:rPr>
        <w:lastRenderedPageBreak/>
        <w:t>١٧٩٦ - اگر براى زياد كردن مال</w:t>
      </w:r>
      <w:r w:rsidR="000C4B14">
        <w:rPr>
          <w:rtl/>
          <w:lang w:bidi="fa-IR"/>
        </w:rPr>
        <w:t>،</w:t>
      </w:r>
      <w:r w:rsidRPr="003E3506">
        <w:rPr>
          <w:rtl/>
          <w:lang w:bidi="fa-IR"/>
        </w:rPr>
        <w:t xml:space="preserve"> يا خريدن ملكى كه به آن احتياج ندارد</w:t>
      </w:r>
      <w:r w:rsidR="000C4B14">
        <w:rPr>
          <w:rtl/>
          <w:lang w:bidi="fa-IR"/>
        </w:rPr>
        <w:t>،</w:t>
      </w:r>
      <w:r w:rsidRPr="003E3506">
        <w:rPr>
          <w:rtl/>
          <w:lang w:bidi="fa-IR"/>
        </w:rPr>
        <w:t xml:space="preserve"> قرض كند</w:t>
      </w:r>
      <w:r w:rsidR="000C4B14">
        <w:rPr>
          <w:rtl/>
          <w:lang w:bidi="fa-IR"/>
        </w:rPr>
        <w:t>،</w:t>
      </w:r>
      <w:r w:rsidRPr="003E3506">
        <w:rPr>
          <w:rtl/>
          <w:lang w:bidi="fa-IR"/>
        </w:rPr>
        <w:t xml:space="preserve"> نمى تواند از منافع سالش مقدار آن قرض را اداء نمايد بلى اگر مالى را كه قرض كرده و يا چيزى را كه از قرض خريده از بين برود</w:t>
      </w:r>
      <w:r w:rsidR="000C4B14">
        <w:rPr>
          <w:rtl/>
          <w:lang w:bidi="fa-IR"/>
        </w:rPr>
        <w:t>،</w:t>
      </w:r>
      <w:r w:rsidRPr="003E3506">
        <w:rPr>
          <w:rtl/>
          <w:lang w:bidi="fa-IR"/>
        </w:rPr>
        <w:t xml:space="preserve"> در اين صورت مى تواند قرض خود را از منافع آن سال بدهد.</w:t>
      </w:r>
    </w:p>
    <w:p w:rsidR="003E3506" w:rsidRPr="003E3506" w:rsidRDefault="003E3506" w:rsidP="003E3506">
      <w:pPr>
        <w:pStyle w:val="libNormal"/>
        <w:rPr>
          <w:lang w:bidi="fa-IR"/>
        </w:rPr>
      </w:pPr>
      <w:r w:rsidRPr="003E3506">
        <w:rPr>
          <w:rtl/>
          <w:lang w:bidi="fa-IR"/>
        </w:rPr>
        <w:t>١٧٩٧ - انسان مى تواند خمس چيزهايى كه خمس بر آنها واجب شده است از همان چيزها بدهد يا به مقدار قيمت خمسى كه واجب شده است</w:t>
      </w:r>
      <w:r w:rsidR="000C4B14">
        <w:rPr>
          <w:rtl/>
          <w:lang w:bidi="fa-IR"/>
        </w:rPr>
        <w:t>،</w:t>
      </w:r>
      <w:r w:rsidRPr="003E3506">
        <w:rPr>
          <w:rtl/>
          <w:lang w:bidi="fa-IR"/>
        </w:rPr>
        <w:t xml:space="preserve"> پول بدهد</w:t>
      </w:r>
      <w:r w:rsidR="000C4B14">
        <w:rPr>
          <w:rtl/>
          <w:lang w:bidi="fa-IR"/>
        </w:rPr>
        <w:t>،</w:t>
      </w:r>
      <w:r w:rsidRPr="003E3506">
        <w:rPr>
          <w:rtl/>
          <w:lang w:bidi="fa-IR"/>
        </w:rPr>
        <w:t xml:space="preserve"> و اما اگر جنس ديگرى كه خمس در آن واجب نشده بخواهد بدهد</w:t>
      </w:r>
      <w:r w:rsidR="000C4B14">
        <w:rPr>
          <w:rtl/>
          <w:lang w:bidi="fa-IR"/>
        </w:rPr>
        <w:t>،</w:t>
      </w:r>
      <w:r w:rsidRPr="003E3506">
        <w:rPr>
          <w:rtl/>
          <w:lang w:bidi="fa-IR"/>
        </w:rPr>
        <w:t xml:space="preserve"> محل اشكال است مگر آن كه با اجازه حاكم شرع باشد.</w:t>
      </w:r>
    </w:p>
    <w:p w:rsidR="003E3506" w:rsidRPr="003E3506" w:rsidRDefault="003E3506" w:rsidP="003E3506">
      <w:pPr>
        <w:pStyle w:val="libNormal"/>
        <w:rPr>
          <w:lang w:bidi="fa-IR"/>
        </w:rPr>
      </w:pPr>
      <w:r w:rsidRPr="003E3506">
        <w:rPr>
          <w:rtl/>
          <w:lang w:bidi="fa-IR"/>
        </w:rPr>
        <w:t>١٧٩٨ - كسى كه خمس به مال او تعلق گرفت</w:t>
      </w:r>
      <w:r w:rsidR="000C4B14">
        <w:rPr>
          <w:rtl/>
          <w:lang w:bidi="fa-IR"/>
        </w:rPr>
        <w:t>،</w:t>
      </w:r>
      <w:r w:rsidRPr="003E3506">
        <w:rPr>
          <w:rtl/>
          <w:lang w:bidi="fa-IR"/>
        </w:rPr>
        <w:t xml:space="preserve"> و سال بر او گذشت تا خمس او را نداده است و قصد دادن خمس را ندارد</w:t>
      </w:r>
      <w:r w:rsidR="000C4B14">
        <w:rPr>
          <w:rtl/>
          <w:lang w:bidi="fa-IR"/>
        </w:rPr>
        <w:t>،</w:t>
      </w:r>
      <w:r w:rsidRPr="003E3506">
        <w:rPr>
          <w:rtl/>
          <w:lang w:bidi="fa-IR"/>
        </w:rPr>
        <w:t xml:space="preserve"> نمى تواند در آن مال تصرف كند</w:t>
      </w:r>
      <w:r w:rsidR="000C4B14">
        <w:rPr>
          <w:rtl/>
          <w:lang w:bidi="fa-IR"/>
        </w:rPr>
        <w:t>،</w:t>
      </w:r>
      <w:r w:rsidRPr="003E3506">
        <w:rPr>
          <w:rtl/>
          <w:lang w:bidi="fa-IR"/>
        </w:rPr>
        <w:t xml:space="preserve"> بلكه بنابر احتياط واجب اگر قصد دادن خمس را هم داشته باشد نيز چنين است</w:t>
      </w:r>
      <w:r w:rsidR="000C4B14">
        <w:rPr>
          <w:rtl/>
          <w:lang w:bidi="fa-IR"/>
        </w:rPr>
        <w:t>.</w:t>
      </w:r>
    </w:p>
    <w:p w:rsidR="003E3506" w:rsidRPr="003E3506" w:rsidRDefault="003E3506" w:rsidP="003E3506">
      <w:pPr>
        <w:pStyle w:val="libNormal"/>
        <w:rPr>
          <w:lang w:bidi="fa-IR"/>
        </w:rPr>
      </w:pPr>
      <w:r w:rsidRPr="003E3506">
        <w:rPr>
          <w:rtl/>
          <w:lang w:bidi="fa-IR"/>
        </w:rPr>
        <w:t>١٧٩٩ - كسى كه خمس بدهكار است نمى تواند آن را به ذمه بگيرد</w:t>
      </w:r>
      <w:r w:rsidR="000C4B14">
        <w:rPr>
          <w:rtl/>
          <w:lang w:bidi="fa-IR"/>
        </w:rPr>
        <w:t>،</w:t>
      </w:r>
      <w:r w:rsidRPr="003E3506">
        <w:rPr>
          <w:rtl/>
          <w:lang w:bidi="fa-IR"/>
        </w:rPr>
        <w:t xml:space="preserve"> يعنى خود را بدهكار اهل خمس بداند و در تمام مال تصرف كند</w:t>
      </w:r>
      <w:r w:rsidR="000C4B14">
        <w:rPr>
          <w:rtl/>
          <w:lang w:bidi="fa-IR"/>
        </w:rPr>
        <w:t>،</w:t>
      </w:r>
      <w:r w:rsidRPr="003E3506">
        <w:rPr>
          <w:rtl/>
          <w:lang w:bidi="fa-IR"/>
        </w:rPr>
        <w:t xml:space="preserve"> و چنانچه تصرف كند و آن مال تلف شود</w:t>
      </w:r>
      <w:r w:rsidR="000C4B14">
        <w:rPr>
          <w:rtl/>
          <w:lang w:bidi="fa-IR"/>
        </w:rPr>
        <w:t>،</w:t>
      </w:r>
      <w:r w:rsidRPr="003E3506">
        <w:rPr>
          <w:rtl/>
          <w:lang w:bidi="fa-IR"/>
        </w:rPr>
        <w:t xml:space="preserve"> بايد خمس آن را بدهد.</w:t>
      </w:r>
    </w:p>
    <w:p w:rsidR="003E3506" w:rsidRPr="003E3506" w:rsidRDefault="003E3506" w:rsidP="003E3506">
      <w:pPr>
        <w:pStyle w:val="libNormal"/>
        <w:rPr>
          <w:lang w:bidi="fa-IR"/>
        </w:rPr>
      </w:pPr>
      <w:r w:rsidRPr="003E3506">
        <w:rPr>
          <w:rtl/>
          <w:lang w:bidi="fa-IR"/>
        </w:rPr>
        <w:t>١٨٠٠ - كسى كه خمس بدهكار است</w:t>
      </w:r>
      <w:r w:rsidR="000C4B14">
        <w:rPr>
          <w:rtl/>
          <w:lang w:bidi="fa-IR"/>
        </w:rPr>
        <w:t>،</w:t>
      </w:r>
      <w:r w:rsidRPr="003E3506">
        <w:rPr>
          <w:rtl/>
          <w:lang w:bidi="fa-IR"/>
        </w:rPr>
        <w:t xml:space="preserve"> اگر با حاكم شرع مصالحه كند</w:t>
      </w:r>
      <w:r w:rsidR="000C4B14">
        <w:rPr>
          <w:rtl/>
          <w:lang w:bidi="fa-IR"/>
        </w:rPr>
        <w:t>،</w:t>
      </w:r>
      <w:r w:rsidRPr="003E3506">
        <w:rPr>
          <w:rtl/>
          <w:lang w:bidi="fa-IR"/>
        </w:rPr>
        <w:t xml:space="preserve"> و خمس را به ذمه بگيرد</w:t>
      </w:r>
      <w:r w:rsidR="000C4B14">
        <w:rPr>
          <w:rtl/>
          <w:lang w:bidi="fa-IR"/>
        </w:rPr>
        <w:t>،</w:t>
      </w:r>
      <w:r w:rsidRPr="003E3506">
        <w:rPr>
          <w:rtl/>
          <w:lang w:bidi="fa-IR"/>
        </w:rPr>
        <w:t xml:space="preserve"> مى تواند در تمام مال تصرف نمايد و بعد از مصالحه</w:t>
      </w:r>
      <w:r w:rsidR="000C4B14">
        <w:rPr>
          <w:rtl/>
          <w:lang w:bidi="fa-IR"/>
        </w:rPr>
        <w:t>،</w:t>
      </w:r>
      <w:r w:rsidRPr="003E3506">
        <w:rPr>
          <w:rtl/>
          <w:lang w:bidi="fa-IR"/>
        </w:rPr>
        <w:t xml:space="preserve"> منافعى كه از آن به دست مى آيد مال خود او است</w:t>
      </w:r>
      <w:r w:rsidR="000C4B14">
        <w:rPr>
          <w:rtl/>
          <w:lang w:bidi="fa-IR"/>
        </w:rPr>
        <w:t>.</w:t>
      </w:r>
    </w:p>
    <w:p w:rsidR="003E3506" w:rsidRPr="003E3506" w:rsidRDefault="003E3506" w:rsidP="003E3506">
      <w:pPr>
        <w:pStyle w:val="libNormal"/>
        <w:rPr>
          <w:lang w:bidi="fa-IR"/>
        </w:rPr>
      </w:pPr>
      <w:r w:rsidRPr="003E3506">
        <w:rPr>
          <w:rtl/>
          <w:lang w:bidi="fa-IR"/>
        </w:rPr>
        <w:t>١٨٠١ - كسى كه با ديگرى شريك است</w:t>
      </w:r>
      <w:r w:rsidR="000C4B14">
        <w:rPr>
          <w:rtl/>
          <w:lang w:bidi="fa-IR"/>
        </w:rPr>
        <w:t>،</w:t>
      </w:r>
      <w:r w:rsidRPr="003E3506">
        <w:rPr>
          <w:rtl/>
          <w:lang w:bidi="fa-IR"/>
        </w:rPr>
        <w:t xml:space="preserve"> اگر خمس منافع خود را بدهد و شريك او ندهد و در سال بعد از مالى كه خمسش را نداده براى سرمايه شركت بگذارد</w:t>
      </w:r>
      <w:r w:rsidR="000C4B14">
        <w:rPr>
          <w:rtl/>
          <w:lang w:bidi="fa-IR"/>
        </w:rPr>
        <w:t>،</w:t>
      </w:r>
      <w:r w:rsidRPr="003E3506">
        <w:rPr>
          <w:rtl/>
          <w:lang w:bidi="fa-IR"/>
        </w:rPr>
        <w:t xml:space="preserve"> آن كس چنانچه مسلمان اثنا عشرى باشد</w:t>
      </w:r>
      <w:r w:rsidR="000C4B14">
        <w:rPr>
          <w:rtl/>
          <w:lang w:bidi="fa-IR"/>
        </w:rPr>
        <w:t>،</w:t>
      </w:r>
      <w:r w:rsidRPr="003E3506">
        <w:rPr>
          <w:rtl/>
          <w:lang w:bidi="fa-IR"/>
        </w:rPr>
        <w:t xml:space="preserve"> مى تواند در آن مال تصرف كند.</w:t>
      </w:r>
    </w:p>
    <w:p w:rsidR="003E3506" w:rsidRPr="003E3506" w:rsidRDefault="003E3506" w:rsidP="003E3506">
      <w:pPr>
        <w:pStyle w:val="libNormal"/>
        <w:rPr>
          <w:lang w:bidi="fa-IR"/>
        </w:rPr>
      </w:pPr>
      <w:r w:rsidRPr="003E3506">
        <w:rPr>
          <w:rtl/>
          <w:lang w:bidi="fa-IR"/>
        </w:rPr>
        <w:t>١٨٠٢ - اگر بچه صغير سرمايه اى داشته باشد</w:t>
      </w:r>
      <w:r w:rsidR="000C4B14">
        <w:rPr>
          <w:rtl/>
          <w:lang w:bidi="fa-IR"/>
        </w:rPr>
        <w:t>،</w:t>
      </w:r>
      <w:r w:rsidRPr="003E3506">
        <w:rPr>
          <w:rtl/>
          <w:lang w:bidi="fa-IR"/>
        </w:rPr>
        <w:t xml:space="preserve"> و از آن منافعى به دست آيد</w:t>
      </w:r>
      <w:r w:rsidR="000C4B14">
        <w:rPr>
          <w:rtl/>
          <w:lang w:bidi="fa-IR"/>
        </w:rPr>
        <w:t>،</w:t>
      </w:r>
      <w:r w:rsidRPr="003E3506">
        <w:rPr>
          <w:rtl/>
          <w:lang w:bidi="fa-IR"/>
        </w:rPr>
        <w:t xml:space="preserve"> بنابر اقوى خمس به آن تعلق مى گيرد</w:t>
      </w:r>
      <w:r w:rsidR="000C4B14">
        <w:rPr>
          <w:rtl/>
          <w:lang w:bidi="fa-IR"/>
        </w:rPr>
        <w:t>،</w:t>
      </w:r>
      <w:r w:rsidRPr="003E3506">
        <w:rPr>
          <w:rtl/>
          <w:lang w:bidi="fa-IR"/>
        </w:rPr>
        <w:t xml:space="preserve"> و بر ولى صغير واجب است كه خمس آن را بدهد و چنانچه نداد</w:t>
      </w:r>
      <w:r w:rsidR="000C4B14">
        <w:rPr>
          <w:rtl/>
          <w:lang w:bidi="fa-IR"/>
        </w:rPr>
        <w:t>،</w:t>
      </w:r>
      <w:r w:rsidRPr="003E3506">
        <w:rPr>
          <w:rtl/>
          <w:lang w:bidi="fa-IR"/>
        </w:rPr>
        <w:t xml:space="preserve"> بر صغير پس از بلوغ واجب است كه خود خمس آن را بدهد.</w:t>
      </w:r>
    </w:p>
    <w:p w:rsidR="003E3506" w:rsidRPr="003E3506" w:rsidRDefault="003E3506" w:rsidP="003E3506">
      <w:pPr>
        <w:pStyle w:val="libNormal"/>
        <w:rPr>
          <w:lang w:bidi="fa-IR"/>
        </w:rPr>
      </w:pPr>
      <w:r w:rsidRPr="003E3506">
        <w:rPr>
          <w:rtl/>
          <w:lang w:bidi="fa-IR"/>
        </w:rPr>
        <w:lastRenderedPageBreak/>
        <w:t>١٨٠٣ - كسى كه مالى از ديگرى به دست آورد و شك نمايد خمس آن را داده يا نه</w:t>
      </w:r>
      <w:r w:rsidR="000C4B14">
        <w:rPr>
          <w:rtl/>
          <w:lang w:bidi="fa-IR"/>
        </w:rPr>
        <w:t>،</w:t>
      </w:r>
      <w:r w:rsidRPr="003E3506">
        <w:rPr>
          <w:rtl/>
          <w:lang w:bidi="fa-IR"/>
        </w:rPr>
        <w:t xml:space="preserve"> مى تواند در آن مال تصرف نمايد</w:t>
      </w:r>
      <w:r w:rsidR="000C4B14">
        <w:rPr>
          <w:rtl/>
          <w:lang w:bidi="fa-IR"/>
        </w:rPr>
        <w:t>،</w:t>
      </w:r>
      <w:r w:rsidRPr="003E3506">
        <w:rPr>
          <w:rtl/>
          <w:lang w:bidi="fa-IR"/>
        </w:rPr>
        <w:t xml:space="preserve"> بلكه اگر يقين هم داشته باشد</w:t>
      </w:r>
      <w:r w:rsidR="000C4B14">
        <w:rPr>
          <w:rtl/>
          <w:lang w:bidi="fa-IR"/>
        </w:rPr>
        <w:t>،</w:t>
      </w:r>
      <w:r w:rsidRPr="003E3506">
        <w:rPr>
          <w:rtl/>
          <w:lang w:bidi="fa-IR"/>
        </w:rPr>
        <w:t xml:space="preserve"> كه خمس آن را نداده اگر مسلمان اثنا عشرى باشد</w:t>
      </w:r>
      <w:r w:rsidR="000C4B14">
        <w:rPr>
          <w:rtl/>
          <w:lang w:bidi="fa-IR"/>
        </w:rPr>
        <w:t>،</w:t>
      </w:r>
      <w:r w:rsidRPr="003E3506">
        <w:rPr>
          <w:rtl/>
          <w:lang w:bidi="fa-IR"/>
        </w:rPr>
        <w:t xml:space="preserve"> مى تواند در آن تصرف نمايد.</w:t>
      </w:r>
    </w:p>
    <w:p w:rsidR="003E3506" w:rsidRPr="003E3506" w:rsidRDefault="003E3506" w:rsidP="003E3506">
      <w:pPr>
        <w:pStyle w:val="libNormal"/>
        <w:rPr>
          <w:lang w:bidi="fa-IR"/>
        </w:rPr>
      </w:pPr>
      <w:r w:rsidRPr="003E3506">
        <w:rPr>
          <w:rtl/>
          <w:lang w:bidi="fa-IR"/>
        </w:rPr>
        <w:t>١٨٠٤ - اگر كسى از منافع كسب خود در اثناء سال ملكى بخرد كه از لوازم و مخارج ساليانه اش حساب نشود واجب است بعد از تمامى سال خمس او را بدهد</w:t>
      </w:r>
      <w:r w:rsidR="000C4B14">
        <w:rPr>
          <w:rtl/>
          <w:lang w:bidi="fa-IR"/>
        </w:rPr>
        <w:t>،</w:t>
      </w:r>
      <w:r w:rsidRPr="003E3506">
        <w:rPr>
          <w:rtl/>
          <w:lang w:bidi="fa-IR"/>
        </w:rPr>
        <w:t xml:space="preserve"> و چنانچه خمس او را نداد و قيمت آن ملك بالا رفت لازم است خمس مقدارى را كه آن ملك فعلا ارزش دارد بدهد</w:t>
      </w:r>
      <w:r w:rsidR="000C4B14">
        <w:rPr>
          <w:rtl/>
          <w:lang w:bidi="fa-IR"/>
        </w:rPr>
        <w:t>،</w:t>
      </w:r>
      <w:r w:rsidRPr="003E3506">
        <w:rPr>
          <w:rtl/>
          <w:lang w:bidi="fa-IR"/>
        </w:rPr>
        <w:t xml:space="preserve"> و هم چنين است غير ملك از فرش و مانند آن</w:t>
      </w:r>
      <w:r w:rsidR="000C4B14">
        <w:rPr>
          <w:rtl/>
          <w:lang w:bidi="fa-IR"/>
        </w:rPr>
        <w:t>.</w:t>
      </w:r>
    </w:p>
    <w:p w:rsidR="003E3506" w:rsidRPr="003E3506" w:rsidRDefault="003E3506" w:rsidP="003E3506">
      <w:pPr>
        <w:pStyle w:val="libNormal"/>
        <w:rPr>
          <w:lang w:bidi="fa-IR"/>
        </w:rPr>
      </w:pPr>
      <w:r w:rsidRPr="003E3506">
        <w:rPr>
          <w:rtl/>
          <w:lang w:bidi="fa-IR"/>
        </w:rPr>
        <w:t>١٨٠٥ - كسى كه از اول تكليف خمس نداده</w:t>
      </w:r>
      <w:r w:rsidR="000C4B14">
        <w:rPr>
          <w:rtl/>
          <w:lang w:bidi="fa-IR"/>
        </w:rPr>
        <w:t>،</w:t>
      </w:r>
      <w:r w:rsidRPr="003E3506">
        <w:rPr>
          <w:rtl/>
          <w:lang w:bidi="fa-IR"/>
        </w:rPr>
        <w:t xml:space="preserve"> اگر مثلا ملكى بخرد و قيمت آن بالا رود</w:t>
      </w:r>
      <w:r w:rsidR="000C4B14">
        <w:rPr>
          <w:rtl/>
          <w:lang w:bidi="fa-IR"/>
        </w:rPr>
        <w:t>،</w:t>
      </w:r>
      <w:r w:rsidRPr="003E3506">
        <w:rPr>
          <w:rtl/>
          <w:lang w:bidi="fa-IR"/>
        </w:rPr>
        <w:t xml:space="preserve"> چنانچه آن ملك را براى آن نخريده كه قيمتش بالا رود و بفروشد مثلا زمينى را براى زراعت خريده است</w:t>
      </w:r>
      <w:r w:rsidR="000C4B14">
        <w:rPr>
          <w:rtl/>
          <w:lang w:bidi="fa-IR"/>
        </w:rPr>
        <w:t>،</w:t>
      </w:r>
      <w:r w:rsidRPr="003E3506">
        <w:rPr>
          <w:rtl/>
          <w:lang w:bidi="fa-IR"/>
        </w:rPr>
        <w:t xml:space="preserve"> و از پول خمس نداده قيمت آن را داده</w:t>
      </w:r>
      <w:r w:rsidR="000C4B14">
        <w:rPr>
          <w:rtl/>
          <w:lang w:bidi="fa-IR"/>
        </w:rPr>
        <w:t>،</w:t>
      </w:r>
      <w:r w:rsidRPr="003E3506">
        <w:rPr>
          <w:rtl/>
          <w:lang w:bidi="fa-IR"/>
        </w:rPr>
        <w:t xml:space="preserve"> بايد خمس قيمتى را كه خريده بدهد</w:t>
      </w:r>
      <w:r w:rsidR="000C4B14">
        <w:rPr>
          <w:rtl/>
          <w:lang w:bidi="fa-IR"/>
        </w:rPr>
        <w:t>،</w:t>
      </w:r>
      <w:r w:rsidRPr="003E3506">
        <w:rPr>
          <w:rtl/>
          <w:lang w:bidi="fa-IR"/>
        </w:rPr>
        <w:t xml:space="preserve"> و اگر مثلا پول خمس نداده را به فروشنده داده و به او گفته اين ملك را به اين پول مى خرم</w:t>
      </w:r>
      <w:r w:rsidR="000C4B14">
        <w:rPr>
          <w:rtl/>
          <w:lang w:bidi="fa-IR"/>
        </w:rPr>
        <w:t>،</w:t>
      </w:r>
      <w:r w:rsidRPr="003E3506">
        <w:rPr>
          <w:rtl/>
          <w:lang w:bidi="fa-IR"/>
        </w:rPr>
        <w:t xml:space="preserve"> بايد خمس مقدارى را كه آن ملك فعلا ارزش دارد بدهد.</w:t>
      </w:r>
    </w:p>
    <w:p w:rsidR="003E3506" w:rsidRPr="003E3506" w:rsidRDefault="003E3506" w:rsidP="003E3506">
      <w:pPr>
        <w:pStyle w:val="libNormal"/>
        <w:rPr>
          <w:lang w:bidi="fa-IR"/>
        </w:rPr>
      </w:pPr>
      <w:r w:rsidRPr="003E3506">
        <w:rPr>
          <w:rtl/>
          <w:lang w:bidi="fa-IR"/>
        </w:rPr>
        <w:t>١٨٠٦ - كسى كه از اول تكليف خمس نداده</w:t>
      </w:r>
      <w:r w:rsidR="000C4B14">
        <w:rPr>
          <w:rtl/>
          <w:lang w:bidi="fa-IR"/>
        </w:rPr>
        <w:t>،</w:t>
      </w:r>
      <w:r w:rsidRPr="003E3506">
        <w:rPr>
          <w:rtl/>
          <w:lang w:bidi="fa-IR"/>
        </w:rPr>
        <w:t xml:space="preserve"> اگر از منافع كسب چيزى كه به آن احتياج ندارد خريده و يك سال از وقت منفعت بردن گذشته بايد خمس آن را بدهد و اگر اثاث خانه و چيزهاى ديگرى كه به آنها احتياج دارد مطابق شان خود خريده</w:t>
      </w:r>
      <w:r w:rsidR="000C4B14">
        <w:rPr>
          <w:rtl/>
          <w:lang w:bidi="fa-IR"/>
        </w:rPr>
        <w:t>،</w:t>
      </w:r>
      <w:r w:rsidRPr="003E3506">
        <w:rPr>
          <w:rtl/>
          <w:lang w:bidi="fa-IR"/>
        </w:rPr>
        <w:t xml:space="preserve"> پس اگر بداند در بين سالى كه در آن سال فايده برده با فايده همان سال آنها را خريده</w:t>
      </w:r>
      <w:r w:rsidR="000C4B14">
        <w:rPr>
          <w:rtl/>
          <w:lang w:bidi="fa-IR"/>
        </w:rPr>
        <w:t>،</w:t>
      </w:r>
      <w:r w:rsidRPr="003E3506">
        <w:rPr>
          <w:rtl/>
          <w:lang w:bidi="fa-IR"/>
        </w:rPr>
        <w:t xml:space="preserve"> لازم نيست خمس آنها را بدهد</w:t>
      </w:r>
      <w:r w:rsidR="000C4B14">
        <w:rPr>
          <w:rtl/>
          <w:lang w:bidi="fa-IR"/>
        </w:rPr>
        <w:t>،</w:t>
      </w:r>
      <w:r w:rsidRPr="003E3506">
        <w:rPr>
          <w:rtl/>
          <w:lang w:bidi="fa-IR"/>
        </w:rPr>
        <w:t xml:space="preserve"> و اگر نداند بنابر احتياط واجب بايد با حاكم شرع مصالحه كند.</w:t>
      </w:r>
    </w:p>
    <w:p w:rsidR="003E3506" w:rsidRDefault="00605FAB" w:rsidP="00F72BDA">
      <w:pPr>
        <w:pStyle w:val="Heading3"/>
        <w:rPr>
          <w:rtl/>
          <w:lang w:bidi="fa-IR"/>
        </w:rPr>
      </w:pPr>
      <w:bookmarkStart w:id="196" w:name="_Toc24454619"/>
      <w:r>
        <w:rPr>
          <w:rtl/>
          <w:lang w:bidi="fa-IR"/>
        </w:rPr>
        <w:t>(</w:t>
      </w:r>
      <w:r w:rsidR="003E3506" w:rsidRPr="003E3506">
        <w:rPr>
          <w:rtl/>
          <w:lang w:bidi="fa-IR"/>
        </w:rPr>
        <w:t>معدن</w:t>
      </w:r>
      <w:r>
        <w:rPr>
          <w:rtl/>
          <w:lang w:bidi="fa-IR"/>
        </w:rPr>
        <w:t>)</w:t>
      </w:r>
      <w:bookmarkEnd w:id="196"/>
    </w:p>
    <w:p w:rsidR="003E3506" w:rsidRPr="003E3506" w:rsidRDefault="003E3506" w:rsidP="003E3506">
      <w:pPr>
        <w:pStyle w:val="libNormal"/>
        <w:rPr>
          <w:lang w:bidi="fa-IR"/>
        </w:rPr>
      </w:pPr>
      <w:r w:rsidRPr="003E3506">
        <w:rPr>
          <w:rtl/>
          <w:lang w:bidi="fa-IR"/>
        </w:rPr>
        <w:t>١٨٠٧ - معدن مثل طلا</w:t>
      </w:r>
      <w:r w:rsidR="000C4B14">
        <w:rPr>
          <w:rtl/>
          <w:lang w:bidi="fa-IR"/>
        </w:rPr>
        <w:t>،</w:t>
      </w:r>
      <w:r w:rsidRPr="003E3506">
        <w:rPr>
          <w:rtl/>
          <w:lang w:bidi="fa-IR"/>
        </w:rPr>
        <w:t xml:space="preserve"> نقره</w:t>
      </w:r>
      <w:r w:rsidR="000C4B14">
        <w:rPr>
          <w:rtl/>
          <w:lang w:bidi="fa-IR"/>
        </w:rPr>
        <w:t>،</w:t>
      </w:r>
      <w:r w:rsidRPr="003E3506">
        <w:rPr>
          <w:rtl/>
          <w:lang w:bidi="fa-IR"/>
        </w:rPr>
        <w:t xml:space="preserve"> سرب</w:t>
      </w:r>
      <w:r w:rsidR="000C4B14">
        <w:rPr>
          <w:rtl/>
          <w:lang w:bidi="fa-IR"/>
        </w:rPr>
        <w:t>،</w:t>
      </w:r>
      <w:r w:rsidRPr="003E3506">
        <w:rPr>
          <w:rtl/>
          <w:lang w:bidi="fa-IR"/>
        </w:rPr>
        <w:t xml:space="preserve"> مس</w:t>
      </w:r>
      <w:r w:rsidR="000C4B14">
        <w:rPr>
          <w:rtl/>
          <w:lang w:bidi="fa-IR"/>
        </w:rPr>
        <w:t>،</w:t>
      </w:r>
      <w:r w:rsidRPr="003E3506">
        <w:rPr>
          <w:rtl/>
          <w:lang w:bidi="fa-IR"/>
        </w:rPr>
        <w:t xml:space="preserve"> آهن</w:t>
      </w:r>
      <w:r w:rsidR="000C4B14">
        <w:rPr>
          <w:rtl/>
          <w:lang w:bidi="fa-IR"/>
        </w:rPr>
        <w:t>،</w:t>
      </w:r>
      <w:r w:rsidRPr="003E3506">
        <w:rPr>
          <w:rtl/>
          <w:lang w:bidi="fa-IR"/>
        </w:rPr>
        <w:t xml:space="preserve"> نفت</w:t>
      </w:r>
      <w:r w:rsidR="000C4B14">
        <w:rPr>
          <w:rtl/>
          <w:lang w:bidi="fa-IR"/>
        </w:rPr>
        <w:t>،</w:t>
      </w:r>
      <w:r w:rsidRPr="003E3506">
        <w:rPr>
          <w:rtl/>
          <w:lang w:bidi="fa-IR"/>
        </w:rPr>
        <w:t xml:space="preserve"> ذغال سنگ</w:t>
      </w:r>
      <w:r w:rsidR="000C4B14">
        <w:rPr>
          <w:rtl/>
          <w:lang w:bidi="fa-IR"/>
        </w:rPr>
        <w:t>،</w:t>
      </w:r>
      <w:r w:rsidRPr="003E3506">
        <w:rPr>
          <w:rtl/>
          <w:lang w:bidi="fa-IR"/>
        </w:rPr>
        <w:t xml:space="preserve"> فيروزه</w:t>
      </w:r>
      <w:r w:rsidR="000C4B14">
        <w:rPr>
          <w:rtl/>
          <w:lang w:bidi="fa-IR"/>
        </w:rPr>
        <w:t>،</w:t>
      </w:r>
      <w:r w:rsidRPr="003E3506">
        <w:rPr>
          <w:rtl/>
          <w:lang w:bidi="fa-IR"/>
        </w:rPr>
        <w:t xml:space="preserve"> عقيق</w:t>
      </w:r>
      <w:r w:rsidR="000C4B14">
        <w:rPr>
          <w:rtl/>
          <w:lang w:bidi="fa-IR"/>
        </w:rPr>
        <w:t>،</w:t>
      </w:r>
      <w:r w:rsidRPr="003E3506">
        <w:rPr>
          <w:rtl/>
          <w:lang w:bidi="fa-IR"/>
        </w:rPr>
        <w:t xml:space="preserve"> زاج</w:t>
      </w:r>
      <w:r w:rsidR="000C4B14">
        <w:rPr>
          <w:rtl/>
          <w:lang w:bidi="fa-IR"/>
        </w:rPr>
        <w:t>،</w:t>
      </w:r>
      <w:r w:rsidRPr="003E3506">
        <w:rPr>
          <w:rtl/>
          <w:lang w:bidi="fa-IR"/>
        </w:rPr>
        <w:t xml:space="preserve"> نمك و معدنهاى ديگر</w:t>
      </w:r>
      <w:r w:rsidR="000C4B14">
        <w:rPr>
          <w:rtl/>
          <w:lang w:bidi="fa-IR"/>
        </w:rPr>
        <w:t>،</w:t>
      </w:r>
      <w:r w:rsidRPr="003E3506">
        <w:rPr>
          <w:rtl/>
          <w:lang w:bidi="fa-IR"/>
        </w:rPr>
        <w:t xml:space="preserve"> از انفال است</w:t>
      </w:r>
      <w:r w:rsidR="000C4B14">
        <w:rPr>
          <w:rtl/>
          <w:lang w:bidi="fa-IR"/>
        </w:rPr>
        <w:t>،</w:t>
      </w:r>
      <w:r w:rsidRPr="003E3506">
        <w:rPr>
          <w:rtl/>
          <w:lang w:bidi="fa-IR"/>
        </w:rPr>
        <w:t xml:space="preserve"> يعنى مال امام </w:t>
      </w:r>
      <w:r w:rsidR="001B16BC" w:rsidRPr="001B16BC">
        <w:rPr>
          <w:rStyle w:val="libAlaemChar"/>
          <w:rtl/>
        </w:rPr>
        <w:t>عليه‌السلام</w:t>
      </w:r>
      <w:r w:rsidRPr="003E3506">
        <w:rPr>
          <w:rtl/>
          <w:lang w:bidi="fa-IR"/>
        </w:rPr>
        <w:t xml:space="preserve"> مى باشد</w:t>
      </w:r>
      <w:r w:rsidR="000C4B14">
        <w:rPr>
          <w:rtl/>
          <w:lang w:bidi="fa-IR"/>
        </w:rPr>
        <w:t>،</w:t>
      </w:r>
      <w:r w:rsidRPr="003E3506">
        <w:rPr>
          <w:rtl/>
          <w:lang w:bidi="fa-IR"/>
        </w:rPr>
        <w:t xml:space="preserve"> ولى اگر كسى چيزى از آن را استخراج نمايد</w:t>
      </w:r>
      <w:r w:rsidR="000C4B14">
        <w:rPr>
          <w:rtl/>
          <w:lang w:bidi="fa-IR"/>
        </w:rPr>
        <w:t>،</w:t>
      </w:r>
      <w:r w:rsidRPr="003E3506">
        <w:rPr>
          <w:rtl/>
          <w:lang w:bidi="fa-IR"/>
        </w:rPr>
        <w:t xml:space="preserve"> در صورتى كه شرعا مانعى نباشد</w:t>
      </w:r>
      <w:r w:rsidR="000C4B14">
        <w:rPr>
          <w:rtl/>
          <w:lang w:bidi="fa-IR"/>
        </w:rPr>
        <w:t>،</w:t>
      </w:r>
      <w:r w:rsidRPr="003E3506">
        <w:rPr>
          <w:rtl/>
          <w:lang w:bidi="fa-IR"/>
        </w:rPr>
        <w:t xml:space="preserve"> مى تواند آن را براى خود تملك كند</w:t>
      </w:r>
      <w:r w:rsidR="000C4B14">
        <w:rPr>
          <w:rtl/>
          <w:lang w:bidi="fa-IR"/>
        </w:rPr>
        <w:t>،</w:t>
      </w:r>
      <w:r w:rsidRPr="003E3506">
        <w:rPr>
          <w:rtl/>
          <w:lang w:bidi="fa-IR"/>
        </w:rPr>
        <w:t xml:space="preserve"> و چنانچه به مقدار نصاب باشد</w:t>
      </w:r>
      <w:r w:rsidR="000C4B14">
        <w:rPr>
          <w:rtl/>
          <w:lang w:bidi="fa-IR"/>
        </w:rPr>
        <w:t>،</w:t>
      </w:r>
      <w:r w:rsidRPr="003E3506">
        <w:rPr>
          <w:rtl/>
          <w:lang w:bidi="fa-IR"/>
        </w:rPr>
        <w:t xml:space="preserve"> بايد خمس آن را بدهد.</w:t>
      </w:r>
    </w:p>
    <w:p w:rsidR="003E3506" w:rsidRPr="003E3506" w:rsidRDefault="003E3506" w:rsidP="003E3506">
      <w:pPr>
        <w:pStyle w:val="libNormal"/>
        <w:rPr>
          <w:lang w:bidi="fa-IR"/>
        </w:rPr>
      </w:pPr>
      <w:r w:rsidRPr="003E3506">
        <w:rPr>
          <w:rtl/>
          <w:lang w:bidi="fa-IR"/>
        </w:rPr>
        <w:lastRenderedPageBreak/>
        <w:t>١٨٠٨ - نصاب معدن ١٥ مثقال معمولى طلاى مسكوك است</w:t>
      </w:r>
      <w:r w:rsidR="000C4B14">
        <w:rPr>
          <w:rtl/>
          <w:lang w:bidi="fa-IR"/>
        </w:rPr>
        <w:t>،</w:t>
      </w:r>
      <w:r w:rsidRPr="003E3506">
        <w:rPr>
          <w:rtl/>
          <w:lang w:bidi="fa-IR"/>
        </w:rPr>
        <w:t xml:space="preserve"> يعنى اگر قيمت چيزى را كه از معدن بيرون آورده</w:t>
      </w:r>
      <w:r w:rsidR="000C4B14">
        <w:rPr>
          <w:rtl/>
          <w:lang w:bidi="fa-IR"/>
        </w:rPr>
        <w:t>،</w:t>
      </w:r>
      <w:r w:rsidRPr="003E3506">
        <w:rPr>
          <w:rtl/>
          <w:lang w:bidi="fa-IR"/>
        </w:rPr>
        <w:t xml:space="preserve"> به ١٥ مثقال طلاى مسكوك برسد</w:t>
      </w:r>
      <w:r w:rsidR="000C4B14">
        <w:rPr>
          <w:rtl/>
          <w:lang w:bidi="fa-IR"/>
        </w:rPr>
        <w:t>،</w:t>
      </w:r>
      <w:r w:rsidRPr="003E3506">
        <w:rPr>
          <w:rtl/>
          <w:lang w:bidi="fa-IR"/>
        </w:rPr>
        <w:t xml:space="preserve"> بايد خمس آنچه را كه پس از كم كردن مخارجى كه كرده است باقى مى ماند بدهد.</w:t>
      </w:r>
    </w:p>
    <w:p w:rsidR="003E3506" w:rsidRPr="003E3506" w:rsidRDefault="003E3506" w:rsidP="003E3506">
      <w:pPr>
        <w:pStyle w:val="libNormal"/>
        <w:rPr>
          <w:lang w:bidi="fa-IR"/>
        </w:rPr>
      </w:pPr>
      <w:r w:rsidRPr="003E3506">
        <w:rPr>
          <w:rtl/>
          <w:lang w:bidi="fa-IR"/>
        </w:rPr>
        <w:t>١٨٠٩ - استفاده اى كه از معدن برده چنانچه قيمت چيزى كه از معدن بيرون آورده</w:t>
      </w:r>
      <w:r w:rsidR="000C4B14">
        <w:rPr>
          <w:rtl/>
          <w:lang w:bidi="fa-IR"/>
        </w:rPr>
        <w:t>،</w:t>
      </w:r>
      <w:r w:rsidRPr="003E3506">
        <w:rPr>
          <w:rtl/>
          <w:lang w:bidi="fa-IR"/>
        </w:rPr>
        <w:t xml:space="preserve"> به ١٥ مثقال طلاى مسكوك نرسد</w:t>
      </w:r>
      <w:r w:rsidR="000C4B14">
        <w:rPr>
          <w:rtl/>
          <w:lang w:bidi="fa-IR"/>
        </w:rPr>
        <w:t>،</w:t>
      </w:r>
      <w:r w:rsidRPr="003E3506">
        <w:rPr>
          <w:rtl/>
          <w:lang w:bidi="fa-IR"/>
        </w:rPr>
        <w:t xml:space="preserve"> خمس آن در صورتى لازم است كه به تنهايى يا با منفعتهاى ديگر او از مخارج سالش زياد بيايد.</w:t>
      </w:r>
    </w:p>
    <w:p w:rsidR="003E3506" w:rsidRPr="003E3506" w:rsidRDefault="003E3506" w:rsidP="003E3506">
      <w:pPr>
        <w:pStyle w:val="libNormal"/>
        <w:rPr>
          <w:lang w:bidi="fa-IR"/>
        </w:rPr>
      </w:pPr>
      <w:r w:rsidRPr="003E3506">
        <w:rPr>
          <w:rtl/>
          <w:lang w:bidi="fa-IR"/>
        </w:rPr>
        <w:t>١٨١٠ - گچ و آهك و گل سرشور و گل سرخ</w:t>
      </w:r>
      <w:r w:rsidR="000C4B14">
        <w:rPr>
          <w:rtl/>
          <w:lang w:bidi="fa-IR"/>
        </w:rPr>
        <w:t>،</w:t>
      </w:r>
      <w:r w:rsidRPr="003E3506">
        <w:rPr>
          <w:rtl/>
          <w:lang w:bidi="fa-IR"/>
        </w:rPr>
        <w:t xml:space="preserve"> بنابر احتياط لازم حكم معدن بر آنها جارى است پس اگر به حد نصاب برسند</w:t>
      </w:r>
      <w:r w:rsidR="000C4B14">
        <w:rPr>
          <w:rtl/>
          <w:lang w:bidi="fa-IR"/>
        </w:rPr>
        <w:t>،</w:t>
      </w:r>
      <w:r w:rsidRPr="003E3506">
        <w:rPr>
          <w:rtl/>
          <w:lang w:bidi="fa-IR"/>
        </w:rPr>
        <w:t xml:space="preserve"> بايد خمس آنها را بدون اخراج مؤنه سال بدهد.</w:t>
      </w:r>
    </w:p>
    <w:p w:rsidR="003E3506" w:rsidRPr="003E3506" w:rsidRDefault="003E3506" w:rsidP="003E3506">
      <w:pPr>
        <w:pStyle w:val="libNormal"/>
        <w:rPr>
          <w:lang w:bidi="fa-IR"/>
        </w:rPr>
      </w:pPr>
      <w:r w:rsidRPr="003E3506">
        <w:rPr>
          <w:rtl/>
          <w:lang w:bidi="fa-IR"/>
        </w:rPr>
        <w:t>١٨١١ - كسى كه از معدن چيزى به دست مى آورد</w:t>
      </w:r>
      <w:r w:rsidR="000C4B14">
        <w:rPr>
          <w:rtl/>
          <w:lang w:bidi="fa-IR"/>
        </w:rPr>
        <w:t>،</w:t>
      </w:r>
      <w:r w:rsidRPr="003E3506">
        <w:rPr>
          <w:rtl/>
          <w:lang w:bidi="fa-IR"/>
        </w:rPr>
        <w:t xml:space="preserve"> بايد خمس آن را بدهد چه معدن روى زمين باشد</w:t>
      </w:r>
      <w:r w:rsidR="000C4B14">
        <w:rPr>
          <w:rtl/>
          <w:lang w:bidi="fa-IR"/>
        </w:rPr>
        <w:t>،</w:t>
      </w:r>
      <w:r w:rsidRPr="003E3506">
        <w:rPr>
          <w:rtl/>
          <w:lang w:bidi="fa-IR"/>
        </w:rPr>
        <w:t xml:space="preserve"> يا زير آن</w:t>
      </w:r>
      <w:r w:rsidR="000C4B14">
        <w:rPr>
          <w:rtl/>
          <w:lang w:bidi="fa-IR"/>
        </w:rPr>
        <w:t>،</w:t>
      </w:r>
      <w:r w:rsidRPr="003E3506">
        <w:rPr>
          <w:rtl/>
          <w:lang w:bidi="fa-IR"/>
        </w:rPr>
        <w:t xml:space="preserve"> چه در زمينى باشد كه ملك است يا در جايى باشد كه مالك ندارد.</w:t>
      </w:r>
    </w:p>
    <w:p w:rsidR="003E3506" w:rsidRPr="003E3506" w:rsidRDefault="003E3506" w:rsidP="003E3506">
      <w:pPr>
        <w:pStyle w:val="libNormal"/>
        <w:rPr>
          <w:lang w:bidi="fa-IR"/>
        </w:rPr>
      </w:pPr>
      <w:r w:rsidRPr="003E3506">
        <w:rPr>
          <w:rtl/>
          <w:lang w:bidi="fa-IR"/>
        </w:rPr>
        <w:t>١٨١٢ - اگر نداند قيمت چيزى را كه از معدن بيرون آورده به ١٥ مثقال طلاى مسكوك مى رسد يا نه</w:t>
      </w:r>
      <w:r w:rsidR="000C4B14">
        <w:rPr>
          <w:rtl/>
          <w:lang w:bidi="fa-IR"/>
        </w:rPr>
        <w:t>،</w:t>
      </w:r>
      <w:r w:rsidRPr="003E3506">
        <w:rPr>
          <w:rtl/>
          <w:lang w:bidi="fa-IR"/>
        </w:rPr>
        <w:t xml:space="preserve"> احتياط لازم آن است كه چنانچه ممكن است</w:t>
      </w:r>
      <w:r w:rsidR="000C4B14">
        <w:rPr>
          <w:rtl/>
          <w:lang w:bidi="fa-IR"/>
        </w:rPr>
        <w:t>،</w:t>
      </w:r>
      <w:r w:rsidRPr="003E3506">
        <w:rPr>
          <w:rtl/>
          <w:lang w:bidi="fa-IR"/>
        </w:rPr>
        <w:t xml:space="preserve"> به وزن كردن يا از راه ديگر قيمت آن را معلوم كند.</w:t>
      </w:r>
    </w:p>
    <w:p w:rsidR="003E3506" w:rsidRPr="003E3506" w:rsidRDefault="003E3506" w:rsidP="003E3506">
      <w:pPr>
        <w:pStyle w:val="libNormal"/>
        <w:rPr>
          <w:lang w:bidi="fa-IR"/>
        </w:rPr>
      </w:pPr>
      <w:r w:rsidRPr="003E3506">
        <w:rPr>
          <w:rtl/>
          <w:lang w:bidi="fa-IR"/>
        </w:rPr>
        <w:t>١٨١٣ - اگر چند نفر چيزى بيرون آورند</w:t>
      </w:r>
      <w:r w:rsidR="000C4B14">
        <w:rPr>
          <w:rtl/>
          <w:lang w:bidi="fa-IR"/>
        </w:rPr>
        <w:t>،</w:t>
      </w:r>
      <w:r w:rsidRPr="003E3506">
        <w:rPr>
          <w:rtl/>
          <w:lang w:bidi="fa-IR"/>
        </w:rPr>
        <w:t xml:space="preserve"> چنانچه قيمت آن به ١٥ مثقال طلاى مسكوك برسد</w:t>
      </w:r>
      <w:r w:rsidR="000C4B14">
        <w:rPr>
          <w:rtl/>
          <w:lang w:bidi="fa-IR"/>
        </w:rPr>
        <w:t>،</w:t>
      </w:r>
      <w:r w:rsidRPr="003E3506">
        <w:rPr>
          <w:rtl/>
          <w:lang w:bidi="fa-IR"/>
        </w:rPr>
        <w:t xml:space="preserve"> ولى سهم هر كدام آنها اين مقدار نباشد</w:t>
      </w:r>
      <w:r w:rsidR="000C4B14">
        <w:rPr>
          <w:rtl/>
          <w:lang w:bidi="fa-IR"/>
        </w:rPr>
        <w:t>،</w:t>
      </w:r>
      <w:r w:rsidRPr="003E3506">
        <w:rPr>
          <w:rtl/>
          <w:lang w:bidi="fa-IR"/>
        </w:rPr>
        <w:t xml:space="preserve"> احتياط مستحب آن است كه خمس آن را بدهند.</w:t>
      </w:r>
    </w:p>
    <w:p w:rsidR="003E3506" w:rsidRPr="003E3506" w:rsidRDefault="003E3506" w:rsidP="003E3506">
      <w:pPr>
        <w:pStyle w:val="libNormal"/>
        <w:rPr>
          <w:lang w:bidi="fa-IR"/>
        </w:rPr>
      </w:pPr>
      <w:r w:rsidRPr="003E3506">
        <w:rPr>
          <w:rtl/>
          <w:lang w:bidi="fa-IR"/>
        </w:rPr>
        <w:t>١٨١٤ - اگر معدنى را كه در زير زمين ديگرى است بدون اجازه با كندن زمين او بيرون آورد</w:t>
      </w:r>
      <w:r w:rsidR="000C4B14">
        <w:rPr>
          <w:rtl/>
          <w:lang w:bidi="fa-IR"/>
        </w:rPr>
        <w:t>،</w:t>
      </w:r>
      <w:r w:rsidRPr="003E3506">
        <w:rPr>
          <w:rtl/>
          <w:lang w:bidi="fa-IR"/>
        </w:rPr>
        <w:t xml:space="preserve"> مشهور فرموده اند كه آنچه از آن به دست مى آيد</w:t>
      </w:r>
      <w:r w:rsidR="000C4B14">
        <w:rPr>
          <w:rtl/>
          <w:lang w:bidi="fa-IR"/>
        </w:rPr>
        <w:t>،</w:t>
      </w:r>
      <w:r w:rsidRPr="003E3506">
        <w:rPr>
          <w:rtl/>
          <w:lang w:bidi="fa-IR"/>
        </w:rPr>
        <w:t xml:space="preserve"> مال صاحب ملك است ولى اين مطلب خالى از اشكال نيست</w:t>
      </w:r>
      <w:r w:rsidR="000C4B14">
        <w:rPr>
          <w:rtl/>
          <w:lang w:bidi="fa-IR"/>
        </w:rPr>
        <w:t>،</w:t>
      </w:r>
      <w:r w:rsidRPr="003E3506">
        <w:rPr>
          <w:rtl/>
          <w:lang w:bidi="fa-IR"/>
        </w:rPr>
        <w:t xml:space="preserve"> و بهتر آن است كه با هم مصالحه كنند</w:t>
      </w:r>
      <w:r w:rsidR="000C4B14">
        <w:rPr>
          <w:rtl/>
          <w:lang w:bidi="fa-IR"/>
        </w:rPr>
        <w:t>،</w:t>
      </w:r>
      <w:r w:rsidRPr="003E3506">
        <w:rPr>
          <w:rtl/>
          <w:lang w:bidi="fa-IR"/>
        </w:rPr>
        <w:t xml:space="preserve"> و چنانچه به مصالحه راضى نشوند</w:t>
      </w:r>
      <w:r w:rsidR="000C4B14">
        <w:rPr>
          <w:rtl/>
          <w:lang w:bidi="fa-IR"/>
        </w:rPr>
        <w:t>،</w:t>
      </w:r>
      <w:r w:rsidRPr="003E3506">
        <w:rPr>
          <w:rtl/>
          <w:lang w:bidi="fa-IR"/>
        </w:rPr>
        <w:t xml:space="preserve"> به حاكم شرع مراجعه نمايند</w:t>
      </w:r>
      <w:r w:rsidR="000C4B14">
        <w:rPr>
          <w:rtl/>
          <w:lang w:bidi="fa-IR"/>
        </w:rPr>
        <w:t>،</w:t>
      </w:r>
      <w:r w:rsidRPr="003E3506">
        <w:rPr>
          <w:rtl/>
          <w:lang w:bidi="fa-IR"/>
        </w:rPr>
        <w:t xml:space="preserve"> تا نزاع را فيصله دهد.</w:t>
      </w:r>
    </w:p>
    <w:p w:rsidR="003E3506" w:rsidRDefault="00605FAB" w:rsidP="00F72BDA">
      <w:pPr>
        <w:pStyle w:val="Heading3"/>
        <w:rPr>
          <w:rtl/>
          <w:lang w:bidi="fa-IR"/>
        </w:rPr>
      </w:pPr>
      <w:bookmarkStart w:id="197" w:name="_Toc24454620"/>
      <w:r>
        <w:rPr>
          <w:rtl/>
          <w:lang w:bidi="fa-IR"/>
        </w:rPr>
        <w:t>(</w:t>
      </w:r>
      <w:r w:rsidR="003E3506" w:rsidRPr="003E3506">
        <w:rPr>
          <w:rtl/>
          <w:lang w:bidi="fa-IR"/>
        </w:rPr>
        <w:t>گنج</w:t>
      </w:r>
      <w:r>
        <w:rPr>
          <w:rtl/>
          <w:lang w:bidi="fa-IR"/>
        </w:rPr>
        <w:t>)</w:t>
      </w:r>
      <w:bookmarkEnd w:id="197"/>
    </w:p>
    <w:p w:rsidR="003E3506" w:rsidRPr="003E3506" w:rsidRDefault="003E3506" w:rsidP="003E3506">
      <w:pPr>
        <w:pStyle w:val="libNormal"/>
        <w:rPr>
          <w:lang w:bidi="fa-IR"/>
        </w:rPr>
      </w:pPr>
      <w:r w:rsidRPr="003E3506">
        <w:rPr>
          <w:rtl/>
          <w:lang w:bidi="fa-IR"/>
        </w:rPr>
        <w:t>١٨١٥ - گنج مالى است كه در زمين يا درخت يا كوه يا ديوار پنهان باشد</w:t>
      </w:r>
      <w:r w:rsidR="000C4B14">
        <w:rPr>
          <w:rtl/>
          <w:lang w:bidi="fa-IR"/>
        </w:rPr>
        <w:t>،</w:t>
      </w:r>
      <w:r w:rsidRPr="003E3506">
        <w:rPr>
          <w:rtl/>
          <w:lang w:bidi="fa-IR"/>
        </w:rPr>
        <w:t xml:space="preserve"> و كسى آن را پيدا كند و طورى باشد كه به آن گنج بگويند.</w:t>
      </w:r>
    </w:p>
    <w:p w:rsidR="003E3506" w:rsidRPr="003E3506" w:rsidRDefault="003E3506" w:rsidP="003E3506">
      <w:pPr>
        <w:pStyle w:val="libNormal"/>
        <w:rPr>
          <w:lang w:bidi="fa-IR"/>
        </w:rPr>
      </w:pPr>
      <w:r w:rsidRPr="003E3506">
        <w:rPr>
          <w:rtl/>
          <w:lang w:bidi="fa-IR"/>
        </w:rPr>
        <w:lastRenderedPageBreak/>
        <w:t>١٨١٦ - اگر انسان در زمينى كه ملك كسى نيست</w:t>
      </w:r>
      <w:r w:rsidR="000C4B14">
        <w:rPr>
          <w:rtl/>
          <w:lang w:bidi="fa-IR"/>
        </w:rPr>
        <w:t>،</w:t>
      </w:r>
      <w:r w:rsidRPr="003E3506">
        <w:rPr>
          <w:rtl/>
          <w:lang w:bidi="fa-IR"/>
        </w:rPr>
        <w:t xml:space="preserve"> گنجى پيدا كند</w:t>
      </w:r>
      <w:r w:rsidR="000C4B14">
        <w:rPr>
          <w:rtl/>
          <w:lang w:bidi="fa-IR"/>
        </w:rPr>
        <w:t>،</w:t>
      </w:r>
      <w:r w:rsidRPr="003E3506">
        <w:rPr>
          <w:rtl/>
          <w:lang w:bidi="fa-IR"/>
        </w:rPr>
        <w:t xml:space="preserve"> مى تواند آن را حيازت كند</w:t>
      </w:r>
      <w:r w:rsidR="000C4B14">
        <w:rPr>
          <w:rtl/>
          <w:lang w:bidi="fa-IR"/>
        </w:rPr>
        <w:t>،</w:t>
      </w:r>
      <w:r w:rsidRPr="003E3506">
        <w:rPr>
          <w:rtl/>
          <w:lang w:bidi="fa-IR"/>
        </w:rPr>
        <w:t xml:space="preserve"> يعنى براى خود بگيرد ولى بايد خمس آن را بدهد.</w:t>
      </w:r>
    </w:p>
    <w:p w:rsidR="003E3506" w:rsidRPr="003E3506" w:rsidRDefault="003E3506" w:rsidP="003E3506">
      <w:pPr>
        <w:pStyle w:val="libNormal"/>
        <w:rPr>
          <w:lang w:bidi="fa-IR"/>
        </w:rPr>
      </w:pPr>
      <w:r w:rsidRPr="003E3506">
        <w:rPr>
          <w:rtl/>
          <w:lang w:bidi="fa-IR"/>
        </w:rPr>
        <w:t>١٨١٧ - نصاب گنج ١٠٥ مثقال نقره مسكوك و يا ١٥ مثقال طلاى مسكوك است</w:t>
      </w:r>
      <w:r w:rsidR="00553569">
        <w:rPr>
          <w:rtl/>
          <w:lang w:bidi="fa-IR"/>
        </w:rPr>
        <w:t>:</w:t>
      </w:r>
      <w:r w:rsidRPr="003E3506">
        <w:rPr>
          <w:rtl/>
          <w:lang w:bidi="fa-IR"/>
        </w:rPr>
        <w:t xml:space="preserve"> يعنى اگر قيمت چيزى را كه از گنج به دست مى آورد مساوى با قيمت يكى از اين دو باشد خمس در آن واجب است</w:t>
      </w:r>
      <w:r w:rsidR="000C4B14">
        <w:rPr>
          <w:rtl/>
          <w:lang w:bidi="fa-IR"/>
        </w:rPr>
        <w:t>.</w:t>
      </w:r>
    </w:p>
    <w:p w:rsidR="003E3506" w:rsidRPr="003E3506" w:rsidRDefault="003E3506" w:rsidP="003E3506">
      <w:pPr>
        <w:pStyle w:val="libNormal"/>
        <w:rPr>
          <w:lang w:bidi="fa-IR"/>
        </w:rPr>
      </w:pPr>
      <w:r w:rsidRPr="003E3506">
        <w:rPr>
          <w:rtl/>
          <w:lang w:bidi="fa-IR"/>
        </w:rPr>
        <w:t>١٨١٨ - اگر در زمينى كه از ديگرى خريده گنجى پيدا كند</w:t>
      </w:r>
      <w:r w:rsidR="000C4B14">
        <w:rPr>
          <w:rtl/>
          <w:lang w:bidi="fa-IR"/>
        </w:rPr>
        <w:t>،</w:t>
      </w:r>
      <w:r w:rsidRPr="003E3506">
        <w:rPr>
          <w:rtl/>
          <w:lang w:bidi="fa-IR"/>
        </w:rPr>
        <w:t xml:space="preserve"> و بداند مال كسانى كه قبلا مالك آن زمين بوده اند نيست</w:t>
      </w:r>
      <w:r w:rsidR="000C4B14">
        <w:rPr>
          <w:rtl/>
          <w:lang w:bidi="fa-IR"/>
        </w:rPr>
        <w:t>،</w:t>
      </w:r>
      <w:r w:rsidRPr="003E3506">
        <w:rPr>
          <w:rtl/>
          <w:lang w:bidi="fa-IR"/>
        </w:rPr>
        <w:t xml:space="preserve"> و نداند كه تعلق به مسلمان يا ذمى دارد كه خود او يا وارثش زنده مى باشند</w:t>
      </w:r>
      <w:r w:rsidR="000C4B14">
        <w:rPr>
          <w:rtl/>
          <w:lang w:bidi="fa-IR"/>
        </w:rPr>
        <w:t>،</w:t>
      </w:r>
      <w:r w:rsidRPr="003E3506">
        <w:rPr>
          <w:rtl/>
          <w:lang w:bidi="fa-IR"/>
        </w:rPr>
        <w:t xml:space="preserve"> مى تواند آن گنج را حيازت كند ولى بايد خمس آن را بدهد و اگر احتمال دهد كه مال مالك قبلى است در صورتى كه بر زمين و هم چنين بر گنج يا جاى آن به تبعيت زمين دست داشته باشد</w:t>
      </w:r>
      <w:r w:rsidR="000C4B14">
        <w:rPr>
          <w:rtl/>
          <w:lang w:bidi="fa-IR"/>
        </w:rPr>
        <w:t>،</w:t>
      </w:r>
      <w:r w:rsidRPr="003E3506">
        <w:rPr>
          <w:rtl/>
          <w:lang w:bidi="fa-IR"/>
        </w:rPr>
        <w:t xml:space="preserve"> بايد به او اطلاع دهد</w:t>
      </w:r>
      <w:r w:rsidR="000C4B14">
        <w:rPr>
          <w:rtl/>
          <w:lang w:bidi="fa-IR"/>
        </w:rPr>
        <w:t>،</w:t>
      </w:r>
      <w:r w:rsidRPr="003E3506">
        <w:rPr>
          <w:rtl/>
          <w:lang w:bidi="fa-IR"/>
        </w:rPr>
        <w:t xml:space="preserve"> و چنانچه معلوم شود مال او نيست</w:t>
      </w:r>
      <w:r w:rsidR="000C4B14">
        <w:rPr>
          <w:rtl/>
          <w:lang w:bidi="fa-IR"/>
        </w:rPr>
        <w:t>،</w:t>
      </w:r>
      <w:r w:rsidRPr="003E3506">
        <w:rPr>
          <w:rtl/>
          <w:lang w:bidi="fa-IR"/>
        </w:rPr>
        <w:t xml:space="preserve"> به كسى كه پيش از او مالك زمين بوده</w:t>
      </w:r>
      <w:r w:rsidR="000C4B14">
        <w:rPr>
          <w:rtl/>
          <w:lang w:bidi="fa-IR"/>
        </w:rPr>
        <w:t>،</w:t>
      </w:r>
      <w:r w:rsidRPr="003E3506">
        <w:rPr>
          <w:rtl/>
          <w:lang w:bidi="fa-IR"/>
        </w:rPr>
        <w:t xml:space="preserve"> و بر او دست داشته اطلاع دهد</w:t>
      </w:r>
      <w:r w:rsidR="000C4B14">
        <w:rPr>
          <w:rtl/>
          <w:lang w:bidi="fa-IR"/>
        </w:rPr>
        <w:t>،</w:t>
      </w:r>
      <w:r w:rsidRPr="003E3506">
        <w:rPr>
          <w:rtl/>
          <w:lang w:bidi="fa-IR"/>
        </w:rPr>
        <w:t xml:space="preserve"> و به همين ترتيب به تمام كسانى كه پيش از او مالك زمين بوده اند</w:t>
      </w:r>
      <w:r w:rsidR="000C4B14">
        <w:rPr>
          <w:rtl/>
          <w:lang w:bidi="fa-IR"/>
        </w:rPr>
        <w:t>،</w:t>
      </w:r>
      <w:r w:rsidRPr="003E3506">
        <w:rPr>
          <w:rtl/>
          <w:lang w:bidi="fa-IR"/>
        </w:rPr>
        <w:t xml:space="preserve"> و بر آن دست داشته اند</w:t>
      </w:r>
      <w:r w:rsidR="000C4B14">
        <w:rPr>
          <w:rtl/>
          <w:lang w:bidi="fa-IR"/>
        </w:rPr>
        <w:t>،</w:t>
      </w:r>
      <w:r w:rsidRPr="003E3506">
        <w:rPr>
          <w:rtl/>
          <w:lang w:bidi="fa-IR"/>
        </w:rPr>
        <w:t xml:space="preserve"> خبر دهد</w:t>
      </w:r>
      <w:r w:rsidR="000C4B14">
        <w:rPr>
          <w:rtl/>
          <w:lang w:bidi="fa-IR"/>
        </w:rPr>
        <w:t>،</w:t>
      </w:r>
      <w:r w:rsidRPr="003E3506">
        <w:rPr>
          <w:rtl/>
          <w:lang w:bidi="fa-IR"/>
        </w:rPr>
        <w:t xml:space="preserve"> و اگر معلوم شود مال هيچ يك آنان نيست</w:t>
      </w:r>
      <w:r w:rsidR="000C4B14">
        <w:rPr>
          <w:rtl/>
          <w:lang w:bidi="fa-IR"/>
        </w:rPr>
        <w:t>،</w:t>
      </w:r>
      <w:r w:rsidRPr="003E3506">
        <w:rPr>
          <w:rtl/>
          <w:lang w:bidi="fa-IR"/>
        </w:rPr>
        <w:t xml:space="preserve"> مى تواند آن را حيازت كند ولى بايد خمس آن را بدهد.</w:t>
      </w:r>
    </w:p>
    <w:p w:rsidR="003E3506" w:rsidRPr="003E3506" w:rsidRDefault="003E3506" w:rsidP="003E3506">
      <w:pPr>
        <w:pStyle w:val="libNormal"/>
        <w:rPr>
          <w:lang w:bidi="fa-IR"/>
        </w:rPr>
      </w:pPr>
      <w:r w:rsidRPr="003E3506">
        <w:rPr>
          <w:rtl/>
          <w:lang w:bidi="fa-IR"/>
        </w:rPr>
        <w:t>١٨١٩ - اگر در ظرفهاى متعددى كه در يك جا دفن شده مالى پيدا كند كه قيمت آنها روى هم ١٠٥ مثقال نقره يا ١٥ مثقال طلا باشد</w:t>
      </w:r>
      <w:r w:rsidR="000C4B14">
        <w:rPr>
          <w:rtl/>
          <w:lang w:bidi="fa-IR"/>
        </w:rPr>
        <w:t>،</w:t>
      </w:r>
      <w:r w:rsidRPr="003E3506">
        <w:rPr>
          <w:rtl/>
          <w:lang w:bidi="fa-IR"/>
        </w:rPr>
        <w:t xml:space="preserve"> بايد خمس آن را بدهد</w:t>
      </w:r>
      <w:r w:rsidR="000C4B14">
        <w:rPr>
          <w:rtl/>
          <w:lang w:bidi="fa-IR"/>
        </w:rPr>
        <w:t>،</w:t>
      </w:r>
      <w:r w:rsidRPr="003E3506">
        <w:rPr>
          <w:rtl/>
          <w:lang w:bidi="fa-IR"/>
        </w:rPr>
        <w:t xml:space="preserve"> ولى چنانچه در چند جا گنج پيدا كند</w:t>
      </w:r>
      <w:r w:rsidR="000C4B14">
        <w:rPr>
          <w:rtl/>
          <w:lang w:bidi="fa-IR"/>
        </w:rPr>
        <w:t>،</w:t>
      </w:r>
      <w:r w:rsidRPr="003E3506">
        <w:rPr>
          <w:rtl/>
          <w:lang w:bidi="fa-IR"/>
        </w:rPr>
        <w:t xml:space="preserve"> هر كدام آنها كه قيمتش به اين مقدار برسد</w:t>
      </w:r>
      <w:r w:rsidR="000C4B14">
        <w:rPr>
          <w:rtl/>
          <w:lang w:bidi="fa-IR"/>
        </w:rPr>
        <w:t>،</w:t>
      </w:r>
      <w:r w:rsidRPr="003E3506">
        <w:rPr>
          <w:rtl/>
          <w:lang w:bidi="fa-IR"/>
        </w:rPr>
        <w:t xml:space="preserve"> خمس آن واجب است و گنجى كه قيمت آن به اين مقدار نرسيده است خمس ندارد.</w:t>
      </w:r>
    </w:p>
    <w:p w:rsidR="003E3506" w:rsidRPr="003E3506" w:rsidRDefault="003E3506" w:rsidP="003E3506">
      <w:pPr>
        <w:pStyle w:val="libNormal"/>
        <w:rPr>
          <w:lang w:bidi="fa-IR"/>
        </w:rPr>
      </w:pPr>
      <w:r w:rsidRPr="003E3506">
        <w:rPr>
          <w:rtl/>
          <w:lang w:bidi="fa-IR"/>
        </w:rPr>
        <w:t>١٨٢٠ - اگر دو نفر گنجى پيدا كنند كه قيمت آن به ١٠٥ مثقال نقره يا ١٥ مثقال طلا برسد</w:t>
      </w:r>
      <w:r w:rsidR="000C4B14">
        <w:rPr>
          <w:rtl/>
          <w:lang w:bidi="fa-IR"/>
        </w:rPr>
        <w:t>،</w:t>
      </w:r>
      <w:r w:rsidRPr="003E3506">
        <w:rPr>
          <w:rtl/>
          <w:lang w:bidi="fa-IR"/>
        </w:rPr>
        <w:t xml:space="preserve"> ولى سهم هر يك از آنان به اين مقدار نباشد</w:t>
      </w:r>
      <w:r w:rsidR="000C4B14">
        <w:rPr>
          <w:rtl/>
          <w:lang w:bidi="fa-IR"/>
        </w:rPr>
        <w:t>،</w:t>
      </w:r>
      <w:r w:rsidRPr="003E3506">
        <w:rPr>
          <w:rtl/>
          <w:lang w:bidi="fa-IR"/>
        </w:rPr>
        <w:t xml:space="preserve"> لازم نيست خمس آن را بدهند.</w:t>
      </w:r>
    </w:p>
    <w:p w:rsidR="003E3506" w:rsidRPr="003E3506" w:rsidRDefault="003E3506" w:rsidP="003E3506">
      <w:pPr>
        <w:pStyle w:val="libNormal"/>
        <w:rPr>
          <w:lang w:bidi="fa-IR"/>
        </w:rPr>
      </w:pPr>
      <w:r w:rsidRPr="003E3506">
        <w:rPr>
          <w:rtl/>
          <w:lang w:bidi="fa-IR"/>
        </w:rPr>
        <w:t>١٨٢١ - اگر كسى حيوانى را بخرد</w:t>
      </w:r>
      <w:r w:rsidR="000C4B14">
        <w:rPr>
          <w:rtl/>
          <w:lang w:bidi="fa-IR"/>
        </w:rPr>
        <w:t>،</w:t>
      </w:r>
      <w:r w:rsidRPr="003E3506">
        <w:rPr>
          <w:rtl/>
          <w:lang w:bidi="fa-IR"/>
        </w:rPr>
        <w:t xml:space="preserve"> و در شكمش مالى پيدا كند</w:t>
      </w:r>
      <w:r w:rsidR="000C4B14">
        <w:rPr>
          <w:rtl/>
          <w:lang w:bidi="fa-IR"/>
        </w:rPr>
        <w:t>،</w:t>
      </w:r>
      <w:r w:rsidRPr="003E3506">
        <w:rPr>
          <w:rtl/>
          <w:lang w:bidi="fa-IR"/>
        </w:rPr>
        <w:t xml:space="preserve"> چنانچه احتمال دهد كه مال فروشنده يا صاحب قبلى آن باشد</w:t>
      </w:r>
      <w:r w:rsidR="000C4B14">
        <w:rPr>
          <w:rtl/>
          <w:lang w:bidi="fa-IR"/>
        </w:rPr>
        <w:t>،</w:t>
      </w:r>
      <w:r w:rsidRPr="003E3506">
        <w:rPr>
          <w:rtl/>
          <w:lang w:bidi="fa-IR"/>
        </w:rPr>
        <w:t xml:space="preserve"> و آنها بر حيوان و آنچه در شكمش پيدا شده دست داشته باشند</w:t>
      </w:r>
      <w:r w:rsidR="000C4B14">
        <w:rPr>
          <w:rtl/>
          <w:lang w:bidi="fa-IR"/>
        </w:rPr>
        <w:t>،</w:t>
      </w:r>
      <w:r w:rsidRPr="003E3506">
        <w:rPr>
          <w:rtl/>
          <w:lang w:bidi="fa-IR"/>
        </w:rPr>
        <w:t xml:space="preserve"> بايد به آنها اطلاع دهد</w:t>
      </w:r>
      <w:r w:rsidR="000C4B14">
        <w:rPr>
          <w:rtl/>
          <w:lang w:bidi="fa-IR"/>
        </w:rPr>
        <w:t>،</w:t>
      </w:r>
      <w:r w:rsidRPr="003E3506">
        <w:rPr>
          <w:rtl/>
          <w:lang w:bidi="fa-IR"/>
        </w:rPr>
        <w:t xml:space="preserve"> پس اگر معلوم شود كه مال هيچ يك از آنان نيست احتياط لازم </w:t>
      </w:r>
      <w:r w:rsidRPr="003E3506">
        <w:rPr>
          <w:rtl/>
          <w:lang w:bidi="fa-IR"/>
        </w:rPr>
        <w:lastRenderedPageBreak/>
        <w:t>آن است كه خمس آن را بدهد هر چند به مقدار نصاب گنج نباشد و اين حكم در ماهى و مانند آن هم جارى است</w:t>
      </w:r>
      <w:r w:rsidR="000C4B14">
        <w:rPr>
          <w:rtl/>
          <w:lang w:bidi="fa-IR"/>
        </w:rPr>
        <w:t>،</w:t>
      </w:r>
      <w:r w:rsidRPr="003E3506">
        <w:rPr>
          <w:rtl/>
          <w:lang w:bidi="fa-IR"/>
        </w:rPr>
        <w:t xml:space="preserve"> در صورتى كه در محل خاصى پرورش داده شود</w:t>
      </w:r>
      <w:r w:rsidR="000C4B14">
        <w:rPr>
          <w:rtl/>
          <w:lang w:bidi="fa-IR"/>
        </w:rPr>
        <w:t>،</w:t>
      </w:r>
      <w:r w:rsidRPr="003E3506">
        <w:rPr>
          <w:rtl/>
          <w:lang w:bidi="fa-IR"/>
        </w:rPr>
        <w:t xml:space="preserve"> و كسى متكفل غذاى او باشد</w:t>
      </w:r>
      <w:r w:rsidR="000C4B14">
        <w:rPr>
          <w:rtl/>
          <w:lang w:bidi="fa-IR"/>
        </w:rPr>
        <w:t>،</w:t>
      </w:r>
      <w:r w:rsidRPr="003E3506">
        <w:rPr>
          <w:rtl/>
          <w:lang w:bidi="fa-IR"/>
        </w:rPr>
        <w:t xml:space="preserve"> و اما اگر از دريا يا رودخانه اى گرفته شده باشد</w:t>
      </w:r>
      <w:r w:rsidR="000C4B14">
        <w:rPr>
          <w:rtl/>
          <w:lang w:bidi="fa-IR"/>
        </w:rPr>
        <w:t>،</w:t>
      </w:r>
      <w:r w:rsidRPr="003E3506">
        <w:rPr>
          <w:rtl/>
          <w:lang w:bidi="fa-IR"/>
        </w:rPr>
        <w:t xml:space="preserve"> اطلاع دادن به كسى لازم نيست</w:t>
      </w:r>
      <w:r w:rsidR="000C4B14">
        <w:rPr>
          <w:rtl/>
          <w:lang w:bidi="fa-IR"/>
        </w:rPr>
        <w:t>.</w:t>
      </w:r>
    </w:p>
    <w:p w:rsidR="003E3506" w:rsidRDefault="00605FAB" w:rsidP="00F72BDA">
      <w:pPr>
        <w:pStyle w:val="Heading3"/>
        <w:rPr>
          <w:rtl/>
          <w:lang w:bidi="fa-IR"/>
        </w:rPr>
      </w:pPr>
      <w:bookmarkStart w:id="198" w:name="_Toc24454621"/>
      <w:r>
        <w:rPr>
          <w:rtl/>
          <w:lang w:bidi="fa-IR"/>
        </w:rPr>
        <w:t>(</w:t>
      </w:r>
      <w:r w:rsidR="003E3506" w:rsidRPr="003E3506">
        <w:rPr>
          <w:rtl/>
          <w:lang w:bidi="fa-IR"/>
        </w:rPr>
        <w:t>مال حلال مخلوط به حرام</w:t>
      </w:r>
      <w:r>
        <w:rPr>
          <w:rtl/>
          <w:lang w:bidi="fa-IR"/>
        </w:rPr>
        <w:t>)</w:t>
      </w:r>
      <w:bookmarkEnd w:id="198"/>
    </w:p>
    <w:p w:rsidR="003E3506" w:rsidRPr="003E3506" w:rsidRDefault="003E3506" w:rsidP="003E3506">
      <w:pPr>
        <w:pStyle w:val="libNormal"/>
        <w:rPr>
          <w:lang w:bidi="fa-IR"/>
        </w:rPr>
      </w:pPr>
      <w:r w:rsidRPr="003E3506">
        <w:rPr>
          <w:rtl/>
          <w:lang w:bidi="fa-IR"/>
        </w:rPr>
        <w:t>١٨٢٢ - اگر مال حلال با مال حرام به طورى مخلوط شود كه انسان نتواند آنها را از يكديگر تشخيص دهد</w:t>
      </w:r>
      <w:r w:rsidR="000C4B14">
        <w:rPr>
          <w:rtl/>
          <w:lang w:bidi="fa-IR"/>
        </w:rPr>
        <w:t>،</w:t>
      </w:r>
      <w:r w:rsidRPr="003E3506">
        <w:rPr>
          <w:rtl/>
          <w:lang w:bidi="fa-IR"/>
        </w:rPr>
        <w:t xml:space="preserve"> و صاحب مال حرام و مقدار آن هيچ كدام معلوم نباشد</w:t>
      </w:r>
      <w:r w:rsidR="000C4B14">
        <w:rPr>
          <w:rtl/>
          <w:lang w:bidi="fa-IR"/>
        </w:rPr>
        <w:t>،</w:t>
      </w:r>
      <w:r w:rsidRPr="003E3506">
        <w:rPr>
          <w:rtl/>
          <w:lang w:bidi="fa-IR"/>
        </w:rPr>
        <w:t xml:space="preserve"> و نداند كه مقدار حرام كمتر از خمس است يا زيادتر</w:t>
      </w:r>
      <w:r w:rsidR="000C4B14">
        <w:rPr>
          <w:rtl/>
          <w:lang w:bidi="fa-IR"/>
        </w:rPr>
        <w:t>،</w:t>
      </w:r>
      <w:r w:rsidRPr="003E3506">
        <w:rPr>
          <w:rtl/>
          <w:lang w:bidi="fa-IR"/>
        </w:rPr>
        <w:t xml:space="preserve"> چنانچه خمس تمام مال را به قصد قربت مطلقه به كسى كه مستحق خمس و مجهول المالك مى باشد بدهد</w:t>
      </w:r>
      <w:r w:rsidR="000C4B14">
        <w:rPr>
          <w:rtl/>
          <w:lang w:bidi="fa-IR"/>
        </w:rPr>
        <w:t>،</w:t>
      </w:r>
      <w:r w:rsidRPr="003E3506">
        <w:rPr>
          <w:rtl/>
          <w:lang w:bidi="fa-IR"/>
        </w:rPr>
        <w:t xml:space="preserve"> بعد ازدادن خمس</w:t>
      </w:r>
      <w:r w:rsidR="000C4B14">
        <w:rPr>
          <w:rtl/>
          <w:lang w:bidi="fa-IR"/>
        </w:rPr>
        <w:t>،</w:t>
      </w:r>
      <w:r w:rsidRPr="003E3506">
        <w:rPr>
          <w:rtl/>
          <w:lang w:bidi="fa-IR"/>
        </w:rPr>
        <w:t xml:space="preserve"> بقيه مال حلال مى شود.</w:t>
      </w:r>
    </w:p>
    <w:p w:rsidR="003E3506" w:rsidRPr="003E3506" w:rsidRDefault="003E3506" w:rsidP="003E3506">
      <w:pPr>
        <w:pStyle w:val="libNormal"/>
        <w:rPr>
          <w:lang w:bidi="fa-IR"/>
        </w:rPr>
      </w:pPr>
      <w:r w:rsidRPr="003E3506">
        <w:rPr>
          <w:rtl/>
          <w:lang w:bidi="fa-IR"/>
        </w:rPr>
        <w:t>١٨٢٣ - اگر مال حلال با حرام مخلوط شود و انسان مقدار حرام را - چه كمتر چه بيشتر از خمس باشد - بداند ولى صاحب آن را نشناسد بايد آن مقدار را به نيت صاحبش صدقه بدهد.</w:t>
      </w:r>
    </w:p>
    <w:p w:rsidR="003E3506" w:rsidRPr="003E3506" w:rsidRDefault="003E3506" w:rsidP="003E3506">
      <w:pPr>
        <w:pStyle w:val="libNormal"/>
        <w:rPr>
          <w:lang w:bidi="fa-IR"/>
        </w:rPr>
      </w:pPr>
      <w:r w:rsidRPr="003E3506">
        <w:rPr>
          <w:rtl/>
          <w:lang w:bidi="fa-IR"/>
        </w:rPr>
        <w:t>و احتياط واجب آن است كه از حاكم شرع هم اذن بگيرد.</w:t>
      </w:r>
    </w:p>
    <w:p w:rsidR="003E3506" w:rsidRPr="003E3506" w:rsidRDefault="003E3506" w:rsidP="003E3506">
      <w:pPr>
        <w:pStyle w:val="libNormal"/>
        <w:rPr>
          <w:lang w:bidi="fa-IR"/>
        </w:rPr>
      </w:pPr>
      <w:r w:rsidRPr="003E3506">
        <w:rPr>
          <w:rtl/>
          <w:lang w:bidi="fa-IR"/>
        </w:rPr>
        <w:t>١٨٢٤ - اگر مال حلال با حرام مخلوط شود</w:t>
      </w:r>
      <w:r w:rsidR="000C4B14">
        <w:rPr>
          <w:rtl/>
          <w:lang w:bidi="fa-IR"/>
        </w:rPr>
        <w:t>،</w:t>
      </w:r>
      <w:r w:rsidRPr="003E3506">
        <w:rPr>
          <w:rtl/>
          <w:lang w:bidi="fa-IR"/>
        </w:rPr>
        <w:t xml:space="preserve"> و انسان مقدار حرام را نداند</w:t>
      </w:r>
      <w:r w:rsidR="000C4B14">
        <w:rPr>
          <w:rtl/>
          <w:lang w:bidi="fa-IR"/>
        </w:rPr>
        <w:t>،</w:t>
      </w:r>
      <w:r w:rsidRPr="003E3506">
        <w:rPr>
          <w:rtl/>
          <w:lang w:bidi="fa-IR"/>
        </w:rPr>
        <w:t xml:space="preserve"> ولى صاحبش را بشناسد</w:t>
      </w:r>
      <w:r w:rsidR="000C4B14">
        <w:rPr>
          <w:rtl/>
          <w:lang w:bidi="fa-IR"/>
        </w:rPr>
        <w:t>،</w:t>
      </w:r>
      <w:r w:rsidRPr="003E3506">
        <w:rPr>
          <w:rtl/>
          <w:lang w:bidi="fa-IR"/>
        </w:rPr>
        <w:t xml:space="preserve"> چنانچه نتوانند يكديگر را راضى نمايند</w:t>
      </w:r>
      <w:r w:rsidR="000C4B14">
        <w:rPr>
          <w:rtl/>
          <w:lang w:bidi="fa-IR"/>
        </w:rPr>
        <w:t>،</w:t>
      </w:r>
      <w:r w:rsidRPr="003E3506">
        <w:rPr>
          <w:rtl/>
          <w:lang w:bidi="fa-IR"/>
        </w:rPr>
        <w:t xml:space="preserve"> بايد مقدارى را كه يقين دارد مال آن شخص است به او بدهد</w:t>
      </w:r>
      <w:r w:rsidR="000C4B14">
        <w:rPr>
          <w:rtl/>
          <w:lang w:bidi="fa-IR"/>
        </w:rPr>
        <w:t>،</w:t>
      </w:r>
      <w:r w:rsidRPr="003E3506">
        <w:rPr>
          <w:rtl/>
          <w:lang w:bidi="fa-IR"/>
        </w:rPr>
        <w:t xml:space="preserve"> بلكه اگر در خلط دو مال به يكديگر خود مقصر باشد بايد بنابر احتياط مقدار بيشترى را كه احتمال مى دهد</w:t>
      </w:r>
      <w:r w:rsidR="000C4B14">
        <w:rPr>
          <w:rtl/>
          <w:lang w:bidi="fa-IR"/>
        </w:rPr>
        <w:t>،</w:t>
      </w:r>
      <w:r w:rsidRPr="003E3506">
        <w:rPr>
          <w:rtl/>
          <w:lang w:bidi="fa-IR"/>
        </w:rPr>
        <w:t xml:space="preserve"> مال او است نيز به او بدهد.</w:t>
      </w:r>
    </w:p>
    <w:p w:rsidR="003E3506" w:rsidRPr="003E3506" w:rsidRDefault="003E3506" w:rsidP="003E3506">
      <w:pPr>
        <w:pStyle w:val="libNormal"/>
        <w:rPr>
          <w:lang w:bidi="fa-IR"/>
        </w:rPr>
      </w:pPr>
      <w:r w:rsidRPr="003E3506">
        <w:rPr>
          <w:rtl/>
          <w:lang w:bidi="fa-IR"/>
        </w:rPr>
        <w:t>١٨٢٥ - اگر خمس مال حلال مخلوط به حرام را بدهد</w:t>
      </w:r>
      <w:r w:rsidR="000C4B14">
        <w:rPr>
          <w:rtl/>
          <w:lang w:bidi="fa-IR"/>
        </w:rPr>
        <w:t>،</w:t>
      </w:r>
      <w:r w:rsidRPr="003E3506">
        <w:rPr>
          <w:rtl/>
          <w:lang w:bidi="fa-IR"/>
        </w:rPr>
        <w:t xml:space="preserve"> و بعد بفهمد كه مقدار حرام بيشتر از خمس بوده</w:t>
      </w:r>
      <w:r w:rsidR="000C4B14">
        <w:rPr>
          <w:rtl/>
          <w:lang w:bidi="fa-IR"/>
        </w:rPr>
        <w:t>،</w:t>
      </w:r>
      <w:r w:rsidRPr="003E3506">
        <w:rPr>
          <w:rtl/>
          <w:lang w:bidi="fa-IR"/>
        </w:rPr>
        <w:t xml:space="preserve"> بايد مقدارى را كه مى داند از خمس بيشتر بوده</w:t>
      </w:r>
      <w:r w:rsidR="000C4B14">
        <w:rPr>
          <w:rtl/>
          <w:lang w:bidi="fa-IR"/>
        </w:rPr>
        <w:t>،</w:t>
      </w:r>
      <w:r w:rsidRPr="003E3506">
        <w:rPr>
          <w:rtl/>
          <w:lang w:bidi="fa-IR"/>
        </w:rPr>
        <w:t xml:space="preserve"> از طرف صاحب آن صدقه بدهد.</w:t>
      </w:r>
    </w:p>
    <w:p w:rsidR="003E3506" w:rsidRPr="003E3506" w:rsidRDefault="003E3506" w:rsidP="003E3506">
      <w:pPr>
        <w:pStyle w:val="libNormal"/>
        <w:rPr>
          <w:lang w:bidi="fa-IR"/>
        </w:rPr>
      </w:pPr>
      <w:r w:rsidRPr="003E3506">
        <w:rPr>
          <w:rtl/>
          <w:lang w:bidi="fa-IR"/>
        </w:rPr>
        <w:t>١٨٢٦ - اگر خمس مال حلال مخلوط به حرام را بدهد</w:t>
      </w:r>
      <w:r w:rsidR="000C4B14">
        <w:rPr>
          <w:rtl/>
          <w:lang w:bidi="fa-IR"/>
        </w:rPr>
        <w:t>،</w:t>
      </w:r>
      <w:r w:rsidRPr="003E3506">
        <w:rPr>
          <w:rtl/>
          <w:lang w:bidi="fa-IR"/>
        </w:rPr>
        <w:t xml:space="preserve"> يا مالى كه صاحبش را نمى شناسد</w:t>
      </w:r>
      <w:r w:rsidR="000C4B14">
        <w:rPr>
          <w:rtl/>
          <w:lang w:bidi="fa-IR"/>
        </w:rPr>
        <w:t>،</w:t>
      </w:r>
      <w:r w:rsidRPr="003E3506">
        <w:rPr>
          <w:rtl/>
          <w:lang w:bidi="fa-IR"/>
        </w:rPr>
        <w:t xml:space="preserve"> به نيت او صدقه بدهد</w:t>
      </w:r>
      <w:r w:rsidR="000C4B14">
        <w:rPr>
          <w:rtl/>
          <w:lang w:bidi="fa-IR"/>
        </w:rPr>
        <w:t>،</w:t>
      </w:r>
      <w:r w:rsidRPr="003E3506">
        <w:rPr>
          <w:rtl/>
          <w:lang w:bidi="fa-IR"/>
        </w:rPr>
        <w:t xml:space="preserve"> بعد از آن كه صاحبش پيدا شد</w:t>
      </w:r>
      <w:r w:rsidR="000C4B14">
        <w:rPr>
          <w:rtl/>
          <w:lang w:bidi="fa-IR"/>
        </w:rPr>
        <w:t>،</w:t>
      </w:r>
      <w:r w:rsidRPr="003E3506">
        <w:rPr>
          <w:rtl/>
          <w:lang w:bidi="fa-IR"/>
        </w:rPr>
        <w:t xml:space="preserve"> چنانچه راضى نشود</w:t>
      </w:r>
      <w:r w:rsidR="000C4B14">
        <w:rPr>
          <w:rtl/>
          <w:lang w:bidi="fa-IR"/>
        </w:rPr>
        <w:t>،</w:t>
      </w:r>
      <w:r w:rsidRPr="003E3506">
        <w:rPr>
          <w:rtl/>
          <w:lang w:bidi="fa-IR"/>
        </w:rPr>
        <w:t xml:space="preserve"> بنابر احتياط لازم بايد به مقدار مالش به او بدهد.</w:t>
      </w:r>
    </w:p>
    <w:p w:rsidR="003E3506" w:rsidRPr="003E3506" w:rsidRDefault="003E3506" w:rsidP="003E3506">
      <w:pPr>
        <w:pStyle w:val="libNormal"/>
        <w:rPr>
          <w:lang w:bidi="fa-IR"/>
        </w:rPr>
      </w:pPr>
      <w:r w:rsidRPr="003E3506">
        <w:rPr>
          <w:rtl/>
          <w:lang w:bidi="fa-IR"/>
        </w:rPr>
        <w:t>١٨٢٧ - اگر مال حلالى با حرام مخلوط شود و مقدار حرام معلوم باشد</w:t>
      </w:r>
      <w:r w:rsidR="000C4B14">
        <w:rPr>
          <w:rtl/>
          <w:lang w:bidi="fa-IR"/>
        </w:rPr>
        <w:t>،</w:t>
      </w:r>
      <w:r w:rsidRPr="003E3506">
        <w:rPr>
          <w:rtl/>
          <w:lang w:bidi="fa-IR"/>
        </w:rPr>
        <w:t xml:space="preserve"> و انسان بداند كه صاحب آن از چند نفر معين بيرون نيست ولى نتواند بفهمد كيست بايد به آنها اطلاع دهد</w:t>
      </w:r>
      <w:r w:rsidR="000C4B14">
        <w:rPr>
          <w:rtl/>
          <w:lang w:bidi="fa-IR"/>
        </w:rPr>
        <w:t>،</w:t>
      </w:r>
      <w:r w:rsidRPr="003E3506">
        <w:rPr>
          <w:rtl/>
          <w:lang w:bidi="fa-IR"/>
        </w:rPr>
        <w:t xml:space="preserve"> پس </w:t>
      </w:r>
      <w:r w:rsidRPr="003E3506">
        <w:rPr>
          <w:rtl/>
          <w:lang w:bidi="fa-IR"/>
        </w:rPr>
        <w:lastRenderedPageBreak/>
        <w:t>چنانچه يكى گفت كه مال من است و ديگران گفتند مال ما نيست يا اظهار بى اطلاعى كردند به همان شخص اول بدهد</w:t>
      </w:r>
      <w:r w:rsidR="000C4B14">
        <w:rPr>
          <w:rtl/>
          <w:lang w:bidi="fa-IR"/>
        </w:rPr>
        <w:t>،</w:t>
      </w:r>
      <w:r w:rsidRPr="003E3506">
        <w:rPr>
          <w:rtl/>
          <w:lang w:bidi="fa-IR"/>
        </w:rPr>
        <w:t xml:space="preserve"> و اگر دو نفر يا بيشتر گفتند كه آن مال ما است</w:t>
      </w:r>
      <w:r w:rsidR="000C4B14">
        <w:rPr>
          <w:rtl/>
          <w:lang w:bidi="fa-IR"/>
        </w:rPr>
        <w:t>،</w:t>
      </w:r>
      <w:r w:rsidRPr="003E3506">
        <w:rPr>
          <w:rtl/>
          <w:lang w:bidi="fa-IR"/>
        </w:rPr>
        <w:t xml:space="preserve"> چنانچه با مصالحه و مانند آن نزاع آنها حل نشود</w:t>
      </w:r>
      <w:r w:rsidR="000C4B14">
        <w:rPr>
          <w:rtl/>
          <w:lang w:bidi="fa-IR"/>
        </w:rPr>
        <w:t>،</w:t>
      </w:r>
      <w:r w:rsidRPr="003E3506">
        <w:rPr>
          <w:rtl/>
          <w:lang w:bidi="fa-IR"/>
        </w:rPr>
        <w:t xml:space="preserve"> بايد براى فيصله نزاع به حاكم شرع مراجعه نمايند</w:t>
      </w:r>
      <w:r w:rsidR="000C4B14">
        <w:rPr>
          <w:rtl/>
          <w:lang w:bidi="fa-IR"/>
        </w:rPr>
        <w:t>،</w:t>
      </w:r>
      <w:r w:rsidRPr="003E3506">
        <w:rPr>
          <w:rtl/>
          <w:lang w:bidi="fa-IR"/>
        </w:rPr>
        <w:t xml:space="preserve"> و اگر همه اظهار بى اطلاعى كردند</w:t>
      </w:r>
      <w:r w:rsidR="000C4B14">
        <w:rPr>
          <w:rtl/>
          <w:lang w:bidi="fa-IR"/>
        </w:rPr>
        <w:t>،</w:t>
      </w:r>
      <w:r w:rsidRPr="003E3506">
        <w:rPr>
          <w:rtl/>
          <w:lang w:bidi="fa-IR"/>
        </w:rPr>
        <w:t xml:space="preserve"> و حاضر به مصالحه هم نشدند</w:t>
      </w:r>
      <w:r w:rsidR="000C4B14">
        <w:rPr>
          <w:rtl/>
          <w:lang w:bidi="fa-IR"/>
        </w:rPr>
        <w:t>،</w:t>
      </w:r>
      <w:r w:rsidRPr="003E3506">
        <w:rPr>
          <w:rtl/>
          <w:lang w:bidi="fa-IR"/>
        </w:rPr>
        <w:t xml:space="preserve"> ظاهر آن است كه صاحب آن مال به قرعه تعيين مى شود</w:t>
      </w:r>
      <w:r w:rsidR="000C4B14">
        <w:rPr>
          <w:rtl/>
          <w:lang w:bidi="fa-IR"/>
        </w:rPr>
        <w:t>،</w:t>
      </w:r>
      <w:r w:rsidRPr="003E3506">
        <w:rPr>
          <w:rtl/>
          <w:lang w:bidi="fa-IR"/>
        </w:rPr>
        <w:t xml:space="preserve"> و احتياط آن است كه حاكم شرع يا وكيل او متصدى قرعه باشد.</w:t>
      </w:r>
    </w:p>
    <w:p w:rsidR="003E3506" w:rsidRDefault="00605FAB" w:rsidP="00F72BDA">
      <w:pPr>
        <w:pStyle w:val="Heading3"/>
        <w:rPr>
          <w:rtl/>
          <w:lang w:bidi="fa-IR"/>
        </w:rPr>
      </w:pPr>
      <w:bookmarkStart w:id="199" w:name="_Toc24454622"/>
      <w:r>
        <w:rPr>
          <w:rtl/>
          <w:lang w:bidi="fa-IR"/>
        </w:rPr>
        <w:t>(</w:t>
      </w:r>
      <w:r w:rsidR="003E3506" w:rsidRPr="003E3506">
        <w:rPr>
          <w:rtl/>
          <w:lang w:bidi="fa-IR"/>
        </w:rPr>
        <w:t>جواهرى كه به واسطه فرو رفتن در دريا به دست مى آيد</w:t>
      </w:r>
      <w:r>
        <w:rPr>
          <w:rtl/>
          <w:lang w:bidi="fa-IR"/>
        </w:rPr>
        <w:t>)</w:t>
      </w:r>
      <w:bookmarkEnd w:id="199"/>
    </w:p>
    <w:p w:rsidR="003E3506" w:rsidRPr="003E3506" w:rsidRDefault="003E3506" w:rsidP="003E3506">
      <w:pPr>
        <w:pStyle w:val="libNormal"/>
        <w:rPr>
          <w:lang w:bidi="fa-IR"/>
        </w:rPr>
      </w:pPr>
      <w:r w:rsidRPr="003E3506">
        <w:rPr>
          <w:rtl/>
          <w:lang w:bidi="fa-IR"/>
        </w:rPr>
        <w:t>١٨٢٨ - اگر به واسطه غواصى يعنى فرو رفتن در دريا لؤ لؤ و مرجان يا جواهر ديگرى بيرون آورند</w:t>
      </w:r>
      <w:r w:rsidR="000C4B14">
        <w:rPr>
          <w:rtl/>
          <w:lang w:bidi="fa-IR"/>
        </w:rPr>
        <w:t>،</w:t>
      </w:r>
      <w:r w:rsidRPr="003E3506">
        <w:rPr>
          <w:rtl/>
          <w:lang w:bidi="fa-IR"/>
        </w:rPr>
        <w:t xml:space="preserve"> روييدنى باشد</w:t>
      </w:r>
      <w:r w:rsidR="000C4B14">
        <w:rPr>
          <w:rtl/>
          <w:lang w:bidi="fa-IR"/>
        </w:rPr>
        <w:t>،</w:t>
      </w:r>
      <w:r w:rsidRPr="003E3506">
        <w:rPr>
          <w:rtl/>
          <w:lang w:bidi="fa-IR"/>
        </w:rPr>
        <w:t xml:space="preserve"> يا معدنى</w:t>
      </w:r>
      <w:r w:rsidR="000C4B14">
        <w:rPr>
          <w:rtl/>
          <w:lang w:bidi="fa-IR"/>
        </w:rPr>
        <w:t>،</w:t>
      </w:r>
      <w:r w:rsidRPr="003E3506">
        <w:rPr>
          <w:rtl/>
          <w:lang w:bidi="fa-IR"/>
        </w:rPr>
        <w:t xml:space="preserve"> چنانچه قيمت او به ١٨ نخود طلا برسد بايد خمس آن را بدهند</w:t>
      </w:r>
      <w:r w:rsidR="000C4B14">
        <w:rPr>
          <w:rtl/>
          <w:lang w:bidi="fa-IR"/>
        </w:rPr>
        <w:t>،</w:t>
      </w:r>
      <w:r w:rsidRPr="003E3506">
        <w:rPr>
          <w:rtl/>
          <w:lang w:bidi="fa-IR"/>
        </w:rPr>
        <w:t xml:space="preserve"> چه در يك دفعه آن را از دريا بيرون آورده باشند يا در چند دفعه</w:t>
      </w:r>
      <w:r w:rsidR="000C4B14">
        <w:rPr>
          <w:rtl/>
          <w:lang w:bidi="fa-IR"/>
        </w:rPr>
        <w:t>،</w:t>
      </w:r>
      <w:r w:rsidRPr="003E3506">
        <w:rPr>
          <w:rtl/>
          <w:lang w:bidi="fa-IR"/>
        </w:rPr>
        <w:t xml:space="preserve"> البته به شرطى كه فاصله ميان هر دفعه و دفعه ديگر زياد نباشد</w:t>
      </w:r>
      <w:r w:rsidR="000C4B14">
        <w:rPr>
          <w:rtl/>
          <w:lang w:bidi="fa-IR"/>
        </w:rPr>
        <w:t>،</w:t>
      </w:r>
      <w:r w:rsidRPr="003E3506">
        <w:rPr>
          <w:rtl/>
          <w:lang w:bidi="fa-IR"/>
        </w:rPr>
        <w:t xml:space="preserve"> - مثل آن كه در دو فصل غوص نموده باشند - و گرنه اگر هر كدام به قيمت ١٨ نخود طلا نرسد واجب نيست خمس آن را بدهند و هم چنين اگر قسمت هر يك از افراد شركت كننده در غوص به قيمت ١٨ نخود طلا نرسد واجب نيست خمس آن را بدهند.</w:t>
      </w:r>
    </w:p>
    <w:p w:rsidR="003E3506" w:rsidRPr="003E3506" w:rsidRDefault="003E3506" w:rsidP="003E3506">
      <w:pPr>
        <w:pStyle w:val="libNormal"/>
        <w:rPr>
          <w:lang w:bidi="fa-IR"/>
        </w:rPr>
      </w:pPr>
      <w:r w:rsidRPr="003E3506">
        <w:rPr>
          <w:rtl/>
          <w:lang w:bidi="fa-IR"/>
        </w:rPr>
        <w:t>١٨٢٩ - اگر بدون فرو رفتن در دريا به وسيله اسبابى جواهر بيرون آورد</w:t>
      </w:r>
      <w:r w:rsidR="000C4B14">
        <w:rPr>
          <w:rtl/>
          <w:lang w:bidi="fa-IR"/>
        </w:rPr>
        <w:t>،</w:t>
      </w:r>
      <w:r w:rsidRPr="003E3506">
        <w:rPr>
          <w:rtl/>
          <w:lang w:bidi="fa-IR"/>
        </w:rPr>
        <w:t xml:space="preserve"> بنابر احتياط خمس آن واجب است</w:t>
      </w:r>
      <w:r w:rsidR="000C4B14">
        <w:rPr>
          <w:rtl/>
          <w:lang w:bidi="fa-IR"/>
        </w:rPr>
        <w:t>.</w:t>
      </w:r>
    </w:p>
    <w:p w:rsidR="003E3506" w:rsidRPr="003E3506" w:rsidRDefault="003E3506" w:rsidP="003E3506">
      <w:pPr>
        <w:pStyle w:val="libNormal"/>
        <w:rPr>
          <w:lang w:bidi="fa-IR"/>
        </w:rPr>
      </w:pPr>
      <w:r w:rsidRPr="003E3506">
        <w:rPr>
          <w:rtl/>
          <w:lang w:bidi="fa-IR"/>
        </w:rPr>
        <w:t>ولى اگر از روى آب دريا يا از كنار دريا جواهر بگيرد</w:t>
      </w:r>
      <w:r w:rsidR="000C4B14">
        <w:rPr>
          <w:rtl/>
          <w:lang w:bidi="fa-IR"/>
        </w:rPr>
        <w:t>،</w:t>
      </w:r>
      <w:r w:rsidRPr="003E3506">
        <w:rPr>
          <w:rtl/>
          <w:lang w:bidi="fa-IR"/>
        </w:rPr>
        <w:t xml:space="preserve"> در صورتى بايد خمس آن را بدهد كه آنچه را به دست آورده به تنهايى يا با منفعت</w:t>
      </w:r>
      <w:r w:rsidR="00F72BDA">
        <w:rPr>
          <w:rFonts w:hint="cs"/>
          <w:rtl/>
          <w:lang w:bidi="fa-IR"/>
        </w:rPr>
        <w:t xml:space="preserve"> </w:t>
      </w:r>
      <w:r w:rsidRPr="003E3506">
        <w:rPr>
          <w:rtl/>
          <w:lang w:bidi="fa-IR"/>
        </w:rPr>
        <w:t>هاى ديگر كسب او از مخارج سالش زيادتر باشد.</w:t>
      </w:r>
    </w:p>
    <w:p w:rsidR="003E3506" w:rsidRPr="003E3506" w:rsidRDefault="003E3506" w:rsidP="003E3506">
      <w:pPr>
        <w:pStyle w:val="libNormal"/>
        <w:rPr>
          <w:lang w:bidi="fa-IR"/>
        </w:rPr>
      </w:pPr>
      <w:r w:rsidRPr="003E3506">
        <w:rPr>
          <w:rtl/>
          <w:lang w:bidi="fa-IR"/>
        </w:rPr>
        <w:t>١٨٣٠ - خمس ماهى و حيوانات ديگرى كه انسان بدون فرو رفتن در دريا مى گيرد</w:t>
      </w:r>
      <w:r w:rsidR="000C4B14">
        <w:rPr>
          <w:rtl/>
          <w:lang w:bidi="fa-IR"/>
        </w:rPr>
        <w:t>،</w:t>
      </w:r>
      <w:r w:rsidRPr="003E3506">
        <w:rPr>
          <w:rtl/>
          <w:lang w:bidi="fa-IR"/>
        </w:rPr>
        <w:t xml:space="preserve"> در صورتى واجب است كه به تنهايى يا با منفعت</w:t>
      </w:r>
      <w:r w:rsidR="00F72BDA">
        <w:rPr>
          <w:rFonts w:hint="cs"/>
          <w:rtl/>
          <w:lang w:bidi="fa-IR"/>
        </w:rPr>
        <w:t xml:space="preserve"> </w:t>
      </w:r>
      <w:r w:rsidRPr="003E3506">
        <w:rPr>
          <w:rtl/>
          <w:lang w:bidi="fa-IR"/>
        </w:rPr>
        <w:t>هاى ديگر كسب او از مخارج سالش زيادتر باشد.</w:t>
      </w:r>
    </w:p>
    <w:p w:rsidR="003E3506" w:rsidRPr="003E3506" w:rsidRDefault="003E3506" w:rsidP="003E3506">
      <w:pPr>
        <w:pStyle w:val="libNormal"/>
        <w:rPr>
          <w:lang w:bidi="fa-IR"/>
        </w:rPr>
      </w:pPr>
      <w:r w:rsidRPr="003E3506">
        <w:rPr>
          <w:rtl/>
          <w:lang w:bidi="fa-IR"/>
        </w:rPr>
        <w:t>١٨٣١ - اگر انسان بدون قصد اين كه چيزى از دريا بيرون آورد در دريا فرو رود</w:t>
      </w:r>
      <w:r w:rsidR="000C4B14">
        <w:rPr>
          <w:rtl/>
          <w:lang w:bidi="fa-IR"/>
        </w:rPr>
        <w:t>،</w:t>
      </w:r>
      <w:r w:rsidRPr="003E3506">
        <w:rPr>
          <w:rtl/>
          <w:lang w:bidi="fa-IR"/>
        </w:rPr>
        <w:t xml:space="preserve"> و اتفاقا جواهرى به دستش آيد</w:t>
      </w:r>
      <w:r w:rsidR="000C4B14">
        <w:rPr>
          <w:rtl/>
          <w:lang w:bidi="fa-IR"/>
        </w:rPr>
        <w:t>،</w:t>
      </w:r>
      <w:r w:rsidRPr="003E3506">
        <w:rPr>
          <w:rtl/>
          <w:lang w:bidi="fa-IR"/>
        </w:rPr>
        <w:t xml:space="preserve"> و قصد تملك آن را نمايد بايد خمس آن را بدهد بلكه احتياط واجب آن است كه در هر حال خمس آن را بدهد.</w:t>
      </w:r>
    </w:p>
    <w:p w:rsidR="003E3506" w:rsidRPr="003E3506" w:rsidRDefault="003E3506" w:rsidP="003E3506">
      <w:pPr>
        <w:pStyle w:val="libNormal"/>
        <w:rPr>
          <w:lang w:bidi="fa-IR"/>
        </w:rPr>
      </w:pPr>
      <w:r w:rsidRPr="003E3506">
        <w:rPr>
          <w:rtl/>
          <w:lang w:bidi="fa-IR"/>
        </w:rPr>
        <w:lastRenderedPageBreak/>
        <w:t>١٨٣٢ - اگر انسان در دريا فرو رود و حيوانى را بيرون آورد و در شكم آن جواهرى پيدا كند</w:t>
      </w:r>
      <w:r w:rsidR="000C4B14">
        <w:rPr>
          <w:rtl/>
          <w:lang w:bidi="fa-IR"/>
        </w:rPr>
        <w:t>،</w:t>
      </w:r>
      <w:r w:rsidRPr="003E3506">
        <w:rPr>
          <w:rtl/>
          <w:lang w:bidi="fa-IR"/>
        </w:rPr>
        <w:t xml:space="preserve"> چنانچه آن حيوان مانند صدف باشد كه نوعا در شكمش جواهر است</w:t>
      </w:r>
      <w:r w:rsidR="000C4B14">
        <w:rPr>
          <w:rtl/>
          <w:lang w:bidi="fa-IR"/>
        </w:rPr>
        <w:t>،</w:t>
      </w:r>
      <w:r w:rsidRPr="003E3506">
        <w:rPr>
          <w:rtl/>
          <w:lang w:bidi="fa-IR"/>
        </w:rPr>
        <w:t xml:space="preserve"> اگر به حد نصاب برسد بايد خمس آن را بدهد</w:t>
      </w:r>
      <w:r w:rsidR="000C4B14">
        <w:rPr>
          <w:rtl/>
          <w:lang w:bidi="fa-IR"/>
        </w:rPr>
        <w:t>،</w:t>
      </w:r>
      <w:r w:rsidRPr="003E3506">
        <w:rPr>
          <w:rtl/>
          <w:lang w:bidi="fa-IR"/>
        </w:rPr>
        <w:t xml:space="preserve"> و اگر اتفاقا جواهر بلعيده باشد</w:t>
      </w:r>
      <w:r w:rsidR="000C4B14">
        <w:rPr>
          <w:rtl/>
          <w:lang w:bidi="fa-IR"/>
        </w:rPr>
        <w:t>،</w:t>
      </w:r>
      <w:r w:rsidRPr="003E3506">
        <w:rPr>
          <w:rtl/>
          <w:lang w:bidi="fa-IR"/>
        </w:rPr>
        <w:t xml:space="preserve"> احتياط لازم آن است كه هر چند به حد نصاب نرسيده باشد خمس آن را بدهد.</w:t>
      </w:r>
    </w:p>
    <w:p w:rsidR="003E3506" w:rsidRPr="003E3506" w:rsidRDefault="003E3506" w:rsidP="003E3506">
      <w:pPr>
        <w:pStyle w:val="libNormal"/>
        <w:rPr>
          <w:lang w:bidi="fa-IR"/>
        </w:rPr>
      </w:pPr>
      <w:r w:rsidRPr="003E3506">
        <w:rPr>
          <w:rtl/>
          <w:lang w:bidi="fa-IR"/>
        </w:rPr>
        <w:t>١٨٣٣ - اگر در رودخانه هاى بزرگ مانند دجله و فرات فرو رود و جواهرى بيرون آورد</w:t>
      </w:r>
      <w:r w:rsidR="000C4B14">
        <w:rPr>
          <w:rtl/>
          <w:lang w:bidi="fa-IR"/>
        </w:rPr>
        <w:t>،</w:t>
      </w:r>
      <w:r w:rsidRPr="003E3506">
        <w:rPr>
          <w:rtl/>
          <w:lang w:bidi="fa-IR"/>
        </w:rPr>
        <w:t xml:space="preserve"> چنانچه در آن رودخانه جواهر عمل مى آيد</w:t>
      </w:r>
      <w:r w:rsidR="000C4B14">
        <w:rPr>
          <w:rtl/>
          <w:lang w:bidi="fa-IR"/>
        </w:rPr>
        <w:t>،</w:t>
      </w:r>
      <w:r w:rsidRPr="003E3506">
        <w:rPr>
          <w:rtl/>
          <w:lang w:bidi="fa-IR"/>
        </w:rPr>
        <w:t xml:space="preserve"> بايد خمس آن را بدهد.</w:t>
      </w:r>
    </w:p>
    <w:p w:rsidR="003E3506" w:rsidRPr="003E3506" w:rsidRDefault="003E3506" w:rsidP="003E3506">
      <w:pPr>
        <w:pStyle w:val="libNormal"/>
        <w:rPr>
          <w:lang w:bidi="fa-IR"/>
        </w:rPr>
      </w:pPr>
      <w:r w:rsidRPr="003E3506">
        <w:rPr>
          <w:rtl/>
          <w:lang w:bidi="fa-IR"/>
        </w:rPr>
        <w:t>١٨٣٤ - اگر در آب فرو رود و مقدارى عنبر بيرون آورد كه قيمت آن ١٨ نخود طلا يا بيشتر باشد بايد خمس آن را بدهد</w:t>
      </w:r>
      <w:r w:rsidR="000C4B14">
        <w:rPr>
          <w:rtl/>
          <w:lang w:bidi="fa-IR"/>
        </w:rPr>
        <w:t>،</w:t>
      </w:r>
      <w:r w:rsidRPr="003E3506">
        <w:rPr>
          <w:rtl/>
          <w:lang w:bidi="fa-IR"/>
        </w:rPr>
        <w:t xml:space="preserve"> بلكه چنانچه از روى آب يا از كنار دريا به دست آورد</w:t>
      </w:r>
      <w:r w:rsidR="000C4B14">
        <w:rPr>
          <w:rtl/>
          <w:lang w:bidi="fa-IR"/>
        </w:rPr>
        <w:t>،</w:t>
      </w:r>
      <w:r w:rsidRPr="003E3506">
        <w:rPr>
          <w:rtl/>
          <w:lang w:bidi="fa-IR"/>
        </w:rPr>
        <w:t xml:space="preserve"> باز هم همين حكم را دارد.</w:t>
      </w:r>
    </w:p>
    <w:p w:rsidR="003E3506" w:rsidRPr="003E3506" w:rsidRDefault="003E3506" w:rsidP="003E3506">
      <w:pPr>
        <w:pStyle w:val="libNormal"/>
        <w:rPr>
          <w:lang w:bidi="fa-IR"/>
        </w:rPr>
      </w:pPr>
      <w:r w:rsidRPr="003E3506">
        <w:rPr>
          <w:rtl/>
          <w:lang w:bidi="fa-IR"/>
        </w:rPr>
        <w:t>١٨٣٥ - كسى كه كسبش غواصى يا بيرون آوردن معدن است اگر خمس آنها را بدهد و چيزى از مخارج سالش زياد بيايد</w:t>
      </w:r>
      <w:r w:rsidR="000C4B14">
        <w:rPr>
          <w:rtl/>
          <w:lang w:bidi="fa-IR"/>
        </w:rPr>
        <w:t>،</w:t>
      </w:r>
      <w:r w:rsidRPr="003E3506">
        <w:rPr>
          <w:rtl/>
          <w:lang w:bidi="fa-IR"/>
        </w:rPr>
        <w:t xml:space="preserve"> لازم نيست دوباره خمس آن را بدهد.</w:t>
      </w:r>
    </w:p>
    <w:p w:rsidR="003E3506" w:rsidRPr="003E3506" w:rsidRDefault="003E3506" w:rsidP="00F72BDA">
      <w:pPr>
        <w:pStyle w:val="libNormal"/>
        <w:rPr>
          <w:lang w:bidi="fa-IR"/>
        </w:rPr>
      </w:pPr>
      <w:r w:rsidRPr="003E3506">
        <w:rPr>
          <w:rtl/>
          <w:lang w:bidi="fa-IR"/>
        </w:rPr>
        <w:t>١٨٣٦ - اگر بچه اى معدنى را بيرون آورد</w:t>
      </w:r>
      <w:r w:rsidR="000C4B14">
        <w:rPr>
          <w:rtl/>
          <w:lang w:bidi="fa-IR"/>
        </w:rPr>
        <w:t>،</w:t>
      </w:r>
      <w:r w:rsidRPr="003E3506">
        <w:rPr>
          <w:rtl/>
          <w:lang w:bidi="fa-IR"/>
        </w:rPr>
        <w:t xml:space="preserve"> يا گنجى پيدا كند</w:t>
      </w:r>
      <w:r w:rsidR="000C4B14">
        <w:rPr>
          <w:rtl/>
          <w:lang w:bidi="fa-IR"/>
        </w:rPr>
        <w:t>،</w:t>
      </w:r>
      <w:r w:rsidRPr="003E3506">
        <w:rPr>
          <w:rtl/>
          <w:lang w:bidi="fa-IR"/>
        </w:rPr>
        <w:t xml:space="preserve"> يا به واسطه فرو رفتن در دريا جواهر بيرون آورد</w:t>
      </w:r>
      <w:r w:rsidR="000C4B14">
        <w:rPr>
          <w:rtl/>
          <w:lang w:bidi="fa-IR"/>
        </w:rPr>
        <w:t>،</w:t>
      </w:r>
      <w:r w:rsidRPr="003E3506">
        <w:rPr>
          <w:rtl/>
          <w:lang w:bidi="fa-IR"/>
        </w:rPr>
        <w:t xml:space="preserve"> بايد ولى او خمس آن را بدهد و چنانچه ندهد بايد خود او بعد از بلوغ خمسش را بدهد و هم چنين اگر مال حلال مخلوط به حرام داشته باشد</w:t>
      </w:r>
      <w:r w:rsidR="000C4B14">
        <w:rPr>
          <w:rtl/>
          <w:lang w:bidi="fa-IR"/>
        </w:rPr>
        <w:t>،</w:t>
      </w:r>
      <w:r w:rsidRPr="003E3506">
        <w:rPr>
          <w:rtl/>
          <w:lang w:bidi="fa-IR"/>
        </w:rPr>
        <w:t xml:space="preserve"> ولى او بايد آن مال را تطهير نمايد.</w:t>
      </w:r>
    </w:p>
    <w:p w:rsidR="003E3506" w:rsidRDefault="00605FAB" w:rsidP="00F72BDA">
      <w:pPr>
        <w:pStyle w:val="Heading3"/>
        <w:rPr>
          <w:rtl/>
          <w:lang w:bidi="fa-IR"/>
        </w:rPr>
      </w:pPr>
      <w:bookmarkStart w:id="200" w:name="_Toc24454623"/>
      <w:r>
        <w:rPr>
          <w:rtl/>
          <w:lang w:bidi="fa-IR"/>
        </w:rPr>
        <w:t>(</w:t>
      </w:r>
      <w:r w:rsidR="003E3506" w:rsidRPr="003E3506">
        <w:rPr>
          <w:rtl/>
          <w:lang w:bidi="fa-IR"/>
        </w:rPr>
        <w:t>غنيمت</w:t>
      </w:r>
      <w:r>
        <w:rPr>
          <w:rtl/>
          <w:lang w:bidi="fa-IR"/>
        </w:rPr>
        <w:t>)</w:t>
      </w:r>
      <w:bookmarkEnd w:id="200"/>
    </w:p>
    <w:p w:rsidR="003E3506" w:rsidRPr="003E3506" w:rsidRDefault="003E3506" w:rsidP="003E3506">
      <w:pPr>
        <w:pStyle w:val="libNormal"/>
        <w:rPr>
          <w:lang w:bidi="fa-IR"/>
        </w:rPr>
      </w:pPr>
      <w:r w:rsidRPr="003E3506">
        <w:rPr>
          <w:rtl/>
          <w:lang w:bidi="fa-IR"/>
        </w:rPr>
        <w:t xml:space="preserve">١٨٣٧ - اگر مسلمانان به امر امام </w:t>
      </w:r>
      <w:r w:rsidR="001B16BC" w:rsidRPr="001B16BC">
        <w:rPr>
          <w:rStyle w:val="libAlaemChar"/>
          <w:rtl/>
        </w:rPr>
        <w:t>عليه‌السلام</w:t>
      </w:r>
      <w:r w:rsidRPr="003E3506">
        <w:rPr>
          <w:rtl/>
          <w:lang w:bidi="fa-IR"/>
        </w:rPr>
        <w:t xml:space="preserve"> با كفار جنگ كنند و چيزهايى در جنگ به دست آورند</w:t>
      </w:r>
      <w:r w:rsidR="000C4B14">
        <w:rPr>
          <w:rtl/>
          <w:lang w:bidi="fa-IR"/>
        </w:rPr>
        <w:t>،</w:t>
      </w:r>
      <w:r w:rsidRPr="003E3506">
        <w:rPr>
          <w:rtl/>
          <w:lang w:bidi="fa-IR"/>
        </w:rPr>
        <w:t xml:space="preserve"> به آنها غنيمت گفته مى شود</w:t>
      </w:r>
      <w:r w:rsidR="000C4B14">
        <w:rPr>
          <w:rtl/>
          <w:lang w:bidi="fa-IR"/>
        </w:rPr>
        <w:t>،</w:t>
      </w:r>
      <w:r w:rsidRPr="003E3506">
        <w:rPr>
          <w:rtl/>
          <w:lang w:bidi="fa-IR"/>
        </w:rPr>
        <w:t xml:space="preserve"> و مخارجى را كه براى غنيمت كرده اند</w:t>
      </w:r>
      <w:r w:rsidR="000C4B14">
        <w:rPr>
          <w:rtl/>
          <w:lang w:bidi="fa-IR"/>
        </w:rPr>
        <w:t>،</w:t>
      </w:r>
      <w:r w:rsidRPr="003E3506">
        <w:rPr>
          <w:rtl/>
          <w:lang w:bidi="fa-IR"/>
        </w:rPr>
        <w:t xml:space="preserve"> مانند مخارج نگهدارى و حمل و نقل آن و نيز مقدارى را كه امام </w:t>
      </w:r>
      <w:r w:rsidR="001B16BC" w:rsidRPr="001B16BC">
        <w:rPr>
          <w:rStyle w:val="libAlaemChar"/>
          <w:rtl/>
        </w:rPr>
        <w:t>عليه‌السلام</w:t>
      </w:r>
      <w:r w:rsidRPr="003E3506">
        <w:rPr>
          <w:rtl/>
          <w:lang w:bidi="fa-IR"/>
        </w:rPr>
        <w:t xml:space="preserve"> صلاح ميداند به مصرفى برساند</w:t>
      </w:r>
      <w:r w:rsidR="000C4B14">
        <w:rPr>
          <w:rtl/>
          <w:lang w:bidi="fa-IR"/>
        </w:rPr>
        <w:t>،</w:t>
      </w:r>
      <w:r w:rsidRPr="003E3506">
        <w:rPr>
          <w:rtl/>
          <w:lang w:bidi="fa-IR"/>
        </w:rPr>
        <w:t xml:space="preserve"> و چيزهايى كه مخصوص به امام است بايد از غنيمت كنار بگذارند</w:t>
      </w:r>
      <w:r w:rsidR="000C4B14">
        <w:rPr>
          <w:rtl/>
          <w:lang w:bidi="fa-IR"/>
        </w:rPr>
        <w:t>،</w:t>
      </w:r>
      <w:r w:rsidRPr="003E3506">
        <w:rPr>
          <w:rtl/>
          <w:lang w:bidi="fa-IR"/>
        </w:rPr>
        <w:t xml:space="preserve"> و خمس بقيه آن را بدهند</w:t>
      </w:r>
      <w:r w:rsidR="000C4B14">
        <w:rPr>
          <w:rtl/>
          <w:lang w:bidi="fa-IR"/>
        </w:rPr>
        <w:t>،</w:t>
      </w:r>
      <w:r w:rsidRPr="003E3506">
        <w:rPr>
          <w:rtl/>
          <w:lang w:bidi="fa-IR"/>
        </w:rPr>
        <w:t xml:space="preserve"> و در ثبوت خمس بر غنيمت فرقى ميان منقول و غير منقول نيست بلى زمينهايى كه از انفال هستند</w:t>
      </w:r>
      <w:r w:rsidR="000C4B14">
        <w:rPr>
          <w:rtl/>
          <w:lang w:bidi="fa-IR"/>
        </w:rPr>
        <w:t>،</w:t>
      </w:r>
      <w:r w:rsidRPr="003E3506">
        <w:rPr>
          <w:rtl/>
          <w:lang w:bidi="fa-IR"/>
        </w:rPr>
        <w:t xml:space="preserve"> مال عموم مسلمين مى باشند</w:t>
      </w:r>
      <w:r w:rsidR="000C4B14">
        <w:rPr>
          <w:rtl/>
          <w:lang w:bidi="fa-IR"/>
        </w:rPr>
        <w:t>،</w:t>
      </w:r>
      <w:r w:rsidRPr="003E3506">
        <w:rPr>
          <w:rtl/>
          <w:lang w:bidi="fa-IR"/>
        </w:rPr>
        <w:t xml:space="preserve"> هر چند جنگ به اذن امام </w:t>
      </w:r>
      <w:r w:rsidR="001B16BC" w:rsidRPr="001B16BC">
        <w:rPr>
          <w:rStyle w:val="libAlaemChar"/>
          <w:rtl/>
        </w:rPr>
        <w:t>عليه‌السلام</w:t>
      </w:r>
      <w:r w:rsidRPr="003E3506">
        <w:rPr>
          <w:rtl/>
          <w:lang w:bidi="fa-IR"/>
        </w:rPr>
        <w:t xml:space="preserve"> نباشد.</w:t>
      </w:r>
    </w:p>
    <w:p w:rsidR="003E3506" w:rsidRPr="003E3506" w:rsidRDefault="003E3506" w:rsidP="003E3506">
      <w:pPr>
        <w:pStyle w:val="libNormal"/>
        <w:rPr>
          <w:lang w:bidi="fa-IR"/>
        </w:rPr>
      </w:pPr>
      <w:r w:rsidRPr="003E3506">
        <w:rPr>
          <w:rtl/>
          <w:lang w:bidi="fa-IR"/>
        </w:rPr>
        <w:lastRenderedPageBreak/>
        <w:t xml:space="preserve">١٨٣٨ - اگر مسلمانان بدون اجازه امام </w:t>
      </w:r>
      <w:r w:rsidR="001B16BC" w:rsidRPr="001B16BC">
        <w:rPr>
          <w:rStyle w:val="libAlaemChar"/>
          <w:rtl/>
        </w:rPr>
        <w:t>عليه‌السلام</w:t>
      </w:r>
      <w:r w:rsidRPr="003E3506">
        <w:rPr>
          <w:rtl/>
          <w:lang w:bidi="fa-IR"/>
        </w:rPr>
        <w:t xml:space="preserve"> با كفار جنگ كنند و از آنها غنيمت بگيرند</w:t>
      </w:r>
      <w:r w:rsidR="000C4B14">
        <w:rPr>
          <w:rtl/>
          <w:lang w:bidi="fa-IR"/>
        </w:rPr>
        <w:t>،</w:t>
      </w:r>
      <w:r w:rsidRPr="003E3506">
        <w:rPr>
          <w:rtl/>
          <w:lang w:bidi="fa-IR"/>
        </w:rPr>
        <w:t xml:space="preserve"> تمام آنچه غنيمت گرفته اند مال امام </w:t>
      </w:r>
      <w:r w:rsidR="001B16BC" w:rsidRPr="001B16BC">
        <w:rPr>
          <w:rStyle w:val="libAlaemChar"/>
          <w:rtl/>
        </w:rPr>
        <w:t>عليه‌السلام</w:t>
      </w:r>
      <w:r w:rsidRPr="003E3506">
        <w:rPr>
          <w:rtl/>
          <w:lang w:bidi="fa-IR"/>
        </w:rPr>
        <w:t xml:space="preserve"> است و جنگجويان در آن حقى ندارند.</w:t>
      </w:r>
    </w:p>
    <w:p w:rsidR="003E3506" w:rsidRPr="003E3506" w:rsidRDefault="003E3506" w:rsidP="003E3506">
      <w:pPr>
        <w:pStyle w:val="libNormal"/>
        <w:rPr>
          <w:lang w:bidi="fa-IR"/>
        </w:rPr>
      </w:pPr>
      <w:r w:rsidRPr="003E3506">
        <w:rPr>
          <w:rtl/>
          <w:lang w:bidi="fa-IR"/>
        </w:rPr>
        <w:t>١٨٣٩ - آنچه در دست كفار است چنانچه مالكش محترم المال باشد</w:t>
      </w:r>
      <w:r w:rsidR="000C4B14">
        <w:rPr>
          <w:rtl/>
          <w:lang w:bidi="fa-IR"/>
        </w:rPr>
        <w:t>،</w:t>
      </w:r>
      <w:r w:rsidRPr="003E3506">
        <w:rPr>
          <w:rtl/>
          <w:lang w:bidi="fa-IR"/>
        </w:rPr>
        <w:t xml:space="preserve"> يعنى مسلمان يا كافر ذمى باشد.</w:t>
      </w:r>
    </w:p>
    <w:p w:rsidR="003E3506" w:rsidRPr="003E3506" w:rsidRDefault="003E3506" w:rsidP="003E3506">
      <w:pPr>
        <w:pStyle w:val="libNormal"/>
        <w:rPr>
          <w:lang w:bidi="fa-IR"/>
        </w:rPr>
      </w:pPr>
      <w:r w:rsidRPr="003E3506">
        <w:rPr>
          <w:rtl/>
          <w:lang w:bidi="fa-IR"/>
        </w:rPr>
        <w:t>احكام غنيمت بر او جارى نيست</w:t>
      </w:r>
      <w:r w:rsidR="000C4B14">
        <w:rPr>
          <w:rtl/>
          <w:lang w:bidi="fa-IR"/>
        </w:rPr>
        <w:t>.</w:t>
      </w:r>
    </w:p>
    <w:p w:rsidR="003E3506" w:rsidRPr="003E3506" w:rsidRDefault="003E3506" w:rsidP="003E3506">
      <w:pPr>
        <w:pStyle w:val="libNormal"/>
        <w:rPr>
          <w:lang w:bidi="fa-IR"/>
        </w:rPr>
      </w:pPr>
      <w:r w:rsidRPr="003E3506">
        <w:rPr>
          <w:rtl/>
          <w:lang w:bidi="fa-IR"/>
        </w:rPr>
        <w:t>١٨٤٠ - دزدى و مانند آن از كافر حربى چنانچه خيانت و نقض امان محسوب شود حرام است</w:t>
      </w:r>
      <w:r w:rsidR="000C4B14">
        <w:rPr>
          <w:rtl/>
          <w:lang w:bidi="fa-IR"/>
        </w:rPr>
        <w:t>،</w:t>
      </w:r>
      <w:r w:rsidRPr="003E3506">
        <w:rPr>
          <w:rtl/>
          <w:lang w:bidi="fa-IR"/>
        </w:rPr>
        <w:t xml:space="preserve"> و چيزى كه از اين راهها از آنان گرفته مى شود</w:t>
      </w:r>
      <w:r w:rsidR="000C4B14">
        <w:rPr>
          <w:rtl/>
          <w:lang w:bidi="fa-IR"/>
        </w:rPr>
        <w:t>،</w:t>
      </w:r>
      <w:r w:rsidRPr="003E3506">
        <w:rPr>
          <w:rtl/>
          <w:lang w:bidi="fa-IR"/>
        </w:rPr>
        <w:t xml:space="preserve"> بايد بنابر احتياط برگردانده شود.</w:t>
      </w:r>
    </w:p>
    <w:p w:rsidR="003E3506" w:rsidRPr="003E3506" w:rsidRDefault="003E3506" w:rsidP="003E3506">
      <w:pPr>
        <w:pStyle w:val="libNormal"/>
        <w:rPr>
          <w:lang w:bidi="fa-IR"/>
        </w:rPr>
      </w:pPr>
      <w:r w:rsidRPr="003E3506">
        <w:rPr>
          <w:rtl/>
          <w:lang w:bidi="fa-IR"/>
        </w:rPr>
        <w:t>١٨٤١ - مشهور آن است كه مؤمن مى تواند مال ناصبى را براى خود گرفته و خمسش را بپردازد ولى اين حكم خالى از اشكال نيست</w:t>
      </w:r>
      <w:r w:rsidR="000C4B14">
        <w:rPr>
          <w:rtl/>
          <w:lang w:bidi="fa-IR"/>
        </w:rPr>
        <w:t>.</w:t>
      </w:r>
    </w:p>
    <w:p w:rsidR="003E3506" w:rsidRDefault="00605FAB" w:rsidP="00F72BDA">
      <w:pPr>
        <w:pStyle w:val="Heading3"/>
        <w:rPr>
          <w:rtl/>
          <w:lang w:bidi="fa-IR"/>
        </w:rPr>
      </w:pPr>
      <w:bookmarkStart w:id="201" w:name="_Toc24454624"/>
      <w:r>
        <w:rPr>
          <w:rtl/>
          <w:lang w:bidi="fa-IR"/>
        </w:rPr>
        <w:t>(</w:t>
      </w:r>
      <w:r w:rsidR="003E3506" w:rsidRPr="003E3506">
        <w:rPr>
          <w:rtl/>
          <w:lang w:bidi="fa-IR"/>
        </w:rPr>
        <w:t>زمينى كه كافر ذمى از مسلمان بخرد</w:t>
      </w:r>
      <w:r>
        <w:rPr>
          <w:rtl/>
          <w:lang w:bidi="fa-IR"/>
        </w:rPr>
        <w:t>)</w:t>
      </w:r>
      <w:bookmarkEnd w:id="201"/>
    </w:p>
    <w:p w:rsidR="003E3506" w:rsidRPr="003E3506" w:rsidRDefault="003E3506" w:rsidP="003E3506">
      <w:pPr>
        <w:pStyle w:val="libNormal"/>
        <w:rPr>
          <w:lang w:bidi="fa-IR"/>
        </w:rPr>
      </w:pPr>
      <w:r w:rsidRPr="003E3506">
        <w:rPr>
          <w:rtl/>
          <w:lang w:bidi="fa-IR"/>
        </w:rPr>
        <w:t>١٨٤٢ - اگر كافر ذمى زمينى را از مسلمان بخرد</w:t>
      </w:r>
      <w:r w:rsidR="000C4B14">
        <w:rPr>
          <w:rtl/>
          <w:lang w:bidi="fa-IR"/>
        </w:rPr>
        <w:t>،</w:t>
      </w:r>
      <w:r w:rsidRPr="003E3506">
        <w:rPr>
          <w:rtl/>
          <w:lang w:bidi="fa-IR"/>
        </w:rPr>
        <w:t xml:space="preserve"> بنابر مشهور بايد خمس آن را از همان زمين يا از مال ديگرش بدهد.</w:t>
      </w:r>
    </w:p>
    <w:p w:rsidR="003E3506" w:rsidRDefault="003E3506" w:rsidP="003E3506">
      <w:pPr>
        <w:pStyle w:val="libNormal"/>
        <w:rPr>
          <w:rtl/>
          <w:lang w:bidi="fa-IR"/>
        </w:rPr>
      </w:pPr>
      <w:r w:rsidRPr="003E3506">
        <w:rPr>
          <w:rtl/>
          <w:lang w:bidi="fa-IR"/>
        </w:rPr>
        <w:t>ولى وجوب خمس - به معناى معروفش - در اين مورد محل اشكال است</w:t>
      </w:r>
      <w:r w:rsidR="000C4B14">
        <w:rPr>
          <w:rtl/>
          <w:lang w:bidi="fa-IR"/>
        </w:rPr>
        <w:t>.</w:t>
      </w:r>
    </w:p>
    <w:p w:rsidR="003E3506" w:rsidRDefault="00605FAB" w:rsidP="00F72BDA">
      <w:pPr>
        <w:pStyle w:val="Heading3"/>
        <w:rPr>
          <w:rtl/>
          <w:lang w:bidi="fa-IR"/>
        </w:rPr>
      </w:pPr>
      <w:bookmarkStart w:id="202" w:name="_Toc24454625"/>
      <w:r>
        <w:rPr>
          <w:rtl/>
          <w:lang w:bidi="fa-IR"/>
        </w:rPr>
        <w:t>(</w:t>
      </w:r>
      <w:r w:rsidR="003E3506" w:rsidRPr="003E3506">
        <w:rPr>
          <w:rtl/>
          <w:lang w:bidi="fa-IR"/>
        </w:rPr>
        <w:t>مصرف خمس</w:t>
      </w:r>
      <w:r>
        <w:rPr>
          <w:rtl/>
          <w:lang w:bidi="fa-IR"/>
        </w:rPr>
        <w:t>)</w:t>
      </w:r>
      <w:bookmarkEnd w:id="202"/>
    </w:p>
    <w:p w:rsidR="003E3506" w:rsidRPr="003E3506" w:rsidRDefault="003E3506" w:rsidP="003E3506">
      <w:pPr>
        <w:pStyle w:val="libNormal"/>
        <w:rPr>
          <w:lang w:bidi="fa-IR"/>
        </w:rPr>
      </w:pPr>
      <w:r w:rsidRPr="003E3506">
        <w:rPr>
          <w:rtl/>
          <w:lang w:bidi="fa-IR"/>
        </w:rPr>
        <w:t>١٨٤٣ - خمس را بايد دو قسمت كنند</w:t>
      </w:r>
      <w:r w:rsidR="000C4B14">
        <w:rPr>
          <w:rtl/>
          <w:lang w:bidi="fa-IR"/>
        </w:rPr>
        <w:t>،</w:t>
      </w:r>
      <w:r w:rsidRPr="003E3506">
        <w:rPr>
          <w:rtl/>
          <w:lang w:bidi="fa-IR"/>
        </w:rPr>
        <w:t xml:space="preserve"> يك قسمت آن سهم سادات است و بايد به سيد فقير</w:t>
      </w:r>
      <w:r w:rsidR="000C4B14">
        <w:rPr>
          <w:rtl/>
          <w:lang w:bidi="fa-IR"/>
        </w:rPr>
        <w:t>،</w:t>
      </w:r>
      <w:r w:rsidRPr="003E3506">
        <w:rPr>
          <w:rtl/>
          <w:lang w:bidi="fa-IR"/>
        </w:rPr>
        <w:t xml:space="preserve"> يا سيد يتيم</w:t>
      </w:r>
      <w:r w:rsidR="000C4B14">
        <w:rPr>
          <w:rtl/>
          <w:lang w:bidi="fa-IR"/>
        </w:rPr>
        <w:t>،</w:t>
      </w:r>
      <w:r w:rsidRPr="003E3506">
        <w:rPr>
          <w:rtl/>
          <w:lang w:bidi="fa-IR"/>
        </w:rPr>
        <w:t xml:space="preserve"> يا به سيدى كه در سفر درمانده شده بدهند</w:t>
      </w:r>
      <w:r w:rsidR="000C4B14">
        <w:rPr>
          <w:rtl/>
          <w:lang w:bidi="fa-IR"/>
        </w:rPr>
        <w:t>،</w:t>
      </w:r>
      <w:r w:rsidRPr="003E3506">
        <w:rPr>
          <w:rtl/>
          <w:lang w:bidi="fa-IR"/>
        </w:rPr>
        <w:t xml:space="preserve"> و نصف ديگر آن سهم امام </w:t>
      </w:r>
      <w:r w:rsidR="001B16BC" w:rsidRPr="001B16BC">
        <w:rPr>
          <w:rStyle w:val="libAlaemChar"/>
          <w:rtl/>
        </w:rPr>
        <w:t>عليه‌السلام</w:t>
      </w:r>
      <w:r w:rsidRPr="003E3506">
        <w:rPr>
          <w:rtl/>
          <w:lang w:bidi="fa-IR"/>
        </w:rPr>
        <w:t xml:space="preserve"> است كه در اين زمان بايد به مجتهد جامع الشرايط بدهند</w:t>
      </w:r>
      <w:r w:rsidR="000C4B14">
        <w:rPr>
          <w:rtl/>
          <w:lang w:bidi="fa-IR"/>
        </w:rPr>
        <w:t>،</w:t>
      </w:r>
      <w:r w:rsidRPr="003E3506">
        <w:rPr>
          <w:rtl/>
          <w:lang w:bidi="fa-IR"/>
        </w:rPr>
        <w:t xml:space="preserve"> يا به مصرفى كه او اجازه مى دهد برسانند</w:t>
      </w:r>
      <w:r w:rsidR="000C4B14">
        <w:rPr>
          <w:rtl/>
          <w:lang w:bidi="fa-IR"/>
        </w:rPr>
        <w:t>،</w:t>
      </w:r>
      <w:r w:rsidRPr="003E3506">
        <w:rPr>
          <w:rtl/>
          <w:lang w:bidi="fa-IR"/>
        </w:rPr>
        <w:t xml:space="preserve"> و احتياط لازم آن است كه او مرجع اعلم مطلع بر جهات عامه باشد.</w:t>
      </w:r>
    </w:p>
    <w:p w:rsidR="003E3506" w:rsidRPr="003E3506" w:rsidRDefault="003E3506" w:rsidP="003E3506">
      <w:pPr>
        <w:pStyle w:val="libNormal"/>
        <w:rPr>
          <w:lang w:bidi="fa-IR"/>
        </w:rPr>
      </w:pPr>
      <w:r w:rsidRPr="003E3506">
        <w:rPr>
          <w:rtl/>
          <w:lang w:bidi="fa-IR"/>
        </w:rPr>
        <w:t>١٨٤٤ - سيد يتيمى كه به او خمس مى دهند</w:t>
      </w:r>
      <w:r w:rsidR="000C4B14">
        <w:rPr>
          <w:rtl/>
          <w:lang w:bidi="fa-IR"/>
        </w:rPr>
        <w:t>،</w:t>
      </w:r>
      <w:r w:rsidRPr="003E3506">
        <w:rPr>
          <w:rtl/>
          <w:lang w:bidi="fa-IR"/>
        </w:rPr>
        <w:t xml:space="preserve"> بايد فقير باشد</w:t>
      </w:r>
      <w:r w:rsidR="000C4B14">
        <w:rPr>
          <w:rtl/>
          <w:lang w:bidi="fa-IR"/>
        </w:rPr>
        <w:t>،</w:t>
      </w:r>
      <w:r w:rsidRPr="003E3506">
        <w:rPr>
          <w:rtl/>
          <w:lang w:bidi="fa-IR"/>
        </w:rPr>
        <w:t xml:space="preserve"> ولى به سيدى كه در سفر درمانده شده اگر در وطنش فقير هم نباشد</w:t>
      </w:r>
      <w:r w:rsidR="000C4B14">
        <w:rPr>
          <w:rtl/>
          <w:lang w:bidi="fa-IR"/>
        </w:rPr>
        <w:t>،</w:t>
      </w:r>
      <w:r w:rsidRPr="003E3506">
        <w:rPr>
          <w:rtl/>
          <w:lang w:bidi="fa-IR"/>
        </w:rPr>
        <w:t xml:space="preserve"> مى شود خمس داد.</w:t>
      </w:r>
    </w:p>
    <w:p w:rsidR="003E3506" w:rsidRPr="003E3506" w:rsidRDefault="003E3506" w:rsidP="003E3506">
      <w:pPr>
        <w:pStyle w:val="libNormal"/>
        <w:rPr>
          <w:lang w:bidi="fa-IR"/>
        </w:rPr>
      </w:pPr>
      <w:r w:rsidRPr="003E3506">
        <w:rPr>
          <w:rtl/>
          <w:lang w:bidi="fa-IR"/>
        </w:rPr>
        <w:t>١٨٤٥ - به سيدى كه در سفر درمانده شده اگر سفر او سفر معصيت باشد</w:t>
      </w:r>
      <w:r w:rsidR="000C4B14">
        <w:rPr>
          <w:rtl/>
          <w:lang w:bidi="fa-IR"/>
        </w:rPr>
        <w:t>،</w:t>
      </w:r>
      <w:r w:rsidRPr="003E3506">
        <w:rPr>
          <w:rtl/>
          <w:lang w:bidi="fa-IR"/>
        </w:rPr>
        <w:t xml:space="preserve"> بنابر احتياط واجب نبايد خمس بدهند.</w:t>
      </w:r>
    </w:p>
    <w:p w:rsidR="003E3506" w:rsidRPr="003E3506" w:rsidRDefault="003E3506" w:rsidP="003E3506">
      <w:pPr>
        <w:pStyle w:val="libNormal"/>
        <w:rPr>
          <w:lang w:bidi="fa-IR"/>
        </w:rPr>
      </w:pPr>
      <w:r w:rsidRPr="003E3506">
        <w:rPr>
          <w:rtl/>
          <w:lang w:bidi="fa-IR"/>
        </w:rPr>
        <w:lastRenderedPageBreak/>
        <w:t>١٨٤٦ - به سيدى كه عادل نيست</w:t>
      </w:r>
      <w:r w:rsidR="000C4B14">
        <w:rPr>
          <w:rtl/>
          <w:lang w:bidi="fa-IR"/>
        </w:rPr>
        <w:t>،</w:t>
      </w:r>
      <w:r w:rsidRPr="003E3506">
        <w:rPr>
          <w:rtl/>
          <w:lang w:bidi="fa-IR"/>
        </w:rPr>
        <w:t xml:space="preserve"> مى شود خمس داد ولى به سيدى كه دوازده امامى نيست</w:t>
      </w:r>
      <w:r w:rsidR="000C4B14">
        <w:rPr>
          <w:rtl/>
          <w:lang w:bidi="fa-IR"/>
        </w:rPr>
        <w:t>،</w:t>
      </w:r>
      <w:r w:rsidRPr="003E3506">
        <w:rPr>
          <w:rtl/>
          <w:lang w:bidi="fa-IR"/>
        </w:rPr>
        <w:t xml:space="preserve"> نبايد خمس بدهند.</w:t>
      </w:r>
    </w:p>
    <w:p w:rsidR="003E3506" w:rsidRPr="003E3506" w:rsidRDefault="003E3506" w:rsidP="003E3506">
      <w:pPr>
        <w:pStyle w:val="libNormal"/>
        <w:rPr>
          <w:lang w:bidi="fa-IR"/>
        </w:rPr>
      </w:pPr>
      <w:r w:rsidRPr="003E3506">
        <w:rPr>
          <w:rtl/>
          <w:lang w:bidi="fa-IR"/>
        </w:rPr>
        <w:t>١٨٤٧ - به سيدى كه معصيت كار است</w:t>
      </w:r>
      <w:r w:rsidR="000C4B14">
        <w:rPr>
          <w:rtl/>
          <w:lang w:bidi="fa-IR"/>
        </w:rPr>
        <w:t>،</w:t>
      </w:r>
      <w:r w:rsidRPr="003E3506">
        <w:rPr>
          <w:rtl/>
          <w:lang w:bidi="fa-IR"/>
        </w:rPr>
        <w:t xml:space="preserve"> اگر خمس دادن كمك به معصيت او باشد نمى شود خمس داد</w:t>
      </w:r>
      <w:r w:rsidR="000C4B14">
        <w:rPr>
          <w:rtl/>
          <w:lang w:bidi="fa-IR"/>
        </w:rPr>
        <w:t>،</w:t>
      </w:r>
      <w:r w:rsidRPr="003E3506">
        <w:rPr>
          <w:rtl/>
          <w:lang w:bidi="fa-IR"/>
        </w:rPr>
        <w:t xml:space="preserve"> و احوط آن است كه به سيدى كه شراب مى خورد</w:t>
      </w:r>
      <w:r w:rsidR="000C4B14">
        <w:rPr>
          <w:rtl/>
          <w:lang w:bidi="fa-IR"/>
        </w:rPr>
        <w:t>،</w:t>
      </w:r>
      <w:r w:rsidRPr="003E3506">
        <w:rPr>
          <w:rtl/>
          <w:lang w:bidi="fa-IR"/>
        </w:rPr>
        <w:t xml:space="preserve"> يا نماز نمى خواند يا آشكارا معصيت مى كند</w:t>
      </w:r>
      <w:r w:rsidR="000C4B14">
        <w:rPr>
          <w:rtl/>
          <w:lang w:bidi="fa-IR"/>
        </w:rPr>
        <w:t>،</w:t>
      </w:r>
      <w:r w:rsidRPr="003E3506">
        <w:rPr>
          <w:rtl/>
          <w:lang w:bidi="fa-IR"/>
        </w:rPr>
        <w:t xml:space="preserve"> اگر چه دادن خمس كمك به معصيت او نباشد</w:t>
      </w:r>
      <w:r w:rsidR="000C4B14">
        <w:rPr>
          <w:rtl/>
          <w:lang w:bidi="fa-IR"/>
        </w:rPr>
        <w:t>،</w:t>
      </w:r>
      <w:r w:rsidRPr="003E3506">
        <w:rPr>
          <w:rtl/>
          <w:lang w:bidi="fa-IR"/>
        </w:rPr>
        <w:t xml:space="preserve"> خمس ندهد.</w:t>
      </w:r>
    </w:p>
    <w:p w:rsidR="003E3506" w:rsidRPr="003E3506" w:rsidRDefault="003E3506" w:rsidP="003E3506">
      <w:pPr>
        <w:pStyle w:val="libNormal"/>
        <w:rPr>
          <w:lang w:bidi="fa-IR"/>
        </w:rPr>
      </w:pPr>
      <w:r w:rsidRPr="003E3506">
        <w:rPr>
          <w:rtl/>
          <w:lang w:bidi="fa-IR"/>
        </w:rPr>
        <w:t>١٨٤٨ - اگر كسى بگويد سيدم نمى شود به او خمس داد</w:t>
      </w:r>
      <w:r w:rsidR="000C4B14">
        <w:rPr>
          <w:rtl/>
          <w:lang w:bidi="fa-IR"/>
        </w:rPr>
        <w:t>،</w:t>
      </w:r>
      <w:r w:rsidRPr="003E3506">
        <w:rPr>
          <w:rtl/>
          <w:lang w:bidi="fa-IR"/>
        </w:rPr>
        <w:t xml:space="preserve"> مگر آن كه دو نفر عادل</w:t>
      </w:r>
      <w:r w:rsidR="000C4B14">
        <w:rPr>
          <w:rtl/>
          <w:lang w:bidi="fa-IR"/>
        </w:rPr>
        <w:t>،</w:t>
      </w:r>
      <w:r w:rsidRPr="003E3506">
        <w:rPr>
          <w:rtl/>
          <w:lang w:bidi="fa-IR"/>
        </w:rPr>
        <w:t xml:space="preserve"> سيد بودن او را تصديق كنند</w:t>
      </w:r>
      <w:r w:rsidR="000C4B14">
        <w:rPr>
          <w:rtl/>
          <w:lang w:bidi="fa-IR"/>
        </w:rPr>
        <w:t>،</w:t>
      </w:r>
      <w:r w:rsidRPr="003E3506">
        <w:rPr>
          <w:rtl/>
          <w:lang w:bidi="fa-IR"/>
        </w:rPr>
        <w:t xml:space="preserve"> يا در بين مردم به طورى معروف باشد كه انسان يقين يا اطمينان كند كه سيد است</w:t>
      </w:r>
      <w:r w:rsidR="000C4B14">
        <w:rPr>
          <w:rtl/>
          <w:lang w:bidi="fa-IR"/>
        </w:rPr>
        <w:t>.</w:t>
      </w:r>
    </w:p>
    <w:p w:rsidR="003E3506" w:rsidRPr="003E3506" w:rsidRDefault="003E3506" w:rsidP="003E3506">
      <w:pPr>
        <w:pStyle w:val="libNormal"/>
        <w:rPr>
          <w:lang w:bidi="fa-IR"/>
        </w:rPr>
      </w:pPr>
      <w:r w:rsidRPr="003E3506">
        <w:rPr>
          <w:rtl/>
          <w:lang w:bidi="fa-IR"/>
        </w:rPr>
        <w:t>١٨٤٩ - به كسى كه در شهر خودش مشهور باشد سيد است</w:t>
      </w:r>
      <w:r w:rsidR="000C4B14">
        <w:rPr>
          <w:rtl/>
          <w:lang w:bidi="fa-IR"/>
        </w:rPr>
        <w:t>،</w:t>
      </w:r>
      <w:r w:rsidRPr="003E3506">
        <w:rPr>
          <w:rtl/>
          <w:lang w:bidi="fa-IR"/>
        </w:rPr>
        <w:t xml:space="preserve"> اگر انسان يقين يا اطمينان به خلاف نداشته باشد</w:t>
      </w:r>
      <w:r w:rsidR="000C4B14">
        <w:rPr>
          <w:rtl/>
          <w:lang w:bidi="fa-IR"/>
        </w:rPr>
        <w:t>،</w:t>
      </w:r>
      <w:r w:rsidRPr="003E3506">
        <w:rPr>
          <w:rtl/>
          <w:lang w:bidi="fa-IR"/>
        </w:rPr>
        <w:t xml:space="preserve"> مى شود خمس داد.</w:t>
      </w:r>
    </w:p>
    <w:p w:rsidR="003E3506" w:rsidRPr="003E3506" w:rsidRDefault="003E3506" w:rsidP="003E3506">
      <w:pPr>
        <w:pStyle w:val="libNormal"/>
        <w:rPr>
          <w:lang w:bidi="fa-IR"/>
        </w:rPr>
      </w:pPr>
      <w:r w:rsidRPr="003E3506">
        <w:rPr>
          <w:rtl/>
          <w:lang w:bidi="fa-IR"/>
        </w:rPr>
        <w:t>١٨٥٠ - كسى كه زنش سيده است بنابر احتياط واجب نبايد به او خمس بدهد كه به مصرف مخارج خودش برساند</w:t>
      </w:r>
      <w:r w:rsidR="000C4B14">
        <w:rPr>
          <w:rtl/>
          <w:lang w:bidi="fa-IR"/>
        </w:rPr>
        <w:t>،</w:t>
      </w:r>
      <w:r w:rsidRPr="003E3506">
        <w:rPr>
          <w:rtl/>
          <w:lang w:bidi="fa-IR"/>
        </w:rPr>
        <w:t xml:space="preserve"> ولى اگر مخارج ديگران بر آن زن واجب باشد</w:t>
      </w:r>
      <w:r w:rsidR="000C4B14">
        <w:rPr>
          <w:rtl/>
          <w:lang w:bidi="fa-IR"/>
        </w:rPr>
        <w:t>،</w:t>
      </w:r>
      <w:r w:rsidRPr="003E3506">
        <w:rPr>
          <w:rtl/>
          <w:lang w:bidi="fa-IR"/>
        </w:rPr>
        <w:t xml:space="preserve"> و نتواند مخارج آنان را بدهد</w:t>
      </w:r>
      <w:r w:rsidR="000C4B14">
        <w:rPr>
          <w:rtl/>
          <w:lang w:bidi="fa-IR"/>
        </w:rPr>
        <w:t>،</w:t>
      </w:r>
      <w:r w:rsidRPr="003E3506">
        <w:rPr>
          <w:rtl/>
          <w:lang w:bidi="fa-IR"/>
        </w:rPr>
        <w:t xml:space="preserve"> جايز است انسان خمسش را به آن زن بدهد</w:t>
      </w:r>
      <w:r w:rsidR="000C4B14">
        <w:rPr>
          <w:rtl/>
          <w:lang w:bidi="fa-IR"/>
        </w:rPr>
        <w:t>،</w:t>
      </w:r>
      <w:r w:rsidRPr="003E3506">
        <w:rPr>
          <w:rtl/>
          <w:lang w:bidi="fa-IR"/>
        </w:rPr>
        <w:t xml:space="preserve"> كه به مصرف آنان برساند</w:t>
      </w:r>
      <w:r w:rsidR="000C4B14">
        <w:rPr>
          <w:rtl/>
          <w:lang w:bidi="fa-IR"/>
        </w:rPr>
        <w:t>،</w:t>
      </w:r>
      <w:r w:rsidRPr="003E3506">
        <w:rPr>
          <w:rtl/>
          <w:lang w:bidi="fa-IR"/>
        </w:rPr>
        <w:t xml:space="preserve"> و هم چنين است دادن خمس به او كه در نفقات غير واجبه اش صرف نمايد.</w:t>
      </w:r>
    </w:p>
    <w:p w:rsidR="003E3506" w:rsidRPr="003E3506" w:rsidRDefault="003E3506" w:rsidP="003E3506">
      <w:pPr>
        <w:pStyle w:val="libNormal"/>
        <w:rPr>
          <w:lang w:bidi="fa-IR"/>
        </w:rPr>
      </w:pPr>
      <w:r w:rsidRPr="003E3506">
        <w:rPr>
          <w:rtl/>
          <w:lang w:bidi="fa-IR"/>
        </w:rPr>
        <w:t>١٨٥١ - اگر مخارج سيد يا سيده اى كه زن انسان نيست بر انسان واجب باشد</w:t>
      </w:r>
      <w:r w:rsidR="000C4B14">
        <w:rPr>
          <w:rtl/>
          <w:lang w:bidi="fa-IR"/>
        </w:rPr>
        <w:t>،</w:t>
      </w:r>
      <w:r w:rsidRPr="003E3506">
        <w:rPr>
          <w:rtl/>
          <w:lang w:bidi="fa-IR"/>
        </w:rPr>
        <w:t xml:space="preserve"> بنابر احتياط واجب</w:t>
      </w:r>
      <w:r w:rsidR="000C4B14">
        <w:rPr>
          <w:rtl/>
          <w:lang w:bidi="fa-IR"/>
        </w:rPr>
        <w:t>،</w:t>
      </w:r>
      <w:r w:rsidRPr="003E3506">
        <w:rPr>
          <w:rtl/>
          <w:lang w:bidi="fa-IR"/>
        </w:rPr>
        <w:t xml:space="preserve"> نمى تواند خوراك و پوشاك و ساير نفقات واجبه او را از خمس بدهد ولى اگر مقدارى خمس به او بدهد كه به مصرف ديگرى غير از نفقات واجبه برساند مانعى ندارد.</w:t>
      </w:r>
    </w:p>
    <w:p w:rsidR="003E3506" w:rsidRPr="003E3506" w:rsidRDefault="003E3506" w:rsidP="003E3506">
      <w:pPr>
        <w:pStyle w:val="libNormal"/>
        <w:rPr>
          <w:lang w:bidi="fa-IR"/>
        </w:rPr>
      </w:pPr>
      <w:r w:rsidRPr="003E3506">
        <w:rPr>
          <w:rtl/>
          <w:lang w:bidi="fa-IR"/>
        </w:rPr>
        <w:t>١٨٥٢ - به سيد فقيرى كه مخارجش بر ديگرى واجب است و او نمى تواند مخارج آن سيد را بدهد يا دارد و نمى دهد مى شود خمس داد.</w:t>
      </w:r>
    </w:p>
    <w:p w:rsidR="003E3506" w:rsidRPr="003E3506" w:rsidRDefault="003E3506" w:rsidP="003E3506">
      <w:pPr>
        <w:pStyle w:val="libNormal"/>
        <w:rPr>
          <w:lang w:bidi="fa-IR"/>
        </w:rPr>
      </w:pPr>
      <w:r w:rsidRPr="003E3506">
        <w:rPr>
          <w:rtl/>
          <w:lang w:bidi="fa-IR"/>
        </w:rPr>
        <w:t>١٨٥٣ - احتياط واجب آن است كه بيشتر از مخارج يك سال به يك سيد فقير خمس ندهند.</w:t>
      </w:r>
    </w:p>
    <w:p w:rsidR="003E3506" w:rsidRPr="003E3506" w:rsidRDefault="003E3506" w:rsidP="003E3506">
      <w:pPr>
        <w:pStyle w:val="libNormal"/>
        <w:rPr>
          <w:lang w:bidi="fa-IR"/>
        </w:rPr>
      </w:pPr>
      <w:r w:rsidRPr="003E3506">
        <w:rPr>
          <w:rtl/>
          <w:lang w:bidi="fa-IR"/>
        </w:rPr>
        <w:t>١٨٥٤ - اگر در شهر انسان سيد مستحقى نباشد</w:t>
      </w:r>
      <w:r w:rsidR="000C4B14">
        <w:rPr>
          <w:rtl/>
          <w:lang w:bidi="fa-IR"/>
        </w:rPr>
        <w:t>،</w:t>
      </w:r>
      <w:r w:rsidRPr="003E3506">
        <w:rPr>
          <w:rtl/>
          <w:lang w:bidi="fa-IR"/>
        </w:rPr>
        <w:t xml:space="preserve"> و يقين يا اطمينان داشته باشد كه بعدا نيز پيدا نمى شود</w:t>
      </w:r>
      <w:r w:rsidR="000C4B14">
        <w:rPr>
          <w:rtl/>
          <w:lang w:bidi="fa-IR"/>
        </w:rPr>
        <w:t>،</w:t>
      </w:r>
      <w:r w:rsidRPr="003E3506">
        <w:rPr>
          <w:rtl/>
          <w:lang w:bidi="fa-IR"/>
        </w:rPr>
        <w:t xml:space="preserve"> يا نگهدارى خمس تا پيدا شدن مستحق ممكن نباشد</w:t>
      </w:r>
      <w:r w:rsidR="000C4B14">
        <w:rPr>
          <w:rtl/>
          <w:lang w:bidi="fa-IR"/>
        </w:rPr>
        <w:t>،</w:t>
      </w:r>
      <w:r w:rsidRPr="003E3506">
        <w:rPr>
          <w:rtl/>
          <w:lang w:bidi="fa-IR"/>
        </w:rPr>
        <w:t xml:space="preserve"> بايد خمس را به شهر ديگر </w:t>
      </w:r>
      <w:r w:rsidRPr="003E3506">
        <w:rPr>
          <w:rtl/>
          <w:lang w:bidi="fa-IR"/>
        </w:rPr>
        <w:lastRenderedPageBreak/>
        <w:t>ببرد و به مستحق برساند</w:t>
      </w:r>
      <w:r w:rsidR="000C4B14">
        <w:rPr>
          <w:rtl/>
          <w:lang w:bidi="fa-IR"/>
        </w:rPr>
        <w:t>،</w:t>
      </w:r>
      <w:r w:rsidRPr="003E3506">
        <w:rPr>
          <w:rtl/>
          <w:lang w:bidi="fa-IR"/>
        </w:rPr>
        <w:t xml:space="preserve"> و مى تواند مخارج بردن آن را از خمس بردارد</w:t>
      </w:r>
      <w:r w:rsidR="000C4B14">
        <w:rPr>
          <w:rtl/>
          <w:lang w:bidi="fa-IR"/>
        </w:rPr>
        <w:t>،</w:t>
      </w:r>
      <w:r w:rsidRPr="003E3506">
        <w:rPr>
          <w:rtl/>
          <w:lang w:bidi="fa-IR"/>
        </w:rPr>
        <w:t xml:space="preserve"> و اگر خمس از بين برود</w:t>
      </w:r>
      <w:r w:rsidR="000C4B14">
        <w:rPr>
          <w:rtl/>
          <w:lang w:bidi="fa-IR"/>
        </w:rPr>
        <w:t>،</w:t>
      </w:r>
      <w:r w:rsidRPr="003E3506">
        <w:rPr>
          <w:rtl/>
          <w:lang w:bidi="fa-IR"/>
        </w:rPr>
        <w:t xml:space="preserve"> چنانچه در نگهدارى آن كوتاهى كرده</w:t>
      </w:r>
      <w:r w:rsidR="000C4B14">
        <w:rPr>
          <w:rtl/>
          <w:lang w:bidi="fa-IR"/>
        </w:rPr>
        <w:t>،</w:t>
      </w:r>
      <w:r w:rsidRPr="003E3506">
        <w:rPr>
          <w:rtl/>
          <w:lang w:bidi="fa-IR"/>
        </w:rPr>
        <w:t xml:space="preserve"> بايد عوض آن را بدهد</w:t>
      </w:r>
      <w:r w:rsidR="000C4B14">
        <w:rPr>
          <w:rtl/>
          <w:lang w:bidi="fa-IR"/>
        </w:rPr>
        <w:t>،</w:t>
      </w:r>
      <w:r w:rsidRPr="003E3506">
        <w:rPr>
          <w:rtl/>
          <w:lang w:bidi="fa-IR"/>
        </w:rPr>
        <w:t xml:space="preserve"> و اگر كوتاهى نكرده</w:t>
      </w:r>
      <w:r w:rsidR="000C4B14">
        <w:rPr>
          <w:rtl/>
          <w:lang w:bidi="fa-IR"/>
        </w:rPr>
        <w:t>،</w:t>
      </w:r>
      <w:r w:rsidRPr="003E3506">
        <w:rPr>
          <w:rtl/>
          <w:lang w:bidi="fa-IR"/>
        </w:rPr>
        <w:t xml:space="preserve"> چيزى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١٨٥٥ - هر گاه در شهر خودش مستحقى نباشد</w:t>
      </w:r>
      <w:r w:rsidR="000C4B14">
        <w:rPr>
          <w:rtl/>
          <w:lang w:bidi="fa-IR"/>
        </w:rPr>
        <w:t>،</w:t>
      </w:r>
      <w:r w:rsidRPr="003E3506">
        <w:rPr>
          <w:rtl/>
          <w:lang w:bidi="fa-IR"/>
        </w:rPr>
        <w:t xml:space="preserve"> اگر چه يقين يا اطمينان داشته باشد كه پيدا مى شود و نگهدارى خمس تا پيدا شدن مستحق ممكن باشد</w:t>
      </w:r>
      <w:r w:rsidR="000C4B14">
        <w:rPr>
          <w:rtl/>
          <w:lang w:bidi="fa-IR"/>
        </w:rPr>
        <w:t>،</w:t>
      </w:r>
      <w:r w:rsidRPr="003E3506">
        <w:rPr>
          <w:rtl/>
          <w:lang w:bidi="fa-IR"/>
        </w:rPr>
        <w:t xml:space="preserve"> مى تواند خمس را به شهر ديگر ببرد و چنانچه در نگهدارى آن كوتاهى نكند</w:t>
      </w:r>
      <w:r w:rsidR="000C4B14">
        <w:rPr>
          <w:rtl/>
          <w:lang w:bidi="fa-IR"/>
        </w:rPr>
        <w:t>،</w:t>
      </w:r>
      <w:r w:rsidRPr="003E3506">
        <w:rPr>
          <w:rtl/>
          <w:lang w:bidi="fa-IR"/>
        </w:rPr>
        <w:t xml:space="preserve"> و تلف شود</w:t>
      </w:r>
      <w:r w:rsidR="000C4B14">
        <w:rPr>
          <w:rtl/>
          <w:lang w:bidi="fa-IR"/>
        </w:rPr>
        <w:t>،</w:t>
      </w:r>
      <w:r w:rsidRPr="003E3506">
        <w:rPr>
          <w:rtl/>
          <w:lang w:bidi="fa-IR"/>
        </w:rPr>
        <w:t xml:space="preserve"> نبايد چيزى بدهد</w:t>
      </w:r>
      <w:r w:rsidR="000C4B14">
        <w:rPr>
          <w:rtl/>
          <w:lang w:bidi="fa-IR"/>
        </w:rPr>
        <w:t>،</w:t>
      </w:r>
      <w:r w:rsidRPr="003E3506">
        <w:rPr>
          <w:rtl/>
          <w:lang w:bidi="fa-IR"/>
        </w:rPr>
        <w:t xml:space="preserve"> ولى نمى تواند مخارج بردن آن را از خمس بردارد.</w:t>
      </w:r>
    </w:p>
    <w:p w:rsidR="003E3506" w:rsidRPr="003E3506" w:rsidRDefault="003E3506" w:rsidP="003E3506">
      <w:pPr>
        <w:pStyle w:val="libNormal"/>
        <w:rPr>
          <w:lang w:bidi="fa-IR"/>
        </w:rPr>
      </w:pPr>
      <w:r w:rsidRPr="003E3506">
        <w:rPr>
          <w:rtl/>
          <w:lang w:bidi="fa-IR"/>
        </w:rPr>
        <w:t>١٨٥٦ - اگر در شهر خودش مستحق پيدا شود</w:t>
      </w:r>
      <w:r w:rsidR="000C4B14">
        <w:rPr>
          <w:rtl/>
          <w:lang w:bidi="fa-IR"/>
        </w:rPr>
        <w:t>،</w:t>
      </w:r>
      <w:r w:rsidRPr="003E3506">
        <w:rPr>
          <w:rtl/>
          <w:lang w:bidi="fa-IR"/>
        </w:rPr>
        <w:t xml:space="preserve"> باز هم مى تواند خمس را به شهر ديگر ببرد</w:t>
      </w:r>
      <w:r w:rsidR="000C4B14">
        <w:rPr>
          <w:rtl/>
          <w:lang w:bidi="fa-IR"/>
        </w:rPr>
        <w:t>،</w:t>
      </w:r>
      <w:r w:rsidRPr="003E3506">
        <w:rPr>
          <w:rtl/>
          <w:lang w:bidi="fa-IR"/>
        </w:rPr>
        <w:t xml:space="preserve"> و به مستحق برساند</w:t>
      </w:r>
      <w:r w:rsidR="000C4B14">
        <w:rPr>
          <w:rtl/>
          <w:lang w:bidi="fa-IR"/>
        </w:rPr>
        <w:t>،</w:t>
      </w:r>
      <w:r w:rsidRPr="003E3506">
        <w:rPr>
          <w:rtl/>
          <w:lang w:bidi="fa-IR"/>
        </w:rPr>
        <w:t xml:space="preserve"> چنانچه موجب تاخيرى كه اهمال در ايصال حق محسوب شود نباشد</w:t>
      </w:r>
      <w:r w:rsidR="000C4B14">
        <w:rPr>
          <w:rtl/>
          <w:lang w:bidi="fa-IR"/>
        </w:rPr>
        <w:t>،</w:t>
      </w:r>
      <w:r w:rsidRPr="003E3506">
        <w:rPr>
          <w:rtl/>
          <w:lang w:bidi="fa-IR"/>
        </w:rPr>
        <w:t xml:space="preserve"> ولى مخارج بردن آن را بايد از خودش بدهد</w:t>
      </w:r>
      <w:r w:rsidR="000C4B14">
        <w:rPr>
          <w:rtl/>
          <w:lang w:bidi="fa-IR"/>
        </w:rPr>
        <w:t>،</w:t>
      </w:r>
      <w:r w:rsidRPr="003E3506">
        <w:rPr>
          <w:rtl/>
          <w:lang w:bidi="fa-IR"/>
        </w:rPr>
        <w:t xml:space="preserve"> و در صورتى كه خمس از بين برود</w:t>
      </w:r>
      <w:r w:rsidR="000C4B14">
        <w:rPr>
          <w:rtl/>
          <w:lang w:bidi="fa-IR"/>
        </w:rPr>
        <w:t>،</w:t>
      </w:r>
      <w:r w:rsidRPr="003E3506">
        <w:rPr>
          <w:rtl/>
          <w:lang w:bidi="fa-IR"/>
        </w:rPr>
        <w:t xml:space="preserve"> اگر چه در نگهدارى آن كوتاهى نكرده باشد</w:t>
      </w:r>
      <w:r w:rsidR="000C4B14">
        <w:rPr>
          <w:rtl/>
          <w:lang w:bidi="fa-IR"/>
        </w:rPr>
        <w:t>،</w:t>
      </w:r>
      <w:r w:rsidRPr="003E3506">
        <w:rPr>
          <w:rtl/>
          <w:lang w:bidi="fa-IR"/>
        </w:rPr>
        <w:t xml:space="preserve"> ضامن است</w:t>
      </w:r>
      <w:r w:rsidR="000C4B14">
        <w:rPr>
          <w:rtl/>
          <w:lang w:bidi="fa-IR"/>
        </w:rPr>
        <w:t>.</w:t>
      </w:r>
    </w:p>
    <w:p w:rsidR="003E3506" w:rsidRPr="003E3506" w:rsidRDefault="003E3506" w:rsidP="003E3506">
      <w:pPr>
        <w:pStyle w:val="libNormal"/>
        <w:rPr>
          <w:lang w:bidi="fa-IR"/>
        </w:rPr>
      </w:pPr>
      <w:r w:rsidRPr="003E3506">
        <w:rPr>
          <w:rtl/>
          <w:lang w:bidi="fa-IR"/>
        </w:rPr>
        <w:t>١٨٥٧ - اگر به امر حاكم شرع خمس را به شهر ديگر ببرد</w:t>
      </w:r>
      <w:r w:rsidR="000C4B14">
        <w:rPr>
          <w:rtl/>
          <w:lang w:bidi="fa-IR"/>
        </w:rPr>
        <w:t>،</w:t>
      </w:r>
      <w:r w:rsidRPr="003E3506">
        <w:rPr>
          <w:rtl/>
          <w:lang w:bidi="fa-IR"/>
        </w:rPr>
        <w:t xml:space="preserve"> و از بين برود لازم نيست دوباره خمس بدهد</w:t>
      </w:r>
      <w:r w:rsidR="000C4B14">
        <w:rPr>
          <w:rtl/>
          <w:lang w:bidi="fa-IR"/>
        </w:rPr>
        <w:t>،</w:t>
      </w:r>
      <w:r w:rsidRPr="003E3506">
        <w:rPr>
          <w:rtl/>
          <w:lang w:bidi="fa-IR"/>
        </w:rPr>
        <w:t xml:space="preserve"> و هم چنين است اگر به كسى بدهد</w:t>
      </w:r>
      <w:r w:rsidR="000C4B14">
        <w:rPr>
          <w:rtl/>
          <w:lang w:bidi="fa-IR"/>
        </w:rPr>
        <w:t>،</w:t>
      </w:r>
      <w:r w:rsidRPr="003E3506">
        <w:rPr>
          <w:rtl/>
          <w:lang w:bidi="fa-IR"/>
        </w:rPr>
        <w:t xml:space="preserve"> كه از طرف حاكم شرع وكيل بوده كه خمس را بگيرد</w:t>
      </w:r>
      <w:r w:rsidR="000C4B14">
        <w:rPr>
          <w:rtl/>
          <w:lang w:bidi="fa-IR"/>
        </w:rPr>
        <w:t>،</w:t>
      </w:r>
      <w:r w:rsidRPr="003E3506">
        <w:rPr>
          <w:rtl/>
          <w:lang w:bidi="fa-IR"/>
        </w:rPr>
        <w:t xml:space="preserve"> و از آن شهر به شهر ديگر ببرد.</w:t>
      </w:r>
    </w:p>
    <w:p w:rsidR="003E3506" w:rsidRPr="003E3506" w:rsidRDefault="003E3506" w:rsidP="003E3506">
      <w:pPr>
        <w:pStyle w:val="libNormal"/>
        <w:rPr>
          <w:lang w:bidi="fa-IR"/>
        </w:rPr>
      </w:pPr>
      <w:r w:rsidRPr="003E3506">
        <w:rPr>
          <w:rtl/>
          <w:lang w:bidi="fa-IR"/>
        </w:rPr>
        <w:t>١٨٥٨ - جايز نيست جنسى را به زيادتر از قيمت واقعى حساب نموده و بابت خمس بدهد</w:t>
      </w:r>
      <w:r w:rsidR="000C4B14">
        <w:rPr>
          <w:rtl/>
          <w:lang w:bidi="fa-IR"/>
        </w:rPr>
        <w:t>،</w:t>
      </w:r>
      <w:r w:rsidRPr="003E3506">
        <w:rPr>
          <w:rtl/>
          <w:lang w:bidi="fa-IR"/>
        </w:rPr>
        <w:t xml:space="preserve"> و در مساله </w:t>
      </w:r>
      <w:r w:rsidR="00605FAB">
        <w:rPr>
          <w:rtl/>
          <w:lang w:bidi="fa-IR"/>
        </w:rPr>
        <w:t>(</w:t>
      </w:r>
      <w:r w:rsidRPr="003E3506">
        <w:rPr>
          <w:rtl/>
          <w:lang w:bidi="fa-IR"/>
        </w:rPr>
        <w:t>١٧٩٧</w:t>
      </w:r>
      <w:r w:rsidR="00605FAB">
        <w:rPr>
          <w:rtl/>
          <w:lang w:bidi="fa-IR"/>
        </w:rPr>
        <w:t>)</w:t>
      </w:r>
      <w:r w:rsidRPr="003E3506">
        <w:rPr>
          <w:rtl/>
          <w:lang w:bidi="fa-IR"/>
        </w:rPr>
        <w:t xml:space="preserve"> گذشت كه دادن جنس ديگر غير از پول طلا و نقره و مانند آنها مطلقا محل اشكال است</w:t>
      </w:r>
      <w:r w:rsidR="000C4B14">
        <w:rPr>
          <w:rtl/>
          <w:lang w:bidi="fa-IR"/>
        </w:rPr>
        <w:t>.</w:t>
      </w:r>
    </w:p>
    <w:p w:rsidR="003E3506" w:rsidRPr="003E3506" w:rsidRDefault="003E3506" w:rsidP="003E3506">
      <w:pPr>
        <w:pStyle w:val="libNormal"/>
        <w:rPr>
          <w:lang w:bidi="fa-IR"/>
        </w:rPr>
      </w:pPr>
      <w:r w:rsidRPr="003E3506">
        <w:rPr>
          <w:rtl/>
          <w:lang w:bidi="fa-IR"/>
        </w:rPr>
        <w:t>١٨٥٩ - كسى كه از مستحق طلبكار است</w:t>
      </w:r>
      <w:r w:rsidR="000C4B14">
        <w:rPr>
          <w:rtl/>
          <w:lang w:bidi="fa-IR"/>
        </w:rPr>
        <w:t>،</w:t>
      </w:r>
      <w:r w:rsidRPr="003E3506">
        <w:rPr>
          <w:rtl/>
          <w:lang w:bidi="fa-IR"/>
        </w:rPr>
        <w:t xml:space="preserve"> و مى خواهد طلب خود را بابت خمس حساب كند</w:t>
      </w:r>
      <w:r w:rsidR="000C4B14">
        <w:rPr>
          <w:rtl/>
          <w:lang w:bidi="fa-IR"/>
        </w:rPr>
        <w:t>،</w:t>
      </w:r>
      <w:r w:rsidRPr="003E3506">
        <w:rPr>
          <w:rtl/>
          <w:lang w:bidi="fa-IR"/>
        </w:rPr>
        <w:t xml:space="preserve"> بنابر احتياط واجب</w:t>
      </w:r>
      <w:r w:rsidR="000C4B14">
        <w:rPr>
          <w:rtl/>
          <w:lang w:bidi="fa-IR"/>
        </w:rPr>
        <w:t>،</w:t>
      </w:r>
      <w:r w:rsidRPr="003E3506">
        <w:rPr>
          <w:rtl/>
          <w:lang w:bidi="fa-IR"/>
        </w:rPr>
        <w:t xml:space="preserve"> يا بايد از حاكم شرع اذن بگيرد</w:t>
      </w:r>
      <w:r w:rsidR="000C4B14">
        <w:rPr>
          <w:rtl/>
          <w:lang w:bidi="fa-IR"/>
        </w:rPr>
        <w:t>،</w:t>
      </w:r>
      <w:r w:rsidRPr="003E3506">
        <w:rPr>
          <w:rtl/>
          <w:lang w:bidi="fa-IR"/>
        </w:rPr>
        <w:t xml:space="preserve"> و يا اين كه خمس را به مستحق بدهد</w:t>
      </w:r>
      <w:r w:rsidR="000C4B14">
        <w:rPr>
          <w:rtl/>
          <w:lang w:bidi="fa-IR"/>
        </w:rPr>
        <w:t>،</w:t>
      </w:r>
      <w:r w:rsidRPr="003E3506">
        <w:rPr>
          <w:rtl/>
          <w:lang w:bidi="fa-IR"/>
        </w:rPr>
        <w:t xml:space="preserve"> و بعدا مستحق بابت بدهى خود به او برگرداند</w:t>
      </w:r>
      <w:r w:rsidR="000C4B14">
        <w:rPr>
          <w:rtl/>
          <w:lang w:bidi="fa-IR"/>
        </w:rPr>
        <w:t>،</w:t>
      </w:r>
      <w:r w:rsidRPr="003E3506">
        <w:rPr>
          <w:rtl/>
          <w:lang w:bidi="fa-IR"/>
        </w:rPr>
        <w:t xml:space="preserve"> و مى تواند از مستحق وكالت گرفته</w:t>
      </w:r>
      <w:r w:rsidR="000C4B14">
        <w:rPr>
          <w:rtl/>
          <w:lang w:bidi="fa-IR"/>
        </w:rPr>
        <w:t>،</w:t>
      </w:r>
      <w:r w:rsidRPr="003E3506">
        <w:rPr>
          <w:rtl/>
          <w:lang w:bidi="fa-IR"/>
        </w:rPr>
        <w:t xml:space="preserve"> و خود از جانب او قبض نموده</w:t>
      </w:r>
      <w:r w:rsidR="000C4B14">
        <w:rPr>
          <w:rtl/>
          <w:lang w:bidi="fa-IR"/>
        </w:rPr>
        <w:t>،</w:t>
      </w:r>
      <w:r w:rsidRPr="003E3506">
        <w:rPr>
          <w:rtl/>
          <w:lang w:bidi="fa-IR"/>
        </w:rPr>
        <w:t xml:space="preserve"> و بابت طلبش دريافت كند.</w:t>
      </w:r>
    </w:p>
    <w:p w:rsidR="003E3506" w:rsidRPr="003E3506" w:rsidRDefault="003E3506" w:rsidP="003E3506">
      <w:pPr>
        <w:pStyle w:val="libNormal"/>
        <w:rPr>
          <w:lang w:bidi="fa-IR"/>
        </w:rPr>
      </w:pPr>
      <w:r w:rsidRPr="003E3506">
        <w:rPr>
          <w:rtl/>
          <w:lang w:bidi="fa-IR"/>
        </w:rPr>
        <w:lastRenderedPageBreak/>
        <w:t>١٨٦٠ - مالك نمى تواند خمس را به مستحق داده</w:t>
      </w:r>
      <w:r w:rsidR="000C4B14">
        <w:rPr>
          <w:rtl/>
          <w:lang w:bidi="fa-IR"/>
        </w:rPr>
        <w:t>،</w:t>
      </w:r>
      <w:r w:rsidRPr="003E3506">
        <w:rPr>
          <w:rtl/>
          <w:lang w:bidi="fa-IR"/>
        </w:rPr>
        <w:t xml:space="preserve"> و بر او شرط كند كه آن را به او برگرداند</w:t>
      </w:r>
      <w:r w:rsidR="000C4B14">
        <w:rPr>
          <w:rtl/>
          <w:lang w:bidi="fa-IR"/>
        </w:rPr>
        <w:t>،</w:t>
      </w:r>
      <w:r w:rsidRPr="003E3506">
        <w:rPr>
          <w:rtl/>
          <w:lang w:bidi="fa-IR"/>
        </w:rPr>
        <w:t xml:space="preserve"> ولى اگر مستحق پس از گرفتن خمس راضى شود آن را به او برگرداند مانعى ندارد</w:t>
      </w:r>
      <w:r w:rsidR="000C4B14">
        <w:rPr>
          <w:rtl/>
          <w:lang w:bidi="fa-IR"/>
        </w:rPr>
        <w:t>،</w:t>
      </w:r>
      <w:r w:rsidRPr="003E3506">
        <w:rPr>
          <w:rtl/>
          <w:lang w:bidi="fa-IR"/>
        </w:rPr>
        <w:t xml:space="preserve"> مثلا كسى كه مقدار زيادى خمس بدهكار است و فقير شده و مى خواهد مديون اهل خمس نباشد</w:t>
      </w:r>
      <w:r w:rsidR="000C4B14">
        <w:rPr>
          <w:rtl/>
          <w:lang w:bidi="fa-IR"/>
        </w:rPr>
        <w:t>،</w:t>
      </w:r>
      <w:r w:rsidRPr="003E3506">
        <w:rPr>
          <w:rtl/>
          <w:lang w:bidi="fa-IR"/>
        </w:rPr>
        <w:t xml:space="preserve"> اگر مستحق راضى شود كه خمس را از او بگيرد</w:t>
      </w:r>
      <w:r w:rsidR="000C4B14">
        <w:rPr>
          <w:rtl/>
          <w:lang w:bidi="fa-IR"/>
        </w:rPr>
        <w:t>،</w:t>
      </w:r>
      <w:r w:rsidRPr="003E3506">
        <w:rPr>
          <w:rtl/>
          <w:lang w:bidi="fa-IR"/>
        </w:rPr>
        <w:t xml:space="preserve"> و به او ببخشد اشكال ندارد.</w:t>
      </w:r>
    </w:p>
    <w:p w:rsidR="003E3506" w:rsidRPr="003E3506" w:rsidRDefault="00F72BDA" w:rsidP="003E3506">
      <w:pPr>
        <w:pStyle w:val="libNormal"/>
        <w:rPr>
          <w:lang w:bidi="fa-IR"/>
        </w:rPr>
      </w:pPr>
      <w:r>
        <w:rPr>
          <w:rtl/>
          <w:lang w:bidi="fa-IR"/>
        </w:rPr>
        <w:br w:type="page"/>
      </w:r>
    </w:p>
    <w:p w:rsidR="003E3506" w:rsidRDefault="00605FAB" w:rsidP="00F72BDA">
      <w:pPr>
        <w:pStyle w:val="Heading2"/>
        <w:rPr>
          <w:rtl/>
          <w:lang w:bidi="fa-IR"/>
        </w:rPr>
      </w:pPr>
      <w:bookmarkStart w:id="203" w:name="_Toc24454626"/>
      <w:r>
        <w:rPr>
          <w:rtl/>
          <w:lang w:bidi="fa-IR"/>
        </w:rPr>
        <w:t>(</w:t>
      </w:r>
      <w:r w:rsidR="003E3506" w:rsidRPr="003E3506">
        <w:rPr>
          <w:rtl/>
          <w:lang w:bidi="fa-IR"/>
        </w:rPr>
        <w:t>احكام زكاة</w:t>
      </w:r>
      <w:r>
        <w:rPr>
          <w:rtl/>
          <w:lang w:bidi="fa-IR"/>
        </w:rPr>
        <w:t>)</w:t>
      </w:r>
      <w:bookmarkEnd w:id="203"/>
    </w:p>
    <w:p w:rsidR="003E3506" w:rsidRPr="003E3506" w:rsidRDefault="003E3506" w:rsidP="003E3506">
      <w:pPr>
        <w:pStyle w:val="libNormal"/>
        <w:rPr>
          <w:lang w:bidi="fa-IR"/>
        </w:rPr>
      </w:pPr>
      <w:r w:rsidRPr="003E3506">
        <w:rPr>
          <w:rtl/>
          <w:lang w:bidi="fa-IR"/>
        </w:rPr>
        <w:t>١٨٦١ - زكاة در چند چيز واجب است</w:t>
      </w:r>
      <w:r w:rsidR="00553569">
        <w:rPr>
          <w:rtl/>
          <w:lang w:bidi="fa-IR"/>
        </w:rPr>
        <w:t>:</w:t>
      </w:r>
      <w:r w:rsidRPr="003E3506">
        <w:rPr>
          <w:rtl/>
          <w:lang w:bidi="fa-IR"/>
        </w:rPr>
        <w:t xml:space="preserve"> اول گندم</w:t>
      </w:r>
      <w:r w:rsidR="000C4B14">
        <w:rPr>
          <w:rtl/>
          <w:lang w:bidi="fa-IR"/>
        </w:rPr>
        <w:t>.</w:t>
      </w:r>
    </w:p>
    <w:p w:rsidR="003E3506" w:rsidRPr="003E3506" w:rsidRDefault="003E3506" w:rsidP="003E3506">
      <w:pPr>
        <w:pStyle w:val="libNormal"/>
        <w:rPr>
          <w:lang w:bidi="fa-IR"/>
        </w:rPr>
      </w:pPr>
      <w:r w:rsidRPr="003E3506">
        <w:rPr>
          <w:rtl/>
          <w:lang w:bidi="fa-IR"/>
        </w:rPr>
        <w:t>دوم جو.</w:t>
      </w:r>
    </w:p>
    <w:p w:rsidR="003E3506" w:rsidRPr="003E3506" w:rsidRDefault="003E3506" w:rsidP="003E3506">
      <w:pPr>
        <w:pStyle w:val="libNormal"/>
        <w:rPr>
          <w:lang w:bidi="fa-IR"/>
        </w:rPr>
      </w:pPr>
      <w:r w:rsidRPr="003E3506">
        <w:rPr>
          <w:rtl/>
          <w:lang w:bidi="fa-IR"/>
        </w:rPr>
        <w:t>سوم خرما.</w:t>
      </w:r>
    </w:p>
    <w:p w:rsidR="003E3506" w:rsidRPr="003E3506" w:rsidRDefault="003E3506" w:rsidP="003E3506">
      <w:pPr>
        <w:pStyle w:val="libNormal"/>
        <w:rPr>
          <w:lang w:bidi="fa-IR"/>
        </w:rPr>
      </w:pPr>
      <w:r w:rsidRPr="003E3506">
        <w:rPr>
          <w:rtl/>
          <w:lang w:bidi="fa-IR"/>
        </w:rPr>
        <w:t>چهارم كشمش</w:t>
      </w:r>
      <w:r w:rsidR="000C4B14">
        <w:rPr>
          <w:rtl/>
          <w:lang w:bidi="fa-IR"/>
        </w:rPr>
        <w:t>.</w:t>
      </w:r>
    </w:p>
    <w:p w:rsidR="003E3506" w:rsidRPr="003E3506" w:rsidRDefault="003E3506" w:rsidP="003E3506">
      <w:pPr>
        <w:pStyle w:val="libNormal"/>
        <w:rPr>
          <w:lang w:bidi="fa-IR"/>
        </w:rPr>
      </w:pPr>
      <w:r w:rsidRPr="003E3506">
        <w:rPr>
          <w:rtl/>
          <w:lang w:bidi="fa-IR"/>
        </w:rPr>
        <w:t>پنجم طلا.</w:t>
      </w:r>
    </w:p>
    <w:p w:rsidR="003E3506" w:rsidRPr="003E3506" w:rsidRDefault="003E3506" w:rsidP="003E3506">
      <w:pPr>
        <w:pStyle w:val="libNormal"/>
        <w:rPr>
          <w:lang w:bidi="fa-IR"/>
        </w:rPr>
      </w:pPr>
      <w:r w:rsidRPr="003E3506">
        <w:rPr>
          <w:rtl/>
          <w:lang w:bidi="fa-IR"/>
        </w:rPr>
        <w:t>ششم نقره</w:t>
      </w:r>
      <w:r w:rsidR="000C4B14">
        <w:rPr>
          <w:rtl/>
          <w:lang w:bidi="fa-IR"/>
        </w:rPr>
        <w:t>.</w:t>
      </w:r>
    </w:p>
    <w:p w:rsidR="003E3506" w:rsidRPr="003E3506" w:rsidRDefault="003E3506" w:rsidP="003E3506">
      <w:pPr>
        <w:pStyle w:val="libNormal"/>
        <w:rPr>
          <w:lang w:bidi="fa-IR"/>
        </w:rPr>
      </w:pPr>
      <w:r w:rsidRPr="003E3506">
        <w:rPr>
          <w:rtl/>
          <w:lang w:bidi="fa-IR"/>
        </w:rPr>
        <w:t>هفتم شتر.</w:t>
      </w:r>
    </w:p>
    <w:p w:rsidR="003E3506" w:rsidRPr="003E3506" w:rsidRDefault="003E3506" w:rsidP="003E3506">
      <w:pPr>
        <w:pStyle w:val="libNormal"/>
        <w:rPr>
          <w:lang w:bidi="fa-IR"/>
        </w:rPr>
      </w:pPr>
      <w:r w:rsidRPr="003E3506">
        <w:rPr>
          <w:rtl/>
          <w:lang w:bidi="fa-IR"/>
        </w:rPr>
        <w:t>هشتم گاو.</w:t>
      </w:r>
    </w:p>
    <w:p w:rsidR="003E3506" w:rsidRPr="003E3506" w:rsidRDefault="003E3506" w:rsidP="003E3506">
      <w:pPr>
        <w:pStyle w:val="libNormal"/>
        <w:rPr>
          <w:lang w:bidi="fa-IR"/>
        </w:rPr>
      </w:pPr>
      <w:r w:rsidRPr="003E3506">
        <w:rPr>
          <w:rtl/>
          <w:lang w:bidi="fa-IR"/>
        </w:rPr>
        <w:t>نهم گوسفند.</w:t>
      </w:r>
    </w:p>
    <w:p w:rsidR="003E3506" w:rsidRPr="003E3506" w:rsidRDefault="003E3506" w:rsidP="003E3506">
      <w:pPr>
        <w:pStyle w:val="libNormal"/>
        <w:rPr>
          <w:lang w:bidi="fa-IR"/>
        </w:rPr>
      </w:pPr>
      <w:r w:rsidRPr="003E3506">
        <w:rPr>
          <w:rtl/>
          <w:lang w:bidi="fa-IR"/>
        </w:rPr>
        <w:t>دهم مال التجاره بنابر احتياط لازم</w:t>
      </w:r>
      <w:r w:rsidR="000C4B14">
        <w:rPr>
          <w:rtl/>
          <w:lang w:bidi="fa-IR"/>
        </w:rPr>
        <w:t>.</w:t>
      </w:r>
    </w:p>
    <w:p w:rsidR="003E3506" w:rsidRPr="003E3506" w:rsidRDefault="003E3506" w:rsidP="003E3506">
      <w:pPr>
        <w:pStyle w:val="libNormal"/>
        <w:rPr>
          <w:lang w:bidi="fa-IR"/>
        </w:rPr>
      </w:pPr>
      <w:r w:rsidRPr="003E3506">
        <w:rPr>
          <w:rtl/>
          <w:lang w:bidi="fa-IR"/>
        </w:rPr>
        <w:t>و اگر كسى مالك يكى از اين ده چيز باشد با شرايطى كه بعدا گفته مى شود</w:t>
      </w:r>
      <w:r w:rsidR="000C4B14">
        <w:rPr>
          <w:rtl/>
          <w:lang w:bidi="fa-IR"/>
        </w:rPr>
        <w:t>،</w:t>
      </w:r>
      <w:r w:rsidRPr="003E3506">
        <w:rPr>
          <w:rtl/>
          <w:lang w:bidi="fa-IR"/>
        </w:rPr>
        <w:t xml:space="preserve"> بايد مقدارى كه معين شده</w:t>
      </w:r>
      <w:r w:rsidR="000C4B14">
        <w:rPr>
          <w:rtl/>
          <w:lang w:bidi="fa-IR"/>
        </w:rPr>
        <w:t>،</w:t>
      </w:r>
      <w:r w:rsidRPr="003E3506">
        <w:rPr>
          <w:rtl/>
          <w:lang w:bidi="fa-IR"/>
        </w:rPr>
        <w:t xml:space="preserve"> به يكى از مصرفهايى كه دستور داده اند برساند.</w:t>
      </w:r>
    </w:p>
    <w:p w:rsidR="003E3506" w:rsidRPr="003E3506" w:rsidRDefault="003E3506" w:rsidP="003E3506">
      <w:pPr>
        <w:pStyle w:val="libNormal"/>
        <w:rPr>
          <w:lang w:bidi="fa-IR"/>
        </w:rPr>
      </w:pPr>
      <w:r w:rsidRPr="003E3506">
        <w:rPr>
          <w:rtl/>
          <w:lang w:bidi="fa-IR"/>
        </w:rPr>
        <w:t>١٨٦٢ - سلت كه دانه ايست به نرمى گندم و خاصيت جو را دارد</w:t>
      </w:r>
      <w:r w:rsidR="000C4B14">
        <w:rPr>
          <w:rtl/>
          <w:lang w:bidi="fa-IR"/>
        </w:rPr>
        <w:t>،</w:t>
      </w:r>
      <w:r w:rsidRPr="003E3506">
        <w:rPr>
          <w:rtl/>
          <w:lang w:bidi="fa-IR"/>
        </w:rPr>
        <w:t xml:space="preserve"> و علس كه مثل گندم است و خوراك مردمان صنعا مى باشد</w:t>
      </w:r>
      <w:r w:rsidR="000C4B14">
        <w:rPr>
          <w:rtl/>
          <w:lang w:bidi="fa-IR"/>
        </w:rPr>
        <w:t>،</w:t>
      </w:r>
      <w:r w:rsidRPr="003E3506">
        <w:rPr>
          <w:rtl/>
          <w:lang w:bidi="fa-IR"/>
        </w:rPr>
        <w:t xml:space="preserve"> بنابر احتياط واجب بايد از آنها زكاة داده شود.</w:t>
      </w:r>
    </w:p>
    <w:p w:rsidR="003E3506" w:rsidRDefault="00605FAB" w:rsidP="00F72BDA">
      <w:pPr>
        <w:pStyle w:val="Heading3"/>
        <w:rPr>
          <w:rtl/>
          <w:lang w:bidi="fa-IR"/>
        </w:rPr>
      </w:pPr>
      <w:bookmarkStart w:id="204" w:name="_Toc24454627"/>
      <w:r>
        <w:rPr>
          <w:rtl/>
          <w:lang w:bidi="fa-IR"/>
        </w:rPr>
        <w:t>(</w:t>
      </w:r>
      <w:r w:rsidR="003E3506" w:rsidRPr="003E3506">
        <w:rPr>
          <w:rtl/>
          <w:lang w:bidi="fa-IR"/>
        </w:rPr>
        <w:t>شرايط واجب شدن زكاة</w:t>
      </w:r>
      <w:r>
        <w:rPr>
          <w:rtl/>
          <w:lang w:bidi="fa-IR"/>
        </w:rPr>
        <w:t>)</w:t>
      </w:r>
      <w:bookmarkEnd w:id="204"/>
    </w:p>
    <w:p w:rsidR="00F72BDA" w:rsidRDefault="003E3506" w:rsidP="003E3506">
      <w:pPr>
        <w:pStyle w:val="libNormal"/>
        <w:rPr>
          <w:rtl/>
          <w:lang w:bidi="fa-IR"/>
        </w:rPr>
      </w:pPr>
      <w:r w:rsidRPr="003E3506">
        <w:rPr>
          <w:rtl/>
          <w:lang w:bidi="fa-IR"/>
        </w:rPr>
        <w:t>١٨٦٣ - زكاة در ده چيز گذشته در صورتى واجب مى شود كه مال به مقدار نصاب كه بعدا گفته مى شود برسد و آن مال شخصى انسان باشد</w:t>
      </w:r>
      <w:r w:rsidR="000C4B14">
        <w:rPr>
          <w:rtl/>
          <w:lang w:bidi="fa-IR"/>
        </w:rPr>
        <w:t>،</w:t>
      </w:r>
      <w:r w:rsidRPr="003E3506">
        <w:rPr>
          <w:rtl/>
          <w:lang w:bidi="fa-IR"/>
        </w:rPr>
        <w:t xml:space="preserve"> و مالك آن آزاد باشد.</w:t>
      </w:r>
    </w:p>
    <w:p w:rsidR="003E3506" w:rsidRPr="003E3506" w:rsidRDefault="003E3506" w:rsidP="003E3506">
      <w:pPr>
        <w:pStyle w:val="libNormal"/>
        <w:rPr>
          <w:lang w:bidi="fa-IR"/>
        </w:rPr>
      </w:pPr>
      <w:r w:rsidRPr="003E3506">
        <w:rPr>
          <w:rtl/>
          <w:lang w:bidi="fa-IR"/>
        </w:rPr>
        <w:t>١٨٦٤ - اگر انسان يازده ماه مالك گاو و گوسفند و شتر و طلا و نقره باشد</w:t>
      </w:r>
      <w:r w:rsidR="000C4B14">
        <w:rPr>
          <w:rtl/>
          <w:lang w:bidi="fa-IR"/>
        </w:rPr>
        <w:t>،</w:t>
      </w:r>
      <w:r w:rsidRPr="003E3506">
        <w:rPr>
          <w:rtl/>
          <w:lang w:bidi="fa-IR"/>
        </w:rPr>
        <w:t xml:space="preserve"> اگر چه اول ماه دوازدهم زكاة بر او واجب مى شود</w:t>
      </w:r>
      <w:r w:rsidR="000C4B14">
        <w:rPr>
          <w:rtl/>
          <w:lang w:bidi="fa-IR"/>
        </w:rPr>
        <w:t>،</w:t>
      </w:r>
      <w:r w:rsidRPr="003E3506">
        <w:rPr>
          <w:rtl/>
          <w:lang w:bidi="fa-IR"/>
        </w:rPr>
        <w:t xml:space="preserve"> ولى اول سال بعد را بايد بعد از تمام شدن ماه دوازدهم حساب كند.</w:t>
      </w:r>
    </w:p>
    <w:p w:rsidR="003E3506" w:rsidRPr="003E3506" w:rsidRDefault="003E3506" w:rsidP="003E3506">
      <w:pPr>
        <w:pStyle w:val="libNormal"/>
        <w:rPr>
          <w:lang w:bidi="fa-IR"/>
        </w:rPr>
      </w:pPr>
      <w:r w:rsidRPr="003E3506">
        <w:rPr>
          <w:rtl/>
          <w:lang w:bidi="fa-IR"/>
        </w:rPr>
        <w:lastRenderedPageBreak/>
        <w:t>١٨٦٥ - وجوب زكاة در طلا و نقره و مال تجارت مشروط به آن است كه مالك عاقل و بالغ باشد</w:t>
      </w:r>
      <w:r w:rsidR="000C4B14">
        <w:rPr>
          <w:rtl/>
          <w:lang w:bidi="fa-IR"/>
        </w:rPr>
        <w:t>،</w:t>
      </w:r>
      <w:r w:rsidRPr="003E3506">
        <w:rPr>
          <w:rtl/>
          <w:lang w:bidi="fa-IR"/>
        </w:rPr>
        <w:t xml:space="preserve"> ولى در گندم و جو و خرما و كشمش و هم چنين در شتر و گاو و گوسفند مشروط به بلوغ و عقل مالك نمى باشد.</w:t>
      </w:r>
    </w:p>
    <w:p w:rsidR="003E3506" w:rsidRPr="003E3506" w:rsidRDefault="003E3506" w:rsidP="003E3506">
      <w:pPr>
        <w:pStyle w:val="libNormal"/>
        <w:rPr>
          <w:lang w:bidi="fa-IR"/>
        </w:rPr>
      </w:pPr>
      <w:r w:rsidRPr="003E3506">
        <w:rPr>
          <w:rtl/>
          <w:lang w:bidi="fa-IR"/>
        </w:rPr>
        <w:t>١٨٦٦ - زكاة گندم و جو وقتى واجب مى شود كه به آنها گندم و جو گفته شود</w:t>
      </w:r>
      <w:r w:rsidR="000C4B14">
        <w:rPr>
          <w:rtl/>
          <w:lang w:bidi="fa-IR"/>
        </w:rPr>
        <w:t>،</w:t>
      </w:r>
      <w:r w:rsidRPr="003E3506">
        <w:rPr>
          <w:rtl/>
          <w:lang w:bidi="fa-IR"/>
        </w:rPr>
        <w:t xml:space="preserve"> و زكاة كشمش وقتى واجب مى شود</w:t>
      </w:r>
      <w:r w:rsidR="000C4B14">
        <w:rPr>
          <w:rtl/>
          <w:lang w:bidi="fa-IR"/>
        </w:rPr>
        <w:t>،</w:t>
      </w:r>
      <w:r w:rsidRPr="003E3506">
        <w:rPr>
          <w:rtl/>
          <w:lang w:bidi="fa-IR"/>
        </w:rPr>
        <w:t xml:space="preserve"> كه انگور مى باشد</w:t>
      </w:r>
      <w:r w:rsidR="000C4B14">
        <w:rPr>
          <w:rtl/>
          <w:lang w:bidi="fa-IR"/>
        </w:rPr>
        <w:t>،</w:t>
      </w:r>
      <w:r w:rsidRPr="003E3506">
        <w:rPr>
          <w:rtl/>
          <w:lang w:bidi="fa-IR"/>
        </w:rPr>
        <w:t xml:space="preserve"> و زكاة خرما وقتى واجب مى شود كه عرب به آن تمر گويد</w:t>
      </w:r>
      <w:r w:rsidR="000C4B14">
        <w:rPr>
          <w:rtl/>
          <w:lang w:bidi="fa-IR"/>
        </w:rPr>
        <w:t>،</w:t>
      </w:r>
      <w:r w:rsidRPr="003E3506">
        <w:rPr>
          <w:rtl/>
          <w:lang w:bidi="fa-IR"/>
        </w:rPr>
        <w:t xml:space="preserve"> ولى وقت ملاحظه نصاب و دادن زكاة در گندم و جو موقع خرمن و جدا كردن كاه آنها است</w:t>
      </w:r>
      <w:r w:rsidR="000C4B14">
        <w:rPr>
          <w:rtl/>
          <w:lang w:bidi="fa-IR"/>
        </w:rPr>
        <w:t>،</w:t>
      </w:r>
      <w:r w:rsidRPr="003E3506">
        <w:rPr>
          <w:rtl/>
          <w:lang w:bidi="fa-IR"/>
        </w:rPr>
        <w:t xml:space="preserve"> و در خرما و كشمش موقع چيدن آنها است</w:t>
      </w:r>
      <w:r w:rsidR="000C4B14">
        <w:rPr>
          <w:rtl/>
          <w:lang w:bidi="fa-IR"/>
        </w:rPr>
        <w:t>.</w:t>
      </w:r>
    </w:p>
    <w:p w:rsidR="003E3506" w:rsidRPr="003E3506" w:rsidRDefault="003E3506" w:rsidP="003E3506">
      <w:pPr>
        <w:pStyle w:val="libNormal"/>
        <w:rPr>
          <w:lang w:bidi="fa-IR"/>
        </w:rPr>
      </w:pPr>
      <w:r w:rsidRPr="003E3506">
        <w:rPr>
          <w:rtl/>
          <w:lang w:bidi="fa-IR"/>
        </w:rPr>
        <w:t>و اين وقت را وقت خشك شدن مى نامند.</w:t>
      </w:r>
    </w:p>
    <w:p w:rsidR="003E3506" w:rsidRPr="003E3506" w:rsidRDefault="003E3506" w:rsidP="003E3506">
      <w:pPr>
        <w:pStyle w:val="libNormal"/>
        <w:rPr>
          <w:lang w:bidi="fa-IR"/>
        </w:rPr>
      </w:pPr>
      <w:r w:rsidRPr="003E3506">
        <w:rPr>
          <w:rtl/>
          <w:lang w:bidi="fa-IR"/>
        </w:rPr>
        <w:t>١٨٦٧ - در ثبوت زكاة در گندم و جو و كشمش و خرما كه در مساله پيش گفته شد</w:t>
      </w:r>
      <w:r w:rsidR="000C4B14">
        <w:rPr>
          <w:rtl/>
          <w:lang w:bidi="fa-IR"/>
        </w:rPr>
        <w:t>،</w:t>
      </w:r>
      <w:r w:rsidRPr="003E3506">
        <w:rPr>
          <w:rtl/>
          <w:lang w:bidi="fa-IR"/>
        </w:rPr>
        <w:t xml:space="preserve"> بنابر اقوى معتبر نيست كه مالك بتواند در آنها تصرف كند</w:t>
      </w:r>
      <w:r w:rsidR="000C4B14">
        <w:rPr>
          <w:rtl/>
          <w:lang w:bidi="fa-IR"/>
        </w:rPr>
        <w:t>،</w:t>
      </w:r>
      <w:r w:rsidRPr="003E3506">
        <w:rPr>
          <w:rtl/>
          <w:lang w:bidi="fa-IR"/>
        </w:rPr>
        <w:t xml:space="preserve"> پس اگر غايب باشد</w:t>
      </w:r>
      <w:r w:rsidR="000C4B14">
        <w:rPr>
          <w:rtl/>
          <w:lang w:bidi="fa-IR"/>
        </w:rPr>
        <w:t>،</w:t>
      </w:r>
      <w:r w:rsidRPr="003E3506">
        <w:rPr>
          <w:rtl/>
          <w:lang w:bidi="fa-IR"/>
        </w:rPr>
        <w:t xml:space="preserve"> و مال هم در دست خود يا وكيلش نباشد</w:t>
      </w:r>
      <w:r w:rsidR="000C4B14">
        <w:rPr>
          <w:rtl/>
          <w:lang w:bidi="fa-IR"/>
        </w:rPr>
        <w:t>،</w:t>
      </w:r>
      <w:r w:rsidRPr="003E3506">
        <w:rPr>
          <w:rtl/>
          <w:lang w:bidi="fa-IR"/>
        </w:rPr>
        <w:t xml:space="preserve"> مثلا كسى آنها را غصب كرده باشد باز هم زكاة در آنها ثابت است</w:t>
      </w:r>
      <w:r w:rsidR="000C4B14">
        <w:rPr>
          <w:rtl/>
          <w:lang w:bidi="fa-IR"/>
        </w:rPr>
        <w:t>.</w:t>
      </w:r>
    </w:p>
    <w:p w:rsidR="003E3506" w:rsidRPr="003E3506" w:rsidRDefault="003E3506" w:rsidP="003E3506">
      <w:pPr>
        <w:pStyle w:val="libNormal"/>
        <w:rPr>
          <w:lang w:bidi="fa-IR"/>
        </w:rPr>
      </w:pPr>
      <w:r w:rsidRPr="003E3506">
        <w:rPr>
          <w:rtl/>
          <w:lang w:bidi="fa-IR"/>
        </w:rPr>
        <w:t>١٨٦٨ - در ثبوت زكاة در طلا و نقره و مال التجاره كه گذشت</w:t>
      </w:r>
      <w:r w:rsidR="000C4B14">
        <w:rPr>
          <w:rtl/>
          <w:lang w:bidi="fa-IR"/>
        </w:rPr>
        <w:t>،</w:t>
      </w:r>
      <w:r w:rsidRPr="003E3506">
        <w:rPr>
          <w:rtl/>
          <w:lang w:bidi="fa-IR"/>
        </w:rPr>
        <w:t xml:space="preserve"> بايد مالك عاقل باشد</w:t>
      </w:r>
      <w:r w:rsidR="000C4B14">
        <w:rPr>
          <w:rtl/>
          <w:lang w:bidi="fa-IR"/>
        </w:rPr>
        <w:t>،</w:t>
      </w:r>
      <w:r w:rsidRPr="003E3506">
        <w:rPr>
          <w:rtl/>
          <w:lang w:bidi="fa-IR"/>
        </w:rPr>
        <w:t xml:space="preserve"> اگر مالك در تمام سال يا در مقدارى از آن ديوانه باشد</w:t>
      </w:r>
      <w:r w:rsidR="000C4B14">
        <w:rPr>
          <w:rtl/>
          <w:lang w:bidi="fa-IR"/>
        </w:rPr>
        <w:t>،</w:t>
      </w:r>
      <w:r w:rsidRPr="003E3506">
        <w:rPr>
          <w:rtl/>
          <w:lang w:bidi="fa-IR"/>
        </w:rPr>
        <w:t xml:space="preserve"> زكاة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١٨٦٩ - اگر صاحب گاو و گوسفند و شتر</w:t>
      </w:r>
      <w:r w:rsidR="000C4B14">
        <w:rPr>
          <w:rtl/>
          <w:lang w:bidi="fa-IR"/>
        </w:rPr>
        <w:t>،</w:t>
      </w:r>
      <w:r w:rsidRPr="003E3506">
        <w:rPr>
          <w:rtl/>
          <w:lang w:bidi="fa-IR"/>
        </w:rPr>
        <w:t xml:space="preserve"> و طلا و نقره در مقدارى از سال مست يا بيهوش شود</w:t>
      </w:r>
      <w:r w:rsidR="000C4B14">
        <w:rPr>
          <w:rtl/>
          <w:lang w:bidi="fa-IR"/>
        </w:rPr>
        <w:t>،</w:t>
      </w:r>
      <w:r w:rsidRPr="003E3506">
        <w:rPr>
          <w:rtl/>
          <w:lang w:bidi="fa-IR"/>
        </w:rPr>
        <w:t xml:space="preserve"> زكاة از او ساقط نمى شود</w:t>
      </w:r>
      <w:r w:rsidR="000C4B14">
        <w:rPr>
          <w:rtl/>
          <w:lang w:bidi="fa-IR"/>
        </w:rPr>
        <w:t>،</w:t>
      </w:r>
      <w:r w:rsidRPr="003E3506">
        <w:rPr>
          <w:rtl/>
          <w:lang w:bidi="fa-IR"/>
        </w:rPr>
        <w:t xml:space="preserve"> و هم چنين است اگر موقع واجب شدن زكاة گندم و جو و خرما و كشمش مست يا بيهوش باشد.</w:t>
      </w:r>
    </w:p>
    <w:p w:rsidR="003E3506" w:rsidRPr="003E3506" w:rsidRDefault="003E3506" w:rsidP="003E3506">
      <w:pPr>
        <w:pStyle w:val="libNormal"/>
        <w:rPr>
          <w:lang w:bidi="fa-IR"/>
        </w:rPr>
      </w:pPr>
      <w:r w:rsidRPr="003E3506">
        <w:rPr>
          <w:rtl/>
          <w:lang w:bidi="fa-IR"/>
        </w:rPr>
        <w:t>١٨٧٠ - در ثبوت زكاة در غير گندم و جو خرما و كشمش شرط است كه مالك متمكن از تصرف در مال باشد</w:t>
      </w:r>
      <w:r w:rsidR="000C4B14">
        <w:rPr>
          <w:rtl/>
          <w:lang w:bidi="fa-IR"/>
        </w:rPr>
        <w:t>،</w:t>
      </w:r>
      <w:r w:rsidRPr="003E3506">
        <w:rPr>
          <w:rtl/>
          <w:lang w:bidi="fa-IR"/>
        </w:rPr>
        <w:t xml:space="preserve"> پس اگر كسى آن را غصب كرده باشد</w:t>
      </w:r>
      <w:r w:rsidR="000C4B14">
        <w:rPr>
          <w:rtl/>
          <w:lang w:bidi="fa-IR"/>
        </w:rPr>
        <w:t>،</w:t>
      </w:r>
      <w:r w:rsidRPr="003E3506">
        <w:rPr>
          <w:rtl/>
          <w:lang w:bidi="fa-IR"/>
        </w:rPr>
        <w:t xml:space="preserve"> كه نتواند در آن تصرف كند زكاة ندارد.</w:t>
      </w:r>
    </w:p>
    <w:p w:rsidR="003E3506" w:rsidRPr="003E3506" w:rsidRDefault="003E3506" w:rsidP="003E3506">
      <w:pPr>
        <w:pStyle w:val="libNormal"/>
        <w:rPr>
          <w:lang w:bidi="fa-IR"/>
        </w:rPr>
      </w:pPr>
      <w:r w:rsidRPr="003E3506">
        <w:rPr>
          <w:rtl/>
          <w:lang w:bidi="fa-IR"/>
        </w:rPr>
        <w:t>١٨٧١ - اگر طلا و نقره يا چيز ديگرى را كه زكاة در آن واجب است قرض كند و يك سال نزد او بماند</w:t>
      </w:r>
      <w:r w:rsidR="000C4B14">
        <w:rPr>
          <w:rtl/>
          <w:lang w:bidi="fa-IR"/>
        </w:rPr>
        <w:t>،</w:t>
      </w:r>
      <w:r w:rsidRPr="003E3506">
        <w:rPr>
          <w:rtl/>
          <w:lang w:bidi="fa-IR"/>
        </w:rPr>
        <w:t xml:space="preserve"> بايد زكاة آن را بدهد</w:t>
      </w:r>
      <w:r w:rsidR="000C4B14">
        <w:rPr>
          <w:rtl/>
          <w:lang w:bidi="fa-IR"/>
        </w:rPr>
        <w:t>،</w:t>
      </w:r>
      <w:r w:rsidRPr="003E3506">
        <w:rPr>
          <w:rtl/>
          <w:lang w:bidi="fa-IR"/>
        </w:rPr>
        <w:t xml:space="preserve"> و بر كسى كه قرض داده چيزى واجب نيست</w:t>
      </w:r>
      <w:r w:rsidR="000C4B14">
        <w:rPr>
          <w:rtl/>
          <w:lang w:bidi="fa-IR"/>
        </w:rPr>
        <w:t>.</w:t>
      </w:r>
    </w:p>
    <w:p w:rsidR="003E3506" w:rsidRDefault="00605FAB" w:rsidP="00F72BDA">
      <w:pPr>
        <w:pStyle w:val="Heading3"/>
        <w:rPr>
          <w:rtl/>
          <w:lang w:bidi="fa-IR"/>
        </w:rPr>
      </w:pPr>
      <w:bookmarkStart w:id="205" w:name="_Toc24454628"/>
      <w:r>
        <w:rPr>
          <w:rtl/>
          <w:lang w:bidi="fa-IR"/>
        </w:rPr>
        <w:lastRenderedPageBreak/>
        <w:t>(</w:t>
      </w:r>
      <w:r w:rsidR="003E3506" w:rsidRPr="003E3506">
        <w:rPr>
          <w:rtl/>
          <w:lang w:bidi="fa-IR"/>
        </w:rPr>
        <w:t>زكاة گندم و جو و خرما و كشمش</w:t>
      </w:r>
      <w:r>
        <w:rPr>
          <w:rtl/>
          <w:lang w:bidi="fa-IR"/>
        </w:rPr>
        <w:t>)</w:t>
      </w:r>
      <w:bookmarkEnd w:id="205"/>
    </w:p>
    <w:p w:rsidR="003E3506" w:rsidRPr="003E3506" w:rsidRDefault="003E3506" w:rsidP="003E3506">
      <w:pPr>
        <w:pStyle w:val="libNormal"/>
        <w:rPr>
          <w:lang w:bidi="fa-IR"/>
        </w:rPr>
      </w:pPr>
      <w:r w:rsidRPr="003E3506">
        <w:rPr>
          <w:rtl/>
          <w:lang w:bidi="fa-IR"/>
        </w:rPr>
        <w:t>١٨٧٢ - زكاة گندم و جو و خرما و كشمش</w:t>
      </w:r>
      <w:r w:rsidR="000C4B14">
        <w:rPr>
          <w:rtl/>
          <w:lang w:bidi="fa-IR"/>
        </w:rPr>
        <w:t>،</w:t>
      </w:r>
      <w:r w:rsidRPr="003E3506">
        <w:rPr>
          <w:rtl/>
          <w:lang w:bidi="fa-IR"/>
        </w:rPr>
        <w:t xml:space="preserve"> وقتى واجب مى شود كه به مقدار نصاب برسند</w:t>
      </w:r>
      <w:r w:rsidR="000C4B14">
        <w:rPr>
          <w:rtl/>
          <w:lang w:bidi="fa-IR"/>
        </w:rPr>
        <w:t>،</w:t>
      </w:r>
      <w:r w:rsidRPr="003E3506">
        <w:rPr>
          <w:rtl/>
          <w:lang w:bidi="fa-IR"/>
        </w:rPr>
        <w:t xml:space="preserve"> و نصاب آنها سيصد صاع است كه به گفته عده اى تقريبا </w:t>
      </w:r>
      <w:r w:rsidR="00605FAB">
        <w:rPr>
          <w:rtl/>
          <w:lang w:bidi="fa-IR"/>
        </w:rPr>
        <w:t>(</w:t>
      </w:r>
      <w:r w:rsidRPr="003E3506">
        <w:rPr>
          <w:rtl/>
          <w:lang w:bidi="fa-IR"/>
        </w:rPr>
        <w:t>٨٤٧</w:t>
      </w:r>
      <w:r w:rsidR="00605FAB">
        <w:rPr>
          <w:rtl/>
          <w:lang w:bidi="fa-IR"/>
        </w:rPr>
        <w:t>)</w:t>
      </w:r>
      <w:r w:rsidRPr="003E3506">
        <w:rPr>
          <w:rtl/>
          <w:lang w:bidi="fa-IR"/>
        </w:rPr>
        <w:t xml:space="preserve"> كيلوگرم مى شود.</w:t>
      </w:r>
    </w:p>
    <w:p w:rsidR="003E3506" w:rsidRPr="003E3506" w:rsidRDefault="003E3506" w:rsidP="003E3506">
      <w:pPr>
        <w:pStyle w:val="libNormal"/>
        <w:rPr>
          <w:lang w:bidi="fa-IR"/>
        </w:rPr>
      </w:pPr>
      <w:r w:rsidRPr="003E3506">
        <w:rPr>
          <w:rtl/>
          <w:lang w:bidi="fa-IR"/>
        </w:rPr>
        <w:t>١٨٧٣ - اگر پيش از دادن زكاة از انگور و خرما و جو و گندمى كه زكاة آنها واجب شده خود و عيالاتش بخورند</w:t>
      </w:r>
      <w:r w:rsidR="000C4B14">
        <w:rPr>
          <w:rtl/>
          <w:lang w:bidi="fa-IR"/>
        </w:rPr>
        <w:t>،</w:t>
      </w:r>
      <w:r w:rsidRPr="003E3506">
        <w:rPr>
          <w:rtl/>
          <w:lang w:bidi="fa-IR"/>
        </w:rPr>
        <w:t xml:space="preserve"> يا مثلا به فقير به غير عنوان زكاة بدهد</w:t>
      </w:r>
      <w:r w:rsidR="000C4B14">
        <w:rPr>
          <w:rtl/>
          <w:lang w:bidi="fa-IR"/>
        </w:rPr>
        <w:t>،</w:t>
      </w:r>
      <w:r w:rsidRPr="003E3506">
        <w:rPr>
          <w:rtl/>
          <w:lang w:bidi="fa-IR"/>
        </w:rPr>
        <w:t xml:space="preserve"> بايد زكاة مقدارى را كه مصرف كرده بدهد.</w:t>
      </w:r>
    </w:p>
    <w:p w:rsidR="003E3506" w:rsidRPr="003E3506" w:rsidRDefault="003E3506" w:rsidP="003E3506">
      <w:pPr>
        <w:pStyle w:val="libNormal"/>
        <w:rPr>
          <w:lang w:bidi="fa-IR"/>
        </w:rPr>
      </w:pPr>
      <w:r w:rsidRPr="003E3506">
        <w:rPr>
          <w:rtl/>
          <w:lang w:bidi="fa-IR"/>
        </w:rPr>
        <w:t>١٨٧٤ - اگر بعد از آن كه زكاة گندم و جو و خرما و انگور واجب شد مالك آن بميرد</w:t>
      </w:r>
      <w:r w:rsidR="000C4B14">
        <w:rPr>
          <w:rtl/>
          <w:lang w:bidi="fa-IR"/>
        </w:rPr>
        <w:t>،</w:t>
      </w:r>
      <w:r w:rsidRPr="003E3506">
        <w:rPr>
          <w:rtl/>
          <w:lang w:bidi="fa-IR"/>
        </w:rPr>
        <w:t xml:space="preserve"> بايد مقدار زكاة را از مال او بدهند</w:t>
      </w:r>
      <w:r w:rsidR="000C4B14">
        <w:rPr>
          <w:rtl/>
          <w:lang w:bidi="fa-IR"/>
        </w:rPr>
        <w:t>،</w:t>
      </w:r>
      <w:r w:rsidRPr="003E3506">
        <w:rPr>
          <w:rtl/>
          <w:lang w:bidi="fa-IR"/>
        </w:rPr>
        <w:t xml:space="preserve"> ولى اگر پيش از واجب شدن زكاة بميرد</w:t>
      </w:r>
      <w:r w:rsidR="000C4B14">
        <w:rPr>
          <w:rtl/>
          <w:lang w:bidi="fa-IR"/>
        </w:rPr>
        <w:t>،</w:t>
      </w:r>
      <w:r w:rsidRPr="003E3506">
        <w:rPr>
          <w:rtl/>
          <w:lang w:bidi="fa-IR"/>
        </w:rPr>
        <w:t xml:space="preserve"> هر يك از ورثه كه سهم او به اندازه نصاب است بايد زكاة سهم خود را بدهد.</w:t>
      </w:r>
    </w:p>
    <w:p w:rsidR="003E3506" w:rsidRPr="003E3506" w:rsidRDefault="003E3506" w:rsidP="003E3506">
      <w:pPr>
        <w:pStyle w:val="libNormal"/>
        <w:rPr>
          <w:lang w:bidi="fa-IR"/>
        </w:rPr>
      </w:pPr>
      <w:r w:rsidRPr="003E3506">
        <w:rPr>
          <w:rtl/>
          <w:lang w:bidi="fa-IR"/>
        </w:rPr>
        <w:t>١٨٧٥ - كسى كه از طرف حاكم شرع مامور جمع آورى زكاة است موقع خرمن كه گندم و جو را از كاه جدا مى كنند</w:t>
      </w:r>
      <w:r w:rsidR="000C4B14">
        <w:rPr>
          <w:rtl/>
          <w:lang w:bidi="fa-IR"/>
        </w:rPr>
        <w:t>،</w:t>
      </w:r>
      <w:r w:rsidRPr="003E3506">
        <w:rPr>
          <w:rtl/>
          <w:lang w:bidi="fa-IR"/>
        </w:rPr>
        <w:t xml:space="preserve"> و در وقت خشك شدن خرما و انگور مى تواند زكاة را مطالبه كند</w:t>
      </w:r>
      <w:r w:rsidR="000C4B14">
        <w:rPr>
          <w:rtl/>
          <w:lang w:bidi="fa-IR"/>
        </w:rPr>
        <w:t>،</w:t>
      </w:r>
      <w:r w:rsidRPr="003E3506">
        <w:rPr>
          <w:rtl/>
          <w:lang w:bidi="fa-IR"/>
        </w:rPr>
        <w:t xml:space="preserve"> و اگر مالك ندهد</w:t>
      </w:r>
      <w:r w:rsidR="000C4B14">
        <w:rPr>
          <w:rtl/>
          <w:lang w:bidi="fa-IR"/>
        </w:rPr>
        <w:t>،</w:t>
      </w:r>
      <w:r w:rsidRPr="003E3506">
        <w:rPr>
          <w:rtl/>
          <w:lang w:bidi="fa-IR"/>
        </w:rPr>
        <w:t xml:space="preserve"> و چيزى كه زكاة آن واجب شده</w:t>
      </w:r>
      <w:r w:rsidR="000C4B14">
        <w:rPr>
          <w:rtl/>
          <w:lang w:bidi="fa-IR"/>
        </w:rPr>
        <w:t>،</w:t>
      </w:r>
      <w:r w:rsidRPr="003E3506">
        <w:rPr>
          <w:rtl/>
          <w:lang w:bidi="fa-IR"/>
        </w:rPr>
        <w:t xml:space="preserve"> از بين برود</w:t>
      </w:r>
      <w:r w:rsidR="000C4B14">
        <w:rPr>
          <w:rtl/>
          <w:lang w:bidi="fa-IR"/>
        </w:rPr>
        <w:t>،</w:t>
      </w:r>
      <w:r w:rsidRPr="003E3506">
        <w:rPr>
          <w:rtl/>
          <w:lang w:bidi="fa-IR"/>
        </w:rPr>
        <w:t xml:space="preserve"> بايد عوض آن را بدهد.</w:t>
      </w:r>
    </w:p>
    <w:p w:rsidR="003E3506" w:rsidRPr="003E3506" w:rsidRDefault="003E3506" w:rsidP="003E3506">
      <w:pPr>
        <w:pStyle w:val="libNormal"/>
        <w:rPr>
          <w:lang w:bidi="fa-IR"/>
        </w:rPr>
      </w:pPr>
      <w:r w:rsidRPr="003E3506">
        <w:rPr>
          <w:rtl/>
          <w:lang w:bidi="fa-IR"/>
        </w:rPr>
        <w:t>١٨٧٦ - اگر بعد از مالك شدن درخت خرما و انگور يا زراعت گندم و جو زكاة آنها واجب شود</w:t>
      </w:r>
      <w:r w:rsidR="000C4B14">
        <w:rPr>
          <w:rtl/>
          <w:lang w:bidi="fa-IR"/>
        </w:rPr>
        <w:t>،</w:t>
      </w:r>
      <w:r w:rsidRPr="003E3506">
        <w:rPr>
          <w:rtl/>
          <w:lang w:bidi="fa-IR"/>
        </w:rPr>
        <w:t xml:space="preserve"> بايد زكاة آن را بدهد.</w:t>
      </w:r>
    </w:p>
    <w:p w:rsidR="003E3506" w:rsidRPr="003E3506" w:rsidRDefault="003E3506" w:rsidP="003E3506">
      <w:pPr>
        <w:pStyle w:val="libNormal"/>
        <w:rPr>
          <w:lang w:bidi="fa-IR"/>
        </w:rPr>
      </w:pPr>
      <w:r w:rsidRPr="003E3506">
        <w:rPr>
          <w:rtl/>
          <w:lang w:bidi="fa-IR"/>
        </w:rPr>
        <w:t>١٨٧٧ - اگر بعد از آن كه زكاة گندم و جو و خرما و انگور واجب شده</w:t>
      </w:r>
      <w:r w:rsidR="000C4B14">
        <w:rPr>
          <w:rtl/>
          <w:lang w:bidi="fa-IR"/>
        </w:rPr>
        <w:t>،</w:t>
      </w:r>
      <w:r w:rsidRPr="003E3506">
        <w:rPr>
          <w:rtl/>
          <w:lang w:bidi="fa-IR"/>
        </w:rPr>
        <w:t xml:space="preserve"> زراعت و درخت را بفروشد</w:t>
      </w:r>
      <w:r w:rsidR="000C4B14">
        <w:rPr>
          <w:rtl/>
          <w:lang w:bidi="fa-IR"/>
        </w:rPr>
        <w:t>،</w:t>
      </w:r>
      <w:r w:rsidRPr="003E3506">
        <w:rPr>
          <w:rtl/>
          <w:lang w:bidi="fa-IR"/>
        </w:rPr>
        <w:t xml:space="preserve"> فروشنده بايد زكاة آنها را بدهد</w:t>
      </w:r>
      <w:r w:rsidR="000C4B14">
        <w:rPr>
          <w:rtl/>
          <w:lang w:bidi="fa-IR"/>
        </w:rPr>
        <w:t>،</w:t>
      </w:r>
      <w:r w:rsidRPr="003E3506">
        <w:rPr>
          <w:rtl/>
          <w:lang w:bidi="fa-IR"/>
        </w:rPr>
        <w:t xml:space="preserve"> و چنانچه داد بر خريدار چيزى واجب نيست</w:t>
      </w:r>
      <w:r w:rsidR="000C4B14">
        <w:rPr>
          <w:rtl/>
          <w:lang w:bidi="fa-IR"/>
        </w:rPr>
        <w:t>.</w:t>
      </w:r>
    </w:p>
    <w:p w:rsidR="003E3506" w:rsidRPr="003E3506" w:rsidRDefault="003E3506" w:rsidP="003E3506">
      <w:pPr>
        <w:pStyle w:val="libNormal"/>
        <w:rPr>
          <w:lang w:bidi="fa-IR"/>
        </w:rPr>
      </w:pPr>
      <w:r w:rsidRPr="003E3506">
        <w:rPr>
          <w:rtl/>
          <w:lang w:bidi="fa-IR"/>
        </w:rPr>
        <w:t>١٨٧٨ - اگر انسان گندم يا جو يا خرما يا انگور را بخرد</w:t>
      </w:r>
      <w:r w:rsidR="000C4B14">
        <w:rPr>
          <w:rtl/>
          <w:lang w:bidi="fa-IR"/>
        </w:rPr>
        <w:t>،</w:t>
      </w:r>
      <w:r w:rsidRPr="003E3506">
        <w:rPr>
          <w:rtl/>
          <w:lang w:bidi="fa-IR"/>
        </w:rPr>
        <w:t xml:space="preserve"> و بداند كه فروشنده زكاة آن را داده</w:t>
      </w:r>
      <w:r w:rsidR="000C4B14">
        <w:rPr>
          <w:rtl/>
          <w:lang w:bidi="fa-IR"/>
        </w:rPr>
        <w:t>،</w:t>
      </w:r>
      <w:r w:rsidRPr="003E3506">
        <w:rPr>
          <w:rtl/>
          <w:lang w:bidi="fa-IR"/>
        </w:rPr>
        <w:t xml:space="preserve"> يا شك كند كه داده يا نه</w:t>
      </w:r>
      <w:r w:rsidR="000C4B14">
        <w:rPr>
          <w:rtl/>
          <w:lang w:bidi="fa-IR"/>
        </w:rPr>
        <w:t>،</w:t>
      </w:r>
      <w:r w:rsidRPr="003E3506">
        <w:rPr>
          <w:rtl/>
          <w:lang w:bidi="fa-IR"/>
        </w:rPr>
        <w:t xml:space="preserve"> چيزى بر او واجب نيست</w:t>
      </w:r>
      <w:r w:rsidR="000C4B14">
        <w:rPr>
          <w:rtl/>
          <w:lang w:bidi="fa-IR"/>
        </w:rPr>
        <w:t>،</w:t>
      </w:r>
      <w:r w:rsidRPr="003E3506">
        <w:rPr>
          <w:rtl/>
          <w:lang w:bidi="fa-IR"/>
        </w:rPr>
        <w:t xml:space="preserve"> و اگر بداند كه زكاة آن را نداده</w:t>
      </w:r>
      <w:r w:rsidR="000C4B14">
        <w:rPr>
          <w:rtl/>
          <w:lang w:bidi="fa-IR"/>
        </w:rPr>
        <w:t>،</w:t>
      </w:r>
      <w:r w:rsidRPr="003E3506">
        <w:rPr>
          <w:rtl/>
          <w:lang w:bidi="fa-IR"/>
        </w:rPr>
        <w:t xml:space="preserve"> بايد خود زكاة آن را بدهد</w:t>
      </w:r>
      <w:r w:rsidR="000C4B14">
        <w:rPr>
          <w:rtl/>
          <w:lang w:bidi="fa-IR"/>
        </w:rPr>
        <w:t>،</w:t>
      </w:r>
      <w:r w:rsidRPr="003E3506">
        <w:rPr>
          <w:rtl/>
          <w:lang w:bidi="fa-IR"/>
        </w:rPr>
        <w:t xml:space="preserve"> ولى چنانچه فروشنده او را گول زده باشد</w:t>
      </w:r>
      <w:r w:rsidR="000C4B14">
        <w:rPr>
          <w:rtl/>
          <w:lang w:bidi="fa-IR"/>
        </w:rPr>
        <w:t>،</w:t>
      </w:r>
      <w:r w:rsidRPr="003E3506">
        <w:rPr>
          <w:rtl/>
          <w:lang w:bidi="fa-IR"/>
        </w:rPr>
        <w:t xml:space="preserve"> مى تواند پس از دادن زكاة به او مراجعه نمايد</w:t>
      </w:r>
      <w:r w:rsidR="000C4B14">
        <w:rPr>
          <w:rtl/>
          <w:lang w:bidi="fa-IR"/>
        </w:rPr>
        <w:t>،</w:t>
      </w:r>
      <w:r w:rsidRPr="003E3506">
        <w:rPr>
          <w:rtl/>
          <w:lang w:bidi="fa-IR"/>
        </w:rPr>
        <w:t xml:space="preserve"> و مقدار زكاة را از او مطالبه كند.</w:t>
      </w:r>
    </w:p>
    <w:p w:rsidR="003E3506" w:rsidRPr="003E3506" w:rsidRDefault="003E3506" w:rsidP="003E3506">
      <w:pPr>
        <w:pStyle w:val="libNormal"/>
        <w:rPr>
          <w:lang w:bidi="fa-IR"/>
        </w:rPr>
      </w:pPr>
      <w:r w:rsidRPr="003E3506">
        <w:rPr>
          <w:rtl/>
          <w:lang w:bidi="fa-IR"/>
        </w:rPr>
        <w:t>١٨٧٩ - اگر وزن گندم و جو و خرما و كشمش موقعى كه تر است به مقدار نصاب برسد و در وقت خشك شدن كمتر از اين مقدار شود</w:t>
      </w:r>
      <w:r w:rsidR="000C4B14">
        <w:rPr>
          <w:rtl/>
          <w:lang w:bidi="fa-IR"/>
        </w:rPr>
        <w:t>،</w:t>
      </w:r>
      <w:r w:rsidRPr="003E3506">
        <w:rPr>
          <w:rtl/>
          <w:lang w:bidi="fa-IR"/>
        </w:rPr>
        <w:t xml:space="preserve"> زكاة آن واجب نيست</w:t>
      </w:r>
      <w:r w:rsidR="000C4B14">
        <w:rPr>
          <w:rtl/>
          <w:lang w:bidi="fa-IR"/>
        </w:rPr>
        <w:t>.</w:t>
      </w:r>
    </w:p>
    <w:p w:rsidR="003E3506" w:rsidRPr="003E3506" w:rsidRDefault="003E3506" w:rsidP="003E3506">
      <w:pPr>
        <w:pStyle w:val="libNormal"/>
        <w:rPr>
          <w:lang w:bidi="fa-IR"/>
        </w:rPr>
      </w:pPr>
      <w:r w:rsidRPr="003E3506">
        <w:rPr>
          <w:rtl/>
          <w:lang w:bidi="fa-IR"/>
        </w:rPr>
        <w:lastRenderedPageBreak/>
        <w:t>١٨٨٠ - اگر گندم و جو و خرما را پيش از وقت خشك شدن مصرف كند</w:t>
      </w:r>
      <w:r w:rsidR="000C4B14">
        <w:rPr>
          <w:rtl/>
          <w:lang w:bidi="fa-IR"/>
        </w:rPr>
        <w:t>،</w:t>
      </w:r>
      <w:r w:rsidRPr="003E3506">
        <w:rPr>
          <w:rtl/>
          <w:lang w:bidi="fa-IR"/>
        </w:rPr>
        <w:t xml:space="preserve"> چنانچه خشك آنها به اندازه نصاب باشد</w:t>
      </w:r>
      <w:r w:rsidR="000C4B14">
        <w:rPr>
          <w:rtl/>
          <w:lang w:bidi="fa-IR"/>
        </w:rPr>
        <w:t>،</w:t>
      </w:r>
      <w:r w:rsidRPr="003E3506">
        <w:rPr>
          <w:rtl/>
          <w:lang w:bidi="fa-IR"/>
        </w:rPr>
        <w:t xml:space="preserve"> بايد زكاة آنها را بدهد.</w:t>
      </w:r>
    </w:p>
    <w:p w:rsidR="003E3506" w:rsidRPr="003E3506" w:rsidRDefault="003E3506" w:rsidP="003E3506">
      <w:pPr>
        <w:pStyle w:val="libNormal"/>
        <w:rPr>
          <w:lang w:bidi="fa-IR"/>
        </w:rPr>
      </w:pPr>
      <w:r w:rsidRPr="003E3506">
        <w:rPr>
          <w:rtl/>
          <w:lang w:bidi="fa-IR"/>
        </w:rPr>
        <w:t xml:space="preserve">١٨٨١ - خرما بر سه قسم است ١ آن است كه خشكش مى كنند و حكم زكاة آن گفته شد ٢ آن است كه در حال رطب بودنش مى خورند ٣ آن است كه نارس </w:t>
      </w:r>
      <w:r w:rsidR="00605FAB">
        <w:rPr>
          <w:rtl/>
          <w:lang w:bidi="fa-IR"/>
        </w:rPr>
        <w:t>(</w:t>
      </w:r>
      <w:r w:rsidRPr="003E3506">
        <w:rPr>
          <w:rtl/>
          <w:lang w:bidi="fa-IR"/>
        </w:rPr>
        <w:t>خلال</w:t>
      </w:r>
      <w:r w:rsidR="00605FAB">
        <w:rPr>
          <w:rtl/>
          <w:lang w:bidi="fa-IR"/>
        </w:rPr>
        <w:t>)</w:t>
      </w:r>
      <w:r w:rsidRPr="003E3506">
        <w:rPr>
          <w:rtl/>
          <w:lang w:bidi="fa-IR"/>
        </w:rPr>
        <w:t xml:space="preserve"> آن را مى خورند.</w:t>
      </w:r>
    </w:p>
    <w:p w:rsidR="003E3506" w:rsidRPr="003E3506" w:rsidRDefault="003E3506" w:rsidP="003E3506">
      <w:pPr>
        <w:pStyle w:val="libNormal"/>
        <w:rPr>
          <w:lang w:bidi="fa-IR"/>
        </w:rPr>
      </w:pPr>
      <w:r w:rsidRPr="003E3506">
        <w:rPr>
          <w:rtl/>
          <w:lang w:bidi="fa-IR"/>
        </w:rPr>
        <w:t>در قسم دوم چنانچه مقدارى باشد كه خشك آن به مقدار نصاب برسد</w:t>
      </w:r>
      <w:r w:rsidR="000C4B14">
        <w:rPr>
          <w:rtl/>
          <w:lang w:bidi="fa-IR"/>
        </w:rPr>
        <w:t>،</w:t>
      </w:r>
      <w:r w:rsidRPr="003E3506">
        <w:rPr>
          <w:rtl/>
          <w:lang w:bidi="fa-IR"/>
        </w:rPr>
        <w:t xml:space="preserve"> احتياط مستحب آن است كه زكاة آن را بدهند</w:t>
      </w:r>
      <w:r w:rsidR="000C4B14">
        <w:rPr>
          <w:rtl/>
          <w:lang w:bidi="fa-IR"/>
        </w:rPr>
        <w:t>،</w:t>
      </w:r>
      <w:r w:rsidRPr="003E3506">
        <w:rPr>
          <w:rtl/>
          <w:lang w:bidi="fa-IR"/>
        </w:rPr>
        <w:t xml:space="preserve"> اما قسم سوم ظاهر اين است كه زكاة بر آن واجب نباشد.</w:t>
      </w:r>
    </w:p>
    <w:p w:rsidR="003E3506" w:rsidRPr="003E3506" w:rsidRDefault="003E3506" w:rsidP="003E3506">
      <w:pPr>
        <w:pStyle w:val="libNormal"/>
        <w:rPr>
          <w:lang w:bidi="fa-IR"/>
        </w:rPr>
      </w:pPr>
      <w:r w:rsidRPr="003E3506">
        <w:rPr>
          <w:rtl/>
          <w:lang w:bidi="fa-IR"/>
        </w:rPr>
        <w:t>١٨٨٢ - گندم و جو و خرما و كشمشى كه زكاة آنها را داده</w:t>
      </w:r>
      <w:r w:rsidR="000C4B14">
        <w:rPr>
          <w:rtl/>
          <w:lang w:bidi="fa-IR"/>
        </w:rPr>
        <w:t>،</w:t>
      </w:r>
      <w:r w:rsidRPr="003E3506">
        <w:rPr>
          <w:rtl/>
          <w:lang w:bidi="fa-IR"/>
        </w:rPr>
        <w:t xml:space="preserve"> اگر چند سال هم نزد او بماند زكاة ندارد.</w:t>
      </w:r>
    </w:p>
    <w:p w:rsidR="003E3506" w:rsidRPr="003E3506" w:rsidRDefault="003E3506" w:rsidP="003E3506">
      <w:pPr>
        <w:pStyle w:val="libNormal"/>
        <w:rPr>
          <w:lang w:bidi="fa-IR"/>
        </w:rPr>
      </w:pPr>
      <w:r w:rsidRPr="003E3506">
        <w:rPr>
          <w:rtl/>
          <w:lang w:bidi="fa-IR"/>
        </w:rPr>
        <w:t>١٨٨٣ - اگر گندم و جو و خرما و انگور از آب باران يا نهر مشروب شود</w:t>
      </w:r>
      <w:r w:rsidR="000C4B14">
        <w:rPr>
          <w:rtl/>
          <w:lang w:bidi="fa-IR"/>
        </w:rPr>
        <w:t>،</w:t>
      </w:r>
      <w:r w:rsidRPr="003E3506">
        <w:rPr>
          <w:rtl/>
          <w:lang w:bidi="fa-IR"/>
        </w:rPr>
        <w:t xml:space="preserve"> يا مثل زراعتهاى مصر از رطوبت زمين استفاده كند</w:t>
      </w:r>
      <w:r w:rsidR="000C4B14">
        <w:rPr>
          <w:rtl/>
          <w:lang w:bidi="fa-IR"/>
        </w:rPr>
        <w:t>،</w:t>
      </w:r>
      <w:r w:rsidRPr="003E3506">
        <w:rPr>
          <w:rtl/>
          <w:lang w:bidi="fa-IR"/>
        </w:rPr>
        <w:t xml:space="preserve"> زكاة آن ده يك است</w:t>
      </w:r>
      <w:r w:rsidR="000C4B14">
        <w:rPr>
          <w:rtl/>
          <w:lang w:bidi="fa-IR"/>
        </w:rPr>
        <w:t>،</w:t>
      </w:r>
      <w:r w:rsidRPr="003E3506">
        <w:rPr>
          <w:rtl/>
          <w:lang w:bidi="fa-IR"/>
        </w:rPr>
        <w:t xml:space="preserve"> و اگر با دلو و مانند آن آبيارى شود</w:t>
      </w:r>
      <w:r w:rsidR="000C4B14">
        <w:rPr>
          <w:rtl/>
          <w:lang w:bidi="fa-IR"/>
        </w:rPr>
        <w:t>،</w:t>
      </w:r>
      <w:r w:rsidRPr="003E3506">
        <w:rPr>
          <w:rtl/>
          <w:lang w:bidi="fa-IR"/>
        </w:rPr>
        <w:t xml:space="preserve"> زكاة آن بيست يك است</w:t>
      </w:r>
      <w:r w:rsidR="000C4B14">
        <w:rPr>
          <w:rtl/>
          <w:lang w:bidi="fa-IR"/>
        </w:rPr>
        <w:t>.</w:t>
      </w:r>
    </w:p>
    <w:p w:rsidR="003E3506" w:rsidRPr="003E3506" w:rsidRDefault="003E3506" w:rsidP="003E3506">
      <w:pPr>
        <w:pStyle w:val="libNormal"/>
        <w:rPr>
          <w:lang w:bidi="fa-IR"/>
        </w:rPr>
      </w:pPr>
      <w:r w:rsidRPr="003E3506">
        <w:rPr>
          <w:rtl/>
          <w:lang w:bidi="fa-IR"/>
        </w:rPr>
        <w:t>١٨٨٤ - اگر گندم و جو و خرما و انگور</w:t>
      </w:r>
      <w:r w:rsidR="000C4B14">
        <w:rPr>
          <w:rtl/>
          <w:lang w:bidi="fa-IR"/>
        </w:rPr>
        <w:t>،</w:t>
      </w:r>
      <w:r w:rsidRPr="003E3506">
        <w:rPr>
          <w:rtl/>
          <w:lang w:bidi="fa-IR"/>
        </w:rPr>
        <w:t xml:space="preserve"> هم از آب باران مشروب شود و هم از آب دلو و مانند آن استفاده كند</w:t>
      </w:r>
      <w:r w:rsidR="000C4B14">
        <w:rPr>
          <w:rtl/>
          <w:lang w:bidi="fa-IR"/>
        </w:rPr>
        <w:t>،</w:t>
      </w:r>
      <w:r w:rsidRPr="003E3506">
        <w:rPr>
          <w:rtl/>
          <w:lang w:bidi="fa-IR"/>
        </w:rPr>
        <w:t xml:space="preserve"> چنانچه طورى باشد كه عرفا بگويند آبيارى آن با دلو و مانند آن شده</w:t>
      </w:r>
      <w:r w:rsidR="000C4B14">
        <w:rPr>
          <w:rtl/>
          <w:lang w:bidi="fa-IR"/>
        </w:rPr>
        <w:t>،</w:t>
      </w:r>
      <w:r w:rsidRPr="003E3506">
        <w:rPr>
          <w:rtl/>
          <w:lang w:bidi="fa-IR"/>
        </w:rPr>
        <w:t xml:space="preserve"> زكاة آن بيست يك است</w:t>
      </w:r>
      <w:r w:rsidR="000C4B14">
        <w:rPr>
          <w:rtl/>
          <w:lang w:bidi="fa-IR"/>
        </w:rPr>
        <w:t>،</w:t>
      </w:r>
      <w:r w:rsidRPr="003E3506">
        <w:rPr>
          <w:rtl/>
          <w:lang w:bidi="fa-IR"/>
        </w:rPr>
        <w:t xml:space="preserve"> و اگر بگويند آبيارى با آب نهر و باران شده</w:t>
      </w:r>
      <w:r w:rsidR="000C4B14">
        <w:rPr>
          <w:rtl/>
          <w:lang w:bidi="fa-IR"/>
        </w:rPr>
        <w:t>،</w:t>
      </w:r>
      <w:r w:rsidRPr="003E3506">
        <w:rPr>
          <w:rtl/>
          <w:lang w:bidi="fa-IR"/>
        </w:rPr>
        <w:t xml:space="preserve"> زكاة آن ده يك است</w:t>
      </w:r>
      <w:r w:rsidR="000C4B14">
        <w:rPr>
          <w:rtl/>
          <w:lang w:bidi="fa-IR"/>
        </w:rPr>
        <w:t>،</w:t>
      </w:r>
      <w:r w:rsidRPr="003E3506">
        <w:rPr>
          <w:rtl/>
          <w:lang w:bidi="fa-IR"/>
        </w:rPr>
        <w:t xml:space="preserve"> و اگر طورى است كه عرفا بگويند به هر دو آبيارى شده زكاة آن سه چهلم است</w:t>
      </w:r>
      <w:r w:rsidR="000C4B14">
        <w:rPr>
          <w:rtl/>
          <w:lang w:bidi="fa-IR"/>
        </w:rPr>
        <w:t>.</w:t>
      </w:r>
    </w:p>
    <w:p w:rsidR="003E3506" w:rsidRPr="003E3506" w:rsidRDefault="003E3506" w:rsidP="003E3506">
      <w:pPr>
        <w:pStyle w:val="libNormal"/>
        <w:rPr>
          <w:lang w:bidi="fa-IR"/>
        </w:rPr>
      </w:pPr>
      <w:r w:rsidRPr="003E3506">
        <w:rPr>
          <w:rtl/>
          <w:lang w:bidi="fa-IR"/>
        </w:rPr>
        <w:t>١٨٨٥ - چنانچه در صدق عرفى شك كند و نداند كه آبيارى طورى است كه در عرف مى گويند با هر دو آبيارى شده يا اين كه مى گويند آبيارى آن مثلا با باران است اگر سه چهلم بدهد كافى است</w:t>
      </w:r>
      <w:r w:rsidR="000C4B14">
        <w:rPr>
          <w:rtl/>
          <w:lang w:bidi="fa-IR"/>
        </w:rPr>
        <w:t>.</w:t>
      </w:r>
    </w:p>
    <w:p w:rsidR="003E3506" w:rsidRPr="003E3506" w:rsidRDefault="003E3506" w:rsidP="003E3506">
      <w:pPr>
        <w:pStyle w:val="libNormal"/>
        <w:rPr>
          <w:lang w:bidi="fa-IR"/>
        </w:rPr>
      </w:pPr>
      <w:r w:rsidRPr="003E3506">
        <w:rPr>
          <w:rtl/>
          <w:lang w:bidi="fa-IR"/>
        </w:rPr>
        <w:t>١٨٨٦ - اگر شك كند و نداند كه عرف مى گويند با هر دو آبيارى شده يا اين كه مى گويند با دلو و نحو آن آبيارى شده است</w:t>
      </w:r>
      <w:r w:rsidR="000C4B14">
        <w:rPr>
          <w:rtl/>
          <w:lang w:bidi="fa-IR"/>
        </w:rPr>
        <w:t>،</w:t>
      </w:r>
      <w:r w:rsidRPr="003E3506">
        <w:rPr>
          <w:rtl/>
          <w:lang w:bidi="fa-IR"/>
        </w:rPr>
        <w:t xml:space="preserve"> در اين صورت دادن يك بيستم كافى است</w:t>
      </w:r>
      <w:r w:rsidR="000C4B14">
        <w:rPr>
          <w:rtl/>
          <w:lang w:bidi="fa-IR"/>
        </w:rPr>
        <w:t>،</w:t>
      </w:r>
      <w:r w:rsidRPr="003E3506">
        <w:rPr>
          <w:rtl/>
          <w:lang w:bidi="fa-IR"/>
        </w:rPr>
        <w:t xml:space="preserve"> و هم چنين است حال اگر احتمال آن نيز برود كه در عرف بگويند با آب باران آبيارى شده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١٨٨٧ - اگر گندم و جو و خرما و انگور با آب باران و نهر مشروب شود</w:t>
      </w:r>
      <w:r w:rsidR="000C4B14">
        <w:rPr>
          <w:rtl/>
          <w:lang w:bidi="fa-IR"/>
        </w:rPr>
        <w:t>،</w:t>
      </w:r>
      <w:r w:rsidRPr="003E3506">
        <w:rPr>
          <w:rtl/>
          <w:lang w:bidi="fa-IR"/>
        </w:rPr>
        <w:t xml:space="preserve"> و به آب دلو و مانند آن محتاج نباشد ولى با آب دلو هم آبيارى شود</w:t>
      </w:r>
      <w:r w:rsidR="000C4B14">
        <w:rPr>
          <w:rtl/>
          <w:lang w:bidi="fa-IR"/>
        </w:rPr>
        <w:t>،</w:t>
      </w:r>
      <w:r w:rsidRPr="003E3506">
        <w:rPr>
          <w:rtl/>
          <w:lang w:bidi="fa-IR"/>
        </w:rPr>
        <w:t xml:space="preserve"> و آب دلو به زياد شدن محصول كمك نكند</w:t>
      </w:r>
      <w:r w:rsidR="000C4B14">
        <w:rPr>
          <w:rtl/>
          <w:lang w:bidi="fa-IR"/>
        </w:rPr>
        <w:t>،</w:t>
      </w:r>
      <w:r w:rsidRPr="003E3506">
        <w:rPr>
          <w:rtl/>
          <w:lang w:bidi="fa-IR"/>
        </w:rPr>
        <w:t xml:space="preserve"> زكاة آن ده يك است</w:t>
      </w:r>
      <w:r w:rsidR="000C4B14">
        <w:rPr>
          <w:rtl/>
          <w:lang w:bidi="fa-IR"/>
        </w:rPr>
        <w:t>،</w:t>
      </w:r>
      <w:r w:rsidRPr="003E3506">
        <w:rPr>
          <w:rtl/>
          <w:lang w:bidi="fa-IR"/>
        </w:rPr>
        <w:t xml:space="preserve"> و اگر با دلو و مانند آن آبيارى شود و به آب نهر و باران محتاج نباشد</w:t>
      </w:r>
      <w:r w:rsidR="000C4B14">
        <w:rPr>
          <w:rtl/>
          <w:lang w:bidi="fa-IR"/>
        </w:rPr>
        <w:t>،</w:t>
      </w:r>
      <w:r w:rsidRPr="003E3506">
        <w:rPr>
          <w:rtl/>
          <w:lang w:bidi="fa-IR"/>
        </w:rPr>
        <w:t xml:space="preserve"> ولى با آب نهر و باران هم مشروب شود و آنها به زياد شدن محصول كمك نكنند</w:t>
      </w:r>
      <w:r w:rsidR="000C4B14">
        <w:rPr>
          <w:rtl/>
          <w:lang w:bidi="fa-IR"/>
        </w:rPr>
        <w:t>،</w:t>
      </w:r>
      <w:r w:rsidRPr="003E3506">
        <w:rPr>
          <w:rtl/>
          <w:lang w:bidi="fa-IR"/>
        </w:rPr>
        <w:t xml:space="preserve"> زكاة آن يك بيستم است</w:t>
      </w:r>
      <w:r w:rsidR="000C4B14">
        <w:rPr>
          <w:rtl/>
          <w:lang w:bidi="fa-IR"/>
        </w:rPr>
        <w:t>.</w:t>
      </w:r>
    </w:p>
    <w:p w:rsidR="003E3506" w:rsidRPr="003E3506" w:rsidRDefault="003E3506" w:rsidP="003E3506">
      <w:pPr>
        <w:pStyle w:val="libNormal"/>
        <w:rPr>
          <w:lang w:bidi="fa-IR"/>
        </w:rPr>
      </w:pPr>
      <w:r w:rsidRPr="003E3506">
        <w:rPr>
          <w:rtl/>
          <w:lang w:bidi="fa-IR"/>
        </w:rPr>
        <w:t>١٨٨٨ - اگر زراعتى را با دلو و مانند آن آبيارى كنند و در زمينى كه پهلوى آن است زراعتى كنند كه از رطوبت آن زمين استفاده نمايد</w:t>
      </w:r>
      <w:r w:rsidR="000C4B14">
        <w:rPr>
          <w:rtl/>
          <w:lang w:bidi="fa-IR"/>
        </w:rPr>
        <w:t>،</w:t>
      </w:r>
      <w:r w:rsidRPr="003E3506">
        <w:rPr>
          <w:rtl/>
          <w:lang w:bidi="fa-IR"/>
        </w:rPr>
        <w:t xml:space="preserve"> و محتاج به آبيارى نشود</w:t>
      </w:r>
      <w:r w:rsidR="000C4B14">
        <w:rPr>
          <w:rtl/>
          <w:lang w:bidi="fa-IR"/>
        </w:rPr>
        <w:t>،</w:t>
      </w:r>
      <w:r w:rsidRPr="003E3506">
        <w:rPr>
          <w:rtl/>
          <w:lang w:bidi="fa-IR"/>
        </w:rPr>
        <w:t xml:space="preserve"> زكاة زراعتى كه با دلو آبيارى شده</w:t>
      </w:r>
      <w:r w:rsidR="000C4B14">
        <w:rPr>
          <w:rtl/>
          <w:lang w:bidi="fa-IR"/>
        </w:rPr>
        <w:t>،</w:t>
      </w:r>
      <w:r w:rsidRPr="003E3506">
        <w:rPr>
          <w:rtl/>
          <w:lang w:bidi="fa-IR"/>
        </w:rPr>
        <w:t xml:space="preserve"> يك بيستم</w:t>
      </w:r>
      <w:r w:rsidR="000C4B14">
        <w:rPr>
          <w:rtl/>
          <w:lang w:bidi="fa-IR"/>
        </w:rPr>
        <w:t>،</w:t>
      </w:r>
      <w:r w:rsidRPr="003E3506">
        <w:rPr>
          <w:rtl/>
          <w:lang w:bidi="fa-IR"/>
        </w:rPr>
        <w:t xml:space="preserve"> و زكاة زراعتى كه پهلوى آن است بنابر احتياط يك دهم مى باشد.</w:t>
      </w:r>
    </w:p>
    <w:p w:rsidR="003E3506" w:rsidRPr="003E3506" w:rsidRDefault="003E3506" w:rsidP="003E3506">
      <w:pPr>
        <w:pStyle w:val="libNormal"/>
        <w:rPr>
          <w:lang w:bidi="fa-IR"/>
        </w:rPr>
      </w:pPr>
      <w:r w:rsidRPr="003E3506">
        <w:rPr>
          <w:rtl/>
          <w:lang w:bidi="fa-IR"/>
        </w:rPr>
        <w:t>١٨٨٩ - مخارجى را كه براى گندم و جو و خرما و انگور كرده است</w:t>
      </w:r>
      <w:r w:rsidR="000C4B14">
        <w:rPr>
          <w:rtl/>
          <w:lang w:bidi="fa-IR"/>
        </w:rPr>
        <w:t>،</w:t>
      </w:r>
      <w:r w:rsidRPr="003E3506">
        <w:rPr>
          <w:rtl/>
          <w:lang w:bidi="fa-IR"/>
        </w:rPr>
        <w:t xml:space="preserve"> نمى تواند از حاصل كسر نموده و ملاحظه نصاب نمايد</w:t>
      </w:r>
      <w:r w:rsidR="000C4B14">
        <w:rPr>
          <w:rtl/>
          <w:lang w:bidi="fa-IR"/>
        </w:rPr>
        <w:t>،</w:t>
      </w:r>
      <w:r w:rsidRPr="003E3506">
        <w:rPr>
          <w:rtl/>
          <w:lang w:bidi="fa-IR"/>
        </w:rPr>
        <w:t xml:space="preserve"> پس چنانچه يكى از آنها پيش از ملاحظه مخارج به مقدار نصاب برسد بايد زكاة آن رابدهد.</w:t>
      </w:r>
    </w:p>
    <w:p w:rsidR="003E3506" w:rsidRPr="003E3506" w:rsidRDefault="003E3506" w:rsidP="003E3506">
      <w:pPr>
        <w:pStyle w:val="libNormal"/>
        <w:rPr>
          <w:lang w:bidi="fa-IR"/>
        </w:rPr>
      </w:pPr>
      <w:r w:rsidRPr="003E3506">
        <w:rPr>
          <w:rtl/>
          <w:lang w:bidi="fa-IR"/>
        </w:rPr>
        <w:t>١٨٩٠ - بذرى را كه به مصرف زراعت رسانده</w:t>
      </w:r>
      <w:r w:rsidR="000C4B14">
        <w:rPr>
          <w:rtl/>
          <w:lang w:bidi="fa-IR"/>
        </w:rPr>
        <w:t>،</w:t>
      </w:r>
      <w:r w:rsidRPr="003E3506">
        <w:rPr>
          <w:rtl/>
          <w:lang w:bidi="fa-IR"/>
        </w:rPr>
        <w:t xml:space="preserve"> چه از خودش باشد</w:t>
      </w:r>
      <w:r w:rsidR="000C4B14">
        <w:rPr>
          <w:rtl/>
          <w:lang w:bidi="fa-IR"/>
        </w:rPr>
        <w:t>،</w:t>
      </w:r>
      <w:r w:rsidRPr="003E3506">
        <w:rPr>
          <w:rtl/>
          <w:lang w:bidi="fa-IR"/>
        </w:rPr>
        <w:t xml:space="preserve"> يا خريده باشد</w:t>
      </w:r>
      <w:r w:rsidR="000C4B14">
        <w:rPr>
          <w:rtl/>
          <w:lang w:bidi="fa-IR"/>
        </w:rPr>
        <w:t>،</w:t>
      </w:r>
      <w:r w:rsidRPr="003E3506">
        <w:rPr>
          <w:rtl/>
          <w:lang w:bidi="fa-IR"/>
        </w:rPr>
        <w:t xml:space="preserve"> نمى تواند نيز از حاصل كسر كند و سپس ملاحظه نصاب بنمايد</w:t>
      </w:r>
      <w:r w:rsidR="000C4B14">
        <w:rPr>
          <w:rtl/>
          <w:lang w:bidi="fa-IR"/>
        </w:rPr>
        <w:t>،</w:t>
      </w:r>
      <w:r w:rsidRPr="003E3506">
        <w:rPr>
          <w:rtl/>
          <w:lang w:bidi="fa-IR"/>
        </w:rPr>
        <w:t xml:space="preserve"> بلكه نصاب را نسبت به مجموع حاصل بايد ملاحظه نمايد.</w:t>
      </w:r>
    </w:p>
    <w:p w:rsidR="003E3506" w:rsidRPr="003E3506" w:rsidRDefault="003E3506" w:rsidP="003E3506">
      <w:pPr>
        <w:pStyle w:val="libNormal"/>
        <w:rPr>
          <w:lang w:bidi="fa-IR"/>
        </w:rPr>
      </w:pPr>
      <w:r w:rsidRPr="003E3506">
        <w:rPr>
          <w:rtl/>
          <w:lang w:bidi="fa-IR"/>
        </w:rPr>
        <w:t>١٨٩١ - آنچه كه دولت از عين مال مى گيرد</w:t>
      </w:r>
      <w:r w:rsidR="000C4B14">
        <w:rPr>
          <w:rtl/>
          <w:lang w:bidi="fa-IR"/>
        </w:rPr>
        <w:t>،</w:t>
      </w:r>
      <w:r w:rsidRPr="003E3506">
        <w:rPr>
          <w:rtl/>
          <w:lang w:bidi="fa-IR"/>
        </w:rPr>
        <w:t xml:space="preserve"> زكاة آن واجب نيست</w:t>
      </w:r>
      <w:r w:rsidR="000C4B14">
        <w:rPr>
          <w:rtl/>
          <w:lang w:bidi="fa-IR"/>
        </w:rPr>
        <w:t>،</w:t>
      </w:r>
      <w:r w:rsidRPr="003E3506">
        <w:rPr>
          <w:rtl/>
          <w:lang w:bidi="fa-IR"/>
        </w:rPr>
        <w:t xml:space="preserve"> مثلا اگر حاصل زراعت </w:t>
      </w:r>
      <w:r w:rsidR="00605FAB">
        <w:rPr>
          <w:rtl/>
          <w:lang w:bidi="fa-IR"/>
        </w:rPr>
        <w:t>(</w:t>
      </w:r>
      <w:r w:rsidRPr="003E3506">
        <w:rPr>
          <w:rtl/>
          <w:lang w:bidi="fa-IR"/>
        </w:rPr>
        <w:t>٢٠٠٠</w:t>
      </w:r>
      <w:r w:rsidR="00605FAB">
        <w:rPr>
          <w:rtl/>
          <w:lang w:bidi="fa-IR"/>
        </w:rPr>
        <w:t>)</w:t>
      </w:r>
      <w:r w:rsidRPr="003E3506">
        <w:rPr>
          <w:rtl/>
          <w:lang w:bidi="fa-IR"/>
        </w:rPr>
        <w:t xml:space="preserve"> كيلوگرم باشد</w:t>
      </w:r>
      <w:r w:rsidR="000C4B14">
        <w:rPr>
          <w:rtl/>
          <w:lang w:bidi="fa-IR"/>
        </w:rPr>
        <w:t>،</w:t>
      </w:r>
      <w:r w:rsidRPr="003E3506">
        <w:rPr>
          <w:rtl/>
          <w:lang w:bidi="fa-IR"/>
        </w:rPr>
        <w:t xml:space="preserve"> و دولت </w:t>
      </w:r>
      <w:r w:rsidR="00605FAB">
        <w:rPr>
          <w:rtl/>
          <w:lang w:bidi="fa-IR"/>
        </w:rPr>
        <w:t>(</w:t>
      </w:r>
      <w:r w:rsidRPr="003E3506">
        <w:rPr>
          <w:rtl/>
          <w:lang w:bidi="fa-IR"/>
        </w:rPr>
        <w:t>١٠٠</w:t>
      </w:r>
      <w:r w:rsidR="00605FAB">
        <w:rPr>
          <w:rtl/>
          <w:lang w:bidi="fa-IR"/>
        </w:rPr>
        <w:t>)</w:t>
      </w:r>
      <w:r w:rsidRPr="003E3506">
        <w:rPr>
          <w:rtl/>
          <w:lang w:bidi="fa-IR"/>
        </w:rPr>
        <w:t xml:space="preserve"> كيلوگرم را به عنوان ماليات بگيرد فقط زكاة در </w:t>
      </w:r>
      <w:r w:rsidR="00605FAB">
        <w:rPr>
          <w:rtl/>
          <w:lang w:bidi="fa-IR"/>
        </w:rPr>
        <w:t>(</w:t>
      </w:r>
      <w:r w:rsidRPr="003E3506">
        <w:rPr>
          <w:rtl/>
          <w:lang w:bidi="fa-IR"/>
        </w:rPr>
        <w:t>١٩٠٠</w:t>
      </w:r>
      <w:r w:rsidR="00605FAB">
        <w:rPr>
          <w:rtl/>
          <w:lang w:bidi="fa-IR"/>
        </w:rPr>
        <w:t>)</w:t>
      </w:r>
      <w:r w:rsidRPr="003E3506">
        <w:rPr>
          <w:rtl/>
          <w:lang w:bidi="fa-IR"/>
        </w:rPr>
        <w:t xml:space="preserve"> كيلو واجب مى شود.</w:t>
      </w:r>
    </w:p>
    <w:p w:rsidR="003E3506" w:rsidRPr="003E3506" w:rsidRDefault="003E3506" w:rsidP="003E3506">
      <w:pPr>
        <w:pStyle w:val="libNormal"/>
        <w:rPr>
          <w:lang w:bidi="fa-IR"/>
        </w:rPr>
      </w:pPr>
      <w:r w:rsidRPr="003E3506">
        <w:rPr>
          <w:rtl/>
          <w:lang w:bidi="fa-IR"/>
        </w:rPr>
        <w:t>١٨٩٢ - مصارفى كه انسان پيش از تعلق زكاة نموده بنابر احتياط واجب نمى تواند از حاصل كسر نموده و فقط زكاة بقيه را بدهد.</w:t>
      </w:r>
    </w:p>
    <w:p w:rsidR="003E3506" w:rsidRPr="003E3506" w:rsidRDefault="003E3506" w:rsidP="003E3506">
      <w:pPr>
        <w:pStyle w:val="libNormal"/>
        <w:rPr>
          <w:lang w:bidi="fa-IR"/>
        </w:rPr>
      </w:pPr>
      <w:r w:rsidRPr="003E3506">
        <w:rPr>
          <w:rtl/>
          <w:lang w:bidi="fa-IR"/>
        </w:rPr>
        <w:t>١٨٩٣ - مصارفى كه بعد از تعلق زكاة خرج مى نمايد</w:t>
      </w:r>
      <w:r w:rsidR="000C4B14">
        <w:rPr>
          <w:rtl/>
          <w:lang w:bidi="fa-IR"/>
        </w:rPr>
        <w:t>،</w:t>
      </w:r>
      <w:r w:rsidRPr="003E3506">
        <w:rPr>
          <w:rtl/>
          <w:lang w:bidi="fa-IR"/>
        </w:rPr>
        <w:t xml:space="preserve"> نمى تواند آنچه را نسبت به مقدار زكاة خرج نموده از حاصل كسر كند</w:t>
      </w:r>
      <w:r w:rsidR="000C4B14">
        <w:rPr>
          <w:rtl/>
          <w:lang w:bidi="fa-IR"/>
        </w:rPr>
        <w:t>،</w:t>
      </w:r>
      <w:r w:rsidRPr="003E3506">
        <w:rPr>
          <w:rtl/>
          <w:lang w:bidi="fa-IR"/>
        </w:rPr>
        <w:t xml:space="preserve"> هر چند - بنابر احتياط - از حاكم شرع يا وكيل او در صرف آنها اجازه گرفته باشد.</w:t>
      </w:r>
    </w:p>
    <w:p w:rsidR="003E3506" w:rsidRPr="003E3506" w:rsidRDefault="003E3506" w:rsidP="003E3506">
      <w:pPr>
        <w:pStyle w:val="libNormal"/>
        <w:rPr>
          <w:lang w:bidi="fa-IR"/>
        </w:rPr>
      </w:pPr>
      <w:r w:rsidRPr="003E3506">
        <w:rPr>
          <w:rtl/>
          <w:lang w:bidi="fa-IR"/>
        </w:rPr>
        <w:lastRenderedPageBreak/>
        <w:t>١٨٩٤ - واجب نيست صبر نمايد تا جو و گندم به حد خرمن برسد و انگور و خرما به وقت خشك شدن برسد</w:t>
      </w:r>
      <w:r w:rsidR="000C4B14">
        <w:rPr>
          <w:rtl/>
          <w:lang w:bidi="fa-IR"/>
        </w:rPr>
        <w:t>،</w:t>
      </w:r>
      <w:r w:rsidRPr="003E3506">
        <w:rPr>
          <w:rtl/>
          <w:lang w:bidi="fa-IR"/>
        </w:rPr>
        <w:t xml:space="preserve"> و آنگاه زكاة را بدهد</w:t>
      </w:r>
      <w:r w:rsidR="000C4B14">
        <w:rPr>
          <w:rtl/>
          <w:lang w:bidi="fa-IR"/>
        </w:rPr>
        <w:t>،</w:t>
      </w:r>
      <w:r w:rsidRPr="003E3506">
        <w:rPr>
          <w:rtl/>
          <w:lang w:bidi="fa-IR"/>
        </w:rPr>
        <w:t xml:space="preserve"> بلكه همين كه زكاة واجب شد جايز است مقدار زكاة را قيمت نموده و به عنوان زكاة قيمت آن را بدهد.</w:t>
      </w:r>
    </w:p>
    <w:p w:rsidR="003E3506" w:rsidRPr="003E3506" w:rsidRDefault="003E3506" w:rsidP="003E3506">
      <w:pPr>
        <w:pStyle w:val="libNormal"/>
        <w:rPr>
          <w:lang w:bidi="fa-IR"/>
        </w:rPr>
      </w:pPr>
      <w:r w:rsidRPr="003E3506">
        <w:rPr>
          <w:rtl/>
          <w:lang w:bidi="fa-IR"/>
        </w:rPr>
        <w:t>١٨٩٥ - بعد از آن كه زكاة تعلق گرفت مى تواند عين زراعت يا خرما و انگور را پيش از درو كردن يا چيدن به مستحق يا حاكم شرع يا وكيل اينها مشاعا تسليم نمايد</w:t>
      </w:r>
      <w:r w:rsidR="000C4B14">
        <w:rPr>
          <w:rtl/>
          <w:lang w:bidi="fa-IR"/>
        </w:rPr>
        <w:t>،</w:t>
      </w:r>
      <w:r w:rsidRPr="003E3506">
        <w:rPr>
          <w:rtl/>
          <w:lang w:bidi="fa-IR"/>
        </w:rPr>
        <w:t xml:space="preserve"> و پس از آن در مصارف شريك مى باشند.</w:t>
      </w:r>
    </w:p>
    <w:p w:rsidR="003E3506" w:rsidRPr="003E3506" w:rsidRDefault="003E3506" w:rsidP="003E3506">
      <w:pPr>
        <w:pStyle w:val="libNormal"/>
        <w:rPr>
          <w:lang w:bidi="fa-IR"/>
        </w:rPr>
      </w:pPr>
      <w:r w:rsidRPr="003E3506">
        <w:rPr>
          <w:rtl/>
          <w:lang w:bidi="fa-IR"/>
        </w:rPr>
        <w:t>١٨٩٦ - در صورتى كه مالك عين مال را از زراعت يا خرما و انگور به حاكم يا مستحق يا وكيل آنها تسليم نمود لازم نيست آنها را مجانا به طور اشاعه نگاه دارد بلكه مى تواند براى اين كه تا وقت درو يا خشك شدن برسد</w:t>
      </w:r>
      <w:r w:rsidR="000C4B14">
        <w:rPr>
          <w:rtl/>
          <w:lang w:bidi="fa-IR"/>
        </w:rPr>
        <w:t>،</w:t>
      </w:r>
      <w:r w:rsidRPr="003E3506">
        <w:rPr>
          <w:rtl/>
          <w:lang w:bidi="fa-IR"/>
        </w:rPr>
        <w:t xml:space="preserve"> براى ماندن آنها در زمينش اجرت مطالبه نمايد.</w:t>
      </w:r>
    </w:p>
    <w:p w:rsidR="003E3506" w:rsidRPr="003E3506" w:rsidRDefault="003E3506" w:rsidP="003E3506">
      <w:pPr>
        <w:pStyle w:val="libNormal"/>
        <w:rPr>
          <w:lang w:bidi="fa-IR"/>
        </w:rPr>
      </w:pPr>
      <w:r w:rsidRPr="003E3506">
        <w:rPr>
          <w:rtl/>
          <w:lang w:bidi="fa-IR"/>
        </w:rPr>
        <w:t>١٨٩٧ - اگر انسان در چند شهر كه فصل رسيدن حاصل آنها با يكديگر اختلاف دارد و زراعت و ميوه آنها در يك وقت به دست نمى آيد</w:t>
      </w:r>
      <w:r w:rsidR="000C4B14">
        <w:rPr>
          <w:rtl/>
          <w:lang w:bidi="fa-IR"/>
        </w:rPr>
        <w:t>،</w:t>
      </w:r>
      <w:r w:rsidRPr="003E3506">
        <w:rPr>
          <w:rtl/>
          <w:lang w:bidi="fa-IR"/>
        </w:rPr>
        <w:t xml:space="preserve"> گندم يا جو و خرما يا انگور داشته باشد</w:t>
      </w:r>
      <w:r w:rsidR="000C4B14">
        <w:rPr>
          <w:rtl/>
          <w:lang w:bidi="fa-IR"/>
        </w:rPr>
        <w:t>،</w:t>
      </w:r>
      <w:r w:rsidRPr="003E3506">
        <w:rPr>
          <w:rtl/>
          <w:lang w:bidi="fa-IR"/>
        </w:rPr>
        <w:t xml:space="preserve"> و همه آنها محصول يك سال حساب شود</w:t>
      </w:r>
      <w:r w:rsidR="000C4B14">
        <w:rPr>
          <w:rtl/>
          <w:lang w:bidi="fa-IR"/>
        </w:rPr>
        <w:t>،</w:t>
      </w:r>
      <w:r w:rsidRPr="003E3506">
        <w:rPr>
          <w:rtl/>
          <w:lang w:bidi="fa-IR"/>
        </w:rPr>
        <w:t xml:space="preserve"> چنانچه چيزى كه اول مى رسد به اندازه نصاب باشد</w:t>
      </w:r>
      <w:r w:rsidR="000C4B14">
        <w:rPr>
          <w:rtl/>
          <w:lang w:bidi="fa-IR"/>
        </w:rPr>
        <w:t>،</w:t>
      </w:r>
      <w:r w:rsidRPr="003E3506">
        <w:rPr>
          <w:rtl/>
          <w:lang w:bidi="fa-IR"/>
        </w:rPr>
        <w:t xml:space="preserve"> بايد زكاة آن را موقعى كه مى رسد بدهد</w:t>
      </w:r>
      <w:r w:rsidR="000C4B14">
        <w:rPr>
          <w:rtl/>
          <w:lang w:bidi="fa-IR"/>
        </w:rPr>
        <w:t>،</w:t>
      </w:r>
      <w:r w:rsidRPr="003E3506">
        <w:rPr>
          <w:rtl/>
          <w:lang w:bidi="fa-IR"/>
        </w:rPr>
        <w:t xml:space="preserve"> و زكاة بقيه را هر وقت به دست مى آيد ادا نمايد</w:t>
      </w:r>
      <w:r w:rsidR="000C4B14">
        <w:rPr>
          <w:rtl/>
          <w:lang w:bidi="fa-IR"/>
        </w:rPr>
        <w:t>،</w:t>
      </w:r>
      <w:r w:rsidRPr="003E3506">
        <w:rPr>
          <w:rtl/>
          <w:lang w:bidi="fa-IR"/>
        </w:rPr>
        <w:t xml:space="preserve"> و اگر آنچه اول مى رسد به اندازه نصاب نباشد</w:t>
      </w:r>
      <w:r w:rsidR="000C4B14">
        <w:rPr>
          <w:rtl/>
          <w:lang w:bidi="fa-IR"/>
        </w:rPr>
        <w:t>،</w:t>
      </w:r>
      <w:r w:rsidRPr="003E3506">
        <w:rPr>
          <w:rtl/>
          <w:lang w:bidi="fa-IR"/>
        </w:rPr>
        <w:t xml:space="preserve"> صبر مى كند تا بقيه آن برسد</w:t>
      </w:r>
      <w:r w:rsidR="000C4B14">
        <w:rPr>
          <w:rtl/>
          <w:lang w:bidi="fa-IR"/>
        </w:rPr>
        <w:t>،</w:t>
      </w:r>
      <w:r w:rsidRPr="003E3506">
        <w:rPr>
          <w:rtl/>
          <w:lang w:bidi="fa-IR"/>
        </w:rPr>
        <w:t xml:space="preserve"> پس اگر روى هم به مقدار نصاب شود</w:t>
      </w:r>
      <w:r w:rsidR="000C4B14">
        <w:rPr>
          <w:rtl/>
          <w:lang w:bidi="fa-IR"/>
        </w:rPr>
        <w:t>،</w:t>
      </w:r>
      <w:r w:rsidRPr="003E3506">
        <w:rPr>
          <w:rtl/>
          <w:lang w:bidi="fa-IR"/>
        </w:rPr>
        <w:t xml:space="preserve"> زكاة آن واجب است و اگر به مقدار نصاب نشود</w:t>
      </w:r>
      <w:r w:rsidR="000C4B14">
        <w:rPr>
          <w:rtl/>
          <w:lang w:bidi="fa-IR"/>
        </w:rPr>
        <w:t>،</w:t>
      </w:r>
      <w:r w:rsidRPr="003E3506">
        <w:rPr>
          <w:rtl/>
          <w:lang w:bidi="fa-IR"/>
        </w:rPr>
        <w:t xml:space="preserve"> زكاة آن واجب نيست</w:t>
      </w:r>
      <w:r w:rsidR="000C4B14">
        <w:rPr>
          <w:rtl/>
          <w:lang w:bidi="fa-IR"/>
        </w:rPr>
        <w:t>.</w:t>
      </w:r>
    </w:p>
    <w:p w:rsidR="003E3506" w:rsidRPr="003E3506" w:rsidRDefault="003E3506" w:rsidP="003E3506">
      <w:pPr>
        <w:pStyle w:val="libNormal"/>
        <w:rPr>
          <w:lang w:bidi="fa-IR"/>
        </w:rPr>
      </w:pPr>
      <w:r w:rsidRPr="003E3506">
        <w:rPr>
          <w:rtl/>
          <w:lang w:bidi="fa-IR"/>
        </w:rPr>
        <w:t>١٨٩٨ - اگر درخت خرما يا انگور در يك سال دو مرتبه ميوه بدهد</w:t>
      </w:r>
      <w:r w:rsidR="000C4B14">
        <w:rPr>
          <w:rtl/>
          <w:lang w:bidi="fa-IR"/>
        </w:rPr>
        <w:t>،</w:t>
      </w:r>
      <w:r w:rsidRPr="003E3506">
        <w:rPr>
          <w:rtl/>
          <w:lang w:bidi="fa-IR"/>
        </w:rPr>
        <w:t xml:space="preserve"> چنانچه روى هم به مقدار نصاب باشد.</w:t>
      </w:r>
    </w:p>
    <w:p w:rsidR="003E3506" w:rsidRPr="003E3506" w:rsidRDefault="003E3506" w:rsidP="003E3506">
      <w:pPr>
        <w:pStyle w:val="libNormal"/>
        <w:rPr>
          <w:lang w:bidi="fa-IR"/>
        </w:rPr>
      </w:pPr>
      <w:r w:rsidRPr="003E3506">
        <w:rPr>
          <w:rtl/>
          <w:lang w:bidi="fa-IR"/>
        </w:rPr>
        <w:t>بنابر احتياط زكاة آن واجب است</w:t>
      </w:r>
      <w:r w:rsidR="000C4B14">
        <w:rPr>
          <w:rtl/>
          <w:lang w:bidi="fa-IR"/>
        </w:rPr>
        <w:t>.</w:t>
      </w:r>
    </w:p>
    <w:p w:rsidR="003E3506" w:rsidRPr="003E3506" w:rsidRDefault="003E3506" w:rsidP="003E3506">
      <w:pPr>
        <w:pStyle w:val="libNormal"/>
        <w:rPr>
          <w:lang w:bidi="fa-IR"/>
        </w:rPr>
      </w:pPr>
      <w:r w:rsidRPr="003E3506">
        <w:rPr>
          <w:rtl/>
          <w:lang w:bidi="fa-IR"/>
        </w:rPr>
        <w:t>١٨٩٩ - اگر مقدارى خرماى خشك نشده يا انگور دارد كه خشك آن به اندازه نصاب مى شود</w:t>
      </w:r>
      <w:r w:rsidR="000C4B14">
        <w:rPr>
          <w:rtl/>
          <w:lang w:bidi="fa-IR"/>
        </w:rPr>
        <w:t>،</w:t>
      </w:r>
      <w:r w:rsidRPr="003E3506">
        <w:rPr>
          <w:rtl/>
          <w:lang w:bidi="fa-IR"/>
        </w:rPr>
        <w:t xml:space="preserve"> چنانچه به قصد زكاة از تازه آن به قدرى به مصرف زكاة برساند كه اگر خشك شود به اندازه زكاتى باشد كه بر او واجب است</w:t>
      </w:r>
      <w:r w:rsidR="000C4B14">
        <w:rPr>
          <w:rtl/>
          <w:lang w:bidi="fa-IR"/>
        </w:rPr>
        <w:t>،</w:t>
      </w:r>
      <w:r w:rsidRPr="003E3506">
        <w:rPr>
          <w:rtl/>
          <w:lang w:bidi="fa-IR"/>
        </w:rPr>
        <w:t xml:space="preserve"> اشكال ندارد.</w:t>
      </w:r>
    </w:p>
    <w:p w:rsidR="003E3506" w:rsidRPr="003E3506" w:rsidRDefault="003E3506" w:rsidP="003E3506">
      <w:pPr>
        <w:pStyle w:val="libNormal"/>
        <w:rPr>
          <w:lang w:bidi="fa-IR"/>
        </w:rPr>
      </w:pPr>
      <w:r w:rsidRPr="003E3506">
        <w:rPr>
          <w:rtl/>
          <w:lang w:bidi="fa-IR"/>
        </w:rPr>
        <w:lastRenderedPageBreak/>
        <w:t>١٩٠٠ - اگر زكاة خرماى خشك يا كشمش بر او واجب باشد</w:t>
      </w:r>
      <w:r w:rsidR="000C4B14">
        <w:rPr>
          <w:rtl/>
          <w:lang w:bidi="fa-IR"/>
        </w:rPr>
        <w:t>،</w:t>
      </w:r>
      <w:r w:rsidRPr="003E3506">
        <w:rPr>
          <w:rtl/>
          <w:lang w:bidi="fa-IR"/>
        </w:rPr>
        <w:t xml:space="preserve"> نمى تواند زكاة آن را خرماى تازه يا انگور بدهد</w:t>
      </w:r>
      <w:r w:rsidR="000C4B14">
        <w:rPr>
          <w:rtl/>
          <w:lang w:bidi="fa-IR"/>
        </w:rPr>
        <w:t>،</w:t>
      </w:r>
      <w:r w:rsidRPr="003E3506">
        <w:rPr>
          <w:rtl/>
          <w:lang w:bidi="fa-IR"/>
        </w:rPr>
        <w:t xml:space="preserve"> بلكه چنانچه ملاحظه قيمت نمايد و انگور يا خرماى تازه يا كشمش يا خرماى خشك ديگر از بابت قيمت بدهد نيز محل اشكال است و نيز اگر زكاة خرماى تازه يا انگور بر او واجب باشد</w:t>
      </w:r>
      <w:r w:rsidR="000C4B14">
        <w:rPr>
          <w:rtl/>
          <w:lang w:bidi="fa-IR"/>
        </w:rPr>
        <w:t>،</w:t>
      </w:r>
      <w:r w:rsidRPr="003E3506">
        <w:rPr>
          <w:rtl/>
          <w:lang w:bidi="fa-IR"/>
        </w:rPr>
        <w:t xml:space="preserve"> نمى تواند زكاة آن را خرماى خشك يا كشمش بدهد بلكه چنانچه به اعتبار قيمت</w:t>
      </w:r>
      <w:r w:rsidR="000C4B14">
        <w:rPr>
          <w:rtl/>
          <w:lang w:bidi="fa-IR"/>
        </w:rPr>
        <w:t>،</w:t>
      </w:r>
      <w:r w:rsidRPr="003E3506">
        <w:rPr>
          <w:rtl/>
          <w:lang w:bidi="fa-IR"/>
        </w:rPr>
        <w:t xml:space="preserve"> خرما و يا انگور ديگرى بدهد اگر چه تازه باشد محل اشكال است</w:t>
      </w:r>
      <w:r w:rsidR="000C4B14">
        <w:rPr>
          <w:rtl/>
          <w:lang w:bidi="fa-IR"/>
        </w:rPr>
        <w:t>.</w:t>
      </w:r>
    </w:p>
    <w:p w:rsidR="003E3506" w:rsidRPr="003E3506" w:rsidRDefault="003E3506" w:rsidP="003E3506">
      <w:pPr>
        <w:pStyle w:val="libNormal"/>
        <w:rPr>
          <w:lang w:bidi="fa-IR"/>
        </w:rPr>
      </w:pPr>
      <w:r w:rsidRPr="003E3506">
        <w:rPr>
          <w:rtl/>
          <w:lang w:bidi="fa-IR"/>
        </w:rPr>
        <w:t>١٩٠١ - كسى كه بدهكار است و مالى هم دارد كه زكاة آن واجب شده اگر بميرد</w:t>
      </w:r>
      <w:r w:rsidR="000C4B14">
        <w:rPr>
          <w:rtl/>
          <w:lang w:bidi="fa-IR"/>
        </w:rPr>
        <w:t>،</w:t>
      </w:r>
      <w:r w:rsidRPr="003E3506">
        <w:rPr>
          <w:rtl/>
          <w:lang w:bidi="fa-IR"/>
        </w:rPr>
        <w:t xml:space="preserve"> بايد اول تمام زكاة را از مالى كه زكات آن واجب شده بدهند بعد قرض او را ادا نمايند.</w:t>
      </w:r>
    </w:p>
    <w:p w:rsidR="003E3506" w:rsidRPr="003E3506" w:rsidRDefault="003E3506" w:rsidP="003E3506">
      <w:pPr>
        <w:pStyle w:val="libNormal"/>
        <w:rPr>
          <w:lang w:bidi="fa-IR"/>
        </w:rPr>
      </w:pPr>
      <w:r w:rsidRPr="003E3506">
        <w:rPr>
          <w:rtl/>
          <w:lang w:bidi="fa-IR"/>
        </w:rPr>
        <w:t>١٩٠٢ - كسى كه بدهكار است و گندم يا جو يا خرما يا انگور هم دارد</w:t>
      </w:r>
      <w:r w:rsidR="000C4B14">
        <w:rPr>
          <w:rtl/>
          <w:lang w:bidi="fa-IR"/>
        </w:rPr>
        <w:t>،</w:t>
      </w:r>
      <w:r w:rsidRPr="003E3506">
        <w:rPr>
          <w:rtl/>
          <w:lang w:bidi="fa-IR"/>
        </w:rPr>
        <w:t xml:space="preserve"> اگر بميرد و پيش از آن كه زكاة اينها واجب شود</w:t>
      </w:r>
      <w:r w:rsidR="000C4B14">
        <w:rPr>
          <w:rtl/>
          <w:lang w:bidi="fa-IR"/>
        </w:rPr>
        <w:t>،</w:t>
      </w:r>
      <w:r w:rsidRPr="003E3506">
        <w:rPr>
          <w:rtl/>
          <w:lang w:bidi="fa-IR"/>
        </w:rPr>
        <w:t xml:space="preserve"> ورثه قرض او را از مال ديگر بدهند</w:t>
      </w:r>
      <w:r w:rsidR="000C4B14">
        <w:rPr>
          <w:rtl/>
          <w:lang w:bidi="fa-IR"/>
        </w:rPr>
        <w:t>،</w:t>
      </w:r>
      <w:r w:rsidRPr="003E3506">
        <w:rPr>
          <w:rtl/>
          <w:lang w:bidi="fa-IR"/>
        </w:rPr>
        <w:t xml:space="preserve"> هر كدام كه سهمشان به اندازه نصاب برسد بايد زكاة بدهد و اگر پيش از آن كه زكاة اينها واجب شود</w:t>
      </w:r>
      <w:r w:rsidR="000C4B14">
        <w:rPr>
          <w:rtl/>
          <w:lang w:bidi="fa-IR"/>
        </w:rPr>
        <w:t>،</w:t>
      </w:r>
      <w:r w:rsidRPr="003E3506">
        <w:rPr>
          <w:rtl/>
          <w:lang w:bidi="fa-IR"/>
        </w:rPr>
        <w:t xml:space="preserve"> قرض او را ندهند</w:t>
      </w:r>
      <w:r w:rsidR="000C4B14">
        <w:rPr>
          <w:rtl/>
          <w:lang w:bidi="fa-IR"/>
        </w:rPr>
        <w:t>،</w:t>
      </w:r>
      <w:r w:rsidRPr="003E3506">
        <w:rPr>
          <w:rtl/>
          <w:lang w:bidi="fa-IR"/>
        </w:rPr>
        <w:t xml:space="preserve"> چنانچه مال ميت فقط به اندازه بدهى او باشد</w:t>
      </w:r>
      <w:r w:rsidR="000C4B14">
        <w:rPr>
          <w:rtl/>
          <w:lang w:bidi="fa-IR"/>
        </w:rPr>
        <w:t>،</w:t>
      </w:r>
      <w:r w:rsidRPr="003E3506">
        <w:rPr>
          <w:rtl/>
          <w:lang w:bidi="fa-IR"/>
        </w:rPr>
        <w:t xml:space="preserve"> واجب نيست زكاة را بدهند</w:t>
      </w:r>
      <w:r w:rsidR="000C4B14">
        <w:rPr>
          <w:rtl/>
          <w:lang w:bidi="fa-IR"/>
        </w:rPr>
        <w:t>،</w:t>
      </w:r>
      <w:r w:rsidRPr="003E3506">
        <w:rPr>
          <w:rtl/>
          <w:lang w:bidi="fa-IR"/>
        </w:rPr>
        <w:t xml:space="preserve"> و اگر مال ميت بيشتر از بدهى او باشد</w:t>
      </w:r>
      <w:r w:rsidR="000C4B14">
        <w:rPr>
          <w:rtl/>
          <w:lang w:bidi="fa-IR"/>
        </w:rPr>
        <w:t>،</w:t>
      </w:r>
      <w:r w:rsidRPr="003E3506">
        <w:rPr>
          <w:rtl/>
          <w:lang w:bidi="fa-IR"/>
        </w:rPr>
        <w:t xml:space="preserve"> در صورتى كه بدهى او به قدرى است كه اگر بخواهند ادا نمايند</w:t>
      </w:r>
      <w:r w:rsidR="000C4B14">
        <w:rPr>
          <w:rtl/>
          <w:lang w:bidi="fa-IR"/>
        </w:rPr>
        <w:t>،</w:t>
      </w:r>
      <w:r w:rsidRPr="003E3506">
        <w:rPr>
          <w:rtl/>
          <w:lang w:bidi="fa-IR"/>
        </w:rPr>
        <w:t xml:space="preserve"> بايد مقدارى از گندم و جو و خرما و انگور را هم به طلبكار بدهند</w:t>
      </w:r>
      <w:r w:rsidR="000C4B14">
        <w:rPr>
          <w:rtl/>
          <w:lang w:bidi="fa-IR"/>
        </w:rPr>
        <w:t>،</w:t>
      </w:r>
      <w:r w:rsidRPr="003E3506">
        <w:rPr>
          <w:rtl/>
          <w:lang w:bidi="fa-IR"/>
        </w:rPr>
        <w:t xml:space="preserve"> آنچه را به طلبكار مى دهند</w:t>
      </w:r>
      <w:r w:rsidR="000C4B14">
        <w:rPr>
          <w:rtl/>
          <w:lang w:bidi="fa-IR"/>
        </w:rPr>
        <w:t>،</w:t>
      </w:r>
      <w:r w:rsidRPr="003E3506">
        <w:rPr>
          <w:rtl/>
          <w:lang w:bidi="fa-IR"/>
        </w:rPr>
        <w:t xml:space="preserve"> زكاة ندارد</w:t>
      </w:r>
      <w:r w:rsidR="000C4B14">
        <w:rPr>
          <w:rtl/>
          <w:lang w:bidi="fa-IR"/>
        </w:rPr>
        <w:t>،</w:t>
      </w:r>
      <w:r w:rsidRPr="003E3506">
        <w:rPr>
          <w:rtl/>
          <w:lang w:bidi="fa-IR"/>
        </w:rPr>
        <w:t xml:space="preserve"> و در بقيه مال هر كدام از ورثه كه سهمش به اندازه نصاب شود بايد</w:t>
      </w:r>
      <w:r w:rsidR="000C4B14">
        <w:rPr>
          <w:rtl/>
          <w:lang w:bidi="fa-IR"/>
        </w:rPr>
        <w:t>،</w:t>
      </w:r>
      <w:r w:rsidRPr="003E3506">
        <w:rPr>
          <w:rtl/>
          <w:lang w:bidi="fa-IR"/>
        </w:rPr>
        <w:t xml:space="preserve"> زكاة آن را بدهد.</w:t>
      </w:r>
    </w:p>
    <w:p w:rsidR="003E3506" w:rsidRPr="003E3506" w:rsidRDefault="003E3506" w:rsidP="003E3506">
      <w:pPr>
        <w:pStyle w:val="libNormal"/>
        <w:rPr>
          <w:lang w:bidi="fa-IR"/>
        </w:rPr>
      </w:pPr>
      <w:r w:rsidRPr="003E3506">
        <w:rPr>
          <w:rtl/>
          <w:lang w:bidi="fa-IR"/>
        </w:rPr>
        <w:t>١٩٠٣ - اگر گندم و جو و خرما و كشمشى كه زكاة آنها واجب شده خوب و بد دارد</w:t>
      </w:r>
      <w:r w:rsidR="000C4B14">
        <w:rPr>
          <w:rtl/>
          <w:lang w:bidi="fa-IR"/>
        </w:rPr>
        <w:t>،</w:t>
      </w:r>
      <w:r w:rsidRPr="003E3506">
        <w:rPr>
          <w:rtl/>
          <w:lang w:bidi="fa-IR"/>
        </w:rPr>
        <w:t xml:space="preserve"> احتياط واجب آن است كه زكاة هر كدام از خوب و بد را از خود آنها بدهد.</w:t>
      </w:r>
    </w:p>
    <w:p w:rsidR="003E3506" w:rsidRDefault="00605FAB" w:rsidP="00F72BDA">
      <w:pPr>
        <w:pStyle w:val="Heading3"/>
        <w:rPr>
          <w:rtl/>
          <w:lang w:bidi="fa-IR"/>
        </w:rPr>
      </w:pPr>
      <w:bookmarkStart w:id="206" w:name="_Toc24454629"/>
      <w:r>
        <w:rPr>
          <w:rtl/>
          <w:lang w:bidi="fa-IR"/>
        </w:rPr>
        <w:t>(</w:t>
      </w:r>
      <w:r w:rsidR="003E3506" w:rsidRPr="003E3506">
        <w:rPr>
          <w:rtl/>
          <w:lang w:bidi="fa-IR"/>
        </w:rPr>
        <w:t>نصاب طلا</w:t>
      </w:r>
      <w:r>
        <w:rPr>
          <w:rtl/>
          <w:lang w:bidi="fa-IR"/>
        </w:rPr>
        <w:t>)</w:t>
      </w:r>
      <w:bookmarkEnd w:id="206"/>
    </w:p>
    <w:p w:rsidR="003E3506" w:rsidRPr="003E3506" w:rsidRDefault="003E3506" w:rsidP="003E3506">
      <w:pPr>
        <w:pStyle w:val="libNormal"/>
        <w:rPr>
          <w:lang w:bidi="fa-IR"/>
        </w:rPr>
      </w:pPr>
      <w:r w:rsidRPr="003E3506">
        <w:rPr>
          <w:rtl/>
          <w:lang w:bidi="fa-IR"/>
        </w:rPr>
        <w:t>١٩٠٤ - طلا دو نصاب دارد</w:t>
      </w:r>
      <w:r w:rsidR="00553569">
        <w:rPr>
          <w:rtl/>
          <w:lang w:bidi="fa-IR"/>
        </w:rPr>
        <w:t>:</w:t>
      </w:r>
      <w:r w:rsidRPr="003E3506">
        <w:rPr>
          <w:rtl/>
          <w:lang w:bidi="fa-IR"/>
        </w:rPr>
        <w:t xml:space="preserve"> نصاب اول آن بيست مثقال شرعى است كه هر مثقال آن </w:t>
      </w:r>
      <w:r w:rsidR="00605FAB">
        <w:rPr>
          <w:rtl/>
          <w:lang w:bidi="fa-IR"/>
        </w:rPr>
        <w:t>(</w:t>
      </w:r>
      <w:r w:rsidRPr="003E3506">
        <w:rPr>
          <w:rtl/>
          <w:lang w:bidi="fa-IR"/>
        </w:rPr>
        <w:t>١٨</w:t>
      </w:r>
      <w:r w:rsidR="00605FAB">
        <w:rPr>
          <w:rtl/>
          <w:lang w:bidi="fa-IR"/>
        </w:rPr>
        <w:t>)</w:t>
      </w:r>
      <w:r w:rsidRPr="003E3506">
        <w:rPr>
          <w:rtl/>
          <w:lang w:bidi="fa-IR"/>
        </w:rPr>
        <w:t xml:space="preserve"> نخود است</w:t>
      </w:r>
      <w:r w:rsidR="000C4B14">
        <w:rPr>
          <w:rtl/>
          <w:lang w:bidi="fa-IR"/>
        </w:rPr>
        <w:t>،</w:t>
      </w:r>
      <w:r w:rsidRPr="003E3506">
        <w:rPr>
          <w:rtl/>
          <w:lang w:bidi="fa-IR"/>
        </w:rPr>
        <w:t xml:space="preserve"> پس وقتى كه طلا به بيست مثقال شرعى كه پانزده مثقال معمولى است برسد</w:t>
      </w:r>
      <w:r w:rsidR="000C4B14">
        <w:rPr>
          <w:rtl/>
          <w:lang w:bidi="fa-IR"/>
        </w:rPr>
        <w:t>،</w:t>
      </w:r>
      <w:r w:rsidRPr="003E3506">
        <w:rPr>
          <w:rtl/>
          <w:lang w:bidi="fa-IR"/>
        </w:rPr>
        <w:t xml:space="preserve"> اگر شرايط ديگر را هم كه گفته شد داشته باشد</w:t>
      </w:r>
      <w:r w:rsidR="000C4B14">
        <w:rPr>
          <w:rtl/>
          <w:lang w:bidi="fa-IR"/>
        </w:rPr>
        <w:t>،</w:t>
      </w:r>
      <w:r w:rsidRPr="003E3506">
        <w:rPr>
          <w:rtl/>
          <w:lang w:bidi="fa-IR"/>
        </w:rPr>
        <w:t xml:space="preserve"> انسان بايد يك چهلم آن را - كه نه نخود مى شود - از بابت زكاة بدهد و اگر به اين مقدار نرسد</w:t>
      </w:r>
      <w:r w:rsidR="000C4B14">
        <w:rPr>
          <w:rtl/>
          <w:lang w:bidi="fa-IR"/>
        </w:rPr>
        <w:t>،</w:t>
      </w:r>
      <w:r w:rsidRPr="003E3506">
        <w:rPr>
          <w:rtl/>
          <w:lang w:bidi="fa-IR"/>
        </w:rPr>
        <w:t xml:space="preserve"> زكاة آن واجب نيست</w:t>
      </w:r>
      <w:r w:rsidR="000C4B14">
        <w:rPr>
          <w:rtl/>
          <w:lang w:bidi="fa-IR"/>
        </w:rPr>
        <w:t>،</w:t>
      </w:r>
      <w:r w:rsidRPr="003E3506">
        <w:rPr>
          <w:rtl/>
          <w:lang w:bidi="fa-IR"/>
        </w:rPr>
        <w:t xml:space="preserve"> و نصاب دوم آن چهار مثقال شرعى است كه سه مثقال معمولى مى شود</w:t>
      </w:r>
      <w:r w:rsidR="000C4B14">
        <w:rPr>
          <w:rtl/>
          <w:lang w:bidi="fa-IR"/>
        </w:rPr>
        <w:t>،</w:t>
      </w:r>
      <w:r w:rsidRPr="003E3506">
        <w:rPr>
          <w:rtl/>
          <w:lang w:bidi="fa-IR"/>
        </w:rPr>
        <w:t xml:space="preserve"> يعنى اگر سه مثقال به پانزده مثقال اضافه شود</w:t>
      </w:r>
      <w:r w:rsidR="000C4B14">
        <w:rPr>
          <w:rtl/>
          <w:lang w:bidi="fa-IR"/>
        </w:rPr>
        <w:t>،</w:t>
      </w:r>
      <w:r w:rsidRPr="003E3506">
        <w:rPr>
          <w:rtl/>
          <w:lang w:bidi="fa-IR"/>
        </w:rPr>
        <w:t xml:space="preserve"> بايد </w:t>
      </w:r>
      <w:r w:rsidRPr="003E3506">
        <w:rPr>
          <w:rtl/>
          <w:lang w:bidi="fa-IR"/>
        </w:rPr>
        <w:lastRenderedPageBreak/>
        <w:t xml:space="preserve">زكاة تمام </w:t>
      </w:r>
      <w:r w:rsidR="00605FAB">
        <w:rPr>
          <w:rtl/>
          <w:lang w:bidi="fa-IR"/>
        </w:rPr>
        <w:t>(</w:t>
      </w:r>
      <w:r w:rsidRPr="003E3506">
        <w:rPr>
          <w:rtl/>
          <w:lang w:bidi="fa-IR"/>
        </w:rPr>
        <w:t>١٨</w:t>
      </w:r>
      <w:r w:rsidR="00605FAB">
        <w:rPr>
          <w:rtl/>
          <w:lang w:bidi="fa-IR"/>
        </w:rPr>
        <w:t>)</w:t>
      </w:r>
      <w:r w:rsidRPr="003E3506">
        <w:rPr>
          <w:rtl/>
          <w:lang w:bidi="fa-IR"/>
        </w:rPr>
        <w:t xml:space="preserve"> مثقال را از قرار چهل يك بدهد</w:t>
      </w:r>
      <w:r w:rsidR="000C4B14">
        <w:rPr>
          <w:rtl/>
          <w:lang w:bidi="fa-IR"/>
        </w:rPr>
        <w:t>،</w:t>
      </w:r>
      <w:r w:rsidRPr="003E3506">
        <w:rPr>
          <w:rtl/>
          <w:lang w:bidi="fa-IR"/>
        </w:rPr>
        <w:t xml:space="preserve"> و اگر كمتر از سه مثقال اضافه شود فقط بايد زكاة </w:t>
      </w:r>
      <w:r w:rsidR="00605FAB">
        <w:rPr>
          <w:rtl/>
          <w:lang w:bidi="fa-IR"/>
        </w:rPr>
        <w:t>(</w:t>
      </w:r>
      <w:r w:rsidRPr="003E3506">
        <w:rPr>
          <w:rtl/>
          <w:lang w:bidi="fa-IR"/>
        </w:rPr>
        <w:t>١٥</w:t>
      </w:r>
      <w:r w:rsidR="00605FAB">
        <w:rPr>
          <w:rtl/>
          <w:lang w:bidi="fa-IR"/>
        </w:rPr>
        <w:t>)</w:t>
      </w:r>
      <w:r w:rsidRPr="003E3506">
        <w:rPr>
          <w:rtl/>
          <w:lang w:bidi="fa-IR"/>
        </w:rPr>
        <w:t xml:space="preserve"> مثقال آن را بدهد</w:t>
      </w:r>
      <w:r w:rsidR="000C4B14">
        <w:rPr>
          <w:rtl/>
          <w:lang w:bidi="fa-IR"/>
        </w:rPr>
        <w:t>،</w:t>
      </w:r>
      <w:r w:rsidRPr="003E3506">
        <w:rPr>
          <w:rtl/>
          <w:lang w:bidi="fa-IR"/>
        </w:rPr>
        <w:t xml:space="preserve"> و زيادى آن زكاة ندارد و هم چنين است هر چه بالا رود</w:t>
      </w:r>
      <w:r w:rsidR="000C4B14">
        <w:rPr>
          <w:rtl/>
          <w:lang w:bidi="fa-IR"/>
        </w:rPr>
        <w:t>،</w:t>
      </w:r>
      <w:r w:rsidRPr="003E3506">
        <w:rPr>
          <w:rtl/>
          <w:lang w:bidi="fa-IR"/>
        </w:rPr>
        <w:t xml:space="preserve"> يعنى اگر سه مثقال اضافه شود</w:t>
      </w:r>
      <w:r w:rsidR="000C4B14">
        <w:rPr>
          <w:rtl/>
          <w:lang w:bidi="fa-IR"/>
        </w:rPr>
        <w:t>،</w:t>
      </w:r>
      <w:r w:rsidRPr="003E3506">
        <w:rPr>
          <w:rtl/>
          <w:lang w:bidi="fa-IR"/>
        </w:rPr>
        <w:t xml:space="preserve"> بايد زكاة تمام آنها را بدهد و اگر كمتر اضافه شود</w:t>
      </w:r>
      <w:r w:rsidR="000C4B14">
        <w:rPr>
          <w:rtl/>
          <w:lang w:bidi="fa-IR"/>
        </w:rPr>
        <w:t>،</w:t>
      </w:r>
      <w:r w:rsidRPr="003E3506">
        <w:rPr>
          <w:rtl/>
          <w:lang w:bidi="fa-IR"/>
        </w:rPr>
        <w:t xml:space="preserve"> مقدارى كه اضافه شده زكاة ندارد.</w:t>
      </w:r>
    </w:p>
    <w:p w:rsidR="003E3506" w:rsidRDefault="00605FAB" w:rsidP="00F72BDA">
      <w:pPr>
        <w:pStyle w:val="Heading3"/>
        <w:rPr>
          <w:rtl/>
          <w:lang w:bidi="fa-IR"/>
        </w:rPr>
      </w:pPr>
      <w:bookmarkStart w:id="207" w:name="_Toc24454630"/>
      <w:r>
        <w:rPr>
          <w:rtl/>
          <w:lang w:bidi="fa-IR"/>
        </w:rPr>
        <w:t>(</w:t>
      </w:r>
      <w:r w:rsidR="003E3506" w:rsidRPr="003E3506">
        <w:rPr>
          <w:rtl/>
          <w:lang w:bidi="fa-IR"/>
        </w:rPr>
        <w:t>نصاب نقره</w:t>
      </w:r>
      <w:r>
        <w:rPr>
          <w:rtl/>
          <w:lang w:bidi="fa-IR"/>
        </w:rPr>
        <w:t>)</w:t>
      </w:r>
      <w:bookmarkEnd w:id="207"/>
    </w:p>
    <w:p w:rsidR="003E3506" w:rsidRPr="003E3506" w:rsidRDefault="003E3506" w:rsidP="003E3506">
      <w:pPr>
        <w:pStyle w:val="libNormal"/>
        <w:rPr>
          <w:lang w:bidi="fa-IR"/>
        </w:rPr>
      </w:pPr>
      <w:r w:rsidRPr="003E3506">
        <w:rPr>
          <w:rtl/>
          <w:lang w:bidi="fa-IR"/>
        </w:rPr>
        <w:t>١٩٠٥ - نقره دو نصاب دارد</w:t>
      </w:r>
      <w:r w:rsidR="00553569">
        <w:rPr>
          <w:rtl/>
          <w:lang w:bidi="fa-IR"/>
        </w:rPr>
        <w:t>:</w:t>
      </w:r>
      <w:r w:rsidRPr="003E3506">
        <w:rPr>
          <w:rtl/>
          <w:lang w:bidi="fa-IR"/>
        </w:rPr>
        <w:t xml:space="preserve"> نصاب اول آن </w:t>
      </w:r>
      <w:r w:rsidR="00605FAB">
        <w:rPr>
          <w:rtl/>
          <w:lang w:bidi="fa-IR"/>
        </w:rPr>
        <w:t>(</w:t>
      </w:r>
      <w:r w:rsidRPr="003E3506">
        <w:rPr>
          <w:rtl/>
          <w:lang w:bidi="fa-IR"/>
        </w:rPr>
        <w:t>١٠٥</w:t>
      </w:r>
      <w:r w:rsidR="00605FAB">
        <w:rPr>
          <w:rtl/>
          <w:lang w:bidi="fa-IR"/>
        </w:rPr>
        <w:t>)</w:t>
      </w:r>
      <w:r w:rsidRPr="003E3506">
        <w:rPr>
          <w:rtl/>
          <w:lang w:bidi="fa-IR"/>
        </w:rPr>
        <w:t xml:space="preserve"> مثقال معمولى است كه اگر نقره به </w:t>
      </w:r>
      <w:r w:rsidR="00605FAB">
        <w:rPr>
          <w:rtl/>
          <w:lang w:bidi="fa-IR"/>
        </w:rPr>
        <w:t>(</w:t>
      </w:r>
      <w:r w:rsidRPr="003E3506">
        <w:rPr>
          <w:rtl/>
          <w:lang w:bidi="fa-IR"/>
        </w:rPr>
        <w:t>١٠٥</w:t>
      </w:r>
      <w:r w:rsidR="00605FAB">
        <w:rPr>
          <w:rtl/>
          <w:lang w:bidi="fa-IR"/>
        </w:rPr>
        <w:t>)</w:t>
      </w:r>
      <w:r w:rsidRPr="003E3506">
        <w:rPr>
          <w:rtl/>
          <w:lang w:bidi="fa-IR"/>
        </w:rPr>
        <w:t xml:space="preserve"> مثقال برسد و شرايط ديگر را هم كه گفته شد داشته باشد</w:t>
      </w:r>
      <w:r w:rsidR="000C4B14">
        <w:rPr>
          <w:rtl/>
          <w:lang w:bidi="fa-IR"/>
        </w:rPr>
        <w:t>،</w:t>
      </w:r>
      <w:r w:rsidRPr="003E3506">
        <w:rPr>
          <w:rtl/>
          <w:lang w:bidi="fa-IR"/>
        </w:rPr>
        <w:t xml:space="preserve"> انسان بايد يك چهلم آن را كه </w:t>
      </w:r>
      <w:r w:rsidR="00605FAB">
        <w:rPr>
          <w:rtl/>
          <w:lang w:bidi="fa-IR"/>
        </w:rPr>
        <w:t>(</w:t>
      </w:r>
      <w:r w:rsidRPr="003E3506">
        <w:rPr>
          <w:rtl/>
          <w:lang w:bidi="fa-IR"/>
        </w:rPr>
        <w:t>٢</w:t>
      </w:r>
      <w:r w:rsidR="00605FAB">
        <w:rPr>
          <w:rtl/>
          <w:lang w:bidi="fa-IR"/>
        </w:rPr>
        <w:t>)</w:t>
      </w:r>
      <w:r w:rsidRPr="003E3506">
        <w:rPr>
          <w:rtl/>
          <w:lang w:bidi="fa-IR"/>
        </w:rPr>
        <w:t xml:space="preserve"> مثقال و </w:t>
      </w:r>
      <w:r w:rsidR="00605FAB">
        <w:rPr>
          <w:rtl/>
          <w:lang w:bidi="fa-IR"/>
        </w:rPr>
        <w:t>(</w:t>
      </w:r>
      <w:r w:rsidRPr="003E3506">
        <w:rPr>
          <w:rtl/>
          <w:lang w:bidi="fa-IR"/>
        </w:rPr>
        <w:t>١٥</w:t>
      </w:r>
      <w:r w:rsidR="00605FAB">
        <w:rPr>
          <w:rtl/>
          <w:lang w:bidi="fa-IR"/>
        </w:rPr>
        <w:t>)</w:t>
      </w:r>
      <w:r w:rsidRPr="003E3506">
        <w:rPr>
          <w:rtl/>
          <w:lang w:bidi="fa-IR"/>
        </w:rPr>
        <w:t xml:space="preserve"> نخود است از بابت زكاة بدهد و اگر به اين مقدار نرسد</w:t>
      </w:r>
      <w:r w:rsidR="000C4B14">
        <w:rPr>
          <w:rtl/>
          <w:lang w:bidi="fa-IR"/>
        </w:rPr>
        <w:t>،</w:t>
      </w:r>
      <w:r w:rsidRPr="003E3506">
        <w:rPr>
          <w:rtl/>
          <w:lang w:bidi="fa-IR"/>
        </w:rPr>
        <w:t xml:space="preserve"> زكاة آن واجب نيست و نصاب دوم آن </w:t>
      </w:r>
      <w:r w:rsidR="00605FAB">
        <w:rPr>
          <w:rtl/>
          <w:lang w:bidi="fa-IR"/>
        </w:rPr>
        <w:t>(</w:t>
      </w:r>
      <w:r w:rsidRPr="003E3506">
        <w:rPr>
          <w:rtl/>
          <w:lang w:bidi="fa-IR"/>
        </w:rPr>
        <w:t>٢١</w:t>
      </w:r>
      <w:r w:rsidR="00605FAB">
        <w:rPr>
          <w:rtl/>
          <w:lang w:bidi="fa-IR"/>
        </w:rPr>
        <w:t>)</w:t>
      </w:r>
      <w:r w:rsidRPr="003E3506">
        <w:rPr>
          <w:rtl/>
          <w:lang w:bidi="fa-IR"/>
        </w:rPr>
        <w:t xml:space="preserve"> مثقال است</w:t>
      </w:r>
      <w:r w:rsidR="000C4B14">
        <w:rPr>
          <w:rtl/>
          <w:lang w:bidi="fa-IR"/>
        </w:rPr>
        <w:t>،</w:t>
      </w:r>
      <w:r w:rsidRPr="003E3506">
        <w:rPr>
          <w:rtl/>
          <w:lang w:bidi="fa-IR"/>
        </w:rPr>
        <w:t xml:space="preserve"> يعنى اگر </w:t>
      </w:r>
      <w:r w:rsidR="00605FAB">
        <w:rPr>
          <w:rtl/>
          <w:lang w:bidi="fa-IR"/>
        </w:rPr>
        <w:t>(</w:t>
      </w:r>
      <w:r w:rsidRPr="003E3506">
        <w:rPr>
          <w:rtl/>
          <w:lang w:bidi="fa-IR"/>
        </w:rPr>
        <w:t>٢١</w:t>
      </w:r>
      <w:r w:rsidR="00605FAB">
        <w:rPr>
          <w:rtl/>
          <w:lang w:bidi="fa-IR"/>
        </w:rPr>
        <w:t>)</w:t>
      </w:r>
      <w:r w:rsidRPr="003E3506">
        <w:rPr>
          <w:rtl/>
          <w:lang w:bidi="fa-IR"/>
        </w:rPr>
        <w:t xml:space="preserve"> مثقال به </w:t>
      </w:r>
      <w:r w:rsidR="00605FAB">
        <w:rPr>
          <w:rtl/>
          <w:lang w:bidi="fa-IR"/>
        </w:rPr>
        <w:t>(</w:t>
      </w:r>
      <w:r w:rsidRPr="003E3506">
        <w:rPr>
          <w:rtl/>
          <w:lang w:bidi="fa-IR"/>
        </w:rPr>
        <w:t>١٠٥</w:t>
      </w:r>
      <w:r w:rsidR="00605FAB">
        <w:rPr>
          <w:rtl/>
          <w:lang w:bidi="fa-IR"/>
        </w:rPr>
        <w:t>)</w:t>
      </w:r>
      <w:r w:rsidRPr="003E3506">
        <w:rPr>
          <w:rtl/>
          <w:lang w:bidi="fa-IR"/>
        </w:rPr>
        <w:t xml:space="preserve"> مثقال اضافه شود</w:t>
      </w:r>
      <w:r w:rsidR="000C4B14">
        <w:rPr>
          <w:rtl/>
          <w:lang w:bidi="fa-IR"/>
        </w:rPr>
        <w:t>،</w:t>
      </w:r>
      <w:r w:rsidRPr="003E3506">
        <w:rPr>
          <w:rtl/>
          <w:lang w:bidi="fa-IR"/>
        </w:rPr>
        <w:t xml:space="preserve"> بايد زكاة تمام </w:t>
      </w:r>
      <w:r w:rsidR="00605FAB">
        <w:rPr>
          <w:rtl/>
          <w:lang w:bidi="fa-IR"/>
        </w:rPr>
        <w:t>(</w:t>
      </w:r>
      <w:r w:rsidRPr="003E3506">
        <w:rPr>
          <w:rtl/>
          <w:lang w:bidi="fa-IR"/>
        </w:rPr>
        <w:t>١٢٦</w:t>
      </w:r>
      <w:r w:rsidR="00605FAB">
        <w:rPr>
          <w:rtl/>
          <w:lang w:bidi="fa-IR"/>
        </w:rPr>
        <w:t>)</w:t>
      </w:r>
      <w:r w:rsidRPr="003E3506">
        <w:rPr>
          <w:rtl/>
          <w:lang w:bidi="fa-IR"/>
        </w:rPr>
        <w:t xml:space="preserve"> مثقال را به طورى كه گفته شد بدهد</w:t>
      </w:r>
      <w:r w:rsidR="000C4B14">
        <w:rPr>
          <w:rtl/>
          <w:lang w:bidi="fa-IR"/>
        </w:rPr>
        <w:t>،</w:t>
      </w:r>
      <w:r w:rsidRPr="003E3506">
        <w:rPr>
          <w:rtl/>
          <w:lang w:bidi="fa-IR"/>
        </w:rPr>
        <w:t xml:space="preserve"> و اگر كمتر از </w:t>
      </w:r>
      <w:r w:rsidR="00605FAB">
        <w:rPr>
          <w:rtl/>
          <w:lang w:bidi="fa-IR"/>
        </w:rPr>
        <w:t>(</w:t>
      </w:r>
      <w:r w:rsidRPr="003E3506">
        <w:rPr>
          <w:rtl/>
          <w:lang w:bidi="fa-IR"/>
        </w:rPr>
        <w:t>٢١</w:t>
      </w:r>
      <w:r w:rsidR="00605FAB">
        <w:rPr>
          <w:rtl/>
          <w:lang w:bidi="fa-IR"/>
        </w:rPr>
        <w:t>)</w:t>
      </w:r>
      <w:r w:rsidRPr="003E3506">
        <w:rPr>
          <w:rtl/>
          <w:lang w:bidi="fa-IR"/>
        </w:rPr>
        <w:t xml:space="preserve"> مثقال اضافه شود</w:t>
      </w:r>
      <w:r w:rsidR="000C4B14">
        <w:rPr>
          <w:rtl/>
          <w:lang w:bidi="fa-IR"/>
        </w:rPr>
        <w:t>،</w:t>
      </w:r>
      <w:r w:rsidRPr="003E3506">
        <w:rPr>
          <w:rtl/>
          <w:lang w:bidi="fa-IR"/>
        </w:rPr>
        <w:t xml:space="preserve"> فقط بايد زكاة </w:t>
      </w:r>
      <w:r w:rsidR="00605FAB">
        <w:rPr>
          <w:rtl/>
          <w:lang w:bidi="fa-IR"/>
        </w:rPr>
        <w:t>(</w:t>
      </w:r>
      <w:r w:rsidRPr="003E3506">
        <w:rPr>
          <w:rtl/>
          <w:lang w:bidi="fa-IR"/>
        </w:rPr>
        <w:t>١٠٥</w:t>
      </w:r>
      <w:r w:rsidR="00605FAB">
        <w:rPr>
          <w:rtl/>
          <w:lang w:bidi="fa-IR"/>
        </w:rPr>
        <w:t>)</w:t>
      </w:r>
      <w:r w:rsidRPr="003E3506">
        <w:rPr>
          <w:rtl/>
          <w:lang w:bidi="fa-IR"/>
        </w:rPr>
        <w:t xml:space="preserve"> مثقال آن را بدهد و زيادى آن زكاة ندارد</w:t>
      </w:r>
      <w:r w:rsidR="000C4B14">
        <w:rPr>
          <w:rtl/>
          <w:lang w:bidi="fa-IR"/>
        </w:rPr>
        <w:t>،</w:t>
      </w:r>
      <w:r w:rsidRPr="003E3506">
        <w:rPr>
          <w:rtl/>
          <w:lang w:bidi="fa-IR"/>
        </w:rPr>
        <w:t xml:space="preserve"> و هم چنين است هر چه بالا رود</w:t>
      </w:r>
      <w:r w:rsidR="000C4B14">
        <w:rPr>
          <w:rtl/>
          <w:lang w:bidi="fa-IR"/>
        </w:rPr>
        <w:t>،</w:t>
      </w:r>
      <w:r w:rsidRPr="003E3506">
        <w:rPr>
          <w:rtl/>
          <w:lang w:bidi="fa-IR"/>
        </w:rPr>
        <w:t xml:space="preserve"> يعنى اگر </w:t>
      </w:r>
      <w:r w:rsidR="00605FAB">
        <w:rPr>
          <w:rtl/>
          <w:lang w:bidi="fa-IR"/>
        </w:rPr>
        <w:t>(</w:t>
      </w:r>
      <w:r w:rsidRPr="003E3506">
        <w:rPr>
          <w:rtl/>
          <w:lang w:bidi="fa-IR"/>
        </w:rPr>
        <w:t>٢١</w:t>
      </w:r>
      <w:r w:rsidR="00605FAB">
        <w:rPr>
          <w:rtl/>
          <w:lang w:bidi="fa-IR"/>
        </w:rPr>
        <w:t>)</w:t>
      </w:r>
      <w:r w:rsidRPr="003E3506">
        <w:rPr>
          <w:rtl/>
          <w:lang w:bidi="fa-IR"/>
        </w:rPr>
        <w:t xml:space="preserve"> مثقال اضافه شود</w:t>
      </w:r>
      <w:r w:rsidR="000C4B14">
        <w:rPr>
          <w:rtl/>
          <w:lang w:bidi="fa-IR"/>
        </w:rPr>
        <w:t>،</w:t>
      </w:r>
      <w:r w:rsidRPr="003E3506">
        <w:rPr>
          <w:rtl/>
          <w:lang w:bidi="fa-IR"/>
        </w:rPr>
        <w:t xml:space="preserve"> بايد زكاة تمام آنها را بدهد</w:t>
      </w:r>
      <w:r w:rsidR="000C4B14">
        <w:rPr>
          <w:rtl/>
          <w:lang w:bidi="fa-IR"/>
        </w:rPr>
        <w:t>،</w:t>
      </w:r>
      <w:r w:rsidRPr="003E3506">
        <w:rPr>
          <w:rtl/>
          <w:lang w:bidi="fa-IR"/>
        </w:rPr>
        <w:t xml:space="preserve"> و اگر كمتر اضافه شود</w:t>
      </w:r>
      <w:r w:rsidR="000C4B14">
        <w:rPr>
          <w:rtl/>
          <w:lang w:bidi="fa-IR"/>
        </w:rPr>
        <w:t>،</w:t>
      </w:r>
      <w:r w:rsidRPr="003E3506">
        <w:rPr>
          <w:rtl/>
          <w:lang w:bidi="fa-IR"/>
        </w:rPr>
        <w:t xml:space="preserve"> مقدارى كه اضافه شده و كمتر از </w:t>
      </w:r>
      <w:r w:rsidR="00605FAB">
        <w:rPr>
          <w:rtl/>
          <w:lang w:bidi="fa-IR"/>
        </w:rPr>
        <w:t>(</w:t>
      </w:r>
      <w:r w:rsidRPr="003E3506">
        <w:rPr>
          <w:rtl/>
          <w:lang w:bidi="fa-IR"/>
        </w:rPr>
        <w:t>٢١</w:t>
      </w:r>
      <w:r w:rsidR="00605FAB">
        <w:rPr>
          <w:rtl/>
          <w:lang w:bidi="fa-IR"/>
        </w:rPr>
        <w:t>)</w:t>
      </w:r>
      <w:r w:rsidRPr="003E3506">
        <w:rPr>
          <w:rtl/>
          <w:lang w:bidi="fa-IR"/>
        </w:rPr>
        <w:t xml:space="preserve"> مثقال است زكاة ندارد</w:t>
      </w:r>
      <w:r w:rsidR="000C4B14">
        <w:rPr>
          <w:rtl/>
          <w:lang w:bidi="fa-IR"/>
        </w:rPr>
        <w:t>،</w:t>
      </w:r>
      <w:r w:rsidRPr="003E3506">
        <w:rPr>
          <w:rtl/>
          <w:lang w:bidi="fa-IR"/>
        </w:rPr>
        <w:t xml:space="preserve"> بنابر اين اگر انسان يك چهلم هر چه طلا و نقره دارد بدهد</w:t>
      </w:r>
      <w:r w:rsidR="000C4B14">
        <w:rPr>
          <w:rtl/>
          <w:lang w:bidi="fa-IR"/>
        </w:rPr>
        <w:t>،</w:t>
      </w:r>
      <w:r w:rsidRPr="003E3506">
        <w:rPr>
          <w:rtl/>
          <w:lang w:bidi="fa-IR"/>
        </w:rPr>
        <w:t xml:space="preserve"> زكاتى را كه بر او واجب بوده داده و گاهى هم بيشتر از مقدار واجب داده است مثلا كسى كه </w:t>
      </w:r>
      <w:r w:rsidR="00605FAB">
        <w:rPr>
          <w:rtl/>
          <w:lang w:bidi="fa-IR"/>
        </w:rPr>
        <w:t>(</w:t>
      </w:r>
      <w:r w:rsidRPr="003E3506">
        <w:rPr>
          <w:rtl/>
          <w:lang w:bidi="fa-IR"/>
        </w:rPr>
        <w:t>١١٠</w:t>
      </w:r>
      <w:r w:rsidR="00605FAB">
        <w:rPr>
          <w:rtl/>
          <w:lang w:bidi="fa-IR"/>
        </w:rPr>
        <w:t>)</w:t>
      </w:r>
      <w:r w:rsidRPr="003E3506">
        <w:rPr>
          <w:rtl/>
          <w:lang w:bidi="fa-IR"/>
        </w:rPr>
        <w:t xml:space="preserve"> مثقال نقره دارد اگر يك چهلم آن را بدهد</w:t>
      </w:r>
      <w:r w:rsidR="000C4B14">
        <w:rPr>
          <w:rtl/>
          <w:lang w:bidi="fa-IR"/>
        </w:rPr>
        <w:t>،</w:t>
      </w:r>
      <w:r w:rsidRPr="003E3506">
        <w:rPr>
          <w:rtl/>
          <w:lang w:bidi="fa-IR"/>
        </w:rPr>
        <w:t xml:space="preserve"> زكاة </w:t>
      </w:r>
      <w:r w:rsidR="00605FAB">
        <w:rPr>
          <w:rtl/>
          <w:lang w:bidi="fa-IR"/>
        </w:rPr>
        <w:t>(</w:t>
      </w:r>
      <w:r w:rsidRPr="003E3506">
        <w:rPr>
          <w:rtl/>
          <w:lang w:bidi="fa-IR"/>
        </w:rPr>
        <w:t>١٠٥</w:t>
      </w:r>
      <w:r w:rsidR="00605FAB">
        <w:rPr>
          <w:rtl/>
          <w:lang w:bidi="fa-IR"/>
        </w:rPr>
        <w:t>)</w:t>
      </w:r>
      <w:r w:rsidRPr="003E3506">
        <w:rPr>
          <w:rtl/>
          <w:lang w:bidi="fa-IR"/>
        </w:rPr>
        <w:t xml:space="preserve"> مثقال آن را كه واجب بوده داده و مقدارى هم براى </w:t>
      </w:r>
      <w:r w:rsidR="00605FAB">
        <w:rPr>
          <w:rtl/>
          <w:lang w:bidi="fa-IR"/>
        </w:rPr>
        <w:t>(</w:t>
      </w:r>
      <w:r w:rsidRPr="003E3506">
        <w:rPr>
          <w:rtl/>
          <w:lang w:bidi="fa-IR"/>
        </w:rPr>
        <w:t>٥</w:t>
      </w:r>
      <w:r w:rsidR="00605FAB">
        <w:rPr>
          <w:rtl/>
          <w:lang w:bidi="fa-IR"/>
        </w:rPr>
        <w:t>)</w:t>
      </w:r>
      <w:r w:rsidRPr="003E3506">
        <w:rPr>
          <w:rtl/>
          <w:lang w:bidi="fa-IR"/>
        </w:rPr>
        <w:t xml:space="preserve"> مثقال آن داده كه واجب نبوده است</w:t>
      </w:r>
      <w:r w:rsidR="000C4B14">
        <w:rPr>
          <w:rtl/>
          <w:lang w:bidi="fa-IR"/>
        </w:rPr>
        <w:t>.</w:t>
      </w:r>
    </w:p>
    <w:p w:rsidR="003E3506" w:rsidRPr="003E3506" w:rsidRDefault="003E3506" w:rsidP="003E3506">
      <w:pPr>
        <w:pStyle w:val="libNormal"/>
        <w:rPr>
          <w:lang w:bidi="fa-IR"/>
        </w:rPr>
      </w:pPr>
      <w:r w:rsidRPr="003E3506">
        <w:rPr>
          <w:rtl/>
          <w:lang w:bidi="fa-IR"/>
        </w:rPr>
        <w:t>١٩٠٦ - كسى كه طلا يا نقره او به اندازه نصاب است</w:t>
      </w:r>
      <w:r w:rsidR="000C4B14">
        <w:rPr>
          <w:rtl/>
          <w:lang w:bidi="fa-IR"/>
        </w:rPr>
        <w:t>،</w:t>
      </w:r>
      <w:r w:rsidRPr="003E3506">
        <w:rPr>
          <w:rtl/>
          <w:lang w:bidi="fa-IR"/>
        </w:rPr>
        <w:t xml:space="preserve"> اگر چه زكاة آن را داده باشد</w:t>
      </w:r>
      <w:r w:rsidR="000C4B14">
        <w:rPr>
          <w:rtl/>
          <w:lang w:bidi="fa-IR"/>
        </w:rPr>
        <w:t>،</w:t>
      </w:r>
      <w:r w:rsidRPr="003E3506">
        <w:rPr>
          <w:rtl/>
          <w:lang w:bidi="fa-IR"/>
        </w:rPr>
        <w:t xml:space="preserve"> تا وقتى از نصاب اول كم نشده</w:t>
      </w:r>
      <w:r w:rsidR="000C4B14">
        <w:rPr>
          <w:rtl/>
          <w:lang w:bidi="fa-IR"/>
        </w:rPr>
        <w:t>،</w:t>
      </w:r>
      <w:r w:rsidRPr="003E3506">
        <w:rPr>
          <w:rtl/>
          <w:lang w:bidi="fa-IR"/>
        </w:rPr>
        <w:t xml:space="preserve"> همه سال بايد زكاة آن را بدهد.</w:t>
      </w:r>
    </w:p>
    <w:p w:rsidR="003E3506" w:rsidRPr="003E3506" w:rsidRDefault="003E3506" w:rsidP="003E3506">
      <w:pPr>
        <w:pStyle w:val="libNormal"/>
        <w:rPr>
          <w:lang w:bidi="fa-IR"/>
        </w:rPr>
      </w:pPr>
      <w:r w:rsidRPr="003E3506">
        <w:rPr>
          <w:rtl/>
          <w:lang w:bidi="fa-IR"/>
        </w:rPr>
        <w:t>١٩٠٧ - زكاة طلا و نقره در صورتى واجب مى شود</w:t>
      </w:r>
      <w:r w:rsidR="000C4B14">
        <w:rPr>
          <w:rtl/>
          <w:lang w:bidi="fa-IR"/>
        </w:rPr>
        <w:t>،</w:t>
      </w:r>
      <w:r w:rsidRPr="003E3506">
        <w:rPr>
          <w:rtl/>
          <w:lang w:bidi="fa-IR"/>
        </w:rPr>
        <w:t xml:space="preserve"> كه آن را سكه زده باشند</w:t>
      </w:r>
      <w:r w:rsidR="000C4B14">
        <w:rPr>
          <w:rtl/>
          <w:lang w:bidi="fa-IR"/>
        </w:rPr>
        <w:t>،</w:t>
      </w:r>
      <w:r w:rsidRPr="003E3506">
        <w:rPr>
          <w:rtl/>
          <w:lang w:bidi="fa-IR"/>
        </w:rPr>
        <w:t xml:space="preserve"> و معامله به آن رواج داشته باشد</w:t>
      </w:r>
      <w:r w:rsidR="000C4B14">
        <w:rPr>
          <w:rtl/>
          <w:lang w:bidi="fa-IR"/>
        </w:rPr>
        <w:t>،</w:t>
      </w:r>
      <w:r w:rsidRPr="003E3506">
        <w:rPr>
          <w:rtl/>
          <w:lang w:bidi="fa-IR"/>
        </w:rPr>
        <w:t xml:space="preserve"> و اگر سكه آن از بين هم رفته باشد</w:t>
      </w:r>
      <w:r w:rsidR="000C4B14">
        <w:rPr>
          <w:rtl/>
          <w:lang w:bidi="fa-IR"/>
        </w:rPr>
        <w:t>،</w:t>
      </w:r>
      <w:r w:rsidRPr="003E3506">
        <w:rPr>
          <w:rtl/>
          <w:lang w:bidi="fa-IR"/>
        </w:rPr>
        <w:t xml:space="preserve"> بايد زكاة آن را بدهند.</w:t>
      </w:r>
    </w:p>
    <w:p w:rsidR="003E3506" w:rsidRPr="003E3506" w:rsidRDefault="003E3506" w:rsidP="003E3506">
      <w:pPr>
        <w:pStyle w:val="libNormal"/>
        <w:rPr>
          <w:lang w:bidi="fa-IR"/>
        </w:rPr>
      </w:pPr>
      <w:r w:rsidRPr="003E3506">
        <w:rPr>
          <w:rtl/>
          <w:lang w:bidi="fa-IR"/>
        </w:rPr>
        <w:lastRenderedPageBreak/>
        <w:t>١٩٠٨ - طلا و نقره سكه دارى كه زنها براى زينت به كار مى برند</w:t>
      </w:r>
      <w:r w:rsidR="000C4B14">
        <w:rPr>
          <w:rtl/>
          <w:lang w:bidi="fa-IR"/>
        </w:rPr>
        <w:t>،</w:t>
      </w:r>
      <w:r w:rsidRPr="003E3506">
        <w:rPr>
          <w:rtl/>
          <w:lang w:bidi="fa-IR"/>
        </w:rPr>
        <w:t xml:space="preserve"> در صورتى كه رواج معامله با آن باقى باشد</w:t>
      </w:r>
      <w:r w:rsidR="000C4B14">
        <w:rPr>
          <w:rtl/>
          <w:lang w:bidi="fa-IR"/>
        </w:rPr>
        <w:t>،</w:t>
      </w:r>
      <w:r w:rsidRPr="003E3506">
        <w:rPr>
          <w:rtl/>
          <w:lang w:bidi="fa-IR"/>
        </w:rPr>
        <w:t xml:space="preserve"> يعنى باز معامله پول طلا و نقره با آن شود</w:t>
      </w:r>
      <w:r w:rsidR="000C4B14">
        <w:rPr>
          <w:rtl/>
          <w:lang w:bidi="fa-IR"/>
        </w:rPr>
        <w:t>،</w:t>
      </w:r>
      <w:r w:rsidRPr="003E3506">
        <w:rPr>
          <w:rtl/>
          <w:lang w:bidi="fa-IR"/>
        </w:rPr>
        <w:t xml:space="preserve"> بنابر احتياط زكاة آن واجب است</w:t>
      </w:r>
      <w:r w:rsidR="000C4B14">
        <w:rPr>
          <w:rtl/>
          <w:lang w:bidi="fa-IR"/>
        </w:rPr>
        <w:t>.</w:t>
      </w:r>
    </w:p>
    <w:p w:rsidR="003E3506" w:rsidRPr="003E3506" w:rsidRDefault="003E3506" w:rsidP="003E3506">
      <w:pPr>
        <w:pStyle w:val="libNormal"/>
        <w:rPr>
          <w:lang w:bidi="fa-IR"/>
        </w:rPr>
      </w:pPr>
      <w:r w:rsidRPr="003E3506">
        <w:rPr>
          <w:rtl/>
          <w:lang w:bidi="fa-IR"/>
        </w:rPr>
        <w:t>ولى اگر رواج معامله با آن باقى نباشد</w:t>
      </w:r>
      <w:r w:rsidR="000C4B14">
        <w:rPr>
          <w:rtl/>
          <w:lang w:bidi="fa-IR"/>
        </w:rPr>
        <w:t>،</w:t>
      </w:r>
      <w:r w:rsidRPr="003E3506">
        <w:rPr>
          <w:rtl/>
          <w:lang w:bidi="fa-IR"/>
        </w:rPr>
        <w:t xml:space="preserve"> زكاة واجب نيست</w:t>
      </w:r>
      <w:r w:rsidR="000C4B14">
        <w:rPr>
          <w:rtl/>
          <w:lang w:bidi="fa-IR"/>
        </w:rPr>
        <w:t>.</w:t>
      </w:r>
    </w:p>
    <w:p w:rsidR="003E3506" w:rsidRPr="003E3506" w:rsidRDefault="003E3506" w:rsidP="003E3506">
      <w:pPr>
        <w:pStyle w:val="libNormal"/>
        <w:rPr>
          <w:lang w:bidi="fa-IR"/>
        </w:rPr>
      </w:pPr>
      <w:r w:rsidRPr="003E3506">
        <w:rPr>
          <w:rtl/>
          <w:lang w:bidi="fa-IR"/>
        </w:rPr>
        <w:t>١٩٠٩ - كسى كه طلا و نقره دارد</w:t>
      </w:r>
      <w:r w:rsidR="000C4B14">
        <w:rPr>
          <w:rtl/>
          <w:lang w:bidi="fa-IR"/>
        </w:rPr>
        <w:t>،</w:t>
      </w:r>
      <w:r w:rsidRPr="003E3506">
        <w:rPr>
          <w:rtl/>
          <w:lang w:bidi="fa-IR"/>
        </w:rPr>
        <w:t xml:space="preserve"> اگر هيچ كدام آنها به اندازه نصاب اول نباشد</w:t>
      </w:r>
      <w:r w:rsidR="000C4B14">
        <w:rPr>
          <w:rtl/>
          <w:lang w:bidi="fa-IR"/>
        </w:rPr>
        <w:t>،</w:t>
      </w:r>
      <w:r w:rsidRPr="003E3506">
        <w:rPr>
          <w:rtl/>
          <w:lang w:bidi="fa-IR"/>
        </w:rPr>
        <w:t xml:space="preserve"> مثلا </w:t>
      </w:r>
      <w:r w:rsidR="00605FAB">
        <w:rPr>
          <w:rtl/>
          <w:lang w:bidi="fa-IR"/>
        </w:rPr>
        <w:t>(</w:t>
      </w:r>
      <w:r w:rsidRPr="003E3506">
        <w:rPr>
          <w:rtl/>
          <w:lang w:bidi="fa-IR"/>
        </w:rPr>
        <w:t>١٠٤</w:t>
      </w:r>
      <w:r w:rsidR="00605FAB">
        <w:rPr>
          <w:rtl/>
          <w:lang w:bidi="fa-IR"/>
        </w:rPr>
        <w:t>)</w:t>
      </w:r>
      <w:r w:rsidRPr="003E3506">
        <w:rPr>
          <w:rtl/>
          <w:lang w:bidi="fa-IR"/>
        </w:rPr>
        <w:t xml:space="preserve"> مثقال نقره و </w:t>
      </w:r>
      <w:r w:rsidR="00605FAB">
        <w:rPr>
          <w:rtl/>
          <w:lang w:bidi="fa-IR"/>
        </w:rPr>
        <w:t>(</w:t>
      </w:r>
      <w:r w:rsidRPr="003E3506">
        <w:rPr>
          <w:rtl/>
          <w:lang w:bidi="fa-IR"/>
        </w:rPr>
        <w:t>١٤</w:t>
      </w:r>
      <w:r w:rsidR="00605FAB">
        <w:rPr>
          <w:rtl/>
          <w:lang w:bidi="fa-IR"/>
        </w:rPr>
        <w:t>)</w:t>
      </w:r>
      <w:r w:rsidRPr="003E3506">
        <w:rPr>
          <w:rtl/>
          <w:lang w:bidi="fa-IR"/>
        </w:rPr>
        <w:t xml:space="preserve"> مثقال طلا داشته باشد</w:t>
      </w:r>
      <w:r w:rsidR="000C4B14">
        <w:rPr>
          <w:rtl/>
          <w:lang w:bidi="fa-IR"/>
        </w:rPr>
        <w:t>،</w:t>
      </w:r>
      <w:r w:rsidRPr="003E3506">
        <w:rPr>
          <w:rtl/>
          <w:lang w:bidi="fa-IR"/>
        </w:rPr>
        <w:t xml:space="preserve"> زكاة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١٩١٠ - چنانكه سابقا گفته شد زكاة طلا و نقره در صورتى واجب مى شود كه انسان يازده ماه مالك مقدار نصاب باشد</w:t>
      </w:r>
      <w:r w:rsidR="000C4B14">
        <w:rPr>
          <w:rtl/>
          <w:lang w:bidi="fa-IR"/>
        </w:rPr>
        <w:t>،</w:t>
      </w:r>
      <w:r w:rsidRPr="003E3506">
        <w:rPr>
          <w:rtl/>
          <w:lang w:bidi="fa-IR"/>
        </w:rPr>
        <w:t xml:space="preserve"> و اگر در بين يازده ماه طلا و نقره او از نصاب اول كمتر شود</w:t>
      </w:r>
      <w:r w:rsidR="000C4B14">
        <w:rPr>
          <w:rtl/>
          <w:lang w:bidi="fa-IR"/>
        </w:rPr>
        <w:t>،</w:t>
      </w:r>
      <w:r w:rsidRPr="003E3506">
        <w:rPr>
          <w:rtl/>
          <w:lang w:bidi="fa-IR"/>
        </w:rPr>
        <w:t xml:space="preserve"> زكاة بر او واجب نيست</w:t>
      </w:r>
      <w:r w:rsidR="000C4B14">
        <w:rPr>
          <w:rtl/>
          <w:lang w:bidi="fa-IR"/>
        </w:rPr>
        <w:t>.</w:t>
      </w:r>
    </w:p>
    <w:p w:rsidR="003E3506" w:rsidRPr="003E3506" w:rsidRDefault="003E3506" w:rsidP="003E3506">
      <w:pPr>
        <w:pStyle w:val="libNormal"/>
        <w:rPr>
          <w:lang w:bidi="fa-IR"/>
        </w:rPr>
      </w:pPr>
      <w:r w:rsidRPr="003E3506">
        <w:rPr>
          <w:rtl/>
          <w:lang w:bidi="fa-IR"/>
        </w:rPr>
        <w:t>١٩١١ - اگر در بين يازده ماه طلا و نقره اى را كه دارد با چيز ديگر عوض نمايد</w:t>
      </w:r>
      <w:r w:rsidR="000C4B14">
        <w:rPr>
          <w:rtl/>
          <w:lang w:bidi="fa-IR"/>
        </w:rPr>
        <w:t>،</w:t>
      </w:r>
      <w:r w:rsidRPr="003E3506">
        <w:rPr>
          <w:rtl/>
          <w:lang w:bidi="fa-IR"/>
        </w:rPr>
        <w:t xml:space="preserve"> يا آنها را آب كند</w:t>
      </w:r>
      <w:r w:rsidR="000C4B14">
        <w:rPr>
          <w:rtl/>
          <w:lang w:bidi="fa-IR"/>
        </w:rPr>
        <w:t>،</w:t>
      </w:r>
      <w:r w:rsidRPr="003E3506">
        <w:rPr>
          <w:rtl/>
          <w:lang w:bidi="fa-IR"/>
        </w:rPr>
        <w:t xml:space="preserve"> زكاة بر او واجب نيست</w:t>
      </w:r>
      <w:r w:rsidR="000C4B14">
        <w:rPr>
          <w:rtl/>
          <w:lang w:bidi="fa-IR"/>
        </w:rPr>
        <w:t>،</w:t>
      </w:r>
      <w:r w:rsidRPr="003E3506">
        <w:rPr>
          <w:rtl/>
          <w:lang w:bidi="fa-IR"/>
        </w:rPr>
        <w:t xml:space="preserve"> ولى اگر براى فرار از دادن زكاة آنها را به طلا و نقره عوض كند</w:t>
      </w:r>
      <w:r w:rsidR="000C4B14">
        <w:rPr>
          <w:rtl/>
          <w:lang w:bidi="fa-IR"/>
        </w:rPr>
        <w:t>،</w:t>
      </w:r>
      <w:r w:rsidRPr="003E3506">
        <w:rPr>
          <w:rtl/>
          <w:lang w:bidi="fa-IR"/>
        </w:rPr>
        <w:t xml:space="preserve"> يعنى طلا را به طلا يا نقره و نقره را به نقره يا طلا عوض نمايد</w:t>
      </w:r>
      <w:r w:rsidR="000C4B14">
        <w:rPr>
          <w:rtl/>
          <w:lang w:bidi="fa-IR"/>
        </w:rPr>
        <w:t>،</w:t>
      </w:r>
      <w:r w:rsidRPr="003E3506">
        <w:rPr>
          <w:rtl/>
          <w:lang w:bidi="fa-IR"/>
        </w:rPr>
        <w:t xml:space="preserve"> احتياط واجب آن است كه زكاة را بدهد.</w:t>
      </w:r>
    </w:p>
    <w:p w:rsidR="003E3506" w:rsidRPr="003E3506" w:rsidRDefault="003E3506" w:rsidP="003E3506">
      <w:pPr>
        <w:pStyle w:val="libNormal"/>
        <w:rPr>
          <w:lang w:bidi="fa-IR"/>
        </w:rPr>
      </w:pPr>
      <w:r w:rsidRPr="003E3506">
        <w:rPr>
          <w:rtl/>
          <w:lang w:bidi="fa-IR"/>
        </w:rPr>
        <w:t>١٩١٢ - اگر در ماه دوازدهم پول و طلا و نقره را آب كند</w:t>
      </w:r>
      <w:r w:rsidR="000C4B14">
        <w:rPr>
          <w:rtl/>
          <w:lang w:bidi="fa-IR"/>
        </w:rPr>
        <w:t>،</w:t>
      </w:r>
      <w:r w:rsidRPr="003E3506">
        <w:rPr>
          <w:rtl/>
          <w:lang w:bidi="fa-IR"/>
        </w:rPr>
        <w:t xml:space="preserve"> بايد زكاة آنها را بدهد</w:t>
      </w:r>
      <w:r w:rsidR="000C4B14">
        <w:rPr>
          <w:rtl/>
          <w:lang w:bidi="fa-IR"/>
        </w:rPr>
        <w:t>،</w:t>
      </w:r>
      <w:r w:rsidRPr="003E3506">
        <w:rPr>
          <w:rtl/>
          <w:lang w:bidi="fa-IR"/>
        </w:rPr>
        <w:t xml:space="preserve"> و چنانچه به واسطه آب كردن</w:t>
      </w:r>
      <w:r w:rsidR="000C4B14">
        <w:rPr>
          <w:rtl/>
          <w:lang w:bidi="fa-IR"/>
        </w:rPr>
        <w:t>،</w:t>
      </w:r>
      <w:r w:rsidRPr="003E3506">
        <w:rPr>
          <w:rtl/>
          <w:lang w:bidi="fa-IR"/>
        </w:rPr>
        <w:t xml:space="preserve"> وزن يا قيمت آنها كم شود بايد زكاتى را كه پيش از آب كردن بر او واجب بوده بدهد.</w:t>
      </w:r>
    </w:p>
    <w:p w:rsidR="003E3506" w:rsidRPr="003E3506" w:rsidRDefault="003E3506" w:rsidP="003E3506">
      <w:pPr>
        <w:pStyle w:val="libNormal"/>
        <w:rPr>
          <w:lang w:bidi="fa-IR"/>
        </w:rPr>
      </w:pPr>
      <w:r w:rsidRPr="003E3506">
        <w:rPr>
          <w:rtl/>
          <w:lang w:bidi="fa-IR"/>
        </w:rPr>
        <w:t>١٩١٣ - اگر طلا و نقره اى كه دارد خوب و بد داشته باشد</w:t>
      </w:r>
      <w:r w:rsidR="000C4B14">
        <w:rPr>
          <w:rtl/>
          <w:lang w:bidi="fa-IR"/>
        </w:rPr>
        <w:t>،</w:t>
      </w:r>
      <w:r w:rsidRPr="003E3506">
        <w:rPr>
          <w:rtl/>
          <w:lang w:bidi="fa-IR"/>
        </w:rPr>
        <w:t xml:space="preserve"> مى تواند زكاة هر كدام از خوب</w:t>
      </w:r>
      <w:r w:rsidR="000C4B14">
        <w:rPr>
          <w:rtl/>
          <w:lang w:bidi="fa-IR"/>
        </w:rPr>
        <w:t>،</w:t>
      </w:r>
      <w:r w:rsidRPr="003E3506">
        <w:rPr>
          <w:rtl/>
          <w:lang w:bidi="fa-IR"/>
        </w:rPr>
        <w:t xml:space="preserve"> و بد را از خود آن بدهد</w:t>
      </w:r>
      <w:r w:rsidR="000C4B14">
        <w:rPr>
          <w:rtl/>
          <w:lang w:bidi="fa-IR"/>
        </w:rPr>
        <w:t>،</w:t>
      </w:r>
      <w:r w:rsidRPr="003E3506">
        <w:rPr>
          <w:rtl/>
          <w:lang w:bidi="fa-IR"/>
        </w:rPr>
        <w:t xml:space="preserve"> ولى بنابر احتياط نمى تواند زكاة همه را از قسمت بد بدهد و بهتر آن است كه زكاة همه را از طلا و نقره خوب بدهد.</w:t>
      </w:r>
    </w:p>
    <w:p w:rsidR="003E3506" w:rsidRPr="003E3506" w:rsidRDefault="003E3506" w:rsidP="003E3506">
      <w:pPr>
        <w:pStyle w:val="libNormal"/>
        <w:rPr>
          <w:lang w:bidi="fa-IR"/>
        </w:rPr>
      </w:pPr>
      <w:r w:rsidRPr="003E3506">
        <w:rPr>
          <w:rtl/>
          <w:lang w:bidi="fa-IR"/>
        </w:rPr>
        <w:t>١٩١٤ - پول طلا و نقره اى كه بيشتر از اندازه معمول فلز ديگر دارد</w:t>
      </w:r>
      <w:r w:rsidR="000C4B14">
        <w:rPr>
          <w:rtl/>
          <w:lang w:bidi="fa-IR"/>
        </w:rPr>
        <w:t>،</w:t>
      </w:r>
      <w:r w:rsidRPr="003E3506">
        <w:rPr>
          <w:rtl/>
          <w:lang w:bidi="fa-IR"/>
        </w:rPr>
        <w:t xml:space="preserve"> اگر به آن پول طلا و نقره بگويند در صورتى كه به حد نصاب برسد زكاتش واجب است</w:t>
      </w:r>
      <w:r w:rsidR="000C4B14">
        <w:rPr>
          <w:rtl/>
          <w:lang w:bidi="fa-IR"/>
        </w:rPr>
        <w:t>،</w:t>
      </w:r>
      <w:r w:rsidRPr="003E3506">
        <w:rPr>
          <w:rtl/>
          <w:lang w:bidi="fa-IR"/>
        </w:rPr>
        <w:t xml:space="preserve"> هر چند خالصش به حد </w:t>
      </w:r>
      <w:r w:rsidRPr="003E3506">
        <w:rPr>
          <w:rtl/>
          <w:lang w:bidi="fa-IR"/>
        </w:rPr>
        <w:lastRenderedPageBreak/>
        <w:t>نصاب نرسد</w:t>
      </w:r>
      <w:r w:rsidR="000C4B14">
        <w:rPr>
          <w:rtl/>
          <w:lang w:bidi="fa-IR"/>
        </w:rPr>
        <w:t>،</w:t>
      </w:r>
      <w:r w:rsidRPr="003E3506">
        <w:rPr>
          <w:rtl/>
          <w:lang w:bidi="fa-IR"/>
        </w:rPr>
        <w:t xml:space="preserve"> ولى اگر به آن پول طلا و نقره نگويند وجوب زكاة در آن محل اشكال است</w:t>
      </w:r>
      <w:r w:rsidR="000C4B14">
        <w:rPr>
          <w:rtl/>
          <w:lang w:bidi="fa-IR"/>
        </w:rPr>
        <w:t>،</w:t>
      </w:r>
      <w:r w:rsidRPr="003E3506">
        <w:rPr>
          <w:rtl/>
          <w:lang w:bidi="fa-IR"/>
        </w:rPr>
        <w:t xml:space="preserve"> هر چند خالصش به حد نصاب برسد.</w:t>
      </w:r>
    </w:p>
    <w:p w:rsidR="003E3506" w:rsidRPr="003E3506" w:rsidRDefault="003E3506" w:rsidP="003E3506">
      <w:pPr>
        <w:pStyle w:val="libNormal"/>
        <w:rPr>
          <w:lang w:bidi="fa-IR"/>
        </w:rPr>
      </w:pPr>
      <w:r w:rsidRPr="003E3506">
        <w:rPr>
          <w:rtl/>
          <w:lang w:bidi="fa-IR"/>
        </w:rPr>
        <w:t>١٩١٥ - اگر پول طلا و نقره اى كه دارد به مقدار معمول</w:t>
      </w:r>
      <w:r w:rsidR="000C4B14">
        <w:rPr>
          <w:rtl/>
          <w:lang w:bidi="fa-IR"/>
        </w:rPr>
        <w:t>،</w:t>
      </w:r>
      <w:r w:rsidRPr="003E3506">
        <w:rPr>
          <w:rtl/>
          <w:lang w:bidi="fa-IR"/>
        </w:rPr>
        <w:t xml:space="preserve"> فلز ديگر با آن مخلوط باشد</w:t>
      </w:r>
      <w:r w:rsidR="000C4B14">
        <w:rPr>
          <w:rtl/>
          <w:lang w:bidi="fa-IR"/>
        </w:rPr>
        <w:t>،</w:t>
      </w:r>
      <w:r w:rsidRPr="003E3506">
        <w:rPr>
          <w:rtl/>
          <w:lang w:bidi="fa-IR"/>
        </w:rPr>
        <w:t xml:space="preserve"> چنانچه زكاة آن را از پول طلا و نقره اى كه بيشتر از معمول فلز ديگر دارد يا از پول غير طلا و نقره بدهد ولى به قدرى باشد كه قيمت آن</w:t>
      </w:r>
      <w:r w:rsidR="000C4B14">
        <w:rPr>
          <w:rtl/>
          <w:lang w:bidi="fa-IR"/>
        </w:rPr>
        <w:t>،</w:t>
      </w:r>
      <w:r w:rsidRPr="003E3506">
        <w:rPr>
          <w:rtl/>
          <w:lang w:bidi="fa-IR"/>
        </w:rPr>
        <w:t xml:space="preserve"> به اندازه قيمت زكاتى باشد كه بر او واجب است</w:t>
      </w:r>
      <w:r w:rsidR="000C4B14">
        <w:rPr>
          <w:rtl/>
          <w:lang w:bidi="fa-IR"/>
        </w:rPr>
        <w:t>،</w:t>
      </w:r>
      <w:r w:rsidRPr="003E3506">
        <w:rPr>
          <w:rtl/>
          <w:lang w:bidi="fa-IR"/>
        </w:rPr>
        <w:t xml:space="preserve"> اشكال ندارد.</w:t>
      </w:r>
    </w:p>
    <w:p w:rsidR="003E3506" w:rsidRDefault="00605FAB" w:rsidP="00F72BDA">
      <w:pPr>
        <w:pStyle w:val="Heading3"/>
        <w:rPr>
          <w:rtl/>
          <w:lang w:bidi="fa-IR"/>
        </w:rPr>
      </w:pPr>
      <w:bookmarkStart w:id="208" w:name="_Toc24454631"/>
      <w:r>
        <w:rPr>
          <w:rtl/>
          <w:lang w:bidi="fa-IR"/>
        </w:rPr>
        <w:t>(</w:t>
      </w:r>
      <w:r w:rsidR="003E3506" w:rsidRPr="003E3506">
        <w:rPr>
          <w:rtl/>
          <w:lang w:bidi="fa-IR"/>
        </w:rPr>
        <w:t>زكاة شتر و گاو و گوسفند</w:t>
      </w:r>
      <w:r>
        <w:rPr>
          <w:rtl/>
          <w:lang w:bidi="fa-IR"/>
        </w:rPr>
        <w:t>)</w:t>
      </w:r>
      <w:bookmarkEnd w:id="208"/>
    </w:p>
    <w:p w:rsidR="003E3506" w:rsidRPr="003E3506" w:rsidRDefault="003E3506" w:rsidP="003E3506">
      <w:pPr>
        <w:pStyle w:val="libNormal"/>
        <w:rPr>
          <w:lang w:bidi="fa-IR"/>
        </w:rPr>
      </w:pPr>
      <w:r w:rsidRPr="003E3506">
        <w:rPr>
          <w:rtl/>
          <w:lang w:bidi="fa-IR"/>
        </w:rPr>
        <w:t>١٩١٦ - زكاة شتر و گاو و گوسفند غير از شرطهايى كه گفته شد يك شرط ديگر هم دارد</w:t>
      </w:r>
      <w:r w:rsidR="000C4B14">
        <w:rPr>
          <w:rtl/>
          <w:lang w:bidi="fa-IR"/>
        </w:rPr>
        <w:t>،</w:t>
      </w:r>
      <w:r w:rsidRPr="003E3506">
        <w:rPr>
          <w:rtl/>
          <w:lang w:bidi="fa-IR"/>
        </w:rPr>
        <w:t xml:space="preserve"> و آن اين است كه حيوان در تمام سال از علف بيابان بچرد</w:t>
      </w:r>
      <w:r w:rsidR="000C4B14">
        <w:rPr>
          <w:rtl/>
          <w:lang w:bidi="fa-IR"/>
        </w:rPr>
        <w:t>،</w:t>
      </w:r>
      <w:r w:rsidRPr="003E3506">
        <w:rPr>
          <w:rtl/>
          <w:lang w:bidi="fa-IR"/>
        </w:rPr>
        <w:t xml:space="preserve"> پس اگر تمام سال يا مقدارى از آن علف چيده شده بخورد</w:t>
      </w:r>
      <w:r w:rsidR="000C4B14">
        <w:rPr>
          <w:rtl/>
          <w:lang w:bidi="fa-IR"/>
        </w:rPr>
        <w:t>،</w:t>
      </w:r>
      <w:r w:rsidRPr="003E3506">
        <w:rPr>
          <w:rtl/>
          <w:lang w:bidi="fa-IR"/>
        </w:rPr>
        <w:t xml:space="preserve"> يا در زراعتى كه ملك او يا ملك كس ديگر است بچرد زكاة ندارد.</w:t>
      </w:r>
    </w:p>
    <w:p w:rsidR="003E3506" w:rsidRPr="003E3506" w:rsidRDefault="003E3506" w:rsidP="003E3506">
      <w:pPr>
        <w:pStyle w:val="libNormal"/>
        <w:rPr>
          <w:lang w:bidi="fa-IR"/>
        </w:rPr>
      </w:pPr>
      <w:r w:rsidRPr="003E3506">
        <w:rPr>
          <w:rtl/>
          <w:lang w:bidi="fa-IR"/>
        </w:rPr>
        <w:t>ولى اگر تمام سال يك روز يا دو روز از علف مالك بخورد</w:t>
      </w:r>
      <w:r w:rsidR="000C4B14">
        <w:rPr>
          <w:rtl/>
          <w:lang w:bidi="fa-IR"/>
        </w:rPr>
        <w:t>،</w:t>
      </w:r>
      <w:r w:rsidRPr="003E3506">
        <w:rPr>
          <w:rtl/>
          <w:lang w:bidi="fa-IR"/>
        </w:rPr>
        <w:t xml:space="preserve"> زكاة آن واجب مى باشد</w:t>
      </w:r>
      <w:r w:rsidR="000C4B14">
        <w:rPr>
          <w:rtl/>
          <w:lang w:bidi="fa-IR"/>
        </w:rPr>
        <w:t>،</w:t>
      </w:r>
      <w:r w:rsidRPr="003E3506">
        <w:rPr>
          <w:rtl/>
          <w:lang w:bidi="fa-IR"/>
        </w:rPr>
        <w:t xml:space="preserve"> ولى در وجوب زكاة در شتر و گاو و گوسفند بنابر احتياط شرط نيست كه در تمام سال حيوان بيكار باشد</w:t>
      </w:r>
      <w:r w:rsidR="000C4B14">
        <w:rPr>
          <w:rtl/>
          <w:lang w:bidi="fa-IR"/>
        </w:rPr>
        <w:t>،</w:t>
      </w:r>
      <w:r w:rsidRPr="003E3506">
        <w:rPr>
          <w:rtl/>
          <w:lang w:bidi="fa-IR"/>
        </w:rPr>
        <w:t xml:space="preserve"> بلكه چنانچه در آبيارى يا شخم زنى يا مانند آن از آنها استفاده شود</w:t>
      </w:r>
      <w:r w:rsidR="000C4B14">
        <w:rPr>
          <w:rtl/>
          <w:lang w:bidi="fa-IR"/>
        </w:rPr>
        <w:t>،</w:t>
      </w:r>
      <w:r w:rsidRPr="003E3506">
        <w:rPr>
          <w:rtl/>
          <w:lang w:bidi="fa-IR"/>
        </w:rPr>
        <w:t xml:space="preserve"> بايد بنابر احتياط زكاة آنها را داد.</w:t>
      </w:r>
    </w:p>
    <w:p w:rsidR="003E3506" w:rsidRPr="003E3506" w:rsidRDefault="003E3506" w:rsidP="003E3506">
      <w:pPr>
        <w:pStyle w:val="libNormal"/>
        <w:rPr>
          <w:lang w:bidi="fa-IR"/>
        </w:rPr>
      </w:pPr>
      <w:r w:rsidRPr="003E3506">
        <w:rPr>
          <w:rtl/>
          <w:lang w:bidi="fa-IR"/>
        </w:rPr>
        <w:t>١٩١٧ - اگر انسان براى شتر و گاو و گوسفند خود چراگاهى را كه كسى نكاشته بخرد</w:t>
      </w:r>
      <w:r w:rsidR="000C4B14">
        <w:rPr>
          <w:rtl/>
          <w:lang w:bidi="fa-IR"/>
        </w:rPr>
        <w:t>،</w:t>
      </w:r>
      <w:r w:rsidRPr="003E3506">
        <w:rPr>
          <w:rtl/>
          <w:lang w:bidi="fa-IR"/>
        </w:rPr>
        <w:t xml:space="preserve"> يا اجاره كند</w:t>
      </w:r>
      <w:r w:rsidR="000C4B14">
        <w:rPr>
          <w:rtl/>
          <w:lang w:bidi="fa-IR"/>
        </w:rPr>
        <w:t>،</w:t>
      </w:r>
      <w:r w:rsidRPr="003E3506">
        <w:rPr>
          <w:rtl/>
          <w:lang w:bidi="fa-IR"/>
        </w:rPr>
        <w:t xml:space="preserve"> وجوب زكاة در آن مشكل است اگر چه احوط دادن زكاة است ولى اگر براى چراندن در آن باج بدهد</w:t>
      </w:r>
      <w:r w:rsidR="000C4B14">
        <w:rPr>
          <w:rtl/>
          <w:lang w:bidi="fa-IR"/>
        </w:rPr>
        <w:t>،</w:t>
      </w:r>
      <w:r w:rsidRPr="003E3506">
        <w:rPr>
          <w:rtl/>
          <w:lang w:bidi="fa-IR"/>
        </w:rPr>
        <w:t xml:space="preserve"> بايد زكاة را بدهد.</w:t>
      </w:r>
    </w:p>
    <w:p w:rsidR="003E3506" w:rsidRDefault="00605FAB" w:rsidP="00F72BDA">
      <w:pPr>
        <w:pStyle w:val="Heading3"/>
        <w:rPr>
          <w:rtl/>
          <w:lang w:bidi="fa-IR"/>
        </w:rPr>
      </w:pPr>
      <w:bookmarkStart w:id="209" w:name="_Toc24454632"/>
      <w:r>
        <w:rPr>
          <w:rtl/>
          <w:lang w:bidi="fa-IR"/>
        </w:rPr>
        <w:t>(</w:t>
      </w:r>
      <w:r w:rsidR="003E3506" w:rsidRPr="003E3506">
        <w:rPr>
          <w:rtl/>
          <w:lang w:bidi="fa-IR"/>
        </w:rPr>
        <w:t>نصاب شتر</w:t>
      </w:r>
      <w:r>
        <w:rPr>
          <w:rtl/>
          <w:lang w:bidi="fa-IR"/>
        </w:rPr>
        <w:t>)</w:t>
      </w:r>
      <w:bookmarkEnd w:id="209"/>
    </w:p>
    <w:p w:rsidR="003E3506" w:rsidRPr="003E3506" w:rsidRDefault="003E3506" w:rsidP="003E3506">
      <w:pPr>
        <w:pStyle w:val="libNormal"/>
        <w:rPr>
          <w:lang w:bidi="fa-IR"/>
        </w:rPr>
      </w:pPr>
      <w:r w:rsidRPr="003E3506">
        <w:rPr>
          <w:rtl/>
          <w:lang w:bidi="fa-IR"/>
        </w:rPr>
        <w:t>١٩١٨ - شتر دوازده نصاب دارد</w:t>
      </w:r>
      <w:r w:rsidR="00553569">
        <w:rPr>
          <w:rtl/>
          <w:lang w:bidi="fa-IR"/>
        </w:rPr>
        <w:t>:</w:t>
      </w:r>
      <w:r w:rsidRPr="003E3506">
        <w:rPr>
          <w:rtl/>
          <w:lang w:bidi="fa-IR"/>
        </w:rPr>
        <w:t xml:space="preserve"> اول پنج شتر و زكاة آن يك گوسفند است و تا شماره شتر به اين مقدار نرسد زكاة ندارد.</w:t>
      </w:r>
    </w:p>
    <w:p w:rsidR="003E3506" w:rsidRPr="003E3506" w:rsidRDefault="003E3506" w:rsidP="003E3506">
      <w:pPr>
        <w:pStyle w:val="libNormal"/>
        <w:rPr>
          <w:lang w:bidi="fa-IR"/>
        </w:rPr>
      </w:pPr>
      <w:r w:rsidRPr="003E3506">
        <w:rPr>
          <w:rtl/>
          <w:lang w:bidi="fa-IR"/>
        </w:rPr>
        <w:t>دوم ده شتر و زكاة آن دو گوسفند است</w:t>
      </w:r>
      <w:r w:rsidR="000C4B14">
        <w:rPr>
          <w:rtl/>
          <w:lang w:bidi="fa-IR"/>
        </w:rPr>
        <w:t>.</w:t>
      </w:r>
    </w:p>
    <w:p w:rsidR="003E3506" w:rsidRPr="003E3506" w:rsidRDefault="003E3506" w:rsidP="003E3506">
      <w:pPr>
        <w:pStyle w:val="libNormal"/>
        <w:rPr>
          <w:lang w:bidi="fa-IR"/>
        </w:rPr>
      </w:pPr>
      <w:r w:rsidRPr="003E3506">
        <w:rPr>
          <w:rtl/>
          <w:lang w:bidi="fa-IR"/>
        </w:rPr>
        <w:t>سوم پانزده شتر و زكاة آن سه گوسفند است</w:t>
      </w:r>
      <w:r w:rsidR="000C4B14">
        <w:rPr>
          <w:rtl/>
          <w:lang w:bidi="fa-IR"/>
        </w:rPr>
        <w:t>.</w:t>
      </w:r>
    </w:p>
    <w:p w:rsidR="003E3506" w:rsidRPr="003E3506" w:rsidRDefault="003E3506" w:rsidP="003E3506">
      <w:pPr>
        <w:pStyle w:val="libNormal"/>
        <w:rPr>
          <w:lang w:bidi="fa-IR"/>
        </w:rPr>
      </w:pPr>
      <w:r w:rsidRPr="003E3506">
        <w:rPr>
          <w:rtl/>
          <w:lang w:bidi="fa-IR"/>
        </w:rPr>
        <w:lastRenderedPageBreak/>
        <w:t>چهارم بيست شتر و زكاة آن چهار گوسفند است</w:t>
      </w:r>
      <w:r w:rsidR="000C4B14">
        <w:rPr>
          <w:rtl/>
          <w:lang w:bidi="fa-IR"/>
        </w:rPr>
        <w:t>.</w:t>
      </w:r>
    </w:p>
    <w:p w:rsidR="003E3506" w:rsidRPr="003E3506" w:rsidRDefault="003E3506" w:rsidP="003E3506">
      <w:pPr>
        <w:pStyle w:val="libNormal"/>
        <w:rPr>
          <w:lang w:bidi="fa-IR"/>
        </w:rPr>
      </w:pPr>
      <w:r w:rsidRPr="003E3506">
        <w:rPr>
          <w:rtl/>
          <w:lang w:bidi="fa-IR"/>
        </w:rPr>
        <w:t>پنجم بيست و پنج شتر و زكاة آن پنج گوسفند است</w:t>
      </w:r>
      <w:r w:rsidR="000C4B14">
        <w:rPr>
          <w:rtl/>
          <w:lang w:bidi="fa-IR"/>
        </w:rPr>
        <w:t>.</w:t>
      </w:r>
    </w:p>
    <w:p w:rsidR="003E3506" w:rsidRPr="003E3506" w:rsidRDefault="003E3506" w:rsidP="003E3506">
      <w:pPr>
        <w:pStyle w:val="libNormal"/>
        <w:rPr>
          <w:lang w:bidi="fa-IR"/>
        </w:rPr>
      </w:pPr>
      <w:r w:rsidRPr="003E3506">
        <w:rPr>
          <w:rtl/>
          <w:lang w:bidi="fa-IR"/>
        </w:rPr>
        <w:t>ششم بيست و شش شتر و زكاة آن يك شترى است كه داخل سال دوم شده باشد.</w:t>
      </w:r>
    </w:p>
    <w:p w:rsidR="003E3506" w:rsidRPr="003E3506" w:rsidRDefault="003E3506" w:rsidP="003E3506">
      <w:pPr>
        <w:pStyle w:val="libNormal"/>
        <w:rPr>
          <w:lang w:bidi="fa-IR"/>
        </w:rPr>
      </w:pPr>
      <w:r w:rsidRPr="003E3506">
        <w:rPr>
          <w:rtl/>
          <w:lang w:bidi="fa-IR"/>
        </w:rPr>
        <w:t>هفتم سى و شش شتر</w:t>
      </w:r>
      <w:r w:rsidR="000C4B14">
        <w:rPr>
          <w:rtl/>
          <w:lang w:bidi="fa-IR"/>
        </w:rPr>
        <w:t>،</w:t>
      </w:r>
      <w:r w:rsidRPr="003E3506">
        <w:rPr>
          <w:rtl/>
          <w:lang w:bidi="fa-IR"/>
        </w:rPr>
        <w:t xml:space="preserve"> و زكاة آن يك شترى است كه داخل سال سوم شده باشد.</w:t>
      </w:r>
    </w:p>
    <w:p w:rsidR="003E3506" w:rsidRPr="003E3506" w:rsidRDefault="003E3506" w:rsidP="003E3506">
      <w:pPr>
        <w:pStyle w:val="libNormal"/>
        <w:rPr>
          <w:lang w:bidi="fa-IR"/>
        </w:rPr>
      </w:pPr>
      <w:r w:rsidRPr="003E3506">
        <w:rPr>
          <w:rtl/>
          <w:lang w:bidi="fa-IR"/>
        </w:rPr>
        <w:t>هشتم چهل و شش شتر</w:t>
      </w:r>
      <w:r w:rsidR="000C4B14">
        <w:rPr>
          <w:rtl/>
          <w:lang w:bidi="fa-IR"/>
        </w:rPr>
        <w:t>،</w:t>
      </w:r>
      <w:r w:rsidRPr="003E3506">
        <w:rPr>
          <w:rtl/>
          <w:lang w:bidi="fa-IR"/>
        </w:rPr>
        <w:t xml:space="preserve"> و زكاة آن يك شترى است كه داخل سال چهارم شده باشد.</w:t>
      </w:r>
    </w:p>
    <w:p w:rsidR="003E3506" w:rsidRPr="003E3506" w:rsidRDefault="003E3506" w:rsidP="003E3506">
      <w:pPr>
        <w:pStyle w:val="libNormal"/>
        <w:rPr>
          <w:lang w:bidi="fa-IR"/>
        </w:rPr>
      </w:pPr>
      <w:r w:rsidRPr="003E3506">
        <w:rPr>
          <w:rtl/>
          <w:lang w:bidi="fa-IR"/>
        </w:rPr>
        <w:t>نهم شصت و يك شتر و زكاة آن يك شترى است كه داخل سال پنجم شده باشد.</w:t>
      </w:r>
    </w:p>
    <w:p w:rsidR="003E3506" w:rsidRPr="003E3506" w:rsidRDefault="003E3506" w:rsidP="003E3506">
      <w:pPr>
        <w:pStyle w:val="libNormal"/>
        <w:rPr>
          <w:lang w:bidi="fa-IR"/>
        </w:rPr>
      </w:pPr>
      <w:r w:rsidRPr="003E3506">
        <w:rPr>
          <w:rtl/>
          <w:lang w:bidi="fa-IR"/>
        </w:rPr>
        <w:t>دهم هفتاد و شش شتر و زكاة آن دو شترى است كه داخل سال سوم شده باشند.</w:t>
      </w:r>
    </w:p>
    <w:p w:rsidR="003E3506" w:rsidRPr="003E3506" w:rsidRDefault="003E3506" w:rsidP="003E3506">
      <w:pPr>
        <w:pStyle w:val="libNormal"/>
        <w:rPr>
          <w:lang w:bidi="fa-IR"/>
        </w:rPr>
      </w:pPr>
      <w:r w:rsidRPr="003E3506">
        <w:rPr>
          <w:rtl/>
          <w:lang w:bidi="fa-IR"/>
        </w:rPr>
        <w:t>يازدهم نود و يك شتر و زكاة آن دو شترى است كه داخل سال چهارم شده باشند.</w:t>
      </w:r>
    </w:p>
    <w:p w:rsidR="003E3506" w:rsidRPr="003E3506" w:rsidRDefault="003E3506" w:rsidP="003E3506">
      <w:pPr>
        <w:pStyle w:val="libNormal"/>
        <w:rPr>
          <w:lang w:bidi="fa-IR"/>
        </w:rPr>
      </w:pPr>
      <w:r w:rsidRPr="003E3506">
        <w:rPr>
          <w:rtl/>
          <w:lang w:bidi="fa-IR"/>
        </w:rPr>
        <w:t>دوازدهم صد و بيست و يك شتر و بالاتر از آن است كه بايد يا چهل تا</w:t>
      </w:r>
      <w:r w:rsidR="000C4B14">
        <w:rPr>
          <w:rtl/>
          <w:lang w:bidi="fa-IR"/>
        </w:rPr>
        <w:t>،</w:t>
      </w:r>
      <w:r w:rsidRPr="003E3506">
        <w:rPr>
          <w:rtl/>
          <w:lang w:bidi="fa-IR"/>
        </w:rPr>
        <w:t xml:space="preserve"> چهل تا حساب كند</w:t>
      </w:r>
      <w:r w:rsidR="000C4B14">
        <w:rPr>
          <w:rtl/>
          <w:lang w:bidi="fa-IR"/>
        </w:rPr>
        <w:t>،</w:t>
      </w:r>
      <w:r w:rsidRPr="003E3506">
        <w:rPr>
          <w:rtl/>
          <w:lang w:bidi="fa-IR"/>
        </w:rPr>
        <w:t xml:space="preserve"> و براى هر چهل تا</w:t>
      </w:r>
      <w:r w:rsidR="000C4B14">
        <w:rPr>
          <w:rtl/>
          <w:lang w:bidi="fa-IR"/>
        </w:rPr>
        <w:t>،</w:t>
      </w:r>
      <w:r w:rsidRPr="003E3506">
        <w:rPr>
          <w:rtl/>
          <w:lang w:bidi="fa-IR"/>
        </w:rPr>
        <w:t xml:space="preserve"> يك شترى بدهد كه داخل سال سوم شده باشد</w:t>
      </w:r>
      <w:r w:rsidR="000C4B14">
        <w:rPr>
          <w:rtl/>
          <w:lang w:bidi="fa-IR"/>
        </w:rPr>
        <w:t>،</w:t>
      </w:r>
      <w:r w:rsidRPr="003E3506">
        <w:rPr>
          <w:rtl/>
          <w:lang w:bidi="fa-IR"/>
        </w:rPr>
        <w:t xml:space="preserve"> يا پنجاه تا</w:t>
      </w:r>
      <w:r w:rsidR="000C4B14">
        <w:rPr>
          <w:rtl/>
          <w:lang w:bidi="fa-IR"/>
        </w:rPr>
        <w:t>،</w:t>
      </w:r>
      <w:r w:rsidRPr="003E3506">
        <w:rPr>
          <w:rtl/>
          <w:lang w:bidi="fa-IR"/>
        </w:rPr>
        <w:t xml:space="preserve"> پنجاه تا</w:t>
      </w:r>
      <w:r w:rsidR="000C4B14">
        <w:rPr>
          <w:rtl/>
          <w:lang w:bidi="fa-IR"/>
        </w:rPr>
        <w:t>،</w:t>
      </w:r>
      <w:r w:rsidRPr="003E3506">
        <w:rPr>
          <w:rtl/>
          <w:lang w:bidi="fa-IR"/>
        </w:rPr>
        <w:t xml:space="preserve"> حساب كند و براى هر پنجاه تا</w:t>
      </w:r>
      <w:r w:rsidR="000C4B14">
        <w:rPr>
          <w:rtl/>
          <w:lang w:bidi="fa-IR"/>
        </w:rPr>
        <w:t>،</w:t>
      </w:r>
      <w:r w:rsidRPr="003E3506">
        <w:rPr>
          <w:rtl/>
          <w:lang w:bidi="fa-IR"/>
        </w:rPr>
        <w:t xml:space="preserve"> يك شترى بدهد كه داخل سال چهارم شده باشد</w:t>
      </w:r>
      <w:r w:rsidR="000C4B14">
        <w:rPr>
          <w:rtl/>
          <w:lang w:bidi="fa-IR"/>
        </w:rPr>
        <w:t>،</w:t>
      </w:r>
      <w:r w:rsidRPr="003E3506">
        <w:rPr>
          <w:rtl/>
          <w:lang w:bidi="fa-IR"/>
        </w:rPr>
        <w:t xml:space="preserve"> و يا با چهل و پنجاه حساب كند</w:t>
      </w:r>
      <w:r w:rsidR="000C4B14">
        <w:rPr>
          <w:rtl/>
          <w:lang w:bidi="fa-IR"/>
        </w:rPr>
        <w:t>،</w:t>
      </w:r>
      <w:r w:rsidRPr="003E3506">
        <w:rPr>
          <w:rtl/>
          <w:lang w:bidi="fa-IR"/>
        </w:rPr>
        <w:t xml:space="preserve"> ولى در هر صورت بايد طورى حساب كند كه چيزى باقى نماند</w:t>
      </w:r>
      <w:r w:rsidR="000C4B14">
        <w:rPr>
          <w:rtl/>
          <w:lang w:bidi="fa-IR"/>
        </w:rPr>
        <w:t>،</w:t>
      </w:r>
      <w:r w:rsidRPr="003E3506">
        <w:rPr>
          <w:rtl/>
          <w:lang w:bidi="fa-IR"/>
        </w:rPr>
        <w:t xml:space="preserve"> يا اگر چيزى باقى ميماند</w:t>
      </w:r>
      <w:r w:rsidR="000C4B14">
        <w:rPr>
          <w:rtl/>
          <w:lang w:bidi="fa-IR"/>
        </w:rPr>
        <w:t>،</w:t>
      </w:r>
      <w:r w:rsidRPr="003E3506">
        <w:rPr>
          <w:rtl/>
          <w:lang w:bidi="fa-IR"/>
        </w:rPr>
        <w:t xml:space="preserve"> از نه تا بيشتر نباشد</w:t>
      </w:r>
      <w:r w:rsidR="000C4B14">
        <w:rPr>
          <w:rtl/>
          <w:lang w:bidi="fa-IR"/>
        </w:rPr>
        <w:t>،</w:t>
      </w:r>
      <w:r w:rsidRPr="003E3506">
        <w:rPr>
          <w:rtl/>
          <w:lang w:bidi="fa-IR"/>
        </w:rPr>
        <w:t xml:space="preserve"> مثلا اگر </w:t>
      </w:r>
      <w:r w:rsidR="00605FAB">
        <w:rPr>
          <w:rtl/>
          <w:lang w:bidi="fa-IR"/>
        </w:rPr>
        <w:t>(</w:t>
      </w:r>
      <w:r w:rsidRPr="003E3506">
        <w:rPr>
          <w:rtl/>
          <w:lang w:bidi="fa-IR"/>
        </w:rPr>
        <w:t>١٤٠</w:t>
      </w:r>
      <w:r w:rsidR="00605FAB">
        <w:rPr>
          <w:rtl/>
          <w:lang w:bidi="fa-IR"/>
        </w:rPr>
        <w:t>)</w:t>
      </w:r>
      <w:r w:rsidRPr="003E3506">
        <w:rPr>
          <w:rtl/>
          <w:lang w:bidi="fa-IR"/>
        </w:rPr>
        <w:t xml:space="preserve"> شتر دارد بايد براى صد تا دو شترى كه داخل سال چهارم شده</w:t>
      </w:r>
      <w:r w:rsidR="000C4B14">
        <w:rPr>
          <w:rtl/>
          <w:lang w:bidi="fa-IR"/>
        </w:rPr>
        <w:t>،</w:t>
      </w:r>
      <w:r w:rsidRPr="003E3506">
        <w:rPr>
          <w:rtl/>
          <w:lang w:bidi="fa-IR"/>
        </w:rPr>
        <w:t xml:space="preserve"> و براى چهل تا</w:t>
      </w:r>
      <w:r w:rsidR="000C4B14">
        <w:rPr>
          <w:rtl/>
          <w:lang w:bidi="fa-IR"/>
        </w:rPr>
        <w:t>،</w:t>
      </w:r>
      <w:r w:rsidRPr="003E3506">
        <w:rPr>
          <w:rtl/>
          <w:lang w:bidi="fa-IR"/>
        </w:rPr>
        <w:t xml:space="preserve"> يك شترى كه داخل سال سوم شده بدهد و شترى كه در زكاة داده مى شود</w:t>
      </w:r>
      <w:r w:rsidR="000C4B14">
        <w:rPr>
          <w:rtl/>
          <w:lang w:bidi="fa-IR"/>
        </w:rPr>
        <w:t>،</w:t>
      </w:r>
      <w:r w:rsidRPr="003E3506">
        <w:rPr>
          <w:rtl/>
          <w:lang w:bidi="fa-IR"/>
        </w:rPr>
        <w:t xml:space="preserve"> بايد ماده باشد.</w:t>
      </w:r>
    </w:p>
    <w:p w:rsidR="003E3506" w:rsidRPr="003E3506" w:rsidRDefault="003E3506" w:rsidP="003E3506">
      <w:pPr>
        <w:pStyle w:val="libNormal"/>
        <w:rPr>
          <w:lang w:bidi="fa-IR"/>
        </w:rPr>
      </w:pPr>
      <w:r w:rsidRPr="003E3506">
        <w:rPr>
          <w:rtl/>
          <w:lang w:bidi="fa-IR"/>
        </w:rPr>
        <w:t>١٩١٩ - زكاة ما بين دو نصاب واجب نيست</w:t>
      </w:r>
      <w:r w:rsidR="000C4B14">
        <w:rPr>
          <w:rtl/>
          <w:lang w:bidi="fa-IR"/>
        </w:rPr>
        <w:t>،</w:t>
      </w:r>
      <w:r w:rsidRPr="003E3506">
        <w:rPr>
          <w:rtl/>
          <w:lang w:bidi="fa-IR"/>
        </w:rPr>
        <w:t xml:space="preserve"> پس اگر شماره شترهايى كه دارد از نصاب اول كه پنج است بگذرد</w:t>
      </w:r>
      <w:r w:rsidR="000C4B14">
        <w:rPr>
          <w:rtl/>
          <w:lang w:bidi="fa-IR"/>
        </w:rPr>
        <w:t>،</w:t>
      </w:r>
      <w:r w:rsidRPr="003E3506">
        <w:rPr>
          <w:rtl/>
          <w:lang w:bidi="fa-IR"/>
        </w:rPr>
        <w:t xml:space="preserve"> تا به نصاب دوم كه ده تا است نرسيده باشد فقط بايد زكاة پنج تاى آن را بدهد</w:t>
      </w:r>
      <w:r w:rsidR="000C4B14">
        <w:rPr>
          <w:rtl/>
          <w:lang w:bidi="fa-IR"/>
        </w:rPr>
        <w:t>،</w:t>
      </w:r>
      <w:r w:rsidRPr="003E3506">
        <w:rPr>
          <w:rtl/>
          <w:lang w:bidi="fa-IR"/>
        </w:rPr>
        <w:t xml:space="preserve"> و هم چنين است حال در نصابهاى بعد.</w:t>
      </w:r>
    </w:p>
    <w:p w:rsidR="003E3506" w:rsidRDefault="00605FAB" w:rsidP="00F72BDA">
      <w:pPr>
        <w:pStyle w:val="Heading3"/>
        <w:rPr>
          <w:rtl/>
          <w:lang w:bidi="fa-IR"/>
        </w:rPr>
      </w:pPr>
      <w:bookmarkStart w:id="210" w:name="_Toc24454633"/>
      <w:r>
        <w:rPr>
          <w:rtl/>
          <w:lang w:bidi="fa-IR"/>
        </w:rPr>
        <w:t>(</w:t>
      </w:r>
      <w:r w:rsidR="003E3506" w:rsidRPr="003E3506">
        <w:rPr>
          <w:rtl/>
          <w:lang w:bidi="fa-IR"/>
        </w:rPr>
        <w:t>نصاب گاو</w:t>
      </w:r>
      <w:r>
        <w:rPr>
          <w:rtl/>
          <w:lang w:bidi="fa-IR"/>
        </w:rPr>
        <w:t>)</w:t>
      </w:r>
      <w:bookmarkEnd w:id="210"/>
    </w:p>
    <w:p w:rsidR="003E3506" w:rsidRPr="003E3506" w:rsidRDefault="003E3506" w:rsidP="003E3506">
      <w:pPr>
        <w:pStyle w:val="libNormal"/>
        <w:rPr>
          <w:lang w:bidi="fa-IR"/>
        </w:rPr>
      </w:pPr>
      <w:r w:rsidRPr="003E3506">
        <w:rPr>
          <w:rtl/>
          <w:lang w:bidi="fa-IR"/>
        </w:rPr>
        <w:t>١٩٢٠ - گاو دو نصاب دارد</w:t>
      </w:r>
      <w:r w:rsidR="00553569">
        <w:rPr>
          <w:rtl/>
          <w:lang w:bidi="fa-IR"/>
        </w:rPr>
        <w:t>:</w:t>
      </w:r>
      <w:r w:rsidRPr="003E3506">
        <w:rPr>
          <w:rtl/>
          <w:lang w:bidi="fa-IR"/>
        </w:rPr>
        <w:t xml:space="preserve"> نصاب اول آن سى تا است كه وقتى شماره گاو به سى رسيد</w:t>
      </w:r>
      <w:r w:rsidR="000C4B14">
        <w:rPr>
          <w:rtl/>
          <w:lang w:bidi="fa-IR"/>
        </w:rPr>
        <w:t>،</w:t>
      </w:r>
      <w:r w:rsidRPr="003E3506">
        <w:rPr>
          <w:rtl/>
          <w:lang w:bidi="fa-IR"/>
        </w:rPr>
        <w:t xml:space="preserve"> اگر شرايطى را كه گفته شد داشته باشد بايد يك گوساله اى كه داخل سال دوم شده از بابت زكاة بدهد.</w:t>
      </w:r>
    </w:p>
    <w:p w:rsidR="003E3506" w:rsidRPr="003E3506" w:rsidRDefault="003E3506" w:rsidP="003E3506">
      <w:pPr>
        <w:pStyle w:val="libNormal"/>
        <w:rPr>
          <w:lang w:bidi="fa-IR"/>
        </w:rPr>
      </w:pPr>
      <w:r w:rsidRPr="003E3506">
        <w:rPr>
          <w:rtl/>
          <w:lang w:bidi="fa-IR"/>
        </w:rPr>
        <w:lastRenderedPageBreak/>
        <w:t>و احتياط واجب آن است كه گوساله نر باشد</w:t>
      </w:r>
      <w:r w:rsidR="000C4B14">
        <w:rPr>
          <w:rtl/>
          <w:lang w:bidi="fa-IR"/>
        </w:rPr>
        <w:t>،</w:t>
      </w:r>
      <w:r w:rsidRPr="003E3506">
        <w:rPr>
          <w:rtl/>
          <w:lang w:bidi="fa-IR"/>
        </w:rPr>
        <w:t xml:space="preserve"> و نصاب دوم آن چهل است و زكاة آن يك گوساله ماده اى است كه داخل سال سوم شده باشد و زكاة ما بين سى و چهل واجب نيست</w:t>
      </w:r>
      <w:r w:rsidR="000C4B14">
        <w:rPr>
          <w:rtl/>
          <w:lang w:bidi="fa-IR"/>
        </w:rPr>
        <w:t>،</w:t>
      </w:r>
      <w:r w:rsidRPr="003E3506">
        <w:rPr>
          <w:rtl/>
          <w:lang w:bidi="fa-IR"/>
        </w:rPr>
        <w:t xml:space="preserve"> مثلا كسى سى و نه گاو دارد فقط بايد زكاة سى تاى آنها را بدهد</w:t>
      </w:r>
      <w:r w:rsidR="000C4B14">
        <w:rPr>
          <w:rtl/>
          <w:lang w:bidi="fa-IR"/>
        </w:rPr>
        <w:t>،</w:t>
      </w:r>
      <w:r w:rsidRPr="003E3506">
        <w:rPr>
          <w:rtl/>
          <w:lang w:bidi="fa-IR"/>
        </w:rPr>
        <w:t xml:space="preserve"> و نيز اگر از چهل گاو زيادتر داشته باشد</w:t>
      </w:r>
      <w:r w:rsidR="000C4B14">
        <w:rPr>
          <w:rtl/>
          <w:lang w:bidi="fa-IR"/>
        </w:rPr>
        <w:t>،</w:t>
      </w:r>
      <w:r w:rsidRPr="003E3506">
        <w:rPr>
          <w:rtl/>
          <w:lang w:bidi="fa-IR"/>
        </w:rPr>
        <w:t xml:space="preserve"> تا به شصت نرسيده</w:t>
      </w:r>
      <w:r w:rsidR="000C4B14">
        <w:rPr>
          <w:rtl/>
          <w:lang w:bidi="fa-IR"/>
        </w:rPr>
        <w:t>،</w:t>
      </w:r>
      <w:r w:rsidRPr="003E3506">
        <w:rPr>
          <w:rtl/>
          <w:lang w:bidi="fa-IR"/>
        </w:rPr>
        <w:t xml:space="preserve"> فقط بايد زكاة چهل تاى آن را بدهد</w:t>
      </w:r>
      <w:r w:rsidR="000C4B14">
        <w:rPr>
          <w:rtl/>
          <w:lang w:bidi="fa-IR"/>
        </w:rPr>
        <w:t>،</w:t>
      </w:r>
      <w:r w:rsidRPr="003E3506">
        <w:rPr>
          <w:rtl/>
          <w:lang w:bidi="fa-IR"/>
        </w:rPr>
        <w:t xml:space="preserve"> و بعد از آن كه به شصت رسيد</w:t>
      </w:r>
      <w:r w:rsidR="000C4B14">
        <w:rPr>
          <w:rtl/>
          <w:lang w:bidi="fa-IR"/>
        </w:rPr>
        <w:t>،</w:t>
      </w:r>
      <w:r w:rsidRPr="003E3506">
        <w:rPr>
          <w:rtl/>
          <w:lang w:bidi="fa-IR"/>
        </w:rPr>
        <w:t xml:space="preserve"> چون دو برابر نصاب اول را دارد</w:t>
      </w:r>
      <w:r w:rsidR="000C4B14">
        <w:rPr>
          <w:rtl/>
          <w:lang w:bidi="fa-IR"/>
        </w:rPr>
        <w:t>،</w:t>
      </w:r>
      <w:r w:rsidRPr="003E3506">
        <w:rPr>
          <w:rtl/>
          <w:lang w:bidi="fa-IR"/>
        </w:rPr>
        <w:t xml:space="preserve"> بايد دو گوساله اى كه داخل سال دوم شده بدهد</w:t>
      </w:r>
      <w:r w:rsidR="000C4B14">
        <w:rPr>
          <w:rtl/>
          <w:lang w:bidi="fa-IR"/>
        </w:rPr>
        <w:t>،</w:t>
      </w:r>
      <w:r w:rsidRPr="003E3506">
        <w:rPr>
          <w:rtl/>
          <w:lang w:bidi="fa-IR"/>
        </w:rPr>
        <w:t xml:space="preserve"> و هم چنين هر چه بالا رود بايد يا سى تا سى تا حساب كند</w:t>
      </w:r>
      <w:r w:rsidR="000C4B14">
        <w:rPr>
          <w:rtl/>
          <w:lang w:bidi="fa-IR"/>
        </w:rPr>
        <w:t>،</w:t>
      </w:r>
      <w:r w:rsidRPr="003E3506">
        <w:rPr>
          <w:rtl/>
          <w:lang w:bidi="fa-IR"/>
        </w:rPr>
        <w:t xml:space="preserve"> يا چهل تا چهل تا</w:t>
      </w:r>
      <w:r w:rsidR="000C4B14">
        <w:rPr>
          <w:rtl/>
          <w:lang w:bidi="fa-IR"/>
        </w:rPr>
        <w:t>،</w:t>
      </w:r>
      <w:r w:rsidRPr="003E3506">
        <w:rPr>
          <w:rtl/>
          <w:lang w:bidi="fa-IR"/>
        </w:rPr>
        <w:t xml:space="preserve"> يا سى و چهل حساب نمايد</w:t>
      </w:r>
      <w:r w:rsidR="000C4B14">
        <w:rPr>
          <w:rtl/>
          <w:lang w:bidi="fa-IR"/>
        </w:rPr>
        <w:t>،</w:t>
      </w:r>
      <w:r w:rsidRPr="003E3506">
        <w:rPr>
          <w:rtl/>
          <w:lang w:bidi="fa-IR"/>
        </w:rPr>
        <w:t xml:space="preserve"> و زكاة آن را به دستورى كه گفته شد بدهد</w:t>
      </w:r>
      <w:r w:rsidR="000C4B14">
        <w:rPr>
          <w:rtl/>
          <w:lang w:bidi="fa-IR"/>
        </w:rPr>
        <w:t>،</w:t>
      </w:r>
      <w:r w:rsidRPr="003E3506">
        <w:rPr>
          <w:rtl/>
          <w:lang w:bidi="fa-IR"/>
        </w:rPr>
        <w:t xml:space="preserve"> ولى بايد طورى حساب كند كه چيزى باقى نماند</w:t>
      </w:r>
      <w:r w:rsidR="000C4B14">
        <w:rPr>
          <w:rtl/>
          <w:lang w:bidi="fa-IR"/>
        </w:rPr>
        <w:t>،</w:t>
      </w:r>
      <w:r w:rsidRPr="003E3506">
        <w:rPr>
          <w:rtl/>
          <w:lang w:bidi="fa-IR"/>
        </w:rPr>
        <w:t xml:space="preserve"> يا اگر چيزى باقى مى ماند از نه بيشتر نباشد</w:t>
      </w:r>
      <w:r w:rsidR="000C4B14">
        <w:rPr>
          <w:rtl/>
          <w:lang w:bidi="fa-IR"/>
        </w:rPr>
        <w:t>،</w:t>
      </w:r>
      <w:r w:rsidRPr="003E3506">
        <w:rPr>
          <w:rtl/>
          <w:lang w:bidi="fa-IR"/>
        </w:rPr>
        <w:t xml:space="preserve"> مثلا اگر هفتاد گاو دارد</w:t>
      </w:r>
      <w:r w:rsidR="000C4B14">
        <w:rPr>
          <w:rtl/>
          <w:lang w:bidi="fa-IR"/>
        </w:rPr>
        <w:t>،</w:t>
      </w:r>
      <w:r w:rsidRPr="003E3506">
        <w:rPr>
          <w:rtl/>
          <w:lang w:bidi="fa-IR"/>
        </w:rPr>
        <w:t xml:space="preserve"> بايد به حساب سى و چهل حساب كند و براى سى تاى آن زكاة سى تا</w:t>
      </w:r>
      <w:r w:rsidR="000C4B14">
        <w:rPr>
          <w:rtl/>
          <w:lang w:bidi="fa-IR"/>
        </w:rPr>
        <w:t>،</w:t>
      </w:r>
      <w:r w:rsidRPr="003E3506">
        <w:rPr>
          <w:rtl/>
          <w:lang w:bidi="fa-IR"/>
        </w:rPr>
        <w:t xml:space="preserve"> و براى چهل تاى آن زكاة چهل تا را بدهد</w:t>
      </w:r>
      <w:r w:rsidR="000C4B14">
        <w:rPr>
          <w:rtl/>
          <w:lang w:bidi="fa-IR"/>
        </w:rPr>
        <w:t>،</w:t>
      </w:r>
      <w:r w:rsidRPr="003E3506">
        <w:rPr>
          <w:rtl/>
          <w:lang w:bidi="fa-IR"/>
        </w:rPr>
        <w:t xml:space="preserve"> چون اگر به حساب سى تا حساب كند</w:t>
      </w:r>
      <w:r w:rsidR="000C4B14">
        <w:rPr>
          <w:rtl/>
          <w:lang w:bidi="fa-IR"/>
        </w:rPr>
        <w:t>،</w:t>
      </w:r>
      <w:r w:rsidRPr="003E3506">
        <w:rPr>
          <w:rtl/>
          <w:lang w:bidi="fa-IR"/>
        </w:rPr>
        <w:t xml:space="preserve"> ده تا زكاة نداده مى ماند.</w:t>
      </w:r>
    </w:p>
    <w:p w:rsidR="003E3506" w:rsidRDefault="00605FAB" w:rsidP="00F72BDA">
      <w:pPr>
        <w:pStyle w:val="Heading3"/>
        <w:rPr>
          <w:rtl/>
          <w:lang w:bidi="fa-IR"/>
        </w:rPr>
      </w:pPr>
      <w:bookmarkStart w:id="211" w:name="_Toc24454634"/>
      <w:r>
        <w:rPr>
          <w:rtl/>
          <w:lang w:bidi="fa-IR"/>
        </w:rPr>
        <w:t>(</w:t>
      </w:r>
      <w:r w:rsidR="003E3506" w:rsidRPr="003E3506">
        <w:rPr>
          <w:rtl/>
          <w:lang w:bidi="fa-IR"/>
        </w:rPr>
        <w:t>نصاب گوسفند</w:t>
      </w:r>
      <w:r>
        <w:rPr>
          <w:rtl/>
          <w:lang w:bidi="fa-IR"/>
        </w:rPr>
        <w:t>)</w:t>
      </w:r>
      <w:bookmarkEnd w:id="211"/>
    </w:p>
    <w:p w:rsidR="003E3506" w:rsidRPr="003E3506" w:rsidRDefault="003E3506" w:rsidP="003E3506">
      <w:pPr>
        <w:pStyle w:val="libNormal"/>
        <w:rPr>
          <w:lang w:bidi="fa-IR"/>
        </w:rPr>
      </w:pPr>
      <w:r w:rsidRPr="003E3506">
        <w:rPr>
          <w:rtl/>
          <w:lang w:bidi="fa-IR"/>
        </w:rPr>
        <w:t>١٩٢١ - گوسفند پنج نصاب دارد</w:t>
      </w:r>
      <w:r w:rsidR="00553569">
        <w:rPr>
          <w:rtl/>
          <w:lang w:bidi="fa-IR"/>
        </w:rPr>
        <w:t>:</w:t>
      </w:r>
      <w:r w:rsidRPr="003E3506">
        <w:rPr>
          <w:rtl/>
          <w:lang w:bidi="fa-IR"/>
        </w:rPr>
        <w:t xml:space="preserve"> اول چهل تا است و زكاة آن يك گوسفند است و تا گوسفند به چهل نرسد زكاة ندارد.</w:t>
      </w:r>
    </w:p>
    <w:p w:rsidR="003E3506" w:rsidRPr="003E3506" w:rsidRDefault="003E3506" w:rsidP="003E3506">
      <w:pPr>
        <w:pStyle w:val="libNormal"/>
        <w:rPr>
          <w:lang w:bidi="fa-IR"/>
        </w:rPr>
      </w:pPr>
      <w:r w:rsidRPr="003E3506">
        <w:rPr>
          <w:rtl/>
          <w:lang w:bidi="fa-IR"/>
        </w:rPr>
        <w:t>دوم صد و بيست و يك است و زكاة آن دو گوسفند است</w:t>
      </w:r>
      <w:r w:rsidR="000C4B14">
        <w:rPr>
          <w:rtl/>
          <w:lang w:bidi="fa-IR"/>
        </w:rPr>
        <w:t>.</w:t>
      </w:r>
    </w:p>
    <w:p w:rsidR="003E3506" w:rsidRPr="003E3506" w:rsidRDefault="003E3506" w:rsidP="003E3506">
      <w:pPr>
        <w:pStyle w:val="libNormal"/>
        <w:rPr>
          <w:lang w:bidi="fa-IR"/>
        </w:rPr>
      </w:pPr>
      <w:r w:rsidRPr="003E3506">
        <w:rPr>
          <w:rtl/>
          <w:lang w:bidi="fa-IR"/>
        </w:rPr>
        <w:t>سوم دويست و يك است و زكاة آن سه گوسفند است</w:t>
      </w:r>
      <w:r w:rsidR="000C4B14">
        <w:rPr>
          <w:rtl/>
          <w:lang w:bidi="fa-IR"/>
        </w:rPr>
        <w:t>.</w:t>
      </w:r>
    </w:p>
    <w:p w:rsidR="003E3506" w:rsidRPr="003E3506" w:rsidRDefault="003E3506" w:rsidP="003E3506">
      <w:pPr>
        <w:pStyle w:val="libNormal"/>
        <w:rPr>
          <w:lang w:bidi="fa-IR"/>
        </w:rPr>
      </w:pPr>
      <w:r w:rsidRPr="003E3506">
        <w:rPr>
          <w:rtl/>
          <w:lang w:bidi="fa-IR"/>
        </w:rPr>
        <w:t>چهارم سيصد و يك است و زكاة آن چهار گوسفند است</w:t>
      </w:r>
      <w:r w:rsidR="000C4B14">
        <w:rPr>
          <w:rtl/>
          <w:lang w:bidi="fa-IR"/>
        </w:rPr>
        <w:t>.</w:t>
      </w:r>
    </w:p>
    <w:p w:rsidR="003E3506" w:rsidRPr="003E3506" w:rsidRDefault="003E3506" w:rsidP="003E3506">
      <w:pPr>
        <w:pStyle w:val="libNormal"/>
        <w:rPr>
          <w:lang w:bidi="fa-IR"/>
        </w:rPr>
      </w:pPr>
      <w:r w:rsidRPr="003E3506">
        <w:rPr>
          <w:rtl/>
          <w:lang w:bidi="fa-IR"/>
        </w:rPr>
        <w:t>پنجم چهار صد و بالاتر از آن است كه بايد آنها را صد تا صد تا حساب كند</w:t>
      </w:r>
      <w:r w:rsidR="000C4B14">
        <w:rPr>
          <w:rtl/>
          <w:lang w:bidi="fa-IR"/>
        </w:rPr>
        <w:t>،</w:t>
      </w:r>
      <w:r w:rsidRPr="003E3506">
        <w:rPr>
          <w:rtl/>
          <w:lang w:bidi="fa-IR"/>
        </w:rPr>
        <w:t xml:space="preserve"> و براى هر صد تاى آنها يك گوسفند بدهد</w:t>
      </w:r>
      <w:r w:rsidR="000C4B14">
        <w:rPr>
          <w:rtl/>
          <w:lang w:bidi="fa-IR"/>
        </w:rPr>
        <w:t>،</w:t>
      </w:r>
      <w:r w:rsidRPr="003E3506">
        <w:rPr>
          <w:rtl/>
          <w:lang w:bidi="fa-IR"/>
        </w:rPr>
        <w:t xml:space="preserve"> و لازم نيست زكاة را از خود گوسفندها بدهد</w:t>
      </w:r>
      <w:r w:rsidR="000C4B14">
        <w:rPr>
          <w:rtl/>
          <w:lang w:bidi="fa-IR"/>
        </w:rPr>
        <w:t>،</w:t>
      </w:r>
      <w:r w:rsidRPr="003E3506">
        <w:rPr>
          <w:rtl/>
          <w:lang w:bidi="fa-IR"/>
        </w:rPr>
        <w:t xml:space="preserve"> بلكه اگر گوسفند ديگرى بدهد</w:t>
      </w:r>
      <w:r w:rsidR="000C4B14">
        <w:rPr>
          <w:rtl/>
          <w:lang w:bidi="fa-IR"/>
        </w:rPr>
        <w:t>،</w:t>
      </w:r>
      <w:r w:rsidRPr="003E3506">
        <w:rPr>
          <w:rtl/>
          <w:lang w:bidi="fa-IR"/>
        </w:rPr>
        <w:t xml:space="preserve"> يا مطابق قيمت گوسفند پول بدهد</w:t>
      </w:r>
      <w:r w:rsidR="000C4B14">
        <w:rPr>
          <w:rtl/>
          <w:lang w:bidi="fa-IR"/>
        </w:rPr>
        <w:t>،</w:t>
      </w:r>
      <w:r w:rsidRPr="003E3506">
        <w:rPr>
          <w:rtl/>
          <w:lang w:bidi="fa-IR"/>
        </w:rPr>
        <w:t xml:space="preserve"> كافى است</w:t>
      </w:r>
      <w:r w:rsidR="000C4B14">
        <w:rPr>
          <w:rtl/>
          <w:lang w:bidi="fa-IR"/>
        </w:rPr>
        <w:t>.</w:t>
      </w:r>
    </w:p>
    <w:p w:rsidR="003E3506" w:rsidRPr="003E3506" w:rsidRDefault="003E3506" w:rsidP="003E3506">
      <w:pPr>
        <w:pStyle w:val="libNormal"/>
        <w:rPr>
          <w:lang w:bidi="fa-IR"/>
        </w:rPr>
      </w:pPr>
      <w:r w:rsidRPr="003E3506">
        <w:rPr>
          <w:rtl/>
          <w:lang w:bidi="fa-IR"/>
        </w:rPr>
        <w:t>١٩٢٢ - زكاة مابين دو نصاب واجب نيست پس اگر شماره گوسفندهاى كسى از نصاب اول كه چهل است بيشتر باشد تا به نصاب دوم كه صد و بيست و يك است نرسيده باشد</w:t>
      </w:r>
      <w:r w:rsidR="000C4B14">
        <w:rPr>
          <w:rtl/>
          <w:lang w:bidi="fa-IR"/>
        </w:rPr>
        <w:t>،</w:t>
      </w:r>
      <w:r w:rsidRPr="003E3506">
        <w:rPr>
          <w:rtl/>
          <w:lang w:bidi="fa-IR"/>
        </w:rPr>
        <w:t xml:space="preserve"> فقط بايد زكاة چهل تاى آن را بدهد و زيادى آن زكاة ندارد</w:t>
      </w:r>
      <w:r w:rsidR="000C4B14">
        <w:rPr>
          <w:rtl/>
          <w:lang w:bidi="fa-IR"/>
        </w:rPr>
        <w:t>،</w:t>
      </w:r>
      <w:r w:rsidRPr="003E3506">
        <w:rPr>
          <w:rtl/>
          <w:lang w:bidi="fa-IR"/>
        </w:rPr>
        <w:t xml:space="preserve"> و هم چنين است حكم در نصاب</w:t>
      </w:r>
      <w:r w:rsidR="00F72BDA">
        <w:rPr>
          <w:rFonts w:hint="cs"/>
          <w:rtl/>
          <w:lang w:bidi="fa-IR"/>
        </w:rPr>
        <w:t xml:space="preserve"> </w:t>
      </w:r>
      <w:r w:rsidRPr="003E3506">
        <w:rPr>
          <w:rtl/>
          <w:lang w:bidi="fa-IR"/>
        </w:rPr>
        <w:t>هاى بعد.</w:t>
      </w:r>
    </w:p>
    <w:p w:rsidR="003E3506" w:rsidRPr="003E3506" w:rsidRDefault="003E3506" w:rsidP="003E3506">
      <w:pPr>
        <w:pStyle w:val="libNormal"/>
        <w:rPr>
          <w:lang w:bidi="fa-IR"/>
        </w:rPr>
      </w:pPr>
      <w:r w:rsidRPr="003E3506">
        <w:rPr>
          <w:rtl/>
          <w:lang w:bidi="fa-IR"/>
        </w:rPr>
        <w:lastRenderedPageBreak/>
        <w:t>١٩٢٣ - زكاة شتر و گاو و گوسفندى كه به مقدار نصاب برسد</w:t>
      </w:r>
      <w:r w:rsidR="000C4B14">
        <w:rPr>
          <w:rtl/>
          <w:lang w:bidi="fa-IR"/>
        </w:rPr>
        <w:t>،</w:t>
      </w:r>
      <w:r w:rsidRPr="003E3506">
        <w:rPr>
          <w:rtl/>
          <w:lang w:bidi="fa-IR"/>
        </w:rPr>
        <w:t xml:space="preserve"> واجب است چه همه آنها نر باشند</w:t>
      </w:r>
      <w:r w:rsidR="000C4B14">
        <w:rPr>
          <w:rtl/>
          <w:lang w:bidi="fa-IR"/>
        </w:rPr>
        <w:t>،</w:t>
      </w:r>
      <w:r w:rsidRPr="003E3506">
        <w:rPr>
          <w:rtl/>
          <w:lang w:bidi="fa-IR"/>
        </w:rPr>
        <w:t xml:space="preserve"> يا ماده</w:t>
      </w:r>
      <w:r w:rsidR="000C4B14">
        <w:rPr>
          <w:rtl/>
          <w:lang w:bidi="fa-IR"/>
        </w:rPr>
        <w:t>،</w:t>
      </w:r>
      <w:r w:rsidRPr="003E3506">
        <w:rPr>
          <w:rtl/>
          <w:lang w:bidi="fa-IR"/>
        </w:rPr>
        <w:t xml:space="preserve"> يا بعضى نر باشند</w:t>
      </w:r>
      <w:r w:rsidR="000C4B14">
        <w:rPr>
          <w:rtl/>
          <w:lang w:bidi="fa-IR"/>
        </w:rPr>
        <w:t>،</w:t>
      </w:r>
      <w:r w:rsidRPr="003E3506">
        <w:rPr>
          <w:rtl/>
          <w:lang w:bidi="fa-IR"/>
        </w:rPr>
        <w:t xml:space="preserve"> و بعضى ماده</w:t>
      </w:r>
      <w:r w:rsidR="000C4B14">
        <w:rPr>
          <w:rtl/>
          <w:lang w:bidi="fa-IR"/>
        </w:rPr>
        <w:t>.</w:t>
      </w:r>
    </w:p>
    <w:p w:rsidR="00F72BDA" w:rsidRDefault="003E3506" w:rsidP="003E3506">
      <w:pPr>
        <w:pStyle w:val="libNormal"/>
        <w:rPr>
          <w:rtl/>
          <w:lang w:bidi="fa-IR"/>
        </w:rPr>
      </w:pPr>
      <w:r w:rsidRPr="003E3506">
        <w:rPr>
          <w:rtl/>
          <w:lang w:bidi="fa-IR"/>
        </w:rPr>
        <w:t>١٩٢٤ - در زكاة</w:t>
      </w:r>
      <w:r w:rsidR="000C4B14">
        <w:rPr>
          <w:rtl/>
          <w:lang w:bidi="fa-IR"/>
        </w:rPr>
        <w:t>،</w:t>
      </w:r>
      <w:r w:rsidRPr="003E3506">
        <w:rPr>
          <w:rtl/>
          <w:lang w:bidi="fa-IR"/>
        </w:rPr>
        <w:t xml:space="preserve"> گاو و گاوميش يك جنس حساب مى شوند</w:t>
      </w:r>
      <w:r w:rsidR="000C4B14">
        <w:rPr>
          <w:rtl/>
          <w:lang w:bidi="fa-IR"/>
        </w:rPr>
        <w:t>،</w:t>
      </w:r>
      <w:r w:rsidRPr="003E3506">
        <w:rPr>
          <w:rtl/>
          <w:lang w:bidi="fa-IR"/>
        </w:rPr>
        <w:t xml:space="preserve"> و شتر عربى و غير عربى يك جنس است</w:t>
      </w:r>
      <w:r w:rsidR="000C4B14">
        <w:rPr>
          <w:rtl/>
          <w:lang w:bidi="fa-IR"/>
        </w:rPr>
        <w:t>،</w:t>
      </w:r>
      <w:r w:rsidRPr="003E3506">
        <w:rPr>
          <w:rtl/>
          <w:lang w:bidi="fa-IR"/>
        </w:rPr>
        <w:t xml:space="preserve"> و هم چنين بز و ميش و شيشك در زكاة با هم فرق ندارند.</w:t>
      </w:r>
    </w:p>
    <w:p w:rsidR="003E3506" w:rsidRPr="003E3506" w:rsidRDefault="003E3506" w:rsidP="003E3506">
      <w:pPr>
        <w:pStyle w:val="libNormal"/>
        <w:rPr>
          <w:lang w:bidi="fa-IR"/>
        </w:rPr>
      </w:pPr>
      <w:r w:rsidRPr="003E3506">
        <w:rPr>
          <w:rtl/>
          <w:lang w:bidi="fa-IR"/>
        </w:rPr>
        <w:t>١٩٢٥ - اگر براى زكاة</w:t>
      </w:r>
      <w:r w:rsidR="000C4B14">
        <w:rPr>
          <w:rtl/>
          <w:lang w:bidi="fa-IR"/>
        </w:rPr>
        <w:t>،</w:t>
      </w:r>
      <w:r w:rsidRPr="003E3506">
        <w:rPr>
          <w:rtl/>
          <w:lang w:bidi="fa-IR"/>
        </w:rPr>
        <w:t xml:space="preserve"> گوسفند بدهد</w:t>
      </w:r>
      <w:r w:rsidR="000C4B14">
        <w:rPr>
          <w:rtl/>
          <w:lang w:bidi="fa-IR"/>
        </w:rPr>
        <w:t>،</w:t>
      </w:r>
      <w:r w:rsidRPr="003E3506">
        <w:rPr>
          <w:rtl/>
          <w:lang w:bidi="fa-IR"/>
        </w:rPr>
        <w:t xml:space="preserve"> بنابر احتياط واجب بايد اقلا داخل سال دوم شده باشد</w:t>
      </w:r>
      <w:r w:rsidR="000C4B14">
        <w:rPr>
          <w:rtl/>
          <w:lang w:bidi="fa-IR"/>
        </w:rPr>
        <w:t>،</w:t>
      </w:r>
      <w:r w:rsidRPr="003E3506">
        <w:rPr>
          <w:rtl/>
          <w:lang w:bidi="fa-IR"/>
        </w:rPr>
        <w:t xml:space="preserve"> و اگر بز بدهد احتياطا بايد داخل سال سوم شده باشد.</w:t>
      </w:r>
    </w:p>
    <w:p w:rsidR="003E3506" w:rsidRPr="003E3506" w:rsidRDefault="003E3506" w:rsidP="003E3506">
      <w:pPr>
        <w:pStyle w:val="libNormal"/>
        <w:rPr>
          <w:lang w:bidi="fa-IR"/>
        </w:rPr>
      </w:pPr>
      <w:r w:rsidRPr="003E3506">
        <w:rPr>
          <w:rtl/>
          <w:lang w:bidi="fa-IR"/>
        </w:rPr>
        <w:t>١٩٢٦ - گوسفندى را كه بابت زكاة مى دهد</w:t>
      </w:r>
      <w:r w:rsidR="000C4B14">
        <w:rPr>
          <w:rtl/>
          <w:lang w:bidi="fa-IR"/>
        </w:rPr>
        <w:t>،</w:t>
      </w:r>
      <w:r w:rsidRPr="003E3506">
        <w:rPr>
          <w:rtl/>
          <w:lang w:bidi="fa-IR"/>
        </w:rPr>
        <w:t xml:space="preserve"> اگر قيمتش مختصرى از گوسفندهاى ديگر او كمتر باشد اشكال ندارد</w:t>
      </w:r>
      <w:r w:rsidR="000C4B14">
        <w:rPr>
          <w:rtl/>
          <w:lang w:bidi="fa-IR"/>
        </w:rPr>
        <w:t>،</w:t>
      </w:r>
      <w:r w:rsidRPr="003E3506">
        <w:rPr>
          <w:rtl/>
          <w:lang w:bidi="fa-IR"/>
        </w:rPr>
        <w:t xml:space="preserve"> ولى بهتر است گوسفندى را كه قيمت آن از تمام گوسفندهايش بيشتر است بدهد و هم چنين است در گاو و شتر.</w:t>
      </w:r>
    </w:p>
    <w:p w:rsidR="003E3506" w:rsidRPr="003E3506" w:rsidRDefault="003E3506" w:rsidP="003E3506">
      <w:pPr>
        <w:pStyle w:val="libNormal"/>
        <w:rPr>
          <w:lang w:bidi="fa-IR"/>
        </w:rPr>
      </w:pPr>
      <w:r w:rsidRPr="003E3506">
        <w:rPr>
          <w:rtl/>
          <w:lang w:bidi="fa-IR"/>
        </w:rPr>
        <w:t>١٩٢٧ - اگر چند نفر با هم شريك باشند</w:t>
      </w:r>
      <w:r w:rsidR="000C4B14">
        <w:rPr>
          <w:rtl/>
          <w:lang w:bidi="fa-IR"/>
        </w:rPr>
        <w:t>،</w:t>
      </w:r>
      <w:r w:rsidRPr="003E3506">
        <w:rPr>
          <w:rtl/>
          <w:lang w:bidi="fa-IR"/>
        </w:rPr>
        <w:t xml:space="preserve"> هر كدام آنان كه سهمش به نصاب اول رسيده</w:t>
      </w:r>
      <w:r w:rsidR="000C4B14">
        <w:rPr>
          <w:rtl/>
          <w:lang w:bidi="fa-IR"/>
        </w:rPr>
        <w:t>،</w:t>
      </w:r>
      <w:r w:rsidRPr="003E3506">
        <w:rPr>
          <w:rtl/>
          <w:lang w:bidi="fa-IR"/>
        </w:rPr>
        <w:t xml:space="preserve"> بايد زكاة بدهد</w:t>
      </w:r>
      <w:r w:rsidR="000C4B14">
        <w:rPr>
          <w:rtl/>
          <w:lang w:bidi="fa-IR"/>
        </w:rPr>
        <w:t>،</w:t>
      </w:r>
      <w:r w:rsidRPr="003E3506">
        <w:rPr>
          <w:rtl/>
          <w:lang w:bidi="fa-IR"/>
        </w:rPr>
        <w:t xml:space="preserve"> و بر كسى كه سهم او كمتر از نصاب اول است زكاة واجب نيست</w:t>
      </w:r>
      <w:r w:rsidR="000C4B14">
        <w:rPr>
          <w:rtl/>
          <w:lang w:bidi="fa-IR"/>
        </w:rPr>
        <w:t>.</w:t>
      </w:r>
    </w:p>
    <w:p w:rsidR="003E3506" w:rsidRPr="003E3506" w:rsidRDefault="003E3506" w:rsidP="003E3506">
      <w:pPr>
        <w:pStyle w:val="libNormal"/>
        <w:rPr>
          <w:lang w:bidi="fa-IR"/>
        </w:rPr>
      </w:pPr>
      <w:r w:rsidRPr="003E3506">
        <w:rPr>
          <w:rtl/>
          <w:lang w:bidi="fa-IR"/>
        </w:rPr>
        <w:t>١٩٢٨ - اگر يك نفر در چند جا گاو يا شتر يا گوسفند داشته باشد و روى هم به اندازه نصاب باشند</w:t>
      </w:r>
      <w:r w:rsidR="000C4B14">
        <w:rPr>
          <w:rtl/>
          <w:lang w:bidi="fa-IR"/>
        </w:rPr>
        <w:t>،</w:t>
      </w:r>
      <w:r w:rsidRPr="003E3506">
        <w:rPr>
          <w:rtl/>
          <w:lang w:bidi="fa-IR"/>
        </w:rPr>
        <w:t xml:space="preserve"> بايد زكاة آنها را بدهد.</w:t>
      </w:r>
    </w:p>
    <w:p w:rsidR="003E3506" w:rsidRPr="003E3506" w:rsidRDefault="003E3506" w:rsidP="003E3506">
      <w:pPr>
        <w:pStyle w:val="libNormal"/>
        <w:rPr>
          <w:lang w:bidi="fa-IR"/>
        </w:rPr>
      </w:pPr>
      <w:r w:rsidRPr="003E3506">
        <w:rPr>
          <w:rtl/>
          <w:lang w:bidi="fa-IR"/>
        </w:rPr>
        <w:t>١٩٢٩ - اگر گاو و گوسفند و شترى كه دارد مريض و معيوب هم باشند</w:t>
      </w:r>
      <w:r w:rsidR="000C4B14">
        <w:rPr>
          <w:rtl/>
          <w:lang w:bidi="fa-IR"/>
        </w:rPr>
        <w:t>،</w:t>
      </w:r>
      <w:r w:rsidRPr="003E3506">
        <w:rPr>
          <w:rtl/>
          <w:lang w:bidi="fa-IR"/>
        </w:rPr>
        <w:t xml:space="preserve"> بايد زكاة آنها را بدهد.</w:t>
      </w:r>
    </w:p>
    <w:p w:rsidR="003E3506" w:rsidRPr="003E3506" w:rsidRDefault="003E3506" w:rsidP="003E3506">
      <w:pPr>
        <w:pStyle w:val="libNormal"/>
        <w:rPr>
          <w:lang w:bidi="fa-IR"/>
        </w:rPr>
      </w:pPr>
      <w:r w:rsidRPr="003E3506">
        <w:rPr>
          <w:rtl/>
          <w:lang w:bidi="fa-IR"/>
        </w:rPr>
        <w:t>١٩٣٠ - اگر گاو و گوسفند و شترى كه دارد همه مريض يا معيوب يا پير باشند</w:t>
      </w:r>
      <w:r w:rsidR="000C4B14">
        <w:rPr>
          <w:rtl/>
          <w:lang w:bidi="fa-IR"/>
        </w:rPr>
        <w:t>،</w:t>
      </w:r>
      <w:r w:rsidRPr="003E3506">
        <w:rPr>
          <w:rtl/>
          <w:lang w:bidi="fa-IR"/>
        </w:rPr>
        <w:t xml:space="preserve"> مى تواند زكاة را از خود آنها بدهد</w:t>
      </w:r>
      <w:r w:rsidR="000C4B14">
        <w:rPr>
          <w:rtl/>
          <w:lang w:bidi="fa-IR"/>
        </w:rPr>
        <w:t>،</w:t>
      </w:r>
      <w:r w:rsidRPr="003E3506">
        <w:rPr>
          <w:rtl/>
          <w:lang w:bidi="fa-IR"/>
        </w:rPr>
        <w:t xml:space="preserve"> ولى اگر همه سالم و بى عيب و جوان باشند</w:t>
      </w:r>
      <w:r w:rsidR="000C4B14">
        <w:rPr>
          <w:rtl/>
          <w:lang w:bidi="fa-IR"/>
        </w:rPr>
        <w:t>،</w:t>
      </w:r>
      <w:r w:rsidRPr="003E3506">
        <w:rPr>
          <w:rtl/>
          <w:lang w:bidi="fa-IR"/>
        </w:rPr>
        <w:t xml:space="preserve"> نمى تواند زكاة آنها را مريض</w:t>
      </w:r>
      <w:r w:rsidR="000C4B14">
        <w:rPr>
          <w:rtl/>
          <w:lang w:bidi="fa-IR"/>
        </w:rPr>
        <w:t>،</w:t>
      </w:r>
      <w:r w:rsidRPr="003E3506">
        <w:rPr>
          <w:rtl/>
          <w:lang w:bidi="fa-IR"/>
        </w:rPr>
        <w:t xml:space="preserve"> يا معيوب</w:t>
      </w:r>
      <w:r w:rsidR="000C4B14">
        <w:rPr>
          <w:rtl/>
          <w:lang w:bidi="fa-IR"/>
        </w:rPr>
        <w:t>،</w:t>
      </w:r>
      <w:r w:rsidRPr="003E3506">
        <w:rPr>
          <w:rtl/>
          <w:lang w:bidi="fa-IR"/>
        </w:rPr>
        <w:t xml:space="preserve"> يا پير بدهد.</w:t>
      </w:r>
    </w:p>
    <w:p w:rsidR="003E3506" w:rsidRPr="003E3506" w:rsidRDefault="003E3506" w:rsidP="003E3506">
      <w:pPr>
        <w:pStyle w:val="libNormal"/>
        <w:rPr>
          <w:lang w:bidi="fa-IR"/>
        </w:rPr>
      </w:pPr>
      <w:r w:rsidRPr="003E3506">
        <w:rPr>
          <w:rtl/>
          <w:lang w:bidi="fa-IR"/>
        </w:rPr>
        <w:t>بلكه اگر بعضى از آنها سالم</w:t>
      </w:r>
      <w:r w:rsidR="000C4B14">
        <w:rPr>
          <w:rtl/>
          <w:lang w:bidi="fa-IR"/>
        </w:rPr>
        <w:t>،</w:t>
      </w:r>
      <w:r w:rsidRPr="003E3506">
        <w:rPr>
          <w:rtl/>
          <w:lang w:bidi="fa-IR"/>
        </w:rPr>
        <w:t xml:space="preserve"> و بعضى مريض</w:t>
      </w:r>
      <w:r w:rsidR="000C4B14">
        <w:rPr>
          <w:rtl/>
          <w:lang w:bidi="fa-IR"/>
        </w:rPr>
        <w:t>،</w:t>
      </w:r>
      <w:r w:rsidRPr="003E3506">
        <w:rPr>
          <w:rtl/>
          <w:lang w:bidi="fa-IR"/>
        </w:rPr>
        <w:t xml:space="preserve"> و دسته اى معيوب و دسته ديگر بى عيب</w:t>
      </w:r>
      <w:r w:rsidR="000C4B14">
        <w:rPr>
          <w:rtl/>
          <w:lang w:bidi="fa-IR"/>
        </w:rPr>
        <w:t>،</w:t>
      </w:r>
      <w:r w:rsidRPr="003E3506">
        <w:rPr>
          <w:rtl/>
          <w:lang w:bidi="fa-IR"/>
        </w:rPr>
        <w:t xml:space="preserve"> و مقدارى پير و مقدارى جوان باشند</w:t>
      </w:r>
      <w:r w:rsidR="000C4B14">
        <w:rPr>
          <w:rtl/>
          <w:lang w:bidi="fa-IR"/>
        </w:rPr>
        <w:t>،</w:t>
      </w:r>
      <w:r w:rsidRPr="003E3506">
        <w:rPr>
          <w:rtl/>
          <w:lang w:bidi="fa-IR"/>
        </w:rPr>
        <w:t xml:space="preserve"> احتياط واجب آن است كه براى زكاة آنها سالم و بى عيب و جوان بدهد.</w:t>
      </w:r>
    </w:p>
    <w:p w:rsidR="003E3506" w:rsidRPr="003E3506" w:rsidRDefault="003E3506" w:rsidP="003E3506">
      <w:pPr>
        <w:pStyle w:val="libNormal"/>
        <w:rPr>
          <w:lang w:bidi="fa-IR"/>
        </w:rPr>
      </w:pPr>
      <w:r w:rsidRPr="003E3506">
        <w:rPr>
          <w:rtl/>
          <w:lang w:bidi="fa-IR"/>
        </w:rPr>
        <w:lastRenderedPageBreak/>
        <w:t>١٩٣١ - اگر پيش از تمام شدن ماه يازدهم</w:t>
      </w:r>
      <w:r w:rsidR="000C4B14">
        <w:rPr>
          <w:rtl/>
          <w:lang w:bidi="fa-IR"/>
        </w:rPr>
        <w:t>،</w:t>
      </w:r>
      <w:r w:rsidRPr="003E3506">
        <w:rPr>
          <w:rtl/>
          <w:lang w:bidi="fa-IR"/>
        </w:rPr>
        <w:t xml:space="preserve"> گاو و گوسفند و شترى را كه دارد با چيز ديگرى عوض كند</w:t>
      </w:r>
      <w:r w:rsidR="000C4B14">
        <w:rPr>
          <w:rtl/>
          <w:lang w:bidi="fa-IR"/>
        </w:rPr>
        <w:t>،</w:t>
      </w:r>
      <w:r w:rsidRPr="003E3506">
        <w:rPr>
          <w:rtl/>
          <w:lang w:bidi="fa-IR"/>
        </w:rPr>
        <w:t xml:space="preserve"> يا نصابى را كه دارد با مقدار نصاب از همان جنس عوض نمايد</w:t>
      </w:r>
      <w:r w:rsidR="000C4B14">
        <w:rPr>
          <w:rtl/>
          <w:lang w:bidi="fa-IR"/>
        </w:rPr>
        <w:t>،</w:t>
      </w:r>
      <w:r w:rsidRPr="003E3506">
        <w:rPr>
          <w:rtl/>
          <w:lang w:bidi="fa-IR"/>
        </w:rPr>
        <w:t xml:space="preserve"> مثلا چهل گوسفند بدهد و چهل گوسفند ديگر بگيرد</w:t>
      </w:r>
      <w:r w:rsidR="000C4B14">
        <w:rPr>
          <w:rtl/>
          <w:lang w:bidi="fa-IR"/>
        </w:rPr>
        <w:t>،</w:t>
      </w:r>
      <w:r w:rsidRPr="003E3506">
        <w:rPr>
          <w:rtl/>
          <w:lang w:bidi="fa-IR"/>
        </w:rPr>
        <w:t xml:space="preserve"> زكاة بر او واجب نيست</w:t>
      </w:r>
      <w:r w:rsidR="000C4B14">
        <w:rPr>
          <w:rtl/>
          <w:lang w:bidi="fa-IR"/>
        </w:rPr>
        <w:t>،</w:t>
      </w:r>
      <w:r w:rsidRPr="003E3506">
        <w:rPr>
          <w:rtl/>
          <w:lang w:bidi="fa-IR"/>
        </w:rPr>
        <w:t xml:space="preserve"> اگر اين كار به قصد فرار از زكاة نباشد</w:t>
      </w:r>
      <w:r w:rsidR="000C4B14">
        <w:rPr>
          <w:rtl/>
          <w:lang w:bidi="fa-IR"/>
        </w:rPr>
        <w:t>،</w:t>
      </w:r>
      <w:r w:rsidRPr="003E3506">
        <w:rPr>
          <w:rtl/>
          <w:lang w:bidi="fa-IR"/>
        </w:rPr>
        <w:t xml:space="preserve"> و اما اگر به اين قصد باشد در صورتى كه هر دو چيز يك نوع منفعت داشته باشند</w:t>
      </w:r>
      <w:r w:rsidR="000C4B14">
        <w:rPr>
          <w:rtl/>
          <w:lang w:bidi="fa-IR"/>
        </w:rPr>
        <w:t>،</w:t>
      </w:r>
      <w:r w:rsidRPr="003E3506">
        <w:rPr>
          <w:rtl/>
          <w:lang w:bidi="fa-IR"/>
        </w:rPr>
        <w:t xml:space="preserve"> مثلا هر دو گوسفند شير ده باشند احتياط لازم آن است كه زكاة آن را بدهد.</w:t>
      </w:r>
    </w:p>
    <w:p w:rsidR="003E3506" w:rsidRPr="003E3506" w:rsidRDefault="003E3506" w:rsidP="003E3506">
      <w:pPr>
        <w:pStyle w:val="libNormal"/>
        <w:rPr>
          <w:lang w:bidi="fa-IR"/>
        </w:rPr>
      </w:pPr>
      <w:r w:rsidRPr="003E3506">
        <w:rPr>
          <w:rtl/>
          <w:lang w:bidi="fa-IR"/>
        </w:rPr>
        <w:t>١٩٣٢ - كسى كه بايد زكاة گاو و گوسفند و شتر را بدهد</w:t>
      </w:r>
      <w:r w:rsidR="000C4B14">
        <w:rPr>
          <w:rtl/>
          <w:lang w:bidi="fa-IR"/>
        </w:rPr>
        <w:t>،</w:t>
      </w:r>
      <w:r w:rsidRPr="003E3506">
        <w:rPr>
          <w:rtl/>
          <w:lang w:bidi="fa-IR"/>
        </w:rPr>
        <w:t xml:space="preserve"> اگر زكاة آنها را از مال ديگرش بدهد</w:t>
      </w:r>
      <w:r w:rsidR="000C4B14">
        <w:rPr>
          <w:rtl/>
          <w:lang w:bidi="fa-IR"/>
        </w:rPr>
        <w:t>،</w:t>
      </w:r>
      <w:r w:rsidRPr="003E3506">
        <w:rPr>
          <w:rtl/>
          <w:lang w:bidi="fa-IR"/>
        </w:rPr>
        <w:t xml:space="preserve"> تا وقتى شماره آنها از نصاب كم نشده</w:t>
      </w:r>
      <w:r w:rsidR="000C4B14">
        <w:rPr>
          <w:rtl/>
          <w:lang w:bidi="fa-IR"/>
        </w:rPr>
        <w:t>،</w:t>
      </w:r>
      <w:r w:rsidRPr="003E3506">
        <w:rPr>
          <w:rtl/>
          <w:lang w:bidi="fa-IR"/>
        </w:rPr>
        <w:t xml:space="preserve"> همه ساله بايد زكاة را بدهد</w:t>
      </w:r>
      <w:r w:rsidR="000C4B14">
        <w:rPr>
          <w:rtl/>
          <w:lang w:bidi="fa-IR"/>
        </w:rPr>
        <w:t>،</w:t>
      </w:r>
      <w:r w:rsidRPr="003E3506">
        <w:rPr>
          <w:rtl/>
          <w:lang w:bidi="fa-IR"/>
        </w:rPr>
        <w:t xml:space="preserve"> و اگر از خود آنها بدهد و از نصاب اول كمتر شوند</w:t>
      </w:r>
      <w:r w:rsidR="000C4B14">
        <w:rPr>
          <w:rtl/>
          <w:lang w:bidi="fa-IR"/>
        </w:rPr>
        <w:t>،</w:t>
      </w:r>
      <w:r w:rsidRPr="003E3506">
        <w:rPr>
          <w:rtl/>
          <w:lang w:bidi="fa-IR"/>
        </w:rPr>
        <w:t xml:space="preserve"> زكاة بر او واجب نيست</w:t>
      </w:r>
      <w:r w:rsidR="000C4B14">
        <w:rPr>
          <w:rtl/>
          <w:lang w:bidi="fa-IR"/>
        </w:rPr>
        <w:t>،</w:t>
      </w:r>
      <w:r w:rsidRPr="003E3506">
        <w:rPr>
          <w:rtl/>
          <w:lang w:bidi="fa-IR"/>
        </w:rPr>
        <w:t xml:space="preserve"> مثلا كسى كه چهل گوسفند دارد</w:t>
      </w:r>
      <w:r w:rsidR="000C4B14">
        <w:rPr>
          <w:rtl/>
          <w:lang w:bidi="fa-IR"/>
        </w:rPr>
        <w:t>،</w:t>
      </w:r>
      <w:r w:rsidRPr="003E3506">
        <w:rPr>
          <w:rtl/>
          <w:lang w:bidi="fa-IR"/>
        </w:rPr>
        <w:t xml:space="preserve"> اگر از مال ديگرش زكاة آنها را بدهد تا وقتى كه گوسفندهاى او از چهل كم نشده</w:t>
      </w:r>
      <w:r w:rsidR="000C4B14">
        <w:rPr>
          <w:rtl/>
          <w:lang w:bidi="fa-IR"/>
        </w:rPr>
        <w:t>،</w:t>
      </w:r>
      <w:r w:rsidRPr="003E3506">
        <w:rPr>
          <w:rtl/>
          <w:lang w:bidi="fa-IR"/>
        </w:rPr>
        <w:t xml:space="preserve"> همه ساله بايد يك گوسفند بدهد و اگر از خود آنها بدهد</w:t>
      </w:r>
      <w:r w:rsidR="000C4B14">
        <w:rPr>
          <w:rtl/>
          <w:lang w:bidi="fa-IR"/>
        </w:rPr>
        <w:t>،</w:t>
      </w:r>
      <w:r w:rsidRPr="003E3506">
        <w:rPr>
          <w:rtl/>
          <w:lang w:bidi="fa-IR"/>
        </w:rPr>
        <w:t xml:space="preserve"> تا وقتى به چهل نرسيده زكاة بر او واجب نيست</w:t>
      </w:r>
      <w:r w:rsidR="000C4B14">
        <w:rPr>
          <w:rtl/>
          <w:lang w:bidi="fa-IR"/>
        </w:rPr>
        <w:t>.</w:t>
      </w:r>
    </w:p>
    <w:p w:rsidR="003E3506" w:rsidRDefault="00605FAB" w:rsidP="00F72BDA">
      <w:pPr>
        <w:pStyle w:val="Heading3"/>
        <w:rPr>
          <w:rtl/>
          <w:lang w:bidi="fa-IR"/>
        </w:rPr>
      </w:pPr>
      <w:bookmarkStart w:id="212" w:name="_Toc24454635"/>
      <w:r>
        <w:rPr>
          <w:rtl/>
          <w:lang w:bidi="fa-IR"/>
        </w:rPr>
        <w:t>(</w:t>
      </w:r>
      <w:r w:rsidR="003E3506" w:rsidRPr="003E3506">
        <w:rPr>
          <w:rtl/>
          <w:lang w:bidi="fa-IR"/>
        </w:rPr>
        <w:t>زكاة مال تجارت</w:t>
      </w:r>
      <w:r>
        <w:rPr>
          <w:rtl/>
          <w:lang w:bidi="fa-IR"/>
        </w:rPr>
        <w:t>)</w:t>
      </w:r>
      <w:bookmarkEnd w:id="212"/>
    </w:p>
    <w:p w:rsidR="003E3506" w:rsidRPr="003E3506" w:rsidRDefault="003E3506" w:rsidP="003E3506">
      <w:pPr>
        <w:pStyle w:val="libNormal"/>
        <w:rPr>
          <w:lang w:bidi="fa-IR"/>
        </w:rPr>
      </w:pPr>
      <w:r w:rsidRPr="003E3506">
        <w:rPr>
          <w:rtl/>
          <w:lang w:bidi="fa-IR"/>
        </w:rPr>
        <w:t>١/١٩٣٢ - مالى را كه انسان به عقد معاوضه مالك مى شود</w:t>
      </w:r>
      <w:r w:rsidR="000C4B14">
        <w:rPr>
          <w:rtl/>
          <w:lang w:bidi="fa-IR"/>
        </w:rPr>
        <w:t>،</w:t>
      </w:r>
      <w:r w:rsidRPr="003E3506">
        <w:rPr>
          <w:rtl/>
          <w:lang w:bidi="fa-IR"/>
        </w:rPr>
        <w:t xml:space="preserve"> و براى تجارت و منفعت بردن نگاه مى دارد بايد - بنابر احتياط - با چند شرط زكاة آن را بدهد و آن يك چهلم است</w:t>
      </w:r>
      <w:r w:rsidR="00553569">
        <w:rPr>
          <w:rtl/>
          <w:lang w:bidi="fa-IR"/>
        </w:rPr>
        <w:t>:</w:t>
      </w:r>
      <w:r w:rsidRPr="003E3506">
        <w:rPr>
          <w:rtl/>
          <w:lang w:bidi="fa-IR"/>
        </w:rPr>
        <w:t xml:space="preserve"> ١ مالك بالغ و عاقل باشد.</w:t>
      </w:r>
    </w:p>
    <w:p w:rsidR="003E3506" w:rsidRPr="003E3506" w:rsidRDefault="003E3506" w:rsidP="003E3506">
      <w:pPr>
        <w:pStyle w:val="libNormal"/>
        <w:rPr>
          <w:lang w:bidi="fa-IR"/>
        </w:rPr>
      </w:pPr>
      <w:r w:rsidRPr="003E3506">
        <w:rPr>
          <w:rtl/>
          <w:lang w:bidi="fa-IR"/>
        </w:rPr>
        <w:t>٢ مال به مقدار نصاب رسيده باشد</w:t>
      </w:r>
      <w:r w:rsidR="000C4B14">
        <w:rPr>
          <w:rtl/>
          <w:lang w:bidi="fa-IR"/>
        </w:rPr>
        <w:t>،</w:t>
      </w:r>
      <w:r w:rsidRPr="003E3506">
        <w:rPr>
          <w:rtl/>
          <w:lang w:bidi="fa-IR"/>
        </w:rPr>
        <w:t xml:space="preserve"> و آن مقدار نصاب طلا يا نقره است</w:t>
      </w:r>
      <w:r w:rsidR="000C4B14">
        <w:rPr>
          <w:rtl/>
          <w:lang w:bidi="fa-IR"/>
        </w:rPr>
        <w:t>.</w:t>
      </w:r>
    </w:p>
    <w:p w:rsidR="003E3506" w:rsidRPr="003E3506" w:rsidRDefault="003E3506" w:rsidP="003E3506">
      <w:pPr>
        <w:pStyle w:val="libNormal"/>
        <w:rPr>
          <w:lang w:bidi="fa-IR"/>
        </w:rPr>
      </w:pPr>
      <w:r w:rsidRPr="003E3506">
        <w:rPr>
          <w:rtl/>
          <w:lang w:bidi="fa-IR"/>
        </w:rPr>
        <w:t>٣ يك سال از وقتى كه قصد منفعت بردن كرده است بر آن مال گذشته باشد.</w:t>
      </w:r>
    </w:p>
    <w:p w:rsidR="003E3506" w:rsidRPr="003E3506" w:rsidRDefault="003E3506" w:rsidP="003E3506">
      <w:pPr>
        <w:pStyle w:val="libNormal"/>
        <w:rPr>
          <w:lang w:bidi="fa-IR"/>
        </w:rPr>
      </w:pPr>
      <w:r w:rsidRPr="003E3506">
        <w:rPr>
          <w:rtl/>
          <w:lang w:bidi="fa-IR"/>
        </w:rPr>
        <w:t>٤ قصد منفعت بردن در تمام سال باقى باشد</w:t>
      </w:r>
      <w:r w:rsidR="000C4B14">
        <w:rPr>
          <w:rtl/>
          <w:lang w:bidi="fa-IR"/>
        </w:rPr>
        <w:t>،</w:t>
      </w:r>
      <w:r w:rsidRPr="003E3506">
        <w:rPr>
          <w:rtl/>
          <w:lang w:bidi="fa-IR"/>
        </w:rPr>
        <w:t xml:space="preserve"> پس اگر در ميان سال از آن قصد منصرف شود و مثلا قصد صرف آن را در مؤنه نمايد</w:t>
      </w:r>
      <w:r w:rsidR="000C4B14">
        <w:rPr>
          <w:rtl/>
          <w:lang w:bidi="fa-IR"/>
        </w:rPr>
        <w:t>،</w:t>
      </w:r>
      <w:r w:rsidRPr="003E3506">
        <w:rPr>
          <w:rtl/>
          <w:lang w:bidi="fa-IR"/>
        </w:rPr>
        <w:t xml:space="preserve"> نبايد زكاة آن را بدهد.</w:t>
      </w:r>
    </w:p>
    <w:p w:rsidR="003E3506" w:rsidRPr="003E3506" w:rsidRDefault="003E3506" w:rsidP="003E3506">
      <w:pPr>
        <w:pStyle w:val="libNormal"/>
        <w:rPr>
          <w:lang w:bidi="fa-IR"/>
        </w:rPr>
      </w:pPr>
      <w:r w:rsidRPr="003E3506">
        <w:rPr>
          <w:rtl/>
          <w:lang w:bidi="fa-IR"/>
        </w:rPr>
        <w:t>٥ مالك بتواند در تمام سال در آن تصرف كند.</w:t>
      </w:r>
    </w:p>
    <w:p w:rsidR="003E3506" w:rsidRPr="003E3506" w:rsidRDefault="003E3506" w:rsidP="003E3506">
      <w:pPr>
        <w:pStyle w:val="libNormal"/>
        <w:rPr>
          <w:lang w:bidi="fa-IR"/>
        </w:rPr>
      </w:pPr>
      <w:r w:rsidRPr="003E3506">
        <w:rPr>
          <w:rtl/>
          <w:lang w:bidi="fa-IR"/>
        </w:rPr>
        <w:t>٦ در تمام سال به مقدار سرمايه يا بيشتر از آن خريدار داشته باشد</w:t>
      </w:r>
      <w:r w:rsidR="000C4B14">
        <w:rPr>
          <w:rtl/>
          <w:lang w:bidi="fa-IR"/>
        </w:rPr>
        <w:t>،</w:t>
      </w:r>
      <w:r w:rsidRPr="003E3506">
        <w:rPr>
          <w:rtl/>
          <w:lang w:bidi="fa-IR"/>
        </w:rPr>
        <w:t xml:space="preserve"> پس اگر در قسمتى از سال به كمتر از سرمايه خريدار داشته باشد</w:t>
      </w:r>
      <w:r w:rsidR="000C4B14">
        <w:rPr>
          <w:rtl/>
          <w:lang w:bidi="fa-IR"/>
        </w:rPr>
        <w:t>،</w:t>
      </w:r>
      <w:r w:rsidRPr="003E3506">
        <w:rPr>
          <w:rtl/>
          <w:lang w:bidi="fa-IR"/>
        </w:rPr>
        <w:t xml:space="preserve"> واجب نيست زكاة آن را بدهد.</w:t>
      </w:r>
    </w:p>
    <w:p w:rsidR="003E3506" w:rsidRDefault="00605FAB" w:rsidP="00F72BDA">
      <w:pPr>
        <w:pStyle w:val="Heading3"/>
        <w:rPr>
          <w:rtl/>
          <w:lang w:bidi="fa-IR"/>
        </w:rPr>
      </w:pPr>
      <w:bookmarkStart w:id="213" w:name="_Toc24454636"/>
      <w:r>
        <w:rPr>
          <w:rtl/>
          <w:lang w:bidi="fa-IR"/>
        </w:rPr>
        <w:lastRenderedPageBreak/>
        <w:t>(</w:t>
      </w:r>
      <w:r w:rsidR="003E3506" w:rsidRPr="003E3506">
        <w:rPr>
          <w:rtl/>
          <w:lang w:bidi="fa-IR"/>
        </w:rPr>
        <w:t>مصرف زكاة</w:t>
      </w:r>
      <w:r>
        <w:rPr>
          <w:rtl/>
          <w:lang w:bidi="fa-IR"/>
        </w:rPr>
        <w:t>)</w:t>
      </w:r>
      <w:bookmarkEnd w:id="213"/>
    </w:p>
    <w:p w:rsidR="003E3506" w:rsidRPr="003E3506" w:rsidRDefault="003E3506" w:rsidP="003E3506">
      <w:pPr>
        <w:pStyle w:val="libNormal"/>
        <w:rPr>
          <w:lang w:bidi="fa-IR"/>
        </w:rPr>
      </w:pPr>
      <w:r w:rsidRPr="003E3506">
        <w:rPr>
          <w:rtl/>
          <w:lang w:bidi="fa-IR"/>
        </w:rPr>
        <w:t>١٩٣٣ - زكاة در هشت مورد صرف مى شود</w:t>
      </w:r>
      <w:r w:rsidR="00553569">
        <w:rPr>
          <w:rtl/>
          <w:lang w:bidi="fa-IR"/>
        </w:rPr>
        <w:t>:</w:t>
      </w:r>
      <w:r w:rsidRPr="003E3506">
        <w:rPr>
          <w:rtl/>
          <w:lang w:bidi="fa-IR"/>
        </w:rPr>
        <w:t xml:space="preserve"> اول فقير</w:t>
      </w:r>
      <w:r w:rsidR="000C4B14">
        <w:rPr>
          <w:rtl/>
          <w:lang w:bidi="fa-IR"/>
        </w:rPr>
        <w:t>،</w:t>
      </w:r>
      <w:r w:rsidRPr="003E3506">
        <w:rPr>
          <w:rtl/>
          <w:lang w:bidi="fa-IR"/>
        </w:rPr>
        <w:t xml:space="preserve"> و او كسى است كه مخارج سال خود و عيالاتش را ندارد</w:t>
      </w:r>
      <w:r w:rsidR="000C4B14">
        <w:rPr>
          <w:rtl/>
          <w:lang w:bidi="fa-IR"/>
        </w:rPr>
        <w:t>،</w:t>
      </w:r>
      <w:r w:rsidRPr="003E3506">
        <w:rPr>
          <w:rtl/>
          <w:lang w:bidi="fa-IR"/>
        </w:rPr>
        <w:t xml:space="preserve"> ولى كسى كه صنعت يا ملك يا سرمايه اى دارد كه مى تواند مخارج سال خود را بگذراند فقير نيست</w:t>
      </w:r>
      <w:r w:rsidR="000C4B14">
        <w:rPr>
          <w:rtl/>
          <w:lang w:bidi="fa-IR"/>
        </w:rPr>
        <w:t>.</w:t>
      </w:r>
    </w:p>
    <w:p w:rsidR="003E3506" w:rsidRPr="003E3506" w:rsidRDefault="003E3506" w:rsidP="003E3506">
      <w:pPr>
        <w:pStyle w:val="libNormal"/>
        <w:rPr>
          <w:lang w:bidi="fa-IR"/>
        </w:rPr>
      </w:pPr>
      <w:r w:rsidRPr="003E3506">
        <w:rPr>
          <w:rtl/>
          <w:lang w:bidi="fa-IR"/>
        </w:rPr>
        <w:t>دوم مسكين و او كسى است كه از فقير سخت تر مى گذراند.</w:t>
      </w:r>
    </w:p>
    <w:p w:rsidR="003E3506" w:rsidRPr="003E3506" w:rsidRDefault="003E3506" w:rsidP="003E3506">
      <w:pPr>
        <w:pStyle w:val="libNormal"/>
        <w:rPr>
          <w:lang w:bidi="fa-IR"/>
        </w:rPr>
      </w:pPr>
      <w:r w:rsidRPr="003E3506">
        <w:rPr>
          <w:rtl/>
          <w:lang w:bidi="fa-IR"/>
        </w:rPr>
        <w:t xml:space="preserve">سوم كسى كه از طرف امام </w:t>
      </w:r>
      <w:r w:rsidR="001B16BC" w:rsidRPr="001B16BC">
        <w:rPr>
          <w:rStyle w:val="libAlaemChar"/>
          <w:rtl/>
        </w:rPr>
        <w:t>عليه‌السلام</w:t>
      </w:r>
      <w:r w:rsidRPr="003E3506">
        <w:rPr>
          <w:rtl/>
          <w:lang w:bidi="fa-IR"/>
        </w:rPr>
        <w:t xml:space="preserve"> يا نايب امام مامور است كه زكاة را جمع و نگهدارى نمايد</w:t>
      </w:r>
      <w:r w:rsidR="000C4B14">
        <w:rPr>
          <w:rtl/>
          <w:lang w:bidi="fa-IR"/>
        </w:rPr>
        <w:t>،</w:t>
      </w:r>
      <w:r w:rsidRPr="003E3506">
        <w:rPr>
          <w:rtl/>
          <w:lang w:bidi="fa-IR"/>
        </w:rPr>
        <w:t xml:space="preserve"> و به حساب آن رسيدگى كند و آن را به امام يا نايب امام يا فقرا برساند.</w:t>
      </w:r>
    </w:p>
    <w:p w:rsidR="003E3506" w:rsidRPr="003E3506" w:rsidRDefault="003E3506" w:rsidP="003E3506">
      <w:pPr>
        <w:pStyle w:val="libNormal"/>
        <w:rPr>
          <w:lang w:bidi="fa-IR"/>
        </w:rPr>
      </w:pPr>
      <w:r w:rsidRPr="003E3506">
        <w:rPr>
          <w:rtl/>
          <w:lang w:bidi="fa-IR"/>
        </w:rPr>
        <w:t>چهارم كافرهايى كه اگر زكاة به آنان بدهند به دين اسلام مايل مى شوند يا در جنگ يا غير آن به مسلمانان كمك مى كنند.</w:t>
      </w:r>
    </w:p>
    <w:p w:rsidR="003E3506" w:rsidRPr="003E3506" w:rsidRDefault="003E3506" w:rsidP="003E3506">
      <w:pPr>
        <w:pStyle w:val="libNormal"/>
        <w:rPr>
          <w:lang w:bidi="fa-IR"/>
        </w:rPr>
      </w:pPr>
      <w:r w:rsidRPr="003E3506">
        <w:rPr>
          <w:rtl/>
          <w:lang w:bidi="fa-IR"/>
        </w:rPr>
        <w:t xml:space="preserve">و هم چنين مسلمانانى كه ايمان آنان به بعضى از آنچه پيغمبر اكرم </w:t>
      </w:r>
      <w:r w:rsidR="00884B11" w:rsidRPr="00884B11">
        <w:rPr>
          <w:rStyle w:val="libAlaemChar"/>
          <w:rtl/>
        </w:rPr>
        <w:t>صلى‌الله‌عليه‌وآله‌وسلم</w:t>
      </w:r>
      <w:r w:rsidRPr="003E3506">
        <w:rPr>
          <w:rtl/>
          <w:lang w:bidi="fa-IR"/>
        </w:rPr>
        <w:t xml:space="preserve"> آورده اند ضعيف است</w:t>
      </w:r>
      <w:r w:rsidR="000C4B14">
        <w:rPr>
          <w:rtl/>
          <w:lang w:bidi="fa-IR"/>
        </w:rPr>
        <w:t>،</w:t>
      </w:r>
      <w:r w:rsidRPr="003E3506">
        <w:rPr>
          <w:rtl/>
          <w:lang w:bidi="fa-IR"/>
        </w:rPr>
        <w:t xml:space="preserve"> ولى چنانچه زكاة به آنان داده شود موجب تقويت ايمانشان مى گردد</w:t>
      </w:r>
      <w:r w:rsidR="000C4B14">
        <w:rPr>
          <w:rtl/>
          <w:lang w:bidi="fa-IR"/>
        </w:rPr>
        <w:t>،</w:t>
      </w:r>
      <w:r w:rsidRPr="003E3506">
        <w:rPr>
          <w:rtl/>
          <w:lang w:bidi="fa-IR"/>
        </w:rPr>
        <w:t xml:space="preserve"> يا مسلمانانى كه ايمان به ولايت امير مؤمنان </w:t>
      </w:r>
      <w:r w:rsidR="001B16BC" w:rsidRPr="001B16BC">
        <w:rPr>
          <w:rStyle w:val="libAlaemChar"/>
          <w:rtl/>
        </w:rPr>
        <w:t>عليه‌السلام</w:t>
      </w:r>
      <w:r w:rsidRPr="003E3506">
        <w:rPr>
          <w:rtl/>
          <w:lang w:bidi="fa-IR"/>
        </w:rPr>
        <w:t xml:space="preserve"> ندارند</w:t>
      </w:r>
      <w:r w:rsidR="000C4B14">
        <w:rPr>
          <w:rtl/>
          <w:lang w:bidi="fa-IR"/>
        </w:rPr>
        <w:t>،</w:t>
      </w:r>
      <w:r w:rsidRPr="003E3506">
        <w:rPr>
          <w:rtl/>
          <w:lang w:bidi="fa-IR"/>
        </w:rPr>
        <w:t xml:space="preserve"> ولى اگر به آنان زكاة داده شود</w:t>
      </w:r>
      <w:r w:rsidR="000C4B14">
        <w:rPr>
          <w:rtl/>
          <w:lang w:bidi="fa-IR"/>
        </w:rPr>
        <w:t>،</w:t>
      </w:r>
      <w:r w:rsidRPr="003E3506">
        <w:rPr>
          <w:rtl/>
          <w:lang w:bidi="fa-IR"/>
        </w:rPr>
        <w:t xml:space="preserve"> به ولايت رغبت پيدا مى كنند و به آن ايمان مى آورند.</w:t>
      </w:r>
    </w:p>
    <w:p w:rsidR="003E3506" w:rsidRPr="003E3506" w:rsidRDefault="003E3506" w:rsidP="003E3506">
      <w:pPr>
        <w:pStyle w:val="libNormal"/>
        <w:rPr>
          <w:lang w:bidi="fa-IR"/>
        </w:rPr>
      </w:pPr>
      <w:r w:rsidRPr="003E3506">
        <w:rPr>
          <w:rtl/>
          <w:lang w:bidi="fa-IR"/>
        </w:rPr>
        <w:t>پنجم خريدارى بنده ها و آزاد كردن آنان</w:t>
      </w:r>
      <w:r w:rsidR="000C4B14">
        <w:rPr>
          <w:rtl/>
          <w:lang w:bidi="fa-IR"/>
        </w:rPr>
        <w:t>.</w:t>
      </w:r>
    </w:p>
    <w:p w:rsidR="003E3506" w:rsidRPr="003E3506" w:rsidRDefault="003E3506" w:rsidP="003E3506">
      <w:pPr>
        <w:pStyle w:val="libNormal"/>
        <w:rPr>
          <w:lang w:bidi="fa-IR"/>
        </w:rPr>
      </w:pPr>
      <w:r w:rsidRPr="003E3506">
        <w:rPr>
          <w:rtl/>
          <w:lang w:bidi="fa-IR"/>
        </w:rPr>
        <w:t>به تفصيلى كه در محل خود ذكر شده است</w:t>
      </w:r>
      <w:r w:rsidR="000C4B14">
        <w:rPr>
          <w:rtl/>
          <w:lang w:bidi="fa-IR"/>
        </w:rPr>
        <w:t>.</w:t>
      </w:r>
    </w:p>
    <w:p w:rsidR="003E3506" w:rsidRPr="003E3506" w:rsidRDefault="003E3506" w:rsidP="003E3506">
      <w:pPr>
        <w:pStyle w:val="libNormal"/>
        <w:rPr>
          <w:lang w:bidi="fa-IR"/>
        </w:rPr>
      </w:pPr>
      <w:r w:rsidRPr="003E3506">
        <w:rPr>
          <w:rtl/>
          <w:lang w:bidi="fa-IR"/>
        </w:rPr>
        <w:t>ششم بدهكارى كه نمى تواند قرض خود را بدهد.</w:t>
      </w:r>
    </w:p>
    <w:p w:rsidR="003E3506" w:rsidRPr="003E3506" w:rsidRDefault="003E3506" w:rsidP="003E3506">
      <w:pPr>
        <w:pStyle w:val="libNormal"/>
        <w:rPr>
          <w:lang w:bidi="fa-IR"/>
        </w:rPr>
      </w:pPr>
      <w:r w:rsidRPr="003E3506">
        <w:rPr>
          <w:rtl/>
          <w:lang w:bidi="fa-IR"/>
        </w:rPr>
        <w:t>هفتم في سبيل اللّه يعنى كارهايى كه نفعش به عموم مسلمين مى رسد مثل ساختن مسجد</w:t>
      </w:r>
      <w:r w:rsidR="000C4B14">
        <w:rPr>
          <w:rtl/>
          <w:lang w:bidi="fa-IR"/>
        </w:rPr>
        <w:t>،</w:t>
      </w:r>
      <w:r w:rsidRPr="003E3506">
        <w:rPr>
          <w:rtl/>
          <w:lang w:bidi="fa-IR"/>
        </w:rPr>
        <w:t xml:space="preserve"> و مدرسه اى كه علوم دينيه در آن خوانده مى شود</w:t>
      </w:r>
      <w:r w:rsidR="000C4B14">
        <w:rPr>
          <w:rtl/>
          <w:lang w:bidi="fa-IR"/>
        </w:rPr>
        <w:t>،</w:t>
      </w:r>
      <w:r w:rsidRPr="003E3506">
        <w:rPr>
          <w:rtl/>
          <w:lang w:bidi="fa-IR"/>
        </w:rPr>
        <w:t xml:space="preserve"> و تنظيف شهر</w:t>
      </w:r>
      <w:r w:rsidR="000C4B14">
        <w:rPr>
          <w:rtl/>
          <w:lang w:bidi="fa-IR"/>
        </w:rPr>
        <w:t>،</w:t>
      </w:r>
      <w:r w:rsidRPr="003E3506">
        <w:rPr>
          <w:rtl/>
          <w:lang w:bidi="fa-IR"/>
        </w:rPr>
        <w:t xml:space="preserve"> و اسفالت راهها و توسعه آنها و مانند اينها.</w:t>
      </w:r>
    </w:p>
    <w:p w:rsidR="003E3506" w:rsidRPr="003E3506" w:rsidRDefault="003E3506" w:rsidP="003E3506">
      <w:pPr>
        <w:pStyle w:val="libNormal"/>
        <w:rPr>
          <w:lang w:bidi="fa-IR"/>
        </w:rPr>
      </w:pPr>
      <w:r w:rsidRPr="003E3506">
        <w:rPr>
          <w:rtl/>
          <w:lang w:bidi="fa-IR"/>
        </w:rPr>
        <w:t xml:space="preserve">هشتم ابن السبيل يعنى مسافرى كه در سفر درمانده شده اينها مواردى است كه زكاة در آنها صرف مى شود ولى بنابر اقوى مالك نمى تواند زكاة را بدون اذن امام </w:t>
      </w:r>
      <w:r w:rsidR="001B16BC" w:rsidRPr="001B16BC">
        <w:rPr>
          <w:rStyle w:val="libAlaemChar"/>
          <w:rtl/>
        </w:rPr>
        <w:t>عليه‌السلام</w:t>
      </w:r>
      <w:r w:rsidRPr="003E3506">
        <w:rPr>
          <w:rtl/>
          <w:lang w:bidi="fa-IR"/>
        </w:rPr>
        <w:t xml:space="preserve"> يا نايبش در دو مورد سوم و چهارم مصرف نمايد</w:t>
      </w:r>
      <w:r w:rsidR="000C4B14">
        <w:rPr>
          <w:rtl/>
          <w:lang w:bidi="fa-IR"/>
        </w:rPr>
        <w:t>،</w:t>
      </w:r>
      <w:r w:rsidRPr="003E3506">
        <w:rPr>
          <w:rtl/>
          <w:lang w:bidi="fa-IR"/>
        </w:rPr>
        <w:t xml:space="preserve"> و هم چنين است حال در مورد هفتم بنابر احتياط لازم</w:t>
      </w:r>
      <w:r w:rsidR="000C4B14">
        <w:rPr>
          <w:rtl/>
          <w:lang w:bidi="fa-IR"/>
        </w:rPr>
        <w:t>.</w:t>
      </w:r>
    </w:p>
    <w:p w:rsidR="003E3506" w:rsidRPr="003E3506" w:rsidRDefault="003E3506" w:rsidP="003E3506">
      <w:pPr>
        <w:pStyle w:val="libNormal"/>
        <w:rPr>
          <w:lang w:bidi="fa-IR"/>
        </w:rPr>
      </w:pPr>
      <w:r w:rsidRPr="003E3506">
        <w:rPr>
          <w:rtl/>
          <w:lang w:bidi="fa-IR"/>
        </w:rPr>
        <w:lastRenderedPageBreak/>
        <w:t>و احكام اين موارد در مسايل آينده گفته خواهد شد.</w:t>
      </w:r>
    </w:p>
    <w:p w:rsidR="003E3506" w:rsidRPr="003E3506" w:rsidRDefault="003E3506" w:rsidP="003E3506">
      <w:pPr>
        <w:pStyle w:val="libNormal"/>
        <w:rPr>
          <w:lang w:bidi="fa-IR"/>
        </w:rPr>
      </w:pPr>
      <w:r w:rsidRPr="003E3506">
        <w:rPr>
          <w:rtl/>
          <w:lang w:bidi="fa-IR"/>
        </w:rPr>
        <w:t>١٩٣٤ - احتياط واجب آن است كه فقير يا مسكين بيشتر از مخارج سال خود و عيالاتش را از زكاة نگيرد</w:t>
      </w:r>
      <w:r w:rsidR="000C4B14">
        <w:rPr>
          <w:rtl/>
          <w:lang w:bidi="fa-IR"/>
        </w:rPr>
        <w:t>،</w:t>
      </w:r>
      <w:r w:rsidRPr="003E3506">
        <w:rPr>
          <w:rtl/>
          <w:lang w:bidi="fa-IR"/>
        </w:rPr>
        <w:t xml:space="preserve"> و اگر مقدارى پول يا جنس دارد</w:t>
      </w:r>
      <w:r w:rsidR="000C4B14">
        <w:rPr>
          <w:rtl/>
          <w:lang w:bidi="fa-IR"/>
        </w:rPr>
        <w:t>،</w:t>
      </w:r>
      <w:r w:rsidRPr="003E3506">
        <w:rPr>
          <w:rtl/>
          <w:lang w:bidi="fa-IR"/>
        </w:rPr>
        <w:t xml:space="preserve"> فقط به اندازه كسرى مخارج يك سالش زكاة بگيرد.</w:t>
      </w:r>
    </w:p>
    <w:p w:rsidR="003E3506" w:rsidRPr="003E3506" w:rsidRDefault="003E3506" w:rsidP="003E3506">
      <w:pPr>
        <w:pStyle w:val="libNormal"/>
        <w:rPr>
          <w:lang w:bidi="fa-IR"/>
        </w:rPr>
      </w:pPr>
      <w:r w:rsidRPr="003E3506">
        <w:rPr>
          <w:rtl/>
          <w:lang w:bidi="fa-IR"/>
        </w:rPr>
        <w:t>١٩٣٥ - كسى كه مخارج سالش را داشته</w:t>
      </w:r>
      <w:r w:rsidR="000C4B14">
        <w:rPr>
          <w:rtl/>
          <w:lang w:bidi="fa-IR"/>
        </w:rPr>
        <w:t>،</w:t>
      </w:r>
      <w:r w:rsidRPr="003E3506">
        <w:rPr>
          <w:rtl/>
          <w:lang w:bidi="fa-IR"/>
        </w:rPr>
        <w:t xml:space="preserve"> اگر مقدارى از آن را مصرف كند و بعد شك كند كه آنچه باقى مانده به اندازه مخارج يك سال او هست يا نه</w:t>
      </w:r>
      <w:r w:rsidR="000C4B14">
        <w:rPr>
          <w:rtl/>
          <w:lang w:bidi="fa-IR"/>
        </w:rPr>
        <w:t>،</w:t>
      </w:r>
      <w:r w:rsidRPr="003E3506">
        <w:rPr>
          <w:rtl/>
          <w:lang w:bidi="fa-IR"/>
        </w:rPr>
        <w:t xml:space="preserve"> نمى تواند زكاة بگيرد.</w:t>
      </w:r>
    </w:p>
    <w:p w:rsidR="003E3506" w:rsidRPr="003E3506" w:rsidRDefault="003E3506" w:rsidP="003E3506">
      <w:pPr>
        <w:pStyle w:val="libNormal"/>
        <w:rPr>
          <w:lang w:bidi="fa-IR"/>
        </w:rPr>
      </w:pPr>
      <w:r w:rsidRPr="003E3506">
        <w:rPr>
          <w:rtl/>
          <w:lang w:bidi="fa-IR"/>
        </w:rPr>
        <w:t>١٩٣٦ - صنعتگر يا مالك يا تاجرى كه درآمد او از مخارج سالش كمتر است</w:t>
      </w:r>
      <w:r w:rsidR="000C4B14">
        <w:rPr>
          <w:rtl/>
          <w:lang w:bidi="fa-IR"/>
        </w:rPr>
        <w:t>،</w:t>
      </w:r>
      <w:r w:rsidRPr="003E3506">
        <w:rPr>
          <w:rtl/>
          <w:lang w:bidi="fa-IR"/>
        </w:rPr>
        <w:t xml:space="preserve"> مى تواند براى كسرى مخارجش زكاة بگيرد</w:t>
      </w:r>
      <w:r w:rsidR="000C4B14">
        <w:rPr>
          <w:rtl/>
          <w:lang w:bidi="fa-IR"/>
        </w:rPr>
        <w:t>،</w:t>
      </w:r>
      <w:r w:rsidRPr="003E3506">
        <w:rPr>
          <w:rtl/>
          <w:lang w:bidi="fa-IR"/>
        </w:rPr>
        <w:t xml:space="preserve"> و لازم نيست ابزار كار</w:t>
      </w:r>
      <w:r w:rsidR="000C4B14">
        <w:rPr>
          <w:rtl/>
          <w:lang w:bidi="fa-IR"/>
        </w:rPr>
        <w:t>،</w:t>
      </w:r>
      <w:r w:rsidRPr="003E3506">
        <w:rPr>
          <w:rtl/>
          <w:lang w:bidi="fa-IR"/>
        </w:rPr>
        <w:t xml:space="preserve"> يا ملك</w:t>
      </w:r>
      <w:r w:rsidR="000C4B14">
        <w:rPr>
          <w:rtl/>
          <w:lang w:bidi="fa-IR"/>
        </w:rPr>
        <w:t>،</w:t>
      </w:r>
      <w:r w:rsidRPr="003E3506">
        <w:rPr>
          <w:rtl/>
          <w:lang w:bidi="fa-IR"/>
        </w:rPr>
        <w:t xml:space="preserve"> يا سرمايه خود را به مصرف مخارج برساند.</w:t>
      </w:r>
    </w:p>
    <w:p w:rsidR="003E3506" w:rsidRPr="003E3506" w:rsidRDefault="003E3506" w:rsidP="003E3506">
      <w:pPr>
        <w:pStyle w:val="libNormal"/>
        <w:rPr>
          <w:lang w:bidi="fa-IR"/>
        </w:rPr>
      </w:pPr>
      <w:r w:rsidRPr="003E3506">
        <w:rPr>
          <w:rtl/>
          <w:lang w:bidi="fa-IR"/>
        </w:rPr>
        <w:t>١٩٣٧ - فقيرى كه خرج سال خود و عيالاتش را ندارد</w:t>
      </w:r>
      <w:r w:rsidR="000C4B14">
        <w:rPr>
          <w:rtl/>
          <w:lang w:bidi="fa-IR"/>
        </w:rPr>
        <w:t>،</w:t>
      </w:r>
      <w:r w:rsidRPr="003E3506">
        <w:rPr>
          <w:rtl/>
          <w:lang w:bidi="fa-IR"/>
        </w:rPr>
        <w:t xml:space="preserve"> اگر خانه اى دارد كه ملك او است و در آن نشسته</w:t>
      </w:r>
      <w:r w:rsidR="000C4B14">
        <w:rPr>
          <w:rtl/>
          <w:lang w:bidi="fa-IR"/>
        </w:rPr>
        <w:t>،</w:t>
      </w:r>
      <w:r w:rsidRPr="003E3506">
        <w:rPr>
          <w:rtl/>
          <w:lang w:bidi="fa-IR"/>
        </w:rPr>
        <w:t xml:space="preserve"> يا وسيله سوارى دارد چنانچه بدون اينها نتواند زندگى كند اگر چه براى حفظ آبرويش باشد</w:t>
      </w:r>
      <w:r w:rsidR="000C4B14">
        <w:rPr>
          <w:rtl/>
          <w:lang w:bidi="fa-IR"/>
        </w:rPr>
        <w:t>،</w:t>
      </w:r>
      <w:r w:rsidRPr="003E3506">
        <w:rPr>
          <w:rtl/>
          <w:lang w:bidi="fa-IR"/>
        </w:rPr>
        <w:t xml:space="preserve"> مى تواند زكاة بگيرد و هم چنين است اثاث خانه</w:t>
      </w:r>
      <w:r w:rsidR="000C4B14">
        <w:rPr>
          <w:rtl/>
          <w:lang w:bidi="fa-IR"/>
        </w:rPr>
        <w:t>،</w:t>
      </w:r>
      <w:r w:rsidRPr="003E3506">
        <w:rPr>
          <w:rtl/>
          <w:lang w:bidi="fa-IR"/>
        </w:rPr>
        <w:t xml:space="preserve"> و ظرف</w:t>
      </w:r>
      <w:r w:rsidR="000C4B14">
        <w:rPr>
          <w:rtl/>
          <w:lang w:bidi="fa-IR"/>
        </w:rPr>
        <w:t>،</w:t>
      </w:r>
      <w:r w:rsidRPr="003E3506">
        <w:rPr>
          <w:rtl/>
          <w:lang w:bidi="fa-IR"/>
        </w:rPr>
        <w:t xml:space="preserve"> و لباس تابستانى</w:t>
      </w:r>
      <w:r w:rsidR="000C4B14">
        <w:rPr>
          <w:rtl/>
          <w:lang w:bidi="fa-IR"/>
        </w:rPr>
        <w:t>،</w:t>
      </w:r>
      <w:r w:rsidRPr="003E3506">
        <w:rPr>
          <w:rtl/>
          <w:lang w:bidi="fa-IR"/>
        </w:rPr>
        <w:t xml:space="preserve"> و زمستانى</w:t>
      </w:r>
      <w:r w:rsidR="000C4B14">
        <w:rPr>
          <w:rtl/>
          <w:lang w:bidi="fa-IR"/>
        </w:rPr>
        <w:t>،</w:t>
      </w:r>
      <w:r w:rsidRPr="003E3506">
        <w:rPr>
          <w:rtl/>
          <w:lang w:bidi="fa-IR"/>
        </w:rPr>
        <w:t xml:space="preserve"> و چيزهايى كه به آنها احتياج دارد</w:t>
      </w:r>
      <w:r w:rsidR="000C4B14">
        <w:rPr>
          <w:rtl/>
          <w:lang w:bidi="fa-IR"/>
        </w:rPr>
        <w:t>،</w:t>
      </w:r>
      <w:r w:rsidRPr="003E3506">
        <w:rPr>
          <w:rtl/>
          <w:lang w:bidi="fa-IR"/>
        </w:rPr>
        <w:t xml:space="preserve"> و فقيرى كه اينها را ندارد</w:t>
      </w:r>
      <w:r w:rsidR="000C4B14">
        <w:rPr>
          <w:rtl/>
          <w:lang w:bidi="fa-IR"/>
        </w:rPr>
        <w:t>،</w:t>
      </w:r>
      <w:r w:rsidRPr="003E3506">
        <w:rPr>
          <w:rtl/>
          <w:lang w:bidi="fa-IR"/>
        </w:rPr>
        <w:t xml:space="preserve"> اگر به اينها احتياج داشته باشد</w:t>
      </w:r>
      <w:r w:rsidR="000C4B14">
        <w:rPr>
          <w:rtl/>
          <w:lang w:bidi="fa-IR"/>
        </w:rPr>
        <w:t>،</w:t>
      </w:r>
      <w:r w:rsidRPr="003E3506">
        <w:rPr>
          <w:rtl/>
          <w:lang w:bidi="fa-IR"/>
        </w:rPr>
        <w:t xml:space="preserve"> مى تواند از زكاة خريدارى نمايد.</w:t>
      </w:r>
    </w:p>
    <w:p w:rsidR="003E3506" w:rsidRPr="003E3506" w:rsidRDefault="003E3506" w:rsidP="003E3506">
      <w:pPr>
        <w:pStyle w:val="libNormal"/>
        <w:rPr>
          <w:lang w:bidi="fa-IR"/>
        </w:rPr>
      </w:pPr>
      <w:r w:rsidRPr="003E3506">
        <w:rPr>
          <w:rtl/>
          <w:lang w:bidi="fa-IR"/>
        </w:rPr>
        <w:t>١٩٣٨ - فقيرى كه ياد گرفتن صنعت براى او مشكل نيست بنابر احتياط واجب نمى تواند با گرفتن زكاة زندگى كند</w:t>
      </w:r>
      <w:r w:rsidR="000C4B14">
        <w:rPr>
          <w:rtl/>
          <w:lang w:bidi="fa-IR"/>
        </w:rPr>
        <w:t>،</w:t>
      </w:r>
      <w:r w:rsidRPr="003E3506">
        <w:rPr>
          <w:rtl/>
          <w:lang w:bidi="fa-IR"/>
        </w:rPr>
        <w:t xml:space="preserve"> ولى تا وقتى مشغول ياد گرفتن است</w:t>
      </w:r>
      <w:r w:rsidR="000C4B14">
        <w:rPr>
          <w:rtl/>
          <w:lang w:bidi="fa-IR"/>
        </w:rPr>
        <w:t>،</w:t>
      </w:r>
      <w:r w:rsidRPr="003E3506">
        <w:rPr>
          <w:rtl/>
          <w:lang w:bidi="fa-IR"/>
        </w:rPr>
        <w:t xml:space="preserve"> مى تواند زكاة بگيرد.</w:t>
      </w:r>
    </w:p>
    <w:p w:rsidR="003E3506" w:rsidRPr="003E3506" w:rsidRDefault="003E3506" w:rsidP="003E3506">
      <w:pPr>
        <w:pStyle w:val="libNormal"/>
        <w:rPr>
          <w:lang w:bidi="fa-IR"/>
        </w:rPr>
      </w:pPr>
      <w:r w:rsidRPr="003E3506">
        <w:rPr>
          <w:rtl/>
          <w:lang w:bidi="fa-IR"/>
        </w:rPr>
        <w:t>١٩٣٩ - به كسى كه قبلا فقير بوده و مى گويد فقيرم</w:t>
      </w:r>
      <w:r w:rsidR="000C4B14">
        <w:rPr>
          <w:rtl/>
          <w:lang w:bidi="fa-IR"/>
        </w:rPr>
        <w:t>،</w:t>
      </w:r>
      <w:r w:rsidRPr="003E3506">
        <w:rPr>
          <w:rtl/>
          <w:lang w:bidi="fa-IR"/>
        </w:rPr>
        <w:t xml:space="preserve"> اگر چه انسان از گفته او اطمينان پيدا نكند مى شود زكاة داد</w:t>
      </w:r>
      <w:r w:rsidR="000C4B14">
        <w:rPr>
          <w:rtl/>
          <w:lang w:bidi="fa-IR"/>
        </w:rPr>
        <w:t>،</w:t>
      </w:r>
      <w:r w:rsidRPr="003E3506">
        <w:rPr>
          <w:rtl/>
          <w:lang w:bidi="fa-IR"/>
        </w:rPr>
        <w:t xml:space="preserve"> ولى كسى كه معلوم نباشد</w:t>
      </w:r>
      <w:r w:rsidR="000C4B14">
        <w:rPr>
          <w:rtl/>
          <w:lang w:bidi="fa-IR"/>
        </w:rPr>
        <w:t>،</w:t>
      </w:r>
      <w:r w:rsidRPr="003E3506">
        <w:rPr>
          <w:rtl/>
          <w:lang w:bidi="fa-IR"/>
        </w:rPr>
        <w:t xml:space="preserve"> قبلا فقير بوده يا نه نمى توان بنابر احتياط تا وقتى كه اطمينان به فقرش حاصل نشود</w:t>
      </w:r>
      <w:r w:rsidR="000C4B14">
        <w:rPr>
          <w:rtl/>
          <w:lang w:bidi="fa-IR"/>
        </w:rPr>
        <w:t>،</w:t>
      </w:r>
      <w:r w:rsidRPr="003E3506">
        <w:rPr>
          <w:rtl/>
          <w:lang w:bidi="fa-IR"/>
        </w:rPr>
        <w:t xml:space="preserve"> به او زكاة داد.</w:t>
      </w:r>
    </w:p>
    <w:p w:rsidR="003E3506" w:rsidRPr="003E3506" w:rsidRDefault="003E3506" w:rsidP="003E3506">
      <w:pPr>
        <w:pStyle w:val="libNormal"/>
        <w:rPr>
          <w:lang w:bidi="fa-IR"/>
        </w:rPr>
      </w:pPr>
      <w:r w:rsidRPr="003E3506">
        <w:rPr>
          <w:rtl/>
          <w:lang w:bidi="fa-IR"/>
        </w:rPr>
        <w:t>١٩٤٠ - كسى كه مى گويد فقيرم و قبلا فقير نبوده</w:t>
      </w:r>
      <w:r w:rsidR="000C4B14">
        <w:rPr>
          <w:rtl/>
          <w:lang w:bidi="fa-IR"/>
        </w:rPr>
        <w:t>،</w:t>
      </w:r>
      <w:r w:rsidRPr="003E3506">
        <w:rPr>
          <w:rtl/>
          <w:lang w:bidi="fa-IR"/>
        </w:rPr>
        <w:t xml:space="preserve"> چنانچه از گفته او اطمينان پيدا نشود</w:t>
      </w:r>
      <w:r w:rsidR="000C4B14">
        <w:rPr>
          <w:rtl/>
          <w:lang w:bidi="fa-IR"/>
        </w:rPr>
        <w:t>،</w:t>
      </w:r>
      <w:r w:rsidRPr="003E3506">
        <w:rPr>
          <w:rtl/>
          <w:lang w:bidi="fa-IR"/>
        </w:rPr>
        <w:t xml:space="preserve"> احتياط واجب آن است كه به او زكاة ندهند.</w:t>
      </w:r>
    </w:p>
    <w:p w:rsidR="003E3506" w:rsidRPr="003E3506" w:rsidRDefault="003E3506" w:rsidP="003E3506">
      <w:pPr>
        <w:pStyle w:val="libNormal"/>
        <w:rPr>
          <w:lang w:bidi="fa-IR"/>
        </w:rPr>
      </w:pPr>
      <w:r w:rsidRPr="003E3506">
        <w:rPr>
          <w:rtl/>
          <w:lang w:bidi="fa-IR"/>
        </w:rPr>
        <w:lastRenderedPageBreak/>
        <w:t>١٩٤١ - كسى كه بايد زكاة بدهد</w:t>
      </w:r>
      <w:r w:rsidR="000C4B14">
        <w:rPr>
          <w:rtl/>
          <w:lang w:bidi="fa-IR"/>
        </w:rPr>
        <w:t>،</w:t>
      </w:r>
      <w:r w:rsidRPr="003E3506">
        <w:rPr>
          <w:rtl/>
          <w:lang w:bidi="fa-IR"/>
        </w:rPr>
        <w:t xml:space="preserve"> اگر از فقيرى طلبكار باشد مى تواند طلبى را كه از او دارد</w:t>
      </w:r>
      <w:r w:rsidR="000C4B14">
        <w:rPr>
          <w:rtl/>
          <w:lang w:bidi="fa-IR"/>
        </w:rPr>
        <w:t>،</w:t>
      </w:r>
      <w:r w:rsidRPr="003E3506">
        <w:rPr>
          <w:rtl/>
          <w:lang w:bidi="fa-IR"/>
        </w:rPr>
        <w:t xml:space="preserve"> بابت زكاة حساب كند.</w:t>
      </w:r>
    </w:p>
    <w:p w:rsidR="003E3506" w:rsidRPr="003E3506" w:rsidRDefault="003E3506" w:rsidP="003E3506">
      <w:pPr>
        <w:pStyle w:val="libNormal"/>
        <w:rPr>
          <w:lang w:bidi="fa-IR"/>
        </w:rPr>
      </w:pPr>
      <w:r w:rsidRPr="003E3506">
        <w:rPr>
          <w:rtl/>
          <w:lang w:bidi="fa-IR"/>
        </w:rPr>
        <w:t>١٩٤٢ - اگر فقير بميرد</w:t>
      </w:r>
      <w:r w:rsidR="000C4B14">
        <w:rPr>
          <w:rtl/>
          <w:lang w:bidi="fa-IR"/>
        </w:rPr>
        <w:t>،</w:t>
      </w:r>
      <w:r w:rsidRPr="003E3506">
        <w:rPr>
          <w:rtl/>
          <w:lang w:bidi="fa-IR"/>
        </w:rPr>
        <w:t xml:space="preserve"> و مال او به اندازه قرضش نباشد</w:t>
      </w:r>
      <w:r w:rsidR="000C4B14">
        <w:rPr>
          <w:rtl/>
          <w:lang w:bidi="fa-IR"/>
        </w:rPr>
        <w:t>،</w:t>
      </w:r>
      <w:r w:rsidRPr="003E3506">
        <w:rPr>
          <w:rtl/>
          <w:lang w:bidi="fa-IR"/>
        </w:rPr>
        <w:t xml:space="preserve"> انسان مى تواند طلبى را كه از او دارد بابت زكاة حساب كند بلكه اگر مال او به اندازه قرضش باشد</w:t>
      </w:r>
      <w:r w:rsidR="000C4B14">
        <w:rPr>
          <w:rtl/>
          <w:lang w:bidi="fa-IR"/>
        </w:rPr>
        <w:t>،</w:t>
      </w:r>
      <w:r w:rsidRPr="003E3506">
        <w:rPr>
          <w:rtl/>
          <w:lang w:bidi="fa-IR"/>
        </w:rPr>
        <w:t xml:space="preserve"> و ورثه قرض او را ندهند</w:t>
      </w:r>
      <w:r w:rsidR="000C4B14">
        <w:rPr>
          <w:rtl/>
          <w:lang w:bidi="fa-IR"/>
        </w:rPr>
        <w:t>،</w:t>
      </w:r>
      <w:r w:rsidRPr="003E3506">
        <w:rPr>
          <w:rtl/>
          <w:lang w:bidi="fa-IR"/>
        </w:rPr>
        <w:t xml:space="preserve"> يا به جهت ديگر انسان نتواند طلب خود را بگيرد</w:t>
      </w:r>
      <w:r w:rsidR="000C4B14">
        <w:rPr>
          <w:rtl/>
          <w:lang w:bidi="fa-IR"/>
        </w:rPr>
        <w:t>،</w:t>
      </w:r>
      <w:r w:rsidRPr="003E3506">
        <w:rPr>
          <w:rtl/>
          <w:lang w:bidi="fa-IR"/>
        </w:rPr>
        <w:t xml:space="preserve"> نيز مى تواند طلبى را كه از او دارد</w:t>
      </w:r>
      <w:r w:rsidR="000C4B14">
        <w:rPr>
          <w:rtl/>
          <w:lang w:bidi="fa-IR"/>
        </w:rPr>
        <w:t>،</w:t>
      </w:r>
      <w:r w:rsidRPr="003E3506">
        <w:rPr>
          <w:rtl/>
          <w:lang w:bidi="fa-IR"/>
        </w:rPr>
        <w:t xml:space="preserve"> بابت زكاة حساب كند.</w:t>
      </w:r>
    </w:p>
    <w:p w:rsidR="003E3506" w:rsidRPr="003E3506" w:rsidRDefault="003E3506" w:rsidP="003E3506">
      <w:pPr>
        <w:pStyle w:val="libNormal"/>
        <w:rPr>
          <w:lang w:bidi="fa-IR"/>
        </w:rPr>
      </w:pPr>
      <w:r w:rsidRPr="003E3506">
        <w:rPr>
          <w:rtl/>
          <w:lang w:bidi="fa-IR"/>
        </w:rPr>
        <w:t>١٩٤٣ - چيزى را كه انسان بابت زكاة به فقير مى دهد</w:t>
      </w:r>
      <w:r w:rsidR="000C4B14">
        <w:rPr>
          <w:rtl/>
          <w:lang w:bidi="fa-IR"/>
        </w:rPr>
        <w:t>،</w:t>
      </w:r>
      <w:r w:rsidRPr="003E3506">
        <w:rPr>
          <w:rtl/>
          <w:lang w:bidi="fa-IR"/>
        </w:rPr>
        <w:t xml:space="preserve"> لازم نيست به او بگويد كه زكاة است</w:t>
      </w:r>
      <w:r w:rsidR="000C4B14">
        <w:rPr>
          <w:rtl/>
          <w:lang w:bidi="fa-IR"/>
        </w:rPr>
        <w:t>،</w:t>
      </w:r>
      <w:r w:rsidRPr="003E3506">
        <w:rPr>
          <w:rtl/>
          <w:lang w:bidi="fa-IR"/>
        </w:rPr>
        <w:t xml:space="preserve"> بلكه اگر فقير خجالت بكشد مستحب است مال را به قصد زكاة به او داده</w:t>
      </w:r>
      <w:r w:rsidR="000C4B14">
        <w:rPr>
          <w:rtl/>
          <w:lang w:bidi="fa-IR"/>
        </w:rPr>
        <w:t>،</w:t>
      </w:r>
      <w:r w:rsidRPr="003E3506">
        <w:rPr>
          <w:rtl/>
          <w:lang w:bidi="fa-IR"/>
        </w:rPr>
        <w:t xml:space="preserve"> و زكاة بودنش را اظهار ننمايد.</w:t>
      </w:r>
    </w:p>
    <w:p w:rsidR="003E3506" w:rsidRPr="003E3506" w:rsidRDefault="003E3506" w:rsidP="003E3506">
      <w:pPr>
        <w:pStyle w:val="libNormal"/>
        <w:rPr>
          <w:lang w:bidi="fa-IR"/>
        </w:rPr>
      </w:pPr>
      <w:r w:rsidRPr="003E3506">
        <w:rPr>
          <w:rtl/>
          <w:lang w:bidi="fa-IR"/>
        </w:rPr>
        <w:t>١٩٤٤ - اگر به خيال اين كه كسى فقير است به او زكاة بدهد</w:t>
      </w:r>
      <w:r w:rsidR="000C4B14">
        <w:rPr>
          <w:rtl/>
          <w:lang w:bidi="fa-IR"/>
        </w:rPr>
        <w:t>،</w:t>
      </w:r>
      <w:r w:rsidRPr="003E3506">
        <w:rPr>
          <w:rtl/>
          <w:lang w:bidi="fa-IR"/>
        </w:rPr>
        <w:t xml:space="preserve"> بعد بفهمد فقير نبوده</w:t>
      </w:r>
      <w:r w:rsidR="000C4B14">
        <w:rPr>
          <w:rtl/>
          <w:lang w:bidi="fa-IR"/>
        </w:rPr>
        <w:t>،</w:t>
      </w:r>
      <w:r w:rsidRPr="003E3506">
        <w:rPr>
          <w:rtl/>
          <w:lang w:bidi="fa-IR"/>
        </w:rPr>
        <w:t xml:space="preserve"> يا از روى ندانستن مساله به كسى كه مى داند فقير نيست زكاة بدهد كافى نيست</w:t>
      </w:r>
      <w:r w:rsidR="000C4B14">
        <w:rPr>
          <w:rtl/>
          <w:lang w:bidi="fa-IR"/>
        </w:rPr>
        <w:t>،</w:t>
      </w:r>
      <w:r w:rsidRPr="003E3506">
        <w:rPr>
          <w:rtl/>
          <w:lang w:bidi="fa-IR"/>
        </w:rPr>
        <w:t xml:space="preserve"> پس چنانچه چيزى را كه به او داده باقى باشد</w:t>
      </w:r>
      <w:r w:rsidR="000C4B14">
        <w:rPr>
          <w:rtl/>
          <w:lang w:bidi="fa-IR"/>
        </w:rPr>
        <w:t>،</w:t>
      </w:r>
      <w:r w:rsidRPr="003E3506">
        <w:rPr>
          <w:rtl/>
          <w:lang w:bidi="fa-IR"/>
        </w:rPr>
        <w:t xml:space="preserve"> بايستى از او بگيرد</w:t>
      </w:r>
      <w:r w:rsidR="000C4B14">
        <w:rPr>
          <w:rtl/>
          <w:lang w:bidi="fa-IR"/>
        </w:rPr>
        <w:t>،</w:t>
      </w:r>
      <w:r w:rsidRPr="003E3506">
        <w:rPr>
          <w:rtl/>
          <w:lang w:bidi="fa-IR"/>
        </w:rPr>
        <w:t xml:space="preserve"> و به مستحق بدهد و اگر از بين رفته باشد</w:t>
      </w:r>
      <w:r w:rsidR="000C4B14">
        <w:rPr>
          <w:rtl/>
          <w:lang w:bidi="fa-IR"/>
        </w:rPr>
        <w:t>،</w:t>
      </w:r>
      <w:r w:rsidRPr="003E3506">
        <w:rPr>
          <w:rtl/>
          <w:lang w:bidi="fa-IR"/>
        </w:rPr>
        <w:t xml:space="preserve"> پس اگر كسى كه آن چيز را گرفته مى دانسته زكاة است</w:t>
      </w:r>
      <w:r w:rsidR="000C4B14">
        <w:rPr>
          <w:rtl/>
          <w:lang w:bidi="fa-IR"/>
        </w:rPr>
        <w:t>،</w:t>
      </w:r>
      <w:r w:rsidRPr="003E3506">
        <w:rPr>
          <w:rtl/>
          <w:lang w:bidi="fa-IR"/>
        </w:rPr>
        <w:t xml:space="preserve"> انسان مى تواند عوض آن را از او بگيرد</w:t>
      </w:r>
      <w:r w:rsidR="000C4B14">
        <w:rPr>
          <w:rtl/>
          <w:lang w:bidi="fa-IR"/>
        </w:rPr>
        <w:t>،</w:t>
      </w:r>
      <w:r w:rsidRPr="003E3506">
        <w:rPr>
          <w:rtl/>
          <w:lang w:bidi="fa-IR"/>
        </w:rPr>
        <w:t xml:space="preserve"> و به مستحق بدهد و اگر نمى دانسته زكاة است</w:t>
      </w:r>
      <w:r w:rsidR="000C4B14">
        <w:rPr>
          <w:rtl/>
          <w:lang w:bidi="fa-IR"/>
        </w:rPr>
        <w:t>،</w:t>
      </w:r>
      <w:r w:rsidRPr="003E3506">
        <w:rPr>
          <w:rtl/>
          <w:lang w:bidi="fa-IR"/>
        </w:rPr>
        <w:t xml:space="preserve"> نمى تواند چيزى از او بگيرد</w:t>
      </w:r>
      <w:r w:rsidR="000C4B14">
        <w:rPr>
          <w:rtl/>
          <w:lang w:bidi="fa-IR"/>
        </w:rPr>
        <w:t>،</w:t>
      </w:r>
      <w:r w:rsidRPr="003E3506">
        <w:rPr>
          <w:rtl/>
          <w:lang w:bidi="fa-IR"/>
        </w:rPr>
        <w:t xml:space="preserve"> و بايد از مال خودش عوض زكاة را به مستحق بدهد.</w:t>
      </w:r>
    </w:p>
    <w:p w:rsidR="003E3506" w:rsidRPr="003E3506" w:rsidRDefault="003E3506" w:rsidP="003E3506">
      <w:pPr>
        <w:pStyle w:val="libNormal"/>
        <w:rPr>
          <w:lang w:bidi="fa-IR"/>
        </w:rPr>
      </w:pPr>
      <w:r w:rsidRPr="003E3506">
        <w:rPr>
          <w:rtl/>
          <w:lang w:bidi="fa-IR"/>
        </w:rPr>
        <w:t>١٩٤٥ - كسى كه بدهكار است و نمى تواند بدهى خود را بدهد اگر چه مخارج سال خود را داشته باشد</w:t>
      </w:r>
      <w:r w:rsidR="000C4B14">
        <w:rPr>
          <w:rtl/>
          <w:lang w:bidi="fa-IR"/>
        </w:rPr>
        <w:t>،</w:t>
      </w:r>
      <w:r w:rsidRPr="003E3506">
        <w:rPr>
          <w:rtl/>
          <w:lang w:bidi="fa-IR"/>
        </w:rPr>
        <w:t xml:space="preserve"> مى تواند براى دادن قرض خود زكاة بگيرد</w:t>
      </w:r>
      <w:r w:rsidR="000C4B14">
        <w:rPr>
          <w:rtl/>
          <w:lang w:bidi="fa-IR"/>
        </w:rPr>
        <w:t>،</w:t>
      </w:r>
      <w:r w:rsidRPr="003E3506">
        <w:rPr>
          <w:rtl/>
          <w:lang w:bidi="fa-IR"/>
        </w:rPr>
        <w:t xml:space="preserve"> ولى بايد مالى را كه قرض كرده در معصيت خرج نكرده باشد.</w:t>
      </w:r>
    </w:p>
    <w:p w:rsidR="003E3506" w:rsidRPr="003E3506" w:rsidRDefault="003E3506" w:rsidP="003E3506">
      <w:pPr>
        <w:pStyle w:val="libNormal"/>
        <w:rPr>
          <w:lang w:bidi="fa-IR"/>
        </w:rPr>
      </w:pPr>
      <w:r w:rsidRPr="003E3506">
        <w:rPr>
          <w:rtl/>
          <w:lang w:bidi="fa-IR"/>
        </w:rPr>
        <w:t>١٩٤٦ - اگر به كسى كه بدهكار است و نمى تواند بدهى خود را بدهد زكاة بدهد</w:t>
      </w:r>
      <w:r w:rsidR="000C4B14">
        <w:rPr>
          <w:rtl/>
          <w:lang w:bidi="fa-IR"/>
        </w:rPr>
        <w:t>،</w:t>
      </w:r>
      <w:r w:rsidRPr="003E3506">
        <w:rPr>
          <w:rtl/>
          <w:lang w:bidi="fa-IR"/>
        </w:rPr>
        <w:t xml:space="preserve"> بعد بفهمد قرض را در معصيت مصرف كرده</w:t>
      </w:r>
      <w:r w:rsidR="000C4B14">
        <w:rPr>
          <w:rtl/>
          <w:lang w:bidi="fa-IR"/>
        </w:rPr>
        <w:t>،</w:t>
      </w:r>
      <w:r w:rsidRPr="003E3506">
        <w:rPr>
          <w:rtl/>
          <w:lang w:bidi="fa-IR"/>
        </w:rPr>
        <w:t xml:space="preserve"> چنانچه آن بدهكار فقير باشد</w:t>
      </w:r>
      <w:r w:rsidR="000C4B14">
        <w:rPr>
          <w:rtl/>
          <w:lang w:bidi="fa-IR"/>
        </w:rPr>
        <w:t>،</w:t>
      </w:r>
      <w:r w:rsidRPr="003E3506">
        <w:rPr>
          <w:rtl/>
          <w:lang w:bidi="fa-IR"/>
        </w:rPr>
        <w:t xml:space="preserve"> مى تواند آنچه را كه به او داده بابت سهم فقرا حساب كند.</w:t>
      </w:r>
    </w:p>
    <w:p w:rsidR="003E3506" w:rsidRPr="003E3506" w:rsidRDefault="003E3506" w:rsidP="003E3506">
      <w:pPr>
        <w:pStyle w:val="libNormal"/>
        <w:rPr>
          <w:lang w:bidi="fa-IR"/>
        </w:rPr>
      </w:pPr>
      <w:r w:rsidRPr="003E3506">
        <w:rPr>
          <w:rtl/>
          <w:lang w:bidi="fa-IR"/>
        </w:rPr>
        <w:lastRenderedPageBreak/>
        <w:t>١٩٤٧ - كسى كه بدهكار است و نمى تواند بدهى خود را بدهد</w:t>
      </w:r>
      <w:r w:rsidR="000C4B14">
        <w:rPr>
          <w:rtl/>
          <w:lang w:bidi="fa-IR"/>
        </w:rPr>
        <w:t>،</w:t>
      </w:r>
      <w:r w:rsidRPr="003E3506">
        <w:rPr>
          <w:rtl/>
          <w:lang w:bidi="fa-IR"/>
        </w:rPr>
        <w:t xml:space="preserve"> اگر چه فقير نباشد</w:t>
      </w:r>
      <w:r w:rsidR="000C4B14">
        <w:rPr>
          <w:rtl/>
          <w:lang w:bidi="fa-IR"/>
        </w:rPr>
        <w:t>،</w:t>
      </w:r>
      <w:r w:rsidRPr="003E3506">
        <w:rPr>
          <w:rtl/>
          <w:lang w:bidi="fa-IR"/>
        </w:rPr>
        <w:t xml:space="preserve"> انسان مى تواند طلبى را كه از او دارد</w:t>
      </w:r>
      <w:r w:rsidR="000C4B14">
        <w:rPr>
          <w:rtl/>
          <w:lang w:bidi="fa-IR"/>
        </w:rPr>
        <w:t>،</w:t>
      </w:r>
      <w:r w:rsidRPr="003E3506">
        <w:rPr>
          <w:rtl/>
          <w:lang w:bidi="fa-IR"/>
        </w:rPr>
        <w:t xml:space="preserve"> بابت زكاة حساب كند.</w:t>
      </w:r>
    </w:p>
    <w:p w:rsidR="003E3506" w:rsidRPr="003E3506" w:rsidRDefault="003E3506" w:rsidP="003E3506">
      <w:pPr>
        <w:pStyle w:val="libNormal"/>
        <w:rPr>
          <w:lang w:bidi="fa-IR"/>
        </w:rPr>
      </w:pPr>
      <w:r w:rsidRPr="003E3506">
        <w:rPr>
          <w:rtl/>
          <w:lang w:bidi="fa-IR"/>
        </w:rPr>
        <w:t>١٩٤٨ - مسافرى كه خرجى او تمام شده</w:t>
      </w:r>
      <w:r w:rsidR="000C4B14">
        <w:rPr>
          <w:rtl/>
          <w:lang w:bidi="fa-IR"/>
        </w:rPr>
        <w:t>،</w:t>
      </w:r>
      <w:r w:rsidRPr="003E3506">
        <w:rPr>
          <w:rtl/>
          <w:lang w:bidi="fa-IR"/>
        </w:rPr>
        <w:t xml:space="preserve"> يا مركبش از كار افتاده</w:t>
      </w:r>
      <w:r w:rsidR="000C4B14">
        <w:rPr>
          <w:rtl/>
          <w:lang w:bidi="fa-IR"/>
        </w:rPr>
        <w:t>،</w:t>
      </w:r>
      <w:r w:rsidRPr="003E3506">
        <w:rPr>
          <w:rtl/>
          <w:lang w:bidi="fa-IR"/>
        </w:rPr>
        <w:t xml:space="preserve"> چنانچه سفر او سفر معصيت نباشد</w:t>
      </w:r>
      <w:r w:rsidR="000C4B14">
        <w:rPr>
          <w:rtl/>
          <w:lang w:bidi="fa-IR"/>
        </w:rPr>
        <w:t>،</w:t>
      </w:r>
      <w:r w:rsidRPr="003E3506">
        <w:rPr>
          <w:rtl/>
          <w:lang w:bidi="fa-IR"/>
        </w:rPr>
        <w:t xml:space="preserve"> و نتواند با قرض كردن يا فروختن چيزى خود را به مقصد برساند</w:t>
      </w:r>
      <w:r w:rsidR="000C4B14">
        <w:rPr>
          <w:rtl/>
          <w:lang w:bidi="fa-IR"/>
        </w:rPr>
        <w:t>،</w:t>
      </w:r>
      <w:r w:rsidRPr="003E3506">
        <w:rPr>
          <w:rtl/>
          <w:lang w:bidi="fa-IR"/>
        </w:rPr>
        <w:t xml:space="preserve"> اگر چه در وطن خود فقير نباشد</w:t>
      </w:r>
      <w:r w:rsidR="000C4B14">
        <w:rPr>
          <w:rtl/>
          <w:lang w:bidi="fa-IR"/>
        </w:rPr>
        <w:t>،</w:t>
      </w:r>
      <w:r w:rsidRPr="003E3506">
        <w:rPr>
          <w:rtl/>
          <w:lang w:bidi="fa-IR"/>
        </w:rPr>
        <w:t xml:space="preserve"> مى تواند زكاة بگيرد.</w:t>
      </w:r>
    </w:p>
    <w:p w:rsidR="003E3506" w:rsidRPr="003E3506" w:rsidRDefault="003E3506" w:rsidP="003E3506">
      <w:pPr>
        <w:pStyle w:val="libNormal"/>
        <w:rPr>
          <w:lang w:bidi="fa-IR"/>
        </w:rPr>
      </w:pPr>
      <w:r w:rsidRPr="003E3506">
        <w:rPr>
          <w:rtl/>
          <w:lang w:bidi="fa-IR"/>
        </w:rPr>
        <w:t>ولى اگر بتواند در جاى ديگر با قرض كردن يا فروختن چيزى مخارج سفر خود را فراهم كند فقط به مقدارى كه به آنجا برسد</w:t>
      </w:r>
      <w:r w:rsidR="000C4B14">
        <w:rPr>
          <w:rtl/>
          <w:lang w:bidi="fa-IR"/>
        </w:rPr>
        <w:t>،</w:t>
      </w:r>
      <w:r w:rsidRPr="003E3506">
        <w:rPr>
          <w:rtl/>
          <w:lang w:bidi="fa-IR"/>
        </w:rPr>
        <w:t xml:space="preserve"> مى تواند زكاة بگيرد.</w:t>
      </w:r>
    </w:p>
    <w:p w:rsidR="003E3506" w:rsidRPr="003E3506" w:rsidRDefault="003E3506" w:rsidP="003E3506">
      <w:pPr>
        <w:pStyle w:val="libNormal"/>
        <w:rPr>
          <w:lang w:bidi="fa-IR"/>
        </w:rPr>
      </w:pPr>
      <w:r w:rsidRPr="003E3506">
        <w:rPr>
          <w:rtl/>
          <w:lang w:bidi="fa-IR"/>
        </w:rPr>
        <w:t>١٩٤٩ - مسافرى كه در سفر درمانده شده و زكاة گرفته بعد از آن كه به وطنش رسيد</w:t>
      </w:r>
      <w:r w:rsidR="000C4B14">
        <w:rPr>
          <w:rtl/>
          <w:lang w:bidi="fa-IR"/>
        </w:rPr>
        <w:t>،</w:t>
      </w:r>
      <w:r w:rsidRPr="003E3506">
        <w:rPr>
          <w:rtl/>
          <w:lang w:bidi="fa-IR"/>
        </w:rPr>
        <w:t xml:space="preserve"> اگر چيزى از زكاة زياد آمده باشد</w:t>
      </w:r>
      <w:r w:rsidR="000C4B14">
        <w:rPr>
          <w:rtl/>
          <w:lang w:bidi="fa-IR"/>
        </w:rPr>
        <w:t>،</w:t>
      </w:r>
      <w:r w:rsidRPr="003E3506">
        <w:rPr>
          <w:rtl/>
          <w:lang w:bidi="fa-IR"/>
        </w:rPr>
        <w:t xml:space="preserve"> چنانچه نتواند آن را به دهنده زكاة برساند</w:t>
      </w:r>
      <w:r w:rsidR="000C4B14">
        <w:rPr>
          <w:rtl/>
          <w:lang w:bidi="fa-IR"/>
        </w:rPr>
        <w:t>،</w:t>
      </w:r>
      <w:r w:rsidRPr="003E3506">
        <w:rPr>
          <w:rtl/>
          <w:lang w:bidi="fa-IR"/>
        </w:rPr>
        <w:t xml:space="preserve"> بايد به حاكم شرع برساند</w:t>
      </w:r>
      <w:r w:rsidR="000C4B14">
        <w:rPr>
          <w:rtl/>
          <w:lang w:bidi="fa-IR"/>
        </w:rPr>
        <w:t>،</w:t>
      </w:r>
      <w:r w:rsidRPr="003E3506">
        <w:rPr>
          <w:rtl/>
          <w:lang w:bidi="fa-IR"/>
        </w:rPr>
        <w:t xml:space="preserve"> و بگويد آن چيز زكاة است</w:t>
      </w:r>
      <w:r w:rsidR="000C4B14">
        <w:rPr>
          <w:rtl/>
          <w:lang w:bidi="fa-IR"/>
        </w:rPr>
        <w:t>.</w:t>
      </w:r>
    </w:p>
    <w:p w:rsidR="003E3506" w:rsidRDefault="00605FAB" w:rsidP="00F72BDA">
      <w:pPr>
        <w:pStyle w:val="Heading3"/>
        <w:rPr>
          <w:rtl/>
          <w:lang w:bidi="fa-IR"/>
        </w:rPr>
      </w:pPr>
      <w:bookmarkStart w:id="214" w:name="_Toc24454637"/>
      <w:r>
        <w:rPr>
          <w:rtl/>
          <w:lang w:bidi="fa-IR"/>
        </w:rPr>
        <w:t>(</w:t>
      </w:r>
      <w:r w:rsidR="003E3506" w:rsidRPr="003E3506">
        <w:rPr>
          <w:rtl/>
          <w:lang w:bidi="fa-IR"/>
        </w:rPr>
        <w:t>شرايط كسانى كه مستحق زكاتند</w:t>
      </w:r>
      <w:r>
        <w:rPr>
          <w:rtl/>
          <w:lang w:bidi="fa-IR"/>
        </w:rPr>
        <w:t>)</w:t>
      </w:r>
      <w:bookmarkEnd w:id="214"/>
    </w:p>
    <w:p w:rsidR="003E3506" w:rsidRPr="003E3506" w:rsidRDefault="003E3506" w:rsidP="003E3506">
      <w:pPr>
        <w:pStyle w:val="libNormal"/>
        <w:rPr>
          <w:lang w:bidi="fa-IR"/>
        </w:rPr>
      </w:pPr>
      <w:r w:rsidRPr="003E3506">
        <w:rPr>
          <w:rtl/>
          <w:lang w:bidi="fa-IR"/>
        </w:rPr>
        <w:t>١٩٥٠ - كسى كه مالك مى تواند زكاة خود را به او بدهد</w:t>
      </w:r>
      <w:r w:rsidR="000C4B14">
        <w:rPr>
          <w:rtl/>
          <w:lang w:bidi="fa-IR"/>
        </w:rPr>
        <w:t>،</w:t>
      </w:r>
      <w:r w:rsidRPr="003E3506">
        <w:rPr>
          <w:rtl/>
          <w:lang w:bidi="fa-IR"/>
        </w:rPr>
        <w:t xml:space="preserve"> بايد شيعه دوازده امامى باشد</w:t>
      </w:r>
      <w:r w:rsidR="000C4B14">
        <w:rPr>
          <w:rtl/>
          <w:lang w:bidi="fa-IR"/>
        </w:rPr>
        <w:t>،</w:t>
      </w:r>
      <w:r w:rsidRPr="003E3506">
        <w:rPr>
          <w:rtl/>
          <w:lang w:bidi="fa-IR"/>
        </w:rPr>
        <w:t xml:space="preserve"> و اگر انسان كسى را شيعه بداند و به او زكاة بدهد</w:t>
      </w:r>
      <w:r w:rsidR="000C4B14">
        <w:rPr>
          <w:rtl/>
          <w:lang w:bidi="fa-IR"/>
        </w:rPr>
        <w:t>،</w:t>
      </w:r>
      <w:r w:rsidRPr="003E3506">
        <w:rPr>
          <w:rtl/>
          <w:lang w:bidi="fa-IR"/>
        </w:rPr>
        <w:t xml:space="preserve"> بعد معلوم شود شيعه نبوده بايد دوباره زكاة بدهد.</w:t>
      </w:r>
    </w:p>
    <w:p w:rsidR="003E3506" w:rsidRPr="003E3506" w:rsidRDefault="003E3506" w:rsidP="003E3506">
      <w:pPr>
        <w:pStyle w:val="libNormal"/>
        <w:rPr>
          <w:lang w:bidi="fa-IR"/>
        </w:rPr>
      </w:pPr>
      <w:r w:rsidRPr="003E3506">
        <w:rPr>
          <w:rtl/>
          <w:lang w:bidi="fa-IR"/>
        </w:rPr>
        <w:t>١٩٥١ - اگر طفل يا ديوانه اى از شيعه فقير باشد</w:t>
      </w:r>
      <w:r w:rsidR="000C4B14">
        <w:rPr>
          <w:rtl/>
          <w:lang w:bidi="fa-IR"/>
        </w:rPr>
        <w:t>،</w:t>
      </w:r>
      <w:r w:rsidRPr="003E3506">
        <w:rPr>
          <w:rtl/>
          <w:lang w:bidi="fa-IR"/>
        </w:rPr>
        <w:t xml:space="preserve"> انسان مى تواند به ولى او زكاة بدهد</w:t>
      </w:r>
      <w:r w:rsidR="000C4B14">
        <w:rPr>
          <w:rtl/>
          <w:lang w:bidi="fa-IR"/>
        </w:rPr>
        <w:t>،</w:t>
      </w:r>
      <w:r w:rsidRPr="003E3506">
        <w:rPr>
          <w:rtl/>
          <w:lang w:bidi="fa-IR"/>
        </w:rPr>
        <w:t xml:space="preserve"> به قصد اين كه آنچه مى دهد ملك طفل يا ديوانه باشد.</w:t>
      </w:r>
    </w:p>
    <w:p w:rsidR="003E3506" w:rsidRPr="003E3506" w:rsidRDefault="003E3506" w:rsidP="003E3506">
      <w:pPr>
        <w:pStyle w:val="libNormal"/>
        <w:rPr>
          <w:lang w:bidi="fa-IR"/>
        </w:rPr>
      </w:pPr>
      <w:r w:rsidRPr="003E3506">
        <w:rPr>
          <w:rtl/>
          <w:lang w:bidi="fa-IR"/>
        </w:rPr>
        <w:t>١٩٥٢ - اگر به ولى طفل و ديوانه دسترسى ندارد</w:t>
      </w:r>
      <w:r w:rsidR="000C4B14">
        <w:rPr>
          <w:rtl/>
          <w:lang w:bidi="fa-IR"/>
        </w:rPr>
        <w:t>،</w:t>
      </w:r>
      <w:r w:rsidRPr="003E3506">
        <w:rPr>
          <w:rtl/>
          <w:lang w:bidi="fa-IR"/>
        </w:rPr>
        <w:t xml:space="preserve"> مى تواند خودش يا به وسيله يك نفر امين زكاة را به مصرف طفل يا ديوانه برساند</w:t>
      </w:r>
      <w:r w:rsidR="000C4B14">
        <w:rPr>
          <w:rtl/>
          <w:lang w:bidi="fa-IR"/>
        </w:rPr>
        <w:t>،</w:t>
      </w:r>
      <w:r w:rsidRPr="003E3506">
        <w:rPr>
          <w:rtl/>
          <w:lang w:bidi="fa-IR"/>
        </w:rPr>
        <w:t xml:space="preserve"> و بايد موقعى كه زكاة به مصرف آنان مى رسد نيت زكاة كند.</w:t>
      </w:r>
    </w:p>
    <w:p w:rsidR="003E3506" w:rsidRPr="003E3506" w:rsidRDefault="003E3506" w:rsidP="003E3506">
      <w:pPr>
        <w:pStyle w:val="libNormal"/>
        <w:rPr>
          <w:lang w:bidi="fa-IR"/>
        </w:rPr>
      </w:pPr>
      <w:r w:rsidRPr="003E3506">
        <w:rPr>
          <w:rtl/>
          <w:lang w:bidi="fa-IR"/>
        </w:rPr>
        <w:t>١٩٥٣ - به فقيرى كه گدايى مى كند مى شود زكاة داد.</w:t>
      </w:r>
    </w:p>
    <w:p w:rsidR="003E3506" w:rsidRPr="003E3506" w:rsidRDefault="003E3506" w:rsidP="003E3506">
      <w:pPr>
        <w:pStyle w:val="libNormal"/>
        <w:rPr>
          <w:lang w:bidi="fa-IR"/>
        </w:rPr>
      </w:pPr>
      <w:r w:rsidRPr="003E3506">
        <w:rPr>
          <w:rtl/>
          <w:lang w:bidi="fa-IR"/>
        </w:rPr>
        <w:lastRenderedPageBreak/>
        <w:t>ولى به كسى كه زكاة را در معصيت مصرف مى كند</w:t>
      </w:r>
      <w:r w:rsidR="000C4B14">
        <w:rPr>
          <w:rtl/>
          <w:lang w:bidi="fa-IR"/>
        </w:rPr>
        <w:t>،</w:t>
      </w:r>
      <w:r w:rsidRPr="003E3506">
        <w:rPr>
          <w:rtl/>
          <w:lang w:bidi="fa-IR"/>
        </w:rPr>
        <w:t xml:space="preserve"> نبايد زكاة داد</w:t>
      </w:r>
      <w:r w:rsidR="000C4B14">
        <w:rPr>
          <w:rtl/>
          <w:lang w:bidi="fa-IR"/>
        </w:rPr>
        <w:t>،</w:t>
      </w:r>
      <w:r w:rsidRPr="003E3506">
        <w:rPr>
          <w:rtl/>
          <w:lang w:bidi="fa-IR"/>
        </w:rPr>
        <w:t xml:space="preserve"> بلكه احتياط آن است به كسى كه دادن زكاة موجب ترغيب او در معصيت مى شود هر چند خود آن را در معصيت صرف نمى نمايد زكاة داده نشود.</w:t>
      </w:r>
    </w:p>
    <w:p w:rsidR="003E3506" w:rsidRPr="003E3506" w:rsidRDefault="003E3506" w:rsidP="003E3506">
      <w:pPr>
        <w:pStyle w:val="libNormal"/>
        <w:rPr>
          <w:lang w:bidi="fa-IR"/>
        </w:rPr>
      </w:pPr>
      <w:r w:rsidRPr="003E3506">
        <w:rPr>
          <w:rtl/>
          <w:lang w:bidi="fa-IR"/>
        </w:rPr>
        <w:t>١٩٥٤ - به كسى كه شراب خوار است يا نماز نمى خواند هم چنين به كسى كه معصيت كبيره را آشكارا بجا مى آورد احتياط واجب آن است كه زكاة ندهند.</w:t>
      </w:r>
    </w:p>
    <w:p w:rsidR="003E3506" w:rsidRPr="003E3506" w:rsidRDefault="003E3506" w:rsidP="003E3506">
      <w:pPr>
        <w:pStyle w:val="libNormal"/>
        <w:rPr>
          <w:lang w:bidi="fa-IR"/>
        </w:rPr>
      </w:pPr>
      <w:r w:rsidRPr="003E3506">
        <w:rPr>
          <w:rtl/>
          <w:lang w:bidi="fa-IR"/>
        </w:rPr>
        <w:t>١٩٥٥ - به كسى كه بدهكار است و نمى تواند بدهى خود را بدهد اگر چه مخارج او بر انسان واجب باشد</w:t>
      </w:r>
      <w:r w:rsidR="000C4B14">
        <w:rPr>
          <w:rtl/>
          <w:lang w:bidi="fa-IR"/>
        </w:rPr>
        <w:t>،</w:t>
      </w:r>
      <w:r w:rsidRPr="003E3506">
        <w:rPr>
          <w:rtl/>
          <w:lang w:bidi="fa-IR"/>
        </w:rPr>
        <w:t xml:space="preserve"> مى شود قرضش را از زكاة داد.</w:t>
      </w:r>
    </w:p>
    <w:p w:rsidR="003E3506" w:rsidRPr="003E3506" w:rsidRDefault="003E3506" w:rsidP="003E3506">
      <w:pPr>
        <w:pStyle w:val="libNormal"/>
        <w:rPr>
          <w:lang w:bidi="fa-IR"/>
        </w:rPr>
      </w:pPr>
      <w:r w:rsidRPr="003E3506">
        <w:rPr>
          <w:rtl/>
          <w:lang w:bidi="fa-IR"/>
        </w:rPr>
        <w:t>١٩٥٦ - انسان نمى تواند مخارج كسانى را كه مثل اولاد خرجشان بر او واجب است از زكاة بدهد</w:t>
      </w:r>
      <w:r w:rsidR="000C4B14">
        <w:rPr>
          <w:rtl/>
          <w:lang w:bidi="fa-IR"/>
        </w:rPr>
        <w:t>،</w:t>
      </w:r>
      <w:r w:rsidRPr="003E3506">
        <w:rPr>
          <w:rtl/>
          <w:lang w:bidi="fa-IR"/>
        </w:rPr>
        <w:t xml:space="preserve"> ولى اگر مخارج آنان را ندهد</w:t>
      </w:r>
      <w:r w:rsidR="000C4B14">
        <w:rPr>
          <w:rtl/>
          <w:lang w:bidi="fa-IR"/>
        </w:rPr>
        <w:t>،</w:t>
      </w:r>
      <w:r w:rsidRPr="003E3506">
        <w:rPr>
          <w:rtl/>
          <w:lang w:bidi="fa-IR"/>
        </w:rPr>
        <w:t xml:space="preserve"> ديگران مى توانند به آنان زكاة بدهند.</w:t>
      </w:r>
    </w:p>
    <w:p w:rsidR="003E3506" w:rsidRPr="003E3506" w:rsidRDefault="003E3506" w:rsidP="003E3506">
      <w:pPr>
        <w:pStyle w:val="libNormal"/>
        <w:rPr>
          <w:lang w:bidi="fa-IR"/>
        </w:rPr>
      </w:pPr>
      <w:r w:rsidRPr="003E3506">
        <w:rPr>
          <w:rtl/>
          <w:lang w:bidi="fa-IR"/>
        </w:rPr>
        <w:t>١٩٥٧ - اگر انسان زكاة را به پسرش بدهد كه خرج زن و نوكر و كلفت خود نمايد اشكال ندارد.</w:t>
      </w:r>
    </w:p>
    <w:p w:rsidR="003E3506" w:rsidRPr="003E3506" w:rsidRDefault="003E3506" w:rsidP="003E3506">
      <w:pPr>
        <w:pStyle w:val="libNormal"/>
        <w:rPr>
          <w:lang w:bidi="fa-IR"/>
        </w:rPr>
      </w:pPr>
      <w:r w:rsidRPr="003E3506">
        <w:rPr>
          <w:rtl/>
          <w:lang w:bidi="fa-IR"/>
        </w:rPr>
        <w:t>١٩٥٨ - پدر نمى تواند از سهم سبيل اللّه كتابهاى علمى و دينى كه مورد احتياج پسر است بخرد و در معرض استفاده او قرار دهد</w:t>
      </w:r>
      <w:r w:rsidR="000C4B14">
        <w:rPr>
          <w:rtl/>
          <w:lang w:bidi="fa-IR"/>
        </w:rPr>
        <w:t>،</w:t>
      </w:r>
      <w:r w:rsidRPr="003E3506">
        <w:rPr>
          <w:rtl/>
          <w:lang w:bidi="fa-IR"/>
        </w:rPr>
        <w:t xml:space="preserve"> مگر آن كه مصلحت عامه اقتضاى اين كار را داشته باشد</w:t>
      </w:r>
      <w:r w:rsidR="000C4B14">
        <w:rPr>
          <w:rtl/>
          <w:lang w:bidi="fa-IR"/>
        </w:rPr>
        <w:t>،</w:t>
      </w:r>
      <w:r w:rsidRPr="003E3506">
        <w:rPr>
          <w:rtl/>
          <w:lang w:bidi="fa-IR"/>
        </w:rPr>
        <w:t xml:space="preserve"> و از حاكم شرع بنابر احتياط اجازه بگيرد.</w:t>
      </w:r>
    </w:p>
    <w:p w:rsidR="003E3506" w:rsidRPr="003E3506" w:rsidRDefault="003E3506" w:rsidP="003E3506">
      <w:pPr>
        <w:pStyle w:val="libNormal"/>
        <w:rPr>
          <w:lang w:bidi="fa-IR"/>
        </w:rPr>
      </w:pPr>
      <w:r w:rsidRPr="003E3506">
        <w:rPr>
          <w:rtl/>
          <w:lang w:bidi="fa-IR"/>
        </w:rPr>
        <w:t>١٩٥٩ - پدرى كه تمكن تزويج پسرش را ندارد مى تواند از زكاة براى پسرش زن بگيرد</w:t>
      </w:r>
      <w:r w:rsidR="000C4B14">
        <w:rPr>
          <w:rtl/>
          <w:lang w:bidi="fa-IR"/>
        </w:rPr>
        <w:t>،</w:t>
      </w:r>
      <w:r w:rsidRPr="003E3506">
        <w:rPr>
          <w:rtl/>
          <w:lang w:bidi="fa-IR"/>
        </w:rPr>
        <w:t xml:space="preserve"> و هم چنين است پسر نسبت به پدر.</w:t>
      </w:r>
    </w:p>
    <w:p w:rsidR="003E3506" w:rsidRPr="003E3506" w:rsidRDefault="003E3506" w:rsidP="003E3506">
      <w:pPr>
        <w:pStyle w:val="libNormal"/>
        <w:rPr>
          <w:lang w:bidi="fa-IR"/>
        </w:rPr>
      </w:pPr>
      <w:r w:rsidRPr="003E3506">
        <w:rPr>
          <w:rtl/>
          <w:lang w:bidi="fa-IR"/>
        </w:rPr>
        <w:t>١٩٦٠ - به زنى كه شوهرش مخارج او را مى دهد و زنى كه شوهرش خرجى او را نمى دهد</w:t>
      </w:r>
      <w:r w:rsidR="000C4B14">
        <w:rPr>
          <w:rtl/>
          <w:lang w:bidi="fa-IR"/>
        </w:rPr>
        <w:t>،</w:t>
      </w:r>
      <w:r w:rsidRPr="003E3506">
        <w:rPr>
          <w:rtl/>
          <w:lang w:bidi="fa-IR"/>
        </w:rPr>
        <w:t xml:space="preserve"> ولى مى تواند - هر چند به مراجعه حاكم شرع - او را به دادن خرجى مجبور كند</w:t>
      </w:r>
      <w:r w:rsidR="000C4B14">
        <w:rPr>
          <w:rtl/>
          <w:lang w:bidi="fa-IR"/>
        </w:rPr>
        <w:t>،</w:t>
      </w:r>
      <w:r w:rsidRPr="003E3506">
        <w:rPr>
          <w:rtl/>
          <w:lang w:bidi="fa-IR"/>
        </w:rPr>
        <w:t xml:space="preserve"> نمى شود زكاة داد.</w:t>
      </w:r>
    </w:p>
    <w:p w:rsidR="003E3506" w:rsidRPr="003E3506" w:rsidRDefault="003E3506" w:rsidP="003E3506">
      <w:pPr>
        <w:pStyle w:val="libNormal"/>
        <w:rPr>
          <w:lang w:bidi="fa-IR"/>
        </w:rPr>
      </w:pPr>
      <w:r w:rsidRPr="003E3506">
        <w:rPr>
          <w:rtl/>
          <w:lang w:bidi="fa-IR"/>
        </w:rPr>
        <w:t>١٩٦١ - زنى كه صيغه شده اگر فقير باشد</w:t>
      </w:r>
      <w:r w:rsidR="000C4B14">
        <w:rPr>
          <w:rtl/>
          <w:lang w:bidi="fa-IR"/>
        </w:rPr>
        <w:t>،</w:t>
      </w:r>
      <w:r w:rsidRPr="003E3506">
        <w:rPr>
          <w:rtl/>
          <w:lang w:bidi="fa-IR"/>
        </w:rPr>
        <w:t xml:space="preserve"> شوهرش و ديگران مى توانند به او زكاة بدهند</w:t>
      </w:r>
      <w:r w:rsidR="000C4B14">
        <w:rPr>
          <w:rtl/>
          <w:lang w:bidi="fa-IR"/>
        </w:rPr>
        <w:t>،</w:t>
      </w:r>
      <w:r w:rsidRPr="003E3506">
        <w:rPr>
          <w:rtl/>
          <w:lang w:bidi="fa-IR"/>
        </w:rPr>
        <w:t xml:space="preserve"> ولى اگر شوهرش در ضمن عقد شرط كند كه مخارج او را بدهد يا به جهت ديگرى دادن مخارجش بر او واجب باشد</w:t>
      </w:r>
      <w:r w:rsidR="000C4B14">
        <w:rPr>
          <w:rtl/>
          <w:lang w:bidi="fa-IR"/>
        </w:rPr>
        <w:t>،</w:t>
      </w:r>
      <w:r w:rsidRPr="003E3506">
        <w:rPr>
          <w:rtl/>
          <w:lang w:bidi="fa-IR"/>
        </w:rPr>
        <w:t xml:space="preserve"> در صورتى كه مخارج آن زن را بدهد</w:t>
      </w:r>
      <w:r w:rsidR="000C4B14">
        <w:rPr>
          <w:rtl/>
          <w:lang w:bidi="fa-IR"/>
        </w:rPr>
        <w:t>،</w:t>
      </w:r>
      <w:r w:rsidRPr="003E3506">
        <w:rPr>
          <w:rtl/>
          <w:lang w:bidi="fa-IR"/>
        </w:rPr>
        <w:t xml:space="preserve"> نمى شود به آن زن زكاة داد.</w:t>
      </w:r>
    </w:p>
    <w:p w:rsidR="003E3506" w:rsidRPr="003E3506" w:rsidRDefault="003E3506" w:rsidP="003E3506">
      <w:pPr>
        <w:pStyle w:val="libNormal"/>
        <w:rPr>
          <w:lang w:bidi="fa-IR"/>
        </w:rPr>
      </w:pPr>
      <w:r w:rsidRPr="003E3506">
        <w:rPr>
          <w:rtl/>
          <w:lang w:bidi="fa-IR"/>
        </w:rPr>
        <w:lastRenderedPageBreak/>
        <w:t>١٩٦٢ - زن مى تواند به شوهر فقير خود زكاة بدهد</w:t>
      </w:r>
      <w:r w:rsidR="000C4B14">
        <w:rPr>
          <w:rtl/>
          <w:lang w:bidi="fa-IR"/>
        </w:rPr>
        <w:t>،</w:t>
      </w:r>
      <w:r w:rsidRPr="003E3506">
        <w:rPr>
          <w:rtl/>
          <w:lang w:bidi="fa-IR"/>
        </w:rPr>
        <w:t xml:space="preserve"> اگر چه شوهر زكاة را صرف مخارج خود آن زن نمايد.</w:t>
      </w:r>
    </w:p>
    <w:p w:rsidR="003E3506" w:rsidRPr="003E3506" w:rsidRDefault="003E3506" w:rsidP="003E3506">
      <w:pPr>
        <w:pStyle w:val="libNormal"/>
        <w:rPr>
          <w:lang w:bidi="fa-IR"/>
        </w:rPr>
      </w:pPr>
      <w:r w:rsidRPr="003E3506">
        <w:rPr>
          <w:rtl/>
          <w:lang w:bidi="fa-IR"/>
        </w:rPr>
        <w:t>١٩٦٣ - سيد نمى تواند از غير سيد زكاة بگيرد</w:t>
      </w:r>
      <w:r w:rsidR="000C4B14">
        <w:rPr>
          <w:rtl/>
          <w:lang w:bidi="fa-IR"/>
        </w:rPr>
        <w:t>،</w:t>
      </w:r>
      <w:r w:rsidRPr="003E3506">
        <w:rPr>
          <w:rtl/>
          <w:lang w:bidi="fa-IR"/>
        </w:rPr>
        <w:t xml:space="preserve"> ولى اگر خمس و ساير وجوهات كفايت مخارج او را نكند</w:t>
      </w:r>
      <w:r w:rsidR="000C4B14">
        <w:rPr>
          <w:rtl/>
          <w:lang w:bidi="fa-IR"/>
        </w:rPr>
        <w:t>،</w:t>
      </w:r>
      <w:r w:rsidRPr="003E3506">
        <w:rPr>
          <w:rtl/>
          <w:lang w:bidi="fa-IR"/>
        </w:rPr>
        <w:t xml:space="preserve"> و از گرفتن زكاة از غير سيد ناچار باشد مى تواند از او زكاة بگيرد.</w:t>
      </w:r>
    </w:p>
    <w:p w:rsidR="003E3506" w:rsidRPr="003E3506" w:rsidRDefault="003E3506" w:rsidP="003E3506">
      <w:pPr>
        <w:pStyle w:val="libNormal"/>
        <w:rPr>
          <w:lang w:bidi="fa-IR"/>
        </w:rPr>
      </w:pPr>
      <w:r w:rsidRPr="003E3506">
        <w:rPr>
          <w:rtl/>
          <w:lang w:bidi="fa-IR"/>
        </w:rPr>
        <w:t>١٩٦٤ - به كسى كه معلوم نيست سيد است يا نه</w:t>
      </w:r>
      <w:r w:rsidR="000C4B14">
        <w:rPr>
          <w:rtl/>
          <w:lang w:bidi="fa-IR"/>
        </w:rPr>
        <w:t>،</w:t>
      </w:r>
      <w:r w:rsidRPr="003E3506">
        <w:rPr>
          <w:rtl/>
          <w:lang w:bidi="fa-IR"/>
        </w:rPr>
        <w:t xml:space="preserve"> مى شود زكاة داد.</w:t>
      </w:r>
    </w:p>
    <w:p w:rsidR="003E3506" w:rsidRDefault="00605FAB" w:rsidP="00954472">
      <w:pPr>
        <w:pStyle w:val="Heading3"/>
        <w:rPr>
          <w:rtl/>
          <w:lang w:bidi="fa-IR"/>
        </w:rPr>
      </w:pPr>
      <w:bookmarkStart w:id="215" w:name="_Toc24454638"/>
      <w:r>
        <w:rPr>
          <w:rtl/>
          <w:lang w:bidi="fa-IR"/>
        </w:rPr>
        <w:t>(</w:t>
      </w:r>
      <w:r w:rsidR="003E3506" w:rsidRPr="003E3506">
        <w:rPr>
          <w:rtl/>
          <w:lang w:bidi="fa-IR"/>
        </w:rPr>
        <w:t>نيت زكاة</w:t>
      </w:r>
      <w:r>
        <w:rPr>
          <w:rtl/>
          <w:lang w:bidi="fa-IR"/>
        </w:rPr>
        <w:t>)</w:t>
      </w:r>
      <w:bookmarkEnd w:id="215"/>
    </w:p>
    <w:p w:rsidR="003E3506" w:rsidRPr="003E3506" w:rsidRDefault="003E3506" w:rsidP="003E3506">
      <w:pPr>
        <w:pStyle w:val="libNormal"/>
        <w:rPr>
          <w:lang w:bidi="fa-IR"/>
        </w:rPr>
      </w:pPr>
      <w:r w:rsidRPr="003E3506">
        <w:rPr>
          <w:rtl/>
          <w:lang w:bidi="fa-IR"/>
        </w:rPr>
        <w:t>١٩٦٥ - انسان بايد زكاة را به قصد قربت يعنى براى انجام خواست خداوند عالم بدهد</w:t>
      </w:r>
      <w:r w:rsidR="000C4B14">
        <w:rPr>
          <w:rtl/>
          <w:lang w:bidi="fa-IR"/>
        </w:rPr>
        <w:t>،</w:t>
      </w:r>
      <w:r w:rsidRPr="003E3506">
        <w:rPr>
          <w:rtl/>
          <w:lang w:bidi="fa-IR"/>
        </w:rPr>
        <w:t xml:space="preserve"> و در نيت معين كند كه آنچه را مى دهد زكاة مال است يا زكاة فطره</w:t>
      </w:r>
      <w:r w:rsidR="000C4B14">
        <w:rPr>
          <w:rtl/>
          <w:lang w:bidi="fa-IR"/>
        </w:rPr>
        <w:t>.</w:t>
      </w:r>
    </w:p>
    <w:p w:rsidR="003E3506" w:rsidRPr="003E3506" w:rsidRDefault="003E3506" w:rsidP="003E3506">
      <w:pPr>
        <w:pStyle w:val="libNormal"/>
        <w:rPr>
          <w:lang w:bidi="fa-IR"/>
        </w:rPr>
      </w:pPr>
      <w:r w:rsidRPr="003E3506">
        <w:rPr>
          <w:rtl/>
          <w:lang w:bidi="fa-IR"/>
        </w:rPr>
        <w:t>بلكه اگر مثلا زكاة گندم و جو بر او واجب باشد</w:t>
      </w:r>
      <w:r w:rsidR="000C4B14">
        <w:rPr>
          <w:rtl/>
          <w:lang w:bidi="fa-IR"/>
        </w:rPr>
        <w:t>،</w:t>
      </w:r>
      <w:r w:rsidRPr="003E3506">
        <w:rPr>
          <w:rtl/>
          <w:lang w:bidi="fa-IR"/>
        </w:rPr>
        <w:t xml:space="preserve"> و بخواهد پولى را به عنوان قيمت زكاة بدهد بايد معين كند كه زكاة گندم است يا زكاة جو.</w:t>
      </w:r>
    </w:p>
    <w:p w:rsidR="003E3506" w:rsidRPr="003E3506" w:rsidRDefault="003E3506" w:rsidP="003E3506">
      <w:pPr>
        <w:pStyle w:val="libNormal"/>
        <w:rPr>
          <w:lang w:bidi="fa-IR"/>
        </w:rPr>
      </w:pPr>
      <w:r w:rsidRPr="003E3506">
        <w:rPr>
          <w:rtl/>
          <w:lang w:bidi="fa-IR"/>
        </w:rPr>
        <w:t>١٩٦٦ - كسى كه زكاة چند مال بر او واجب شده</w:t>
      </w:r>
      <w:r w:rsidR="000C4B14">
        <w:rPr>
          <w:rtl/>
          <w:lang w:bidi="fa-IR"/>
        </w:rPr>
        <w:t>،</w:t>
      </w:r>
      <w:r w:rsidRPr="003E3506">
        <w:rPr>
          <w:rtl/>
          <w:lang w:bidi="fa-IR"/>
        </w:rPr>
        <w:t xml:space="preserve"> اگر مقدارى زكاة بدهد</w:t>
      </w:r>
      <w:r w:rsidR="000C4B14">
        <w:rPr>
          <w:rtl/>
          <w:lang w:bidi="fa-IR"/>
        </w:rPr>
        <w:t>،</w:t>
      </w:r>
      <w:r w:rsidRPr="003E3506">
        <w:rPr>
          <w:rtl/>
          <w:lang w:bidi="fa-IR"/>
        </w:rPr>
        <w:t xml:space="preserve"> و نيت هيچ كدام آنها را نكند</w:t>
      </w:r>
      <w:r w:rsidR="000C4B14">
        <w:rPr>
          <w:rtl/>
          <w:lang w:bidi="fa-IR"/>
        </w:rPr>
        <w:t>،</w:t>
      </w:r>
      <w:r w:rsidRPr="003E3506">
        <w:rPr>
          <w:rtl/>
          <w:lang w:bidi="fa-IR"/>
        </w:rPr>
        <w:t xml:space="preserve"> چنانچه چيزى را كه داده هم جنس يكى از آنها باشد</w:t>
      </w:r>
      <w:r w:rsidR="000C4B14">
        <w:rPr>
          <w:rtl/>
          <w:lang w:bidi="fa-IR"/>
        </w:rPr>
        <w:t>،</w:t>
      </w:r>
      <w:r w:rsidRPr="003E3506">
        <w:rPr>
          <w:rtl/>
          <w:lang w:bidi="fa-IR"/>
        </w:rPr>
        <w:t xml:space="preserve"> زكاة همان جنس حساب مى شود.</w:t>
      </w:r>
    </w:p>
    <w:p w:rsidR="003E3506" w:rsidRPr="003E3506" w:rsidRDefault="003E3506" w:rsidP="003E3506">
      <w:pPr>
        <w:pStyle w:val="libNormal"/>
        <w:rPr>
          <w:lang w:bidi="fa-IR"/>
        </w:rPr>
      </w:pPr>
      <w:r w:rsidRPr="003E3506">
        <w:rPr>
          <w:rtl/>
          <w:lang w:bidi="fa-IR"/>
        </w:rPr>
        <w:t>مثلا كسى كه زكاة چهل گوسفند و زكاة پانزده مثقال طلا بر او واجب است</w:t>
      </w:r>
      <w:r w:rsidR="000C4B14">
        <w:rPr>
          <w:rtl/>
          <w:lang w:bidi="fa-IR"/>
        </w:rPr>
        <w:t>،</w:t>
      </w:r>
      <w:r w:rsidRPr="003E3506">
        <w:rPr>
          <w:rtl/>
          <w:lang w:bidi="fa-IR"/>
        </w:rPr>
        <w:t xml:space="preserve"> اگر مثلا يك گوسفند از بابت زكاة بدهد</w:t>
      </w:r>
      <w:r w:rsidR="000C4B14">
        <w:rPr>
          <w:rtl/>
          <w:lang w:bidi="fa-IR"/>
        </w:rPr>
        <w:t>،</w:t>
      </w:r>
      <w:r w:rsidRPr="003E3506">
        <w:rPr>
          <w:rtl/>
          <w:lang w:bidi="fa-IR"/>
        </w:rPr>
        <w:t xml:space="preserve"> و نيت هيچ كدام آنها را نكند</w:t>
      </w:r>
      <w:r w:rsidR="000C4B14">
        <w:rPr>
          <w:rtl/>
          <w:lang w:bidi="fa-IR"/>
        </w:rPr>
        <w:t>،</w:t>
      </w:r>
      <w:r w:rsidRPr="003E3506">
        <w:rPr>
          <w:rtl/>
          <w:lang w:bidi="fa-IR"/>
        </w:rPr>
        <w:t xml:space="preserve"> زكاة گوسفند حساب مى شود</w:t>
      </w:r>
      <w:r w:rsidR="000C4B14">
        <w:rPr>
          <w:rtl/>
          <w:lang w:bidi="fa-IR"/>
        </w:rPr>
        <w:t>،</w:t>
      </w:r>
      <w:r w:rsidRPr="003E3506">
        <w:rPr>
          <w:rtl/>
          <w:lang w:bidi="fa-IR"/>
        </w:rPr>
        <w:t xml:space="preserve"> ولى اگر مقدارى پول نقره يا اسكناس بدهد</w:t>
      </w:r>
      <w:r w:rsidR="000C4B14">
        <w:rPr>
          <w:rtl/>
          <w:lang w:bidi="fa-IR"/>
        </w:rPr>
        <w:t>،</w:t>
      </w:r>
      <w:r w:rsidRPr="003E3506">
        <w:rPr>
          <w:rtl/>
          <w:lang w:bidi="fa-IR"/>
        </w:rPr>
        <w:t xml:space="preserve"> كه هم جنس هيچ كدام آنها نيست</w:t>
      </w:r>
      <w:r w:rsidR="000C4B14">
        <w:rPr>
          <w:rtl/>
          <w:lang w:bidi="fa-IR"/>
        </w:rPr>
        <w:t>،</w:t>
      </w:r>
      <w:r w:rsidRPr="003E3506">
        <w:rPr>
          <w:rtl/>
          <w:lang w:bidi="fa-IR"/>
        </w:rPr>
        <w:t xml:space="preserve"> بعضى گفته اند</w:t>
      </w:r>
      <w:r w:rsidR="000C4B14">
        <w:rPr>
          <w:rtl/>
          <w:lang w:bidi="fa-IR"/>
        </w:rPr>
        <w:t>،</w:t>
      </w:r>
      <w:r w:rsidRPr="003E3506">
        <w:rPr>
          <w:rtl/>
          <w:lang w:bidi="fa-IR"/>
        </w:rPr>
        <w:t xml:space="preserve"> به همه آنها قسمت مى شود ولى اين خالى از اشكال نيست و احتمال دارد كه از هيچ كدام حساب نشود و در ملك مالك باقى بماند.</w:t>
      </w:r>
    </w:p>
    <w:p w:rsidR="003E3506" w:rsidRPr="003E3506" w:rsidRDefault="003E3506" w:rsidP="003E3506">
      <w:pPr>
        <w:pStyle w:val="libNormal"/>
        <w:rPr>
          <w:lang w:bidi="fa-IR"/>
        </w:rPr>
      </w:pPr>
      <w:r w:rsidRPr="003E3506">
        <w:rPr>
          <w:rtl/>
          <w:lang w:bidi="fa-IR"/>
        </w:rPr>
        <w:t>١٩٦٧ - اگر كسى را وكيل كند كه زكاة مال او را بدهد</w:t>
      </w:r>
      <w:r w:rsidR="000C4B14">
        <w:rPr>
          <w:rtl/>
          <w:lang w:bidi="fa-IR"/>
        </w:rPr>
        <w:t>،</w:t>
      </w:r>
      <w:r w:rsidRPr="003E3506">
        <w:rPr>
          <w:rtl/>
          <w:lang w:bidi="fa-IR"/>
        </w:rPr>
        <w:t xml:space="preserve"> موقعى كه زكاة را به آن وكيل مى دهد</w:t>
      </w:r>
      <w:r w:rsidR="000C4B14">
        <w:rPr>
          <w:rtl/>
          <w:lang w:bidi="fa-IR"/>
        </w:rPr>
        <w:t>،</w:t>
      </w:r>
      <w:r w:rsidRPr="003E3506">
        <w:rPr>
          <w:rtl/>
          <w:lang w:bidi="fa-IR"/>
        </w:rPr>
        <w:t xml:space="preserve"> بايد نيت كند كه آنچه را وكيل او بعدا به فقير مى دهد زكاة باشد</w:t>
      </w:r>
      <w:r w:rsidR="000C4B14">
        <w:rPr>
          <w:rtl/>
          <w:lang w:bidi="fa-IR"/>
        </w:rPr>
        <w:t>،</w:t>
      </w:r>
      <w:r w:rsidRPr="003E3506">
        <w:rPr>
          <w:rtl/>
          <w:lang w:bidi="fa-IR"/>
        </w:rPr>
        <w:t xml:space="preserve"> و احوط اين است كه نيت او تا زمان رسيدن زكاة به فقير مستمر باشد.</w:t>
      </w:r>
    </w:p>
    <w:p w:rsidR="003E3506" w:rsidRPr="003E3506" w:rsidRDefault="003E3506" w:rsidP="003E3506">
      <w:pPr>
        <w:pStyle w:val="libNormal"/>
        <w:rPr>
          <w:lang w:bidi="fa-IR"/>
        </w:rPr>
      </w:pPr>
      <w:r w:rsidRPr="003E3506">
        <w:rPr>
          <w:rtl/>
          <w:lang w:bidi="fa-IR"/>
        </w:rPr>
        <w:lastRenderedPageBreak/>
        <w:t>١٩٦٨ - اگر مال را به قصد زكاة ولى بدون قصد قربت به حاكم شرع يا به فقير بدهد</w:t>
      </w:r>
      <w:r w:rsidR="000C4B14">
        <w:rPr>
          <w:rtl/>
          <w:lang w:bidi="fa-IR"/>
        </w:rPr>
        <w:t>،</w:t>
      </w:r>
      <w:r w:rsidRPr="003E3506">
        <w:rPr>
          <w:rtl/>
          <w:lang w:bidi="fa-IR"/>
        </w:rPr>
        <w:t xml:space="preserve"> بنابر اقوى زكاة حساب مى شود</w:t>
      </w:r>
      <w:r w:rsidR="000C4B14">
        <w:rPr>
          <w:rtl/>
          <w:lang w:bidi="fa-IR"/>
        </w:rPr>
        <w:t>،</w:t>
      </w:r>
      <w:r w:rsidRPr="003E3506">
        <w:rPr>
          <w:rtl/>
          <w:lang w:bidi="fa-IR"/>
        </w:rPr>
        <w:t xml:space="preserve"> هر چند چون بدون قصد قربت داده گناه كرده است</w:t>
      </w:r>
      <w:r w:rsidR="000C4B14">
        <w:rPr>
          <w:rtl/>
          <w:lang w:bidi="fa-IR"/>
        </w:rPr>
        <w:t>.</w:t>
      </w:r>
    </w:p>
    <w:p w:rsidR="003E3506" w:rsidRDefault="00605FAB" w:rsidP="00954472">
      <w:pPr>
        <w:pStyle w:val="Heading3"/>
        <w:rPr>
          <w:rtl/>
          <w:lang w:bidi="fa-IR"/>
        </w:rPr>
      </w:pPr>
      <w:bookmarkStart w:id="216" w:name="_Toc24454639"/>
      <w:r>
        <w:rPr>
          <w:rtl/>
          <w:lang w:bidi="fa-IR"/>
        </w:rPr>
        <w:t>(</w:t>
      </w:r>
      <w:r w:rsidR="003E3506" w:rsidRPr="003E3506">
        <w:rPr>
          <w:rtl/>
          <w:lang w:bidi="fa-IR"/>
        </w:rPr>
        <w:t>مسايل متفرقه زكاة</w:t>
      </w:r>
      <w:r>
        <w:rPr>
          <w:rtl/>
          <w:lang w:bidi="fa-IR"/>
        </w:rPr>
        <w:t>)</w:t>
      </w:r>
      <w:bookmarkEnd w:id="216"/>
    </w:p>
    <w:p w:rsidR="003E3506" w:rsidRPr="003E3506" w:rsidRDefault="003E3506" w:rsidP="003E3506">
      <w:pPr>
        <w:pStyle w:val="libNormal"/>
        <w:rPr>
          <w:lang w:bidi="fa-IR"/>
        </w:rPr>
      </w:pPr>
      <w:r w:rsidRPr="003E3506">
        <w:rPr>
          <w:rtl/>
          <w:lang w:bidi="fa-IR"/>
        </w:rPr>
        <w:t>١٩٦٩ - بنابر احتياط موقعى كه گندم و جو را از كاه جدا مى كنند و موقع خشك شدن خرما و انگور</w:t>
      </w:r>
      <w:r w:rsidR="000C4B14">
        <w:rPr>
          <w:rtl/>
          <w:lang w:bidi="fa-IR"/>
        </w:rPr>
        <w:t>،</w:t>
      </w:r>
      <w:r w:rsidRPr="003E3506">
        <w:rPr>
          <w:rtl/>
          <w:lang w:bidi="fa-IR"/>
        </w:rPr>
        <w:t xml:space="preserve"> انسان بايد زكاة را به فقير بدهد</w:t>
      </w:r>
      <w:r w:rsidR="000C4B14">
        <w:rPr>
          <w:rtl/>
          <w:lang w:bidi="fa-IR"/>
        </w:rPr>
        <w:t>،</w:t>
      </w:r>
      <w:r w:rsidRPr="003E3506">
        <w:rPr>
          <w:rtl/>
          <w:lang w:bidi="fa-IR"/>
        </w:rPr>
        <w:t xml:space="preserve"> يا از مال خود جدا كند</w:t>
      </w:r>
      <w:r w:rsidR="000C4B14">
        <w:rPr>
          <w:rtl/>
          <w:lang w:bidi="fa-IR"/>
        </w:rPr>
        <w:t>،</w:t>
      </w:r>
      <w:r w:rsidRPr="003E3506">
        <w:rPr>
          <w:rtl/>
          <w:lang w:bidi="fa-IR"/>
        </w:rPr>
        <w:t xml:space="preserve"> و زكاة طلا و نقره و گاو و گوسفند و شتر را بعد از تمام شدن ماه يازدهم بايد به فقير بدهد</w:t>
      </w:r>
      <w:r w:rsidR="000C4B14">
        <w:rPr>
          <w:rtl/>
          <w:lang w:bidi="fa-IR"/>
        </w:rPr>
        <w:t>،</w:t>
      </w:r>
      <w:r w:rsidRPr="003E3506">
        <w:rPr>
          <w:rtl/>
          <w:lang w:bidi="fa-IR"/>
        </w:rPr>
        <w:t xml:space="preserve"> يا از مال خود جدا نمايد</w:t>
      </w:r>
      <w:r w:rsidR="000C4B14">
        <w:rPr>
          <w:rtl/>
          <w:lang w:bidi="fa-IR"/>
        </w:rPr>
        <w:t>،</w:t>
      </w:r>
      <w:r w:rsidRPr="003E3506">
        <w:rPr>
          <w:rtl/>
          <w:lang w:bidi="fa-IR"/>
        </w:rPr>
        <w:t xml:space="preserve"> ولى اگر منتظر فقير معينى باشد</w:t>
      </w:r>
      <w:r w:rsidR="000C4B14">
        <w:rPr>
          <w:rtl/>
          <w:lang w:bidi="fa-IR"/>
        </w:rPr>
        <w:t>،</w:t>
      </w:r>
      <w:r w:rsidRPr="003E3506">
        <w:rPr>
          <w:rtl/>
          <w:lang w:bidi="fa-IR"/>
        </w:rPr>
        <w:t xml:space="preserve"> يا بخواهد به فقيرى بدهد كه از جهتى برترى دارد</w:t>
      </w:r>
      <w:r w:rsidR="000C4B14">
        <w:rPr>
          <w:rtl/>
          <w:lang w:bidi="fa-IR"/>
        </w:rPr>
        <w:t>،</w:t>
      </w:r>
      <w:r w:rsidRPr="003E3506">
        <w:rPr>
          <w:rtl/>
          <w:lang w:bidi="fa-IR"/>
        </w:rPr>
        <w:t xml:space="preserve"> مى تواند زكاة را جدا نكند.</w:t>
      </w:r>
    </w:p>
    <w:p w:rsidR="003E3506" w:rsidRPr="003E3506" w:rsidRDefault="003E3506" w:rsidP="003E3506">
      <w:pPr>
        <w:pStyle w:val="libNormal"/>
        <w:rPr>
          <w:lang w:bidi="fa-IR"/>
        </w:rPr>
      </w:pPr>
      <w:r w:rsidRPr="003E3506">
        <w:rPr>
          <w:rtl/>
          <w:lang w:bidi="fa-IR"/>
        </w:rPr>
        <w:t>١٩٧٠ - بعد از جدا كردن زكاة لازم نيست فورا آن را به مستحق بدهد ولى اگر به كسى كه مى شود زكاة داد</w:t>
      </w:r>
      <w:r w:rsidR="000C4B14">
        <w:rPr>
          <w:rtl/>
          <w:lang w:bidi="fa-IR"/>
        </w:rPr>
        <w:t>،</w:t>
      </w:r>
      <w:r w:rsidRPr="003E3506">
        <w:rPr>
          <w:rtl/>
          <w:lang w:bidi="fa-IR"/>
        </w:rPr>
        <w:t xml:space="preserve"> دسترسى دارد</w:t>
      </w:r>
      <w:r w:rsidR="000C4B14">
        <w:rPr>
          <w:rtl/>
          <w:lang w:bidi="fa-IR"/>
        </w:rPr>
        <w:t>،</w:t>
      </w:r>
      <w:r w:rsidRPr="003E3506">
        <w:rPr>
          <w:rtl/>
          <w:lang w:bidi="fa-IR"/>
        </w:rPr>
        <w:t xml:space="preserve"> احتياط مستحب آن است كه دادن زكاة را تاخير نيندازد.</w:t>
      </w:r>
    </w:p>
    <w:p w:rsidR="003E3506" w:rsidRPr="003E3506" w:rsidRDefault="003E3506" w:rsidP="003E3506">
      <w:pPr>
        <w:pStyle w:val="libNormal"/>
        <w:rPr>
          <w:lang w:bidi="fa-IR"/>
        </w:rPr>
      </w:pPr>
      <w:r w:rsidRPr="003E3506">
        <w:rPr>
          <w:rtl/>
          <w:lang w:bidi="fa-IR"/>
        </w:rPr>
        <w:t>١٩٧١ - كسى كه مى تواند زكاة را به مستحق برساند</w:t>
      </w:r>
      <w:r w:rsidR="000C4B14">
        <w:rPr>
          <w:rtl/>
          <w:lang w:bidi="fa-IR"/>
        </w:rPr>
        <w:t>،</w:t>
      </w:r>
      <w:r w:rsidRPr="003E3506">
        <w:rPr>
          <w:rtl/>
          <w:lang w:bidi="fa-IR"/>
        </w:rPr>
        <w:t xml:space="preserve"> اگر ندهد و به واسطه كوتاهى كردن او از بين برود</w:t>
      </w:r>
      <w:r w:rsidR="000C4B14">
        <w:rPr>
          <w:rtl/>
          <w:lang w:bidi="fa-IR"/>
        </w:rPr>
        <w:t>،</w:t>
      </w:r>
      <w:r w:rsidRPr="003E3506">
        <w:rPr>
          <w:rtl/>
          <w:lang w:bidi="fa-IR"/>
        </w:rPr>
        <w:t xml:space="preserve"> بايد عوض آن را بدهد.</w:t>
      </w:r>
    </w:p>
    <w:p w:rsidR="003E3506" w:rsidRPr="003E3506" w:rsidRDefault="003E3506" w:rsidP="003E3506">
      <w:pPr>
        <w:pStyle w:val="libNormal"/>
        <w:rPr>
          <w:lang w:bidi="fa-IR"/>
        </w:rPr>
      </w:pPr>
      <w:r w:rsidRPr="003E3506">
        <w:rPr>
          <w:rtl/>
          <w:lang w:bidi="fa-IR"/>
        </w:rPr>
        <w:t>١٩٧٢ - كسى كه مى تواند زكاة را به مستحق برساند</w:t>
      </w:r>
      <w:r w:rsidR="000C4B14">
        <w:rPr>
          <w:rtl/>
          <w:lang w:bidi="fa-IR"/>
        </w:rPr>
        <w:t>،</w:t>
      </w:r>
      <w:r w:rsidRPr="003E3506">
        <w:rPr>
          <w:rtl/>
          <w:lang w:bidi="fa-IR"/>
        </w:rPr>
        <w:t xml:space="preserve"> اگر زكاة را ندهد و بدون آن كه در نگهدارى آن كوتاهى كند از بين برود</w:t>
      </w:r>
      <w:r w:rsidR="000C4B14">
        <w:rPr>
          <w:rtl/>
          <w:lang w:bidi="fa-IR"/>
        </w:rPr>
        <w:t>،</w:t>
      </w:r>
      <w:r w:rsidRPr="003E3506">
        <w:rPr>
          <w:rtl/>
          <w:lang w:bidi="fa-IR"/>
        </w:rPr>
        <w:t xml:space="preserve"> چنانچه غرض صحيحى در تاخير زكاة نداشته بايد عوض آن را بدهد</w:t>
      </w:r>
      <w:r w:rsidR="000C4B14">
        <w:rPr>
          <w:rtl/>
          <w:lang w:bidi="fa-IR"/>
        </w:rPr>
        <w:t>،</w:t>
      </w:r>
      <w:r w:rsidRPr="003E3506">
        <w:rPr>
          <w:rtl/>
          <w:lang w:bidi="fa-IR"/>
        </w:rPr>
        <w:t xml:space="preserve"> ولى اگر غرض صحيحى داشته مثلا فقير معينى را در نظر داشته يا مى خواسته تدريجا به فقرا برساند معلوم نيست كه ضامن باشد.</w:t>
      </w:r>
    </w:p>
    <w:p w:rsidR="003E3506" w:rsidRPr="003E3506" w:rsidRDefault="003E3506" w:rsidP="003E3506">
      <w:pPr>
        <w:pStyle w:val="libNormal"/>
        <w:rPr>
          <w:lang w:bidi="fa-IR"/>
        </w:rPr>
      </w:pPr>
      <w:r w:rsidRPr="003E3506">
        <w:rPr>
          <w:rtl/>
          <w:lang w:bidi="fa-IR"/>
        </w:rPr>
        <w:t>١٩٧٣ - اگر زكاة را از خود مال كنار بگذارد</w:t>
      </w:r>
      <w:r w:rsidR="000C4B14">
        <w:rPr>
          <w:rtl/>
          <w:lang w:bidi="fa-IR"/>
        </w:rPr>
        <w:t>،</w:t>
      </w:r>
      <w:r w:rsidRPr="003E3506">
        <w:rPr>
          <w:rtl/>
          <w:lang w:bidi="fa-IR"/>
        </w:rPr>
        <w:t xml:space="preserve"> مى تواند در بقيه آن تصرف كند و اگر از مال ديگرش كنار بگذارد</w:t>
      </w:r>
      <w:r w:rsidR="000C4B14">
        <w:rPr>
          <w:rtl/>
          <w:lang w:bidi="fa-IR"/>
        </w:rPr>
        <w:t>،</w:t>
      </w:r>
      <w:r w:rsidRPr="003E3506">
        <w:rPr>
          <w:rtl/>
          <w:lang w:bidi="fa-IR"/>
        </w:rPr>
        <w:t xml:space="preserve"> مى تواند در تمام مال تصرف نمايد.</w:t>
      </w:r>
    </w:p>
    <w:p w:rsidR="003E3506" w:rsidRPr="003E3506" w:rsidRDefault="003E3506" w:rsidP="003E3506">
      <w:pPr>
        <w:pStyle w:val="libNormal"/>
        <w:rPr>
          <w:lang w:bidi="fa-IR"/>
        </w:rPr>
      </w:pPr>
      <w:r w:rsidRPr="003E3506">
        <w:rPr>
          <w:rtl/>
          <w:lang w:bidi="fa-IR"/>
        </w:rPr>
        <w:t>١٩٧٤ - انسان نمى تواند زكاتى را كه كنار گذاشته براى خود بردارد و چيز ديگرى به جاى آن بگذارد.</w:t>
      </w:r>
    </w:p>
    <w:p w:rsidR="003E3506" w:rsidRPr="003E3506" w:rsidRDefault="003E3506" w:rsidP="003E3506">
      <w:pPr>
        <w:pStyle w:val="libNormal"/>
        <w:rPr>
          <w:lang w:bidi="fa-IR"/>
        </w:rPr>
      </w:pPr>
      <w:r w:rsidRPr="003E3506">
        <w:rPr>
          <w:rtl/>
          <w:lang w:bidi="fa-IR"/>
        </w:rPr>
        <w:t>١٩٧٥ - اگر از زكاتى كه كنار گذاشته منفعتى حاصل شود</w:t>
      </w:r>
      <w:r w:rsidR="000C4B14">
        <w:rPr>
          <w:rtl/>
          <w:lang w:bidi="fa-IR"/>
        </w:rPr>
        <w:t>،</w:t>
      </w:r>
      <w:r w:rsidRPr="003E3506">
        <w:rPr>
          <w:rtl/>
          <w:lang w:bidi="fa-IR"/>
        </w:rPr>
        <w:t xml:space="preserve"> مثلا گوسفندى كه براى زكاة گذاشته بره بياورد</w:t>
      </w:r>
      <w:r w:rsidR="000C4B14">
        <w:rPr>
          <w:rtl/>
          <w:lang w:bidi="fa-IR"/>
        </w:rPr>
        <w:t>،</w:t>
      </w:r>
      <w:r w:rsidRPr="003E3506">
        <w:rPr>
          <w:rtl/>
          <w:lang w:bidi="fa-IR"/>
        </w:rPr>
        <w:t xml:space="preserve"> مال فقير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١٩٧٦ - اگر موقعى كه زكاة را كنار مى گذارد مستحقى حاضر باشد</w:t>
      </w:r>
      <w:r w:rsidR="000C4B14">
        <w:rPr>
          <w:rtl/>
          <w:lang w:bidi="fa-IR"/>
        </w:rPr>
        <w:t>،</w:t>
      </w:r>
      <w:r w:rsidRPr="003E3506">
        <w:rPr>
          <w:rtl/>
          <w:lang w:bidi="fa-IR"/>
        </w:rPr>
        <w:t xml:space="preserve"> بهتر است زكاة را به او بدهد</w:t>
      </w:r>
      <w:r w:rsidR="000C4B14">
        <w:rPr>
          <w:rtl/>
          <w:lang w:bidi="fa-IR"/>
        </w:rPr>
        <w:t>،</w:t>
      </w:r>
      <w:r w:rsidRPr="003E3506">
        <w:rPr>
          <w:rtl/>
          <w:lang w:bidi="fa-IR"/>
        </w:rPr>
        <w:t xml:space="preserve"> مگر كسى را در نظر داشته باشد</w:t>
      </w:r>
      <w:r w:rsidR="000C4B14">
        <w:rPr>
          <w:rtl/>
          <w:lang w:bidi="fa-IR"/>
        </w:rPr>
        <w:t>،</w:t>
      </w:r>
      <w:r w:rsidRPr="003E3506">
        <w:rPr>
          <w:rtl/>
          <w:lang w:bidi="fa-IR"/>
        </w:rPr>
        <w:t xml:space="preserve"> كه دادن زكاة به او از جهتى بهتر باشد.</w:t>
      </w:r>
    </w:p>
    <w:p w:rsidR="003E3506" w:rsidRPr="003E3506" w:rsidRDefault="003E3506" w:rsidP="003E3506">
      <w:pPr>
        <w:pStyle w:val="libNormal"/>
        <w:rPr>
          <w:lang w:bidi="fa-IR"/>
        </w:rPr>
      </w:pPr>
      <w:r w:rsidRPr="003E3506">
        <w:rPr>
          <w:rtl/>
          <w:lang w:bidi="fa-IR"/>
        </w:rPr>
        <w:t>١٩٧٧ - اگر بدون اجازه حاكم شرع با مالى كه براى زكاة كنار گذاشته تجارت كند</w:t>
      </w:r>
      <w:r w:rsidR="000C4B14">
        <w:rPr>
          <w:rtl/>
          <w:lang w:bidi="fa-IR"/>
        </w:rPr>
        <w:t>،</w:t>
      </w:r>
      <w:r w:rsidRPr="003E3506">
        <w:rPr>
          <w:rtl/>
          <w:lang w:bidi="fa-IR"/>
        </w:rPr>
        <w:t xml:space="preserve"> و ضرر نمايد</w:t>
      </w:r>
      <w:r w:rsidR="000C4B14">
        <w:rPr>
          <w:rtl/>
          <w:lang w:bidi="fa-IR"/>
        </w:rPr>
        <w:t>،</w:t>
      </w:r>
      <w:r w:rsidRPr="003E3506">
        <w:rPr>
          <w:rtl/>
          <w:lang w:bidi="fa-IR"/>
        </w:rPr>
        <w:t xml:space="preserve"> نبايد چيزى از زكاة كم كند</w:t>
      </w:r>
      <w:r w:rsidR="000C4B14">
        <w:rPr>
          <w:rtl/>
          <w:lang w:bidi="fa-IR"/>
        </w:rPr>
        <w:t>،</w:t>
      </w:r>
      <w:r w:rsidRPr="003E3506">
        <w:rPr>
          <w:rtl/>
          <w:lang w:bidi="fa-IR"/>
        </w:rPr>
        <w:t xml:space="preserve"> ولى اگر منفعت كند</w:t>
      </w:r>
      <w:r w:rsidR="000C4B14">
        <w:rPr>
          <w:rtl/>
          <w:lang w:bidi="fa-IR"/>
        </w:rPr>
        <w:t>،</w:t>
      </w:r>
      <w:r w:rsidRPr="003E3506">
        <w:rPr>
          <w:rtl/>
          <w:lang w:bidi="fa-IR"/>
        </w:rPr>
        <w:t xml:space="preserve"> بنابر احتياط لازم</w:t>
      </w:r>
      <w:r w:rsidR="000C4B14">
        <w:rPr>
          <w:rtl/>
          <w:lang w:bidi="fa-IR"/>
        </w:rPr>
        <w:t>،</w:t>
      </w:r>
      <w:r w:rsidRPr="003E3506">
        <w:rPr>
          <w:rtl/>
          <w:lang w:bidi="fa-IR"/>
        </w:rPr>
        <w:t xml:space="preserve"> بايد آن را به مستحق بدهد.</w:t>
      </w:r>
    </w:p>
    <w:p w:rsidR="003E3506" w:rsidRPr="003E3506" w:rsidRDefault="003E3506" w:rsidP="003E3506">
      <w:pPr>
        <w:pStyle w:val="libNormal"/>
        <w:rPr>
          <w:lang w:bidi="fa-IR"/>
        </w:rPr>
      </w:pPr>
      <w:r w:rsidRPr="003E3506">
        <w:rPr>
          <w:rtl/>
          <w:lang w:bidi="fa-IR"/>
        </w:rPr>
        <w:t>١٩٧٨ - اگر پيش از آن كه زكاة بر او واجب شود</w:t>
      </w:r>
      <w:r w:rsidR="000C4B14">
        <w:rPr>
          <w:rtl/>
          <w:lang w:bidi="fa-IR"/>
        </w:rPr>
        <w:t>،</w:t>
      </w:r>
      <w:r w:rsidRPr="003E3506">
        <w:rPr>
          <w:rtl/>
          <w:lang w:bidi="fa-IR"/>
        </w:rPr>
        <w:t xml:space="preserve"> چيزى بابت زكاة به فقير بدهد</w:t>
      </w:r>
      <w:r w:rsidR="000C4B14">
        <w:rPr>
          <w:rtl/>
          <w:lang w:bidi="fa-IR"/>
        </w:rPr>
        <w:t>،</w:t>
      </w:r>
      <w:r w:rsidRPr="003E3506">
        <w:rPr>
          <w:rtl/>
          <w:lang w:bidi="fa-IR"/>
        </w:rPr>
        <w:t xml:space="preserve"> زكاة حساب نمى شود</w:t>
      </w:r>
      <w:r w:rsidR="000C4B14">
        <w:rPr>
          <w:rtl/>
          <w:lang w:bidi="fa-IR"/>
        </w:rPr>
        <w:t>،</w:t>
      </w:r>
      <w:r w:rsidRPr="003E3506">
        <w:rPr>
          <w:rtl/>
          <w:lang w:bidi="fa-IR"/>
        </w:rPr>
        <w:t xml:space="preserve"> و بعد از آن كه زكاة بر او واجب شد</w:t>
      </w:r>
      <w:r w:rsidR="000C4B14">
        <w:rPr>
          <w:rtl/>
          <w:lang w:bidi="fa-IR"/>
        </w:rPr>
        <w:t>،</w:t>
      </w:r>
      <w:r w:rsidRPr="003E3506">
        <w:rPr>
          <w:rtl/>
          <w:lang w:bidi="fa-IR"/>
        </w:rPr>
        <w:t xml:space="preserve"> اگر چيزى را كه به فقير داده از بين نرفته باشد</w:t>
      </w:r>
      <w:r w:rsidR="000C4B14">
        <w:rPr>
          <w:rtl/>
          <w:lang w:bidi="fa-IR"/>
        </w:rPr>
        <w:t>،</w:t>
      </w:r>
      <w:r w:rsidRPr="003E3506">
        <w:rPr>
          <w:rtl/>
          <w:lang w:bidi="fa-IR"/>
        </w:rPr>
        <w:t xml:space="preserve"> و آن فقير هم به فقر خود باقى باشد</w:t>
      </w:r>
      <w:r w:rsidR="000C4B14">
        <w:rPr>
          <w:rtl/>
          <w:lang w:bidi="fa-IR"/>
        </w:rPr>
        <w:t>،</w:t>
      </w:r>
      <w:r w:rsidRPr="003E3506">
        <w:rPr>
          <w:rtl/>
          <w:lang w:bidi="fa-IR"/>
        </w:rPr>
        <w:t xml:space="preserve"> مى تواند چيزى را كه به او داده بابت زكاة حساب كند.</w:t>
      </w:r>
    </w:p>
    <w:p w:rsidR="003E3506" w:rsidRPr="003E3506" w:rsidRDefault="003E3506" w:rsidP="003E3506">
      <w:pPr>
        <w:pStyle w:val="libNormal"/>
        <w:rPr>
          <w:lang w:bidi="fa-IR"/>
        </w:rPr>
      </w:pPr>
      <w:r w:rsidRPr="003E3506">
        <w:rPr>
          <w:rtl/>
          <w:lang w:bidi="fa-IR"/>
        </w:rPr>
        <w:t>١٩٧٩ - فقيرى كه مى داند زكاة بر انسان واجب نشده</w:t>
      </w:r>
      <w:r w:rsidR="000C4B14">
        <w:rPr>
          <w:rtl/>
          <w:lang w:bidi="fa-IR"/>
        </w:rPr>
        <w:t>،</w:t>
      </w:r>
      <w:r w:rsidRPr="003E3506">
        <w:rPr>
          <w:rtl/>
          <w:lang w:bidi="fa-IR"/>
        </w:rPr>
        <w:t xml:space="preserve"> اگر چيزى بابت زكاة بگيرد</w:t>
      </w:r>
      <w:r w:rsidR="000C4B14">
        <w:rPr>
          <w:rtl/>
          <w:lang w:bidi="fa-IR"/>
        </w:rPr>
        <w:t>،</w:t>
      </w:r>
      <w:r w:rsidRPr="003E3506">
        <w:rPr>
          <w:rtl/>
          <w:lang w:bidi="fa-IR"/>
        </w:rPr>
        <w:t xml:space="preserve"> و پيش او تلف شود ضامن است پس موقعى كه زكاة بر انسان واجب مى شود</w:t>
      </w:r>
      <w:r w:rsidR="000C4B14">
        <w:rPr>
          <w:rtl/>
          <w:lang w:bidi="fa-IR"/>
        </w:rPr>
        <w:t>،</w:t>
      </w:r>
      <w:r w:rsidRPr="003E3506">
        <w:rPr>
          <w:rtl/>
          <w:lang w:bidi="fa-IR"/>
        </w:rPr>
        <w:t xml:space="preserve"> اگر آن فقير به فقر خود باقى باشد</w:t>
      </w:r>
      <w:r w:rsidR="000C4B14">
        <w:rPr>
          <w:rtl/>
          <w:lang w:bidi="fa-IR"/>
        </w:rPr>
        <w:t>،</w:t>
      </w:r>
      <w:r w:rsidRPr="003E3506">
        <w:rPr>
          <w:rtl/>
          <w:lang w:bidi="fa-IR"/>
        </w:rPr>
        <w:t xml:space="preserve"> مى تواند عوض چيزى را كه به او داده بابت زكاة حساب كند.</w:t>
      </w:r>
    </w:p>
    <w:p w:rsidR="003E3506" w:rsidRPr="003E3506" w:rsidRDefault="003E3506" w:rsidP="003E3506">
      <w:pPr>
        <w:pStyle w:val="libNormal"/>
        <w:rPr>
          <w:lang w:bidi="fa-IR"/>
        </w:rPr>
      </w:pPr>
      <w:r w:rsidRPr="003E3506">
        <w:rPr>
          <w:rtl/>
          <w:lang w:bidi="fa-IR"/>
        </w:rPr>
        <w:t>١٩٨٠ - فقيرى كه نمى داند زكاة بر انسان واجب نشده اگر چيزى بابت زكاة بگيرد</w:t>
      </w:r>
      <w:r w:rsidR="000C4B14">
        <w:rPr>
          <w:rtl/>
          <w:lang w:bidi="fa-IR"/>
        </w:rPr>
        <w:t>،</w:t>
      </w:r>
      <w:r w:rsidRPr="003E3506">
        <w:rPr>
          <w:rtl/>
          <w:lang w:bidi="fa-IR"/>
        </w:rPr>
        <w:t xml:space="preserve"> و پيش او تلف شود</w:t>
      </w:r>
      <w:r w:rsidR="000C4B14">
        <w:rPr>
          <w:rtl/>
          <w:lang w:bidi="fa-IR"/>
        </w:rPr>
        <w:t>،</w:t>
      </w:r>
      <w:r w:rsidRPr="003E3506">
        <w:rPr>
          <w:rtl/>
          <w:lang w:bidi="fa-IR"/>
        </w:rPr>
        <w:t xml:space="preserve"> ضامن نيست و انسان نمى تواند عوض آن را بابت زكاة حساب كند.</w:t>
      </w:r>
    </w:p>
    <w:p w:rsidR="003E3506" w:rsidRPr="003E3506" w:rsidRDefault="003E3506" w:rsidP="003E3506">
      <w:pPr>
        <w:pStyle w:val="libNormal"/>
        <w:rPr>
          <w:lang w:bidi="fa-IR"/>
        </w:rPr>
      </w:pPr>
      <w:r w:rsidRPr="003E3506">
        <w:rPr>
          <w:rtl/>
          <w:lang w:bidi="fa-IR"/>
        </w:rPr>
        <w:t>١٩٨١ - مستحب است زكاة گاو و گوسفند و شتر را به فقيرهاى آبرومند بدهد</w:t>
      </w:r>
      <w:r w:rsidR="000C4B14">
        <w:rPr>
          <w:rtl/>
          <w:lang w:bidi="fa-IR"/>
        </w:rPr>
        <w:t>،</w:t>
      </w:r>
      <w:r w:rsidRPr="003E3506">
        <w:rPr>
          <w:rtl/>
          <w:lang w:bidi="fa-IR"/>
        </w:rPr>
        <w:t xml:space="preserve"> و در دادن زكاة</w:t>
      </w:r>
      <w:r w:rsidR="000C4B14">
        <w:rPr>
          <w:rtl/>
          <w:lang w:bidi="fa-IR"/>
        </w:rPr>
        <w:t>،</w:t>
      </w:r>
      <w:r w:rsidRPr="003E3506">
        <w:rPr>
          <w:rtl/>
          <w:lang w:bidi="fa-IR"/>
        </w:rPr>
        <w:t xml:space="preserve"> خويشان خود را بر ديگران</w:t>
      </w:r>
      <w:r w:rsidR="000C4B14">
        <w:rPr>
          <w:rtl/>
          <w:lang w:bidi="fa-IR"/>
        </w:rPr>
        <w:t>،</w:t>
      </w:r>
      <w:r w:rsidRPr="003E3506">
        <w:rPr>
          <w:rtl/>
          <w:lang w:bidi="fa-IR"/>
        </w:rPr>
        <w:t xml:space="preserve"> و اهل علم و كمال را بر غير آنان و كسانى كه اهل سؤال نيستند</w:t>
      </w:r>
      <w:r w:rsidR="000C4B14">
        <w:rPr>
          <w:rtl/>
          <w:lang w:bidi="fa-IR"/>
        </w:rPr>
        <w:t>،</w:t>
      </w:r>
      <w:r w:rsidRPr="003E3506">
        <w:rPr>
          <w:rtl/>
          <w:lang w:bidi="fa-IR"/>
        </w:rPr>
        <w:t xml:space="preserve"> بر اهل سؤال مقدم بدارد</w:t>
      </w:r>
      <w:r w:rsidR="000C4B14">
        <w:rPr>
          <w:rtl/>
          <w:lang w:bidi="fa-IR"/>
        </w:rPr>
        <w:t>،</w:t>
      </w:r>
      <w:r w:rsidRPr="003E3506">
        <w:rPr>
          <w:rtl/>
          <w:lang w:bidi="fa-IR"/>
        </w:rPr>
        <w:t xml:space="preserve"> ولى اگر دادن زكاة به فقيرى از جهت ديگرى بهتر باشد</w:t>
      </w:r>
      <w:r w:rsidR="000C4B14">
        <w:rPr>
          <w:rtl/>
          <w:lang w:bidi="fa-IR"/>
        </w:rPr>
        <w:t>،</w:t>
      </w:r>
      <w:r w:rsidRPr="003E3506">
        <w:rPr>
          <w:rtl/>
          <w:lang w:bidi="fa-IR"/>
        </w:rPr>
        <w:t xml:space="preserve"> مستحب است زكاة را به او بدهد.</w:t>
      </w:r>
    </w:p>
    <w:p w:rsidR="003E3506" w:rsidRPr="003E3506" w:rsidRDefault="003E3506" w:rsidP="003E3506">
      <w:pPr>
        <w:pStyle w:val="libNormal"/>
        <w:rPr>
          <w:lang w:bidi="fa-IR"/>
        </w:rPr>
      </w:pPr>
      <w:r w:rsidRPr="003E3506">
        <w:rPr>
          <w:rtl/>
          <w:lang w:bidi="fa-IR"/>
        </w:rPr>
        <w:t>١٩٨٢ - بهتر است زكاة را آشكار</w:t>
      </w:r>
      <w:r w:rsidR="000C4B14">
        <w:rPr>
          <w:rtl/>
          <w:lang w:bidi="fa-IR"/>
        </w:rPr>
        <w:t>،</w:t>
      </w:r>
      <w:r w:rsidRPr="003E3506">
        <w:rPr>
          <w:rtl/>
          <w:lang w:bidi="fa-IR"/>
        </w:rPr>
        <w:t xml:space="preserve"> و صدقه مستحبى را مخفى بدهند.</w:t>
      </w:r>
    </w:p>
    <w:p w:rsidR="003E3506" w:rsidRPr="003E3506" w:rsidRDefault="003E3506" w:rsidP="003E3506">
      <w:pPr>
        <w:pStyle w:val="libNormal"/>
        <w:rPr>
          <w:lang w:bidi="fa-IR"/>
        </w:rPr>
      </w:pPr>
      <w:r w:rsidRPr="003E3506">
        <w:rPr>
          <w:rtl/>
          <w:lang w:bidi="fa-IR"/>
        </w:rPr>
        <w:t>١٩٨٣ - اگر در شهر كسى كه مى خواهد زكاة بدهد مستحقى نباشد</w:t>
      </w:r>
      <w:r w:rsidR="000C4B14">
        <w:rPr>
          <w:rtl/>
          <w:lang w:bidi="fa-IR"/>
        </w:rPr>
        <w:t>،</w:t>
      </w:r>
      <w:r w:rsidRPr="003E3506">
        <w:rPr>
          <w:rtl/>
          <w:lang w:bidi="fa-IR"/>
        </w:rPr>
        <w:t xml:space="preserve"> و نتواند زكاة را به مصرف ديگرى هم كه براى آن معين شده برساند</w:t>
      </w:r>
      <w:r w:rsidR="000C4B14">
        <w:rPr>
          <w:rtl/>
          <w:lang w:bidi="fa-IR"/>
        </w:rPr>
        <w:t>،</w:t>
      </w:r>
      <w:r w:rsidRPr="003E3506">
        <w:rPr>
          <w:rtl/>
          <w:lang w:bidi="fa-IR"/>
        </w:rPr>
        <w:t xml:space="preserve"> چنانچه اميد نداشته باشد كه بعدا مستحق پيدا </w:t>
      </w:r>
      <w:r w:rsidRPr="003E3506">
        <w:rPr>
          <w:rtl/>
          <w:lang w:bidi="fa-IR"/>
        </w:rPr>
        <w:lastRenderedPageBreak/>
        <w:t>كند</w:t>
      </w:r>
      <w:r w:rsidR="000C4B14">
        <w:rPr>
          <w:rtl/>
          <w:lang w:bidi="fa-IR"/>
        </w:rPr>
        <w:t>،</w:t>
      </w:r>
      <w:r w:rsidRPr="003E3506">
        <w:rPr>
          <w:rtl/>
          <w:lang w:bidi="fa-IR"/>
        </w:rPr>
        <w:t xml:space="preserve"> بايد زكاة را به شهر ديگر ببرد و به مصرف زكاة برساند</w:t>
      </w:r>
      <w:r w:rsidR="000C4B14">
        <w:rPr>
          <w:rtl/>
          <w:lang w:bidi="fa-IR"/>
        </w:rPr>
        <w:t>،</w:t>
      </w:r>
      <w:r w:rsidRPr="003E3506">
        <w:rPr>
          <w:rtl/>
          <w:lang w:bidi="fa-IR"/>
        </w:rPr>
        <w:t xml:space="preserve"> و مى تواند مخارج بردن به آن شهر را با اجازه حاكم شرع از زكاة بردارد</w:t>
      </w:r>
      <w:r w:rsidR="000C4B14">
        <w:rPr>
          <w:rtl/>
          <w:lang w:bidi="fa-IR"/>
        </w:rPr>
        <w:t>،</w:t>
      </w:r>
      <w:r w:rsidRPr="003E3506">
        <w:rPr>
          <w:rtl/>
          <w:lang w:bidi="fa-IR"/>
        </w:rPr>
        <w:t xml:space="preserve"> و اگر زكاة تلف شود ضامن نيست</w:t>
      </w:r>
      <w:r w:rsidR="000C4B14">
        <w:rPr>
          <w:rtl/>
          <w:lang w:bidi="fa-IR"/>
        </w:rPr>
        <w:t>.</w:t>
      </w:r>
    </w:p>
    <w:p w:rsidR="003E3506" w:rsidRPr="003E3506" w:rsidRDefault="003E3506" w:rsidP="003E3506">
      <w:pPr>
        <w:pStyle w:val="libNormal"/>
        <w:rPr>
          <w:lang w:bidi="fa-IR"/>
        </w:rPr>
      </w:pPr>
      <w:r w:rsidRPr="003E3506">
        <w:rPr>
          <w:rtl/>
          <w:lang w:bidi="fa-IR"/>
        </w:rPr>
        <w:t>١٩٨٤ - اگر در شهر خودش مستحق پيدا شود</w:t>
      </w:r>
      <w:r w:rsidR="000C4B14">
        <w:rPr>
          <w:rtl/>
          <w:lang w:bidi="fa-IR"/>
        </w:rPr>
        <w:t>،</w:t>
      </w:r>
      <w:r w:rsidRPr="003E3506">
        <w:rPr>
          <w:rtl/>
          <w:lang w:bidi="fa-IR"/>
        </w:rPr>
        <w:t xml:space="preserve"> مى تواند زكاة را به شهر ديگر ببرد</w:t>
      </w:r>
      <w:r w:rsidR="000C4B14">
        <w:rPr>
          <w:rtl/>
          <w:lang w:bidi="fa-IR"/>
        </w:rPr>
        <w:t>،</w:t>
      </w:r>
      <w:r w:rsidRPr="003E3506">
        <w:rPr>
          <w:rtl/>
          <w:lang w:bidi="fa-IR"/>
        </w:rPr>
        <w:t xml:space="preserve"> ولى مخارج بردن به آن شهر را بايد از خودش بدهد و اگر زكاة تلف شود ضامن است مگر آن كه به امر حاكم شرع برده باشد.</w:t>
      </w:r>
    </w:p>
    <w:p w:rsidR="003E3506" w:rsidRPr="003E3506" w:rsidRDefault="003E3506" w:rsidP="003E3506">
      <w:pPr>
        <w:pStyle w:val="libNormal"/>
        <w:rPr>
          <w:lang w:bidi="fa-IR"/>
        </w:rPr>
      </w:pPr>
      <w:r w:rsidRPr="003E3506">
        <w:rPr>
          <w:rtl/>
          <w:lang w:bidi="fa-IR"/>
        </w:rPr>
        <w:t>١٩٨٥ - اجرت وزن كردن و پيمانه نمودن گندم و جو و كشمش و خرمايى را كه براى زكاة مى دهد با خود او است</w:t>
      </w:r>
      <w:r w:rsidR="000C4B14">
        <w:rPr>
          <w:rtl/>
          <w:lang w:bidi="fa-IR"/>
        </w:rPr>
        <w:t>.</w:t>
      </w:r>
    </w:p>
    <w:p w:rsidR="003E3506" w:rsidRPr="003E3506" w:rsidRDefault="003E3506" w:rsidP="003E3506">
      <w:pPr>
        <w:pStyle w:val="libNormal"/>
        <w:rPr>
          <w:lang w:bidi="fa-IR"/>
        </w:rPr>
      </w:pPr>
      <w:r w:rsidRPr="003E3506">
        <w:rPr>
          <w:rtl/>
          <w:lang w:bidi="fa-IR"/>
        </w:rPr>
        <w:t>١٩٨٦ - كسى كه ٢ مثقال و ١٥ نخود نقره يا بيشتر از بابت زكاة بدهكار است بنابر احتياط مستحب كمتر از ٢ مثقال و ١٥ نخود نقره به يك فقير ندهد</w:t>
      </w:r>
      <w:r w:rsidR="000C4B14">
        <w:rPr>
          <w:rtl/>
          <w:lang w:bidi="fa-IR"/>
        </w:rPr>
        <w:t>،</w:t>
      </w:r>
      <w:r w:rsidRPr="003E3506">
        <w:rPr>
          <w:rtl/>
          <w:lang w:bidi="fa-IR"/>
        </w:rPr>
        <w:t xml:space="preserve"> و نيز اگر غير نقره چيز ديگرى مثل گندم و جو بدهكار باشد</w:t>
      </w:r>
      <w:r w:rsidR="000C4B14">
        <w:rPr>
          <w:rtl/>
          <w:lang w:bidi="fa-IR"/>
        </w:rPr>
        <w:t>،</w:t>
      </w:r>
      <w:r w:rsidRPr="003E3506">
        <w:rPr>
          <w:rtl/>
          <w:lang w:bidi="fa-IR"/>
        </w:rPr>
        <w:t xml:space="preserve"> و قيمت آن به ٢ مثقال و ١٥ نخود نقره برسد بنابر احتياط مستحب به يك فقير كمتر از آن ندهد.</w:t>
      </w:r>
    </w:p>
    <w:p w:rsidR="003E3506" w:rsidRPr="003E3506" w:rsidRDefault="003E3506" w:rsidP="003E3506">
      <w:pPr>
        <w:pStyle w:val="libNormal"/>
        <w:rPr>
          <w:lang w:bidi="fa-IR"/>
        </w:rPr>
      </w:pPr>
      <w:r w:rsidRPr="003E3506">
        <w:rPr>
          <w:rtl/>
          <w:lang w:bidi="fa-IR"/>
        </w:rPr>
        <w:t>١٩٨٧ - مكروه است انسان از مستحق در خواست كند كه زكاتى را كه از او گرفته به او بفروشد</w:t>
      </w:r>
      <w:r w:rsidR="000C4B14">
        <w:rPr>
          <w:rtl/>
          <w:lang w:bidi="fa-IR"/>
        </w:rPr>
        <w:t>،</w:t>
      </w:r>
      <w:r w:rsidRPr="003E3506">
        <w:rPr>
          <w:rtl/>
          <w:lang w:bidi="fa-IR"/>
        </w:rPr>
        <w:t xml:space="preserve"> ولى اگر مستحق بخواهد چيزى را كه گرفته بفروشد</w:t>
      </w:r>
      <w:r w:rsidR="000C4B14">
        <w:rPr>
          <w:rtl/>
          <w:lang w:bidi="fa-IR"/>
        </w:rPr>
        <w:t>،</w:t>
      </w:r>
      <w:r w:rsidRPr="003E3506">
        <w:rPr>
          <w:rtl/>
          <w:lang w:bidi="fa-IR"/>
        </w:rPr>
        <w:t xml:space="preserve"> بعد از آن كه به قيمت رساند</w:t>
      </w:r>
      <w:r w:rsidR="000C4B14">
        <w:rPr>
          <w:rtl/>
          <w:lang w:bidi="fa-IR"/>
        </w:rPr>
        <w:t>،</w:t>
      </w:r>
      <w:r w:rsidRPr="003E3506">
        <w:rPr>
          <w:rtl/>
          <w:lang w:bidi="fa-IR"/>
        </w:rPr>
        <w:t xml:space="preserve"> كسى كه زكاة را به او داده در خريدن آن بر ديگران مقدم است</w:t>
      </w:r>
      <w:r w:rsidR="000C4B14">
        <w:rPr>
          <w:rtl/>
          <w:lang w:bidi="fa-IR"/>
        </w:rPr>
        <w:t>.</w:t>
      </w:r>
    </w:p>
    <w:p w:rsidR="003E3506" w:rsidRPr="003E3506" w:rsidRDefault="003E3506" w:rsidP="003E3506">
      <w:pPr>
        <w:pStyle w:val="libNormal"/>
        <w:rPr>
          <w:lang w:bidi="fa-IR"/>
        </w:rPr>
      </w:pPr>
      <w:r w:rsidRPr="003E3506">
        <w:rPr>
          <w:rtl/>
          <w:lang w:bidi="fa-IR"/>
        </w:rPr>
        <w:t>١٩٨٨ - اگر شك كند زكاتى را كه بر او واجب بوده داده يا نه</w:t>
      </w:r>
      <w:r w:rsidR="000C4B14">
        <w:rPr>
          <w:rtl/>
          <w:lang w:bidi="fa-IR"/>
        </w:rPr>
        <w:t>،</w:t>
      </w:r>
      <w:r w:rsidRPr="003E3506">
        <w:rPr>
          <w:rtl/>
          <w:lang w:bidi="fa-IR"/>
        </w:rPr>
        <w:t xml:space="preserve"> و مال زكاة دار موجود باشد بايد زكاة را بدهد</w:t>
      </w:r>
      <w:r w:rsidR="000C4B14">
        <w:rPr>
          <w:rtl/>
          <w:lang w:bidi="fa-IR"/>
        </w:rPr>
        <w:t>،</w:t>
      </w:r>
      <w:r w:rsidRPr="003E3506">
        <w:rPr>
          <w:rtl/>
          <w:lang w:bidi="fa-IR"/>
        </w:rPr>
        <w:t xml:space="preserve"> هر چند شك او براى زكاة سالهاى پيش بوده باشد</w:t>
      </w:r>
      <w:r w:rsidR="000C4B14">
        <w:rPr>
          <w:rtl/>
          <w:lang w:bidi="fa-IR"/>
        </w:rPr>
        <w:t>،</w:t>
      </w:r>
      <w:r w:rsidRPr="003E3506">
        <w:rPr>
          <w:rtl/>
          <w:lang w:bidi="fa-IR"/>
        </w:rPr>
        <w:t xml:space="preserve"> و اگر عين تلف شده زكاتى بر او نيست هر چند از سال حاضر باشد.</w:t>
      </w:r>
    </w:p>
    <w:p w:rsidR="003E3506" w:rsidRPr="003E3506" w:rsidRDefault="003E3506" w:rsidP="003E3506">
      <w:pPr>
        <w:pStyle w:val="libNormal"/>
        <w:rPr>
          <w:lang w:bidi="fa-IR"/>
        </w:rPr>
      </w:pPr>
      <w:r w:rsidRPr="003E3506">
        <w:rPr>
          <w:rtl/>
          <w:lang w:bidi="fa-IR"/>
        </w:rPr>
        <w:t>١٩٨٩ - فقير نمى تواند</w:t>
      </w:r>
      <w:r w:rsidR="000C4B14">
        <w:rPr>
          <w:rtl/>
          <w:lang w:bidi="fa-IR"/>
        </w:rPr>
        <w:t>،</w:t>
      </w:r>
      <w:r w:rsidRPr="003E3506">
        <w:rPr>
          <w:rtl/>
          <w:lang w:bidi="fa-IR"/>
        </w:rPr>
        <w:t xml:space="preserve"> پيش از گرفتن زكاة او را به كمتر از مقدار آن صلح كند</w:t>
      </w:r>
      <w:r w:rsidR="000C4B14">
        <w:rPr>
          <w:rtl/>
          <w:lang w:bidi="fa-IR"/>
        </w:rPr>
        <w:t>،</w:t>
      </w:r>
      <w:r w:rsidRPr="003E3506">
        <w:rPr>
          <w:rtl/>
          <w:lang w:bidi="fa-IR"/>
        </w:rPr>
        <w:t xml:space="preserve"> يا چيزى را گرانتر از قيمت آن بابت زكاة قبول نمايد.</w:t>
      </w:r>
    </w:p>
    <w:p w:rsidR="003E3506" w:rsidRPr="003E3506" w:rsidRDefault="003E3506" w:rsidP="003E3506">
      <w:pPr>
        <w:pStyle w:val="libNormal"/>
        <w:rPr>
          <w:lang w:bidi="fa-IR"/>
        </w:rPr>
      </w:pPr>
      <w:r w:rsidRPr="003E3506">
        <w:rPr>
          <w:rtl/>
          <w:lang w:bidi="fa-IR"/>
        </w:rPr>
        <w:t>و هم چنين مالك نمى تواند زكاة را به مستحق داده و بر او شرط كند كه آن را به او برگرداند ولى اگر مستحق پس از گرفتن زكاة راضى شود كه آن را به او برگرداند مانعى ندارد</w:t>
      </w:r>
      <w:r w:rsidR="000C4B14">
        <w:rPr>
          <w:rtl/>
          <w:lang w:bidi="fa-IR"/>
        </w:rPr>
        <w:t>،</w:t>
      </w:r>
      <w:r w:rsidRPr="003E3506">
        <w:rPr>
          <w:rtl/>
          <w:lang w:bidi="fa-IR"/>
        </w:rPr>
        <w:t xml:space="preserve"> مثلا كسى </w:t>
      </w:r>
      <w:r w:rsidRPr="003E3506">
        <w:rPr>
          <w:rtl/>
          <w:lang w:bidi="fa-IR"/>
        </w:rPr>
        <w:lastRenderedPageBreak/>
        <w:t>كه زكاة زيادى بدهكار است و فقير شده و نمى تواند زكاة را بدهد</w:t>
      </w:r>
      <w:r w:rsidR="000C4B14">
        <w:rPr>
          <w:rtl/>
          <w:lang w:bidi="fa-IR"/>
        </w:rPr>
        <w:t>،</w:t>
      </w:r>
      <w:r w:rsidRPr="003E3506">
        <w:rPr>
          <w:rtl/>
          <w:lang w:bidi="fa-IR"/>
        </w:rPr>
        <w:t xml:space="preserve"> و حال توبه كرده اگر فقير راضى شود زكاة او را بگيرد و به او ببخشد اشكال ندارد.</w:t>
      </w:r>
    </w:p>
    <w:p w:rsidR="003E3506" w:rsidRPr="003E3506" w:rsidRDefault="003E3506" w:rsidP="003E3506">
      <w:pPr>
        <w:pStyle w:val="libNormal"/>
        <w:rPr>
          <w:lang w:bidi="fa-IR"/>
        </w:rPr>
      </w:pPr>
      <w:r w:rsidRPr="003E3506">
        <w:rPr>
          <w:rtl/>
          <w:lang w:bidi="fa-IR"/>
        </w:rPr>
        <w:t>١٩٩٠ - انسان نمى تواند از سهم سبيل اللّه قرآن يا كتاب دينى يا كتاب دعا بخرد و وقف نمايد</w:t>
      </w:r>
      <w:r w:rsidR="000C4B14">
        <w:rPr>
          <w:rtl/>
          <w:lang w:bidi="fa-IR"/>
        </w:rPr>
        <w:t>،</w:t>
      </w:r>
      <w:r w:rsidRPr="003E3506">
        <w:rPr>
          <w:rtl/>
          <w:lang w:bidi="fa-IR"/>
        </w:rPr>
        <w:t xml:space="preserve"> مگر آن كه مصلحت عامه اقتضاى اين كار را داشته باشد</w:t>
      </w:r>
      <w:r w:rsidR="000C4B14">
        <w:rPr>
          <w:rtl/>
          <w:lang w:bidi="fa-IR"/>
        </w:rPr>
        <w:t>،</w:t>
      </w:r>
      <w:r w:rsidRPr="003E3506">
        <w:rPr>
          <w:rtl/>
          <w:lang w:bidi="fa-IR"/>
        </w:rPr>
        <w:t xml:space="preserve"> و از حاكم شرع بنابر احتياط لازم اجازه بگيرد.</w:t>
      </w:r>
    </w:p>
    <w:p w:rsidR="003E3506" w:rsidRPr="003E3506" w:rsidRDefault="003E3506" w:rsidP="003E3506">
      <w:pPr>
        <w:pStyle w:val="libNormal"/>
        <w:rPr>
          <w:lang w:bidi="fa-IR"/>
        </w:rPr>
      </w:pPr>
      <w:r w:rsidRPr="003E3506">
        <w:rPr>
          <w:rtl/>
          <w:lang w:bidi="fa-IR"/>
        </w:rPr>
        <w:t>١٩٩١ - انسان نمى تواند از زكاة ملك بخرد</w:t>
      </w:r>
      <w:r w:rsidR="000C4B14">
        <w:rPr>
          <w:rtl/>
          <w:lang w:bidi="fa-IR"/>
        </w:rPr>
        <w:t>،</w:t>
      </w:r>
      <w:r w:rsidRPr="003E3506">
        <w:rPr>
          <w:rtl/>
          <w:lang w:bidi="fa-IR"/>
        </w:rPr>
        <w:t xml:space="preserve"> و بر اولاد خود يا بر كسانى كه مخارج آنان بر او واجب است وقف نمايد كه عايدى آن را به مصرف مخارج خود برسانند.</w:t>
      </w:r>
    </w:p>
    <w:p w:rsidR="003E3506" w:rsidRPr="003E3506" w:rsidRDefault="003E3506" w:rsidP="003E3506">
      <w:pPr>
        <w:pStyle w:val="libNormal"/>
        <w:rPr>
          <w:lang w:bidi="fa-IR"/>
        </w:rPr>
      </w:pPr>
      <w:r w:rsidRPr="003E3506">
        <w:rPr>
          <w:rtl/>
          <w:lang w:bidi="fa-IR"/>
        </w:rPr>
        <w:t>١٩٩٢ - انسان مى تواند براى رفتن به حج و زيارت و مانند اينها از سهم سبيل اللّه زكاة بگيرد</w:t>
      </w:r>
      <w:r w:rsidR="000C4B14">
        <w:rPr>
          <w:rtl/>
          <w:lang w:bidi="fa-IR"/>
        </w:rPr>
        <w:t>،</w:t>
      </w:r>
      <w:r w:rsidRPr="003E3506">
        <w:rPr>
          <w:rtl/>
          <w:lang w:bidi="fa-IR"/>
        </w:rPr>
        <w:t xml:space="preserve"> اگر چه فقير نباشد</w:t>
      </w:r>
      <w:r w:rsidR="000C4B14">
        <w:rPr>
          <w:rtl/>
          <w:lang w:bidi="fa-IR"/>
        </w:rPr>
        <w:t>،</w:t>
      </w:r>
      <w:r w:rsidRPr="003E3506">
        <w:rPr>
          <w:rtl/>
          <w:lang w:bidi="fa-IR"/>
        </w:rPr>
        <w:t xml:space="preserve"> يا اين كه به مقدار خرج سالش زكاة گرفته باشد</w:t>
      </w:r>
      <w:r w:rsidR="000C4B14">
        <w:rPr>
          <w:rtl/>
          <w:lang w:bidi="fa-IR"/>
        </w:rPr>
        <w:t>،</w:t>
      </w:r>
      <w:r w:rsidRPr="003E3506">
        <w:rPr>
          <w:rtl/>
          <w:lang w:bidi="fa-IR"/>
        </w:rPr>
        <w:t xml:space="preserve"> ولى اين در صورتى است كه رفتن او به حج يا زيارت و مانند اينها داراى منفعت عامه باشد</w:t>
      </w:r>
      <w:r w:rsidR="000C4B14">
        <w:rPr>
          <w:rtl/>
          <w:lang w:bidi="fa-IR"/>
        </w:rPr>
        <w:t>،</w:t>
      </w:r>
      <w:r w:rsidRPr="003E3506">
        <w:rPr>
          <w:rtl/>
          <w:lang w:bidi="fa-IR"/>
        </w:rPr>
        <w:t xml:space="preserve"> و بنابر احتياط از حاكم شرع براى صرف زكاة در آن اذن بگيرد.</w:t>
      </w:r>
    </w:p>
    <w:p w:rsidR="003E3506" w:rsidRPr="003E3506" w:rsidRDefault="003E3506" w:rsidP="003E3506">
      <w:pPr>
        <w:pStyle w:val="libNormal"/>
        <w:rPr>
          <w:lang w:bidi="fa-IR"/>
        </w:rPr>
      </w:pPr>
      <w:r w:rsidRPr="003E3506">
        <w:rPr>
          <w:rtl/>
          <w:lang w:bidi="fa-IR"/>
        </w:rPr>
        <w:t>١٩٩٣ - اگر مالك فقيرى را وكيل كند كه زكاة مال او را بدهد چنانچه آن فقير احتمال بدهد كه قصد مالك اين بوده كه خود آن فقير از زكاة برندارد</w:t>
      </w:r>
      <w:r w:rsidR="000C4B14">
        <w:rPr>
          <w:rtl/>
          <w:lang w:bidi="fa-IR"/>
        </w:rPr>
        <w:t>،</w:t>
      </w:r>
      <w:r w:rsidRPr="003E3506">
        <w:rPr>
          <w:rtl/>
          <w:lang w:bidi="fa-IR"/>
        </w:rPr>
        <w:t xml:space="preserve"> نمى تواند چيزى از آن را براى خودش بردارد و اگر يقين داشته باشد كه قصد مالك اين نبوده</w:t>
      </w:r>
      <w:r w:rsidR="000C4B14">
        <w:rPr>
          <w:rtl/>
          <w:lang w:bidi="fa-IR"/>
        </w:rPr>
        <w:t>،</w:t>
      </w:r>
      <w:r w:rsidRPr="003E3506">
        <w:rPr>
          <w:rtl/>
          <w:lang w:bidi="fa-IR"/>
        </w:rPr>
        <w:t xml:space="preserve"> مى تواند براى خودش هم بردارد.</w:t>
      </w:r>
    </w:p>
    <w:p w:rsidR="003E3506" w:rsidRPr="003E3506" w:rsidRDefault="003E3506" w:rsidP="003E3506">
      <w:pPr>
        <w:pStyle w:val="libNormal"/>
        <w:rPr>
          <w:lang w:bidi="fa-IR"/>
        </w:rPr>
      </w:pPr>
      <w:r w:rsidRPr="003E3506">
        <w:rPr>
          <w:rtl/>
          <w:lang w:bidi="fa-IR"/>
        </w:rPr>
        <w:t>١٩٩٤ - اگر فقير شتر و گاو و گوسفند و طلا و نقره را بابت زكاة بگيرد</w:t>
      </w:r>
      <w:r w:rsidR="000C4B14">
        <w:rPr>
          <w:rtl/>
          <w:lang w:bidi="fa-IR"/>
        </w:rPr>
        <w:t>،</w:t>
      </w:r>
      <w:r w:rsidRPr="003E3506">
        <w:rPr>
          <w:rtl/>
          <w:lang w:bidi="fa-IR"/>
        </w:rPr>
        <w:t xml:space="preserve"> چنانچه شرطهايى كه براى واجب شدن زكاة گفته شد</w:t>
      </w:r>
      <w:r w:rsidR="000C4B14">
        <w:rPr>
          <w:rtl/>
          <w:lang w:bidi="fa-IR"/>
        </w:rPr>
        <w:t>،</w:t>
      </w:r>
      <w:r w:rsidRPr="003E3506">
        <w:rPr>
          <w:rtl/>
          <w:lang w:bidi="fa-IR"/>
        </w:rPr>
        <w:t xml:space="preserve"> در آنها جمع شود</w:t>
      </w:r>
      <w:r w:rsidR="000C4B14">
        <w:rPr>
          <w:rtl/>
          <w:lang w:bidi="fa-IR"/>
        </w:rPr>
        <w:t>،</w:t>
      </w:r>
      <w:r w:rsidRPr="003E3506">
        <w:rPr>
          <w:rtl/>
          <w:lang w:bidi="fa-IR"/>
        </w:rPr>
        <w:t xml:space="preserve"> بايد زكاة آنها را بدهد.</w:t>
      </w:r>
    </w:p>
    <w:p w:rsidR="003E3506" w:rsidRPr="003E3506" w:rsidRDefault="003E3506" w:rsidP="003E3506">
      <w:pPr>
        <w:pStyle w:val="libNormal"/>
        <w:rPr>
          <w:lang w:bidi="fa-IR"/>
        </w:rPr>
      </w:pPr>
      <w:r w:rsidRPr="003E3506">
        <w:rPr>
          <w:rtl/>
          <w:lang w:bidi="fa-IR"/>
        </w:rPr>
        <w:t>١٩٩٥ - اگر دو نفر در مالى كه زكاة آن واجب شده با هم شريك باشند</w:t>
      </w:r>
      <w:r w:rsidR="000C4B14">
        <w:rPr>
          <w:rtl/>
          <w:lang w:bidi="fa-IR"/>
        </w:rPr>
        <w:t>،</w:t>
      </w:r>
      <w:r w:rsidRPr="003E3506">
        <w:rPr>
          <w:rtl/>
          <w:lang w:bidi="fa-IR"/>
        </w:rPr>
        <w:t xml:space="preserve"> و يكى از آنها زكاة قسمت خود را بدهد و بعد مال را تقسيم كنند</w:t>
      </w:r>
      <w:r w:rsidR="000C4B14">
        <w:rPr>
          <w:rtl/>
          <w:lang w:bidi="fa-IR"/>
        </w:rPr>
        <w:t>،</w:t>
      </w:r>
      <w:r w:rsidRPr="003E3506">
        <w:rPr>
          <w:rtl/>
          <w:lang w:bidi="fa-IR"/>
        </w:rPr>
        <w:t xml:space="preserve"> هر چند بداند شريكش زكاة سهم خود را نداده و بعدا نيز نمى دهد تصرف او در سهم خودش اشكال ندارد.</w:t>
      </w:r>
    </w:p>
    <w:p w:rsidR="003E3506" w:rsidRPr="003E3506" w:rsidRDefault="003E3506" w:rsidP="003E3506">
      <w:pPr>
        <w:pStyle w:val="libNormal"/>
        <w:rPr>
          <w:lang w:bidi="fa-IR"/>
        </w:rPr>
      </w:pPr>
      <w:r w:rsidRPr="003E3506">
        <w:rPr>
          <w:rtl/>
          <w:lang w:bidi="fa-IR"/>
        </w:rPr>
        <w:t>١٩٩٦ - كسى كه خمس يا زكاة بدهكار است و كفاره و نذر و مانند اينها هم بر او واجب است و قرض هم دارد</w:t>
      </w:r>
      <w:r w:rsidR="000C4B14">
        <w:rPr>
          <w:rtl/>
          <w:lang w:bidi="fa-IR"/>
        </w:rPr>
        <w:t>،</w:t>
      </w:r>
      <w:r w:rsidRPr="003E3506">
        <w:rPr>
          <w:rtl/>
          <w:lang w:bidi="fa-IR"/>
        </w:rPr>
        <w:t xml:space="preserve"> چنانچه نتواند همه آنها را بدهد</w:t>
      </w:r>
      <w:r w:rsidR="000C4B14">
        <w:rPr>
          <w:rtl/>
          <w:lang w:bidi="fa-IR"/>
        </w:rPr>
        <w:t>،</w:t>
      </w:r>
      <w:r w:rsidRPr="003E3506">
        <w:rPr>
          <w:rtl/>
          <w:lang w:bidi="fa-IR"/>
        </w:rPr>
        <w:t xml:space="preserve"> اگر مالى كه خمس يا زكاة آن واجب </w:t>
      </w:r>
      <w:r w:rsidRPr="003E3506">
        <w:rPr>
          <w:rtl/>
          <w:lang w:bidi="fa-IR"/>
        </w:rPr>
        <w:lastRenderedPageBreak/>
        <w:t>شده</w:t>
      </w:r>
      <w:r w:rsidR="000C4B14">
        <w:rPr>
          <w:rtl/>
          <w:lang w:bidi="fa-IR"/>
        </w:rPr>
        <w:t>،</w:t>
      </w:r>
      <w:r w:rsidRPr="003E3506">
        <w:rPr>
          <w:rtl/>
          <w:lang w:bidi="fa-IR"/>
        </w:rPr>
        <w:t xml:space="preserve"> از بين نرفته باشد</w:t>
      </w:r>
      <w:r w:rsidR="000C4B14">
        <w:rPr>
          <w:rtl/>
          <w:lang w:bidi="fa-IR"/>
        </w:rPr>
        <w:t>،</w:t>
      </w:r>
      <w:r w:rsidRPr="003E3506">
        <w:rPr>
          <w:rtl/>
          <w:lang w:bidi="fa-IR"/>
        </w:rPr>
        <w:t xml:space="preserve"> بايد خمس و زكاة را بدهد</w:t>
      </w:r>
      <w:r w:rsidR="000C4B14">
        <w:rPr>
          <w:rtl/>
          <w:lang w:bidi="fa-IR"/>
        </w:rPr>
        <w:t>،</w:t>
      </w:r>
      <w:r w:rsidRPr="003E3506">
        <w:rPr>
          <w:rtl/>
          <w:lang w:bidi="fa-IR"/>
        </w:rPr>
        <w:t xml:space="preserve"> و اگر از بين رفته باشد</w:t>
      </w:r>
      <w:r w:rsidR="000C4B14">
        <w:rPr>
          <w:rtl/>
          <w:lang w:bidi="fa-IR"/>
        </w:rPr>
        <w:t>،</w:t>
      </w:r>
      <w:r w:rsidRPr="003E3506">
        <w:rPr>
          <w:rtl/>
          <w:lang w:bidi="fa-IR"/>
        </w:rPr>
        <w:t xml:space="preserve"> دادن زكاة و خمس و قرض بر دادن كفاره و نذر مقدم است</w:t>
      </w:r>
      <w:r w:rsidR="000C4B14">
        <w:rPr>
          <w:rtl/>
          <w:lang w:bidi="fa-IR"/>
        </w:rPr>
        <w:t>.</w:t>
      </w:r>
    </w:p>
    <w:p w:rsidR="003E3506" w:rsidRPr="003E3506" w:rsidRDefault="003E3506" w:rsidP="003E3506">
      <w:pPr>
        <w:pStyle w:val="libNormal"/>
        <w:rPr>
          <w:lang w:bidi="fa-IR"/>
        </w:rPr>
      </w:pPr>
      <w:r w:rsidRPr="003E3506">
        <w:rPr>
          <w:rtl/>
          <w:lang w:bidi="fa-IR"/>
        </w:rPr>
        <w:t>١٩٩٧ - كسى كه خمس يا زكاة بدهكار است و حجة الاسلام بر او واجب است و قرض هم دارد</w:t>
      </w:r>
      <w:r w:rsidR="000C4B14">
        <w:rPr>
          <w:rtl/>
          <w:lang w:bidi="fa-IR"/>
        </w:rPr>
        <w:t>،</w:t>
      </w:r>
      <w:r w:rsidRPr="003E3506">
        <w:rPr>
          <w:rtl/>
          <w:lang w:bidi="fa-IR"/>
        </w:rPr>
        <w:t xml:space="preserve"> اگر بميرد</w:t>
      </w:r>
      <w:r w:rsidR="000C4B14">
        <w:rPr>
          <w:rtl/>
          <w:lang w:bidi="fa-IR"/>
        </w:rPr>
        <w:t>،</w:t>
      </w:r>
      <w:r w:rsidRPr="003E3506">
        <w:rPr>
          <w:rtl/>
          <w:lang w:bidi="fa-IR"/>
        </w:rPr>
        <w:t xml:space="preserve"> و مال او براى همه آنها كافى نباشد</w:t>
      </w:r>
      <w:r w:rsidR="000C4B14">
        <w:rPr>
          <w:rtl/>
          <w:lang w:bidi="fa-IR"/>
        </w:rPr>
        <w:t>،</w:t>
      </w:r>
      <w:r w:rsidRPr="003E3506">
        <w:rPr>
          <w:rtl/>
          <w:lang w:bidi="fa-IR"/>
        </w:rPr>
        <w:t xml:space="preserve"> چنانچه مالى كه خمس و زكاة آن واجب شده</w:t>
      </w:r>
      <w:r w:rsidR="000C4B14">
        <w:rPr>
          <w:rtl/>
          <w:lang w:bidi="fa-IR"/>
        </w:rPr>
        <w:t>،</w:t>
      </w:r>
      <w:r w:rsidRPr="003E3506">
        <w:rPr>
          <w:rtl/>
          <w:lang w:bidi="fa-IR"/>
        </w:rPr>
        <w:t xml:space="preserve"> از بين نرفته باشد</w:t>
      </w:r>
      <w:r w:rsidR="000C4B14">
        <w:rPr>
          <w:rtl/>
          <w:lang w:bidi="fa-IR"/>
        </w:rPr>
        <w:t>،</w:t>
      </w:r>
      <w:r w:rsidRPr="003E3506">
        <w:rPr>
          <w:rtl/>
          <w:lang w:bidi="fa-IR"/>
        </w:rPr>
        <w:t xml:space="preserve"> بايد خمس يا زكاة را بدهند</w:t>
      </w:r>
      <w:r w:rsidR="000C4B14">
        <w:rPr>
          <w:rtl/>
          <w:lang w:bidi="fa-IR"/>
        </w:rPr>
        <w:t>،</w:t>
      </w:r>
      <w:r w:rsidRPr="003E3506">
        <w:rPr>
          <w:rtl/>
          <w:lang w:bidi="fa-IR"/>
        </w:rPr>
        <w:t xml:space="preserve"> و بقيه مال او را صرف اداى قرضش نمايند</w:t>
      </w:r>
      <w:r w:rsidR="000C4B14">
        <w:rPr>
          <w:rtl/>
          <w:lang w:bidi="fa-IR"/>
        </w:rPr>
        <w:t>،</w:t>
      </w:r>
      <w:r w:rsidRPr="003E3506">
        <w:rPr>
          <w:rtl/>
          <w:lang w:bidi="fa-IR"/>
        </w:rPr>
        <w:t xml:space="preserve"> و اگر مالى كه خمس و زكاة آن واجب شده از بين رفته باشد</w:t>
      </w:r>
      <w:r w:rsidR="000C4B14">
        <w:rPr>
          <w:rtl/>
          <w:lang w:bidi="fa-IR"/>
        </w:rPr>
        <w:t>،</w:t>
      </w:r>
      <w:r w:rsidRPr="003E3506">
        <w:rPr>
          <w:rtl/>
          <w:lang w:bidi="fa-IR"/>
        </w:rPr>
        <w:t xml:space="preserve"> بايد مال او را صرف اداى قرضش بنمايند</w:t>
      </w:r>
      <w:r w:rsidR="000C4B14">
        <w:rPr>
          <w:rtl/>
          <w:lang w:bidi="fa-IR"/>
        </w:rPr>
        <w:t>،</w:t>
      </w:r>
      <w:r w:rsidRPr="003E3506">
        <w:rPr>
          <w:rtl/>
          <w:lang w:bidi="fa-IR"/>
        </w:rPr>
        <w:t xml:space="preserve"> و در صورتى كه چيزى باقى باشد</w:t>
      </w:r>
      <w:r w:rsidR="000C4B14">
        <w:rPr>
          <w:rtl/>
          <w:lang w:bidi="fa-IR"/>
        </w:rPr>
        <w:t>،</w:t>
      </w:r>
      <w:r w:rsidRPr="003E3506">
        <w:rPr>
          <w:rtl/>
          <w:lang w:bidi="fa-IR"/>
        </w:rPr>
        <w:t xml:space="preserve"> صرف حج كنند و اگر چيزى زياد آمد</w:t>
      </w:r>
      <w:r w:rsidR="000C4B14">
        <w:rPr>
          <w:rtl/>
          <w:lang w:bidi="fa-IR"/>
        </w:rPr>
        <w:t>،</w:t>
      </w:r>
      <w:r w:rsidRPr="003E3506">
        <w:rPr>
          <w:rtl/>
          <w:lang w:bidi="fa-IR"/>
        </w:rPr>
        <w:t xml:space="preserve"> به خمس و زكاة قسمت نمايند.</w:t>
      </w:r>
    </w:p>
    <w:p w:rsidR="003E3506" w:rsidRPr="003E3506" w:rsidRDefault="003E3506" w:rsidP="003E3506">
      <w:pPr>
        <w:pStyle w:val="libNormal"/>
        <w:rPr>
          <w:lang w:bidi="fa-IR"/>
        </w:rPr>
      </w:pPr>
      <w:r w:rsidRPr="003E3506">
        <w:rPr>
          <w:rtl/>
          <w:lang w:bidi="fa-IR"/>
        </w:rPr>
        <w:t>١٩٩٨ - كسى كه مشغول تحصيل علم است و اگر تحصيل نكند</w:t>
      </w:r>
      <w:r w:rsidR="000C4B14">
        <w:rPr>
          <w:rtl/>
          <w:lang w:bidi="fa-IR"/>
        </w:rPr>
        <w:t>،</w:t>
      </w:r>
      <w:r w:rsidRPr="003E3506">
        <w:rPr>
          <w:rtl/>
          <w:lang w:bidi="fa-IR"/>
        </w:rPr>
        <w:t xml:space="preserve"> مى تواند براى معاش خود كسب كند</w:t>
      </w:r>
      <w:r w:rsidR="000C4B14">
        <w:rPr>
          <w:rtl/>
          <w:lang w:bidi="fa-IR"/>
        </w:rPr>
        <w:t>،</w:t>
      </w:r>
      <w:r w:rsidRPr="003E3506">
        <w:rPr>
          <w:rtl/>
          <w:lang w:bidi="fa-IR"/>
        </w:rPr>
        <w:t xml:space="preserve"> چنانچه تحصيل آن علم</w:t>
      </w:r>
      <w:r w:rsidR="000C4B14">
        <w:rPr>
          <w:rtl/>
          <w:lang w:bidi="fa-IR"/>
        </w:rPr>
        <w:t>،</w:t>
      </w:r>
      <w:r w:rsidRPr="003E3506">
        <w:rPr>
          <w:rtl/>
          <w:lang w:bidi="fa-IR"/>
        </w:rPr>
        <w:t xml:space="preserve"> واجب عينى باشد</w:t>
      </w:r>
      <w:r w:rsidR="000C4B14">
        <w:rPr>
          <w:rtl/>
          <w:lang w:bidi="fa-IR"/>
        </w:rPr>
        <w:t>،</w:t>
      </w:r>
      <w:r w:rsidRPr="003E3506">
        <w:rPr>
          <w:rtl/>
          <w:lang w:bidi="fa-IR"/>
        </w:rPr>
        <w:t xml:space="preserve"> مى شود از سهم فقرا به او زكاة داد</w:t>
      </w:r>
      <w:r w:rsidR="000C4B14">
        <w:rPr>
          <w:rtl/>
          <w:lang w:bidi="fa-IR"/>
        </w:rPr>
        <w:t>،</w:t>
      </w:r>
      <w:r w:rsidRPr="003E3506">
        <w:rPr>
          <w:rtl/>
          <w:lang w:bidi="fa-IR"/>
        </w:rPr>
        <w:t xml:space="preserve"> و اگر تحصيل آن علم داراى مصلحت عامه باشد</w:t>
      </w:r>
      <w:r w:rsidR="000C4B14">
        <w:rPr>
          <w:rtl/>
          <w:lang w:bidi="fa-IR"/>
        </w:rPr>
        <w:t>،</w:t>
      </w:r>
      <w:r w:rsidRPr="003E3506">
        <w:rPr>
          <w:rtl/>
          <w:lang w:bidi="fa-IR"/>
        </w:rPr>
        <w:t xml:space="preserve"> زكاة دادن به او از سهم سبيل اللّه با اجازه حاكم شرع - بنابر احتياط - جايز است</w:t>
      </w:r>
      <w:r w:rsidR="000C4B14">
        <w:rPr>
          <w:rtl/>
          <w:lang w:bidi="fa-IR"/>
        </w:rPr>
        <w:t>،</w:t>
      </w:r>
      <w:r w:rsidRPr="003E3506">
        <w:rPr>
          <w:rtl/>
          <w:lang w:bidi="fa-IR"/>
        </w:rPr>
        <w:t xml:space="preserve"> در غير اين دو صورت جايز نيست به او زكاة بدهند.</w:t>
      </w:r>
    </w:p>
    <w:p w:rsidR="003E3506" w:rsidRDefault="00605FAB" w:rsidP="00954472">
      <w:pPr>
        <w:pStyle w:val="Heading3"/>
        <w:rPr>
          <w:rtl/>
          <w:lang w:bidi="fa-IR"/>
        </w:rPr>
      </w:pPr>
      <w:bookmarkStart w:id="217" w:name="_Toc24454640"/>
      <w:r>
        <w:rPr>
          <w:rtl/>
          <w:lang w:bidi="fa-IR"/>
        </w:rPr>
        <w:t>(</w:t>
      </w:r>
      <w:r w:rsidR="003E3506" w:rsidRPr="003E3506">
        <w:rPr>
          <w:rtl/>
          <w:lang w:bidi="fa-IR"/>
        </w:rPr>
        <w:t>زكاة فطره</w:t>
      </w:r>
      <w:r>
        <w:rPr>
          <w:rtl/>
          <w:lang w:bidi="fa-IR"/>
        </w:rPr>
        <w:t>)</w:t>
      </w:r>
      <w:bookmarkEnd w:id="217"/>
    </w:p>
    <w:p w:rsidR="003E3506" w:rsidRPr="003E3506" w:rsidRDefault="003E3506" w:rsidP="003E3506">
      <w:pPr>
        <w:pStyle w:val="libNormal"/>
        <w:rPr>
          <w:lang w:bidi="fa-IR"/>
        </w:rPr>
      </w:pPr>
      <w:r w:rsidRPr="003E3506">
        <w:rPr>
          <w:rtl/>
          <w:lang w:bidi="fa-IR"/>
        </w:rPr>
        <w:t>١٩٩٩ - كسى كه موقع غروب شب عيد فطر بالغ و عاقل است و بيهوش و فقير و بنده كس ديگر نيست</w:t>
      </w:r>
      <w:r w:rsidR="000C4B14">
        <w:rPr>
          <w:rtl/>
          <w:lang w:bidi="fa-IR"/>
        </w:rPr>
        <w:t>،</w:t>
      </w:r>
      <w:r w:rsidRPr="003E3506">
        <w:rPr>
          <w:rtl/>
          <w:lang w:bidi="fa-IR"/>
        </w:rPr>
        <w:t xml:space="preserve"> بايد براى خودش و كسانى كه نان خور او هستند</w:t>
      </w:r>
      <w:r w:rsidR="000C4B14">
        <w:rPr>
          <w:rtl/>
          <w:lang w:bidi="fa-IR"/>
        </w:rPr>
        <w:t>،</w:t>
      </w:r>
      <w:r w:rsidRPr="003E3506">
        <w:rPr>
          <w:rtl/>
          <w:lang w:bidi="fa-IR"/>
        </w:rPr>
        <w:t xml:space="preserve"> هر نفرى يك صاع كه گفته مى شود تقريبا سه كيلو است</w:t>
      </w:r>
      <w:r w:rsidR="000C4B14">
        <w:rPr>
          <w:rtl/>
          <w:lang w:bidi="fa-IR"/>
        </w:rPr>
        <w:t>،</w:t>
      </w:r>
      <w:r w:rsidRPr="003E3506">
        <w:rPr>
          <w:rtl/>
          <w:lang w:bidi="fa-IR"/>
        </w:rPr>
        <w:t xml:space="preserve"> از غذاهاى معمول در شهرش مانند</w:t>
      </w:r>
      <w:r w:rsidR="000C4B14">
        <w:rPr>
          <w:rtl/>
          <w:lang w:bidi="fa-IR"/>
        </w:rPr>
        <w:t>،</w:t>
      </w:r>
      <w:r w:rsidRPr="003E3506">
        <w:rPr>
          <w:rtl/>
          <w:lang w:bidi="fa-IR"/>
        </w:rPr>
        <w:t xml:space="preserve"> گندم يا جو يا خرما يا كشمش يا برنج يا ذرت به مستحق بدهد</w:t>
      </w:r>
      <w:r w:rsidR="000C4B14">
        <w:rPr>
          <w:rtl/>
          <w:lang w:bidi="fa-IR"/>
        </w:rPr>
        <w:t>،</w:t>
      </w:r>
      <w:r w:rsidRPr="003E3506">
        <w:rPr>
          <w:rtl/>
          <w:lang w:bidi="fa-IR"/>
        </w:rPr>
        <w:t xml:space="preserve"> و اگر به جاى آن پول هم بدهد كافى است</w:t>
      </w:r>
      <w:r w:rsidR="000C4B14">
        <w:rPr>
          <w:rtl/>
          <w:lang w:bidi="fa-IR"/>
        </w:rPr>
        <w:t>،</w:t>
      </w:r>
      <w:r w:rsidRPr="003E3506">
        <w:rPr>
          <w:rtl/>
          <w:lang w:bidi="fa-IR"/>
        </w:rPr>
        <w:t xml:space="preserve"> و احتياط لازم آن است كه از غذاهايى كه در شهرش معمول نيست ندهد هر چند گندم يا جو يا خرما يا كشمش باشد.</w:t>
      </w:r>
    </w:p>
    <w:p w:rsidR="003E3506" w:rsidRPr="003E3506" w:rsidRDefault="003E3506" w:rsidP="003E3506">
      <w:pPr>
        <w:pStyle w:val="libNormal"/>
        <w:rPr>
          <w:lang w:bidi="fa-IR"/>
        </w:rPr>
      </w:pPr>
      <w:r w:rsidRPr="003E3506">
        <w:rPr>
          <w:rtl/>
          <w:lang w:bidi="fa-IR"/>
        </w:rPr>
        <w:t>٢٠٠٠ - كسى كه مخارج سال خود و عيالاتش را ندارد</w:t>
      </w:r>
      <w:r w:rsidR="000C4B14">
        <w:rPr>
          <w:rtl/>
          <w:lang w:bidi="fa-IR"/>
        </w:rPr>
        <w:t>،</w:t>
      </w:r>
      <w:r w:rsidRPr="003E3506">
        <w:rPr>
          <w:rtl/>
          <w:lang w:bidi="fa-IR"/>
        </w:rPr>
        <w:t xml:space="preserve"> و كسى هم ندارد كه بتواند مخارج سال خود و عيالاتش را بگذراند فقير است و دادن زكاة فطره بر او واجب نيست</w:t>
      </w:r>
      <w:r w:rsidR="000C4B14">
        <w:rPr>
          <w:rtl/>
          <w:lang w:bidi="fa-IR"/>
        </w:rPr>
        <w:t>.</w:t>
      </w:r>
    </w:p>
    <w:p w:rsidR="003E3506" w:rsidRPr="003E3506" w:rsidRDefault="003E3506" w:rsidP="003E3506">
      <w:pPr>
        <w:pStyle w:val="libNormal"/>
        <w:rPr>
          <w:lang w:bidi="fa-IR"/>
        </w:rPr>
      </w:pPr>
      <w:r w:rsidRPr="003E3506">
        <w:rPr>
          <w:rtl/>
          <w:lang w:bidi="fa-IR"/>
        </w:rPr>
        <w:lastRenderedPageBreak/>
        <w:t>٢٠٠١ - انسان فطره كسانى را كه در غروب شب عيد فطر نان خور او حساب مى شوند</w:t>
      </w:r>
      <w:r w:rsidR="000C4B14">
        <w:rPr>
          <w:rtl/>
          <w:lang w:bidi="fa-IR"/>
        </w:rPr>
        <w:t>،</w:t>
      </w:r>
      <w:r w:rsidRPr="003E3506">
        <w:rPr>
          <w:rtl/>
          <w:lang w:bidi="fa-IR"/>
        </w:rPr>
        <w:t xml:space="preserve"> بايد بدهد</w:t>
      </w:r>
      <w:r w:rsidR="000C4B14">
        <w:rPr>
          <w:rtl/>
          <w:lang w:bidi="fa-IR"/>
        </w:rPr>
        <w:t>،</w:t>
      </w:r>
      <w:r w:rsidRPr="003E3506">
        <w:rPr>
          <w:rtl/>
          <w:lang w:bidi="fa-IR"/>
        </w:rPr>
        <w:t xml:space="preserve"> كوچك باشند يا بزرگ</w:t>
      </w:r>
      <w:r w:rsidR="000C4B14">
        <w:rPr>
          <w:rtl/>
          <w:lang w:bidi="fa-IR"/>
        </w:rPr>
        <w:t>،</w:t>
      </w:r>
      <w:r w:rsidRPr="003E3506">
        <w:rPr>
          <w:rtl/>
          <w:lang w:bidi="fa-IR"/>
        </w:rPr>
        <w:t xml:space="preserve"> مسلمان باشند يا كافر</w:t>
      </w:r>
      <w:r w:rsidR="000C4B14">
        <w:rPr>
          <w:rtl/>
          <w:lang w:bidi="fa-IR"/>
        </w:rPr>
        <w:t>،</w:t>
      </w:r>
      <w:r w:rsidRPr="003E3506">
        <w:rPr>
          <w:rtl/>
          <w:lang w:bidi="fa-IR"/>
        </w:rPr>
        <w:t xml:space="preserve"> دادن خرج آنها بر او واجب باشد يا نه</w:t>
      </w:r>
      <w:r w:rsidR="000C4B14">
        <w:rPr>
          <w:rtl/>
          <w:lang w:bidi="fa-IR"/>
        </w:rPr>
        <w:t>،</w:t>
      </w:r>
      <w:r w:rsidRPr="003E3506">
        <w:rPr>
          <w:rtl/>
          <w:lang w:bidi="fa-IR"/>
        </w:rPr>
        <w:t xml:space="preserve"> در شهر خود او باشند يا در شهر ديگر.</w:t>
      </w:r>
    </w:p>
    <w:p w:rsidR="003E3506" w:rsidRPr="003E3506" w:rsidRDefault="003E3506" w:rsidP="003E3506">
      <w:pPr>
        <w:pStyle w:val="libNormal"/>
        <w:rPr>
          <w:lang w:bidi="fa-IR"/>
        </w:rPr>
      </w:pPr>
      <w:r w:rsidRPr="003E3506">
        <w:rPr>
          <w:rtl/>
          <w:lang w:bidi="fa-IR"/>
        </w:rPr>
        <w:t>٢٠٠٢ - اگر كسى را كه نان خور او است و در شهر ديگر است وكيل كند كه از مال او فطره خود را بدهد</w:t>
      </w:r>
      <w:r w:rsidR="000C4B14">
        <w:rPr>
          <w:rtl/>
          <w:lang w:bidi="fa-IR"/>
        </w:rPr>
        <w:t>،</w:t>
      </w:r>
      <w:r w:rsidRPr="003E3506">
        <w:rPr>
          <w:rtl/>
          <w:lang w:bidi="fa-IR"/>
        </w:rPr>
        <w:t xml:space="preserve"> چنانچه اطمينان داشته باشد كه فطره را مى دهد</w:t>
      </w:r>
      <w:r w:rsidR="000C4B14">
        <w:rPr>
          <w:rtl/>
          <w:lang w:bidi="fa-IR"/>
        </w:rPr>
        <w:t>،</w:t>
      </w:r>
      <w:r w:rsidRPr="003E3506">
        <w:rPr>
          <w:rtl/>
          <w:lang w:bidi="fa-IR"/>
        </w:rPr>
        <w:t xml:space="preserve"> لازم نيست خودش فطره او را بدهد.</w:t>
      </w:r>
    </w:p>
    <w:p w:rsidR="003E3506" w:rsidRPr="003E3506" w:rsidRDefault="003E3506" w:rsidP="003E3506">
      <w:pPr>
        <w:pStyle w:val="libNormal"/>
        <w:rPr>
          <w:lang w:bidi="fa-IR"/>
        </w:rPr>
      </w:pPr>
      <w:r w:rsidRPr="003E3506">
        <w:rPr>
          <w:rtl/>
          <w:lang w:bidi="fa-IR"/>
        </w:rPr>
        <w:t>٢٠٠٣ - فطره مهمانى كه پيش از غروب شب عيد فطر با رضايت صاحبخانه وارد شده و نان خور او - هر چند موقتا - حساب مى شود</w:t>
      </w:r>
      <w:r w:rsidR="000C4B14">
        <w:rPr>
          <w:rtl/>
          <w:lang w:bidi="fa-IR"/>
        </w:rPr>
        <w:t>،</w:t>
      </w:r>
      <w:r w:rsidRPr="003E3506">
        <w:rPr>
          <w:rtl/>
          <w:lang w:bidi="fa-IR"/>
        </w:rPr>
        <w:t xml:space="preserve"> بر او واجب است</w:t>
      </w:r>
      <w:r w:rsidR="000C4B14">
        <w:rPr>
          <w:rtl/>
          <w:lang w:bidi="fa-IR"/>
        </w:rPr>
        <w:t>.</w:t>
      </w:r>
    </w:p>
    <w:p w:rsidR="003E3506" w:rsidRPr="003E3506" w:rsidRDefault="003E3506" w:rsidP="003E3506">
      <w:pPr>
        <w:pStyle w:val="libNormal"/>
        <w:rPr>
          <w:lang w:bidi="fa-IR"/>
        </w:rPr>
      </w:pPr>
      <w:r w:rsidRPr="003E3506">
        <w:rPr>
          <w:rtl/>
          <w:lang w:bidi="fa-IR"/>
        </w:rPr>
        <w:t>٢٠٠٤ - فطره مهمانى كه پيش از غروب شب عيد بدون رضايت صاحبخانه وارد مى شود</w:t>
      </w:r>
      <w:r w:rsidR="000C4B14">
        <w:rPr>
          <w:rtl/>
          <w:lang w:bidi="fa-IR"/>
        </w:rPr>
        <w:t>،</w:t>
      </w:r>
      <w:r w:rsidRPr="003E3506">
        <w:rPr>
          <w:rtl/>
          <w:lang w:bidi="fa-IR"/>
        </w:rPr>
        <w:t xml:space="preserve"> و مدتى نزد او مى ماند</w:t>
      </w:r>
      <w:r w:rsidR="000C4B14">
        <w:rPr>
          <w:rtl/>
          <w:lang w:bidi="fa-IR"/>
        </w:rPr>
        <w:t>،</w:t>
      </w:r>
      <w:r w:rsidRPr="003E3506">
        <w:rPr>
          <w:rtl/>
          <w:lang w:bidi="fa-IR"/>
        </w:rPr>
        <w:t xml:space="preserve"> بنابر احتياط واجب است و هم چنين است فطره كسى كه انسان را مجبور كرده اند كه خرجى او را بدهد.</w:t>
      </w:r>
    </w:p>
    <w:p w:rsidR="003E3506" w:rsidRPr="003E3506" w:rsidRDefault="003E3506" w:rsidP="003E3506">
      <w:pPr>
        <w:pStyle w:val="libNormal"/>
        <w:rPr>
          <w:lang w:bidi="fa-IR"/>
        </w:rPr>
      </w:pPr>
      <w:r w:rsidRPr="003E3506">
        <w:rPr>
          <w:rtl/>
          <w:lang w:bidi="fa-IR"/>
        </w:rPr>
        <w:t>٢٠٠٥ - فطره مهمانى كه بعد از غروب شب عيد فطر وارد مى شود در صورتى كه نان خور او حساب شود</w:t>
      </w:r>
      <w:r w:rsidR="000C4B14">
        <w:rPr>
          <w:rtl/>
          <w:lang w:bidi="fa-IR"/>
        </w:rPr>
        <w:t>،</w:t>
      </w:r>
      <w:r w:rsidRPr="003E3506">
        <w:rPr>
          <w:rtl/>
          <w:lang w:bidi="fa-IR"/>
        </w:rPr>
        <w:t xml:space="preserve"> بنابر احتياط واجب است والا واجب نيست</w:t>
      </w:r>
      <w:r w:rsidR="000C4B14">
        <w:rPr>
          <w:rtl/>
          <w:lang w:bidi="fa-IR"/>
        </w:rPr>
        <w:t>،</w:t>
      </w:r>
      <w:r w:rsidRPr="003E3506">
        <w:rPr>
          <w:rtl/>
          <w:lang w:bidi="fa-IR"/>
        </w:rPr>
        <w:t xml:space="preserve"> اگر چه پيش از غروب او را دعوت كرده باشد</w:t>
      </w:r>
      <w:r w:rsidR="000C4B14">
        <w:rPr>
          <w:rtl/>
          <w:lang w:bidi="fa-IR"/>
        </w:rPr>
        <w:t>،</w:t>
      </w:r>
      <w:r w:rsidRPr="003E3506">
        <w:rPr>
          <w:rtl/>
          <w:lang w:bidi="fa-IR"/>
        </w:rPr>
        <w:t xml:space="preserve"> و در خانه او افطار كند.</w:t>
      </w:r>
    </w:p>
    <w:p w:rsidR="003E3506" w:rsidRPr="003E3506" w:rsidRDefault="003E3506" w:rsidP="003E3506">
      <w:pPr>
        <w:pStyle w:val="libNormal"/>
        <w:rPr>
          <w:lang w:bidi="fa-IR"/>
        </w:rPr>
      </w:pPr>
      <w:r w:rsidRPr="003E3506">
        <w:rPr>
          <w:rtl/>
          <w:lang w:bidi="fa-IR"/>
        </w:rPr>
        <w:t>٢٠٠٦ - اگر كسى موقع غروب شب عيد فطر ديوانه باشد</w:t>
      </w:r>
      <w:r w:rsidR="000C4B14">
        <w:rPr>
          <w:rtl/>
          <w:lang w:bidi="fa-IR"/>
        </w:rPr>
        <w:t>،</w:t>
      </w:r>
      <w:r w:rsidRPr="003E3506">
        <w:rPr>
          <w:rtl/>
          <w:lang w:bidi="fa-IR"/>
        </w:rPr>
        <w:t xml:space="preserve"> در صورتى كه ديوانگى او تا ظهر روز عيد فطر باقى باشد</w:t>
      </w:r>
      <w:r w:rsidR="000C4B14">
        <w:rPr>
          <w:rtl/>
          <w:lang w:bidi="fa-IR"/>
        </w:rPr>
        <w:t>،</w:t>
      </w:r>
      <w:r w:rsidRPr="003E3506">
        <w:rPr>
          <w:rtl/>
          <w:lang w:bidi="fa-IR"/>
        </w:rPr>
        <w:t xml:space="preserve"> زكاة فطره بر او واجب نيست</w:t>
      </w:r>
      <w:r w:rsidR="000C4B14">
        <w:rPr>
          <w:rtl/>
          <w:lang w:bidi="fa-IR"/>
        </w:rPr>
        <w:t>،</w:t>
      </w:r>
      <w:r w:rsidRPr="003E3506">
        <w:rPr>
          <w:rtl/>
          <w:lang w:bidi="fa-IR"/>
        </w:rPr>
        <w:t xml:space="preserve"> والا بنابر احتياط واجب لازم است فطره را بدهد.</w:t>
      </w:r>
    </w:p>
    <w:p w:rsidR="003E3506" w:rsidRPr="003E3506" w:rsidRDefault="003E3506" w:rsidP="003E3506">
      <w:pPr>
        <w:pStyle w:val="libNormal"/>
        <w:rPr>
          <w:lang w:bidi="fa-IR"/>
        </w:rPr>
      </w:pPr>
      <w:r w:rsidRPr="003E3506">
        <w:rPr>
          <w:rtl/>
          <w:lang w:bidi="fa-IR"/>
        </w:rPr>
        <w:t>٢٠٠٧ - اگر پيش از غروب بچه بالغ شود يا ديوانه عاقل گردد</w:t>
      </w:r>
      <w:r w:rsidR="000C4B14">
        <w:rPr>
          <w:rtl/>
          <w:lang w:bidi="fa-IR"/>
        </w:rPr>
        <w:t>،</w:t>
      </w:r>
      <w:r w:rsidRPr="003E3506">
        <w:rPr>
          <w:rtl/>
          <w:lang w:bidi="fa-IR"/>
        </w:rPr>
        <w:t xml:space="preserve"> يا فقير غنى شود</w:t>
      </w:r>
      <w:r w:rsidR="000C4B14">
        <w:rPr>
          <w:rtl/>
          <w:lang w:bidi="fa-IR"/>
        </w:rPr>
        <w:t>،</w:t>
      </w:r>
      <w:r w:rsidRPr="003E3506">
        <w:rPr>
          <w:rtl/>
          <w:lang w:bidi="fa-IR"/>
        </w:rPr>
        <w:t xml:space="preserve"> در صورتى كه شرايط واجب شدن فطره را دارا باشد</w:t>
      </w:r>
      <w:r w:rsidR="000C4B14">
        <w:rPr>
          <w:rtl/>
          <w:lang w:bidi="fa-IR"/>
        </w:rPr>
        <w:t>،</w:t>
      </w:r>
      <w:r w:rsidRPr="003E3506">
        <w:rPr>
          <w:rtl/>
          <w:lang w:bidi="fa-IR"/>
        </w:rPr>
        <w:t xml:space="preserve"> بايد زكاة فطره را بدهد.</w:t>
      </w:r>
    </w:p>
    <w:p w:rsidR="003E3506" w:rsidRPr="003E3506" w:rsidRDefault="003E3506" w:rsidP="003E3506">
      <w:pPr>
        <w:pStyle w:val="libNormal"/>
        <w:rPr>
          <w:lang w:bidi="fa-IR"/>
        </w:rPr>
      </w:pPr>
      <w:r w:rsidRPr="003E3506">
        <w:rPr>
          <w:rtl/>
          <w:lang w:bidi="fa-IR"/>
        </w:rPr>
        <w:t>٢٠٠٨ - كسى كه موقع غروب شب عيد فطر</w:t>
      </w:r>
      <w:r w:rsidR="000C4B14">
        <w:rPr>
          <w:rtl/>
          <w:lang w:bidi="fa-IR"/>
        </w:rPr>
        <w:t>،</w:t>
      </w:r>
      <w:r w:rsidRPr="003E3506">
        <w:rPr>
          <w:rtl/>
          <w:lang w:bidi="fa-IR"/>
        </w:rPr>
        <w:t xml:space="preserve"> زكاة فطره بر او واجب نيست</w:t>
      </w:r>
      <w:r w:rsidR="000C4B14">
        <w:rPr>
          <w:rtl/>
          <w:lang w:bidi="fa-IR"/>
        </w:rPr>
        <w:t>،</w:t>
      </w:r>
      <w:r w:rsidRPr="003E3506">
        <w:rPr>
          <w:rtl/>
          <w:lang w:bidi="fa-IR"/>
        </w:rPr>
        <w:t xml:space="preserve"> اگر تا پيش از ظهر روز عيد شرطهاى واجب شدن فطره در او پيدا شود</w:t>
      </w:r>
      <w:r w:rsidR="000C4B14">
        <w:rPr>
          <w:rtl/>
          <w:lang w:bidi="fa-IR"/>
        </w:rPr>
        <w:t>،</w:t>
      </w:r>
      <w:r w:rsidRPr="003E3506">
        <w:rPr>
          <w:rtl/>
          <w:lang w:bidi="fa-IR"/>
        </w:rPr>
        <w:t xml:space="preserve"> احتياط واجب آن است كه زكاة فطره را بدهد.</w:t>
      </w:r>
    </w:p>
    <w:p w:rsidR="003E3506" w:rsidRPr="003E3506" w:rsidRDefault="003E3506" w:rsidP="003E3506">
      <w:pPr>
        <w:pStyle w:val="libNormal"/>
        <w:rPr>
          <w:lang w:bidi="fa-IR"/>
        </w:rPr>
      </w:pPr>
      <w:r w:rsidRPr="003E3506">
        <w:rPr>
          <w:rtl/>
          <w:lang w:bidi="fa-IR"/>
        </w:rPr>
        <w:lastRenderedPageBreak/>
        <w:t>٢٠٠٩ - كافرى كه بعد از غروب شب عيد فطر مسلمان شده فطره بر او واجب نيست</w:t>
      </w:r>
      <w:r w:rsidR="000C4B14">
        <w:rPr>
          <w:rtl/>
          <w:lang w:bidi="fa-IR"/>
        </w:rPr>
        <w:t>،</w:t>
      </w:r>
      <w:r w:rsidRPr="003E3506">
        <w:rPr>
          <w:rtl/>
          <w:lang w:bidi="fa-IR"/>
        </w:rPr>
        <w:t xml:space="preserve"> ولى مسلمانى كه شيعه نبوده</w:t>
      </w:r>
      <w:r w:rsidR="000C4B14">
        <w:rPr>
          <w:rtl/>
          <w:lang w:bidi="fa-IR"/>
        </w:rPr>
        <w:t>،</w:t>
      </w:r>
      <w:r w:rsidRPr="003E3506">
        <w:rPr>
          <w:rtl/>
          <w:lang w:bidi="fa-IR"/>
        </w:rPr>
        <w:t xml:space="preserve"> اگر بعد از ديدن ماه شيعه شود بايد زكاة فطره را بدهد.</w:t>
      </w:r>
    </w:p>
    <w:p w:rsidR="003E3506" w:rsidRPr="003E3506" w:rsidRDefault="003E3506" w:rsidP="003E3506">
      <w:pPr>
        <w:pStyle w:val="libNormal"/>
        <w:rPr>
          <w:lang w:bidi="fa-IR"/>
        </w:rPr>
      </w:pPr>
      <w:r w:rsidRPr="003E3506">
        <w:rPr>
          <w:rtl/>
          <w:lang w:bidi="fa-IR"/>
        </w:rPr>
        <w:t>٢٠١٠ - كسى كه فقط به اندازه يك صاع گندم و مانند آن را دارد</w:t>
      </w:r>
      <w:r w:rsidR="000C4B14">
        <w:rPr>
          <w:rtl/>
          <w:lang w:bidi="fa-IR"/>
        </w:rPr>
        <w:t>،</w:t>
      </w:r>
      <w:r w:rsidRPr="003E3506">
        <w:rPr>
          <w:rtl/>
          <w:lang w:bidi="fa-IR"/>
        </w:rPr>
        <w:t xml:space="preserve"> مستحب است زكاة فطره را بدهد و چنانچه عيالاتى داشته باشد</w:t>
      </w:r>
      <w:r w:rsidR="000C4B14">
        <w:rPr>
          <w:rtl/>
          <w:lang w:bidi="fa-IR"/>
        </w:rPr>
        <w:t>،</w:t>
      </w:r>
      <w:r w:rsidRPr="003E3506">
        <w:rPr>
          <w:rtl/>
          <w:lang w:bidi="fa-IR"/>
        </w:rPr>
        <w:t xml:space="preserve"> و بخواهد فطره آنها را هم بدهد مى تواند به قصد فطره آن يك صاع را به يكى از عيالاتش بدهد و او هم به همين قصد به ديگرى بدهد و هم چنين تا به نفر آخر برسد</w:t>
      </w:r>
      <w:r w:rsidR="000C4B14">
        <w:rPr>
          <w:rtl/>
          <w:lang w:bidi="fa-IR"/>
        </w:rPr>
        <w:t>،</w:t>
      </w:r>
      <w:r w:rsidRPr="003E3506">
        <w:rPr>
          <w:rtl/>
          <w:lang w:bidi="fa-IR"/>
        </w:rPr>
        <w:t xml:space="preserve"> و بهتر است نفر آخر چيزى را كه مى گيرد به كسى بدهد كه از خودشان نباشد</w:t>
      </w:r>
      <w:r w:rsidR="000C4B14">
        <w:rPr>
          <w:rtl/>
          <w:lang w:bidi="fa-IR"/>
        </w:rPr>
        <w:t>،</w:t>
      </w:r>
      <w:r w:rsidRPr="003E3506">
        <w:rPr>
          <w:rtl/>
          <w:lang w:bidi="fa-IR"/>
        </w:rPr>
        <w:t xml:space="preserve"> و اگر يكى از آنها صغير باشد</w:t>
      </w:r>
      <w:r w:rsidR="000C4B14">
        <w:rPr>
          <w:rtl/>
          <w:lang w:bidi="fa-IR"/>
        </w:rPr>
        <w:t>،</w:t>
      </w:r>
      <w:r w:rsidRPr="003E3506">
        <w:rPr>
          <w:rtl/>
          <w:lang w:bidi="fa-IR"/>
        </w:rPr>
        <w:t xml:space="preserve"> ولى او به جاى او مى گيرد</w:t>
      </w:r>
      <w:r w:rsidR="000C4B14">
        <w:rPr>
          <w:rtl/>
          <w:lang w:bidi="fa-IR"/>
        </w:rPr>
        <w:t>،</w:t>
      </w:r>
      <w:r w:rsidRPr="003E3506">
        <w:rPr>
          <w:rtl/>
          <w:lang w:bidi="fa-IR"/>
        </w:rPr>
        <w:t xml:space="preserve"> و احتياط آن است كه چيزى را كه براى صغير گرفته به كسى ندهد.</w:t>
      </w:r>
    </w:p>
    <w:p w:rsidR="003E3506" w:rsidRPr="003E3506" w:rsidRDefault="003E3506" w:rsidP="003E3506">
      <w:pPr>
        <w:pStyle w:val="libNormal"/>
        <w:rPr>
          <w:lang w:bidi="fa-IR"/>
        </w:rPr>
      </w:pPr>
      <w:r w:rsidRPr="003E3506">
        <w:rPr>
          <w:rtl/>
          <w:lang w:bidi="fa-IR"/>
        </w:rPr>
        <w:t>٢٠١١ - اگر بعد از غروب شب عيد فطر بچه دار شود واجب نيست فطره او را بدهد</w:t>
      </w:r>
      <w:r w:rsidR="000C4B14">
        <w:rPr>
          <w:rtl/>
          <w:lang w:bidi="fa-IR"/>
        </w:rPr>
        <w:t>،</w:t>
      </w:r>
      <w:r w:rsidRPr="003E3506">
        <w:rPr>
          <w:rtl/>
          <w:lang w:bidi="fa-IR"/>
        </w:rPr>
        <w:t xml:space="preserve"> ولى احتياط واجب آن است كه فطره كسانى را كه بعد از غروب تا پيش از ظهر عيد نان خور او حساب مى شوند بدهد.</w:t>
      </w:r>
    </w:p>
    <w:p w:rsidR="003E3506" w:rsidRPr="003E3506" w:rsidRDefault="003E3506" w:rsidP="003E3506">
      <w:pPr>
        <w:pStyle w:val="libNormal"/>
        <w:rPr>
          <w:lang w:bidi="fa-IR"/>
        </w:rPr>
      </w:pPr>
      <w:r w:rsidRPr="003E3506">
        <w:rPr>
          <w:rtl/>
          <w:lang w:bidi="fa-IR"/>
        </w:rPr>
        <w:t>٢٠١٢ - اگر انسان نان خور كسى باشد و پيش از غروب نان خور كس ديگر شود</w:t>
      </w:r>
      <w:r w:rsidR="000C4B14">
        <w:rPr>
          <w:rtl/>
          <w:lang w:bidi="fa-IR"/>
        </w:rPr>
        <w:t>،</w:t>
      </w:r>
      <w:r w:rsidRPr="003E3506">
        <w:rPr>
          <w:rtl/>
          <w:lang w:bidi="fa-IR"/>
        </w:rPr>
        <w:t xml:space="preserve"> فطره او بر كسى كه نان خور او شده واجب است مثلا اگر دختر پيش از غروب به خانه شوهر رود</w:t>
      </w:r>
      <w:r w:rsidR="000C4B14">
        <w:rPr>
          <w:rtl/>
          <w:lang w:bidi="fa-IR"/>
        </w:rPr>
        <w:t>،</w:t>
      </w:r>
      <w:r w:rsidRPr="003E3506">
        <w:rPr>
          <w:rtl/>
          <w:lang w:bidi="fa-IR"/>
        </w:rPr>
        <w:t xml:space="preserve"> بايد شوهرش فطره او را بدهد.</w:t>
      </w:r>
    </w:p>
    <w:p w:rsidR="003E3506" w:rsidRPr="003E3506" w:rsidRDefault="003E3506" w:rsidP="003E3506">
      <w:pPr>
        <w:pStyle w:val="libNormal"/>
        <w:rPr>
          <w:lang w:bidi="fa-IR"/>
        </w:rPr>
      </w:pPr>
      <w:r w:rsidRPr="003E3506">
        <w:rPr>
          <w:rtl/>
          <w:lang w:bidi="fa-IR"/>
        </w:rPr>
        <w:t>٢٠١٣ - كسى كه ديگرى بايد فطره او را بدهد</w:t>
      </w:r>
      <w:r w:rsidR="000C4B14">
        <w:rPr>
          <w:rtl/>
          <w:lang w:bidi="fa-IR"/>
        </w:rPr>
        <w:t>،</w:t>
      </w:r>
      <w:r w:rsidRPr="003E3506">
        <w:rPr>
          <w:rtl/>
          <w:lang w:bidi="fa-IR"/>
        </w:rPr>
        <w:t xml:space="preserve"> واجب نيست فطره خود را بدهد.</w:t>
      </w:r>
    </w:p>
    <w:p w:rsidR="003E3506" w:rsidRPr="003E3506" w:rsidRDefault="003E3506" w:rsidP="003E3506">
      <w:pPr>
        <w:pStyle w:val="libNormal"/>
        <w:rPr>
          <w:lang w:bidi="fa-IR"/>
        </w:rPr>
      </w:pPr>
      <w:r w:rsidRPr="003E3506">
        <w:rPr>
          <w:rtl/>
          <w:lang w:bidi="fa-IR"/>
        </w:rPr>
        <w:t>٢٠١٤ - اگر فطره انسان بر كسى واجب باشد و او فطره را ندهد بر خود انسان بنابر احتياط واجب مى شود</w:t>
      </w:r>
      <w:r w:rsidR="000C4B14">
        <w:rPr>
          <w:rtl/>
          <w:lang w:bidi="fa-IR"/>
        </w:rPr>
        <w:t>،</w:t>
      </w:r>
      <w:r w:rsidRPr="003E3506">
        <w:rPr>
          <w:rtl/>
          <w:lang w:bidi="fa-IR"/>
        </w:rPr>
        <w:t xml:space="preserve"> چنانچه داراى شرايط گذشته در مساله </w:t>
      </w:r>
      <w:r w:rsidR="00605FAB">
        <w:rPr>
          <w:rtl/>
          <w:lang w:bidi="fa-IR"/>
        </w:rPr>
        <w:t>(</w:t>
      </w:r>
      <w:r w:rsidRPr="003E3506">
        <w:rPr>
          <w:rtl/>
          <w:lang w:bidi="fa-IR"/>
        </w:rPr>
        <w:t>١٩٩٩</w:t>
      </w:r>
      <w:r w:rsidR="00605FAB">
        <w:rPr>
          <w:rtl/>
          <w:lang w:bidi="fa-IR"/>
        </w:rPr>
        <w:t>)</w:t>
      </w:r>
      <w:r w:rsidRPr="003E3506">
        <w:rPr>
          <w:rtl/>
          <w:lang w:bidi="fa-IR"/>
        </w:rPr>
        <w:t xml:space="preserve"> باشد</w:t>
      </w:r>
      <w:r w:rsidR="000C4B14">
        <w:rPr>
          <w:rtl/>
          <w:lang w:bidi="fa-IR"/>
        </w:rPr>
        <w:t>،</w:t>
      </w:r>
      <w:r w:rsidRPr="003E3506">
        <w:rPr>
          <w:rtl/>
          <w:lang w:bidi="fa-IR"/>
        </w:rPr>
        <w:t xml:space="preserve"> فطره خويش را بدهد.</w:t>
      </w:r>
    </w:p>
    <w:p w:rsidR="003E3506" w:rsidRPr="003E3506" w:rsidRDefault="003E3506" w:rsidP="003E3506">
      <w:pPr>
        <w:pStyle w:val="libNormal"/>
        <w:rPr>
          <w:lang w:bidi="fa-IR"/>
        </w:rPr>
      </w:pPr>
      <w:r w:rsidRPr="003E3506">
        <w:rPr>
          <w:rtl/>
          <w:lang w:bidi="fa-IR"/>
        </w:rPr>
        <w:t>٢٠١٥ - اگر كسى كه فطره او بر ديگرى واجب است خودش فطره را بدهد</w:t>
      </w:r>
      <w:r w:rsidR="000C4B14">
        <w:rPr>
          <w:rtl/>
          <w:lang w:bidi="fa-IR"/>
        </w:rPr>
        <w:t>،</w:t>
      </w:r>
      <w:r w:rsidRPr="003E3506">
        <w:rPr>
          <w:rtl/>
          <w:lang w:bidi="fa-IR"/>
        </w:rPr>
        <w:t xml:space="preserve"> از كسى كه فطره بر او واجب شده ساقط نمى شود.</w:t>
      </w:r>
    </w:p>
    <w:p w:rsidR="003E3506" w:rsidRPr="003E3506" w:rsidRDefault="003E3506" w:rsidP="003E3506">
      <w:pPr>
        <w:pStyle w:val="libNormal"/>
        <w:rPr>
          <w:lang w:bidi="fa-IR"/>
        </w:rPr>
      </w:pPr>
      <w:r w:rsidRPr="003E3506">
        <w:rPr>
          <w:rtl/>
          <w:lang w:bidi="fa-IR"/>
        </w:rPr>
        <w:t>٢٠١٦ - زنى كه شوهرش مخارج او را نمى دهد</w:t>
      </w:r>
      <w:r w:rsidR="000C4B14">
        <w:rPr>
          <w:rtl/>
          <w:lang w:bidi="fa-IR"/>
        </w:rPr>
        <w:t>،</w:t>
      </w:r>
      <w:r w:rsidRPr="003E3506">
        <w:rPr>
          <w:rtl/>
          <w:lang w:bidi="fa-IR"/>
        </w:rPr>
        <w:t xml:space="preserve"> چنانچه نان خور شخص ديگرى باشد</w:t>
      </w:r>
      <w:r w:rsidR="000C4B14">
        <w:rPr>
          <w:rtl/>
          <w:lang w:bidi="fa-IR"/>
        </w:rPr>
        <w:t>،</w:t>
      </w:r>
      <w:r w:rsidRPr="003E3506">
        <w:rPr>
          <w:rtl/>
          <w:lang w:bidi="fa-IR"/>
        </w:rPr>
        <w:t xml:space="preserve"> فطره اش بر آن كس واجب است و اگر نان خور شخص ديگرى نيست</w:t>
      </w:r>
      <w:r w:rsidR="000C4B14">
        <w:rPr>
          <w:rtl/>
          <w:lang w:bidi="fa-IR"/>
        </w:rPr>
        <w:t>،</w:t>
      </w:r>
      <w:r w:rsidRPr="003E3506">
        <w:rPr>
          <w:rtl/>
          <w:lang w:bidi="fa-IR"/>
        </w:rPr>
        <w:t xml:space="preserve"> در صورتى كه فقير نباشد</w:t>
      </w:r>
      <w:r w:rsidR="000C4B14">
        <w:rPr>
          <w:rtl/>
          <w:lang w:bidi="fa-IR"/>
        </w:rPr>
        <w:t>،</w:t>
      </w:r>
      <w:r w:rsidRPr="003E3506">
        <w:rPr>
          <w:rtl/>
          <w:lang w:bidi="fa-IR"/>
        </w:rPr>
        <w:t xml:space="preserve"> بايد فطره خود را بدهد.</w:t>
      </w:r>
    </w:p>
    <w:p w:rsidR="003E3506" w:rsidRPr="003E3506" w:rsidRDefault="003E3506" w:rsidP="003E3506">
      <w:pPr>
        <w:pStyle w:val="libNormal"/>
        <w:rPr>
          <w:lang w:bidi="fa-IR"/>
        </w:rPr>
      </w:pPr>
      <w:r w:rsidRPr="003E3506">
        <w:rPr>
          <w:rtl/>
          <w:lang w:bidi="fa-IR"/>
        </w:rPr>
        <w:lastRenderedPageBreak/>
        <w:t>٢٠١٧ - كسى كه سيد نيست</w:t>
      </w:r>
      <w:r w:rsidR="000C4B14">
        <w:rPr>
          <w:rtl/>
          <w:lang w:bidi="fa-IR"/>
        </w:rPr>
        <w:t>،</w:t>
      </w:r>
      <w:r w:rsidRPr="003E3506">
        <w:rPr>
          <w:rtl/>
          <w:lang w:bidi="fa-IR"/>
        </w:rPr>
        <w:t xml:space="preserve"> نمى تواند به سيد فطره بدهد</w:t>
      </w:r>
      <w:r w:rsidR="000C4B14">
        <w:rPr>
          <w:rtl/>
          <w:lang w:bidi="fa-IR"/>
        </w:rPr>
        <w:t>،</w:t>
      </w:r>
      <w:r w:rsidRPr="003E3506">
        <w:rPr>
          <w:rtl/>
          <w:lang w:bidi="fa-IR"/>
        </w:rPr>
        <w:t xml:space="preserve"> حتى اگر سيدى نان خور او باشد</w:t>
      </w:r>
      <w:r w:rsidR="000C4B14">
        <w:rPr>
          <w:rtl/>
          <w:lang w:bidi="fa-IR"/>
        </w:rPr>
        <w:t>،</w:t>
      </w:r>
      <w:r w:rsidRPr="003E3506">
        <w:rPr>
          <w:rtl/>
          <w:lang w:bidi="fa-IR"/>
        </w:rPr>
        <w:t xml:space="preserve"> نمى تواند فطره او را به سيد ديگرى بدهد.</w:t>
      </w:r>
    </w:p>
    <w:p w:rsidR="003E3506" w:rsidRPr="003E3506" w:rsidRDefault="003E3506" w:rsidP="003E3506">
      <w:pPr>
        <w:pStyle w:val="libNormal"/>
        <w:rPr>
          <w:lang w:bidi="fa-IR"/>
        </w:rPr>
      </w:pPr>
      <w:r w:rsidRPr="003E3506">
        <w:rPr>
          <w:rtl/>
          <w:lang w:bidi="fa-IR"/>
        </w:rPr>
        <w:t>٢٠١٨ - فطره طفلى كه از مادر يا دايه شير مى خورد</w:t>
      </w:r>
      <w:r w:rsidR="000C4B14">
        <w:rPr>
          <w:rtl/>
          <w:lang w:bidi="fa-IR"/>
        </w:rPr>
        <w:t>،</w:t>
      </w:r>
      <w:r w:rsidRPr="003E3506">
        <w:rPr>
          <w:rtl/>
          <w:lang w:bidi="fa-IR"/>
        </w:rPr>
        <w:t xml:space="preserve"> بر كسى است كه مخارج مادر يا دايه را مى دهد</w:t>
      </w:r>
      <w:r w:rsidR="000C4B14">
        <w:rPr>
          <w:rtl/>
          <w:lang w:bidi="fa-IR"/>
        </w:rPr>
        <w:t>،</w:t>
      </w:r>
      <w:r w:rsidRPr="003E3506">
        <w:rPr>
          <w:rtl/>
          <w:lang w:bidi="fa-IR"/>
        </w:rPr>
        <w:t xml:space="preserve"> ولى اگر مادر يا دايه مخارج خود را از مال طفل برمى دارد</w:t>
      </w:r>
      <w:r w:rsidR="000C4B14">
        <w:rPr>
          <w:rtl/>
          <w:lang w:bidi="fa-IR"/>
        </w:rPr>
        <w:t>،</w:t>
      </w:r>
      <w:r w:rsidRPr="003E3506">
        <w:rPr>
          <w:rtl/>
          <w:lang w:bidi="fa-IR"/>
        </w:rPr>
        <w:t xml:space="preserve"> فطره طفل بر كسى واجب نيست</w:t>
      </w:r>
      <w:r w:rsidR="000C4B14">
        <w:rPr>
          <w:rtl/>
          <w:lang w:bidi="fa-IR"/>
        </w:rPr>
        <w:t>.</w:t>
      </w:r>
    </w:p>
    <w:p w:rsidR="003E3506" w:rsidRPr="003E3506" w:rsidRDefault="003E3506" w:rsidP="003E3506">
      <w:pPr>
        <w:pStyle w:val="libNormal"/>
        <w:rPr>
          <w:lang w:bidi="fa-IR"/>
        </w:rPr>
      </w:pPr>
      <w:r w:rsidRPr="003E3506">
        <w:rPr>
          <w:rtl/>
          <w:lang w:bidi="fa-IR"/>
        </w:rPr>
        <w:t>٢٠١٩ - انسان اگر چه مخارج عيالاتش را از مال حرام بدهد</w:t>
      </w:r>
      <w:r w:rsidR="000C4B14">
        <w:rPr>
          <w:rtl/>
          <w:lang w:bidi="fa-IR"/>
        </w:rPr>
        <w:t>،</w:t>
      </w:r>
      <w:r w:rsidRPr="003E3506">
        <w:rPr>
          <w:rtl/>
          <w:lang w:bidi="fa-IR"/>
        </w:rPr>
        <w:t xml:space="preserve"> بايد فطره آنان را از مال حلال بدهد.</w:t>
      </w:r>
    </w:p>
    <w:p w:rsidR="003E3506" w:rsidRPr="003E3506" w:rsidRDefault="003E3506" w:rsidP="003E3506">
      <w:pPr>
        <w:pStyle w:val="libNormal"/>
        <w:rPr>
          <w:lang w:bidi="fa-IR"/>
        </w:rPr>
      </w:pPr>
      <w:r w:rsidRPr="003E3506">
        <w:rPr>
          <w:rtl/>
          <w:lang w:bidi="fa-IR"/>
        </w:rPr>
        <w:t>٢٠٢٠ - اگر انسان كسى را كه اجير مى نمايد</w:t>
      </w:r>
      <w:r w:rsidR="000C4B14">
        <w:rPr>
          <w:rtl/>
          <w:lang w:bidi="fa-IR"/>
        </w:rPr>
        <w:t>،</w:t>
      </w:r>
      <w:r w:rsidRPr="003E3506">
        <w:rPr>
          <w:rtl/>
          <w:lang w:bidi="fa-IR"/>
        </w:rPr>
        <w:t xml:space="preserve"> مانند بنا و نجار و خادم مخارج او را بدهد به طورى كه نان خور او محسوب شود</w:t>
      </w:r>
      <w:r w:rsidR="000C4B14">
        <w:rPr>
          <w:rtl/>
          <w:lang w:bidi="fa-IR"/>
        </w:rPr>
        <w:t>،</w:t>
      </w:r>
      <w:r w:rsidRPr="003E3506">
        <w:rPr>
          <w:rtl/>
          <w:lang w:bidi="fa-IR"/>
        </w:rPr>
        <w:t xml:space="preserve"> بايد فطره او را هم بدهد</w:t>
      </w:r>
      <w:r w:rsidR="000C4B14">
        <w:rPr>
          <w:rtl/>
          <w:lang w:bidi="fa-IR"/>
        </w:rPr>
        <w:t>،</w:t>
      </w:r>
      <w:r w:rsidRPr="003E3506">
        <w:rPr>
          <w:rtl/>
          <w:lang w:bidi="fa-IR"/>
        </w:rPr>
        <w:t xml:space="preserve"> ولى چنانچه فقط مزد كارش را بدهد</w:t>
      </w:r>
      <w:r w:rsidR="000C4B14">
        <w:rPr>
          <w:rtl/>
          <w:lang w:bidi="fa-IR"/>
        </w:rPr>
        <w:t>،</w:t>
      </w:r>
      <w:r w:rsidRPr="003E3506">
        <w:rPr>
          <w:rtl/>
          <w:lang w:bidi="fa-IR"/>
        </w:rPr>
        <w:t xml:space="preserve"> واجب نيست فطره او را بدهد.</w:t>
      </w:r>
    </w:p>
    <w:p w:rsidR="003E3506" w:rsidRPr="003E3506" w:rsidRDefault="003E3506" w:rsidP="003E3506">
      <w:pPr>
        <w:pStyle w:val="libNormal"/>
        <w:rPr>
          <w:lang w:bidi="fa-IR"/>
        </w:rPr>
      </w:pPr>
      <w:r w:rsidRPr="003E3506">
        <w:rPr>
          <w:rtl/>
          <w:lang w:bidi="fa-IR"/>
        </w:rPr>
        <w:t>٢٠٢١ - اگر پيش از غروب شب عيد فطر بميرد</w:t>
      </w:r>
      <w:r w:rsidR="000C4B14">
        <w:rPr>
          <w:rtl/>
          <w:lang w:bidi="fa-IR"/>
        </w:rPr>
        <w:t>،</w:t>
      </w:r>
      <w:r w:rsidRPr="003E3506">
        <w:rPr>
          <w:rtl/>
          <w:lang w:bidi="fa-IR"/>
        </w:rPr>
        <w:t xml:space="preserve"> واجب نيست فطره او و عيالاتش را از مال او بدهند</w:t>
      </w:r>
      <w:r w:rsidR="000C4B14">
        <w:rPr>
          <w:rtl/>
          <w:lang w:bidi="fa-IR"/>
        </w:rPr>
        <w:t>،</w:t>
      </w:r>
      <w:r w:rsidRPr="003E3506">
        <w:rPr>
          <w:rtl/>
          <w:lang w:bidi="fa-IR"/>
        </w:rPr>
        <w:t xml:space="preserve"> ولى اگر بعد از غروب بميرد مشهور فرموده اند بايد فطره او و عيالاتش را از مال او بدهند</w:t>
      </w:r>
      <w:r w:rsidR="000C4B14">
        <w:rPr>
          <w:rtl/>
          <w:lang w:bidi="fa-IR"/>
        </w:rPr>
        <w:t>،</w:t>
      </w:r>
      <w:r w:rsidRPr="003E3506">
        <w:rPr>
          <w:rtl/>
          <w:lang w:bidi="fa-IR"/>
        </w:rPr>
        <w:t xml:space="preserve"> ولى اين حكم خالى از اشكال نيست</w:t>
      </w:r>
      <w:r w:rsidR="000C4B14">
        <w:rPr>
          <w:rtl/>
          <w:lang w:bidi="fa-IR"/>
        </w:rPr>
        <w:t>،</w:t>
      </w:r>
      <w:r w:rsidRPr="003E3506">
        <w:rPr>
          <w:rtl/>
          <w:lang w:bidi="fa-IR"/>
        </w:rPr>
        <w:t xml:space="preserve"> و مقتضاى احتياط ترك نشود.</w:t>
      </w:r>
    </w:p>
    <w:p w:rsidR="003E3506" w:rsidRDefault="00605FAB" w:rsidP="00954472">
      <w:pPr>
        <w:pStyle w:val="Heading3"/>
        <w:rPr>
          <w:rtl/>
          <w:lang w:bidi="fa-IR"/>
        </w:rPr>
      </w:pPr>
      <w:bookmarkStart w:id="218" w:name="_Toc24454641"/>
      <w:r>
        <w:rPr>
          <w:rtl/>
          <w:lang w:bidi="fa-IR"/>
        </w:rPr>
        <w:t>(</w:t>
      </w:r>
      <w:r w:rsidR="003E3506" w:rsidRPr="003E3506">
        <w:rPr>
          <w:rtl/>
          <w:lang w:bidi="fa-IR"/>
        </w:rPr>
        <w:t>مصرف زكاة فطره</w:t>
      </w:r>
      <w:r>
        <w:rPr>
          <w:rtl/>
          <w:lang w:bidi="fa-IR"/>
        </w:rPr>
        <w:t>)</w:t>
      </w:r>
      <w:bookmarkEnd w:id="218"/>
    </w:p>
    <w:p w:rsidR="003E3506" w:rsidRPr="003E3506" w:rsidRDefault="003E3506" w:rsidP="003E3506">
      <w:pPr>
        <w:pStyle w:val="libNormal"/>
        <w:rPr>
          <w:lang w:bidi="fa-IR"/>
        </w:rPr>
      </w:pPr>
      <w:r w:rsidRPr="003E3506">
        <w:rPr>
          <w:rtl/>
          <w:lang w:bidi="fa-IR"/>
        </w:rPr>
        <w:t>٢٠٢٢ - زكاة فطره را بنابر احتياط واجب بايد فقط به فقراى شيعه كه داراى شرايط گذشته در مستحقين زكاة مال هستند</w:t>
      </w:r>
      <w:r w:rsidR="000C4B14">
        <w:rPr>
          <w:rtl/>
          <w:lang w:bidi="fa-IR"/>
        </w:rPr>
        <w:t>،</w:t>
      </w:r>
      <w:r w:rsidRPr="003E3506">
        <w:rPr>
          <w:rtl/>
          <w:lang w:bidi="fa-IR"/>
        </w:rPr>
        <w:t xml:space="preserve"> داد</w:t>
      </w:r>
      <w:r w:rsidR="000C4B14">
        <w:rPr>
          <w:rtl/>
          <w:lang w:bidi="fa-IR"/>
        </w:rPr>
        <w:t>،</w:t>
      </w:r>
      <w:r w:rsidRPr="003E3506">
        <w:rPr>
          <w:rtl/>
          <w:lang w:bidi="fa-IR"/>
        </w:rPr>
        <w:t xml:space="preserve"> و چنانچه در شهر از فقراى شيعه كسى نباشد</w:t>
      </w:r>
      <w:r w:rsidR="000C4B14">
        <w:rPr>
          <w:rtl/>
          <w:lang w:bidi="fa-IR"/>
        </w:rPr>
        <w:t>،</w:t>
      </w:r>
      <w:r w:rsidRPr="003E3506">
        <w:rPr>
          <w:rtl/>
          <w:lang w:bidi="fa-IR"/>
        </w:rPr>
        <w:t xml:space="preserve"> مى تواند آن را به فقراى ديگر مسلمانان داد</w:t>
      </w:r>
      <w:r w:rsidR="000C4B14">
        <w:rPr>
          <w:rtl/>
          <w:lang w:bidi="fa-IR"/>
        </w:rPr>
        <w:t>،</w:t>
      </w:r>
      <w:r w:rsidRPr="003E3506">
        <w:rPr>
          <w:rtl/>
          <w:lang w:bidi="fa-IR"/>
        </w:rPr>
        <w:t xml:space="preserve"> ولى در هر صورت نبايد به ناصبى داده شود.</w:t>
      </w:r>
    </w:p>
    <w:p w:rsidR="003E3506" w:rsidRPr="003E3506" w:rsidRDefault="003E3506" w:rsidP="003E3506">
      <w:pPr>
        <w:pStyle w:val="libNormal"/>
        <w:rPr>
          <w:lang w:bidi="fa-IR"/>
        </w:rPr>
      </w:pPr>
      <w:r w:rsidRPr="003E3506">
        <w:rPr>
          <w:rtl/>
          <w:lang w:bidi="fa-IR"/>
        </w:rPr>
        <w:t>٢٠٢٣ - اگر طفل شيعه اى فقير باشد</w:t>
      </w:r>
      <w:r w:rsidR="000C4B14">
        <w:rPr>
          <w:rtl/>
          <w:lang w:bidi="fa-IR"/>
        </w:rPr>
        <w:t>،</w:t>
      </w:r>
      <w:r w:rsidRPr="003E3506">
        <w:rPr>
          <w:rtl/>
          <w:lang w:bidi="fa-IR"/>
        </w:rPr>
        <w:t xml:space="preserve"> انسان مى تواند فطره او را به مصرف او برساند</w:t>
      </w:r>
      <w:r w:rsidR="000C4B14">
        <w:rPr>
          <w:rtl/>
          <w:lang w:bidi="fa-IR"/>
        </w:rPr>
        <w:t>،</w:t>
      </w:r>
      <w:r w:rsidRPr="003E3506">
        <w:rPr>
          <w:rtl/>
          <w:lang w:bidi="fa-IR"/>
        </w:rPr>
        <w:t xml:space="preserve"> يا به واسطه دادن به ولى او</w:t>
      </w:r>
      <w:r w:rsidR="000C4B14">
        <w:rPr>
          <w:rtl/>
          <w:lang w:bidi="fa-IR"/>
        </w:rPr>
        <w:t>،</w:t>
      </w:r>
      <w:r w:rsidRPr="003E3506">
        <w:rPr>
          <w:rtl/>
          <w:lang w:bidi="fa-IR"/>
        </w:rPr>
        <w:t xml:space="preserve"> ملك طفل نمايد.</w:t>
      </w:r>
    </w:p>
    <w:p w:rsidR="003E3506" w:rsidRPr="003E3506" w:rsidRDefault="003E3506" w:rsidP="003E3506">
      <w:pPr>
        <w:pStyle w:val="libNormal"/>
        <w:rPr>
          <w:lang w:bidi="fa-IR"/>
        </w:rPr>
      </w:pPr>
      <w:r w:rsidRPr="003E3506">
        <w:rPr>
          <w:rtl/>
          <w:lang w:bidi="fa-IR"/>
        </w:rPr>
        <w:t>٢٠٢٤ - فقيرى كه فطره به او مى دهند</w:t>
      </w:r>
      <w:r w:rsidR="000C4B14">
        <w:rPr>
          <w:rtl/>
          <w:lang w:bidi="fa-IR"/>
        </w:rPr>
        <w:t>،</w:t>
      </w:r>
      <w:r w:rsidRPr="003E3506">
        <w:rPr>
          <w:rtl/>
          <w:lang w:bidi="fa-IR"/>
        </w:rPr>
        <w:t xml:space="preserve"> لازم نيست عادل باشد</w:t>
      </w:r>
      <w:r w:rsidR="000C4B14">
        <w:rPr>
          <w:rtl/>
          <w:lang w:bidi="fa-IR"/>
        </w:rPr>
        <w:t>،</w:t>
      </w:r>
      <w:r w:rsidRPr="003E3506">
        <w:rPr>
          <w:rtl/>
          <w:lang w:bidi="fa-IR"/>
        </w:rPr>
        <w:t xml:space="preserve"> ولى احتياط واجب آن است كه به شراب خوار و بى نماز و كسى كه آشكارا معصيت مى كند فطره ندهند.</w:t>
      </w:r>
    </w:p>
    <w:p w:rsidR="003E3506" w:rsidRPr="003E3506" w:rsidRDefault="003E3506" w:rsidP="003E3506">
      <w:pPr>
        <w:pStyle w:val="libNormal"/>
        <w:rPr>
          <w:lang w:bidi="fa-IR"/>
        </w:rPr>
      </w:pPr>
      <w:r w:rsidRPr="003E3506">
        <w:rPr>
          <w:rtl/>
          <w:lang w:bidi="fa-IR"/>
        </w:rPr>
        <w:t>٢٠٢٥ - به كسى كه فطره را در معصيت مصرف مى كند نبايد فطره بدهند.</w:t>
      </w:r>
    </w:p>
    <w:p w:rsidR="003E3506" w:rsidRPr="003E3506" w:rsidRDefault="003E3506" w:rsidP="003E3506">
      <w:pPr>
        <w:pStyle w:val="libNormal"/>
        <w:rPr>
          <w:lang w:bidi="fa-IR"/>
        </w:rPr>
      </w:pPr>
      <w:r w:rsidRPr="003E3506">
        <w:rPr>
          <w:rtl/>
          <w:lang w:bidi="fa-IR"/>
        </w:rPr>
        <w:lastRenderedPageBreak/>
        <w:t>٢٠٢٦ - احتياط مستحب آن است كه به يك فقير كمتر از يك صاع فطره ندهند</w:t>
      </w:r>
      <w:r w:rsidR="000C4B14">
        <w:rPr>
          <w:rtl/>
          <w:lang w:bidi="fa-IR"/>
        </w:rPr>
        <w:t>،</w:t>
      </w:r>
      <w:r w:rsidRPr="003E3506">
        <w:rPr>
          <w:rtl/>
          <w:lang w:bidi="fa-IR"/>
        </w:rPr>
        <w:t xml:space="preserve"> ولى اگر بيشتر بدهند هيچ اشكالى ندارد.</w:t>
      </w:r>
    </w:p>
    <w:p w:rsidR="003E3506" w:rsidRPr="003E3506" w:rsidRDefault="003E3506" w:rsidP="003E3506">
      <w:pPr>
        <w:pStyle w:val="libNormal"/>
        <w:rPr>
          <w:lang w:bidi="fa-IR"/>
        </w:rPr>
      </w:pPr>
      <w:r w:rsidRPr="003E3506">
        <w:rPr>
          <w:rtl/>
          <w:lang w:bidi="fa-IR"/>
        </w:rPr>
        <w:t>٢٠٢٧ - اگر از جنسى كه قيمتش دو برابر قيمت معمولى آن است مثلا از گندمى كه قيمت آن دو برابر قيمت گندم معمولى است</w:t>
      </w:r>
      <w:r w:rsidR="000C4B14">
        <w:rPr>
          <w:rtl/>
          <w:lang w:bidi="fa-IR"/>
        </w:rPr>
        <w:t>،</w:t>
      </w:r>
      <w:r w:rsidRPr="003E3506">
        <w:rPr>
          <w:rtl/>
          <w:lang w:bidi="fa-IR"/>
        </w:rPr>
        <w:t xml:space="preserve"> نصف صاع بدهد</w:t>
      </w:r>
      <w:r w:rsidR="000C4B14">
        <w:rPr>
          <w:rtl/>
          <w:lang w:bidi="fa-IR"/>
        </w:rPr>
        <w:t>،</w:t>
      </w:r>
      <w:r w:rsidRPr="003E3506">
        <w:rPr>
          <w:rtl/>
          <w:lang w:bidi="fa-IR"/>
        </w:rPr>
        <w:t xml:space="preserve"> كافى نيست</w:t>
      </w:r>
      <w:r w:rsidR="000C4B14">
        <w:rPr>
          <w:rtl/>
          <w:lang w:bidi="fa-IR"/>
        </w:rPr>
        <w:t>،</w:t>
      </w:r>
      <w:r w:rsidRPr="003E3506">
        <w:rPr>
          <w:rtl/>
          <w:lang w:bidi="fa-IR"/>
        </w:rPr>
        <w:t xml:space="preserve"> بلكه اگر آن را به قصد قيمت فطره هم بدهد</w:t>
      </w:r>
      <w:r w:rsidR="000C4B14">
        <w:rPr>
          <w:rtl/>
          <w:lang w:bidi="fa-IR"/>
        </w:rPr>
        <w:t>،</w:t>
      </w:r>
      <w:r w:rsidRPr="003E3506">
        <w:rPr>
          <w:rtl/>
          <w:lang w:bidi="fa-IR"/>
        </w:rPr>
        <w:t xml:space="preserve"> كافى نيست</w:t>
      </w:r>
      <w:r w:rsidR="000C4B14">
        <w:rPr>
          <w:rtl/>
          <w:lang w:bidi="fa-IR"/>
        </w:rPr>
        <w:t>.</w:t>
      </w:r>
    </w:p>
    <w:p w:rsidR="003E3506" w:rsidRPr="003E3506" w:rsidRDefault="003E3506" w:rsidP="003E3506">
      <w:pPr>
        <w:pStyle w:val="libNormal"/>
        <w:rPr>
          <w:lang w:bidi="fa-IR"/>
        </w:rPr>
      </w:pPr>
      <w:r w:rsidRPr="003E3506">
        <w:rPr>
          <w:rtl/>
          <w:lang w:bidi="fa-IR"/>
        </w:rPr>
        <w:t>٢٠٢٨ - انسان نمى تواند نصف صاع را از يك جنس مثلا گندم و نصف ديگر آن را از جنسى ديگر مثلا جو بدهد</w:t>
      </w:r>
      <w:r w:rsidR="000C4B14">
        <w:rPr>
          <w:rtl/>
          <w:lang w:bidi="fa-IR"/>
        </w:rPr>
        <w:t>،</w:t>
      </w:r>
      <w:r w:rsidRPr="003E3506">
        <w:rPr>
          <w:rtl/>
          <w:lang w:bidi="fa-IR"/>
        </w:rPr>
        <w:t xml:space="preserve"> بلكه اگر آن را به قصد قيمت فطره هم بدهد كافى نيست</w:t>
      </w:r>
      <w:r w:rsidR="000C4B14">
        <w:rPr>
          <w:rtl/>
          <w:lang w:bidi="fa-IR"/>
        </w:rPr>
        <w:t>.</w:t>
      </w:r>
    </w:p>
    <w:p w:rsidR="003E3506" w:rsidRPr="003E3506" w:rsidRDefault="003E3506" w:rsidP="003E3506">
      <w:pPr>
        <w:pStyle w:val="libNormal"/>
        <w:rPr>
          <w:lang w:bidi="fa-IR"/>
        </w:rPr>
      </w:pPr>
      <w:r w:rsidRPr="003E3506">
        <w:rPr>
          <w:rtl/>
          <w:lang w:bidi="fa-IR"/>
        </w:rPr>
        <w:t>٢٠٢٩ - مستحب است در دادن زكاة فطره</w:t>
      </w:r>
      <w:r w:rsidR="000C4B14">
        <w:rPr>
          <w:rtl/>
          <w:lang w:bidi="fa-IR"/>
        </w:rPr>
        <w:t>،</w:t>
      </w:r>
      <w:r w:rsidRPr="003E3506">
        <w:rPr>
          <w:rtl/>
          <w:lang w:bidi="fa-IR"/>
        </w:rPr>
        <w:t xml:space="preserve"> خويشان و همسايگان فقير خود را بر ديگران مقدم دارد</w:t>
      </w:r>
      <w:r w:rsidR="000C4B14">
        <w:rPr>
          <w:rtl/>
          <w:lang w:bidi="fa-IR"/>
        </w:rPr>
        <w:t>،</w:t>
      </w:r>
      <w:r w:rsidRPr="003E3506">
        <w:rPr>
          <w:rtl/>
          <w:lang w:bidi="fa-IR"/>
        </w:rPr>
        <w:t xml:space="preserve"> و سزاوار است كه اهل علم و دين و فضل را بر ديگران نيز مقدم دارد.</w:t>
      </w:r>
    </w:p>
    <w:p w:rsidR="003E3506" w:rsidRPr="003E3506" w:rsidRDefault="003E3506" w:rsidP="003E3506">
      <w:pPr>
        <w:pStyle w:val="libNormal"/>
        <w:rPr>
          <w:lang w:bidi="fa-IR"/>
        </w:rPr>
      </w:pPr>
      <w:r w:rsidRPr="003E3506">
        <w:rPr>
          <w:rtl/>
          <w:lang w:bidi="fa-IR"/>
        </w:rPr>
        <w:t>٢٠٣٠ - اگر انسان به خيال اين كه كسى فقير است به او فطره بدهد و بعد بفهمد فقير نبوده</w:t>
      </w:r>
      <w:r w:rsidR="000C4B14">
        <w:rPr>
          <w:rtl/>
          <w:lang w:bidi="fa-IR"/>
        </w:rPr>
        <w:t>،</w:t>
      </w:r>
      <w:r w:rsidRPr="003E3506">
        <w:rPr>
          <w:rtl/>
          <w:lang w:bidi="fa-IR"/>
        </w:rPr>
        <w:t xml:space="preserve"> چنانچه مالى را كه به او داده از بين نرفته باشد</w:t>
      </w:r>
      <w:r w:rsidR="000C4B14">
        <w:rPr>
          <w:rtl/>
          <w:lang w:bidi="fa-IR"/>
        </w:rPr>
        <w:t>،</w:t>
      </w:r>
      <w:r w:rsidRPr="003E3506">
        <w:rPr>
          <w:rtl/>
          <w:lang w:bidi="fa-IR"/>
        </w:rPr>
        <w:t xml:space="preserve"> بايد پس بگيرد و به مستحق بدهد</w:t>
      </w:r>
      <w:r w:rsidR="000C4B14">
        <w:rPr>
          <w:rtl/>
          <w:lang w:bidi="fa-IR"/>
        </w:rPr>
        <w:t>،</w:t>
      </w:r>
      <w:r w:rsidRPr="003E3506">
        <w:rPr>
          <w:rtl/>
          <w:lang w:bidi="fa-IR"/>
        </w:rPr>
        <w:t xml:space="preserve"> و اگر نتواند بگيرد</w:t>
      </w:r>
      <w:r w:rsidR="000C4B14">
        <w:rPr>
          <w:rtl/>
          <w:lang w:bidi="fa-IR"/>
        </w:rPr>
        <w:t>،</w:t>
      </w:r>
      <w:r w:rsidRPr="003E3506">
        <w:rPr>
          <w:rtl/>
          <w:lang w:bidi="fa-IR"/>
        </w:rPr>
        <w:t xml:space="preserve"> بايد از مال خودش عوض فطره را بدهد و اگر از بين رفته باشد</w:t>
      </w:r>
      <w:r w:rsidR="000C4B14">
        <w:rPr>
          <w:rtl/>
          <w:lang w:bidi="fa-IR"/>
        </w:rPr>
        <w:t>،</w:t>
      </w:r>
      <w:r w:rsidRPr="003E3506">
        <w:rPr>
          <w:rtl/>
          <w:lang w:bidi="fa-IR"/>
        </w:rPr>
        <w:t xml:space="preserve"> در صورتى كه گيرنده فطره مى دانسته آنچه را كه گرفته فطره است</w:t>
      </w:r>
      <w:r w:rsidR="000C4B14">
        <w:rPr>
          <w:rtl/>
          <w:lang w:bidi="fa-IR"/>
        </w:rPr>
        <w:t>،</w:t>
      </w:r>
      <w:r w:rsidRPr="003E3506">
        <w:rPr>
          <w:rtl/>
          <w:lang w:bidi="fa-IR"/>
        </w:rPr>
        <w:t xml:space="preserve"> بايد عوض آن را بدهد و اگر نمى دانسته</w:t>
      </w:r>
      <w:r w:rsidR="000C4B14">
        <w:rPr>
          <w:rtl/>
          <w:lang w:bidi="fa-IR"/>
        </w:rPr>
        <w:t>،</w:t>
      </w:r>
      <w:r w:rsidRPr="003E3506">
        <w:rPr>
          <w:rtl/>
          <w:lang w:bidi="fa-IR"/>
        </w:rPr>
        <w:t xml:space="preserve"> دادن عوض بر او واجب نيست و انسان بايد عوض فطره را بدهد.</w:t>
      </w:r>
    </w:p>
    <w:p w:rsidR="003E3506" w:rsidRPr="003E3506" w:rsidRDefault="003E3506" w:rsidP="003E3506">
      <w:pPr>
        <w:pStyle w:val="libNormal"/>
        <w:rPr>
          <w:lang w:bidi="fa-IR"/>
        </w:rPr>
      </w:pPr>
      <w:r w:rsidRPr="003E3506">
        <w:rPr>
          <w:rtl/>
          <w:lang w:bidi="fa-IR"/>
        </w:rPr>
        <w:t>٢٠٣١ - اگر كسى بگويد فقيرم</w:t>
      </w:r>
      <w:r w:rsidR="000C4B14">
        <w:rPr>
          <w:rtl/>
          <w:lang w:bidi="fa-IR"/>
        </w:rPr>
        <w:t>،</w:t>
      </w:r>
      <w:r w:rsidRPr="003E3506">
        <w:rPr>
          <w:rtl/>
          <w:lang w:bidi="fa-IR"/>
        </w:rPr>
        <w:t xml:space="preserve"> نمى شود به او فطره داد</w:t>
      </w:r>
      <w:r w:rsidR="000C4B14">
        <w:rPr>
          <w:rtl/>
          <w:lang w:bidi="fa-IR"/>
        </w:rPr>
        <w:t>،</w:t>
      </w:r>
      <w:r w:rsidRPr="003E3506">
        <w:rPr>
          <w:rtl/>
          <w:lang w:bidi="fa-IR"/>
        </w:rPr>
        <w:t xml:space="preserve"> مگر آن كه از گفته او اطمينان پيدا شود يا انسان بداند كه قبلا فقير بوده است</w:t>
      </w:r>
      <w:r w:rsidR="000C4B14">
        <w:rPr>
          <w:rtl/>
          <w:lang w:bidi="fa-IR"/>
        </w:rPr>
        <w:t>.</w:t>
      </w:r>
    </w:p>
    <w:p w:rsidR="003E3506" w:rsidRDefault="00605FAB" w:rsidP="00954472">
      <w:pPr>
        <w:pStyle w:val="Heading3"/>
        <w:rPr>
          <w:rtl/>
          <w:lang w:bidi="fa-IR"/>
        </w:rPr>
      </w:pPr>
      <w:bookmarkStart w:id="219" w:name="_Toc24454642"/>
      <w:r>
        <w:rPr>
          <w:rtl/>
          <w:lang w:bidi="fa-IR"/>
        </w:rPr>
        <w:t>(</w:t>
      </w:r>
      <w:r w:rsidR="003E3506" w:rsidRPr="003E3506">
        <w:rPr>
          <w:rtl/>
          <w:lang w:bidi="fa-IR"/>
        </w:rPr>
        <w:t>مسايل متفرقه زكاة فطره</w:t>
      </w:r>
      <w:r>
        <w:rPr>
          <w:rtl/>
          <w:lang w:bidi="fa-IR"/>
        </w:rPr>
        <w:t>)</w:t>
      </w:r>
      <w:bookmarkEnd w:id="219"/>
    </w:p>
    <w:p w:rsidR="003E3506" w:rsidRPr="003E3506" w:rsidRDefault="003E3506" w:rsidP="003E3506">
      <w:pPr>
        <w:pStyle w:val="libNormal"/>
        <w:rPr>
          <w:lang w:bidi="fa-IR"/>
        </w:rPr>
      </w:pPr>
      <w:r w:rsidRPr="003E3506">
        <w:rPr>
          <w:rtl/>
          <w:lang w:bidi="fa-IR"/>
        </w:rPr>
        <w:t>٢٠٣٢ - انسان بايد زكاة فطره را به قصد قربت يعنى براى انجام خواست خداوند عالم بدهد و موقعى كه آن را مى دهد نيت دادن فطره نمايد.</w:t>
      </w:r>
    </w:p>
    <w:p w:rsidR="003E3506" w:rsidRPr="003E3506" w:rsidRDefault="003E3506" w:rsidP="003E3506">
      <w:pPr>
        <w:pStyle w:val="libNormal"/>
        <w:rPr>
          <w:lang w:bidi="fa-IR"/>
        </w:rPr>
      </w:pPr>
      <w:r w:rsidRPr="003E3506">
        <w:rPr>
          <w:rtl/>
          <w:lang w:bidi="fa-IR"/>
        </w:rPr>
        <w:t>٢٠٣٣ - اگر پيش از ماه رمضان فطره را بدهد صحيح نيست و بهتر آن است كه در ماه رمضان هم فطره را ندهد</w:t>
      </w:r>
      <w:r w:rsidR="000C4B14">
        <w:rPr>
          <w:rtl/>
          <w:lang w:bidi="fa-IR"/>
        </w:rPr>
        <w:t>،</w:t>
      </w:r>
      <w:r w:rsidRPr="003E3506">
        <w:rPr>
          <w:rtl/>
          <w:lang w:bidi="fa-IR"/>
        </w:rPr>
        <w:t xml:space="preserve"> ولى اگر پيش از رمضان به فقير قرض بدهد</w:t>
      </w:r>
      <w:r w:rsidR="000C4B14">
        <w:rPr>
          <w:rtl/>
          <w:lang w:bidi="fa-IR"/>
        </w:rPr>
        <w:t>،</w:t>
      </w:r>
      <w:r w:rsidRPr="003E3506">
        <w:rPr>
          <w:rtl/>
          <w:lang w:bidi="fa-IR"/>
        </w:rPr>
        <w:t xml:space="preserve"> و بعد از آن كه فطره بر او واجب شد</w:t>
      </w:r>
      <w:r w:rsidR="000C4B14">
        <w:rPr>
          <w:rtl/>
          <w:lang w:bidi="fa-IR"/>
        </w:rPr>
        <w:t>،</w:t>
      </w:r>
      <w:r w:rsidRPr="003E3506">
        <w:rPr>
          <w:rtl/>
          <w:lang w:bidi="fa-IR"/>
        </w:rPr>
        <w:t xml:space="preserve"> طلب خود را بابت فطره حساب كند</w:t>
      </w:r>
      <w:r w:rsidR="000C4B14">
        <w:rPr>
          <w:rtl/>
          <w:lang w:bidi="fa-IR"/>
        </w:rPr>
        <w:t>،</w:t>
      </w:r>
      <w:r w:rsidRPr="003E3506">
        <w:rPr>
          <w:rtl/>
          <w:lang w:bidi="fa-IR"/>
        </w:rPr>
        <w:t xml:space="preserve"> مانعى ندارد.</w:t>
      </w:r>
    </w:p>
    <w:p w:rsidR="003E3506" w:rsidRPr="003E3506" w:rsidRDefault="003E3506" w:rsidP="003E3506">
      <w:pPr>
        <w:pStyle w:val="libNormal"/>
        <w:rPr>
          <w:lang w:bidi="fa-IR"/>
        </w:rPr>
      </w:pPr>
      <w:r w:rsidRPr="003E3506">
        <w:rPr>
          <w:rtl/>
          <w:lang w:bidi="fa-IR"/>
        </w:rPr>
        <w:lastRenderedPageBreak/>
        <w:t>٢٠٣٤ - گندم يا چيز ديگرى را كه براى فطره مى دهد بايد به جنس ديگر يا خاك مخلوط نباشد</w:t>
      </w:r>
      <w:r w:rsidR="000C4B14">
        <w:rPr>
          <w:rtl/>
          <w:lang w:bidi="fa-IR"/>
        </w:rPr>
        <w:t>،</w:t>
      </w:r>
      <w:r w:rsidRPr="003E3506">
        <w:rPr>
          <w:rtl/>
          <w:lang w:bidi="fa-IR"/>
        </w:rPr>
        <w:t xml:space="preserve"> و چنانچه مخلوط باشد</w:t>
      </w:r>
      <w:r w:rsidR="000C4B14">
        <w:rPr>
          <w:rtl/>
          <w:lang w:bidi="fa-IR"/>
        </w:rPr>
        <w:t>،</w:t>
      </w:r>
      <w:r w:rsidRPr="003E3506">
        <w:rPr>
          <w:rtl/>
          <w:lang w:bidi="fa-IR"/>
        </w:rPr>
        <w:t xml:space="preserve"> اگر خالص آن به يك صاع برسد</w:t>
      </w:r>
      <w:r w:rsidR="000C4B14">
        <w:rPr>
          <w:rtl/>
          <w:lang w:bidi="fa-IR"/>
        </w:rPr>
        <w:t>،</w:t>
      </w:r>
      <w:r w:rsidRPr="003E3506">
        <w:rPr>
          <w:rtl/>
          <w:lang w:bidi="fa-IR"/>
        </w:rPr>
        <w:t xml:space="preserve"> و بدون جدا كردن قابل استفاده باشد يا جدا كردن آن زحمت فوق العاده نداشته باشد</w:t>
      </w:r>
      <w:r w:rsidR="000C4B14">
        <w:rPr>
          <w:rtl/>
          <w:lang w:bidi="fa-IR"/>
        </w:rPr>
        <w:t>،</w:t>
      </w:r>
      <w:r w:rsidRPr="003E3506">
        <w:rPr>
          <w:rtl/>
          <w:lang w:bidi="fa-IR"/>
        </w:rPr>
        <w:t xml:space="preserve"> يا آنچه مخلوط شده به قدرى كم باشد كه قابل اعتنا نباشد اشكال ندارد.</w:t>
      </w:r>
    </w:p>
    <w:p w:rsidR="003E3506" w:rsidRPr="003E3506" w:rsidRDefault="003E3506" w:rsidP="003E3506">
      <w:pPr>
        <w:pStyle w:val="libNormal"/>
        <w:rPr>
          <w:lang w:bidi="fa-IR"/>
        </w:rPr>
      </w:pPr>
      <w:r w:rsidRPr="003E3506">
        <w:rPr>
          <w:rtl/>
          <w:lang w:bidi="fa-IR"/>
        </w:rPr>
        <w:t>٢٠٣٥ - اگر فطره را از چيز معيوب بدهد</w:t>
      </w:r>
      <w:r w:rsidR="000C4B14">
        <w:rPr>
          <w:rtl/>
          <w:lang w:bidi="fa-IR"/>
        </w:rPr>
        <w:t>،</w:t>
      </w:r>
      <w:r w:rsidRPr="003E3506">
        <w:rPr>
          <w:rtl/>
          <w:lang w:bidi="fa-IR"/>
        </w:rPr>
        <w:t xml:space="preserve"> بنابر احتياط واجب كافى نيست</w:t>
      </w:r>
      <w:r w:rsidR="000C4B14">
        <w:rPr>
          <w:rtl/>
          <w:lang w:bidi="fa-IR"/>
        </w:rPr>
        <w:t>.</w:t>
      </w:r>
    </w:p>
    <w:p w:rsidR="003E3506" w:rsidRPr="003E3506" w:rsidRDefault="003E3506" w:rsidP="003E3506">
      <w:pPr>
        <w:pStyle w:val="libNormal"/>
        <w:rPr>
          <w:lang w:bidi="fa-IR"/>
        </w:rPr>
      </w:pPr>
      <w:r w:rsidRPr="003E3506">
        <w:rPr>
          <w:rtl/>
          <w:lang w:bidi="fa-IR"/>
        </w:rPr>
        <w:t>٢٠٣٦ - كسى كه فطره چند نفر را مى دهد</w:t>
      </w:r>
      <w:r w:rsidR="000C4B14">
        <w:rPr>
          <w:rtl/>
          <w:lang w:bidi="fa-IR"/>
        </w:rPr>
        <w:t>،</w:t>
      </w:r>
      <w:r w:rsidRPr="003E3506">
        <w:rPr>
          <w:rtl/>
          <w:lang w:bidi="fa-IR"/>
        </w:rPr>
        <w:t xml:space="preserve"> لازم نيست همه را از يك جنس بدهد مثلا اگر فطره بعضى را گندم و فطره بعض ديگر را جو بدهد كافى است</w:t>
      </w:r>
      <w:r w:rsidR="000C4B14">
        <w:rPr>
          <w:rtl/>
          <w:lang w:bidi="fa-IR"/>
        </w:rPr>
        <w:t>.</w:t>
      </w:r>
    </w:p>
    <w:p w:rsidR="003E3506" w:rsidRPr="003E3506" w:rsidRDefault="003E3506" w:rsidP="003E3506">
      <w:pPr>
        <w:pStyle w:val="libNormal"/>
        <w:rPr>
          <w:lang w:bidi="fa-IR"/>
        </w:rPr>
      </w:pPr>
      <w:r w:rsidRPr="003E3506">
        <w:rPr>
          <w:rtl/>
          <w:lang w:bidi="fa-IR"/>
        </w:rPr>
        <w:t>٢٠٣٧ - كسى كه نماز عيد فطر مى خواند</w:t>
      </w:r>
      <w:r w:rsidR="000C4B14">
        <w:rPr>
          <w:rtl/>
          <w:lang w:bidi="fa-IR"/>
        </w:rPr>
        <w:t>،</w:t>
      </w:r>
      <w:r w:rsidRPr="003E3506">
        <w:rPr>
          <w:rtl/>
          <w:lang w:bidi="fa-IR"/>
        </w:rPr>
        <w:t xml:space="preserve"> بنابر احتياط واجب بايد فطره را پيش از نماز عيد بدهد</w:t>
      </w:r>
      <w:r w:rsidR="000C4B14">
        <w:rPr>
          <w:rtl/>
          <w:lang w:bidi="fa-IR"/>
        </w:rPr>
        <w:t>،</w:t>
      </w:r>
      <w:r w:rsidRPr="003E3506">
        <w:rPr>
          <w:rtl/>
          <w:lang w:bidi="fa-IR"/>
        </w:rPr>
        <w:t xml:space="preserve"> ولى اگر نماز عيد نمى خواند</w:t>
      </w:r>
      <w:r w:rsidR="000C4B14">
        <w:rPr>
          <w:rtl/>
          <w:lang w:bidi="fa-IR"/>
        </w:rPr>
        <w:t>،</w:t>
      </w:r>
      <w:r w:rsidRPr="003E3506">
        <w:rPr>
          <w:rtl/>
          <w:lang w:bidi="fa-IR"/>
        </w:rPr>
        <w:t xml:space="preserve"> مى تواند دادن فطره را تا ظهر تاخير بيندازد.</w:t>
      </w:r>
    </w:p>
    <w:p w:rsidR="003E3506" w:rsidRPr="003E3506" w:rsidRDefault="003E3506" w:rsidP="003E3506">
      <w:pPr>
        <w:pStyle w:val="libNormal"/>
        <w:rPr>
          <w:lang w:bidi="fa-IR"/>
        </w:rPr>
      </w:pPr>
      <w:r w:rsidRPr="003E3506">
        <w:rPr>
          <w:rtl/>
          <w:lang w:bidi="fa-IR"/>
        </w:rPr>
        <w:t>٢٠٣٨ - اگر به نيت فطره مقدارى از مال خود را كنار بگذارد و تا ظهر روز عيد به مستحق ندهد</w:t>
      </w:r>
      <w:r w:rsidR="000C4B14">
        <w:rPr>
          <w:rtl/>
          <w:lang w:bidi="fa-IR"/>
        </w:rPr>
        <w:t>،</w:t>
      </w:r>
      <w:r w:rsidRPr="003E3506">
        <w:rPr>
          <w:rtl/>
          <w:lang w:bidi="fa-IR"/>
        </w:rPr>
        <w:t xml:space="preserve"> هر وقت آن را مى دهد نيت فطره نمايد.</w:t>
      </w:r>
    </w:p>
    <w:p w:rsidR="003E3506" w:rsidRPr="003E3506" w:rsidRDefault="003E3506" w:rsidP="003E3506">
      <w:pPr>
        <w:pStyle w:val="libNormal"/>
        <w:rPr>
          <w:lang w:bidi="fa-IR"/>
        </w:rPr>
      </w:pPr>
      <w:r w:rsidRPr="003E3506">
        <w:rPr>
          <w:rtl/>
          <w:lang w:bidi="fa-IR"/>
        </w:rPr>
        <w:t>٢٠٣٩ - اگر موقعى كه دادن زكاة فطره واجب است</w:t>
      </w:r>
      <w:r w:rsidR="000C4B14">
        <w:rPr>
          <w:rtl/>
          <w:lang w:bidi="fa-IR"/>
        </w:rPr>
        <w:t>،</w:t>
      </w:r>
      <w:r w:rsidRPr="003E3506">
        <w:rPr>
          <w:rtl/>
          <w:lang w:bidi="fa-IR"/>
        </w:rPr>
        <w:t xml:space="preserve"> فطره را ندهد و كنار هم نگذارد</w:t>
      </w:r>
      <w:r w:rsidR="000C4B14">
        <w:rPr>
          <w:rtl/>
          <w:lang w:bidi="fa-IR"/>
        </w:rPr>
        <w:t>،</w:t>
      </w:r>
      <w:r w:rsidRPr="003E3506">
        <w:rPr>
          <w:rtl/>
          <w:lang w:bidi="fa-IR"/>
        </w:rPr>
        <w:t xml:space="preserve"> بعدا بنابر احتياط بدون اين كه نيت ادا و قضا كند فطره را بدهد.</w:t>
      </w:r>
    </w:p>
    <w:p w:rsidR="003E3506" w:rsidRPr="003E3506" w:rsidRDefault="003E3506" w:rsidP="003E3506">
      <w:pPr>
        <w:pStyle w:val="libNormal"/>
        <w:rPr>
          <w:lang w:bidi="fa-IR"/>
        </w:rPr>
      </w:pPr>
      <w:r w:rsidRPr="003E3506">
        <w:rPr>
          <w:rtl/>
          <w:lang w:bidi="fa-IR"/>
        </w:rPr>
        <w:t>٢٠٤٠ - اگر فطره را كنار بگذارد</w:t>
      </w:r>
      <w:r w:rsidR="000C4B14">
        <w:rPr>
          <w:rtl/>
          <w:lang w:bidi="fa-IR"/>
        </w:rPr>
        <w:t>،</w:t>
      </w:r>
      <w:r w:rsidRPr="003E3506">
        <w:rPr>
          <w:rtl/>
          <w:lang w:bidi="fa-IR"/>
        </w:rPr>
        <w:t xml:space="preserve"> نمى تواند آن را براى خودش بردارد و مالى ديگر را براى فطره بگذارد.</w:t>
      </w:r>
    </w:p>
    <w:p w:rsidR="003E3506" w:rsidRPr="003E3506" w:rsidRDefault="003E3506" w:rsidP="003E3506">
      <w:pPr>
        <w:pStyle w:val="libNormal"/>
        <w:rPr>
          <w:lang w:bidi="fa-IR"/>
        </w:rPr>
      </w:pPr>
      <w:r w:rsidRPr="003E3506">
        <w:rPr>
          <w:rtl/>
          <w:lang w:bidi="fa-IR"/>
        </w:rPr>
        <w:t>٢٠٤١ - اگر انسان مالى داشته باشد كه قيمتش از فطره بيشتر است</w:t>
      </w:r>
      <w:r w:rsidR="000C4B14">
        <w:rPr>
          <w:rtl/>
          <w:lang w:bidi="fa-IR"/>
        </w:rPr>
        <w:t>،</w:t>
      </w:r>
      <w:r w:rsidRPr="003E3506">
        <w:rPr>
          <w:rtl/>
          <w:lang w:bidi="fa-IR"/>
        </w:rPr>
        <w:t xml:space="preserve"> چنانچه فطره را ندهد و نيت كند كه مقدارى از آن مال براى فطره باشد اشكال دارد.</w:t>
      </w:r>
    </w:p>
    <w:p w:rsidR="003E3506" w:rsidRPr="003E3506" w:rsidRDefault="003E3506" w:rsidP="003E3506">
      <w:pPr>
        <w:pStyle w:val="libNormal"/>
        <w:rPr>
          <w:lang w:bidi="fa-IR"/>
        </w:rPr>
      </w:pPr>
      <w:r w:rsidRPr="003E3506">
        <w:rPr>
          <w:rtl/>
          <w:lang w:bidi="fa-IR"/>
        </w:rPr>
        <w:t>٢٠٤٢ - اگر مالى را كه براى فطره كنار گذاشته از بين برود چنانچه دسترسى به فقير داشته و دادن فطره را تاخير انداخته</w:t>
      </w:r>
      <w:r w:rsidR="000C4B14">
        <w:rPr>
          <w:rtl/>
          <w:lang w:bidi="fa-IR"/>
        </w:rPr>
        <w:t>،</w:t>
      </w:r>
      <w:r w:rsidRPr="003E3506">
        <w:rPr>
          <w:rtl/>
          <w:lang w:bidi="fa-IR"/>
        </w:rPr>
        <w:t xml:space="preserve"> يا در نگهدارى آن كوتاهى كرده</w:t>
      </w:r>
      <w:r w:rsidR="000C4B14">
        <w:rPr>
          <w:rtl/>
          <w:lang w:bidi="fa-IR"/>
        </w:rPr>
        <w:t>،</w:t>
      </w:r>
      <w:r w:rsidRPr="003E3506">
        <w:rPr>
          <w:rtl/>
          <w:lang w:bidi="fa-IR"/>
        </w:rPr>
        <w:t xml:space="preserve"> بايد عوض آن را بدهد و اگر دسترسى به فقير نداشته</w:t>
      </w:r>
      <w:r w:rsidR="000C4B14">
        <w:rPr>
          <w:rtl/>
          <w:lang w:bidi="fa-IR"/>
        </w:rPr>
        <w:t>،</w:t>
      </w:r>
      <w:r w:rsidRPr="003E3506">
        <w:rPr>
          <w:rtl/>
          <w:lang w:bidi="fa-IR"/>
        </w:rPr>
        <w:t xml:space="preserve"> و در نگهدارى آن كوتاهى نكرده</w:t>
      </w:r>
      <w:r w:rsidR="000C4B14">
        <w:rPr>
          <w:rtl/>
          <w:lang w:bidi="fa-IR"/>
        </w:rPr>
        <w:t>،</w:t>
      </w:r>
      <w:r w:rsidRPr="003E3506">
        <w:rPr>
          <w:rtl/>
          <w:lang w:bidi="fa-IR"/>
        </w:rPr>
        <w:t xml:space="preserve"> ضامن نيست</w:t>
      </w:r>
      <w:r w:rsidR="000C4B14">
        <w:rPr>
          <w:rtl/>
          <w:lang w:bidi="fa-IR"/>
        </w:rPr>
        <w:t>.</w:t>
      </w:r>
    </w:p>
    <w:p w:rsidR="003E3506" w:rsidRDefault="003E3506" w:rsidP="003E3506">
      <w:pPr>
        <w:pStyle w:val="libNormal"/>
        <w:rPr>
          <w:rtl/>
          <w:lang w:bidi="fa-IR"/>
        </w:rPr>
      </w:pPr>
      <w:r w:rsidRPr="003E3506">
        <w:rPr>
          <w:rtl/>
          <w:lang w:bidi="fa-IR"/>
        </w:rPr>
        <w:t>٢٠٤٣ - اگر در محل خودش مستحق پيدا شود</w:t>
      </w:r>
      <w:r w:rsidR="000C4B14">
        <w:rPr>
          <w:rtl/>
          <w:lang w:bidi="fa-IR"/>
        </w:rPr>
        <w:t>،</w:t>
      </w:r>
      <w:r w:rsidRPr="003E3506">
        <w:rPr>
          <w:rtl/>
          <w:lang w:bidi="fa-IR"/>
        </w:rPr>
        <w:t xml:space="preserve"> احتياط واجب آن است كه فطره را به جاى ديگر نبرد و اگر به جاى ديگر ببرد</w:t>
      </w:r>
      <w:r w:rsidR="000C4B14">
        <w:rPr>
          <w:rtl/>
          <w:lang w:bidi="fa-IR"/>
        </w:rPr>
        <w:t>،</w:t>
      </w:r>
      <w:r w:rsidRPr="003E3506">
        <w:rPr>
          <w:rtl/>
          <w:lang w:bidi="fa-IR"/>
        </w:rPr>
        <w:t xml:space="preserve"> و تلف شود</w:t>
      </w:r>
      <w:r w:rsidR="000C4B14">
        <w:rPr>
          <w:rtl/>
          <w:lang w:bidi="fa-IR"/>
        </w:rPr>
        <w:t>،</w:t>
      </w:r>
      <w:r w:rsidRPr="003E3506">
        <w:rPr>
          <w:rtl/>
          <w:lang w:bidi="fa-IR"/>
        </w:rPr>
        <w:t xml:space="preserve"> بايد عوض آن را بدهد.</w:t>
      </w:r>
    </w:p>
    <w:p w:rsidR="00954472" w:rsidRPr="003E3506" w:rsidRDefault="00954472" w:rsidP="003E3506">
      <w:pPr>
        <w:pStyle w:val="libNormal"/>
        <w:rPr>
          <w:lang w:bidi="fa-IR"/>
        </w:rPr>
      </w:pPr>
      <w:r>
        <w:rPr>
          <w:rtl/>
          <w:lang w:bidi="fa-IR"/>
        </w:rPr>
        <w:br w:type="page"/>
      </w:r>
    </w:p>
    <w:p w:rsidR="003E3506" w:rsidRDefault="00605FAB" w:rsidP="00954472">
      <w:pPr>
        <w:pStyle w:val="Heading2"/>
        <w:rPr>
          <w:rtl/>
          <w:lang w:bidi="fa-IR"/>
        </w:rPr>
      </w:pPr>
      <w:bookmarkStart w:id="220" w:name="_Toc24454643"/>
      <w:r>
        <w:rPr>
          <w:rtl/>
          <w:lang w:bidi="fa-IR"/>
        </w:rPr>
        <w:t>(</w:t>
      </w:r>
      <w:r w:rsidR="003E3506" w:rsidRPr="003E3506">
        <w:rPr>
          <w:rtl/>
          <w:lang w:bidi="fa-IR"/>
        </w:rPr>
        <w:t>احكام حج</w:t>
      </w:r>
      <w:r>
        <w:rPr>
          <w:rtl/>
          <w:lang w:bidi="fa-IR"/>
        </w:rPr>
        <w:t>)</w:t>
      </w:r>
      <w:bookmarkEnd w:id="220"/>
    </w:p>
    <w:p w:rsidR="003E3506" w:rsidRPr="003E3506" w:rsidRDefault="003E3506" w:rsidP="003E3506">
      <w:pPr>
        <w:pStyle w:val="libNormal"/>
        <w:rPr>
          <w:lang w:bidi="fa-IR"/>
        </w:rPr>
      </w:pPr>
      <w:r w:rsidRPr="003E3506">
        <w:rPr>
          <w:rtl/>
          <w:lang w:bidi="fa-IR"/>
        </w:rPr>
        <w:t>٢٠٤٤ - حج</w:t>
      </w:r>
      <w:r w:rsidR="00553569">
        <w:rPr>
          <w:rtl/>
          <w:lang w:bidi="fa-IR"/>
        </w:rPr>
        <w:t>:</w:t>
      </w:r>
      <w:r w:rsidRPr="003E3506">
        <w:rPr>
          <w:rtl/>
          <w:lang w:bidi="fa-IR"/>
        </w:rPr>
        <w:t xml:space="preserve"> زيارت كردن خانه خدا و انجام اعمالى است كه دستور داده اند در آنجا بجا آورده شود</w:t>
      </w:r>
      <w:r w:rsidR="000C4B14">
        <w:rPr>
          <w:rtl/>
          <w:lang w:bidi="fa-IR"/>
        </w:rPr>
        <w:t>،</w:t>
      </w:r>
      <w:r w:rsidRPr="003E3506">
        <w:rPr>
          <w:rtl/>
          <w:lang w:bidi="fa-IR"/>
        </w:rPr>
        <w:t xml:space="preserve"> و در تمام عمر بر كسى كه اين شرايط را دارا باشد</w:t>
      </w:r>
      <w:r w:rsidR="000C4B14">
        <w:rPr>
          <w:rtl/>
          <w:lang w:bidi="fa-IR"/>
        </w:rPr>
        <w:t>،</w:t>
      </w:r>
      <w:r w:rsidRPr="003E3506">
        <w:rPr>
          <w:rtl/>
          <w:lang w:bidi="fa-IR"/>
        </w:rPr>
        <w:t xml:space="preserve"> يك مرتبه واجب مى شود</w:t>
      </w:r>
      <w:r w:rsidR="00553569">
        <w:rPr>
          <w:rtl/>
          <w:lang w:bidi="fa-IR"/>
        </w:rPr>
        <w:t>:</w:t>
      </w:r>
      <w:r w:rsidRPr="003E3506">
        <w:rPr>
          <w:rtl/>
          <w:lang w:bidi="fa-IR"/>
        </w:rPr>
        <w:t xml:space="preserve"> اول آن كه بالغ باشد.</w:t>
      </w:r>
    </w:p>
    <w:p w:rsidR="003E3506" w:rsidRPr="003E3506" w:rsidRDefault="003E3506" w:rsidP="003E3506">
      <w:pPr>
        <w:pStyle w:val="libNormal"/>
        <w:rPr>
          <w:lang w:bidi="fa-IR"/>
        </w:rPr>
      </w:pPr>
      <w:r w:rsidRPr="003E3506">
        <w:rPr>
          <w:rtl/>
          <w:lang w:bidi="fa-IR"/>
        </w:rPr>
        <w:t>دوم آن كه عاقل و آزاد باشد.</w:t>
      </w:r>
    </w:p>
    <w:p w:rsidR="003E3506" w:rsidRPr="003E3506" w:rsidRDefault="003E3506" w:rsidP="003E3506">
      <w:pPr>
        <w:pStyle w:val="libNormal"/>
        <w:rPr>
          <w:lang w:bidi="fa-IR"/>
        </w:rPr>
      </w:pPr>
      <w:r w:rsidRPr="003E3506">
        <w:rPr>
          <w:rtl/>
          <w:lang w:bidi="fa-IR"/>
        </w:rPr>
        <w:t>سوم به واسطه رفتن به حج مجبور نشود كه كار حرامى را كه ترك آن از حج مهمتر است انجام دهد</w:t>
      </w:r>
      <w:r w:rsidR="000C4B14">
        <w:rPr>
          <w:rtl/>
          <w:lang w:bidi="fa-IR"/>
        </w:rPr>
        <w:t>،</w:t>
      </w:r>
      <w:r w:rsidRPr="003E3506">
        <w:rPr>
          <w:rtl/>
          <w:lang w:bidi="fa-IR"/>
        </w:rPr>
        <w:t xml:space="preserve"> يا عمل واجبى را كه از حج مهمتر است ترك نمايد.</w:t>
      </w:r>
    </w:p>
    <w:p w:rsidR="003E3506" w:rsidRPr="003E3506" w:rsidRDefault="003E3506" w:rsidP="003E3506">
      <w:pPr>
        <w:pStyle w:val="libNormal"/>
        <w:rPr>
          <w:lang w:bidi="fa-IR"/>
        </w:rPr>
      </w:pPr>
      <w:r w:rsidRPr="003E3506">
        <w:rPr>
          <w:rtl/>
          <w:lang w:bidi="fa-IR"/>
        </w:rPr>
        <w:t>چهارم آن كه مستطيع باشد.</w:t>
      </w:r>
    </w:p>
    <w:p w:rsidR="003E3506" w:rsidRPr="003E3506" w:rsidRDefault="003E3506" w:rsidP="003E3506">
      <w:pPr>
        <w:pStyle w:val="libNormal"/>
        <w:rPr>
          <w:lang w:bidi="fa-IR"/>
        </w:rPr>
      </w:pPr>
      <w:r w:rsidRPr="003E3506">
        <w:rPr>
          <w:rtl/>
          <w:lang w:bidi="fa-IR"/>
        </w:rPr>
        <w:t>و مستطيع بودن به چند چيز است</w:t>
      </w:r>
      <w:r w:rsidR="000C4B14">
        <w:rPr>
          <w:rtl/>
          <w:lang w:bidi="fa-IR"/>
        </w:rPr>
        <w:t>.</w:t>
      </w:r>
    </w:p>
    <w:p w:rsidR="003E3506" w:rsidRPr="003E3506" w:rsidRDefault="003E3506" w:rsidP="003E3506">
      <w:pPr>
        <w:pStyle w:val="libNormal"/>
        <w:rPr>
          <w:lang w:bidi="fa-IR"/>
        </w:rPr>
      </w:pPr>
      <w:r w:rsidRPr="003E3506">
        <w:rPr>
          <w:rtl/>
          <w:lang w:bidi="fa-IR"/>
        </w:rPr>
        <w:t>اول آن كه توشه راه و هم چنين مركب سوارى - در صورت احتياج به آن - يا مالى كه بتواند با آن مال آنها را تهيه كند داشته باشد.</w:t>
      </w:r>
    </w:p>
    <w:p w:rsidR="003E3506" w:rsidRPr="003E3506" w:rsidRDefault="003E3506" w:rsidP="003E3506">
      <w:pPr>
        <w:pStyle w:val="libNormal"/>
        <w:rPr>
          <w:lang w:bidi="fa-IR"/>
        </w:rPr>
      </w:pPr>
      <w:r w:rsidRPr="003E3506">
        <w:rPr>
          <w:rtl/>
          <w:lang w:bidi="fa-IR"/>
        </w:rPr>
        <w:t>دوم سلامت مزاج و توانايى آن را داشته باشد كه بدون مشقت زياد بتواند مكه رود و حج را به جا آورد.</w:t>
      </w:r>
    </w:p>
    <w:p w:rsidR="003E3506" w:rsidRPr="003E3506" w:rsidRDefault="003E3506" w:rsidP="003E3506">
      <w:pPr>
        <w:pStyle w:val="libNormal"/>
        <w:rPr>
          <w:lang w:bidi="fa-IR"/>
        </w:rPr>
      </w:pPr>
      <w:r w:rsidRPr="003E3506">
        <w:rPr>
          <w:rtl/>
          <w:lang w:bidi="fa-IR"/>
        </w:rPr>
        <w:t>سوم در راه مانعى از رفتن نباشد و اگر راه بسته باشد</w:t>
      </w:r>
      <w:r w:rsidR="000C4B14">
        <w:rPr>
          <w:rtl/>
          <w:lang w:bidi="fa-IR"/>
        </w:rPr>
        <w:t>،</w:t>
      </w:r>
      <w:r w:rsidRPr="003E3506">
        <w:rPr>
          <w:rtl/>
          <w:lang w:bidi="fa-IR"/>
        </w:rPr>
        <w:t xml:space="preserve"> يا انسان بترسد كه در راه جان يا عرض او از بين برود</w:t>
      </w:r>
      <w:r w:rsidR="000C4B14">
        <w:rPr>
          <w:rtl/>
          <w:lang w:bidi="fa-IR"/>
        </w:rPr>
        <w:t>،</w:t>
      </w:r>
      <w:r w:rsidRPr="003E3506">
        <w:rPr>
          <w:rtl/>
          <w:lang w:bidi="fa-IR"/>
        </w:rPr>
        <w:t xml:space="preserve"> يا مال او را ببرند</w:t>
      </w:r>
      <w:r w:rsidR="000C4B14">
        <w:rPr>
          <w:rtl/>
          <w:lang w:bidi="fa-IR"/>
        </w:rPr>
        <w:t>،</w:t>
      </w:r>
      <w:r w:rsidRPr="003E3506">
        <w:rPr>
          <w:rtl/>
          <w:lang w:bidi="fa-IR"/>
        </w:rPr>
        <w:t xml:space="preserve"> حج بر او واجب نيست</w:t>
      </w:r>
      <w:r w:rsidR="000C4B14">
        <w:rPr>
          <w:rtl/>
          <w:lang w:bidi="fa-IR"/>
        </w:rPr>
        <w:t>.</w:t>
      </w:r>
      <w:r w:rsidRPr="003E3506">
        <w:rPr>
          <w:rtl/>
          <w:lang w:bidi="fa-IR"/>
        </w:rPr>
        <w:t xml:space="preserve"> ولى اگر از راه ديگرى بتواند برود</w:t>
      </w:r>
      <w:r w:rsidR="000C4B14">
        <w:rPr>
          <w:rtl/>
          <w:lang w:bidi="fa-IR"/>
        </w:rPr>
        <w:t>،</w:t>
      </w:r>
      <w:r w:rsidRPr="003E3506">
        <w:rPr>
          <w:rtl/>
          <w:lang w:bidi="fa-IR"/>
        </w:rPr>
        <w:t xml:space="preserve"> اگر چه دورتر باشد</w:t>
      </w:r>
      <w:r w:rsidR="000C4B14">
        <w:rPr>
          <w:rtl/>
          <w:lang w:bidi="fa-IR"/>
        </w:rPr>
        <w:t>،</w:t>
      </w:r>
      <w:r w:rsidRPr="003E3506">
        <w:rPr>
          <w:rtl/>
          <w:lang w:bidi="fa-IR"/>
        </w:rPr>
        <w:t xml:space="preserve"> بايد از آن راه برود</w:t>
      </w:r>
      <w:r w:rsidR="000C4B14">
        <w:rPr>
          <w:rtl/>
          <w:lang w:bidi="fa-IR"/>
        </w:rPr>
        <w:t>،</w:t>
      </w:r>
      <w:r w:rsidRPr="003E3506">
        <w:rPr>
          <w:rtl/>
          <w:lang w:bidi="fa-IR"/>
        </w:rPr>
        <w:t xml:space="preserve"> مگر آن كه آن راه آن قدر دورتر و غير معمولى باشد كه بگويند راه حج بسته است</w:t>
      </w:r>
      <w:r w:rsidR="000C4B14">
        <w:rPr>
          <w:rtl/>
          <w:lang w:bidi="fa-IR"/>
        </w:rPr>
        <w:t>.</w:t>
      </w:r>
    </w:p>
    <w:p w:rsidR="003E3506" w:rsidRPr="003E3506" w:rsidRDefault="003E3506" w:rsidP="003E3506">
      <w:pPr>
        <w:pStyle w:val="libNormal"/>
        <w:rPr>
          <w:lang w:bidi="fa-IR"/>
        </w:rPr>
      </w:pPr>
      <w:r w:rsidRPr="003E3506">
        <w:rPr>
          <w:rtl/>
          <w:lang w:bidi="fa-IR"/>
        </w:rPr>
        <w:t>چهارم به قدر بجا آوردن اعمال حج وقت داشته باشد.</w:t>
      </w:r>
    </w:p>
    <w:p w:rsidR="003E3506" w:rsidRPr="003E3506" w:rsidRDefault="003E3506" w:rsidP="003E3506">
      <w:pPr>
        <w:pStyle w:val="libNormal"/>
        <w:rPr>
          <w:lang w:bidi="fa-IR"/>
        </w:rPr>
      </w:pPr>
      <w:r w:rsidRPr="003E3506">
        <w:rPr>
          <w:rtl/>
          <w:lang w:bidi="fa-IR"/>
        </w:rPr>
        <w:t>پنجم مخارج كسانى را كه خرجى آنان بر او واجب است مثل زن و بچه</w:t>
      </w:r>
      <w:r w:rsidR="000C4B14">
        <w:rPr>
          <w:rtl/>
          <w:lang w:bidi="fa-IR"/>
        </w:rPr>
        <w:t>.</w:t>
      </w:r>
    </w:p>
    <w:p w:rsidR="003E3506" w:rsidRPr="003E3506" w:rsidRDefault="003E3506" w:rsidP="003E3506">
      <w:pPr>
        <w:pStyle w:val="libNormal"/>
        <w:rPr>
          <w:lang w:bidi="fa-IR"/>
        </w:rPr>
      </w:pPr>
      <w:r w:rsidRPr="003E3506">
        <w:rPr>
          <w:rtl/>
          <w:lang w:bidi="fa-IR"/>
        </w:rPr>
        <w:t>و مخارج كسانى را كه مردم خرجى دادن به آنها را لازم مى دانند داشته باشد.</w:t>
      </w:r>
    </w:p>
    <w:p w:rsidR="003E3506" w:rsidRPr="003E3506" w:rsidRDefault="003E3506" w:rsidP="003E3506">
      <w:pPr>
        <w:pStyle w:val="libNormal"/>
        <w:rPr>
          <w:lang w:bidi="fa-IR"/>
        </w:rPr>
      </w:pPr>
      <w:r w:rsidRPr="003E3506">
        <w:rPr>
          <w:rtl/>
          <w:lang w:bidi="fa-IR"/>
        </w:rPr>
        <w:lastRenderedPageBreak/>
        <w:t>ششم بعد از برگشتن كسب يا زراعت</w:t>
      </w:r>
      <w:r w:rsidR="000C4B14">
        <w:rPr>
          <w:rtl/>
          <w:lang w:bidi="fa-IR"/>
        </w:rPr>
        <w:t>،</w:t>
      </w:r>
      <w:r w:rsidRPr="003E3506">
        <w:rPr>
          <w:rtl/>
          <w:lang w:bidi="fa-IR"/>
        </w:rPr>
        <w:t xml:space="preserve"> يا عايدى ملك</w:t>
      </w:r>
      <w:r w:rsidR="000C4B14">
        <w:rPr>
          <w:rtl/>
          <w:lang w:bidi="fa-IR"/>
        </w:rPr>
        <w:t>،</w:t>
      </w:r>
      <w:r w:rsidRPr="003E3506">
        <w:rPr>
          <w:rtl/>
          <w:lang w:bidi="fa-IR"/>
        </w:rPr>
        <w:t xml:space="preserve"> يا راه ديگرى براى معاش خود داشته باشد</w:t>
      </w:r>
      <w:r w:rsidR="000C4B14">
        <w:rPr>
          <w:rtl/>
          <w:lang w:bidi="fa-IR"/>
        </w:rPr>
        <w:t>،</w:t>
      </w:r>
      <w:r w:rsidRPr="003E3506">
        <w:rPr>
          <w:rtl/>
          <w:lang w:bidi="fa-IR"/>
        </w:rPr>
        <w:t xml:space="preserve"> يعنى اين طور نباشد كه به واسطه مخارج حج پس از برگشتن مجبور شود به زحمت زندگى كند.</w:t>
      </w:r>
    </w:p>
    <w:p w:rsidR="003E3506" w:rsidRPr="003E3506" w:rsidRDefault="003E3506" w:rsidP="003E3506">
      <w:pPr>
        <w:pStyle w:val="libNormal"/>
        <w:rPr>
          <w:lang w:bidi="fa-IR"/>
        </w:rPr>
      </w:pPr>
      <w:r w:rsidRPr="003E3506">
        <w:rPr>
          <w:rtl/>
          <w:lang w:bidi="fa-IR"/>
        </w:rPr>
        <w:t>٢٠٤٥ - كسى كه بدون خانه ملكى رفع احتياجش نمى شود</w:t>
      </w:r>
      <w:r w:rsidR="000C4B14">
        <w:rPr>
          <w:rtl/>
          <w:lang w:bidi="fa-IR"/>
        </w:rPr>
        <w:t>،</w:t>
      </w:r>
      <w:r w:rsidRPr="003E3506">
        <w:rPr>
          <w:rtl/>
          <w:lang w:bidi="fa-IR"/>
        </w:rPr>
        <w:t xml:space="preserve"> وقتى حج بر او واجب است كه پول خانه را هم داشته باشد.</w:t>
      </w:r>
    </w:p>
    <w:p w:rsidR="003E3506" w:rsidRPr="003E3506" w:rsidRDefault="003E3506" w:rsidP="003E3506">
      <w:pPr>
        <w:pStyle w:val="libNormal"/>
        <w:rPr>
          <w:lang w:bidi="fa-IR"/>
        </w:rPr>
      </w:pPr>
      <w:r w:rsidRPr="003E3506">
        <w:rPr>
          <w:rtl/>
          <w:lang w:bidi="fa-IR"/>
        </w:rPr>
        <w:t>٢٠٤٦ - زنى كه مى تواند مكه برود</w:t>
      </w:r>
      <w:r w:rsidR="000C4B14">
        <w:rPr>
          <w:rtl/>
          <w:lang w:bidi="fa-IR"/>
        </w:rPr>
        <w:t>،</w:t>
      </w:r>
      <w:r w:rsidRPr="003E3506">
        <w:rPr>
          <w:rtl/>
          <w:lang w:bidi="fa-IR"/>
        </w:rPr>
        <w:t xml:space="preserve"> اگر بعد از برگشتن</w:t>
      </w:r>
      <w:r w:rsidR="000C4B14">
        <w:rPr>
          <w:rtl/>
          <w:lang w:bidi="fa-IR"/>
        </w:rPr>
        <w:t>،</w:t>
      </w:r>
      <w:r w:rsidRPr="003E3506">
        <w:rPr>
          <w:rtl/>
          <w:lang w:bidi="fa-IR"/>
        </w:rPr>
        <w:t xml:space="preserve"> از خودش مال نداشته باشد</w:t>
      </w:r>
      <w:r w:rsidR="000C4B14">
        <w:rPr>
          <w:rtl/>
          <w:lang w:bidi="fa-IR"/>
        </w:rPr>
        <w:t>،</w:t>
      </w:r>
      <w:r w:rsidRPr="003E3506">
        <w:rPr>
          <w:rtl/>
          <w:lang w:bidi="fa-IR"/>
        </w:rPr>
        <w:t xml:space="preserve"> و شوهرش هم مثلا فقير باشد</w:t>
      </w:r>
      <w:r w:rsidR="000C4B14">
        <w:rPr>
          <w:rtl/>
          <w:lang w:bidi="fa-IR"/>
        </w:rPr>
        <w:t>،</w:t>
      </w:r>
      <w:r w:rsidRPr="003E3506">
        <w:rPr>
          <w:rtl/>
          <w:lang w:bidi="fa-IR"/>
        </w:rPr>
        <w:t xml:space="preserve"> و خرجى او را ندهد</w:t>
      </w:r>
      <w:r w:rsidR="000C4B14">
        <w:rPr>
          <w:rtl/>
          <w:lang w:bidi="fa-IR"/>
        </w:rPr>
        <w:t>،</w:t>
      </w:r>
      <w:r w:rsidRPr="003E3506">
        <w:rPr>
          <w:rtl/>
          <w:lang w:bidi="fa-IR"/>
        </w:rPr>
        <w:t xml:space="preserve"> و ناچار شود كه به سختى زندگى كند</w:t>
      </w:r>
      <w:r w:rsidR="000C4B14">
        <w:rPr>
          <w:rtl/>
          <w:lang w:bidi="fa-IR"/>
        </w:rPr>
        <w:t>،</w:t>
      </w:r>
      <w:r w:rsidRPr="003E3506">
        <w:rPr>
          <w:rtl/>
          <w:lang w:bidi="fa-IR"/>
        </w:rPr>
        <w:t xml:space="preserve"> حج بر او واجب نيست</w:t>
      </w:r>
      <w:r w:rsidR="000C4B14">
        <w:rPr>
          <w:rtl/>
          <w:lang w:bidi="fa-IR"/>
        </w:rPr>
        <w:t>.</w:t>
      </w:r>
    </w:p>
    <w:p w:rsidR="003E3506" w:rsidRPr="003E3506" w:rsidRDefault="003E3506" w:rsidP="003E3506">
      <w:pPr>
        <w:pStyle w:val="libNormal"/>
        <w:rPr>
          <w:lang w:bidi="fa-IR"/>
        </w:rPr>
      </w:pPr>
      <w:r w:rsidRPr="003E3506">
        <w:rPr>
          <w:rtl/>
          <w:lang w:bidi="fa-IR"/>
        </w:rPr>
        <w:t>٢٠٤٧ - اگر كسى توشه راه و مركب سوارى نداشته باشد</w:t>
      </w:r>
      <w:r w:rsidR="000C4B14">
        <w:rPr>
          <w:rtl/>
          <w:lang w:bidi="fa-IR"/>
        </w:rPr>
        <w:t>،</w:t>
      </w:r>
      <w:r w:rsidRPr="003E3506">
        <w:rPr>
          <w:rtl/>
          <w:lang w:bidi="fa-IR"/>
        </w:rPr>
        <w:t xml:space="preserve"> و ديگرى به او بگويد حج برو</w:t>
      </w:r>
      <w:r w:rsidR="000C4B14">
        <w:rPr>
          <w:rtl/>
          <w:lang w:bidi="fa-IR"/>
        </w:rPr>
        <w:t>،</w:t>
      </w:r>
      <w:r w:rsidRPr="003E3506">
        <w:rPr>
          <w:rtl/>
          <w:lang w:bidi="fa-IR"/>
        </w:rPr>
        <w:t xml:space="preserve"> و من خرج تو و عيالات تو را در موقعى كه در سفر حج هستى مى دهم</w:t>
      </w:r>
      <w:r w:rsidR="000C4B14">
        <w:rPr>
          <w:rtl/>
          <w:lang w:bidi="fa-IR"/>
        </w:rPr>
        <w:t>،</w:t>
      </w:r>
      <w:r w:rsidRPr="003E3506">
        <w:rPr>
          <w:rtl/>
          <w:lang w:bidi="fa-IR"/>
        </w:rPr>
        <w:t xml:space="preserve"> در صورتى كه اطمينان داشته باشد كه خرج او را مى دهد حج بر او واجب مى شود.</w:t>
      </w:r>
    </w:p>
    <w:p w:rsidR="003E3506" w:rsidRPr="003E3506" w:rsidRDefault="003E3506" w:rsidP="003E3506">
      <w:pPr>
        <w:pStyle w:val="libNormal"/>
        <w:rPr>
          <w:lang w:bidi="fa-IR"/>
        </w:rPr>
      </w:pPr>
      <w:r w:rsidRPr="003E3506">
        <w:rPr>
          <w:rtl/>
          <w:lang w:bidi="fa-IR"/>
        </w:rPr>
        <w:t>٢٠٤٨ - اگر مخارج رفت و برگشت و مصارف عيالات كسى را در مدتى كه مكه مى رود و برمى گردد</w:t>
      </w:r>
      <w:r w:rsidR="000C4B14">
        <w:rPr>
          <w:rtl/>
          <w:lang w:bidi="fa-IR"/>
        </w:rPr>
        <w:t>،</w:t>
      </w:r>
      <w:r w:rsidRPr="003E3506">
        <w:rPr>
          <w:rtl/>
          <w:lang w:bidi="fa-IR"/>
        </w:rPr>
        <w:t xml:space="preserve"> به او ببخشند براى اين كه حج كند</w:t>
      </w:r>
      <w:r w:rsidR="000C4B14">
        <w:rPr>
          <w:rtl/>
          <w:lang w:bidi="fa-IR"/>
        </w:rPr>
        <w:t>،</w:t>
      </w:r>
      <w:r w:rsidRPr="003E3506">
        <w:rPr>
          <w:rtl/>
          <w:lang w:bidi="fa-IR"/>
        </w:rPr>
        <w:t xml:space="preserve"> حج بر او واجب مى شود</w:t>
      </w:r>
      <w:r w:rsidR="000C4B14">
        <w:rPr>
          <w:rtl/>
          <w:lang w:bidi="fa-IR"/>
        </w:rPr>
        <w:t>،</w:t>
      </w:r>
      <w:r w:rsidRPr="003E3506">
        <w:rPr>
          <w:rtl/>
          <w:lang w:bidi="fa-IR"/>
        </w:rPr>
        <w:t xml:space="preserve"> اگر چه قرض داشته باشد و در موقع برگشتن هم مالى كه بتواند با آن زندگى كند نداشته باشد</w:t>
      </w:r>
      <w:r w:rsidR="000C4B14">
        <w:rPr>
          <w:rtl/>
          <w:lang w:bidi="fa-IR"/>
        </w:rPr>
        <w:t>،</w:t>
      </w:r>
      <w:r w:rsidRPr="003E3506">
        <w:rPr>
          <w:rtl/>
          <w:lang w:bidi="fa-IR"/>
        </w:rPr>
        <w:t xml:space="preserve"> ولى اگر طورى باشد كه روزهاى سفر حج روزهاى كسب و كارش باشد</w:t>
      </w:r>
      <w:r w:rsidR="000C4B14">
        <w:rPr>
          <w:rtl/>
          <w:lang w:bidi="fa-IR"/>
        </w:rPr>
        <w:t>،</w:t>
      </w:r>
      <w:r w:rsidRPr="003E3506">
        <w:rPr>
          <w:rtl/>
          <w:lang w:bidi="fa-IR"/>
        </w:rPr>
        <w:t xml:space="preserve"> به طورى كه اگر حج رود نتواند قرض خود را در موقعش ادا نمايد يا آن كه نتواند مخارج زندگانيش را در بقيه سال تامين نمايد حج بر او واجب نيست</w:t>
      </w:r>
      <w:r w:rsidR="000C4B14">
        <w:rPr>
          <w:rtl/>
          <w:lang w:bidi="fa-IR"/>
        </w:rPr>
        <w:t>.</w:t>
      </w:r>
    </w:p>
    <w:p w:rsidR="003E3506" w:rsidRPr="003E3506" w:rsidRDefault="003E3506" w:rsidP="003E3506">
      <w:pPr>
        <w:pStyle w:val="libNormal"/>
        <w:rPr>
          <w:lang w:bidi="fa-IR"/>
        </w:rPr>
      </w:pPr>
      <w:r w:rsidRPr="003E3506">
        <w:rPr>
          <w:rtl/>
          <w:lang w:bidi="fa-IR"/>
        </w:rPr>
        <w:t>٢٠٤٩ - اگر مخارج رفتن و برگشتن و مخارج عيالات كسى را در مدتى كه مكه مى رود و برمى گردد به او بدهند و بگويند حج برو</w:t>
      </w:r>
      <w:r w:rsidR="000C4B14">
        <w:rPr>
          <w:rtl/>
          <w:lang w:bidi="fa-IR"/>
        </w:rPr>
        <w:t>،</w:t>
      </w:r>
      <w:r w:rsidRPr="003E3506">
        <w:rPr>
          <w:rtl/>
          <w:lang w:bidi="fa-IR"/>
        </w:rPr>
        <w:t xml:space="preserve"> ولى ملك او نكنند</w:t>
      </w:r>
      <w:r w:rsidR="000C4B14">
        <w:rPr>
          <w:rtl/>
          <w:lang w:bidi="fa-IR"/>
        </w:rPr>
        <w:t>،</w:t>
      </w:r>
      <w:r w:rsidRPr="003E3506">
        <w:rPr>
          <w:rtl/>
          <w:lang w:bidi="fa-IR"/>
        </w:rPr>
        <w:t xml:space="preserve"> در صورتى كه اطمينان داشته باشد كه از او پس نمى گيرند</w:t>
      </w:r>
      <w:r w:rsidR="000C4B14">
        <w:rPr>
          <w:rtl/>
          <w:lang w:bidi="fa-IR"/>
        </w:rPr>
        <w:t>،</w:t>
      </w:r>
      <w:r w:rsidRPr="003E3506">
        <w:rPr>
          <w:rtl/>
          <w:lang w:bidi="fa-IR"/>
        </w:rPr>
        <w:t xml:space="preserve"> حج بر او واجب مى شود.</w:t>
      </w:r>
    </w:p>
    <w:p w:rsidR="003E3506" w:rsidRPr="003E3506" w:rsidRDefault="003E3506" w:rsidP="003E3506">
      <w:pPr>
        <w:pStyle w:val="libNormal"/>
        <w:rPr>
          <w:lang w:bidi="fa-IR"/>
        </w:rPr>
      </w:pPr>
      <w:r w:rsidRPr="003E3506">
        <w:rPr>
          <w:rtl/>
          <w:lang w:bidi="fa-IR"/>
        </w:rPr>
        <w:t>٢٠٥٠ - اگر مقدارى مال كه براى حج كافى است به كسى بدهند و با او شرط كنند كه در راه مكه به كسى كه مال را داده خدمت بنمايد</w:t>
      </w:r>
      <w:r w:rsidR="000C4B14">
        <w:rPr>
          <w:rtl/>
          <w:lang w:bidi="fa-IR"/>
        </w:rPr>
        <w:t>،</w:t>
      </w:r>
      <w:r w:rsidRPr="003E3506">
        <w:rPr>
          <w:rtl/>
          <w:lang w:bidi="fa-IR"/>
        </w:rPr>
        <w:t xml:space="preserve"> حج بر او واجب نمى شود. ٢٠٥١ - اگر مقدارى مال </w:t>
      </w:r>
      <w:r w:rsidRPr="003E3506">
        <w:rPr>
          <w:rtl/>
          <w:lang w:bidi="fa-IR"/>
        </w:rPr>
        <w:lastRenderedPageBreak/>
        <w:t>به كسى بدهند و حج بر او واجب شود</w:t>
      </w:r>
      <w:r w:rsidR="000C4B14">
        <w:rPr>
          <w:rtl/>
          <w:lang w:bidi="fa-IR"/>
        </w:rPr>
        <w:t>،</w:t>
      </w:r>
      <w:r w:rsidRPr="003E3506">
        <w:rPr>
          <w:rtl/>
          <w:lang w:bidi="fa-IR"/>
        </w:rPr>
        <w:t xml:space="preserve"> چنانچه حج نمايد</w:t>
      </w:r>
      <w:r w:rsidR="000C4B14">
        <w:rPr>
          <w:rtl/>
          <w:lang w:bidi="fa-IR"/>
        </w:rPr>
        <w:t>،</w:t>
      </w:r>
      <w:r w:rsidRPr="003E3506">
        <w:rPr>
          <w:rtl/>
          <w:lang w:bidi="fa-IR"/>
        </w:rPr>
        <w:t xml:space="preserve"> هر چند بعدا مالى از خود پيدا كند</w:t>
      </w:r>
      <w:r w:rsidR="000C4B14">
        <w:rPr>
          <w:rtl/>
          <w:lang w:bidi="fa-IR"/>
        </w:rPr>
        <w:t>،</w:t>
      </w:r>
      <w:r w:rsidRPr="003E3506">
        <w:rPr>
          <w:rtl/>
          <w:lang w:bidi="fa-IR"/>
        </w:rPr>
        <w:t xml:space="preserve"> ديگر حج بر او واجب نيست</w:t>
      </w:r>
      <w:r w:rsidR="000C4B14">
        <w:rPr>
          <w:rtl/>
          <w:lang w:bidi="fa-IR"/>
        </w:rPr>
        <w:t>.</w:t>
      </w:r>
    </w:p>
    <w:p w:rsidR="003E3506" w:rsidRPr="003E3506" w:rsidRDefault="003E3506" w:rsidP="003E3506">
      <w:pPr>
        <w:pStyle w:val="libNormal"/>
        <w:rPr>
          <w:lang w:bidi="fa-IR"/>
        </w:rPr>
      </w:pPr>
      <w:r w:rsidRPr="003E3506">
        <w:rPr>
          <w:rtl/>
          <w:lang w:bidi="fa-IR"/>
        </w:rPr>
        <w:t>٢٠٥٢ - اگر براى تجارت مثلا تا جده برود و مالى به دست آورد كه اگر بخواهد از آنجا به مكه رود مستطيع باشد</w:t>
      </w:r>
      <w:r w:rsidR="000C4B14">
        <w:rPr>
          <w:rtl/>
          <w:lang w:bidi="fa-IR"/>
        </w:rPr>
        <w:t>،</w:t>
      </w:r>
      <w:r w:rsidRPr="003E3506">
        <w:rPr>
          <w:rtl/>
          <w:lang w:bidi="fa-IR"/>
        </w:rPr>
        <w:t xml:space="preserve"> بايد حج كند و در صورتى كه حج نمايد</w:t>
      </w:r>
      <w:r w:rsidR="000C4B14">
        <w:rPr>
          <w:rtl/>
          <w:lang w:bidi="fa-IR"/>
        </w:rPr>
        <w:t>،</w:t>
      </w:r>
      <w:r w:rsidRPr="003E3506">
        <w:rPr>
          <w:rtl/>
          <w:lang w:bidi="fa-IR"/>
        </w:rPr>
        <w:t xml:space="preserve"> اگر چه بعدا مالى پيدا كند كه بتواند از وطن خود به مكه رود ديگر حج بر او واجب نيست</w:t>
      </w:r>
      <w:r w:rsidR="000C4B14">
        <w:rPr>
          <w:rtl/>
          <w:lang w:bidi="fa-IR"/>
        </w:rPr>
        <w:t>.</w:t>
      </w:r>
    </w:p>
    <w:p w:rsidR="003E3506" w:rsidRPr="003E3506" w:rsidRDefault="003E3506" w:rsidP="003E3506">
      <w:pPr>
        <w:pStyle w:val="libNormal"/>
        <w:rPr>
          <w:lang w:bidi="fa-IR"/>
        </w:rPr>
      </w:pPr>
      <w:r w:rsidRPr="003E3506">
        <w:rPr>
          <w:rtl/>
          <w:lang w:bidi="fa-IR"/>
        </w:rPr>
        <w:t>٢٠٥٣ - اگر انسان اجير شود كه مباشرتا از طرف كس ديگر حج كند</w:t>
      </w:r>
      <w:r w:rsidR="000C4B14">
        <w:rPr>
          <w:rtl/>
          <w:lang w:bidi="fa-IR"/>
        </w:rPr>
        <w:t>،</w:t>
      </w:r>
      <w:r w:rsidRPr="003E3506">
        <w:rPr>
          <w:rtl/>
          <w:lang w:bidi="fa-IR"/>
        </w:rPr>
        <w:t xml:space="preserve"> چنانچه خودش نتواند برود و بخواهد ديگرى را از طرف خودش بفرستد</w:t>
      </w:r>
      <w:r w:rsidR="000C4B14">
        <w:rPr>
          <w:rtl/>
          <w:lang w:bidi="fa-IR"/>
        </w:rPr>
        <w:t>،</w:t>
      </w:r>
      <w:r w:rsidRPr="003E3506">
        <w:rPr>
          <w:rtl/>
          <w:lang w:bidi="fa-IR"/>
        </w:rPr>
        <w:t xml:space="preserve"> بايد از كسى كه او را اجير كرده اجازه بگيرد.</w:t>
      </w:r>
    </w:p>
    <w:p w:rsidR="003E3506" w:rsidRPr="003E3506" w:rsidRDefault="003E3506" w:rsidP="003E3506">
      <w:pPr>
        <w:pStyle w:val="libNormal"/>
        <w:rPr>
          <w:lang w:bidi="fa-IR"/>
        </w:rPr>
      </w:pPr>
      <w:r w:rsidRPr="003E3506">
        <w:rPr>
          <w:rtl/>
          <w:lang w:bidi="fa-IR"/>
        </w:rPr>
        <w:t>٢٠٥٤ - اگر كسى مستطيع شود و مكه نرود و فقير شود</w:t>
      </w:r>
      <w:r w:rsidR="000C4B14">
        <w:rPr>
          <w:rtl/>
          <w:lang w:bidi="fa-IR"/>
        </w:rPr>
        <w:t>،</w:t>
      </w:r>
      <w:r w:rsidRPr="003E3506">
        <w:rPr>
          <w:rtl/>
          <w:lang w:bidi="fa-IR"/>
        </w:rPr>
        <w:t xml:space="preserve"> بايد اگر چه به زحمت باشد</w:t>
      </w:r>
      <w:r w:rsidR="000C4B14">
        <w:rPr>
          <w:rtl/>
          <w:lang w:bidi="fa-IR"/>
        </w:rPr>
        <w:t>،</w:t>
      </w:r>
      <w:r w:rsidRPr="003E3506">
        <w:rPr>
          <w:rtl/>
          <w:lang w:bidi="fa-IR"/>
        </w:rPr>
        <w:t xml:space="preserve"> بعدا حج كند</w:t>
      </w:r>
      <w:r w:rsidR="000C4B14">
        <w:rPr>
          <w:rtl/>
          <w:lang w:bidi="fa-IR"/>
        </w:rPr>
        <w:t>،</w:t>
      </w:r>
      <w:r w:rsidRPr="003E3506">
        <w:rPr>
          <w:rtl/>
          <w:lang w:bidi="fa-IR"/>
        </w:rPr>
        <w:t xml:space="preserve"> و اگر به هيچ قسم نتواند حج برود</w:t>
      </w:r>
      <w:r w:rsidR="000C4B14">
        <w:rPr>
          <w:rtl/>
          <w:lang w:bidi="fa-IR"/>
        </w:rPr>
        <w:t>،</w:t>
      </w:r>
      <w:r w:rsidRPr="003E3506">
        <w:rPr>
          <w:rtl/>
          <w:lang w:bidi="fa-IR"/>
        </w:rPr>
        <w:t xml:space="preserve"> چنانچه كسى او را براى حج اجير كند</w:t>
      </w:r>
      <w:r w:rsidR="000C4B14">
        <w:rPr>
          <w:rtl/>
          <w:lang w:bidi="fa-IR"/>
        </w:rPr>
        <w:t>،</w:t>
      </w:r>
      <w:r w:rsidRPr="003E3506">
        <w:rPr>
          <w:rtl/>
          <w:lang w:bidi="fa-IR"/>
        </w:rPr>
        <w:t xml:space="preserve"> بايد به مكه رود و حج كسى را كه براى او اجير شده بجا آورد و تا سال بعد چنانچه ممكن است در مكه بماند و براى خود حج نمايد</w:t>
      </w:r>
      <w:r w:rsidR="000C4B14">
        <w:rPr>
          <w:rtl/>
          <w:lang w:bidi="fa-IR"/>
        </w:rPr>
        <w:t>،</w:t>
      </w:r>
      <w:r w:rsidRPr="003E3506">
        <w:rPr>
          <w:rtl/>
          <w:lang w:bidi="fa-IR"/>
        </w:rPr>
        <w:t xml:space="preserve"> ولى اگر ممكن باشد كه اجير شود و اجرت را نقد بگيرد و كسى كه او را اجير كرده</w:t>
      </w:r>
      <w:r w:rsidR="000C4B14">
        <w:rPr>
          <w:rtl/>
          <w:lang w:bidi="fa-IR"/>
        </w:rPr>
        <w:t>.</w:t>
      </w:r>
    </w:p>
    <w:p w:rsidR="003E3506" w:rsidRPr="003E3506" w:rsidRDefault="003E3506" w:rsidP="003E3506">
      <w:pPr>
        <w:pStyle w:val="libNormal"/>
        <w:rPr>
          <w:lang w:bidi="fa-IR"/>
        </w:rPr>
      </w:pPr>
      <w:r w:rsidRPr="003E3506">
        <w:rPr>
          <w:rtl/>
          <w:lang w:bidi="fa-IR"/>
        </w:rPr>
        <w:t>راضى شود كه حج او در سال بعد بجا آورده شود</w:t>
      </w:r>
      <w:r w:rsidR="000C4B14">
        <w:rPr>
          <w:rtl/>
          <w:lang w:bidi="fa-IR"/>
        </w:rPr>
        <w:t>،</w:t>
      </w:r>
      <w:r w:rsidRPr="003E3506">
        <w:rPr>
          <w:rtl/>
          <w:lang w:bidi="fa-IR"/>
        </w:rPr>
        <w:t xml:space="preserve"> چنانچه اطمينان نداشته باشد كه سال بعد بتواند براى خود حج برود</w:t>
      </w:r>
      <w:r w:rsidR="000C4B14">
        <w:rPr>
          <w:rtl/>
          <w:lang w:bidi="fa-IR"/>
        </w:rPr>
        <w:t>،</w:t>
      </w:r>
      <w:r w:rsidRPr="003E3506">
        <w:rPr>
          <w:rtl/>
          <w:lang w:bidi="fa-IR"/>
        </w:rPr>
        <w:t xml:space="preserve"> بايد سال اول براى خود حج نمايد و حج آن كسى را كه او را اجير كرده براى سال بعد بگذارد.</w:t>
      </w:r>
    </w:p>
    <w:p w:rsidR="003E3506" w:rsidRPr="003E3506" w:rsidRDefault="003E3506" w:rsidP="003E3506">
      <w:pPr>
        <w:pStyle w:val="libNormal"/>
        <w:rPr>
          <w:lang w:bidi="fa-IR"/>
        </w:rPr>
      </w:pPr>
      <w:r w:rsidRPr="003E3506">
        <w:rPr>
          <w:rtl/>
          <w:lang w:bidi="fa-IR"/>
        </w:rPr>
        <w:t>٢٠٥٥ - اگر كسى كه مستطيع شده به مكه رود و در وقت معينى كه دستور داده اند به عرفات و مشعر الحرام نرسد</w:t>
      </w:r>
      <w:r w:rsidR="000C4B14">
        <w:rPr>
          <w:rtl/>
          <w:lang w:bidi="fa-IR"/>
        </w:rPr>
        <w:t>،</w:t>
      </w:r>
      <w:r w:rsidRPr="003E3506">
        <w:rPr>
          <w:rtl/>
          <w:lang w:bidi="fa-IR"/>
        </w:rPr>
        <w:t xml:space="preserve"> چنانچه در سالهاى بعد مستطيع نباشد</w:t>
      </w:r>
      <w:r w:rsidR="000C4B14">
        <w:rPr>
          <w:rtl/>
          <w:lang w:bidi="fa-IR"/>
        </w:rPr>
        <w:t>،</w:t>
      </w:r>
      <w:r w:rsidRPr="003E3506">
        <w:rPr>
          <w:rtl/>
          <w:lang w:bidi="fa-IR"/>
        </w:rPr>
        <w:t xml:space="preserve"> حج بر او واجب نيست</w:t>
      </w:r>
      <w:r w:rsidR="000C4B14">
        <w:rPr>
          <w:rtl/>
          <w:lang w:bidi="fa-IR"/>
        </w:rPr>
        <w:t>.</w:t>
      </w:r>
    </w:p>
    <w:p w:rsidR="003E3506" w:rsidRPr="003E3506" w:rsidRDefault="003E3506" w:rsidP="003E3506">
      <w:pPr>
        <w:pStyle w:val="libNormal"/>
        <w:rPr>
          <w:lang w:bidi="fa-IR"/>
        </w:rPr>
      </w:pPr>
      <w:r w:rsidRPr="003E3506">
        <w:rPr>
          <w:rtl/>
          <w:lang w:bidi="fa-IR"/>
        </w:rPr>
        <w:t>مگر آن كه از سالهاى پيش مستطيع بوده و نرفته</w:t>
      </w:r>
      <w:r w:rsidR="000C4B14">
        <w:rPr>
          <w:rtl/>
          <w:lang w:bidi="fa-IR"/>
        </w:rPr>
        <w:t>،</w:t>
      </w:r>
      <w:r w:rsidRPr="003E3506">
        <w:rPr>
          <w:rtl/>
          <w:lang w:bidi="fa-IR"/>
        </w:rPr>
        <w:t xml:space="preserve"> كه در اين صورت اگر چه به زحمت باشد بايد حج كند.</w:t>
      </w:r>
    </w:p>
    <w:p w:rsidR="003E3506" w:rsidRPr="003E3506" w:rsidRDefault="003E3506" w:rsidP="003E3506">
      <w:pPr>
        <w:pStyle w:val="libNormal"/>
        <w:rPr>
          <w:lang w:bidi="fa-IR"/>
        </w:rPr>
      </w:pPr>
      <w:r w:rsidRPr="003E3506">
        <w:rPr>
          <w:rtl/>
          <w:lang w:bidi="fa-IR"/>
        </w:rPr>
        <w:t>٢٠٥٦ - اگر كسى كه مستطيع شده حج نكند و بعد به واسطه پيرى يا مرض و ناتوانى نتواند حج نمايد</w:t>
      </w:r>
      <w:r w:rsidR="000C4B14">
        <w:rPr>
          <w:rtl/>
          <w:lang w:bidi="fa-IR"/>
        </w:rPr>
        <w:t>،</w:t>
      </w:r>
      <w:r w:rsidRPr="003E3506">
        <w:rPr>
          <w:rtl/>
          <w:lang w:bidi="fa-IR"/>
        </w:rPr>
        <w:t xml:space="preserve"> و نااميد باشد از اين كه بعدا خودش حج كند بايد ديگرى را از طرف خود بفرستد</w:t>
      </w:r>
      <w:r w:rsidR="000C4B14">
        <w:rPr>
          <w:rtl/>
          <w:lang w:bidi="fa-IR"/>
        </w:rPr>
        <w:t>،</w:t>
      </w:r>
      <w:r w:rsidRPr="003E3506">
        <w:rPr>
          <w:rtl/>
          <w:lang w:bidi="fa-IR"/>
        </w:rPr>
        <w:t xml:space="preserve"> بلكه اگر نااميد هم نباشد</w:t>
      </w:r>
      <w:r w:rsidR="000C4B14">
        <w:rPr>
          <w:rtl/>
          <w:lang w:bidi="fa-IR"/>
        </w:rPr>
        <w:t>،</w:t>
      </w:r>
      <w:r w:rsidRPr="003E3506">
        <w:rPr>
          <w:rtl/>
          <w:lang w:bidi="fa-IR"/>
        </w:rPr>
        <w:t xml:space="preserve"> احتياط واجب آن است كه اجير بگيرد و در صورتى كه بعدا قدرت </w:t>
      </w:r>
      <w:r w:rsidRPr="003E3506">
        <w:rPr>
          <w:rtl/>
          <w:lang w:bidi="fa-IR"/>
        </w:rPr>
        <w:lastRenderedPageBreak/>
        <w:t>پيدا كرد</w:t>
      </w:r>
      <w:r w:rsidR="000C4B14">
        <w:rPr>
          <w:rtl/>
          <w:lang w:bidi="fa-IR"/>
        </w:rPr>
        <w:t>،</w:t>
      </w:r>
      <w:r w:rsidRPr="003E3506">
        <w:rPr>
          <w:rtl/>
          <w:lang w:bidi="fa-IR"/>
        </w:rPr>
        <w:t xml:space="preserve"> خودش نيز حج نمايد</w:t>
      </w:r>
      <w:r w:rsidR="000C4B14">
        <w:rPr>
          <w:rtl/>
          <w:lang w:bidi="fa-IR"/>
        </w:rPr>
        <w:t>،</w:t>
      </w:r>
      <w:r w:rsidRPr="003E3506">
        <w:rPr>
          <w:rtl/>
          <w:lang w:bidi="fa-IR"/>
        </w:rPr>
        <w:t xml:space="preserve"> و هم چنين است اگر در سال اولى كه به قدر رفتن حج مال پيدا كرده</w:t>
      </w:r>
      <w:r w:rsidR="000C4B14">
        <w:rPr>
          <w:rtl/>
          <w:lang w:bidi="fa-IR"/>
        </w:rPr>
        <w:t>،</w:t>
      </w:r>
      <w:r w:rsidRPr="003E3506">
        <w:rPr>
          <w:rtl/>
          <w:lang w:bidi="fa-IR"/>
        </w:rPr>
        <w:t xml:space="preserve"> به واسطه پيرى يا مرض يا ناتوانى نتواند حج كند و نااميد از توانايى خود باشد</w:t>
      </w:r>
      <w:r w:rsidR="000C4B14">
        <w:rPr>
          <w:rtl/>
          <w:lang w:bidi="fa-IR"/>
        </w:rPr>
        <w:t>،</w:t>
      </w:r>
      <w:r w:rsidRPr="003E3506">
        <w:rPr>
          <w:rtl/>
          <w:lang w:bidi="fa-IR"/>
        </w:rPr>
        <w:t xml:space="preserve"> و در تمام اين صور احتياط مستحب آن است كه چنانچه منوب عنه مرد باشد</w:t>
      </w:r>
      <w:r w:rsidR="000C4B14">
        <w:rPr>
          <w:rtl/>
          <w:lang w:bidi="fa-IR"/>
        </w:rPr>
        <w:t>،</w:t>
      </w:r>
      <w:r w:rsidRPr="003E3506">
        <w:rPr>
          <w:rtl/>
          <w:lang w:bidi="fa-IR"/>
        </w:rPr>
        <w:t xml:space="preserve"> نايب صروره باشد</w:t>
      </w:r>
      <w:r w:rsidR="000C4B14">
        <w:rPr>
          <w:rtl/>
          <w:lang w:bidi="fa-IR"/>
        </w:rPr>
        <w:t>،</w:t>
      </w:r>
      <w:r w:rsidRPr="003E3506">
        <w:rPr>
          <w:rtl/>
          <w:lang w:bidi="fa-IR"/>
        </w:rPr>
        <w:t xml:space="preserve"> يعنى كسى كه اولين مرتبه حج رفتن او باشد.</w:t>
      </w:r>
    </w:p>
    <w:p w:rsidR="003E3506" w:rsidRPr="003E3506" w:rsidRDefault="003E3506" w:rsidP="003E3506">
      <w:pPr>
        <w:pStyle w:val="libNormal"/>
        <w:rPr>
          <w:lang w:bidi="fa-IR"/>
        </w:rPr>
      </w:pPr>
      <w:r w:rsidRPr="003E3506">
        <w:rPr>
          <w:rtl/>
          <w:lang w:bidi="fa-IR"/>
        </w:rPr>
        <w:t>٢٠٥٧ - كسى كه از طرف ديگرى براى حج اجير شده</w:t>
      </w:r>
      <w:r w:rsidR="000C4B14">
        <w:rPr>
          <w:rtl/>
          <w:lang w:bidi="fa-IR"/>
        </w:rPr>
        <w:t>،</w:t>
      </w:r>
      <w:r w:rsidRPr="003E3506">
        <w:rPr>
          <w:rtl/>
          <w:lang w:bidi="fa-IR"/>
        </w:rPr>
        <w:t xml:space="preserve"> بايد طواف نساء را نيز از طرف او بجا آورد و اگر بجا نياورد</w:t>
      </w:r>
      <w:r w:rsidR="000C4B14">
        <w:rPr>
          <w:rtl/>
          <w:lang w:bidi="fa-IR"/>
        </w:rPr>
        <w:t>،</w:t>
      </w:r>
      <w:r w:rsidRPr="003E3506">
        <w:rPr>
          <w:rtl/>
          <w:lang w:bidi="fa-IR"/>
        </w:rPr>
        <w:t xml:space="preserve"> زن بر آن اجير حرام مى شود.</w:t>
      </w:r>
    </w:p>
    <w:p w:rsidR="003E3506" w:rsidRPr="003E3506" w:rsidRDefault="003E3506" w:rsidP="003E3506">
      <w:pPr>
        <w:pStyle w:val="libNormal"/>
        <w:rPr>
          <w:lang w:bidi="fa-IR"/>
        </w:rPr>
      </w:pPr>
      <w:r w:rsidRPr="003E3506">
        <w:rPr>
          <w:rtl/>
          <w:lang w:bidi="fa-IR"/>
        </w:rPr>
        <w:t>٢٠٥٨ - اگر طواف نساء را درست بجا نياورد يا فراموش كند چنانچه بعد از چند روز يادش بيايد و از بين راه برگردد و بجا آورد صحيح است</w:t>
      </w:r>
      <w:r w:rsidR="000C4B14">
        <w:rPr>
          <w:rtl/>
          <w:lang w:bidi="fa-IR"/>
        </w:rPr>
        <w:t>.</w:t>
      </w:r>
    </w:p>
    <w:p w:rsidR="003E3506" w:rsidRDefault="003E3506" w:rsidP="003E3506">
      <w:pPr>
        <w:pStyle w:val="libNormal"/>
        <w:rPr>
          <w:rFonts w:hint="cs"/>
          <w:rtl/>
          <w:lang w:bidi="fa-IR"/>
        </w:rPr>
      </w:pPr>
      <w:r w:rsidRPr="003E3506">
        <w:rPr>
          <w:rtl/>
          <w:lang w:bidi="fa-IR"/>
        </w:rPr>
        <w:t>ولى چنانچه برگشتن برايش مشقت داشته باشد مى تواند نايب بگيرد.</w:t>
      </w:r>
    </w:p>
    <w:p w:rsidR="000478FE" w:rsidRPr="003E3506" w:rsidRDefault="000478FE" w:rsidP="003E3506">
      <w:pPr>
        <w:pStyle w:val="libNormal"/>
        <w:rPr>
          <w:lang w:bidi="fa-IR"/>
        </w:rPr>
      </w:pPr>
      <w:r>
        <w:rPr>
          <w:rtl/>
          <w:lang w:bidi="fa-IR"/>
        </w:rPr>
        <w:br w:type="page"/>
      </w:r>
    </w:p>
    <w:p w:rsidR="003E3506" w:rsidRDefault="00605FAB" w:rsidP="000478FE">
      <w:pPr>
        <w:pStyle w:val="Heading2"/>
        <w:rPr>
          <w:rtl/>
          <w:lang w:bidi="fa-IR"/>
        </w:rPr>
      </w:pPr>
      <w:bookmarkStart w:id="221" w:name="_Toc24454644"/>
      <w:r>
        <w:rPr>
          <w:rtl/>
          <w:lang w:bidi="fa-IR"/>
        </w:rPr>
        <w:t>(</w:t>
      </w:r>
      <w:r w:rsidR="003E3506" w:rsidRPr="003E3506">
        <w:rPr>
          <w:rtl/>
          <w:lang w:bidi="fa-IR"/>
        </w:rPr>
        <w:t>احكام خريد و فروش</w:t>
      </w:r>
      <w:r>
        <w:rPr>
          <w:rtl/>
          <w:lang w:bidi="fa-IR"/>
        </w:rPr>
        <w:t>)</w:t>
      </w:r>
      <w:bookmarkEnd w:id="221"/>
    </w:p>
    <w:p w:rsidR="003E3506" w:rsidRPr="003E3506" w:rsidRDefault="003E3506" w:rsidP="003E3506">
      <w:pPr>
        <w:pStyle w:val="libNormal"/>
        <w:rPr>
          <w:lang w:bidi="fa-IR"/>
        </w:rPr>
      </w:pPr>
      <w:r w:rsidRPr="003E3506">
        <w:rPr>
          <w:rtl/>
          <w:lang w:bidi="fa-IR"/>
        </w:rPr>
        <w:t>٢٠٥٩ - شخص كاسب سزاوار است احكام خريد و فروش در موارد محل ابتلاء را ياد بگيرد</w:t>
      </w:r>
      <w:r w:rsidR="000C4B14">
        <w:rPr>
          <w:rtl/>
          <w:lang w:bidi="fa-IR"/>
        </w:rPr>
        <w:t>،</w:t>
      </w:r>
      <w:r w:rsidRPr="003E3506">
        <w:rPr>
          <w:rtl/>
          <w:lang w:bidi="fa-IR"/>
        </w:rPr>
        <w:t xml:space="preserve"> بلكه چنانچه به واسطه ياد نگرفتن در معرض مخالفت حكم الزامى باشد</w:t>
      </w:r>
      <w:r w:rsidR="000C4B14">
        <w:rPr>
          <w:rtl/>
          <w:lang w:bidi="fa-IR"/>
        </w:rPr>
        <w:t>،</w:t>
      </w:r>
      <w:r w:rsidRPr="003E3506">
        <w:rPr>
          <w:rtl/>
          <w:lang w:bidi="fa-IR"/>
        </w:rPr>
        <w:t xml:space="preserve"> ياد گرفتن لازم است</w:t>
      </w:r>
      <w:r w:rsidR="000C4B14">
        <w:rPr>
          <w:rtl/>
          <w:lang w:bidi="fa-IR"/>
        </w:rPr>
        <w:t>،</w:t>
      </w:r>
      <w:r w:rsidRPr="003E3506">
        <w:rPr>
          <w:rtl/>
          <w:lang w:bidi="fa-IR"/>
        </w:rPr>
        <w:t xml:space="preserve"> و از حضرت صادق </w:t>
      </w:r>
      <w:r w:rsidR="001B16BC" w:rsidRPr="001B16BC">
        <w:rPr>
          <w:rStyle w:val="libAlaemChar"/>
          <w:rtl/>
        </w:rPr>
        <w:t>عليه‌السلام</w:t>
      </w:r>
      <w:r w:rsidRPr="003E3506">
        <w:rPr>
          <w:rtl/>
          <w:lang w:bidi="fa-IR"/>
        </w:rPr>
        <w:t xml:space="preserve"> روايت شده</w:t>
      </w:r>
      <w:r w:rsidR="00553569">
        <w:rPr>
          <w:rtl/>
          <w:lang w:bidi="fa-IR"/>
        </w:rPr>
        <w:t>:</w:t>
      </w:r>
      <w:r w:rsidRPr="003E3506">
        <w:rPr>
          <w:rtl/>
          <w:lang w:bidi="fa-IR"/>
        </w:rPr>
        <w:t xml:space="preserve"> كسى كه مى خواهد خريد و فروش كند</w:t>
      </w:r>
      <w:r w:rsidR="000C4B14">
        <w:rPr>
          <w:rtl/>
          <w:lang w:bidi="fa-IR"/>
        </w:rPr>
        <w:t>،</w:t>
      </w:r>
      <w:r w:rsidRPr="003E3506">
        <w:rPr>
          <w:rtl/>
          <w:lang w:bidi="fa-IR"/>
        </w:rPr>
        <w:t xml:space="preserve"> بايد احكام آن را ياد بگيرد و اگر پيش از ياد گرفتن احكام آن</w:t>
      </w:r>
      <w:r w:rsidR="000C4B14">
        <w:rPr>
          <w:rtl/>
          <w:lang w:bidi="fa-IR"/>
        </w:rPr>
        <w:t>،</w:t>
      </w:r>
      <w:r w:rsidRPr="003E3506">
        <w:rPr>
          <w:rtl/>
          <w:lang w:bidi="fa-IR"/>
        </w:rPr>
        <w:t xml:space="preserve"> خريد و فروش كند</w:t>
      </w:r>
      <w:r w:rsidR="000C4B14">
        <w:rPr>
          <w:rtl/>
          <w:lang w:bidi="fa-IR"/>
        </w:rPr>
        <w:t>،</w:t>
      </w:r>
      <w:r w:rsidRPr="003E3506">
        <w:rPr>
          <w:rtl/>
          <w:lang w:bidi="fa-IR"/>
        </w:rPr>
        <w:t xml:space="preserve"> به واسطه معامله هاى باطل و شبهه ناك به هلاكت مى افتد.</w:t>
      </w:r>
    </w:p>
    <w:p w:rsidR="003E3506" w:rsidRPr="003E3506" w:rsidRDefault="003E3506" w:rsidP="003E3506">
      <w:pPr>
        <w:pStyle w:val="libNormal"/>
        <w:rPr>
          <w:lang w:bidi="fa-IR"/>
        </w:rPr>
      </w:pPr>
      <w:r w:rsidRPr="003E3506">
        <w:rPr>
          <w:rtl/>
          <w:lang w:bidi="fa-IR"/>
        </w:rPr>
        <w:t>٢٠٦٠ - اگر انسان براى ندانستن مساله اى نداند معامله اى كه كرده صحيح است يا باطل</w:t>
      </w:r>
      <w:r w:rsidR="000C4B14">
        <w:rPr>
          <w:rtl/>
          <w:lang w:bidi="fa-IR"/>
        </w:rPr>
        <w:t>،</w:t>
      </w:r>
      <w:r w:rsidRPr="003E3506">
        <w:rPr>
          <w:rtl/>
          <w:lang w:bidi="fa-IR"/>
        </w:rPr>
        <w:t xml:space="preserve"> نمى تواند در مالى كه گرفته تصرف نمايد</w:t>
      </w:r>
      <w:r w:rsidR="000C4B14">
        <w:rPr>
          <w:rtl/>
          <w:lang w:bidi="fa-IR"/>
        </w:rPr>
        <w:t>،</w:t>
      </w:r>
      <w:r w:rsidRPr="003E3506">
        <w:rPr>
          <w:rtl/>
          <w:lang w:bidi="fa-IR"/>
        </w:rPr>
        <w:t xml:space="preserve"> مگر آن كه بداند طرف راضى به تصرف در آن است هر چند معامله باطل باشد.</w:t>
      </w:r>
    </w:p>
    <w:p w:rsidR="003E3506" w:rsidRPr="003E3506" w:rsidRDefault="003E3506" w:rsidP="003E3506">
      <w:pPr>
        <w:pStyle w:val="libNormal"/>
        <w:rPr>
          <w:lang w:bidi="fa-IR"/>
        </w:rPr>
      </w:pPr>
      <w:r w:rsidRPr="003E3506">
        <w:rPr>
          <w:rtl/>
          <w:lang w:bidi="fa-IR"/>
        </w:rPr>
        <w:t>٢٠٦١ - كسى كه مال ندارد و مخارجى بر او واجب است مثل خرج زن و بچه</w:t>
      </w:r>
      <w:r w:rsidR="000C4B14">
        <w:rPr>
          <w:rtl/>
          <w:lang w:bidi="fa-IR"/>
        </w:rPr>
        <w:t>،</w:t>
      </w:r>
      <w:r w:rsidRPr="003E3506">
        <w:rPr>
          <w:rtl/>
          <w:lang w:bidi="fa-IR"/>
        </w:rPr>
        <w:t xml:space="preserve"> بايد كسب كند و براى كارهاى مستحب مانند وسعت دادن به عيالات و دستگيرى از فقرا</w:t>
      </w:r>
      <w:r w:rsidR="000C4B14">
        <w:rPr>
          <w:rtl/>
          <w:lang w:bidi="fa-IR"/>
        </w:rPr>
        <w:t>،</w:t>
      </w:r>
      <w:r w:rsidRPr="003E3506">
        <w:rPr>
          <w:rtl/>
          <w:lang w:bidi="fa-IR"/>
        </w:rPr>
        <w:t xml:space="preserve"> كسب كردن مستحب است</w:t>
      </w:r>
      <w:r w:rsidR="000C4B14">
        <w:rPr>
          <w:rtl/>
          <w:lang w:bidi="fa-IR"/>
        </w:rPr>
        <w:t>.</w:t>
      </w:r>
    </w:p>
    <w:p w:rsidR="003E3506" w:rsidRDefault="00605FAB" w:rsidP="00954472">
      <w:pPr>
        <w:pStyle w:val="Heading3"/>
        <w:rPr>
          <w:rtl/>
          <w:lang w:bidi="fa-IR"/>
        </w:rPr>
      </w:pPr>
      <w:bookmarkStart w:id="222" w:name="_Toc24454645"/>
      <w:r>
        <w:rPr>
          <w:rtl/>
          <w:lang w:bidi="fa-IR"/>
        </w:rPr>
        <w:t>(</w:t>
      </w:r>
      <w:r w:rsidR="003E3506" w:rsidRPr="003E3506">
        <w:rPr>
          <w:rtl/>
          <w:lang w:bidi="fa-IR"/>
        </w:rPr>
        <w:t>مستحبات خريد و فروش</w:t>
      </w:r>
      <w:r>
        <w:rPr>
          <w:rtl/>
          <w:lang w:bidi="fa-IR"/>
        </w:rPr>
        <w:t>)</w:t>
      </w:r>
      <w:bookmarkEnd w:id="222"/>
    </w:p>
    <w:p w:rsidR="003E3506" w:rsidRPr="003E3506" w:rsidRDefault="003E3506" w:rsidP="003E3506">
      <w:pPr>
        <w:pStyle w:val="libNormal"/>
        <w:rPr>
          <w:lang w:bidi="fa-IR"/>
        </w:rPr>
      </w:pPr>
      <w:r w:rsidRPr="003E3506">
        <w:rPr>
          <w:rtl/>
          <w:lang w:bidi="fa-IR"/>
        </w:rPr>
        <w:t>١/٢٠٦١ - چند چيز در خريد و فروش مستحب شمرده شده است</w:t>
      </w:r>
      <w:r w:rsidR="00553569">
        <w:rPr>
          <w:rtl/>
          <w:lang w:bidi="fa-IR"/>
        </w:rPr>
        <w:t>:</w:t>
      </w:r>
      <w:r w:rsidRPr="003E3506">
        <w:rPr>
          <w:rtl/>
          <w:lang w:bidi="fa-IR"/>
        </w:rPr>
        <w:t xml:space="preserve"> اول آن كه در قيمت جنس بين مشتريها فرق نگذارد.</w:t>
      </w:r>
    </w:p>
    <w:p w:rsidR="003E3506" w:rsidRPr="003E3506" w:rsidRDefault="003E3506" w:rsidP="003E3506">
      <w:pPr>
        <w:pStyle w:val="libNormal"/>
        <w:rPr>
          <w:lang w:bidi="fa-IR"/>
        </w:rPr>
      </w:pPr>
      <w:r w:rsidRPr="003E3506">
        <w:rPr>
          <w:rtl/>
          <w:lang w:bidi="fa-IR"/>
        </w:rPr>
        <w:t>مگر به لحاظ فقر و مانند آن</w:t>
      </w:r>
      <w:r w:rsidR="000C4B14">
        <w:rPr>
          <w:rtl/>
          <w:lang w:bidi="fa-IR"/>
        </w:rPr>
        <w:t>.</w:t>
      </w:r>
    </w:p>
    <w:p w:rsidR="003E3506" w:rsidRPr="003E3506" w:rsidRDefault="003E3506" w:rsidP="003E3506">
      <w:pPr>
        <w:pStyle w:val="libNormal"/>
        <w:rPr>
          <w:lang w:bidi="fa-IR"/>
        </w:rPr>
      </w:pPr>
      <w:r w:rsidRPr="003E3506">
        <w:rPr>
          <w:rtl/>
          <w:lang w:bidi="fa-IR"/>
        </w:rPr>
        <w:t>دوم آن كه در قيمت جنس سخت گيرى نكند</w:t>
      </w:r>
      <w:r w:rsidR="000C4B14">
        <w:rPr>
          <w:rtl/>
          <w:lang w:bidi="fa-IR"/>
        </w:rPr>
        <w:t>،</w:t>
      </w:r>
      <w:r w:rsidRPr="003E3506">
        <w:rPr>
          <w:rtl/>
          <w:lang w:bidi="fa-IR"/>
        </w:rPr>
        <w:t xml:space="preserve"> مگر آن كه در معرض غبن باشد.</w:t>
      </w:r>
    </w:p>
    <w:p w:rsidR="003E3506" w:rsidRPr="003E3506" w:rsidRDefault="003E3506" w:rsidP="003E3506">
      <w:pPr>
        <w:pStyle w:val="libNormal"/>
        <w:rPr>
          <w:lang w:bidi="fa-IR"/>
        </w:rPr>
      </w:pPr>
      <w:r w:rsidRPr="003E3506">
        <w:rPr>
          <w:rtl/>
          <w:lang w:bidi="fa-IR"/>
        </w:rPr>
        <w:t>سوم آن كه چيزى را كه مى فروشد زيادتر بدهد و آنچه را كه مى خرد كمتر بگيرد.</w:t>
      </w:r>
    </w:p>
    <w:p w:rsidR="003E3506" w:rsidRPr="003E3506" w:rsidRDefault="003E3506" w:rsidP="003E3506">
      <w:pPr>
        <w:pStyle w:val="libNormal"/>
        <w:rPr>
          <w:lang w:bidi="fa-IR"/>
        </w:rPr>
      </w:pPr>
      <w:r w:rsidRPr="003E3506">
        <w:rPr>
          <w:rtl/>
          <w:lang w:bidi="fa-IR"/>
        </w:rPr>
        <w:t>چهارم آن كه كسى كه با او معامله كرده</w:t>
      </w:r>
      <w:r w:rsidR="000C4B14">
        <w:rPr>
          <w:rtl/>
          <w:lang w:bidi="fa-IR"/>
        </w:rPr>
        <w:t>،</w:t>
      </w:r>
      <w:r w:rsidRPr="003E3506">
        <w:rPr>
          <w:rtl/>
          <w:lang w:bidi="fa-IR"/>
        </w:rPr>
        <w:t xml:space="preserve"> اگر پشيمان شود و از او تقاضا كند كه معامله را بهم بزند</w:t>
      </w:r>
      <w:r w:rsidR="000C4B14">
        <w:rPr>
          <w:rtl/>
          <w:lang w:bidi="fa-IR"/>
        </w:rPr>
        <w:t>،</w:t>
      </w:r>
      <w:r w:rsidRPr="003E3506">
        <w:rPr>
          <w:rtl/>
          <w:lang w:bidi="fa-IR"/>
        </w:rPr>
        <w:t xml:space="preserve"> براى بهم زدن معامله حاضر شود.</w:t>
      </w:r>
    </w:p>
    <w:p w:rsidR="003E3506" w:rsidRDefault="00605FAB" w:rsidP="00954472">
      <w:pPr>
        <w:pStyle w:val="Heading3"/>
        <w:rPr>
          <w:rtl/>
          <w:lang w:bidi="fa-IR"/>
        </w:rPr>
      </w:pPr>
      <w:bookmarkStart w:id="223" w:name="_Toc24454646"/>
      <w:r>
        <w:rPr>
          <w:rtl/>
          <w:lang w:bidi="fa-IR"/>
        </w:rPr>
        <w:lastRenderedPageBreak/>
        <w:t>(</w:t>
      </w:r>
      <w:r w:rsidR="003E3506" w:rsidRPr="003E3506">
        <w:rPr>
          <w:rtl/>
          <w:lang w:bidi="fa-IR"/>
        </w:rPr>
        <w:t>معاملات مكروه</w:t>
      </w:r>
      <w:r>
        <w:rPr>
          <w:rtl/>
          <w:lang w:bidi="fa-IR"/>
        </w:rPr>
        <w:t>)</w:t>
      </w:r>
      <w:bookmarkEnd w:id="223"/>
    </w:p>
    <w:p w:rsidR="003E3506" w:rsidRPr="003E3506" w:rsidRDefault="003E3506" w:rsidP="003E3506">
      <w:pPr>
        <w:pStyle w:val="libNormal"/>
        <w:rPr>
          <w:lang w:bidi="fa-IR"/>
        </w:rPr>
      </w:pPr>
      <w:r w:rsidRPr="003E3506">
        <w:rPr>
          <w:rtl/>
          <w:lang w:bidi="fa-IR"/>
        </w:rPr>
        <w:t>٢٠٦٢ - عمده معاملاتى كه مكروه شمرده شده از اين قرار است</w:t>
      </w:r>
      <w:r w:rsidR="00553569">
        <w:rPr>
          <w:rtl/>
          <w:lang w:bidi="fa-IR"/>
        </w:rPr>
        <w:t>:</w:t>
      </w:r>
      <w:r w:rsidRPr="003E3506">
        <w:rPr>
          <w:rtl/>
          <w:lang w:bidi="fa-IR"/>
        </w:rPr>
        <w:t xml:space="preserve"> اول فروش زمين</w:t>
      </w:r>
      <w:r w:rsidR="000C4B14">
        <w:rPr>
          <w:rtl/>
          <w:lang w:bidi="fa-IR"/>
        </w:rPr>
        <w:t>،</w:t>
      </w:r>
      <w:r w:rsidRPr="003E3506">
        <w:rPr>
          <w:rtl/>
          <w:lang w:bidi="fa-IR"/>
        </w:rPr>
        <w:t xml:space="preserve"> مگر اين كه زمين ديگرى با پول آن بخرد.</w:t>
      </w:r>
    </w:p>
    <w:p w:rsidR="003E3506" w:rsidRPr="003E3506" w:rsidRDefault="003E3506" w:rsidP="003E3506">
      <w:pPr>
        <w:pStyle w:val="libNormal"/>
        <w:rPr>
          <w:lang w:bidi="fa-IR"/>
        </w:rPr>
      </w:pPr>
      <w:r w:rsidRPr="003E3506">
        <w:rPr>
          <w:rtl/>
          <w:lang w:bidi="fa-IR"/>
        </w:rPr>
        <w:t>دوم قصابى</w:t>
      </w:r>
      <w:r w:rsidR="000C4B14">
        <w:rPr>
          <w:rtl/>
          <w:lang w:bidi="fa-IR"/>
        </w:rPr>
        <w:t>.</w:t>
      </w:r>
    </w:p>
    <w:p w:rsidR="003E3506" w:rsidRPr="003E3506" w:rsidRDefault="003E3506" w:rsidP="003E3506">
      <w:pPr>
        <w:pStyle w:val="libNormal"/>
        <w:rPr>
          <w:lang w:bidi="fa-IR"/>
        </w:rPr>
      </w:pPr>
      <w:r w:rsidRPr="003E3506">
        <w:rPr>
          <w:rtl/>
          <w:lang w:bidi="fa-IR"/>
        </w:rPr>
        <w:t>سوم آن كه كار خود را كفن فروشى قرار دهد.</w:t>
      </w:r>
    </w:p>
    <w:p w:rsidR="003E3506" w:rsidRPr="003E3506" w:rsidRDefault="003E3506" w:rsidP="003E3506">
      <w:pPr>
        <w:pStyle w:val="libNormal"/>
        <w:rPr>
          <w:lang w:bidi="fa-IR"/>
        </w:rPr>
      </w:pPr>
      <w:r w:rsidRPr="003E3506">
        <w:rPr>
          <w:rtl/>
          <w:lang w:bidi="fa-IR"/>
        </w:rPr>
        <w:t>چهارم معامله با مردمانى كه پرورش سالم نشده اند.</w:t>
      </w:r>
    </w:p>
    <w:p w:rsidR="003E3506" w:rsidRPr="003E3506" w:rsidRDefault="003E3506" w:rsidP="003E3506">
      <w:pPr>
        <w:pStyle w:val="libNormal"/>
        <w:rPr>
          <w:lang w:bidi="fa-IR"/>
        </w:rPr>
      </w:pPr>
      <w:r w:rsidRPr="003E3506">
        <w:rPr>
          <w:rtl/>
          <w:lang w:bidi="fa-IR"/>
        </w:rPr>
        <w:t>پنجم معامله بين اذان صبح و اول آفتاب</w:t>
      </w:r>
      <w:r w:rsidR="000C4B14">
        <w:rPr>
          <w:rtl/>
          <w:lang w:bidi="fa-IR"/>
        </w:rPr>
        <w:t>.</w:t>
      </w:r>
    </w:p>
    <w:p w:rsidR="003E3506" w:rsidRPr="003E3506" w:rsidRDefault="003E3506" w:rsidP="003E3506">
      <w:pPr>
        <w:pStyle w:val="libNormal"/>
        <w:rPr>
          <w:lang w:bidi="fa-IR"/>
        </w:rPr>
      </w:pPr>
      <w:r w:rsidRPr="003E3506">
        <w:rPr>
          <w:rtl/>
          <w:lang w:bidi="fa-IR"/>
        </w:rPr>
        <w:t>ششم آن كه كار خود را خريد و فروش گندم و جو و مانند اينها قرار دهد.</w:t>
      </w:r>
    </w:p>
    <w:p w:rsidR="003E3506" w:rsidRPr="003E3506" w:rsidRDefault="003E3506" w:rsidP="003E3506">
      <w:pPr>
        <w:pStyle w:val="libNormal"/>
        <w:rPr>
          <w:lang w:bidi="fa-IR"/>
        </w:rPr>
      </w:pPr>
      <w:r w:rsidRPr="003E3506">
        <w:rPr>
          <w:rtl/>
          <w:lang w:bidi="fa-IR"/>
        </w:rPr>
        <w:t>هفتم آن كه براى خريدن جنسى كه مسلمان ديگرى مى خواهد بخرد داخل معامله او شود.</w:t>
      </w:r>
    </w:p>
    <w:p w:rsidR="003E3506" w:rsidRDefault="00605FAB" w:rsidP="00954472">
      <w:pPr>
        <w:pStyle w:val="Heading3"/>
        <w:rPr>
          <w:rtl/>
          <w:lang w:bidi="fa-IR"/>
        </w:rPr>
      </w:pPr>
      <w:bookmarkStart w:id="224" w:name="_Toc24454647"/>
      <w:r>
        <w:rPr>
          <w:rtl/>
          <w:lang w:bidi="fa-IR"/>
        </w:rPr>
        <w:t>(</w:t>
      </w:r>
      <w:r w:rsidR="003E3506" w:rsidRPr="003E3506">
        <w:rPr>
          <w:rtl/>
          <w:lang w:bidi="fa-IR"/>
        </w:rPr>
        <w:t>معاملات حرام</w:t>
      </w:r>
      <w:r>
        <w:rPr>
          <w:rtl/>
          <w:lang w:bidi="fa-IR"/>
        </w:rPr>
        <w:t>)</w:t>
      </w:r>
      <w:bookmarkEnd w:id="224"/>
    </w:p>
    <w:p w:rsidR="003E3506" w:rsidRPr="003E3506" w:rsidRDefault="003E3506" w:rsidP="003E3506">
      <w:pPr>
        <w:pStyle w:val="libNormal"/>
        <w:rPr>
          <w:lang w:bidi="fa-IR"/>
        </w:rPr>
      </w:pPr>
      <w:r w:rsidRPr="003E3506">
        <w:rPr>
          <w:rtl/>
          <w:lang w:bidi="fa-IR"/>
        </w:rPr>
        <w:t>٢٠٦٣ - معاملات حرام بسيار است از آن جمله اين موارد است</w:t>
      </w:r>
      <w:r w:rsidR="00553569">
        <w:rPr>
          <w:rtl/>
          <w:lang w:bidi="fa-IR"/>
        </w:rPr>
        <w:t>:</w:t>
      </w:r>
      <w:r w:rsidRPr="003E3506">
        <w:rPr>
          <w:rtl/>
          <w:lang w:bidi="fa-IR"/>
        </w:rPr>
        <w:t xml:space="preserve"> اول خريد و فروش مشروبات مسكر</w:t>
      </w:r>
      <w:r w:rsidR="000C4B14">
        <w:rPr>
          <w:rtl/>
          <w:lang w:bidi="fa-IR"/>
        </w:rPr>
        <w:t>،</w:t>
      </w:r>
      <w:r w:rsidRPr="003E3506">
        <w:rPr>
          <w:rtl/>
          <w:lang w:bidi="fa-IR"/>
        </w:rPr>
        <w:t xml:space="preserve"> و سگ غير شكارى و خوك و هم چنين مردار نجس بنابر احتياط</w:t>
      </w:r>
      <w:r w:rsidR="000C4B14">
        <w:rPr>
          <w:rtl/>
          <w:lang w:bidi="fa-IR"/>
        </w:rPr>
        <w:t>،</w:t>
      </w:r>
      <w:r w:rsidRPr="003E3506">
        <w:rPr>
          <w:rtl/>
          <w:lang w:bidi="fa-IR"/>
        </w:rPr>
        <w:t xml:space="preserve"> و در غير اينها در صورتى كه بشود از عين نجس استفاده حلال نمود</w:t>
      </w:r>
      <w:r w:rsidR="000C4B14">
        <w:rPr>
          <w:rtl/>
          <w:lang w:bidi="fa-IR"/>
        </w:rPr>
        <w:t>،</w:t>
      </w:r>
      <w:r w:rsidRPr="003E3506">
        <w:rPr>
          <w:rtl/>
          <w:lang w:bidi="fa-IR"/>
        </w:rPr>
        <w:t xml:space="preserve"> مثلا غايط را كود نمايند خريد و فروش جايز است</w:t>
      </w:r>
      <w:r w:rsidR="000C4B14">
        <w:rPr>
          <w:rtl/>
          <w:lang w:bidi="fa-IR"/>
        </w:rPr>
        <w:t>،</w:t>
      </w:r>
      <w:r w:rsidRPr="003E3506">
        <w:rPr>
          <w:rtl/>
          <w:lang w:bidi="fa-IR"/>
        </w:rPr>
        <w:t xml:space="preserve"> اگر چه احتياط در ترك است</w:t>
      </w:r>
      <w:r w:rsidR="000C4B14">
        <w:rPr>
          <w:rtl/>
          <w:lang w:bidi="fa-IR"/>
        </w:rPr>
        <w:t>.</w:t>
      </w:r>
    </w:p>
    <w:p w:rsidR="003E3506" w:rsidRPr="003E3506" w:rsidRDefault="003E3506" w:rsidP="003E3506">
      <w:pPr>
        <w:pStyle w:val="libNormal"/>
        <w:rPr>
          <w:lang w:bidi="fa-IR"/>
        </w:rPr>
      </w:pPr>
      <w:r w:rsidRPr="003E3506">
        <w:rPr>
          <w:rtl/>
          <w:lang w:bidi="fa-IR"/>
        </w:rPr>
        <w:t>دوم خريد و فروش مال غصبى</w:t>
      </w:r>
      <w:r w:rsidR="000C4B14">
        <w:rPr>
          <w:rtl/>
          <w:lang w:bidi="fa-IR"/>
        </w:rPr>
        <w:t>.</w:t>
      </w:r>
    </w:p>
    <w:p w:rsidR="003E3506" w:rsidRPr="003E3506" w:rsidRDefault="003E3506" w:rsidP="003E3506">
      <w:pPr>
        <w:pStyle w:val="libNormal"/>
        <w:rPr>
          <w:lang w:bidi="fa-IR"/>
        </w:rPr>
      </w:pPr>
      <w:r w:rsidRPr="003E3506">
        <w:rPr>
          <w:rtl/>
          <w:lang w:bidi="fa-IR"/>
        </w:rPr>
        <w:t>سوم بنابر احتياط خريد و فروش چيزى كه نزد مردم مال نيست مثل حيوانات درنده</w:t>
      </w:r>
      <w:r w:rsidR="000C4B14">
        <w:rPr>
          <w:rtl/>
          <w:lang w:bidi="fa-IR"/>
        </w:rPr>
        <w:t>،</w:t>
      </w:r>
      <w:r w:rsidRPr="003E3506">
        <w:rPr>
          <w:rtl/>
          <w:lang w:bidi="fa-IR"/>
        </w:rPr>
        <w:t xml:space="preserve"> در صورتى كه منفعت محلله قابل توجهى نداشته باشند.</w:t>
      </w:r>
    </w:p>
    <w:p w:rsidR="003E3506" w:rsidRPr="003E3506" w:rsidRDefault="003E3506" w:rsidP="003E3506">
      <w:pPr>
        <w:pStyle w:val="libNormal"/>
        <w:rPr>
          <w:lang w:bidi="fa-IR"/>
        </w:rPr>
      </w:pPr>
      <w:r w:rsidRPr="003E3506">
        <w:rPr>
          <w:rtl/>
          <w:lang w:bidi="fa-IR"/>
        </w:rPr>
        <w:t>چهارم معامله چيزى كه منافع معمولى آن فقط كار حرام باشد.</w:t>
      </w:r>
    </w:p>
    <w:p w:rsidR="003E3506" w:rsidRPr="003E3506" w:rsidRDefault="003E3506" w:rsidP="003E3506">
      <w:pPr>
        <w:pStyle w:val="libNormal"/>
        <w:rPr>
          <w:lang w:bidi="fa-IR"/>
        </w:rPr>
      </w:pPr>
      <w:r w:rsidRPr="003E3506">
        <w:rPr>
          <w:rtl/>
          <w:lang w:bidi="fa-IR"/>
        </w:rPr>
        <w:t>مانند اسباب قمار.</w:t>
      </w:r>
    </w:p>
    <w:p w:rsidR="003E3506" w:rsidRPr="003E3506" w:rsidRDefault="003E3506" w:rsidP="003E3506">
      <w:pPr>
        <w:pStyle w:val="libNormal"/>
        <w:rPr>
          <w:lang w:bidi="fa-IR"/>
        </w:rPr>
      </w:pPr>
      <w:r w:rsidRPr="003E3506">
        <w:rPr>
          <w:rtl/>
          <w:lang w:bidi="fa-IR"/>
        </w:rPr>
        <w:t>پنجم معامله اى كه در آن ربا باشد.</w:t>
      </w:r>
    </w:p>
    <w:p w:rsidR="003E3506" w:rsidRPr="003E3506" w:rsidRDefault="003E3506" w:rsidP="003E3506">
      <w:pPr>
        <w:pStyle w:val="libNormal"/>
        <w:rPr>
          <w:lang w:bidi="fa-IR"/>
        </w:rPr>
      </w:pPr>
      <w:r w:rsidRPr="003E3506">
        <w:rPr>
          <w:rtl/>
          <w:lang w:bidi="fa-IR"/>
        </w:rPr>
        <w:t>ششم معامله اى كه در آن غش باشد مثل فروش جنسى كه با چيز ديگر مخلوط است</w:t>
      </w:r>
      <w:r w:rsidR="000C4B14">
        <w:rPr>
          <w:rtl/>
          <w:lang w:bidi="fa-IR"/>
        </w:rPr>
        <w:t>،</w:t>
      </w:r>
      <w:r w:rsidRPr="003E3506">
        <w:rPr>
          <w:rtl/>
          <w:lang w:bidi="fa-IR"/>
        </w:rPr>
        <w:t xml:space="preserve"> در صورتى كه آن چيز معلوم نباشد و فروشنده هم به خريدار نگويد</w:t>
      </w:r>
      <w:r w:rsidR="000C4B14">
        <w:rPr>
          <w:rtl/>
          <w:lang w:bidi="fa-IR"/>
        </w:rPr>
        <w:t>،</w:t>
      </w:r>
      <w:r w:rsidRPr="003E3506">
        <w:rPr>
          <w:rtl/>
          <w:lang w:bidi="fa-IR"/>
        </w:rPr>
        <w:t xml:space="preserve"> مثل فروختن روغنى كه آن را </w:t>
      </w:r>
      <w:r w:rsidRPr="003E3506">
        <w:rPr>
          <w:rtl/>
          <w:lang w:bidi="fa-IR"/>
        </w:rPr>
        <w:lastRenderedPageBreak/>
        <w:t>با پيه مخلوط كرده است</w:t>
      </w:r>
      <w:r w:rsidR="000C4B14">
        <w:rPr>
          <w:rtl/>
          <w:lang w:bidi="fa-IR"/>
        </w:rPr>
        <w:t>،</w:t>
      </w:r>
      <w:r w:rsidRPr="003E3506">
        <w:rPr>
          <w:rtl/>
          <w:lang w:bidi="fa-IR"/>
        </w:rPr>
        <w:t xml:space="preserve"> پيغمبر اكرم </w:t>
      </w:r>
      <w:r w:rsidR="00884B11" w:rsidRPr="00884B11">
        <w:rPr>
          <w:rStyle w:val="libAlaemChar"/>
          <w:rtl/>
        </w:rPr>
        <w:t>صلى‌الله‌عليه‌وآله‌وسلم</w:t>
      </w:r>
      <w:r w:rsidRPr="003E3506">
        <w:rPr>
          <w:rtl/>
          <w:lang w:bidi="fa-IR"/>
        </w:rPr>
        <w:t xml:space="preserve"> فرموده اند از ما نيست كسى كه در معامله با مسلمانان غش كند</w:t>
      </w:r>
      <w:r w:rsidR="000C4B14">
        <w:rPr>
          <w:rtl/>
          <w:lang w:bidi="fa-IR"/>
        </w:rPr>
        <w:t>،</w:t>
      </w:r>
      <w:r w:rsidRPr="003E3506">
        <w:rPr>
          <w:rtl/>
          <w:lang w:bidi="fa-IR"/>
        </w:rPr>
        <w:t xml:space="preserve"> يا به آنان ضرر بزند يا تقلب و حيله نمايد و هر كه با برادر مسلمان خود غش كند</w:t>
      </w:r>
      <w:r w:rsidR="000C4B14">
        <w:rPr>
          <w:rtl/>
          <w:lang w:bidi="fa-IR"/>
        </w:rPr>
        <w:t>،</w:t>
      </w:r>
      <w:r w:rsidRPr="003E3506">
        <w:rPr>
          <w:rtl/>
          <w:lang w:bidi="fa-IR"/>
        </w:rPr>
        <w:t xml:space="preserve"> خداوند بركت روزى او را مى برد و راه معاش او را مى بندد و او را به خودش واگذار مى كند.</w:t>
      </w:r>
    </w:p>
    <w:p w:rsidR="003E3506" w:rsidRPr="003E3506" w:rsidRDefault="003E3506" w:rsidP="003E3506">
      <w:pPr>
        <w:pStyle w:val="libNormal"/>
        <w:rPr>
          <w:lang w:bidi="fa-IR"/>
        </w:rPr>
      </w:pPr>
      <w:r w:rsidRPr="003E3506">
        <w:rPr>
          <w:rtl/>
          <w:lang w:bidi="fa-IR"/>
        </w:rPr>
        <w:t>٢٠٦٤ - فروختن چيز پاكى كه نجس شده و آب كشيدن آن ممكن است</w:t>
      </w:r>
      <w:r w:rsidR="000C4B14">
        <w:rPr>
          <w:rtl/>
          <w:lang w:bidi="fa-IR"/>
        </w:rPr>
        <w:t>،</w:t>
      </w:r>
      <w:r w:rsidRPr="003E3506">
        <w:rPr>
          <w:rtl/>
          <w:lang w:bidi="fa-IR"/>
        </w:rPr>
        <w:t xml:space="preserve"> اشكال ندارد</w:t>
      </w:r>
      <w:r w:rsidR="000C4B14">
        <w:rPr>
          <w:rtl/>
          <w:lang w:bidi="fa-IR"/>
        </w:rPr>
        <w:t>،</w:t>
      </w:r>
      <w:r w:rsidRPr="003E3506">
        <w:rPr>
          <w:rtl/>
          <w:lang w:bidi="fa-IR"/>
        </w:rPr>
        <w:t xml:space="preserve"> و هم چنين است</w:t>
      </w:r>
      <w:r w:rsidR="000C4B14">
        <w:rPr>
          <w:rtl/>
          <w:lang w:bidi="fa-IR"/>
        </w:rPr>
        <w:t>،</w:t>
      </w:r>
      <w:r w:rsidRPr="003E3506">
        <w:rPr>
          <w:rtl/>
          <w:lang w:bidi="fa-IR"/>
        </w:rPr>
        <w:t xml:space="preserve"> اگر آب كشيدن آن ممكن نباشد</w:t>
      </w:r>
      <w:r w:rsidR="000C4B14">
        <w:rPr>
          <w:rtl/>
          <w:lang w:bidi="fa-IR"/>
        </w:rPr>
        <w:t>،</w:t>
      </w:r>
      <w:r w:rsidRPr="003E3506">
        <w:rPr>
          <w:rtl/>
          <w:lang w:bidi="fa-IR"/>
        </w:rPr>
        <w:t xml:space="preserve"> ولى منافع محلله متعارفه اش توقف بر پاك بودنش نداشته باشد - مانند بعضى از روغنها - بلكه اگر توقف هم داشته باشد چنانچه منفعت محلله قابل توجهى داشته باشد</w:t>
      </w:r>
      <w:r w:rsidR="000C4B14">
        <w:rPr>
          <w:rtl/>
          <w:lang w:bidi="fa-IR"/>
        </w:rPr>
        <w:t>،</w:t>
      </w:r>
      <w:r w:rsidRPr="003E3506">
        <w:rPr>
          <w:rtl/>
          <w:lang w:bidi="fa-IR"/>
        </w:rPr>
        <w:t xml:space="preserve"> باز هم فروختنش جايز است</w:t>
      </w:r>
      <w:r w:rsidR="000C4B14">
        <w:rPr>
          <w:rtl/>
          <w:lang w:bidi="fa-IR"/>
        </w:rPr>
        <w:t>.</w:t>
      </w:r>
    </w:p>
    <w:p w:rsidR="003E3506" w:rsidRPr="003E3506" w:rsidRDefault="003E3506" w:rsidP="003E3506">
      <w:pPr>
        <w:pStyle w:val="libNormal"/>
        <w:rPr>
          <w:lang w:bidi="fa-IR"/>
        </w:rPr>
      </w:pPr>
      <w:r w:rsidRPr="003E3506">
        <w:rPr>
          <w:rtl/>
          <w:lang w:bidi="fa-IR"/>
        </w:rPr>
        <w:t>٢٠٦٥ - اگر كسى بخواهد چيزى را كه نجس است</w:t>
      </w:r>
      <w:r w:rsidR="000C4B14">
        <w:rPr>
          <w:rtl/>
          <w:lang w:bidi="fa-IR"/>
        </w:rPr>
        <w:t>،</w:t>
      </w:r>
      <w:r w:rsidRPr="003E3506">
        <w:rPr>
          <w:rtl/>
          <w:lang w:bidi="fa-IR"/>
        </w:rPr>
        <w:t xml:space="preserve"> بفروشد بايد نجس بودن آن را به خريدار بگويد در صورتى كه اگر نگويد خريدار در معرض مخالفت تكليف الزامى قرار مى گيرد</w:t>
      </w:r>
      <w:r w:rsidR="000C4B14">
        <w:rPr>
          <w:rtl/>
          <w:lang w:bidi="fa-IR"/>
        </w:rPr>
        <w:t>،</w:t>
      </w:r>
      <w:r w:rsidRPr="003E3506">
        <w:rPr>
          <w:rtl/>
          <w:lang w:bidi="fa-IR"/>
        </w:rPr>
        <w:t xml:space="preserve"> مثل اين كه آب نجس را در وضو و يا غسل به كار مى برد و با آن نماز واجبش را مى خواند</w:t>
      </w:r>
      <w:r w:rsidR="000C4B14">
        <w:rPr>
          <w:rtl/>
          <w:lang w:bidi="fa-IR"/>
        </w:rPr>
        <w:t>،</w:t>
      </w:r>
      <w:r w:rsidRPr="003E3506">
        <w:rPr>
          <w:rtl/>
          <w:lang w:bidi="fa-IR"/>
        </w:rPr>
        <w:t xml:space="preserve"> و يا از آن چيز نجس در خوردن و آشاميدن استفاده مى كند</w:t>
      </w:r>
      <w:r w:rsidR="000C4B14">
        <w:rPr>
          <w:rtl/>
          <w:lang w:bidi="fa-IR"/>
        </w:rPr>
        <w:t>،</w:t>
      </w:r>
      <w:r w:rsidRPr="003E3506">
        <w:rPr>
          <w:rtl/>
          <w:lang w:bidi="fa-IR"/>
        </w:rPr>
        <w:t xml:space="preserve"> البته اگر بداند كه گفتن به او فايده اى ندارد</w:t>
      </w:r>
      <w:r w:rsidR="000C4B14">
        <w:rPr>
          <w:rtl/>
          <w:lang w:bidi="fa-IR"/>
        </w:rPr>
        <w:t>،</w:t>
      </w:r>
      <w:r w:rsidRPr="003E3506">
        <w:rPr>
          <w:rtl/>
          <w:lang w:bidi="fa-IR"/>
        </w:rPr>
        <w:t xml:space="preserve"> چون مثلا آدم لاابالى است كه نجاست و طهارت را رعايت نمى كند</w:t>
      </w:r>
      <w:r w:rsidR="000C4B14">
        <w:rPr>
          <w:rtl/>
          <w:lang w:bidi="fa-IR"/>
        </w:rPr>
        <w:t>،</w:t>
      </w:r>
      <w:r w:rsidRPr="003E3506">
        <w:rPr>
          <w:rtl/>
          <w:lang w:bidi="fa-IR"/>
        </w:rPr>
        <w:t xml:space="preserve"> لازم نيست به او بگويد.</w:t>
      </w:r>
    </w:p>
    <w:p w:rsidR="003E3506" w:rsidRPr="003E3506" w:rsidRDefault="003E3506" w:rsidP="003E3506">
      <w:pPr>
        <w:pStyle w:val="libNormal"/>
        <w:rPr>
          <w:lang w:bidi="fa-IR"/>
        </w:rPr>
      </w:pPr>
      <w:r w:rsidRPr="003E3506">
        <w:rPr>
          <w:rtl/>
          <w:lang w:bidi="fa-IR"/>
        </w:rPr>
        <w:t>٢٠٦٦ - خريد و فروش دواهاى نجس خوردنى و غير خوردنى اگر چه جايز است ولى بايد نجاستش را در صورتى كه در مساله پيش گفته شد به مشترى بگويند. ٢٠٦٧ - خريد و فروش روغن هايى كه از ممالك غير اسلامى مى آورند</w:t>
      </w:r>
      <w:r w:rsidR="000C4B14">
        <w:rPr>
          <w:rtl/>
          <w:lang w:bidi="fa-IR"/>
        </w:rPr>
        <w:t>،</w:t>
      </w:r>
      <w:r w:rsidRPr="003E3506">
        <w:rPr>
          <w:rtl/>
          <w:lang w:bidi="fa-IR"/>
        </w:rPr>
        <w:t xml:space="preserve"> اگر نجس بودن آنها معلوم نباشد اشكال ندارد.</w:t>
      </w:r>
    </w:p>
    <w:p w:rsidR="003E3506" w:rsidRPr="003E3506" w:rsidRDefault="003E3506" w:rsidP="003E3506">
      <w:pPr>
        <w:pStyle w:val="libNormal"/>
        <w:rPr>
          <w:lang w:bidi="fa-IR"/>
        </w:rPr>
      </w:pPr>
      <w:r w:rsidRPr="003E3506">
        <w:rPr>
          <w:rtl/>
          <w:lang w:bidi="fa-IR"/>
        </w:rPr>
        <w:t>روغنى را كه از حيوان بعد از جان دادن آن مى گيرند</w:t>
      </w:r>
      <w:r w:rsidR="000C4B14">
        <w:rPr>
          <w:rtl/>
          <w:lang w:bidi="fa-IR"/>
        </w:rPr>
        <w:t>،</w:t>
      </w:r>
      <w:r w:rsidRPr="003E3506">
        <w:rPr>
          <w:rtl/>
          <w:lang w:bidi="fa-IR"/>
        </w:rPr>
        <w:t xml:space="preserve"> چنانچه از دست كافر بگيرند يا از ممالك غير اسلامى بياورند</w:t>
      </w:r>
      <w:r w:rsidR="000C4B14">
        <w:rPr>
          <w:rtl/>
          <w:lang w:bidi="fa-IR"/>
        </w:rPr>
        <w:t>،</w:t>
      </w:r>
      <w:r w:rsidRPr="003E3506">
        <w:rPr>
          <w:rtl/>
          <w:lang w:bidi="fa-IR"/>
        </w:rPr>
        <w:t xml:space="preserve"> در صورتى كه احتمال آن برود كه از حيوانى است كه به دستور شرع كشته شده اگر چه پاك و خريد و فروش آن جايز است ولى خوردنش حرام و بر فروشنده لازم است كيفيت را به خريدار بگويد</w:t>
      </w:r>
      <w:r w:rsidR="000C4B14">
        <w:rPr>
          <w:rtl/>
          <w:lang w:bidi="fa-IR"/>
        </w:rPr>
        <w:t>،</w:t>
      </w:r>
      <w:r w:rsidRPr="003E3506">
        <w:rPr>
          <w:rtl/>
          <w:lang w:bidi="fa-IR"/>
        </w:rPr>
        <w:t xml:space="preserve"> در صورتى كه اگر نگويد</w:t>
      </w:r>
      <w:r w:rsidR="000C4B14">
        <w:rPr>
          <w:rtl/>
          <w:lang w:bidi="fa-IR"/>
        </w:rPr>
        <w:t>،</w:t>
      </w:r>
      <w:r w:rsidRPr="003E3506">
        <w:rPr>
          <w:rtl/>
          <w:lang w:bidi="fa-IR"/>
        </w:rPr>
        <w:t xml:space="preserve"> خريدار در معرض مخالفت تكليف الزامى قرار داشته باشد</w:t>
      </w:r>
      <w:r w:rsidR="000C4B14">
        <w:rPr>
          <w:rtl/>
          <w:lang w:bidi="fa-IR"/>
        </w:rPr>
        <w:t>،</w:t>
      </w:r>
      <w:r w:rsidRPr="003E3506">
        <w:rPr>
          <w:rtl/>
          <w:lang w:bidi="fa-IR"/>
        </w:rPr>
        <w:t xml:space="preserve"> نظير آنچه در مساله </w:t>
      </w:r>
      <w:r w:rsidR="00605FAB">
        <w:rPr>
          <w:rtl/>
          <w:lang w:bidi="fa-IR"/>
        </w:rPr>
        <w:t>(</w:t>
      </w:r>
      <w:r w:rsidRPr="003E3506">
        <w:rPr>
          <w:rtl/>
          <w:lang w:bidi="fa-IR"/>
        </w:rPr>
        <w:t>٢٠٦٥</w:t>
      </w:r>
      <w:r w:rsidR="00605FAB">
        <w:rPr>
          <w:rtl/>
          <w:lang w:bidi="fa-IR"/>
        </w:rPr>
        <w:t>)</w:t>
      </w:r>
      <w:r w:rsidRPr="003E3506">
        <w:rPr>
          <w:rtl/>
          <w:lang w:bidi="fa-IR"/>
        </w:rPr>
        <w:t xml:space="preserve"> گذشت</w:t>
      </w:r>
      <w:r w:rsidR="000C4B14">
        <w:rPr>
          <w:rtl/>
          <w:lang w:bidi="fa-IR"/>
        </w:rPr>
        <w:t>.</w:t>
      </w:r>
    </w:p>
    <w:p w:rsidR="003E3506" w:rsidRPr="003E3506" w:rsidRDefault="003E3506" w:rsidP="003E3506">
      <w:pPr>
        <w:pStyle w:val="libNormal"/>
        <w:rPr>
          <w:lang w:bidi="fa-IR"/>
        </w:rPr>
      </w:pPr>
      <w:r w:rsidRPr="003E3506">
        <w:rPr>
          <w:rtl/>
          <w:lang w:bidi="fa-IR"/>
        </w:rPr>
        <w:lastRenderedPageBreak/>
        <w:t>٢٠٦٨ - اگر روباه و مانند آن را به غير دستورى كه در شرع معين شده كشته باشند</w:t>
      </w:r>
      <w:r w:rsidR="000C4B14">
        <w:rPr>
          <w:rtl/>
          <w:lang w:bidi="fa-IR"/>
        </w:rPr>
        <w:t>،</w:t>
      </w:r>
      <w:r w:rsidRPr="003E3506">
        <w:rPr>
          <w:rtl/>
          <w:lang w:bidi="fa-IR"/>
        </w:rPr>
        <w:t xml:space="preserve"> يا خودش مرده باشد</w:t>
      </w:r>
      <w:r w:rsidR="000C4B14">
        <w:rPr>
          <w:rtl/>
          <w:lang w:bidi="fa-IR"/>
        </w:rPr>
        <w:t>،</w:t>
      </w:r>
      <w:r w:rsidRPr="003E3506">
        <w:rPr>
          <w:rtl/>
          <w:lang w:bidi="fa-IR"/>
        </w:rPr>
        <w:t xml:space="preserve"> خريد و فروش پوست آن بنابر احتياط جايز نيست</w:t>
      </w:r>
      <w:r w:rsidR="000C4B14">
        <w:rPr>
          <w:rtl/>
          <w:lang w:bidi="fa-IR"/>
        </w:rPr>
        <w:t>.</w:t>
      </w:r>
      <w:r w:rsidRPr="003E3506">
        <w:rPr>
          <w:rtl/>
          <w:lang w:bidi="fa-IR"/>
        </w:rPr>
        <w:t xml:space="preserve"> ٢٠٦٩ - چرمى كه از ممالك غير اسلامى مى آورند</w:t>
      </w:r>
      <w:r w:rsidR="000C4B14">
        <w:rPr>
          <w:rtl/>
          <w:lang w:bidi="fa-IR"/>
        </w:rPr>
        <w:t>،</w:t>
      </w:r>
      <w:r w:rsidRPr="003E3506">
        <w:rPr>
          <w:rtl/>
          <w:lang w:bidi="fa-IR"/>
        </w:rPr>
        <w:t xml:space="preserve"> يا از دست كافر گرفته مى شود</w:t>
      </w:r>
      <w:r w:rsidR="000C4B14">
        <w:rPr>
          <w:rtl/>
          <w:lang w:bidi="fa-IR"/>
        </w:rPr>
        <w:t>،</w:t>
      </w:r>
      <w:r w:rsidRPr="003E3506">
        <w:rPr>
          <w:rtl/>
          <w:lang w:bidi="fa-IR"/>
        </w:rPr>
        <w:t xml:space="preserve"> در صورتى كه احتمال برود از حيوانى است كه به دستور شرع كشته شده خريد و فروش آن جايز است</w:t>
      </w:r>
      <w:r w:rsidR="000C4B14">
        <w:rPr>
          <w:rtl/>
          <w:lang w:bidi="fa-IR"/>
        </w:rPr>
        <w:t>،</w:t>
      </w:r>
      <w:r w:rsidRPr="003E3506">
        <w:rPr>
          <w:rtl/>
          <w:lang w:bidi="fa-IR"/>
        </w:rPr>
        <w:t xml:space="preserve"> و هم چنين نماز در آن بنابر اقوى صحيح مى باشد.</w:t>
      </w:r>
    </w:p>
    <w:p w:rsidR="003E3506" w:rsidRPr="003E3506" w:rsidRDefault="003E3506" w:rsidP="003E3506">
      <w:pPr>
        <w:pStyle w:val="libNormal"/>
        <w:rPr>
          <w:lang w:bidi="fa-IR"/>
        </w:rPr>
      </w:pPr>
      <w:r w:rsidRPr="003E3506">
        <w:rPr>
          <w:rtl/>
          <w:lang w:bidi="fa-IR"/>
        </w:rPr>
        <w:t>٢٠٧٠ - روغنى كه از حيوان بعد از جان دادنش گرفته شده يا چرمى كه از دست مسلمان گرفته شود</w:t>
      </w:r>
      <w:r w:rsidR="000C4B14">
        <w:rPr>
          <w:rtl/>
          <w:lang w:bidi="fa-IR"/>
        </w:rPr>
        <w:t>،</w:t>
      </w:r>
      <w:r w:rsidRPr="003E3506">
        <w:rPr>
          <w:rtl/>
          <w:lang w:bidi="fa-IR"/>
        </w:rPr>
        <w:t xml:space="preserve"> و انسان بداند كه آن مسلمان آن را از دست كافر گرفته و تحقيق نكرده كه از حيوانى است كه به دستور شرع كشته شده يا نه</w:t>
      </w:r>
      <w:r w:rsidR="000C4B14">
        <w:rPr>
          <w:rtl/>
          <w:lang w:bidi="fa-IR"/>
        </w:rPr>
        <w:t>،</w:t>
      </w:r>
      <w:r w:rsidRPr="003E3506">
        <w:rPr>
          <w:rtl/>
          <w:lang w:bidi="fa-IR"/>
        </w:rPr>
        <w:t xml:space="preserve"> هر چند محكوم به طهارت است و خريد و فروشش جايز است ولى خوردن آن روغن جايز نيست</w:t>
      </w:r>
      <w:r w:rsidR="000C4B14">
        <w:rPr>
          <w:rtl/>
          <w:lang w:bidi="fa-IR"/>
        </w:rPr>
        <w:t>.</w:t>
      </w:r>
    </w:p>
    <w:p w:rsidR="003E3506" w:rsidRPr="003E3506" w:rsidRDefault="003E3506" w:rsidP="003E3506">
      <w:pPr>
        <w:pStyle w:val="libNormal"/>
        <w:rPr>
          <w:lang w:bidi="fa-IR"/>
        </w:rPr>
      </w:pPr>
      <w:r w:rsidRPr="003E3506">
        <w:rPr>
          <w:rtl/>
          <w:lang w:bidi="fa-IR"/>
        </w:rPr>
        <w:t>٢٠٧١ - مشروبات مسكر معامله آنها حرام و باطل است</w:t>
      </w:r>
      <w:r w:rsidR="000C4B14">
        <w:rPr>
          <w:rtl/>
          <w:lang w:bidi="fa-IR"/>
        </w:rPr>
        <w:t>.</w:t>
      </w:r>
    </w:p>
    <w:p w:rsidR="003E3506" w:rsidRPr="003E3506" w:rsidRDefault="003E3506" w:rsidP="003E3506">
      <w:pPr>
        <w:pStyle w:val="libNormal"/>
        <w:rPr>
          <w:lang w:bidi="fa-IR"/>
        </w:rPr>
      </w:pPr>
      <w:r w:rsidRPr="003E3506">
        <w:rPr>
          <w:rtl/>
          <w:lang w:bidi="fa-IR"/>
        </w:rPr>
        <w:t>٢٠٧٢ - فروختن مال غصبى باطل است</w:t>
      </w:r>
      <w:r w:rsidR="000C4B14">
        <w:rPr>
          <w:rtl/>
          <w:lang w:bidi="fa-IR"/>
        </w:rPr>
        <w:t>،</w:t>
      </w:r>
      <w:r w:rsidRPr="003E3506">
        <w:rPr>
          <w:rtl/>
          <w:lang w:bidi="fa-IR"/>
        </w:rPr>
        <w:t xml:space="preserve"> و فروشنده بايد پولى را كه از خريدار گرفته به او برگرداند.</w:t>
      </w:r>
    </w:p>
    <w:p w:rsidR="003E3506" w:rsidRPr="003E3506" w:rsidRDefault="003E3506" w:rsidP="003E3506">
      <w:pPr>
        <w:pStyle w:val="libNormal"/>
        <w:rPr>
          <w:lang w:bidi="fa-IR"/>
        </w:rPr>
      </w:pPr>
      <w:r w:rsidRPr="003E3506">
        <w:rPr>
          <w:rtl/>
          <w:lang w:bidi="fa-IR"/>
        </w:rPr>
        <w:t>٢٠٧٣ - اگر خريدار جدا قاصد معامله است ولى قصدش اين باشد كه پول جنسى را كه مى خرد ندهد اين قصد به صحت معامله ضرر ندارد</w:t>
      </w:r>
      <w:r w:rsidR="000C4B14">
        <w:rPr>
          <w:rtl/>
          <w:lang w:bidi="fa-IR"/>
        </w:rPr>
        <w:t>،</w:t>
      </w:r>
      <w:r w:rsidRPr="003E3506">
        <w:rPr>
          <w:rtl/>
          <w:lang w:bidi="fa-IR"/>
        </w:rPr>
        <w:t xml:space="preserve"> و لازم است پول آن را به فروشند بدهد.</w:t>
      </w:r>
    </w:p>
    <w:p w:rsidR="003E3506" w:rsidRPr="003E3506" w:rsidRDefault="003E3506" w:rsidP="003E3506">
      <w:pPr>
        <w:pStyle w:val="libNormal"/>
        <w:rPr>
          <w:lang w:bidi="fa-IR"/>
        </w:rPr>
      </w:pPr>
      <w:r w:rsidRPr="003E3506">
        <w:rPr>
          <w:rtl/>
          <w:lang w:bidi="fa-IR"/>
        </w:rPr>
        <w:t>٢٠٧٤ - اگر خريدار بخواهد پول جنسى را كه به ذمه خريده</w:t>
      </w:r>
      <w:r w:rsidR="000C4B14">
        <w:rPr>
          <w:rtl/>
          <w:lang w:bidi="fa-IR"/>
        </w:rPr>
        <w:t>،</w:t>
      </w:r>
      <w:r w:rsidRPr="003E3506">
        <w:rPr>
          <w:rtl/>
          <w:lang w:bidi="fa-IR"/>
        </w:rPr>
        <w:t xml:space="preserve"> بعدا از مال حرام بدهد</w:t>
      </w:r>
      <w:r w:rsidR="000C4B14">
        <w:rPr>
          <w:rtl/>
          <w:lang w:bidi="fa-IR"/>
        </w:rPr>
        <w:t>،</w:t>
      </w:r>
      <w:r w:rsidRPr="003E3506">
        <w:rPr>
          <w:rtl/>
          <w:lang w:bidi="fa-IR"/>
        </w:rPr>
        <w:t xml:space="preserve"> معامله صحيح است</w:t>
      </w:r>
      <w:r w:rsidR="000C4B14">
        <w:rPr>
          <w:rtl/>
          <w:lang w:bidi="fa-IR"/>
        </w:rPr>
        <w:t>.</w:t>
      </w:r>
    </w:p>
    <w:p w:rsidR="003E3506" w:rsidRPr="003E3506" w:rsidRDefault="003E3506" w:rsidP="003E3506">
      <w:pPr>
        <w:pStyle w:val="libNormal"/>
        <w:rPr>
          <w:lang w:bidi="fa-IR"/>
        </w:rPr>
      </w:pPr>
      <w:r w:rsidRPr="003E3506">
        <w:rPr>
          <w:rtl/>
          <w:lang w:bidi="fa-IR"/>
        </w:rPr>
        <w:t>ولى بايد مقدارى را كه بدهكار است از مال حلال بدهد تا اين كه ذمه اش برى گردد.</w:t>
      </w:r>
    </w:p>
    <w:p w:rsidR="003E3506" w:rsidRPr="003E3506" w:rsidRDefault="003E3506" w:rsidP="003E3506">
      <w:pPr>
        <w:pStyle w:val="libNormal"/>
        <w:rPr>
          <w:lang w:bidi="fa-IR"/>
        </w:rPr>
      </w:pPr>
      <w:r w:rsidRPr="003E3506">
        <w:rPr>
          <w:rtl/>
          <w:lang w:bidi="fa-IR"/>
        </w:rPr>
        <w:t>٢٠٧٥ - خريد و فروش آلات لهو حرام مثل تار و ساز جايز نيست و بنابر احتياط سازهاى كوچك كه بازيچه بچه ها است نيز آن حكم را دارد</w:t>
      </w:r>
      <w:r w:rsidR="000C4B14">
        <w:rPr>
          <w:rtl/>
          <w:lang w:bidi="fa-IR"/>
        </w:rPr>
        <w:t>،</w:t>
      </w:r>
      <w:r w:rsidRPr="003E3506">
        <w:rPr>
          <w:rtl/>
          <w:lang w:bidi="fa-IR"/>
        </w:rPr>
        <w:t xml:space="preserve"> و اما آلات مشتركه مثل راديو و ضبظ صوت در صورتى كه به قصد استعمال در حرام نباشد خريد و فروش آن مانعى ندارد.</w:t>
      </w:r>
    </w:p>
    <w:p w:rsidR="003E3506" w:rsidRPr="003E3506" w:rsidRDefault="003E3506" w:rsidP="003E3506">
      <w:pPr>
        <w:pStyle w:val="libNormal"/>
        <w:rPr>
          <w:lang w:bidi="fa-IR"/>
        </w:rPr>
      </w:pPr>
      <w:r w:rsidRPr="003E3506">
        <w:rPr>
          <w:rtl/>
          <w:lang w:bidi="fa-IR"/>
        </w:rPr>
        <w:lastRenderedPageBreak/>
        <w:t>٢٠٧٦ - اگر چيزى را كه مى شود استفاده حلال از آن ببرند به قصد اين بفروشد كه آن را در حرام مصرف كنند</w:t>
      </w:r>
      <w:r w:rsidR="000C4B14">
        <w:rPr>
          <w:rtl/>
          <w:lang w:bidi="fa-IR"/>
        </w:rPr>
        <w:t>،</w:t>
      </w:r>
      <w:r w:rsidRPr="003E3506">
        <w:rPr>
          <w:rtl/>
          <w:lang w:bidi="fa-IR"/>
        </w:rPr>
        <w:t xml:space="preserve"> مثلا انگور را به اين قصد بفروشد كه از آن شراب تهيه نمايند</w:t>
      </w:r>
      <w:r w:rsidR="000C4B14">
        <w:rPr>
          <w:rtl/>
          <w:lang w:bidi="fa-IR"/>
        </w:rPr>
        <w:t>،</w:t>
      </w:r>
      <w:r w:rsidRPr="003E3506">
        <w:rPr>
          <w:rtl/>
          <w:lang w:bidi="fa-IR"/>
        </w:rPr>
        <w:t xml:space="preserve"> معامله آن حرام</w:t>
      </w:r>
      <w:r w:rsidR="000C4B14">
        <w:rPr>
          <w:rtl/>
          <w:lang w:bidi="fa-IR"/>
        </w:rPr>
        <w:t>،</w:t>
      </w:r>
      <w:r w:rsidRPr="003E3506">
        <w:rPr>
          <w:rtl/>
          <w:lang w:bidi="fa-IR"/>
        </w:rPr>
        <w:t xml:space="preserve"> بلكه بنابر احتياط باطل است</w:t>
      </w:r>
      <w:r w:rsidR="000C4B14">
        <w:rPr>
          <w:rtl/>
          <w:lang w:bidi="fa-IR"/>
        </w:rPr>
        <w:t>.</w:t>
      </w:r>
    </w:p>
    <w:p w:rsidR="003E3506" w:rsidRPr="003E3506" w:rsidRDefault="003E3506" w:rsidP="003E3506">
      <w:pPr>
        <w:pStyle w:val="libNormal"/>
        <w:rPr>
          <w:lang w:bidi="fa-IR"/>
        </w:rPr>
      </w:pPr>
      <w:r w:rsidRPr="003E3506">
        <w:rPr>
          <w:rtl/>
          <w:lang w:bidi="fa-IR"/>
        </w:rPr>
        <w:t>ولى اگر به اين قصد نفروشد و فقط بداند كه مشترى از انگور شراب تهيه خواهد كرد ظاهر اين است كه معامله اشكال ندارد.</w:t>
      </w:r>
    </w:p>
    <w:p w:rsidR="003E3506" w:rsidRPr="003E3506" w:rsidRDefault="003E3506" w:rsidP="003E3506">
      <w:pPr>
        <w:pStyle w:val="libNormal"/>
        <w:rPr>
          <w:lang w:bidi="fa-IR"/>
        </w:rPr>
      </w:pPr>
      <w:r w:rsidRPr="003E3506">
        <w:rPr>
          <w:rtl/>
          <w:lang w:bidi="fa-IR"/>
        </w:rPr>
        <w:t>٢٠٧٧ - ساختن مجسمه جاندار مطلقا بنابر احتياط حرام است ولى خريد و فروش آن مانعى ندارد اگر چه احوط ترك است و اما نقاشى جاندار بنابر اقوى جايز است</w:t>
      </w:r>
      <w:r w:rsidR="000C4B14">
        <w:rPr>
          <w:rtl/>
          <w:lang w:bidi="fa-IR"/>
        </w:rPr>
        <w:t>.</w:t>
      </w:r>
    </w:p>
    <w:p w:rsidR="003E3506" w:rsidRPr="003E3506" w:rsidRDefault="003E3506" w:rsidP="003E3506">
      <w:pPr>
        <w:pStyle w:val="libNormal"/>
        <w:rPr>
          <w:lang w:bidi="fa-IR"/>
        </w:rPr>
      </w:pPr>
      <w:r w:rsidRPr="003E3506">
        <w:rPr>
          <w:rtl/>
          <w:lang w:bidi="fa-IR"/>
        </w:rPr>
        <w:t>٢٠٧٨ - خريدن چيزى كه از قمار</w:t>
      </w:r>
      <w:r w:rsidR="000C4B14">
        <w:rPr>
          <w:rtl/>
          <w:lang w:bidi="fa-IR"/>
        </w:rPr>
        <w:t>،</w:t>
      </w:r>
      <w:r w:rsidRPr="003E3506">
        <w:rPr>
          <w:rtl/>
          <w:lang w:bidi="fa-IR"/>
        </w:rPr>
        <w:t xml:space="preserve"> يا دزدى</w:t>
      </w:r>
      <w:r w:rsidR="000C4B14">
        <w:rPr>
          <w:rtl/>
          <w:lang w:bidi="fa-IR"/>
        </w:rPr>
        <w:t>،</w:t>
      </w:r>
      <w:r w:rsidRPr="003E3506">
        <w:rPr>
          <w:rtl/>
          <w:lang w:bidi="fa-IR"/>
        </w:rPr>
        <w:t xml:space="preserve"> يا از معامله باطل تهيه شده حرام است</w:t>
      </w:r>
      <w:r w:rsidR="000C4B14">
        <w:rPr>
          <w:rtl/>
          <w:lang w:bidi="fa-IR"/>
        </w:rPr>
        <w:t>،</w:t>
      </w:r>
      <w:r w:rsidRPr="003E3506">
        <w:rPr>
          <w:rtl/>
          <w:lang w:bidi="fa-IR"/>
        </w:rPr>
        <w:t xml:space="preserve"> و اگر كسى آن را بخرد</w:t>
      </w:r>
      <w:r w:rsidR="000C4B14">
        <w:rPr>
          <w:rtl/>
          <w:lang w:bidi="fa-IR"/>
        </w:rPr>
        <w:t>،</w:t>
      </w:r>
      <w:r w:rsidRPr="003E3506">
        <w:rPr>
          <w:rtl/>
          <w:lang w:bidi="fa-IR"/>
        </w:rPr>
        <w:t xml:space="preserve"> و از فروشنده بگيرد</w:t>
      </w:r>
      <w:r w:rsidR="000C4B14">
        <w:rPr>
          <w:rtl/>
          <w:lang w:bidi="fa-IR"/>
        </w:rPr>
        <w:t>،</w:t>
      </w:r>
      <w:r w:rsidRPr="003E3506">
        <w:rPr>
          <w:rtl/>
          <w:lang w:bidi="fa-IR"/>
        </w:rPr>
        <w:t xml:space="preserve"> بايد به صاحب اصليش برگرداند.</w:t>
      </w:r>
    </w:p>
    <w:p w:rsidR="003E3506" w:rsidRPr="003E3506" w:rsidRDefault="003E3506" w:rsidP="003E3506">
      <w:pPr>
        <w:pStyle w:val="libNormal"/>
        <w:rPr>
          <w:lang w:bidi="fa-IR"/>
        </w:rPr>
      </w:pPr>
      <w:r w:rsidRPr="003E3506">
        <w:rPr>
          <w:rtl/>
          <w:lang w:bidi="fa-IR"/>
        </w:rPr>
        <w:t>٢٠٧٩ - اگر روغنى را كه با پيه مخلوط است بفروشد</w:t>
      </w:r>
      <w:r w:rsidR="000C4B14">
        <w:rPr>
          <w:rtl/>
          <w:lang w:bidi="fa-IR"/>
        </w:rPr>
        <w:t>،</w:t>
      </w:r>
      <w:r w:rsidRPr="003E3506">
        <w:rPr>
          <w:rtl/>
          <w:lang w:bidi="fa-IR"/>
        </w:rPr>
        <w:t xml:space="preserve"> چنانچه آن را معين كند مثلا بگويد اين يك من روغن را مى فروشم</w:t>
      </w:r>
      <w:r w:rsidR="000C4B14">
        <w:rPr>
          <w:rtl/>
          <w:lang w:bidi="fa-IR"/>
        </w:rPr>
        <w:t>،</w:t>
      </w:r>
      <w:r w:rsidRPr="003E3506">
        <w:rPr>
          <w:rtl/>
          <w:lang w:bidi="fa-IR"/>
        </w:rPr>
        <w:t xml:space="preserve"> در صورتى كه مقدار پيه در آن زياد باشد</w:t>
      </w:r>
      <w:r w:rsidR="000C4B14">
        <w:rPr>
          <w:rtl/>
          <w:lang w:bidi="fa-IR"/>
        </w:rPr>
        <w:t>،</w:t>
      </w:r>
      <w:r w:rsidRPr="003E3506">
        <w:rPr>
          <w:rtl/>
          <w:lang w:bidi="fa-IR"/>
        </w:rPr>
        <w:t xml:space="preserve"> به طورى كه آن را روغن نگويند معامله باطل است</w:t>
      </w:r>
      <w:r w:rsidR="000C4B14">
        <w:rPr>
          <w:rtl/>
          <w:lang w:bidi="fa-IR"/>
        </w:rPr>
        <w:t>،</w:t>
      </w:r>
      <w:r w:rsidRPr="003E3506">
        <w:rPr>
          <w:rtl/>
          <w:lang w:bidi="fa-IR"/>
        </w:rPr>
        <w:t xml:space="preserve"> و اگر مقدار پيه كم باشد</w:t>
      </w:r>
      <w:r w:rsidR="000C4B14">
        <w:rPr>
          <w:rtl/>
          <w:lang w:bidi="fa-IR"/>
        </w:rPr>
        <w:t>،</w:t>
      </w:r>
      <w:r w:rsidRPr="003E3506">
        <w:rPr>
          <w:rtl/>
          <w:lang w:bidi="fa-IR"/>
        </w:rPr>
        <w:t xml:space="preserve"> به طورى كه آن را روغن مخلوط با پيه بگويند معامله صحيح است</w:t>
      </w:r>
      <w:r w:rsidR="000C4B14">
        <w:rPr>
          <w:rtl/>
          <w:lang w:bidi="fa-IR"/>
        </w:rPr>
        <w:t>،</w:t>
      </w:r>
      <w:r w:rsidRPr="003E3506">
        <w:rPr>
          <w:rtl/>
          <w:lang w:bidi="fa-IR"/>
        </w:rPr>
        <w:t xml:space="preserve"> ولى مشترى خيار عيب دارد و مى تواند معامله را بهم بزند</w:t>
      </w:r>
      <w:r w:rsidR="000C4B14">
        <w:rPr>
          <w:rtl/>
          <w:lang w:bidi="fa-IR"/>
        </w:rPr>
        <w:t>،</w:t>
      </w:r>
      <w:r w:rsidRPr="003E3506">
        <w:rPr>
          <w:rtl/>
          <w:lang w:bidi="fa-IR"/>
        </w:rPr>
        <w:t xml:space="preserve"> و پول خود را پس بگيرد</w:t>
      </w:r>
      <w:r w:rsidR="000C4B14">
        <w:rPr>
          <w:rtl/>
          <w:lang w:bidi="fa-IR"/>
        </w:rPr>
        <w:t>،</w:t>
      </w:r>
      <w:r w:rsidRPr="003E3506">
        <w:rPr>
          <w:rtl/>
          <w:lang w:bidi="fa-IR"/>
        </w:rPr>
        <w:t xml:space="preserve"> و اما اگر روغن از پيه متمايز باشد</w:t>
      </w:r>
      <w:r w:rsidR="000C4B14">
        <w:rPr>
          <w:rtl/>
          <w:lang w:bidi="fa-IR"/>
        </w:rPr>
        <w:t>،</w:t>
      </w:r>
      <w:r w:rsidRPr="003E3506">
        <w:rPr>
          <w:rtl/>
          <w:lang w:bidi="fa-IR"/>
        </w:rPr>
        <w:t xml:space="preserve"> معامله به مقدار پيهى كه در آن است باطل مى باشد</w:t>
      </w:r>
      <w:r w:rsidR="000C4B14">
        <w:rPr>
          <w:rtl/>
          <w:lang w:bidi="fa-IR"/>
        </w:rPr>
        <w:t>،</w:t>
      </w:r>
      <w:r w:rsidRPr="003E3506">
        <w:rPr>
          <w:rtl/>
          <w:lang w:bidi="fa-IR"/>
        </w:rPr>
        <w:t xml:space="preserve"> و پولى كه فروشنده براى پيه آن گرفته مال مشترى و پيه مال فروشنده است</w:t>
      </w:r>
      <w:r w:rsidR="000C4B14">
        <w:rPr>
          <w:rtl/>
          <w:lang w:bidi="fa-IR"/>
        </w:rPr>
        <w:t>،</w:t>
      </w:r>
      <w:r w:rsidRPr="003E3506">
        <w:rPr>
          <w:rtl/>
          <w:lang w:bidi="fa-IR"/>
        </w:rPr>
        <w:t xml:space="preserve"> و مشترى مى تواند معامله روغن خالصى را هم كه در آن است بهم بزند</w:t>
      </w:r>
      <w:r w:rsidR="000C4B14">
        <w:rPr>
          <w:rtl/>
          <w:lang w:bidi="fa-IR"/>
        </w:rPr>
        <w:t>،</w:t>
      </w:r>
      <w:r w:rsidRPr="003E3506">
        <w:rPr>
          <w:rtl/>
          <w:lang w:bidi="fa-IR"/>
        </w:rPr>
        <w:t xml:space="preserve"> ولى اگر آن را معين نكند</w:t>
      </w:r>
      <w:r w:rsidR="000C4B14">
        <w:rPr>
          <w:rtl/>
          <w:lang w:bidi="fa-IR"/>
        </w:rPr>
        <w:t>،</w:t>
      </w:r>
      <w:r w:rsidRPr="003E3506">
        <w:rPr>
          <w:rtl/>
          <w:lang w:bidi="fa-IR"/>
        </w:rPr>
        <w:t xml:space="preserve"> بلكه يك من روغن در ذمه بفروشد</w:t>
      </w:r>
      <w:r w:rsidR="000C4B14">
        <w:rPr>
          <w:rtl/>
          <w:lang w:bidi="fa-IR"/>
        </w:rPr>
        <w:t>،</w:t>
      </w:r>
      <w:r w:rsidRPr="003E3506">
        <w:rPr>
          <w:rtl/>
          <w:lang w:bidi="fa-IR"/>
        </w:rPr>
        <w:t xml:space="preserve"> بعد روغنى كه پيه دارد بدهد</w:t>
      </w:r>
      <w:r w:rsidR="000C4B14">
        <w:rPr>
          <w:rtl/>
          <w:lang w:bidi="fa-IR"/>
        </w:rPr>
        <w:t>،</w:t>
      </w:r>
      <w:r w:rsidRPr="003E3506">
        <w:rPr>
          <w:rtl/>
          <w:lang w:bidi="fa-IR"/>
        </w:rPr>
        <w:t xml:space="preserve"> مشترى مى تواند آن روغن را پس بدهد و روغن خالص را مطالبه نمايد.</w:t>
      </w:r>
    </w:p>
    <w:p w:rsidR="003E3506" w:rsidRPr="003E3506" w:rsidRDefault="003E3506" w:rsidP="003E3506">
      <w:pPr>
        <w:pStyle w:val="libNormal"/>
        <w:rPr>
          <w:lang w:bidi="fa-IR"/>
        </w:rPr>
      </w:pPr>
      <w:r w:rsidRPr="003E3506">
        <w:rPr>
          <w:rtl/>
          <w:lang w:bidi="fa-IR"/>
        </w:rPr>
        <w:t>٢٠٨٠ - اگر مقدارى از جنسى را كه با وزن يا پيمانه مى فروشند</w:t>
      </w:r>
      <w:r w:rsidR="000C4B14">
        <w:rPr>
          <w:rtl/>
          <w:lang w:bidi="fa-IR"/>
        </w:rPr>
        <w:t>،</w:t>
      </w:r>
      <w:r w:rsidRPr="003E3506">
        <w:rPr>
          <w:rtl/>
          <w:lang w:bidi="fa-IR"/>
        </w:rPr>
        <w:t xml:space="preserve"> به زيادتر از همان جنس بفروشد</w:t>
      </w:r>
      <w:r w:rsidR="000C4B14">
        <w:rPr>
          <w:rtl/>
          <w:lang w:bidi="fa-IR"/>
        </w:rPr>
        <w:t>،</w:t>
      </w:r>
      <w:r w:rsidRPr="003E3506">
        <w:rPr>
          <w:rtl/>
          <w:lang w:bidi="fa-IR"/>
        </w:rPr>
        <w:t xml:space="preserve"> مثلا يك من گندم را به يك من و نيم گندم بفروشد</w:t>
      </w:r>
      <w:r w:rsidR="000C4B14">
        <w:rPr>
          <w:rtl/>
          <w:lang w:bidi="fa-IR"/>
        </w:rPr>
        <w:t>،</w:t>
      </w:r>
      <w:r w:rsidRPr="003E3506">
        <w:rPr>
          <w:rtl/>
          <w:lang w:bidi="fa-IR"/>
        </w:rPr>
        <w:t xml:space="preserve"> ربا و حرام است</w:t>
      </w:r>
      <w:r w:rsidR="000C4B14">
        <w:rPr>
          <w:rtl/>
          <w:lang w:bidi="fa-IR"/>
        </w:rPr>
        <w:t>،</w:t>
      </w:r>
      <w:r w:rsidRPr="003E3506">
        <w:rPr>
          <w:rtl/>
          <w:lang w:bidi="fa-IR"/>
        </w:rPr>
        <w:t xml:space="preserve"> بلكه اگر يكى از دو جنس</w:t>
      </w:r>
      <w:r w:rsidR="000C4B14">
        <w:rPr>
          <w:rtl/>
          <w:lang w:bidi="fa-IR"/>
        </w:rPr>
        <w:t>،</w:t>
      </w:r>
      <w:r w:rsidRPr="003E3506">
        <w:rPr>
          <w:rtl/>
          <w:lang w:bidi="fa-IR"/>
        </w:rPr>
        <w:t xml:space="preserve"> سالم و ديگرى معيوب يا جنس يكى خوب و جنس ديگرى بد باشد</w:t>
      </w:r>
      <w:r w:rsidR="000C4B14">
        <w:rPr>
          <w:rtl/>
          <w:lang w:bidi="fa-IR"/>
        </w:rPr>
        <w:t>،</w:t>
      </w:r>
      <w:r w:rsidRPr="003E3506">
        <w:rPr>
          <w:rtl/>
          <w:lang w:bidi="fa-IR"/>
        </w:rPr>
        <w:t xml:space="preserve"> يا با يكديگر تفاوت قيمت داشته باشند</w:t>
      </w:r>
      <w:r w:rsidR="000C4B14">
        <w:rPr>
          <w:rtl/>
          <w:lang w:bidi="fa-IR"/>
        </w:rPr>
        <w:t>،</w:t>
      </w:r>
      <w:r w:rsidRPr="003E3506">
        <w:rPr>
          <w:rtl/>
          <w:lang w:bidi="fa-IR"/>
        </w:rPr>
        <w:t xml:space="preserve"> چنانچه بيشتر از مقدارى كه مى دهد بگيرد</w:t>
      </w:r>
      <w:r w:rsidR="000C4B14">
        <w:rPr>
          <w:rtl/>
          <w:lang w:bidi="fa-IR"/>
        </w:rPr>
        <w:t>،</w:t>
      </w:r>
      <w:r w:rsidRPr="003E3506">
        <w:rPr>
          <w:rtl/>
          <w:lang w:bidi="fa-IR"/>
        </w:rPr>
        <w:t xml:space="preserve"> باز هم ربا و حرام است</w:t>
      </w:r>
      <w:r w:rsidR="000C4B14">
        <w:rPr>
          <w:rtl/>
          <w:lang w:bidi="fa-IR"/>
        </w:rPr>
        <w:t>،</w:t>
      </w:r>
      <w:r w:rsidRPr="003E3506">
        <w:rPr>
          <w:rtl/>
          <w:lang w:bidi="fa-IR"/>
        </w:rPr>
        <w:t xml:space="preserve"> </w:t>
      </w:r>
      <w:r w:rsidRPr="003E3506">
        <w:rPr>
          <w:rtl/>
          <w:lang w:bidi="fa-IR"/>
        </w:rPr>
        <w:lastRenderedPageBreak/>
        <w:t>پس اگر مس درست را بدهد</w:t>
      </w:r>
      <w:r w:rsidR="000C4B14">
        <w:rPr>
          <w:rtl/>
          <w:lang w:bidi="fa-IR"/>
        </w:rPr>
        <w:t>،</w:t>
      </w:r>
      <w:r w:rsidRPr="003E3506">
        <w:rPr>
          <w:rtl/>
          <w:lang w:bidi="fa-IR"/>
        </w:rPr>
        <w:t xml:space="preserve"> و بيشتر از آن مس شكسته بگيرد</w:t>
      </w:r>
      <w:r w:rsidR="000C4B14">
        <w:rPr>
          <w:rtl/>
          <w:lang w:bidi="fa-IR"/>
        </w:rPr>
        <w:t>،</w:t>
      </w:r>
      <w:r w:rsidRPr="003E3506">
        <w:rPr>
          <w:rtl/>
          <w:lang w:bidi="fa-IR"/>
        </w:rPr>
        <w:t xml:space="preserve"> يا برنج صدرى را بدهد و بيشتر از آن برنج گرده بگيرد يا طلاى ساخته را بدهد و بيشتر از آن طلاى نساخته بگيرد</w:t>
      </w:r>
      <w:r w:rsidR="000C4B14">
        <w:rPr>
          <w:rtl/>
          <w:lang w:bidi="fa-IR"/>
        </w:rPr>
        <w:t>،</w:t>
      </w:r>
      <w:r w:rsidRPr="003E3506">
        <w:rPr>
          <w:rtl/>
          <w:lang w:bidi="fa-IR"/>
        </w:rPr>
        <w:t xml:space="preserve"> ربا و حرام مى باشد.</w:t>
      </w:r>
    </w:p>
    <w:p w:rsidR="003E3506" w:rsidRPr="003E3506" w:rsidRDefault="003E3506" w:rsidP="003E3506">
      <w:pPr>
        <w:pStyle w:val="libNormal"/>
        <w:rPr>
          <w:lang w:bidi="fa-IR"/>
        </w:rPr>
      </w:pPr>
      <w:r w:rsidRPr="003E3506">
        <w:rPr>
          <w:rtl/>
          <w:lang w:bidi="fa-IR"/>
        </w:rPr>
        <w:t>٢٠٨١ - اگر چيزى را كه اضافه مى گيرد</w:t>
      </w:r>
      <w:r w:rsidR="000C4B14">
        <w:rPr>
          <w:rtl/>
          <w:lang w:bidi="fa-IR"/>
        </w:rPr>
        <w:t>،</w:t>
      </w:r>
      <w:r w:rsidRPr="003E3506">
        <w:rPr>
          <w:rtl/>
          <w:lang w:bidi="fa-IR"/>
        </w:rPr>
        <w:t xml:space="preserve"> غير از جنسى باشد كه مى فروشد</w:t>
      </w:r>
      <w:r w:rsidR="000C4B14">
        <w:rPr>
          <w:rtl/>
          <w:lang w:bidi="fa-IR"/>
        </w:rPr>
        <w:t>،</w:t>
      </w:r>
      <w:r w:rsidRPr="003E3506">
        <w:rPr>
          <w:rtl/>
          <w:lang w:bidi="fa-IR"/>
        </w:rPr>
        <w:t xml:space="preserve"> مثلا يك من گندم به يك من گندم و يك قران پول بفروشد</w:t>
      </w:r>
      <w:r w:rsidR="000C4B14">
        <w:rPr>
          <w:rtl/>
          <w:lang w:bidi="fa-IR"/>
        </w:rPr>
        <w:t>،</w:t>
      </w:r>
      <w:r w:rsidRPr="003E3506">
        <w:rPr>
          <w:rtl/>
          <w:lang w:bidi="fa-IR"/>
        </w:rPr>
        <w:t xml:space="preserve"> باز هم ربا و حرام است بلكه اگر چيزى زيادتر نگيرد</w:t>
      </w:r>
      <w:r w:rsidR="000C4B14">
        <w:rPr>
          <w:rtl/>
          <w:lang w:bidi="fa-IR"/>
        </w:rPr>
        <w:t>،</w:t>
      </w:r>
      <w:r w:rsidRPr="003E3506">
        <w:rPr>
          <w:rtl/>
          <w:lang w:bidi="fa-IR"/>
        </w:rPr>
        <w:t xml:space="preserve"> ولى شرط كند كه خريدار عملى براى او انجام دهد ربا و حرام مى باشد.</w:t>
      </w:r>
    </w:p>
    <w:p w:rsidR="003E3506" w:rsidRPr="003E3506" w:rsidRDefault="003E3506" w:rsidP="003E3506">
      <w:pPr>
        <w:pStyle w:val="libNormal"/>
        <w:rPr>
          <w:lang w:bidi="fa-IR"/>
        </w:rPr>
      </w:pPr>
      <w:r w:rsidRPr="003E3506">
        <w:rPr>
          <w:rtl/>
          <w:lang w:bidi="fa-IR"/>
        </w:rPr>
        <w:t>٢٠٨٢ - اگر كسى كه مقدار كمتر را مى دهد چيزى علاوه كند</w:t>
      </w:r>
      <w:r w:rsidR="000C4B14">
        <w:rPr>
          <w:rtl/>
          <w:lang w:bidi="fa-IR"/>
        </w:rPr>
        <w:t>،</w:t>
      </w:r>
      <w:r w:rsidRPr="003E3506">
        <w:rPr>
          <w:rtl/>
          <w:lang w:bidi="fa-IR"/>
        </w:rPr>
        <w:t xml:space="preserve"> مثلا يك من گندم و يك دستمال را به يك من و نيم گندم بفروشد</w:t>
      </w:r>
      <w:r w:rsidR="000C4B14">
        <w:rPr>
          <w:rtl/>
          <w:lang w:bidi="fa-IR"/>
        </w:rPr>
        <w:t>،</w:t>
      </w:r>
      <w:r w:rsidRPr="003E3506">
        <w:rPr>
          <w:rtl/>
          <w:lang w:bidi="fa-IR"/>
        </w:rPr>
        <w:t xml:space="preserve"> اشكال ندارد</w:t>
      </w:r>
      <w:r w:rsidR="000C4B14">
        <w:rPr>
          <w:rtl/>
          <w:lang w:bidi="fa-IR"/>
        </w:rPr>
        <w:t>،</w:t>
      </w:r>
      <w:r w:rsidRPr="003E3506">
        <w:rPr>
          <w:rtl/>
          <w:lang w:bidi="fa-IR"/>
        </w:rPr>
        <w:t xml:space="preserve"> در صورتى كه قصدشان آن باشد كه دستمال در مقابل مقدار زيادى باشد و معامله هم نقدى باشد و هم چنين اگر از هر دو طرف چيزى زياد كنند</w:t>
      </w:r>
      <w:r w:rsidR="000C4B14">
        <w:rPr>
          <w:rtl/>
          <w:lang w:bidi="fa-IR"/>
        </w:rPr>
        <w:t>،</w:t>
      </w:r>
      <w:r w:rsidRPr="003E3506">
        <w:rPr>
          <w:rtl/>
          <w:lang w:bidi="fa-IR"/>
        </w:rPr>
        <w:t xml:space="preserve"> مثلا يك من گندم و يك دستمال را به يك من و نيم گندم و يك دستمال بفروشد</w:t>
      </w:r>
      <w:r w:rsidR="000C4B14">
        <w:rPr>
          <w:rtl/>
          <w:lang w:bidi="fa-IR"/>
        </w:rPr>
        <w:t>،</w:t>
      </w:r>
      <w:r w:rsidRPr="003E3506">
        <w:rPr>
          <w:rtl/>
          <w:lang w:bidi="fa-IR"/>
        </w:rPr>
        <w:t xml:space="preserve"> چنانچه قصدشان آن باشد كه دستمال و نيم من گندم در طرف اول در مقابل دستمال در طرف دوم باشد اشكال ندارد.</w:t>
      </w:r>
    </w:p>
    <w:p w:rsidR="003E3506" w:rsidRPr="003E3506" w:rsidRDefault="003E3506" w:rsidP="003E3506">
      <w:pPr>
        <w:pStyle w:val="libNormal"/>
        <w:rPr>
          <w:lang w:bidi="fa-IR"/>
        </w:rPr>
      </w:pPr>
      <w:r w:rsidRPr="003E3506">
        <w:rPr>
          <w:rtl/>
          <w:lang w:bidi="fa-IR"/>
        </w:rPr>
        <w:t>٢٠٨٣ - اگر چيزى را كه مثل پارچه با متر و ذرع مى فروشند</w:t>
      </w:r>
      <w:r w:rsidR="000C4B14">
        <w:rPr>
          <w:rtl/>
          <w:lang w:bidi="fa-IR"/>
        </w:rPr>
        <w:t>،</w:t>
      </w:r>
      <w:r w:rsidRPr="003E3506">
        <w:rPr>
          <w:rtl/>
          <w:lang w:bidi="fa-IR"/>
        </w:rPr>
        <w:t xml:space="preserve"> يا چيزى را كه مثل گردو و تخم مرغ با شماره معامله مى كنند</w:t>
      </w:r>
      <w:r w:rsidR="000C4B14">
        <w:rPr>
          <w:rtl/>
          <w:lang w:bidi="fa-IR"/>
        </w:rPr>
        <w:t>،</w:t>
      </w:r>
      <w:r w:rsidRPr="003E3506">
        <w:rPr>
          <w:rtl/>
          <w:lang w:bidi="fa-IR"/>
        </w:rPr>
        <w:t xml:space="preserve"> بفروشد و زيادتر بگيرد</w:t>
      </w:r>
      <w:r w:rsidR="000C4B14">
        <w:rPr>
          <w:rtl/>
          <w:lang w:bidi="fa-IR"/>
        </w:rPr>
        <w:t>،</w:t>
      </w:r>
      <w:r w:rsidRPr="003E3506">
        <w:rPr>
          <w:rtl/>
          <w:lang w:bidi="fa-IR"/>
        </w:rPr>
        <w:t xml:space="preserve"> اشكال ندارد - مگر در صورتى كه هر دو از يك جنس بوده و معامله با مدت باشد</w:t>
      </w:r>
      <w:r w:rsidR="000C4B14">
        <w:rPr>
          <w:rtl/>
          <w:lang w:bidi="fa-IR"/>
        </w:rPr>
        <w:t>،</w:t>
      </w:r>
      <w:r w:rsidRPr="003E3506">
        <w:rPr>
          <w:rtl/>
          <w:lang w:bidi="fa-IR"/>
        </w:rPr>
        <w:t xml:space="preserve"> كه صحت آن در اين صورت محل اشكال است</w:t>
      </w:r>
      <w:r w:rsidR="000C4B14">
        <w:rPr>
          <w:rtl/>
          <w:lang w:bidi="fa-IR"/>
        </w:rPr>
        <w:t>،</w:t>
      </w:r>
      <w:r w:rsidRPr="003E3506">
        <w:rPr>
          <w:rtl/>
          <w:lang w:bidi="fa-IR"/>
        </w:rPr>
        <w:t xml:space="preserve"> مثل اين كه ده دانه گردو نقدا بدهد كه دوازده دانه گردو پس از يك ماه بگيرد - و از اين قبيل است فروختن اسكناس</w:t>
      </w:r>
      <w:r w:rsidR="000C4B14">
        <w:rPr>
          <w:rtl/>
          <w:lang w:bidi="fa-IR"/>
        </w:rPr>
        <w:t>،</w:t>
      </w:r>
      <w:r w:rsidRPr="003E3506">
        <w:rPr>
          <w:rtl/>
          <w:lang w:bidi="fa-IR"/>
        </w:rPr>
        <w:t xml:space="preserve"> پس مانعى ندارد كه مثلا تومان را به جنس ديگر از اسكناس مثل دينار يا دولار نقدا يا با مدت بفروشد</w:t>
      </w:r>
      <w:r w:rsidR="000C4B14">
        <w:rPr>
          <w:rtl/>
          <w:lang w:bidi="fa-IR"/>
        </w:rPr>
        <w:t>،</w:t>
      </w:r>
      <w:r w:rsidRPr="003E3506">
        <w:rPr>
          <w:rtl/>
          <w:lang w:bidi="fa-IR"/>
        </w:rPr>
        <w:t xml:space="preserve"> ولى اگر بخواهد به جنس خودش بفروشد و زيادتر بگيرد</w:t>
      </w:r>
      <w:r w:rsidR="000C4B14">
        <w:rPr>
          <w:rtl/>
          <w:lang w:bidi="fa-IR"/>
        </w:rPr>
        <w:t>،</w:t>
      </w:r>
      <w:r w:rsidRPr="003E3506">
        <w:rPr>
          <w:rtl/>
          <w:lang w:bidi="fa-IR"/>
        </w:rPr>
        <w:t xml:space="preserve"> نبايد معامله با مدت باشد</w:t>
      </w:r>
      <w:r w:rsidR="000C4B14">
        <w:rPr>
          <w:rtl/>
          <w:lang w:bidi="fa-IR"/>
        </w:rPr>
        <w:t>،</w:t>
      </w:r>
      <w:r w:rsidRPr="003E3506">
        <w:rPr>
          <w:rtl/>
          <w:lang w:bidi="fa-IR"/>
        </w:rPr>
        <w:t xml:space="preserve"> و گرنه صحت آن محل اشكال است</w:t>
      </w:r>
      <w:r w:rsidR="000C4B14">
        <w:rPr>
          <w:rtl/>
          <w:lang w:bidi="fa-IR"/>
        </w:rPr>
        <w:t>،</w:t>
      </w:r>
      <w:r w:rsidRPr="003E3506">
        <w:rPr>
          <w:rtl/>
          <w:lang w:bidi="fa-IR"/>
        </w:rPr>
        <w:t xml:space="preserve"> مثل اين كه صد تومان نقدا بدهد كه صد و ده تومان بعد از شش ماه بگيرد.</w:t>
      </w:r>
    </w:p>
    <w:p w:rsidR="003E3506" w:rsidRPr="003E3506" w:rsidRDefault="003E3506" w:rsidP="003E3506">
      <w:pPr>
        <w:pStyle w:val="libNormal"/>
        <w:rPr>
          <w:lang w:bidi="fa-IR"/>
        </w:rPr>
      </w:pPr>
      <w:r w:rsidRPr="003E3506">
        <w:rPr>
          <w:rtl/>
          <w:lang w:bidi="fa-IR"/>
        </w:rPr>
        <w:t>٢٠٨٤ - جنسى را كه در غالب شهرها با وزن</w:t>
      </w:r>
      <w:r w:rsidR="000C4B14">
        <w:rPr>
          <w:rtl/>
          <w:lang w:bidi="fa-IR"/>
        </w:rPr>
        <w:t>،</w:t>
      </w:r>
      <w:r w:rsidRPr="003E3506">
        <w:rPr>
          <w:rtl/>
          <w:lang w:bidi="fa-IR"/>
        </w:rPr>
        <w:t xml:space="preserve"> يا پيمانه مى فروشند و در بعضى از شهرها با شماره معامله مى كنند</w:t>
      </w:r>
      <w:r w:rsidR="000C4B14">
        <w:rPr>
          <w:rtl/>
          <w:lang w:bidi="fa-IR"/>
        </w:rPr>
        <w:t>،</w:t>
      </w:r>
      <w:r w:rsidRPr="003E3506">
        <w:rPr>
          <w:rtl/>
          <w:lang w:bidi="fa-IR"/>
        </w:rPr>
        <w:t xml:space="preserve"> بنابر اقوى جايز است كه آن جنس را به زيادتر در شهرى كه با شماره </w:t>
      </w:r>
      <w:r w:rsidRPr="003E3506">
        <w:rPr>
          <w:rtl/>
          <w:lang w:bidi="fa-IR"/>
        </w:rPr>
        <w:lastRenderedPageBreak/>
        <w:t>معامله مى كنند بفروشد</w:t>
      </w:r>
      <w:r w:rsidR="000C4B14">
        <w:rPr>
          <w:rtl/>
          <w:lang w:bidi="fa-IR"/>
        </w:rPr>
        <w:t>،</w:t>
      </w:r>
      <w:r w:rsidRPr="003E3506">
        <w:rPr>
          <w:rtl/>
          <w:lang w:bidi="fa-IR"/>
        </w:rPr>
        <w:t xml:space="preserve"> و هم چنين در صورتى كه شهرها مختلف باشند</w:t>
      </w:r>
      <w:r w:rsidR="000C4B14">
        <w:rPr>
          <w:rtl/>
          <w:lang w:bidi="fa-IR"/>
        </w:rPr>
        <w:t>،</w:t>
      </w:r>
      <w:r w:rsidRPr="003E3506">
        <w:rPr>
          <w:rtl/>
          <w:lang w:bidi="fa-IR"/>
        </w:rPr>
        <w:t xml:space="preserve"> و چنين غلبه اى در بين نباشد</w:t>
      </w:r>
      <w:r w:rsidR="000C4B14">
        <w:rPr>
          <w:rtl/>
          <w:lang w:bidi="fa-IR"/>
        </w:rPr>
        <w:t>،</w:t>
      </w:r>
      <w:r w:rsidRPr="003E3506">
        <w:rPr>
          <w:rtl/>
          <w:lang w:bidi="fa-IR"/>
        </w:rPr>
        <w:t xml:space="preserve"> حكم آن در هر شهرى بر طبق معمول آن شهر است</w:t>
      </w:r>
      <w:r w:rsidR="000C4B14">
        <w:rPr>
          <w:rtl/>
          <w:lang w:bidi="fa-IR"/>
        </w:rPr>
        <w:t>.</w:t>
      </w:r>
    </w:p>
    <w:p w:rsidR="003E3506" w:rsidRPr="003E3506" w:rsidRDefault="003E3506" w:rsidP="003E3506">
      <w:pPr>
        <w:pStyle w:val="libNormal"/>
        <w:rPr>
          <w:lang w:bidi="fa-IR"/>
        </w:rPr>
      </w:pPr>
      <w:r w:rsidRPr="003E3506">
        <w:rPr>
          <w:rtl/>
          <w:lang w:bidi="fa-IR"/>
        </w:rPr>
        <w:t>٢٠٨٥ - در چيزهايى كه با وزن يا پيمانه فروخته مى شوند</w:t>
      </w:r>
      <w:r w:rsidR="000C4B14">
        <w:rPr>
          <w:rtl/>
          <w:lang w:bidi="fa-IR"/>
        </w:rPr>
        <w:t>،</w:t>
      </w:r>
      <w:r w:rsidRPr="003E3506">
        <w:rPr>
          <w:rtl/>
          <w:lang w:bidi="fa-IR"/>
        </w:rPr>
        <w:t xml:space="preserve"> اگر چيزى را كه مى فروشد</w:t>
      </w:r>
      <w:r w:rsidR="000C4B14">
        <w:rPr>
          <w:rtl/>
          <w:lang w:bidi="fa-IR"/>
        </w:rPr>
        <w:t>،</w:t>
      </w:r>
      <w:r w:rsidRPr="003E3506">
        <w:rPr>
          <w:rtl/>
          <w:lang w:bidi="fa-IR"/>
        </w:rPr>
        <w:t xml:space="preserve"> و عوضى را كه مى گيرد</w:t>
      </w:r>
      <w:r w:rsidR="000C4B14">
        <w:rPr>
          <w:rtl/>
          <w:lang w:bidi="fa-IR"/>
        </w:rPr>
        <w:t>،</w:t>
      </w:r>
      <w:r w:rsidRPr="003E3506">
        <w:rPr>
          <w:rtl/>
          <w:lang w:bidi="fa-IR"/>
        </w:rPr>
        <w:t xml:space="preserve"> از يك جنس نباشد</w:t>
      </w:r>
      <w:r w:rsidR="000C4B14">
        <w:rPr>
          <w:rtl/>
          <w:lang w:bidi="fa-IR"/>
        </w:rPr>
        <w:t>،</w:t>
      </w:r>
      <w:r w:rsidRPr="003E3506">
        <w:rPr>
          <w:rtl/>
          <w:lang w:bidi="fa-IR"/>
        </w:rPr>
        <w:t xml:space="preserve"> و معامله نقدى باشد</w:t>
      </w:r>
      <w:r w:rsidR="000C4B14">
        <w:rPr>
          <w:rtl/>
          <w:lang w:bidi="fa-IR"/>
        </w:rPr>
        <w:t>،</w:t>
      </w:r>
      <w:r w:rsidRPr="003E3506">
        <w:rPr>
          <w:rtl/>
          <w:lang w:bidi="fa-IR"/>
        </w:rPr>
        <w:t xml:space="preserve"> زيادى گرفتن اشكال ندارد</w:t>
      </w:r>
      <w:r w:rsidR="000C4B14">
        <w:rPr>
          <w:rtl/>
          <w:lang w:bidi="fa-IR"/>
        </w:rPr>
        <w:t>،</w:t>
      </w:r>
      <w:r w:rsidRPr="003E3506">
        <w:rPr>
          <w:rtl/>
          <w:lang w:bidi="fa-IR"/>
        </w:rPr>
        <w:t xml:space="preserve"> ولى اگر معامله با مدت باشد</w:t>
      </w:r>
      <w:r w:rsidR="000C4B14">
        <w:rPr>
          <w:rtl/>
          <w:lang w:bidi="fa-IR"/>
        </w:rPr>
        <w:t>،</w:t>
      </w:r>
      <w:r w:rsidRPr="003E3506">
        <w:rPr>
          <w:rtl/>
          <w:lang w:bidi="fa-IR"/>
        </w:rPr>
        <w:t xml:space="preserve"> محل اشكال است</w:t>
      </w:r>
      <w:r w:rsidR="000C4B14">
        <w:rPr>
          <w:rtl/>
          <w:lang w:bidi="fa-IR"/>
        </w:rPr>
        <w:t>،</w:t>
      </w:r>
      <w:r w:rsidRPr="003E3506">
        <w:rPr>
          <w:rtl/>
          <w:lang w:bidi="fa-IR"/>
        </w:rPr>
        <w:t xml:space="preserve"> پس اگر يك من برنج را به دو من گندم تا يك ماه بفروشد</w:t>
      </w:r>
      <w:r w:rsidR="000C4B14">
        <w:rPr>
          <w:rtl/>
          <w:lang w:bidi="fa-IR"/>
        </w:rPr>
        <w:t>،</w:t>
      </w:r>
      <w:r w:rsidRPr="003E3506">
        <w:rPr>
          <w:rtl/>
          <w:lang w:bidi="fa-IR"/>
        </w:rPr>
        <w:t xml:space="preserve"> صحت معامله خالى از اشكال نيست</w:t>
      </w:r>
      <w:r w:rsidR="000C4B14">
        <w:rPr>
          <w:rtl/>
          <w:lang w:bidi="fa-IR"/>
        </w:rPr>
        <w:t>.</w:t>
      </w:r>
    </w:p>
    <w:p w:rsidR="003E3506" w:rsidRPr="003E3506" w:rsidRDefault="003E3506" w:rsidP="003E3506">
      <w:pPr>
        <w:pStyle w:val="libNormal"/>
        <w:rPr>
          <w:lang w:bidi="fa-IR"/>
        </w:rPr>
      </w:pPr>
      <w:r w:rsidRPr="003E3506">
        <w:rPr>
          <w:rtl/>
          <w:lang w:bidi="fa-IR"/>
        </w:rPr>
        <w:t>٢٠٨٦ - اگر ميوه رسيده را با ميوه نارس آن معامله كند</w:t>
      </w:r>
      <w:r w:rsidR="000C4B14">
        <w:rPr>
          <w:rtl/>
          <w:lang w:bidi="fa-IR"/>
        </w:rPr>
        <w:t>،</w:t>
      </w:r>
      <w:r w:rsidRPr="003E3506">
        <w:rPr>
          <w:rtl/>
          <w:lang w:bidi="fa-IR"/>
        </w:rPr>
        <w:t xml:space="preserve"> نمى تواند زيادى بگيرد</w:t>
      </w:r>
      <w:r w:rsidR="000C4B14">
        <w:rPr>
          <w:rtl/>
          <w:lang w:bidi="fa-IR"/>
        </w:rPr>
        <w:t>،</w:t>
      </w:r>
      <w:r w:rsidRPr="003E3506">
        <w:rPr>
          <w:rtl/>
          <w:lang w:bidi="fa-IR"/>
        </w:rPr>
        <w:t xml:space="preserve"> و مشهور فرموده اند جنسى را كه مى فروشد</w:t>
      </w:r>
      <w:r w:rsidR="000C4B14">
        <w:rPr>
          <w:rtl/>
          <w:lang w:bidi="fa-IR"/>
        </w:rPr>
        <w:t>،</w:t>
      </w:r>
      <w:r w:rsidRPr="003E3506">
        <w:rPr>
          <w:rtl/>
          <w:lang w:bidi="fa-IR"/>
        </w:rPr>
        <w:t xml:space="preserve"> و عوضى را كه مى گيرد</w:t>
      </w:r>
      <w:r w:rsidR="000C4B14">
        <w:rPr>
          <w:rtl/>
          <w:lang w:bidi="fa-IR"/>
        </w:rPr>
        <w:t>،</w:t>
      </w:r>
      <w:r w:rsidRPr="003E3506">
        <w:rPr>
          <w:rtl/>
          <w:lang w:bidi="fa-IR"/>
        </w:rPr>
        <w:t xml:space="preserve"> اگر از يك چيز عمل آمده باشد</w:t>
      </w:r>
      <w:r w:rsidR="000C4B14">
        <w:rPr>
          <w:rtl/>
          <w:lang w:bidi="fa-IR"/>
        </w:rPr>
        <w:t>،</w:t>
      </w:r>
      <w:r w:rsidRPr="003E3506">
        <w:rPr>
          <w:rtl/>
          <w:lang w:bidi="fa-IR"/>
        </w:rPr>
        <w:t xml:space="preserve"> بايد در معامله زيادى نگيرد</w:t>
      </w:r>
      <w:r w:rsidR="000C4B14">
        <w:rPr>
          <w:rtl/>
          <w:lang w:bidi="fa-IR"/>
        </w:rPr>
        <w:t>،</w:t>
      </w:r>
      <w:r w:rsidRPr="003E3506">
        <w:rPr>
          <w:rtl/>
          <w:lang w:bidi="fa-IR"/>
        </w:rPr>
        <w:t xml:space="preserve"> مثلا اگر يك من روغن گاو بفروشد و در عوض آن يك من و نيم پنير گاو بگيرد</w:t>
      </w:r>
      <w:r w:rsidR="000C4B14">
        <w:rPr>
          <w:rtl/>
          <w:lang w:bidi="fa-IR"/>
        </w:rPr>
        <w:t>،</w:t>
      </w:r>
      <w:r w:rsidRPr="003E3506">
        <w:rPr>
          <w:rtl/>
          <w:lang w:bidi="fa-IR"/>
        </w:rPr>
        <w:t xml:space="preserve"> ربا و حرام است ولى كليت اين حكم محل اشكال است</w:t>
      </w:r>
      <w:r w:rsidR="000C4B14">
        <w:rPr>
          <w:rtl/>
          <w:lang w:bidi="fa-IR"/>
        </w:rPr>
        <w:t>.</w:t>
      </w:r>
    </w:p>
    <w:p w:rsidR="003E3506" w:rsidRPr="003E3506" w:rsidRDefault="003E3506" w:rsidP="003E3506">
      <w:pPr>
        <w:pStyle w:val="libNormal"/>
        <w:rPr>
          <w:lang w:bidi="fa-IR"/>
        </w:rPr>
      </w:pPr>
      <w:r w:rsidRPr="003E3506">
        <w:rPr>
          <w:rtl/>
          <w:lang w:bidi="fa-IR"/>
        </w:rPr>
        <w:t>٢٠٨٧ - جو و گندم در ربا يك جنس حساب مى شود</w:t>
      </w:r>
      <w:r w:rsidR="000C4B14">
        <w:rPr>
          <w:rtl/>
          <w:lang w:bidi="fa-IR"/>
        </w:rPr>
        <w:t>،</w:t>
      </w:r>
      <w:r w:rsidRPr="003E3506">
        <w:rPr>
          <w:rtl/>
          <w:lang w:bidi="fa-IR"/>
        </w:rPr>
        <w:t xml:space="preserve"> پس اگر مثلا يك من گندم بدهد و يك من و پنج سير جو بگيرد.</w:t>
      </w:r>
    </w:p>
    <w:p w:rsidR="003E3506" w:rsidRPr="003E3506" w:rsidRDefault="003E3506" w:rsidP="003E3506">
      <w:pPr>
        <w:pStyle w:val="libNormal"/>
        <w:rPr>
          <w:lang w:bidi="fa-IR"/>
        </w:rPr>
      </w:pPr>
      <w:r w:rsidRPr="003E3506">
        <w:rPr>
          <w:rtl/>
          <w:lang w:bidi="fa-IR"/>
        </w:rPr>
        <w:t>ربا و حرام است و نيز اگر مثلا ده من جو بخرد كه سر خرمن ده من گندم بدهد</w:t>
      </w:r>
      <w:r w:rsidR="000C4B14">
        <w:rPr>
          <w:rtl/>
          <w:lang w:bidi="fa-IR"/>
        </w:rPr>
        <w:t>،</w:t>
      </w:r>
      <w:r w:rsidRPr="003E3506">
        <w:rPr>
          <w:rtl/>
          <w:lang w:bidi="fa-IR"/>
        </w:rPr>
        <w:t xml:space="preserve"> چون جو را نقد گرفته و بعد از مدتى گندم را مى دهد</w:t>
      </w:r>
      <w:r w:rsidR="000C4B14">
        <w:rPr>
          <w:rtl/>
          <w:lang w:bidi="fa-IR"/>
        </w:rPr>
        <w:t>،</w:t>
      </w:r>
      <w:r w:rsidRPr="003E3506">
        <w:rPr>
          <w:rtl/>
          <w:lang w:bidi="fa-IR"/>
        </w:rPr>
        <w:t xml:space="preserve"> مثل آن است كه زيادى گرفته و حرام مى باشد.</w:t>
      </w:r>
    </w:p>
    <w:p w:rsidR="003E3506" w:rsidRPr="003E3506" w:rsidRDefault="003E3506" w:rsidP="003E3506">
      <w:pPr>
        <w:pStyle w:val="libNormal"/>
        <w:rPr>
          <w:lang w:bidi="fa-IR"/>
        </w:rPr>
      </w:pPr>
      <w:r w:rsidRPr="003E3506">
        <w:rPr>
          <w:rtl/>
          <w:lang w:bidi="fa-IR"/>
        </w:rPr>
        <w:t>٢٠٨٨ - پدر و فرزند و زن و شوهر مى توانند از يكديگر ربا بگيرند</w:t>
      </w:r>
      <w:r w:rsidR="000C4B14">
        <w:rPr>
          <w:rtl/>
          <w:lang w:bidi="fa-IR"/>
        </w:rPr>
        <w:t>،</w:t>
      </w:r>
      <w:r w:rsidRPr="003E3506">
        <w:rPr>
          <w:rtl/>
          <w:lang w:bidi="fa-IR"/>
        </w:rPr>
        <w:t xml:space="preserve"> و هم چنين مسلمان مى تواند از كافرى كه در پناه اسلام نيست ربا بگيرد</w:t>
      </w:r>
      <w:r w:rsidR="000C4B14">
        <w:rPr>
          <w:rtl/>
          <w:lang w:bidi="fa-IR"/>
        </w:rPr>
        <w:t>،</w:t>
      </w:r>
      <w:r w:rsidRPr="003E3506">
        <w:rPr>
          <w:rtl/>
          <w:lang w:bidi="fa-IR"/>
        </w:rPr>
        <w:t xml:space="preserve"> ولى معامله ربا با كافرى كه در پناه اسلام هست حرام است</w:t>
      </w:r>
      <w:r w:rsidR="000C4B14">
        <w:rPr>
          <w:rtl/>
          <w:lang w:bidi="fa-IR"/>
        </w:rPr>
        <w:t>،</w:t>
      </w:r>
      <w:r w:rsidRPr="003E3506">
        <w:rPr>
          <w:rtl/>
          <w:lang w:bidi="fa-IR"/>
        </w:rPr>
        <w:t xml:space="preserve"> البته پس از انجام معامله اگر ربا دادن در شريعت او جايز باشد</w:t>
      </w:r>
      <w:r w:rsidR="000C4B14">
        <w:rPr>
          <w:rtl/>
          <w:lang w:bidi="fa-IR"/>
        </w:rPr>
        <w:t>،</w:t>
      </w:r>
      <w:r w:rsidRPr="003E3506">
        <w:rPr>
          <w:rtl/>
          <w:lang w:bidi="fa-IR"/>
        </w:rPr>
        <w:t xml:space="preserve"> مى تواند از او ربا بگيرد.</w:t>
      </w:r>
    </w:p>
    <w:p w:rsidR="003E3506" w:rsidRDefault="00605FAB" w:rsidP="00954472">
      <w:pPr>
        <w:pStyle w:val="Heading3"/>
        <w:rPr>
          <w:rtl/>
          <w:lang w:bidi="fa-IR"/>
        </w:rPr>
      </w:pPr>
      <w:bookmarkStart w:id="225" w:name="_Toc24454648"/>
      <w:r>
        <w:rPr>
          <w:rtl/>
          <w:lang w:bidi="fa-IR"/>
        </w:rPr>
        <w:t>(</w:t>
      </w:r>
      <w:r w:rsidR="003E3506" w:rsidRPr="003E3506">
        <w:rPr>
          <w:rtl/>
          <w:lang w:bidi="fa-IR"/>
        </w:rPr>
        <w:t>شرايط فروشنده و خريدار</w:t>
      </w:r>
      <w:r>
        <w:rPr>
          <w:rtl/>
          <w:lang w:bidi="fa-IR"/>
        </w:rPr>
        <w:t>)</w:t>
      </w:r>
      <w:bookmarkEnd w:id="225"/>
    </w:p>
    <w:p w:rsidR="003E3506" w:rsidRPr="003E3506" w:rsidRDefault="003E3506" w:rsidP="003E3506">
      <w:pPr>
        <w:pStyle w:val="libNormal"/>
        <w:rPr>
          <w:lang w:bidi="fa-IR"/>
        </w:rPr>
      </w:pPr>
      <w:r w:rsidRPr="003E3506">
        <w:rPr>
          <w:rtl/>
          <w:lang w:bidi="fa-IR"/>
        </w:rPr>
        <w:t>٢٠٨٩ - براى فروشنده و خريدار شش چيز شرط است</w:t>
      </w:r>
      <w:r w:rsidR="00553569">
        <w:rPr>
          <w:rtl/>
          <w:lang w:bidi="fa-IR"/>
        </w:rPr>
        <w:t>:</w:t>
      </w:r>
      <w:r w:rsidRPr="003E3506">
        <w:rPr>
          <w:rtl/>
          <w:lang w:bidi="fa-IR"/>
        </w:rPr>
        <w:t xml:space="preserve"> اول آن كه بالغ باشند.</w:t>
      </w:r>
    </w:p>
    <w:p w:rsidR="003E3506" w:rsidRPr="003E3506" w:rsidRDefault="003E3506" w:rsidP="003E3506">
      <w:pPr>
        <w:pStyle w:val="libNormal"/>
        <w:rPr>
          <w:lang w:bidi="fa-IR"/>
        </w:rPr>
      </w:pPr>
      <w:r w:rsidRPr="003E3506">
        <w:rPr>
          <w:rtl/>
          <w:lang w:bidi="fa-IR"/>
        </w:rPr>
        <w:t>دوم آن كه عاقل باشند.</w:t>
      </w:r>
    </w:p>
    <w:p w:rsidR="003E3506" w:rsidRPr="003E3506" w:rsidRDefault="003E3506" w:rsidP="003E3506">
      <w:pPr>
        <w:pStyle w:val="libNormal"/>
        <w:rPr>
          <w:lang w:bidi="fa-IR"/>
        </w:rPr>
      </w:pPr>
      <w:r w:rsidRPr="003E3506">
        <w:rPr>
          <w:rtl/>
          <w:lang w:bidi="fa-IR"/>
        </w:rPr>
        <w:t>سوم آن كه سفيه نباشند - يعنى مال خود را در كارهاى بيهوده مصرف نكنند.</w:t>
      </w:r>
    </w:p>
    <w:p w:rsidR="003E3506" w:rsidRPr="003E3506" w:rsidRDefault="003E3506" w:rsidP="003E3506">
      <w:pPr>
        <w:pStyle w:val="libNormal"/>
        <w:rPr>
          <w:lang w:bidi="fa-IR"/>
        </w:rPr>
      </w:pPr>
      <w:r w:rsidRPr="003E3506">
        <w:rPr>
          <w:rtl/>
          <w:lang w:bidi="fa-IR"/>
        </w:rPr>
        <w:lastRenderedPageBreak/>
        <w:t>چهارم آن كه قصد خريد و فروش داشته باشند</w:t>
      </w:r>
      <w:r w:rsidR="000C4B14">
        <w:rPr>
          <w:rtl/>
          <w:lang w:bidi="fa-IR"/>
        </w:rPr>
        <w:t>،</w:t>
      </w:r>
      <w:r w:rsidRPr="003E3506">
        <w:rPr>
          <w:rtl/>
          <w:lang w:bidi="fa-IR"/>
        </w:rPr>
        <w:t xml:space="preserve"> پس اگر مثلا به شوخى بگويد مال خود را فروختم</w:t>
      </w:r>
      <w:r w:rsidR="000C4B14">
        <w:rPr>
          <w:rtl/>
          <w:lang w:bidi="fa-IR"/>
        </w:rPr>
        <w:t>،</w:t>
      </w:r>
      <w:r w:rsidRPr="003E3506">
        <w:rPr>
          <w:rtl/>
          <w:lang w:bidi="fa-IR"/>
        </w:rPr>
        <w:t xml:space="preserve"> معامله باطل است</w:t>
      </w:r>
      <w:r w:rsidR="000C4B14">
        <w:rPr>
          <w:rtl/>
          <w:lang w:bidi="fa-IR"/>
        </w:rPr>
        <w:t>.</w:t>
      </w:r>
    </w:p>
    <w:p w:rsidR="003E3506" w:rsidRPr="003E3506" w:rsidRDefault="003E3506" w:rsidP="003E3506">
      <w:pPr>
        <w:pStyle w:val="libNormal"/>
        <w:rPr>
          <w:lang w:bidi="fa-IR"/>
        </w:rPr>
      </w:pPr>
      <w:r w:rsidRPr="003E3506">
        <w:rPr>
          <w:rtl/>
          <w:lang w:bidi="fa-IR"/>
        </w:rPr>
        <w:t>پنجم آن كه كسى آنها را مجبور نكرده باشد.</w:t>
      </w:r>
    </w:p>
    <w:p w:rsidR="003E3506" w:rsidRPr="003E3506" w:rsidRDefault="003E3506" w:rsidP="003E3506">
      <w:pPr>
        <w:pStyle w:val="libNormal"/>
        <w:rPr>
          <w:lang w:bidi="fa-IR"/>
        </w:rPr>
      </w:pPr>
      <w:r w:rsidRPr="003E3506">
        <w:rPr>
          <w:rtl/>
          <w:lang w:bidi="fa-IR"/>
        </w:rPr>
        <w:t>ششم آن كه جنس و عوض را كه مى دهند مالك باشند</w:t>
      </w:r>
      <w:r w:rsidR="000C4B14">
        <w:rPr>
          <w:rtl/>
          <w:lang w:bidi="fa-IR"/>
        </w:rPr>
        <w:t>،</w:t>
      </w:r>
      <w:r w:rsidRPr="003E3506">
        <w:rPr>
          <w:rtl/>
          <w:lang w:bidi="fa-IR"/>
        </w:rPr>
        <w:t xml:space="preserve"> و احكام اينها در مسائل آينده گفته خواهد شد.</w:t>
      </w:r>
    </w:p>
    <w:p w:rsidR="003E3506" w:rsidRPr="003E3506" w:rsidRDefault="003E3506" w:rsidP="003E3506">
      <w:pPr>
        <w:pStyle w:val="libNormal"/>
        <w:rPr>
          <w:lang w:bidi="fa-IR"/>
        </w:rPr>
      </w:pPr>
      <w:r w:rsidRPr="003E3506">
        <w:rPr>
          <w:rtl/>
          <w:lang w:bidi="fa-IR"/>
        </w:rPr>
        <w:t>٢٠٩٠ - معامله با بچه نابالغ</w:t>
      </w:r>
      <w:r w:rsidR="000C4B14">
        <w:rPr>
          <w:rtl/>
          <w:lang w:bidi="fa-IR"/>
        </w:rPr>
        <w:t>،</w:t>
      </w:r>
      <w:r w:rsidRPr="003E3506">
        <w:rPr>
          <w:rtl/>
          <w:lang w:bidi="fa-IR"/>
        </w:rPr>
        <w:t xml:space="preserve"> كه مستقل در معامله باشد باطل است</w:t>
      </w:r>
      <w:r w:rsidR="000C4B14">
        <w:rPr>
          <w:rtl/>
          <w:lang w:bidi="fa-IR"/>
        </w:rPr>
        <w:t>،</w:t>
      </w:r>
      <w:r w:rsidRPr="003E3506">
        <w:rPr>
          <w:rtl/>
          <w:lang w:bidi="fa-IR"/>
        </w:rPr>
        <w:t xml:space="preserve"> مگر در چيزهاى كم قيمتى كه معمول است با بچه مميز نابالغ در آنها معامله شود.</w:t>
      </w:r>
    </w:p>
    <w:p w:rsidR="003E3506" w:rsidRPr="003E3506" w:rsidRDefault="003E3506" w:rsidP="003E3506">
      <w:pPr>
        <w:pStyle w:val="libNormal"/>
        <w:rPr>
          <w:lang w:bidi="fa-IR"/>
        </w:rPr>
      </w:pPr>
      <w:r w:rsidRPr="003E3506">
        <w:rPr>
          <w:rtl/>
          <w:lang w:bidi="fa-IR"/>
        </w:rPr>
        <w:t>و اما اگر معامله با ولى باشد و بچه نابالغ مميز فقط صيغه معامله را جارى سازد</w:t>
      </w:r>
      <w:r w:rsidR="000C4B14">
        <w:rPr>
          <w:rtl/>
          <w:lang w:bidi="fa-IR"/>
        </w:rPr>
        <w:t>،</w:t>
      </w:r>
      <w:r w:rsidRPr="003E3506">
        <w:rPr>
          <w:rtl/>
          <w:lang w:bidi="fa-IR"/>
        </w:rPr>
        <w:t xml:space="preserve"> معامله در هر صورت صحيح است</w:t>
      </w:r>
      <w:r w:rsidR="000C4B14">
        <w:rPr>
          <w:rtl/>
          <w:lang w:bidi="fa-IR"/>
        </w:rPr>
        <w:t>،</w:t>
      </w:r>
      <w:r w:rsidRPr="003E3506">
        <w:rPr>
          <w:rtl/>
          <w:lang w:bidi="fa-IR"/>
        </w:rPr>
        <w:t xml:space="preserve"> بلكه اگر جنس يا پول مال ديگرى باشد</w:t>
      </w:r>
      <w:r w:rsidR="000C4B14">
        <w:rPr>
          <w:rtl/>
          <w:lang w:bidi="fa-IR"/>
        </w:rPr>
        <w:t>،</w:t>
      </w:r>
      <w:r w:rsidRPr="003E3506">
        <w:rPr>
          <w:rtl/>
          <w:lang w:bidi="fa-IR"/>
        </w:rPr>
        <w:t xml:space="preserve"> و آن بچه وكالتا از صاحبش آن مال را بفروشد</w:t>
      </w:r>
      <w:r w:rsidR="000C4B14">
        <w:rPr>
          <w:rtl/>
          <w:lang w:bidi="fa-IR"/>
        </w:rPr>
        <w:t>،</w:t>
      </w:r>
      <w:r w:rsidRPr="003E3506">
        <w:rPr>
          <w:rtl/>
          <w:lang w:bidi="fa-IR"/>
        </w:rPr>
        <w:t xml:space="preserve"> يا با آن پول چيزى بخرد</w:t>
      </w:r>
      <w:r w:rsidR="000C4B14">
        <w:rPr>
          <w:rtl/>
          <w:lang w:bidi="fa-IR"/>
        </w:rPr>
        <w:t>،</w:t>
      </w:r>
      <w:r w:rsidRPr="003E3506">
        <w:rPr>
          <w:rtl/>
          <w:lang w:bidi="fa-IR"/>
        </w:rPr>
        <w:t xml:space="preserve"> ظاهر اين است كه معامله صحيح است</w:t>
      </w:r>
      <w:r w:rsidR="000C4B14">
        <w:rPr>
          <w:rtl/>
          <w:lang w:bidi="fa-IR"/>
        </w:rPr>
        <w:t>،</w:t>
      </w:r>
      <w:r w:rsidRPr="003E3506">
        <w:rPr>
          <w:rtl/>
          <w:lang w:bidi="fa-IR"/>
        </w:rPr>
        <w:t xml:space="preserve"> اگر چه بچه مميز مستقل در تصرف باشد</w:t>
      </w:r>
      <w:r w:rsidR="000C4B14">
        <w:rPr>
          <w:rtl/>
          <w:lang w:bidi="fa-IR"/>
        </w:rPr>
        <w:t>،</w:t>
      </w:r>
      <w:r w:rsidRPr="003E3506">
        <w:rPr>
          <w:rtl/>
          <w:lang w:bidi="fa-IR"/>
        </w:rPr>
        <w:t xml:space="preserve"> و هم چنين است اگر طفل وسيله باشد كه پول را به فروشنده بدهد</w:t>
      </w:r>
      <w:r w:rsidR="000C4B14">
        <w:rPr>
          <w:rtl/>
          <w:lang w:bidi="fa-IR"/>
        </w:rPr>
        <w:t>،</w:t>
      </w:r>
      <w:r w:rsidRPr="003E3506">
        <w:rPr>
          <w:rtl/>
          <w:lang w:bidi="fa-IR"/>
        </w:rPr>
        <w:t xml:space="preserve"> و جنس را به خريدار برساند</w:t>
      </w:r>
      <w:r w:rsidR="000C4B14">
        <w:rPr>
          <w:rtl/>
          <w:lang w:bidi="fa-IR"/>
        </w:rPr>
        <w:t>،</w:t>
      </w:r>
      <w:r w:rsidRPr="003E3506">
        <w:rPr>
          <w:rtl/>
          <w:lang w:bidi="fa-IR"/>
        </w:rPr>
        <w:t xml:space="preserve"> يا جنس را به خريدار بدهد و پول را به فروشنده برساند اگر چه مميز نباشد</w:t>
      </w:r>
      <w:r w:rsidR="000C4B14">
        <w:rPr>
          <w:rtl/>
          <w:lang w:bidi="fa-IR"/>
        </w:rPr>
        <w:t>،</w:t>
      </w:r>
      <w:r w:rsidRPr="003E3506">
        <w:rPr>
          <w:rtl/>
          <w:lang w:bidi="fa-IR"/>
        </w:rPr>
        <w:t xml:space="preserve"> معامله صحيح است چون واقعا دو نفر بالغ با يكديگر معامله كرده اند.</w:t>
      </w:r>
    </w:p>
    <w:p w:rsidR="003E3506" w:rsidRPr="003E3506" w:rsidRDefault="003E3506" w:rsidP="003E3506">
      <w:pPr>
        <w:pStyle w:val="libNormal"/>
        <w:rPr>
          <w:lang w:bidi="fa-IR"/>
        </w:rPr>
      </w:pPr>
      <w:r w:rsidRPr="003E3506">
        <w:rPr>
          <w:rtl/>
          <w:lang w:bidi="fa-IR"/>
        </w:rPr>
        <w:t>٢٠٩١ - اگر از بچه نابالغ در صورتى كه معامله با آن صحيح نيست</w:t>
      </w:r>
      <w:r w:rsidR="000C4B14">
        <w:rPr>
          <w:rtl/>
          <w:lang w:bidi="fa-IR"/>
        </w:rPr>
        <w:t>،</w:t>
      </w:r>
      <w:r w:rsidRPr="003E3506">
        <w:rPr>
          <w:rtl/>
          <w:lang w:bidi="fa-IR"/>
        </w:rPr>
        <w:t xml:space="preserve"> چيزى بخرد</w:t>
      </w:r>
      <w:r w:rsidR="000C4B14">
        <w:rPr>
          <w:rtl/>
          <w:lang w:bidi="fa-IR"/>
        </w:rPr>
        <w:t>،</w:t>
      </w:r>
      <w:r w:rsidRPr="003E3506">
        <w:rPr>
          <w:rtl/>
          <w:lang w:bidi="fa-IR"/>
        </w:rPr>
        <w:t xml:space="preserve"> يا چيزى به او بفروشد</w:t>
      </w:r>
      <w:r w:rsidR="000C4B14">
        <w:rPr>
          <w:rtl/>
          <w:lang w:bidi="fa-IR"/>
        </w:rPr>
        <w:t>،</w:t>
      </w:r>
      <w:r w:rsidRPr="003E3506">
        <w:rPr>
          <w:rtl/>
          <w:lang w:bidi="fa-IR"/>
        </w:rPr>
        <w:t xml:space="preserve"> بايد جنس يا پولى را كه از او گرفته در صورتى كه مال خود بچه باشد</w:t>
      </w:r>
      <w:r w:rsidR="000C4B14">
        <w:rPr>
          <w:rtl/>
          <w:lang w:bidi="fa-IR"/>
        </w:rPr>
        <w:t>،</w:t>
      </w:r>
      <w:r w:rsidRPr="003E3506">
        <w:rPr>
          <w:rtl/>
          <w:lang w:bidi="fa-IR"/>
        </w:rPr>
        <w:t xml:space="preserve"> به ولى او و اگر مال ديگرى بوده به صاحب آن بدهد</w:t>
      </w:r>
      <w:r w:rsidR="000C4B14">
        <w:rPr>
          <w:rtl/>
          <w:lang w:bidi="fa-IR"/>
        </w:rPr>
        <w:t>،</w:t>
      </w:r>
      <w:r w:rsidRPr="003E3506">
        <w:rPr>
          <w:rtl/>
          <w:lang w:bidi="fa-IR"/>
        </w:rPr>
        <w:t xml:space="preserve"> يا از صاحبش رضايت بخواهد</w:t>
      </w:r>
      <w:r w:rsidR="000C4B14">
        <w:rPr>
          <w:rtl/>
          <w:lang w:bidi="fa-IR"/>
        </w:rPr>
        <w:t>،</w:t>
      </w:r>
      <w:r w:rsidRPr="003E3506">
        <w:rPr>
          <w:rtl/>
          <w:lang w:bidi="fa-IR"/>
        </w:rPr>
        <w:t xml:space="preserve"> و اگر صاحب آن را نمى شناسد</w:t>
      </w:r>
      <w:r w:rsidR="000C4B14">
        <w:rPr>
          <w:rtl/>
          <w:lang w:bidi="fa-IR"/>
        </w:rPr>
        <w:t>،</w:t>
      </w:r>
      <w:r w:rsidRPr="003E3506">
        <w:rPr>
          <w:rtl/>
          <w:lang w:bidi="fa-IR"/>
        </w:rPr>
        <w:t xml:space="preserve"> و براى شناختن او هم وسيله اى ندارد</w:t>
      </w:r>
      <w:r w:rsidR="000C4B14">
        <w:rPr>
          <w:rtl/>
          <w:lang w:bidi="fa-IR"/>
        </w:rPr>
        <w:t>،</w:t>
      </w:r>
      <w:r w:rsidRPr="003E3506">
        <w:rPr>
          <w:rtl/>
          <w:lang w:bidi="fa-IR"/>
        </w:rPr>
        <w:t xml:space="preserve"> بايد چيزى را كه از بچه گرفته</w:t>
      </w:r>
      <w:r w:rsidR="000C4B14">
        <w:rPr>
          <w:rtl/>
          <w:lang w:bidi="fa-IR"/>
        </w:rPr>
        <w:t>،</w:t>
      </w:r>
      <w:r w:rsidRPr="003E3506">
        <w:rPr>
          <w:rtl/>
          <w:lang w:bidi="fa-IR"/>
        </w:rPr>
        <w:t xml:space="preserve"> از طرف صاحب آن بابت مظالم به فقير بدهد</w:t>
      </w:r>
      <w:r w:rsidR="000C4B14">
        <w:rPr>
          <w:rtl/>
          <w:lang w:bidi="fa-IR"/>
        </w:rPr>
        <w:t>،</w:t>
      </w:r>
      <w:r w:rsidRPr="003E3506">
        <w:rPr>
          <w:rtl/>
          <w:lang w:bidi="fa-IR"/>
        </w:rPr>
        <w:t xml:space="preserve"> و احتياط لازم آن است كه در اين كار از حاكم شرع اذن بگيرد.</w:t>
      </w:r>
    </w:p>
    <w:p w:rsidR="003E3506" w:rsidRPr="003E3506" w:rsidRDefault="003E3506" w:rsidP="003E3506">
      <w:pPr>
        <w:pStyle w:val="libNormal"/>
        <w:rPr>
          <w:lang w:bidi="fa-IR"/>
        </w:rPr>
      </w:pPr>
      <w:r w:rsidRPr="003E3506">
        <w:rPr>
          <w:rtl/>
          <w:lang w:bidi="fa-IR"/>
        </w:rPr>
        <w:t>٢٠٩٢ - اگر كسى با بچه مميز در صورتى كه معامله با آن صحيح نيست</w:t>
      </w:r>
      <w:r w:rsidR="000C4B14">
        <w:rPr>
          <w:rtl/>
          <w:lang w:bidi="fa-IR"/>
        </w:rPr>
        <w:t>،</w:t>
      </w:r>
      <w:r w:rsidRPr="003E3506">
        <w:rPr>
          <w:rtl/>
          <w:lang w:bidi="fa-IR"/>
        </w:rPr>
        <w:t xml:space="preserve"> معامله كند</w:t>
      </w:r>
      <w:r w:rsidR="000C4B14">
        <w:rPr>
          <w:rtl/>
          <w:lang w:bidi="fa-IR"/>
        </w:rPr>
        <w:t>،</w:t>
      </w:r>
      <w:r w:rsidRPr="003E3506">
        <w:rPr>
          <w:rtl/>
          <w:lang w:bidi="fa-IR"/>
        </w:rPr>
        <w:t xml:space="preserve"> و جنس يا پولى كه به بچه داده از بين برود</w:t>
      </w:r>
      <w:r w:rsidR="000C4B14">
        <w:rPr>
          <w:rtl/>
          <w:lang w:bidi="fa-IR"/>
        </w:rPr>
        <w:t>،</w:t>
      </w:r>
      <w:r w:rsidRPr="003E3506">
        <w:rPr>
          <w:rtl/>
          <w:lang w:bidi="fa-IR"/>
        </w:rPr>
        <w:t xml:space="preserve"> ظاهر اين است كه مى تواند از بچه بعد از بلوغش يا از ولى او مطالبه نمايد.</w:t>
      </w:r>
    </w:p>
    <w:p w:rsidR="003E3506" w:rsidRPr="003E3506" w:rsidRDefault="003E3506" w:rsidP="003E3506">
      <w:pPr>
        <w:pStyle w:val="libNormal"/>
        <w:rPr>
          <w:lang w:bidi="fa-IR"/>
        </w:rPr>
      </w:pPr>
      <w:r w:rsidRPr="003E3506">
        <w:rPr>
          <w:rtl/>
          <w:lang w:bidi="fa-IR"/>
        </w:rPr>
        <w:lastRenderedPageBreak/>
        <w:t>و اگر بچه مميز نباشد حق مطالبه ندارد.</w:t>
      </w:r>
    </w:p>
    <w:p w:rsidR="003E3506" w:rsidRPr="003E3506" w:rsidRDefault="003E3506" w:rsidP="003E3506">
      <w:pPr>
        <w:pStyle w:val="libNormal"/>
        <w:rPr>
          <w:lang w:bidi="fa-IR"/>
        </w:rPr>
      </w:pPr>
      <w:r w:rsidRPr="003E3506">
        <w:rPr>
          <w:rtl/>
          <w:lang w:bidi="fa-IR"/>
        </w:rPr>
        <w:t>٢٠٩٣ - اگر خريدار يا فروشنده را به معامله مجبور كنند</w:t>
      </w:r>
      <w:r w:rsidR="000C4B14">
        <w:rPr>
          <w:rtl/>
          <w:lang w:bidi="fa-IR"/>
        </w:rPr>
        <w:t>،</w:t>
      </w:r>
      <w:r w:rsidRPr="003E3506">
        <w:rPr>
          <w:rtl/>
          <w:lang w:bidi="fa-IR"/>
        </w:rPr>
        <w:t xml:space="preserve"> چنانچه بعد از معامله راضى شود مثلا بگويد راضى هستم</w:t>
      </w:r>
      <w:r w:rsidR="000C4B14">
        <w:rPr>
          <w:rtl/>
          <w:lang w:bidi="fa-IR"/>
        </w:rPr>
        <w:t>،</w:t>
      </w:r>
      <w:r w:rsidRPr="003E3506">
        <w:rPr>
          <w:rtl/>
          <w:lang w:bidi="fa-IR"/>
        </w:rPr>
        <w:t xml:space="preserve"> معامله صحيح است</w:t>
      </w:r>
      <w:r w:rsidR="000C4B14">
        <w:rPr>
          <w:rtl/>
          <w:lang w:bidi="fa-IR"/>
        </w:rPr>
        <w:t>.</w:t>
      </w:r>
    </w:p>
    <w:p w:rsidR="003E3506" w:rsidRPr="003E3506" w:rsidRDefault="003E3506" w:rsidP="003E3506">
      <w:pPr>
        <w:pStyle w:val="libNormal"/>
        <w:rPr>
          <w:lang w:bidi="fa-IR"/>
        </w:rPr>
      </w:pPr>
      <w:r w:rsidRPr="003E3506">
        <w:rPr>
          <w:rtl/>
          <w:lang w:bidi="fa-IR"/>
        </w:rPr>
        <w:t>ولى احتياط مستحب آن است كه دوباره صيغه معامله را بخوانند.</w:t>
      </w:r>
    </w:p>
    <w:p w:rsidR="003E3506" w:rsidRPr="003E3506" w:rsidRDefault="003E3506" w:rsidP="003E3506">
      <w:pPr>
        <w:pStyle w:val="libNormal"/>
        <w:rPr>
          <w:lang w:bidi="fa-IR"/>
        </w:rPr>
      </w:pPr>
      <w:r w:rsidRPr="003E3506">
        <w:rPr>
          <w:rtl/>
          <w:lang w:bidi="fa-IR"/>
        </w:rPr>
        <w:t>٢٠٩٤ - اگر انسان مال كسى را بدون اجازه او بفروشد</w:t>
      </w:r>
      <w:r w:rsidR="000C4B14">
        <w:rPr>
          <w:rtl/>
          <w:lang w:bidi="fa-IR"/>
        </w:rPr>
        <w:t>،</w:t>
      </w:r>
      <w:r w:rsidRPr="003E3506">
        <w:rPr>
          <w:rtl/>
          <w:lang w:bidi="fa-IR"/>
        </w:rPr>
        <w:t xml:space="preserve"> چنانچه صاحب مال به فروش آن راضى نشود</w:t>
      </w:r>
      <w:r w:rsidR="000C4B14">
        <w:rPr>
          <w:rtl/>
          <w:lang w:bidi="fa-IR"/>
        </w:rPr>
        <w:t>،</w:t>
      </w:r>
      <w:r w:rsidRPr="003E3506">
        <w:rPr>
          <w:rtl/>
          <w:lang w:bidi="fa-IR"/>
        </w:rPr>
        <w:t xml:space="preserve"> و اجاره نكند معامله باطل است</w:t>
      </w:r>
      <w:r w:rsidR="000C4B14">
        <w:rPr>
          <w:rtl/>
          <w:lang w:bidi="fa-IR"/>
        </w:rPr>
        <w:t>.</w:t>
      </w:r>
    </w:p>
    <w:p w:rsidR="003E3506" w:rsidRPr="003E3506" w:rsidRDefault="003E3506" w:rsidP="003E3506">
      <w:pPr>
        <w:pStyle w:val="libNormal"/>
        <w:rPr>
          <w:lang w:bidi="fa-IR"/>
        </w:rPr>
      </w:pPr>
      <w:r w:rsidRPr="003E3506">
        <w:rPr>
          <w:rtl/>
          <w:lang w:bidi="fa-IR"/>
        </w:rPr>
        <w:t>٢٠٩٥ - پدر و جد پدرى طفل و نيز وصى پدر</w:t>
      </w:r>
      <w:r w:rsidR="000C4B14">
        <w:rPr>
          <w:rtl/>
          <w:lang w:bidi="fa-IR"/>
        </w:rPr>
        <w:t>،</w:t>
      </w:r>
      <w:r w:rsidRPr="003E3506">
        <w:rPr>
          <w:rtl/>
          <w:lang w:bidi="fa-IR"/>
        </w:rPr>
        <w:t xml:space="preserve"> و وصى جد پدرى بر طفل مى توانند مال طفل را بفروشند و مجتهد عادل هم در صورتى كه ضرورت اقتضا كند</w:t>
      </w:r>
      <w:r w:rsidR="000C4B14">
        <w:rPr>
          <w:rtl/>
          <w:lang w:bidi="fa-IR"/>
        </w:rPr>
        <w:t>،</w:t>
      </w:r>
      <w:r w:rsidRPr="003E3506">
        <w:rPr>
          <w:rtl/>
          <w:lang w:bidi="fa-IR"/>
        </w:rPr>
        <w:t xml:space="preserve"> مى تواند مال ديوانه يا طفل يتيم يا مال كسى را كه غايب است بفروشد.</w:t>
      </w:r>
    </w:p>
    <w:p w:rsidR="003E3506" w:rsidRPr="003E3506" w:rsidRDefault="003E3506" w:rsidP="003E3506">
      <w:pPr>
        <w:pStyle w:val="libNormal"/>
        <w:rPr>
          <w:lang w:bidi="fa-IR"/>
        </w:rPr>
      </w:pPr>
      <w:r w:rsidRPr="003E3506">
        <w:rPr>
          <w:rtl/>
          <w:lang w:bidi="fa-IR"/>
        </w:rPr>
        <w:t>٢٠٩٦ - اگر كسى مالى را غصب كند و بفروشد</w:t>
      </w:r>
      <w:r w:rsidR="000C4B14">
        <w:rPr>
          <w:rtl/>
          <w:lang w:bidi="fa-IR"/>
        </w:rPr>
        <w:t>،</w:t>
      </w:r>
      <w:r w:rsidRPr="003E3506">
        <w:rPr>
          <w:rtl/>
          <w:lang w:bidi="fa-IR"/>
        </w:rPr>
        <w:t xml:space="preserve"> و بعد از فروش صاحب مال معامله را اجازه كند</w:t>
      </w:r>
      <w:r w:rsidR="000C4B14">
        <w:rPr>
          <w:rtl/>
          <w:lang w:bidi="fa-IR"/>
        </w:rPr>
        <w:t>،</w:t>
      </w:r>
      <w:r w:rsidRPr="003E3506">
        <w:rPr>
          <w:rtl/>
          <w:lang w:bidi="fa-IR"/>
        </w:rPr>
        <w:t xml:space="preserve"> معامله صحيح است</w:t>
      </w:r>
      <w:r w:rsidR="000C4B14">
        <w:rPr>
          <w:rtl/>
          <w:lang w:bidi="fa-IR"/>
        </w:rPr>
        <w:t>،</w:t>
      </w:r>
      <w:r w:rsidRPr="003E3506">
        <w:rPr>
          <w:rtl/>
          <w:lang w:bidi="fa-IR"/>
        </w:rPr>
        <w:t xml:space="preserve"> و چيزى را كه غصب كننده به مشترى داده</w:t>
      </w:r>
      <w:r w:rsidR="000C4B14">
        <w:rPr>
          <w:rtl/>
          <w:lang w:bidi="fa-IR"/>
        </w:rPr>
        <w:t>،</w:t>
      </w:r>
      <w:r w:rsidRPr="003E3506">
        <w:rPr>
          <w:rtl/>
          <w:lang w:bidi="fa-IR"/>
        </w:rPr>
        <w:t xml:space="preserve"> و منفعتهاى آن از موقع معامله ملك مشترى است و چيزى را كه مشترى داده و منفعتهاى آن از موقع معامله</w:t>
      </w:r>
      <w:r w:rsidR="000C4B14">
        <w:rPr>
          <w:rtl/>
          <w:lang w:bidi="fa-IR"/>
        </w:rPr>
        <w:t>،</w:t>
      </w:r>
      <w:r w:rsidRPr="003E3506">
        <w:rPr>
          <w:rtl/>
          <w:lang w:bidi="fa-IR"/>
        </w:rPr>
        <w:t xml:space="preserve"> ملك كسى است كه مال او را غصب كرده اند.</w:t>
      </w:r>
    </w:p>
    <w:p w:rsidR="003E3506" w:rsidRPr="003E3506" w:rsidRDefault="003E3506" w:rsidP="003E3506">
      <w:pPr>
        <w:pStyle w:val="libNormal"/>
        <w:rPr>
          <w:lang w:bidi="fa-IR"/>
        </w:rPr>
      </w:pPr>
      <w:r w:rsidRPr="003E3506">
        <w:rPr>
          <w:rtl/>
          <w:lang w:bidi="fa-IR"/>
        </w:rPr>
        <w:t>٢٠٩٧ - اگر كسى مالى را غصب كند و بفروشد</w:t>
      </w:r>
      <w:r w:rsidR="000C4B14">
        <w:rPr>
          <w:rtl/>
          <w:lang w:bidi="fa-IR"/>
        </w:rPr>
        <w:t>،</w:t>
      </w:r>
      <w:r w:rsidRPr="003E3506">
        <w:rPr>
          <w:rtl/>
          <w:lang w:bidi="fa-IR"/>
        </w:rPr>
        <w:t xml:space="preserve"> به قصد اين كه پول آن مال خودش باشد</w:t>
      </w:r>
      <w:r w:rsidR="000C4B14">
        <w:rPr>
          <w:rtl/>
          <w:lang w:bidi="fa-IR"/>
        </w:rPr>
        <w:t>،</w:t>
      </w:r>
      <w:r w:rsidRPr="003E3506">
        <w:rPr>
          <w:rtl/>
          <w:lang w:bidi="fa-IR"/>
        </w:rPr>
        <w:t xml:space="preserve"> چنانچه صاحب مال معامله را اجازه بكند</w:t>
      </w:r>
      <w:r w:rsidR="000C4B14">
        <w:rPr>
          <w:rtl/>
          <w:lang w:bidi="fa-IR"/>
        </w:rPr>
        <w:t>،</w:t>
      </w:r>
      <w:r w:rsidRPr="003E3506">
        <w:rPr>
          <w:rtl/>
          <w:lang w:bidi="fa-IR"/>
        </w:rPr>
        <w:t xml:space="preserve"> معامله صحيح است ولى پول مال مالك مى شود</w:t>
      </w:r>
      <w:r w:rsidR="000C4B14">
        <w:rPr>
          <w:rtl/>
          <w:lang w:bidi="fa-IR"/>
        </w:rPr>
        <w:t>،</w:t>
      </w:r>
      <w:r w:rsidRPr="003E3506">
        <w:rPr>
          <w:rtl/>
          <w:lang w:bidi="fa-IR"/>
        </w:rPr>
        <w:t xml:space="preserve"> نه مال غاصب</w:t>
      </w:r>
      <w:r w:rsidR="000C4B14">
        <w:rPr>
          <w:rtl/>
          <w:lang w:bidi="fa-IR"/>
        </w:rPr>
        <w:t>.</w:t>
      </w:r>
    </w:p>
    <w:p w:rsidR="003E3506" w:rsidRDefault="00605FAB" w:rsidP="00954472">
      <w:pPr>
        <w:pStyle w:val="Heading3"/>
        <w:rPr>
          <w:rtl/>
          <w:lang w:bidi="fa-IR"/>
        </w:rPr>
      </w:pPr>
      <w:bookmarkStart w:id="226" w:name="_Toc24454649"/>
      <w:r>
        <w:rPr>
          <w:rtl/>
          <w:lang w:bidi="fa-IR"/>
        </w:rPr>
        <w:t>(</w:t>
      </w:r>
      <w:r w:rsidR="003E3506" w:rsidRPr="003E3506">
        <w:rPr>
          <w:rtl/>
          <w:lang w:bidi="fa-IR"/>
        </w:rPr>
        <w:t>شرايط جنس و عوض آن</w:t>
      </w:r>
      <w:r>
        <w:rPr>
          <w:rtl/>
          <w:lang w:bidi="fa-IR"/>
        </w:rPr>
        <w:t>)</w:t>
      </w:r>
      <w:bookmarkEnd w:id="226"/>
    </w:p>
    <w:p w:rsidR="003E3506" w:rsidRPr="003E3506" w:rsidRDefault="003E3506" w:rsidP="003E3506">
      <w:pPr>
        <w:pStyle w:val="libNormal"/>
        <w:rPr>
          <w:lang w:bidi="fa-IR"/>
        </w:rPr>
      </w:pPr>
      <w:r w:rsidRPr="003E3506">
        <w:rPr>
          <w:rtl/>
          <w:lang w:bidi="fa-IR"/>
        </w:rPr>
        <w:t>٢٠٩٨ - جنسى را كه مى فروشد و چيزى را كه عوض آن مى گيرد</w:t>
      </w:r>
      <w:r w:rsidR="000C4B14">
        <w:rPr>
          <w:rtl/>
          <w:lang w:bidi="fa-IR"/>
        </w:rPr>
        <w:t>،</w:t>
      </w:r>
      <w:r w:rsidRPr="003E3506">
        <w:rPr>
          <w:rtl/>
          <w:lang w:bidi="fa-IR"/>
        </w:rPr>
        <w:t xml:space="preserve"> پنج شرط دارد</w:t>
      </w:r>
      <w:r w:rsidR="00553569">
        <w:rPr>
          <w:rtl/>
          <w:lang w:bidi="fa-IR"/>
        </w:rPr>
        <w:t>:</w:t>
      </w:r>
      <w:r w:rsidRPr="003E3506">
        <w:rPr>
          <w:rtl/>
          <w:lang w:bidi="fa-IR"/>
        </w:rPr>
        <w:t xml:space="preserve"> اول آن كه مقدار آن با وزن يا پيمانه يا شماره و مانند اينها معلوم باشد.</w:t>
      </w:r>
    </w:p>
    <w:p w:rsidR="003E3506" w:rsidRPr="003E3506" w:rsidRDefault="003E3506" w:rsidP="003E3506">
      <w:pPr>
        <w:pStyle w:val="libNormal"/>
        <w:rPr>
          <w:lang w:bidi="fa-IR"/>
        </w:rPr>
      </w:pPr>
      <w:r w:rsidRPr="003E3506">
        <w:rPr>
          <w:rtl/>
          <w:lang w:bidi="fa-IR"/>
        </w:rPr>
        <w:t>دوم آن كه بتواند آن را تحويل دهد</w:t>
      </w:r>
      <w:r w:rsidR="000C4B14">
        <w:rPr>
          <w:rtl/>
          <w:lang w:bidi="fa-IR"/>
        </w:rPr>
        <w:t>،</w:t>
      </w:r>
      <w:r w:rsidRPr="003E3506">
        <w:rPr>
          <w:rtl/>
          <w:lang w:bidi="fa-IR"/>
        </w:rPr>
        <w:t xml:space="preserve"> و گرنه معامله صحيح نيست</w:t>
      </w:r>
      <w:r w:rsidR="000C4B14">
        <w:rPr>
          <w:rtl/>
          <w:lang w:bidi="fa-IR"/>
        </w:rPr>
        <w:t>،</w:t>
      </w:r>
      <w:r w:rsidRPr="003E3506">
        <w:rPr>
          <w:rtl/>
          <w:lang w:bidi="fa-IR"/>
        </w:rPr>
        <w:t xml:space="preserve"> مگر آن كه آن را با چيزى كه مى تواند او را تحويل دهد</w:t>
      </w:r>
      <w:r w:rsidR="000C4B14">
        <w:rPr>
          <w:rtl/>
          <w:lang w:bidi="fa-IR"/>
        </w:rPr>
        <w:t>،</w:t>
      </w:r>
      <w:r w:rsidRPr="003E3506">
        <w:rPr>
          <w:rtl/>
          <w:lang w:bidi="fa-IR"/>
        </w:rPr>
        <w:t xml:space="preserve"> بفروشد كه در اين صورت معامله صحيح است</w:t>
      </w:r>
      <w:r w:rsidR="000C4B14">
        <w:rPr>
          <w:rtl/>
          <w:lang w:bidi="fa-IR"/>
        </w:rPr>
        <w:t>،</w:t>
      </w:r>
      <w:r w:rsidRPr="003E3506">
        <w:rPr>
          <w:rtl/>
          <w:lang w:bidi="fa-IR"/>
        </w:rPr>
        <w:t xml:space="preserve"> ولى ظاهر آن است كه اگر خريدار بتواند آن چيزى را كه خريده به دست آورد</w:t>
      </w:r>
      <w:r w:rsidR="000C4B14">
        <w:rPr>
          <w:rtl/>
          <w:lang w:bidi="fa-IR"/>
        </w:rPr>
        <w:t>،</w:t>
      </w:r>
      <w:r w:rsidRPr="003E3506">
        <w:rPr>
          <w:rtl/>
          <w:lang w:bidi="fa-IR"/>
        </w:rPr>
        <w:t xml:space="preserve"> هر چند فروشنده قادر نباشد </w:t>
      </w:r>
      <w:r w:rsidRPr="003E3506">
        <w:rPr>
          <w:rtl/>
          <w:lang w:bidi="fa-IR"/>
        </w:rPr>
        <w:lastRenderedPageBreak/>
        <w:t>كه آن را به او تحويل دهد</w:t>
      </w:r>
      <w:r w:rsidR="000C4B14">
        <w:rPr>
          <w:rtl/>
          <w:lang w:bidi="fa-IR"/>
        </w:rPr>
        <w:t>،</w:t>
      </w:r>
      <w:r w:rsidRPr="003E3506">
        <w:rPr>
          <w:rtl/>
          <w:lang w:bidi="fa-IR"/>
        </w:rPr>
        <w:t xml:space="preserve"> معامله صحيح است</w:t>
      </w:r>
      <w:r w:rsidR="000C4B14">
        <w:rPr>
          <w:rtl/>
          <w:lang w:bidi="fa-IR"/>
        </w:rPr>
        <w:t>،</w:t>
      </w:r>
      <w:r w:rsidRPr="003E3506">
        <w:rPr>
          <w:rtl/>
          <w:lang w:bidi="fa-IR"/>
        </w:rPr>
        <w:t xml:space="preserve"> مثلا اگر اسبى را كه فرار كرده بفروشد</w:t>
      </w:r>
      <w:r w:rsidR="000C4B14">
        <w:rPr>
          <w:rtl/>
          <w:lang w:bidi="fa-IR"/>
        </w:rPr>
        <w:t>،</w:t>
      </w:r>
      <w:r w:rsidRPr="003E3506">
        <w:rPr>
          <w:rtl/>
          <w:lang w:bidi="fa-IR"/>
        </w:rPr>
        <w:t xml:space="preserve"> و خريدار بتواند آن را پيدا كند معامله اشكال ندارد</w:t>
      </w:r>
      <w:r w:rsidR="000C4B14">
        <w:rPr>
          <w:rtl/>
          <w:lang w:bidi="fa-IR"/>
        </w:rPr>
        <w:t>،</w:t>
      </w:r>
      <w:r w:rsidRPr="003E3506">
        <w:rPr>
          <w:rtl/>
          <w:lang w:bidi="fa-IR"/>
        </w:rPr>
        <w:t xml:space="preserve"> و صحيح مى باشد</w:t>
      </w:r>
      <w:r w:rsidR="000C4B14">
        <w:rPr>
          <w:rtl/>
          <w:lang w:bidi="fa-IR"/>
        </w:rPr>
        <w:t>،</w:t>
      </w:r>
      <w:r w:rsidRPr="003E3506">
        <w:rPr>
          <w:rtl/>
          <w:lang w:bidi="fa-IR"/>
        </w:rPr>
        <w:t xml:space="preserve"> و احتياج به ضميمه در اين صورت نيست</w:t>
      </w:r>
      <w:r w:rsidR="000C4B14">
        <w:rPr>
          <w:rtl/>
          <w:lang w:bidi="fa-IR"/>
        </w:rPr>
        <w:t>.</w:t>
      </w:r>
    </w:p>
    <w:p w:rsidR="003E3506" w:rsidRPr="003E3506" w:rsidRDefault="003E3506" w:rsidP="003E3506">
      <w:pPr>
        <w:pStyle w:val="libNormal"/>
        <w:rPr>
          <w:lang w:bidi="fa-IR"/>
        </w:rPr>
      </w:pPr>
      <w:r w:rsidRPr="003E3506">
        <w:rPr>
          <w:rtl/>
          <w:lang w:bidi="fa-IR"/>
        </w:rPr>
        <w:t>سوم خصوصياتى را كه در جنس و عوض است و به واسطه آنها ميل مردم به معامله فرق مى كند</w:t>
      </w:r>
      <w:r w:rsidR="000C4B14">
        <w:rPr>
          <w:rtl/>
          <w:lang w:bidi="fa-IR"/>
        </w:rPr>
        <w:t>،</w:t>
      </w:r>
      <w:r w:rsidRPr="003E3506">
        <w:rPr>
          <w:rtl/>
          <w:lang w:bidi="fa-IR"/>
        </w:rPr>
        <w:t xml:space="preserve"> معين نمايند.</w:t>
      </w:r>
    </w:p>
    <w:p w:rsidR="003E3506" w:rsidRPr="003E3506" w:rsidRDefault="003E3506" w:rsidP="003E3506">
      <w:pPr>
        <w:pStyle w:val="libNormal"/>
        <w:rPr>
          <w:lang w:bidi="fa-IR"/>
        </w:rPr>
      </w:pPr>
      <w:r w:rsidRPr="003E3506">
        <w:rPr>
          <w:rtl/>
          <w:lang w:bidi="fa-IR"/>
        </w:rPr>
        <w:t>چهارم آن كه متعلق حق ديگرى نباشد</w:t>
      </w:r>
      <w:r w:rsidR="000C4B14">
        <w:rPr>
          <w:rtl/>
          <w:lang w:bidi="fa-IR"/>
        </w:rPr>
        <w:t>،</w:t>
      </w:r>
      <w:r w:rsidRPr="003E3506">
        <w:rPr>
          <w:rtl/>
          <w:lang w:bidi="fa-IR"/>
        </w:rPr>
        <w:t xml:space="preserve"> به طورى كه به خارج شدن از ملك مالك حق آن شخص از ميان برود.</w:t>
      </w:r>
    </w:p>
    <w:p w:rsidR="003E3506" w:rsidRPr="003E3506" w:rsidRDefault="003E3506" w:rsidP="003E3506">
      <w:pPr>
        <w:pStyle w:val="libNormal"/>
        <w:rPr>
          <w:lang w:bidi="fa-IR"/>
        </w:rPr>
      </w:pPr>
      <w:r w:rsidRPr="003E3506">
        <w:rPr>
          <w:rtl/>
          <w:lang w:bidi="fa-IR"/>
        </w:rPr>
        <w:t>پنجم خود جنس را بفروشد نه منفعت آن را پس اگر مثلا منفعت يك ساله خانه را بفروشد</w:t>
      </w:r>
      <w:r w:rsidR="000C4B14">
        <w:rPr>
          <w:rtl/>
          <w:lang w:bidi="fa-IR"/>
        </w:rPr>
        <w:t>،</w:t>
      </w:r>
      <w:r w:rsidRPr="003E3506">
        <w:rPr>
          <w:rtl/>
          <w:lang w:bidi="fa-IR"/>
        </w:rPr>
        <w:t xml:space="preserve"> صحيح نيست ولى چنانچه خريدار به جاى پول منفعت مالك خود را بدهد</w:t>
      </w:r>
      <w:r w:rsidR="000C4B14">
        <w:rPr>
          <w:rtl/>
          <w:lang w:bidi="fa-IR"/>
        </w:rPr>
        <w:t>،</w:t>
      </w:r>
      <w:r w:rsidRPr="003E3506">
        <w:rPr>
          <w:rtl/>
          <w:lang w:bidi="fa-IR"/>
        </w:rPr>
        <w:t xml:space="preserve"> مثلا فرشى را از كسى بخرد و عوض آن منفعت يك ساله خانه خود را به او واگذار كند</w:t>
      </w:r>
      <w:r w:rsidR="000C4B14">
        <w:rPr>
          <w:rtl/>
          <w:lang w:bidi="fa-IR"/>
        </w:rPr>
        <w:t>،</w:t>
      </w:r>
      <w:r w:rsidRPr="003E3506">
        <w:rPr>
          <w:rtl/>
          <w:lang w:bidi="fa-IR"/>
        </w:rPr>
        <w:t xml:space="preserve"> اشكال ندارد</w:t>
      </w:r>
      <w:r w:rsidR="000C4B14">
        <w:rPr>
          <w:rtl/>
          <w:lang w:bidi="fa-IR"/>
        </w:rPr>
        <w:t>،</w:t>
      </w:r>
      <w:r w:rsidRPr="003E3506">
        <w:rPr>
          <w:rtl/>
          <w:lang w:bidi="fa-IR"/>
        </w:rPr>
        <w:t xml:space="preserve"> و احكام اينها در مسايل آينده گفته خواهد شد.</w:t>
      </w:r>
    </w:p>
    <w:p w:rsidR="003E3506" w:rsidRPr="003E3506" w:rsidRDefault="003E3506" w:rsidP="003E3506">
      <w:pPr>
        <w:pStyle w:val="libNormal"/>
        <w:rPr>
          <w:lang w:bidi="fa-IR"/>
        </w:rPr>
      </w:pPr>
      <w:r w:rsidRPr="003E3506">
        <w:rPr>
          <w:rtl/>
          <w:lang w:bidi="fa-IR"/>
        </w:rPr>
        <w:t>٢٠٩٩ - جنسى را كه در شهرى با وزن يا پيمانه معامله مى كنند در آن شهر انسان بايد با وزن يا پيمانه بخرد</w:t>
      </w:r>
      <w:r w:rsidR="000C4B14">
        <w:rPr>
          <w:rtl/>
          <w:lang w:bidi="fa-IR"/>
        </w:rPr>
        <w:t>،</w:t>
      </w:r>
      <w:r w:rsidRPr="003E3506">
        <w:rPr>
          <w:rtl/>
          <w:lang w:bidi="fa-IR"/>
        </w:rPr>
        <w:t xml:space="preserve"> ولى مى تواند همان جنس را در شهرى كه با ديدن معامله مى كنند</w:t>
      </w:r>
      <w:r w:rsidR="000C4B14">
        <w:rPr>
          <w:rtl/>
          <w:lang w:bidi="fa-IR"/>
        </w:rPr>
        <w:t>،</w:t>
      </w:r>
      <w:r w:rsidRPr="003E3506">
        <w:rPr>
          <w:rtl/>
          <w:lang w:bidi="fa-IR"/>
        </w:rPr>
        <w:t xml:space="preserve"> با ديدن خريدارى نمايد.</w:t>
      </w:r>
    </w:p>
    <w:p w:rsidR="003E3506" w:rsidRPr="003E3506" w:rsidRDefault="003E3506" w:rsidP="003E3506">
      <w:pPr>
        <w:pStyle w:val="libNormal"/>
        <w:rPr>
          <w:lang w:bidi="fa-IR"/>
        </w:rPr>
      </w:pPr>
      <w:r w:rsidRPr="003E3506">
        <w:rPr>
          <w:rtl/>
          <w:lang w:bidi="fa-IR"/>
        </w:rPr>
        <w:t>٢١٠٠ - چيزى را كه با وزن خريد و فروش مى كنند با پيمانه هم مى شود معامله كرد</w:t>
      </w:r>
      <w:r w:rsidR="000C4B14">
        <w:rPr>
          <w:rtl/>
          <w:lang w:bidi="fa-IR"/>
        </w:rPr>
        <w:t>،</w:t>
      </w:r>
      <w:r w:rsidRPr="003E3506">
        <w:rPr>
          <w:rtl/>
          <w:lang w:bidi="fa-IR"/>
        </w:rPr>
        <w:t xml:space="preserve"> به اين طور كه اگر مثلا مى خواهد ده من گندم بفروشد با پيمانه اى كه يك من گندم مى گيرد</w:t>
      </w:r>
      <w:r w:rsidR="000C4B14">
        <w:rPr>
          <w:rtl/>
          <w:lang w:bidi="fa-IR"/>
        </w:rPr>
        <w:t>،</w:t>
      </w:r>
      <w:r w:rsidRPr="003E3506">
        <w:rPr>
          <w:rtl/>
          <w:lang w:bidi="fa-IR"/>
        </w:rPr>
        <w:t xml:space="preserve"> ده پيمانه بدهد.</w:t>
      </w:r>
    </w:p>
    <w:p w:rsidR="003E3506" w:rsidRPr="003E3506" w:rsidRDefault="003E3506" w:rsidP="003E3506">
      <w:pPr>
        <w:pStyle w:val="libNormal"/>
        <w:rPr>
          <w:lang w:bidi="fa-IR"/>
        </w:rPr>
      </w:pPr>
      <w:r w:rsidRPr="003E3506">
        <w:rPr>
          <w:rtl/>
          <w:lang w:bidi="fa-IR"/>
        </w:rPr>
        <w:t>٢١٠١ - اگر معامله از جهت نبودن يكى از شرطهايى كه گفته شد - غير شرط چهارم - باطل باشد ولى خريدار و فروشنده راضى باشند كه در مال يكديگر تصرف كنند آنها اشكال ندارد.</w:t>
      </w:r>
    </w:p>
    <w:p w:rsidR="003E3506" w:rsidRPr="003E3506" w:rsidRDefault="003E3506" w:rsidP="003E3506">
      <w:pPr>
        <w:pStyle w:val="libNormal"/>
        <w:rPr>
          <w:lang w:bidi="fa-IR"/>
        </w:rPr>
      </w:pPr>
      <w:r w:rsidRPr="003E3506">
        <w:rPr>
          <w:rtl/>
          <w:lang w:bidi="fa-IR"/>
        </w:rPr>
        <w:t>٢١٠٢ - معامله چيزى كه وقف شده باطل است</w:t>
      </w:r>
      <w:r w:rsidR="000C4B14">
        <w:rPr>
          <w:rtl/>
          <w:lang w:bidi="fa-IR"/>
        </w:rPr>
        <w:t>،</w:t>
      </w:r>
      <w:r w:rsidRPr="003E3506">
        <w:rPr>
          <w:rtl/>
          <w:lang w:bidi="fa-IR"/>
        </w:rPr>
        <w:t xml:space="preserve"> ولى اگر به طورى خراب شود كه نتوانند استفاده اى را كه مال براى آن وقف شده از آن ببرند يا در معرض اين جهت باشد</w:t>
      </w:r>
      <w:r w:rsidR="000C4B14">
        <w:rPr>
          <w:rtl/>
          <w:lang w:bidi="fa-IR"/>
        </w:rPr>
        <w:t>،</w:t>
      </w:r>
      <w:r w:rsidRPr="003E3506">
        <w:rPr>
          <w:rtl/>
          <w:lang w:bidi="fa-IR"/>
        </w:rPr>
        <w:t xml:space="preserve"> مثلا حصير </w:t>
      </w:r>
      <w:r w:rsidRPr="003E3506">
        <w:rPr>
          <w:rtl/>
          <w:lang w:bidi="fa-IR"/>
        </w:rPr>
        <w:lastRenderedPageBreak/>
        <w:t>مسجد به طورى پاره شود كه نتوانند روى آن نماز بخوانند</w:t>
      </w:r>
      <w:r w:rsidR="000C4B14">
        <w:rPr>
          <w:rtl/>
          <w:lang w:bidi="fa-IR"/>
        </w:rPr>
        <w:t>،</w:t>
      </w:r>
      <w:r w:rsidRPr="003E3506">
        <w:rPr>
          <w:rtl/>
          <w:lang w:bidi="fa-IR"/>
        </w:rPr>
        <w:t xml:space="preserve"> فروش آن براى متولى و كسى كه در حكم او است</w:t>
      </w:r>
      <w:r w:rsidR="000C4B14">
        <w:rPr>
          <w:rtl/>
          <w:lang w:bidi="fa-IR"/>
        </w:rPr>
        <w:t>،</w:t>
      </w:r>
      <w:r w:rsidRPr="003E3506">
        <w:rPr>
          <w:rtl/>
          <w:lang w:bidi="fa-IR"/>
        </w:rPr>
        <w:t xml:space="preserve"> اشكال ندارد</w:t>
      </w:r>
      <w:r w:rsidR="000C4B14">
        <w:rPr>
          <w:rtl/>
          <w:lang w:bidi="fa-IR"/>
        </w:rPr>
        <w:t>،</w:t>
      </w:r>
      <w:r w:rsidRPr="003E3506">
        <w:rPr>
          <w:rtl/>
          <w:lang w:bidi="fa-IR"/>
        </w:rPr>
        <w:t xml:space="preserve"> و در صورتى كه ممكن باشد</w:t>
      </w:r>
      <w:r w:rsidR="000C4B14">
        <w:rPr>
          <w:rtl/>
          <w:lang w:bidi="fa-IR"/>
        </w:rPr>
        <w:t>،</w:t>
      </w:r>
      <w:r w:rsidRPr="003E3506">
        <w:rPr>
          <w:rtl/>
          <w:lang w:bidi="fa-IR"/>
        </w:rPr>
        <w:t xml:space="preserve"> بايد بنابر احتياط پول آن را در همان مسجد به مصرفى برسانند كه به مقصود وقف كننده نزديكتر باشد.</w:t>
      </w:r>
    </w:p>
    <w:p w:rsidR="003E3506" w:rsidRPr="003E3506" w:rsidRDefault="003E3506" w:rsidP="003E3506">
      <w:pPr>
        <w:pStyle w:val="libNormal"/>
        <w:rPr>
          <w:lang w:bidi="fa-IR"/>
        </w:rPr>
      </w:pPr>
      <w:r w:rsidRPr="003E3506">
        <w:rPr>
          <w:rtl/>
          <w:lang w:bidi="fa-IR"/>
        </w:rPr>
        <w:t>٢١٠٣ - هرگاه بين كسانى كه مال را براى آنان وقف كرده اند به طورى اختلاف پيدا شود</w:t>
      </w:r>
      <w:r w:rsidR="000C4B14">
        <w:rPr>
          <w:rtl/>
          <w:lang w:bidi="fa-IR"/>
        </w:rPr>
        <w:t>،</w:t>
      </w:r>
      <w:r w:rsidRPr="003E3506">
        <w:rPr>
          <w:rtl/>
          <w:lang w:bidi="fa-IR"/>
        </w:rPr>
        <w:t xml:space="preserve"> كه اگر مال وقف را نفروشند</w:t>
      </w:r>
      <w:r w:rsidR="000C4B14">
        <w:rPr>
          <w:rtl/>
          <w:lang w:bidi="fa-IR"/>
        </w:rPr>
        <w:t>،</w:t>
      </w:r>
      <w:r w:rsidRPr="003E3506">
        <w:rPr>
          <w:rtl/>
          <w:lang w:bidi="fa-IR"/>
        </w:rPr>
        <w:t xml:space="preserve"> گمان آن برود كه مال يا جانى تلف شود</w:t>
      </w:r>
      <w:r w:rsidR="000C4B14">
        <w:rPr>
          <w:rtl/>
          <w:lang w:bidi="fa-IR"/>
        </w:rPr>
        <w:t>،</w:t>
      </w:r>
      <w:r w:rsidRPr="003E3506">
        <w:rPr>
          <w:rtl/>
          <w:lang w:bidi="fa-IR"/>
        </w:rPr>
        <w:t xml:space="preserve"> بعضى گفته اند كه مى توانند آن مال را بفروشند و به مصرفى كه به مقصود وقف كننده نزديكتر است برسانند</w:t>
      </w:r>
      <w:r w:rsidR="000C4B14">
        <w:rPr>
          <w:rtl/>
          <w:lang w:bidi="fa-IR"/>
        </w:rPr>
        <w:t>،</w:t>
      </w:r>
      <w:r w:rsidRPr="003E3506">
        <w:rPr>
          <w:rtl/>
          <w:lang w:bidi="fa-IR"/>
        </w:rPr>
        <w:t xml:space="preserve"> ولى اين حكم محل اشكال است وليكن اگر واقف شرط كند كه اگر صلاح در فروش وقف باشد بفروشند فروختن آن در اين صورت اشكال ندارد.</w:t>
      </w:r>
    </w:p>
    <w:p w:rsidR="003E3506" w:rsidRPr="003E3506" w:rsidRDefault="003E3506" w:rsidP="003E3506">
      <w:pPr>
        <w:pStyle w:val="libNormal"/>
        <w:rPr>
          <w:lang w:bidi="fa-IR"/>
        </w:rPr>
      </w:pPr>
      <w:r w:rsidRPr="003E3506">
        <w:rPr>
          <w:rtl/>
          <w:lang w:bidi="fa-IR"/>
        </w:rPr>
        <w:t>٢١٠٤ - خريد و فروش ملكى كه آن را به ديگرى اجاره داده اند اشكال ندارد</w:t>
      </w:r>
      <w:r w:rsidR="000C4B14">
        <w:rPr>
          <w:rtl/>
          <w:lang w:bidi="fa-IR"/>
        </w:rPr>
        <w:t>،</w:t>
      </w:r>
      <w:r w:rsidRPr="003E3506">
        <w:rPr>
          <w:rtl/>
          <w:lang w:bidi="fa-IR"/>
        </w:rPr>
        <w:t xml:space="preserve"> ولى استفاده آن ملك در مدت اجاره مال مستاجر است</w:t>
      </w:r>
      <w:r w:rsidR="000C4B14">
        <w:rPr>
          <w:rtl/>
          <w:lang w:bidi="fa-IR"/>
        </w:rPr>
        <w:t>.</w:t>
      </w:r>
    </w:p>
    <w:p w:rsidR="003E3506" w:rsidRPr="003E3506" w:rsidRDefault="003E3506" w:rsidP="003E3506">
      <w:pPr>
        <w:pStyle w:val="libNormal"/>
        <w:rPr>
          <w:lang w:bidi="fa-IR"/>
        </w:rPr>
      </w:pPr>
      <w:r w:rsidRPr="003E3506">
        <w:rPr>
          <w:rtl/>
          <w:lang w:bidi="fa-IR"/>
        </w:rPr>
        <w:t>و اگر خريدار نداند كه آن ملك را اجاره داده اند</w:t>
      </w:r>
      <w:r w:rsidR="000C4B14">
        <w:rPr>
          <w:rtl/>
          <w:lang w:bidi="fa-IR"/>
        </w:rPr>
        <w:t>،</w:t>
      </w:r>
      <w:r w:rsidRPr="003E3506">
        <w:rPr>
          <w:rtl/>
          <w:lang w:bidi="fa-IR"/>
        </w:rPr>
        <w:t xml:space="preserve"> يا به گمان اين كه مدت اجاره كم است ملك را خريده باشد</w:t>
      </w:r>
      <w:r w:rsidR="000C4B14">
        <w:rPr>
          <w:rtl/>
          <w:lang w:bidi="fa-IR"/>
        </w:rPr>
        <w:t>،</w:t>
      </w:r>
      <w:r w:rsidRPr="003E3506">
        <w:rPr>
          <w:rtl/>
          <w:lang w:bidi="fa-IR"/>
        </w:rPr>
        <w:t xml:space="preserve"> پس از اطلاع به كيفيت مى تواند معامله خودش را بهم بزند.</w:t>
      </w:r>
    </w:p>
    <w:p w:rsidR="003E3506" w:rsidRDefault="00605FAB" w:rsidP="00954472">
      <w:pPr>
        <w:pStyle w:val="Heading3"/>
        <w:rPr>
          <w:rtl/>
          <w:lang w:bidi="fa-IR"/>
        </w:rPr>
      </w:pPr>
      <w:bookmarkStart w:id="227" w:name="_Toc24454650"/>
      <w:r>
        <w:rPr>
          <w:rtl/>
          <w:lang w:bidi="fa-IR"/>
        </w:rPr>
        <w:t>(</w:t>
      </w:r>
      <w:r w:rsidR="003E3506" w:rsidRPr="003E3506">
        <w:rPr>
          <w:rtl/>
          <w:lang w:bidi="fa-IR"/>
        </w:rPr>
        <w:t>صيغه خريد و فروش</w:t>
      </w:r>
      <w:r>
        <w:rPr>
          <w:rtl/>
          <w:lang w:bidi="fa-IR"/>
        </w:rPr>
        <w:t>)</w:t>
      </w:r>
      <w:bookmarkEnd w:id="227"/>
    </w:p>
    <w:p w:rsidR="003E3506" w:rsidRPr="003E3506" w:rsidRDefault="003E3506" w:rsidP="003E3506">
      <w:pPr>
        <w:pStyle w:val="libNormal"/>
        <w:rPr>
          <w:lang w:bidi="fa-IR"/>
        </w:rPr>
      </w:pPr>
      <w:r w:rsidRPr="003E3506">
        <w:rPr>
          <w:rtl/>
          <w:lang w:bidi="fa-IR"/>
        </w:rPr>
        <w:t>٢١٠٥ - در خريد و فروش لازم نيست صيغه عربى بخوانند</w:t>
      </w:r>
      <w:r w:rsidR="000C4B14">
        <w:rPr>
          <w:rtl/>
          <w:lang w:bidi="fa-IR"/>
        </w:rPr>
        <w:t>،</w:t>
      </w:r>
      <w:r w:rsidRPr="003E3506">
        <w:rPr>
          <w:rtl/>
          <w:lang w:bidi="fa-IR"/>
        </w:rPr>
        <w:t xml:space="preserve"> مثلا اگر فروشنده به فارسى بگويد اين مال را در عوض اين پول فروختم و مشترى بگويد قبول كردم معامله صحيح است</w:t>
      </w:r>
      <w:r w:rsidR="000C4B14">
        <w:rPr>
          <w:rtl/>
          <w:lang w:bidi="fa-IR"/>
        </w:rPr>
        <w:t>،</w:t>
      </w:r>
      <w:r w:rsidRPr="003E3506">
        <w:rPr>
          <w:rtl/>
          <w:lang w:bidi="fa-IR"/>
        </w:rPr>
        <w:t xml:space="preserve"> ولى خريدار و فروشنده بايد قصد انشاء داشته باشد</w:t>
      </w:r>
      <w:r w:rsidR="000C4B14">
        <w:rPr>
          <w:rtl/>
          <w:lang w:bidi="fa-IR"/>
        </w:rPr>
        <w:t>،</w:t>
      </w:r>
      <w:r w:rsidRPr="003E3506">
        <w:rPr>
          <w:rtl/>
          <w:lang w:bidi="fa-IR"/>
        </w:rPr>
        <w:t xml:space="preserve"> يعنى به گفتن اين دو جمله مقصودشان خريد و فروش باشد.</w:t>
      </w:r>
    </w:p>
    <w:p w:rsidR="003E3506" w:rsidRPr="003E3506" w:rsidRDefault="003E3506" w:rsidP="003E3506">
      <w:pPr>
        <w:pStyle w:val="libNormal"/>
        <w:rPr>
          <w:lang w:bidi="fa-IR"/>
        </w:rPr>
      </w:pPr>
      <w:r w:rsidRPr="003E3506">
        <w:rPr>
          <w:rtl/>
          <w:lang w:bidi="fa-IR"/>
        </w:rPr>
        <w:t>٢١٠٦ - اگر در موقع معامله صيغه نخوانند</w:t>
      </w:r>
      <w:r w:rsidR="000C4B14">
        <w:rPr>
          <w:rtl/>
          <w:lang w:bidi="fa-IR"/>
        </w:rPr>
        <w:t>،</w:t>
      </w:r>
      <w:r w:rsidRPr="003E3506">
        <w:rPr>
          <w:rtl/>
          <w:lang w:bidi="fa-IR"/>
        </w:rPr>
        <w:t xml:space="preserve"> ولى فروشنده در مقابل مالى كه از خريدار مى گيرد</w:t>
      </w:r>
      <w:r w:rsidR="000C4B14">
        <w:rPr>
          <w:rtl/>
          <w:lang w:bidi="fa-IR"/>
        </w:rPr>
        <w:t>،</w:t>
      </w:r>
      <w:r w:rsidRPr="003E3506">
        <w:rPr>
          <w:rtl/>
          <w:lang w:bidi="fa-IR"/>
        </w:rPr>
        <w:t xml:space="preserve"> مال خود را ملك او كند معامله صحيح است و هر دو مالك مى شوند.</w:t>
      </w:r>
    </w:p>
    <w:p w:rsidR="003E3506" w:rsidRDefault="00605FAB" w:rsidP="00954472">
      <w:pPr>
        <w:pStyle w:val="Heading3"/>
        <w:rPr>
          <w:rtl/>
          <w:lang w:bidi="fa-IR"/>
        </w:rPr>
      </w:pPr>
      <w:bookmarkStart w:id="228" w:name="_Toc24454651"/>
      <w:r>
        <w:rPr>
          <w:rtl/>
          <w:lang w:bidi="fa-IR"/>
        </w:rPr>
        <w:t>(</w:t>
      </w:r>
      <w:r w:rsidR="003E3506" w:rsidRPr="003E3506">
        <w:rPr>
          <w:rtl/>
          <w:lang w:bidi="fa-IR"/>
        </w:rPr>
        <w:t>خريد و فروش ميوه ها</w:t>
      </w:r>
      <w:r>
        <w:rPr>
          <w:rtl/>
          <w:lang w:bidi="fa-IR"/>
        </w:rPr>
        <w:t>)</w:t>
      </w:r>
      <w:bookmarkEnd w:id="228"/>
    </w:p>
    <w:p w:rsidR="003E3506" w:rsidRPr="003E3506" w:rsidRDefault="003E3506" w:rsidP="003E3506">
      <w:pPr>
        <w:pStyle w:val="libNormal"/>
        <w:rPr>
          <w:lang w:bidi="fa-IR"/>
        </w:rPr>
      </w:pPr>
      <w:r w:rsidRPr="003E3506">
        <w:rPr>
          <w:rtl/>
          <w:lang w:bidi="fa-IR"/>
        </w:rPr>
        <w:t>٢١٠٧ - ميوه اى كه گل آن ريخته و دانه بسته چنانچه معلوم باشد</w:t>
      </w:r>
      <w:r w:rsidR="000C4B14">
        <w:rPr>
          <w:rtl/>
          <w:lang w:bidi="fa-IR"/>
        </w:rPr>
        <w:t>،</w:t>
      </w:r>
      <w:r w:rsidRPr="003E3506">
        <w:rPr>
          <w:rtl/>
          <w:lang w:bidi="fa-IR"/>
        </w:rPr>
        <w:t xml:space="preserve"> كه از آفت رسته است يا نه به طورى كه مقدار حاصل آن درخت را بتوان تخمين زد</w:t>
      </w:r>
      <w:r w:rsidR="000C4B14">
        <w:rPr>
          <w:rtl/>
          <w:lang w:bidi="fa-IR"/>
        </w:rPr>
        <w:t>،</w:t>
      </w:r>
      <w:r w:rsidRPr="003E3506">
        <w:rPr>
          <w:rtl/>
          <w:lang w:bidi="fa-IR"/>
        </w:rPr>
        <w:t xml:space="preserve"> فروش آن پيش از چيدن صحيح </w:t>
      </w:r>
      <w:r w:rsidRPr="003E3506">
        <w:rPr>
          <w:rtl/>
          <w:lang w:bidi="fa-IR"/>
        </w:rPr>
        <w:lastRenderedPageBreak/>
        <w:t>است</w:t>
      </w:r>
      <w:r w:rsidR="000C4B14">
        <w:rPr>
          <w:rtl/>
          <w:lang w:bidi="fa-IR"/>
        </w:rPr>
        <w:t>،</w:t>
      </w:r>
      <w:r w:rsidRPr="003E3506">
        <w:rPr>
          <w:rtl/>
          <w:lang w:bidi="fa-IR"/>
        </w:rPr>
        <w:t xml:space="preserve"> بلكه اگر هنوز هم معلوم نباشد</w:t>
      </w:r>
      <w:r w:rsidR="000C4B14">
        <w:rPr>
          <w:rtl/>
          <w:lang w:bidi="fa-IR"/>
        </w:rPr>
        <w:t>،</w:t>
      </w:r>
      <w:r w:rsidRPr="003E3506">
        <w:rPr>
          <w:rtl/>
          <w:lang w:bidi="fa-IR"/>
        </w:rPr>
        <w:t xml:space="preserve"> كه از آفت رسته است يا نه</w:t>
      </w:r>
      <w:r w:rsidR="000C4B14">
        <w:rPr>
          <w:rtl/>
          <w:lang w:bidi="fa-IR"/>
        </w:rPr>
        <w:t>،</w:t>
      </w:r>
      <w:r w:rsidRPr="003E3506">
        <w:rPr>
          <w:rtl/>
          <w:lang w:bidi="fa-IR"/>
        </w:rPr>
        <w:t xml:space="preserve"> چنانچه ميوه دو سال يا بيشتر را بفروشند</w:t>
      </w:r>
      <w:r w:rsidR="000C4B14">
        <w:rPr>
          <w:rtl/>
          <w:lang w:bidi="fa-IR"/>
        </w:rPr>
        <w:t>،</w:t>
      </w:r>
      <w:r w:rsidRPr="003E3506">
        <w:rPr>
          <w:rtl/>
          <w:lang w:bidi="fa-IR"/>
        </w:rPr>
        <w:t xml:space="preserve"> يا همان مقدارى كه فعلا روييده - به شرط آن كه ماليت قابل توجهى داشته باشد</w:t>
      </w:r>
      <w:r w:rsidR="000C4B14">
        <w:rPr>
          <w:rtl/>
          <w:lang w:bidi="fa-IR"/>
        </w:rPr>
        <w:t>،</w:t>
      </w:r>
      <w:r w:rsidRPr="003E3506">
        <w:rPr>
          <w:rtl/>
          <w:lang w:bidi="fa-IR"/>
        </w:rPr>
        <w:t xml:space="preserve"> - بفروشند معامله صحيح است</w:t>
      </w:r>
      <w:r w:rsidR="000C4B14">
        <w:rPr>
          <w:rtl/>
          <w:lang w:bidi="fa-IR"/>
        </w:rPr>
        <w:t>،</w:t>
      </w:r>
      <w:r w:rsidRPr="003E3506">
        <w:rPr>
          <w:rtl/>
          <w:lang w:bidi="fa-IR"/>
        </w:rPr>
        <w:t xml:space="preserve"> و هم چنين اگر چيزى از حاصل زمين يا چيز ديگرى را با آن بفروشند</w:t>
      </w:r>
      <w:r w:rsidR="000C4B14">
        <w:rPr>
          <w:rtl/>
          <w:lang w:bidi="fa-IR"/>
        </w:rPr>
        <w:t>،</w:t>
      </w:r>
      <w:r w:rsidRPr="003E3506">
        <w:rPr>
          <w:rtl/>
          <w:lang w:bidi="fa-IR"/>
        </w:rPr>
        <w:t xml:space="preserve"> معامله صحيح است</w:t>
      </w:r>
      <w:r w:rsidR="000C4B14">
        <w:rPr>
          <w:rtl/>
          <w:lang w:bidi="fa-IR"/>
        </w:rPr>
        <w:t>،</w:t>
      </w:r>
      <w:r w:rsidRPr="003E3506">
        <w:rPr>
          <w:rtl/>
          <w:lang w:bidi="fa-IR"/>
        </w:rPr>
        <w:t xml:space="preserve"> ولى احتياط لازم در اين صورت آن است كه ضميمه طورى باشد كه اگر دانه ها ميوه نشوند حافظ سرمايه خريدار باشد.</w:t>
      </w:r>
    </w:p>
    <w:p w:rsidR="003E3506" w:rsidRPr="003E3506" w:rsidRDefault="003E3506" w:rsidP="003E3506">
      <w:pPr>
        <w:pStyle w:val="libNormal"/>
        <w:rPr>
          <w:lang w:bidi="fa-IR"/>
        </w:rPr>
      </w:pPr>
      <w:r w:rsidRPr="003E3506">
        <w:rPr>
          <w:rtl/>
          <w:lang w:bidi="fa-IR"/>
        </w:rPr>
        <w:t>٢١٠٨ - فروختن ميوه اى را كه بر درخت است</w:t>
      </w:r>
      <w:r w:rsidR="000C4B14">
        <w:rPr>
          <w:rtl/>
          <w:lang w:bidi="fa-IR"/>
        </w:rPr>
        <w:t>،</w:t>
      </w:r>
      <w:r w:rsidRPr="003E3506">
        <w:rPr>
          <w:rtl/>
          <w:lang w:bidi="fa-IR"/>
        </w:rPr>
        <w:t xml:space="preserve"> پيش از آن كه دانه ببندد و گلش بريزد نيز جايز است</w:t>
      </w:r>
      <w:r w:rsidR="000C4B14">
        <w:rPr>
          <w:rtl/>
          <w:lang w:bidi="fa-IR"/>
        </w:rPr>
        <w:t>،</w:t>
      </w:r>
      <w:r w:rsidRPr="003E3506">
        <w:rPr>
          <w:rtl/>
          <w:lang w:bidi="fa-IR"/>
        </w:rPr>
        <w:t xml:space="preserve"> ولى بايد با ضميمه باشد</w:t>
      </w:r>
      <w:r w:rsidR="000C4B14">
        <w:rPr>
          <w:rtl/>
          <w:lang w:bidi="fa-IR"/>
        </w:rPr>
        <w:t>،</w:t>
      </w:r>
      <w:r w:rsidRPr="003E3506">
        <w:rPr>
          <w:rtl/>
          <w:lang w:bidi="fa-IR"/>
        </w:rPr>
        <w:t xml:space="preserve"> به طورى كه در مساله پيش گفته شد</w:t>
      </w:r>
      <w:r w:rsidR="000C4B14">
        <w:rPr>
          <w:rtl/>
          <w:lang w:bidi="fa-IR"/>
        </w:rPr>
        <w:t>،</w:t>
      </w:r>
      <w:r w:rsidRPr="003E3506">
        <w:rPr>
          <w:rtl/>
          <w:lang w:bidi="fa-IR"/>
        </w:rPr>
        <w:t xml:space="preserve"> و يا آن كه ميوه بيشتر از يك سال را بفروشند</w:t>
      </w:r>
      <w:r w:rsidR="000C4B14">
        <w:rPr>
          <w:rtl/>
          <w:lang w:bidi="fa-IR"/>
        </w:rPr>
        <w:t>.</w:t>
      </w:r>
    </w:p>
    <w:p w:rsidR="003E3506" w:rsidRPr="003E3506" w:rsidRDefault="003E3506" w:rsidP="003E3506">
      <w:pPr>
        <w:pStyle w:val="libNormal"/>
        <w:rPr>
          <w:lang w:bidi="fa-IR"/>
        </w:rPr>
      </w:pPr>
      <w:r w:rsidRPr="003E3506">
        <w:rPr>
          <w:rtl/>
          <w:lang w:bidi="fa-IR"/>
        </w:rPr>
        <w:t>٢١٠٩ - اگر خرمايى را كه زرد يا سرخ شده</w:t>
      </w:r>
      <w:r w:rsidR="000C4B14">
        <w:rPr>
          <w:rtl/>
          <w:lang w:bidi="fa-IR"/>
        </w:rPr>
        <w:t>،</w:t>
      </w:r>
      <w:r w:rsidRPr="003E3506">
        <w:rPr>
          <w:rtl/>
          <w:lang w:bidi="fa-IR"/>
        </w:rPr>
        <w:t xml:space="preserve"> بر درخت بفروشند اشكال ندارد</w:t>
      </w:r>
      <w:r w:rsidR="000C4B14">
        <w:rPr>
          <w:rtl/>
          <w:lang w:bidi="fa-IR"/>
        </w:rPr>
        <w:t>،</w:t>
      </w:r>
      <w:r w:rsidRPr="003E3506">
        <w:rPr>
          <w:rtl/>
          <w:lang w:bidi="fa-IR"/>
        </w:rPr>
        <w:t xml:space="preserve"> ولى عوض آن را از خرما چه از آن درخت و چه از غير آن قرار ندهند</w:t>
      </w:r>
      <w:r w:rsidR="000C4B14">
        <w:rPr>
          <w:rtl/>
          <w:lang w:bidi="fa-IR"/>
        </w:rPr>
        <w:t>،</w:t>
      </w:r>
      <w:r w:rsidRPr="003E3506">
        <w:rPr>
          <w:rtl/>
          <w:lang w:bidi="fa-IR"/>
        </w:rPr>
        <w:t xml:space="preserve"> اما اگر كسى يك درخت خرما در خانه كس ديگر داشته باشد</w:t>
      </w:r>
      <w:r w:rsidR="000C4B14">
        <w:rPr>
          <w:rtl/>
          <w:lang w:bidi="fa-IR"/>
        </w:rPr>
        <w:t>،</w:t>
      </w:r>
      <w:r w:rsidRPr="003E3506">
        <w:rPr>
          <w:rtl/>
          <w:lang w:bidi="fa-IR"/>
        </w:rPr>
        <w:t xml:space="preserve"> در صورتى كه مقدار آن را تخمين كنند و صاحب درخت آن را به صاحب خانه بفروشد و عوض آن را خرما قرار بدهند اشكال ندارد.</w:t>
      </w:r>
    </w:p>
    <w:p w:rsidR="003E3506" w:rsidRPr="003E3506" w:rsidRDefault="003E3506" w:rsidP="003E3506">
      <w:pPr>
        <w:pStyle w:val="libNormal"/>
        <w:rPr>
          <w:lang w:bidi="fa-IR"/>
        </w:rPr>
      </w:pPr>
      <w:r w:rsidRPr="003E3506">
        <w:rPr>
          <w:rtl/>
          <w:lang w:bidi="fa-IR"/>
        </w:rPr>
        <w:t>٢١١٠ - فروختن خيار و بادنجان و سبزيها و مانند اينها كه سالى چند مرتبه چيده مى شود</w:t>
      </w:r>
      <w:r w:rsidR="000C4B14">
        <w:rPr>
          <w:rtl/>
          <w:lang w:bidi="fa-IR"/>
        </w:rPr>
        <w:t>،</w:t>
      </w:r>
      <w:r w:rsidRPr="003E3506">
        <w:rPr>
          <w:rtl/>
          <w:lang w:bidi="fa-IR"/>
        </w:rPr>
        <w:t xml:space="preserve"> در صورتى كه ظاهر و نمايان شده باشد و معين كنند كه مشترى در سال چند دفعه آن را بچيند اشكال ندارد</w:t>
      </w:r>
      <w:r w:rsidR="000C4B14">
        <w:rPr>
          <w:rtl/>
          <w:lang w:bidi="fa-IR"/>
        </w:rPr>
        <w:t>،</w:t>
      </w:r>
      <w:r w:rsidRPr="003E3506">
        <w:rPr>
          <w:rtl/>
          <w:lang w:bidi="fa-IR"/>
        </w:rPr>
        <w:t xml:space="preserve"> ولى اگر ظاهر و نمايان نشده باشد فروختن آن اشكال دارد.</w:t>
      </w:r>
    </w:p>
    <w:p w:rsidR="003E3506" w:rsidRPr="003E3506" w:rsidRDefault="003E3506" w:rsidP="003E3506">
      <w:pPr>
        <w:pStyle w:val="libNormal"/>
        <w:rPr>
          <w:lang w:bidi="fa-IR"/>
        </w:rPr>
      </w:pPr>
      <w:r w:rsidRPr="003E3506">
        <w:rPr>
          <w:rtl/>
          <w:lang w:bidi="fa-IR"/>
        </w:rPr>
        <w:t>٢١١١ - اگر خوشه گندم را بعد از آن كه دانه بسته به گندمى كه از خودش حاصل مى آيد</w:t>
      </w:r>
      <w:r w:rsidR="000C4B14">
        <w:rPr>
          <w:rtl/>
          <w:lang w:bidi="fa-IR"/>
        </w:rPr>
        <w:t>،</w:t>
      </w:r>
      <w:r w:rsidRPr="003E3506">
        <w:rPr>
          <w:rtl/>
          <w:lang w:bidi="fa-IR"/>
        </w:rPr>
        <w:t xml:space="preserve"> يا از خوشه ديگرى بفروشند معامله صحيح نيست</w:t>
      </w:r>
      <w:r w:rsidR="000C4B14">
        <w:rPr>
          <w:rtl/>
          <w:lang w:bidi="fa-IR"/>
        </w:rPr>
        <w:t>.</w:t>
      </w:r>
    </w:p>
    <w:p w:rsidR="003E3506" w:rsidRDefault="00605FAB" w:rsidP="00954472">
      <w:pPr>
        <w:pStyle w:val="Heading3"/>
        <w:rPr>
          <w:rtl/>
          <w:lang w:bidi="fa-IR"/>
        </w:rPr>
      </w:pPr>
      <w:bookmarkStart w:id="229" w:name="_Toc24454652"/>
      <w:r>
        <w:rPr>
          <w:rtl/>
          <w:lang w:bidi="fa-IR"/>
        </w:rPr>
        <w:t>(</w:t>
      </w:r>
      <w:r w:rsidR="003E3506" w:rsidRPr="003E3506">
        <w:rPr>
          <w:rtl/>
          <w:lang w:bidi="fa-IR"/>
        </w:rPr>
        <w:t>نقد و نسيه</w:t>
      </w:r>
      <w:r>
        <w:rPr>
          <w:rtl/>
          <w:lang w:bidi="fa-IR"/>
        </w:rPr>
        <w:t>)</w:t>
      </w:r>
      <w:bookmarkEnd w:id="229"/>
    </w:p>
    <w:p w:rsidR="003E3506" w:rsidRPr="003E3506" w:rsidRDefault="003E3506" w:rsidP="003E3506">
      <w:pPr>
        <w:pStyle w:val="libNormal"/>
        <w:rPr>
          <w:lang w:bidi="fa-IR"/>
        </w:rPr>
      </w:pPr>
      <w:r w:rsidRPr="003E3506">
        <w:rPr>
          <w:rtl/>
          <w:lang w:bidi="fa-IR"/>
        </w:rPr>
        <w:t>٢١١٢ - اگر جنسى را نقد بفروشند</w:t>
      </w:r>
      <w:r w:rsidR="000C4B14">
        <w:rPr>
          <w:rtl/>
          <w:lang w:bidi="fa-IR"/>
        </w:rPr>
        <w:t>،</w:t>
      </w:r>
      <w:r w:rsidRPr="003E3506">
        <w:rPr>
          <w:rtl/>
          <w:lang w:bidi="fa-IR"/>
        </w:rPr>
        <w:t xml:space="preserve"> خريدار و فروشنده بعد از معامله مى توانند جنس و پول را از يكديگر مطالبه نموده و تحويل بگيرند و تحويل دادن در منقول مانند فرش و لباس و غير منقول مانند خانه و زمين باين است كه دست از آن چيز بردارد</w:t>
      </w:r>
      <w:r w:rsidR="000C4B14">
        <w:rPr>
          <w:rtl/>
          <w:lang w:bidi="fa-IR"/>
        </w:rPr>
        <w:t>،</w:t>
      </w:r>
      <w:r w:rsidRPr="003E3506">
        <w:rPr>
          <w:rtl/>
          <w:lang w:bidi="fa-IR"/>
        </w:rPr>
        <w:t xml:space="preserve"> و طورى آن را در اختيار طرف </w:t>
      </w:r>
      <w:r w:rsidRPr="003E3506">
        <w:rPr>
          <w:rtl/>
          <w:lang w:bidi="fa-IR"/>
        </w:rPr>
        <w:lastRenderedPageBreak/>
        <w:t>قرار دهد كه چنانچه بخواهد بتواند در آن تصرف كند و اين معنى به اختلاف موارد مختلف مى باشد.</w:t>
      </w:r>
    </w:p>
    <w:p w:rsidR="003E3506" w:rsidRPr="003E3506" w:rsidRDefault="003E3506" w:rsidP="003E3506">
      <w:pPr>
        <w:pStyle w:val="libNormal"/>
        <w:rPr>
          <w:lang w:bidi="fa-IR"/>
        </w:rPr>
      </w:pPr>
      <w:r w:rsidRPr="003E3506">
        <w:rPr>
          <w:rtl/>
          <w:lang w:bidi="fa-IR"/>
        </w:rPr>
        <w:t>٢١١٣ - در معامله نسيه بايد مدت كاملا معلوم باشد</w:t>
      </w:r>
      <w:r w:rsidR="000C4B14">
        <w:rPr>
          <w:rtl/>
          <w:lang w:bidi="fa-IR"/>
        </w:rPr>
        <w:t>،</w:t>
      </w:r>
      <w:r w:rsidRPr="003E3506">
        <w:rPr>
          <w:rtl/>
          <w:lang w:bidi="fa-IR"/>
        </w:rPr>
        <w:t xml:space="preserve"> پس اگر جنسى را بفروشد كه سر خرمن پول آن را بگيرد</w:t>
      </w:r>
      <w:r w:rsidR="000C4B14">
        <w:rPr>
          <w:rtl/>
          <w:lang w:bidi="fa-IR"/>
        </w:rPr>
        <w:t>،</w:t>
      </w:r>
      <w:r w:rsidRPr="003E3506">
        <w:rPr>
          <w:rtl/>
          <w:lang w:bidi="fa-IR"/>
        </w:rPr>
        <w:t xml:space="preserve"> چون مدت كاملا معين نشده معامله باطل است</w:t>
      </w:r>
      <w:r w:rsidR="000C4B14">
        <w:rPr>
          <w:rtl/>
          <w:lang w:bidi="fa-IR"/>
        </w:rPr>
        <w:t>.</w:t>
      </w:r>
      <w:r w:rsidRPr="003E3506">
        <w:rPr>
          <w:rtl/>
          <w:lang w:bidi="fa-IR"/>
        </w:rPr>
        <w:t xml:space="preserve"> ٢١١٤ - اگر جنسى را نسيه بفروشد</w:t>
      </w:r>
      <w:r w:rsidR="000C4B14">
        <w:rPr>
          <w:rtl/>
          <w:lang w:bidi="fa-IR"/>
        </w:rPr>
        <w:t>،</w:t>
      </w:r>
      <w:r w:rsidRPr="003E3506">
        <w:rPr>
          <w:rtl/>
          <w:lang w:bidi="fa-IR"/>
        </w:rPr>
        <w:t xml:space="preserve"> پيش از تمام شدن مدتى كه قرار گذاشته اند</w:t>
      </w:r>
      <w:r w:rsidR="000C4B14">
        <w:rPr>
          <w:rtl/>
          <w:lang w:bidi="fa-IR"/>
        </w:rPr>
        <w:t>،</w:t>
      </w:r>
      <w:r w:rsidRPr="003E3506">
        <w:rPr>
          <w:rtl/>
          <w:lang w:bidi="fa-IR"/>
        </w:rPr>
        <w:t xml:space="preserve"> نمى تواند عوض آن را از خريدار مطالبه نمايد</w:t>
      </w:r>
      <w:r w:rsidR="000C4B14">
        <w:rPr>
          <w:rtl/>
          <w:lang w:bidi="fa-IR"/>
        </w:rPr>
        <w:t>،</w:t>
      </w:r>
      <w:r w:rsidRPr="003E3506">
        <w:rPr>
          <w:rtl/>
          <w:lang w:bidi="fa-IR"/>
        </w:rPr>
        <w:t xml:space="preserve"> ولى اگر خريدار بميرد و از خودش مال داشته باشد</w:t>
      </w:r>
      <w:r w:rsidR="000C4B14">
        <w:rPr>
          <w:rtl/>
          <w:lang w:bidi="fa-IR"/>
        </w:rPr>
        <w:t>،</w:t>
      </w:r>
      <w:r w:rsidRPr="003E3506">
        <w:rPr>
          <w:rtl/>
          <w:lang w:bidi="fa-IR"/>
        </w:rPr>
        <w:t xml:space="preserve"> فروشنده مى تواند پيش از تمام شدن مدت</w:t>
      </w:r>
      <w:r w:rsidR="000C4B14">
        <w:rPr>
          <w:rtl/>
          <w:lang w:bidi="fa-IR"/>
        </w:rPr>
        <w:t>،</w:t>
      </w:r>
      <w:r w:rsidRPr="003E3506">
        <w:rPr>
          <w:rtl/>
          <w:lang w:bidi="fa-IR"/>
        </w:rPr>
        <w:t xml:space="preserve"> طلبى را كه دارد از ورثه او مطالبه نمايد.</w:t>
      </w:r>
    </w:p>
    <w:p w:rsidR="003E3506" w:rsidRPr="003E3506" w:rsidRDefault="003E3506" w:rsidP="003E3506">
      <w:pPr>
        <w:pStyle w:val="libNormal"/>
        <w:rPr>
          <w:lang w:bidi="fa-IR"/>
        </w:rPr>
      </w:pPr>
      <w:r w:rsidRPr="003E3506">
        <w:rPr>
          <w:rtl/>
          <w:lang w:bidi="fa-IR"/>
        </w:rPr>
        <w:t>٢١١٥ - اگر جنسى را نسيه بفروشد</w:t>
      </w:r>
      <w:r w:rsidR="000C4B14">
        <w:rPr>
          <w:rtl/>
          <w:lang w:bidi="fa-IR"/>
        </w:rPr>
        <w:t>،</w:t>
      </w:r>
      <w:r w:rsidRPr="003E3506">
        <w:rPr>
          <w:rtl/>
          <w:lang w:bidi="fa-IR"/>
        </w:rPr>
        <w:t xml:space="preserve"> بعد از تمام شدن مدتى كه قرار گذاشته اند</w:t>
      </w:r>
      <w:r w:rsidR="000C4B14">
        <w:rPr>
          <w:rtl/>
          <w:lang w:bidi="fa-IR"/>
        </w:rPr>
        <w:t>،</w:t>
      </w:r>
      <w:r w:rsidRPr="003E3506">
        <w:rPr>
          <w:rtl/>
          <w:lang w:bidi="fa-IR"/>
        </w:rPr>
        <w:t xml:space="preserve"> مى تواند عوض آن را از خريدار مطالبه نمايد</w:t>
      </w:r>
      <w:r w:rsidR="000C4B14">
        <w:rPr>
          <w:rtl/>
          <w:lang w:bidi="fa-IR"/>
        </w:rPr>
        <w:t>،</w:t>
      </w:r>
      <w:r w:rsidRPr="003E3506">
        <w:rPr>
          <w:rtl/>
          <w:lang w:bidi="fa-IR"/>
        </w:rPr>
        <w:t xml:space="preserve"> ولى اگر خريدار نتواند بپردازد</w:t>
      </w:r>
      <w:r w:rsidR="000C4B14">
        <w:rPr>
          <w:rtl/>
          <w:lang w:bidi="fa-IR"/>
        </w:rPr>
        <w:t>،</w:t>
      </w:r>
      <w:r w:rsidRPr="003E3506">
        <w:rPr>
          <w:rtl/>
          <w:lang w:bidi="fa-IR"/>
        </w:rPr>
        <w:t xml:space="preserve"> بايد او را مهلت دهد</w:t>
      </w:r>
      <w:r w:rsidR="000C4B14">
        <w:rPr>
          <w:rtl/>
          <w:lang w:bidi="fa-IR"/>
        </w:rPr>
        <w:t>،</w:t>
      </w:r>
      <w:r w:rsidRPr="003E3506">
        <w:rPr>
          <w:rtl/>
          <w:lang w:bidi="fa-IR"/>
        </w:rPr>
        <w:t xml:space="preserve"> يا معامله را فسخ كند و در صورتى كه آن جنس موجود است پس بگيرد.</w:t>
      </w:r>
    </w:p>
    <w:p w:rsidR="003E3506" w:rsidRPr="003E3506" w:rsidRDefault="003E3506" w:rsidP="003E3506">
      <w:pPr>
        <w:pStyle w:val="libNormal"/>
        <w:rPr>
          <w:lang w:bidi="fa-IR"/>
        </w:rPr>
      </w:pPr>
      <w:r w:rsidRPr="003E3506">
        <w:rPr>
          <w:rtl/>
          <w:lang w:bidi="fa-IR"/>
        </w:rPr>
        <w:t>٢١١٦ - اگر به كسى كه قيمت جنس را نمى داند</w:t>
      </w:r>
      <w:r w:rsidR="000C4B14">
        <w:rPr>
          <w:rtl/>
          <w:lang w:bidi="fa-IR"/>
        </w:rPr>
        <w:t>،</w:t>
      </w:r>
      <w:r w:rsidRPr="003E3506">
        <w:rPr>
          <w:rtl/>
          <w:lang w:bidi="fa-IR"/>
        </w:rPr>
        <w:t xml:space="preserve"> مقدارى نسيه بدهد و قيمت آن را به او نگويد</w:t>
      </w:r>
      <w:r w:rsidR="000C4B14">
        <w:rPr>
          <w:rtl/>
          <w:lang w:bidi="fa-IR"/>
        </w:rPr>
        <w:t>،</w:t>
      </w:r>
      <w:r w:rsidRPr="003E3506">
        <w:rPr>
          <w:rtl/>
          <w:lang w:bidi="fa-IR"/>
        </w:rPr>
        <w:t xml:space="preserve"> معامله باطل است</w:t>
      </w:r>
      <w:r w:rsidR="000C4B14">
        <w:rPr>
          <w:rtl/>
          <w:lang w:bidi="fa-IR"/>
        </w:rPr>
        <w:t>.</w:t>
      </w:r>
    </w:p>
    <w:p w:rsidR="003E3506" w:rsidRPr="003E3506" w:rsidRDefault="003E3506" w:rsidP="003E3506">
      <w:pPr>
        <w:pStyle w:val="libNormal"/>
        <w:rPr>
          <w:lang w:bidi="fa-IR"/>
        </w:rPr>
      </w:pPr>
      <w:r w:rsidRPr="003E3506">
        <w:rPr>
          <w:rtl/>
          <w:lang w:bidi="fa-IR"/>
        </w:rPr>
        <w:t>ولى اگر به كسى كه قيمت نقدى جنس را مى داند نسيه بدهد و گرانتر حساب كند</w:t>
      </w:r>
      <w:r w:rsidR="000C4B14">
        <w:rPr>
          <w:rtl/>
          <w:lang w:bidi="fa-IR"/>
        </w:rPr>
        <w:t>،</w:t>
      </w:r>
      <w:r w:rsidRPr="003E3506">
        <w:rPr>
          <w:rtl/>
          <w:lang w:bidi="fa-IR"/>
        </w:rPr>
        <w:t xml:space="preserve"> مثلا بگويد جنسى را كه به تو نسيه مى دهم تومانى يك ريال از قيمتى كه نقد مى فروشم گرانتر حساب مى كنم و او قبول كند اشكال ندارد.</w:t>
      </w:r>
    </w:p>
    <w:p w:rsidR="003E3506" w:rsidRPr="003E3506" w:rsidRDefault="003E3506" w:rsidP="003E3506">
      <w:pPr>
        <w:pStyle w:val="libNormal"/>
        <w:rPr>
          <w:lang w:bidi="fa-IR"/>
        </w:rPr>
      </w:pPr>
      <w:r w:rsidRPr="003E3506">
        <w:rPr>
          <w:rtl/>
          <w:lang w:bidi="fa-IR"/>
        </w:rPr>
        <w:t>٢١١٧ - كسى كه جنسى را نسيه فروخته و براى گرفتن پول آن مدتى قرار داده</w:t>
      </w:r>
      <w:r w:rsidR="000C4B14">
        <w:rPr>
          <w:rtl/>
          <w:lang w:bidi="fa-IR"/>
        </w:rPr>
        <w:t>،</w:t>
      </w:r>
      <w:r w:rsidRPr="003E3506">
        <w:rPr>
          <w:rtl/>
          <w:lang w:bidi="fa-IR"/>
        </w:rPr>
        <w:t xml:space="preserve"> اگر مثلا بعد از گذشتن نصف مدت</w:t>
      </w:r>
      <w:r w:rsidR="000C4B14">
        <w:rPr>
          <w:rtl/>
          <w:lang w:bidi="fa-IR"/>
        </w:rPr>
        <w:t>،</w:t>
      </w:r>
      <w:r w:rsidRPr="003E3506">
        <w:rPr>
          <w:rtl/>
          <w:lang w:bidi="fa-IR"/>
        </w:rPr>
        <w:t xml:space="preserve"> مقدارى از طلب خود را كم كند و بقيه را نقد بگيرد اشكال ندارد.</w:t>
      </w:r>
    </w:p>
    <w:p w:rsidR="003E3506" w:rsidRDefault="00605FAB" w:rsidP="00954472">
      <w:pPr>
        <w:pStyle w:val="Heading3"/>
        <w:rPr>
          <w:rtl/>
          <w:lang w:bidi="fa-IR"/>
        </w:rPr>
      </w:pPr>
      <w:bookmarkStart w:id="230" w:name="_Toc24454653"/>
      <w:r>
        <w:rPr>
          <w:rtl/>
          <w:lang w:bidi="fa-IR"/>
        </w:rPr>
        <w:t>(</w:t>
      </w:r>
      <w:r w:rsidR="003E3506" w:rsidRPr="003E3506">
        <w:rPr>
          <w:rtl/>
          <w:lang w:bidi="fa-IR"/>
        </w:rPr>
        <w:t>معامله سلف و شرايط آن</w:t>
      </w:r>
      <w:r>
        <w:rPr>
          <w:rtl/>
          <w:lang w:bidi="fa-IR"/>
        </w:rPr>
        <w:t>)</w:t>
      </w:r>
      <w:bookmarkEnd w:id="230"/>
    </w:p>
    <w:p w:rsidR="003E3506" w:rsidRPr="003E3506" w:rsidRDefault="003E3506" w:rsidP="003E3506">
      <w:pPr>
        <w:pStyle w:val="libNormal"/>
        <w:rPr>
          <w:lang w:bidi="fa-IR"/>
        </w:rPr>
      </w:pPr>
      <w:r w:rsidRPr="003E3506">
        <w:rPr>
          <w:rtl/>
          <w:lang w:bidi="fa-IR"/>
        </w:rPr>
        <w:t>٢١١٨ - معامله سلف آن است كه شخص به پول نقد جنس كلى را كه بعد از مدتى تحويل مى دهد بفروشد پس اگر خريدار بگويد اين پول را مى دهم كه مثلا بعد از شش ماه فلان جنس را بگيرم و فروشنده بگويد قبول كردم</w:t>
      </w:r>
      <w:r w:rsidR="000C4B14">
        <w:rPr>
          <w:rtl/>
          <w:lang w:bidi="fa-IR"/>
        </w:rPr>
        <w:t>،</w:t>
      </w:r>
      <w:r w:rsidRPr="003E3506">
        <w:rPr>
          <w:rtl/>
          <w:lang w:bidi="fa-IR"/>
        </w:rPr>
        <w:t xml:space="preserve"> يا فروشنده پول را بگيرد و بگويد فلان جنس را فروختم كه بعد از شش ماه تحويل بدهم معامله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٢١١٩ - اگر پولى را كه از جنس طلا يا نقره است سلف بفروشد و عوض آن را پول طلا يا نقره بگيرد معامله باطل است</w:t>
      </w:r>
      <w:r w:rsidR="000C4B14">
        <w:rPr>
          <w:rtl/>
          <w:lang w:bidi="fa-IR"/>
        </w:rPr>
        <w:t>.</w:t>
      </w:r>
    </w:p>
    <w:p w:rsidR="003E3506" w:rsidRPr="003E3506" w:rsidRDefault="003E3506" w:rsidP="003E3506">
      <w:pPr>
        <w:pStyle w:val="libNormal"/>
        <w:rPr>
          <w:lang w:bidi="fa-IR"/>
        </w:rPr>
      </w:pPr>
      <w:r w:rsidRPr="003E3506">
        <w:rPr>
          <w:rtl/>
          <w:lang w:bidi="fa-IR"/>
        </w:rPr>
        <w:t>ولى اگر جنسى يا پولى را كه از جنس طلا و نقره نيست بفروشد و عوض آن را جنس ديگر يا پول طلا يا نقره بگيرد معامله - به تفصيلى كه در شرط هفتم مساله آينده گفته مى شود - صحيح است</w:t>
      </w:r>
      <w:r w:rsidR="000C4B14">
        <w:rPr>
          <w:rtl/>
          <w:lang w:bidi="fa-IR"/>
        </w:rPr>
        <w:t>.</w:t>
      </w:r>
    </w:p>
    <w:p w:rsidR="003E3506" w:rsidRPr="003E3506" w:rsidRDefault="003E3506" w:rsidP="003E3506">
      <w:pPr>
        <w:pStyle w:val="libNormal"/>
        <w:rPr>
          <w:lang w:bidi="fa-IR"/>
        </w:rPr>
      </w:pPr>
      <w:r w:rsidRPr="003E3506">
        <w:rPr>
          <w:rtl/>
          <w:lang w:bidi="fa-IR"/>
        </w:rPr>
        <w:t>و احتياط مستحب آن است كه در عوض جنسى كه مى فروشد پول بگيرد و جنس ديگر نگيرد.</w:t>
      </w:r>
    </w:p>
    <w:p w:rsidR="003E3506" w:rsidRPr="003E3506" w:rsidRDefault="003E3506" w:rsidP="003E3506">
      <w:pPr>
        <w:pStyle w:val="libNormal"/>
        <w:rPr>
          <w:lang w:bidi="fa-IR"/>
        </w:rPr>
      </w:pPr>
      <w:r w:rsidRPr="003E3506">
        <w:rPr>
          <w:rtl/>
          <w:lang w:bidi="fa-IR"/>
        </w:rPr>
        <w:t>٢١٢٠ - معامله سلف هفت شرط دارد</w:t>
      </w:r>
      <w:r w:rsidR="00553569">
        <w:rPr>
          <w:rtl/>
          <w:lang w:bidi="fa-IR"/>
        </w:rPr>
        <w:t>:</w:t>
      </w:r>
      <w:r w:rsidRPr="003E3506">
        <w:rPr>
          <w:rtl/>
          <w:lang w:bidi="fa-IR"/>
        </w:rPr>
        <w:t xml:space="preserve"> اول خصوصياتى را كه قيمت جنس به واسطه آنها فرق مى كند معين نمايند.</w:t>
      </w:r>
    </w:p>
    <w:p w:rsidR="003E3506" w:rsidRPr="003E3506" w:rsidRDefault="003E3506" w:rsidP="003E3506">
      <w:pPr>
        <w:pStyle w:val="libNormal"/>
        <w:rPr>
          <w:lang w:bidi="fa-IR"/>
        </w:rPr>
      </w:pPr>
      <w:r w:rsidRPr="003E3506">
        <w:rPr>
          <w:rtl/>
          <w:lang w:bidi="fa-IR"/>
        </w:rPr>
        <w:t>ولى دقت زياد هم لازم نيست</w:t>
      </w:r>
      <w:r w:rsidR="000C4B14">
        <w:rPr>
          <w:rtl/>
          <w:lang w:bidi="fa-IR"/>
        </w:rPr>
        <w:t>،</w:t>
      </w:r>
      <w:r w:rsidRPr="003E3506">
        <w:rPr>
          <w:rtl/>
          <w:lang w:bidi="fa-IR"/>
        </w:rPr>
        <w:t xml:space="preserve"> همين قدر كه مردم بگويند خصوصيات آن معلوم شده كافى است</w:t>
      </w:r>
      <w:r w:rsidR="000C4B14">
        <w:rPr>
          <w:rtl/>
          <w:lang w:bidi="fa-IR"/>
        </w:rPr>
        <w:t>.</w:t>
      </w:r>
    </w:p>
    <w:p w:rsidR="003E3506" w:rsidRPr="003E3506" w:rsidRDefault="003E3506" w:rsidP="003E3506">
      <w:pPr>
        <w:pStyle w:val="libNormal"/>
        <w:rPr>
          <w:lang w:bidi="fa-IR"/>
        </w:rPr>
      </w:pPr>
      <w:r w:rsidRPr="003E3506">
        <w:rPr>
          <w:rtl/>
          <w:lang w:bidi="fa-IR"/>
        </w:rPr>
        <w:t>دوم پيش از آن كه خريدار و فروشنده از هم جدا شوند</w:t>
      </w:r>
      <w:r w:rsidR="000C4B14">
        <w:rPr>
          <w:rtl/>
          <w:lang w:bidi="fa-IR"/>
        </w:rPr>
        <w:t>،</w:t>
      </w:r>
      <w:r w:rsidRPr="003E3506">
        <w:rPr>
          <w:rtl/>
          <w:lang w:bidi="fa-IR"/>
        </w:rPr>
        <w:t xml:space="preserve"> خريدار تمام قيمت را به فروشنده بدهد يا به مقدار پول آن از فروشنده طلبكار نقدى باشد و طلب خود را بابت قيمت جنس حساب كند و او قبول نمايد و چنانچه مقدارى از قيمت آن را بدهد</w:t>
      </w:r>
      <w:r w:rsidR="000C4B14">
        <w:rPr>
          <w:rtl/>
          <w:lang w:bidi="fa-IR"/>
        </w:rPr>
        <w:t>،</w:t>
      </w:r>
      <w:r w:rsidRPr="003E3506">
        <w:rPr>
          <w:rtl/>
          <w:lang w:bidi="fa-IR"/>
        </w:rPr>
        <w:t xml:space="preserve"> اگر چه معامله نسبت به آن مقدار صحيح است ولى فروشنده مى تواند معامله را بهم بزند.</w:t>
      </w:r>
    </w:p>
    <w:p w:rsidR="003E3506" w:rsidRPr="003E3506" w:rsidRDefault="003E3506" w:rsidP="003E3506">
      <w:pPr>
        <w:pStyle w:val="libNormal"/>
        <w:rPr>
          <w:lang w:bidi="fa-IR"/>
        </w:rPr>
      </w:pPr>
      <w:r w:rsidRPr="003E3506">
        <w:rPr>
          <w:rtl/>
          <w:lang w:bidi="fa-IR"/>
        </w:rPr>
        <w:t>سوم مدت را كاملا معين كنند و اگر بگويد تا اول خرمن جنس را تحويل مى دهم چون مدت كاملا معلوم نشده معامله او باطل است</w:t>
      </w:r>
      <w:r w:rsidR="000C4B14">
        <w:rPr>
          <w:rtl/>
          <w:lang w:bidi="fa-IR"/>
        </w:rPr>
        <w:t>.</w:t>
      </w:r>
    </w:p>
    <w:p w:rsidR="003E3506" w:rsidRPr="003E3506" w:rsidRDefault="003E3506" w:rsidP="003E3506">
      <w:pPr>
        <w:pStyle w:val="libNormal"/>
        <w:rPr>
          <w:lang w:bidi="fa-IR"/>
        </w:rPr>
      </w:pPr>
      <w:r w:rsidRPr="003E3506">
        <w:rPr>
          <w:rtl/>
          <w:lang w:bidi="fa-IR"/>
        </w:rPr>
        <w:t>چهارم وقتى را براى تحويل جنس معين كنند كه در آن وقت فروشنده بتواند جنس را تحويل دهد چه كمياب باشد يا نه</w:t>
      </w:r>
      <w:r w:rsidR="000C4B14">
        <w:rPr>
          <w:rtl/>
          <w:lang w:bidi="fa-IR"/>
        </w:rPr>
        <w:t>.</w:t>
      </w:r>
    </w:p>
    <w:p w:rsidR="003E3506" w:rsidRPr="003E3506" w:rsidRDefault="003E3506" w:rsidP="003E3506">
      <w:pPr>
        <w:pStyle w:val="libNormal"/>
        <w:rPr>
          <w:lang w:bidi="fa-IR"/>
        </w:rPr>
      </w:pPr>
      <w:r w:rsidRPr="003E3506">
        <w:rPr>
          <w:rtl/>
          <w:lang w:bidi="fa-IR"/>
        </w:rPr>
        <w:t>پنجم جاى تحويل جنس را بنابر احتياط كاملا معين نمايند</w:t>
      </w:r>
      <w:r w:rsidR="000C4B14">
        <w:rPr>
          <w:rtl/>
          <w:lang w:bidi="fa-IR"/>
        </w:rPr>
        <w:t>،</w:t>
      </w:r>
      <w:r w:rsidRPr="003E3506">
        <w:rPr>
          <w:rtl/>
          <w:lang w:bidi="fa-IR"/>
        </w:rPr>
        <w:t xml:space="preserve"> ولى اگر از حرفهاى آنان جاى آن معلوم باشد</w:t>
      </w:r>
      <w:r w:rsidR="000C4B14">
        <w:rPr>
          <w:rtl/>
          <w:lang w:bidi="fa-IR"/>
        </w:rPr>
        <w:t>،</w:t>
      </w:r>
      <w:r w:rsidRPr="003E3506">
        <w:rPr>
          <w:rtl/>
          <w:lang w:bidi="fa-IR"/>
        </w:rPr>
        <w:t xml:space="preserve"> لازم نيست اسم آنجا را ببرند.</w:t>
      </w:r>
    </w:p>
    <w:p w:rsidR="003E3506" w:rsidRPr="003E3506" w:rsidRDefault="003E3506" w:rsidP="003E3506">
      <w:pPr>
        <w:pStyle w:val="libNormal"/>
        <w:rPr>
          <w:lang w:bidi="fa-IR"/>
        </w:rPr>
      </w:pPr>
      <w:r w:rsidRPr="003E3506">
        <w:rPr>
          <w:rtl/>
          <w:lang w:bidi="fa-IR"/>
        </w:rPr>
        <w:lastRenderedPageBreak/>
        <w:t>ششم وزن يا پيمانه آن را معين كنند</w:t>
      </w:r>
      <w:r w:rsidR="000C4B14">
        <w:rPr>
          <w:rtl/>
          <w:lang w:bidi="fa-IR"/>
        </w:rPr>
        <w:t>،</w:t>
      </w:r>
      <w:r w:rsidRPr="003E3506">
        <w:rPr>
          <w:rtl/>
          <w:lang w:bidi="fa-IR"/>
        </w:rPr>
        <w:t xml:space="preserve"> و جنسى را هم كه معمولا با ديدن معامله مى كنند اگر سلف بفروشند اشكال ندارد</w:t>
      </w:r>
      <w:r w:rsidR="000C4B14">
        <w:rPr>
          <w:rtl/>
          <w:lang w:bidi="fa-IR"/>
        </w:rPr>
        <w:t>،</w:t>
      </w:r>
      <w:r w:rsidRPr="003E3506">
        <w:rPr>
          <w:rtl/>
          <w:lang w:bidi="fa-IR"/>
        </w:rPr>
        <w:t xml:space="preserve"> ولى بايد مثل بعضى از اقسام گردو و تخم مرغ تفاوت افراد آن به قدرى كم باشد كه مردم به آن اهميت ندهند.</w:t>
      </w:r>
    </w:p>
    <w:p w:rsidR="003E3506" w:rsidRPr="003E3506" w:rsidRDefault="003E3506" w:rsidP="003E3506">
      <w:pPr>
        <w:pStyle w:val="libNormal"/>
        <w:rPr>
          <w:lang w:bidi="fa-IR"/>
        </w:rPr>
      </w:pPr>
      <w:r w:rsidRPr="003E3506">
        <w:rPr>
          <w:rtl/>
          <w:lang w:bidi="fa-IR"/>
        </w:rPr>
        <w:t>هفتم چيزى را كه مى فروشند</w:t>
      </w:r>
      <w:r w:rsidR="000C4B14">
        <w:rPr>
          <w:rtl/>
          <w:lang w:bidi="fa-IR"/>
        </w:rPr>
        <w:t>،</w:t>
      </w:r>
      <w:r w:rsidRPr="003E3506">
        <w:rPr>
          <w:rtl/>
          <w:lang w:bidi="fa-IR"/>
        </w:rPr>
        <w:t xml:space="preserve"> چنانچه از اجناسى باشد كه با وزن يا پيمانه فروخته مى شود</w:t>
      </w:r>
      <w:r w:rsidR="000C4B14">
        <w:rPr>
          <w:rtl/>
          <w:lang w:bidi="fa-IR"/>
        </w:rPr>
        <w:t>،</w:t>
      </w:r>
      <w:r w:rsidRPr="003E3506">
        <w:rPr>
          <w:rtl/>
          <w:lang w:bidi="fa-IR"/>
        </w:rPr>
        <w:t xml:space="preserve"> عوض آن از آن جنس نباشد</w:t>
      </w:r>
      <w:r w:rsidR="000C4B14">
        <w:rPr>
          <w:rtl/>
          <w:lang w:bidi="fa-IR"/>
        </w:rPr>
        <w:t>،</w:t>
      </w:r>
      <w:r w:rsidRPr="003E3506">
        <w:rPr>
          <w:rtl/>
          <w:lang w:bidi="fa-IR"/>
        </w:rPr>
        <w:t xml:space="preserve"> بلكه بنابر احتياط لازم از غير آن جنس از اجناسى كه با وزن يا پيمانه فروخته مى شود هم نباشد</w:t>
      </w:r>
      <w:r w:rsidR="000C4B14">
        <w:rPr>
          <w:rtl/>
          <w:lang w:bidi="fa-IR"/>
        </w:rPr>
        <w:t>،</w:t>
      </w:r>
      <w:r w:rsidRPr="003E3506">
        <w:rPr>
          <w:rtl/>
          <w:lang w:bidi="fa-IR"/>
        </w:rPr>
        <w:t xml:space="preserve"> و اگر چيزى را كه مى فروشد از اجناسى باشد كه با شماره فروخته مى شود</w:t>
      </w:r>
      <w:r w:rsidR="000C4B14">
        <w:rPr>
          <w:rtl/>
          <w:lang w:bidi="fa-IR"/>
        </w:rPr>
        <w:t>،</w:t>
      </w:r>
      <w:r w:rsidRPr="003E3506">
        <w:rPr>
          <w:rtl/>
          <w:lang w:bidi="fa-IR"/>
        </w:rPr>
        <w:t xml:space="preserve"> بنابر احتياط جايز نيست كه عوض آن را از جنس خود با مقدارى زيادتر قرار دهد.</w:t>
      </w:r>
    </w:p>
    <w:p w:rsidR="003E3506" w:rsidRDefault="00605FAB" w:rsidP="00954472">
      <w:pPr>
        <w:pStyle w:val="Heading3"/>
        <w:rPr>
          <w:rtl/>
          <w:lang w:bidi="fa-IR"/>
        </w:rPr>
      </w:pPr>
      <w:bookmarkStart w:id="231" w:name="_Toc24454654"/>
      <w:r>
        <w:rPr>
          <w:rtl/>
          <w:lang w:bidi="fa-IR"/>
        </w:rPr>
        <w:t>(</w:t>
      </w:r>
      <w:r w:rsidR="003E3506" w:rsidRPr="003E3506">
        <w:rPr>
          <w:rtl/>
          <w:lang w:bidi="fa-IR"/>
        </w:rPr>
        <w:t>احكام معامله سلف</w:t>
      </w:r>
      <w:r>
        <w:rPr>
          <w:rtl/>
          <w:lang w:bidi="fa-IR"/>
        </w:rPr>
        <w:t>)</w:t>
      </w:r>
      <w:bookmarkEnd w:id="231"/>
    </w:p>
    <w:p w:rsidR="003E3506" w:rsidRPr="003E3506" w:rsidRDefault="003E3506" w:rsidP="003E3506">
      <w:pPr>
        <w:pStyle w:val="libNormal"/>
        <w:rPr>
          <w:lang w:bidi="fa-IR"/>
        </w:rPr>
      </w:pPr>
      <w:r w:rsidRPr="003E3506">
        <w:rPr>
          <w:rtl/>
          <w:lang w:bidi="fa-IR"/>
        </w:rPr>
        <w:t>٢١٢١ - انسان نمى تواند جنسى را كه سلف خريده پيش از تمام شدن مدت به غير فروشنده اش بفروشد و بعد از تمام شدن مدت</w:t>
      </w:r>
      <w:r w:rsidR="000C4B14">
        <w:rPr>
          <w:rtl/>
          <w:lang w:bidi="fa-IR"/>
        </w:rPr>
        <w:t>،</w:t>
      </w:r>
      <w:r w:rsidRPr="003E3506">
        <w:rPr>
          <w:rtl/>
          <w:lang w:bidi="fa-IR"/>
        </w:rPr>
        <w:t xml:space="preserve"> اگر چه آن را تحويل نگرفته باشد</w:t>
      </w:r>
      <w:r w:rsidR="000C4B14">
        <w:rPr>
          <w:rtl/>
          <w:lang w:bidi="fa-IR"/>
        </w:rPr>
        <w:t>،</w:t>
      </w:r>
      <w:r w:rsidRPr="003E3506">
        <w:rPr>
          <w:rtl/>
          <w:lang w:bidi="fa-IR"/>
        </w:rPr>
        <w:t xml:space="preserve"> فروختن آن اشكال ندارد</w:t>
      </w:r>
      <w:r w:rsidR="000C4B14">
        <w:rPr>
          <w:rtl/>
          <w:lang w:bidi="fa-IR"/>
        </w:rPr>
        <w:t>،</w:t>
      </w:r>
      <w:r w:rsidRPr="003E3506">
        <w:rPr>
          <w:rtl/>
          <w:lang w:bidi="fa-IR"/>
        </w:rPr>
        <w:t xml:space="preserve"> ولى فروختن غله مانند گندم و جو و ساير اجناسى كه با وزن يا پيمانه فروخته مى شود</w:t>
      </w:r>
      <w:r w:rsidR="000C4B14">
        <w:rPr>
          <w:rtl/>
          <w:lang w:bidi="fa-IR"/>
        </w:rPr>
        <w:t>،</w:t>
      </w:r>
      <w:r w:rsidRPr="003E3506">
        <w:rPr>
          <w:rtl/>
          <w:lang w:bidi="fa-IR"/>
        </w:rPr>
        <w:t xml:space="preserve"> غير از ميوه ها پيش از تحويل گرفتن آن جايز نيست مگر اين كه به سرمايه اش يا به كمتر از آن بفروشد.</w:t>
      </w:r>
    </w:p>
    <w:p w:rsidR="003E3506" w:rsidRPr="003E3506" w:rsidRDefault="003E3506" w:rsidP="003E3506">
      <w:pPr>
        <w:pStyle w:val="libNormal"/>
        <w:rPr>
          <w:lang w:bidi="fa-IR"/>
        </w:rPr>
      </w:pPr>
      <w:r w:rsidRPr="003E3506">
        <w:rPr>
          <w:rtl/>
          <w:lang w:bidi="fa-IR"/>
        </w:rPr>
        <w:t>٢١٢٢ - در معامله سلف اگر فروشنده جنسى را كه قرارداد كرده در موعدش بدهد</w:t>
      </w:r>
      <w:r w:rsidR="000C4B14">
        <w:rPr>
          <w:rtl/>
          <w:lang w:bidi="fa-IR"/>
        </w:rPr>
        <w:t>،</w:t>
      </w:r>
      <w:r w:rsidRPr="003E3506">
        <w:rPr>
          <w:rtl/>
          <w:lang w:bidi="fa-IR"/>
        </w:rPr>
        <w:t xml:space="preserve"> مشترى بايد قبول كند</w:t>
      </w:r>
      <w:r w:rsidR="000C4B14">
        <w:rPr>
          <w:rtl/>
          <w:lang w:bidi="fa-IR"/>
        </w:rPr>
        <w:t>،</w:t>
      </w:r>
      <w:r w:rsidRPr="003E3506">
        <w:rPr>
          <w:rtl/>
          <w:lang w:bidi="fa-IR"/>
        </w:rPr>
        <w:t xml:space="preserve"> هر چند بهتر از آنچه قرار گذاشته باشد</w:t>
      </w:r>
      <w:r w:rsidR="000C4B14">
        <w:rPr>
          <w:rtl/>
          <w:lang w:bidi="fa-IR"/>
        </w:rPr>
        <w:t>،</w:t>
      </w:r>
      <w:r w:rsidRPr="003E3506">
        <w:rPr>
          <w:rtl/>
          <w:lang w:bidi="fa-IR"/>
        </w:rPr>
        <w:t xml:space="preserve"> در صورتى كه از همان جنس حساب شود.</w:t>
      </w:r>
    </w:p>
    <w:p w:rsidR="003E3506" w:rsidRPr="003E3506" w:rsidRDefault="003E3506" w:rsidP="003E3506">
      <w:pPr>
        <w:pStyle w:val="libNormal"/>
        <w:rPr>
          <w:lang w:bidi="fa-IR"/>
        </w:rPr>
      </w:pPr>
      <w:r w:rsidRPr="003E3506">
        <w:rPr>
          <w:rtl/>
          <w:lang w:bidi="fa-IR"/>
        </w:rPr>
        <w:t>٢١٢٣ - اگر جنسى را كه فروشنده مى دهد</w:t>
      </w:r>
      <w:r w:rsidR="000C4B14">
        <w:rPr>
          <w:rtl/>
          <w:lang w:bidi="fa-IR"/>
        </w:rPr>
        <w:t>،</w:t>
      </w:r>
      <w:r w:rsidRPr="003E3506">
        <w:rPr>
          <w:rtl/>
          <w:lang w:bidi="fa-IR"/>
        </w:rPr>
        <w:t xml:space="preserve"> پست تر از جنسى باشد كه قرارداد كرده</w:t>
      </w:r>
      <w:r w:rsidR="000C4B14">
        <w:rPr>
          <w:rtl/>
          <w:lang w:bidi="fa-IR"/>
        </w:rPr>
        <w:t>،</w:t>
      </w:r>
      <w:r w:rsidRPr="003E3506">
        <w:rPr>
          <w:rtl/>
          <w:lang w:bidi="fa-IR"/>
        </w:rPr>
        <w:t xml:space="preserve"> مشترى مى تواند قبول نكند.</w:t>
      </w:r>
    </w:p>
    <w:p w:rsidR="003E3506" w:rsidRPr="003E3506" w:rsidRDefault="003E3506" w:rsidP="003E3506">
      <w:pPr>
        <w:pStyle w:val="libNormal"/>
        <w:rPr>
          <w:lang w:bidi="fa-IR"/>
        </w:rPr>
      </w:pPr>
      <w:r w:rsidRPr="003E3506">
        <w:rPr>
          <w:rtl/>
          <w:lang w:bidi="fa-IR"/>
        </w:rPr>
        <w:t>٢١٢٤ - اگر فروشنده به جاى جنسى كه قرارداد كرده</w:t>
      </w:r>
      <w:r w:rsidR="000C4B14">
        <w:rPr>
          <w:rtl/>
          <w:lang w:bidi="fa-IR"/>
        </w:rPr>
        <w:t>،</w:t>
      </w:r>
      <w:r w:rsidRPr="003E3506">
        <w:rPr>
          <w:rtl/>
          <w:lang w:bidi="fa-IR"/>
        </w:rPr>
        <w:t xml:space="preserve"> جنس ديگرى بدهد</w:t>
      </w:r>
      <w:r w:rsidR="000C4B14">
        <w:rPr>
          <w:rtl/>
          <w:lang w:bidi="fa-IR"/>
        </w:rPr>
        <w:t>،</w:t>
      </w:r>
      <w:r w:rsidRPr="003E3506">
        <w:rPr>
          <w:rtl/>
          <w:lang w:bidi="fa-IR"/>
        </w:rPr>
        <w:t xml:space="preserve"> در صورتى كه مشترى راضى شود اشكال ندارد.</w:t>
      </w:r>
    </w:p>
    <w:p w:rsidR="003E3506" w:rsidRPr="003E3506" w:rsidRDefault="003E3506" w:rsidP="003E3506">
      <w:pPr>
        <w:pStyle w:val="libNormal"/>
        <w:rPr>
          <w:lang w:bidi="fa-IR"/>
        </w:rPr>
      </w:pPr>
      <w:r w:rsidRPr="003E3506">
        <w:rPr>
          <w:rtl/>
          <w:lang w:bidi="fa-IR"/>
        </w:rPr>
        <w:lastRenderedPageBreak/>
        <w:t>٢١٢٥ - اگر جنسى را كه سلف فروخته در موقعى كه بايد آن را تحويل دهد ناياب شود و نتواند آن را تهيه كند</w:t>
      </w:r>
      <w:r w:rsidR="000C4B14">
        <w:rPr>
          <w:rtl/>
          <w:lang w:bidi="fa-IR"/>
        </w:rPr>
        <w:t>،</w:t>
      </w:r>
      <w:r w:rsidRPr="003E3506">
        <w:rPr>
          <w:rtl/>
          <w:lang w:bidi="fa-IR"/>
        </w:rPr>
        <w:t xml:space="preserve"> مشترى مى تواند صبر كند تا تهيه نمايد</w:t>
      </w:r>
      <w:r w:rsidR="000C4B14">
        <w:rPr>
          <w:rtl/>
          <w:lang w:bidi="fa-IR"/>
        </w:rPr>
        <w:t>،</w:t>
      </w:r>
      <w:r w:rsidRPr="003E3506">
        <w:rPr>
          <w:rtl/>
          <w:lang w:bidi="fa-IR"/>
        </w:rPr>
        <w:t xml:space="preserve"> يا معامله را به هم بزند و چيزى را كه داده پس بگيرد</w:t>
      </w:r>
      <w:r w:rsidR="000C4B14">
        <w:rPr>
          <w:rtl/>
          <w:lang w:bidi="fa-IR"/>
        </w:rPr>
        <w:t>،</w:t>
      </w:r>
      <w:r w:rsidRPr="003E3506">
        <w:rPr>
          <w:rtl/>
          <w:lang w:bidi="fa-IR"/>
        </w:rPr>
        <w:t xml:space="preserve"> و بنابر احتياط نمى تواند آن را به فروشنده به قيمت مشترى بفروشد.</w:t>
      </w:r>
    </w:p>
    <w:p w:rsidR="003E3506" w:rsidRPr="003E3506" w:rsidRDefault="003E3506" w:rsidP="003E3506">
      <w:pPr>
        <w:pStyle w:val="libNormal"/>
        <w:rPr>
          <w:lang w:bidi="fa-IR"/>
        </w:rPr>
      </w:pPr>
      <w:r w:rsidRPr="003E3506">
        <w:rPr>
          <w:rtl/>
          <w:lang w:bidi="fa-IR"/>
        </w:rPr>
        <w:t>٢١٢٦ - اگر جنسى را بفروشد و قرار بگذارد كه بعد از مدتى تحويل دهد و پول آن را هم بعد از مدتى بگيرد</w:t>
      </w:r>
      <w:r w:rsidR="000C4B14">
        <w:rPr>
          <w:rtl/>
          <w:lang w:bidi="fa-IR"/>
        </w:rPr>
        <w:t>،</w:t>
      </w:r>
      <w:r w:rsidRPr="003E3506">
        <w:rPr>
          <w:rtl/>
          <w:lang w:bidi="fa-IR"/>
        </w:rPr>
        <w:t xml:space="preserve"> معامله باطل است</w:t>
      </w:r>
      <w:r w:rsidR="000C4B14">
        <w:rPr>
          <w:rtl/>
          <w:lang w:bidi="fa-IR"/>
        </w:rPr>
        <w:t>.</w:t>
      </w:r>
    </w:p>
    <w:p w:rsidR="003E3506" w:rsidRDefault="00605FAB" w:rsidP="00954472">
      <w:pPr>
        <w:pStyle w:val="Heading3"/>
        <w:rPr>
          <w:rtl/>
          <w:lang w:bidi="fa-IR"/>
        </w:rPr>
      </w:pPr>
      <w:bookmarkStart w:id="232" w:name="_Toc24454655"/>
      <w:r>
        <w:rPr>
          <w:rtl/>
          <w:lang w:bidi="fa-IR"/>
        </w:rPr>
        <w:t>(</w:t>
      </w:r>
      <w:r w:rsidR="003E3506" w:rsidRPr="003E3506">
        <w:rPr>
          <w:rtl/>
          <w:lang w:bidi="fa-IR"/>
        </w:rPr>
        <w:t>فروش طلا و نقره به طلا و نقره</w:t>
      </w:r>
      <w:r>
        <w:rPr>
          <w:rtl/>
          <w:lang w:bidi="fa-IR"/>
        </w:rPr>
        <w:t>)</w:t>
      </w:r>
      <w:bookmarkEnd w:id="232"/>
    </w:p>
    <w:p w:rsidR="003E3506" w:rsidRPr="003E3506" w:rsidRDefault="003E3506" w:rsidP="003E3506">
      <w:pPr>
        <w:pStyle w:val="libNormal"/>
        <w:rPr>
          <w:lang w:bidi="fa-IR"/>
        </w:rPr>
      </w:pPr>
      <w:r w:rsidRPr="003E3506">
        <w:rPr>
          <w:rtl/>
          <w:lang w:bidi="fa-IR"/>
        </w:rPr>
        <w:t>٢١٢٧ - اگر طلا را به طلا و نقره را به نقره بفروشد</w:t>
      </w:r>
      <w:r w:rsidR="000C4B14">
        <w:rPr>
          <w:rtl/>
          <w:lang w:bidi="fa-IR"/>
        </w:rPr>
        <w:t>،</w:t>
      </w:r>
      <w:r w:rsidRPr="003E3506">
        <w:rPr>
          <w:rtl/>
          <w:lang w:bidi="fa-IR"/>
        </w:rPr>
        <w:t xml:space="preserve"> سكه دار باشند يا بى سكه در صورتى كه وزن يكى از آنها زيادتر باشد</w:t>
      </w:r>
      <w:r w:rsidR="000C4B14">
        <w:rPr>
          <w:rtl/>
          <w:lang w:bidi="fa-IR"/>
        </w:rPr>
        <w:t>،</w:t>
      </w:r>
      <w:r w:rsidRPr="003E3506">
        <w:rPr>
          <w:rtl/>
          <w:lang w:bidi="fa-IR"/>
        </w:rPr>
        <w:t xml:space="preserve"> معامله حرام و باطل است</w:t>
      </w:r>
      <w:r w:rsidR="000C4B14">
        <w:rPr>
          <w:rtl/>
          <w:lang w:bidi="fa-IR"/>
        </w:rPr>
        <w:t>.</w:t>
      </w:r>
    </w:p>
    <w:p w:rsidR="003E3506" w:rsidRPr="003E3506" w:rsidRDefault="003E3506" w:rsidP="003E3506">
      <w:pPr>
        <w:pStyle w:val="libNormal"/>
        <w:rPr>
          <w:lang w:bidi="fa-IR"/>
        </w:rPr>
      </w:pPr>
      <w:r w:rsidRPr="003E3506">
        <w:rPr>
          <w:rtl/>
          <w:lang w:bidi="fa-IR"/>
        </w:rPr>
        <w:t>٢١٢٨ - اگر طلا را به نقره يا نقره را به طلا نقدا بفروشد</w:t>
      </w:r>
      <w:r w:rsidR="000C4B14">
        <w:rPr>
          <w:rtl/>
          <w:lang w:bidi="fa-IR"/>
        </w:rPr>
        <w:t>،</w:t>
      </w:r>
      <w:r w:rsidRPr="003E3506">
        <w:rPr>
          <w:rtl/>
          <w:lang w:bidi="fa-IR"/>
        </w:rPr>
        <w:t xml:space="preserve"> معامله صحيح است و لازم نيست وزن آنها مساوى باشد</w:t>
      </w:r>
      <w:r w:rsidR="000C4B14">
        <w:rPr>
          <w:rtl/>
          <w:lang w:bidi="fa-IR"/>
        </w:rPr>
        <w:t>،</w:t>
      </w:r>
      <w:r w:rsidRPr="003E3506">
        <w:rPr>
          <w:rtl/>
          <w:lang w:bidi="fa-IR"/>
        </w:rPr>
        <w:t xml:space="preserve"> ولى اگر معامله با مدت باشد باطل است</w:t>
      </w:r>
      <w:r w:rsidR="000C4B14">
        <w:rPr>
          <w:rtl/>
          <w:lang w:bidi="fa-IR"/>
        </w:rPr>
        <w:t>.</w:t>
      </w:r>
    </w:p>
    <w:p w:rsidR="003E3506" w:rsidRPr="003E3506" w:rsidRDefault="003E3506" w:rsidP="003E3506">
      <w:pPr>
        <w:pStyle w:val="libNormal"/>
        <w:rPr>
          <w:lang w:bidi="fa-IR"/>
        </w:rPr>
      </w:pPr>
      <w:r w:rsidRPr="003E3506">
        <w:rPr>
          <w:rtl/>
          <w:lang w:bidi="fa-IR"/>
        </w:rPr>
        <w:t>٢١٢٩ - اگر طلا يا نقره را به طلا يا نقره بفروشند.</w:t>
      </w:r>
    </w:p>
    <w:p w:rsidR="003E3506" w:rsidRPr="003E3506" w:rsidRDefault="003E3506" w:rsidP="003E3506">
      <w:pPr>
        <w:pStyle w:val="libNormal"/>
        <w:rPr>
          <w:lang w:bidi="fa-IR"/>
        </w:rPr>
      </w:pPr>
      <w:r w:rsidRPr="003E3506">
        <w:rPr>
          <w:rtl/>
          <w:lang w:bidi="fa-IR"/>
        </w:rPr>
        <w:t>بايد فروشنده و خريدار پيش از آن كه از يكديگر جدا شوند</w:t>
      </w:r>
      <w:r w:rsidR="000C4B14">
        <w:rPr>
          <w:rtl/>
          <w:lang w:bidi="fa-IR"/>
        </w:rPr>
        <w:t>،</w:t>
      </w:r>
      <w:r w:rsidRPr="003E3506">
        <w:rPr>
          <w:rtl/>
          <w:lang w:bidi="fa-IR"/>
        </w:rPr>
        <w:t xml:space="preserve"> جنس و عوض آن را به يكديگر تحويل دهند و اگر هيچ مقدار از چيزى را كه قرار گذاشته اند تحويل ندهند معامله باطل است</w:t>
      </w:r>
      <w:r w:rsidR="000C4B14">
        <w:rPr>
          <w:rtl/>
          <w:lang w:bidi="fa-IR"/>
        </w:rPr>
        <w:t>.</w:t>
      </w:r>
    </w:p>
    <w:p w:rsidR="003E3506" w:rsidRPr="003E3506" w:rsidRDefault="003E3506" w:rsidP="003E3506">
      <w:pPr>
        <w:pStyle w:val="libNormal"/>
        <w:rPr>
          <w:lang w:bidi="fa-IR"/>
        </w:rPr>
      </w:pPr>
      <w:r w:rsidRPr="003E3506">
        <w:rPr>
          <w:rtl/>
          <w:lang w:bidi="fa-IR"/>
        </w:rPr>
        <w:t>٢١٣٠ - اگر فروشنده يا خريدار</w:t>
      </w:r>
      <w:r w:rsidR="000C4B14">
        <w:rPr>
          <w:rtl/>
          <w:lang w:bidi="fa-IR"/>
        </w:rPr>
        <w:t>،</w:t>
      </w:r>
      <w:r w:rsidRPr="003E3506">
        <w:rPr>
          <w:rtl/>
          <w:lang w:bidi="fa-IR"/>
        </w:rPr>
        <w:t xml:space="preserve"> تمام چيزى را كه قرار گذاشته تحويل دهد</w:t>
      </w:r>
      <w:r w:rsidR="000C4B14">
        <w:rPr>
          <w:rtl/>
          <w:lang w:bidi="fa-IR"/>
        </w:rPr>
        <w:t>،</w:t>
      </w:r>
      <w:r w:rsidRPr="003E3506">
        <w:rPr>
          <w:rtl/>
          <w:lang w:bidi="fa-IR"/>
        </w:rPr>
        <w:t xml:space="preserve"> و ديگرى مقدارى از آن را تحويل دهد</w:t>
      </w:r>
      <w:r w:rsidR="000C4B14">
        <w:rPr>
          <w:rtl/>
          <w:lang w:bidi="fa-IR"/>
        </w:rPr>
        <w:t>،</w:t>
      </w:r>
      <w:r w:rsidRPr="003E3506">
        <w:rPr>
          <w:rtl/>
          <w:lang w:bidi="fa-IR"/>
        </w:rPr>
        <w:t xml:space="preserve"> و از يكديگر جدا شوند اگر چه معامله نسبت به آن مقدار صحيح است ولى كسى كه تمام مال به دست او نرسيده مى تواند معامله را بهم بزند.</w:t>
      </w:r>
    </w:p>
    <w:p w:rsidR="003E3506" w:rsidRPr="003E3506" w:rsidRDefault="003E3506" w:rsidP="00954472">
      <w:pPr>
        <w:pStyle w:val="libNormal"/>
        <w:rPr>
          <w:lang w:bidi="fa-IR"/>
        </w:rPr>
      </w:pPr>
      <w:r w:rsidRPr="003E3506">
        <w:rPr>
          <w:rtl/>
          <w:lang w:bidi="fa-IR"/>
        </w:rPr>
        <w:t>٢١٣١ - اگر خاك نقره معدن را به نقره خالص و خاك طلاى معدن را به طلاى خالص بفروشند</w:t>
      </w:r>
      <w:r w:rsidR="000C4B14">
        <w:rPr>
          <w:rtl/>
          <w:lang w:bidi="fa-IR"/>
        </w:rPr>
        <w:t>،</w:t>
      </w:r>
      <w:r w:rsidRPr="003E3506">
        <w:rPr>
          <w:rtl/>
          <w:lang w:bidi="fa-IR"/>
        </w:rPr>
        <w:t xml:space="preserve"> معامله باطل است - مگر آن كه بداند مثلا مقدار نقره خاك با مقدار نقره خالص مساوى مى باشد - ولى فروختن خاك نقره را به طلا</w:t>
      </w:r>
      <w:r w:rsidR="000C4B14">
        <w:rPr>
          <w:rtl/>
          <w:lang w:bidi="fa-IR"/>
        </w:rPr>
        <w:t>،</w:t>
      </w:r>
      <w:r w:rsidRPr="003E3506">
        <w:rPr>
          <w:rtl/>
          <w:lang w:bidi="fa-IR"/>
        </w:rPr>
        <w:t xml:space="preserve"> و خاك طلا را به نقره همان طورى كه سابقا گفته شد اشكال ندارد.</w:t>
      </w:r>
    </w:p>
    <w:p w:rsidR="003E3506" w:rsidRDefault="00605FAB" w:rsidP="00954472">
      <w:pPr>
        <w:pStyle w:val="Heading3"/>
        <w:rPr>
          <w:rtl/>
          <w:lang w:bidi="fa-IR"/>
        </w:rPr>
      </w:pPr>
      <w:bookmarkStart w:id="233" w:name="_Toc24454656"/>
      <w:r>
        <w:rPr>
          <w:rtl/>
          <w:lang w:bidi="fa-IR"/>
        </w:rPr>
        <w:lastRenderedPageBreak/>
        <w:t>(</w:t>
      </w:r>
      <w:r w:rsidR="003E3506" w:rsidRPr="003E3506">
        <w:rPr>
          <w:rtl/>
          <w:lang w:bidi="fa-IR"/>
        </w:rPr>
        <w:t>مواردى كه انسان مى تواند معامله را بهم بزند</w:t>
      </w:r>
      <w:r>
        <w:rPr>
          <w:rtl/>
          <w:lang w:bidi="fa-IR"/>
        </w:rPr>
        <w:t>)</w:t>
      </w:r>
      <w:bookmarkEnd w:id="233"/>
    </w:p>
    <w:p w:rsidR="003E3506" w:rsidRPr="003E3506" w:rsidRDefault="003E3506" w:rsidP="003E3506">
      <w:pPr>
        <w:pStyle w:val="libNormal"/>
        <w:rPr>
          <w:lang w:bidi="fa-IR"/>
        </w:rPr>
      </w:pPr>
      <w:r w:rsidRPr="003E3506">
        <w:rPr>
          <w:rtl/>
          <w:lang w:bidi="fa-IR"/>
        </w:rPr>
        <w:t>٢١٣٢ - حق بهم زدن معامله را خيار مى گويند</w:t>
      </w:r>
      <w:r w:rsidR="000C4B14">
        <w:rPr>
          <w:rtl/>
          <w:lang w:bidi="fa-IR"/>
        </w:rPr>
        <w:t>،</w:t>
      </w:r>
      <w:r w:rsidRPr="003E3506">
        <w:rPr>
          <w:rtl/>
          <w:lang w:bidi="fa-IR"/>
        </w:rPr>
        <w:t xml:space="preserve"> و خريدار و فروشنده در يازده صورت مى توانند معامله را بهم بزنند.</w:t>
      </w:r>
    </w:p>
    <w:p w:rsidR="003E3506" w:rsidRPr="003E3506" w:rsidRDefault="003E3506" w:rsidP="003E3506">
      <w:pPr>
        <w:pStyle w:val="libNormal"/>
        <w:rPr>
          <w:lang w:bidi="fa-IR"/>
        </w:rPr>
      </w:pPr>
      <w:r w:rsidRPr="003E3506">
        <w:rPr>
          <w:rtl/>
          <w:lang w:bidi="fa-IR"/>
        </w:rPr>
        <w:t>اول آن كه از هم جدا نشده باشند</w:t>
      </w:r>
      <w:r w:rsidR="000C4B14">
        <w:rPr>
          <w:rtl/>
          <w:lang w:bidi="fa-IR"/>
        </w:rPr>
        <w:t>،</w:t>
      </w:r>
      <w:r w:rsidRPr="003E3506">
        <w:rPr>
          <w:rtl/>
          <w:lang w:bidi="fa-IR"/>
        </w:rPr>
        <w:t xml:space="preserve"> هر چند مجلس معامله را ترك گفته باشند.</w:t>
      </w:r>
    </w:p>
    <w:p w:rsidR="003E3506" w:rsidRPr="003E3506" w:rsidRDefault="003E3506" w:rsidP="003E3506">
      <w:pPr>
        <w:pStyle w:val="libNormal"/>
        <w:rPr>
          <w:lang w:bidi="fa-IR"/>
        </w:rPr>
      </w:pPr>
      <w:r w:rsidRPr="003E3506">
        <w:rPr>
          <w:rtl/>
          <w:lang w:bidi="fa-IR"/>
        </w:rPr>
        <w:t>و اين خيار را خيار مجلس مى گويند.</w:t>
      </w:r>
    </w:p>
    <w:p w:rsidR="003E3506" w:rsidRPr="003E3506" w:rsidRDefault="003E3506" w:rsidP="003E3506">
      <w:pPr>
        <w:pStyle w:val="libNormal"/>
        <w:rPr>
          <w:lang w:bidi="fa-IR"/>
        </w:rPr>
      </w:pPr>
      <w:r w:rsidRPr="003E3506">
        <w:rPr>
          <w:rtl/>
          <w:lang w:bidi="fa-IR"/>
        </w:rPr>
        <w:t>دوم آن كه مشترى يا فروشنده در بيع</w:t>
      </w:r>
      <w:r w:rsidR="000C4B14">
        <w:rPr>
          <w:rtl/>
          <w:lang w:bidi="fa-IR"/>
        </w:rPr>
        <w:t>،</w:t>
      </w:r>
      <w:r w:rsidRPr="003E3506">
        <w:rPr>
          <w:rtl/>
          <w:lang w:bidi="fa-IR"/>
        </w:rPr>
        <w:t xml:space="preserve"> يا يكى از دو طرف معامله در معاملات ديگر مغبون شده باشند كه آن را خيار غبن گويند.</w:t>
      </w:r>
    </w:p>
    <w:p w:rsidR="003E3506" w:rsidRPr="003E3506" w:rsidRDefault="003E3506" w:rsidP="003E3506">
      <w:pPr>
        <w:pStyle w:val="libNormal"/>
        <w:rPr>
          <w:lang w:bidi="fa-IR"/>
        </w:rPr>
      </w:pPr>
      <w:r w:rsidRPr="003E3506">
        <w:rPr>
          <w:rtl/>
          <w:lang w:bidi="fa-IR"/>
        </w:rPr>
        <w:t xml:space="preserve">و منشا ثبوت اين نحو از خيار </w:t>
      </w:r>
      <w:r w:rsidR="00605FAB">
        <w:rPr>
          <w:rtl/>
          <w:lang w:bidi="fa-IR"/>
        </w:rPr>
        <w:t>(</w:t>
      </w:r>
      <w:r w:rsidRPr="003E3506">
        <w:rPr>
          <w:rtl/>
          <w:lang w:bidi="fa-IR"/>
        </w:rPr>
        <w:t>شرط ارتكازى</w:t>
      </w:r>
      <w:r w:rsidR="00605FAB">
        <w:rPr>
          <w:rtl/>
          <w:lang w:bidi="fa-IR"/>
        </w:rPr>
        <w:t>)</w:t>
      </w:r>
      <w:r w:rsidRPr="003E3506">
        <w:rPr>
          <w:rtl/>
          <w:lang w:bidi="fa-IR"/>
        </w:rPr>
        <w:t xml:space="preserve"> در عرف عام مى باشد</w:t>
      </w:r>
      <w:r w:rsidR="000C4B14">
        <w:rPr>
          <w:rtl/>
          <w:lang w:bidi="fa-IR"/>
        </w:rPr>
        <w:t>،</w:t>
      </w:r>
      <w:r w:rsidRPr="003E3506">
        <w:rPr>
          <w:rtl/>
          <w:lang w:bidi="fa-IR"/>
        </w:rPr>
        <w:t xml:space="preserve"> يعنى در هر معامله اى در ذهن دو طرف معامله اين شرط مرتكز است كه مالى را كه مى گيرد از جهت ماليت به مقدار فاحش كمتر از مالى را كه مى پردازد نباشد</w:t>
      </w:r>
      <w:r w:rsidR="000C4B14">
        <w:rPr>
          <w:rtl/>
          <w:lang w:bidi="fa-IR"/>
        </w:rPr>
        <w:t>،</w:t>
      </w:r>
      <w:r w:rsidRPr="003E3506">
        <w:rPr>
          <w:rtl/>
          <w:lang w:bidi="fa-IR"/>
        </w:rPr>
        <w:t xml:space="preserve"> و اگر باشد</w:t>
      </w:r>
      <w:r w:rsidR="000C4B14">
        <w:rPr>
          <w:rtl/>
          <w:lang w:bidi="fa-IR"/>
        </w:rPr>
        <w:t>،</w:t>
      </w:r>
      <w:r w:rsidRPr="003E3506">
        <w:rPr>
          <w:rtl/>
          <w:lang w:bidi="fa-IR"/>
        </w:rPr>
        <w:t xml:space="preserve"> حق بهم زدن معامله را داشته باشد</w:t>
      </w:r>
      <w:r w:rsidR="000C4B14">
        <w:rPr>
          <w:rtl/>
          <w:lang w:bidi="fa-IR"/>
        </w:rPr>
        <w:t>،</w:t>
      </w:r>
      <w:r w:rsidRPr="003E3506">
        <w:rPr>
          <w:rtl/>
          <w:lang w:bidi="fa-IR"/>
        </w:rPr>
        <w:t xml:space="preserve"> ولى چنانچه در مواردى در عرف خاص شرط ارتكازى طور ديگر باشد مثلا شرط اين باشد كه اگر مالى را كه گرفته از جهت ماليت كمتر از مالى كه پرداخته باشد بتواند مابه التفاوت ميان آن دو را از طرف مطالبه كند</w:t>
      </w:r>
      <w:r w:rsidR="000C4B14">
        <w:rPr>
          <w:rtl/>
          <w:lang w:bidi="fa-IR"/>
        </w:rPr>
        <w:t>،</w:t>
      </w:r>
      <w:r w:rsidRPr="003E3506">
        <w:rPr>
          <w:rtl/>
          <w:lang w:bidi="fa-IR"/>
        </w:rPr>
        <w:t xml:space="preserve"> و اگر ممكن نشد معامله را بهم زند</w:t>
      </w:r>
      <w:r w:rsidR="000C4B14">
        <w:rPr>
          <w:rtl/>
          <w:lang w:bidi="fa-IR"/>
        </w:rPr>
        <w:t>،</w:t>
      </w:r>
      <w:r w:rsidRPr="003E3506">
        <w:rPr>
          <w:rtl/>
          <w:lang w:bidi="fa-IR"/>
        </w:rPr>
        <w:t xml:space="preserve"> بايد همان عرف خاص در اين چنين موارد رعايت شود.</w:t>
      </w:r>
    </w:p>
    <w:p w:rsidR="003E3506" w:rsidRPr="003E3506" w:rsidRDefault="003E3506" w:rsidP="003E3506">
      <w:pPr>
        <w:pStyle w:val="libNormal"/>
        <w:rPr>
          <w:lang w:bidi="fa-IR"/>
        </w:rPr>
      </w:pPr>
      <w:r w:rsidRPr="003E3506">
        <w:rPr>
          <w:rtl/>
          <w:lang w:bidi="fa-IR"/>
        </w:rPr>
        <w:t>سوم در معامله قرارداد كنند كه تا مدت معينى هر دو يا يكى از آنان بتوانند معامله را بهم بزنند كه آن را خيار شرط گويند.</w:t>
      </w:r>
    </w:p>
    <w:p w:rsidR="003E3506" w:rsidRPr="003E3506" w:rsidRDefault="003E3506" w:rsidP="003E3506">
      <w:pPr>
        <w:pStyle w:val="libNormal"/>
        <w:rPr>
          <w:lang w:bidi="fa-IR"/>
        </w:rPr>
      </w:pPr>
      <w:r w:rsidRPr="003E3506">
        <w:rPr>
          <w:rtl/>
          <w:lang w:bidi="fa-IR"/>
        </w:rPr>
        <w:t>چهارم يكى از دو طرف معامله</w:t>
      </w:r>
      <w:r w:rsidR="000C4B14">
        <w:rPr>
          <w:rtl/>
          <w:lang w:bidi="fa-IR"/>
        </w:rPr>
        <w:t>،</w:t>
      </w:r>
      <w:r w:rsidRPr="003E3506">
        <w:rPr>
          <w:rtl/>
          <w:lang w:bidi="fa-IR"/>
        </w:rPr>
        <w:t xml:space="preserve"> مال خود را بهتر از آنچه هست نشان دهد و طورى كند كه طرف در آن رغبت كند يا رغبت او به آن زيادتر شود كه آن را خيار تدليس گويند.</w:t>
      </w:r>
    </w:p>
    <w:p w:rsidR="003E3506" w:rsidRPr="003E3506" w:rsidRDefault="003E3506" w:rsidP="003E3506">
      <w:pPr>
        <w:pStyle w:val="libNormal"/>
        <w:rPr>
          <w:lang w:bidi="fa-IR"/>
        </w:rPr>
      </w:pPr>
      <w:r w:rsidRPr="003E3506">
        <w:rPr>
          <w:rtl/>
          <w:lang w:bidi="fa-IR"/>
        </w:rPr>
        <w:t>پنجم يكى از دو طرف معامله با ديگرى شرط كند كه كارى را انجام دهد و به آن شرط عمل نشود يا شرط كند مال معينى را كه مى دهد به طور مخصوصى باشد و آن مال داراى آن خصوصيت نباشد</w:t>
      </w:r>
      <w:r w:rsidR="000C4B14">
        <w:rPr>
          <w:rtl/>
          <w:lang w:bidi="fa-IR"/>
        </w:rPr>
        <w:t>،</w:t>
      </w:r>
      <w:r w:rsidRPr="003E3506">
        <w:rPr>
          <w:rtl/>
          <w:lang w:bidi="fa-IR"/>
        </w:rPr>
        <w:t xml:space="preserve"> كه در اين صورت شرط كننده مى تواند معامله را بهم بزند و آن را خيار تخلف شرط گويند.</w:t>
      </w:r>
    </w:p>
    <w:p w:rsidR="003E3506" w:rsidRPr="003E3506" w:rsidRDefault="003E3506" w:rsidP="003E3506">
      <w:pPr>
        <w:pStyle w:val="libNormal"/>
        <w:rPr>
          <w:lang w:bidi="fa-IR"/>
        </w:rPr>
      </w:pPr>
      <w:r w:rsidRPr="003E3506">
        <w:rPr>
          <w:rtl/>
          <w:lang w:bidi="fa-IR"/>
        </w:rPr>
        <w:lastRenderedPageBreak/>
        <w:t>ششم در جنس يا عوض آن عيبى باشد و آن را خيار عيب گويند.</w:t>
      </w:r>
    </w:p>
    <w:p w:rsidR="003E3506" w:rsidRPr="003E3506" w:rsidRDefault="003E3506" w:rsidP="003E3506">
      <w:pPr>
        <w:pStyle w:val="libNormal"/>
        <w:rPr>
          <w:lang w:bidi="fa-IR"/>
        </w:rPr>
      </w:pPr>
      <w:r w:rsidRPr="003E3506">
        <w:rPr>
          <w:rtl/>
          <w:lang w:bidi="fa-IR"/>
        </w:rPr>
        <w:t>هفتم معلوم شود مقدارى از جنسى را كه معامله نموده اند</w:t>
      </w:r>
      <w:r w:rsidR="000C4B14">
        <w:rPr>
          <w:rtl/>
          <w:lang w:bidi="fa-IR"/>
        </w:rPr>
        <w:t>،</w:t>
      </w:r>
      <w:r w:rsidRPr="003E3506">
        <w:rPr>
          <w:rtl/>
          <w:lang w:bidi="fa-IR"/>
        </w:rPr>
        <w:t xml:space="preserve"> مال ديگرى است كه اگر صاحب آن به معامله راضى نشود</w:t>
      </w:r>
      <w:r w:rsidR="000C4B14">
        <w:rPr>
          <w:rtl/>
          <w:lang w:bidi="fa-IR"/>
        </w:rPr>
        <w:t>،</w:t>
      </w:r>
      <w:r w:rsidRPr="003E3506">
        <w:rPr>
          <w:rtl/>
          <w:lang w:bidi="fa-IR"/>
        </w:rPr>
        <w:t xml:space="preserve"> گيرنده مى تواند معامله را بهم بزند</w:t>
      </w:r>
      <w:r w:rsidR="000C4B14">
        <w:rPr>
          <w:rtl/>
          <w:lang w:bidi="fa-IR"/>
        </w:rPr>
        <w:t>،</w:t>
      </w:r>
      <w:r w:rsidRPr="003E3506">
        <w:rPr>
          <w:rtl/>
          <w:lang w:bidi="fa-IR"/>
        </w:rPr>
        <w:t xml:space="preserve"> يا عوض آن مقدار را چنانچه پرداخته باشد از طرف خود بگيرد</w:t>
      </w:r>
      <w:r w:rsidR="000C4B14">
        <w:rPr>
          <w:rtl/>
          <w:lang w:bidi="fa-IR"/>
        </w:rPr>
        <w:t>،</w:t>
      </w:r>
      <w:r w:rsidRPr="003E3506">
        <w:rPr>
          <w:rtl/>
          <w:lang w:bidi="fa-IR"/>
        </w:rPr>
        <w:t xml:space="preserve"> و آن را خيار شركت گويند.</w:t>
      </w:r>
    </w:p>
    <w:p w:rsidR="003E3506" w:rsidRPr="003E3506" w:rsidRDefault="003E3506" w:rsidP="003E3506">
      <w:pPr>
        <w:pStyle w:val="libNormal"/>
        <w:rPr>
          <w:lang w:bidi="fa-IR"/>
        </w:rPr>
      </w:pPr>
      <w:r w:rsidRPr="003E3506">
        <w:rPr>
          <w:rtl/>
          <w:lang w:bidi="fa-IR"/>
        </w:rPr>
        <w:t>هشتم صاحب مال خصوصيات جنس معينى را كه طرف نديده به او بگويد</w:t>
      </w:r>
      <w:r w:rsidR="000C4B14">
        <w:rPr>
          <w:rtl/>
          <w:lang w:bidi="fa-IR"/>
        </w:rPr>
        <w:t>،</w:t>
      </w:r>
      <w:r w:rsidRPr="003E3506">
        <w:rPr>
          <w:rtl/>
          <w:lang w:bidi="fa-IR"/>
        </w:rPr>
        <w:t xml:space="preserve"> بعد معلوم شود طورى كه گفته نبوده است</w:t>
      </w:r>
      <w:r w:rsidR="000C4B14">
        <w:rPr>
          <w:rtl/>
          <w:lang w:bidi="fa-IR"/>
        </w:rPr>
        <w:t>،</w:t>
      </w:r>
      <w:r w:rsidRPr="003E3506">
        <w:rPr>
          <w:rtl/>
          <w:lang w:bidi="fa-IR"/>
        </w:rPr>
        <w:t xml:space="preserve"> يا آن كه طرف جنس را سابقا ديده بوده و خيال مى كرده كه فعلا هم داراى خصوصياتى است كه در گذشته در آن ديده</w:t>
      </w:r>
      <w:r w:rsidR="000C4B14">
        <w:rPr>
          <w:rtl/>
          <w:lang w:bidi="fa-IR"/>
        </w:rPr>
        <w:t>،</w:t>
      </w:r>
      <w:r w:rsidRPr="003E3506">
        <w:rPr>
          <w:rtl/>
          <w:lang w:bidi="fa-IR"/>
        </w:rPr>
        <w:t xml:space="preserve"> بعد معلوم شود كه آن خصوصيات در آن باقى نمانده</w:t>
      </w:r>
      <w:r w:rsidR="000C4B14">
        <w:rPr>
          <w:rtl/>
          <w:lang w:bidi="fa-IR"/>
        </w:rPr>
        <w:t>،</w:t>
      </w:r>
      <w:r w:rsidRPr="003E3506">
        <w:rPr>
          <w:rtl/>
          <w:lang w:bidi="fa-IR"/>
        </w:rPr>
        <w:t xml:space="preserve"> كه در اين صورت طرف مى تواند معامله را بهم بزند و آن را خيار رؤيت گويند.</w:t>
      </w:r>
    </w:p>
    <w:p w:rsidR="003E3506" w:rsidRPr="003E3506" w:rsidRDefault="003E3506" w:rsidP="003E3506">
      <w:pPr>
        <w:pStyle w:val="libNormal"/>
        <w:rPr>
          <w:lang w:bidi="fa-IR"/>
        </w:rPr>
      </w:pPr>
      <w:r w:rsidRPr="003E3506">
        <w:rPr>
          <w:rtl/>
          <w:lang w:bidi="fa-IR"/>
        </w:rPr>
        <w:t>نهم اگر مشترى پول جنسى را كه خريده تا سه روز ندهد و فروشنده هم جنس را تحويل نداده باشد فروشنده مى تواند معامله را بهم بزند</w:t>
      </w:r>
      <w:r w:rsidR="000C4B14">
        <w:rPr>
          <w:rtl/>
          <w:lang w:bidi="fa-IR"/>
        </w:rPr>
        <w:t>،</w:t>
      </w:r>
      <w:r w:rsidRPr="003E3506">
        <w:rPr>
          <w:rtl/>
          <w:lang w:bidi="fa-IR"/>
        </w:rPr>
        <w:t xml:space="preserve"> ولى اين در صورتى است كه فروشنده خريدار را در پرداخت پول مهلت داده باشد</w:t>
      </w:r>
      <w:r w:rsidR="000C4B14">
        <w:rPr>
          <w:rtl/>
          <w:lang w:bidi="fa-IR"/>
        </w:rPr>
        <w:t>،</w:t>
      </w:r>
      <w:r w:rsidRPr="003E3506">
        <w:rPr>
          <w:rtl/>
          <w:lang w:bidi="fa-IR"/>
        </w:rPr>
        <w:t xml:space="preserve"> ولى تعيين مدت نكرده باشد</w:t>
      </w:r>
      <w:r w:rsidR="000C4B14">
        <w:rPr>
          <w:rtl/>
          <w:lang w:bidi="fa-IR"/>
        </w:rPr>
        <w:t>،</w:t>
      </w:r>
      <w:r w:rsidRPr="003E3506">
        <w:rPr>
          <w:rtl/>
          <w:lang w:bidi="fa-IR"/>
        </w:rPr>
        <w:t xml:space="preserve"> و اما اگر او را اصلا مهلت نداده باشد</w:t>
      </w:r>
      <w:r w:rsidR="000C4B14">
        <w:rPr>
          <w:rtl/>
          <w:lang w:bidi="fa-IR"/>
        </w:rPr>
        <w:t>،</w:t>
      </w:r>
      <w:r w:rsidRPr="003E3506">
        <w:rPr>
          <w:rtl/>
          <w:lang w:bidi="fa-IR"/>
        </w:rPr>
        <w:t xml:space="preserve"> مى تواند با اندكى تاخير در پرداخت پول معامله را بهم بزند</w:t>
      </w:r>
      <w:r w:rsidR="000C4B14">
        <w:rPr>
          <w:rtl/>
          <w:lang w:bidi="fa-IR"/>
        </w:rPr>
        <w:t>،</w:t>
      </w:r>
      <w:r w:rsidRPr="003E3506">
        <w:rPr>
          <w:rtl/>
          <w:lang w:bidi="fa-IR"/>
        </w:rPr>
        <w:t xml:space="preserve"> و اگر او را بيش از سه روز مهلت داده باشد</w:t>
      </w:r>
      <w:r w:rsidR="000C4B14">
        <w:rPr>
          <w:rtl/>
          <w:lang w:bidi="fa-IR"/>
        </w:rPr>
        <w:t>،</w:t>
      </w:r>
      <w:r w:rsidRPr="003E3506">
        <w:rPr>
          <w:rtl/>
          <w:lang w:bidi="fa-IR"/>
        </w:rPr>
        <w:t xml:space="preserve"> نمى تواند تا تمام شدن مدت معامله را بهم بزند</w:t>
      </w:r>
      <w:r w:rsidR="000C4B14">
        <w:rPr>
          <w:rtl/>
          <w:lang w:bidi="fa-IR"/>
        </w:rPr>
        <w:t>،</w:t>
      </w:r>
      <w:r w:rsidRPr="003E3506">
        <w:rPr>
          <w:rtl/>
          <w:lang w:bidi="fa-IR"/>
        </w:rPr>
        <w:t xml:space="preserve"> و از اين جا معلوم مى شود كه اگر جنسى را كه فروخته مثل بعضى از ميوه ها باشد كه اگر يك روز بماند ضايع مى شود</w:t>
      </w:r>
      <w:r w:rsidR="000C4B14">
        <w:rPr>
          <w:rtl/>
          <w:lang w:bidi="fa-IR"/>
        </w:rPr>
        <w:t>،</w:t>
      </w:r>
      <w:r w:rsidRPr="003E3506">
        <w:rPr>
          <w:rtl/>
          <w:lang w:bidi="fa-IR"/>
        </w:rPr>
        <w:t xml:space="preserve"> چنانچه خريدار تا شب پول آن را ندهد</w:t>
      </w:r>
      <w:r w:rsidR="000C4B14">
        <w:rPr>
          <w:rtl/>
          <w:lang w:bidi="fa-IR"/>
        </w:rPr>
        <w:t>،</w:t>
      </w:r>
      <w:r w:rsidRPr="003E3506">
        <w:rPr>
          <w:rtl/>
          <w:lang w:bidi="fa-IR"/>
        </w:rPr>
        <w:t xml:space="preserve"> و شرط نكرده باشد كه دادن پول را تاخير بيندازد</w:t>
      </w:r>
      <w:r w:rsidR="000C4B14">
        <w:rPr>
          <w:rtl/>
          <w:lang w:bidi="fa-IR"/>
        </w:rPr>
        <w:t>،</w:t>
      </w:r>
      <w:r w:rsidRPr="003E3506">
        <w:rPr>
          <w:rtl/>
          <w:lang w:bidi="fa-IR"/>
        </w:rPr>
        <w:t xml:space="preserve"> فروشنده مى تواند معامله را بهم بزند</w:t>
      </w:r>
      <w:r w:rsidR="000C4B14">
        <w:rPr>
          <w:rtl/>
          <w:lang w:bidi="fa-IR"/>
        </w:rPr>
        <w:t>،</w:t>
      </w:r>
      <w:r w:rsidRPr="003E3506">
        <w:rPr>
          <w:rtl/>
          <w:lang w:bidi="fa-IR"/>
        </w:rPr>
        <w:t xml:space="preserve"> و آن را خيار تاخير گويند.</w:t>
      </w:r>
    </w:p>
    <w:p w:rsidR="003E3506" w:rsidRPr="003E3506" w:rsidRDefault="003E3506" w:rsidP="003E3506">
      <w:pPr>
        <w:pStyle w:val="libNormal"/>
        <w:rPr>
          <w:lang w:bidi="fa-IR"/>
        </w:rPr>
      </w:pPr>
      <w:r w:rsidRPr="003E3506">
        <w:rPr>
          <w:rtl/>
          <w:lang w:bidi="fa-IR"/>
        </w:rPr>
        <w:t>دهم كسى كه حيوانى را خريده تا سه روز مى تواند معامله را بهم بزند</w:t>
      </w:r>
      <w:r w:rsidR="000C4B14">
        <w:rPr>
          <w:rtl/>
          <w:lang w:bidi="fa-IR"/>
        </w:rPr>
        <w:t>،</w:t>
      </w:r>
      <w:r w:rsidRPr="003E3506">
        <w:rPr>
          <w:rtl/>
          <w:lang w:bidi="fa-IR"/>
        </w:rPr>
        <w:t xml:space="preserve"> و اگر در عوض چيزى كه فروخته حيوانى گرفته باشد</w:t>
      </w:r>
      <w:r w:rsidR="000C4B14">
        <w:rPr>
          <w:rtl/>
          <w:lang w:bidi="fa-IR"/>
        </w:rPr>
        <w:t>،</w:t>
      </w:r>
      <w:r w:rsidRPr="003E3506">
        <w:rPr>
          <w:rtl/>
          <w:lang w:bidi="fa-IR"/>
        </w:rPr>
        <w:t xml:space="preserve"> فروشنده تا سه روز مى تواند معامله را بهم بزند و آن را خيار حيوان گويند.</w:t>
      </w:r>
    </w:p>
    <w:p w:rsidR="003E3506" w:rsidRPr="003E3506" w:rsidRDefault="003E3506" w:rsidP="003E3506">
      <w:pPr>
        <w:pStyle w:val="libNormal"/>
        <w:rPr>
          <w:lang w:bidi="fa-IR"/>
        </w:rPr>
      </w:pPr>
      <w:r w:rsidRPr="003E3506">
        <w:rPr>
          <w:rtl/>
          <w:lang w:bidi="fa-IR"/>
        </w:rPr>
        <w:t>يازدهم فروشنده نتواند جنسى را كه فروخته تحويل دهد مثلا اسبى را كه فروخته فرار نمايد كه در اين صورت مى تواند معامله را بهم بزند و آن را خيار تعذر تسليم گويند و احكام اينها در مسايل آينده گفته خواهد شد.</w:t>
      </w:r>
    </w:p>
    <w:p w:rsidR="003E3506" w:rsidRPr="003E3506" w:rsidRDefault="003E3506" w:rsidP="003E3506">
      <w:pPr>
        <w:pStyle w:val="libNormal"/>
        <w:rPr>
          <w:lang w:bidi="fa-IR"/>
        </w:rPr>
      </w:pPr>
      <w:r w:rsidRPr="003E3506">
        <w:rPr>
          <w:rtl/>
          <w:lang w:bidi="fa-IR"/>
        </w:rPr>
        <w:lastRenderedPageBreak/>
        <w:t>٢١٣٣ - اگر خريدار قيمت جنس را نداند</w:t>
      </w:r>
      <w:r w:rsidR="000C4B14">
        <w:rPr>
          <w:rtl/>
          <w:lang w:bidi="fa-IR"/>
        </w:rPr>
        <w:t>،</w:t>
      </w:r>
      <w:r w:rsidRPr="003E3506">
        <w:rPr>
          <w:rtl/>
          <w:lang w:bidi="fa-IR"/>
        </w:rPr>
        <w:t xml:space="preserve"> يا در موقع معامله غفلت كند و جنس را گرانتر از قيمت معمولى آن بخرد</w:t>
      </w:r>
      <w:r w:rsidR="000C4B14">
        <w:rPr>
          <w:rtl/>
          <w:lang w:bidi="fa-IR"/>
        </w:rPr>
        <w:t>،</w:t>
      </w:r>
      <w:r w:rsidRPr="003E3506">
        <w:rPr>
          <w:rtl/>
          <w:lang w:bidi="fa-IR"/>
        </w:rPr>
        <w:t xml:space="preserve"> چنانچه به مقدار قابل توجهى گرانتر خريده باشد</w:t>
      </w:r>
      <w:r w:rsidR="000C4B14">
        <w:rPr>
          <w:rtl/>
          <w:lang w:bidi="fa-IR"/>
        </w:rPr>
        <w:t>،</w:t>
      </w:r>
      <w:r w:rsidRPr="003E3506">
        <w:rPr>
          <w:rtl/>
          <w:lang w:bidi="fa-IR"/>
        </w:rPr>
        <w:t xml:space="preserve"> مى تواند معامله را بهم بزند</w:t>
      </w:r>
      <w:r w:rsidR="000C4B14">
        <w:rPr>
          <w:rtl/>
          <w:lang w:bidi="fa-IR"/>
        </w:rPr>
        <w:t>،</w:t>
      </w:r>
      <w:r w:rsidRPr="003E3506">
        <w:rPr>
          <w:rtl/>
          <w:lang w:bidi="fa-IR"/>
        </w:rPr>
        <w:t xml:space="preserve"> البته به شرط آن كه مقدار تفاوت در حال بهم زدن معامله هم ثابت باشد</w:t>
      </w:r>
      <w:r w:rsidR="000C4B14">
        <w:rPr>
          <w:rtl/>
          <w:lang w:bidi="fa-IR"/>
        </w:rPr>
        <w:t>،</w:t>
      </w:r>
      <w:r w:rsidRPr="003E3506">
        <w:rPr>
          <w:rtl/>
          <w:lang w:bidi="fa-IR"/>
        </w:rPr>
        <w:t xml:space="preserve"> و گرنه معلوم نيست كه بتواند معامله را بهم بزند.</w:t>
      </w:r>
    </w:p>
    <w:p w:rsidR="003E3506" w:rsidRPr="003E3506" w:rsidRDefault="003E3506" w:rsidP="003E3506">
      <w:pPr>
        <w:pStyle w:val="libNormal"/>
        <w:rPr>
          <w:lang w:bidi="fa-IR"/>
        </w:rPr>
      </w:pPr>
      <w:r w:rsidRPr="003E3506">
        <w:rPr>
          <w:rtl/>
          <w:lang w:bidi="fa-IR"/>
        </w:rPr>
        <w:t>و نيز اگر فروشنده قيمت جنس را نداند</w:t>
      </w:r>
      <w:r w:rsidR="000C4B14">
        <w:rPr>
          <w:rtl/>
          <w:lang w:bidi="fa-IR"/>
        </w:rPr>
        <w:t>،</w:t>
      </w:r>
      <w:r w:rsidRPr="003E3506">
        <w:rPr>
          <w:rtl/>
          <w:lang w:bidi="fa-IR"/>
        </w:rPr>
        <w:t xml:space="preserve"> يا موقع معامله غفلت كند و جنس را ارزانتر از قيمت آن بفروشد در صورتى كه به مقدار قابل توجهى ارزانتر فروخته باشد</w:t>
      </w:r>
      <w:r w:rsidR="000C4B14">
        <w:rPr>
          <w:rtl/>
          <w:lang w:bidi="fa-IR"/>
        </w:rPr>
        <w:t>،</w:t>
      </w:r>
      <w:r w:rsidRPr="003E3506">
        <w:rPr>
          <w:rtl/>
          <w:lang w:bidi="fa-IR"/>
        </w:rPr>
        <w:t xml:space="preserve"> مى تواند به شرط گذشته معامله را بهم بزند.</w:t>
      </w:r>
    </w:p>
    <w:p w:rsidR="003E3506" w:rsidRPr="003E3506" w:rsidRDefault="003E3506" w:rsidP="003E3506">
      <w:pPr>
        <w:pStyle w:val="libNormal"/>
        <w:rPr>
          <w:lang w:bidi="fa-IR"/>
        </w:rPr>
      </w:pPr>
      <w:r w:rsidRPr="003E3506">
        <w:rPr>
          <w:rtl/>
          <w:lang w:bidi="fa-IR"/>
        </w:rPr>
        <w:t>٢١٣٤ - در معامله بيع شرط كه مثلا خانه صد هزار تومانى را به پنجاه هزار تومان مى فروشند</w:t>
      </w:r>
      <w:r w:rsidR="000C4B14">
        <w:rPr>
          <w:rtl/>
          <w:lang w:bidi="fa-IR"/>
        </w:rPr>
        <w:t>،</w:t>
      </w:r>
      <w:r w:rsidRPr="003E3506">
        <w:rPr>
          <w:rtl/>
          <w:lang w:bidi="fa-IR"/>
        </w:rPr>
        <w:t xml:space="preserve"> و قرار مى گذارند كه اگر فروشنده سر مدت پول را بدهد بتواند معامله را بهم بزند</w:t>
      </w:r>
      <w:r w:rsidR="000C4B14">
        <w:rPr>
          <w:rtl/>
          <w:lang w:bidi="fa-IR"/>
        </w:rPr>
        <w:t>،</w:t>
      </w:r>
      <w:r w:rsidRPr="003E3506">
        <w:rPr>
          <w:rtl/>
          <w:lang w:bidi="fa-IR"/>
        </w:rPr>
        <w:t xml:space="preserve"> در صورتى كه خريدار و فروشنده قصد خريد و فروش داشته باشند معامله صحيح است</w:t>
      </w:r>
      <w:r w:rsidR="000C4B14">
        <w:rPr>
          <w:rtl/>
          <w:lang w:bidi="fa-IR"/>
        </w:rPr>
        <w:t>.</w:t>
      </w:r>
    </w:p>
    <w:p w:rsidR="003E3506" w:rsidRPr="003E3506" w:rsidRDefault="003E3506" w:rsidP="003E3506">
      <w:pPr>
        <w:pStyle w:val="libNormal"/>
        <w:rPr>
          <w:lang w:bidi="fa-IR"/>
        </w:rPr>
      </w:pPr>
      <w:r w:rsidRPr="003E3506">
        <w:rPr>
          <w:rtl/>
          <w:lang w:bidi="fa-IR"/>
        </w:rPr>
        <w:t>٢١٣٥ - در معامله بيع شرط اگر چه فروشنده اطمينان داشته باشد كه هرگاه سر مدت پول را ندهد</w:t>
      </w:r>
      <w:r w:rsidR="000C4B14">
        <w:rPr>
          <w:rtl/>
          <w:lang w:bidi="fa-IR"/>
        </w:rPr>
        <w:t>،</w:t>
      </w:r>
      <w:r w:rsidRPr="003E3506">
        <w:rPr>
          <w:rtl/>
          <w:lang w:bidi="fa-IR"/>
        </w:rPr>
        <w:t xml:space="preserve"> خريدار ملك را به او مى دهد معامله صحيح است ولى اگر سر مدت پول را ندهد</w:t>
      </w:r>
      <w:r w:rsidR="000C4B14">
        <w:rPr>
          <w:rtl/>
          <w:lang w:bidi="fa-IR"/>
        </w:rPr>
        <w:t>،</w:t>
      </w:r>
      <w:r w:rsidRPr="003E3506">
        <w:rPr>
          <w:rtl/>
          <w:lang w:bidi="fa-IR"/>
        </w:rPr>
        <w:t xml:space="preserve"> حق ندارد ملك را از خريدار مطالبه كند و اگر خريدار بميرد</w:t>
      </w:r>
      <w:r w:rsidR="000C4B14">
        <w:rPr>
          <w:rtl/>
          <w:lang w:bidi="fa-IR"/>
        </w:rPr>
        <w:t>،</w:t>
      </w:r>
      <w:r w:rsidRPr="003E3506">
        <w:rPr>
          <w:rtl/>
          <w:lang w:bidi="fa-IR"/>
        </w:rPr>
        <w:t xml:space="preserve"> نمى تواند ملك را از ورثه او مطالبه نمايد.</w:t>
      </w:r>
    </w:p>
    <w:p w:rsidR="003E3506" w:rsidRPr="003E3506" w:rsidRDefault="003E3506" w:rsidP="003E3506">
      <w:pPr>
        <w:pStyle w:val="libNormal"/>
        <w:rPr>
          <w:lang w:bidi="fa-IR"/>
        </w:rPr>
      </w:pPr>
      <w:r w:rsidRPr="003E3506">
        <w:rPr>
          <w:rtl/>
          <w:lang w:bidi="fa-IR"/>
        </w:rPr>
        <w:t>٢١٣٦ - اگر چاى اعلا را با چاى پست مخلوط كند و به اسم چاى اعلا بفروشد</w:t>
      </w:r>
      <w:r w:rsidR="000C4B14">
        <w:rPr>
          <w:rtl/>
          <w:lang w:bidi="fa-IR"/>
        </w:rPr>
        <w:t>،</w:t>
      </w:r>
      <w:r w:rsidRPr="003E3506">
        <w:rPr>
          <w:rtl/>
          <w:lang w:bidi="fa-IR"/>
        </w:rPr>
        <w:t xml:space="preserve"> مشترى مى تواند معامله را بهم بزند.</w:t>
      </w:r>
    </w:p>
    <w:p w:rsidR="003E3506" w:rsidRPr="003E3506" w:rsidRDefault="003E3506" w:rsidP="003E3506">
      <w:pPr>
        <w:pStyle w:val="libNormal"/>
        <w:rPr>
          <w:lang w:bidi="fa-IR"/>
        </w:rPr>
      </w:pPr>
      <w:r w:rsidRPr="003E3506">
        <w:rPr>
          <w:rtl/>
          <w:lang w:bidi="fa-IR"/>
        </w:rPr>
        <w:t>٢١٣٧ - اگر خريدار بفهمد مال معينى را كه خريده عيبى دارد مثلا حيوانى را بخرد و بفهمد كه يك چشم آن كور است</w:t>
      </w:r>
      <w:r w:rsidR="000C4B14">
        <w:rPr>
          <w:rtl/>
          <w:lang w:bidi="fa-IR"/>
        </w:rPr>
        <w:t>،</w:t>
      </w:r>
      <w:r w:rsidRPr="003E3506">
        <w:rPr>
          <w:rtl/>
          <w:lang w:bidi="fa-IR"/>
        </w:rPr>
        <w:t xml:space="preserve"> چنانچه آن عيب پيش از معامله در مال بوده و او نمى دانسته</w:t>
      </w:r>
      <w:r w:rsidR="000C4B14">
        <w:rPr>
          <w:rtl/>
          <w:lang w:bidi="fa-IR"/>
        </w:rPr>
        <w:t>،</w:t>
      </w:r>
      <w:r w:rsidRPr="003E3506">
        <w:rPr>
          <w:rtl/>
          <w:lang w:bidi="fa-IR"/>
        </w:rPr>
        <w:t xml:space="preserve"> مى تواند معامله را بهم زده و آن مال را به فروشنده برگرداند و چنانچه برگرداندن ممكن نباشد</w:t>
      </w:r>
      <w:r w:rsidR="000C4B14">
        <w:rPr>
          <w:rtl/>
          <w:lang w:bidi="fa-IR"/>
        </w:rPr>
        <w:t>،</w:t>
      </w:r>
      <w:r w:rsidRPr="003E3506">
        <w:rPr>
          <w:rtl/>
          <w:lang w:bidi="fa-IR"/>
        </w:rPr>
        <w:t xml:space="preserve"> مثلا در آن مال تغييرى حاصل شده يا تصرفى كه مانع از رد است نموده باشد</w:t>
      </w:r>
      <w:r w:rsidR="000C4B14">
        <w:rPr>
          <w:rtl/>
          <w:lang w:bidi="fa-IR"/>
        </w:rPr>
        <w:t>،</w:t>
      </w:r>
      <w:r w:rsidRPr="003E3506">
        <w:rPr>
          <w:rtl/>
          <w:lang w:bidi="fa-IR"/>
        </w:rPr>
        <w:t xml:space="preserve"> در اين صورت فرق قيمت سالم و معيوب آن را معين كند و به نسبت تفاوت قيمت سالم و معيوب از پولى كه به فروشنده داده پس بگيرد</w:t>
      </w:r>
      <w:r w:rsidR="000C4B14">
        <w:rPr>
          <w:rtl/>
          <w:lang w:bidi="fa-IR"/>
        </w:rPr>
        <w:t>،</w:t>
      </w:r>
      <w:r w:rsidRPr="003E3506">
        <w:rPr>
          <w:rtl/>
          <w:lang w:bidi="fa-IR"/>
        </w:rPr>
        <w:t xml:space="preserve"> مثلا مالى را كه به چهار تومان خريده اگر بفهمد معيوب است</w:t>
      </w:r>
      <w:r w:rsidR="000C4B14">
        <w:rPr>
          <w:rtl/>
          <w:lang w:bidi="fa-IR"/>
        </w:rPr>
        <w:t>،</w:t>
      </w:r>
      <w:r w:rsidRPr="003E3506">
        <w:rPr>
          <w:rtl/>
          <w:lang w:bidi="fa-IR"/>
        </w:rPr>
        <w:t xml:space="preserve"> در </w:t>
      </w:r>
      <w:r w:rsidRPr="003E3506">
        <w:rPr>
          <w:rtl/>
          <w:lang w:bidi="fa-IR"/>
        </w:rPr>
        <w:lastRenderedPageBreak/>
        <w:t>صورتى كه قيمت سالم آن هشت تومان و قيمت معيوب آن شش تومان باشد</w:t>
      </w:r>
      <w:r w:rsidR="000C4B14">
        <w:rPr>
          <w:rtl/>
          <w:lang w:bidi="fa-IR"/>
        </w:rPr>
        <w:t>،</w:t>
      </w:r>
      <w:r w:rsidRPr="003E3506">
        <w:rPr>
          <w:rtl/>
          <w:lang w:bidi="fa-IR"/>
        </w:rPr>
        <w:t xml:space="preserve"> چون فرق قيمت سالم و معيوب يك چهارم مى باشد</w:t>
      </w:r>
      <w:r w:rsidR="000C4B14">
        <w:rPr>
          <w:rtl/>
          <w:lang w:bidi="fa-IR"/>
        </w:rPr>
        <w:t>،</w:t>
      </w:r>
      <w:r w:rsidRPr="003E3506">
        <w:rPr>
          <w:rtl/>
          <w:lang w:bidi="fa-IR"/>
        </w:rPr>
        <w:t xml:space="preserve"> مى تواند يك چهارم پولى را كه داده يعنى يك تومان از فروشنده بگيرد.</w:t>
      </w:r>
    </w:p>
    <w:p w:rsidR="003E3506" w:rsidRPr="003E3506" w:rsidRDefault="003E3506" w:rsidP="003E3506">
      <w:pPr>
        <w:pStyle w:val="libNormal"/>
        <w:rPr>
          <w:lang w:bidi="fa-IR"/>
        </w:rPr>
      </w:pPr>
      <w:r w:rsidRPr="003E3506">
        <w:rPr>
          <w:rtl/>
          <w:lang w:bidi="fa-IR"/>
        </w:rPr>
        <w:t>٢١٣٨ - اگر فروشنده بفهمد در عوض معينى كه مالش را به آن فروخته عيبى هست</w:t>
      </w:r>
      <w:r w:rsidR="000C4B14">
        <w:rPr>
          <w:rtl/>
          <w:lang w:bidi="fa-IR"/>
        </w:rPr>
        <w:t>،</w:t>
      </w:r>
      <w:r w:rsidRPr="003E3506">
        <w:rPr>
          <w:rtl/>
          <w:lang w:bidi="fa-IR"/>
        </w:rPr>
        <w:t xml:space="preserve"> چنانچه آن عيب پيش از معامله در عوض بوده و او نمى دانسته مى تواند معامله را بهم زده و آن عوض را به صاحبش برگرداند</w:t>
      </w:r>
      <w:r w:rsidR="000C4B14">
        <w:rPr>
          <w:rtl/>
          <w:lang w:bidi="fa-IR"/>
        </w:rPr>
        <w:t>،</w:t>
      </w:r>
      <w:r w:rsidRPr="003E3506">
        <w:rPr>
          <w:rtl/>
          <w:lang w:bidi="fa-IR"/>
        </w:rPr>
        <w:t xml:space="preserve"> و چنانچه از جهت تغيير يا تصرف نتواند برگرداند مى تواند تفاوت قيمت سالم و معيوب را به دستورى كه در مساله پيش گفه شد بگيرد.</w:t>
      </w:r>
    </w:p>
    <w:p w:rsidR="003E3506" w:rsidRPr="003E3506" w:rsidRDefault="003E3506" w:rsidP="003E3506">
      <w:pPr>
        <w:pStyle w:val="libNormal"/>
        <w:rPr>
          <w:lang w:bidi="fa-IR"/>
        </w:rPr>
      </w:pPr>
      <w:r w:rsidRPr="003E3506">
        <w:rPr>
          <w:rtl/>
          <w:lang w:bidi="fa-IR"/>
        </w:rPr>
        <w:t>٢١٣٩ - اگر بعد از معامله و پيش از تحويل دادن مال عيبى در آن پيدا شود</w:t>
      </w:r>
      <w:r w:rsidR="000C4B14">
        <w:rPr>
          <w:rtl/>
          <w:lang w:bidi="fa-IR"/>
        </w:rPr>
        <w:t>،</w:t>
      </w:r>
      <w:r w:rsidRPr="003E3506">
        <w:rPr>
          <w:rtl/>
          <w:lang w:bidi="fa-IR"/>
        </w:rPr>
        <w:t xml:space="preserve"> خريدار مى تواند معامله را بهم بزند</w:t>
      </w:r>
      <w:r w:rsidR="000C4B14">
        <w:rPr>
          <w:rtl/>
          <w:lang w:bidi="fa-IR"/>
        </w:rPr>
        <w:t>،</w:t>
      </w:r>
      <w:r w:rsidRPr="003E3506">
        <w:rPr>
          <w:rtl/>
          <w:lang w:bidi="fa-IR"/>
        </w:rPr>
        <w:t xml:space="preserve"> و نيز اگر در عوض مال بعد از معامله و پيش از تحويل دادن</w:t>
      </w:r>
      <w:r w:rsidR="000C4B14">
        <w:rPr>
          <w:rtl/>
          <w:lang w:bidi="fa-IR"/>
        </w:rPr>
        <w:t>،</w:t>
      </w:r>
      <w:r w:rsidRPr="003E3506">
        <w:rPr>
          <w:rtl/>
          <w:lang w:bidi="fa-IR"/>
        </w:rPr>
        <w:t xml:space="preserve"> عيبى پيدا شود</w:t>
      </w:r>
      <w:r w:rsidR="000C4B14">
        <w:rPr>
          <w:rtl/>
          <w:lang w:bidi="fa-IR"/>
        </w:rPr>
        <w:t>،</w:t>
      </w:r>
      <w:r w:rsidRPr="003E3506">
        <w:rPr>
          <w:rtl/>
          <w:lang w:bidi="fa-IR"/>
        </w:rPr>
        <w:t xml:space="preserve"> فروشنده مى تواند معامله را بهم بزند</w:t>
      </w:r>
      <w:r w:rsidR="000C4B14">
        <w:rPr>
          <w:rtl/>
          <w:lang w:bidi="fa-IR"/>
        </w:rPr>
        <w:t>،</w:t>
      </w:r>
      <w:r w:rsidRPr="003E3506">
        <w:rPr>
          <w:rtl/>
          <w:lang w:bidi="fa-IR"/>
        </w:rPr>
        <w:t xml:space="preserve"> و اگر بخواهند تفاوت قيمت بگيرند در صورت عدم امكان رد جايز است</w:t>
      </w:r>
      <w:r w:rsidR="000C4B14">
        <w:rPr>
          <w:rtl/>
          <w:lang w:bidi="fa-IR"/>
        </w:rPr>
        <w:t>.</w:t>
      </w:r>
    </w:p>
    <w:p w:rsidR="003E3506" w:rsidRPr="003E3506" w:rsidRDefault="003E3506" w:rsidP="003E3506">
      <w:pPr>
        <w:pStyle w:val="libNormal"/>
        <w:rPr>
          <w:lang w:bidi="fa-IR"/>
        </w:rPr>
      </w:pPr>
      <w:r w:rsidRPr="003E3506">
        <w:rPr>
          <w:rtl/>
          <w:lang w:bidi="fa-IR"/>
        </w:rPr>
        <w:t>٢١٤٠ - اگر بعد از معامله عيب مال را بفهمد چنانچه بخواهد بايد فورا معامله را بهم بزند</w:t>
      </w:r>
      <w:r w:rsidR="000C4B14">
        <w:rPr>
          <w:rtl/>
          <w:lang w:bidi="fa-IR"/>
        </w:rPr>
        <w:t>،</w:t>
      </w:r>
      <w:r w:rsidRPr="003E3506">
        <w:rPr>
          <w:rtl/>
          <w:lang w:bidi="fa-IR"/>
        </w:rPr>
        <w:t xml:space="preserve"> و اگر بيش از مقدار معمول - با در نظر گرفتن اختلاف موارد - تاخير بيندازد ديگر نمى تواند معامله را بهم بزند.</w:t>
      </w:r>
    </w:p>
    <w:p w:rsidR="003E3506" w:rsidRPr="003E3506" w:rsidRDefault="003E3506" w:rsidP="003E3506">
      <w:pPr>
        <w:pStyle w:val="libNormal"/>
        <w:rPr>
          <w:lang w:bidi="fa-IR"/>
        </w:rPr>
      </w:pPr>
      <w:r w:rsidRPr="003E3506">
        <w:rPr>
          <w:rtl/>
          <w:lang w:bidi="fa-IR"/>
        </w:rPr>
        <w:t>٢١٤١ - هر گاه بعد از خريدن جنس عيب آن را بفهمد</w:t>
      </w:r>
      <w:r w:rsidR="000C4B14">
        <w:rPr>
          <w:rtl/>
          <w:lang w:bidi="fa-IR"/>
        </w:rPr>
        <w:t>،</w:t>
      </w:r>
      <w:r w:rsidRPr="003E3506">
        <w:rPr>
          <w:rtl/>
          <w:lang w:bidi="fa-IR"/>
        </w:rPr>
        <w:t xml:space="preserve"> اگر چه فروشنده حاضر نباشد</w:t>
      </w:r>
      <w:r w:rsidR="000C4B14">
        <w:rPr>
          <w:rtl/>
          <w:lang w:bidi="fa-IR"/>
        </w:rPr>
        <w:t>،</w:t>
      </w:r>
      <w:r w:rsidRPr="003E3506">
        <w:rPr>
          <w:rtl/>
          <w:lang w:bidi="fa-IR"/>
        </w:rPr>
        <w:t xml:space="preserve"> مى تواند معامله را بهم بزند</w:t>
      </w:r>
      <w:r w:rsidR="000C4B14">
        <w:rPr>
          <w:rtl/>
          <w:lang w:bidi="fa-IR"/>
        </w:rPr>
        <w:t>،</w:t>
      </w:r>
      <w:r w:rsidRPr="003E3506">
        <w:rPr>
          <w:rtl/>
          <w:lang w:bidi="fa-IR"/>
        </w:rPr>
        <w:t xml:space="preserve"> و هم چنين است حكم در ساير خيارات</w:t>
      </w:r>
      <w:r w:rsidR="000C4B14">
        <w:rPr>
          <w:rtl/>
          <w:lang w:bidi="fa-IR"/>
        </w:rPr>
        <w:t>.</w:t>
      </w:r>
    </w:p>
    <w:p w:rsidR="003E3506" w:rsidRPr="003E3506" w:rsidRDefault="003E3506" w:rsidP="003E3506">
      <w:pPr>
        <w:pStyle w:val="libNormal"/>
        <w:rPr>
          <w:lang w:bidi="fa-IR"/>
        </w:rPr>
      </w:pPr>
      <w:r w:rsidRPr="003E3506">
        <w:rPr>
          <w:rtl/>
          <w:lang w:bidi="fa-IR"/>
        </w:rPr>
        <w:t>٢١٤٢ - در چهار صورت خريدار به واسطه عيبى كه در مال است نمى تواند معامله را بهم بزند</w:t>
      </w:r>
      <w:r w:rsidR="000C4B14">
        <w:rPr>
          <w:rtl/>
          <w:lang w:bidi="fa-IR"/>
        </w:rPr>
        <w:t>،</w:t>
      </w:r>
      <w:r w:rsidRPr="003E3506">
        <w:rPr>
          <w:rtl/>
          <w:lang w:bidi="fa-IR"/>
        </w:rPr>
        <w:t xml:space="preserve"> يا تفاوت قيمت بگيرد</w:t>
      </w:r>
      <w:r w:rsidR="00553569">
        <w:rPr>
          <w:rtl/>
          <w:lang w:bidi="fa-IR"/>
        </w:rPr>
        <w:t>:</w:t>
      </w:r>
      <w:r w:rsidRPr="003E3506">
        <w:rPr>
          <w:rtl/>
          <w:lang w:bidi="fa-IR"/>
        </w:rPr>
        <w:t xml:space="preserve"> اول آن كه موقع خريدن عيب مال را بداند.</w:t>
      </w:r>
    </w:p>
    <w:p w:rsidR="003E3506" w:rsidRPr="003E3506" w:rsidRDefault="003E3506" w:rsidP="003E3506">
      <w:pPr>
        <w:pStyle w:val="libNormal"/>
        <w:rPr>
          <w:lang w:bidi="fa-IR"/>
        </w:rPr>
      </w:pPr>
      <w:r w:rsidRPr="003E3506">
        <w:rPr>
          <w:rtl/>
          <w:lang w:bidi="fa-IR"/>
        </w:rPr>
        <w:t>دوم آن كه به عيب مال راضى شود.</w:t>
      </w:r>
    </w:p>
    <w:p w:rsidR="003E3506" w:rsidRPr="003E3506" w:rsidRDefault="003E3506" w:rsidP="003E3506">
      <w:pPr>
        <w:pStyle w:val="libNormal"/>
        <w:rPr>
          <w:lang w:bidi="fa-IR"/>
        </w:rPr>
      </w:pPr>
      <w:r w:rsidRPr="003E3506">
        <w:rPr>
          <w:rtl/>
          <w:lang w:bidi="fa-IR"/>
        </w:rPr>
        <w:t>سوم آن كه در وقت معامله بگويد</w:t>
      </w:r>
      <w:r w:rsidR="00553569">
        <w:rPr>
          <w:rtl/>
          <w:lang w:bidi="fa-IR"/>
        </w:rPr>
        <w:t>:</w:t>
      </w:r>
      <w:r w:rsidRPr="003E3506">
        <w:rPr>
          <w:rtl/>
          <w:lang w:bidi="fa-IR"/>
        </w:rPr>
        <w:t xml:space="preserve"> اگر مال عيبى داشته باشد</w:t>
      </w:r>
      <w:r w:rsidR="000C4B14">
        <w:rPr>
          <w:rtl/>
          <w:lang w:bidi="fa-IR"/>
        </w:rPr>
        <w:t>،</w:t>
      </w:r>
      <w:r w:rsidRPr="003E3506">
        <w:rPr>
          <w:rtl/>
          <w:lang w:bidi="fa-IR"/>
        </w:rPr>
        <w:t xml:space="preserve"> پس نمى دهم و تفاوت قيمت هم نمى گيرم</w:t>
      </w:r>
      <w:r w:rsidR="000C4B14">
        <w:rPr>
          <w:rtl/>
          <w:lang w:bidi="fa-IR"/>
        </w:rPr>
        <w:t>.</w:t>
      </w:r>
    </w:p>
    <w:p w:rsidR="003E3506" w:rsidRPr="003E3506" w:rsidRDefault="003E3506" w:rsidP="003E3506">
      <w:pPr>
        <w:pStyle w:val="libNormal"/>
        <w:rPr>
          <w:lang w:bidi="fa-IR"/>
        </w:rPr>
      </w:pPr>
      <w:r w:rsidRPr="003E3506">
        <w:rPr>
          <w:rtl/>
          <w:lang w:bidi="fa-IR"/>
        </w:rPr>
        <w:lastRenderedPageBreak/>
        <w:t>چهارم آن كه فروشنده در وقت معامله بگويد اين مال را با هر عيبى كه دارد مى فروشم ولى اگر عيبى را معين كند و بگويد مال را با اين عيب مى فروشم و معلوم شود عيب ديگرى هم دارد</w:t>
      </w:r>
      <w:r w:rsidR="000C4B14">
        <w:rPr>
          <w:rtl/>
          <w:lang w:bidi="fa-IR"/>
        </w:rPr>
        <w:t>،</w:t>
      </w:r>
      <w:r w:rsidRPr="003E3506">
        <w:rPr>
          <w:rtl/>
          <w:lang w:bidi="fa-IR"/>
        </w:rPr>
        <w:t xml:space="preserve"> خريدار مى تواند براى عيبى كه فروشنده معين نكرده مال را پس دهد</w:t>
      </w:r>
      <w:r w:rsidR="000C4B14">
        <w:rPr>
          <w:rtl/>
          <w:lang w:bidi="fa-IR"/>
        </w:rPr>
        <w:t>،</w:t>
      </w:r>
      <w:r w:rsidRPr="003E3506">
        <w:rPr>
          <w:rtl/>
          <w:lang w:bidi="fa-IR"/>
        </w:rPr>
        <w:t xml:space="preserve"> و در صورتى كه نتواند پس دهد تفاوت قيمت بگيرد.</w:t>
      </w:r>
    </w:p>
    <w:p w:rsidR="003E3506" w:rsidRPr="003E3506" w:rsidRDefault="003E3506" w:rsidP="003E3506">
      <w:pPr>
        <w:pStyle w:val="libNormal"/>
        <w:rPr>
          <w:lang w:bidi="fa-IR"/>
        </w:rPr>
      </w:pPr>
      <w:r w:rsidRPr="003E3506">
        <w:rPr>
          <w:rtl/>
          <w:lang w:bidi="fa-IR"/>
        </w:rPr>
        <w:t>٢١٤٣ - اگر خريدار بفهمد مال عيبى دارد</w:t>
      </w:r>
      <w:r w:rsidR="000C4B14">
        <w:rPr>
          <w:rtl/>
          <w:lang w:bidi="fa-IR"/>
        </w:rPr>
        <w:t>،</w:t>
      </w:r>
      <w:r w:rsidRPr="003E3506">
        <w:rPr>
          <w:rtl/>
          <w:lang w:bidi="fa-IR"/>
        </w:rPr>
        <w:t xml:space="preserve"> و پس از تحويل گرفتن مال عيب ديگرى در آن پيدا شود نمى تواند معامله را بهم بزند</w:t>
      </w:r>
      <w:r w:rsidR="000C4B14">
        <w:rPr>
          <w:rtl/>
          <w:lang w:bidi="fa-IR"/>
        </w:rPr>
        <w:t>،</w:t>
      </w:r>
      <w:r w:rsidRPr="003E3506">
        <w:rPr>
          <w:rtl/>
          <w:lang w:bidi="fa-IR"/>
        </w:rPr>
        <w:t xml:space="preserve"> ولى مى تواند تفاوت قيمت سالم و معيوب را بگيرد</w:t>
      </w:r>
      <w:r w:rsidR="000C4B14">
        <w:rPr>
          <w:rtl/>
          <w:lang w:bidi="fa-IR"/>
        </w:rPr>
        <w:t>،</w:t>
      </w:r>
      <w:r w:rsidRPr="003E3506">
        <w:rPr>
          <w:rtl/>
          <w:lang w:bidi="fa-IR"/>
        </w:rPr>
        <w:t xml:space="preserve"> ولى اگر حيوان معيوبى را بخرد و پيش از گذشتن زمان خيار كه سه روز است عيب ديگرى پيدا كند اگر چه آن را تحويل گرفته باشد باز هم مى تواند آن را پس دهد</w:t>
      </w:r>
      <w:r w:rsidR="000C4B14">
        <w:rPr>
          <w:rtl/>
          <w:lang w:bidi="fa-IR"/>
        </w:rPr>
        <w:t>،</w:t>
      </w:r>
      <w:r w:rsidRPr="003E3506">
        <w:rPr>
          <w:rtl/>
          <w:lang w:bidi="fa-IR"/>
        </w:rPr>
        <w:t xml:space="preserve"> و نيز اگر فقط خريدار تا مدتى حق بهم زدن معامله را داشته باشد و در آن مدت مال عيب ديگرى پيدا كند</w:t>
      </w:r>
      <w:r w:rsidR="000C4B14">
        <w:rPr>
          <w:rtl/>
          <w:lang w:bidi="fa-IR"/>
        </w:rPr>
        <w:t>،</w:t>
      </w:r>
      <w:r w:rsidRPr="003E3506">
        <w:rPr>
          <w:rtl/>
          <w:lang w:bidi="fa-IR"/>
        </w:rPr>
        <w:t xml:space="preserve"> اگر چه آن را تحويل گرفته باشد</w:t>
      </w:r>
      <w:r w:rsidR="000C4B14">
        <w:rPr>
          <w:rtl/>
          <w:lang w:bidi="fa-IR"/>
        </w:rPr>
        <w:t>،</w:t>
      </w:r>
      <w:r w:rsidRPr="003E3506">
        <w:rPr>
          <w:rtl/>
          <w:lang w:bidi="fa-IR"/>
        </w:rPr>
        <w:t xml:space="preserve"> مى تواند معامله را بهم بزند.</w:t>
      </w:r>
    </w:p>
    <w:p w:rsidR="003E3506" w:rsidRPr="003E3506" w:rsidRDefault="003E3506" w:rsidP="003E3506">
      <w:pPr>
        <w:pStyle w:val="libNormal"/>
        <w:rPr>
          <w:lang w:bidi="fa-IR"/>
        </w:rPr>
      </w:pPr>
      <w:r w:rsidRPr="003E3506">
        <w:rPr>
          <w:rtl/>
          <w:lang w:bidi="fa-IR"/>
        </w:rPr>
        <w:t>٢١٤٤ - اگر انسان مالى داشته باشد كه خودش آن را نديده و ديگرى خصوصيات آن را براى او گفته باشد</w:t>
      </w:r>
      <w:r w:rsidR="000C4B14">
        <w:rPr>
          <w:rtl/>
          <w:lang w:bidi="fa-IR"/>
        </w:rPr>
        <w:t>،</w:t>
      </w:r>
      <w:r w:rsidRPr="003E3506">
        <w:rPr>
          <w:rtl/>
          <w:lang w:bidi="fa-IR"/>
        </w:rPr>
        <w:t xml:space="preserve"> چنانچه او همان خصوصيات را به مشترى بگويد و آن را بفروشد و بعد از فروش بفهمد كه بهتر از آن بوده مى تواند معامله را بهم بزند.</w:t>
      </w:r>
    </w:p>
    <w:p w:rsidR="003E3506" w:rsidRDefault="00605FAB" w:rsidP="00954472">
      <w:pPr>
        <w:pStyle w:val="Heading3"/>
        <w:rPr>
          <w:rtl/>
          <w:lang w:bidi="fa-IR"/>
        </w:rPr>
      </w:pPr>
      <w:bookmarkStart w:id="234" w:name="_Toc24454657"/>
      <w:r>
        <w:rPr>
          <w:rtl/>
          <w:lang w:bidi="fa-IR"/>
        </w:rPr>
        <w:t>(</w:t>
      </w:r>
      <w:r w:rsidR="003E3506" w:rsidRPr="003E3506">
        <w:rPr>
          <w:rtl/>
          <w:lang w:bidi="fa-IR"/>
        </w:rPr>
        <w:t>مسايل متفرقه</w:t>
      </w:r>
      <w:r>
        <w:rPr>
          <w:rtl/>
          <w:lang w:bidi="fa-IR"/>
        </w:rPr>
        <w:t>)</w:t>
      </w:r>
      <w:bookmarkEnd w:id="234"/>
    </w:p>
    <w:p w:rsidR="003E3506" w:rsidRPr="003E3506" w:rsidRDefault="003E3506" w:rsidP="003E3506">
      <w:pPr>
        <w:pStyle w:val="libNormal"/>
        <w:rPr>
          <w:lang w:bidi="fa-IR"/>
        </w:rPr>
      </w:pPr>
      <w:r w:rsidRPr="003E3506">
        <w:rPr>
          <w:rtl/>
          <w:lang w:bidi="fa-IR"/>
        </w:rPr>
        <w:t>٢١٤٥ - اگر فروشنده قيمت خريد جنس را به مشترى بگويد بايد تمام چيزهايى را كه به واسطه آنها قيمت مال كم يا زياد مى شود بگويد اگر چه به همان قيمت يا كمتر از آن بفروشد</w:t>
      </w:r>
      <w:r w:rsidR="000C4B14">
        <w:rPr>
          <w:rtl/>
          <w:lang w:bidi="fa-IR"/>
        </w:rPr>
        <w:t>،</w:t>
      </w:r>
      <w:r w:rsidRPr="003E3506">
        <w:rPr>
          <w:rtl/>
          <w:lang w:bidi="fa-IR"/>
        </w:rPr>
        <w:t xml:space="preserve"> مثلا بايد بگويد كه نقد خريده است يا نسيه</w:t>
      </w:r>
      <w:r w:rsidR="000C4B14">
        <w:rPr>
          <w:rtl/>
          <w:lang w:bidi="fa-IR"/>
        </w:rPr>
        <w:t>،</w:t>
      </w:r>
      <w:r w:rsidRPr="003E3506">
        <w:rPr>
          <w:rtl/>
          <w:lang w:bidi="fa-IR"/>
        </w:rPr>
        <w:t xml:space="preserve"> و چنانچه بعضى از آن خصوصيات را نگويد</w:t>
      </w:r>
      <w:r w:rsidR="000C4B14">
        <w:rPr>
          <w:rtl/>
          <w:lang w:bidi="fa-IR"/>
        </w:rPr>
        <w:t>،</w:t>
      </w:r>
      <w:r w:rsidRPr="003E3506">
        <w:rPr>
          <w:rtl/>
          <w:lang w:bidi="fa-IR"/>
        </w:rPr>
        <w:t xml:space="preserve"> و بعدا مشترى بفهمد مى تواند معامله را بهم بزند</w:t>
      </w:r>
      <w:r w:rsidR="000C4B14">
        <w:rPr>
          <w:rtl/>
          <w:lang w:bidi="fa-IR"/>
        </w:rPr>
        <w:t>.</w:t>
      </w:r>
    </w:p>
    <w:p w:rsidR="003E3506" w:rsidRPr="003E3506" w:rsidRDefault="003E3506" w:rsidP="003E3506">
      <w:pPr>
        <w:pStyle w:val="libNormal"/>
        <w:rPr>
          <w:lang w:bidi="fa-IR"/>
        </w:rPr>
      </w:pPr>
      <w:r w:rsidRPr="003E3506">
        <w:rPr>
          <w:rtl/>
          <w:lang w:bidi="fa-IR"/>
        </w:rPr>
        <w:t>٢١٤٦ - اگر انسان جنسى را به كسى بدهد و قيمت آن را معين كند و بگويد اين جنس را به اين قيمت به فروش و هر چه زيادتر فروختى اجرت فروشت باشد</w:t>
      </w:r>
      <w:r w:rsidR="000C4B14">
        <w:rPr>
          <w:rtl/>
          <w:lang w:bidi="fa-IR"/>
        </w:rPr>
        <w:t>،</w:t>
      </w:r>
      <w:r w:rsidRPr="003E3506">
        <w:rPr>
          <w:rtl/>
          <w:lang w:bidi="fa-IR"/>
        </w:rPr>
        <w:t xml:space="preserve"> هر چه زيادتر از آن قيمت بفروشد مال صاحب مال است</w:t>
      </w:r>
      <w:r w:rsidR="000C4B14">
        <w:rPr>
          <w:rtl/>
          <w:lang w:bidi="fa-IR"/>
        </w:rPr>
        <w:t>.</w:t>
      </w:r>
    </w:p>
    <w:p w:rsidR="003E3506" w:rsidRPr="003E3506" w:rsidRDefault="003E3506" w:rsidP="003E3506">
      <w:pPr>
        <w:pStyle w:val="libNormal"/>
        <w:rPr>
          <w:lang w:bidi="fa-IR"/>
        </w:rPr>
      </w:pPr>
      <w:r w:rsidRPr="003E3506">
        <w:rPr>
          <w:rtl/>
          <w:lang w:bidi="fa-IR"/>
        </w:rPr>
        <w:t>و فروشنده فقط مى تواند مزد زحمت خود را از صاحب مال بگيرد.</w:t>
      </w:r>
    </w:p>
    <w:p w:rsidR="003E3506" w:rsidRPr="003E3506" w:rsidRDefault="003E3506" w:rsidP="003E3506">
      <w:pPr>
        <w:pStyle w:val="libNormal"/>
        <w:rPr>
          <w:lang w:bidi="fa-IR"/>
        </w:rPr>
      </w:pPr>
      <w:r w:rsidRPr="003E3506">
        <w:rPr>
          <w:rtl/>
          <w:lang w:bidi="fa-IR"/>
        </w:rPr>
        <w:lastRenderedPageBreak/>
        <w:t>ولى اگر به طور جعاله باشد</w:t>
      </w:r>
      <w:r w:rsidR="000C4B14">
        <w:rPr>
          <w:rtl/>
          <w:lang w:bidi="fa-IR"/>
        </w:rPr>
        <w:t>،</w:t>
      </w:r>
      <w:r w:rsidRPr="003E3506">
        <w:rPr>
          <w:rtl/>
          <w:lang w:bidi="fa-IR"/>
        </w:rPr>
        <w:t xml:space="preserve"> و بگويد اين جنس را به زيادتر از آن قيمت اگر فروختى زيادى مال خودت باشد اشكال ندارد.</w:t>
      </w:r>
    </w:p>
    <w:p w:rsidR="003E3506" w:rsidRPr="003E3506" w:rsidRDefault="003E3506" w:rsidP="003E3506">
      <w:pPr>
        <w:pStyle w:val="libNormal"/>
        <w:rPr>
          <w:lang w:bidi="fa-IR"/>
        </w:rPr>
      </w:pPr>
      <w:r w:rsidRPr="003E3506">
        <w:rPr>
          <w:rtl/>
          <w:lang w:bidi="fa-IR"/>
        </w:rPr>
        <w:t>٢١٤٧ - اگر قصاب گوشت نر بفروشد و به جاى آن گوشت ماده بدهد معصيت كرده است</w:t>
      </w:r>
      <w:r w:rsidR="000C4B14">
        <w:rPr>
          <w:rtl/>
          <w:lang w:bidi="fa-IR"/>
        </w:rPr>
        <w:t>،</w:t>
      </w:r>
      <w:r w:rsidRPr="003E3506">
        <w:rPr>
          <w:rtl/>
          <w:lang w:bidi="fa-IR"/>
        </w:rPr>
        <w:t xml:space="preserve"> پس اگر آن گوشت را معين كرده و گفته اين گوشت نر را مى فروشم مشترى مى تواند معامله را بهم بزند</w:t>
      </w:r>
      <w:r w:rsidR="000C4B14">
        <w:rPr>
          <w:rtl/>
          <w:lang w:bidi="fa-IR"/>
        </w:rPr>
        <w:t>،</w:t>
      </w:r>
      <w:r w:rsidRPr="003E3506">
        <w:rPr>
          <w:rtl/>
          <w:lang w:bidi="fa-IR"/>
        </w:rPr>
        <w:t xml:space="preserve"> و اگر آن را معين نكرده</w:t>
      </w:r>
      <w:r w:rsidR="000C4B14">
        <w:rPr>
          <w:rtl/>
          <w:lang w:bidi="fa-IR"/>
        </w:rPr>
        <w:t>،</w:t>
      </w:r>
      <w:r w:rsidRPr="003E3506">
        <w:rPr>
          <w:rtl/>
          <w:lang w:bidi="fa-IR"/>
        </w:rPr>
        <w:t xml:space="preserve"> در صورتى كه مشترى به گوشتى كه گرفته راضى نشود قصاب بايد گوشت نر به او بدهد.</w:t>
      </w:r>
    </w:p>
    <w:p w:rsidR="003E3506" w:rsidRPr="003E3506" w:rsidRDefault="003E3506" w:rsidP="003E3506">
      <w:pPr>
        <w:pStyle w:val="libNormal"/>
        <w:rPr>
          <w:lang w:bidi="fa-IR"/>
        </w:rPr>
      </w:pPr>
      <w:r w:rsidRPr="003E3506">
        <w:rPr>
          <w:rtl/>
          <w:lang w:bidi="fa-IR"/>
        </w:rPr>
        <w:t>٢١٤٨ - اگر مشترى به بزاز بگويد پارچه اى مى خواهم كه رنگ آن نرود و بزاز پارچه اى به او بفروشد كه رنگ آن برود</w:t>
      </w:r>
      <w:r w:rsidR="000C4B14">
        <w:rPr>
          <w:rtl/>
          <w:lang w:bidi="fa-IR"/>
        </w:rPr>
        <w:t>،</w:t>
      </w:r>
      <w:r w:rsidRPr="003E3506">
        <w:rPr>
          <w:rtl/>
          <w:lang w:bidi="fa-IR"/>
        </w:rPr>
        <w:t xml:space="preserve"> مشترى مى تواند معامله را بهم بزند.</w:t>
      </w:r>
    </w:p>
    <w:p w:rsidR="003E3506" w:rsidRPr="003E3506" w:rsidRDefault="003E3506" w:rsidP="003E3506">
      <w:pPr>
        <w:pStyle w:val="libNormal"/>
        <w:rPr>
          <w:lang w:bidi="fa-IR"/>
        </w:rPr>
      </w:pPr>
      <w:r w:rsidRPr="003E3506">
        <w:rPr>
          <w:rtl/>
          <w:lang w:bidi="fa-IR"/>
        </w:rPr>
        <w:t>٢١٤٩ - قسم خوردن در معامله اگر راست باشد مكروه است و اگر دروغ باشد حرام است</w:t>
      </w:r>
      <w:r w:rsidR="000C4B14">
        <w:rPr>
          <w:rtl/>
          <w:lang w:bidi="fa-IR"/>
        </w:rPr>
        <w:t>.</w:t>
      </w:r>
    </w:p>
    <w:p w:rsidR="003E3506" w:rsidRDefault="00605FAB" w:rsidP="00954472">
      <w:pPr>
        <w:pStyle w:val="Heading3"/>
        <w:rPr>
          <w:rtl/>
          <w:lang w:bidi="fa-IR"/>
        </w:rPr>
      </w:pPr>
      <w:bookmarkStart w:id="235" w:name="_Toc24454658"/>
      <w:r>
        <w:rPr>
          <w:rtl/>
          <w:lang w:bidi="fa-IR"/>
        </w:rPr>
        <w:t>(</w:t>
      </w:r>
      <w:r w:rsidR="003E3506" w:rsidRPr="003E3506">
        <w:rPr>
          <w:rtl/>
          <w:lang w:bidi="fa-IR"/>
        </w:rPr>
        <w:t>احكام شركت</w:t>
      </w:r>
      <w:r>
        <w:rPr>
          <w:rtl/>
          <w:lang w:bidi="fa-IR"/>
        </w:rPr>
        <w:t>)</w:t>
      </w:r>
      <w:bookmarkEnd w:id="235"/>
    </w:p>
    <w:p w:rsidR="003E3506" w:rsidRPr="003E3506" w:rsidRDefault="003E3506" w:rsidP="003E3506">
      <w:pPr>
        <w:pStyle w:val="libNormal"/>
        <w:rPr>
          <w:lang w:bidi="fa-IR"/>
        </w:rPr>
      </w:pPr>
      <w:r w:rsidRPr="003E3506">
        <w:rPr>
          <w:rtl/>
          <w:lang w:bidi="fa-IR"/>
        </w:rPr>
        <w:t>٢١٥٠ - اگر دو نفر با هم اتفاق ببندند كه با مال مشترك خود تجارت كنند و آنچه منفعت مى برند ميان خود تقسيم نمايند</w:t>
      </w:r>
      <w:r w:rsidR="000C4B14">
        <w:rPr>
          <w:rtl/>
          <w:lang w:bidi="fa-IR"/>
        </w:rPr>
        <w:t>،</w:t>
      </w:r>
      <w:r w:rsidRPr="003E3506">
        <w:rPr>
          <w:rtl/>
          <w:lang w:bidi="fa-IR"/>
        </w:rPr>
        <w:t xml:space="preserve"> و به عربى يا به زبان ديگر صيغه شركت را بخوانند</w:t>
      </w:r>
      <w:r w:rsidR="000C4B14">
        <w:rPr>
          <w:rtl/>
          <w:lang w:bidi="fa-IR"/>
        </w:rPr>
        <w:t>،</w:t>
      </w:r>
      <w:r w:rsidRPr="003E3506">
        <w:rPr>
          <w:rtl/>
          <w:lang w:bidi="fa-IR"/>
        </w:rPr>
        <w:t xml:space="preserve"> يا كارى كنند كه معلوم باشد مى خواهند با يكديگر شريك باشند شركت آنان صحيح است</w:t>
      </w:r>
      <w:r w:rsidR="000C4B14">
        <w:rPr>
          <w:rtl/>
          <w:lang w:bidi="fa-IR"/>
        </w:rPr>
        <w:t>.</w:t>
      </w:r>
    </w:p>
    <w:p w:rsidR="003E3506" w:rsidRPr="003E3506" w:rsidRDefault="003E3506" w:rsidP="003E3506">
      <w:pPr>
        <w:pStyle w:val="libNormal"/>
        <w:rPr>
          <w:lang w:bidi="fa-IR"/>
        </w:rPr>
      </w:pPr>
      <w:r w:rsidRPr="003E3506">
        <w:rPr>
          <w:rtl/>
          <w:lang w:bidi="fa-IR"/>
        </w:rPr>
        <w:t>٢١٥١ - اگر چند نفر در مزدى كه از كار خودشان مى گيرند با يكديگر شركت كنند</w:t>
      </w:r>
      <w:r w:rsidR="000C4B14">
        <w:rPr>
          <w:rtl/>
          <w:lang w:bidi="fa-IR"/>
        </w:rPr>
        <w:t>،</w:t>
      </w:r>
      <w:r w:rsidRPr="003E3506">
        <w:rPr>
          <w:rtl/>
          <w:lang w:bidi="fa-IR"/>
        </w:rPr>
        <w:t xml:space="preserve"> مثلا چند دلاك با هم قرار بگذارند كه هر قدر مزد گرفتند با هم قسمت كنند</w:t>
      </w:r>
      <w:r w:rsidR="000C4B14">
        <w:rPr>
          <w:rtl/>
          <w:lang w:bidi="fa-IR"/>
        </w:rPr>
        <w:t>،</w:t>
      </w:r>
      <w:r w:rsidRPr="003E3506">
        <w:rPr>
          <w:rtl/>
          <w:lang w:bidi="fa-IR"/>
        </w:rPr>
        <w:t xml:space="preserve"> شركت آنان صحيح نيست ولى اگر با هم مصالحه كنند كه مثلا نصف مزد كار هر يك تا مدت معينى براى ديگرى باشد در مقابل نصف مزد كار او مصالحه صحيح است و هر كدام با ديگرى در مزد كار او شريك مى شود.</w:t>
      </w:r>
    </w:p>
    <w:p w:rsidR="003E3506" w:rsidRPr="003E3506" w:rsidRDefault="003E3506" w:rsidP="003E3506">
      <w:pPr>
        <w:pStyle w:val="libNormal"/>
        <w:rPr>
          <w:lang w:bidi="fa-IR"/>
        </w:rPr>
      </w:pPr>
      <w:r w:rsidRPr="003E3506">
        <w:rPr>
          <w:rtl/>
          <w:lang w:bidi="fa-IR"/>
        </w:rPr>
        <w:t>٢١٥٢ - اگر دو نفر با يكديگر شركت كنند كه هر كدام به اعتبار خود جنسى بخرد و قيمت آن را خودش بدهكار شود ولى در سود جنسى كه هر كدام خريده اند با يكديگر شريك باشند صحيح نيست</w:t>
      </w:r>
      <w:r w:rsidR="000C4B14">
        <w:rPr>
          <w:rtl/>
          <w:lang w:bidi="fa-IR"/>
        </w:rPr>
        <w:t>،</w:t>
      </w:r>
      <w:r w:rsidRPr="003E3506">
        <w:rPr>
          <w:rtl/>
          <w:lang w:bidi="fa-IR"/>
        </w:rPr>
        <w:t xml:space="preserve"> اما اگر هر كدام ديگرى را وكيل كند كه او را در آنچه نسيه مى خرد شريك كند </w:t>
      </w:r>
      <w:r w:rsidRPr="003E3506">
        <w:rPr>
          <w:rtl/>
          <w:lang w:bidi="fa-IR"/>
        </w:rPr>
        <w:lastRenderedPageBreak/>
        <w:t>يعنى جنس را براى خود و شريكش بخرد كه هر دو بدهكار شوند هر دو در آن جنس شريك مى شوند.</w:t>
      </w:r>
    </w:p>
    <w:p w:rsidR="003E3506" w:rsidRPr="003E3506" w:rsidRDefault="003E3506" w:rsidP="003E3506">
      <w:pPr>
        <w:pStyle w:val="libNormal"/>
        <w:rPr>
          <w:lang w:bidi="fa-IR"/>
        </w:rPr>
      </w:pPr>
      <w:r w:rsidRPr="003E3506">
        <w:rPr>
          <w:rtl/>
          <w:lang w:bidi="fa-IR"/>
        </w:rPr>
        <w:t>٢١٥٣ - كسانى كه به واسطه شركت با هم شريك مى شوند بايد بالغ و عاقل باشند و از روى قصد و اختيار شركت كنند و نيز بايد بتوانند در مال خود تصرف نمايند</w:t>
      </w:r>
      <w:r w:rsidR="000C4B14">
        <w:rPr>
          <w:rtl/>
          <w:lang w:bidi="fa-IR"/>
        </w:rPr>
        <w:t>،</w:t>
      </w:r>
      <w:r w:rsidRPr="003E3506">
        <w:rPr>
          <w:rtl/>
          <w:lang w:bidi="fa-IR"/>
        </w:rPr>
        <w:t xml:space="preserve"> پس سفيه - كسى كه مال خود را در كارهاى بيهوده صرف مى كند - چون حق ندارد در مال خود تصرف نمايد</w:t>
      </w:r>
      <w:r w:rsidR="000C4B14">
        <w:rPr>
          <w:rtl/>
          <w:lang w:bidi="fa-IR"/>
        </w:rPr>
        <w:t>،</w:t>
      </w:r>
      <w:r w:rsidRPr="003E3506">
        <w:rPr>
          <w:rtl/>
          <w:lang w:bidi="fa-IR"/>
        </w:rPr>
        <w:t xml:space="preserve"> اگر شركت كند صحيح نيست</w:t>
      </w:r>
      <w:r w:rsidR="000C4B14">
        <w:rPr>
          <w:rtl/>
          <w:lang w:bidi="fa-IR"/>
        </w:rPr>
        <w:t>.</w:t>
      </w:r>
    </w:p>
    <w:p w:rsidR="003E3506" w:rsidRPr="003E3506" w:rsidRDefault="003E3506" w:rsidP="003E3506">
      <w:pPr>
        <w:pStyle w:val="libNormal"/>
        <w:rPr>
          <w:lang w:bidi="fa-IR"/>
        </w:rPr>
      </w:pPr>
      <w:r w:rsidRPr="003E3506">
        <w:rPr>
          <w:rtl/>
          <w:lang w:bidi="fa-IR"/>
        </w:rPr>
        <w:t>٢١٥٤ - اگر در عقد شركت شرط كنند كسى كه كار مى كند يا بيشتر از شريك ديگر كار مى كند يا كار او با اهميت تر از كار ديگرى است بيشتر منفعت ببرد</w:t>
      </w:r>
      <w:r w:rsidR="000C4B14">
        <w:rPr>
          <w:rtl/>
          <w:lang w:bidi="fa-IR"/>
        </w:rPr>
        <w:t>،</w:t>
      </w:r>
      <w:r w:rsidRPr="003E3506">
        <w:rPr>
          <w:rtl/>
          <w:lang w:bidi="fa-IR"/>
        </w:rPr>
        <w:t xml:space="preserve"> بايد آنچه را شرط كرده اند به او بدهند</w:t>
      </w:r>
      <w:r w:rsidR="000C4B14">
        <w:rPr>
          <w:rtl/>
          <w:lang w:bidi="fa-IR"/>
        </w:rPr>
        <w:t>،</w:t>
      </w:r>
      <w:r w:rsidRPr="003E3506">
        <w:rPr>
          <w:rtl/>
          <w:lang w:bidi="fa-IR"/>
        </w:rPr>
        <w:t xml:space="preserve"> و هم چنين اگر شرط كنند كسى كه كار نمى كند</w:t>
      </w:r>
      <w:r w:rsidR="000C4B14">
        <w:rPr>
          <w:rtl/>
          <w:lang w:bidi="fa-IR"/>
        </w:rPr>
        <w:t>،</w:t>
      </w:r>
      <w:r w:rsidRPr="003E3506">
        <w:rPr>
          <w:rtl/>
          <w:lang w:bidi="fa-IR"/>
        </w:rPr>
        <w:t xml:space="preserve"> يا بيشتر كار نمى كند</w:t>
      </w:r>
      <w:r w:rsidR="000C4B14">
        <w:rPr>
          <w:rtl/>
          <w:lang w:bidi="fa-IR"/>
        </w:rPr>
        <w:t>،</w:t>
      </w:r>
      <w:r w:rsidRPr="003E3506">
        <w:rPr>
          <w:rtl/>
          <w:lang w:bidi="fa-IR"/>
        </w:rPr>
        <w:t xml:space="preserve"> يا كار او با اهميت تر از كار ديگرى نيست بيشتر منفعت ببرد</w:t>
      </w:r>
      <w:r w:rsidR="000C4B14">
        <w:rPr>
          <w:rtl/>
          <w:lang w:bidi="fa-IR"/>
        </w:rPr>
        <w:t>،</w:t>
      </w:r>
      <w:r w:rsidRPr="003E3506">
        <w:rPr>
          <w:rtl/>
          <w:lang w:bidi="fa-IR"/>
        </w:rPr>
        <w:t xml:space="preserve"> باز هم شرط صحيح است و بايد آنچه شرط كرده اند به او بدهند.</w:t>
      </w:r>
    </w:p>
    <w:p w:rsidR="003E3506" w:rsidRPr="003E3506" w:rsidRDefault="003E3506" w:rsidP="003E3506">
      <w:pPr>
        <w:pStyle w:val="libNormal"/>
        <w:rPr>
          <w:lang w:bidi="fa-IR"/>
        </w:rPr>
      </w:pPr>
      <w:r w:rsidRPr="003E3506">
        <w:rPr>
          <w:rtl/>
          <w:lang w:bidi="fa-IR"/>
        </w:rPr>
        <w:t>٢١٥٥ - اگر قرار بگذارند كه همه سود را يك نفر ببرد يا تمام ضرر از يكى از آنان باشد</w:t>
      </w:r>
      <w:r w:rsidR="000C4B14">
        <w:rPr>
          <w:rtl/>
          <w:lang w:bidi="fa-IR"/>
        </w:rPr>
        <w:t>،</w:t>
      </w:r>
      <w:r w:rsidRPr="003E3506">
        <w:rPr>
          <w:rtl/>
          <w:lang w:bidi="fa-IR"/>
        </w:rPr>
        <w:t xml:space="preserve"> صحت شركت محل اشكال است</w:t>
      </w:r>
      <w:r w:rsidR="000C4B14">
        <w:rPr>
          <w:rtl/>
          <w:lang w:bidi="fa-IR"/>
        </w:rPr>
        <w:t>.</w:t>
      </w:r>
    </w:p>
    <w:p w:rsidR="003E3506" w:rsidRPr="003E3506" w:rsidRDefault="003E3506" w:rsidP="003E3506">
      <w:pPr>
        <w:pStyle w:val="libNormal"/>
        <w:rPr>
          <w:lang w:bidi="fa-IR"/>
        </w:rPr>
      </w:pPr>
      <w:r w:rsidRPr="003E3506">
        <w:rPr>
          <w:rtl/>
          <w:lang w:bidi="fa-IR"/>
        </w:rPr>
        <w:t>٢١٥٦ - اگر شرط نكنند كه يكى از شريك</w:t>
      </w:r>
      <w:r w:rsidR="00954472">
        <w:rPr>
          <w:rFonts w:hint="cs"/>
          <w:rtl/>
          <w:lang w:bidi="fa-IR"/>
        </w:rPr>
        <w:t xml:space="preserve"> </w:t>
      </w:r>
      <w:r w:rsidRPr="003E3506">
        <w:rPr>
          <w:rtl/>
          <w:lang w:bidi="fa-IR"/>
        </w:rPr>
        <w:t>ها بيشتر منفعت ببرد</w:t>
      </w:r>
      <w:r w:rsidR="000C4B14">
        <w:rPr>
          <w:rtl/>
          <w:lang w:bidi="fa-IR"/>
        </w:rPr>
        <w:t>،</w:t>
      </w:r>
      <w:r w:rsidRPr="003E3506">
        <w:rPr>
          <w:rtl/>
          <w:lang w:bidi="fa-IR"/>
        </w:rPr>
        <w:t xml:space="preserve"> چنانچه سرمايه آنان يك اندازه باشد منفعت و ضرر را هم به يك اندازه مى برند</w:t>
      </w:r>
      <w:r w:rsidR="000C4B14">
        <w:rPr>
          <w:rtl/>
          <w:lang w:bidi="fa-IR"/>
        </w:rPr>
        <w:t>،</w:t>
      </w:r>
      <w:r w:rsidRPr="003E3506">
        <w:rPr>
          <w:rtl/>
          <w:lang w:bidi="fa-IR"/>
        </w:rPr>
        <w:t xml:space="preserve"> و اگر سرمايه آنان يك اندازه نباشد</w:t>
      </w:r>
      <w:r w:rsidR="000C4B14">
        <w:rPr>
          <w:rtl/>
          <w:lang w:bidi="fa-IR"/>
        </w:rPr>
        <w:t>،</w:t>
      </w:r>
      <w:r w:rsidRPr="003E3506">
        <w:rPr>
          <w:rtl/>
          <w:lang w:bidi="fa-IR"/>
        </w:rPr>
        <w:t xml:space="preserve"> بايد منفعت و ضرر را به نسبت سرمايه قسمت نمايند</w:t>
      </w:r>
      <w:r w:rsidR="000C4B14">
        <w:rPr>
          <w:rtl/>
          <w:lang w:bidi="fa-IR"/>
        </w:rPr>
        <w:t>،</w:t>
      </w:r>
      <w:r w:rsidRPr="003E3506">
        <w:rPr>
          <w:rtl/>
          <w:lang w:bidi="fa-IR"/>
        </w:rPr>
        <w:t xml:space="preserve"> مثلا اگر دو نفر شركت كنند و سرمايه يكى از آنان دو برابر سرمايه ديگرى باشد</w:t>
      </w:r>
      <w:r w:rsidR="000C4B14">
        <w:rPr>
          <w:rtl/>
          <w:lang w:bidi="fa-IR"/>
        </w:rPr>
        <w:t>،</w:t>
      </w:r>
      <w:r w:rsidRPr="003E3506">
        <w:rPr>
          <w:rtl/>
          <w:lang w:bidi="fa-IR"/>
        </w:rPr>
        <w:t xml:space="preserve"> سهم او از منفعت و ضرر دو برابر سهم ديگرى است</w:t>
      </w:r>
      <w:r w:rsidR="000C4B14">
        <w:rPr>
          <w:rtl/>
          <w:lang w:bidi="fa-IR"/>
        </w:rPr>
        <w:t>،</w:t>
      </w:r>
      <w:r w:rsidRPr="003E3506">
        <w:rPr>
          <w:rtl/>
          <w:lang w:bidi="fa-IR"/>
        </w:rPr>
        <w:t xml:space="preserve"> چه هر دو به يك اندازه كار كنند</w:t>
      </w:r>
      <w:r w:rsidR="000C4B14">
        <w:rPr>
          <w:rtl/>
          <w:lang w:bidi="fa-IR"/>
        </w:rPr>
        <w:t>،</w:t>
      </w:r>
      <w:r w:rsidRPr="003E3506">
        <w:rPr>
          <w:rtl/>
          <w:lang w:bidi="fa-IR"/>
        </w:rPr>
        <w:t xml:space="preserve"> يا يكى كمتر كار كند</w:t>
      </w:r>
      <w:r w:rsidR="000C4B14">
        <w:rPr>
          <w:rtl/>
          <w:lang w:bidi="fa-IR"/>
        </w:rPr>
        <w:t>،</w:t>
      </w:r>
      <w:r w:rsidRPr="003E3506">
        <w:rPr>
          <w:rtl/>
          <w:lang w:bidi="fa-IR"/>
        </w:rPr>
        <w:t xml:space="preserve"> يا هيچ كار نكند.</w:t>
      </w:r>
    </w:p>
    <w:p w:rsidR="003E3506" w:rsidRPr="003E3506" w:rsidRDefault="003E3506" w:rsidP="003E3506">
      <w:pPr>
        <w:pStyle w:val="libNormal"/>
        <w:rPr>
          <w:lang w:bidi="fa-IR"/>
        </w:rPr>
      </w:pPr>
      <w:r w:rsidRPr="003E3506">
        <w:rPr>
          <w:rtl/>
          <w:lang w:bidi="fa-IR"/>
        </w:rPr>
        <w:t>٢١٥٧ - اگر در عقد شركت شرط كنند كه هر دو با هم خريد و فروش نمايند</w:t>
      </w:r>
      <w:r w:rsidR="000C4B14">
        <w:rPr>
          <w:rtl/>
          <w:lang w:bidi="fa-IR"/>
        </w:rPr>
        <w:t>،</w:t>
      </w:r>
      <w:r w:rsidRPr="003E3506">
        <w:rPr>
          <w:rtl/>
          <w:lang w:bidi="fa-IR"/>
        </w:rPr>
        <w:t xml:space="preserve"> يا هر كدام به تنهايى معامله كنند</w:t>
      </w:r>
      <w:r w:rsidR="000C4B14">
        <w:rPr>
          <w:rtl/>
          <w:lang w:bidi="fa-IR"/>
        </w:rPr>
        <w:t>،</w:t>
      </w:r>
      <w:r w:rsidRPr="003E3506">
        <w:rPr>
          <w:rtl/>
          <w:lang w:bidi="fa-IR"/>
        </w:rPr>
        <w:t xml:space="preserve"> يا فقط يكى از آنان معامله كند</w:t>
      </w:r>
      <w:r w:rsidR="000C4B14">
        <w:rPr>
          <w:rtl/>
          <w:lang w:bidi="fa-IR"/>
        </w:rPr>
        <w:t>،</w:t>
      </w:r>
      <w:r w:rsidRPr="003E3506">
        <w:rPr>
          <w:rtl/>
          <w:lang w:bidi="fa-IR"/>
        </w:rPr>
        <w:t xml:space="preserve"> يا شخص سومى براى معامله كردن اجاره شود</w:t>
      </w:r>
      <w:r w:rsidR="000C4B14">
        <w:rPr>
          <w:rtl/>
          <w:lang w:bidi="fa-IR"/>
        </w:rPr>
        <w:t>،</w:t>
      </w:r>
      <w:r w:rsidRPr="003E3506">
        <w:rPr>
          <w:rtl/>
          <w:lang w:bidi="fa-IR"/>
        </w:rPr>
        <w:t xml:space="preserve"> بايد به قرارداد عمل نمايند.</w:t>
      </w:r>
    </w:p>
    <w:p w:rsidR="003E3506" w:rsidRPr="003E3506" w:rsidRDefault="003E3506" w:rsidP="003E3506">
      <w:pPr>
        <w:pStyle w:val="libNormal"/>
        <w:rPr>
          <w:lang w:bidi="fa-IR"/>
        </w:rPr>
      </w:pPr>
      <w:r w:rsidRPr="003E3506">
        <w:rPr>
          <w:rtl/>
          <w:lang w:bidi="fa-IR"/>
        </w:rPr>
        <w:lastRenderedPageBreak/>
        <w:t>٢١٥٨ - اگر معين نكنند كه كدام يك آنان با سرمايه خريد و فروش نمايد</w:t>
      </w:r>
      <w:r w:rsidR="000C4B14">
        <w:rPr>
          <w:rtl/>
          <w:lang w:bidi="fa-IR"/>
        </w:rPr>
        <w:t>،</w:t>
      </w:r>
      <w:r w:rsidRPr="003E3506">
        <w:rPr>
          <w:rtl/>
          <w:lang w:bidi="fa-IR"/>
        </w:rPr>
        <w:t xml:space="preserve"> هيچ يك آنان بدون اجازه ديگرى نمى تواند با آن سرمايه معامله كند.</w:t>
      </w:r>
    </w:p>
    <w:p w:rsidR="003E3506" w:rsidRPr="003E3506" w:rsidRDefault="003E3506" w:rsidP="003E3506">
      <w:pPr>
        <w:pStyle w:val="libNormal"/>
        <w:rPr>
          <w:lang w:bidi="fa-IR"/>
        </w:rPr>
      </w:pPr>
      <w:r w:rsidRPr="003E3506">
        <w:rPr>
          <w:rtl/>
          <w:lang w:bidi="fa-IR"/>
        </w:rPr>
        <w:t>٢١٥٩ - شريكى كه اختيار سرمايه شركت با او است بايد به قرارداد شركت عمل كند</w:t>
      </w:r>
      <w:r w:rsidR="000C4B14">
        <w:rPr>
          <w:rtl/>
          <w:lang w:bidi="fa-IR"/>
        </w:rPr>
        <w:t>،</w:t>
      </w:r>
      <w:r w:rsidRPr="003E3506">
        <w:rPr>
          <w:rtl/>
          <w:lang w:bidi="fa-IR"/>
        </w:rPr>
        <w:t xml:space="preserve"> مثلا اگر با او قرار گذاشته اند كه نسيه بخرد يا نقد بفروشد</w:t>
      </w:r>
      <w:r w:rsidR="000C4B14">
        <w:rPr>
          <w:rtl/>
          <w:lang w:bidi="fa-IR"/>
        </w:rPr>
        <w:t>،</w:t>
      </w:r>
      <w:r w:rsidRPr="003E3506">
        <w:rPr>
          <w:rtl/>
          <w:lang w:bidi="fa-IR"/>
        </w:rPr>
        <w:t xml:space="preserve"> يا جنس را از محل مخصوصى بخرد</w:t>
      </w:r>
      <w:r w:rsidR="000C4B14">
        <w:rPr>
          <w:rtl/>
          <w:lang w:bidi="fa-IR"/>
        </w:rPr>
        <w:t>،</w:t>
      </w:r>
      <w:r w:rsidRPr="003E3506">
        <w:rPr>
          <w:rtl/>
          <w:lang w:bidi="fa-IR"/>
        </w:rPr>
        <w:t xml:space="preserve"> بايد به همان قرارداد</w:t>
      </w:r>
      <w:r w:rsidR="000C4B14">
        <w:rPr>
          <w:rtl/>
          <w:lang w:bidi="fa-IR"/>
        </w:rPr>
        <w:t>،</w:t>
      </w:r>
      <w:r w:rsidRPr="003E3506">
        <w:rPr>
          <w:rtl/>
          <w:lang w:bidi="fa-IR"/>
        </w:rPr>
        <w:t xml:space="preserve"> رفتار نمايد</w:t>
      </w:r>
      <w:r w:rsidR="000C4B14">
        <w:rPr>
          <w:rtl/>
          <w:lang w:bidi="fa-IR"/>
        </w:rPr>
        <w:t>،</w:t>
      </w:r>
      <w:r w:rsidRPr="003E3506">
        <w:rPr>
          <w:rtl/>
          <w:lang w:bidi="fa-IR"/>
        </w:rPr>
        <w:t xml:space="preserve"> و اگر با او قرارى نگذاشته باشند</w:t>
      </w:r>
      <w:r w:rsidR="000C4B14">
        <w:rPr>
          <w:rtl/>
          <w:lang w:bidi="fa-IR"/>
        </w:rPr>
        <w:t>،</w:t>
      </w:r>
      <w:r w:rsidRPr="003E3506">
        <w:rPr>
          <w:rtl/>
          <w:lang w:bidi="fa-IR"/>
        </w:rPr>
        <w:t xml:space="preserve"> بايد به طور معمول معامله كند و داد و ستدى نمايد كه براى شركت ضرر نداشته باشد.</w:t>
      </w:r>
    </w:p>
    <w:p w:rsidR="003E3506" w:rsidRPr="003E3506" w:rsidRDefault="003E3506" w:rsidP="003E3506">
      <w:pPr>
        <w:pStyle w:val="libNormal"/>
        <w:rPr>
          <w:lang w:bidi="fa-IR"/>
        </w:rPr>
      </w:pPr>
      <w:r w:rsidRPr="003E3506">
        <w:rPr>
          <w:rtl/>
          <w:lang w:bidi="fa-IR"/>
        </w:rPr>
        <w:t>و مال شركت را در مسافرت همراه خود نبرد اگر اين كار خلاف معمول است</w:t>
      </w:r>
      <w:r w:rsidR="000C4B14">
        <w:rPr>
          <w:rtl/>
          <w:lang w:bidi="fa-IR"/>
        </w:rPr>
        <w:t>.</w:t>
      </w:r>
    </w:p>
    <w:p w:rsidR="003E3506" w:rsidRPr="003E3506" w:rsidRDefault="003E3506" w:rsidP="003E3506">
      <w:pPr>
        <w:pStyle w:val="libNormal"/>
        <w:rPr>
          <w:lang w:bidi="fa-IR"/>
        </w:rPr>
      </w:pPr>
      <w:r w:rsidRPr="003E3506">
        <w:rPr>
          <w:rtl/>
          <w:lang w:bidi="fa-IR"/>
        </w:rPr>
        <w:t>٢١٦٠ - شريكى كه با سرمايه شركت معامله مى كند</w:t>
      </w:r>
      <w:r w:rsidR="000C4B14">
        <w:rPr>
          <w:rtl/>
          <w:lang w:bidi="fa-IR"/>
        </w:rPr>
        <w:t>،</w:t>
      </w:r>
      <w:r w:rsidRPr="003E3506">
        <w:rPr>
          <w:rtl/>
          <w:lang w:bidi="fa-IR"/>
        </w:rPr>
        <w:t xml:space="preserve"> اگر بر خلاف قراردادى كه با او كرده اند خريد و فروش كند يا آن كه قراردادى نكرده باشند</w:t>
      </w:r>
      <w:r w:rsidR="000C4B14">
        <w:rPr>
          <w:rtl/>
          <w:lang w:bidi="fa-IR"/>
        </w:rPr>
        <w:t>،</w:t>
      </w:r>
      <w:r w:rsidRPr="003E3506">
        <w:rPr>
          <w:rtl/>
          <w:lang w:bidi="fa-IR"/>
        </w:rPr>
        <w:t xml:space="preserve"> و بر خلاف معمول معامله كند</w:t>
      </w:r>
      <w:r w:rsidR="000C4B14">
        <w:rPr>
          <w:rtl/>
          <w:lang w:bidi="fa-IR"/>
        </w:rPr>
        <w:t>،</w:t>
      </w:r>
      <w:r w:rsidRPr="003E3506">
        <w:rPr>
          <w:rtl/>
          <w:lang w:bidi="fa-IR"/>
        </w:rPr>
        <w:t xml:space="preserve"> در اين دو صورت هر چند معامله بنابر اقوى صحيح است ولى اگر معامله زيان آور باشد يا قسمتى از مال شركت تلف شود شريكى كه بر خلاف قرارداد يا بر خلاف معمول رفتار كرده ضامن است</w:t>
      </w:r>
      <w:r w:rsidR="000C4B14">
        <w:rPr>
          <w:rtl/>
          <w:lang w:bidi="fa-IR"/>
        </w:rPr>
        <w:t>.</w:t>
      </w:r>
    </w:p>
    <w:p w:rsidR="003E3506" w:rsidRPr="003E3506" w:rsidRDefault="003E3506" w:rsidP="003E3506">
      <w:pPr>
        <w:pStyle w:val="libNormal"/>
        <w:rPr>
          <w:lang w:bidi="fa-IR"/>
        </w:rPr>
      </w:pPr>
      <w:r w:rsidRPr="003E3506">
        <w:rPr>
          <w:rtl/>
          <w:lang w:bidi="fa-IR"/>
        </w:rPr>
        <w:t>٢١٦١ - شريكى كه با سرمايه شركت معامله مى كند اگر زياده روى ننمايد</w:t>
      </w:r>
      <w:r w:rsidR="000C4B14">
        <w:rPr>
          <w:rtl/>
          <w:lang w:bidi="fa-IR"/>
        </w:rPr>
        <w:t>،</w:t>
      </w:r>
      <w:r w:rsidRPr="003E3506">
        <w:rPr>
          <w:rtl/>
          <w:lang w:bidi="fa-IR"/>
        </w:rPr>
        <w:t xml:space="preserve"> و در نگهدارى سرمايه كوتاهى نكند و اتفاقا مقدارى از آن يا تمام آن تلف شود ضامن نيست</w:t>
      </w:r>
      <w:r w:rsidR="000C4B14">
        <w:rPr>
          <w:rtl/>
          <w:lang w:bidi="fa-IR"/>
        </w:rPr>
        <w:t>.</w:t>
      </w:r>
    </w:p>
    <w:p w:rsidR="003E3506" w:rsidRPr="003E3506" w:rsidRDefault="003E3506" w:rsidP="003E3506">
      <w:pPr>
        <w:pStyle w:val="libNormal"/>
        <w:rPr>
          <w:lang w:bidi="fa-IR"/>
        </w:rPr>
      </w:pPr>
      <w:r w:rsidRPr="003E3506">
        <w:rPr>
          <w:rtl/>
          <w:lang w:bidi="fa-IR"/>
        </w:rPr>
        <w:t>٢١٦٢ - شريكى كه با سرمايه شركت معامله مى كند اگر بگويد سرمايه تلف شده</w:t>
      </w:r>
      <w:r w:rsidR="000C4B14">
        <w:rPr>
          <w:rtl/>
          <w:lang w:bidi="fa-IR"/>
        </w:rPr>
        <w:t>،</w:t>
      </w:r>
      <w:r w:rsidRPr="003E3506">
        <w:rPr>
          <w:rtl/>
          <w:lang w:bidi="fa-IR"/>
        </w:rPr>
        <w:t xml:space="preserve"> چنانچه نزد ديگر شريكها مامون باشد</w:t>
      </w:r>
      <w:r w:rsidR="000C4B14">
        <w:rPr>
          <w:rtl/>
          <w:lang w:bidi="fa-IR"/>
        </w:rPr>
        <w:t>،</w:t>
      </w:r>
      <w:r w:rsidRPr="003E3506">
        <w:rPr>
          <w:rtl/>
          <w:lang w:bidi="fa-IR"/>
        </w:rPr>
        <w:t xml:space="preserve"> بايد حرف او را قبول كنند و اگر اين چنين نيست مى توانند نزد حاكم شرع بر عليه او شكايت كنند تا بر طبق موازين قضاوت نزاع را فيصله دهد.</w:t>
      </w:r>
    </w:p>
    <w:p w:rsidR="003E3506" w:rsidRPr="003E3506" w:rsidRDefault="003E3506" w:rsidP="003E3506">
      <w:pPr>
        <w:pStyle w:val="libNormal"/>
        <w:rPr>
          <w:lang w:bidi="fa-IR"/>
        </w:rPr>
      </w:pPr>
      <w:r w:rsidRPr="003E3506">
        <w:rPr>
          <w:rtl/>
          <w:lang w:bidi="fa-IR"/>
        </w:rPr>
        <w:t>٢١٦٣ - اگر تمام شريكها از اجازه اى كه به تصرف در مال يكديگر داده اند برگردند هيچ كدام نمى توانند در مال شركت تصرف كنند و اگر يكى از آنان از اجازه خود برگردد شريكهاى ديگر حق تصرف ندارند</w:t>
      </w:r>
      <w:r w:rsidR="000C4B14">
        <w:rPr>
          <w:rtl/>
          <w:lang w:bidi="fa-IR"/>
        </w:rPr>
        <w:t>،</w:t>
      </w:r>
      <w:r w:rsidRPr="003E3506">
        <w:rPr>
          <w:rtl/>
          <w:lang w:bidi="fa-IR"/>
        </w:rPr>
        <w:t xml:space="preserve"> ولى كسى كه از اجازه خود برگشته</w:t>
      </w:r>
      <w:r w:rsidR="000C4B14">
        <w:rPr>
          <w:rtl/>
          <w:lang w:bidi="fa-IR"/>
        </w:rPr>
        <w:t>،</w:t>
      </w:r>
      <w:r w:rsidRPr="003E3506">
        <w:rPr>
          <w:rtl/>
          <w:lang w:bidi="fa-IR"/>
        </w:rPr>
        <w:t xml:space="preserve"> مى تواند در مال شركت تصرف كند.</w:t>
      </w:r>
    </w:p>
    <w:p w:rsidR="003E3506" w:rsidRPr="003E3506" w:rsidRDefault="003E3506" w:rsidP="003E3506">
      <w:pPr>
        <w:pStyle w:val="libNormal"/>
        <w:rPr>
          <w:lang w:bidi="fa-IR"/>
        </w:rPr>
      </w:pPr>
      <w:r w:rsidRPr="003E3506">
        <w:rPr>
          <w:rtl/>
          <w:lang w:bidi="fa-IR"/>
        </w:rPr>
        <w:lastRenderedPageBreak/>
        <w:t>٢١٦٤ - هر وقت يكى از شريكها تقاضا كند كه سرمايه شركت را قسمت كنند</w:t>
      </w:r>
      <w:r w:rsidR="000C4B14">
        <w:rPr>
          <w:rtl/>
          <w:lang w:bidi="fa-IR"/>
        </w:rPr>
        <w:t>،</w:t>
      </w:r>
      <w:r w:rsidRPr="003E3506">
        <w:rPr>
          <w:rtl/>
          <w:lang w:bidi="fa-IR"/>
        </w:rPr>
        <w:t xml:space="preserve"> اگر چه شركت مدت داشته باشد</w:t>
      </w:r>
      <w:r w:rsidR="000C4B14">
        <w:rPr>
          <w:rtl/>
          <w:lang w:bidi="fa-IR"/>
        </w:rPr>
        <w:t>،</w:t>
      </w:r>
      <w:r w:rsidRPr="003E3506">
        <w:rPr>
          <w:rtl/>
          <w:lang w:bidi="fa-IR"/>
        </w:rPr>
        <w:t xml:space="preserve"> بايد ديگران قبول نمايند مگر آن كه قسمت رد باشد يا ضرر معتنابه بر شركاء داشته باشد.</w:t>
      </w:r>
    </w:p>
    <w:p w:rsidR="003E3506" w:rsidRPr="003E3506" w:rsidRDefault="003E3506" w:rsidP="003E3506">
      <w:pPr>
        <w:pStyle w:val="libNormal"/>
        <w:rPr>
          <w:lang w:bidi="fa-IR"/>
        </w:rPr>
      </w:pPr>
      <w:r w:rsidRPr="003E3506">
        <w:rPr>
          <w:rtl/>
          <w:lang w:bidi="fa-IR"/>
        </w:rPr>
        <w:t>٢١٦٥ - اگر يكى از شريكها بميرد</w:t>
      </w:r>
      <w:r w:rsidR="000C4B14">
        <w:rPr>
          <w:rtl/>
          <w:lang w:bidi="fa-IR"/>
        </w:rPr>
        <w:t>،</w:t>
      </w:r>
      <w:r w:rsidRPr="003E3506">
        <w:rPr>
          <w:rtl/>
          <w:lang w:bidi="fa-IR"/>
        </w:rPr>
        <w:t xml:space="preserve"> يا ديوانه يا بيهوش شود شريكهاى ديگر نمى توانند در مال شركت تصرف كنند</w:t>
      </w:r>
      <w:r w:rsidR="000C4B14">
        <w:rPr>
          <w:rtl/>
          <w:lang w:bidi="fa-IR"/>
        </w:rPr>
        <w:t>،</w:t>
      </w:r>
      <w:r w:rsidRPr="003E3506">
        <w:rPr>
          <w:rtl/>
          <w:lang w:bidi="fa-IR"/>
        </w:rPr>
        <w:t xml:space="preserve"> و هم چنين است اگر يكى از آنان سفيه شود</w:t>
      </w:r>
      <w:r w:rsidR="000C4B14">
        <w:rPr>
          <w:rtl/>
          <w:lang w:bidi="fa-IR"/>
        </w:rPr>
        <w:t>،</w:t>
      </w:r>
      <w:r w:rsidRPr="003E3506">
        <w:rPr>
          <w:rtl/>
          <w:lang w:bidi="fa-IR"/>
        </w:rPr>
        <w:t xml:space="preserve"> يعنى مال خود را در كارهاى بيهوده مصرف نمايد.</w:t>
      </w:r>
    </w:p>
    <w:p w:rsidR="003E3506" w:rsidRPr="003E3506" w:rsidRDefault="003E3506" w:rsidP="003E3506">
      <w:pPr>
        <w:pStyle w:val="libNormal"/>
        <w:rPr>
          <w:lang w:bidi="fa-IR"/>
        </w:rPr>
      </w:pPr>
      <w:r w:rsidRPr="003E3506">
        <w:rPr>
          <w:rtl/>
          <w:lang w:bidi="fa-IR"/>
        </w:rPr>
        <w:t>٢١٦٦ - اگر شريك</w:t>
      </w:r>
      <w:r w:rsidR="000C4B14">
        <w:rPr>
          <w:rtl/>
          <w:lang w:bidi="fa-IR"/>
        </w:rPr>
        <w:t>،</w:t>
      </w:r>
      <w:r w:rsidRPr="003E3506">
        <w:rPr>
          <w:rtl/>
          <w:lang w:bidi="fa-IR"/>
        </w:rPr>
        <w:t xml:space="preserve"> چيزى را نسيه براى خود بخرد</w:t>
      </w:r>
      <w:r w:rsidR="000C4B14">
        <w:rPr>
          <w:rtl/>
          <w:lang w:bidi="fa-IR"/>
        </w:rPr>
        <w:t>،</w:t>
      </w:r>
      <w:r w:rsidRPr="003E3506">
        <w:rPr>
          <w:rtl/>
          <w:lang w:bidi="fa-IR"/>
        </w:rPr>
        <w:t xml:space="preserve"> نفع و ضررش مال او است ولى اگر براى شركت بخرد</w:t>
      </w:r>
      <w:r w:rsidR="000C4B14">
        <w:rPr>
          <w:rtl/>
          <w:lang w:bidi="fa-IR"/>
        </w:rPr>
        <w:t>،</w:t>
      </w:r>
      <w:r w:rsidRPr="003E3506">
        <w:rPr>
          <w:rtl/>
          <w:lang w:bidi="fa-IR"/>
        </w:rPr>
        <w:t xml:space="preserve"> و قرار شركت معامله نسيه را هم شامل شود</w:t>
      </w:r>
      <w:r w:rsidR="000C4B14">
        <w:rPr>
          <w:rtl/>
          <w:lang w:bidi="fa-IR"/>
        </w:rPr>
        <w:t>،</w:t>
      </w:r>
      <w:r w:rsidRPr="003E3506">
        <w:rPr>
          <w:rtl/>
          <w:lang w:bidi="fa-IR"/>
        </w:rPr>
        <w:t xml:space="preserve"> نفع و ضررش مال هر دوى آنان است</w:t>
      </w:r>
      <w:r w:rsidR="000C4B14">
        <w:rPr>
          <w:rtl/>
          <w:lang w:bidi="fa-IR"/>
        </w:rPr>
        <w:t>.</w:t>
      </w:r>
    </w:p>
    <w:p w:rsidR="003E3506" w:rsidRDefault="003E3506" w:rsidP="003E3506">
      <w:pPr>
        <w:pStyle w:val="libNormal"/>
        <w:rPr>
          <w:rtl/>
          <w:lang w:bidi="fa-IR"/>
        </w:rPr>
      </w:pPr>
      <w:r w:rsidRPr="003E3506">
        <w:rPr>
          <w:rtl/>
          <w:lang w:bidi="fa-IR"/>
        </w:rPr>
        <w:t>٢١٦٧ - اگر با سرمايه شركت معامله اى كنند</w:t>
      </w:r>
      <w:r w:rsidR="000C4B14">
        <w:rPr>
          <w:rtl/>
          <w:lang w:bidi="fa-IR"/>
        </w:rPr>
        <w:t>،</w:t>
      </w:r>
      <w:r w:rsidRPr="003E3506">
        <w:rPr>
          <w:rtl/>
          <w:lang w:bidi="fa-IR"/>
        </w:rPr>
        <w:t xml:space="preserve"> بعد بفهمند شركت باطل بوده</w:t>
      </w:r>
      <w:r w:rsidR="000C4B14">
        <w:rPr>
          <w:rtl/>
          <w:lang w:bidi="fa-IR"/>
        </w:rPr>
        <w:t>،</w:t>
      </w:r>
      <w:r w:rsidRPr="003E3506">
        <w:rPr>
          <w:rtl/>
          <w:lang w:bidi="fa-IR"/>
        </w:rPr>
        <w:t xml:space="preserve"> چنانچه طورى باشد كه اذن در معامله به صحت شركت مفيد نباشد</w:t>
      </w:r>
      <w:r w:rsidR="000C4B14">
        <w:rPr>
          <w:rtl/>
          <w:lang w:bidi="fa-IR"/>
        </w:rPr>
        <w:t>،</w:t>
      </w:r>
      <w:r w:rsidRPr="003E3506">
        <w:rPr>
          <w:rtl/>
          <w:lang w:bidi="fa-IR"/>
        </w:rPr>
        <w:t xml:space="preserve"> به اين معنى كه اگر مى دانستند شركت درست نيست</w:t>
      </w:r>
      <w:r w:rsidR="000C4B14">
        <w:rPr>
          <w:rtl/>
          <w:lang w:bidi="fa-IR"/>
        </w:rPr>
        <w:t>،</w:t>
      </w:r>
      <w:r w:rsidRPr="003E3506">
        <w:rPr>
          <w:rtl/>
          <w:lang w:bidi="fa-IR"/>
        </w:rPr>
        <w:t xml:space="preserve"> باز هم به تصرف در مال يكديگر راضى بودند</w:t>
      </w:r>
      <w:r w:rsidR="000C4B14">
        <w:rPr>
          <w:rtl/>
          <w:lang w:bidi="fa-IR"/>
        </w:rPr>
        <w:t>،</w:t>
      </w:r>
      <w:r w:rsidRPr="003E3506">
        <w:rPr>
          <w:rtl/>
          <w:lang w:bidi="fa-IR"/>
        </w:rPr>
        <w:t xml:space="preserve"> معامله صحيح است</w:t>
      </w:r>
      <w:r w:rsidR="000C4B14">
        <w:rPr>
          <w:rtl/>
          <w:lang w:bidi="fa-IR"/>
        </w:rPr>
        <w:t>،</w:t>
      </w:r>
      <w:r w:rsidRPr="003E3506">
        <w:rPr>
          <w:rtl/>
          <w:lang w:bidi="fa-IR"/>
        </w:rPr>
        <w:t xml:space="preserve"> و هر چه از آن معامله پيدا شود مال همه آنان است و اگر اين طور نباشد</w:t>
      </w:r>
      <w:r w:rsidR="000C4B14">
        <w:rPr>
          <w:rtl/>
          <w:lang w:bidi="fa-IR"/>
        </w:rPr>
        <w:t>،</w:t>
      </w:r>
      <w:r w:rsidRPr="003E3506">
        <w:rPr>
          <w:rtl/>
          <w:lang w:bidi="fa-IR"/>
        </w:rPr>
        <w:t xml:space="preserve"> در صورتى كه كسانى كه به تصرف ديگران راضى نبوده اند بگويند به آن معامله راضى هستيم</w:t>
      </w:r>
      <w:r w:rsidR="000C4B14">
        <w:rPr>
          <w:rtl/>
          <w:lang w:bidi="fa-IR"/>
        </w:rPr>
        <w:t>،</w:t>
      </w:r>
      <w:r w:rsidRPr="003E3506">
        <w:rPr>
          <w:rtl/>
          <w:lang w:bidi="fa-IR"/>
        </w:rPr>
        <w:t xml:space="preserve"> معامله صحيح وگرنه باطل مى باشد</w:t>
      </w:r>
      <w:r w:rsidR="000C4B14">
        <w:rPr>
          <w:rtl/>
          <w:lang w:bidi="fa-IR"/>
        </w:rPr>
        <w:t>،</w:t>
      </w:r>
      <w:r w:rsidRPr="003E3506">
        <w:rPr>
          <w:rtl/>
          <w:lang w:bidi="fa-IR"/>
        </w:rPr>
        <w:t xml:space="preserve"> و در هر صورت هر كدام آنان كه براى شركت كارى كرده است اگر به قصد مجانى كار نكرده باشد</w:t>
      </w:r>
      <w:r w:rsidR="000C4B14">
        <w:rPr>
          <w:rtl/>
          <w:lang w:bidi="fa-IR"/>
        </w:rPr>
        <w:t>،</w:t>
      </w:r>
      <w:r w:rsidRPr="003E3506">
        <w:rPr>
          <w:rtl/>
          <w:lang w:bidi="fa-IR"/>
        </w:rPr>
        <w:t xml:space="preserve"> مى تواند مزد زحمتهاى خود را به اندازه معمولى با حفظ نسبت از شريكهاى ديگر بگيرد</w:t>
      </w:r>
      <w:r w:rsidR="000C4B14">
        <w:rPr>
          <w:rtl/>
          <w:lang w:bidi="fa-IR"/>
        </w:rPr>
        <w:t>،</w:t>
      </w:r>
      <w:r w:rsidRPr="003E3506">
        <w:rPr>
          <w:rtl/>
          <w:lang w:bidi="fa-IR"/>
        </w:rPr>
        <w:t xml:space="preserve"> ولى چنانچه مزد معمول بيشتر از مقدار فايده اى باشد كه در فرض صحت شركت مى برده همان مقدار فايده را مى تواند بگيرد.</w:t>
      </w:r>
    </w:p>
    <w:p w:rsidR="007E0CCF" w:rsidRPr="003E3506" w:rsidRDefault="007E0CCF" w:rsidP="003E3506">
      <w:pPr>
        <w:pStyle w:val="libNormal"/>
        <w:rPr>
          <w:lang w:bidi="fa-IR"/>
        </w:rPr>
      </w:pPr>
      <w:r>
        <w:rPr>
          <w:rtl/>
          <w:lang w:bidi="fa-IR"/>
        </w:rPr>
        <w:br w:type="page"/>
      </w:r>
    </w:p>
    <w:p w:rsidR="003E3506" w:rsidRDefault="00605FAB" w:rsidP="007E0CCF">
      <w:pPr>
        <w:pStyle w:val="Heading2"/>
        <w:rPr>
          <w:rtl/>
          <w:lang w:bidi="fa-IR"/>
        </w:rPr>
      </w:pPr>
      <w:bookmarkStart w:id="236" w:name="_Toc24454659"/>
      <w:r>
        <w:rPr>
          <w:rtl/>
          <w:lang w:bidi="fa-IR"/>
        </w:rPr>
        <w:t>(</w:t>
      </w:r>
      <w:r w:rsidR="003E3506" w:rsidRPr="003E3506">
        <w:rPr>
          <w:rtl/>
          <w:lang w:bidi="fa-IR"/>
        </w:rPr>
        <w:t>احكام صلح</w:t>
      </w:r>
      <w:r>
        <w:rPr>
          <w:rtl/>
          <w:lang w:bidi="fa-IR"/>
        </w:rPr>
        <w:t>)</w:t>
      </w:r>
      <w:bookmarkEnd w:id="236"/>
    </w:p>
    <w:p w:rsidR="003E3506" w:rsidRPr="003E3506" w:rsidRDefault="003E3506" w:rsidP="003E3506">
      <w:pPr>
        <w:pStyle w:val="libNormal"/>
        <w:rPr>
          <w:lang w:bidi="fa-IR"/>
        </w:rPr>
      </w:pPr>
      <w:r w:rsidRPr="003E3506">
        <w:rPr>
          <w:rtl/>
          <w:lang w:bidi="fa-IR"/>
        </w:rPr>
        <w:t>٢١٦٨ - صلح آن است كه انسان با ديگرى سازش كند كه مقدارى از مال يا منفعت مال خود را ملك او كند</w:t>
      </w:r>
      <w:r w:rsidR="000C4B14">
        <w:rPr>
          <w:rtl/>
          <w:lang w:bidi="fa-IR"/>
        </w:rPr>
        <w:t>،</w:t>
      </w:r>
      <w:r w:rsidRPr="003E3506">
        <w:rPr>
          <w:rtl/>
          <w:lang w:bidi="fa-IR"/>
        </w:rPr>
        <w:t xml:space="preserve"> يا از طلب</w:t>
      </w:r>
      <w:r w:rsidR="000C4B14">
        <w:rPr>
          <w:rtl/>
          <w:lang w:bidi="fa-IR"/>
        </w:rPr>
        <w:t>،</w:t>
      </w:r>
      <w:r w:rsidRPr="003E3506">
        <w:rPr>
          <w:rtl/>
          <w:lang w:bidi="fa-IR"/>
        </w:rPr>
        <w:t xml:space="preserve"> يا حق خود بگذرد كه او هم در عوض</w:t>
      </w:r>
      <w:r w:rsidR="000C4B14">
        <w:rPr>
          <w:rtl/>
          <w:lang w:bidi="fa-IR"/>
        </w:rPr>
        <w:t>،</w:t>
      </w:r>
      <w:r w:rsidRPr="003E3506">
        <w:rPr>
          <w:rtl/>
          <w:lang w:bidi="fa-IR"/>
        </w:rPr>
        <w:t xml:space="preserve"> مقدارى از مال</w:t>
      </w:r>
      <w:r w:rsidR="000C4B14">
        <w:rPr>
          <w:rtl/>
          <w:lang w:bidi="fa-IR"/>
        </w:rPr>
        <w:t>،</w:t>
      </w:r>
      <w:r w:rsidRPr="003E3506">
        <w:rPr>
          <w:rtl/>
          <w:lang w:bidi="fa-IR"/>
        </w:rPr>
        <w:t xml:space="preserve"> يا منفعت مال خود را به او واگذار نمايد يا از طلب</w:t>
      </w:r>
      <w:r w:rsidR="000C4B14">
        <w:rPr>
          <w:rtl/>
          <w:lang w:bidi="fa-IR"/>
        </w:rPr>
        <w:t>،</w:t>
      </w:r>
      <w:r w:rsidRPr="003E3506">
        <w:rPr>
          <w:rtl/>
          <w:lang w:bidi="fa-IR"/>
        </w:rPr>
        <w:t xml:space="preserve"> يا حقى كه دارد بگذرد</w:t>
      </w:r>
      <w:r w:rsidR="000C4B14">
        <w:rPr>
          <w:rtl/>
          <w:lang w:bidi="fa-IR"/>
        </w:rPr>
        <w:t>،</w:t>
      </w:r>
      <w:r w:rsidRPr="003E3506">
        <w:rPr>
          <w:rtl/>
          <w:lang w:bidi="fa-IR"/>
        </w:rPr>
        <w:t xml:space="preserve"> بلكه اگر بدون آن كه عوض بگيرد با كسى سازش كند كه مقدارى از مال</w:t>
      </w:r>
      <w:r w:rsidR="000C4B14">
        <w:rPr>
          <w:rtl/>
          <w:lang w:bidi="fa-IR"/>
        </w:rPr>
        <w:t>،</w:t>
      </w:r>
      <w:r w:rsidRPr="003E3506">
        <w:rPr>
          <w:rtl/>
          <w:lang w:bidi="fa-IR"/>
        </w:rPr>
        <w:t xml:space="preserve"> يا منفعت مال خود را به او واگذار كند</w:t>
      </w:r>
      <w:r w:rsidR="000C4B14">
        <w:rPr>
          <w:rtl/>
          <w:lang w:bidi="fa-IR"/>
        </w:rPr>
        <w:t>،</w:t>
      </w:r>
      <w:r w:rsidRPr="003E3506">
        <w:rPr>
          <w:rtl/>
          <w:lang w:bidi="fa-IR"/>
        </w:rPr>
        <w:t xml:space="preserve"> يا از طلب يا حق خود بگذرد</w:t>
      </w:r>
      <w:r w:rsidR="000C4B14">
        <w:rPr>
          <w:rtl/>
          <w:lang w:bidi="fa-IR"/>
        </w:rPr>
        <w:t>،</w:t>
      </w:r>
      <w:r w:rsidRPr="003E3506">
        <w:rPr>
          <w:rtl/>
          <w:lang w:bidi="fa-IR"/>
        </w:rPr>
        <w:t xml:space="preserve"> باز هم صلح صحيح است</w:t>
      </w:r>
      <w:r w:rsidR="000C4B14">
        <w:rPr>
          <w:rtl/>
          <w:lang w:bidi="fa-IR"/>
        </w:rPr>
        <w:t>.</w:t>
      </w:r>
    </w:p>
    <w:p w:rsidR="003E3506" w:rsidRPr="003E3506" w:rsidRDefault="003E3506" w:rsidP="003E3506">
      <w:pPr>
        <w:pStyle w:val="libNormal"/>
        <w:rPr>
          <w:lang w:bidi="fa-IR"/>
        </w:rPr>
      </w:pPr>
      <w:r w:rsidRPr="003E3506">
        <w:rPr>
          <w:rtl/>
          <w:lang w:bidi="fa-IR"/>
        </w:rPr>
        <w:t>٢١٦٩ - كسى كه مالش را به ديگرى صلح مى كند</w:t>
      </w:r>
      <w:r w:rsidR="000C4B14">
        <w:rPr>
          <w:rtl/>
          <w:lang w:bidi="fa-IR"/>
        </w:rPr>
        <w:t>،</w:t>
      </w:r>
      <w:r w:rsidRPr="003E3506">
        <w:rPr>
          <w:rtl/>
          <w:lang w:bidi="fa-IR"/>
        </w:rPr>
        <w:t xml:space="preserve"> بايد بالغ و عاقل و قصد صلح داشته و كسى را مجبور نكرده باشد</w:t>
      </w:r>
      <w:r w:rsidR="000C4B14">
        <w:rPr>
          <w:rtl/>
          <w:lang w:bidi="fa-IR"/>
        </w:rPr>
        <w:t>،</w:t>
      </w:r>
      <w:r w:rsidRPr="003E3506">
        <w:rPr>
          <w:rtl/>
          <w:lang w:bidi="fa-IR"/>
        </w:rPr>
        <w:t xml:space="preserve"> و بايد سفيه و ممنوع از تصرف در آن مال به واسطه ورشكستگى هم نباشد.</w:t>
      </w:r>
    </w:p>
    <w:p w:rsidR="003E3506" w:rsidRPr="003E3506" w:rsidRDefault="003E3506" w:rsidP="003E3506">
      <w:pPr>
        <w:pStyle w:val="libNormal"/>
        <w:rPr>
          <w:lang w:bidi="fa-IR"/>
        </w:rPr>
      </w:pPr>
      <w:r w:rsidRPr="003E3506">
        <w:rPr>
          <w:rtl/>
          <w:lang w:bidi="fa-IR"/>
        </w:rPr>
        <w:t>٢١٧٠ - لازم نيست صيغه صلح به عربى خوانده شود</w:t>
      </w:r>
      <w:r w:rsidR="000C4B14">
        <w:rPr>
          <w:rtl/>
          <w:lang w:bidi="fa-IR"/>
        </w:rPr>
        <w:t>،</w:t>
      </w:r>
      <w:r w:rsidRPr="003E3506">
        <w:rPr>
          <w:rtl/>
          <w:lang w:bidi="fa-IR"/>
        </w:rPr>
        <w:t xml:space="preserve"> بلكه با هر لفظى كه بفهماند با هم صلح و سازش كرده اند صحيح است</w:t>
      </w:r>
      <w:r w:rsidR="000C4B14">
        <w:rPr>
          <w:rtl/>
          <w:lang w:bidi="fa-IR"/>
        </w:rPr>
        <w:t>.</w:t>
      </w:r>
    </w:p>
    <w:p w:rsidR="003E3506" w:rsidRPr="003E3506" w:rsidRDefault="003E3506" w:rsidP="003E3506">
      <w:pPr>
        <w:pStyle w:val="libNormal"/>
        <w:rPr>
          <w:lang w:bidi="fa-IR"/>
        </w:rPr>
      </w:pPr>
      <w:r w:rsidRPr="003E3506">
        <w:rPr>
          <w:rtl/>
          <w:lang w:bidi="fa-IR"/>
        </w:rPr>
        <w:t>٢١٧١ - اگر كسى گوسفندهاى خود را به چوپان بدهد كه مثلا يك سال نگهدارى كند و از شير آن استفاده نمايد</w:t>
      </w:r>
      <w:r w:rsidR="000C4B14">
        <w:rPr>
          <w:rtl/>
          <w:lang w:bidi="fa-IR"/>
        </w:rPr>
        <w:t>،</w:t>
      </w:r>
      <w:r w:rsidRPr="003E3506">
        <w:rPr>
          <w:rtl/>
          <w:lang w:bidi="fa-IR"/>
        </w:rPr>
        <w:t xml:space="preserve"> و مقدارى روغن بدهد</w:t>
      </w:r>
      <w:r w:rsidR="000C4B14">
        <w:rPr>
          <w:rtl/>
          <w:lang w:bidi="fa-IR"/>
        </w:rPr>
        <w:t>،</w:t>
      </w:r>
      <w:r w:rsidRPr="003E3506">
        <w:rPr>
          <w:rtl/>
          <w:lang w:bidi="fa-IR"/>
        </w:rPr>
        <w:t xml:space="preserve"> چنانچه شير گوسفند را در مقابل زحمتهاى چوپان و آن روغن صلح كند صحيح است بلكه اگر گوسفند را يكساله به چوپان اجاره دهد كه از شير آن استفاده كند و در عوض مقدارى روغن بدهد و مقيد نكند بخصوص روغن شير آن گوسفند</w:t>
      </w:r>
      <w:r w:rsidR="000C4B14">
        <w:rPr>
          <w:rtl/>
          <w:lang w:bidi="fa-IR"/>
        </w:rPr>
        <w:t>،</w:t>
      </w:r>
      <w:r w:rsidRPr="003E3506">
        <w:rPr>
          <w:rtl/>
          <w:lang w:bidi="fa-IR"/>
        </w:rPr>
        <w:t xml:space="preserve"> اجاره صحيح است</w:t>
      </w:r>
      <w:r w:rsidR="000C4B14">
        <w:rPr>
          <w:rtl/>
          <w:lang w:bidi="fa-IR"/>
        </w:rPr>
        <w:t>.</w:t>
      </w:r>
    </w:p>
    <w:p w:rsidR="003E3506" w:rsidRPr="003E3506" w:rsidRDefault="003E3506" w:rsidP="003E3506">
      <w:pPr>
        <w:pStyle w:val="libNormal"/>
        <w:rPr>
          <w:lang w:bidi="fa-IR"/>
        </w:rPr>
      </w:pPr>
      <w:r w:rsidRPr="003E3506">
        <w:rPr>
          <w:rtl/>
          <w:lang w:bidi="fa-IR"/>
        </w:rPr>
        <w:t>٢١٧٢ - اگر كسى بخواهد طلب يا حق خود را به ديگرى صلح كند در صورتى صحيح است كه او قبول نمايد</w:t>
      </w:r>
      <w:r w:rsidR="000C4B14">
        <w:rPr>
          <w:rtl/>
          <w:lang w:bidi="fa-IR"/>
        </w:rPr>
        <w:t>،</w:t>
      </w:r>
      <w:r w:rsidRPr="003E3506">
        <w:rPr>
          <w:rtl/>
          <w:lang w:bidi="fa-IR"/>
        </w:rPr>
        <w:t xml:space="preserve"> ولى اگر بخواهد از طلب يا حق خود بگذرد قبول كردن او لازم نيست</w:t>
      </w:r>
      <w:r w:rsidR="000C4B14">
        <w:rPr>
          <w:rtl/>
          <w:lang w:bidi="fa-IR"/>
        </w:rPr>
        <w:t>.</w:t>
      </w:r>
    </w:p>
    <w:p w:rsidR="003E3506" w:rsidRPr="003E3506" w:rsidRDefault="003E3506" w:rsidP="003E3506">
      <w:pPr>
        <w:pStyle w:val="libNormal"/>
        <w:rPr>
          <w:lang w:bidi="fa-IR"/>
        </w:rPr>
      </w:pPr>
      <w:r w:rsidRPr="003E3506">
        <w:rPr>
          <w:rtl/>
          <w:lang w:bidi="fa-IR"/>
        </w:rPr>
        <w:t>٢١٧٣ - اگر انسان مقدار بدهى خود را بداند و طلبكار او نداند چنانچه</w:t>
      </w:r>
      <w:r w:rsidR="000C4B14">
        <w:rPr>
          <w:rtl/>
          <w:lang w:bidi="fa-IR"/>
        </w:rPr>
        <w:t>،</w:t>
      </w:r>
      <w:r w:rsidRPr="003E3506">
        <w:rPr>
          <w:rtl/>
          <w:lang w:bidi="fa-IR"/>
        </w:rPr>
        <w:t xml:space="preserve"> طلبكار طلب خود را به كمتر از مقدارى كه هست صلح كند مثلا پنجاه تومان طلبكار باشد و طلب خود را به ده تومان صلح نمايد</w:t>
      </w:r>
      <w:r w:rsidR="000C4B14">
        <w:rPr>
          <w:rtl/>
          <w:lang w:bidi="fa-IR"/>
        </w:rPr>
        <w:t>،</w:t>
      </w:r>
      <w:r w:rsidRPr="003E3506">
        <w:rPr>
          <w:rtl/>
          <w:lang w:bidi="fa-IR"/>
        </w:rPr>
        <w:t xml:space="preserve"> زيادى براى بدهكار حلال نيست</w:t>
      </w:r>
      <w:r w:rsidR="000C4B14">
        <w:rPr>
          <w:rtl/>
          <w:lang w:bidi="fa-IR"/>
        </w:rPr>
        <w:t>،</w:t>
      </w:r>
      <w:r w:rsidRPr="003E3506">
        <w:rPr>
          <w:rtl/>
          <w:lang w:bidi="fa-IR"/>
        </w:rPr>
        <w:t xml:space="preserve"> مگر آن كه مقدار بدهى خود را به او بگويد </w:t>
      </w:r>
      <w:r w:rsidRPr="003E3506">
        <w:rPr>
          <w:rtl/>
          <w:lang w:bidi="fa-IR"/>
        </w:rPr>
        <w:lastRenderedPageBreak/>
        <w:t>و او را راضى كند</w:t>
      </w:r>
      <w:r w:rsidR="000C4B14">
        <w:rPr>
          <w:rtl/>
          <w:lang w:bidi="fa-IR"/>
        </w:rPr>
        <w:t>،</w:t>
      </w:r>
      <w:r w:rsidRPr="003E3506">
        <w:rPr>
          <w:rtl/>
          <w:lang w:bidi="fa-IR"/>
        </w:rPr>
        <w:t xml:space="preserve"> يا طورى باشد كه اگر مقدار طلب خود را مى دانست</w:t>
      </w:r>
      <w:r w:rsidR="000C4B14">
        <w:rPr>
          <w:rtl/>
          <w:lang w:bidi="fa-IR"/>
        </w:rPr>
        <w:t>،</w:t>
      </w:r>
      <w:r w:rsidRPr="003E3506">
        <w:rPr>
          <w:rtl/>
          <w:lang w:bidi="fa-IR"/>
        </w:rPr>
        <w:t xml:space="preserve"> باز هم به آن مقدار صلح مى كرد.</w:t>
      </w:r>
    </w:p>
    <w:p w:rsidR="003E3506" w:rsidRPr="003E3506" w:rsidRDefault="003E3506" w:rsidP="003E3506">
      <w:pPr>
        <w:pStyle w:val="libNormal"/>
        <w:rPr>
          <w:lang w:bidi="fa-IR"/>
        </w:rPr>
      </w:pPr>
      <w:r w:rsidRPr="003E3506">
        <w:rPr>
          <w:rtl/>
          <w:lang w:bidi="fa-IR"/>
        </w:rPr>
        <w:t>٢١٧٤ - اگر دو نفر در دست و يا بر ذمه يكديگر مالى داشته باشند</w:t>
      </w:r>
      <w:r w:rsidR="000C4B14">
        <w:rPr>
          <w:rtl/>
          <w:lang w:bidi="fa-IR"/>
        </w:rPr>
        <w:t>،</w:t>
      </w:r>
      <w:r w:rsidRPr="003E3506">
        <w:rPr>
          <w:rtl/>
          <w:lang w:bidi="fa-IR"/>
        </w:rPr>
        <w:t xml:space="preserve"> و بدانند كه يكى از آن دو از ديگرى بيشتر است</w:t>
      </w:r>
      <w:r w:rsidR="000C4B14">
        <w:rPr>
          <w:rtl/>
          <w:lang w:bidi="fa-IR"/>
        </w:rPr>
        <w:t>،</w:t>
      </w:r>
      <w:r w:rsidRPr="003E3506">
        <w:rPr>
          <w:rtl/>
          <w:lang w:bidi="fa-IR"/>
        </w:rPr>
        <w:t xml:space="preserve"> چنانچه فروش آن دو مال به يكديگر از اين جهت كه موجب ربا است حرام باشد</w:t>
      </w:r>
      <w:r w:rsidR="000C4B14">
        <w:rPr>
          <w:rtl/>
          <w:lang w:bidi="fa-IR"/>
        </w:rPr>
        <w:t>،</w:t>
      </w:r>
      <w:r w:rsidRPr="003E3506">
        <w:rPr>
          <w:rtl/>
          <w:lang w:bidi="fa-IR"/>
        </w:rPr>
        <w:t xml:space="preserve"> صلح آن دو به يكديگر نيز حرام است</w:t>
      </w:r>
      <w:r w:rsidR="000C4B14">
        <w:rPr>
          <w:rtl/>
          <w:lang w:bidi="fa-IR"/>
        </w:rPr>
        <w:t>،</w:t>
      </w:r>
      <w:r w:rsidRPr="003E3506">
        <w:rPr>
          <w:rtl/>
          <w:lang w:bidi="fa-IR"/>
        </w:rPr>
        <w:t xml:space="preserve"> بلكه اگر زيادتر بودن يكى از آن دو مال از ديگرى معلوم نباشد ولى احتمال زيادى برود نمى توانند</w:t>
      </w:r>
      <w:r w:rsidR="000C4B14">
        <w:rPr>
          <w:rtl/>
          <w:lang w:bidi="fa-IR"/>
        </w:rPr>
        <w:t>،</w:t>
      </w:r>
      <w:r w:rsidRPr="003E3506">
        <w:rPr>
          <w:rtl/>
          <w:lang w:bidi="fa-IR"/>
        </w:rPr>
        <w:t xml:space="preserve"> بنابر احتياط لازم آن دو را به يكديگر صلح نمايند.</w:t>
      </w:r>
    </w:p>
    <w:p w:rsidR="003E3506" w:rsidRPr="003E3506" w:rsidRDefault="003E3506" w:rsidP="003E3506">
      <w:pPr>
        <w:pStyle w:val="libNormal"/>
        <w:rPr>
          <w:lang w:bidi="fa-IR"/>
        </w:rPr>
      </w:pPr>
      <w:r w:rsidRPr="003E3506">
        <w:rPr>
          <w:rtl/>
          <w:lang w:bidi="fa-IR"/>
        </w:rPr>
        <w:t>٢١٧٥ - اگر دو نفر از يك نفر طلبكار باشند</w:t>
      </w:r>
      <w:r w:rsidR="000C4B14">
        <w:rPr>
          <w:rtl/>
          <w:lang w:bidi="fa-IR"/>
        </w:rPr>
        <w:t>،</w:t>
      </w:r>
      <w:r w:rsidRPr="003E3506">
        <w:rPr>
          <w:rtl/>
          <w:lang w:bidi="fa-IR"/>
        </w:rPr>
        <w:t xml:space="preserve"> يا دو نفر از دو نفر ديگر طلبكار باشند</w:t>
      </w:r>
      <w:r w:rsidR="000C4B14">
        <w:rPr>
          <w:rtl/>
          <w:lang w:bidi="fa-IR"/>
        </w:rPr>
        <w:t>،</w:t>
      </w:r>
      <w:r w:rsidRPr="003E3506">
        <w:rPr>
          <w:rtl/>
          <w:lang w:bidi="fa-IR"/>
        </w:rPr>
        <w:t xml:space="preserve"> و بخواهند طلبهاى خود را به يكديگر صلح كنند چنانچه به طورى كه در مساله پيش گفته شد</w:t>
      </w:r>
      <w:r w:rsidR="000C4B14">
        <w:rPr>
          <w:rtl/>
          <w:lang w:bidi="fa-IR"/>
        </w:rPr>
        <w:t>،</w:t>
      </w:r>
      <w:r w:rsidRPr="003E3506">
        <w:rPr>
          <w:rtl/>
          <w:lang w:bidi="fa-IR"/>
        </w:rPr>
        <w:t xml:space="preserve"> مستلزم ربا نباشد</w:t>
      </w:r>
      <w:r w:rsidR="000C4B14">
        <w:rPr>
          <w:rtl/>
          <w:lang w:bidi="fa-IR"/>
        </w:rPr>
        <w:t>،</w:t>
      </w:r>
      <w:r w:rsidRPr="003E3506">
        <w:rPr>
          <w:rtl/>
          <w:lang w:bidi="fa-IR"/>
        </w:rPr>
        <w:t xml:space="preserve"> اشكال ندارد</w:t>
      </w:r>
      <w:r w:rsidR="000C4B14">
        <w:rPr>
          <w:rtl/>
          <w:lang w:bidi="fa-IR"/>
        </w:rPr>
        <w:t>،</w:t>
      </w:r>
      <w:r w:rsidRPr="003E3506">
        <w:rPr>
          <w:rtl/>
          <w:lang w:bidi="fa-IR"/>
        </w:rPr>
        <w:t xml:space="preserve"> مثلا اگر هر دو ده من گندم طلبكار باشند </w:t>
      </w:r>
      <w:r w:rsidR="00605FAB">
        <w:rPr>
          <w:rtl/>
          <w:lang w:bidi="fa-IR"/>
        </w:rPr>
        <w:t>(</w:t>
      </w:r>
      <w:r w:rsidRPr="003E3506">
        <w:rPr>
          <w:rtl/>
          <w:lang w:bidi="fa-IR"/>
        </w:rPr>
        <w:t>يكى گندم اعلا و ديگرى متوسط</w:t>
      </w:r>
      <w:r w:rsidR="00605FAB">
        <w:rPr>
          <w:rtl/>
          <w:lang w:bidi="fa-IR"/>
        </w:rPr>
        <w:t>)</w:t>
      </w:r>
      <w:r w:rsidRPr="003E3506">
        <w:rPr>
          <w:rtl/>
          <w:lang w:bidi="fa-IR"/>
        </w:rPr>
        <w:t xml:space="preserve"> و هر دو طلب به سر آمده باشد مصالحه آنان صحيح است</w:t>
      </w:r>
      <w:r w:rsidR="000C4B14">
        <w:rPr>
          <w:rtl/>
          <w:lang w:bidi="fa-IR"/>
        </w:rPr>
        <w:t>.</w:t>
      </w:r>
    </w:p>
    <w:p w:rsidR="003E3506" w:rsidRPr="003E3506" w:rsidRDefault="003E3506" w:rsidP="003E3506">
      <w:pPr>
        <w:pStyle w:val="libNormal"/>
        <w:rPr>
          <w:lang w:bidi="fa-IR"/>
        </w:rPr>
      </w:pPr>
      <w:r w:rsidRPr="003E3506">
        <w:rPr>
          <w:rtl/>
          <w:lang w:bidi="fa-IR"/>
        </w:rPr>
        <w:t>٢١٧٦ - اگر از كسى طلبى دارد كه بايد بعد از مدتى بگيرد چنانچه طلب خود را به مقدار كمترى صلح كند و مقصودش اين باشد كه از مقدارى از طلب خود گذشت كند و بقيه را نقد بگيرد اشكال ندارد.</w:t>
      </w:r>
    </w:p>
    <w:p w:rsidR="003E3506" w:rsidRPr="003E3506" w:rsidRDefault="003E3506" w:rsidP="003E3506">
      <w:pPr>
        <w:pStyle w:val="libNormal"/>
        <w:rPr>
          <w:lang w:bidi="fa-IR"/>
        </w:rPr>
      </w:pPr>
      <w:r w:rsidRPr="003E3506">
        <w:rPr>
          <w:rtl/>
          <w:lang w:bidi="fa-IR"/>
        </w:rPr>
        <w:t>و اين حكم در صورتى است كه طلب از جنس طلا يا نقره يا جنس ديگرى باشد كه با وزن يا پيمانه فروخته مى شود</w:t>
      </w:r>
      <w:r w:rsidR="000C4B14">
        <w:rPr>
          <w:rtl/>
          <w:lang w:bidi="fa-IR"/>
        </w:rPr>
        <w:t>،</w:t>
      </w:r>
      <w:r w:rsidRPr="003E3506">
        <w:rPr>
          <w:rtl/>
          <w:lang w:bidi="fa-IR"/>
        </w:rPr>
        <w:t xml:space="preserve"> و اما در غير آنها براى طلبكار جايز است كه طلب خود را به بدهكار يا غير آن به كمتر از طلب صلح نموده يا بفروشد</w:t>
      </w:r>
      <w:r w:rsidR="000C4B14">
        <w:rPr>
          <w:rtl/>
          <w:lang w:bidi="fa-IR"/>
        </w:rPr>
        <w:t>،</w:t>
      </w:r>
      <w:r w:rsidRPr="003E3506">
        <w:rPr>
          <w:rtl/>
          <w:lang w:bidi="fa-IR"/>
        </w:rPr>
        <w:t xml:space="preserve"> چنان كه در مساله </w:t>
      </w:r>
      <w:r w:rsidR="00605FAB">
        <w:rPr>
          <w:rtl/>
          <w:lang w:bidi="fa-IR"/>
        </w:rPr>
        <w:t>(</w:t>
      </w:r>
      <w:r w:rsidRPr="003E3506">
        <w:rPr>
          <w:rtl/>
          <w:lang w:bidi="fa-IR"/>
        </w:rPr>
        <w:t>٢٢٩٧</w:t>
      </w:r>
      <w:r w:rsidR="00605FAB">
        <w:rPr>
          <w:rtl/>
          <w:lang w:bidi="fa-IR"/>
        </w:rPr>
        <w:t>)</w:t>
      </w:r>
      <w:r w:rsidRPr="003E3506">
        <w:rPr>
          <w:rtl/>
          <w:lang w:bidi="fa-IR"/>
        </w:rPr>
        <w:t xml:space="preserve"> خواهد آمد.</w:t>
      </w:r>
    </w:p>
    <w:p w:rsidR="003E3506" w:rsidRPr="003E3506" w:rsidRDefault="003E3506" w:rsidP="003E3506">
      <w:pPr>
        <w:pStyle w:val="libNormal"/>
        <w:rPr>
          <w:lang w:bidi="fa-IR"/>
        </w:rPr>
      </w:pPr>
      <w:r w:rsidRPr="003E3506">
        <w:rPr>
          <w:rtl/>
          <w:lang w:bidi="fa-IR"/>
        </w:rPr>
        <w:t>٢١٧٧ - اگر دو نفر چيزى را با هم صلح كنند</w:t>
      </w:r>
      <w:r w:rsidR="000C4B14">
        <w:rPr>
          <w:rtl/>
          <w:lang w:bidi="fa-IR"/>
        </w:rPr>
        <w:t>،</w:t>
      </w:r>
      <w:r w:rsidRPr="003E3506">
        <w:rPr>
          <w:rtl/>
          <w:lang w:bidi="fa-IR"/>
        </w:rPr>
        <w:t xml:space="preserve"> با رضايت يكديگر مى توانند صلح را به هم بزنند.</w:t>
      </w:r>
    </w:p>
    <w:p w:rsidR="003E3506" w:rsidRPr="003E3506" w:rsidRDefault="003E3506" w:rsidP="003E3506">
      <w:pPr>
        <w:pStyle w:val="libNormal"/>
        <w:rPr>
          <w:lang w:bidi="fa-IR"/>
        </w:rPr>
      </w:pPr>
      <w:r w:rsidRPr="003E3506">
        <w:rPr>
          <w:rtl/>
          <w:lang w:bidi="fa-IR"/>
        </w:rPr>
        <w:t>و نيز اگر در ضمن معامله براى هر دو يا يكى از آنان حق بهم زدن معامله را قرار داده باشند</w:t>
      </w:r>
      <w:r w:rsidR="000C4B14">
        <w:rPr>
          <w:rtl/>
          <w:lang w:bidi="fa-IR"/>
        </w:rPr>
        <w:t>،</w:t>
      </w:r>
      <w:r w:rsidRPr="003E3506">
        <w:rPr>
          <w:rtl/>
          <w:lang w:bidi="fa-IR"/>
        </w:rPr>
        <w:t xml:space="preserve"> كسى كه آن حق را دارد مى تواند صلح را بهم بزند.</w:t>
      </w:r>
    </w:p>
    <w:p w:rsidR="003E3506" w:rsidRPr="003E3506" w:rsidRDefault="003E3506" w:rsidP="003E3506">
      <w:pPr>
        <w:pStyle w:val="libNormal"/>
        <w:rPr>
          <w:lang w:bidi="fa-IR"/>
        </w:rPr>
      </w:pPr>
      <w:r w:rsidRPr="003E3506">
        <w:rPr>
          <w:rtl/>
          <w:lang w:bidi="fa-IR"/>
        </w:rPr>
        <w:lastRenderedPageBreak/>
        <w:t>٢١٧٨ - تا وقتى خريدار و فروشنده از هم جدا نشده اند مى توانند معامله را بهم بزنند و نيز اگر مشترى حيوانى را بخرد تا سه روز حق بهم زدن معامله را دارد.</w:t>
      </w:r>
    </w:p>
    <w:p w:rsidR="003E3506" w:rsidRPr="003E3506" w:rsidRDefault="003E3506" w:rsidP="003E3506">
      <w:pPr>
        <w:pStyle w:val="libNormal"/>
        <w:rPr>
          <w:lang w:bidi="fa-IR"/>
        </w:rPr>
      </w:pPr>
      <w:r w:rsidRPr="003E3506">
        <w:rPr>
          <w:rtl/>
          <w:lang w:bidi="fa-IR"/>
        </w:rPr>
        <w:t xml:space="preserve">و هم چنين اگر پول جنسى را كه خريده تا سه روز ندهد و جنس را تحويل نگيرد همان گونه كه در مساله </w:t>
      </w:r>
      <w:r w:rsidR="00605FAB">
        <w:rPr>
          <w:rtl/>
          <w:lang w:bidi="fa-IR"/>
        </w:rPr>
        <w:t>(</w:t>
      </w:r>
      <w:r w:rsidRPr="003E3506">
        <w:rPr>
          <w:rtl/>
          <w:lang w:bidi="fa-IR"/>
        </w:rPr>
        <w:t>٢١٣٢</w:t>
      </w:r>
      <w:r w:rsidR="00605FAB">
        <w:rPr>
          <w:rtl/>
          <w:lang w:bidi="fa-IR"/>
        </w:rPr>
        <w:t>)</w:t>
      </w:r>
      <w:r w:rsidRPr="003E3506">
        <w:rPr>
          <w:rtl/>
          <w:lang w:bidi="fa-IR"/>
        </w:rPr>
        <w:t xml:space="preserve"> گذشت</w:t>
      </w:r>
      <w:r w:rsidR="000C4B14">
        <w:rPr>
          <w:rtl/>
          <w:lang w:bidi="fa-IR"/>
        </w:rPr>
        <w:t>،</w:t>
      </w:r>
      <w:r w:rsidRPr="003E3506">
        <w:rPr>
          <w:rtl/>
          <w:lang w:bidi="fa-IR"/>
        </w:rPr>
        <w:t xml:space="preserve"> فروشنده مى تواند معامله را بهم بزند</w:t>
      </w:r>
      <w:r w:rsidR="000C4B14">
        <w:rPr>
          <w:rtl/>
          <w:lang w:bidi="fa-IR"/>
        </w:rPr>
        <w:t>،</w:t>
      </w:r>
      <w:r w:rsidRPr="003E3506">
        <w:rPr>
          <w:rtl/>
          <w:lang w:bidi="fa-IR"/>
        </w:rPr>
        <w:t xml:space="preserve"> ولى كسى كه مالى را صلح مى كند</w:t>
      </w:r>
      <w:r w:rsidR="000C4B14">
        <w:rPr>
          <w:rtl/>
          <w:lang w:bidi="fa-IR"/>
        </w:rPr>
        <w:t>،</w:t>
      </w:r>
      <w:r w:rsidRPr="003E3506">
        <w:rPr>
          <w:rtl/>
          <w:lang w:bidi="fa-IR"/>
        </w:rPr>
        <w:t xml:space="preserve"> در اين سه صورت حق بهم زدن صلح را ندارد</w:t>
      </w:r>
      <w:r w:rsidR="000C4B14">
        <w:rPr>
          <w:rtl/>
          <w:lang w:bidi="fa-IR"/>
        </w:rPr>
        <w:t>،</w:t>
      </w:r>
      <w:r w:rsidRPr="003E3506">
        <w:rPr>
          <w:rtl/>
          <w:lang w:bidi="fa-IR"/>
        </w:rPr>
        <w:t xml:space="preserve"> اما در صورتى كه طرف مصالحه در پرداخت مال المصالحه از حد متعارف تاخير كند يا اين كه شرط شده باشد كه مثلا مال المصالحه را نقد بدهد و طرف عمل به شرط ننمايد</w:t>
      </w:r>
      <w:r w:rsidR="000C4B14">
        <w:rPr>
          <w:rtl/>
          <w:lang w:bidi="fa-IR"/>
        </w:rPr>
        <w:t>،</w:t>
      </w:r>
      <w:r w:rsidRPr="003E3506">
        <w:rPr>
          <w:rtl/>
          <w:lang w:bidi="fa-IR"/>
        </w:rPr>
        <w:t xml:space="preserve"> در اين صورت مى تواند صلح را بهم بزند و هم چنين در بقيه صور ديگر كه در احكام خريد و فروش گفته شد نيز مى تواند صلح را بهم بزند</w:t>
      </w:r>
      <w:r w:rsidR="000C4B14">
        <w:rPr>
          <w:rtl/>
          <w:lang w:bidi="fa-IR"/>
        </w:rPr>
        <w:t>،</w:t>
      </w:r>
      <w:r w:rsidRPr="003E3506">
        <w:rPr>
          <w:rtl/>
          <w:lang w:bidi="fa-IR"/>
        </w:rPr>
        <w:t xml:space="preserve"> مگر در صورتى كه يكى از دو طرف مصالحه مغبون باشد كه در اين صورت معلوم نيست بتواند معامله را بهم بزند.</w:t>
      </w:r>
    </w:p>
    <w:p w:rsidR="003E3506" w:rsidRPr="003E3506" w:rsidRDefault="003E3506" w:rsidP="003E3506">
      <w:pPr>
        <w:pStyle w:val="libNormal"/>
        <w:rPr>
          <w:lang w:bidi="fa-IR"/>
        </w:rPr>
      </w:pPr>
      <w:r w:rsidRPr="003E3506">
        <w:rPr>
          <w:rtl/>
          <w:lang w:bidi="fa-IR"/>
        </w:rPr>
        <w:t>٢١٧٩ - اگر چيزى را كه به صلح گرفته معيوب باشد</w:t>
      </w:r>
      <w:r w:rsidR="000C4B14">
        <w:rPr>
          <w:rtl/>
          <w:lang w:bidi="fa-IR"/>
        </w:rPr>
        <w:t>،</w:t>
      </w:r>
      <w:r w:rsidRPr="003E3506">
        <w:rPr>
          <w:rtl/>
          <w:lang w:bidi="fa-IR"/>
        </w:rPr>
        <w:t xml:space="preserve"> مى تواند صلح را بهم بزند</w:t>
      </w:r>
      <w:r w:rsidR="000C4B14">
        <w:rPr>
          <w:rtl/>
          <w:lang w:bidi="fa-IR"/>
        </w:rPr>
        <w:t>،</w:t>
      </w:r>
      <w:r w:rsidRPr="003E3506">
        <w:rPr>
          <w:rtl/>
          <w:lang w:bidi="fa-IR"/>
        </w:rPr>
        <w:t xml:space="preserve"> ولى اگر بخواهد تفاوت قيمت صحيح و معيوب را بگيرد اشكال دارد.</w:t>
      </w:r>
    </w:p>
    <w:p w:rsidR="003E3506" w:rsidRPr="003E3506" w:rsidRDefault="003E3506" w:rsidP="003E3506">
      <w:pPr>
        <w:pStyle w:val="libNormal"/>
        <w:rPr>
          <w:lang w:bidi="fa-IR"/>
        </w:rPr>
      </w:pPr>
      <w:r w:rsidRPr="003E3506">
        <w:rPr>
          <w:rtl/>
          <w:lang w:bidi="fa-IR"/>
        </w:rPr>
        <w:t>٢١٨٠ - هر گاه مال خود را به كسى صلح نمايد و با او شرط كند و بگويد كه بعد از مرگ من بايد چيزى را كه به تو صلح كردم مثلا وقف كنى و او هم اين شرط را قبول كند</w:t>
      </w:r>
      <w:r w:rsidR="000C4B14">
        <w:rPr>
          <w:rtl/>
          <w:lang w:bidi="fa-IR"/>
        </w:rPr>
        <w:t>،</w:t>
      </w:r>
      <w:r w:rsidRPr="003E3506">
        <w:rPr>
          <w:rtl/>
          <w:lang w:bidi="fa-IR"/>
        </w:rPr>
        <w:t xml:space="preserve"> بايد به شرط عمل نمايد.</w:t>
      </w:r>
    </w:p>
    <w:p w:rsidR="003E3506" w:rsidRDefault="00605FAB" w:rsidP="007E0CCF">
      <w:pPr>
        <w:pStyle w:val="Heading3"/>
        <w:rPr>
          <w:rtl/>
          <w:lang w:bidi="fa-IR"/>
        </w:rPr>
      </w:pPr>
      <w:bookmarkStart w:id="237" w:name="_Toc24454660"/>
      <w:r>
        <w:rPr>
          <w:rtl/>
          <w:lang w:bidi="fa-IR"/>
        </w:rPr>
        <w:t>(</w:t>
      </w:r>
      <w:r w:rsidR="003E3506" w:rsidRPr="003E3506">
        <w:rPr>
          <w:rtl/>
          <w:lang w:bidi="fa-IR"/>
        </w:rPr>
        <w:t>احكام اجاره</w:t>
      </w:r>
      <w:r>
        <w:rPr>
          <w:rtl/>
          <w:lang w:bidi="fa-IR"/>
        </w:rPr>
        <w:t>)</w:t>
      </w:r>
      <w:bookmarkEnd w:id="237"/>
    </w:p>
    <w:p w:rsidR="003E3506" w:rsidRPr="003E3506" w:rsidRDefault="003E3506" w:rsidP="003E3506">
      <w:pPr>
        <w:pStyle w:val="libNormal"/>
        <w:rPr>
          <w:lang w:bidi="fa-IR"/>
        </w:rPr>
      </w:pPr>
      <w:r w:rsidRPr="003E3506">
        <w:rPr>
          <w:rtl/>
          <w:lang w:bidi="fa-IR"/>
        </w:rPr>
        <w:t>٢١٨١ - اجاره دهنده و كسى كه چيزى را اجاره مى كند بايد بالغ و عاقل باشند و به اختيار خودشان اجاره را انجام دهند و نيز بايد در مال خود حق تصرف داشته باشند</w:t>
      </w:r>
      <w:r w:rsidR="000C4B14">
        <w:rPr>
          <w:rtl/>
          <w:lang w:bidi="fa-IR"/>
        </w:rPr>
        <w:t>،</w:t>
      </w:r>
      <w:r w:rsidRPr="003E3506">
        <w:rPr>
          <w:rtl/>
          <w:lang w:bidi="fa-IR"/>
        </w:rPr>
        <w:t xml:space="preserve"> پس سفيه چون حق ندارد در مال خود تصرف نمايد</w:t>
      </w:r>
      <w:r w:rsidR="000C4B14">
        <w:rPr>
          <w:rtl/>
          <w:lang w:bidi="fa-IR"/>
        </w:rPr>
        <w:t>،</w:t>
      </w:r>
      <w:r w:rsidRPr="003E3506">
        <w:rPr>
          <w:rtl/>
          <w:lang w:bidi="fa-IR"/>
        </w:rPr>
        <w:t xml:space="preserve"> نمى تواند چيزى را اجاره كند</w:t>
      </w:r>
      <w:r w:rsidR="000C4B14">
        <w:rPr>
          <w:rtl/>
          <w:lang w:bidi="fa-IR"/>
        </w:rPr>
        <w:t>،</w:t>
      </w:r>
      <w:r w:rsidRPr="003E3506">
        <w:rPr>
          <w:rtl/>
          <w:lang w:bidi="fa-IR"/>
        </w:rPr>
        <w:t xml:space="preserve"> يا اجاره دهد و هم چنين مفلس نمى تواند چيزى از اموالى را كه حق تصرف در آنها را ندارد</w:t>
      </w:r>
      <w:r w:rsidR="000C4B14">
        <w:rPr>
          <w:rtl/>
          <w:lang w:bidi="fa-IR"/>
        </w:rPr>
        <w:t>،</w:t>
      </w:r>
      <w:r w:rsidRPr="003E3506">
        <w:rPr>
          <w:rtl/>
          <w:lang w:bidi="fa-IR"/>
        </w:rPr>
        <w:t xml:space="preserve"> اجاره بدهد يا با آن چيزى را اجاره كند ولى مى تواند خودش را اجاره دهد.</w:t>
      </w:r>
    </w:p>
    <w:p w:rsidR="003E3506" w:rsidRPr="003E3506" w:rsidRDefault="003E3506" w:rsidP="003E3506">
      <w:pPr>
        <w:pStyle w:val="libNormal"/>
        <w:rPr>
          <w:lang w:bidi="fa-IR"/>
        </w:rPr>
      </w:pPr>
      <w:r w:rsidRPr="003E3506">
        <w:rPr>
          <w:rtl/>
          <w:lang w:bidi="fa-IR"/>
        </w:rPr>
        <w:lastRenderedPageBreak/>
        <w:t>٢١٨٢ - انسان مى تواند از طرف ديگرى وكيل شود و مال او را اجاره دهد يا مالى را براى او اجاره كند.</w:t>
      </w:r>
    </w:p>
    <w:p w:rsidR="003E3506" w:rsidRPr="003E3506" w:rsidRDefault="003E3506" w:rsidP="003E3506">
      <w:pPr>
        <w:pStyle w:val="libNormal"/>
        <w:rPr>
          <w:lang w:bidi="fa-IR"/>
        </w:rPr>
      </w:pPr>
      <w:r w:rsidRPr="003E3506">
        <w:rPr>
          <w:rtl/>
          <w:lang w:bidi="fa-IR"/>
        </w:rPr>
        <w:t>٢١٨٣ - اگر ولى</w:t>
      </w:r>
      <w:r w:rsidR="000C4B14">
        <w:rPr>
          <w:rtl/>
          <w:lang w:bidi="fa-IR"/>
        </w:rPr>
        <w:t>،</w:t>
      </w:r>
      <w:r w:rsidRPr="003E3506">
        <w:rPr>
          <w:rtl/>
          <w:lang w:bidi="fa-IR"/>
        </w:rPr>
        <w:t xml:space="preserve"> يا قيم بچه مال او را اجاره دهند</w:t>
      </w:r>
      <w:r w:rsidR="000C4B14">
        <w:rPr>
          <w:rtl/>
          <w:lang w:bidi="fa-IR"/>
        </w:rPr>
        <w:t>،</w:t>
      </w:r>
      <w:r w:rsidRPr="003E3506">
        <w:rPr>
          <w:rtl/>
          <w:lang w:bidi="fa-IR"/>
        </w:rPr>
        <w:t xml:space="preserve"> يا خود او را اجير ديگرى نمايند اشكال ندارد</w:t>
      </w:r>
      <w:r w:rsidR="000C4B14">
        <w:rPr>
          <w:rtl/>
          <w:lang w:bidi="fa-IR"/>
        </w:rPr>
        <w:t>،</w:t>
      </w:r>
      <w:r w:rsidRPr="003E3506">
        <w:rPr>
          <w:rtl/>
          <w:lang w:bidi="fa-IR"/>
        </w:rPr>
        <w:t xml:space="preserve"> و اگر مدتى از زمان بالغ شدن او را جزء مدت اجاره قرار دهند</w:t>
      </w:r>
      <w:r w:rsidR="000C4B14">
        <w:rPr>
          <w:rtl/>
          <w:lang w:bidi="fa-IR"/>
        </w:rPr>
        <w:t>،</w:t>
      </w:r>
      <w:r w:rsidRPr="003E3506">
        <w:rPr>
          <w:rtl/>
          <w:lang w:bidi="fa-IR"/>
        </w:rPr>
        <w:t xml:space="preserve"> بعد از آن كه بچه بالغ شد</w:t>
      </w:r>
      <w:r w:rsidR="000C4B14">
        <w:rPr>
          <w:rtl/>
          <w:lang w:bidi="fa-IR"/>
        </w:rPr>
        <w:t>،</w:t>
      </w:r>
      <w:r w:rsidRPr="003E3506">
        <w:rPr>
          <w:rtl/>
          <w:lang w:bidi="fa-IR"/>
        </w:rPr>
        <w:t xml:space="preserve"> مى تواند بقيه اجاره را بهم بزند</w:t>
      </w:r>
      <w:r w:rsidR="000C4B14">
        <w:rPr>
          <w:rtl/>
          <w:lang w:bidi="fa-IR"/>
        </w:rPr>
        <w:t>،</w:t>
      </w:r>
      <w:r w:rsidRPr="003E3506">
        <w:rPr>
          <w:rtl/>
          <w:lang w:bidi="fa-IR"/>
        </w:rPr>
        <w:t xml:space="preserve"> هر چند طورى بوده كه اگر مقدارى از زمان بالغ بودن بچه را جزء مدت اجاره نمى كرد</w:t>
      </w:r>
      <w:r w:rsidR="000C4B14">
        <w:rPr>
          <w:rtl/>
          <w:lang w:bidi="fa-IR"/>
        </w:rPr>
        <w:t>،</w:t>
      </w:r>
      <w:r w:rsidRPr="003E3506">
        <w:rPr>
          <w:rtl/>
          <w:lang w:bidi="fa-IR"/>
        </w:rPr>
        <w:t xml:space="preserve"> بخلاف مصلحت بچه بود</w:t>
      </w:r>
      <w:r w:rsidR="000C4B14">
        <w:rPr>
          <w:rtl/>
          <w:lang w:bidi="fa-IR"/>
        </w:rPr>
        <w:t>،</w:t>
      </w:r>
      <w:r w:rsidRPr="003E3506">
        <w:rPr>
          <w:rtl/>
          <w:lang w:bidi="fa-IR"/>
        </w:rPr>
        <w:t xml:space="preserve"> بلى اگر بر خلاف مصلحت ملزمه شرعيه بود</w:t>
      </w:r>
      <w:r w:rsidR="000C4B14">
        <w:rPr>
          <w:rtl/>
          <w:lang w:bidi="fa-IR"/>
        </w:rPr>
        <w:t>،</w:t>
      </w:r>
      <w:r w:rsidRPr="003E3506">
        <w:rPr>
          <w:rtl/>
          <w:lang w:bidi="fa-IR"/>
        </w:rPr>
        <w:t xml:space="preserve"> يعنى مصلحتى كه مى دانيم شارع مقدس راضى به ترك آن نيست</w:t>
      </w:r>
      <w:r w:rsidR="000C4B14">
        <w:rPr>
          <w:rtl/>
          <w:lang w:bidi="fa-IR"/>
        </w:rPr>
        <w:t>،</w:t>
      </w:r>
      <w:r w:rsidRPr="003E3506">
        <w:rPr>
          <w:rtl/>
          <w:lang w:bidi="fa-IR"/>
        </w:rPr>
        <w:t xml:space="preserve"> در اين صورت اگر اجاره با اذن حاكم شرع واقع شده باشد</w:t>
      </w:r>
      <w:r w:rsidR="000C4B14">
        <w:rPr>
          <w:rtl/>
          <w:lang w:bidi="fa-IR"/>
        </w:rPr>
        <w:t>،</w:t>
      </w:r>
      <w:r w:rsidRPr="003E3506">
        <w:rPr>
          <w:rtl/>
          <w:lang w:bidi="fa-IR"/>
        </w:rPr>
        <w:t xml:space="preserve"> بچه نمى تواند بعد از بلوغ اجاره را بهم بزند.</w:t>
      </w:r>
    </w:p>
    <w:p w:rsidR="003E3506" w:rsidRPr="003E3506" w:rsidRDefault="003E3506" w:rsidP="003E3506">
      <w:pPr>
        <w:pStyle w:val="libNormal"/>
        <w:rPr>
          <w:lang w:bidi="fa-IR"/>
        </w:rPr>
      </w:pPr>
      <w:r w:rsidRPr="003E3506">
        <w:rPr>
          <w:rtl/>
          <w:lang w:bidi="fa-IR"/>
        </w:rPr>
        <w:t>٢١٨٤ - بچه صغيرى را كه ولى ندارد</w:t>
      </w:r>
      <w:r w:rsidR="000C4B14">
        <w:rPr>
          <w:rtl/>
          <w:lang w:bidi="fa-IR"/>
        </w:rPr>
        <w:t>،</w:t>
      </w:r>
      <w:r w:rsidRPr="003E3506">
        <w:rPr>
          <w:rtl/>
          <w:lang w:bidi="fa-IR"/>
        </w:rPr>
        <w:t xml:space="preserve"> بدون اجازه مجتهد نمى شود اجير كرد</w:t>
      </w:r>
      <w:r w:rsidR="000C4B14">
        <w:rPr>
          <w:rtl/>
          <w:lang w:bidi="fa-IR"/>
        </w:rPr>
        <w:t>،</w:t>
      </w:r>
      <w:r w:rsidRPr="003E3506">
        <w:rPr>
          <w:rtl/>
          <w:lang w:bidi="fa-IR"/>
        </w:rPr>
        <w:t xml:space="preserve"> و كسى كه به مجتهد دسترسى ندارد</w:t>
      </w:r>
      <w:r w:rsidR="000C4B14">
        <w:rPr>
          <w:rtl/>
          <w:lang w:bidi="fa-IR"/>
        </w:rPr>
        <w:t>،</w:t>
      </w:r>
      <w:r w:rsidRPr="003E3506">
        <w:rPr>
          <w:rtl/>
          <w:lang w:bidi="fa-IR"/>
        </w:rPr>
        <w:t xml:space="preserve"> مى تواند از يك نفر مؤمن كه عادل باشد</w:t>
      </w:r>
      <w:r w:rsidR="000C4B14">
        <w:rPr>
          <w:rtl/>
          <w:lang w:bidi="fa-IR"/>
        </w:rPr>
        <w:t>،</w:t>
      </w:r>
      <w:r w:rsidRPr="003E3506">
        <w:rPr>
          <w:rtl/>
          <w:lang w:bidi="fa-IR"/>
        </w:rPr>
        <w:t xml:space="preserve"> اجازه بگيرد و او را اجير نمايد.</w:t>
      </w:r>
    </w:p>
    <w:p w:rsidR="003E3506" w:rsidRPr="003E3506" w:rsidRDefault="003E3506" w:rsidP="003E3506">
      <w:pPr>
        <w:pStyle w:val="libNormal"/>
        <w:rPr>
          <w:lang w:bidi="fa-IR"/>
        </w:rPr>
      </w:pPr>
      <w:r w:rsidRPr="003E3506">
        <w:rPr>
          <w:rtl/>
          <w:lang w:bidi="fa-IR"/>
        </w:rPr>
        <w:t>٢١٨٥ - اجاره دهنده و مستاجر لازم نيست صيغه عربى بخوانند بلكه اگر مالك به كسى بگويد</w:t>
      </w:r>
      <w:r w:rsidR="000C4B14">
        <w:rPr>
          <w:rtl/>
          <w:lang w:bidi="fa-IR"/>
        </w:rPr>
        <w:t>،</w:t>
      </w:r>
      <w:r w:rsidRPr="003E3506">
        <w:rPr>
          <w:rtl/>
          <w:lang w:bidi="fa-IR"/>
        </w:rPr>
        <w:t xml:space="preserve"> ملك خود را به تو اجاره دادم</w:t>
      </w:r>
      <w:r w:rsidR="000C4B14">
        <w:rPr>
          <w:rtl/>
          <w:lang w:bidi="fa-IR"/>
        </w:rPr>
        <w:t>،</w:t>
      </w:r>
      <w:r w:rsidRPr="003E3506">
        <w:rPr>
          <w:rtl/>
          <w:lang w:bidi="fa-IR"/>
        </w:rPr>
        <w:t xml:space="preserve"> و او بگويد قبول كردم اجاره صحيح است بلكه اگر حرفى نزنند و مالك به قصد اين كه ملك خود را اجاره دهد</w:t>
      </w:r>
      <w:r w:rsidR="000C4B14">
        <w:rPr>
          <w:rtl/>
          <w:lang w:bidi="fa-IR"/>
        </w:rPr>
        <w:t>،</w:t>
      </w:r>
      <w:r w:rsidRPr="003E3506">
        <w:rPr>
          <w:rtl/>
          <w:lang w:bidi="fa-IR"/>
        </w:rPr>
        <w:t xml:space="preserve"> به مستاجر واگذار كند و او هم به قصد اجاره كردن بگيرد</w:t>
      </w:r>
      <w:r w:rsidR="000C4B14">
        <w:rPr>
          <w:rtl/>
          <w:lang w:bidi="fa-IR"/>
        </w:rPr>
        <w:t>،</w:t>
      </w:r>
      <w:r w:rsidRPr="003E3506">
        <w:rPr>
          <w:rtl/>
          <w:lang w:bidi="fa-IR"/>
        </w:rPr>
        <w:t xml:space="preserve"> اجاره صحيح مى باشد</w:t>
      </w:r>
      <w:r w:rsidR="000C4B14">
        <w:rPr>
          <w:rtl/>
          <w:lang w:bidi="fa-IR"/>
        </w:rPr>
        <w:t>.</w:t>
      </w:r>
    </w:p>
    <w:p w:rsidR="003E3506" w:rsidRPr="003E3506" w:rsidRDefault="003E3506" w:rsidP="003E3506">
      <w:pPr>
        <w:pStyle w:val="libNormal"/>
        <w:rPr>
          <w:lang w:bidi="fa-IR"/>
        </w:rPr>
      </w:pPr>
      <w:r w:rsidRPr="003E3506">
        <w:rPr>
          <w:rtl/>
          <w:lang w:bidi="fa-IR"/>
        </w:rPr>
        <w:t>٢١٨٦ - اگر انسان بدون صيغه خواندن بخواهد براى انجام عملى اجير شود</w:t>
      </w:r>
      <w:r w:rsidR="000C4B14">
        <w:rPr>
          <w:rtl/>
          <w:lang w:bidi="fa-IR"/>
        </w:rPr>
        <w:t>،</w:t>
      </w:r>
      <w:r w:rsidRPr="003E3506">
        <w:rPr>
          <w:rtl/>
          <w:lang w:bidi="fa-IR"/>
        </w:rPr>
        <w:t xml:space="preserve"> همين كه مشغول آن عمل شد اجاره صحيح است</w:t>
      </w:r>
      <w:r w:rsidR="000C4B14">
        <w:rPr>
          <w:rtl/>
          <w:lang w:bidi="fa-IR"/>
        </w:rPr>
        <w:t>.</w:t>
      </w:r>
    </w:p>
    <w:p w:rsidR="003E3506" w:rsidRPr="003E3506" w:rsidRDefault="003E3506" w:rsidP="003E3506">
      <w:pPr>
        <w:pStyle w:val="libNormal"/>
        <w:rPr>
          <w:lang w:bidi="fa-IR"/>
        </w:rPr>
      </w:pPr>
      <w:r w:rsidRPr="003E3506">
        <w:rPr>
          <w:rtl/>
          <w:lang w:bidi="fa-IR"/>
        </w:rPr>
        <w:t>٢١٨٧ - كسى كه نمى تواند حرف بزند</w:t>
      </w:r>
      <w:r w:rsidR="000C4B14">
        <w:rPr>
          <w:rtl/>
          <w:lang w:bidi="fa-IR"/>
        </w:rPr>
        <w:t>،</w:t>
      </w:r>
      <w:r w:rsidRPr="003E3506">
        <w:rPr>
          <w:rtl/>
          <w:lang w:bidi="fa-IR"/>
        </w:rPr>
        <w:t xml:space="preserve"> اگر با اشاره بفهماند كه ملك را اجاره داده</w:t>
      </w:r>
      <w:r w:rsidR="000C4B14">
        <w:rPr>
          <w:rtl/>
          <w:lang w:bidi="fa-IR"/>
        </w:rPr>
        <w:t>،</w:t>
      </w:r>
      <w:r w:rsidRPr="003E3506">
        <w:rPr>
          <w:rtl/>
          <w:lang w:bidi="fa-IR"/>
        </w:rPr>
        <w:t xml:space="preserve"> يا اجاره كرده صحيح است</w:t>
      </w:r>
      <w:r w:rsidR="000C4B14">
        <w:rPr>
          <w:rtl/>
          <w:lang w:bidi="fa-IR"/>
        </w:rPr>
        <w:t>.</w:t>
      </w:r>
    </w:p>
    <w:p w:rsidR="003E3506" w:rsidRPr="003E3506" w:rsidRDefault="003E3506" w:rsidP="003E3506">
      <w:pPr>
        <w:pStyle w:val="libNormal"/>
        <w:rPr>
          <w:lang w:bidi="fa-IR"/>
        </w:rPr>
      </w:pPr>
      <w:r w:rsidRPr="003E3506">
        <w:rPr>
          <w:rtl/>
          <w:lang w:bidi="fa-IR"/>
        </w:rPr>
        <w:t>٢١٨٨ - اگر خانه يا دكان يا كشتى يا اطاقى را اجاره كند و صاحب ملك با او شرط كند كه فقط خود او از آنها استفاده نمايد</w:t>
      </w:r>
      <w:r w:rsidR="000C4B14">
        <w:rPr>
          <w:rtl/>
          <w:lang w:bidi="fa-IR"/>
        </w:rPr>
        <w:t>،</w:t>
      </w:r>
      <w:r w:rsidRPr="003E3506">
        <w:rPr>
          <w:rtl/>
          <w:lang w:bidi="fa-IR"/>
        </w:rPr>
        <w:t xml:space="preserve"> مستاجر نمى تواند آن را به ديگرى جهت استفاده از آنها اجاره دهد مگر آن كه اجاره طورى باشد كه استفاده مخصوص خودش باشد مثل اين كه زنى منزل يا اطاقى را اجاره كند و بعدا شوهر كرده و اطاق يا منزل را جهت سكناى خودش به شوهرش </w:t>
      </w:r>
      <w:r w:rsidRPr="003E3506">
        <w:rPr>
          <w:rtl/>
          <w:lang w:bidi="fa-IR"/>
        </w:rPr>
        <w:lastRenderedPageBreak/>
        <w:t>اجاره دهد</w:t>
      </w:r>
      <w:r w:rsidR="000C4B14">
        <w:rPr>
          <w:rtl/>
          <w:lang w:bidi="fa-IR"/>
        </w:rPr>
        <w:t>،</w:t>
      </w:r>
      <w:r w:rsidRPr="003E3506">
        <w:rPr>
          <w:rtl/>
          <w:lang w:bidi="fa-IR"/>
        </w:rPr>
        <w:t xml:space="preserve"> و اگر مالك شرط نكند مى تواند آن را به ديگرى اجاره دهد - البته تحويل دادن ملك به مستاجر دوم بايد بنابر احتياط از مالك اجازه بگيرد - ولى اگر بخواهد بيشتر از آنچه آن را اجاره كرده - هر چند از جنس ديگر - اجاره دهد</w:t>
      </w:r>
      <w:r w:rsidR="000C4B14">
        <w:rPr>
          <w:rtl/>
          <w:lang w:bidi="fa-IR"/>
        </w:rPr>
        <w:t>،</w:t>
      </w:r>
      <w:r w:rsidRPr="003E3506">
        <w:rPr>
          <w:rtl/>
          <w:lang w:bidi="fa-IR"/>
        </w:rPr>
        <w:t xml:space="preserve"> بايد در آن كارى مانند تعمير و سفيد كارى انجام داده باشد</w:t>
      </w:r>
      <w:r w:rsidR="000C4B14">
        <w:rPr>
          <w:rtl/>
          <w:lang w:bidi="fa-IR"/>
        </w:rPr>
        <w:t>،</w:t>
      </w:r>
      <w:r w:rsidRPr="003E3506">
        <w:rPr>
          <w:rtl/>
          <w:lang w:bidi="fa-IR"/>
        </w:rPr>
        <w:t xml:space="preserve"> يا براى نگهدارى آن خسارتى متحمل شده باشد.</w:t>
      </w:r>
    </w:p>
    <w:p w:rsidR="003E3506" w:rsidRPr="003E3506" w:rsidRDefault="003E3506" w:rsidP="003E3506">
      <w:pPr>
        <w:pStyle w:val="libNormal"/>
        <w:rPr>
          <w:lang w:bidi="fa-IR"/>
        </w:rPr>
      </w:pPr>
      <w:r w:rsidRPr="003E3506">
        <w:rPr>
          <w:rtl/>
          <w:lang w:bidi="fa-IR"/>
        </w:rPr>
        <w:t>٢١٨٩ - اگر اجير با انسان شرط كند كه فقط براى خود انسان كار كند</w:t>
      </w:r>
      <w:r w:rsidR="000C4B14">
        <w:rPr>
          <w:rtl/>
          <w:lang w:bidi="fa-IR"/>
        </w:rPr>
        <w:t>،</w:t>
      </w:r>
      <w:r w:rsidRPr="003E3506">
        <w:rPr>
          <w:rtl/>
          <w:lang w:bidi="fa-IR"/>
        </w:rPr>
        <w:t xml:space="preserve"> نمى شود او را به ديگرى اجاره داد مگر به نحوى كه در مساله قبلى گذشت</w:t>
      </w:r>
      <w:r w:rsidR="000C4B14">
        <w:rPr>
          <w:rtl/>
          <w:lang w:bidi="fa-IR"/>
        </w:rPr>
        <w:t>.</w:t>
      </w:r>
    </w:p>
    <w:p w:rsidR="003E3506" w:rsidRPr="003E3506" w:rsidRDefault="003E3506" w:rsidP="003E3506">
      <w:pPr>
        <w:pStyle w:val="libNormal"/>
        <w:rPr>
          <w:lang w:bidi="fa-IR"/>
        </w:rPr>
      </w:pPr>
      <w:r w:rsidRPr="003E3506">
        <w:rPr>
          <w:rtl/>
          <w:lang w:bidi="fa-IR"/>
        </w:rPr>
        <w:t>و اگر شرط نكند</w:t>
      </w:r>
      <w:r w:rsidR="000C4B14">
        <w:rPr>
          <w:rtl/>
          <w:lang w:bidi="fa-IR"/>
        </w:rPr>
        <w:t>،</w:t>
      </w:r>
      <w:r w:rsidRPr="003E3506">
        <w:rPr>
          <w:rtl/>
          <w:lang w:bidi="fa-IR"/>
        </w:rPr>
        <w:t xml:space="preserve"> مى تواند او را به ديگرى اجاره دهد</w:t>
      </w:r>
      <w:r w:rsidR="000C4B14">
        <w:rPr>
          <w:rtl/>
          <w:lang w:bidi="fa-IR"/>
        </w:rPr>
        <w:t>،</w:t>
      </w:r>
      <w:r w:rsidRPr="003E3506">
        <w:rPr>
          <w:rtl/>
          <w:lang w:bidi="fa-IR"/>
        </w:rPr>
        <w:t xml:space="preserve"> ولى چيزى كه به او اجاره مى دهد بايد در قيمت بيشتر از اجرتى كه براى اجير قرار داده نباشد</w:t>
      </w:r>
      <w:r w:rsidR="000C4B14">
        <w:rPr>
          <w:rtl/>
          <w:lang w:bidi="fa-IR"/>
        </w:rPr>
        <w:t>،</w:t>
      </w:r>
      <w:r w:rsidRPr="003E3506">
        <w:rPr>
          <w:rtl/>
          <w:lang w:bidi="fa-IR"/>
        </w:rPr>
        <w:t xml:space="preserve"> و هم چنين است اگر خودش اجير كسى شود و براى انجام آن عمل شخص ديگرى را به كمتر اجاره نمايد</w:t>
      </w:r>
      <w:r w:rsidR="000C4B14">
        <w:rPr>
          <w:rtl/>
          <w:lang w:bidi="fa-IR"/>
        </w:rPr>
        <w:t>،</w:t>
      </w:r>
      <w:r w:rsidRPr="003E3506">
        <w:rPr>
          <w:rtl/>
          <w:lang w:bidi="fa-IR"/>
        </w:rPr>
        <w:t xml:space="preserve"> ولى اگر مقدارى از آن عمل را خودش انجام داده باشد مى تواند ديگرى را به كمتر اجاره نمايد.</w:t>
      </w:r>
    </w:p>
    <w:p w:rsidR="003E3506" w:rsidRPr="003E3506" w:rsidRDefault="003E3506" w:rsidP="003E3506">
      <w:pPr>
        <w:pStyle w:val="libNormal"/>
        <w:rPr>
          <w:lang w:bidi="fa-IR"/>
        </w:rPr>
      </w:pPr>
      <w:r w:rsidRPr="003E3506">
        <w:rPr>
          <w:rtl/>
          <w:lang w:bidi="fa-IR"/>
        </w:rPr>
        <w:t>٢١٩٠ - اگر غير خانه و دكان و اطاق و كشتى و اجير</w:t>
      </w:r>
      <w:r w:rsidR="000C4B14">
        <w:rPr>
          <w:rtl/>
          <w:lang w:bidi="fa-IR"/>
        </w:rPr>
        <w:t>،</w:t>
      </w:r>
      <w:r w:rsidRPr="003E3506">
        <w:rPr>
          <w:rtl/>
          <w:lang w:bidi="fa-IR"/>
        </w:rPr>
        <w:t xml:space="preserve"> چيز ديگر مثلا زمين را اجاره كند و مالك با او شرط نكند كه فقط خودش از آن استفاده نمايد</w:t>
      </w:r>
      <w:r w:rsidR="000C4B14">
        <w:rPr>
          <w:rtl/>
          <w:lang w:bidi="fa-IR"/>
        </w:rPr>
        <w:t>،</w:t>
      </w:r>
      <w:r w:rsidRPr="003E3506">
        <w:rPr>
          <w:rtl/>
          <w:lang w:bidi="fa-IR"/>
        </w:rPr>
        <w:t xml:space="preserve"> اگر بيشتر از آنچه آن را اجاره كرده اجاره دهد صحت اجاره محل اشكال است</w:t>
      </w:r>
      <w:r w:rsidR="000C4B14">
        <w:rPr>
          <w:rtl/>
          <w:lang w:bidi="fa-IR"/>
        </w:rPr>
        <w:t>.</w:t>
      </w:r>
    </w:p>
    <w:p w:rsidR="003E3506" w:rsidRPr="003E3506" w:rsidRDefault="003E3506" w:rsidP="003E3506">
      <w:pPr>
        <w:pStyle w:val="libNormal"/>
        <w:rPr>
          <w:lang w:bidi="fa-IR"/>
        </w:rPr>
      </w:pPr>
      <w:r w:rsidRPr="003E3506">
        <w:rPr>
          <w:rtl/>
          <w:lang w:bidi="fa-IR"/>
        </w:rPr>
        <w:t>٢١٩١ - اگر خانه يا دكانى را مثلا يك ساله به صد تومان اجاره كند و از نصف آن خودش استفاده نمايد.</w:t>
      </w:r>
    </w:p>
    <w:p w:rsidR="003E3506" w:rsidRPr="003E3506" w:rsidRDefault="003E3506" w:rsidP="003E3506">
      <w:pPr>
        <w:pStyle w:val="libNormal"/>
        <w:rPr>
          <w:lang w:bidi="fa-IR"/>
        </w:rPr>
      </w:pPr>
      <w:r w:rsidRPr="003E3506">
        <w:rPr>
          <w:rtl/>
          <w:lang w:bidi="fa-IR"/>
        </w:rPr>
        <w:t>مى تواند نصف ديگر آن را به صد تومان اجاره دهد</w:t>
      </w:r>
      <w:r w:rsidR="000C4B14">
        <w:rPr>
          <w:rtl/>
          <w:lang w:bidi="fa-IR"/>
        </w:rPr>
        <w:t>،</w:t>
      </w:r>
      <w:r w:rsidRPr="003E3506">
        <w:rPr>
          <w:rtl/>
          <w:lang w:bidi="fa-IR"/>
        </w:rPr>
        <w:t xml:space="preserve"> ولى اگر بخواهد نصف آن را به زيادتر از مقدارى كه اجاره كرده مثلا به صد و بيست تومان اجاره دهد</w:t>
      </w:r>
      <w:r w:rsidR="000C4B14">
        <w:rPr>
          <w:rtl/>
          <w:lang w:bidi="fa-IR"/>
        </w:rPr>
        <w:t>،</w:t>
      </w:r>
      <w:r w:rsidRPr="003E3506">
        <w:rPr>
          <w:rtl/>
          <w:lang w:bidi="fa-IR"/>
        </w:rPr>
        <w:t xml:space="preserve"> بايد در آن</w:t>
      </w:r>
      <w:r w:rsidR="000C4B14">
        <w:rPr>
          <w:rtl/>
          <w:lang w:bidi="fa-IR"/>
        </w:rPr>
        <w:t>،</w:t>
      </w:r>
      <w:r w:rsidRPr="003E3506">
        <w:rPr>
          <w:rtl/>
          <w:lang w:bidi="fa-IR"/>
        </w:rPr>
        <w:t xml:space="preserve"> كارى مانند تعمير انجام داده باشد.</w:t>
      </w:r>
    </w:p>
    <w:p w:rsidR="003E3506" w:rsidRDefault="00605FAB" w:rsidP="007E0CCF">
      <w:pPr>
        <w:pStyle w:val="Heading3"/>
        <w:rPr>
          <w:rtl/>
          <w:lang w:bidi="fa-IR"/>
        </w:rPr>
      </w:pPr>
      <w:bookmarkStart w:id="238" w:name="_Toc24454661"/>
      <w:r>
        <w:rPr>
          <w:rtl/>
          <w:lang w:bidi="fa-IR"/>
        </w:rPr>
        <w:t>(</w:t>
      </w:r>
      <w:r w:rsidR="003E3506" w:rsidRPr="003E3506">
        <w:rPr>
          <w:rtl/>
          <w:lang w:bidi="fa-IR"/>
        </w:rPr>
        <w:t>شرايط مالى كه آن را اجاره مى دهند</w:t>
      </w:r>
      <w:r>
        <w:rPr>
          <w:rtl/>
          <w:lang w:bidi="fa-IR"/>
        </w:rPr>
        <w:t>)</w:t>
      </w:r>
      <w:bookmarkEnd w:id="238"/>
    </w:p>
    <w:p w:rsidR="003E3506" w:rsidRPr="003E3506" w:rsidRDefault="003E3506" w:rsidP="003E3506">
      <w:pPr>
        <w:pStyle w:val="libNormal"/>
        <w:rPr>
          <w:lang w:bidi="fa-IR"/>
        </w:rPr>
      </w:pPr>
      <w:r w:rsidRPr="003E3506">
        <w:rPr>
          <w:rtl/>
          <w:lang w:bidi="fa-IR"/>
        </w:rPr>
        <w:t>٢١٩٢ - مالى را كه اجاره مى دهند چند شرط دارد</w:t>
      </w:r>
      <w:r w:rsidR="00553569">
        <w:rPr>
          <w:rtl/>
          <w:lang w:bidi="fa-IR"/>
        </w:rPr>
        <w:t>:</w:t>
      </w:r>
      <w:r w:rsidRPr="003E3506">
        <w:rPr>
          <w:rtl/>
          <w:lang w:bidi="fa-IR"/>
        </w:rPr>
        <w:t xml:space="preserve"> اول آن كه معين باشد</w:t>
      </w:r>
      <w:r w:rsidR="000C4B14">
        <w:rPr>
          <w:rtl/>
          <w:lang w:bidi="fa-IR"/>
        </w:rPr>
        <w:t>،</w:t>
      </w:r>
      <w:r w:rsidRPr="003E3506">
        <w:rPr>
          <w:rtl/>
          <w:lang w:bidi="fa-IR"/>
        </w:rPr>
        <w:t xml:space="preserve"> پس اگر بگويد يكى از خانه هاى خود را به تو اجاره دادم درست نيست</w:t>
      </w:r>
      <w:r w:rsidR="000C4B14">
        <w:rPr>
          <w:rtl/>
          <w:lang w:bidi="fa-IR"/>
        </w:rPr>
        <w:t>.</w:t>
      </w:r>
    </w:p>
    <w:p w:rsidR="003E3506" w:rsidRPr="003E3506" w:rsidRDefault="003E3506" w:rsidP="003E3506">
      <w:pPr>
        <w:pStyle w:val="libNormal"/>
        <w:rPr>
          <w:lang w:bidi="fa-IR"/>
        </w:rPr>
      </w:pPr>
      <w:r w:rsidRPr="003E3506">
        <w:rPr>
          <w:rtl/>
          <w:lang w:bidi="fa-IR"/>
        </w:rPr>
        <w:lastRenderedPageBreak/>
        <w:t>دوم مستاجر آن را ببيند</w:t>
      </w:r>
      <w:r w:rsidR="000C4B14">
        <w:rPr>
          <w:rtl/>
          <w:lang w:bidi="fa-IR"/>
        </w:rPr>
        <w:t>،</w:t>
      </w:r>
      <w:r w:rsidRPr="003E3506">
        <w:rPr>
          <w:rtl/>
          <w:lang w:bidi="fa-IR"/>
        </w:rPr>
        <w:t xml:space="preserve"> يا كسى كه آن را اجاره مى دهد طورى خصوصيات آن را بگويد كه كاملا معلوم باشد.</w:t>
      </w:r>
    </w:p>
    <w:p w:rsidR="003E3506" w:rsidRPr="003E3506" w:rsidRDefault="003E3506" w:rsidP="003E3506">
      <w:pPr>
        <w:pStyle w:val="libNormal"/>
        <w:rPr>
          <w:lang w:bidi="fa-IR"/>
        </w:rPr>
      </w:pPr>
      <w:r w:rsidRPr="003E3506">
        <w:rPr>
          <w:rtl/>
          <w:lang w:bidi="fa-IR"/>
        </w:rPr>
        <w:t>سوم تحويل دادن آن ممكن باشد</w:t>
      </w:r>
      <w:r w:rsidR="000C4B14">
        <w:rPr>
          <w:rtl/>
          <w:lang w:bidi="fa-IR"/>
        </w:rPr>
        <w:t>،</w:t>
      </w:r>
      <w:r w:rsidRPr="003E3506">
        <w:rPr>
          <w:rtl/>
          <w:lang w:bidi="fa-IR"/>
        </w:rPr>
        <w:t xml:space="preserve"> پس اجاره دادن اسبى كه فرار كرده</w:t>
      </w:r>
      <w:r w:rsidR="000C4B14">
        <w:rPr>
          <w:rtl/>
          <w:lang w:bidi="fa-IR"/>
        </w:rPr>
        <w:t>،</w:t>
      </w:r>
      <w:r w:rsidRPr="003E3506">
        <w:rPr>
          <w:rtl/>
          <w:lang w:bidi="fa-IR"/>
        </w:rPr>
        <w:t xml:space="preserve"> اگر مستاجر نتواند آن را بگيرد باطل است ولى اگر بتواند آن را بگيرد صحيح است</w:t>
      </w:r>
      <w:r w:rsidR="000C4B14">
        <w:rPr>
          <w:rtl/>
          <w:lang w:bidi="fa-IR"/>
        </w:rPr>
        <w:t>.</w:t>
      </w:r>
    </w:p>
    <w:p w:rsidR="003E3506" w:rsidRPr="003E3506" w:rsidRDefault="003E3506" w:rsidP="003E3506">
      <w:pPr>
        <w:pStyle w:val="libNormal"/>
        <w:rPr>
          <w:lang w:bidi="fa-IR"/>
        </w:rPr>
      </w:pPr>
      <w:r w:rsidRPr="003E3506">
        <w:rPr>
          <w:rtl/>
          <w:lang w:bidi="fa-IR"/>
        </w:rPr>
        <w:t>چهارم آن كه استفاده از آن مال به اتلاف و از بين بردنش نباشد پس اجاره دادن نان و ميوه و خوردني</w:t>
      </w:r>
      <w:r w:rsidR="007E0CCF">
        <w:rPr>
          <w:rFonts w:hint="cs"/>
          <w:rtl/>
          <w:lang w:bidi="fa-IR"/>
        </w:rPr>
        <w:t xml:space="preserve"> </w:t>
      </w:r>
      <w:r w:rsidRPr="003E3506">
        <w:rPr>
          <w:rtl/>
          <w:lang w:bidi="fa-IR"/>
        </w:rPr>
        <w:t>هاى ديگر براى خوردن صحيح نيست</w:t>
      </w:r>
      <w:r w:rsidR="000C4B14">
        <w:rPr>
          <w:rtl/>
          <w:lang w:bidi="fa-IR"/>
        </w:rPr>
        <w:t>.</w:t>
      </w:r>
    </w:p>
    <w:p w:rsidR="003E3506" w:rsidRPr="003E3506" w:rsidRDefault="003E3506" w:rsidP="003E3506">
      <w:pPr>
        <w:pStyle w:val="libNormal"/>
        <w:rPr>
          <w:lang w:bidi="fa-IR"/>
        </w:rPr>
      </w:pPr>
      <w:r w:rsidRPr="003E3506">
        <w:rPr>
          <w:rtl/>
          <w:lang w:bidi="fa-IR"/>
        </w:rPr>
        <w:t>پنجم استفاده اى كه مال را براى آن</w:t>
      </w:r>
      <w:r w:rsidR="000C4B14">
        <w:rPr>
          <w:rtl/>
          <w:lang w:bidi="fa-IR"/>
        </w:rPr>
        <w:t>،</w:t>
      </w:r>
      <w:r w:rsidRPr="003E3506">
        <w:rPr>
          <w:rtl/>
          <w:lang w:bidi="fa-IR"/>
        </w:rPr>
        <w:t xml:space="preserve"> اجاره داده اند</w:t>
      </w:r>
      <w:r w:rsidR="000C4B14">
        <w:rPr>
          <w:rtl/>
          <w:lang w:bidi="fa-IR"/>
        </w:rPr>
        <w:t>،</w:t>
      </w:r>
      <w:r w:rsidRPr="003E3506">
        <w:rPr>
          <w:rtl/>
          <w:lang w:bidi="fa-IR"/>
        </w:rPr>
        <w:t xml:space="preserve"> ممكن باشد</w:t>
      </w:r>
      <w:r w:rsidR="000C4B14">
        <w:rPr>
          <w:rtl/>
          <w:lang w:bidi="fa-IR"/>
        </w:rPr>
        <w:t>،</w:t>
      </w:r>
      <w:r w:rsidRPr="003E3506">
        <w:rPr>
          <w:rtl/>
          <w:lang w:bidi="fa-IR"/>
        </w:rPr>
        <w:t xml:space="preserve"> پس اجاره دادن زمين براى زراعت در صورتى كه آب باران كفايت آن را نكند و از آب رودخانه هم به آن نرسد</w:t>
      </w:r>
      <w:r w:rsidR="000C4B14">
        <w:rPr>
          <w:rtl/>
          <w:lang w:bidi="fa-IR"/>
        </w:rPr>
        <w:t>،</w:t>
      </w:r>
      <w:r w:rsidRPr="003E3506">
        <w:rPr>
          <w:rtl/>
          <w:lang w:bidi="fa-IR"/>
        </w:rPr>
        <w:t xml:space="preserve"> صحيح نيست</w:t>
      </w:r>
      <w:r w:rsidR="000C4B14">
        <w:rPr>
          <w:rtl/>
          <w:lang w:bidi="fa-IR"/>
        </w:rPr>
        <w:t>.</w:t>
      </w:r>
    </w:p>
    <w:p w:rsidR="003E3506" w:rsidRPr="003E3506" w:rsidRDefault="003E3506" w:rsidP="003E3506">
      <w:pPr>
        <w:pStyle w:val="libNormal"/>
        <w:rPr>
          <w:lang w:bidi="fa-IR"/>
        </w:rPr>
      </w:pPr>
      <w:r w:rsidRPr="003E3506">
        <w:rPr>
          <w:rtl/>
          <w:lang w:bidi="fa-IR"/>
        </w:rPr>
        <w:t>ششم چيزى را كه اجاره مى دهد مال خود او باشد و اگر مال كس ديگر را اجاره دهد</w:t>
      </w:r>
      <w:r w:rsidR="000C4B14">
        <w:rPr>
          <w:rtl/>
          <w:lang w:bidi="fa-IR"/>
        </w:rPr>
        <w:t>،</w:t>
      </w:r>
      <w:r w:rsidRPr="003E3506">
        <w:rPr>
          <w:rtl/>
          <w:lang w:bidi="fa-IR"/>
        </w:rPr>
        <w:t xml:space="preserve"> در صورتى صحيح است كه صاحبش رضايت دهد.</w:t>
      </w:r>
    </w:p>
    <w:p w:rsidR="003E3506" w:rsidRPr="003E3506" w:rsidRDefault="003E3506" w:rsidP="003E3506">
      <w:pPr>
        <w:pStyle w:val="libNormal"/>
        <w:rPr>
          <w:lang w:bidi="fa-IR"/>
        </w:rPr>
      </w:pPr>
      <w:r w:rsidRPr="003E3506">
        <w:rPr>
          <w:rtl/>
          <w:lang w:bidi="fa-IR"/>
        </w:rPr>
        <w:t>٢١٩٣ - اجاره دادن درخت براى آن كه از ميوه اش استفاده كنند در صورتى كه ميوه اش فعلا موجود نباشد</w:t>
      </w:r>
      <w:r w:rsidR="000C4B14">
        <w:rPr>
          <w:rtl/>
          <w:lang w:bidi="fa-IR"/>
        </w:rPr>
        <w:t>،</w:t>
      </w:r>
      <w:r w:rsidRPr="003E3506">
        <w:rPr>
          <w:rtl/>
          <w:lang w:bidi="fa-IR"/>
        </w:rPr>
        <w:t xml:space="preserve"> صحيح است و هم چنين است اجاره دادن حيوان براى شيرش</w:t>
      </w:r>
      <w:r w:rsidR="000C4B14">
        <w:rPr>
          <w:rtl/>
          <w:lang w:bidi="fa-IR"/>
        </w:rPr>
        <w:t>.</w:t>
      </w:r>
    </w:p>
    <w:p w:rsidR="003E3506" w:rsidRPr="003E3506" w:rsidRDefault="003E3506" w:rsidP="003E3506">
      <w:pPr>
        <w:pStyle w:val="libNormal"/>
        <w:rPr>
          <w:lang w:bidi="fa-IR"/>
        </w:rPr>
      </w:pPr>
      <w:r w:rsidRPr="003E3506">
        <w:rPr>
          <w:rtl/>
          <w:lang w:bidi="fa-IR"/>
        </w:rPr>
        <w:t>٢١٩٤ - زن مى تواند براى آن كه از شيرش استفاده كنند اجير شود و لازم نيست از شوهر خود اجازه بگيرد</w:t>
      </w:r>
      <w:r w:rsidR="000C4B14">
        <w:rPr>
          <w:rtl/>
          <w:lang w:bidi="fa-IR"/>
        </w:rPr>
        <w:t>،</w:t>
      </w:r>
      <w:r w:rsidRPr="003E3506">
        <w:rPr>
          <w:rtl/>
          <w:lang w:bidi="fa-IR"/>
        </w:rPr>
        <w:t xml:space="preserve"> ولى اگر به واسطه شير دادن</w:t>
      </w:r>
      <w:r w:rsidR="000C4B14">
        <w:rPr>
          <w:rtl/>
          <w:lang w:bidi="fa-IR"/>
        </w:rPr>
        <w:t>،</w:t>
      </w:r>
      <w:r w:rsidRPr="003E3506">
        <w:rPr>
          <w:rtl/>
          <w:lang w:bidi="fa-IR"/>
        </w:rPr>
        <w:t xml:space="preserve"> حق شوهر از بين برود</w:t>
      </w:r>
      <w:r w:rsidR="000C4B14">
        <w:rPr>
          <w:rtl/>
          <w:lang w:bidi="fa-IR"/>
        </w:rPr>
        <w:t>،</w:t>
      </w:r>
      <w:r w:rsidRPr="003E3506">
        <w:rPr>
          <w:rtl/>
          <w:lang w:bidi="fa-IR"/>
        </w:rPr>
        <w:t xml:space="preserve"> بدون اجازه او نمى تواند اجير شود.</w:t>
      </w:r>
    </w:p>
    <w:p w:rsidR="003E3506" w:rsidRDefault="00605FAB" w:rsidP="007E0CCF">
      <w:pPr>
        <w:pStyle w:val="Heading3"/>
        <w:rPr>
          <w:rtl/>
          <w:lang w:bidi="fa-IR"/>
        </w:rPr>
      </w:pPr>
      <w:bookmarkStart w:id="239" w:name="_Toc24454662"/>
      <w:r>
        <w:rPr>
          <w:rtl/>
          <w:lang w:bidi="fa-IR"/>
        </w:rPr>
        <w:t>(</w:t>
      </w:r>
      <w:r w:rsidR="003E3506" w:rsidRPr="003E3506">
        <w:rPr>
          <w:rtl/>
          <w:lang w:bidi="fa-IR"/>
        </w:rPr>
        <w:t>شرايط استفاده اى كه مال را براى آن اجاره مى دهند</w:t>
      </w:r>
      <w:r>
        <w:rPr>
          <w:rtl/>
          <w:lang w:bidi="fa-IR"/>
        </w:rPr>
        <w:t>)</w:t>
      </w:r>
      <w:bookmarkEnd w:id="239"/>
    </w:p>
    <w:p w:rsidR="003E3506" w:rsidRPr="003E3506" w:rsidRDefault="003E3506" w:rsidP="003E3506">
      <w:pPr>
        <w:pStyle w:val="libNormal"/>
        <w:rPr>
          <w:lang w:bidi="fa-IR"/>
        </w:rPr>
      </w:pPr>
      <w:r w:rsidRPr="003E3506">
        <w:rPr>
          <w:rtl/>
          <w:lang w:bidi="fa-IR"/>
        </w:rPr>
        <w:t>٢١٩٥ - استفاده اى كه مال را براى آن اجاره مى دهند چهار شرط دارد</w:t>
      </w:r>
      <w:r w:rsidR="00553569">
        <w:rPr>
          <w:rtl/>
          <w:lang w:bidi="fa-IR"/>
        </w:rPr>
        <w:t>:</w:t>
      </w:r>
      <w:r w:rsidRPr="003E3506">
        <w:rPr>
          <w:rtl/>
          <w:lang w:bidi="fa-IR"/>
        </w:rPr>
        <w:t xml:space="preserve"> اول آن كه حلال باشد.</w:t>
      </w:r>
    </w:p>
    <w:p w:rsidR="003E3506" w:rsidRPr="003E3506" w:rsidRDefault="003E3506" w:rsidP="003E3506">
      <w:pPr>
        <w:pStyle w:val="libNormal"/>
        <w:rPr>
          <w:lang w:bidi="fa-IR"/>
        </w:rPr>
      </w:pPr>
      <w:r w:rsidRPr="003E3506">
        <w:rPr>
          <w:rtl/>
          <w:lang w:bidi="fa-IR"/>
        </w:rPr>
        <w:t>بنابر اين اجاره دادن دكان براى شراب فروشى يا نگهدارى شراب و كرايه دادن حيوان براى حمل و نقل شراب باطل است</w:t>
      </w:r>
      <w:r w:rsidR="000C4B14">
        <w:rPr>
          <w:rtl/>
          <w:lang w:bidi="fa-IR"/>
        </w:rPr>
        <w:t>.</w:t>
      </w:r>
    </w:p>
    <w:p w:rsidR="003E3506" w:rsidRPr="003E3506" w:rsidRDefault="003E3506" w:rsidP="003E3506">
      <w:pPr>
        <w:pStyle w:val="libNormal"/>
        <w:rPr>
          <w:lang w:bidi="fa-IR"/>
        </w:rPr>
      </w:pPr>
      <w:r w:rsidRPr="003E3506">
        <w:rPr>
          <w:rtl/>
          <w:lang w:bidi="fa-IR"/>
        </w:rPr>
        <w:lastRenderedPageBreak/>
        <w:t>دوم آن كه آن عمل در نظر شرع به طور مجان واجب نباشد</w:t>
      </w:r>
      <w:r w:rsidR="000C4B14">
        <w:rPr>
          <w:rtl/>
          <w:lang w:bidi="fa-IR"/>
        </w:rPr>
        <w:t>،</w:t>
      </w:r>
      <w:r w:rsidRPr="003E3506">
        <w:rPr>
          <w:rtl/>
          <w:lang w:bidi="fa-IR"/>
        </w:rPr>
        <w:t xml:space="preserve"> و از اين قبيل است - بنابر احتياط - ياد دادن مسائل حلال و حرام و تجهيز اموات پس اجير شدن براى اينها جايز نيست</w:t>
      </w:r>
      <w:r w:rsidR="000C4B14">
        <w:rPr>
          <w:rtl/>
          <w:lang w:bidi="fa-IR"/>
        </w:rPr>
        <w:t>.</w:t>
      </w:r>
    </w:p>
    <w:p w:rsidR="003E3506" w:rsidRPr="003E3506" w:rsidRDefault="003E3506" w:rsidP="003E3506">
      <w:pPr>
        <w:pStyle w:val="libNormal"/>
        <w:rPr>
          <w:lang w:bidi="fa-IR"/>
        </w:rPr>
      </w:pPr>
      <w:r w:rsidRPr="003E3506">
        <w:rPr>
          <w:rtl/>
          <w:lang w:bidi="fa-IR"/>
        </w:rPr>
        <w:t>و بنابر احتياط معتبر است كه پول دادن براى آن استفاده در نظر مردم بيهوده نباشد.</w:t>
      </w:r>
    </w:p>
    <w:p w:rsidR="003E3506" w:rsidRPr="003E3506" w:rsidRDefault="003E3506" w:rsidP="003E3506">
      <w:pPr>
        <w:pStyle w:val="libNormal"/>
        <w:rPr>
          <w:lang w:bidi="fa-IR"/>
        </w:rPr>
      </w:pPr>
      <w:r w:rsidRPr="003E3506">
        <w:rPr>
          <w:rtl/>
          <w:lang w:bidi="fa-IR"/>
        </w:rPr>
        <w:t>سوم اگر چيزى را كه اجاره مى دهند چند فايده داشته باشد استفاده اى كه مستاجر بايد از آن بكند معين نمايند</w:t>
      </w:r>
      <w:r w:rsidR="000C4B14">
        <w:rPr>
          <w:rtl/>
          <w:lang w:bidi="fa-IR"/>
        </w:rPr>
        <w:t>،</w:t>
      </w:r>
      <w:r w:rsidRPr="003E3506">
        <w:rPr>
          <w:rtl/>
          <w:lang w:bidi="fa-IR"/>
        </w:rPr>
        <w:t xml:space="preserve"> مثلا اگر حيوانى را كه سوارى مى دهد</w:t>
      </w:r>
      <w:r w:rsidR="000C4B14">
        <w:rPr>
          <w:rtl/>
          <w:lang w:bidi="fa-IR"/>
        </w:rPr>
        <w:t>،</w:t>
      </w:r>
      <w:r w:rsidRPr="003E3506">
        <w:rPr>
          <w:rtl/>
          <w:lang w:bidi="fa-IR"/>
        </w:rPr>
        <w:t xml:space="preserve"> و بار مى برد</w:t>
      </w:r>
      <w:r w:rsidR="000C4B14">
        <w:rPr>
          <w:rtl/>
          <w:lang w:bidi="fa-IR"/>
        </w:rPr>
        <w:t>،</w:t>
      </w:r>
      <w:r w:rsidRPr="003E3506">
        <w:rPr>
          <w:rtl/>
          <w:lang w:bidi="fa-IR"/>
        </w:rPr>
        <w:t xml:space="preserve"> اجاره دهند</w:t>
      </w:r>
      <w:r w:rsidR="000C4B14">
        <w:rPr>
          <w:rtl/>
          <w:lang w:bidi="fa-IR"/>
        </w:rPr>
        <w:t>،</w:t>
      </w:r>
      <w:r w:rsidRPr="003E3506">
        <w:rPr>
          <w:rtl/>
          <w:lang w:bidi="fa-IR"/>
        </w:rPr>
        <w:t xml:space="preserve"> بايد در موقع اجاره معين كند كه فقط سوارى يا باربرى آن</w:t>
      </w:r>
      <w:r w:rsidR="000C4B14">
        <w:rPr>
          <w:rtl/>
          <w:lang w:bidi="fa-IR"/>
        </w:rPr>
        <w:t>،</w:t>
      </w:r>
      <w:r w:rsidRPr="003E3506">
        <w:rPr>
          <w:rtl/>
          <w:lang w:bidi="fa-IR"/>
        </w:rPr>
        <w:t xml:space="preserve"> مال مستاجر است يا همه استفاده هاى آن</w:t>
      </w:r>
      <w:r w:rsidR="000C4B14">
        <w:rPr>
          <w:rtl/>
          <w:lang w:bidi="fa-IR"/>
        </w:rPr>
        <w:t>.</w:t>
      </w:r>
    </w:p>
    <w:p w:rsidR="003E3506" w:rsidRPr="003E3506" w:rsidRDefault="003E3506" w:rsidP="003E3506">
      <w:pPr>
        <w:pStyle w:val="libNormal"/>
        <w:rPr>
          <w:lang w:bidi="fa-IR"/>
        </w:rPr>
      </w:pPr>
      <w:r w:rsidRPr="003E3506">
        <w:rPr>
          <w:rtl/>
          <w:lang w:bidi="fa-IR"/>
        </w:rPr>
        <w:t>چهارم مقدار استفاده را معين نمايند</w:t>
      </w:r>
      <w:r w:rsidR="000C4B14">
        <w:rPr>
          <w:rtl/>
          <w:lang w:bidi="fa-IR"/>
        </w:rPr>
        <w:t>،</w:t>
      </w:r>
      <w:r w:rsidRPr="003E3506">
        <w:rPr>
          <w:rtl/>
          <w:lang w:bidi="fa-IR"/>
        </w:rPr>
        <w:t xml:space="preserve"> و اين يا به تعيين مدت است مانند اجاره خانه و دكان و يا به تعيين عمل است مانند آن كه با خياط قرار بگذارند كه لباس معينى را به طور مخصوصى بدوزد.</w:t>
      </w:r>
    </w:p>
    <w:p w:rsidR="003E3506" w:rsidRPr="003E3506" w:rsidRDefault="003E3506" w:rsidP="003E3506">
      <w:pPr>
        <w:pStyle w:val="libNormal"/>
        <w:rPr>
          <w:lang w:bidi="fa-IR"/>
        </w:rPr>
      </w:pPr>
      <w:r w:rsidRPr="003E3506">
        <w:rPr>
          <w:rtl/>
          <w:lang w:bidi="fa-IR"/>
        </w:rPr>
        <w:t>٢١٩٦ - اگر ابتداى مدت اجاره را معين نكنند.</w:t>
      </w:r>
    </w:p>
    <w:p w:rsidR="003E3506" w:rsidRPr="003E3506" w:rsidRDefault="003E3506" w:rsidP="003E3506">
      <w:pPr>
        <w:pStyle w:val="libNormal"/>
        <w:rPr>
          <w:lang w:bidi="fa-IR"/>
        </w:rPr>
      </w:pPr>
      <w:r w:rsidRPr="003E3506">
        <w:rPr>
          <w:rtl/>
          <w:lang w:bidi="fa-IR"/>
        </w:rPr>
        <w:t>ابتداى آن بعد از خواندن صيغه اجاره است</w:t>
      </w:r>
      <w:r w:rsidR="000C4B14">
        <w:rPr>
          <w:rtl/>
          <w:lang w:bidi="fa-IR"/>
        </w:rPr>
        <w:t>.</w:t>
      </w:r>
    </w:p>
    <w:p w:rsidR="003E3506" w:rsidRPr="003E3506" w:rsidRDefault="003E3506" w:rsidP="003E3506">
      <w:pPr>
        <w:pStyle w:val="libNormal"/>
        <w:rPr>
          <w:lang w:bidi="fa-IR"/>
        </w:rPr>
      </w:pPr>
      <w:r w:rsidRPr="003E3506">
        <w:rPr>
          <w:rtl/>
          <w:lang w:bidi="fa-IR"/>
        </w:rPr>
        <w:t>٢١٩٧ - اگر خانه اى را مثلا يك ساله اجاره دهند</w:t>
      </w:r>
      <w:r w:rsidR="000C4B14">
        <w:rPr>
          <w:rtl/>
          <w:lang w:bidi="fa-IR"/>
        </w:rPr>
        <w:t>،</w:t>
      </w:r>
      <w:r w:rsidRPr="003E3506">
        <w:rPr>
          <w:rtl/>
          <w:lang w:bidi="fa-IR"/>
        </w:rPr>
        <w:t xml:space="preserve"> و ابتداى آن را يك ماه بعد از خواندن صيغه قرار دهند</w:t>
      </w:r>
      <w:r w:rsidR="000C4B14">
        <w:rPr>
          <w:rtl/>
          <w:lang w:bidi="fa-IR"/>
        </w:rPr>
        <w:t>،</w:t>
      </w:r>
      <w:r w:rsidRPr="003E3506">
        <w:rPr>
          <w:rtl/>
          <w:lang w:bidi="fa-IR"/>
        </w:rPr>
        <w:t xml:space="preserve"> اجاره صحيح است</w:t>
      </w:r>
      <w:r w:rsidR="000C4B14">
        <w:rPr>
          <w:rtl/>
          <w:lang w:bidi="fa-IR"/>
        </w:rPr>
        <w:t>،</w:t>
      </w:r>
      <w:r w:rsidRPr="003E3506">
        <w:rPr>
          <w:rtl/>
          <w:lang w:bidi="fa-IR"/>
        </w:rPr>
        <w:t xml:space="preserve"> اگر چه موقعى كه صيغه مى خوانند خانه در اجاره ديگرى باشد.</w:t>
      </w:r>
    </w:p>
    <w:p w:rsidR="003E3506" w:rsidRPr="003E3506" w:rsidRDefault="003E3506" w:rsidP="003E3506">
      <w:pPr>
        <w:pStyle w:val="libNormal"/>
        <w:rPr>
          <w:lang w:bidi="fa-IR"/>
        </w:rPr>
      </w:pPr>
      <w:r w:rsidRPr="003E3506">
        <w:rPr>
          <w:rtl/>
          <w:lang w:bidi="fa-IR"/>
        </w:rPr>
        <w:t>٢١٩٨ - اگرمدت اجاره را معلوم نكند و بگويد هر وقت در خانه نشستى اجاره آن</w:t>
      </w:r>
      <w:r w:rsidR="000C4B14">
        <w:rPr>
          <w:rtl/>
          <w:lang w:bidi="fa-IR"/>
        </w:rPr>
        <w:t>،</w:t>
      </w:r>
      <w:r w:rsidRPr="003E3506">
        <w:rPr>
          <w:rtl/>
          <w:lang w:bidi="fa-IR"/>
        </w:rPr>
        <w:t xml:space="preserve"> ماهى ده تومان است اجاره صحيح نيست</w:t>
      </w:r>
      <w:r w:rsidR="000C4B14">
        <w:rPr>
          <w:rtl/>
          <w:lang w:bidi="fa-IR"/>
        </w:rPr>
        <w:t>.</w:t>
      </w:r>
    </w:p>
    <w:p w:rsidR="003E3506" w:rsidRPr="003E3506" w:rsidRDefault="003E3506" w:rsidP="003E3506">
      <w:pPr>
        <w:pStyle w:val="libNormal"/>
        <w:rPr>
          <w:lang w:bidi="fa-IR"/>
        </w:rPr>
      </w:pPr>
      <w:r w:rsidRPr="003E3506">
        <w:rPr>
          <w:rtl/>
          <w:lang w:bidi="fa-IR"/>
        </w:rPr>
        <w:t>٢١٩٩ - اگر به مستاجر بگويد خانه را ماهى ده تومان به تو اجاره دادم</w:t>
      </w:r>
      <w:r w:rsidR="000C4B14">
        <w:rPr>
          <w:rtl/>
          <w:lang w:bidi="fa-IR"/>
        </w:rPr>
        <w:t>،</w:t>
      </w:r>
      <w:r w:rsidRPr="003E3506">
        <w:rPr>
          <w:rtl/>
          <w:lang w:bidi="fa-IR"/>
        </w:rPr>
        <w:t xml:space="preserve"> يا بگويد خانه را يك ماهه به ده تومان به تو اجاره دادم و بعد از آن هم هر قدر بنشينى اجاره آن ماهى ده تومان است</w:t>
      </w:r>
      <w:r w:rsidR="000C4B14">
        <w:rPr>
          <w:rtl/>
          <w:lang w:bidi="fa-IR"/>
        </w:rPr>
        <w:t>،</w:t>
      </w:r>
      <w:r w:rsidRPr="003E3506">
        <w:rPr>
          <w:rtl/>
          <w:lang w:bidi="fa-IR"/>
        </w:rPr>
        <w:t xml:space="preserve"> در صورتى كه ابتداى مدت اجاره را معين كنند يا ابتداى آن معلوم باشد</w:t>
      </w:r>
      <w:r w:rsidR="000C4B14">
        <w:rPr>
          <w:rtl/>
          <w:lang w:bidi="fa-IR"/>
        </w:rPr>
        <w:t>،</w:t>
      </w:r>
      <w:r w:rsidRPr="003E3506">
        <w:rPr>
          <w:rtl/>
          <w:lang w:bidi="fa-IR"/>
        </w:rPr>
        <w:t xml:space="preserve"> اجاره ماه اول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٢٢٠٠ - خانه اى را كه غريب و زوار در آن منزل مى كنند</w:t>
      </w:r>
      <w:r w:rsidR="000C4B14">
        <w:rPr>
          <w:rtl/>
          <w:lang w:bidi="fa-IR"/>
        </w:rPr>
        <w:t>،</w:t>
      </w:r>
      <w:r w:rsidRPr="003E3506">
        <w:rPr>
          <w:rtl/>
          <w:lang w:bidi="fa-IR"/>
        </w:rPr>
        <w:t xml:space="preserve"> و معلوم نيست چقدر در آن مى مانند</w:t>
      </w:r>
      <w:r w:rsidR="000C4B14">
        <w:rPr>
          <w:rtl/>
          <w:lang w:bidi="fa-IR"/>
        </w:rPr>
        <w:t>،</w:t>
      </w:r>
      <w:r w:rsidRPr="003E3506">
        <w:rPr>
          <w:rtl/>
          <w:lang w:bidi="fa-IR"/>
        </w:rPr>
        <w:t xml:space="preserve"> اگر قرار بگذارند كه مثلا شبى يك تومان بدهند</w:t>
      </w:r>
      <w:r w:rsidR="000C4B14">
        <w:rPr>
          <w:rtl/>
          <w:lang w:bidi="fa-IR"/>
        </w:rPr>
        <w:t>،</w:t>
      </w:r>
      <w:r w:rsidRPr="003E3506">
        <w:rPr>
          <w:rtl/>
          <w:lang w:bidi="fa-IR"/>
        </w:rPr>
        <w:t xml:space="preserve"> و صاحب خانه راضى شود</w:t>
      </w:r>
      <w:r w:rsidR="000C4B14">
        <w:rPr>
          <w:rtl/>
          <w:lang w:bidi="fa-IR"/>
        </w:rPr>
        <w:t>،</w:t>
      </w:r>
      <w:r w:rsidRPr="003E3506">
        <w:rPr>
          <w:rtl/>
          <w:lang w:bidi="fa-IR"/>
        </w:rPr>
        <w:t xml:space="preserve"> استفاده از آن خانه اشكال ندارد.</w:t>
      </w:r>
    </w:p>
    <w:p w:rsidR="003E3506" w:rsidRPr="003E3506" w:rsidRDefault="003E3506" w:rsidP="003E3506">
      <w:pPr>
        <w:pStyle w:val="libNormal"/>
        <w:rPr>
          <w:lang w:bidi="fa-IR"/>
        </w:rPr>
      </w:pPr>
      <w:r w:rsidRPr="003E3506">
        <w:rPr>
          <w:rtl/>
          <w:lang w:bidi="fa-IR"/>
        </w:rPr>
        <w:t>ولى چون مدت اجاره را معلوم نكرده اند</w:t>
      </w:r>
      <w:r w:rsidR="000C4B14">
        <w:rPr>
          <w:rtl/>
          <w:lang w:bidi="fa-IR"/>
        </w:rPr>
        <w:t>،</w:t>
      </w:r>
      <w:r w:rsidRPr="003E3506">
        <w:rPr>
          <w:rtl/>
          <w:lang w:bidi="fa-IR"/>
        </w:rPr>
        <w:t xml:space="preserve"> اجاره نسبت به غير از شب اول صحيح نيست و صاحب خانه بعد از شب اول هر وقت بخواهد مى تواند آنها را بيرون كند.</w:t>
      </w:r>
    </w:p>
    <w:p w:rsidR="003E3506" w:rsidRDefault="00605FAB" w:rsidP="007E0CCF">
      <w:pPr>
        <w:pStyle w:val="Heading3"/>
        <w:rPr>
          <w:rtl/>
          <w:lang w:bidi="fa-IR"/>
        </w:rPr>
      </w:pPr>
      <w:bookmarkStart w:id="240" w:name="_Toc24454663"/>
      <w:r>
        <w:rPr>
          <w:rtl/>
          <w:lang w:bidi="fa-IR"/>
        </w:rPr>
        <w:t>(</w:t>
      </w:r>
      <w:r w:rsidR="003E3506" w:rsidRPr="003E3506">
        <w:rPr>
          <w:rtl/>
          <w:lang w:bidi="fa-IR"/>
        </w:rPr>
        <w:t>مسايل متفرقه اجاره</w:t>
      </w:r>
      <w:r>
        <w:rPr>
          <w:rtl/>
          <w:lang w:bidi="fa-IR"/>
        </w:rPr>
        <w:t>)</w:t>
      </w:r>
      <w:bookmarkEnd w:id="240"/>
    </w:p>
    <w:p w:rsidR="003E3506" w:rsidRPr="003E3506" w:rsidRDefault="003E3506" w:rsidP="003E3506">
      <w:pPr>
        <w:pStyle w:val="libNormal"/>
        <w:rPr>
          <w:lang w:bidi="fa-IR"/>
        </w:rPr>
      </w:pPr>
      <w:r w:rsidRPr="003E3506">
        <w:rPr>
          <w:rtl/>
          <w:lang w:bidi="fa-IR"/>
        </w:rPr>
        <w:t>٢٢٠١ - مالى را كه مستاجر بابت اجاره مى دهد بايد معلوم باشد</w:t>
      </w:r>
      <w:r w:rsidR="000C4B14">
        <w:rPr>
          <w:rtl/>
          <w:lang w:bidi="fa-IR"/>
        </w:rPr>
        <w:t>،</w:t>
      </w:r>
      <w:r w:rsidRPr="003E3506">
        <w:rPr>
          <w:rtl/>
          <w:lang w:bidi="fa-IR"/>
        </w:rPr>
        <w:t xml:space="preserve"> پس اگر از چيزهايى است كه مثل گندم با وزن معامله مى كنند بايد وزن آن معلوم باشد</w:t>
      </w:r>
      <w:r w:rsidR="000C4B14">
        <w:rPr>
          <w:rtl/>
          <w:lang w:bidi="fa-IR"/>
        </w:rPr>
        <w:t>،</w:t>
      </w:r>
      <w:r w:rsidRPr="003E3506">
        <w:rPr>
          <w:rtl/>
          <w:lang w:bidi="fa-IR"/>
        </w:rPr>
        <w:t xml:space="preserve"> و اگر از چيزهايى است كه مثل پولهاى رايج با شماره معامله مى كنند بايد شماره آن معين باشد</w:t>
      </w:r>
      <w:r w:rsidR="000C4B14">
        <w:rPr>
          <w:rtl/>
          <w:lang w:bidi="fa-IR"/>
        </w:rPr>
        <w:t>،</w:t>
      </w:r>
      <w:r w:rsidRPr="003E3506">
        <w:rPr>
          <w:rtl/>
          <w:lang w:bidi="fa-IR"/>
        </w:rPr>
        <w:t xml:space="preserve"> و اگر مثل اسب و گوسفند است بايد اجاره دهنده آن را ببيند يا مستاجر خصوصيات آن را بگويد.</w:t>
      </w:r>
    </w:p>
    <w:p w:rsidR="003E3506" w:rsidRPr="003E3506" w:rsidRDefault="003E3506" w:rsidP="003E3506">
      <w:pPr>
        <w:pStyle w:val="libNormal"/>
        <w:rPr>
          <w:lang w:bidi="fa-IR"/>
        </w:rPr>
      </w:pPr>
      <w:r w:rsidRPr="003E3506">
        <w:rPr>
          <w:rtl/>
          <w:lang w:bidi="fa-IR"/>
        </w:rPr>
        <w:t>٢٢٠٢ - اگر زمينى را براى زراعت اجاره دهد و مال الاجاره را حاصل همان زمين كه فعلا موجود نيست قرار دهد</w:t>
      </w:r>
      <w:r w:rsidR="000C4B14">
        <w:rPr>
          <w:rtl/>
          <w:lang w:bidi="fa-IR"/>
        </w:rPr>
        <w:t>،</w:t>
      </w:r>
      <w:r w:rsidRPr="003E3506">
        <w:rPr>
          <w:rtl/>
          <w:lang w:bidi="fa-IR"/>
        </w:rPr>
        <w:t xml:space="preserve"> و يا اين كه كلى در ذمه قرار دهد مشروط به آن كه از حاصل همان زمين پرداخت شود</w:t>
      </w:r>
      <w:r w:rsidR="000C4B14">
        <w:rPr>
          <w:rtl/>
          <w:lang w:bidi="fa-IR"/>
        </w:rPr>
        <w:t>،</w:t>
      </w:r>
      <w:r w:rsidRPr="003E3506">
        <w:rPr>
          <w:rtl/>
          <w:lang w:bidi="fa-IR"/>
        </w:rPr>
        <w:t xml:space="preserve"> اجاره صحيح نيست</w:t>
      </w:r>
      <w:r w:rsidR="000C4B14">
        <w:rPr>
          <w:rtl/>
          <w:lang w:bidi="fa-IR"/>
        </w:rPr>
        <w:t>.</w:t>
      </w:r>
    </w:p>
    <w:p w:rsidR="003E3506" w:rsidRPr="003E3506" w:rsidRDefault="003E3506" w:rsidP="003E3506">
      <w:pPr>
        <w:pStyle w:val="libNormal"/>
        <w:rPr>
          <w:lang w:bidi="fa-IR"/>
        </w:rPr>
      </w:pPr>
      <w:r w:rsidRPr="003E3506">
        <w:rPr>
          <w:rtl/>
          <w:lang w:bidi="fa-IR"/>
        </w:rPr>
        <w:t>و اگر مال الاجاره بالفعل موجود باشد مانعى ندارد.</w:t>
      </w:r>
    </w:p>
    <w:p w:rsidR="003E3506" w:rsidRPr="003E3506" w:rsidRDefault="003E3506" w:rsidP="003E3506">
      <w:pPr>
        <w:pStyle w:val="libNormal"/>
        <w:rPr>
          <w:lang w:bidi="fa-IR"/>
        </w:rPr>
      </w:pPr>
      <w:r w:rsidRPr="003E3506">
        <w:rPr>
          <w:rtl/>
          <w:lang w:bidi="fa-IR"/>
        </w:rPr>
        <w:t>٢٢٠٣ - كسى كه چيزى را اجاره داده</w:t>
      </w:r>
      <w:r w:rsidR="000C4B14">
        <w:rPr>
          <w:rtl/>
          <w:lang w:bidi="fa-IR"/>
        </w:rPr>
        <w:t>،</w:t>
      </w:r>
      <w:r w:rsidRPr="003E3506">
        <w:rPr>
          <w:rtl/>
          <w:lang w:bidi="fa-IR"/>
        </w:rPr>
        <w:t xml:space="preserve"> تا آن چيز را تحويل ندهد حق ندارد اجاره آن را مطالبه كند</w:t>
      </w:r>
      <w:r w:rsidR="000C4B14">
        <w:rPr>
          <w:rtl/>
          <w:lang w:bidi="fa-IR"/>
        </w:rPr>
        <w:t>،</w:t>
      </w:r>
      <w:r w:rsidRPr="003E3506">
        <w:rPr>
          <w:rtl/>
          <w:lang w:bidi="fa-IR"/>
        </w:rPr>
        <w:t xml:space="preserve"> و نيز اگر براى انجام عملى اجير شده باشد</w:t>
      </w:r>
      <w:r w:rsidR="000C4B14">
        <w:rPr>
          <w:rtl/>
          <w:lang w:bidi="fa-IR"/>
        </w:rPr>
        <w:t>،</w:t>
      </w:r>
      <w:r w:rsidRPr="003E3506">
        <w:rPr>
          <w:rtl/>
          <w:lang w:bidi="fa-IR"/>
        </w:rPr>
        <w:t xml:space="preserve"> پيش از انجام عمل حق مطالبه اجرت ندارد</w:t>
      </w:r>
      <w:r w:rsidR="000C4B14">
        <w:rPr>
          <w:rtl/>
          <w:lang w:bidi="fa-IR"/>
        </w:rPr>
        <w:t>،</w:t>
      </w:r>
      <w:r w:rsidRPr="003E3506">
        <w:rPr>
          <w:rtl/>
          <w:lang w:bidi="fa-IR"/>
        </w:rPr>
        <w:t xml:space="preserve"> مگر در موادرى كه معمول است اجرت پيش از انجام عمل پرداخت شود</w:t>
      </w:r>
      <w:r w:rsidR="000C4B14">
        <w:rPr>
          <w:rtl/>
          <w:lang w:bidi="fa-IR"/>
        </w:rPr>
        <w:t>،</w:t>
      </w:r>
      <w:r w:rsidRPr="003E3506">
        <w:rPr>
          <w:rtl/>
          <w:lang w:bidi="fa-IR"/>
        </w:rPr>
        <w:t xml:space="preserve"> مانند اجير براى حج</w:t>
      </w:r>
      <w:r w:rsidR="000C4B14">
        <w:rPr>
          <w:rtl/>
          <w:lang w:bidi="fa-IR"/>
        </w:rPr>
        <w:t>.</w:t>
      </w:r>
    </w:p>
    <w:p w:rsidR="003E3506" w:rsidRPr="003E3506" w:rsidRDefault="003E3506" w:rsidP="003E3506">
      <w:pPr>
        <w:pStyle w:val="libNormal"/>
        <w:rPr>
          <w:lang w:bidi="fa-IR"/>
        </w:rPr>
      </w:pPr>
      <w:r w:rsidRPr="003E3506">
        <w:rPr>
          <w:rtl/>
          <w:lang w:bidi="fa-IR"/>
        </w:rPr>
        <w:t>٢٢٠٤ - هر گاه چيزى را كه اجاره داده تحويل دهد</w:t>
      </w:r>
      <w:r w:rsidR="000C4B14">
        <w:rPr>
          <w:rtl/>
          <w:lang w:bidi="fa-IR"/>
        </w:rPr>
        <w:t>،</w:t>
      </w:r>
      <w:r w:rsidRPr="003E3506">
        <w:rPr>
          <w:rtl/>
          <w:lang w:bidi="fa-IR"/>
        </w:rPr>
        <w:t xml:space="preserve"> اگر چه مستاجر تحويل نگيرد</w:t>
      </w:r>
      <w:r w:rsidR="000C4B14">
        <w:rPr>
          <w:rtl/>
          <w:lang w:bidi="fa-IR"/>
        </w:rPr>
        <w:t>،</w:t>
      </w:r>
      <w:r w:rsidRPr="003E3506">
        <w:rPr>
          <w:rtl/>
          <w:lang w:bidi="fa-IR"/>
        </w:rPr>
        <w:t xml:space="preserve"> يا تحويل بگيرد</w:t>
      </w:r>
      <w:r w:rsidR="000C4B14">
        <w:rPr>
          <w:rtl/>
          <w:lang w:bidi="fa-IR"/>
        </w:rPr>
        <w:t>،</w:t>
      </w:r>
      <w:r w:rsidRPr="003E3506">
        <w:rPr>
          <w:rtl/>
          <w:lang w:bidi="fa-IR"/>
        </w:rPr>
        <w:t xml:space="preserve"> و تا آخر مدت اجاره از آن استفاده نكند</w:t>
      </w:r>
      <w:r w:rsidR="000C4B14">
        <w:rPr>
          <w:rtl/>
          <w:lang w:bidi="fa-IR"/>
        </w:rPr>
        <w:t>،</w:t>
      </w:r>
      <w:r w:rsidRPr="003E3506">
        <w:rPr>
          <w:rtl/>
          <w:lang w:bidi="fa-IR"/>
        </w:rPr>
        <w:t xml:space="preserve"> بايد مال الاجاره آن را بدهد.</w:t>
      </w:r>
    </w:p>
    <w:p w:rsidR="003E3506" w:rsidRPr="003E3506" w:rsidRDefault="003E3506" w:rsidP="003E3506">
      <w:pPr>
        <w:pStyle w:val="libNormal"/>
        <w:rPr>
          <w:lang w:bidi="fa-IR"/>
        </w:rPr>
      </w:pPr>
      <w:r w:rsidRPr="003E3506">
        <w:rPr>
          <w:rtl/>
          <w:lang w:bidi="fa-IR"/>
        </w:rPr>
        <w:t>٢٢٠٥ - اگر انسان اجير شود كه در روز معينى كارى را انجام دهد و در آن روز براى انجام آن كار حاضر شود</w:t>
      </w:r>
      <w:r w:rsidR="000C4B14">
        <w:rPr>
          <w:rtl/>
          <w:lang w:bidi="fa-IR"/>
        </w:rPr>
        <w:t>،</w:t>
      </w:r>
      <w:r w:rsidRPr="003E3506">
        <w:rPr>
          <w:rtl/>
          <w:lang w:bidi="fa-IR"/>
        </w:rPr>
        <w:t xml:space="preserve"> كسى كه او را اجير كرده</w:t>
      </w:r>
      <w:r w:rsidR="000C4B14">
        <w:rPr>
          <w:rtl/>
          <w:lang w:bidi="fa-IR"/>
        </w:rPr>
        <w:t>،</w:t>
      </w:r>
      <w:r w:rsidRPr="003E3506">
        <w:rPr>
          <w:rtl/>
          <w:lang w:bidi="fa-IR"/>
        </w:rPr>
        <w:t xml:space="preserve"> اگر چه آن كار را به او مراجعه نكند</w:t>
      </w:r>
      <w:r w:rsidR="000C4B14">
        <w:rPr>
          <w:rtl/>
          <w:lang w:bidi="fa-IR"/>
        </w:rPr>
        <w:t>،</w:t>
      </w:r>
      <w:r w:rsidRPr="003E3506">
        <w:rPr>
          <w:rtl/>
          <w:lang w:bidi="fa-IR"/>
        </w:rPr>
        <w:t xml:space="preserve"> بايد اجرت او </w:t>
      </w:r>
      <w:r w:rsidRPr="003E3506">
        <w:rPr>
          <w:rtl/>
          <w:lang w:bidi="fa-IR"/>
        </w:rPr>
        <w:lastRenderedPageBreak/>
        <w:t>را بدهد</w:t>
      </w:r>
      <w:r w:rsidR="000C4B14">
        <w:rPr>
          <w:rtl/>
          <w:lang w:bidi="fa-IR"/>
        </w:rPr>
        <w:t>،</w:t>
      </w:r>
      <w:r w:rsidRPr="003E3506">
        <w:rPr>
          <w:rtl/>
          <w:lang w:bidi="fa-IR"/>
        </w:rPr>
        <w:t xml:space="preserve"> مثلا اگر خياطى را در روز معينى براى دوختن لباس اجير نمايد و خياط در آن روز آماده كار باشد</w:t>
      </w:r>
      <w:r w:rsidR="000C4B14">
        <w:rPr>
          <w:rtl/>
          <w:lang w:bidi="fa-IR"/>
        </w:rPr>
        <w:t>،</w:t>
      </w:r>
      <w:r w:rsidRPr="003E3506">
        <w:rPr>
          <w:rtl/>
          <w:lang w:bidi="fa-IR"/>
        </w:rPr>
        <w:t xml:space="preserve"> اگر چه پارچه را به او ندهد كه بدوزد</w:t>
      </w:r>
      <w:r w:rsidR="000C4B14">
        <w:rPr>
          <w:rtl/>
          <w:lang w:bidi="fa-IR"/>
        </w:rPr>
        <w:t>،</w:t>
      </w:r>
      <w:r w:rsidRPr="003E3506">
        <w:rPr>
          <w:rtl/>
          <w:lang w:bidi="fa-IR"/>
        </w:rPr>
        <w:t xml:space="preserve"> بايد اجرتش را بدهد چه خياط بى كار باشد</w:t>
      </w:r>
      <w:r w:rsidR="000C4B14">
        <w:rPr>
          <w:rtl/>
          <w:lang w:bidi="fa-IR"/>
        </w:rPr>
        <w:t>،</w:t>
      </w:r>
      <w:r w:rsidRPr="003E3506">
        <w:rPr>
          <w:rtl/>
          <w:lang w:bidi="fa-IR"/>
        </w:rPr>
        <w:t xml:space="preserve"> چه براى خودش يا ديگرى كار كند.</w:t>
      </w:r>
    </w:p>
    <w:p w:rsidR="003E3506" w:rsidRPr="003E3506" w:rsidRDefault="003E3506" w:rsidP="003E3506">
      <w:pPr>
        <w:pStyle w:val="libNormal"/>
        <w:rPr>
          <w:lang w:bidi="fa-IR"/>
        </w:rPr>
      </w:pPr>
      <w:r w:rsidRPr="003E3506">
        <w:rPr>
          <w:rtl/>
          <w:lang w:bidi="fa-IR"/>
        </w:rPr>
        <w:t>٢٢٠٦ - اگر بعد از تمام شدن مدت اجاره معلوم شود كه اجاره باطل بوده</w:t>
      </w:r>
      <w:r w:rsidR="000C4B14">
        <w:rPr>
          <w:rtl/>
          <w:lang w:bidi="fa-IR"/>
        </w:rPr>
        <w:t>،</w:t>
      </w:r>
      <w:r w:rsidRPr="003E3506">
        <w:rPr>
          <w:rtl/>
          <w:lang w:bidi="fa-IR"/>
        </w:rPr>
        <w:t xml:space="preserve"> مستاجر بايد مال الاجاره را به مقدار معمول به صاحب ملك بدهد</w:t>
      </w:r>
      <w:r w:rsidR="000C4B14">
        <w:rPr>
          <w:rtl/>
          <w:lang w:bidi="fa-IR"/>
        </w:rPr>
        <w:t>،</w:t>
      </w:r>
      <w:r w:rsidRPr="003E3506">
        <w:rPr>
          <w:rtl/>
          <w:lang w:bidi="fa-IR"/>
        </w:rPr>
        <w:t xml:space="preserve"> مثلا اگر خانه اى را يك ساله به صد تومان اجاره كند بعد بفهمد اجاره باطل بوده</w:t>
      </w:r>
      <w:r w:rsidR="000C4B14">
        <w:rPr>
          <w:rtl/>
          <w:lang w:bidi="fa-IR"/>
        </w:rPr>
        <w:t>،</w:t>
      </w:r>
      <w:r w:rsidRPr="003E3506">
        <w:rPr>
          <w:rtl/>
          <w:lang w:bidi="fa-IR"/>
        </w:rPr>
        <w:t xml:space="preserve"> چنانچه اجاره آن خانه معمولا پنجاه تومان است</w:t>
      </w:r>
      <w:r w:rsidR="000C4B14">
        <w:rPr>
          <w:rtl/>
          <w:lang w:bidi="fa-IR"/>
        </w:rPr>
        <w:t>،</w:t>
      </w:r>
      <w:r w:rsidRPr="003E3506">
        <w:rPr>
          <w:rtl/>
          <w:lang w:bidi="fa-IR"/>
        </w:rPr>
        <w:t xml:space="preserve"> بايد پنجاه تومان را بدهد</w:t>
      </w:r>
      <w:r w:rsidR="000C4B14">
        <w:rPr>
          <w:rtl/>
          <w:lang w:bidi="fa-IR"/>
        </w:rPr>
        <w:t>،</w:t>
      </w:r>
      <w:r w:rsidRPr="003E3506">
        <w:rPr>
          <w:rtl/>
          <w:lang w:bidi="fa-IR"/>
        </w:rPr>
        <w:t xml:space="preserve"> و اگر دويست تومان است در صورتى كه اجاره دهنده صاحب مال يا وكيل مطلق او بوده و از اجاره معمولى خانه هم اطلاع داشته</w:t>
      </w:r>
      <w:r w:rsidR="000C4B14">
        <w:rPr>
          <w:rtl/>
          <w:lang w:bidi="fa-IR"/>
        </w:rPr>
        <w:t>،</w:t>
      </w:r>
      <w:r w:rsidRPr="003E3506">
        <w:rPr>
          <w:rtl/>
          <w:lang w:bidi="fa-IR"/>
        </w:rPr>
        <w:t xml:space="preserve"> لازم نيست بيش از صد تومان بدهد و اگر غير اينها بوده بايد دويست تومان را بپردازد</w:t>
      </w:r>
      <w:r w:rsidR="000C4B14">
        <w:rPr>
          <w:rtl/>
          <w:lang w:bidi="fa-IR"/>
        </w:rPr>
        <w:t>،</w:t>
      </w:r>
      <w:r w:rsidRPr="003E3506">
        <w:rPr>
          <w:rtl/>
          <w:lang w:bidi="fa-IR"/>
        </w:rPr>
        <w:t xml:space="preserve"> و نيز اگر بعد از گذشتن مقدارى از مدت اجاره معلوم شود كه اجاره باطل بوده</w:t>
      </w:r>
      <w:r w:rsidR="000C4B14">
        <w:rPr>
          <w:rtl/>
          <w:lang w:bidi="fa-IR"/>
        </w:rPr>
        <w:t>،</w:t>
      </w:r>
      <w:r w:rsidRPr="003E3506">
        <w:rPr>
          <w:rtl/>
          <w:lang w:bidi="fa-IR"/>
        </w:rPr>
        <w:t xml:space="preserve"> نسبت به اجرت مدت گذشته نيز اين حكم جارى است</w:t>
      </w:r>
      <w:r w:rsidR="000C4B14">
        <w:rPr>
          <w:rtl/>
          <w:lang w:bidi="fa-IR"/>
        </w:rPr>
        <w:t>.</w:t>
      </w:r>
    </w:p>
    <w:p w:rsidR="007E0CCF" w:rsidRDefault="003E3506" w:rsidP="003E3506">
      <w:pPr>
        <w:pStyle w:val="libNormal"/>
        <w:rPr>
          <w:rtl/>
          <w:lang w:bidi="fa-IR"/>
        </w:rPr>
      </w:pPr>
      <w:r w:rsidRPr="003E3506">
        <w:rPr>
          <w:rtl/>
          <w:lang w:bidi="fa-IR"/>
        </w:rPr>
        <w:t>٢٢٠٧ - اگر چيزى را كه اجاره كرده از بين برود</w:t>
      </w:r>
      <w:r w:rsidR="000C4B14">
        <w:rPr>
          <w:rtl/>
          <w:lang w:bidi="fa-IR"/>
        </w:rPr>
        <w:t>،</w:t>
      </w:r>
      <w:r w:rsidRPr="003E3506">
        <w:rPr>
          <w:rtl/>
          <w:lang w:bidi="fa-IR"/>
        </w:rPr>
        <w:t xml:space="preserve"> چنانچه در نگهدارى آن كوتاهى نكرده و در استفاده بردن از آن هم زياده روى ننموده ضامن نيست</w:t>
      </w:r>
      <w:r w:rsidR="000C4B14">
        <w:rPr>
          <w:rtl/>
          <w:lang w:bidi="fa-IR"/>
        </w:rPr>
        <w:t>،</w:t>
      </w:r>
      <w:r w:rsidRPr="003E3506">
        <w:rPr>
          <w:rtl/>
          <w:lang w:bidi="fa-IR"/>
        </w:rPr>
        <w:t xml:space="preserve"> و نيز اگر مثلا پارچه اى را كه به خياط داده از بين برود در صورتى كه خياط زياده روى نكرده و در نگهدارى آن هم كوتاهى نكرده باشد</w:t>
      </w:r>
      <w:r w:rsidR="000C4B14">
        <w:rPr>
          <w:rtl/>
          <w:lang w:bidi="fa-IR"/>
        </w:rPr>
        <w:t>،</w:t>
      </w:r>
      <w:r w:rsidRPr="003E3506">
        <w:rPr>
          <w:rtl/>
          <w:lang w:bidi="fa-IR"/>
        </w:rPr>
        <w:t xml:space="preserve"> نبايد عوض آن را از او مطالبه كرد.</w:t>
      </w:r>
    </w:p>
    <w:p w:rsidR="003E3506" w:rsidRPr="003E3506" w:rsidRDefault="003E3506" w:rsidP="003E3506">
      <w:pPr>
        <w:pStyle w:val="libNormal"/>
        <w:rPr>
          <w:lang w:bidi="fa-IR"/>
        </w:rPr>
      </w:pPr>
      <w:r w:rsidRPr="003E3506">
        <w:rPr>
          <w:rtl/>
          <w:lang w:bidi="fa-IR"/>
        </w:rPr>
        <w:t>٢٢٠٨ - هرگاه صنعتگر چيزى را كه گرفته ضايع كند ضامن است</w:t>
      </w:r>
      <w:r w:rsidR="000C4B14">
        <w:rPr>
          <w:rtl/>
          <w:lang w:bidi="fa-IR"/>
        </w:rPr>
        <w:t>.</w:t>
      </w:r>
    </w:p>
    <w:p w:rsidR="003E3506" w:rsidRPr="003E3506" w:rsidRDefault="003E3506" w:rsidP="003E3506">
      <w:pPr>
        <w:pStyle w:val="libNormal"/>
        <w:rPr>
          <w:lang w:bidi="fa-IR"/>
        </w:rPr>
      </w:pPr>
      <w:r w:rsidRPr="003E3506">
        <w:rPr>
          <w:rtl/>
          <w:lang w:bidi="fa-IR"/>
        </w:rPr>
        <w:t>٢٢٠٩ - اگر قصاب سر حيوانى را ببرد و آن را حرام كند</w:t>
      </w:r>
      <w:r w:rsidR="000C4B14">
        <w:rPr>
          <w:rtl/>
          <w:lang w:bidi="fa-IR"/>
        </w:rPr>
        <w:t>،</w:t>
      </w:r>
      <w:r w:rsidRPr="003E3506">
        <w:rPr>
          <w:rtl/>
          <w:lang w:bidi="fa-IR"/>
        </w:rPr>
        <w:t xml:space="preserve"> چه مزد گرفته باشد</w:t>
      </w:r>
      <w:r w:rsidR="000C4B14">
        <w:rPr>
          <w:rtl/>
          <w:lang w:bidi="fa-IR"/>
        </w:rPr>
        <w:t>،</w:t>
      </w:r>
      <w:r w:rsidRPr="003E3506">
        <w:rPr>
          <w:rtl/>
          <w:lang w:bidi="fa-IR"/>
        </w:rPr>
        <w:t xml:space="preserve"> چه مجانى سر بريده باشد</w:t>
      </w:r>
      <w:r w:rsidR="000C4B14">
        <w:rPr>
          <w:rtl/>
          <w:lang w:bidi="fa-IR"/>
        </w:rPr>
        <w:t>،</w:t>
      </w:r>
      <w:r w:rsidRPr="003E3506">
        <w:rPr>
          <w:rtl/>
          <w:lang w:bidi="fa-IR"/>
        </w:rPr>
        <w:t xml:space="preserve"> بايد قيمت آن را به صاحبش بدهد.</w:t>
      </w:r>
    </w:p>
    <w:p w:rsidR="003E3506" w:rsidRPr="003E3506" w:rsidRDefault="003E3506" w:rsidP="003E3506">
      <w:pPr>
        <w:pStyle w:val="libNormal"/>
        <w:rPr>
          <w:lang w:bidi="fa-IR"/>
        </w:rPr>
      </w:pPr>
      <w:r w:rsidRPr="003E3506">
        <w:rPr>
          <w:rtl/>
          <w:lang w:bidi="fa-IR"/>
        </w:rPr>
        <w:t>٢٢١٠ - اگر حيوانى را اجاره كند و معين نمايد كه چه قدر بار بر آن بگذارد.</w:t>
      </w:r>
    </w:p>
    <w:p w:rsidR="003E3506" w:rsidRPr="003E3506" w:rsidRDefault="003E3506" w:rsidP="003E3506">
      <w:pPr>
        <w:pStyle w:val="libNormal"/>
        <w:rPr>
          <w:lang w:bidi="fa-IR"/>
        </w:rPr>
      </w:pPr>
      <w:r w:rsidRPr="003E3506">
        <w:rPr>
          <w:rtl/>
          <w:lang w:bidi="fa-IR"/>
        </w:rPr>
        <w:t>چنانچه بيشتر از آن مقدار بار كند و آن حيوان بميرد</w:t>
      </w:r>
      <w:r w:rsidR="000C4B14">
        <w:rPr>
          <w:rtl/>
          <w:lang w:bidi="fa-IR"/>
        </w:rPr>
        <w:t>،</w:t>
      </w:r>
      <w:r w:rsidRPr="003E3506">
        <w:rPr>
          <w:rtl/>
          <w:lang w:bidi="fa-IR"/>
        </w:rPr>
        <w:t xml:space="preserve"> يا معيوب شود</w:t>
      </w:r>
      <w:r w:rsidR="000C4B14">
        <w:rPr>
          <w:rtl/>
          <w:lang w:bidi="fa-IR"/>
        </w:rPr>
        <w:t>،</w:t>
      </w:r>
      <w:r w:rsidRPr="003E3506">
        <w:rPr>
          <w:rtl/>
          <w:lang w:bidi="fa-IR"/>
        </w:rPr>
        <w:t xml:space="preserve"> ضامن است</w:t>
      </w:r>
      <w:r w:rsidR="000C4B14">
        <w:rPr>
          <w:rtl/>
          <w:lang w:bidi="fa-IR"/>
        </w:rPr>
        <w:t>.</w:t>
      </w:r>
    </w:p>
    <w:p w:rsidR="003E3506" w:rsidRPr="003E3506" w:rsidRDefault="003E3506" w:rsidP="003E3506">
      <w:pPr>
        <w:pStyle w:val="libNormal"/>
        <w:rPr>
          <w:lang w:bidi="fa-IR"/>
        </w:rPr>
      </w:pPr>
      <w:r w:rsidRPr="003E3506">
        <w:rPr>
          <w:rtl/>
          <w:lang w:bidi="fa-IR"/>
        </w:rPr>
        <w:t>و نيز اگر مقدار بار را معين نكرده باشند</w:t>
      </w:r>
      <w:r w:rsidR="000C4B14">
        <w:rPr>
          <w:rtl/>
          <w:lang w:bidi="fa-IR"/>
        </w:rPr>
        <w:t>،</w:t>
      </w:r>
      <w:r w:rsidRPr="003E3506">
        <w:rPr>
          <w:rtl/>
          <w:lang w:bidi="fa-IR"/>
        </w:rPr>
        <w:t xml:space="preserve"> و بيشتر از معمول بار كند و حيوان تلف شود</w:t>
      </w:r>
      <w:r w:rsidR="000C4B14">
        <w:rPr>
          <w:rtl/>
          <w:lang w:bidi="fa-IR"/>
        </w:rPr>
        <w:t>،</w:t>
      </w:r>
      <w:r w:rsidRPr="003E3506">
        <w:rPr>
          <w:rtl/>
          <w:lang w:bidi="fa-IR"/>
        </w:rPr>
        <w:t xml:space="preserve"> يا معيوب گردد ضامن مى باشد.</w:t>
      </w:r>
    </w:p>
    <w:p w:rsidR="003E3506" w:rsidRPr="003E3506" w:rsidRDefault="003E3506" w:rsidP="003E3506">
      <w:pPr>
        <w:pStyle w:val="libNormal"/>
        <w:rPr>
          <w:lang w:bidi="fa-IR"/>
        </w:rPr>
      </w:pPr>
      <w:r w:rsidRPr="003E3506">
        <w:rPr>
          <w:rtl/>
          <w:lang w:bidi="fa-IR"/>
        </w:rPr>
        <w:t>و در هر دو صورت اجرت زيادى را بر حسب معمول نيز بايد بدهد.</w:t>
      </w:r>
    </w:p>
    <w:p w:rsidR="003E3506" w:rsidRPr="003E3506" w:rsidRDefault="003E3506" w:rsidP="003E3506">
      <w:pPr>
        <w:pStyle w:val="libNormal"/>
        <w:rPr>
          <w:lang w:bidi="fa-IR"/>
        </w:rPr>
      </w:pPr>
      <w:r w:rsidRPr="003E3506">
        <w:rPr>
          <w:rtl/>
          <w:lang w:bidi="fa-IR"/>
        </w:rPr>
        <w:lastRenderedPageBreak/>
        <w:t>٢٢١١ - اگر حيوانى را براى بردن بار شكستنى اجاره دهد</w:t>
      </w:r>
      <w:r w:rsidR="000C4B14">
        <w:rPr>
          <w:rtl/>
          <w:lang w:bidi="fa-IR"/>
        </w:rPr>
        <w:t>،</w:t>
      </w:r>
      <w:r w:rsidRPr="003E3506">
        <w:rPr>
          <w:rtl/>
          <w:lang w:bidi="fa-IR"/>
        </w:rPr>
        <w:t xml:space="preserve"> چنانچه آن حيوان بلغزد</w:t>
      </w:r>
      <w:r w:rsidR="000C4B14">
        <w:rPr>
          <w:rtl/>
          <w:lang w:bidi="fa-IR"/>
        </w:rPr>
        <w:t>،</w:t>
      </w:r>
      <w:r w:rsidRPr="003E3506">
        <w:rPr>
          <w:rtl/>
          <w:lang w:bidi="fa-IR"/>
        </w:rPr>
        <w:t xml:space="preserve"> يا رم كند و بار را بشكند</w:t>
      </w:r>
      <w:r w:rsidR="000C4B14">
        <w:rPr>
          <w:rtl/>
          <w:lang w:bidi="fa-IR"/>
        </w:rPr>
        <w:t>،</w:t>
      </w:r>
      <w:r w:rsidRPr="003E3506">
        <w:rPr>
          <w:rtl/>
          <w:lang w:bidi="fa-IR"/>
        </w:rPr>
        <w:t xml:space="preserve"> صاحب حيوان ضامن نيست</w:t>
      </w:r>
      <w:r w:rsidR="000C4B14">
        <w:rPr>
          <w:rtl/>
          <w:lang w:bidi="fa-IR"/>
        </w:rPr>
        <w:t>،</w:t>
      </w:r>
      <w:r w:rsidRPr="003E3506">
        <w:rPr>
          <w:rtl/>
          <w:lang w:bidi="fa-IR"/>
        </w:rPr>
        <w:t xml:space="preserve"> ولى اگر به واسطه زدن مقدار غير معمول و مانند آن كارى كند كه حيوان زمين بخورد</w:t>
      </w:r>
      <w:r w:rsidR="000C4B14">
        <w:rPr>
          <w:rtl/>
          <w:lang w:bidi="fa-IR"/>
        </w:rPr>
        <w:t>،</w:t>
      </w:r>
      <w:r w:rsidRPr="003E3506">
        <w:rPr>
          <w:rtl/>
          <w:lang w:bidi="fa-IR"/>
        </w:rPr>
        <w:t xml:space="preserve"> و بار را بشكند ضامن است</w:t>
      </w:r>
      <w:r w:rsidR="000C4B14">
        <w:rPr>
          <w:rtl/>
          <w:lang w:bidi="fa-IR"/>
        </w:rPr>
        <w:t>.</w:t>
      </w:r>
    </w:p>
    <w:p w:rsidR="003E3506" w:rsidRPr="003E3506" w:rsidRDefault="003E3506" w:rsidP="003E3506">
      <w:pPr>
        <w:pStyle w:val="libNormal"/>
        <w:rPr>
          <w:lang w:bidi="fa-IR"/>
        </w:rPr>
      </w:pPr>
      <w:r w:rsidRPr="003E3506">
        <w:rPr>
          <w:rtl/>
          <w:lang w:bidi="fa-IR"/>
        </w:rPr>
        <w:t>٢٢١٢ - اگر كسى بچه اى را ختنه كند</w:t>
      </w:r>
      <w:r w:rsidR="000C4B14">
        <w:rPr>
          <w:rtl/>
          <w:lang w:bidi="fa-IR"/>
        </w:rPr>
        <w:t>،</w:t>
      </w:r>
      <w:r w:rsidRPr="003E3506">
        <w:rPr>
          <w:rtl/>
          <w:lang w:bidi="fa-IR"/>
        </w:rPr>
        <w:t xml:space="preserve"> و در كار خود كوتاهى نمايد</w:t>
      </w:r>
      <w:r w:rsidR="000C4B14">
        <w:rPr>
          <w:rtl/>
          <w:lang w:bidi="fa-IR"/>
        </w:rPr>
        <w:t>،</w:t>
      </w:r>
      <w:r w:rsidRPr="003E3506">
        <w:rPr>
          <w:rtl/>
          <w:lang w:bidi="fa-IR"/>
        </w:rPr>
        <w:t xml:space="preserve"> يا اشتباه كند مثل اين كه بيش از مقدار معمول ببرد</w:t>
      </w:r>
      <w:r w:rsidR="000C4B14">
        <w:rPr>
          <w:rtl/>
          <w:lang w:bidi="fa-IR"/>
        </w:rPr>
        <w:t>،</w:t>
      </w:r>
      <w:r w:rsidRPr="003E3506">
        <w:rPr>
          <w:rtl/>
          <w:lang w:bidi="fa-IR"/>
        </w:rPr>
        <w:t xml:space="preserve"> و آن بچه بميرد</w:t>
      </w:r>
      <w:r w:rsidR="000C4B14">
        <w:rPr>
          <w:rtl/>
          <w:lang w:bidi="fa-IR"/>
        </w:rPr>
        <w:t>،</w:t>
      </w:r>
      <w:r w:rsidRPr="003E3506">
        <w:rPr>
          <w:rtl/>
          <w:lang w:bidi="fa-IR"/>
        </w:rPr>
        <w:t xml:space="preserve"> و يا به او ضرر برسد ضامن است</w:t>
      </w:r>
      <w:r w:rsidR="000C4B14">
        <w:rPr>
          <w:rtl/>
          <w:lang w:bidi="fa-IR"/>
        </w:rPr>
        <w:t>،</w:t>
      </w:r>
      <w:r w:rsidRPr="003E3506">
        <w:rPr>
          <w:rtl/>
          <w:lang w:bidi="fa-IR"/>
        </w:rPr>
        <w:t xml:space="preserve"> و اما اگر كوتاهى يا اشتباه نكرده باشد</w:t>
      </w:r>
      <w:r w:rsidR="000C4B14">
        <w:rPr>
          <w:rtl/>
          <w:lang w:bidi="fa-IR"/>
        </w:rPr>
        <w:t>،</w:t>
      </w:r>
      <w:r w:rsidRPr="003E3506">
        <w:rPr>
          <w:rtl/>
          <w:lang w:bidi="fa-IR"/>
        </w:rPr>
        <w:t xml:space="preserve"> و بچه از اصل عمل ختنه بميرد</w:t>
      </w:r>
      <w:r w:rsidR="000C4B14">
        <w:rPr>
          <w:rtl/>
          <w:lang w:bidi="fa-IR"/>
        </w:rPr>
        <w:t>،</w:t>
      </w:r>
      <w:r w:rsidRPr="003E3506">
        <w:rPr>
          <w:rtl/>
          <w:lang w:bidi="fa-IR"/>
        </w:rPr>
        <w:t xml:space="preserve"> يا به او ضرر برسد</w:t>
      </w:r>
      <w:r w:rsidR="000C4B14">
        <w:rPr>
          <w:rtl/>
          <w:lang w:bidi="fa-IR"/>
        </w:rPr>
        <w:t>،</w:t>
      </w:r>
      <w:r w:rsidRPr="003E3506">
        <w:rPr>
          <w:rtl/>
          <w:lang w:bidi="fa-IR"/>
        </w:rPr>
        <w:t xml:space="preserve"> چنانچه در تشخيص اين كه آيا بچه ضرر مى بيند يا نه به او رجوع نشده باشد</w:t>
      </w:r>
      <w:r w:rsidR="000C4B14">
        <w:rPr>
          <w:rtl/>
          <w:lang w:bidi="fa-IR"/>
        </w:rPr>
        <w:t>،</w:t>
      </w:r>
      <w:r w:rsidRPr="003E3506">
        <w:rPr>
          <w:rtl/>
          <w:lang w:bidi="fa-IR"/>
        </w:rPr>
        <w:t xml:space="preserve"> و نيز او نمى دانسته كه بچه ضرر مى بيند ضامن نيست</w:t>
      </w:r>
      <w:r w:rsidR="000C4B14">
        <w:rPr>
          <w:rtl/>
          <w:lang w:bidi="fa-IR"/>
        </w:rPr>
        <w:t>.</w:t>
      </w:r>
    </w:p>
    <w:p w:rsidR="003E3506" w:rsidRPr="003E3506" w:rsidRDefault="003E3506" w:rsidP="003E3506">
      <w:pPr>
        <w:pStyle w:val="libNormal"/>
        <w:rPr>
          <w:lang w:bidi="fa-IR"/>
        </w:rPr>
      </w:pPr>
      <w:r w:rsidRPr="003E3506">
        <w:rPr>
          <w:rtl/>
          <w:lang w:bidi="fa-IR"/>
        </w:rPr>
        <w:t>٢٢١٣ - اگر پزشك به دست خود به مريض دوا بدهد</w:t>
      </w:r>
      <w:r w:rsidR="000C4B14">
        <w:rPr>
          <w:rtl/>
          <w:lang w:bidi="fa-IR"/>
        </w:rPr>
        <w:t>،</w:t>
      </w:r>
      <w:r w:rsidRPr="003E3506">
        <w:rPr>
          <w:rtl/>
          <w:lang w:bidi="fa-IR"/>
        </w:rPr>
        <w:t xml:space="preserve"> و يا براى او دوايى توصيه كند</w:t>
      </w:r>
      <w:r w:rsidR="000C4B14">
        <w:rPr>
          <w:rtl/>
          <w:lang w:bidi="fa-IR"/>
        </w:rPr>
        <w:t>،</w:t>
      </w:r>
      <w:r w:rsidRPr="003E3506">
        <w:rPr>
          <w:rtl/>
          <w:lang w:bidi="fa-IR"/>
        </w:rPr>
        <w:t xml:space="preserve"> و به واسطه خوردن دوا ضررى به مريض برسد</w:t>
      </w:r>
      <w:r w:rsidR="000C4B14">
        <w:rPr>
          <w:rtl/>
          <w:lang w:bidi="fa-IR"/>
        </w:rPr>
        <w:t>،</w:t>
      </w:r>
      <w:r w:rsidRPr="003E3506">
        <w:rPr>
          <w:rtl/>
          <w:lang w:bidi="fa-IR"/>
        </w:rPr>
        <w:t xml:space="preserve"> يا بميرد</w:t>
      </w:r>
      <w:r w:rsidR="000C4B14">
        <w:rPr>
          <w:rtl/>
          <w:lang w:bidi="fa-IR"/>
        </w:rPr>
        <w:t>،</w:t>
      </w:r>
      <w:r w:rsidRPr="003E3506">
        <w:rPr>
          <w:rtl/>
          <w:lang w:bidi="fa-IR"/>
        </w:rPr>
        <w:t xml:space="preserve"> پزشك ضامن است</w:t>
      </w:r>
      <w:r w:rsidR="000C4B14">
        <w:rPr>
          <w:rtl/>
          <w:lang w:bidi="fa-IR"/>
        </w:rPr>
        <w:t>،</w:t>
      </w:r>
      <w:r w:rsidRPr="003E3506">
        <w:rPr>
          <w:rtl/>
          <w:lang w:bidi="fa-IR"/>
        </w:rPr>
        <w:t xml:space="preserve"> هر چند در معالجه كوتاهى نكرده باشد.</w:t>
      </w:r>
    </w:p>
    <w:p w:rsidR="003E3506" w:rsidRPr="003E3506" w:rsidRDefault="003E3506" w:rsidP="003E3506">
      <w:pPr>
        <w:pStyle w:val="libNormal"/>
        <w:rPr>
          <w:lang w:bidi="fa-IR"/>
        </w:rPr>
      </w:pPr>
      <w:r w:rsidRPr="003E3506">
        <w:rPr>
          <w:rtl/>
          <w:lang w:bidi="fa-IR"/>
        </w:rPr>
        <w:t>٢٢١٤ - هر گاه پزشك به مريض بگويد كه اگر ضررى به تو برسد ضامن نيستم</w:t>
      </w:r>
      <w:r w:rsidR="000C4B14">
        <w:rPr>
          <w:rtl/>
          <w:lang w:bidi="fa-IR"/>
        </w:rPr>
        <w:t>،</w:t>
      </w:r>
      <w:r w:rsidRPr="003E3506">
        <w:rPr>
          <w:rtl/>
          <w:lang w:bidi="fa-IR"/>
        </w:rPr>
        <w:t xml:space="preserve"> در صورتى كه دقت و احتياط خود را بكند و به مريض ضررى برسد يا بميرد</w:t>
      </w:r>
      <w:r w:rsidR="000C4B14">
        <w:rPr>
          <w:rtl/>
          <w:lang w:bidi="fa-IR"/>
        </w:rPr>
        <w:t>،</w:t>
      </w:r>
      <w:r w:rsidRPr="003E3506">
        <w:rPr>
          <w:rtl/>
          <w:lang w:bidi="fa-IR"/>
        </w:rPr>
        <w:t xml:space="preserve"> پزشك ضامن نيست</w:t>
      </w:r>
      <w:r w:rsidR="000C4B14">
        <w:rPr>
          <w:rtl/>
          <w:lang w:bidi="fa-IR"/>
        </w:rPr>
        <w:t>.</w:t>
      </w:r>
    </w:p>
    <w:p w:rsidR="003E3506" w:rsidRPr="003E3506" w:rsidRDefault="003E3506" w:rsidP="003E3506">
      <w:pPr>
        <w:pStyle w:val="libNormal"/>
        <w:rPr>
          <w:lang w:bidi="fa-IR"/>
        </w:rPr>
      </w:pPr>
      <w:r w:rsidRPr="003E3506">
        <w:rPr>
          <w:rtl/>
          <w:lang w:bidi="fa-IR"/>
        </w:rPr>
        <w:t>٢٢١٥ - مستاجر و كسى كه چيزى را اجاره داده</w:t>
      </w:r>
      <w:r w:rsidR="000C4B14">
        <w:rPr>
          <w:rtl/>
          <w:lang w:bidi="fa-IR"/>
        </w:rPr>
        <w:t>،</w:t>
      </w:r>
      <w:r w:rsidRPr="003E3506">
        <w:rPr>
          <w:rtl/>
          <w:lang w:bidi="fa-IR"/>
        </w:rPr>
        <w:t xml:space="preserve"> با رضايت يكديگر مى توانند معامله را بهم بزنند</w:t>
      </w:r>
      <w:r w:rsidR="000C4B14">
        <w:rPr>
          <w:rtl/>
          <w:lang w:bidi="fa-IR"/>
        </w:rPr>
        <w:t>،</w:t>
      </w:r>
      <w:r w:rsidRPr="003E3506">
        <w:rPr>
          <w:rtl/>
          <w:lang w:bidi="fa-IR"/>
        </w:rPr>
        <w:t xml:space="preserve"> و نيز اگر در اجاره شرط كنند كه هر دو يا يكى از آنان حق بهم زدن معامله را داشته باشند</w:t>
      </w:r>
      <w:r w:rsidR="000C4B14">
        <w:rPr>
          <w:rtl/>
          <w:lang w:bidi="fa-IR"/>
        </w:rPr>
        <w:t>،</w:t>
      </w:r>
      <w:r w:rsidRPr="003E3506">
        <w:rPr>
          <w:rtl/>
          <w:lang w:bidi="fa-IR"/>
        </w:rPr>
        <w:t xml:space="preserve"> مى توانند مطابق قرارداد</w:t>
      </w:r>
      <w:r w:rsidR="000C4B14">
        <w:rPr>
          <w:rtl/>
          <w:lang w:bidi="fa-IR"/>
        </w:rPr>
        <w:t>،</w:t>
      </w:r>
      <w:r w:rsidRPr="003E3506">
        <w:rPr>
          <w:rtl/>
          <w:lang w:bidi="fa-IR"/>
        </w:rPr>
        <w:t xml:space="preserve"> اجاره را بهم بزنند.</w:t>
      </w:r>
    </w:p>
    <w:p w:rsidR="003E3506" w:rsidRPr="003E3506" w:rsidRDefault="003E3506" w:rsidP="003E3506">
      <w:pPr>
        <w:pStyle w:val="libNormal"/>
        <w:rPr>
          <w:lang w:bidi="fa-IR"/>
        </w:rPr>
      </w:pPr>
      <w:r w:rsidRPr="003E3506">
        <w:rPr>
          <w:rtl/>
          <w:lang w:bidi="fa-IR"/>
        </w:rPr>
        <w:t>٢٢١٦ - اگر اجاره دهنده</w:t>
      </w:r>
      <w:r w:rsidR="000C4B14">
        <w:rPr>
          <w:rtl/>
          <w:lang w:bidi="fa-IR"/>
        </w:rPr>
        <w:t>،</w:t>
      </w:r>
      <w:r w:rsidRPr="003E3506">
        <w:rPr>
          <w:rtl/>
          <w:lang w:bidi="fa-IR"/>
        </w:rPr>
        <w:t xml:space="preserve"> يا مستاجر بفهمد كه مغبون شده است</w:t>
      </w:r>
      <w:r w:rsidR="000C4B14">
        <w:rPr>
          <w:rtl/>
          <w:lang w:bidi="fa-IR"/>
        </w:rPr>
        <w:t>،</w:t>
      </w:r>
      <w:r w:rsidRPr="003E3506">
        <w:rPr>
          <w:rtl/>
          <w:lang w:bidi="fa-IR"/>
        </w:rPr>
        <w:t xml:space="preserve"> چنانچه در موقع اجاره نمودن ملتفت نباشد كه مغبون است</w:t>
      </w:r>
      <w:r w:rsidR="000C4B14">
        <w:rPr>
          <w:rtl/>
          <w:lang w:bidi="fa-IR"/>
        </w:rPr>
        <w:t>،</w:t>
      </w:r>
      <w:r w:rsidRPr="003E3506">
        <w:rPr>
          <w:rtl/>
          <w:lang w:bidi="fa-IR"/>
        </w:rPr>
        <w:t xml:space="preserve"> مى تواند اجاره را بهم بزند</w:t>
      </w:r>
      <w:r w:rsidR="000C4B14">
        <w:rPr>
          <w:rtl/>
          <w:lang w:bidi="fa-IR"/>
        </w:rPr>
        <w:t>،</w:t>
      </w:r>
      <w:r w:rsidRPr="003E3506">
        <w:rPr>
          <w:rtl/>
          <w:lang w:bidi="fa-IR"/>
        </w:rPr>
        <w:t xml:space="preserve"> به تفصيلى كه در مساله </w:t>
      </w:r>
      <w:r w:rsidR="00605FAB">
        <w:rPr>
          <w:rtl/>
          <w:lang w:bidi="fa-IR"/>
        </w:rPr>
        <w:t>(</w:t>
      </w:r>
      <w:r w:rsidRPr="003E3506">
        <w:rPr>
          <w:rtl/>
          <w:lang w:bidi="fa-IR"/>
        </w:rPr>
        <w:t>٢١٣٢</w:t>
      </w:r>
      <w:r w:rsidR="00605FAB">
        <w:rPr>
          <w:rtl/>
          <w:lang w:bidi="fa-IR"/>
        </w:rPr>
        <w:t>)</w:t>
      </w:r>
      <w:r w:rsidRPr="003E3506">
        <w:rPr>
          <w:rtl/>
          <w:lang w:bidi="fa-IR"/>
        </w:rPr>
        <w:t xml:space="preserve"> گذشت</w:t>
      </w:r>
      <w:r w:rsidR="000C4B14">
        <w:rPr>
          <w:rtl/>
          <w:lang w:bidi="fa-IR"/>
        </w:rPr>
        <w:t>.</w:t>
      </w:r>
    </w:p>
    <w:p w:rsidR="003E3506" w:rsidRPr="003E3506" w:rsidRDefault="003E3506" w:rsidP="003E3506">
      <w:pPr>
        <w:pStyle w:val="libNormal"/>
        <w:rPr>
          <w:lang w:bidi="fa-IR"/>
        </w:rPr>
      </w:pPr>
      <w:r w:rsidRPr="003E3506">
        <w:rPr>
          <w:rtl/>
          <w:lang w:bidi="fa-IR"/>
        </w:rPr>
        <w:t>ولى اگر در صيغه اجاره شرط كنند كه اگر مغبون هم باشند حق بهم زدن معامله را نداشته باشند</w:t>
      </w:r>
      <w:r w:rsidR="000C4B14">
        <w:rPr>
          <w:rtl/>
          <w:lang w:bidi="fa-IR"/>
        </w:rPr>
        <w:t>،</w:t>
      </w:r>
      <w:r w:rsidRPr="003E3506">
        <w:rPr>
          <w:rtl/>
          <w:lang w:bidi="fa-IR"/>
        </w:rPr>
        <w:t xml:space="preserve"> نمى توانند اجاره را بهم بزنند.</w:t>
      </w:r>
    </w:p>
    <w:p w:rsidR="003E3506" w:rsidRPr="003E3506" w:rsidRDefault="003E3506" w:rsidP="003E3506">
      <w:pPr>
        <w:pStyle w:val="libNormal"/>
        <w:rPr>
          <w:lang w:bidi="fa-IR"/>
        </w:rPr>
      </w:pPr>
      <w:r w:rsidRPr="003E3506">
        <w:rPr>
          <w:rtl/>
          <w:lang w:bidi="fa-IR"/>
        </w:rPr>
        <w:lastRenderedPageBreak/>
        <w:t>٢٢١٧ - اگر چيزى را اجاره دهد و پيش از آن كه تحويل دهد كسى آن را غصب نمايد</w:t>
      </w:r>
      <w:r w:rsidR="000C4B14">
        <w:rPr>
          <w:rtl/>
          <w:lang w:bidi="fa-IR"/>
        </w:rPr>
        <w:t>،</w:t>
      </w:r>
      <w:r w:rsidRPr="003E3506">
        <w:rPr>
          <w:rtl/>
          <w:lang w:bidi="fa-IR"/>
        </w:rPr>
        <w:t xml:space="preserve"> مستاجر مى تواند اجاره را بهم بزند و چيزى را كه به اجاره دهنده داده پس بگيرد</w:t>
      </w:r>
      <w:r w:rsidR="000C4B14">
        <w:rPr>
          <w:rtl/>
          <w:lang w:bidi="fa-IR"/>
        </w:rPr>
        <w:t>،</w:t>
      </w:r>
      <w:r w:rsidRPr="003E3506">
        <w:rPr>
          <w:rtl/>
          <w:lang w:bidi="fa-IR"/>
        </w:rPr>
        <w:t xml:space="preserve"> يا اجاره را بهم نزند</w:t>
      </w:r>
      <w:r w:rsidR="000C4B14">
        <w:rPr>
          <w:rtl/>
          <w:lang w:bidi="fa-IR"/>
        </w:rPr>
        <w:t>،</w:t>
      </w:r>
      <w:r w:rsidRPr="003E3506">
        <w:rPr>
          <w:rtl/>
          <w:lang w:bidi="fa-IR"/>
        </w:rPr>
        <w:t xml:space="preserve"> و اجاره مدتى را كه در تصرف غصب كننده بوده به ميزان معمول از او بگيرد</w:t>
      </w:r>
      <w:r w:rsidR="000C4B14">
        <w:rPr>
          <w:rtl/>
          <w:lang w:bidi="fa-IR"/>
        </w:rPr>
        <w:t>،</w:t>
      </w:r>
      <w:r w:rsidRPr="003E3506">
        <w:rPr>
          <w:rtl/>
          <w:lang w:bidi="fa-IR"/>
        </w:rPr>
        <w:t xml:space="preserve"> پس اگر حيوانى را يك ماهه به ده تومان اجاره نمايد</w:t>
      </w:r>
      <w:r w:rsidR="000C4B14">
        <w:rPr>
          <w:rtl/>
          <w:lang w:bidi="fa-IR"/>
        </w:rPr>
        <w:t>،</w:t>
      </w:r>
      <w:r w:rsidRPr="003E3506">
        <w:rPr>
          <w:rtl/>
          <w:lang w:bidi="fa-IR"/>
        </w:rPr>
        <w:t xml:space="preserve"> و كسى آن را ده روز غصب كند و اجاره معمولى ده روز آن پانزده تومان باشد.</w:t>
      </w:r>
    </w:p>
    <w:p w:rsidR="003E3506" w:rsidRPr="003E3506" w:rsidRDefault="003E3506" w:rsidP="003E3506">
      <w:pPr>
        <w:pStyle w:val="libNormal"/>
        <w:rPr>
          <w:lang w:bidi="fa-IR"/>
        </w:rPr>
      </w:pPr>
      <w:r w:rsidRPr="003E3506">
        <w:rPr>
          <w:rtl/>
          <w:lang w:bidi="fa-IR"/>
        </w:rPr>
        <w:t>مى تواند پانزده تومان را از غصب كننده بگيرد.</w:t>
      </w:r>
    </w:p>
    <w:p w:rsidR="003E3506" w:rsidRPr="003E3506" w:rsidRDefault="003E3506" w:rsidP="003E3506">
      <w:pPr>
        <w:pStyle w:val="libNormal"/>
        <w:rPr>
          <w:lang w:bidi="fa-IR"/>
        </w:rPr>
      </w:pPr>
      <w:r w:rsidRPr="003E3506">
        <w:rPr>
          <w:rtl/>
          <w:lang w:bidi="fa-IR"/>
        </w:rPr>
        <w:t>٢٢١٨ - اگر چيزى را كه اجاره كرده</w:t>
      </w:r>
      <w:r w:rsidR="000C4B14">
        <w:rPr>
          <w:rtl/>
          <w:lang w:bidi="fa-IR"/>
        </w:rPr>
        <w:t>،</w:t>
      </w:r>
      <w:r w:rsidRPr="003E3506">
        <w:rPr>
          <w:rtl/>
          <w:lang w:bidi="fa-IR"/>
        </w:rPr>
        <w:t xml:space="preserve"> ديگرى نگذارد كه آن را تحويل بگيرد</w:t>
      </w:r>
      <w:r w:rsidR="000C4B14">
        <w:rPr>
          <w:rtl/>
          <w:lang w:bidi="fa-IR"/>
        </w:rPr>
        <w:t>،</w:t>
      </w:r>
      <w:r w:rsidRPr="003E3506">
        <w:rPr>
          <w:rtl/>
          <w:lang w:bidi="fa-IR"/>
        </w:rPr>
        <w:t xml:space="preserve"> و يا پس از تحويل گرفتن ديگرى آن را غصب كند يا مانع از استفاده بردن از آن شود</w:t>
      </w:r>
      <w:r w:rsidR="000C4B14">
        <w:rPr>
          <w:rtl/>
          <w:lang w:bidi="fa-IR"/>
        </w:rPr>
        <w:t>،</w:t>
      </w:r>
      <w:r w:rsidRPr="003E3506">
        <w:rPr>
          <w:rtl/>
          <w:lang w:bidi="fa-IR"/>
        </w:rPr>
        <w:t xml:space="preserve"> نمى تواند اجاره را بهم بزند</w:t>
      </w:r>
      <w:r w:rsidR="000C4B14">
        <w:rPr>
          <w:rtl/>
          <w:lang w:bidi="fa-IR"/>
        </w:rPr>
        <w:t>،</w:t>
      </w:r>
      <w:r w:rsidRPr="003E3506">
        <w:rPr>
          <w:rtl/>
          <w:lang w:bidi="fa-IR"/>
        </w:rPr>
        <w:t xml:space="preserve"> و فقط حق دارد كرايه آن چيز را به مقدار معمول</w:t>
      </w:r>
      <w:r w:rsidR="000C4B14">
        <w:rPr>
          <w:rtl/>
          <w:lang w:bidi="fa-IR"/>
        </w:rPr>
        <w:t>،</w:t>
      </w:r>
      <w:r w:rsidRPr="003E3506">
        <w:rPr>
          <w:rtl/>
          <w:lang w:bidi="fa-IR"/>
        </w:rPr>
        <w:t xml:space="preserve"> از غصب كننده بگيرد.</w:t>
      </w:r>
    </w:p>
    <w:p w:rsidR="003E3506" w:rsidRPr="003E3506" w:rsidRDefault="003E3506" w:rsidP="003E3506">
      <w:pPr>
        <w:pStyle w:val="libNormal"/>
        <w:rPr>
          <w:lang w:bidi="fa-IR"/>
        </w:rPr>
      </w:pPr>
      <w:r w:rsidRPr="003E3506">
        <w:rPr>
          <w:rtl/>
          <w:lang w:bidi="fa-IR"/>
        </w:rPr>
        <w:t>٢٢١٩ - اگر پيش از آن كه مدت اجاره تمام شود</w:t>
      </w:r>
      <w:r w:rsidR="000C4B14">
        <w:rPr>
          <w:rtl/>
          <w:lang w:bidi="fa-IR"/>
        </w:rPr>
        <w:t>،</w:t>
      </w:r>
      <w:r w:rsidRPr="003E3506">
        <w:rPr>
          <w:rtl/>
          <w:lang w:bidi="fa-IR"/>
        </w:rPr>
        <w:t xml:space="preserve"> ملك را به مستاجر بفروشد</w:t>
      </w:r>
      <w:r w:rsidR="000C4B14">
        <w:rPr>
          <w:rtl/>
          <w:lang w:bidi="fa-IR"/>
        </w:rPr>
        <w:t>،</w:t>
      </w:r>
      <w:r w:rsidRPr="003E3506">
        <w:rPr>
          <w:rtl/>
          <w:lang w:bidi="fa-IR"/>
        </w:rPr>
        <w:t xml:space="preserve"> اجاره بهم نمى خورد</w:t>
      </w:r>
      <w:r w:rsidR="000C4B14">
        <w:rPr>
          <w:rtl/>
          <w:lang w:bidi="fa-IR"/>
        </w:rPr>
        <w:t>،</w:t>
      </w:r>
      <w:r w:rsidRPr="003E3506">
        <w:rPr>
          <w:rtl/>
          <w:lang w:bidi="fa-IR"/>
        </w:rPr>
        <w:t xml:space="preserve"> و مستاجر بايد مال الاجاره را بدهد</w:t>
      </w:r>
      <w:r w:rsidR="000C4B14">
        <w:rPr>
          <w:rtl/>
          <w:lang w:bidi="fa-IR"/>
        </w:rPr>
        <w:t>،</w:t>
      </w:r>
      <w:r w:rsidRPr="003E3506">
        <w:rPr>
          <w:rtl/>
          <w:lang w:bidi="fa-IR"/>
        </w:rPr>
        <w:t xml:space="preserve"> و هم چنين است اگر آن را به ديگرى بفروشد.</w:t>
      </w:r>
    </w:p>
    <w:p w:rsidR="003E3506" w:rsidRPr="003E3506" w:rsidRDefault="003E3506" w:rsidP="003E3506">
      <w:pPr>
        <w:pStyle w:val="libNormal"/>
        <w:rPr>
          <w:lang w:bidi="fa-IR"/>
        </w:rPr>
      </w:pPr>
      <w:r w:rsidRPr="003E3506">
        <w:rPr>
          <w:rtl/>
          <w:lang w:bidi="fa-IR"/>
        </w:rPr>
        <w:t>٢٢٢٠ - اگر پيش از ابتداى مدت اجاره</w:t>
      </w:r>
      <w:r w:rsidR="000C4B14">
        <w:rPr>
          <w:rtl/>
          <w:lang w:bidi="fa-IR"/>
        </w:rPr>
        <w:t>،</w:t>
      </w:r>
      <w:r w:rsidRPr="003E3506">
        <w:rPr>
          <w:rtl/>
          <w:lang w:bidi="fa-IR"/>
        </w:rPr>
        <w:t xml:space="preserve"> چيزى را كه اجاره كرده از قابليت استفاده اى كه براى مستاجر تعيين گشته بيفتد</w:t>
      </w:r>
      <w:r w:rsidR="000C4B14">
        <w:rPr>
          <w:rtl/>
          <w:lang w:bidi="fa-IR"/>
        </w:rPr>
        <w:t>،</w:t>
      </w:r>
      <w:r w:rsidRPr="003E3506">
        <w:rPr>
          <w:rtl/>
          <w:lang w:bidi="fa-IR"/>
        </w:rPr>
        <w:t xml:space="preserve"> اجاره باطل مى شود</w:t>
      </w:r>
      <w:r w:rsidR="000C4B14">
        <w:rPr>
          <w:rtl/>
          <w:lang w:bidi="fa-IR"/>
        </w:rPr>
        <w:t>،</w:t>
      </w:r>
      <w:r w:rsidRPr="003E3506">
        <w:rPr>
          <w:rtl/>
          <w:lang w:bidi="fa-IR"/>
        </w:rPr>
        <w:t xml:space="preserve"> و پولى كه مستاجر به صاحب ملك داده به او برمى گردد</w:t>
      </w:r>
      <w:r w:rsidR="000C4B14">
        <w:rPr>
          <w:rtl/>
          <w:lang w:bidi="fa-IR"/>
        </w:rPr>
        <w:t>،</w:t>
      </w:r>
      <w:r w:rsidRPr="003E3506">
        <w:rPr>
          <w:rtl/>
          <w:lang w:bidi="fa-IR"/>
        </w:rPr>
        <w:t xml:space="preserve"> و اگر طورى باشد كه بتواند استفاده مختصرى از آن ببرد</w:t>
      </w:r>
      <w:r w:rsidR="000C4B14">
        <w:rPr>
          <w:rtl/>
          <w:lang w:bidi="fa-IR"/>
        </w:rPr>
        <w:t>،</w:t>
      </w:r>
      <w:r w:rsidRPr="003E3506">
        <w:rPr>
          <w:rtl/>
          <w:lang w:bidi="fa-IR"/>
        </w:rPr>
        <w:t xml:space="preserve"> مى تواند اجاره را بهم بزند.</w:t>
      </w:r>
    </w:p>
    <w:p w:rsidR="003E3506" w:rsidRPr="003E3506" w:rsidRDefault="003E3506" w:rsidP="003E3506">
      <w:pPr>
        <w:pStyle w:val="libNormal"/>
        <w:rPr>
          <w:lang w:bidi="fa-IR"/>
        </w:rPr>
      </w:pPr>
      <w:r w:rsidRPr="003E3506">
        <w:rPr>
          <w:rtl/>
          <w:lang w:bidi="fa-IR"/>
        </w:rPr>
        <w:t>٢٢٢١ - اگر ملكى را اجاره كند و بعد از گذشتن مقدارى از مدت اجاره از قابليت استفاده اى كه براى مستاجر تعيين گشته بيفتد</w:t>
      </w:r>
      <w:r w:rsidR="000C4B14">
        <w:rPr>
          <w:rtl/>
          <w:lang w:bidi="fa-IR"/>
        </w:rPr>
        <w:t>،</w:t>
      </w:r>
      <w:r w:rsidRPr="003E3506">
        <w:rPr>
          <w:rtl/>
          <w:lang w:bidi="fa-IR"/>
        </w:rPr>
        <w:t xml:space="preserve"> اجاره مدتى كه باقى مانده باطل مى شود</w:t>
      </w:r>
      <w:r w:rsidR="000C4B14">
        <w:rPr>
          <w:rtl/>
          <w:lang w:bidi="fa-IR"/>
        </w:rPr>
        <w:t>،</w:t>
      </w:r>
      <w:r w:rsidRPr="003E3506">
        <w:rPr>
          <w:rtl/>
          <w:lang w:bidi="fa-IR"/>
        </w:rPr>
        <w:t xml:space="preserve"> و مى تواند اجاره مدت گذشته را بهم بزند</w:t>
      </w:r>
      <w:r w:rsidR="000C4B14">
        <w:rPr>
          <w:rtl/>
          <w:lang w:bidi="fa-IR"/>
        </w:rPr>
        <w:t>،</w:t>
      </w:r>
      <w:r w:rsidRPr="003E3506">
        <w:rPr>
          <w:rtl/>
          <w:lang w:bidi="fa-IR"/>
        </w:rPr>
        <w:t xml:space="preserve"> و اجرة المثل يعنى اجرت معمولى آن مدت را بدهد.</w:t>
      </w:r>
    </w:p>
    <w:p w:rsidR="003E3506" w:rsidRPr="003E3506" w:rsidRDefault="003E3506" w:rsidP="003E3506">
      <w:pPr>
        <w:pStyle w:val="libNormal"/>
        <w:rPr>
          <w:lang w:bidi="fa-IR"/>
        </w:rPr>
      </w:pPr>
      <w:r w:rsidRPr="003E3506">
        <w:rPr>
          <w:rtl/>
          <w:lang w:bidi="fa-IR"/>
        </w:rPr>
        <w:t>٢٢٢٢ - اگر خانه اى را كه مثلا دو اطاق دارد اجاره دهد و يك اطاق آن خراب شود</w:t>
      </w:r>
      <w:r w:rsidR="000C4B14">
        <w:rPr>
          <w:rtl/>
          <w:lang w:bidi="fa-IR"/>
        </w:rPr>
        <w:t>،</w:t>
      </w:r>
      <w:r w:rsidRPr="003E3506">
        <w:rPr>
          <w:rtl/>
          <w:lang w:bidi="fa-IR"/>
        </w:rPr>
        <w:t xml:space="preserve"> چنانچه اجاره دهنده آن را به طور معمول بسازد كه با اطاق قبلى فرق بسيار پيدا مى كند حكم آن همان است كه در مساله پيش گفته شد</w:t>
      </w:r>
      <w:r w:rsidR="000C4B14">
        <w:rPr>
          <w:rtl/>
          <w:lang w:bidi="fa-IR"/>
        </w:rPr>
        <w:t>،</w:t>
      </w:r>
      <w:r w:rsidRPr="003E3506">
        <w:rPr>
          <w:rtl/>
          <w:lang w:bidi="fa-IR"/>
        </w:rPr>
        <w:t xml:space="preserve"> و اگر اين چنين نباشد</w:t>
      </w:r>
      <w:r w:rsidR="000C4B14">
        <w:rPr>
          <w:rtl/>
          <w:lang w:bidi="fa-IR"/>
        </w:rPr>
        <w:t>،</w:t>
      </w:r>
      <w:r w:rsidRPr="003E3506">
        <w:rPr>
          <w:rtl/>
          <w:lang w:bidi="fa-IR"/>
        </w:rPr>
        <w:t xml:space="preserve"> پس اگر اجاره دهنده فورا آن را بسازد و هيچ مقدارى از استفاده آن از بين نرود اجاره باطل نمى شود</w:t>
      </w:r>
      <w:r w:rsidR="000C4B14">
        <w:rPr>
          <w:rtl/>
          <w:lang w:bidi="fa-IR"/>
        </w:rPr>
        <w:t>،</w:t>
      </w:r>
      <w:r w:rsidRPr="003E3506">
        <w:rPr>
          <w:rtl/>
          <w:lang w:bidi="fa-IR"/>
        </w:rPr>
        <w:t xml:space="preserve"> و مستاجر هم نمى </w:t>
      </w:r>
      <w:r w:rsidRPr="003E3506">
        <w:rPr>
          <w:rtl/>
          <w:lang w:bidi="fa-IR"/>
        </w:rPr>
        <w:lastRenderedPageBreak/>
        <w:t>تواند اجاره را بهم بزند</w:t>
      </w:r>
      <w:r w:rsidR="000C4B14">
        <w:rPr>
          <w:rtl/>
          <w:lang w:bidi="fa-IR"/>
        </w:rPr>
        <w:t>،</w:t>
      </w:r>
      <w:r w:rsidRPr="003E3506">
        <w:rPr>
          <w:rtl/>
          <w:lang w:bidi="fa-IR"/>
        </w:rPr>
        <w:t xml:space="preserve"> ولى اگر ساختن آن به قدرى طول بكشد كه مقدارى از استفاده مستاجر از بين برود اجاره به آن مقدار باطل مى شود</w:t>
      </w:r>
      <w:r w:rsidR="000C4B14">
        <w:rPr>
          <w:rtl/>
          <w:lang w:bidi="fa-IR"/>
        </w:rPr>
        <w:t>،</w:t>
      </w:r>
      <w:r w:rsidRPr="003E3506">
        <w:rPr>
          <w:rtl/>
          <w:lang w:bidi="fa-IR"/>
        </w:rPr>
        <w:t xml:space="preserve"> و مستاجر مى تواند اجاره تمام مدت را بهم بزند</w:t>
      </w:r>
      <w:r w:rsidR="000C4B14">
        <w:rPr>
          <w:rtl/>
          <w:lang w:bidi="fa-IR"/>
        </w:rPr>
        <w:t>،</w:t>
      </w:r>
      <w:r w:rsidRPr="003E3506">
        <w:rPr>
          <w:rtl/>
          <w:lang w:bidi="fa-IR"/>
        </w:rPr>
        <w:t xml:space="preserve"> و براى استفاده اى كه كرده اجرة المثل بدهد.</w:t>
      </w:r>
    </w:p>
    <w:p w:rsidR="003E3506" w:rsidRPr="003E3506" w:rsidRDefault="003E3506" w:rsidP="003E3506">
      <w:pPr>
        <w:pStyle w:val="libNormal"/>
        <w:rPr>
          <w:lang w:bidi="fa-IR"/>
        </w:rPr>
      </w:pPr>
      <w:r w:rsidRPr="003E3506">
        <w:rPr>
          <w:rtl/>
          <w:lang w:bidi="fa-IR"/>
        </w:rPr>
        <w:t>٢٢٢٣ - اگر اجاره دهنده يا مستاجر بميرد</w:t>
      </w:r>
      <w:r w:rsidR="000C4B14">
        <w:rPr>
          <w:rtl/>
          <w:lang w:bidi="fa-IR"/>
        </w:rPr>
        <w:t>،</w:t>
      </w:r>
      <w:r w:rsidRPr="003E3506">
        <w:rPr>
          <w:rtl/>
          <w:lang w:bidi="fa-IR"/>
        </w:rPr>
        <w:t xml:space="preserve"> اجاره باطل نمى شود</w:t>
      </w:r>
      <w:r w:rsidR="000C4B14">
        <w:rPr>
          <w:rtl/>
          <w:lang w:bidi="fa-IR"/>
        </w:rPr>
        <w:t>،</w:t>
      </w:r>
      <w:r w:rsidRPr="003E3506">
        <w:rPr>
          <w:rtl/>
          <w:lang w:bidi="fa-IR"/>
        </w:rPr>
        <w:t xml:space="preserve"> ولى اگر تنها منافع خانه در مدت حياتش مال او باشد</w:t>
      </w:r>
      <w:r w:rsidR="000C4B14">
        <w:rPr>
          <w:rtl/>
          <w:lang w:bidi="fa-IR"/>
        </w:rPr>
        <w:t>،</w:t>
      </w:r>
      <w:r w:rsidRPr="003E3506">
        <w:rPr>
          <w:rtl/>
          <w:lang w:bidi="fa-IR"/>
        </w:rPr>
        <w:t xml:space="preserve"> مثلا ديگرى وصيت كرده باشد كه تا او زنده است منفعت خانه مال او باشد</w:t>
      </w:r>
      <w:r w:rsidR="000C4B14">
        <w:rPr>
          <w:rtl/>
          <w:lang w:bidi="fa-IR"/>
        </w:rPr>
        <w:t>،</w:t>
      </w:r>
      <w:r w:rsidRPr="003E3506">
        <w:rPr>
          <w:rtl/>
          <w:lang w:bidi="fa-IR"/>
        </w:rPr>
        <w:t xml:space="preserve"> چنانچه آن خانه را اجاره دهد</w:t>
      </w:r>
      <w:r w:rsidR="000C4B14">
        <w:rPr>
          <w:rtl/>
          <w:lang w:bidi="fa-IR"/>
        </w:rPr>
        <w:t>،</w:t>
      </w:r>
      <w:r w:rsidRPr="003E3506">
        <w:rPr>
          <w:rtl/>
          <w:lang w:bidi="fa-IR"/>
        </w:rPr>
        <w:t xml:space="preserve"> و پيش از تمام شدن مدت اجاره بميرد</w:t>
      </w:r>
      <w:r w:rsidR="000C4B14">
        <w:rPr>
          <w:rtl/>
          <w:lang w:bidi="fa-IR"/>
        </w:rPr>
        <w:t>،</w:t>
      </w:r>
      <w:r w:rsidRPr="003E3506">
        <w:rPr>
          <w:rtl/>
          <w:lang w:bidi="fa-IR"/>
        </w:rPr>
        <w:t xml:space="preserve"> از وقتى كه مرده اجاره باطل است</w:t>
      </w:r>
      <w:r w:rsidR="000C4B14">
        <w:rPr>
          <w:rtl/>
          <w:lang w:bidi="fa-IR"/>
        </w:rPr>
        <w:t>،</w:t>
      </w:r>
      <w:r w:rsidRPr="003E3506">
        <w:rPr>
          <w:rtl/>
          <w:lang w:bidi="fa-IR"/>
        </w:rPr>
        <w:t xml:space="preserve"> و اگر مالك فعلى آن اجاره را امضا كند صحيح مى شود</w:t>
      </w:r>
      <w:r w:rsidR="000C4B14">
        <w:rPr>
          <w:rtl/>
          <w:lang w:bidi="fa-IR"/>
        </w:rPr>
        <w:t>،</w:t>
      </w:r>
      <w:r w:rsidRPr="003E3506">
        <w:rPr>
          <w:rtl/>
          <w:lang w:bidi="fa-IR"/>
        </w:rPr>
        <w:t xml:space="preserve"> و وجه اجاره مدتى كه بعد از مردن اجاره دهنده باقى مانده به مالك فعلى راجع مى شود.</w:t>
      </w:r>
    </w:p>
    <w:p w:rsidR="003E3506" w:rsidRPr="003E3506" w:rsidRDefault="003E3506" w:rsidP="003E3506">
      <w:pPr>
        <w:pStyle w:val="libNormal"/>
        <w:rPr>
          <w:lang w:bidi="fa-IR"/>
        </w:rPr>
      </w:pPr>
      <w:r w:rsidRPr="003E3506">
        <w:rPr>
          <w:rtl/>
          <w:lang w:bidi="fa-IR"/>
        </w:rPr>
        <w:t>٢٢٢٤ - اگر صاحب كار بنا را وكيل كند كه براى او عمله بگيرد</w:t>
      </w:r>
      <w:r w:rsidR="000C4B14">
        <w:rPr>
          <w:rtl/>
          <w:lang w:bidi="fa-IR"/>
        </w:rPr>
        <w:t>،</w:t>
      </w:r>
      <w:r w:rsidRPr="003E3506">
        <w:rPr>
          <w:rtl/>
          <w:lang w:bidi="fa-IR"/>
        </w:rPr>
        <w:t xml:space="preserve"> چنانچه بنا كمتر از مقدارى كه از صاحب كار مى گيرد به عمله بدهد</w:t>
      </w:r>
      <w:r w:rsidR="000C4B14">
        <w:rPr>
          <w:rtl/>
          <w:lang w:bidi="fa-IR"/>
        </w:rPr>
        <w:t>،</w:t>
      </w:r>
      <w:r w:rsidRPr="003E3506">
        <w:rPr>
          <w:rtl/>
          <w:lang w:bidi="fa-IR"/>
        </w:rPr>
        <w:t xml:space="preserve"> زيادى آن بر او حرام است و بايد آن را به صاحب كار بدهد</w:t>
      </w:r>
      <w:r w:rsidR="000C4B14">
        <w:rPr>
          <w:rtl/>
          <w:lang w:bidi="fa-IR"/>
        </w:rPr>
        <w:t>،</w:t>
      </w:r>
      <w:r w:rsidRPr="003E3506">
        <w:rPr>
          <w:rtl/>
          <w:lang w:bidi="fa-IR"/>
        </w:rPr>
        <w:t xml:space="preserve"> ولى اگر اجير شود كه ساختمان را تمام كند</w:t>
      </w:r>
      <w:r w:rsidR="000C4B14">
        <w:rPr>
          <w:rtl/>
          <w:lang w:bidi="fa-IR"/>
        </w:rPr>
        <w:t>،</w:t>
      </w:r>
      <w:r w:rsidRPr="003E3506">
        <w:rPr>
          <w:rtl/>
          <w:lang w:bidi="fa-IR"/>
        </w:rPr>
        <w:t xml:space="preserve"> و براى خود اختيار بگذارد كه خودش بسازد يا به ديگرى بدهد در صورتى كه مقدارى خودش كار كرده و باقى را به كمتر از مقدارى كه اجير شده به ديگرى بدهد</w:t>
      </w:r>
      <w:r w:rsidR="000C4B14">
        <w:rPr>
          <w:rtl/>
          <w:lang w:bidi="fa-IR"/>
        </w:rPr>
        <w:t>،</w:t>
      </w:r>
      <w:r w:rsidRPr="003E3506">
        <w:rPr>
          <w:rtl/>
          <w:lang w:bidi="fa-IR"/>
        </w:rPr>
        <w:t xml:space="preserve"> زيادى آن براى او حلال مى باشد.</w:t>
      </w:r>
    </w:p>
    <w:p w:rsidR="003E3506" w:rsidRPr="003E3506" w:rsidRDefault="003E3506" w:rsidP="003E3506">
      <w:pPr>
        <w:pStyle w:val="libNormal"/>
        <w:rPr>
          <w:lang w:bidi="fa-IR"/>
        </w:rPr>
      </w:pPr>
      <w:r w:rsidRPr="003E3506">
        <w:rPr>
          <w:rtl/>
          <w:lang w:bidi="fa-IR"/>
        </w:rPr>
        <w:t>٢٢٢٥ - اگر رنگرز قرار بگذارد كه مثلا پارچه را با نيل رنگ كند</w:t>
      </w:r>
      <w:r w:rsidR="000C4B14">
        <w:rPr>
          <w:rtl/>
          <w:lang w:bidi="fa-IR"/>
        </w:rPr>
        <w:t>،</w:t>
      </w:r>
      <w:r w:rsidRPr="003E3506">
        <w:rPr>
          <w:rtl/>
          <w:lang w:bidi="fa-IR"/>
        </w:rPr>
        <w:t xml:space="preserve"> چنانچه با چيز ديگر رنگ نمايد حق ندارد چيزى بگيرد.</w:t>
      </w:r>
    </w:p>
    <w:p w:rsidR="003E3506" w:rsidRDefault="00605FAB" w:rsidP="007E0CCF">
      <w:pPr>
        <w:pStyle w:val="Heading3"/>
        <w:rPr>
          <w:rtl/>
          <w:lang w:bidi="fa-IR"/>
        </w:rPr>
      </w:pPr>
      <w:bookmarkStart w:id="241" w:name="_Toc24454664"/>
      <w:r>
        <w:rPr>
          <w:rtl/>
          <w:lang w:bidi="fa-IR"/>
        </w:rPr>
        <w:t>(</w:t>
      </w:r>
      <w:r w:rsidR="003E3506" w:rsidRPr="003E3506">
        <w:rPr>
          <w:rtl/>
          <w:lang w:bidi="fa-IR"/>
        </w:rPr>
        <w:t>احكام جعاله</w:t>
      </w:r>
      <w:r>
        <w:rPr>
          <w:rtl/>
          <w:lang w:bidi="fa-IR"/>
        </w:rPr>
        <w:t>)</w:t>
      </w:r>
      <w:bookmarkEnd w:id="241"/>
    </w:p>
    <w:p w:rsidR="003E3506" w:rsidRPr="003E3506" w:rsidRDefault="003E3506" w:rsidP="003E3506">
      <w:pPr>
        <w:pStyle w:val="libNormal"/>
        <w:rPr>
          <w:lang w:bidi="fa-IR"/>
        </w:rPr>
      </w:pPr>
      <w:r w:rsidRPr="003E3506">
        <w:rPr>
          <w:rtl/>
          <w:lang w:bidi="fa-IR"/>
        </w:rPr>
        <w:t>٢٢٢٦ - جعاله آن است كه انسان قرار بگذارد در مقابل كارى كه براى او انجام مى دهند مالى بدهد</w:t>
      </w:r>
      <w:r w:rsidR="000C4B14">
        <w:rPr>
          <w:rtl/>
          <w:lang w:bidi="fa-IR"/>
        </w:rPr>
        <w:t>،</w:t>
      </w:r>
      <w:r w:rsidRPr="003E3506">
        <w:rPr>
          <w:rtl/>
          <w:lang w:bidi="fa-IR"/>
        </w:rPr>
        <w:t xml:space="preserve"> مثلا بگويد هر كس گمشده مرا پيدا كند ده تومان به او مى دهم</w:t>
      </w:r>
      <w:r w:rsidR="000C4B14">
        <w:rPr>
          <w:rtl/>
          <w:lang w:bidi="fa-IR"/>
        </w:rPr>
        <w:t>،</w:t>
      </w:r>
      <w:r w:rsidRPr="003E3506">
        <w:rPr>
          <w:rtl/>
          <w:lang w:bidi="fa-IR"/>
        </w:rPr>
        <w:t xml:space="preserve"> و به كسى كه اين قرار را مى گذارد جاعل و به كسى كه كار را انجام مى دهد عامل مى گويند.</w:t>
      </w:r>
    </w:p>
    <w:p w:rsidR="007E0CCF" w:rsidRDefault="003E3506" w:rsidP="003E3506">
      <w:pPr>
        <w:pStyle w:val="libNormal"/>
        <w:rPr>
          <w:rtl/>
        </w:rPr>
      </w:pPr>
      <w:r w:rsidRPr="003E3506">
        <w:rPr>
          <w:rtl/>
        </w:rPr>
        <w:t>و ميان جعاله و اجاره از جهاتى فرق است از آن جمله اين است كه در اجاره بعد از خواندن صيغه</w:t>
      </w:r>
      <w:r w:rsidR="000C4B14">
        <w:rPr>
          <w:rtl/>
        </w:rPr>
        <w:t>،</w:t>
      </w:r>
      <w:r w:rsidRPr="003E3506">
        <w:rPr>
          <w:rtl/>
        </w:rPr>
        <w:t xml:space="preserve"> اجير بايد عمل را انجام دهد</w:t>
      </w:r>
      <w:r w:rsidR="000C4B14">
        <w:rPr>
          <w:rtl/>
        </w:rPr>
        <w:t>،</w:t>
      </w:r>
      <w:r w:rsidRPr="003E3506">
        <w:rPr>
          <w:rtl/>
        </w:rPr>
        <w:t xml:space="preserve"> و كسى هم كه او را اجير كرده اجرت را به او بدهكار مى </w:t>
      </w:r>
      <w:r w:rsidRPr="003E3506">
        <w:rPr>
          <w:rtl/>
        </w:rPr>
        <w:lastRenderedPageBreak/>
        <w:t>شود</w:t>
      </w:r>
      <w:r w:rsidR="000C4B14">
        <w:rPr>
          <w:rtl/>
        </w:rPr>
        <w:t>،</w:t>
      </w:r>
      <w:r w:rsidRPr="003E3506">
        <w:rPr>
          <w:rtl/>
        </w:rPr>
        <w:t xml:space="preserve"> ولى در جعاله اگر چه عامل شخص معين باشد</w:t>
      </w:r>
      <w:r w:rsidR="000C4B14">
        <w:rPr>
          <w:rtl/>
        </w:rPr>
        <w:t>،</w:t>
      </w:r>
      <w:r w:rsidRPr="003E3506">
        <w:rPr>
          <w:rtl/>
        </w:rPr>
        <w:t xml:space="preserve"> مى تواند مشغول عمل نشود</w:t>
      </w:r>
      <w:r w:rsidR="000C4B14">
        <w:rPr>
          <w:rtl/>
        </w:rPr>
        <w:t>،</w:t>
      </w:r>
      <w:r w:rsidRPr="003E3506">
        <w:rPr>
          <w:rtl/>
        </w:rPr>
        <w:t xml:space="preserve"> و تا عمل را انجام ندهد جاعل بدهكار نمى شود.</w:t>
      </w:r>
    </w:p>
    <w:p w:rsidR="007E0CCF" w:rsidRDefault="003E3506" w:rsidP="007E0CCF">
      <w:pPr>
        <w:pStyle w:val="libNormal"/>
        <w:rPr>
          <w:rtl/>
          <w:lang w:bidi="fa-IR"/>
        </w:rPr>
      </w:pPr>
      <w:r w:rsidRPr="003E3506">
        <w:rPr>
          <w:rtl/>
        </w:rPr>
        <w:t>٢٢٢٧ - جاعل بايد بالغ و عاقل باشد و از روى قصد و اختيار قرارداد كند و شرعا بتواند در مال خود تصرف نمايد</w:t>
      </w:r>
      <w:r w:rsidR="000C4B14">
        <w:rPr>
          <w:rtl/>
        </w:rPr>
        <w:t>،</w:t>
      </w:r>
      <w:r w:rsidRPr="003E3506">
        <w:rPr>
          <w:rtl/>
        </w:rPr>
        <w:t xml:space="preserve"> بنابر اين جعاله آدم سفيه - كسى كه مال خود را در كارهاى بيهوده مصرف مى كند - صحيح نيست و هم چنين جعاله مفلس در آن قسم از اموالش كه حق تصرف در آنها را ندارد صحيح نمى باشد.</w:t>
      </w:r>
    </w:p>
    <w:p w:rsidR="003E3506" w:rsidRPr="003E3506" w:rsidRDefault="003E3506" w:rsidP="007E0CCF">
      <w:pPr>
        <w:pStyle w:val="libNormal"/>
        <w:rPr>
          <w:lang w:bidi="fa-IR"/>
        </w:rPr>
      </w:pPr>
      <w:r w:rsidRPr="003E3506">
        <w:rPr>
          <w:rtl/>
        </w:rPr>
        <w:t>٢٢٢٨ - كارى را كه جاعل مى گويد براى او انجام دهند</w:t>
      </w:r>
      <w:r w:rsidR="000C4B14">
        <w:rPr>
          <w:rtl/>
        </w:rPr>
        <w:t>،</w:t>
      </w:r>
      <w:r w:rsidRPr="003E3506">
        <w:rPr>
          <w:rtl/>
        </w:rPr>
        <w:t xml:space="preserve"> بايد حرام يا بى فايده يا از واجباتى كه شرعا لازم است مجانا آورده شود نباشد</w:t>
      </w:r>
      <w:r w:rsidR="000C4B14">
        <w:rPr>
          <w:rtl/>
        </w:rPr>
        <w:t>،</w:t>
      </w:r>
      <w:r w:rsidRPr="003E3506">
        <w:rPr>
          <w:rtl/>
        </w:rPr>
        <w:t xml:space="preserve"> پس اگر بگويد هر كس شراب بخورد</w:t>
      </w:r>
      <w:r w:rsidR="000C4B14">
        <w:rPr>
          <w:rtl/>
        </w:rPr>
        <w:t>،</w:t>
      </w:r>
      <w:r w:rsidRPr="003E3506">
        <w:rPr>
          <w:rtl/>
        </w:rPr>
        <w:t xml:space="preserve"> يا در شب بدون مقصد عقلايى به جاى تاريكى برود يا نماز واجب خود را بخواند ده تومان به او مى دهم جعاله صحيح نيست</w:t>
      </w:r>
      <w:r w:rsidR="000C4B14">
        <w:rPr>
          <w:rtl/>
        </w:rPr>
        <w:t>.</w:t>
      </w:r>
    </w:p>
    <w:p w:rsidR="003E3506" w:rsidRPr="003E3506" w:rsidRDefault="003E3506" w:rsidP="003E3506">
      <w:pPr>
        <w:pStyle w:val="libNormal"/>
        <w:rPr>
          <w:lang w:bidi="fa-IR"/>
        </w:rPr>
      </w:pPr>
      <w:r w:rsidRPr="003E3506">
        <w:rPr>
          <w:rtl/>
          <w:lang w:bidi="fa-IR"/>
        </w:rPr>
        <w:t>٢٢٢٩ - مالى را كه قرار مى گذارند</w:t>
      </w:r>
      <w:r w:rsidR="000C4B14">
        <w:rPr>
          <w:rtl/>
          <w:lang w:bidi="fa-IR"/>
        </w:rPr>
        <w:t>،</w:t>
      </w:r>
      <w:r w:rsidRPr="003E3506">
        <w:rPr>
          <w:rtl/>
          <w:lang w:bidi="fa-IR"/>
        </w:rPr>
        <w:t xml:space="preserve"> لازم نيست با ذكر تمام خصوصيات معين شود</w:t>
      </w:r>
      <w:r w:rsidR="000C4B14">
        <w:rPr>
          <w:rtl/>
          <w:lang w:bidi="fa-IR"/>
        </w:rPr>
        <w:t>،</w:t>
      </w:r>
      <w:r w:rsidRPr="003E3506">
        <w:rPr>
          <w:rtl/>
          <w:lang w:bidi="fa-IR"/>
        </w:rPr>
        <w:t xml:space="preserve"> بلكه اگر به طورى نزد عامل معلوم باشد</w:t>
      </w:r>
      <w:r w:rsidR="000C4B14">
        <w:rPr>
          <w:rtl/>
          <w:lang w:bidi="fa-IR"/>
        </w:rPr>
        <w:t>،</w:t>
      </w:r>
      <w:r w:rsidRPr="003E3506">
        <w:rPr>
          <w:rtl/>
          <w:lang w:bidi="fa-IR"/>
        </w:rPr>
        <w:t xml:space="preserve"> كه اقدام او براى انجام آن كار سفاهت محسوب نشود</w:t>
      </w:r>
      <w:r w:rsidR="000C4B14">
        <w:rPr>
          <w:rtl/>
          <w:lang w:bidi="fa-IR"/>
        </w:rPr>
        <w:t>،</w:t>
      </w:r>
      <w:r w:rsidRPr="003E3506">
        <w:rPr>
          <w:rtl/>
          <w:lang w:bidi="fa-IR"/>
        </w:rPr>
        <w:t xml:space="preserve"> كافى است</w:t>
      </w:r>
      <w:r w:rsidR="000C4B14">
        <w:rPr>
          <w:rtl/>
          <w:lang w:bidi="fa-IR"/>
        </w:rPr>
        <w:t>،</w:t>
      </w:r>
      <w:r w:rsidRPr="003E3506">
        <w:rPr>
          <w:rtl/>
          <w:lang w:bidi="fa-IR"/>
        </w:rPr>
        <w:t xml:space="preserve"> مثلا اگر جاعل بگويد</w:t>
      </w:r>
      <w:r w:rsidR="000C4B14">
        <w:rPr>
          <w:rtl/>
          <w:lang w:bidi="fa-IR"/>
        </w:rPr>
        <w:t>،</w:t>
      </w:r>
      <w:r w:rsidRPr="003E3506">
        <w:rPr>
          <w:rtl/>
          <w:lang w:bidi="fa-IR"/>
        </w:rPr>
        <w:t xml:space="preserve"> اين مال را هر مقدارى بيش از ده تومان فروختى زيادى آن براى تو باشد</w:t>
      </w:r>
      <w:r w:rsidR="000C4B14">
        <w:rPr>
          <w:rtl/>
          <w:lang w:bidi="fa-IR"/>
        </w:rPr>
        <w:t>،</w:t>
      </w:r>
      <w:r w:rsidRPr="003E3506">
        <w:rPr>
          <w:rtl/>
          <w:lang w:bidi="fa-IR"/>
        </w:rPr>
        <w:t xml:space="preserve"> جعاله صحيح است</w:t>
      </w:r>
      <w:r w:rsidR="000C4B14">
        <w:rPr>
          <w:rtl/>
          <w:lang w:bidi="fa-IR"/>
        </w:rPr>
        <w:t>،</w:t>
      </w:r>
      <w:r w:rsidRPr="003E3506">
        <w:rPr>
          <w:rtl/>
          <w:lang w:bidi="fa-IR"/>
        </w:rPr>
        <w:t xml:space="preserve"> و هم چنين اگر بگويد</w:t>
      </w:r>
      <w:r w:rsidR="000C4B14">
        <w:rPr>
          <w:rtl/>
          <w:lang w:bidi="fa-IR"/>
        </w:rPr>
        <w:t>،</w:t>
      </w:r>
      <w:r w:rsidRPr="003E3506">
        <w:rPr>
          <w:rtl/>
          <w:lang w:bidi="fa-IR"/>
        </w:rPr>
        <w:t xml:space="preserve"> هر كس اسب مرا پيدا كند نصف او را به خودش مى دهم يا ده من گندم به او مى دهم جعاله نيز صحيح است</w:t>
      </w:r>
      <w:r w:rsidR="000C4B14">
        <w:rPr>
          <w:rtl/>
          <w:lang w:bidi="fa-IR"/>
        </w:rPr>
        <w:t>.</w:t>
      </w:r>
    </w:p>
    <w:p w:rsidR="003E3506" w:rsidRPr="003E3506" w:rsidRDefault="003E3506" w:rsidP="003E3506">
      <w:pPr>
        <w:pStyle w:val="libNormal"/>
        <w:rPr>
          <w:lang w:bidi="fa-IR"/>
        </w:rPr>
      </w:pPr>
      <w:r w:rsidRPr="003E3506">
        <w:rPr>
          <w:rtl/>
          <w:lang w:bidi="fa-IR"/>
        </w:rPr>
        <w:t>٢٢٣٠ - اگر مزد كار كاملا مبهم باشد</w:t>
      </w:r>
      <w:r w:rsidR="000C4B14">
        <w:rPr>
          <w:rtl/>
          <w:lang w:bidi="fa-IR"/>
        </w:rPr>
        <w:t>،</w:t>
      </w:r>
      <w:r w:rsidRPr="003E3506">
        <w:rPr>
          <w:rtl/>
          <w:lang w:bidi="fa-IR"/>
        </w:rPr>
        <w:t xml:space="preserve"> مثلا جاعل بگويد</w:t>
      </w:r>
      <w:r w:rsidR="000C4B14">
        <w:rPr>
          <w:rtl/>
          <w:lang w:bidi="fa-IR"/>
        </w:rPr>
        <w:t>،</w:t>
      </w:r>
      <w:r w:rsidRPr="003E3506">
        <w:rPr>
          <w:rtl/>
          <w:lang w:bidi="fa-IR"/>
        </w:rPr>
        <w:t xml:space="preserve"> هر كس بچه مرا پيدا كند پولى به او مى دهم</w:t>
      </w:r>
      <w:r w:rsidR="000C4B14">
        <w:rPr>
          <w:rtl/>
          <w:lang w:bidi="fa-IR"/>
        </w:rPr>
        <w:t>،</w:t>
      </w:r>
      <w:r w:rsidRPr="003E3506">
        <w:rPr>
          <w:rtl/>
          <w:lang w:bidi="fa-IR"/>
        </w:rPr>
        <w:t xml:space="preserve"> و مقدار آن را معين نكند</w:t>
      </w:r>
      <w:r w:rsidR="000C4B14">
        <w:rPr>
          <w:rtl/>
          <w:lang w:bidi="fa-IR"/>
        </w:rPr>
        <w:t>،</w:t>
      </w:r>
      <w:r w:rsidRPr="003E3506">
        <w:rPr>
          <w:rtl/>
          <w:lang w:bidi="fa-IR"/>
        </w:rPr>
        <w:t xml:space="preserve"> چنانچه كسى آن عمل را انجام دهد</w:t>
      </w:r>
      <w:r w:rsidR="000C4B14">
        <w:rPr>
          <w:rtl/>
          <w:lang w:bidi="fa-IR"/>
        </w:rPr>
        <w:t>،</w:t>
      </w:r>
      <w:r w:rsidRPr="003E3506">
        <w:rPr>
          <w:rtl/>
          <w:lang w:bidi="fa-IR"/>
        </w:rPr>
        <w:t xml:space="preserve"> بايد مزد او را به مقدارى كه كار او در نظر مردم ارزش دارد بدهد.</w:t>
      </w:r>
    </w:p>
    <w:p w:rsidR="003E3506" w:rsidRPr="003E3506" w:rsidRDefault="003E3506" w:rsidP="003E3506">
      <w:pPr>
        <w:pStyle w:val="libNormal"/>
        <w:rPr>
          <w:lang w:bidi="fa-IR"/>
        </w:rPr>
      </w:pPr>
      <w:r w:rsidRPr="003E3506">
        <w:rPr>
          <w:rtl/>
          <w:lang w:bidi="fa-IR"/>
        </w:rPr>
        <w:t>٢٢٣١ - اگر عامل پيش از قرارداد</w:t>
      </w:r>
      <w:r w:rsidR="000C4B14">
        <w:rPr>
          <w:rtl/>
          <w:lang w:bidi="fa-IR"/>
        </w:rPr>
        <w:t>،</w:t>
      </w:r>
      <w:r w:rsidRPr="003E3506">
        <w:rPr>
          <w:rtl/>
          <w:lang w:bidi="fa-IR"/>
        </w:rPr>
        <w:t xml:space="preserve"> كار را انجام داده باشد</w:t>
      </w:r>
      <w:r w:rsidR="000C4B14">
        <w:rPr>
          <w:rtl/>
          <w:lang w:bidi="fa-IR"/>
        </w:rPr>
        <w:t>،</w:t>
      </w:r>
      <w:r w:rsidRPr="003E3506">
        <w:rPr>
          <w:rtl/>
          <w:lang w:bidi="fa-IR"/>
        </w:rPr>
        <w:t xml:space="preserve"> يا بعد از قرار داد به قصد اين كه پول نگيرد انجام دهد</w:t>
      </w:r>
      <w:r w:rsidR="000C4B14">
        <w:rPr>
          <w:rtl/>
          <w:lang w:bidi="fa-IR"/>
        </w:rPr>
        <w:t>،</w:t>
      </w:r>
      <w:r w:rsidRPr="003E3506">
        <w:rPr>
          <w:rtl/>
          <w:lang w:bidi="fa-IR"/>
        </w:rPr>
        <w:t xml:space="preserve"> حقى به مزد گرفتن ندارد.</w:t>
      </w:r>
    </w:p>
    <w:p w:rsidR="003E3506" w:rsidRPr="003E3506" w:rsidRDefault="003E3506" w:rsidP="003E3506">
      <w:pPr>
        <w:pStyle w:val="libNormal"/>
        <w:rPr>
          <w:lang w:bidi="fa-IR"/>
        </w:rPr>
      </w:pPr>
      <w:r w:rsidRPr="003E3506">
        <w:rPr>
          <w:rtl/>
          <w:lang w:bidi="fa-IR"/>
        </w:rPr>
        <w:t>٢٢٣٢ - پيش از آن كه عامل شروع به كار كند جاعل مى تواند جعاله را بهم بزند.</w:t>
      </w:r>
    </w:p>
    <w:p w:rsidR="003E3506" w:rsidRPr="003E3506" w:rsidRDefault="003E3506" w:rsidP="003E3506">
      <w:pPr>
        <w:pStyle w:val="libNormal"/>
        <w:rPr>
          <w:lang w:bidi="fa-IR"/>
        </w:rPr>
      </w:pPr>
      <w:r w:rsidRPr="003E3506">
        <w:rPr>
          <w:rtl/>
          <w:lang w:bidi="fa-IR"/>
        </w:rPr>
        <w:lastRenderedPageBreak/>
        <w:t>٢٢٣٣ - بعد از آن كه عامل شروع به كار كرد</w:t>
      </w:r>
      <w:r w:rsidR="000C4B14">
        <w:rPr>
          <w:rtl/>
          <w:lang w:bidi="fa-IR"/>
        </w:rPr>
        <w:t>،</w:t>
      </w:r>
      <w:r w:rsidRPr="003E3506">
        <w:rPr>
          <w:rtl/>
          <w:lang w:bidi="fa-IR"/>
        </w:rPr>
        <w:t xml:space="preserve"> اگر جاعل بخواهد معامله را بهم بزند اشكال دارد.</w:t>
      </w:r>
    </w:p>
    <w:p w:rsidR="003E3506" w:rsidRPr="003E3506" w:rsidRDefault="003E3506" w:rsidP="003E3506">
      <w:pPr>
        <w:pStyle w:val="libNormal"/>
        <w:rPr>
          <w:lang w:bidi="fa-IR"/>
        </w:rPr>
      </w:pPr>
      <w:r w:rsidRPr="003E3506">
        <w:rPr>
          <w:rtl/>
          <w:lang w:bidi="fa-IR"/>
        </w:rPr>
        <w:t>٢٢٣٤ - عامل مى تواند عمل را ناتمام بگذارد</w:t>
      </w:r>
      <w:r w:rsidR="000C4B14">
        <w:rPr>
          <w:rtl/>
          <w:lang w:bidi="fa-IR"/>
        </w:rPr>
        <w:t>،</w:t>
      </w:r>
      <w:r w:rsidRPr="003E3506">
        <w:rPr>
          <w:rtl/>
          <w:lang w:bidi="fa-IR"/>
        </w:rPr>
        <w:t xml:space="preserve"> ولى اگر تمام نكردن عمل اسباب ضرر جاعل يا كسى كه عمل براى او انجام مى گيرد شود</w:t>
      </w:r>
      <w:r w:rsidR="000C4B14">
        <w:rPr>
          <w:rtl/>
          <w:lang w:bidi="fa-IR"/>
        </w:rPr>
        <w:t>،</w:t>
      </w:r>
      <w:r w:rsidRPr="003E3506">
        <w:rPr>
          <w:rtl/>
          <w:lang w:bidi="fa-IR"/>
        </w:rPr>
        <w:t xml:space="preserve"> بايد آن را تمام نمايد. مثلا اگر كسى بگويد هر كس چشم مرا عمل كند فلان مقدار به او مى دهم و دكتر جراحى شروع به عمل كند</w:t>
      </w:r>
      <w:r w:rsidR="000C4B14">
        <w:rPr>
          <w:rtl/>
          <w:lang w:bidi="fa-IR"/>
        </w:rPr>
        <w:t>،</w:t>
      </w:r>
      <w:r w:rsidRPr="003E3506">
        <w:rPr>
          <w:rtl/>
          <w:lang w:bidi="fa-IR"/>
        </w:rPr>
        <w:t xml:space="preserve"> چنانچه طورى باشد كه اگر عمل را تمام نكند</w:t>
      </w:r>
      <w:r w:rsidR="000C4B14">
        <w:rPr>
          <w:rtl/>
          <w:lang w:bidi="fa-IR"/>
        </w:rPr>
        <w:t>،</w:t>
      </w:r>
      <w:r w:rsidRPr="003E3506">
        <w:rPr>
          <w:rtl/>
          <w:lang w:bidi="fa-IR"/>
        </w:rPr>
        <w:t xml:space="preserve"> چشم معيوب مى شود</w:t>
      </w:r>
      <w:r w:rsidR="000C4B14">
        <w:rPr>
          <w:rtl/>
          <w:lang w:bidi="fa-IR"/>
        </w:rPr>
        <w:t>،</w:t>
      </w:r>
      <w:r w:rsidRPr="003E3506">
        <w:rPr>
          <w:rtl/>
          <w:lang w:bidi="fa-IR"/>
        </w:rPr>
        <w:t xml:space="preserve"> بايد آن را تمام نمايد</w:t>
      </w:r>
      <w:r w:rsidR="000C4B14">
        <w:rPr>
          <w:rtl/>
          <w:lang w:bidi="fa-IR"/>
        </w:rPr>
        <w:t>،</w:t>
      </w:r>
      <w:r w:rsidRPr="003E3506">
        <w:rPr>
          <w:rtl/>
          <w:lang w:bidi="fa-IR"/>
        </w:rPr>
        <w:t xml:space="preserve"> و در صورتى كه ناتمام بگذارد</w:t>
      </w:r>
      <w:r w:rsidR="000C4B14">
        <w:rPr>
          <w:rtl/>
          <w:lang w:bidi="fa-IR"/>
        </w:rPr>
        <w:t>،</w:t>
      </w:r>
      <w:r w:rsidRPr="003E3506">
        <w:rPr>
          <w:rtl/>
          <w:lang w:bidi="fa-IR"/>
        </w:rPr>
        <w:t xml:space="preserve"> حقى بر جاعل ندارد.</w:t>
      </w:r>
    </w:p>
    <w:p w:rsidR="003E3506" w:rsidRPr="003E3506" w:rsidRDefault="003E3506" w:rsidP="003E3506">
      <w:pPr>
        <w:pStyle w:val="libNormal"/>
        <w:rPr>
          <w:lang w:bidi="fa-IR"/>
        </w:rPr>
      </w:pPr>
      <w:r w:rsidRPr="003E3506">
        <w:rPr>
          <w:rtl/>
          <w:lang w:bidi="fa-IR"/>
        </w:rPr>
        <w:t>٢٢٣٥ - اگر عامل كار را ناتمام بگذارد</w:t>
      </w:r>
      <w:r w:rsidR="000C4B14">
        <w:rPr>
          <w:rtl/>
          <w:lang w:bidi="fa-IR"/>
        </w:rPr>
        <w:t>،</w:t>
      </w:r>
      <w:r w:rsidRPr="003E3506">
        <w:rPr>
          <w:rtl/>
          <w:lang w:bidi="fa-IR"/>
        </w:rPr>
        <w:t xml:space="preserve"> چنانچه آن كار مثل پيدا كردن اسب است كه تا تمام نشود</w:t>
      </w:r>
      <w:r w:rsidR="000C4B14">
        <w:rPr>
          <w:rtl/>
          <w:lang w:bidi="fa-IR"/>
        </w:rPr>
        <w:t>،</w:t>
      </w:r>
      <w:r w:rsidRPr="003E3506">
        <w:rPr>
          <w:rtl/>
          <w:lang w:bidi="fa-IR"/>
        </w:rPr>
        <w:t xml:space="preserve"> براى جاعل فايده ندارد عامل نمى تواند چيزى مطالبه كند و هم چنين است اگر جاعل مزد را براى تمام كردن عمل قرار بگذارد مثلا بگويد هر كس لباس مرا بدوزد</w:t>
      </w:r>
      <w:r w:rsidR="000C4B14">
        <w:rPr>
          <w:rtl/>
          <w:lang w:bidi="fa-IR"/>
        </w:rPr>
        <w:t>،</w:t>
      </w:r>
      <w:r w:rsidRPr="003E3506">
        <w:rPr>
          <w:rtl/>
          <w:lang w:bidi="fa-IR"/>
        </w:rPr>
        <w:t xml:space="preserve"> ده تومان به او مى دهم ولى اگر مقصودش اين باشد كه هر مقدار از عمل كه انجام گيرد</w:t>
      </w:r>
      <w:r w:rsidR="000C4B14">
        <w:rPr>
          <w:rtl/>
          <w:lang w:bidi="fa-IR"/>
        </w:rPr>
        <w:t>،</w:t>
      </w:r>
      <w:r w:rsidRPr="003E3506">
        <w:rPr>
          <w:rtl/>
          <w:lang w:bidi="fa-IR"/>
        </w:rPr>
        <w:t xml:space="preserve"> براى آن مقدار مزد بدهد.</w:t>
      </w:r>
    </w:p>
    <w:p w:rsidR="003E3506" w:rsidRPr="003E3506" w:rsidRDefault="003E3506" w:rsidP="003E3506">
      <w:pPr>
        <w:pStyle w:val="libNormal"/>
        <w:rPr>
          <w:lang w:bidi="fa-IR"/>
        </w:rPr>
      </w:pPr>
      <w:r w:rsidRPr="003E3506">
        <w:rPr>
          <w:rtl/>
          <w:lang w:bidi="fa-IR"/>
        </w:rPr>
        <w:t>جاعل بايد مزد مقدارى را كه انجام شده به عامل بدهد</w:t>
      </w:r>
      <w:r w:rsidR="000C4B14">
        <w:rPr>
          <w:rtl/>
          <w:lang w:bidi="fa-IR"/>
        </w:rPr>
        <w:t>،</w:t>
      </w:r>
      <w:r w:rsidRPr="003E3506">
        <w:rPr>
          <w:rtl/>
          <w:lang w:bidi="fa-IR"/>
        </w:rPr>
        <w:t xml:space="preserve"> اگر چه احتياط اين است كه به طور مصالحه يكديگر را راضى نمايند.</w:t>
      </w:r>
    </w:p>
    <w:p w:rsidR="003E3506" w:rsidRDefault="00605FAB" w:rsidP="007E0CCF">
      <w:pPr>
        <w:pStyle w:val="Heading3"/>
        <w:rPr>
          <w:rtl/>
          <w:lang w:bidi="fa-IR"/>
        </w:rPr>
      </w:pPr>
      <w:bookmarkStart w:id="242" w:name="_Toc24454665"/>
      <w:r>
        <w:rPr>
          <w:rtl/>
          <w:lang w:bidi="fa-IR"/>
        </w:rPr>
        <w:t>(</w:t>
      </w:r>
      <w:r w:rsidR="003E3506" w:rsidRPr="003E3506">
        <w:rPr>
          <w:rtl/>
          <w:lang w:bidi="fa-IR"/>
        </w:rPr>
        <w:t>احكام مزارعه</w:t>
      </w:r>
      <w:r>
        <w:rPr>
          <w:rtl/>
          <w:lang w:bidi="fa-IR"/>
        </w:rPr>
        <w:t>)</w:t>
      </w:r>
      <w:bookmarkEnd w:id="242"/>
    </w:p>
    <w:p w:rsidR="003E3506" w:rsidRPr="003E3506" w:rsidRDefault="003E3506" w:rsidP="003E3506">
      <w:pPr>
        <w:pStyle w:val="libNormal"/>
        <w:rPr>
          <w:lang w:bidi="fa-IR"/>
        </w:rPr>
      </w:pPr>
      <w:r w:rsidRPr="003E3506">
        <w:rPr>
          <w:rtl/>
          <w:lang w:bidi="fa-IR"/>
        </w:rPr>
        <w:t>٢٢٣٦ - مزارعه چند نوع دارد از آن جمله آن است كه مالك يا زارع اتفاق ببندند زمين را در اختيار او بگذارد</w:t>
      </w:r>
      <w:r w:rsidR="000C4B14">
        <w:rPr>
          <w:rtl/>
          <w:lang w:bidi="fa-IR"/>
        </w:rPr>
        <w:t>،</w:t>
      </w:r>
      <w:r w:rsidRPr="003E3506">
        <w:rPr>
          <w:rtl/>
          <w:lang w:bidi="fa-IR"/>
        </w:rPr>
        <w:t xml:space="preserve"> تا زراعت كند و مقدارى از حاصل آن را به مالك بدهد.</w:t>
      </w:r>
    </w:p>
    <w:p w:rsidR="003E3506" w:rsidRPr="003E3506" w:rsidRDefault="003E3506" w:rsidP="003E3506">
      <w:pPr>
        <w:pStyle w:val="libNormal"/>
        <w:rPr>
          <w:lang w:bidi="fa-IR"/>
        </w:rPr>
      </w:pPr>
      <w:r w:rsidRPr="003E3506">
        <w:rPr>
          <w:rtl/>
          <w:lang w:bidi="fa-IR"/>
        </w:rPr>
        <w:t>٢٢٣٧ - مزارعه چند شرط دارد</w:t>
      </w:r>
      <w:r w:rsidR="00553569">
        <w:rPr>
          <w:rtl/>
          <w:lang w:bidi="fa-IR"/>
        </w:rPr>
        <w:t>:</w:t>
      </w:r>
      <w:r w:rsidRPr="003E3506">
        <w:rPr>
          <w:rtl/>
          <w:lang w:bidi="fa-IR"/>
        </w:rPr>
        <w:t xml:space="preserve"> اول آن كه صاحب زمين به زارع بگويد زمين را براى زراعت به تو واگذار كردم و زارع هم بگويد قبول كردم</w:t>
      </w:r>
      <w:r w:rsidR="000C4B14">
        <w:rPr>
          <w:rtl/>
          <w:lang w:bidi="fa-IR"/>
        </w:rPr>
        <w:t>.</w:t>
      </w:r>
    </w:p>
    <w:p w:rsidR="003E3506" w:rsidRPr="003E3506" w:rsidRDefault="003E3506" w:rsidP="003E3506">
      <w:pPr>
        <w:pStyle w:val="libNormal"/>
        <w:rPr>
          <w:lang w:bidi="fa-IR"/>
        </w:rPr>
      </w:pPr>
      <w:r w:rsidRPr="003E3506">
        <w:rPr>
          <w:rtl/>
          <w:lang w:bidi="fa-IR"/>
        </w:rPr>
        <w:t>يا بدون اين كه حرفى بزنند مالك</w:t>
      </w:r>
      <w:r w:rsidR="000C4B14">
        <w:rPr>
          <w:rtl/>
          <w:lang w:bidi="fa-IR"/>
        </w:rPr>
        <w:t>،</w:t>
      </w:r>
      <w:r w:rsidRPr="003E3506">
        <w:rPr>
          <w:rtl/>
          <w:lang w:bidi="fa-IR"/>
        </w:rPr>
        <w:t xml:space="preserve"> زمين را به زارع به قصد زراعت واگذار كند</w:t>
      </w:r>
      <w:r w:rsidR="000C4B14">
        <w:rPr>
          <w:rtl/>
          <w:lang w:bidi="fa-IR"/>
        </w:rPr>
        <w:t>،</w:t>
      </w:r>
      <w:r w:rsidRPr="003E3506">
        <w:rPr>
          <w:rtl/>
          <w:lang w:bidi="fa-IR"/>
        </w:rPr>
        <w:t xml:space="preserve"> و زارع قبول نمايد.</w:t>
      </w:r>
    </w:p>
    <w:p w:rsidR="003E3506" w:rsidRPr="003E3506" w:rsidRDefault="003E3506" w:rsidP="003E3506">
      <w:pPr>
        <w:pStyle w:val="libNormal"/>
        <w:rPr>
          <w:lang w:bidi="fa-IR"/>
        </w:rPr>
      </w:pPr>
      <w:r w:rsidRPr="003E3506">
        <w:rPr>
          <w:rtl/>
          <w:lang w:bidi="fa-IR"/>
        </w:rPr>
        <w:t>دوم صاحب زمين و زارع هر دو بالغ و عاقل باشند و با قصد و اختيار خود مزارعه را انجام دهند</w:t>
      </w:r>
      <w:r w:rsidR="000C4B14">
        <w:rPr>
          <w:rtl/>
          <w:lang w:bidi="fa-IR"/>
        </w:rPr>
        <w:t>،</w:t>
      </w:r>
      <w:r w:rsidRPr="003E3506">
        <w:rPr>
          <w:rtl/>
          <w:lang w:bidi="fa-IR"/>
        </w:rPr>
        <w:t xml:space="preserve"> و سفيه نباشند</w:t>
      </w:r>
      <w:r w:rsidR="000C4B14">
        <w:rPr>
          <w:rtl/>
          <w:lang w:bidi="fa-IR"/>
        </w:rPr>
        <w:t>،</w:t>
      </w:r>
      <w:r w:rsidRPr="003E3506">
        <w:rPr>
          <w:rtl/>
          <w:lang w:bidi="fa-IR"/>
        </w:rPr>
        <w:t xml:space="preserve"> يعنى مال خود را در كارهاى بيهوده مصرف نكنند</w:t>
      </w:r>
      <w:r w:rsidR="000C4B14">
        <w:rPr>
          <w:rtl/>
          <w:lang w:bidi="fa-IR"/>
        </w:rPr>
        <w:t>،</w:t>
      </w:r>
      <w:r w:rsidRPr="003E3506">
        <w:rPr>
          <w:rtl/>
          <w:lang w:bidi="fa-IR"/>
        </w:rPr>
        <w:t xml:space="preserve"> و هم چنين بايد مالك </w:t>
      </w:r>
      <w:r w:rsidRPr="003E3506">
        <w:rPr>
          <w:rtl/>
          <w:lang w:bidi="fa-IR"/>
        </w:rPr>
        <w:lastRenderedPageBreak/>
        <w:t>مفلس نباشد</w:t>
      </w:r>
      <w:r w:rsidR="000C4B14">
        <w:rPr>
          <w:rtl/>
          <w:lang w:bidi="fa-IR"/>
        </w:rPr>
        <w:t>،</w:t>
      </w:r>
      <w:r w:rsidRPr="003E3506">
        <w:rPr>
          <w:rtl/>
          <w:lang w:bidi="fa-IR"/>
        </w:rPr>
        <w:t xml:space="preserve"> ولى اگر زارع مفلس باشد</w:t>
      </w:r>
      <w:r w:rsidR="000C4B14">
        <w:rPr>
          <w:rtl/>
          <w:lang w:bidi="fa-IR"/>
        </w:rPr>
        <w:t>،</w:t>
      </w:r>
      <w:r w:rsidRPr="003E3506">
        <w:rPr>
          <w:rtl/>
          <w:lang w:bidi="fa-IR"/>
        </w:rPr>
        <w:t xml:space="preserve"> در صورتى كه مزارعه مستلزم تصرف او در اموالى كه از تصرف در آنها منع شده نباشد اشكال ندارد.</w:t>
      </w:r>
    </w:p>
    <w:p w:rsidR="003E3506" w:rsidRPr="003E3506" w:rsidRDefault="003E3506" w:rsidP="003E3506">
      <w:pPr>
        <w:pStyle w:val="libNormal"/>
        <w:rPr>
          <w:lang w:bidi="fa-IR"/>
        </w:rPr>
      </w:pPr>
      <w:r w:rsidRPr="003E3506">
        <w:rPr>
          <w:rtl/>
          <w:lang w:bidi="fa-IR"/>
        </w:rPr>
        <w:t>سوم هر كدام از مالك و زارع از سهمى حاصل زمين ببرند</w:t>
      </w:r>
      <w:r w:rsidR="00553569">
        <w:rPr>
          <w:rtl/>
          <w:lang w:bidi="fa-IR"/>
        </w:rPr>
        <w:t>:</w:t>
      </w:r>
      <w:r w:rsidRPr="003E3506">
        <w:rPr>
          <w:rtl/>
          <w:lang w:bidi="fa-IR"/>
        </w:rPr>
        <w:t xml:space="preserve"> نصف يا ثلث و مانند اينها</w:t>
      </w:r>
      <w:r w:rsidR="000C4B14">
        <w:rPr>
          <w:rtl/>
          <w:lang w:bidi="fa-IR"/>
        </w:rPr>
        <w:t>،</w:t>
      </w:r>
      <w:r w:rsidRPr="003E3506">
        <w:rPr>
          <w:rtl/>
          <w:lang w:bidi="fa-IR"/>
        </w:rPr>
        <w:t xml:space="preserve"> پس اگر براى هيچ كدام سهمى قرار ندهند يا آن كه مثلا مالك بگويد در اين زمين زراعت كن و هر چه مى خواهى به من بده صحيح نيست و هم چنين است اگر مقدار معينى از حاصل را مثلا ده من فقط براى زارع يا مالك قرار دهند. چهارم آن كه بنابر احتياط سهم هر يك مشاع در تمام حاصل زمين باشد</w:t>
      </w:r>
      <w:r w:rsidR="000C4B14">
        <w:rPr>
          <w:rtl/>
          <w:lang w:bidi="fa-IR"/>
        </w:rPr>
        <w:t>،</w:t>
      </w:r>
      <w:r w:rsidRPr="003E3506">
        <w:rPr>
          <w:rtl/>
          <w:lang w:bidi="fa-IR"/>
        </w:rPr>
        <w:t xml:space="preserve"> هر چند اظهر آن است كه اين شرط معتبر نيست</w:t>
      </w:r>
      <w:r w:rsidR="000C4B14">
        <w:rPr>
          <w:rtl/>
          <w:lang w:bidi="fa-IR"/>
        </w:rPr>
        <w:t>،</w:t>
      </w:r>
      <w:r w:rsidRPr="003E3506">
        <w:rPr>
          <w:rtl/>
          <w:lang w:bidi="fa-IR"/>
        </w:rPr>
        <w:t xml:space="preserve"> بنابر اين اگر مالك بگويد در اين زمين زراعت كن و نصف اول آنچه مى رسد مال تو و نصف ديگر مال من مزارعه صحيح است</w:t>
      </w:r>
      <w:r w:rsidR="000C4B14">
        <w:rPr>
          <w:rtl/>
          <w:lang w:bidi="fa-IR"/>
        </w:rPr>
        <w:t>.</w:t>
      </w:r>
    </w:p>
    <w:p w:rsidR="003E3506" w:rsidRPr="003E3506" w:rsidRDefault="003E3506" w:rsidP="003E3506">
      <w:pPr>
        <w:pStyle w:val="libNormal"/>
        <w:rPr>
          <w:lang w:bidi="fa-IR"/>
        </w:rPr>
      </w:pPr>
      <w:r w:rsidRPr="003E3506">
        <w:rPr>
          <w:rtl/>
          <w:lang w:bidi="fa-IR"/>
        </w:rPr>
        <w:t>پنجم مدتى را كه بايد زمين در اختيار زارع باشد معين كنند و بايد مدت به قدرى باشد كه در آن مدت به دست آمدن حاصل ممكن باشد.</w:t>
      </w:r>
    </w:p>
    <w:p w:rsidR="003E3506" w:rsidRPr="003E3506" w:rsidRDefault="003E3506" w:rsidP="003E3506">
      <w:pPr>
        <w:pStyle w:val="libNormal"/>
        <w:rPr>
          <w:lang w:bidi="fa-IR"/>
        </w:rPr>
      </w:pPr>
      <w:r w:rsidRPr="003E3506">
        <w:rPr>
          <w:rtl/>
          <w:lang w:bidi="fa-IR"/>
        </w:rPr>
        <w:t>و اگر اول مدت را روز معينى و آخر مدت را رسيدن حاصل قرار دهند</w:t>
      </w:r>
      <w:r w:rsidR="000C4B14">
        <w:rPr>
          <w:rtl/>
          <w:lang w:bidi="fa-IR"/>
        </w:rPr>
        <w:t>،</w:t>
      </w:r>
      <w:r w:rsidRPr="003E3506">
        <w:rPr>
          <w:rtl/>
          <w:lang w:bidi="fa-IR"/>
        </w:rPr>
        <w:t xml:space="preserve"> كافى است</w:t>
      </w:r>
      <w:r w:rsidR="000C4B14">
        <w:rPr>
          <w:rtl/>
          <w:lang w:bidi="fa-IR"/>
        </w:rPr>
        <w:t>.</w:t>
      </w:r>
    </w:p>
    <w:p w:rsidR="003E3506" w:rsidRPr="003E3506" w:rsidRDefault="003E3506" w:rsidP="003E3506">
      <w:pPr>
        <w:pStyle w:val="libNormal"/>
        <w:rPr>
          <w:lang w:bidi="fa-IR"/>
        </w:rPr>
      </w:pPr>
      <w:r w:rsidRPr="003E3506">
        <w:rPr>
          <w:rtl/>
          <w:lang w:bidi="fa-IR"/>
        </w:rPr>
        <w:t>ششم زمين قابل زراعت باشد و اگر زراعت فعلا در آن ممكن نباشد اما بتوانند كارى كنند كه زراعت ممكن شود</w:t>
      </w:r>
      <w:r w:rsidR="000C4B14">
        <w:rPr>
          <w:rtl/>
          <w:lang w:bidi="fa-IR"/>
        </w:rPr>
        <w:t>،</w:t>
      </w:r>
      <w:r w:rsidRPr="003E3506">
        <w:rPr>
          <w:rtl/>
          <w:lang w:bidi="fa-IR"/>
        </w:rPr>
        <w:t xml:space="preserve"> مزارعه صحيح است</w:t>
      </w:r>
      <w:r w:rsidR="000C4B14">
        <w:rPr>
          <w:rtl/>
          <w:lang w:bidi="fa-IR"/>
        </w:rPr>
        <w:t>.</w:t>
      </w:r>
    </w:p>
    <w:p w:rsidR="003E3506" w:rsidRPr="003E3506" w:rsidRDefault="003E3506" w:rsidP="003E3506">
      <w:pPr>
        <w:pStyle w:val="libNormal"/>
        <w:rPr>
          <w:lang w:bidi="fa-IR"/>
        </w:rPr>
      </w:pPr>
      <w:r w:rsidRPr="003E3506">
        <w:rPr>
          <w:rtl/>
          <w:lang w:bidi="fa-IR"/>
        </w:rPr>
        <w:t>هفتم چيزى را كه زارع بايد بكارد معين كنند مثلا معين كنند كه برنج است يا گندم و اگر برنج است كدام قسم از آن است ولى اگر زراعت معينى را در نظر ندارند تعيين لازم نيست و هم چنين اگر زراعتى را كه در نظر دارند معلوم است لازم نيست به آن تصريح نمايند.</w:t>
      </w:r>
    </w:p>
    <w:p w:rsidR="003E3506" w:rsidRPr="003E3506" w:rsidRDefault="003E3506" w:rsidP="003E3506">
      <w:pPr>
        <w:pStyle w:val="libNormal"/>
        <w:rPr>
          <w:lang w:bidi="fa-IR"/>
        </w:rPr>
      </w:pPr>
      <w:r w:rsidRPr="003E3506">
        <w:rPr>
          <w:rtl/>
          <w:lang w:bidi="fa-IR"/>
        </w:rPr>
        <w:t>هشتم مالك زمين را معين كند</w:t>
      </w:r>
      <w:r w:rsidR="000C4B14">
        <w:rPr>
          <w:rtl/>
          <w:lang w:bidi="fa-IR"/>
        </w:rPr>
        <w:t>،</w:t>
      </w:r>
      <w:r w:rsidRPr="003E3506">
        <w:rPr>
          <w:rtl/>
          <w:lang w:bidi="fa-IR"/>
        </w:rPr>
        <w:t xml:space="preserve"> در صورتى كه چند قطعه زمين داشته باشد كه با هم در لوازم كشاورزى تفاوت داشته باشند</w:t>
      </w:r>
      <w:r w:rsidR="000C4B14">
        <w:rPr>
          <w:rtl/>
          <w:lang w:bidi="fa-IR"/>
        </w:rPr>
        <w:t>،</w:t>
      </w:r>
      <w:r w:rsidRPr="003E3506">
        <w:rPr>
          <w:rtl/>
          <w:lang w:bidi="fa-IR"/>
        </w:rPr>
        <w:t xml:space="preserve"> ولى اگر تفاوت نداشته باشند تعيين لازم نيست</w:t>
      </w:r>
      <w:r w:rsidR="000C4B14">
        <w:rPr>
          <w:rtl/>
          <w:lang w:bidi="fa-IR"/>
        </w:rPr>
        <w:t>،</w:t>
      </w:r>
      <w:r w:rsidRPr="003E3506">
        <w:rPr>
          <w:rtl/>
          <w:lang w:bidi="fa-IR"/>
        </w:rPr>
        <w:t xml:space="preserve"> پس اگر به زارع بگويد در يكى از اين زمينها زراعت كن و آن را معين نكند مزارعه صحيح است</w:t>
      </w:r>
      <w:r w:rsidR="000C4B14">
        <w:rPr>
          <w:rtl/>
          <w:lang w:bidi="fa-IR"/>
        </w:rPr>
        <w:t>.</w:t>
      </w:r>
    </w:p>
    <w:p w:rsidR="003E3506" w:rsidRPr="003E3506" w:rsidRDefault="003E3506" w:rsidP="003E3506">
      <w:pPr>
        <w:pStyle w:val="libNormal"/>
        <w:rPr>
          <w:lang w:bidi="fa-IR"/>
        </w:rPr>
      </w:pPr>
      <w:r w:rsidRPr="003E3506">
        <w:rPr>
          <w:rtl/>
          <w:lang w:bidi="fa-IR"/>
        </w:rPr>
        <w:t>نهم خرجى را كه هر كدام از آنان بايد بكند معين نمايند</w:t>
      </w:r>
      <w:r w:rsidR="000C4B14">
        <w:rPr>
          <w:rtl/>
          <w:lang w:bidi="fa-IR"/>
        </w:rPr>
        <w:t>،</w:t>
      </w:r>
      <w:r w:rsidRPr="003E3506">
        <w:rPr>
          <w:rtl/>
          <w:lang w:bidi="fa-IR"/>
        </w:rPr>
        <w:t xml:space="preserve"> ولى اگر خرجى را كه هر كدام بايد بكند معلوم باشد لازم نيست به آن تصريح نمايند.</w:t>
      </w:r>
    </w:p>
    <w:p w:rsidR="003E3506" w:rsidRPr="003E3506" w:rsidRDefault="003E3506" w:rsidP="003E3506">
      <w:pPr>
        <w:pStyle w:val="libNormal"/>
        <w:rPr>
          <w:lang w:bidi="fa-IR"/>
        </w:rPr>
      </w:pPr>
      <w:r w:rsidRPr="003E3506">
        <w:rPr>
          <w:rtl/>
          <w:lang w:bidi="fa-IR"/>
        </w:rPr>
        <w:lastRenderedPageBreak/>
        <w:t>٢٢٣٨ - اگر مالك با زارع قرار بگذارد كه مقدارى از حاصل براى يكى باشد</w:t>
      </w:r>
      <w:r w:rsidR="000C4B14">
        <w:rPr>
          <w:rtl/>
          <w:lang w:bidi="fa-IR"/>
        </w:rPr>
        <w:t>،</w:t>
      </w:r>
      <w:r w:rsidRPr="003E3506">
        <w:rPr>
          <w:rtl/>
          <w:lang w:bidi="fa-IR"/>
        </w:rPr>
        <w:t xml:space="preserve"> و بقيه را بين خودشان قسمت كنند</w:t>
      </w:r>
      <w:r w:rsidR="000C4B14">
        <w:rPr>
          <w:rtl/>
          <w:lang w:bidi="fa-IR"/>
        </w:rPr>
        <w:t>،</w:t>
      </w:r>
      <w:r w:rsidRPr="003E3506">
        <w:rPr>
          <w:rtl/>
          <w:lang w:bidi="fa-IR"/>
        </w:rPr>
        <w:t xml:space="preserve"> مزارعه باطل است هر چند بدانند كه بعد از برداشتن آن مقدار</w:t>
      </w:r>
      <w:r w:rsidR="000C4B14">
        <w:rPr>
          <w:rtl/>
          <w:lang w:bidi="fa-IR"/>
        </w:rPr>
        <w:t>،</w:t>
      </w:r>
      <w:r w:rsidRPr="003E3506">
        <w:rPr>
          <w:rtl/>
          <w:lang w:bidi="fa-IR"/>
        </w:rPr>
        <w:t xml:space="preserve"> چيزى باقى مى ماند</w:t>
      </w:r>
      <w:r w:rsidR="000C4B14">
        <w:rPr>
          <w:rtl/>
          <w:lang w:bidi="fa-IR"/>
        </w:rPr>
        <w:t>،</w:t>
      </w:r>
      <w:r w:rsidRPr="003E3506">
        <w:rPr>
          <w:rtl/>
          <w:lang w:bidi="fa-IR"/>
        </w:rPr>
        <w:t xml:space="preserve"> بلى اگر با هم قرار بگذارند كه مقدار دانه هايى كه كشت شده يا مقدار خراجى را كه دولت مى گيرد</w:t>
      </w:r>
      <w:r w:rsidR="000C4B14">
        <w:rPr>
          <w:rtl/>
          <w:lang w:bidi="fa-IR"/>
        </w:rPr>
        <w:t>،</w:t>
      </w:r>
      <w:r w:rsidRPr="003E3506">
        <w:rPr>
          <w:rtl/>
          <w:lang w:bidi="fa-IR"/>
        </w:rPr>
        <w:t xml:space="preserve"> از حاصل استثناء شود و باقى مانده بين دو طرف تقسيم گردد مزارعه صحيح است</w:t>
      </w:r>
      <w:r w:rsidR="000C4B14">
        <w:rPr>
          <w:rtl/>
          <w:lang w:bidi="fa-IR"/>
        </w:rPr>
        <w:t>.</w:t>
      </w:r>
    </w:p>
    <w:p w:rsidR="003E3506" w:rsidRPr="003E3506" w:rsidRDefault="003E3506" w:rsidP="003E3506">
      <w:pPr>
        <w:pStyle w:val="libNormal"/>
        <w:rPr>
          <w:lang w:bidi="fa-IR"/>
        </w:rPr>
      </w:pPr>
      <w:r w:rsidRPr="003E3506">
        <w:rPr>
          <w:rtl/>
          <w:lang w:bidi="fa-IR"/>
        </w:rPr>
        <w:t>٢٢٣٩ - اگر براى مزارعه مدتى را تعيين كرده باشند كه معمولا حاصل در آن به دست مى آيد ولى اتفاقا مدت تمام شود و حاصل به دست نيايد</w:t>
      </w:r>
      <w:r w:rsidR="000C4B14">
        <w:rPr>
          <w:rtl/>
          <w:lang w:bidi="fa-IR"/>
        </w:rPr>
        <w:t>،</w:t>
      </w:r>
      <w:r w:rsidRPr="003E3506">
        <w:rPr>
          <w:rtl/>
          <w:lang w:bidi="fa-IR"/>
        </w:rPr>
        <w:t xml:space="preserve"> چنانچه تعيين مدت شامل اين مورد هم مى شده يعنى منظور دو طرف اين بوده كه با تمام شدن مدت مزارعه تمام شود</w:t>
      </w:r>
      <w:r w:rsidR="000C4B14">
        <w:rPr>
          <w:rtl/>
          <w:lang w:bidi="fa-IR"/>
        </w:rPr>
        <w:t>،</w:t>
      </w:r>
      <w:r w:rsidRPr="003E3506">
        <w:rPr>
          <w:rtl/>
          <w:lang w:bidi="fa-IR"/>
        </w:rPr>
        <w:t xml:space="preserve"> هر چند حاصل به دست نيامده باشد</w:t>
      </w:r>
      <w:r w:rsidR="000C4B14">
        <w:rPr>
          <w:rtl/>
          <w:lang w:bidi="fa-IR"/>
        </w:rPr>
        <w:t>،</w:t>
      </w:r>
      <w:r w:rsidRPr="003E3506">
        <w:rPr>
          <w:rtl/>
          <w:lang w:bidi="fa-IR"/>
        </w:rPr>
        <w:t xml:space="preserve"> در اين صورت چنانچه مالك راضى شود كه با اجاره يا بدون اجاره زراعت در زمين او بماند و زارع هم راضى باشد مانعى ندارد</w:t>
      </w:r>
      <w:r w:rsidR="000C4B14">
        <w:rPr>
          <w:rtl/>
          <w:lang w:bidi="fa-IR"/>
        </w:rPr>
        <w:t>،</w:t>
      </w:r>
      <w:r w:rsidRPr="003E3506">
        <w:rPr>
          <w:rtl/>
          <w:lang w:bidi="fa-IR"/>
        </w:rPr>
        <w:t xml:space="preserve"> و اگر مالك راضى نشود</w:t>
      </w:r>
      <w:r w:rsidR="000C4B14">
        <w:rPr>
          <w:rtl/>
          <w:lang w:bidi="fa-IR"/>
        </w:rPr>
        <w:t>،</w:t>
      </w:r>
      <w:r w:rsidRPr="003E3506">
        <w:rPr>
          <w:rtl/>
          <w:lang w:bidi="fa-IR"/>
        </w:rPr>
        <w:t xml:space="preserve"> مى تواند زارع را وادار كند كه زراعت را بچيند و اگر براى چيدن زراعت ضررى به زارع برسد لازم نيست عوض آن را به او بدهد</w:t>
      </w:r>
      <w:r w:rsidR="000C4B14">
        <w:rPr>
          <w:rtl/>
          <w:lang w:bidi="fa-IR"/>
        </w:rPr>
        <w:t>،</w:t>
      </w:r>
      <w:r w:rsidRPr="003E3506">
        <w:rPr>
          <w:rtl/>
          <w:lang w:bidi="fa-IR"/>
        </w:rPr>
        <w:t xml:space="preserve"> ولى زارع اگر چه راضى شود كه به مالك چيزى بدهد</w:t>
      </w:r>
      <w:r w:rsidR="000C4B14">
        <w:rPr>
          <w:rtl/>
          <w:lang w:bidi="fa-IR"/>
        </w:rPr>
        <w:t>،</w:t>
      </w:r>
      <w:r w:rsidRPr="003E3506">
        <w:rPr>
          <w:rtl/>
          <w:lang w:bidi="fa-IR"/>
        </w:rPr>
        <w:t xml:space="preserve"> نمى تواند مالك را مجبور كند كه زراعت در زمين او بماند.</w:t>
      </w:r>
    </w:p>
    <w:p w:rsidR="003E3506" w:rsidRPr="003E3506" w:rsidRDefault="003E3506" w:rsidP="003E3506">
      <w:pPr>
        <w:pStyle w:val="libNormal"/>
        <w:rPr>
          <w:lang w:bidi="fa-IR"/>
        </w:rPr>
      </w:pPr>
      <w:r w:rsidRPr="003E3506">
        <w:rPr>
          <w:rtl/>
          <w:lang w:bidi="fa-IR"/>
        </w:rPr>
        <w:t>٢٢٤٠ - اگر به واسطه پيش آمدى زراعت در زمين ممكن نشود</w:t>
      </w:r>
      <w:r w:rsidR="000C4B14">
        <w:rPr>
          <w:rtl/>
          <w:lang w:bidi="fa-IR"/>
        </w:rPr>
        <w:t>،</w:t>
      </w:r>
      <w:r w:rsidRPr="003E3506">
        <w:rPr>
          <w:rtl/>
          <w:lang w:bidi="fa-IR"/>
        </w:rPr>
        <w:t xml:space="preserve"> مثلا آب از زمين قطع شود</w:t>
      </w:r>
      <w:r w:rsidR="000C4B14">
        <w:rPr>
          <w:rtl/>
          <w:lang w:bidi="fa-IR"/>
        </w:rPr>
        <w:t>،</w:t>
      </w:r>
      <w:r w:rsidRPr="003E3506">
        <w:rPr>
          <w:rtl/>
          <w:lang w:bidi="fa-IR"/>
        </w:rPr>
        <w:t xml:space="preserve"> مزارعه بهم مى خورد و اگر زارع بدون عذر زراعت نكند چنانچه زمين در تصرف او بوده و مالك در آن تصرفى نداشته است</w:t>
      </w:r>
      <w:r w:rsidR="000C4B14">
        <w:rPr>
          <w:rtl/>
          <w:lang w:bidi="fa-IR"/>
        </w:rPr>
        <w:t>،</w:t>
      </w:r>
      <w:r w:rsidRPr="003E3506">
        <w:rPr>
          <w:rtl/>
          <w:lang w:bidi="fa-IR"/>
        </w:rPr>
        <w:t xml:space="preserve"> بايد اجاره آن مدت را به مقدار معمول به مالك بدهد.</w:t>
      </w:r>
    </w:p>
    <w:p w:rsidR="003E3506" w:rsidRPr="003E3506" w:rsidRDefault="003E3506" w:rsidP="003E3506">
      <w:pPr>
        <w:pStyle w:val="libNormal"/>
        <w:rPr>
          <w:lang w:bidi="fa-IR"/>
        </w:rPr>
      </w:pPr>
      <w:r w:rsidRPr="003E3506">
        <w:rPr>
          <w:rtl/>
          <w:lang w:bidi="fa-IR"/>
        </w:rPr>
        <w:t>٢٢٤١ - مالك و زارع نمى توانند بدون رضايت يكديگر مزارعه را بهم بزنند</w:t>
      </w:r>
      <w:r w:rsidR="000C4B14">
        <w:rPr>
          <w:rtl/>
          <w:lang w:bidi="fa-IR"/>
        </w:rPr>
        <w:t>،</w:t>
      </w:r>
      <w:r w:rsidRPr="003E3506">
        <w:rPr>
          <w:rtl/>
          <w:lang w:bidi="fa-IR"/>
        </w:rPr>
        <w:t xml:space="preserve"> ولى اگر در ضمن معامله مزارعه شرط كرده باشند كه هر دو يا يكى از آنان حق بهم زدن معامله را داشته باشند</w:t>
      </w:r>
      <w:r w:rsidR="000C4B14">
        <w:rPr>
          <w:rtl/>
          <w:lang w:bidi="fa-IR"/>
        </w:rPr>
        <w:t>،</w:t>
      </w:r>
      <w:r w:rsidRPr="003E3506">
        <w:rPr>
          <w:rtl/>
          <w:lang w:bidi="fa-IR"/>
        </w:rPr>
        <w:t xml:space="preserve"> مى توانند مطابق قرارى كه گذاشته اند معامله را بهم بزنند</w:t>
      </w:r>
      <w:r w:rsidR="000C4B14">
        <w:rPr>
          <w:rtl/>
          <w:lang w:bidi="fa-IR"/>
        </w:rPr>
        <w:t>،</w:t>
      </w:r>
      <w:r w:rsidRPr="003E3506">
        <w:rPr>
          <w:rtl/>
          <w:lang w:bidi="fa-IR"/>
        </w:rPr>
        <w:t xml:space="preserve"> و هم چنين اگر يكى از دو طرف مخالف آنچه بر او شرط شده عمل نمايد</w:t>
      </w:r>
      <w:r w:rsidR="000C4B14">
        <w:rPr>
          <w:rtl/>
          <w:lang w:bidi="fa-IR"/>
        </w:rPr>
        <w:t>،</w:t>
      </w:r>
      <w:r w:rsidRPr="003E3506">
        <w:rPr>
          <w:rtl/>
          <w:lang w:bidi="fa-IR"/>
        </w:rPr>
        <w:t xml:space="preserve"> طرف ديگر مى تواند معامله را بهم بزند.</w:t>
      </w:r>
    </w:p>
    <w:p w:rsidR="003E3506" w:rsidRPr="003E3506" w:rsidRDefault="003E3506" w:rsidP="003E3506">
      <w:pPr>
        <w:pStyle w:val="libNormal"/>
        <w:rPr>
          <w:lang w:bidi="fa-IR"/>
        </w:rPr>
      </w:pPr>
      <w:r w:rsidRPr="003E3506">
        <w:rPr>
          <w:rtl/>
          <w:lang w:bidi="fa-IR"/>
        </w:rPr>
        <w:t>٢٢٤٢ - اگر بعد از قرارداد مزارعه</w:t>
      </w:r>
      <w:r w:rsidR="000C4B14">
        <w:rPr>
          <w:rtl/>
          <w:lang w:bidi="fa-IR"/>
        </w:rPr>
        <w:t>،</w:t>
      </w:r>
      <w:r w:rsidRPr="003E3506">
        <w:rPr>
          <w:rtl/>
          <w:lang w:bidi="fa-IR"/>
        </w:rPr>
        <w:t xml:space="preserve"> مالك يا زارع بميرد</w:t>
      </w:r>
      <w:r w:rsidR="000C4B14">
        <w:rPr>
          <w:rtl/>
          <w:lang w:bidi="fa-IR"/>
        </w:rPr>
        <w:t>،</w:t>
      </w:r>
      <w:r w:rsidRPr="003E3506">
        <w:rPr>
          <w:rtl/>
          <w:lang w:bidi="fa-IR"/>
        </w:rPr>
        <w:t xml:space="preserve"> مزارعه به هم نمى خورد</w:t>
      </w:r>
      <w:r w:rsidR="000C4B14">
        <w:rPr>
          <w:rtl/>
          <w:lang w:bidi="fa-IR"/>
        </w:rPr>
        <w:t>،</w:t>
      </w:r>
      <w:r w:rsidRPr="003E3506">
        <w:rPr>
          <w:rtl/>
          <w:lang w:bidi="fa-IR"/>
        </w:rPr>
        <w:t xml:space="preserve"> و وارثشان به جاى آنان است ولى اگر زارع بميرد و در مزارعه قيد كرده باشند كه خود زارع </w:t>
      </w:r>
      <w:r w:rsidRPr="003E3506">
        <w:rPr>
          <w:rtl/>
          <w:lang w:bidi="fa-IR"/>
        </w:rPr>
        <w:lastRenderedPageBreak/>
        <w:t>زراعت را انجام دهد</w:t>
      </w:r>
      <w:r w:rsidR="000C4B14">
        <w:rPr>
          <w:rtl/>
          <w:lang w:bidi="fa-IR"/>
        </w:rPr>
        <w:t>،</w:t>
      </w:r>
      <w:r w:rsidRPr="003E3506">
        <w:rPr>
          <w:rtl/>
          <w:lang w:bidi="fa-IR"/>
        </w:rPr>
        <w:t xml:space="preserve"> مزارعه بهم مى خورد</w:t>
      </w:r>
      <w:r w:rsidR="000C4B14">
        <w:rPr>
          <w:rtl/>
          <w:lang w:bidi="fa-IR"/>
        </w:rPr>
        <w:t>،</w:t>
      </w:r>
      <w:r w:rsidRPr="003E3506">
        <w:rPr>
          <w:rtl/>
          <w:lang w:bidi="fa-IR"/>
        </w:rPr>
        <w:t xml:space="preserve"> مگر آن كه كارهايى كه بر عهده او بوده تمام شده باشد كه در اين صورت مزارعه بهم نمى خورد و بايد سهم او را به ورثه اش بدهند</w:t>
      </w:r>
      <w:r w:rsidR="000C4B14">
        <w:rPr>
          <w:rtl/>
          <w:lang w:bidi="fa-IR"/>
        </w:rPr>
        <w:t>،</w:t>
      </w:r>
      <w:r w:rsidRPr="003E3506">
        <w:rPr>
          <w:rtl/>
          <w:lang w:bidi="fa-IR"/>
        </w:rPr>
        <w:t xml:space="preserve"> و حقوق ديگرى هم كه زارع داشته ورثه او</w:t>
      </w:r>
      <w:r w:rsidR="000C4B14">
        <w:rPr>
          <w:rtl/>
          <w:lang w:bidi="fa-IR"/>
        </w:rPr>
        <w:t>،</w:t>
      </w:r>
      <w:r w:rsidRPr="003E3506">
        <w:rPr>
          <w:rtl/>
          <w:lang w:bidi="fa-IR"/>
        </w:rPr>
        <w:t xml:space="preserve"> ارث مى برند</w:t>
      </w:r>
      <w:r w:rsidR="000C4B14">
        <w:rPr>
          <w:rtl/>
          <w:lang w:bidi="fa-IR"/>
        </w:rPr>
        <w:t>،</w:t>
      </w:r>
      <w:r w:rsidRPr="003E3506">
        <w:rPr>
          <w:rtl/>
          <w:lang w:bidi="fa-IR"/>
        </w:rPr>
        <w:t xml:space="preserve"> ورثه مى توانند مالك را مجبور كنند كه زراعت تا تمام شدن مدت مزارعه در زمين او باقى بماند.</w:t>
      </w:r>
    </w:p>
    <w:p w:rsidR="003E3506" w:rsidRPr="003E3506" w:rsidRDefault="003E3506" w:rsidP="003E3506">
      <w:pPr>
        <w:pStyle w:val="libNormal"/>
        <w:rPr>
          <w:lang w:bidi="fa-IR"/>
        </w:rPr>
      </w:pPr>
      <w:r w:rsidRPr="003E3506">
        <w:rPr>
          <w:rtl/>
          <w:lang w:bidi="fa-IR"/>
        </w:rPr>
        <w:t>٢٢٤٣ - اگر بعد از زراعت بفهمند كه مزارعه باطل بوده چنانچه بذر مال مالك بوده حاصلى هم كه به دست مى آيد مال او است و بايد مزد زارع و مخارجى را كه كرده و كرايه گاو يا حيوان ديگرى را كه مال زارع بوده و در آن زمين كار كرده به او بدهد</w:t>
      </w:r>
      <w:r w:rsidR="000C4B14">
        <w:rPr>
          <w:rtl/>
          <w:lang w:bidi="fa-IR"/>
        </w:rPr>
        <w:t>،</w:t>
      </w:r>
      <w:r w:rsidRPr="003E3506">
        <w:rPr>
          <w:rtl/>
          <w:lang w:bidi="fa-IR"/>
        </w:rPr>
        <w:t xml:space="preserve"> و اگر بذر مال زارع بوده زراعت هم مال او است و بايد اجاره زمين و خرجهايى را كه مالك كرده و كرايه گاو يا حيوان ديگرى كه مال او بوده و در آن زراعت كار كرده به او بدهد.</w:t>
      </w:r>
    </w:p>
    <w:p w:rsidR="003E3506" w:rsidRPr="003E3506" w:rsidRDefault="003E3506" w:rsidP="003E3506">
      <w:pPr>
        <w:pStyle w:val="libNormal"/>
        <w:rPr>
          <w:lang w:bidi="fa-IR"/>
        </w:rPr>
      </w:pPr>
      <w:r w:rsidRPr="003E3506">
        <w:rPr>
          <w:rtl/>
          <w:lang w:bidi="fa-IR"/>
        </w:rPr>
        <w:t>و در هر دو صورت چنانچه مقدار استحقاق معمولى بيشتر از مقدار قرارداد باشد</w:t>
      </w:r>
      <w:r w:rsidR="000C4B14">
        <w:rPr>
          <w:rtl/>
          <w:lang w:bidi="fa-IR"/>
        </w:rPr>
        <w:t>،</w:t>
      </w:r>
      <w:r w:rsidRPr="003E3506">
        <w:rPr>
          <w:rtl/>
          <w:lang w:bidi="fa-IR"/>
        </w:rPr>
        <w:t xml:space="preserve"> و طرف از آن اطلاع داشته باشد دادن زيادى واجب نيست</w:t>
      </w:r>
      <w:r w:rsidR="000C4B14">
        <w:rPr>
          <w:rtl/>
          <w:lang w:bidi="fa-IR"/>
        </w:rPr>
        <w:t>.</w:t>
      </w:r>
    </w:p>
    <w:p w:rsidR="003E3506" w:rsidRPr="003E3506" w:rsidRDefault="003E3506" w:rsidP="003E3506">
      <w:pPr>
        <w:pStyle w:val="libNormal"/>
        <w:rPr>
          <w:lang w:bidi="fa-IR"/>
        </w:rPr>
      </w:pPr>
      <w:r w:rsidRPr="003E3506">
        <w:rPr>
          <w:rtl/>
          <w:lang w:bidi="fa-IR"/>
        </w:rPr>
        <w:t>٢٢٤٤ - اگر بذر</w:t>
      </w:r>
      <w:r w:rsidR="000C4B14">
        <w:rPr>
          <w:rtl/>
          <w:lang w:bidi="fa-IR"/>
        </w:rPr>
        <w:t>،</w:t>
      </w:r>
      <w:r w:rsidRPr="003E3506">
        <w:rPr>
          <w:rtl/>
          <w:lang w:bidi="fa-IR"/>
        </w:rPr>
        <w:t xml:space="preserve"> مال زارع باشد</w:t>
      </w:r>
      <w:r w:rsidR="000C4B14">
        <w:rPr>
          <w:rtl/>
          <w:lang w:bidi="fa-IR"/>
        </w:rPr>
        <w:t>،</w:t>
      </w:r>
      <w:r w:rsidRPr="003E3506">
        <w:rPr>
          <w:rtl/>
          <w:lang w:bidi="fa-IR"/>
        </w:rPr>
        <w:t xml:space="preserve"> و بعد از زراعت بفهمند كه مزارعه باطل بوده</w:t>
      </w:r>
      <w:r w:rsidR="000C4B14">
        <w:rPr>
          <w:rtl/>
          <w:lang w:bidi="fa-IR"/>
        </w:rPr>
        <w:t>،</w:t>
      </w:r>
      <w:r w:rsidRPr="003E3506">
        <w:rPr>
          <w:rtl/>
          <w:lang w:bidi="fa-IR"/>
        </w:rPr>
        <w:t xml:space="preserve"> چنانچه مالك و زارع راضى شوند</w:t>
      </w:r>
      <w:r w:rsidR="000C4B14">
        <w:rPr>
          <w:rtl/>
          <w:lang w:bidi="fa-IR"/>
        </w:rPr>
        <w:t>،</w:t>
      </w:r>
      <w:r w:rsidRPr="003E3506">
        <w:rPr>
          <w:rtl/>
          <w:lang w:bidi="fa-IR"/>
        </w:rPr>
        <w:t xml:space="preserve"> كه با اجرت يا بى اجرت زراعت در زمين بماند اشكال ندارد.</w:t>
      </w:r>
    </w:p>
    <w:p w:rsidR="003E3506" w:rsidRPr="003E3506" w:rsidRDefault="003E3506" w:rsidP="003E3506">
      <w:pPr>
        <w:pStyle w:val="libNormal"/>
        <w:rPr>
          <w:lang w:bidi="fa-IR"/>
        </w:rPr>
      </w:pPr>
      <w:r w:rsidRPr="003E3506">
        <w:rPr>
          <w:rtl/>
          <w:lang w:bidi="fa-IR"/>
        </w:rPr>
        <w:t>و اگر مالك راضى نشود</w:t>
      </w:r>
      <w:r w:rsidR="000C4B14">
        <w:rPr>
          <w:rtl/>
          <w:lang w:bidi="fa-IR"/>
        </w:rPr>
        <w:t>،</w:t>
      </w:r>
      <w:r w:rsidRPr="003E3506">
        <w:rPr>
          <w:rtl/>
          <w:lang w:bidi="fa-IR"/>
        </w:rPr>
        <w:t xml:space="preserve"> عده اى گفته اند كه پيش از رسيدن زراعت مى تواند زارع را وادار كند كه زراعت را بچيند</w:t>
      </w:r>
      <w:r w:rsidR="000C4B14">
        <w:rPr>
          <w:rtl/>
          <w:lang w:bidi="fa-IR"/>
        </w:rPr>
        <w:t>،</w:t>
      </w:r>
      <w:r w:rsidRPr="003E3506">
        <w:rPr>
          <w:rtl/>
          <w:lang w:bidi="fa-IR"/>
        </w:rPr>
        <w:t xml:space="preserve"> و زارع اگر چه راضى شود چيزى به مالك بدهد</w:t>
      </w:r>
      <w:r w:rsidR="000C4B14">
        <w:rPr>
          <w:rtl/>
          <w:lang w:bidi="fa-IR"/>
        </w:rPr>
        <w:t>،</w:t>
      </w:r>
      <w:r w:rsidRPr="003E3506">
        <w:rPr>
          <w:rtl/>
          <w:lang w:bidi="fa-IR"/>
        </w:rPr>
        <w:t xml:space="preserve"> نمى تواند او را مجبور كند كه زراعت در زمين او بماند</w:t>
      </w:r>
      <w:r w:rsidR="000C4B14">
        <w:rPr>
          <w:rtl/>
          <w:lang w:bidi="fa-IR"/>
        </w:rPr>
        <w:t>،</w:t>
      </w:r>
      <w:r w:rsidRPr="003E3506">
        <w:rPr>
          <w:rtl/>
          <w:lang w:bidi="fa-IR"/>
        </w:rPr>
        <w:t xml:space="preserve"> ولى اين گفته خالى از اشكال نيست و در هر صورت مالك نمى تواند زارع را مجبور كند كه اجاره بدهد و زراعت را در زمين خود باقى بگذارد</w:t>
      </w:r>
      <w:r w:rsidR="000C4B14">
        <w:rPr>
          <w:rtl/>
          <w:lang w:bidi="fa-IR"/>
        </w:rPr>
        <w:t>،</w:t>
      </w:r>
      <w:r w:rsidRPr="003E3506">
        <w:rPr>
          <w:rtl/>
          <w:lang w:bidi="fa-IR"/>
        </w:rPr>
        <w:t xml:space="preserve"> هر چند كه اجاره زمين را هم از او مطالبه ننمايد.</w:t>
      </w:r>
    </w:p>
    <w:p w:rsidR="003E3506" w:rsidRPr="003E3506" w:rsidRDefault="003E3506" w:rsidP="003E3506">
      <w:pPr>
        <w:pStyle w:val="libNormal"/>
        <w:rPr>
          <w:lang w:bidi="fa-IR"/>
        </w:rPr>
      </w:pPr>
      <w:r w:rsidRPr="003E3506">
        <w:rPr>
          <w:rtl/>
          <w:lang w:bidi="fa-IR"/>
        </w:rPr>
        <w:t>٢٢٤٥ - اگر بعد از جمع كردن حاصل و تمام شدن مدت مزارعه ريشه زراعت در زمين بماند و سال بعد دو مرتبه سبز شود</w:t>
      </w:r>
      <w:r w:rsidR="000C4B14">
        <w:rPr>
          <w:rtl/>
          <w:lang w:bidi="fa-IR"/>
        </w:rPr>
        <w:t>،</w:t>
      </w:r>
      <w:r w:rsidRPr="003E3506">
        <w:rPr>
          <w:rtl/>
          <w:lang w:bidi="fa-IR"/>
        </w:rPr>
        <w:t xml:space="preserve"> و حاصل دهد</w:t>
      </w:r>
      <w:r w:rsidR="000C4B14">
        <w:rPr>
          <w:rtl/>
          <w:lang w:bidi="fa-IR"/>
        </w:rPr>
        <w:t>،</w:t>
      </w:r>
      <w:r w:rsidRPr="003E3506">
        <w:rPr>
          <w:rtl/>
          <w:lang w:bidi="fa-IR"/>
        </w:rPr>
        <w:t xml:space="preserve"> چنانچه مالك با زارع شرط اشتراك در ريشه نكرده باشد</w:t>
      </w:r>
      <w:r w:rsidR="000C4B14">
        <w:rPr>
          <w:rtl/>
          <w:lang w:bidi="fa-IR"/>
        </w:rPr>
        <w:t>،</w:t>
      </w:r>
      <w:r w:rsidRPr="003E3506">
        <w:rPr>
          <w:rtl/>
          <w:lang w:bidi="fa-IR"/>
        </w:rPr>
        <w:t xml:space="preserve"> حاصل سال دوم مال مالك است</w:t>
      </w:r>
      <w:r w:rsidR="000C4B14">
        <w:rPr>
          <w:rtl/>
          <w:lang w:bidi="fa-IR"/>
        </w:rPr>
        <w:t>.</w:t>
      </w:r>
    </w:p>
    <w:p w:rsidR="003E3506" w:rsidRDefault="00605FAB" w:rsidP="007E0CCF">
      <w:pPr>
        <w:pStyle w:val="Heading3"/>
        <w:rPr>
          <w:rtl/>
          <w:lang w:bidi="fa-IR"/>
        </w:rPr>
      </w:pPr>
      <w:bookmarkStart w:id="243" w:name="_Toc24454666"/>
      <w:r>
        <w:rPr>
          <w:rtl/>
          <w:lang w:bidi="fa-IR"/>
        </w:rPr>
        <w:lastRenderedPageBreak/>
        <w:t>(</w:t>
      </w:r>
      <w:r w:rsidR="003E3506" w:rsidRPr="003E3506">
        <w:rPr>
          <w:rtl/>
          <w:lang w:bidi="fa-IR"/>
        </w:rPr>
        <w:t>احكام مساقات و مغارسه</w:t>
      </w:r>
      <w:r>
        <w:rPr>
          <w:rtl/>
          <w:lang w:bidi="fa-IR"/>
        </w:rPr>
        <w:t>)</w:t>
      </w:r>
      <w:bookmarkEnd w:id="243"/>
    </w:p>
    <w:p w:rsidR="003E3506" w:rsidRPr="003E3506" w:rsidRDefault="003E3506" w:rsidP="003E3506">
      <w:pPr>
        <w:pStyle w:val="libNormal"/>
        <w:rPr>
          <w:lang w:bidi="fa-IR"/>
        </w:rPr>
      </w:pPr>
      <w:r w:rsidRPr="003E3506">
        <w:rPr>
          <w:rtl/>
          <w:lang w:bidi="fa-IR"/>
        </w:rPr>
        <w:t>٢٢٤٦ - اگر انسان با كسى به اين قسم اتفاق ببندد</w:t>
      </w:r>
      <w:r w:rsidR="000C4B14">
        <w:rPr>
          <w:rtl/>
          <w:lang w:bidi="fa-IR"/>
        </w:rPr>
        <w:t>،</w:t>
      </w:r>
      <w:r w:rsidRPr="003E3506">
        <w:rPr>
          <w:rtl/>
          <w:lang w:bidi="fa-IR"/>
        </w:rPr>
        <w:t xml:space="preserve"> كه مثلا درختهاى ميوه اى را كه ميوه آن مال خود او است</w:t>
      </w:r>
      <w:r w:rsidR="000C4B14">
        <w:rPr>
          <w:rtl/>
          <w:lang w:bidi="fa-IR"/>
        </w:rPr>
        <w:t>،</w:t>
      </w:r>
      <w:r w:rsidRPr="003E3506">
        <w:rPr>
          <w:rtl/>
          <w:lang w:bidi="fa-IR"/>
        </w:rPr>
        <w:t xml:space="preserve"> يا اختيار ميوه هاى آن با او است تا مدت معينى به آن كس واگذار كند كه تربيت نمايد و آب دهد و به مقدارى كه قرار مى گذارند از ميوه آن بردارد</w:t>
      </w:r>
      <w:r w:rsidR="000C4B14">
        <w:rPr>
          <w:rtl/>
          <w:lang w:bidi="fa-IR"/>
        </w:rPr>
        <w:t>،</w:t>
      </w:r>
      <w:r w:rsidRPr="003E3506">
        <w:rPr>
          <w:rtl/>
          <w:lang w:bidi="fa-IR"/>
        </w:rPr>
        <w:t xml:space="preserve"> اين معامله را مساقات مى گويند.</w:t>
      </w:r>
    </w:p>
    <w:p w:rsidR="003E3506" w:rsidRPr="003E3506" w:rsidRDefault="003E3506" w:rsidP="003E3506">
      <w:pPr>
        <w:pStyle w:val="libNormal"/>
        <w:rPr>
          <w:lang w:bidi="fa-IR"/>
        </w:rPr>
      </w:pPr>
      <w:r w:rsidRPr="003E3506">
        <w:rPr>
          <w:rtl/>
          <w:lang w:bidi="fa-IR"/>
        </w:rPr>
        <w:t>٢٢٤٧ - معامله مساقات در درختهايى كه ميوه نمى دهد</w:t>
      </w:r>
      <w:r w:rsidR="000C4B14">
        <w:rPr>
          <w:rtl/>
          <w:lang w:bidi="fa-IR"/>
        </w:rPr>
        <w:t>،</w:t>
      </w:r>
      <w:r w:rsidRPr="003E3506">
        <w:rPr>
          <w:rtl/>
          <w:lang w:bidi="fa-IR"/>
        </w:rPr>
        <w:t xml:space="preserve"> در صورتى كه حاصل ديگرى داشته باشد</w:t>
      </w:r>
      <w:r w:rsidR="000C4B14">
        <w:rPr>
          <w:rtl/>
          <w:lang w:bidi="fa-IR"/>
        </w:rPr>
        <w:t>،</w:t>
      </w:r>
      <w:r w:rsidRPr="003E3506">
        <w:rPr>
          <w:rtl/>
          <w:lang w:bidi="fa-IR"/>
        </w:rPr>
        <w:t xml:space="preserve"> مثل برگ و گل كه داراى ماليت قابل توجهى باشد - مانند درخت حنا كه از برگ آن استفاده مى كنند - صحيح است</w:t>
      </w:r>
      <w:r w:rsidR="000C4B14">
        <w:rPr>
          <w:rtl/>
          <w:lang w:bidi="fa-IR"/>
        </w:rPr>
        <w:t>.</w:t>
      </w:r>
    </w:p>
    <w:p w:rsidR="003E3506" w:rsidRPr="003E3506" w:rsidRDefault="003E3506" w:rsidP="003E3506">
      <w:pPr>
        <w:pStyle w:val="libNormal"/>
        <w:rPr>
          <w:lang w:bidi="fa-IR"/>
        </w:rPr>
      </w:pPr>
      <w:r w:rsidRPr="003E3506">
        <w:rPr>
          <w:rtl/>
          <w:lang w:bidi="fa-IR"/>
        </w:rPr>
        <w:t>٢٢٤٨ - در معامله مساقات لازم نيست صيغه بخوانند بلكه اگر صاحب درخت به قصد مساقات آن را واگذار كند و كسى كه كار مى كند به همين قصد مشغول كار شود</w:t>
      </w:r>
      <w:r w:rsidR="000C4B14">
        <w:rPr>
          <w:rtl/>
          <w:lang w:bidi="fa-IR"/>
        </w:rPr>
        <w:t>،</w:t>
      </w:r>
      <w:r w:rsidRPr="003E3506">
        <w:rPr>
          <w:rtl/>
          <w:lang w:bidi="fa-IR"/>
        </w:rPr>
        <w:t xml:space="preserve"> معامله صحيح است</w:t>
      </w:r>
      <w:r w:rsidR="000C4B14">
        <w:rPr>
          <w:rtl/>
          <w:lang w:bidi="fa-IR"/>
        </w:rPr>
        <w:t>.</w:t>
      </w:r>
    </w:p>
    <w:p w:rsidR="003E3506" w:rsidRPr="003E3506" w:rsidRDefault="003E3506" w:rsidP="003E3506">
      <w:pPr>
        <w:pStyle w:val="libNormal"/>
        <w:rPr>
          <w:lang w:bidi="fa-IR"/>
        </w:rPr>
      </w:pPr>
      <w:r w:rsidRPr="003E3506">
        <w:rPr>
          <w:rtl/>
          <w:lang w:bidi="fa-IR"/>
        </w:rPr>
        <w:t>٢٢٤٩ - مالك و كسى كه تربيت درخت ها را به عهده مى گيرد</w:t>
      </w:r>
      <w:r w:rsidR="000C4B14">
        <w:rPr>
          <w:rtl/>
          <w:lang w:bidi="fa-IR"/>
        </w:rPr>
        <w:t>،</w:t>
      </w:r>
      <w:r w:rsidRPr="003E3506">
        <w:rPr>
          <w:rtl/>
          <w:lang w:bidi="fa-IR"/>
        </w:rPr>
        <w:t xml:space="preserve"> بايد بالغ و عاقل باشند و كسى آنها را مجبور نكرده باشد</w:t>
      </w:r>
      <w:r w:rsidR="000C4B14">
        <w:rPr>
          <w:rtl/>
          <w:lang w:bidi="fa-IR"/>
        </w:rPr>
        <w:t>،</w:t>
      </w:r>
      <w:r w:rsidRPr="003E3506">
        <w:rPr>
          <w:rtl/>
          <w:lang w:bidi="fa-IR"/>
        </w:rPr>
        <w:t xml:space="preserve"> و نيز بايد سفيه نباشند يعنى مال خود را در كارهاى بيهوده مصرف نكنند</w:t>
      </w:r>
      <w:r w:rsidR="000C4B14">
        <w:rPr>
          <w:rtl/>
          <w:lang w:bidi="fa-IR"/>
        </w:rPr>
        <w:t>،</w:t>
      </w:r>
      <w:r w:rsidRPr="003E3506">
        <w:rPr>
          <w:rtl/>
          <w:lang w:bidi="fa-IR"/>
        </w:rPr>
        <w:t xml:space="preserve"> و هم چنين مالك نبايد مفلس باشد ولى اگر باغبان مفلس باشد در صورتى كه مساقات مستلزم تصرف او در اموالى كه از تصرف در آنها منع شده نباشد</w:t>
      </w:r>
      <w:r w:rsidR="000C4B14">
        <w:rPr>
          <w:rtl/>
          <w:lang w:bidi="fa-IR"/>
        </w:rPr>
        <w:t>،</w:t>
      </w:r>
      <w:r w:rsidRPr="003E3506">
        <w:rPr>
          <w:rtl/>
          <w:lang w:bidi="fa-IR"/>
        </w:rPr>
        <w:t xml:space="preserve"> اشكال ندارد.</w:t>
      </w:r>
    </w:p>
    <w:p w:rsidR="003E3506" w:rsidRPr="003E3506" w:rsidRDefault="003E3506" w:rsidP="003E3506">
      <w:pPr>
        <w:pStyle w:val="libNormal"/>
        <w:rPr>
          <w:lang w:bidi="fa-IR"/>
        </w:rPr>
      </w:pPr>
      <w:r w:rsidRPr="003E3506">
        <w:rPr>
          <w:rtl/>
          <w:lang w:bidi="fa-IR"/>
        </w:rPr>
        <w:t>٢٢٥٠ - مدت مساقات بايد معلوم باشد</w:t>
      </w:r>
      <w:r w:rsidR="000C4B14">
        <w:rPr>
          <w:rtl/>
          <w:lang w:bidi="fa-IR"/>
        </w:rPr>
        <w:t>،</w:t>
      </w:r>
      <w:r w:rsidRPr="003E3506">
        <w:rPr>
          <w:rtl/>
          <w:lang w:bidi="fa-IR"/>
        </w:rPr>
        <w:t xml:space="preserve"> و بايد مدت به قدرى باشد كه در آن مدت به دست آمدن حاصل ممكن باشد</w:t>
      </w:r>
      <w:r w:rsidR="000C4B14">
        <w:rPr>
          <w:rtl/>
          <w:lang w:bidi="fa-IR"/>
        </w:rPr>
        <w:t>،</w:t>
      </w:r>
      <w:r w:rsidRPr="003E3506">
        <w:rPr>
          <w:rtl/>
          <w:lang w:bidi="fa-IR"/>
        </w:rPr>
        <w:t xml:space="preserve"> و اگر اول آن را معين كنند و آخر آن را موقعى قرار دهند كه حاصل به دست مى آيد صحيح است</w:t>
      </w:r>
      <w:r w:rsidR="000C4B14">
        <w:rPr>
          <w:rtl/>
          <w:lang w:bidi="fa-IR"/>
        </w:rPr>
        <w:t>.</w:t>
      </w:r>
    </w:p>
    <w:p w:rsidR="003E3506" w:rsidRPr="003E3506" w:rsidRDefault="003E3506" w:rsidP="003E3506">
      <w:pPr>
        <w:pStyle w:val="libNormal"/>
        <w:rPr>
          <w:lang w:bidi="fa-IR"/>
        </w:rPr>
      </w:pPr>
      <w:r w:rsidRPr="003E3506">
        <w:rPr>
          <w:rtl/>
          <w:lang w:bidi="fa-IR"/>
        </w:rPr>
        <w:t>٢٢٥١ - بايد سهم هر كدام نصف يا ثلث حاصل و مانند اينها باشد و اگر قرار بگذارند كه مثلا صد من از ميوه ها مال مالك و بقيه مال كسى باشد كه كار مى كند معامله باطل است</w:t>
      </w:r>
      <w:r w:rsidR="000C4B14">
        <w:rPr>
          <w:rtl/>
          <w:lang w:bidi="fa-IR"/>
        </w:rPr>
        <w:t>.</w:t>
      </w:r>
    </w:p>
    <w:p w:rsidR="003E3506" w:rsidRPr="003E3506" w:rsidRDefault="003E3506" w:rsidP="003E3506">
      <w:pPr>
        <w:pStyle w:val="libNormal"/>
        <w:rPr>
          <w:lang w:bidi="fa-IR"/>
        </w:rPr>
      </w:pPr>
      <w:r w:rsidRPr="003E3506">
        <w:rPr>
          <w:rtl/>
          <w:lang w:bidi="fa-IR"/>
        </w:rPr>
        <w:t>٢٢٥٢ - لازم نيست قرار معامله مساقات را پيش از ظاهر شدن حاصل بگذارند</w:t>
      </w:r>
      <w:r w:rsidR="000C4B14">
        <w:rPr>
          <w:rtl/>
          <w:lang w:bidi="fa-IR"/>
        </w:rPr>
        <w:t>،</w:t>
      </w:r>
      <w:r w:rsidRPr="003E3506">
        <w:rPr>
          <w:rtl/>
          <w:lang w:bidi="fa-IR"/>
        </w:rPr>
        <w:t xml:space="preserve"> بلكه اگر بعد از ظاهر شدن هم بگذارند</w:t>
      </w:r>
      <w:r w:rsidR="000C4B14">
        <w:rPr>
          <w:rtl/>
          <w:lang w:bidi="fa-IR"/>
        </w:rPr>
        <w:t>،</w:t>
      </w:r>
      <w:r w:rsidRPr="003E3506">
        <w:rPr>
          <w:rtl/>
          <w:lang w:bidi="fa-IR"/>
        </w:rPr>
        <w:t xml:space="preserve"> چنانچه كارى مانده باشد كه براى زيادى حاصل يا بهتر شدن آن </w:t>
      </w:r>
      <w:r w:rsidRPr="003E3506">
        <w:rPr>
          <w:rtl/>
          <w:lang w:bidi="fa-IR"/>
        </w:rPr>
        <w:lastRenderedPageBreak/>
        <w:t>يا سالم ماندنش از آفات لازم باشد</w:t>
      </w:r>
      <w:r w:rsidR="000C4B14">
        <w:rPr>
          <w:rtl/>
          <w:lang w:bidi="fa-IR"/>
        </w:rPr>
        <w:t>،</w:t>
      </w:r>
      <w:r w:rsidRPr="003E3506">
        <w:rPr>
          <w:rtl/>
          <w:lang w:bidi="fa-IR"/>
        </w:rPr>
        <w:t xml:space="preserve"> معامله صحيح است ولى اگر اين چنين كارى باقى نمانده باشد</w:t>
      </w:r>
      <w:r w:rsidR="000C4B14">
        <w:rPr>
          <w:rtl/>
          <w:lang w:bidi="fa-IR"/>
        </w:rPr>
        <w:t>،</w:t>
      </w:r>
      <w:r w:rsidRPr="003E3506">
        <w:rPr>
          <w:rtl/>
          <w:lang w:bidi="fa-IR"/>
        </w:rPr>
        <w:t xml:space="preserve"> هر چند كارى كه مانند آبيارى كه براى تربيت درخت لازم است يا چيدن ميوه يا نگهدارى از آن باقى مانده باشد</w:t>
      </w:r>
      <w:r w:rsidR="000C4B14">
        <w:rPr>
          <w:rtl/>
          <w:lang w:bidi="fa-IR"/>
        </w:rPr>
        <w:t>،</w:t>
      </w:r>
      <w:r w:rsidRPr="003E3506">
        <w:rPr>
          <w:rtl/>
          <w:lang w:bidi="fa-IR"/>
        </w:rPr>
        <w:t xml:space="preserve"> صحت معامله محل اشكال است</w:t>
      </w:r>
      <w:r w:rsidR="000C4B14">
        <w:rPr>
          <w:rtl/>
          <w:lang w:bidi="fa-IR"/>
        </w:rPr>
        <w:t>.</w:t>
      </w:r>
    </w:p>
    <w:p w:rsidR="003E3506" w:rsidRPr="003E3506" w:rsidRDefault="003E3506" w:rsidP="003E3506">
      <w:pPr>
        <w:pStyle w:val="libNormal"/>
        <w:rPr>
          <w:lang w:bidi="fa-IR"/>
        </w:rPr>
      </w:pPr>
      <w:r w:rsidRPr="003E3506">
        <w:rPr>
          <w:rtl/>
          <w:lang w:bidi="fa-IR"/>
        </w:rPr>
        <w:t>٢٢٥٣ - معامله مساقات در بوته خربزه و خيار و مانند اينها بنابر اظهر صحيح است</w:t>
      </w:r>
      <w:r w:rsidR="000C4B14">
        <w:rPr>
          <w:rtl/>
          <w:lang w:bidi="fa-IR"/>
        </w:rPr>
        <w:t>.</w:t>
      </w:r>
    </w:p>
    <w:p w:rsidR="003E3506" w:rsidRPr="003E3506" w:rsidRDefault="003E3506" w:rsidP="003E3506">
      <w:pPr>
        <w:pStyle w:val="libNormal"/>
        <w:rPr>
          <w:lang w:bidi="fa-IR"/>
        </w:rPr>
      </w:pPr>
      <w:r w:rsidRPr="003E3506">
        <w:rPr>
          <w:rtl/>
          <w:lang w:bidi="fa-IR"/>
        </w:rPr>
        <w:t>٢٢٥٤ - درختى كه از آب باران يا رطوبت زمين استفاده مى كند و به آبيارى احتياج ندارد</w:t>
      </w:r>
      <w:r w:rsidR="000C4B14">
        <w:rPr>
          <w:rtl/>
          <w:lang w:bidi="fa-IR"/>
        </w:rPr>
        <w:t>،</w:t>
      </w:r>
      <w:r w:rsidRPr="003E3506">
        <w:rPr>
          <w:rtl/>
          <w:lang w:bidi="fa-IR"/>
        </w:rPr>
        <w:t xml:space="preserve"> اگر به كارهاى ديگر مانند آنچه در مساله </w:t>
      </w:r>
      <w:r w:rsidR="00605FAB">
        <w:rPr>
          <w:rtl/>
          <w:lang w:bidi="fa-IR"/>
        </w:rPr>
        <w:t>(</w:t>
      </w:r>
      <w:r w:rsidRPr="003E3506">
        <w:rPr>
          <w:rtl/>
          <w:lang w:bidi="fa-IR"/>
        </w:rPr>
        <w:t>٢٢٥٢</w:t>
      </w:r>
      <w:r w:rsidR="00605FAB">
        <w:rPr>
          <w:rtl/>
          <w:lang w:bidi="fa-IR"/>
        </w:rPr>
        <w:t>)</w:t>
      </w:r>
      <w:r w:rsidRPr="003E3506">
        <w:rPr>
          <w:rtl/>
          <w:lang w:bidi="fa-IR"/>
        </w:rPr>
        <w:t xml:space="preserve"> گذشت محتاج باشد</w:t>
      </w:r>
      <w:r w:rsidR="000C4B14">
        <w:rPr>
          <w:rtl/>
          <w:lang w:bidi="fa-IR"/>
        </w:rPr>
        <w:t>،</w:t>
      </w:r>
      <w:r w:rsidRPr="003E3506">
        <w:rPr>
          <w:rtl/>
          <w:lang w:bidi="fa-IR"/>
        </w:rPr>
        <w:t xml:space="preserve"> معامله مساقات در آن صحيح است</w:t>
      </w:r>
      <w:r w:rsidR="000C4B14">
        <w:rPr>
          <w:rtl/>
          <w:lang w:bidi="fa-IR"/>
        </w:rPr>
        <w:t>.</w:t>
      </w:r>
    </w:p>
    <w:p w:rsidR="003E3506" w:rsidRPr="003E3506" w:rsidRDefault="003E3506" w:rsidP="003E3506">
      <w:pPr>
        <w:pStyle w:val="libNormal"/>
        <w:rPr>
          <w:lang w:bidi="fa-IR"/>
        </w:rPr>
      </w:pPr>
      <w:r w:rsidRPr="003E3506">
        <w:rPr>
          <w:rtl/>
          <w:lang w:bidi="fa-IR"/>
        </w:rPr>
        <w:t>٢٢٥٥ - دو نفرى كه مساقات كرده اند</w:t>
      </w:r>
      <w:r w:rsidR="000C4B14">
        <w:rPr>
          <w:rtl/>
          <w:lang w:bidi="fa-IR"/>
        </w:rPr>
        <w:t>،</w:t>
      </w:r>
      <w:r w:rsidRPr="003E3506">
        <w:rPr>
          <w:rtl/>
          <w:lang w:bidi="fa-IR"/>
        </w:rPr>
        <w:t xml:space="preserve"> با رضايت يكديگر مى توانند معامله را بهم بزنند</w:t>
      </w:r>
      <w:r w:rsidR="000C4B14">
        <w:rPr>
          <w:rtl/>
          <w:lang w:bidi="fa-IR"/>
        </w:rPr>
        <w:t>،</w:t>
      </w:r>
      <w:r w:rsidRPr="003E3506">
        <w:rPr>
          <w:rtl/>
          <w:lang w:bidi="fa-IR"/>
        </w:rPr>
        <w:t xml:space="preserve"> و نيز اگر در ضمن قرارداد مساقات شرط كنند كه هر دو يا يكى از آنان حق بهم زدن معامله را داشته باشند</w:t>
      </w:r>
      <w:r w:rsidR="000C4B14">
        <w:rPr>
          <w:rtl/>
          <w:lang w:bidi="fa-IR"/>
        </w:rPr>
        <w:t>،</w:t>
      </w:r>
      <w:r w:rsidRPr="003E3506">
        <w:rPr>
          <w:rtl/>
          <w:lang w:bidi="fa-IR"/>
        </w:rPr>
        <w:t xml:space="preserve"> مطابق قرارى كه گذاشته اند بهم زدن معامله اشكال ندارد</w:t>
      </w:r>
      <w:r w:rsidR="000C4B14">
        <w:rPr>
          <w:rtl/>
          <w:lang w:bidi="fa-IR"/>
        </w:rPr>
        <w:t>،</w:t>
      </w:r>
      <w:r w:rsidRPr="003E3506">
        <w:rPr>
          <w:rtl/>
          <w:lang w:bidi="fa-IR"/>
        </w:rPr>
        <w:t xml:space="preserve"> و اگر در ضمن معامله مساقات شرطى كنند و آن شرط عملى نشود</w:t>
      </w:r>
      <w:r w:rsidR="000C4B14">
        <w:rPr>
          <w:rtl/>
          <w:lang w:bidi="fa-IR"/>
        </w:rPr>
        <w:t>،</w:t>
      </w:r>
      <w:r w:rsidRPr="003E3506">
        <w:rPr>
          <w:rtl/>
          <w:lang w:bidi="fa-IR"/>
        </w:rPr>
        <w:t xml:space="preserve"> كسى كه براى نفع او شرط كرده اند</w:t>
      </w:r>
      <w:r w:rsidR="000C4B14">
        <w:rPr>
          <w:rtl/>
          <w:lang w:bidi="fa-IR"/>
        </w:rPr>
        <w:t>،</w:t>
      </w:r>
      <w:r w:rsidRPr="003E3506">
        <w:rPr>
          <w:rtl/>
          <w:lang w:bidi="fa-IR"/>
        </w:rPr>
        <w:t xml:space="preserve"> مى تواند معامله را بهم بزند.</w:t>
      </w:r>
    </w:p>
    <w:p w:rsidR="003E3506" w:rsidRPr="003E3506" w:rsidRDefault="003E3506" w:rsidP="003E3506">
      <w:pPr>
        <w:pStyle w:val="libNormal"/>
        <w:rPr>
          <w:lang w:bidi="fa-IR"/>
        </w:rPr>
      </w:pPr>
      <w:r w:rsidRPr="003E3506">
        <w:rPr>
          <w:rtl/>
          <w:lang w:bidi="fa-IR"/>
        </w:rPr>
        <w:t>٢٢٥٦ - اگر مالك بميرد</w:t>
      </w:r>
      <w:r w:rsidR="000C4B14">
        <w:rPr>
          <w:rtl/>
          <w:lang w:bidi="fa-IR"/>
        </w:rPr>
        <w:t>،</w:t>
      </w:r>
      <w:r w:rsidRPr="003E3506">
        <w:rPr>
          <w:rtl/>
          <w:lang w:bidi="fa-IR"/>
        </w:rPr>
        <w:t xml:space="preserve"> معامله مساقات به هم نمى خورد و ورثه اش به جاى او هستند.</w:t>
      </w:r>
    </w:p>
    <w:p w:rsidR="003E3506" w:rsidRPr="003E3506" w:rsidRDefault="003E3506" w:rsidP="003E3506">
      <w:pPr>
        <w:pStyle w:val="libNormal"/>
        <w:rPr>
          <w:lang w:bidi="fa-IR"/>
        </w:rPr>
      </w:pPr>
      <w:r w:rsidRPr="003E3506">
        <w:rPr>
          <w:rtl/>
          <w:lang w:bidi="fa-IR"/>
        </w:rPr>
        <w:t>٢٢٥٧ - اگر كسى كه تربيت درختها به او واگذار شده بميرد</w:t>
      </w:r>
      <w:r w:rsidR="000C4B14">
        <w:rPr>
          <w:rtl/>
          <w:lang w:bidi="fa-IR"/>
        </w:rPr>
        <w:t>،</w:t>
      </w:r>
      <w:r w:rsidRPr="003E3506">
        <w:rPr>
          <w:rtl/>
          <w:lang w:bidi="fa-IR"/>
        </w:rPr>
        <w:t xml:space="preserve"> چنانچه در عقد</w:t>
      </w:r>
      <w:r w:rsidR="000C4B14">
        <w:rPr>
          <w:rtl/>
          <w:lang w:bidi="fa-IR"/>
        </w:rPr>
        <w:t>،</w:t>
      </w:r>
      <w:r w:rsidRPr="003E3506">
        <w:rPr>
          <w:rtl/>
          <w:lang w:bidi="fa-IR"/>
        </w:rPr>
        <w:t xml:space="preserve"> قيد و شرط نكرده باشند كه خودش آنها را تربيت كند</w:t>
      </w:r>
      <w:r w:rsidR="000C4B14">
        <w:rPr>
          <w:rtl/>
          <w:lang w:bidi="fa-IR"/>
        </w:rPr>
        <w:t>،</w:t>
      </w:r>
      <w:r w:rsidRPr="003E3506">
        <w:rPr>
          <w:rtl/>
          <w:lang w:bidi="fa-IR"/>
        </w:rPr>
        <w:t xml:space="preserve"> ورثه اش به جاى او هستند و چنانچه خودشان عمل را انجام ندهند و اجير هم نگيرند حاكم شرع از مال ميت اجير مى گيرد</w:t>
      </w:r>
      <w:r w:rsidR="000C4B14">
        <w:rPr>
          <w:rtl/>
          <w:lang w:bidi="fa-IR"/>
        </w:rPr>
        <w:t>،</w:t>
      </w:r>
      <w:r w:rsidRPr="003E3506">
        <w:rPr>
          <w:rtl/>
          <w:lang w:bidi="fa-IR"/>
        </w:rPr>
        <w:t xml:space="preserve"> و حاصل را بين ورثه ميت و مالك قسمت مى كند و اگر در معامله قيد كرده باشند كه خود او درختها را تربيت نمايد</w:t>
      </w:r>
      <w:r w:rsidR="000C4B14">
        <w:rPr>
          <w:rtl/>
          <w:lang w:bidi="fa-IR"/>
        </w:rPr>
        <w:t>،</w:t>
      </w:r>
      <w:r w:rsidRPr="003E3506">
        <w:rPr>
          <w:rtl/>
          <w:lang w:bidi="fa-IR"/>
        </w:rPr>
        <w:t xml:space="preserve"> با مردن او معامله بهم مى خورد.</w:t>
      </w:r>
    </w:p>
    <w:p w:rsidR="003E3506" w:rsidRPr="003E3506" w:rsidRDefault="003E3506" w:rsidP="003E3506">
      <w:pPr>
        <w:pStyle w:val="libNormal"/>
        <w:rPr>
          <w:lang w:bidi="fa-IR"/>
        </w:rPr>
      </w:pPr>
      <w:r w:rsidRPr="003E3506">
        <w:rPr>
          <w:rtl/>
          <w:lang w:bidi="fa-IR"/>
        </w:rPr>
        <w:t>٢٢٥٨ - اگر شرط كند كه تمام حاصل براى مالك باشد</w:t>
      </w:r>
      <w:r w:rsidR="000C4B14">
        <w:rPr>
          <w:rtl/>
          <w:lang w:bidi="fa-IR"/>
        </w:rPr>
        <w:t>،</w:t>
      </w:r>
      <w:r w:rsidRPr="003E3506">
        <w:rPr>
          <w:rtl/>
          <w:lang w:bidi="fa-IR"/>
        </w:rPr>
        <w:t xml:space="preserve"> مساقات باطل است</w:t>
      </w:r>
      <w:r w:rsidR="000C4B14">
        <w:rPr>
          <w:rtl/>
          <w:lang w:bidi="fa-IR"/>
        </w:rPr>
        <w:t>،</w:t>
      </w:r>
      <w:r w:rsidRPr="003E3506">
        <w:rPr>
          <w:rtl/>
          <w:lang w:bidi="fa-IR"/>
        </w:rPr>
        <w:t xml:space="preserve"> ولى در عين حال حاصل مال مالك مى باشد</w:t>
      </w:r>
      <w:r w:rsidR="000C4B14">
        <w:rPr>
          <w:rtl/>
          <w:lang w:bidi="fa-IR"/>
        </w:rPr>
        <w:t>،</w:t>
      </w:r>
      <w:r w:rsidRPr="003E3506">
        <w:rPr>
          <w:rtl/>
          <w:lang w:bidi="fa-IR"/>
        </w:rPr>
        <w:t xml:space="preserve"> و كسى كه كار مى كند نمى تواند مطالبه اجرت نمايد</w:t>
      </w:r>
      <w:r w:rsidR="000C4B14">
        <w:rPr>
          <w:rtl/>
          <w:lang w:bidi="fa-IR"/>
        </w:rPr>
        <w:t>،</w:t>
      </w:r>
      <w:r w:rsidRPr="003E3506">
        <w:rPr>
          <w:rtl/>
          <w:lang w:bidi="fa-IR"/>
        </w:rPr>
        <w:t xml:space="preserve"> ولى اگر باطل بودن مساقات به جهت ديگر باشد</w:t>
      </w:r>
      <w:r w:rsidR="000C4B14">
        <w:rPr>
          <w:rtl/>
          <w:lang w:bidi="fa-IR"/>
        </w:rPr>
        <w:t>،</w:t>
      </w:r>
      <w:r w:rsidRPr="003E3506">
        <w:rPr>
          <w:rtl/>
          <w:lang w:bidi="fa-IR"/>
        </w:rPr>
        <w:t xml:space="preserve"> مالك بايد مزد آبيارى و كارهاى ديگر را به مقدار </w:t>
      </w:r>
      <w:r w:rsidRPr="003E3506">
        <w:rPr>
          <w:rtl/>
          <w:lang w:bidi="fa-IR"/>
        </w:rPr>
        <w:lastRenderedPageBreak/>
        <w:t>معمول به كسى كه درختها را تربيت كرده بدهد</w:t>
      </w:r>
      <w:r w:rsidR="000C4B14">
        <w:rPr>
          <w:rtl/>
          <w:lang w:bidi="fa-IR"/>
        </w:rPr>
        <w:t>،</w:t>
      </w:r>
      <w:r w:rsidRPr="003E3506">
        <w:rPr>
          <w:rtl/>
          <w:lang w:bidi="fa-IR"/>
        </w:rPr>
        <w:t xml:space="preserve"> ولى اگر مقدار معمول بيشتر از مقدار قرارداد باشد</w:t>
      </w:r>
      <w:r w:rsidR="000C4B14">
        <w:rPr>
          <w:rtl/>
          <w:lang w:bidi="fa-IR"/>
        </w:rPr>
        <w:t>،</w:t>
      </w:r>
      <w:r w:rsidRPr="003E3506">
        <w:rPr>
          <w:rtl/>
          <w:lang w:bidi="fa-IR"/>
        </w:rPr>
        <w:t xml:space="preserve"> و او از آن اطلاع داشته باشد</w:t>
      </w:r>
      <w:r w:rsidR="000C4B14">
        <w:rPr>
          <w:rtl/>
          <w:lang w:bidi="fa-IR"/>
        </w:rPr>
        <w:t>،</w:t>
      </w:r>
      <w:r w:rsidRPr="003E3506">
        <w:rPr>
          <w:rtl/>
          <w:lang w:bidi="fa-IR"/>
        </w:rPr>
        <w:t xml:space="preserve"> دادن زيادى لازم نيست</w:t>
      </w:r>
      <w:r w:rsidR="000C4B14">
        <w:rPr>
          <w:rtl/>
          <w:lang w:bidi="fa-IR"/>
        </w:rPr>
        <w:t>.</w:t>
      </w:r>
    </w:p>
    <w:p w:rsidR="003E3506" w:rsidRPr="003E3506" w:rsidRDefault="003E3506" w:rsidP="007E0CCF">
      <w:pPr>
        <w:pStyle w:val="libNormal"/>
        <w:rPr>
          <w:lang w:bidi="fa-IR"/>
        </w:rPr>
      </w:pPr>
      <w:r w:rsidRPr="003E3506">
        <w:rPr>
          <w:rtl/>
          <w:lang w:bidi="fa-IR"/>
        </w:rPr>
        <w:t>٢٢٥٩ - مغارسه آن است كه زمين را به ديگرى واگذار كند كه در آن درخت بكارد</w:t>
      </w:r>
      <w:r w:rsidR="000C4B14">
        <w:rPr>
          <w:rtl/>
          <w:lang w:bidi="fa-IR"/>
        </w:rPr>
        <w:t>،</w:t>
      </w:r>
      <w:r w:rsidRPr="003E3506">
        <w:rPr>
          <w:rtl/>
          <w:lang w:bidi="fa-IR"/>
        </w:rPr>
        <w:t xml:space="preserve"> و آنچه عمل مى آيد مال هر دو باشد</w:t>
      </w:r>
      <w:r w:rsidR="000C4B14">
        <w:rPr>
          <w:rtl/>
          <w:lang w:bidi="fa-IR"/>
        </w:rPr>
        <w:t>،</w:t>
      </w:r>
      <w:r w:rsidRPr="003E3506">
        <w:rPr>
          <w:rtl/>
          <w:lang w:bidi="fa-IR"/>
        </w:rPr>
        <w:t xml:space="preserve"> و اين معامله بنابر اظهر صحيح است هر چند احتياط در ترك آن است ولى براى رسيدن به نتيجه آن مى توان معامله اى انجام داد كه بى اشكال صحيح است</w:t>
      </w:r>
      <w:r w:rsidR="000C4B14">
        <w:rPr>
          <w:rtl/>
          <w:lang w:bidi="fa-IR"/>
        </w:rPr>
        <w:t>،</w:t>
      </w:r>
      <w:r w:rsidRPr="003E3506">
        <w:rPr>
          <w:rtl/>
          <w:lang w:bidi="fa-IR"/>
        </w:rPr>
        <w:t xml:space="preserve"> مثلا دو طرف به اين نحو با هم صلح و سازش كنند</w:t>
      </w:r>
      <w:r w:rsidR="000C4B14">
        <w:rPr>
          <w:rtl/>
          <w:lang w:bidi="fa-IR"/>
        </w:rPr>
        <w:t>،</w:t>
      </w:r>
      <w:r w:rsidRPr="003E3506">
        <w:rPr>
          <w:rtl/>
          <w:lang w:bidi="fa-IR"/>
        </w:rPr>
        <w:t xml:space="preserve"> يا اين كه در نهال</w:t>
      </w:r>
      <w:r w:rsidR="007E0CCF">
        <w:rPr>
          <w:rFonts w:hint="cs"/>
          <w:rtl/>
          <w:lang w:bidi="fa-IR"/>
        </w:rPr>
        <w:t xml:space="preserve"> </w:t>
      </w:r>
      <w:r w:rsidRPr="003E3506">
        <w:rPr>
          <w:rtl/>
          <w:lang w:bidi="fa-IR"/>
        </w:rPr>
        <w:t>ها با هم شريك شوند</w:t>
      </w:r>
      <w:r w:rsidR="000C4B14">
        <w:rPr>
          <w:rtl/>
          <w:lang w:bidi="fa-IR"/>
        </w:rPr>
        <w:t>،</w:t>
      </w:r>
      <w:r w:rsidRPr="003E3506">
        <w:rPr>
          <w:rtl/>
          <w:lang w:bidi="fa-IR"/>
        </w:rPr>
        <w:t xml:space="preserve"> سپس باغبان خود را به مالك زمين براى كاشتن و تربيت و آبيارى سهم او در مدت زمانى معين به نصف منافع زمين اجاره دهد.</w:t>
      </w:r>
    </w:p>
    <w:p w:rsidR="003E3506" w:rsidRDefault="00605FAB" w:rsidP="007E0CCF">
      <w:pPr>
        <w:pStyle w:val="Heading3"/>
        <w:rPr>
          <w:rtl/>
          <w:lang w:bidi="fa-IR"/>
        </w:rPr>
      </w:pPr>
      <w:bookmarkStart w:id="244" w:name="_Toc24454667"/>
      <w:r>
        <w:rPr>
          <w:rtl/>
          <w:lang w:bidi="fa-IR"/>
        </w:rPr>
        <w:t>(</w:t>
      </w:r>
      <w:r w:rsidR="003E3506" w:rsidRPr="003E3506">
        <w:rPr>
          <w:rtl/>
          <w:lang w:bidi="fa-IR"/>
        </w:rPr>
        <w:t>كسانى كه از تصرف در مال خود ممنوعند</w:t>
      </w:r>
      <w:r>
        <w:rPr>
          <w:rtl/>
          <w:lang w:bidi="fa-IR"/>
        </w:rPr>
        <w:t>)</w:t>
      </w:r>
      <w:bookmarkEnd w:id="244"/>
    </w:p>
    <w:p w:rsidR="003E3506" w:rsidRPr="003E3506" w:rsidRDefault="003E3506" w:rsidP="003E3506">
      <w:pPr>
        <w:pStyle w:val="libNormal"/>
        <w:rPr>
          <w:lang w:bidi="fa-IR"/>
        </w:rPr>
      </w:pPr>
      <w:r w:rsidRPr="003E3506">
        <w:rPr>
          <w:rtl/>
          <w:lang w:bidi="fa-IR"/>
        </w:rPr>
        <w:t>٢٢٦٠ - بچه اى كه بالغ نشده شرعا نمى تواند در ذمه يا در مال خود تصرف كند</w:t>
      </w:r>
      <w:r w:rsidR="000C4B14">
        <w:rPr>
          <w:rtl/>
          <w:lang w:bidi="fa-IR"/>
        </w:rPr>
        <w:t>،</w:t>
      </w:r>
      <w:r w:rsidRPr="003E3506">
        <w:rPr>
          <w:rtl/>
          <w:lang w:bidi="fa-IR"/>
        </w:rPr>
        <w:t xml:space="preserve"> هر چند در كمال تمييز و رشد باشد</w:t>
      </w:r>
      <w:r w:rsidR="000C4B14">
        <w:rPr>
          <w:rtl/>
          <w:lang w:bidi="fa-IR"/>
        </w:rPr>
        <w:t>،</w:t>
      </w:r>
      <w:r w:rsidRPr="003E3506">
        <w:rPr>
          <w:rtl/>
          <w:lang w:bidi="fa-IR"/>
        </w:rPr>
        <w:t xml:space="preserve"> و اذن ولى در اين باب فايده اى ندارد</w:t>
      </w:r>
      <w:r w:rsidR="000C4B14">
        <w:rPr>
          <w:rtl/>
          <w:lang w:bidi="fa-IR"/>
        </w:rPr>
        <w:t>،</w:t>
      </w:r>
      <w:r w:rsidRPr="003E3506">
        <w:rPr>
          <w:rtl/>
          <w:lang w:bidi="fa-IR"/>
        </w:rPr>
        <w:t xml:space="preserve"> ولى در مواردى تصرف بچه صحيح است</w:t>
      </w:r>
      <w:r w:rsidR="000C4B14">
        <w:rPr>
          <w:rtl/>
          <w:lang w:bidi="fa-IR"/>
        </w:rPr>
        <w:t>،</w:t>
      </w:r>
      <w:r w:rsidRPr="003E3506">
        <w:rPr>
          <w:rtl/>
          <w:lang w:bidi="fa-IR"/>
        </w:rPr>
        <w:t xml:space="preserve"> از آن جمله خريد و فروش چيزهاى كم قيمت</w:t>
      </w:r>
      <w:r w:rsidR="000C4B14">
        <w:rPr>
          <w:rtl/>
          <w:lang w:bidi="fa-IR"/>
        </w:rPr>
        <w:t>،</w:t>
      </w:r>
      <w:r w:rsidRPr="003E3506">
        <w:rPr>
          <w:rtl/>
          <w:lang w:bidi="fa-IR"/>
        </w:rPr>
        <w:t xml:space="preserve"> چنان كه در مساله </w:t>
      </w:r>
      <w:r w:rsidR="00605FAB">
        <w:rPr>
          <w:rtl/>
          <w:lang w:bidi="fa-IR"/>
        </w:rPr>
        <w:t>(</w:t>
      </w:r>
      <w:r w:rsidRPr="003E3506">
        <w:rPr>
          <w:rtl/>
          <w:lang w:bidi="fa-IR"/>
        </w:rPr>
        <w:t>٢٠٩٠</w:t>
      </w:r>
      <w:r w:rsidR="00605FAB">
        <w:rPr>
          <w:rtl/>
          <w:lang w:bidi="fa-IR"/>
        </w:rPr>
        <w:t>)</w:t>
      </w:r>
      <w:r w:rsidRPr="003E3506">
        <w:rPr>
          <w:rtl/>
          <w:lang w:bidi="fa-IR"/>
        </w:rPr>
        <w:t xml:space="preserve"> گذشت و هم چنين وصيت او براى ارحام و نزديكانش چنانكه در مساله </w:t>
      </w:r>
      <w:r w:rsidR="00605FAB">
        <w:rPr>
          <w:rtl/>
          <w:lang w:bidi="fa-IR"/>
        </w:rPr>
        <w:t>(</w:t>
      </w:r>
      <w:r w:rsidRPr="003E3506">
        <w:rPr>
          <w:rtl/>
          <w:lang w:bidi="fa-IR"/>
        </w:rPr>
        <w:t>٢٧٠٦</w:t>
      </w:r>
      <w:r w:rsidR="00605FAB">
        <w:rPr>
          <w:rtl/>
          <w:lang w:bidi="fa-IR"/>
        </w:rPr>
        <w:t>)</w:t>
      </w:r>
      <w:r w:rsidRPr="003E3506">
        <w:rPr>
          <w:rtl/>
          <w:lang w:bidi="fa-IR"/>
        </w:rPr>
        <w:t xml:space="preserve"> خواهد آمد و نشانه بلوغ در دختر تمام شدن نه سال قمرى است و در پسر يكى از سه چيز است</w:t>
      </w:r>
      <w:r w:rsidR="00553569">
        <w:rPr>
          <w:rtl/>
          <w:lang w:bidi="fa-IR"/>
        </w:rPr>
        <w:t>:</w:t>
      </w:r>
      <w:r w:rsidRPr="003E3506">
        <w:rPr>
          <w:rtl/>
          <w:lang w:bidi="fa-IR"/>
        </w:rPr>
        <w:t xml:space="preserve"> اول روييدن موى درشت در زير شكم بالاى عورت</w:t>
      </w:r>
      <w:r w:rsidR="000C4B14">
        <w:rPr>
          <w:rtl/>
          <w:lang w:bidi="fa-IR"/>
        </w:rPr>
        <w:t>.</w:t>
      </w:r>
    </w:p>
    <w:p w:rsidR="003E3506" w:rsidRPr="003E3506" w:rsidRDefault="003E3506" w:rsidP="003E3506">
      <w:pPr>
        <w:pStyle w:val="libNormal"/>
        <w:rPr>
          <w:lang w:bidi="fa-IR"/>
        </w:rPr>
      </w:pPr>
      <w:r w:rsidRPr="003E3506">
        <w:rPr>
          <w:rtl/>
          <w:lang w:bidi="fa-IR"/>
        </w:rPr>
        <w:t>دوم بيرون آمدن منى</w:t>
      </w:r>
      <w:r w:rsidR="000C4B14">
        <w:rPr>
          <w:rtl/>
          <w:lang w:bidi="fa-IR"/>
        </w:rPr>
        <w:t>.</w:t>
      </w:r>
    </w:p>
    <w:p w:rsidR="003E3506" w:rsidRPr="003E3506" w:rsidRDefault="003E3506" w:rsidP="003E3506">
      <w:pPr>
        <w:pStyle w:val="libNormal"/>
        <w:rPr>
          <w:lang w:bidi="fa-IR"/>
        </w:rPr>
      </w:pPr>
      <w:r w:rsidRPr="003E3506">
        <w:rPr>
          <w:rtl/>
          <w:lang w:bidi="fa-IR"/>
        </w:rPr>
        <w:t>سوم تمام شدن پانزده سال قمرى بنابر مشهور.</w:t>
      </w:r>
    </w:p>
    <w:p w:rsidR="003E3506" w:rsidRPr="003E3506" w:rsidRDefault="003E3506" w:rsidP="003E3506">
      <w:pPr>
        <w:pStyle w:val="libNormal"/>
        <w:rPr>
          <w:lang w:bidi="fa-IR"/>
        </w:rPr>
      </w:pPr>
      <w:r w:rsidRPr="003E3506">
        <w:rPr>
          <w:rtl/>
          <w:lang w:bidi="fa-IR"/>
        </w:rPr>
        <w:t>٢٢٦١ - بعيد نيست كه روييدن موى درشت در صورت و پشت لب علامت بلوغ باشد ولى روييدن مو در سينه و زير بغل و درشت شدن صدا و مانند اينها نشانه بالغ شدن نيست</w:t>
      </w:r>
      <w:r w:rsidR="000C4B14">
        <w:rPr>
          <w:rtl/>
          <w:lang w:bidi="fa-IR"/>
        </w:rPr>
        <w:t>،</w:t>
      </w:r>
      <w:r w:rsidRPr="003E3506">
        <w:rPr>
          <w:rtl/>
          <w:lang w:bidi="fa-IR"/>
        </w:rPr>
        <w:t xml:space="preserve"> مگر انسان به واسطه اينها به بالغ شدن يقين كند.</w:t>
      </w:r>
    </w:p>
    <w:p w:rsidR="003E3506" w:rsidRPr="003E3506" w:rsidRDefault="003E3506" w:rsidP="003E3506">
      <w:pPr>
        <w:pStyle w:val="libNormal"/>
        <w:rPr>
          <w:lang w:bidi="fa-IR"/>
        </w:rPr>
      </w:pPr>
      <w:r w:rsidRPr="003E3506">
        <w:rPr>
          <w:rtl/>
          <w:lang w:bidi="fa-IR"/>
        </w:rPr>
        <w:t>٢٢٦٢ - ديوانه نمى تواند در مال خود تصرف كند و هم چنين مفلس يعنى كسى كه از جهت مطالبه طلبكاران از طرف حاكم شرع از تصرف در مال خود ممنوع است</w:t>
      </w:r>
      <w:r w:rsidR="000C4B14">
        <w:rPr>
          <w:rtl/>
          <w:lang w:bidi="fa-IR"/>
        </w:rPr>
        <w:t>.</w:t>
      </w:r>
    </w:p>
    <w:p w:rsidR="003E3506" w:rsidRPr="003E3506" w:rsidRDefault="003E3506" w:rsidP="003E3506">
      <w:pPr>
        <w:pStyle w:val="libNormal"/>
        <w:rPr>
          <w:lang w:bidi="fa-IR"/>
        </w:rPr>
      </w:pPr>
      <w:r w:rsidRPr="003E3506">
        <w:rPr>
          <w:rtl/>
          <w:lang w:bidi="fa-IR"/>
        </w:rPr>
        <w:lastRenderedPageBreak/>
        <w:t>بدون اجازه طلبكاران نمى تواند در آن تصرف كند و هم چنين سفيه يعنى كسى كه مال خود را در كارهاى بيهوده مصرف مى كند</w:t>
      </w:r>
      <w:r w:rsidR="000C4B14">
        <w:rPr>
          <w:rtl/>
          <w:lang w:bidi="fa-IR"/>
        </w:rPr>
        <w:t>،</w:t>
      </w:r>
      <w:r w:rsidRPr="003E3506">
        <w:rPr>
          <w:rtl/>
          <w:lang w:bidi="fa-IR"/>
        </w:rPr>
        <w:t xml:space="preserve"> بدون اجازه ولى</w:t>
      </w:r>
      <w:r w:rsidR="000C4B14">
        <w:rPr>
          <w:rtl/>
          <w:lang w:bidi="fa-IR"/>
        </w:rPr>
        <w:t>،</w:t>
      </w:r>
      <w:r w:rsidRPr="003E3506">
        <w:rPr>
          <w:rtl/>
          <w:lang w:bidi="fa-IR"/>
        </w:rPr>
        <w:t xml:space="preserve"> نمى تواند در مال خود تصرف نمايد.</w:t>
      </w:r>
    </w:p>
    <w:p w:rsidR="003E3506" w:rsidRPr="003E3506" w:rsidRDefault="003E3506" w:rsidP="003E3506">
      <w:pPr>
        <w:pStyle w:val="libNormal"/>
        <w:rPr>
          <w:lang w:bidi="fa-IR"/>
        </w:rPr>
      </w:pPr>
      <w:r w:rsidRPr="003E3506">
        <w:rPr>
          <w:rtl/>
          <w:lang w:bidi="fa-IR"/>
        </w:rPr>
        <w:t>٢٢٦٣ - كسى كه گاهى عاقل و گاهى ديوانه است</w:t>
      </w:r>
      <w:r w:rsidR="000C4B14">
        <w:rPr>
          <w:rtl/>
          <w:lang w:bidi="fa-IR"/>
        </w:rPr>
        <w:t>،</w:t>
      </w:r>
      <w:r w:rsidRPr="003E3506">
        <w:rPr>
          <w:rtl/>
          <w:lang w:bidi="fa-IR"/>
        </w:rPr>
        <w:t xml:space="preserve"> تصرفى كه در موقع ديوانگى در مال خود مى كند صحيح نيست</w:t>
      </w:r>
      <w:r w:rsidR="000C4B14">
        <w:rPr>
          <w:rtl/>
          <w:lang w:bidi="fa-IR"/>
        </w:rPr>
        <w:t>.</w:t>
      </w:r>
    </w:p>
    <w:p w:rsidR="003E3506" w:rsidRDefault="003E3506" w:rsidP="003E3506">
      <w:pPr>
        <w:pStyle w:val="libNormal"/>
        <w:rPr>
          <w:rtl/>
          <w:lang w:bidi="fa-IR"/>
        </w:rPr>
      </w:pPr>
      <w:r w:rsidRPr="003E3506">
        <w:rPr>
          <w:rtl/>
          <w:lang w:bidi="fa-IR"/>
        </w:rPr>
        <w:t>٢٢٦٤ - انسان مى تواند در مرضى كه به آن مرض از دنيا مى رود هر قدر از مال خود را به مصرف خود و عيال و مهمان و كارهاى كه اسراف شمرده نمى شود برساند</w:t>
      </w:r>
      <w:r w:rsidR="000C4B14">
        <w:rPr>
          <w:rtl/>
          <w:lang w:bidi="fa-IR"/>
        </w:rPr>
        <w:t>،</w:t>
      </w:r>
      <w:r w:rsidRPr="003E3506">
        <w:rPr>
          <w:rtl/>
          <w:lang w:bidi="fa-IR"/>
        </w:rPr>
        <w:t xml:space="preserve"> و نيز اگر مال خود را به قيمتش بفروشد</w:t>
      </w:r>
      <w:r w:rsidR="000C4B14">
        <w:rPr>
          <w:rtl/>
          <w:lang w:bidi="fa-IR"/>
        </w:rPr>
        <w:t>،</w:t>
      </w:r>
      <w:r w:rsidRPr="003E3506">
        <w:rPr>
          <w:rtl/>
          <w:lang w:bidi="fa-IR"/>
        </w:rPr>
        <w:t xml:space="preserve"> يا اجاره دهد اشكال ندارد ولى اگر مثلا مال خود را به كسى ببخشد</w:t>
      </w:r>
      <w:r w:rsidR="000C4B14">
        <w:rPr>
          <w:rtl/>
          <w:lang w:bidi="fa-IR"/>
        </w:rPr>
        <w:t>،</w:t>
      </w:r>
      <w:r w:rsidRPr="003E3506">
        <w:rPr>
          <w:rtl/>
          <w:lang w:bidi="fa-IR"/>
        </w:rPr>
        <w:t xml:space="preserve"> يا ارزانتر از قيمت معمول بفروشد</w:t>
      </w:r>
      <w:r w:rsidR="000C4B14">
        <w:rPr>
          <w:rtl/>
          <w:lang w:bidi="fa-IR"/>
        </w:rPr>
        <w:t>،</w:t>
      </w:r>
      <w:r w:rsidRPr="003E3506">
        <w:rPr>
          <w:rtl/>
          <w:lang w:bidi="fa-IR"/>
        </w:rPr>
        <w:t xml:space="preserve"> چنانچه مقدارى را كه بخشيده يا ارزانتر فروخته به اندازه ثلث مال او يا كمتر باشد تصرف او صحيح است</w:t>
      </w:r>
      <w:r w:rsidR="000C4B14">
        <w:rPr>
          <w:rtl/>
          <w:lang w:bidi="fa-IR"/>
        </w:rPr>
        <w:t>،</w:t>
      </w:r>
      <w:r w:rsidRPr="003E3506">
        <w:rPr>
          <w:rtl/>
          <w:lang w:bidi="fa-IR"/>
        </w:rPr>
        <w:t xml:space="preserve"> و اگر بيشتر از ثلث باشد</w:t>
      </w:r>
      <w:r w:rsidR="000C4B14">
        <w:rPr>
          <w:rtl/>
          <w:lang w:bidi="fa-IR"/>
        </w:rPr>
        <w:t>،</w:t>
      </w:r>
      <w:r w:rsidRPr="003E3506">
        <w:rPr>
          <w:rtl/>
          <w:lang w:bidi="fa-IR"/>
        </w:rPr>
        <w:t xml:space="preserve"> در صورتى كه ورثه اجازه بدهند صحيح است</w:t>
      </w:r>
      <w:r w:rsidR="000C4B14">
        <w:rPr>
          <w:rtl/>
          <w:lang w:bidi="fa-IR"/>
        </w:rPr>
        <w:t>،</w:t>
      </w:r>
      <w:r w:rsidRPr="003E3506">
        <w:rPr>
          <w:rtl/>
          <w:lang w:bidi="fa-IR"/>
        </w:rPr>
        <w:t xml:space="preserve"> و اگر اجازه ندهند تصرف او در بيشتر از ثلث باطل مى باشد.</w:t>
      </w:r>
    </w:p>
    <w:p w:rsidR="007E0CCF" w:rsidRPr="003E3506" w:rsidRDefault="007E0CCF" w:rsidP="003E3506">
      <w:pPr>
        <w:pStyle w:val="libNormal"/>
        <w:rPr>
          <w:lang w:bidi="fa-IR"/>
        </w:rPr>
      </w:pPr>
      <w:r>
        <w:rPr>
          <w:rtl/>
          <w:lang w:bidi="fa-IR"/>
        </w:rPr>
        <w:br w:type="page"/>
      </w:r>
    </w:p>
    <w:p w:rsidR="003E3506" w:rsidRDefault="00605FAB" w:rsidP="007E0CCF">
      <w:pPr>
        <w:pStyle w:val="Heading2"/>
        <w:rPr>
          <w:rtl/>
          <w:lang w:bidi="fa-IR"/>
        </w:rPr>
      </w:pPr>
      <w:bookmarkStart w:id="245" w:name="_Toc24454668"/>
      <w:r>
        <w:rPr>
          <w:rtl/>
          <w:lang w:bidi="fa-IR"/>
        </w:rPr>
        <w:t>(</w:t>
      </w:r>
      <w:r w:rsidR="003E3506" w:rsidRPr="003E3506">
        <w:rPr>
          <w:rtl/>
          <w:lang w:bidi="fa-IR"/>
        </w:rPr>
        <w:t>احكام وكالت</w:t>
      </w:r>
      <w:r>
        <w:rPr>
          <w:rtl/>
          <w:lang w:bidi="fa-IR"/>
        </w:rPr>
        <w:t>)</w:t>
      </w:r>
      <w:bookmarkEnd w:id="245"/>
    </w:p>
    <w:p w:rsidR="003E3506" w:rsidRPr="003E3506" w:rsidRDefault="003E3506" w:rsidP="003E3506">
      <w:pPr>
        <w:pStyle w:val="libNormal"/>
        <w:rPr>
          <w:lang w:bidi="fa-IR"/>
        </w:rPr>
      </w:pPr>
      <w:r w:rsidRPr="003E3506">
        <w:rPr>
          <w:rtl/>
          <w:lang w:bidi="fa-IR"/>
        </w:rPr>
        <w:t>١/٢٢٦٤ - وكالت آن است كه انسان كارى - مانند معامله - كه حق دارد خود انجام بدهد</w:t>
      </w:r>
      <w:r w:rsidR="000C4B14">
        <w:rPr>
          <w:rtl/>
          <w:lang w:bidi="fa-IR"/>
        </w:rPr>
        <w:t>،</w:t>
      </w:r>
      <w:r w:rsidRPr="003E3506">
        <w:rPr>
          <w:rtl/>
          <w:lang w:bidi="fa-IR"/>
        </w:rPr>
        <w:t xml:space="preserve"> به ديگرى واگذار نمايد تا از طرف او انجام دهد</w:t>
      </w:r>
      <w:r w:rsidR="000C4B14">
        <w:rPr>
          <w:rtl/>
          <w:lang w:bidi="fa-IR"/>
        </w:rPr>
        <w:t>،</w:t>
      </w:r>
      <w:r w:rsidRPr="003E3506">
        <w:rPr>
          <w:rtl/>
          <w:lang w:bidi="fa-IR"/>
        </w:rPr>
        <w:t xml:space="preserve"> مثلا كسى را وكيل كند كه خانه او را بفروشد يا زنى را براى او عقد نمايد</w:t>
      </w:r>
      <w:r w:rsidR="000C4B14">
        <w:rPr>
          <w:rtl/>
          <w:lang w:bidi="fa-IR"/>
        </w:rPr>
        <w:t>،</w:t>
      </w:r>
      <w:r w:rsidRPr="003E3506">
        <w:rPr>
          <w:rtl/>
          <w:lang w:bidi="fa-IR"/>
        </w:rPr>
        <w:t xml:space="preserve"> پس آدم سفيه چون حق ندارد در مال خود تصرف كند</w:t>
      </w:r>
      <w:r w:rsidR="000C4B14">
        <w:rPr>
          <w:rtl/>
          <w:lang w:bidi="fa-IR"/>
        </w:rPr>
        <w:t>،</w:t>
      </w:r>
      <w:r w:rsidRPr="003E3506">
        <w:rPr>
          <w:rtl/>
          <w:lang w:bidi="fa-IR"/>
        </w:rPr>
        <w:t xml:space="preserve"> نمى تواند براى فروش آن كسى را وكيل نمايد.</w:t>
      </w:r>
    </w:p>
    <w:p w:rsidR="003E3506" w:rsidRPr="003E3506" w:rsidRDefault="003E3506" w:rsidP="003E3506">
      <w:pPr>
        <w:pStyle w:val="libNormal"/>
        <w:rPr>
          <w:lang w:bidi="fa-IR"/>
        </w:rPr>
      </w:pPr>
      <w:r w:rsidRPr="003E3506">
        <w:rPr>
          <w:rtl/>
          <w:lang w:bidi="fa-IR"/>
        </w:rPr>
        <w:t>٢٢٦٥ - در وكالت لازم نيست صيغه بخوانند بلكه اگر انسان به ديگرى بفهماند كه او را وكيل كرده و او هم بفهماند قبول نموده</w:t>
      </w:r>
      <w:r w:rsidR="000C4B14">
        <w:rPr>
          <w:rtl/>
          <w:lang w:bidi="fa-IR"/>
        </w:rPr>
        <w:t>،</w:t>
      </w:r>
      <w:r w:rsidRPr="003E3506">
        <w:rPr>
          <w:rtl/>
          <w:lang w:bidi="fa-IR"/>
        </w:rPr>
        <w:t xml:space="preserve"> مثلا مال خود را به كسى بدهد كه براى او بفروشد و او مال را بگيرد</w:t>
      </w:r>
      <w:r w:rsidR="000C4B14">
        <w:rPr>
          <w:rtl/>
          <w:lang w:bidi="fa-IR"/>
        </w:rPr>
        <w:t>،</w:t>
      </w:r>
      <w:r w:rsidRPr="003E3506">
        <w:rPr>
          <w:rtl/>
          <w:lang w:bidi="fa-IR"/>
        </w:rPr>
        <w:t xml:space="preserve"> وكالت صحيح است</w:t>
      </w:r>
      <w:r w:rsidR="000C4B14">
        <w:rPr>
          <w:rtl/>
          <w:lang w:bidi="fa-IR"/>
        </w:rPr>
        <w:t>.</w:t>
      </w:r>
    </w:p>
    <w:p w:rsidR="003E3506" w:rsidRPr="003E3506" w:rsidRDefault="003E3506" w:rsidP="003E3506">
      <w:pPr>
        <w:pStyle w:val="libNormal"/>
        <w:rPr>
          <w:lang w:bidi="fa-IR"/>
        </w:rPr>
      </w:pPr>
      <w:r w:rsidRPr="003E3506">
        <w:rPr>
          <w:rtl/>
          <w:lang w:bidi="fa-IR"/>
        </w:rPr>
        <w:t>٢٢٦٦ - اگر انسان كسى را كه در شهر ديگر است وكيل نمايد و براى او وكالت نامه بفرستد و او قبول كند</w:t>
      </w:r>
      <w:r w:rsidR="000C4B14">
        <w:rPr>
          <w:rtl/>
          <w:lang w:bidi="fa-IR"/>
        </w:rPr>
        <w:t>،</w:t>
      </w:r>
      <w:r w:rsidRPr="003E3506">
        <w:rPr>
          <w:rtl/>
          <w:lang w:bidi="fa-IR"/>
        </w:rPr>
        <w:t xml:space="preserve"> اگر چه وكالت نامه بعد از مدتى برسد وكالت صحيح است</w:t>
      </w:r>
      <w:r w:rsidR="000C4B14">
        <w:rPr>
          <w:rtl/>
          <w:lang w:bidi="fa-IR"/>
        </w:rPr>
        <w:t>.</w:t>
      </w:r>
    </w:p>
    <w:p w:rsidR="003E3506" w:rsidRPr="003E3506" w:rsidRDefault="003E3506" w:rsidP="003E3506">
      <w:pPr>
        <w:pStyle w:val="libNormal"/>
        <w:rPr>
          <w:lang w:bidi="fa-IR"/>
        </w:rPr>
      </w:pPr>
      <w:r w:rsidRPr="003E3506">
        <w:rPr>
          <w:rtl/>
          <w:lang w:bidi="fa-IR"/>
        </w:rPr>
        <w:t>٢٢٦٧ - موكل يعنى كسى كه ديگرى را وكيل مى كند و نيز كسى كه وكيل مى شود</w:t>
      </w:r>
      <w:r w:rsidR="000C4B14">
        <w:rPr>
          <w:rtl/>
          <w:lang w:bidi="fa-IR"/>
        </w:rPr>
        <w:t>،</w:t>
      </w:r>
      <w:r w:rsidRPr="003E3506">
        <w:rPr>
          <w:rtl/>
          <w:lang w:bidi="fa-IR"/>
        </w:rPr>
        <w:t xml:space="preserve"> بايد عاقل باشند و از روى قصد و اختيار اقدام كنند و در موكل بلوغ نيز معتبر است مگر در آنچه از بچه مميز صحيح است</w:t>
      </w:r>
      <w:r w:rsidR="000C4B14">
        <w:rPr>
          <w:rtl/>
          <w:lang w:bidi="fa-IR"/>
        </w:rPr>
        <w:t>.</w:t>
      </w:r>
    </w:p>
    <w:p w:rsidR="003E3506" w:rsidRPr="003E3506" w:rsidRDefault="003E3506" w:rsidP="003E3506">
      <w:pPr>
        <w:pStyle w:val="libNormal"/>
        <w:rPr>
          <w:lang w:bidi="fa-IR"/>
        </w:rPr>
      </w:pPr>
      <w:r w:rsidRPr="003E3506">
        <w:rPr>
          <w:rtl/>
          <w:lang w:bidi="fa-IR"/>
        </w:rPr>
        <w:t>٢٢٦٨ - كارى را كه انسان نمى تواند انجام دهد</w:t>
      </w:r>
      <w:r w:rsidR="000C4B14">
        <w:rPr>
          <w:rtl/>
          <w:lang w:bidi="fa-IR"/>
        </w:rPr>
        <w:t>،</w:t>
      </w:r>
      <w:r w:rsidRPr="003E3506">
        <w:rPr>
          <w:rtl/>
          <w:lang w:bidi="fa-IR"/>
        </w:rPr>
        <w:t xml:space="preserve"> يا شرعا نبايد انجام دهد نمى تواند براى انجام آن از طرف ديگرى وكيل شود</w:t>
      </w:r>
      <w:r w:rsidR="000C4B14">
        <w:rPr>
          <w:rtl/>
          <w:lang w:bidi="fa-IR"/>
        </w:rPr>
        <w:t>،</w:t>
      </w:r>
      <w:r w:rsidRPr="003E3506">
        <w:rPr>
          <w:rtl/>
          <w:lang w:bidi="fa-IR"/>
        </w:rPr>
        <w:t xml:space="preserve"> مثلا كسى كه در احرام حج است</w:t>
      </w:r>
      <w:r w:rsidR="000C4B14">
        <w:rPr>
          <w:rtl/>
          <w:lang w:bidi="fa-IR"/>
        </w:rPr>
        <w:t>،</w:t>
      </w:r>
      <w:r w:rsidRPr="003E3506">
        <w:rPr>
          <w:rtl/>
          <w:lang w:bidi="fa-IR"/>
        </w:rPr>
        <w:t xml:space="preserve"> چون نبايد صيغه عقد زناشويى را بخواند</w:t>
      </w:r>
      <w:r w:rsidR="000C4B14">
        <w:rPr>
          <w:rtl/>
          <w:lang w:bidi="fa-IR"/>
        </w:rPr>
        <w:t>،</w:t>
      </w:r>
      <w:r w:rsidRPr="003E3506">
        <w:rPr>
          <w:rtl/>
          <w:lang w:bidi="fa-IR"/>
        </w:rPr>
        <w:t xml:space="preserve"> نمى تواند براى خواندن صيغه از طرف ديگرى وكيل شود.</w:t>
      </w:r>
    </w:p>
    <w:p w:rsidR="003E3506" w:rsidRPr="003E3506" w:rsidRDefault="003E3506" w:rsidP="003E3506">
      <w:pPr>
        <w:pStyle w:val="libNormal"/>
        <w:rPr>
          <w:lang w:bidi="fa-IR"/>
        </w:rPr>
      </w:pPr>
      <w:r w:rsidRPr="003E3506">
        <w:rPr>
          <w:rtl/>
          <w:lang w:bidi="fa-IR"/>
        </w:rPr>
        <w:t>٢٢٦٩ - اگر انسان كسى را براى انجام تمام كارهاى خودش وكيل كند صحيح است</w:t>
      </w:r>
      <w:r w:rsidR="000C4B14">
        <w:rPr>
          <w:rtl/>
          <w:lang w:bidi="fa-IR"/>
        </w:rPr>
        <w:t>،</w:t>
      </w:r>
      <w:r w:rsidRPr="003E3506">
        <w:rPr>
          <w:rtl/>
          <w:lang w:bidi="fa-IR"/>
        </w:rPr>
        <w:t xml:space="preserve"> ولى اگر براى يكى از كارهاى خود وكيل نمايد</w:t>
      </w:r>
      <w:r w:rsidR="000C4B14">
        <w:rPr>
          <w:rtl/>
          <w:lang w:bidi="fa-IR"/>
        </w:rPr>
        <w:t>،</w:t>
      </w:r>
      <w:r w:rsidRPr="003E3506">
        <w:rPr>
          <w:rtl/>
          <w:lang w:bidi="fa-IR"/>
        </w:rPr>
        <w:t xml:space="preserve"> و آن كار را معين نكند وكالت صحيح نيست</w:t>
      </w:r>
      <w:r w:rsidR="000C4B14">
        <w:rPr>
          <w:rtl/>
          <w:lang w:bidi="fa-IR"/>
        </w:rPr>
        <w:t>،</w:t>
      </w:r>
      <w:r w:rsidRPr="003E3506">
        <w:rPr>
          <w:rtl/>
          <w:lang w:bidi="fa-IR"/>
        </w:rPr>
        <w:t xml:space="preserve"> بلى اگر او را براى انجام يكى از چند كار به انتخاب خودش وكيل كند مثلا او را وكيل كند كه خانه اش را بفروشد</w:t>
      </w:r>
      <w:r w:rsidR="000C4B14">
        <w:rPr>
          <w:rtl/>
          <w:lang w:bidi="fa-IR"/>
        </w:rPr>
        <w:t>،</w:t>
      </w:r>
      <w:r w:rsidRPr="003E3506">
        <w:rPr>
          <w:rtl/>
          <w:lang w:bidi="fa-IR"/>
        </w:rPr>
        <w:t xml:space="preserve"> و يا اجاره دهد وكالت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٢٢٧٠ - اگر وكيل را عزل كند يعنى از كار بركنار نمايد</w:t>
      </w:r>
      <w:r w:rsidR="000C4B14">
        <w:rPr>
          <w:rtl/>
          <w:lang w:bidi="fa-IR"/>
        </w:rPr>
        <w:t>،</w:t>
      </w:r>
      <w:r w:rsidRPr="003E3506">
        <w:rPr>
          <w:rtl/>
          <w:lang w:bidi="fa-IR"/>
        </w:rPr>
        <w:t xml:space="preserve"> بعد از آن كه خبر به او رسيد نمى تواند آن كار را انجام دهد</w:t>
      </w:r>
      <w:r w:rsidR="000C4B14">
        <w:rPr>
          <w:rtl/>
          <w:lang w:bidi="fa-IR"/>
        </w:rPr>
        <w:t>،</w:t>
      </w:r>
      <w:r w:rsidRPr="003E3506">
        <w:rPr>
          <w:rtl/>
          <w:lang w:bidi="fa-IR"/>
        </w:rPr>
        <w:t xml:space="preserve"> ولى اگر پيش از رسيدن خبر آن كار را انجام داده باشد صحيح است</w:t>
      </w:r>
      <w:r w:rsidR="000C4B14">
        <w:rPr>
          <w:rtl/>
          <w:lang w:bidi="fa-IR"/>
        </w:rPr>
        <w:t>.</w:t>
      </w:r>
    </w:p>
    <w:p w:rsidR="003E3506" w:rsidRPr="003E3506" w:rsidRDefault="003E3506" w:rsidP="003E3506">
      <w:pPr>
        <w:pStyle w:val="libNormal"/>
        <w:rPr>
          <w:lang w:bidi="fa-IR"/>
        </w:rPr>
      </w:pPr>
      <w:r w:rsidRPr="003E3506">
        <w:rPr>
          <w:rtl/>
          <w:lang w:bidi="fa-IR"/>
        </w:rPr>
        <w:t>٢٢٧١ - وكيل مى تواند خود را از وكالت بر كنار كند</w:t>
      </w:r>
      <w:r w:rsidR="000C4B14">
        <w:rPr>
          <w:rtl/>
          <w:lang w:bidi="fa-IR"/>
        </w:rPr>
        <w:t>،</w:t>
      </w:r>
      <w:r w:rsidRPr="003E3506">
        <w:rPr>
          <w:rtl/>
          <w:lang w:bidi="fa-IR"/>
        </w:rPr>
        <w:t xml:space="preserve"> اگر چه موكل غايب باشد.</w:t>
      </w:r>
    </w:p>
    <w:p w:rsidR="003E3506" w:rsidRPr="003E3506" w:rsidRDefault="003E3506" w:rsidP="003E3506">
      <w:pPr>
        <w:pStyle w:val="libNormal"/>
        <w:rPr>
          <w:lang w:bidi="fa-IR"/>
        </w:rPr>
      </w:pPr>
      <w:r w:rsidRPr="003E3506">
        <w:rPr>
          <w:rtl/>
          <w:lang w:bidi="fa-IR"/>
        </w:rPr>
        <w:t>٢٢٧٢ - وكيل نمى تواند براى انجام كارى كه به او واگذار شده ديگرى را وكيل نمايد</w:t>
      </w:r>
      <w:r w:rsidR="000C4B14">
        <w:rPr>
          <w:rtl/>
          <w:lang w:bidi="fa-IR"/>
        </w:rPr>
        <w:t>،</w:t>
      </w:r>
      <w:r w:rsidRPr="003E3506">
        <w:rPr>
          <w:rtl/>
          <w:lang w:bidi="fa-IR"/>
        </w:rPr>
        <w:t xml:space="preserve"> ولى اگر موكل به او اجازه داده باشد كه وكيل بگيرد به هر طورى كه به او دستور داده</w:t>
      </w:r>
      <w:r w:rsidR="000C4B14">
        <w:rPr>
          <w:rtl/>
          <w:lang w:bidi="fa-IR"/>
        </w:rPr>
        <w:t>،</w:t>
      </w:r>
      <w:r w:rsidRPr="003E3506">
        <w:rPr>
          <w:rtl/>
          <w:lang w:bidi="fa-IR"/>
        </w:rPr>
        <w:t xml:space="preserve"> مى تواند رفتار نمايد</w:t>
      </w:r>
      <w:r w:rsidR="000C4B14">
        <w:rPr>
          <w:rtl/>
          <w:lang w:bidi="fa-IR"/>
        </w:rPr>
        <w:t>،</w:t>
      </w:r>
      <w:r w:rsidRPr="003E3506">
        <w:rPr>
          <w:rtl/>
          <w:lang w:bidi="fa-IR"/>
        </w:rPr>
        <w:t xml:space="preserve"> پس اگر گفته باشد براى من وكيل بگير</w:t>
      </w:r>
      <w:r w:rsidR="000C4B14">
        <w:rPr>
          <w:rtl/>
          <w:lang w:bidi="fa-IR"/>
        </w:rPr>
        <w:t>،</w:t>
      </w:r>
      <w:r w:rsidRPr="003E3506">
        <w:rPr>
          <w:rtl/>
          <w:lang w:bidi="fa-IR"/>
        </w:rPr>
        <w:t xml:space="preserve"> بايد از طرف او وكيل بگيرد و نمى تواند كسى را از طرف خودش وكيل كند.</w:t>
      </w:r>
    </w:p>
    <w:p w:rsidR="003E3506" w:rsidRPr="003E3506" w:rsidRDefault="003E3506" w:rsidP="003E3506">
      <w:pPr>
        <w:pStyle w:val="libNormal"/>
        <w:rPr>
          <w:lang w:bidi="fa-IR"/>
        </w:rPr>
      </w:pPr>
      <w:r w:rsidRPr="003E3506">
        <w:rPr>
          <w:rtl/>
          <w:lang w:bidi="fa-IR"/>
        </w:rPr>
        <w:t>٢٢٧٣ - اگر وكيل با اجازه موكل كسى را از طرف او وكيل كند</w:t>
      </w:r>
      <w:r w:rsidR="000C4B14">
        <w:rPr>
          <w:rtl/>
          <w:lang w:bidi="fa-IR"/>
        </w:rPr>
        <w:t>،</w:t>
      </w:r>
      <w:r w:rsidRPr="003E3506">
        <w:rPr>
          <w:rtl/>
          <w:lang w:bidi="fa-IR"/>
        </w:rPr>
        <w:t xml:space="preserve"> نمى تواند آن وكيل را عزل نمايد</w:t>
      </w:r>
      <w:r w:rsidR="000C4B14">
        <w:rPr>
          <w:rtl/>
          <w:lang w:bidi="fa-IR"/>
        </w:rPr>
        <w:t>،</w:t>
      </w:r>
      <w:r w:rsidRPr="003E3506">
        <w:rPr>
          <w:rtl/>
          <w:lang w:bidi="fa-IR"/>
        </w:rPr>
        <w:t xml:space="preserve"> و اگر وكيل اول بميرد</w:t>
      </w:r>
      <w:r w:rsidR="000C4B14">
        <w:rPr>
          <w:rtl/>
          <w:lang w:bidi="fa-IR"/>
        </w:rPr>
        <w:t>،</w:t>
      </w:r>
      <w:r w:rsidRPr="003E3506">
        <w:rPr>
          <w:rtl/>
          <w:lang w:bidi="fa-IR"/>
        </w:rPr>
        <w:t xml:space="preserve"> يا موكل او را عزل كند وكالت دومى باطل نمى شود.</w:t>
      </w:r>
    </w:p>
    <w:p w:rsidR="003E3506" w:rsidRPr="003E3506" w:rsidRDefault="003E3506" w:rsidP="003E3506">
      <w:pPr>
        <w:pStyle w:val="libNormal"/>
        <w:rPr>
          <w:lang w:bidi="fa-IR"/>
        </w:rPr>
      </w:pPr>
      <w:r w:rsidRPr="003E3506">
        <w:rPr>
          <w:rtl/>
          <w:lang w:bidi="fa-IR"/>
        </w:rPr>
        <w:t>٢٢٧٤ - اگر وكيل با اجازه موكل</w:t>
      </w:r>
      <w:r w:rsidR="000C4B14">
        <w:rPr>
          <w:rtl/>
          <w:lang w:bidi="fa-IR"/>
        </w:rPr>
        <w:t>،</w:t>
      </w:r>
      <w:r w:rsidRPr="003E3506">
        <w:rPr>
          <w:rtl/>
          <w:lang w:bidi="fa-IR"/>
        </w:rPr>
        <w:t xml:space="preserve"> كسى را از طرف خودش وكيل كند</w:t>
      </w:r>
      <w:r w:rsidR="000C4B14">
        <w:rPr>
          <w:rtl/>
          <w:lang w:bidi="fa-IR"/>
        </w:rPr>
        <w:t>،</w:t>
      </w:r>
      <w:r w:rsidRPr="003E3506">
        <w:rPr>
          <w:rtl/>
          <w:lang w:bidi="fa-IR"/>
        </w:rPr>
        <w:t xml:space="preserve"> موكل و وكيل اول مى توانند آن وكيل را عزل كنند و اگر وكيل اول بميرد يا عزل شود</w:t>
      </w:r>
      <w:r w:rsidR="000C4B14">
        <w:rPr>
          <w:rtl/>
          <w:lang w:bidi="fa-IR"/>
        </w:rPr>
        <w:t>،</w:t>
      </w:r>
      <w:r w:rsidRPr="003E3506">
        <w:rPr>
          <w:rtl/>
          <w:lang w:bidi="fa-IR"/>
        </w:rPr>
        <w:t xml:space="preserve"> وكالت دومى باطل مى شود.</w:t>
      </w:r>
    </w:p>
    <w:p w:rsidR="003E3506" w:rsidRPr="003E3506" w:rsidRDefault="003E3506" w:rsidP="003E3506">
      <w:pPr>
        <w:pStyle w:val="libNormal"/>
        <w:rPr>
          <w:lang w:bidi="fa-IR"/>
        </w:rPr>
      </w:pPr>
      <w:r w:rsidRPr="003E3506">
        <w:rPr>
          <w:rtl/>
          <w:lang w:bidi="fa-IR"/>
        </w:rPr>
        <w:t>٢٢٧٥ - اگر چند نفر را براى انجام كارى وكيل كند و به آنها اجازه دهد هر كدام به تنهايى در آن كار اقدام كند</w:t>
      </w:r>
      <w:r w:rsidR="000C4B14">
        <w:rPr>
          <w:rtl/>
          <w:lang w:bidi="fa-IR"/>
        </w:rPr>
        <w:t>،</w:t>
      </w:r>
      <w:r w:rsidRPr="003E3506">
        <w:rPr>
          <w:rtl/>
          <w:lang w:bidi="fa-IR"/>
        </w:rPr>
        <w:t xml:space="preserve"> هر يك از آنان مى تواند آن كار را انجام دهد و چنانچه يكى از آنان بميرد</w:t>
      </w:r>
      <w:r w:rsidR="000C4B14">
        <w:rPr>
          <w:rtl/>
          <w:lang w:bidi="fa-IR"/>
        </w:rPr>
        <w:t>،</w:t>
      </w:r>
      <w:r w:rsidRPr="003E3506">
        <w:rPr>
          <w:rtl/>
          <w:lang w:bidi="fa-IR"/>
        </w:rPr>
        <w:t xml:space="preserve"> وكالت ديگران باطل نمى شود</w:t>
      </w:r>
      <w:r w:rsidR="000C4B14">
        <w:rPr>
          <w:rtl/>
          <w:lang w:bidi="fa-IR"/>
        </w:rPr>
        <w:t>،</w:t>
      </w:r>
      <w:r w:rsidRPr="003E3506">
        <w:rPr>
          <w:rtl/>
          <w:lang w:bidi="fa-IR"/>
        </w:rPr>
        <w:t xml:space="preserve"> ولى اگر گفته باشد كه با هم انجام دهند</w:t>
      </w:r>
      <w:r w:rsidR="000C4B14">
        <w:rPr>
          <w:rtl/>
          <w:lang w:bidi="fa-IR"/>
        </w:rPr>
        <w:t>،</w:t>
      </w:r>
      <w:r w:rsidRPr="003E3506">
        <w:rPr>
          <w:rtl/>
          <w:lang w:bidi="fa-IR"/>
        </w:rPr>
        <w:t xml:space="preserve"> نمى توانند به تنهايى اقدام نمايند.</w:t>
      </w:r>
    </w:p>
    <w:p w:rsidR="003E3506" w:rsidRPr="003E3506" w:rsidRDefault="003E3506" w:rsidP="003E3506">
      <w:pPr>
        <w:pStyle w:val="libNormal"/>
        <w:rPr>
          <w:lang w:bidi="fa-IR"/>
        </w:rPr>
      </w:pPr>
      <w:r w:rsidRPr="003E3506">
        <w:rPr>
          <w:rtl/>
          <w:lang w:bidi="fa-IR"/>
        </w:rPr>
        <w:t>و در صورتى كه يكى از آنان بميرد وكالت ديگران باطل مى شود.</w:t>
      </w:r>
    </w:p>
    <w:p w:rsidR="003E3506" w:rsidRPr="003E3506" w:rsidRDefault="003E3506" w:rsidP="003E3506">
      <w:pPr>
        <w:pStyle w:val="libNormal"/>
        <w:rPr>
          <w:lang w:bidi="fa-IR"/>
        </w:rPr>
      </w:pPr>
      <w:r w:rsidRPr="003E3506">
        <w:rPr>
          <w:rtl/>
          <w:lang w:bidi="fa-IR"/>
        </w:rPr>
        <w:t>٢٢٧٦ - اگر وكيل يا موكل بميرد</w:t>
      </w:r>
      <w:r w:rsidR="000C4B14">
        <w:rPr>
          <w:rtl/>
          <w:lang w:bidi="fa-IR"/>
        </w:rPr>
        <w:t>،</w:t>
      </w:r>
      <w:r w:rsidRPr="003E3506">
        <w:rPr>
          <w:rtl/>
          <w:lang w:bidi="fa-IR"/>
        </w:rPr>
        <w:t xml:space="preserve"> وكالت باطل مى شود</w:t>
      </w:r>
      <w:r w:rsidR="000C4B14">
        <w:rPr>
          <w:rtl/>
          <w:lang w:bidi="fa-IR"/>
        </w:rPr>
        <w:t>،</w:t>
      </w:r>
      <w:r w:rsidRPr="003E3506">
        <w:rPr>
          <w:rtl/>
          <w:lang w:bidi="fa-IR"/>
        </w:rPr>
        <w:t xml:space="preserve"> و نيز اگر چيزى كه براى تصرف در آن وكيل شده است از بين برود</w:t>
      </w:r>
      <w:r w:rsidR="000C4B14">
        <w:rPr>
          <w:rtl/>
          <w:lang w:bidi="fa-IR"/>
        </w:rPr>
        <w:t>،</w:t>
      </w:r>
      <w:r w:rsidRPr="003E3506">
        <w:rPr>
          <w:rtl/>
          <w:lang w:bidi="fa-IR"/>
        </w:rPr>
        <w:t xml:space="preserve"> مثلا گوسفندى كه براى فروش آن وكيل شده بميرد</w:t>
      </w:r>
      <w:r w:rsidR="000C4B14">
        <w:rPr>
          <w:rtl/>
          <w:lang w:bidi="fa-IR"/>
        </w:rPr>
        <w:t>،</w:t>
      </w:r>
      <w:r w:rsidRPr="003E3506">
        <w:rPr>
          <w:rtl/>
          <w:lang w:bidi="fa-IR"/>
        </w:rPr>
        <w:t xml:space="preserve"> وكالت باطل مى شود.</w:t>
      </w:r>
    </w:p>
    <w:p w:rsidR="003E3506" w:rsidRPr="003E3506" w:rsidRDefault="003E3506" w:rsidP="003E3506">
      <w:pPr>
        <w:pStyle w:val="libNormal"/>
        <w:rPr>
          <w:lang w:bidi="fa-IR"/>
        </w:rPr>
      </w:pPr>
      <w:r w:rsidRPr="003E3506">
        <w:rPr>
          <w:rtl/>
          <w:lang w:bidi="fa-IR"/>
        </w:rPr>
        <w:t>و هم چنين اگر يكى از آنها براى هميشه ديوانه يا بيهوش شود وكالت باطل مى شود</w:t>
      </w:r>
      <w:r w:rsidR="000C4B14">
        <w:rPr>
          <w:rtl/>
          <w:lang w:bidi="fa-IR"/>
        </w:rPr>
        <w:t>،</w:t>
      </w:r>
      <w:r w:rsidRPr="003E3506">
        <w:rPr>
          <w:rtl/>
          <w:lang w:bidi="fa-IR"/>
        </w:rPr>
        <w:t xml:space="preserve"> ولى اگر گاهگاهى ديوانه يا بيهوش مى شود بطلان وكالت در زمان ديوانگى يا بيهوشى چه رسد به بعد از برطرف شدن آن</w:t>
      </w:r>
      <w:r w:rsidR="000C4B14">
        <w:rPr>
          <w:rtl/>
          <w:lang w:bidi="fa-IR"/>
        </w:rPr>
        <w:t>،</w:t>
      </w:r>
      <w:r w:rsidRPr="003E3506">
        <w:rPr>
          <w:rtl/>
          <w:lang w:bidi="fa-IR"/>
        </w:rPr>
        <w:t xml:space="preserve"> مطلقا محل اشكال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٢٢٧٧ - اگر انسان كسى را براى كارى وكيل كند و چيزى براى او قرار بگذارد</w:t>
      </w:r>
      <w:r w:rsidR="000C4B14">
        <w:rPr>
          <w:rtl/>
          <w:lang w:bidi="fa-IR"/>
        </w:rPr>
        <w:t>،</w:t>
      </w:r>
      <w:r w:rsidRPr="003E3506">
        <w:rPr>
          <w:rtl/>
          <w:lang w:bidi="fa-IR"/>
        </w:rPr>
        <w:t xml:space="preserve"> بعد از انجام آن كار</w:t>
      </w:r>
      <w:r w:rsidR="000C4B14">
        <w:rPr>
          <w:rtl/>
          <w:lang w:bidi="fa-IR"/>
        </w:rPr>
        <w:t>،</w:t>
      </w:r>
      <w:r w:rsidRPr="003E3506">
        <w:rPr>
          <w:rtl/>
          <w:lang w:bidi="fa-IR"/>
        </w:rPr>
        <w:t xml:space="preserve"> چيزى را كه قرار گذاشته بايد به او بدهد.</w:t>
      </w:r>
    </w:p>
    <w:p w:rsidR="003E3506" w:rsidRPr="003E3506" w:rsidRDefault="003E3506" w:rsidP="003E3506">
      <w:pPr>
        <w:pStyle w:val="libNormal"/>
        <w:rPr>
          <w:lang w:bidi="fa-IR"/>
        </w:rPr>
      </w:pPr>
      <w:r w:rsidRPr="003E3506">
        <w:rPr>
          <w:rtl/>
          <w:lang w:bidi="fa-IR"/>
        </w:rPr>
        <w:t>٢٢٧٨ - اگر وكيل در نگهدارى مالى كه در اختيار او است كوتاهى نكند و غير از تصرفى كه به او اجازه داده اند</w:t>
      </w:r>
      <w:r w:rsidR="000C4B14">
        <w:rPr>
          <w:rtl/>
          <w:lang w:bidi="fa-IR"/>
        </w:rPr>
        <w:t>،</w:t>
      </w:r>
      <w:r w:rsidRPr="003E3506">
        <w:rPr>
          <w:rtl/>
          <w:lang w:bidi="fa-IR"/>
        </w:rPr>
        <w:t xml:space="preserve"> تصرف ديگرى در آن ننمايد و اتفاقا آن مال از بين برود</w:t>
      </w:r>
      <w:r w:rsidR="000C4B14">
        <w:rPr>
          <w:rtl/>
          <w:lang w:bidi="fa-IR"/>
        </w:rPr>
        <w:t>،</w:t>
      </w:r>
      <w:r w:rsidRPr="003E3506">
        <w:rPr>
          <w:rtl/>
          <w:lang w:bidi="fa-IR"/>
        </w:rPr>
        <w:t xml:space="preserve"> نبايد عوض آن را بدهد.</w:t>
      </w:r>
    </w:p>
    <w:p w:rsidR="003E3506" w:rsidRPr="003E3506" w:rsidRDefault="003E3506" w:rsidP="003E3506">
      <w:pPr>
        <w:pStyle w:val="libNormal"/>
        <w:rPr>
          <w:lang w:bidi="fa-IR"/>
        </w:rPr>
      </w:pPr>
      <w:r w:rsidRPr="003E3506">
        <w:rPr>
          <w:rtl/>
          <w:lang w:bidi="fa-IR"/>
        </w:rPr>
        <w:t>٢٢٧٩ - اگر وكيل در نگهدارى مالى كه در اختيار او است كوتاهى كند</w:t>
      </w:r>
      <w:r w:rsidR="000C4B14">
        <w:rPr>
          <w:rtl/>
          <w:lang w:bidi="fa-IR"/>
        </w:rPr>
        <w:t>،</w:t>
      </w:r>
      <w:r w:rsidRPr="003E3506">
        <w:rPr>
          <w:rtl/>
          <w:lang w:bidi="fa-IR"/>
        </w:rPr>
        <w:t xml:space="preserve"> يا غير از تصرفى كه به او اجازه داده اند تصرف ديگرى در آن بنمايد</w:t>
      </w:r>
      <w:r w:rsidR="000C4B14">
        <w:rPr>
          <w:rtl/>
          <w:lang w:bidi="fa-IR"/>
        </w:rPr>
        <w:t>،</w:t>
      </w:r>
      <w:r w:rsidRPr="003E3506">
        <w:rPr>
          <w:rtl/>
          <w:lang w:bidi="fa-IR"/>
        </w:rPr>
        <w:t xml:space="preserve"> و آن مال از بين برود</w:t>
      </w:r>
      <w:r w:rsidR="000C4B14">
        <w:rPr>
          <w:rtl/>
          <w:lang w:bidi="fa-IR"/>
        </w:rPr>
        <w:t>،</w:t>
      </w:r>
      <w:r w:rsidRPr="003E3506">
        <w:rPr>
          <w:rtl/>
          <w:lang w:bidi="fa-IR"/>
        </w:rPr>
        <w:t xml:space="preserve"> ضامن است</w:t>
      </w:r>
      <w:r w:rsidR="000C4B14">
        <w:rPr>
          <w:rtl/>
          <w:lang w:bidi="fa-IR"/>
        </w:rPr>
        <w:t>.</w:t>
      </w:r>
    </w:p>
    <w:p w:rsidR="003E3506" w:rsidRPr="003E3506" w:rsidRDefault="003E3506" w:rsidP="003E3506">
      <w:pPr>
        <w:pStyle w:val="libNormal"/>
        <w:rPr>
          <w:lang w:bidi="fa-IR"/>
        </w:rPr>
      </w:pPr>
      <w:r w:rsidRPr="003E3506">
        <w:rPr>
          <w:rtl/>
          <w:lang w:bidi="fa-IR"/>
        </w:rPr>
        <w:t>پس اگر لباسى را كه گفته اند بفروش بپوشد و آن لباس تلف شود</w:t>
      </w:r>
      <w:r w:rsidR="000C4B14">
        <w:rPr>
          <w:rtl/>
          <w:lang w:bidi="fa-IR"/>
        </w:rPr>
        <w:t>،</w:t>
      </w:r>
      <w:r w:rsidRPr="003E3506">
        <w:rPr>
          <w:rtl/>
          <w:lang w:bidi="fa-IR"/>
        </w:rPr>
        <w:t xml:space="preserve"> بايد عوض آن را بدهد.</w:t>
      </w:r>
    </w:p>
    <w:p w:rsidR="003E3506" w:rsidRPr="003E3506" w:rsidRDefault="003E3506" w:rsidP="003E3506">
      <w:pPr>
        <w:pStyle w:val="libNormal"/>
        <w:rPr>
          <w:lang w:bidi="fa-IR"/>
        </w:rPr>
      </w:pPr>
      <w:r w:rsidRPr="003E3506">
        <w:rPr>
          <w:rtl/>
          <w:lang w:bidi="fa-IR"/>
        </w:rPr>
        <w:t>٢٢٨٠ - اگر وكيل غير از تصرفى كه به او اجازه داده اند</w:t>
      </w:r>
      <w:r w:rsidR="000C4B14">
        <w:rPr>
          <w:rtl/>
          <w:lang w:bidi="fa-IR"/>
        </w:rPr>
        <w:t>،</w:t>
      </w:r>
      <w:r w:rsidRPr="003E3506">
        <w:rPr>
          <w:rtl/>
          <w:lang w:bidi="fa-IR"/>
        </w:rPr>
        <w:t xml:space="preserve"> تصرف ديگرى در مال بكند</w:t>
      </w:r>
      <w:r w:rsidR="000C4B14">
        <w:rPr>
          <w:rtl/>
          <w:lang w:bidi="fa-IR"/>
        </w:rPr>
        <w:t>،</w:t>
      </w:r>
      <w:r w:rsidRPr="003E3506">
        <w:rPr>
          <w:rtl/>
          <w:lang w:bidi="fa-IR"/>
        </w:rPr>
        <w:t xml:space="preserve"> مثلا لباسى را كه گفته اند بفروش</w:t>
      </w:r>
      <w:r w:rsidR="000C4B14">
        <w:rPr>
          <w:rtl/>
          <w:lang w:bidi="fa-IR"/>
        </w:rPr>
        <w:t>،</w:t>
      </w:r>
      <w:r w:rsidRPr="003E3506">
        <w:rPr>
          <w:rtl/>
          <w:lang w:bidi="fa-IR"/>
        </w:rPr>
        <w:t xml:space="preserve"> بپوشد و بعدا تصرفى كه به او اجازه داده اند بنمايد</w:t>
      </w:r>
      <w:r w:rsidR="000C4B14">
        <w:rPr>
          <w:rtl/>
          <w:lang w:bidi="fa-IR"/>
        </w:rPr>
        <w:t>،</w:t>
      </w:r>
      <w:r w:rsidRPr="003E3506">
        <w:rPr>
          <w:rtl/>
          <w:lang w:bidi="fa-IR"/>
        </w:rPr>
        <w:t xml:space="preserve"> آن تصرف صحيح است</w:t>
      </w:r>
      <w:r w:rsidR="000C4B14">
        <w:rPr>
          <w:rtl/>
          <w:lang w:bidi="fa-IR"/>
        </w:rPr>
        <w:t>.</w:t>
      </w:r>
    </w:p>
    <w:p w:rsidR="003E3506" w:rsidRDefault="00605FAB" w:rsidP="007E0CCF">
      <w:pPr>
        <w:pStyle w:val="Heading3"/>
        <w:rPr>
          <w:rtl/>
          <w:lang w:bidi="fa-IR"/>
        </w:rPr>
      </w:pPr>
      <w:bookmarkStart w:id="246" w:name="_Toc24454669"/>
      <w:r>
        <w:rPr>
          <w:rtl/>
          <w:lang w:bidi="fa-IR"/>
        </w:rPr>
        <w:t>(</w:t>
      </w:r>
      <w:r w:rsidR="003E3506" w:rsidRPr="003E3506">
        <w:rPr>
          <w:rtl/>
          <w:lang w:bidi="fa-IR"/>
        </w:rPr>
        <w:t>احكام قرض</w:t>
      </w:r>
      <w:r>
        <w:rPr>
          <w:rtl/>
          <w:lang w:bidi="fa-IR"/>
        </w:rPr>
        <w:t>)</w:t>
      </w:r>
      <w:bookmarkEnd w:id="246"/>
    </w:p>
    <w:p w:rsidR="003E3506" w:rsidRPr="003E3506" w:rsidRDefault="003E3506" w:rsidP="003E3506">
      <w:pPr>
        <w:pStyle w:val="libNormal"/>
        <w:rPr>
          <w:lang w:bidi="fa-IR"/>
        </w:rPr>
      </w:pPr>
      <w:r w:rsidRPr="003E3506">
        <w:rPr>
          <w:rtl/>
          <w:lang w:bidi="fa-IR"/>
        </w:rPr>
        <w:t>١/٢٢٨٠ - قرض دادن به مؤمنين بخصوص به محتاجين آنان از كارهاى مستحب است كه در اخبار</w:t>
      </w:r>
      <w:r w:rsidR="000C4B14">
        <w:rPr>
          <w:rtl/>
          <w:lang w:bidi="fa-IR"/>
        </w:rPr>
        <w:t>،</w:t>
      </w:r>
      <w:r w:rsidRPr="003E3506">
        <w:rPr>
          <w:rtl/>
          <w:lang w:bidi="fa-IR"/>
        </w:rPr>
        <w:t xml:space="preserve"> راجع به آن زياد سفارش شده است</w:t>
      </w:r>
      <w:r w:rsidR="000C4B14">
        <w:rPr>
          <w:rtl/>
          <w:lang w:bidi="fa-IR"/>
        </w:rPr>
        <w:t>،</w:t>
      </w:r>
      <w:r w:rsidRPr="003E3506">
        <w:rPr>
          <w:rtl/>
          <w:lang w:bidi="fa-IR"/>
        </w:rPr>
        <w:t xml:space="preserve"> از پيغمبر اكرم </w:t>
      </w:r>
      <w:r w:rsidR="00884B11" w:rsidRPr="00884B11">
        <w:rPr>
          <w:rStyle w:val="libAlaemChar"/>
          <w:rtl/>
        </w:rPr>
        <w:t>صلى‌الله‌عليه‌وآله‌وسلم</w:t>
      </w:r>
      <w:r w:rsidRPr="003E3506">
        <w:rPr>
          <w:rtl/>
          <w:lang w:bidi="fa-IR"/>
        </w:rPr>
        <w:t xml:space="preserve"> روايت شده كه هر كس به برادر مسلمان خود قرض بدهد مال او زياد مى شود</w:t>
      </w:r>
      <w:r w:rsidR="000C4B14">
        <w:rPr>
          <w:rtl/>
          <w:lang w:bidi="fa-IR"/>
        </w:rPr>
        <w:t>،</w:t>
      </w:r>
      <w:r w:rsidRPr="003E3506">
        <w:rPr>
          <w:rtl/>
          <w:lang w:bidi="fa-IR"/>
        </w:rPr>
        <w:t xml:space="preserve"> و ملائكه بر او رحمت مى فرستند و اگر با بدهكار خود مدارا كند</w:t>
      </w:r>
      <w:r w:rsidR="000C4B14">
        <w:rPr>
          <w:rtl/>
          <w:lang w:bidi="fa-IR"/>
        </w:rPr>
        <w:t>،</w:t>
      </w:r>
      <w:r w:rsidRPr="003E3506">
        <w:rPr>
          <w:rtl/>
          <w:lang w:bidi="fa-IR"/>
        </w:rPr>
        <w:t xml:space="preserve"> بدون حساب و به سرعت از صراط مى گذرد</w:t>
      </w:r>
      <w:r w:rsidR="000C4B14">
        <w:rPr>
          <w:rtl/>
          <w:lang w:bidi="fa-IR"/>
        </w:rPr>
        <w:t>،</w:t>
      </w:r>
      <w:r w:rsidRPr="003E3506">
        <w:rPr>
          <w:rtl/>
          <w:lang w:bidi="fa-IR"/>
        </w:rPr>
        <w:t xml:space="preserve"> و كسى كه برادر مسلمانش از او قرض بخواهد و ندهد</w:t>
      </w:r>
      <w:r w:rsidR="000C4B14">
        <w:rPr>
          <w:rtl/>
          <w:lang w:bidi="fa-IR"/>
        </w:rPr>
        <w:t>،</w:t>
      </w:r>
      <w:r w:rsidRPr="003E3506">
        <w:rPr>
          <w:rtl/>
          <w:lang w:bidi="fa-IR"/>
        </w:rPr>
        <w:t xml:space="preserve"> بهشت بر او حرام مى شود.</w:t>
      </w:r>
    </w:p>
    <w:p w:rsidR="003E3506" w:rsidRPr="003E3506" w:rsidRDefault="003E3506" w:rsidP="003E3506">
      <w:pPr>
        <w:pStyle w:val="libNormal"/>
        <w:rPr>
          <w:lang w:bidi="fa-IR"/>
        </w:rPr>
      </w:pPr>
      <w:r w:rsidRPr="003E3506">
        <w:rPr>
          <w:rtl/>
          <w:lang w:bidi="fa-IR"/>
        </w:rPr>
        <w:t>٢٢٨١ - در قرض لازم نيست صيغه بخوانند</w:t>
      </w:r>
      <w:r w:rsidR="000C4B14">
        <w:rPr>
          <w:rtl/>
          <w:lang w:bidi="fa-IR"/>
        </w:rPr>
        <w:t>،</w:t>
      </w:r>
      <w:r w:rsidRPr="003E3506">
        <w:rPr>
          <w:rtl/>
          <w:lang w:bidi="fa-IR"/>
        </w:rPr>
        <w:t xml:space="preserve"> بلكه اگر چيزى را به نيت قرض به كسى بدهد و او هم به همين قصد بگيرد</w:t>
      </w:r>
      <w:r w:rsidR="000C4B14">
        <w:rPr>
          <w:rtl/>
          <w:lang w:bidi="fa-IR"/>
        </w:rPr>
        <w:t>،</w:t>
      </w:r>
      <w:r w:rsidRPr="003E3506">
        <w:rPr>
          <w:rtl/>
          <w:lang w:bidi="fa-IR"/>
        </w:rPr>
        <w:t xml:space="preserve"> صحيح است</w:t>
      </w:r>
      <w:r w:rsidR="000C4B14">
        <w:rPr>
          <w:rtl/>
          <w:lang w:bidi="fa-IR"/>
        </w:rPr>
        <w:t>.</w:t>
      </w:r>
    </w:p>
    <w:p w:rsidR="003E3506" w:rsidRPr="003E3506" w:rsidRDefault="003E3506" w:rsidP="003E3506">
      <w:pPr>
        <w:pStyle w:val="libNormal"/>
        <w:rPr>
          <w:lang w:bidi="fa-IR"/>
        </w:rPr>
      </w:pPr>
      <w:r w:rsidRPr="003E3506">
        <w:rPr>
          <w:rtl/>
          <w:lang w:bidi="fa-IR"/>
        </w:rPr>
        <w:t>٢٢٨٢ - هر وقت بدهكار بدهى خود را بدهد</w:t>
      </w:r>
      <w:r w:rsidR="000C4B14">
        <w:rPr>
          <w:rtl/>
          <w:lang w:bidi="fa-IR"/>
        </w:rPr>
        <w:t>،</w:t>
      </w:r>
      <w:r w:rsidRPr="003E3506">
        <w:rPr>
          <w:rtl/>
          <w:lang w:bidi="fa-IR"/>
        </w:rPr>
        <w:t xml:space="preserve"> طلبكار بايد قبول نمايد</w:t>
      </w:r>
      <w:r w:rsidR="000C4B14">
        <w:rPr>
          <w:rtl/>
          <w:lang w:bidi="fa-IR"/>
        </w:rPr>
        <w:t>،</w:t>
      </w:r>
      <w:r w:rsidRPr="003E3506">
        <w:rPr>
          <w:rtl/>
          <w:lang w:bidi="fa-IR"/>
        </w:rPr>
        <w:t xml:space="preserve"> مگر آنكه براى پرداخت آن به درخواست طلبكار يا به درخواست هر دو مدتى قرار داده باشند كه در اين صورت طلبكار مى تواند پيش از تمام شدن مدت از دريافت طلب خود امتناع كند.</w:t>
      </w:r>
    </w:p>
    <w:p w:rsidR="003E3506" w:rsidRPr="003E3506" w:rsidRDefault="003E3506" w:rsidP="003E3506">
      <w:pPr>
        <w:pStyle w:val="libNormal"/>
        <w:rPr>
          <w:lang w:bidi="fa-IR"/>
        </w:rPr>
      </w:pPr>
      <w:r w:rsidRPr="003E3506">
        <w:rPr>
          <w:rtl/>
          <w:lang w:bidi="fa-IR"/>
        </w:rPr>
        <w:lastRenderedPageBreak/>
        <w:t>٢٢٨٣ - اگر در صيغه قرض براى پرداخت آن مدتى قرار دهند</w:t>
      </w:r>
      <w:r w:rsidR="000C4B14">
        <w:rPr>
          <w:rtl/>
          <w:lang w:bidi="fa-IR"/>
        </w:rPr>
        <w:t>،</w:t>
      </w:r>
      <w:r w:rsidRPr="003E3506">
        <w:rPr>
          <w:rtl/>
          <w:lang w:bidi="fa-IR"/>
        </w:rPr>
        <w:t xml:space="preserve"> چنانچه تعيين مدت به درخواست بدهكار يا به درخواست هر دو طرف بوده باشد</w:t>
      </w:r>
      <w:r w:rsidR="000C4B14">
        <w:rPr>
          <w:rtl/>
          <w:lang w:bidi="fa-IR"/>
        </w:rPr>
        <w:t>،</w:t>
      </w:r>
      <w:r w:rsidRPr="003E3506">
        <w:rPr>
          <w:rtl/>
          <w:lang w:bidi="fa-IR"/>
        </w:rPr>
        <w:t xml:space="preserve"> طلبكار نمى تواند پيش از تمام شدن آن مدت طلب خود را مطالبه كند</w:t>
      </w:r>
      <w:r w:rsidR="000C4B14">
        <w:rPr>
          <w:rtl/>
          <w:lang w:bidi="fa-IR"/>
        </w:rPr>
        <w:t>،</w:t>
      </w:r>
      <w:r w:rsidRPr="003E3506">
        <w:rPr>
          <w:rtl/>
          <w:lang w:bidi="fa-IR"/>
        </w:rPr>
        <w:t xml:space="preserve"> ولى اگر تعيين مدت به درخواست طلبكار بوده يا اصلا براى پرداخت بدهى مدتى تعيين نشده بوده طلبكار مى تواند هر وقت بخواهد طلب خود را مطالبه نمايد.</w:t>
      </w:r>
    </w:p>
    <w:p w:rsidR="003E3506" w:rsidRPr="003E3506" w:rsidRDefault="003E3506" w:rsidP="003E3506">
      <w:pPr>
        <w:pStyle w:val="libNormal"/>
        <w:rPr>
          <w:lang w:bidi="fa-IR"/>
        </w:rPr>
      </w:pPr>
      <w:r w:rsidRPr="003E3506">
        <w:rPr>
          <w:rtl/>
          <w:lang w:bidi="fa-IR"/>
        </w:rPr>
        <w:t>٢٢٨٤ - اگر طلبكار طلب خود را مطالبه كند</w:t>
      </w:r>
      <w:r w:rsidR="000C4B14">
        <w:rPr>
          <w:rtl/>
          <w:lang w:bidi="fa-IR"/>
        </w:rPr>
        <w:t>،</w:t>
      </w:r>
      <w:r w:rsidRPr="003E3506">
        <w:rPr>
          <w:rtl/>
          <w:lang w:bidi="fa-IR"/>
        </w:rPr>
        <w:t xml:space="preserve"> چنانچه بدهكار بتواند بدهى خود را بدهد</w:t>
      </w:r>
      <w:r w:rsidR="000C4B14">
        <w:rPr>
          <w:rtl/>
          <w:lang w:bidi="fa-IR"/>
        </w:rPr>
        <w:t>،</w:t>
      </w:r>
      <w:r w:rsidRPr="003E3506">
        <w:rPr>
          <w:rtl/>
          <w:lang w:bidi="fa-IR"/>
        </w:rPr>
        <w:t xml:space="preserve"> بايد فورا آن را بپردازد و اگر تاخير بيندازد گناهكار است</w:t>
      </w:r>
      <w:r w:rsidR="000C4B14">
        <w:rPr>
          <w:rtl/>
          <w:lang w:bidi="fa-IR"/>
        </w:rPr>
        <w:t>.</w:t>
      </w:r>
    </w:p>
    <w:p w:rsidR="003E3506" w:rsidRPr="003E3506" w:rsidRDefault="003E3506" w:rsidP="003E3506">
      <w:pPr>
        <w:pStyle w:val="libNormal"/>
        <w:rPr>
          <w:lang w:bidi="fa-IR"/>
        </w:rPr>
      </w:pPr>
      <w:r w:rsidRPr="003E3506">
        <w:rPr>
          <w:rtl/>
          <w:lang w:bidi="fa-IR"/>
        </w:rPr>
        <w:t>٢٢٨٥ - اگر بدهكار غير از خانه اى كه در آن نشسته و اثاثيه منزل و چيزهاى ديگرى كه به آنها احتياج دارد و بدون آنها در زحمت مى افتد</w:t>
      </w:r>
      <w:r w:rsidR="000C4B14">
        <w:rPr>
          <w:rtl/>
          <w:lang w:bidi="fa-IR"/>
        </w:rPr>
        <w:t>،</w:t>
      </w:r>
      <w:r w:rsidRPr="003E3506">
        <w:rPr>
          <w:rtl/>
          <w:lang w:bidi="fa-IR"/>
        </w:rPr>
        <w:t xml:space="preserve"> چيزى نداشته باشد</w:t>
      </w:r>
      <w:r w:rsidR="000C4B14">
        <w:rPr>
          <w:rtl/>
          <w:lang w:bidi="fa-IR"/>
        </w:rPr>
        <w:t>،</w:t>
      </w:r>
      <w:r w:rsidRPr="003E3506">
        <w:rPr>
          <w:rtl/>
          <w:lang w:bidi="fa-IR"/>
        </w:rPr>
        <w:t xml:space="preserve"> طلبكار نمى تواند طلب خود را از او مطالبه نمايد</w:t>
      </w:r>
      <w:r w:rsidR="000C4B14">
        <w:rPr>
          <w:rtl/>
          <w:lang w:bidi="fa-IR"/>
        </w:rPr>
        <w:t>،</w:t>
      </w:r>
      <w:r w:rsidRPr="003E3506">
        <w:rPr>
          <w:rtl/>
          <w:lang w:bidi="fa-IR"/>
        </w:rPr>
        <w:t xml:space="preserve"> بلكه بايد صبر كند تا بتواند بدهى خود را بدهد.</w:t>
      </w:r>
    </w:p>
    <w:p w:rsidR="003E3506" w:rsidRPr="003E3506" w:rsidRDefault="003E3506" w:rsidP="003E3506">
      <w:pPr>
        <w:pStyle w:val="libNormal"/>
        <w:rPr>
          <w:lang w:bidi="fa-IR"/>
        </w:rPr>
      </w:pPr>
      <w:r w:rsidRPr="003E3506">
        <w:rPr>
          <w:rtl/>
          <w:lang w:bidi="fa-IR"/>
        </w:rPr>
        <w:t>٢٢٨٦ - كسى كه بدهكار است و نمى تواند بدهى خود را بدهد چنانچه بتواند كسبى بكند كه لايق شانش باشد</w:t>
      </w:r>
      <w:r w:rsidR="000C4B14">
        <w:rPr>
          <w:rtl/>
          <w:lang w:bidi="fa-IR"/>
        </w:rPr>
        <w:t>،</w:t>
      </w:r>
      <w:r w:rsidRPr="003E3506">
        <w:rPr>
          <w:rtl/>
          <w:lang w:bidi="fa-IR"/>
        </w:rPr>
        <w:t xml:space="preserve"> احتياط واجب آن است كه كسب كند و بدهى خود را بدهد مخصوصا كسى كه كاسبى براى او آسان است يا آنكه كارش كاسبى است بلكه وجوب آن در اين صورت خالى از قوت نيست</w:t>
      </w:r>
      <w:r w:rsidR="000C4B14">
        <w:rPr>
          <w:rtl/>
          <w:lang w:bidi="fa-IR"/>
        </w:rPr>
        <w:t>.</w:t>
      </w:r>
    </w:p>
    <w:p w:rsidR="003E3506" w:rsidRPr="003E3506" w:rsidRDefault="003E3506" w:rsidP="003E3506">
      <w:pPr>
        <w:pStyle w:val="libNormal"/>
        <w:rPr>
          <w:lang w:bidi="fa-IR"/>
        </w:rPr>
      </w:pPr>
      <w:r w:rsidRPr="003E3506">
        <w:rPr>
          <w:rtl/>
          <w:lang w:bidi="fa-IR"/>
        </w:rPr>
        <w:t>٢٢٨٧ - كسى كه دسترسى به طلبكار خود ندارد</w:t>
      </w:r>
      <w:r w:rsidR="000C4B14">
        <w:rPr>
          <w:rtl/>
          <w:lang w:bidi="fa-IR"/>
        </w:rPr>
        <w:t>،</w:t>
      </w:r>
      <w:r w:rsidRPr="003E3506">
        <w:rPr>
          <w:rtl/>
          <w:lang w:bidi="fa-IR"/>
        </w:rPr>
        <w:t xml:space="preserve"> چنانچه اميد نداشته باشد كه در آينده او يا وارثش را پيدا كند</w:t>
      </w:r>
      <w:r w:rsidR="000C4B14">
        <w:rPr>
          <w:rtl/>
          <w:lang w:bidi="fa-IR"/>
        </w:rPr>
        <w:t>،</w:t>
      </w:r>
      <w:r w:rsidRPr="003E3506">
        <w:rPr>
          <w:rtl/>
          <w:lang w:bidi="fa-IR"/>
        </w:rPr>
        <w:t xml:space="preserve"> بايد طلب او را از طرف صاحبش به فقير بدهد. و بنابر احتياط از حاكم شرع در اين كار اجازه بگيرد</w:t>
      </w:r>
      <w:r w:rsidR="000C4B14">
        <w:rPr>
          <w:rtl/>
          <w:lang w:bidi="fa-IR"/>
        </w:rPr>
        <w:t>،</w:t>
      </w:r>
      <w:r w:rsidRPr="003E3506">
        <w:rPr>
          <w:rtl/>
          <w:lang w:bidi="fa-IR"/>
        </w:rPr>
        <w:t xml:space="preserve"> و اگر طلبكار او سيد نباشد</w:t>
      </w:r>
      <w:r w:rsidR="000C4B14">
        <w:rPr>
          <w:rtl/>
          <w:lang w:bidi="fa-IR"/>
        </w:rPr>
        <w:t>،</w:t>
      </w:r>
      <w:r w:rsidRPr="003E3506">
        <w:rPr>
          <w:rtl/>
          <w:lang w:bidi="fa-IR"/>
        </w:rPr>
        <w:t xml:space="preserve"> احتياط مستحبى آن است كه طلب او را به سيد فقير ندهد</w:t>
      </w:r>
      <w:r w:rsidR="000C4B14">
        <w:rPr>
          <w:rtl/>
          <w:lang w:bidi="fa-IR"/>
        </w:rPr>
        <w:t>،</w:t>
      </w:r>
      <w:r w:rsidRPr="003E3506">
        <w:rPr>
          <w:rtl/>
          <w:lang w:bidi="fa-IR"/>
        </w:rPr>
        <w:t xml:space="preserve"> ولى اگر اميد داشته باشد كه او يا وارثش را پيدا كند بايد منتظر بماند و از او جستجو كند چنانچه او را پيدا ننمايد وصيت كند كه اگر او مرد و طلبكار يا وارثش پيدا شد طلب او را از مالش بپردازند.</w:t>
      </w:r>
    </w:p>
    <w:p w:rsidR="003E3506" w:rsidRPr="003E3506" w:rsidRDefault="003E3506" w:rsidP="003E3506">
      <w:pPr>
        <w:pStyle w:val="libNormal"/>
        <w:rPr>
          <w:lang w:bidi="fa-IR"/>
        </w:rPr>
      </w:pPr>
      <w:r w:rsidRPr="003E3506">
        <w:rPr>
          <w:rtl/>
          <w:lang w:bidi="fa-IR"/>
        </w:rPr>
        <w:t>٢٢٨٨ - اگر مال ميت بيشتر از خرج واجب كفن و دفن و بدهى او نباشد</w:t>
      </w:r>
      <w:r w:rsidR="000C4B14">
        <w:rPr>
          <w:rtl/>
          <w:lang w:bidi="fa-IR"/>
        </w:rPr>
        <w:t>،</w:t>
      </w:r>
      <w:r w:rsidRPr="003E3506">
        <w:rPr>
          <w:rtl/>
          <w:lang w:bidi="fa-IR"/>
        </w:rPr>
        <w:t xml:space="preserve"> بايد مالش را به همين مصرفها برسانند و به وارث او چيزى نمى رسد.</w:t>
      </w:r>
    </w:p>
    <w:p w:rsidR="003E3506" w:rsidRPr="003E3506" w:rsidRDefault="003E3506" w:rsidP="003E3506">
      <w:pPr>
        <w:pStyle w:val="libNormal"/>
        <w:rPr>
          <w:lang w:bidi="fa-IR"/>
        </w:rPr>
      </w:pPr>
      <w:r w:rsidRPr="003E3506">
        <w:rPr>
          <w:rtl/>
          <w:lang w:bidi="fa-IR"/>
        </w:rPr>
        <w:lastRenderedPageBreak/>
        <w:t>٢٢٨٩ - اگر كسى مقدارى پول طلا يا نقره و مانند اينها قرض كند و قيمت آن كم شود</w:t>
      </w:r>
      <w:r w:rsidR="000C4B14">
        <w:rPr>
          <w:rtl/>
          <w:lang w:bidi="fa-IR"/>
        </w:rPr>
        <w:t>،</w:t>
      </w:r>
      <w:r w:rsidRPr="003E3506">
        <w:rPr>
          <w:rtl/>
          <w:lang w:bidi="fa-IR"/>
        </w:rPr>
        <w:t xml:space="preserve"> چنانچه همان مقدار را كه گرفته پس بدهد كافى است و اگر قيمت آن زيادتر گردد لازم است همان مقدار را كه گرفته بدهد ولى در هر دو صورت اگر بدهكار و طلبكار به غير آن راضى شوند اشكال ندارد.</w:t>
      </w:r>
    </w:p>
    <w:p w:rsidR="003E3506" w:rsidRPr="003E3506" w:rsidRDefault="003E3506" w:rsidP="003E3506">
      <w:pPr>
        <w:pStyle w:val="libNormal"/>
        <w:rPr>
          <w:lang w:bidi="fa-IR"/>
        </w:rPr>
      </w:pPr>
      <w:r w:rsidRPr="003E3506">
        <w:rPr>
          <w:rtl/>
          <w:lang w:bidi="fa-IR"/>
        </w:rPr>
        <w:t>٢٢٩٠ - اگر مالى را كه قرض كرده از بين نرفته باشد و صاحب مال</w:t>
      </w:r>
      <w:r w:rsidR="000C4B14">
        <w:rPr>
          <w:rtl/>
          <w:lang w:bidi="fa-IR"/>
        </w:rPr>
        <w:t>،</w:t>
      </w:r>
      <w:r w:rsidRPr="003E3506">
        <w:rPr>
          <w:rtl/>
          <w:lang w:bidi="fa-IR"/>
        </w:rPr>
        <w:t xml:space="preserve"> آن را مطالبه كند</w:t>
      </w:r>
      <w:r w:rsidR="000C4B14">
        <w:rPr>
          <w:rtl/>
          <w:lang w:bidi="fa-IR"/>
        </w:rPr>
        <w:t>،</w:t>
      </w:r>
      <w:r w:rsidRPr="003E3506">
        <w:rPr>
          <w:rtl/>
          <w:lang w:bidi="fa-IR"/>
        </w:rPr>
        <w:t xml:space="preserve"> احتياط مستحب آن است كه بدهكار همان مال را به او بدهد.</w:t>
      </w:r>
    </w:p>
    <w:p w:rsidR="003E3506" w:rsidRPr="003E3506" w:rsidRDefault="003E3506" w:rsidP="003E3506">
      <w:pPr>
        <w:pStyle w:val="libNormal"/>
        <w:rPr>
          <w:lang w:bidi="fa-IR"/>
        </w:rPr>
      </w:pPr>
      <w:r w:rsidRPr="003E3506">
        <w:rPr>
          <w:rtl/>
          <w:lang w:bidi="fa-IR"/>
        </w:rPr>
        <w:t>٢٢٩١ - اگر كسى كه قرض مى دهد شرط كند كه زيادتر از مقدارى كه مى دهد بگيرد</w:t>
      </w:r>
      <w:r w:rsidR="000C4B14">
        <w:rPr>
          <w:rtl/>
          <w:lang w:bidi="fa-IR"/>
        </w:rPr>
        <w:t>،</w:t>
      </w:r>
      <w:r w:rsidRPr="003E3506">
        <w:rPr>
          <w:rtl/>
          <w:lang w:bidi="fa-IR"/>
        </w:rPr>
        <w:t xml:space="preserve"> مثلا يك من گندم بدهد و شرط كند كه يك من و پنج سير بگيرد</w:t>
      </w:r>
      <w:r w:rsidR="000C4B14">
        <w:rPr>
          <w:rtl/>
          <w:lang w:bidi="fa-IR"/>
        </w:rPr>
        <w:t>،</w:t>
      </w:r>
      <w:r w:rsidRPr="003E3506">
        <w:rPr>
          <w:rtl/>
          <w:lang w:bidi="fa-IR"/>
        </w:rPr>
        <w:t xml:space="preserve"> يا ده تخم مرغ بدهد كه يازده تا بگيرد</w:t>
      </w:r>
      <w:r w:rsidR="000C4B14">
        <w:rPr>
          <w:rtl/>
          <w:lang w:bidi="fa-IR"/>
        </w:rPr>
        <w:t>،</w:t>
      </w:r>
      <w:r w:rsidRPr="003E3506">
        <w:rPr>
          <w:rtl/>
          <w:lang w:bidi="fa-IR"/>
        </w:rPr>
        <w:t xml:space="preserve"> ربا و حرام است</w:t>
      </w:r>
      <w:r w:rsidR="000C4B14">
        <w:rPr>
          <w:rtl/>
          <w:lang w:bidi="fa-IR"/>
        </w:rPr>
        <w:t>.</w:t>
      </w:r>
    </w:p>
    <w:p w:rsidR="003E3506" w:rsidRPr="003E3506" w:rsidRDefault="003E3506" w:rsidP="003E3506">
      <w:pPr>
        <w:pStyle w:val="libNormal"/>
        <w:rPr>
          <w:lang w:bidi="fa-IR"/>
        </w:rPr>
      </w:pPr>
      <w:r w:rsidRPr="003E3506">
        <w:rPr>
          <w:rtl/>
          <w:lang w:bidi="fa-IR"/>
        </w:rPr>
        <w:t>بلكه اگر قرار بگذارد كه بدهكار كارى براى او انجام دهد</w:t>
      </w:r>
      <w:r w:rsidR="000C4B14">
        <w:rPr>
          <w:rtl/>
          <w:lang w:bidi="fa-IR"/>
        </w:rPr>
        <w:t>،</w:t>
      </w:r>
      <w:r w:rsidRPr="003E3506">
        <w:rPr>
          <w:rtl/>
          <w:lang w:bidi="fa-IR"/>
        </w:rPr>
        <w:t xml:space="preserve"> يا چيزى را كه قرض كرده با مقدارى جنس ديگر پس دهد</w:t>
      </w:r>
      <w:r w:rsidR="000C4B14">
        <w:rPr>
          <w:rtl/>
          <w:lang w:bidi="fa-IR"/>
        </w:rPr>
        <w:t>،</w:t>
      </w:r>
      <w:r w:rsidRPr="003E3506">
        <w:rPr>
          <w:rtl/>
          <w:lang w:bidi="fa-IR"/>
        </w:rPr>
        <w:t xml:space="preserve"> مثلا شرط كند يك تومانى را كه قرض كرده با يك كبريت پس دهد</w:t>
      </w:r>
      <w:r w:rsidR="000C4B14">
        <w:rPr>
          <w:rtl/>
          <w:lang w:bidi="fa-IR"/>
        </w:rPr>
        <w:t>،</w:t>
      </w:r>
      <w:r w:rsidRPr="003E3506">
        <w:rPr>
          <w:rtl/>
          <w:lang w:bidi="fa-IR"/>
        </w:rPr>
        <w:t xml:space="preserve"> ربا و حرام است و نيز اگر با او شرط كند كه چيزى را كه قرض مى گيرد بطور مخصوصى پس دهد</w:t>
      </w:r>
      <w:r w:rsidR="000C4B14">
        <w:rPr>
          <w:rtl/>
          <w:lang w:bidi="fa-IR"/>
        </w:rPr>
        <w:t>،</w:t>
      </w:r>
      <w:r w:rsidRPr="003E3506">
        <w:rPr>
          <w:rtl/>
          <w:lang w:bidi="fa-IR"/>
        </w:rPr>
        <w:t xml:space="preserve"> مثلا مقدارى طلاى نساخته به او بدهد</w:t>
      </w:r>
      <w:r w:rsidR="000C4B14">
        <w:rPr>
          <w:rtl/>
          <w:lang w:bidi="fa-IR"/>
        </w:rPr>
        <w:t>،</w:t>
      </w:r>
      <w:r w:rsidRPr="003E3506">
        <w:rPr>
          <w:rtl/>
          <w:lang w:bidi="fa-IR"/>
        </w:rPr>
        <w:t xml:space="preserve"> و شرط كند كه ساخته پس بگيرد</w:t>
      </w:r>
      <w:r w:rsidR="000C4B14">
        <w:rPr>
          <w:rtl/>
          <w:lang w:bidi="fa-IR"/>
        </w:rPr>
        <w:t>،</w:t>
      </w:r>
      <w:r w:rsidRPr="003E3506">
        <w:rPr>
          <w:rtl/>
          <w:lang w:bidi="fa-IR"/>
        </w:rPr>
        <w:t xml:space="preserve"> باز هم ربا و حرام مى باشد</w:t>
      </w:r>
      <w:r w:rsidR="000C4B14">
        <w:rPr>
          <w:rtl/>
          <w:lang w:bidi="fa-IR"/>
        </w:rPr>
        <w:t>،</w:t>
      </w:r>
      <w:r w:rsidRPr="003E3506">
        <w:rPr>
          <w:rtl/>
          <w:lang w:bidi="fa-IR"/>
        </w:rPr>
        <w:t xml:space="preserve"> ولى اگر بدون اينكه شرط كند</w:t>
      </w:r>
      <w:r w:rsidR="000C4B14">
        <w:rPr>
          <w:rtl/>
          <w:lang w:bidi="fa-IR"/>
        </w:rPr>
        <w:t>،</w:t>
      </w:r>
      <w:r w:rsidRPr="003E3506">
        <w:rPr>
          <w:rtl/>
          <w:lang w:bidi="fa-IR"/>
        </w:rPr>
        <w:t xml:space="preserve"> خود بدهكار زيادتر از آنچه قرض كرده پس بدهد اشكال ندارد بلكه مستحب است</w:t>
      </w:r>
      <w:r w:rsidR="000C4B14">
        <w:rPr>
          <w:rtl/>
          <w:lang w:bidi="fa-IR"/>
        </w:rPr>
        <w:t>.</w:t>
      </w:r>
    </w:p>
    <w:p w:rsidR="003E3506" w:rsidRPr="003E3506" w:rsidRDefault="003E3506" w:rsidP="003E3506">
      <w:pPr>
        <w:pStyle w:val="libNormal"/>
        <w:rPr>
          <w:lang w:bidi="fa-IR"/>
        </w:rPr>
      </w:pPr>
      <w:r w:rsidRPr="003E3506">
        <w:rPr>
          <w:rtl/>
          <w:lang w:bidi="fa-IR"/>
        </w:rPr>
        <w:t>٢٢٩٢ - ربا دادن مثل ربا گرفتن حرام است ولى كسى كه قرض ربايى گرفته ظاهر اين است كه مالك مى شود اگر چه اولى اين است كه در آن تصرف نكند</w:t>
      </w:r>
      <w:r w:rsidR="000C4B14">
        <w:rPr>
          <w:rtl/>
          <w:lang w:bidi="fa-IR"/>
        </w:rPr>
        <w:t>،</w:t>
      </w:r>
      <w:r w:rsidRPr="003E3506">
        <w:rPr>
          <w:rtl/>
          <w:lang w:bidi="fa-IR"/>
        </w:rPr>
        <w:t xml:space="preserve"> و چنانچه طورى باشد كه اگر قرار ربا را هم نداده بودند</w:t>
      </w:r>
      <w:r w:rsidR="000C4B14">
        <w:rPr>
          <w:rtl/>
          <w:lang w:bidi="fa-IR"/>
        </w:rPr>
        <w:t>،</w:t>
      </w:r>
      <w:r w:rsidRPr="003E3506">
        <w:rPr>
          <w:rtl/>
          <w:lang w:bidi="fa-IR"/>
        </w:rPr>
        <w:t xml:space="preserve"> صاحب پول راضى بوده كه گيرنده قرض در آن پول تصرف كند</w:t>
      </w:r>
      <w:r w:rsidR="000C4B14">
        <w:rPr>
          <w:rtl/>
          <w:lang w:bidi="fa-IR"/>
        </w:rPr>
        <w:t>،</w:t>
      </w:r>
      <w:r w:rsidRPr="003E3506">
        <w:rPr>
          <w:rtl/>
          <w:lang w:bidi="fa-IR"/>
        </w:rPr>
        <w:t xml:space="preserve"> قرض گيرنده مى تواند در آن بدون اشكال تصرف نمايد.</w:t>
      </w:r>
    </w:p>
    <w:p w:rsidR="003E3506" w:rsidRPr="003E3506" w:rsidRDefault="003E3506" w:rsidP="003E3506">
      <w:pPr>
        <w:pStyle w:val="libNormal"/>
        <w:rPr>
          <w:lang w:bidi="fa-IR"/>
        </w:rPr>
      </w:pPr>
      <w:r w:rsidRPr="003E3506">
        <w:rPr>
          <w:rtl/>
          <w:lang w:bidi="fa-IR"/>
        </w:rPr>
        <w:t>٢٢٩٣ - اگر گندم</w:t>
      </w:r>
      <w:r w:rsidR="000C4B14">
        <w:rPr>
          <w:rtl/>
          <w:lang w:bidi="fa-IR"/>
        </w:rPr>
        <w:t>،</w:t>
      </w:r>
      <w:r w:rsidRPr="003E3506">
        <w:rPr>
          <w:rtl/>
          <w:lang w:bidi="fa-IR"/>
        </w:rPr>
        <w:t xml:space="preserve"> يا چيزى مانند آن را بطور قرض ربايى بگيرد و با آن زراعت كند ظاهر اين است كه حاصل را مالك مى شود اگر چه اولى اين است كه در حاصلى كه از آن بدست مى آيد تصرف نكند.</w:t>
      </w:r>
    </w:p>
    <w:p w:rsidR="003E3506" w:rsidRPr="003E3506" w:rsidRDefault="003E3506" w:rsidP="003E3506">
      <w:pPr>
        <w:pStyle w:val="libNormal"/>
        <w:rPr>
          <w:lang w:bidi="fa-IR"/>
        </w:rPr>
      </w:pPr>
      <w:r w:rsidRPr="003E3506">
        <w:rPr>
          <w:rtl/>
          <w:lang w:bidi="fa-IR"/>
        </w:rPr>
        <w:lastRenderedPageBreak/>
        <w:t>٢٢٩٤ - اگر لباسى را بخرد و بعدا از پول ربا يا از پول حلالى كه مخلوط با آن پول است به صاحب لباس بدهد پوشيدن آن لباس و نماز خواندن با آن اشكال ندارد</w:t>
      </w:r>
      <w:r w:rsidR="000C4B14">
        <w:rPr>
          <w:rtl/>
          <w:lang w:bidi="fa-IR"/>
        </w:rPr>
        <w:t>،</w:t>
      </w:r>
      <w:r w:rsidRPr="003E3506">
        <w:rPr>
          <w:rtl/>
          <w:lang w:bidi="fa-IR"/>
        </w:rPr>
        <w:t xml:space="preserve"> ولى اگر به فروشنده بگويد كه اين لباس را با اين پول ميخرم پوشيدن آن لباس حرام است و اما حكم نماز خواندن در آن در احكام لباس نمازگزار گذشت</w:t>
      </w:r>
      <w:r w:rsidR="000C4B14">
        <w:rPr>
          <w:rtl/>
          <w:lang w:bidi="fa-IR"/>
        </w:rPr>
        <w:t>.</w:t>
      </w:r>
    </w:p>
    <w:p w:rsidR="003E3506" w:rsidRPr="003E3506" w:rsidRDefault="003E3506" w:rsidP="003E3506">
      <w:pPr>
        <w:pStyle w:val="libNormal"/>
        <w:rPr>
          <w:lang w:bidi="fa-IR"/>
        </w:rPr>
      </w:pPr>
      <w:r w:rsidRPr="003E3506">
        <w:rPr>
          <w:rtl/>
          <w:lang w:bidi="fa-IR"/>
        </w:rPr>
        <w:t>٢٢٩٥ - اگر انسان مقدارى پول به تاجر بدهد كه در شهر ديگر از طرف او كمتر بگيرد</w:t>
      </w:r>
      <w:r w:rsidR="000C4B14">
        <w:rPr>
          <w:rtl/>
          <w:lang w:bidi="fa-IR"/>
        </w:rPr>
        <w:t>،</w:t>
      </w:r>
      <w:r w:rsidRPr="003E3506">
        <w:rPr>
          <w:rtl/>
          <w:lang w:bidi="fa-IR"/>
        </w:rPr>
        <w:t xml:space="preserve"> اشكال ندارد و اين را صرف برات مى گويند.</w:t>
      </w:r>
    </w:p>
    <w:p w:rsidR="003E3506" w:rsidRPr="003E3506" w:rsidRDefault="003E3506" w:rsidP="003E3506">
      <w:pPr>
        <w:pStyle w:val="libNormal"/>
        <w:rPr>
          <w:lang w:bidi="fa-IR"/>
        </w:rPr>
      </w:pPr>
      <w:r w:rsidRPr="003E3506">
        <w:rPr>
          <w:rtl/>
          <w:lang w:bidi="fa-IR"/>
        </w:rPr>
        <w:t>٢٢٩٦ - اگر مقدارى پول به كسى بدهد كه بعد از چند روز در شهر ديگر زيادتر بگيرد</w:t>
      </w:r>
      <w:r w:rsidR="000C4B14">
        <w:rPr>
          <w:rtl/>
          <w:lang w:bidi="fa-IR"/>
        </w:rPr>
        <w:t>،</w:t>
      </w:r>
      <w:r w:rsidRPr="003E3506">
        <w:rPr>
          <w:rtl/>
          <w:lang w:bidi="fa-IR"/>
        </w:rPr>
        <w:t xml:space="preserve"> مثلا نهصد و نود تومان بدهد كه بعد از ده روز در شهر ديگر هزار تومان بگيرد در صورتى كه ماده آن پول مثلا طلا و نقره باشد ربا و حرام است</w:t>
      </w:r>
      <w:r w:rsidR="000C4B14">
        <w:rPr>
          <w:rtl/>
          <w:lang w:bidi="fa-IR"/>
        </w:rPr>
        <w:t>،</w:t>
      </w:r>
      <w:r w:rsidRPr="003E3506">
        <w:rPr>
          <w:rtl/>
          <w:lang w:bidi="fa-IR"/>
        </w:rPr>
        <w:t xml:space="preserve"> ولى اگر كسى كه زيادى را مى گيرد در مقابل زيادى</w:t>
      </w:r>
      <w:r w:rsidR="000C4B14">
        <w:rPr>
          <w:rtl/>
          <w:lang w:bidi="fa-IR"/>
        </w:rPr>
        <w:t>،</w:t>
      </w:r>
      <w:r w:rsidRPr="003E3506">
        <w:rPr>
          <w:rtl/>
          <w:lang w:bidi="fa-IR"/>
        </w:rPr>
        <w:t xml:space="preserve"> جنس بدهد يا عملى انجام دهد اشكال ندارد.</w:t>
      </w:r>
    </w:p>
    <w:p w:rsidR="003E3506" w:rsidRPr="003E3506" w:rsidRDefault="003E3506" w:rsidP="003E3506">
      <w:pPr>
        <w:pStyle w:val="libNormal"/>
        <w:rPr>
          <w:lang w:bidi="fa-IR"/>
        </w:rPr>
      </w:pPr>
      <w:r w:rsidRPr="003E3506">
        <w:rPr>
          <w:rtl/>
          <w:lang w:bidi="fa-IR"/>
        </w:rPr>
        <w:t>و اما در اسكناسهاى معمولى كه از قسم شمردنيها است زياد گرفتن اشكال ندارد مگر اين كه قرض داده و شرط زيادى نموده باشد كه در اين صورت حرام است و يا اين كه نسيه بفروشد</w:t>
      </w:r>
      <w:r w:rsidR="000C4B14">
        <w:rPr>
          <w:rtl/>
          <w:lang w:bidi="fa-IR"/>
        </w:rPr>
        <w:t>،</w:t>
      </w:r>
      <w:r w:rsidRPr="003E3506">
        <w:rPr>
          <w:rtl/>
          <w:lang w:bidi="fa-IR"/>
        </w:rPr>
        <w:t xml:space="preserve"> و جنس و عوض آن از يك جنس باشد كه صحت معامله در اين صورت خالى از اشكال نيست</w:t>
      </w:r>
      <w:r w:rsidR="000C4B14">
        <w:rPr>
          <w:rtl/>
          <w:lang w:bidi="fa-IR"/>
        </w:rPr>
        <w:t>.</w:t>
      </w:r>
    </w:p>
    <w:p w:rsidR="003E3506" w:rsidRPr="003E3506" w:rsidRDefault="003E3506" w:rsidP="003E3506">
      <w:pPr>
        <w:pStyle w:val="libNormal"/>
        <w:rPr>
          <w:lang w:bidi="fa-IR"/>
        </w:rPr>
      </w:pPr>
      <w:r w:rsidRPr="003E3506">
        <w:rPr>
          <w:rtl/>
          <w:lang w:bidi="fa-IR"/>
        </w:rPr>
        <w:t>٢٢٩٧ - اگر كسى از ديگرى طلبى دارد كه از جنس طلا و نقره يا كشيدنى و پيمانه اى نيست مى تواند آن را به شخص بدهكار يا ديگرى به كمتر فروخته و وجه آن را نقدا بگيرد</w:t>
      </w:r>
      <w:r w:rsidR="000C4B14">
        <w:rPr>
          <w:rtl/>
          <w:lang w:bidi="fa-IR"/>
        </w:rPr>
        <w:t>،</w:t>
      </w:r>
      <w:r w:rsidRPr="003E3506">
        <w:rPr>
          <w:rtl/>
          <w:lang w:bidi="fa-IR"/>
        </w:rPr>
        <w:t xml:space="preserve"> بنابر اين در زمان حاضر برات يا سفته هايى كه طلبكار از بدهكار گرفته است مى تواند آنها را به بانك يا به شخص ديگر به كمتر از طلب خود - كه در عرف آن را نزول كردن گويند - بفروشد و باقى وجه را نقدا بگيرد.</w:t>
      </w:r>
    </w:p>
    <w:p w:rsidR="003E3506" w:rsidRPr="003E3506" w:rsidRDefault="003E3506" w:rsidP="003E3506">
      <w:pPr>
        <w:pStyle w:val="libNormal"/>
        <w:rPr>
          <w:lang w:bidi="fa-IR"/>
        </w:rPr>
      </w:pPr>
      <w:r w:rsidRPr="003E3506">
        <w:rPr>
          <w:rtl/>
          <w:lang w:bidi="fa-IR"/>
        </w:rPr>
        <w:t>زيرا كه اسكناسهاى معمولى با وزن و پيمانه معامله نمى شود.</w:t>
      </w:r>
    </w:p>
    <w:p w:rsidR="003E3506" w:rsidRDefault="00605FAB" w:rsidP="007E0CCF">
      <w:pPr>
        <w:pStyle w:val="Heading3"/>
        <w:rPr>
          <w:rtl/>
          <w:lang w:bidi="fa-IR"/>
        </w:rPr>
      </w:pPr>
      <w:bookmarkStart w:id="247" w:name="_Toc24454670"/>
      <w:r>
        <w:rPr>
          <w:rtl/>
          <w:lang w:bidi="fa-IR"/>
        </w:rPr>
        <w:lastRenderedPageBreak/>
        <w:t>(</w:t>
      </w:r>
      <w:r w:rsidR="003E3506" w:rsidRPr="003E3506">
        <w:rPr>
          <w:rtl/>
          <w:lang w:bidi="fa-IR"/>
        </w:rPr>
        <w:t>احكام حواله دادن</w:t>
      </w:r>
      <w:r>
        <w:rPr>
          <w:rtl/>
          <w:lang w:bidi="fa-IR"/>
        </w:rPr>
        <w:t>)</w:t>
      </w:r>
      <w:bookmarkEnd w:id="247"/>
    </w:p>
    <w:p w:rsidR="003E3506" w:rsidRPr="003E3506" w:rsidRDefault="003E3506" w:rsidP="003E3506">
      <w:pPr>
        <w:pStyle w:val="libNormal"/>
        <w:rPr>
          <w:lang w:bidi="fa-IR"/>
        </w:rPr>
      </w:pPr>
      <w:r w:rsidRPr="003E3506">
        <w:rPr>
          <w:rtl/>
          <w:lang w:bidi="fa-IR"/>
        </w:rPr>
        <w:t>٢٢٩٨ - اگر انسان طلبكار خود را حواله بدهد كه طلب خود را از ديگرى بگيرد و طلبكار قبول نمايد</w:t>
      </w:r>
      <w:r w:rsidR="000C4B14">
        <w:rPr>
          <w:rtl/>
          <w:lang w:bidi="fa-IR"/>
        </w:rPr>
        <w:t>،</w:t>
      </w:r>
      <w:r w:rsidRPr="003E3506">
        <w:rPr>
          <w:rtl/>
          <w:lang w:bidi="fa-IR"/>
        </w:rPr>
        <w:t xml:space="preserve"> بعد از آنكه حواله با شرايطى كه بعدا گفته مى شود درست شد</w:t>
      </w:r>
      <w:r w:rsidR="000C4B14">
        <w:rPr>
          <w:rtl/>
          <w:lang w:bidi="fa-IR"/>
        </w:rPr>
        <w:t>،</w:t>
      </w:r>
      <w:r w:rsidRPr="003E3506">
        <w:rPr>
          <w:rtl/>
          <w:lang w:bidi="fa-IR"/>
        </w:rPr>
        <w:t xml:space="preserve"> كسى كه به او حواله شده بدهكار مى شود</w:t>
      </w:r>
      <w:r w:rsidR="000C4B14">
        <w:rPr>
          <w:rtl/>
          <w:lang w:bidi="fa-IR"/>
        </w:rPr>
        <w:t>،</w:t>
      </w:r>
      <w:r w:rsidRPr="003E3506">
        <w:rPr>
          <w:rtl/>
          <w:lang w:bidi="fa-IR"/>
        </w:rPr>
        <w:t xml:space="preserve"> و ديگر طلبكار نمى تواند طلبى را كه دارد از بدهكار اولى مطالبه نمايد.</w:t>
      </w:r>
    </w:p>
    <w:p w:rsidR="003E3506" w:rsidRPr="003E3506" w:rsidRDefault="003E3506" w:rsidP="003E3506">
      <w:pPr>
        <w:pStyle w:val="libNormal"/>
        <w:rPr>
          <w:lang w:bidi="fa-IR"/>
        </w:rPr>
      </w:pPr>
      <w:r w:rsidRPr="003E3506">
        <w:rPr>
          <w:rtl/>
          <w:lang w:bidi="fa-IR"/>
        </w:rPr>
        <w:t>٢٢٩٩ - بدهكار و طلبكار و كسى كه بر او حواله مى شود بايد بالغ و عاقل باشند و كسى آنها را مجبور نكرده باشد و نيز بايد سفيه نباشند</w:t>
      </w:r>
      <w:r w:rsidR="000C4B14">
        <w:rPr>
          <w:rtl/>
          <w:lang w:bidi="fa-IR"/>
        </w:rPr>
        <w:t>،</w:t>
      </w:r>
      <w:r w:rsidRPr="003E3506">
        <w:rPr>
          <w:rtl/>
          <w:lang w:bidi="fa-IR"/>
        </w:rPr>
        <w:t xml:space="preserve"> يعنى مال خود را در كارهاى بيهوده مصرف نكند.</w:t>
      </w:r>
    </w:p>
    <w:p w:rsidR="003E3506" w:rsidRPr="003E3506" w:rsidRDefault="003E3506" w:rsidP="003E3506">
      <w:pPr>
        <w:pStyle w:val="libNormal"/>
        <w:rPr>
          <w:lang w:bidi="fa-IR"/>
        </w:rPr>
      </w:pPr>
      <w:r w:rsidRPr="003E3506">
        <w:rPr>
          <w:rtl/>
          <w:lang w:bidi="fa-IR"/>
        </w:rPr>
        <w:t>و نيز معتبر است بدهكار و طلبكار مفلس نباشند بلى اگر حواله بر شخص برى باشد</w:t>
      </w:r>
      <w:r w:rsidR="000C4B14">
        <w:rPr>
          <w:rtl/>
          <w:lang w:bidi="fa-IR"/>
        </w:rPr>
        <w:t>،</w:t>
      </w:r>
      <w:r w:rsidRPr="003E3506">
        <w:rPr>
          <w:rtl/>
          <w:lang w:bidi="fa-IR"/>
        </w:rPr>
        <w:t xml:space="preserve"> حواله دهنده اگر چه مفلس باشد اشكال ندارد.</w:t>
      </w:r>
    </w:p>
    <w:p w:rsidR="003E3506" w:rsidRPr="003E3506" w:rsidRDefault="003E3506" w:rsidP="003E3506">
      <w:pPr>
        <w:pStyle w:val="libNormal"/>
        <w:rPr>
          <w:lang w:bidi="fa-IR"/>
        </w:rPr>
      </w:pPr>
      <w:r w:rsidRPr="003E3506">
        <w:rPr>
          <w:rtl/>
          <w:lang w:bidi="fa-IR"/>
        </w:rPr>
        <w:t>٢٣٠٠ - حواله دادن بر كسى كه بدهكار نيست</w:t>
      </w:r>
      <w:r w:rsidR="000C4B14">
        <w:rPr>
          <w:rtl/>
          <w:lang w:bidi="fa-IR"/>
        </w:rPr>
        <w:t>،</w:t>
      </w:r>
      <w:r w:rsidRPr="003E3506">
        <w:rPr>
          <w:rtl/>
          <w:lang w:bidi="fa-IR"/>
        </w:rPr>
        <w:t xml:space="preserve"> در صورتى كه او قبول نكند صحيح نيست و نيز اگر انسان بخواهد به كسى كه جنسى بدهكار است</w:t>
      </w:r>
      <w:r w:rsidR="000C4B14">
        <w:rPr>
          <w:rtl/>
          <w:lang w:bidi="fa-IR"/>
        </w:rPr>
        <w:t>،</w:t>
      </w:r>
      <w:r w:rsidRPr="003E3506">
        <w:rPr>
          <w:rtl/>
          <w:lang w:bidi="fa-IR"/>
        </w:rPr>
        <w:t xml:space="preserve"> جنس ديگر حواله دهد مثلا به كسى كه جو بدهكار است گندم حواله دهد</w:t>
      </w:r>
      <w:r w:rsidR="000C4B14">
        <w:rPr>
          <w:rtl/>
          <w:lang w:bidi="fa-IR"/>
        </w:rPr>
        <w:t>،</w:t>
      </w:r>
      <w:r w:rsidRPr="003E3506">
        <w:rPr>
          <w:rtl/>
          <w:lang w:bidi="fa-IR"/>
        </w:rPr>
        <w:t xml:space="preserve"> تا او قبول نكند حواله صحيح نيست بلكه در تمام موارد حواله بايد كسى كه بر او حواله مى شود قبول كند و گرنه حواله بنابر اظهر صحيح نيست</w:t>
      </w:r>
      <w:r w:rsidR="000C4B14">
        <w:rPr>
          <w:rtl/>
          <w:lang w:bidi="fa-IR"/>
        </w:rPr>
        <w:t>.</w:t>
      </w:r>
    </w:p>
    <w:p w:rsidR="003E3506" w:rsidRPr="003E3506" w:rsidRDefault="003E3506" w:rsidP="003E3506">
      <w:pPr>
        <w:pStyle w:val="libNormal"/>
        <w:rPr>
          <w:lang w:bidi="fa-IR"/>
        </w:rPr>
      </w:pPr>
      <w:r w:rsidRPr="003E3506">
        <w:rPr>
          <w:rtl/>
          <w:lang w:bidi="fa-IR"/>
        </w:rPr>
        <w:t>٢٣٠١ - موقعى كه انسان حواله مى دهد بايد بدهكار باشد پس اگر بخواهد از كسى قرض كند</w:t>
      </w:r>
      <w:r w:rsidR="000C4B14">
        <w:rPr>
          <w:rtl/>
          <w:lang w:bidi="fa-IR"/>
        </w:rPr>
        <w:t>،</w:t>
      </w:r>
      <w:r w:rsidRPr="003E3506">
        <w:rPr>
          <w:rtl/>
          <w:lang w:bidi="fa-IR"/>
        </w:rPr>
        <w:t xml:space="preserve"> تا وقتى از او قرض نكرده نمى تواند او را به كسى حواله دهد كه آنچه را بعدا قرض مى دهد از آن كس بگيرد.</w:t>
      </w:r>
    </w:p>
    <w:p w:rsidR="003E3506" w:rsidRPr="003E3506" w:rsidRDefault="003E3506" w:rsidP="003E3506">
      <w:pPr>
        <w:pStyle w:val="libNormal"/>
        <w:rPr>
          <w:lang w:bidi="fa-IR"/>
        </w:rPr>
      </w:pPr>
      <w:r w:rsidRPr="003E3506">
        <w:rPr>
          <w:rtl/>
          <w:lang w:bidi="fa-IR"/>
        </w:rPr>
        <w:t>٢٣٠٢ - جنس و مقدار حواله بايد در واقع معين باشد</w:t>
      </w:r>
      <w:r w:rsidR="000C4B14">
        <w:rPr>
          <w:rtl/>
          <w:lang w:bidi="fa-IR"/>
        </w:rPr>
        <w:t>،</w:t>
      </w:r>
      <w:r w:rsidRPr="003E3506">
        <w:rPr>
          <w:rtl/>
          <w:lang w:bidi="fa-IR"/>
        </w:rPr>
        <w:t xml:space="preserve"> پس اگر مثلا ده من گندم و ده تومان پول به يك نفر بدهكار باشد و به او بگويد يكى از دو طلب خود را از فلانى بگير و آن را معين نكند حواله درست نيست</w:t>
      </w:r>
      <w:r w:rsidR="000C4B14">
        <w:rPr>
          <w:rtl/>
          <w:lang w:bidi="fa-IR"/>
        </w:rPr>
        <w:t>.</w:t>
      </w:r>
    </w:p>
    <w:p w:rsidR="003E3506" w:rsidRPr="003E3506" w:rsidRDefault="003E3506" w:rsidP="003E3506">
      <w:pPr>
        <w:pStyle w:val="libNormal"/>
        <w:rPr>
          <w:lang w:bidi="fa-IR"/>
        </w:rPr>
      </w:pPr>
      <w:r w:rsidRPr="003E3506">
        <w:rPr>
          <w:rtl/>
          <w:lang w:bidi="fa-IR"/>
        </w:rPr>
        <w:t>٢٣٠٣ - اگر بدهى واقعا معين باشد</w:t>
      </w:r>
      <w:r w:rsidR="000C4B14">
        <w:rPr>
          <w:rtl/>
          <w:lang w:bidi="fa-IR"/>
        </w:rPr>
        <w:t>،</w:t>
      </w:r>
      <w:r w:rsidRPr="003E3506">
        <w:rPr>
          <w:rtl/>
          <w:lang w:bidi="fa-IR"/>
        </w:rPr>
        <w:t xml:space="preserve"> ولى بدهكار و طلبكار در موقع حواله دادن</w:t>
      </w:r>
      <w:r w:rsidR="000C4B14">
        <w:rPr>
          <w:rtl/>
          <w:lang w:bidi="fa-IR"/>
        </w:rPr>
        <w:t>،</w:t>
      </w:r>
      <w:r w:rsidRPr="003E3506">
        <w:rPr>
          <w:rtl/>
          <w:lang w:bidi="fa-IR"/>
        </w:rPr>
        <w:t xml:space="preserve"> مقدار آن يا جنس آن را ندانند حواله صحيح است</w:t>
      </w:r>
      <w:r w:rsidR="000C4B14">
        <w:rPr>
          <w:rtl/>
          <w:lang w:bidi="fa-IR"/>
        </w:rPr>
        <w:t>،</w:t>
      </w:r>
      <w:r w:rsidRPr="003E3506">
        <w:rPr>
          <w:rtl/>
          <w:lang w:bidi="fa-IR"/>
        </w:rPr>
        <w:t xml:space="preserve"> مثلا اگر طلب كسى را در دفتر نوشته باشد و پيش از </w:t>
      </w:r>
      <w:r w:rsidRPr="003E3506">
        <w:rPr>
          <w:rtl/>
          <w:lang w:bidi="fa-IR"/>
        </w:rPr>
        <w:lastRenderedPageBreak/>
        <w:t>ديدن دفتر حواله بدهد و بعد دفتر را ببيند و به طلبكار مقدار طلبش را بگويد</w:t>
      </w:r>
      <w:r w:rsidR="000C4B14">
        <w:rPr>
          <w:rtl/>
          <w:lang w:bidi="fa-IR"/>
        </w:rPr>
        <w:t>،</w:t>
      </w:r>
      <w:r w:rsidRPr="003E3506">
        <w:rPr>
          <w:rtl/>
          <w:lang w:bidi="fa-IR"/>
        </w:rPr>
        <w:t xml:space="preserve"> حواله صحيح مى باشد.</w:t>
      </w:r>
    </w:p>
    <w:p w:rsidR="003E3506" w:rsidRPr="003E3506" w:rsidRDefault="003E3506" w:rsidP="003E3506">
      <w:pPr>
        <w:pStyle w:val="libNormal"/>
        <w:rPr>
          <w:lang w:bidi="fa-IR"/>
        </w:rPr>
      </w:pPr>
      <w:r w:rsidRPr="003E3506">
        <w:rPr>
          <w:rtl/>
          <w:lang w:bidi="fa-IR"/>
        </w:rPr>
        <w:t>٢٣٠٤ - طلبكار مى تواند حواله را قبول نكند</w:t>
      </w:r>
      <w:r w:rsidR="000C4B14">
        <w:rPr>
          <w:rtl/>
          <w:lang w:bidi="fa-IR"/>
        </w:rPr>
        <w:t>،</w:t>
      </w:r>
      <w:r w:rsidRPr="003E3506">
        <w:rPr>
          <w:rtl/>
          <w:lang w:bidi="fa-IR"/>
        </w:rPr>
        <w:t xml:space="preserve"> اگر چه كسى كه به او حواله شده پول دار باشد و در پرداختن حواله هم كوتاهى ننمايد.</w:t>
      </w:r>
    </w:p>
    <w:p w:rsidR="003E3506" w:rsidRPr="003E3506" w:rsidRDefault="003E3506" w:rsidP="003E3506">
      <w:pPr>
        <w:pStyle w:val="libNormal"/>
        <w:rPr>
          <w:lang w:bidi="fa-IR"/>
        </w:rPr>
      </w:pPr>
      <w:r w:rsidRPr="003E3506">
        <w:rPr>
          <w:rtl/>
          <w:lang w:bidi="fa-IR"/>
        </w:rPr>
        <w:t>٢٣٠٥ - اگر كسى كه به حواله دهنده بدهكار نيست</w:t>
      </w:r>
      <w:r w:rsidR="000C4B14">
        <w:rPr>
          <w:rtl/>
          <w:lang w:bidi="fa-IR"/>
        </w:rPr>
        <w:t>،</w:t>
      </w:r>
      <w:r w:rsidRPr="003E3506">
        <w:rPr>
          <w:rtl/>
          <w:lang w:bidi="fa-IR"/>
        </w:rPr>
        <w:t xml:space="preserve"> حواله را قبول كند اظهر آن است كه پيش از پرداختن حواله هم مى تواند مقدار حواله را از حواله دهنده مطالبه كند</w:t>
      </w:r>
      <w:r w:rsidR="000C4B14">
        <w:rPr>
          <w:rtl/>
          <w:lang w:bidi="fa-IR"/>
        </w:rPr>
        <w:t>،</w:t>
      </w:r>
      <w:r w:rsidRPr="003E3506">
        <w:rPr>
          <w:rtl/>
          <w:lang w:bidi="fa-IR"/>
        </w:rPr>
        <w:t xml:space="preserve"> مگر آن كه طلبى كه به او حواله شده با مدت باشد و مدت او هنوز بسر نيامده باشد كه در اين صورت او نمى تواند پيش از تمام شدن مدت مقدار حواله را از حواله دهنده مطالبه نمايد هر چند كه آن را پرداخت كرده باشد.</w:t>
      </w:r>
    </w:p>
    <w:p w:rsidR="003E3506" w:rsidRPr="003E3506" w:rsidRDefault="003E3506" w:rsidP="003E3506">
      <w:pPr>
        <w:pStyle w:val="libNormal"/>
        <w:rPr>
          <w:lang w:bidi="fa-IR"/>
        </w:rPr>
      </w:pPr>
      <w:r w:rsidRPr="003E3506">
        <w:rPr>
          <w:rtl/>
          <w:lang w:bidi="fa-IR"/>
        </w:rPr>
        <w:t>و هم چنين اگر طلبكار طلب خود را به مقدار كمتر صلح كند</w:t>
      </w:r>
      <w:r w:rsidR="000C4B14">
        <w:rPr>
          <w:rtl/>
          <w:lang w:bidi="fa-IR"/>
        </w:rPr>
        <w:t>،</w:t>
      </w:r>
      <w:r w:rsidRPr="003E3506">
        <w:rPr>
          <w:rtl/>
          <w:lang w:bidi="fa-IR"/>
        </w:rPr>
        <w:t xml:space="preserve"> او فقط همان مقدار را مى تواند از حواله دهنده مطالبه نمايد.</w:t>
      </w:r>
    </w:p>
    <w:p w:rsidR="003E3506" w:rsidRPr="003E3506" w:rsidRDefault="003E3506" w:rsidP="003E3506">
      <w:pPr>
        <w:pStyle w:val="libNormal"/>
        <w:rPr>
          <w:lang w:bidi="fa-IR"/>
        </w:rPr>
      </w:pPr>
      <w:r w:rsidRPr="003E3506">
        <w:rPr>
          <w:rtl/>
          <w:lang w:bidi="fa-IR"/>
        </w:rPr>
        <w:t>٢٣٠٦ - بعد از آن كه حواله درست شد</w:t>
      </w:r>
      <w:r w:rsidR="000C4B14">
        <w:rPr>
          <w:rtl/>
          <w:lang w:bidi="fa-IR"/>
        </w:rPr>
        <w:t>،</w:t>
      </w:r>
      <w:r w:rsidRPr="003E3506">
        <w:rPr>
          <w:rtl/>
          <w:lang w:bidi="fa-IR"/>
        </w:rPr>
        <w:t xml:space="preserve"> حواله دهنده و كسى كه به او حواله شده</w:t>
      </w:r>
      <w:r w:rsidR="000C4B14">
        <w:rPr>
          <w:rtl/>
          <w:lang w:bidi="fa-IR"/>
        </w:rPr>
        <w:t>،</w:t>
      </w:r>
      <w:r w:rsidRPr="003E3506">
        <w:rPr>
          <w:rtl/>
          <w:lang w:bidi="fa-IR"/>
        </w:rPr>
        <w:t xml:space="preserve"> نمى توانند حواله را بهم بزنند</w:t>
      </w:r>
      <w:r w:rsidR="000C4B14">
        <w:rPr>
          <w:rtl/>
          <w:lang w:bidi="fa-IR"/>
        </w:rPr>
        <w:t>،</w:t>
      </w:r>
      <w:r w:rsidRPr="003E3506">
        <w:rPr>
          <w:rtl/>
          <w:lang w:bidi="fa-IR"/>
        </w:rPr>
        <w:t xml:space="preserve"> و هر گاه كسى كه به او حواله شده در موقع حواله فقير نباشد</w:t>
      </w:r>
      <w:r w:rsidR="000C4B14">
        <w:rPr>
          <w:rtl/>
          <w:lang w:bidi="fa-IR"/>
        </w:rPr>
        <w:t>،</w:t>
      </w:r>
      <w:r w:rsidRPr="003E3506">
        <w:rPr>
          <w:rtl/>
          <w:lang w:bidi="fa-IR"/>
        </w:rPr>
        <w:t xml:space="preserve"> اگر چه بعدا فقير شود</w:t>
      </w:r>
      <w:r w:rsidR="000C4B14">
        <w:rPr>
          <w:rtl/>
          <w:lang w:bidi="fa-IR"/>
        </w:rPr>
        <w:t>،</w:t>
      </w:r>
      <w:r w:rsidRPr="003E3506">
        <w:rPr>
          <w:rtl/>
          <w:lang w:bidi="fa-IR"/>
        </w:rPr>
        <w:t xml:space="preserve"> طلبكار هم نمى تواند حواله را بهم بزند</w:t>
      </w:r>
      <w:r w:rsidR="000C4B14">
        <w:rPr>
          <w:rtl/>
          <w:lang w:bidi="fa-IR"/>
        </w:rPr>
        <w:t>،</w:t>
      </w:r>
      <w:r w:rsidRPr="003E3506">
        <w:rPr>
          <w:rtl/>
          <w:lang w:bidi="fa-IR"/>
        </w:rPr>
        <w:t xml:space="preserve"> و هم چنين است اگر موقع حواله فقير باشد</w:t>
      </w:r>
      <w:r w:rsidR="000C4B14">
        <w:rPr>
          <w:rtl/>
          <w:lang w:bidi="fa-IR"/>
        </w:rPr>
        <w:t>،</w:t>
      </w:r>
      <w:r w:rsidRPr="003E3506">
        <w:rPr>
          <w:rtl/>
          <w:lang w:bidi="fa-IR"/>
        </w:rPr>
        <w:t xml:space="preserve"> و طلبكار بداند كه فقير است ولى اگر نداند كه فقير است و بعد بفهمد</w:t>
      </w:r>
      <w:r w:rsidR="000C4B14">
        <w:rPr>
          <w:rtl/>
          <w:lang w:bidi="fa-IR"/>
        </w:rPr>
        <w:t>،</w:t>
      </w:r>
      <w:r w:rsidRPr="003E3506">
        <w:rPr>
          <w:rtl/>
          <w:lang w:bidi="fa-IR"/>
        </w:rPr>
        <w:t xml:space="preserve"> اگر در آن وقت مالدار نشده باشد</w:t>
      </w:r>
      <w:r w:rsidR="000C4B14">
        <w:rPr>
          <w:rtl/>
          <w:lang w:bidi="fa-IR"/>
        </w:rPr>
        <w:t>،</w:t>
      </w:r>
      <w:r w:rsidRPr="003E3506">
        <w:rPr>
          <w:rtl/>
          <w:lang w:bidi="fa-IR"/>
        </w:rPr>
        <w:t xml:space="preserve"> طلبكار مى تواند حواله را بهم بزند و طلب خود را از حواله دهنده بگيرد ولى اگر مالدار شده باشد</w:t>
      </w:r>
      <w:r w:rsidR="000C4B14">
        <w:rPr>
          <w:rtl/>
          <w:lang w:bidi="fa-IR"/>
        </w:rPr>
        <w:t>،</w:t>
      </w:r>
      <w:r w:rsidRPr="003E3506">
        <w:rPr>
          <w:rtl/>
          <w:lang w:bidi="fa-IR"/>
        </w:rPr>
        <w:t xml:space="preserve"> معلوم نيست بتواند معامله را بهم بزند.</w:t>
      </w:r>
    </w:p>
    <w:p w:rsidR="003E3506" w:rsidRPr="003E3506" w:rsidRDefault="003E3506" w:rsidP="003E3506">
      <w:pPr>
        <w:pStyle w:val="libNormal"/>
        <w:rPr>
          <w:lang w:bidi="fa-IR"/>
        </w:rPr>
      </w:pPr>
      <w:r w:rsidRPr="003E3506">
        <w:rPr>
          <w:rtl/>
          <w:lang w:bidi="fa-IR"/>
        </w:rPr>
        <w:t>٢٣٠٧ - اگر بدهكار و طلبكار و كسى كه به او حواله شده يا يكى از آنان براى خود حق بهم زدن حواله را قرار دهند</w:t>
      </w:r>
      <w:r w:rsidR="000C4B14">
        <w:rPr>
          <w:rtl/>
          <w:lang w:bidi="fa-IR"/>
        </w:rPr>
        <w:t>،</w:t>
      </w:r>
      <w:r w:rsidRPr="003E3506">
        <w:rPr>
          <w:rtl/>
          <w:lang w:bidi="fa-IR"/>
        </w:rPr>
        <w:t xml:space="preserve"> مطابق قرارى كه گذاشته اند مى توانند حواله را بهم بزنند.</w:t>
      </w:r>
    </w:p>
    <w:p w:rsidR="003E3506" w:rsidRPr="003E3506" w:rsidRDefault="003E3506" w:rsidP="003E3506">
      <w:pPr>
        <w:pStyle w:val="libNormal"/>
        <w:rPr>
          <w:lang w:bidi="fa-IR"/>
        </w:rPr>
      </w:pPr>
      <w:r w:rsidRPr="003E3506">
        <w:rPr>
          <w:rtl/>
          <w:lang w:bidi="fa-IR"/>
        </w:rPr>
        <w:t>٢٣٠٨ - اگر حواله دهنده خودش طلب طلبكار را بدهد</w:t>
      </w:r>
      <w:r w:rsidR="000C4B14">
        <w:rPr>
          <w:rtl/>
          <w:lang w:bidi="fa-IR"/>
        </w:rPr>
        <w:t>،</w:t>
      </w:r>
      <w:r w:rsidRPr="003E3506">
        <w:rPr>
          <w:rtl/>
          <w:lang w:bidi="fa-IR"/>
        </w:rPr>
        <w:t xml:space="preserve"> چنانچه به خواهش كسى كه به او حواله شده و مديون حواله دهنده بوده داده است مى تواند چيزى را كه داده از او بگيرد.</w:t>
      </w:r>
    </w:p>
    <w:p w:rsidR="003E3506" w:rsidRPr="003E3506" w:rsidRDefault="003E3506" w:rsidP="003E3506">
      <w:pPr>
        <w:pStyle w:val="libNormal"/>
        <w:rPr>
          <w:lang w:bidi="fa-IR"/>
        </w:rPr>
      </w:pPr>
      <w:r w:rsidRPr="003E3506">
        <w:rPr>
          <w:rtl/>
          <w:lang w:bidi="fa-IR"/>
        </w:rPr>
        <w:lastRenderedPageBreak/>
        <w:t>و اگر بدون خواهش او داده يا اين كه او مديون حواله دهنده نبوده</w:t>
      </w:r>
      <w:r w:rsidR="000C4B14">
        <w:rPr>
          <w:rtl/>
          <w:lang w:bidi="fa-IR"/>
        </w:rPr>
        <w:t>،</w:t>
      </w:r>
      <w:r w:rsidRPr="003E3506">
        <w:rPr>
          <w:rtl/>
          <w:lang w:bidi="fa-IR"/>
        </w:rPr>
        <w:t xml:space="preserve"> نمى تواند چيزى را كه داده از او مطالبه نمايد.</w:t>
      </w:r>
    </w:p>
    <w:p w:rsidR="003E3506" w:rsidRDefault="00605FAB" w:rsidP="007E0CCF">
      <w:pPr>
        <w:pStyle w:val="Heading3"/>
        <w:rPr>
          <w:rtl/>
          <w:lang w:bidi="fa-IR"/>
        </w:rPr>
      </w:pPr>
      <w:bookmarkStart w:id="248" w:name="_Toc24454671"/>
      <w:r>
        <w:rPr>
          <w:rtl/>
          <w:lang w:bidi="fa-IR"/>
        </w:rPr>
        <w:t>(</w:t>
      </w:r>
      <w:r w:rsidR="003E3506" w:rsidRPr="003E3506">
        <w:rPr>
          <w:rtl/>
          <w:lang w:bidi="fa-IR"/>
        </w:rPr>
        <w:t>احكام رهن</w:t>
      </w:r>
      <w:r>
        <w:rPr>
          <w:rtl/>
          <w:lang w:bidi="fa-IR"/>
        </w:rPr>
        <w:t>)</w:t>
      </w:r>
      <w:bookmarkEnd w:id="248"/>
    </w:p>
    <w:p w:rsidR="003E3506" w:rsidRPr="003E3506" w:rsidRDefault="003E3506" w:rsidP="003E3506">
      <w:pPr>
        <w:pStyle w:val="libNormal"/>
        <w:rPr>
          <w:lang w:bidi="fa-IR"/>
        </w:rPr>
      </w:pPr>
      <w:r w:rsidRPr="003E3506">
        <w:rPr>
          <w:rtl/>
          <w:lang w:bidi="fa-IR"/>
        </w:rPr>
        <w:t xml:space="preserve">٢٣٠٩ - رهن آن است كه انسان مالى را نزد ديگرى </w:t>
      </w:r>
      <w:r w:rsidR="00605FAB">
        <w:rPr>
          <w:rtl/>
          <w:lang w:bidi="fa-IR"/>
        </w:rPr>
        <w:t>(</w:t>
      </w:r>
      <w:r w:rsidRPr="003E3506">
        <w:rPr>
          <w:rtl/>
          <w:lang w:bidi="fa-IR"/>
        </w:rPr>
        <w:t>گرو طلب يا مالى كه ضامن او مى باشد</w:t>
      </w:r>
      <w:r w:rsidR="00605FAB">
        <w:rPr>
          <w:rtl/>
          <w:lang w:bidi="fa-IR"/>
        </w:rPr>
        <w:t>)</w:t>
      </w:r>
      <w:r w:rsidRPr="003E3506">
        <w:rPr>
          <w:rtl/>
          <w:lang w:bidi="fa-IR"/>
        </w:rPr>
        <w:t xml:space="preserve"> قرار دهد كه اگر آن طلب يا مال را نپرداخت</w:t>
      </w:r>
      <w:r w:rsidR="000C4B14">
        <w:rPr>
          <w:rtl/>
          <w:lang w:bidi="fa-IR"/>
        </w:rPr>
        <w:t>،</w:t>
      </w:r>
      <w:r w:rsidRPr="003E3506">
        <w:rPr>
          <w:rtl/>
          <w:lang w:bidi="fa-IR"/>
        </w:rPr>
        <w:t xml:space="preserve"> بتواند عوض آن را از آن مال بدست آورد.</w:t>
      </w:r>
    </w:p>
    <w:p w:rsidR="003E3506" w:rsidRPr="003E3506" w:rsidRDefault="003E3506" w:rsidP="003E3506">
      <w:pPr>
        <w:pStyle w:val="libNormal"/>
        <w:rPr>
          <w:lang w:bidi="fa-IR"/>
        </w:rPr>
      </w:pPr>
      <w:r w:rsidRPr="003E3506">
        <w:rPr>
          <w:rtl/>
          <w:lang w:bidi="fa-IR"/>
        </w:rPr>
        <w:t>٢٣١٠ - در رهن لازم نيست صيغه بخوانند و همين قدر كه گرو دهنده مال خود را به قصد گرو بگرو گيرنده بدهد و او به همين قصد بگيرد رهن صحيح است</w:t>
      </w:r>
      <w:r w:rsidR="000C4B14">
        <w:rPr>
          <w:rtl/>
          <w:lang w:bidi="fa-IR"/>
        </w:rPr>
        <w:t>.</w:t>
      </w:r>
    </w:p>
    <w:p w:rsidR="003E3506" w:rsidRPr="003E3506" w:rsidRDefault="003E3506" w:rsidP="003E3506">
      <w:pPr>
        <w:pStyle w:val="libNormal"/>
        <w:rPr>
          <w:lang w:bidi="fa-IR"/>
        </w:rPr>
      </w:pPr>
      <w:r w:rsidRPr="003E3506">
        <w:rPr>
          <w:rtl/>
          <w:lang w:bidi="fa-IR"/>
        </w:rPr>
        <w:t>٢٣١١ - گروه دهنده و كسى كه مال را گرو مى گيرد بايد بالغ و عاقل باشند و كسى آنها را مجبور نكرده باشد و نيز بايد گرو دهنده مفلس و سفيه نباشد.</w:t>
      </w:r>
    </w:p>
    <w:p w:rsidR="003E3506" w:rsidRPr="003E3506" w:rsidRDefault="00605FAB" w:rsidP="003E3506">
      <w:pPr>
        <w:pStyle w:val="libNormal"/>
        <w:rPr>
          <w:lang w:bidi="fa-IR"/>
        </w:rPr>
      </w:pPr>
      <w:r>
        <w:rPr>
          <w:rtl/>
          <w:lang w:bidi="fa-IR"/>
        </w:rPr>
        <w:t>(</w:t>
      </w:r>
      <w:r w:rsidR="003E3506" w:rsidRPr="003E3506">
        <w:rPr>
          <w:rtl/>
          <w:lang w:bidi="fa-IR"/>
        </w:rPr>
        <w:t xml:space="preserve">معناى مفلس و سفيه در مساله </w:t>
      </w:r>
      <w:r>
        <w:rPr>
          <w:rtl/>
          <w:lang w:bidi="fa-IR"/>
        </w:rPr>
        <w:t>(</w:t>
      </w:r>
      <w:r w:rsidR="003E3506" w:rsidRPr="003E3506">
        <w:rPr>
          <w:rtl/>
          <w:lang w:bidi="fa-IR"/>
        </w:rPr>
        <w:t>٢٢٦٢</w:t>
      </w:r>
      <w:r>
        <w:rPr>
          <w:rtl/>
          <w:lang w:bidi="fa-IR"/>
        </w:rPr>
        <w:t>)</w:t>
      </w:r>
      <w:r w:rsidR="003E3506" w:rsidRPr="003E3506">
        <w:rPr>
          <w:rtl/>
          <w:lang w:bidi="fa-IR"/>
        </w:rPr>
        <w:t xml:space="preserve"> گذشت</w:t>
      </w:r>
      <w:r>
        <w:rPr>
          <w:rtl/>
          <w:lang w:bidi="fa-IR"/>
        </w:rPr>
        <w:t>)</w:t>
      </w:r>
      <w:r w:rsidR="003E3506" w:rsidRPr="003E3506">
        <w:rPr>
          <w:rtl/>
          <w:lang w:bidi="fa-IR"/>
        </w:rPr>
        <w:t xml:space="preserve"> ولى اگر مفلس باشد ليكن مالى را كه گرو مى گذارد مال او نباشد يا از اموالى نباشد كه از تصرف در آنها منع شده اشكال ندارد.</w:t>
      </w:r>
    </w:p>
    <w:p w:rsidR="003E3506" w:rsidRPr="003E3506" w:rsidRDefault="003E3506" w:rsidP="003E3506">
      <w:pPr>
        <w:pStyle w:val="libNormal"/>
        <w:rPr>
          <w:lang w:bidi="fa-IR"/>
        </w:rPr>
      </w:pPr>
      <w:r w:rsidRPr="003E3506">
        <w:rPr>
          <w:rtl/>
          <w:lang w:bidi="fa-IR"/>
        </w:rPr>
        <w:t>٢٣١٢ - انسان مالى را مى تواند گرو بگذارد كه شرعا بتواند در آن تصرف كند و اگر مال كس ديگر را با اجازه او گرو بگذارد صحيح است</w:t>
      </w:r>
      <w:r w:rsidR="000C4B14">
        <w:rPr>
          <w:rtl/>
          <w:lang w:bidi="fa-IR"/>
        </w:rPr>
        <w:t>.</w:t>
      </w:r>
    </w:p>
    <w:p w:rsidR="003E3506" w:rsidRPr="003E3506" w:rsidRDefault="003E3506" w:rsidP="003E3506">
      <w:pPr>
        <w:pStyle w:val="libNormal"/>
        <w:rPr>
          <w:lang w:bidi="fa-IR"/>
        </w:rPr>
      </w:pPr>
      <w:r w:rsidRPr="003E3506">
        <w:rPr>
          <w:rtl/>
          <w:lang w:bidi="fa-IR"/>
        </w:rPr>
        <w:t>٢٣١٣ - چيزى را كه گرو مى گذارند</w:t>
      </w:r>
      <w:r w:rsidR="000C4B14">
        <w:rPr>
          <w:rtl/>
          <w:lang w:bidi="fa-IR"/>
        </w:rPr>
        <w:t>،</w:t>
      </w:r>
      <w:r w:rsidRPr="003E3506">
        <w:rPr>
          <w:rtl/>
          <w:lang w:bidi="fa-IR"/>
        </w:rPr>
        <w:t xml:space="preserve"> بايد خريد و فروش آن صحيح باشد</w:t>
      </w:r>
      <w:r w:rsidR="000C4B14">
        <w:rPr>
          <w:rtl/>
          <w:lang w:bidi="fa-IR"/>
        </w:rPr>
        <w:t>،</w:t>
      </w:r>
      <w:r w:rsidRPr="003E3506">
        <w:rPr>
          <w:rtl/>
          <w:lang w:bidi="fa-IR"/>
        </w:rPr>
        <w:t xml:space="preserve"> پس اگر شراب و مانند آن را گرو بگذارند درست نيست</w:t>
      </w:r>
      <w:r w:rsidR="000C4B14">
        <w:rPr>
          <w:rtl/>
          <w:lang w:bidi="fa-IR"/>
        </w:rPr>
        <w:t>.</w:t>
      </w:r>
    </w:p>
    <w:p w:rsidR="003E3506" w:rsidRPr="003E3506" w:rsidRDefault="003E3506" w:rsidP="003E3506">
      <w:pPr>
        <w:pStyle w:val="libNormal"/>
        <w:rPr>
          <w:lang w:bidi="fa-IR"/>
        </w:rPr>
      </w:pPr>
      <w:r w:rsidRPr="003E3506">
        <w:rPr>
          <w:rtl/>
          <w:lang w:bidi="fa-IR"/>
        </w:rPr>
        <w:t>٢٣١٤ - استفاده چيزى را كه گرو مى گذارند مال مالك آن است چه گرو دهنده و چه كس ديگر باشد.</w:t>
      </w:r>
    </w:p>
    <w:p w:rsidR="003E3506" w:rsidRPr="003E3506" w:rsidRDefault="003E3506" w:rsidP="003E3506">
      <w:pPr>
        <w:pStyle w:val="libNormal"/>
        <w:rPr>
          <w:lang w:bidi="fa-IR"/>
        </w:rPr>
      </w:pPr>
      <w:r w:rsidRPr="003E3506">
        <w:rPr>
          <w:rtl/>
          <w:lang w:bidi="fa-IR"/>
        </w:rPr>
        <w:t>٢٣١٥ - گرو گيرنده نمى تواند مالى را كه گرو گرفته</w:t>
      </w:r>
      <w:r w:rsidR="000C4B14">
        <w:rPr>
          <w:rtl/>
          <w:lang w:bidi="fa-IR"/>
        </w:rPr>
        <w:t>،</w:t>
      </w:r>
      <w:r w:rsidRPr="003E3506">
        <w:rPr>
          <w:rtl/>
          <w:lang w:bidi="fa-IR"/>
        </w:rPr>
        <w:t xml:space="preserve"> بدون اجازه مالك آن چه گرو دهنده باشد چه كس ديگر ملك كسى كند</w:t>
      </w:r>
      <w:r w:rsidR="000C4B14">
        <w:rPr>
          <w:rtl/>
          <w:lang w:bidi="fa-IR"/>
        </w:rPr>
        <w:t>،</w:t>
      </w:r>
      <w:r w:rsidRPr="003E3506">
        <w:rPr>
          <w:rtl/>
          <w:lang w:bidi="fa-IR"/>
        </w:rPr>
        <w:t xml:space="preserve"> مثلا ببخشد يا بفروشد</w:t>
      </w:r>
      <w:r w:rsidR="000C4B14">
        <w:rPr>
          <w:rtl/>
          <w:lang w:bidi="fa-IR"/>
        </w:rPr>
        <w:t>،</w:t>
      </w:r>
      <w:r w:rsidRPr="003E3506">
        <w:rPr>
          <w:rtl/>
          <w:lang w:bidi="fa-IR"/>
        </w:rPr>
        <w:t xml:space="preserve"> ولى اگر آن را ببخشد يا بفروشد بعد او اجازه نمايد اشكال ندارد.</w:t>
      </w:r>
    </w:p>
    <w:p w:rsidR="003E3506" w:rsidRPr="003E3506" w:rsidRDefault="003E3506" w:rsidP="003E3506">
      <w:pPr>
        <w:pStyle w:val="libNormal"/>
        <w:rPr>
          <w:lang w:bidi="fa-IR"/>
        </w:rPr>
      </w:pPr>
      <w:r w:rsidRPr="003E3506">
        <w:rPr>
          <w:rtl/>
          <w:lang w:bidi="fa-IR"/>
        </w:rPr>
        <w:t>٢٣١٦ - اگر گرو گيرنده چيزى را كه گرو برداشته با اجازه مالك آن بفروشد</w:t>
      </w:r>
      <w:r w:rsidR="000C4B14">
        <w:rPr>
          <w:rtl/>
          <w:lang w:bidi="fa-IR"/>
        </w:rPr>
        <w:t>،</w:t>
      </w:r>
      <w:r w:rsidRPr="003E3506">
        <w:rPr>
          <w:rtl/>
          <w:lang w:bidi="fa-IR"/>
        </w:rPr>
        <w:t xml:space="preserve"> پول آن مثل خود مال</w:t>
      </w:r>
      <w:r w:rsidR="000C4B14">
        <w:rPr>
          <w:rtl/>
          <w:lang w:bidi="fa-IR"/>
        </w:rPr>
        <w:t>،</w:t>
      </w:r>
      <w:r w:rsidRPr="003E3506">
        <w:rPr>
          <w:rtl/>
          <w:lang w:bidi="fa-IR"/>
        </w:rPr>
        <w:t xml:space="preserve"> گرو نمى باشد</w:t>
      </w:r>
      <w:r w:rsidR="000C4B14">
        <w:rPr>
          <w:rtl/>
          <w:lang w:bidi="fa-IR"/>
        </w:rPr>
        <w:t>،</w:t>
      </w:r>
      <w:r w:rsidRPr="003E3506">
        <w:rPr>
          <w:rtl/>
          <w:lang w:bidi="fa-IR"/>
        </w:rPr>
        <w:t xml:space="preserve"> و هم چنين است در صورتى كه بى اجازه او بفروشد و بعد مالك </w:t>
      </w:r>
      <w:r w:rsidRPr="003E3506">
        <w:rPr>
          <w:rtl/>
          <w:lang w:bidi="fa-IR"/>
        </w:rPr>
        <w:lastRenderedPageBreak/>
        <w:t>امضاء كند</w:t>
      </w:r>
      <w:r w:rsidR="000C4B14">
        <w:rPr>
          <w:rtl/>
          <w:lang w:bidi="fa-IR"/>
        </w:rPr>
        <w:t>،</w:t>
      </w:r>
      <w:r w:rsidRPr="003E3506">
        <w:rPr>
          <w:rtl/>
          <w:lang w:bidi="fa-IR"/>
        </w:rPr>
        <w:t xml:space="preserve"> ولى اگر گرو دهنده آن چيز را با اجازه گرو گيرنده بفروشد كه عوض آن را گرو قرار دهد بايد همين كار را بكند و در صورتى كه تخلف نمايد معامله باطل است مگر آن كه گرو گيرنده آن را اجازه دهد.</w:t>
      </w:r>
    </w:p>
    <w:p w:rsidR="003E3506" w:rsidRPr="003E3506" w:rsidRDefault="003E3506" w:rsidP="003E3506">
      <w:pPr>
        <w:pStyle w:val="libNormal"/>
        <w:rPr>
          <w:lang w:bidi="fa-IR"/>
        </w:rPr>
      </w:pPr>
      <w:r w:rsidRPr="003E3506">
        <w:rPr>
          <w:rtl/>
          <w:lang w:bidi="fa-IR"/>
        </w:rPr>
        <w:t>٢٣١٧ - اگر موقعى كه بايد بدهى خود را بدهد</w:t>
      </w:r>
      <w:r w:rsidR="000C4B14">
        <w:rPr>
          <w:rtl/>
          <w:lang w:bidi="fa-IR"/>
        </w:rPr>
        <w:t>،</w:t>
      </w:r>
      <w:r w:rsidRPr="003E3506">
        <w:rPr>
          <w:rtl/>
          <w:lang w:bidi="fa-IR"/>
        </w:rPr>
        <w:t xml:space="preserve"> طلبكار مطالبه كند و او ندهد</w:t>
      </w:r>
      <w:r w:rsidR="000C4B14">
        <w:rPr>
          <w:rtl/>
          <w:lang w:bidi="fa-IR"/>
        </w:rPr>
        <w:t>،</w:t>
      </w:r>
      <w:r w:rsidRPr="003E3506">
        <w:rPr>
          <w:rtl/>
          <w:lang w:bidi="fa-IR"/>
        </w:rPr>
        <w:t xml:space="preserve"> طلبكار در صورتى كه وكالت در فروش و برداشت طلب خود از پول آن داشته باشد مى تواند مالى را كه گرو برداشته بفروشد و طلب خود را بردارد</w:t>
      </w:r>
      <w:r w:rsidR="000C4B14">
        <w:rPr>
          <w:rtl/>
          <w:lang w:bidi="fa-IR"/>
        </w:rPr>
        <w:t>،</w:t>
      </w:r>
      <w:r w:rsidRPr="003E3506">
        <w:rPr>
          <w:rtl/>
          <w:lang w:bidi="fa-IR"/>
        </w:rPr>
        <w:t xml:space="preserve"> و در صورتى كه وكالت نداشته باشد لازم است از بدهكار اجازه بگيرد و اگر دسترسى به او ندارد بايد براى فروش و برداشت طلب خود از پول آن از حاكم شرع اجازه بگيرد</w:t>
      </w:r>
      <w:r w:rsidR="000C4B14">
        <w:rPr>
          <w:rtl/>
          <w:lang w:bidi="fa-IR"/>
        </w:rPr>
        <w:t>،</w:t>
      </w:r>
      <w:r w:rsidRPr="003E3506">
        <w:rPr>
          <w:rtl/>
          <w:lang w:bidi="fa-IR"/>
        </w:rPr>
        <w:t xml:space="preserve"> و در هر دو صورت اگر زيادى داشته باشد بايد زيادى را به بدهكار بدهد.</w:t>
      </w:r>
    </w:p>
    <w:p w:rsidR="003E3506" w:rsidRPr="003E3506" w:rsidRDefault="003E3506" w:rsidP="003E3506">
      <w:pPr>
        <w:pStyle w:val="libNormal"/>
        <w:rPr>
          <w:lang w:bidi="fa-IR"/>
        </w:rPr>
      </w:pPr>
      <w:r w:rsidRPr="003E3506">
        <w:rPr>
          <w:rtl/>
          <w:lang w:bidi="fa-IR"/>
        </w:rPr>
        <w:t>٢٣١٨ - اگر بدهكار غير از خانه اى كه در آن نشسته و چيزهايى كه مانند اثاثيه محل احتياج او است</w:t>
      </w:r>
      <w:r w:rsidR="000C4B14">
        <w:rPr>
          <w:rtl/>
          <w:lang w:bidi="fa-IR"/>
        </w:rPr>
        <w:t>،</w:t>
      </w:r>
      <w:r w:rsidRPr="003E3506">
        <w:rPr>
          <w:rtl/>
          <w:lang w:bidi="fa-IR"/>
        </w:rPr>
        <w:t xml:space="preserve"> چيز ديگرى نداشته باشد</w:t>
      </w:r>
      <w:r w:rsidR="000C4B14">
        <w:rPr>
          <w:rtl/>
          <w:lang w:bidi="fa-IR"/>
        </w:rPr>
        <w:t>،</w:t>
      </w:r>
      <w:r w:rsidRPr="003E3506">
        <w:rPr>
          <w:rtl/>
          <w:lang w:bidi="fa-IR"/>
        </w:rPr>
        <w:t xml:space="preserve"> طلبكار نمى تواند طلب خود را از او مطالبه كند ولى اگر مالى را كه گرو گذاشته اگر چه خانه و اثاثيه باشد</w:t>
      </w:r>
      <w:r w:rsidR="000C4B14">
        <w:rPr>
          <w:rtl/>
          <w:lang w:bidi="fa-IR"/>
        </w:rPr>
        <w:t>،</w:t>
      </w:r>
      <w:r w:rsidRPr="003E3506">
        <w:rPr>
          <w:rtl/>
          <w:lang w:bidi="fa-IR"/>
        </w:rPr>
        <w:t xml:space="preserve"> طلبكار مى تواند بفروشد و طلب خود را بردارد.</w:t>
      </w:r>
    </w:p>
    <w:p w:rsidR="003E3506" w:rsidRDefault="00605FAB" w:rsidP="007E0CCF">
      <w:pPr>
        <w:pStyle w:val="Heading3"/>
        <w:rPr>
          <w:rtl/>
          <w:lang w:bidi="fa-IR"/>
        </w:rPr>
      </w:pPr>
      <w:bookmarkStart w:id="249" w:name="_Toc24454672"/>
      <w:r>
        <w:rPr>
          <w:rtl/>
          <w:lang w:bidi="fa-IR"/>
        </w:rPr>
        <w:t>(</w:t>
      </w:r>
      <w:r w:rsidR="003E3506" w:rsidRPr="003E3506">
        <w:rPr>
          <w:rtl/>
          <w:lang w:bidi="fa-IR"/>
        </w:rPr>
        <w:t>احكام ضامن شدن</w:t>
      </w:r>
      <w:r>
        <w:rPr>
          <w:rtl/>
          <w:lang w:bidi="fa-IR"/>
        </w:rPr>
        <w:t>)</w:t>
      </w:r>
      <w:bookmarkEnd w:id="249"/>
    </w:p>
    <w:p w:rsidR="003E3506" w:rsidRPr="003E3506" w:rsidRDefault="003E3506" w:rsidP="003E3506">
      <w:pPr>
        <w:pStyle w:val="libNormal"/>
        <w:rPr>
          <w:lang w:bidi="fa-IR"/>
        </w:rPr>
      </w:pPr>
      <w:r w:rsidRPr="003E3506">
        <w:rPr>
          <w:rtl/>
          <w:lang w:bidi="fa-IR"/>
        </w:rPr>
        <w:t>٢٣١٩ - اگر انسان بخواهد ضامن شود كه بدهى كسى را بدهد ضامن شدن او در صورتى صحيح است كه بهر لفظى اگر چه عربى نباشد يا به عملى به طلبكار بفهماند كه من ضامن شده ام طلب تو را بدهم و طلبكار هم رضايت خود را بفهماند</w:t>
      </w:r>
      <w:r w:rsidR="000C4B14">
        <w:rPr>
          <w:rtl/>
          <w:lang w:bidi="fa-IR"/>
        </w:rPr>
        <w:t>،</w:t>
      </w:r>
      <w:r w:rsidRPr="003E3506">
        <w:rPr>
          <w:rtl/>
          <w:lang w:bidi="fa-IR"/>
        </w:rPr>
        <w:t xml:space="preserve"> و راضى بودن بدهكار شرط نيست</w:t>
      </w:r>
      <w:r w:rsidR="000C4B14">
        <w:rPr>
          <w:rtl/>
          <w:lang w:bidi="fa-IR"/>
        </w:rPr>
        <w:t>.</w:t>
      </w:r>
    </w:p>
    <w:p w:rsidR="003E3506" w:rsidRPr="003E3506" w:rsidRDefault="003E3506" w:rsidP="003E3506">
      <w:pPr>
        <w:pStyle w:val="libNormal"/>
        <w:rPr>
          <w:lang w:bidi="fa-IR"/>
        </w:rPr>
      </w:pPr>
      <w:r w:rsidRPr="003E3506">
        <w:rPr>
          <w:rtl/>
          <w:lang w:bidi="fa-IR"/>
        </w:rPr>
        <w:t>٢٣٢٠ - ضامن و طلبكار بايد بالغ و عاقل باشند و كسى هم آنها را مجبور نكرده باشد</w:t>
      </w:r>
      <w:r w:rsidR="000C4B14">
        <w:rPr>
          <w:rtl/>
          <w:lang w:bidi="fa-IR"/>
        </w:rPr>
        <w:t>،</w:t>
      </w:r>
      <w:r w:rsidRPr="003E3506">
        <w:rPr>
          <w:rtl/>
          <w:lang w:bidi="fa-IR"/>
        </w:rPr>
        <w:t xml:space="preserve"> و نيز بايد سفيه نباشند</w:t>
      </w:r>
      <w:r w:rsidR="000C4B14">
        <w:rPr>
          <w:rtl/>
          <w:lang w:bidi="fa-IR"/>
        </w:rPr>
        <w:t>،</w:t>
      </w:r>
      <w:r w:rsidRPr="003E3506">
        <w:rPr>
          <w:rtl/>
          <w:lang w:bidi="fa-IR"/>
        </w:rPr>
        <w:t xml:space="preserve"> و هم چنين طلبكار بايد مفلس نباشد</w:t>
      </w:r>
      <w:r w:rsidR="000C4B14">
        <w:rPr>
          <w:rtl/>
          <w:lang w:bidi="fa-IR"/>
        </w:rPr>
        <w:t>،</w:t>
      </w:r>
      <w:r w:rsidRPr="003E3506">
        <w:rPr>
          <w:rtl/>
          <w:lang w:bidi="fa-IR"/>
        </w:rPr>
        <w:t xml:space="preserve"> ولى اين شرطها در بدهكار نيست مثلا اگر كسى ضامن شود كه بدهى بچه يا ديوانه يا سفيه را بدهد صحيح است</w:t>
      </w:r>
      <w:r w:rsidR="000C4B14">
        <w:rPr>
          <w:rtl/>
          <w:lang w:bidi="fa-IR"/>
        </w:rPr>
        <w:t>.</w:t>
      </w:r>
    </w:p>
    <w:p w:rsidR="003E3506" w:rsidRPr="003E3506" w:rsidRDefault="003E3506" w:rsidP="003E3506">
      <w:pPr>
        <w:pStyle w:val="libNormal"/>
        <w:rPr>
          <w:lang w:bidi="fa-IR"/>
        </w:rPr>
      </w:pPr>
      <w:r w:rsidRPr="003E3506">
        <w:rPr>
          <w:rtl/>
          <w:lang w:bidi="fa-IR"/>
        </w:rPr>
        <w:t>٢٣٢١ - هر گاه براى ضامن شدن خودش شرطى قرار دهد</w:t>
      </w:r>
      <w:r w:rsidR="000C4B14">
        <w:rPr>
          <w:rtl/>
          <w:lang w:bidi="fa-IR"/>
        </w:rPr>
        <w:t>،</w:t>
      </w:r>
      <w:r w:rsidRPr="003E3506">
        <w:rPr>
          <w:rtl/>
          <w:lang w:bidi="fa-IR"/>
        </w:rPr>
        <w:t xml:space="preserve"> مثلا بگويد اگر بدهكار قرض تو را نداد من ميدهم</w:t>
      </w:r>
      <w:r w:rsidR="000C4B14">
        <w:rPr>
          <w:rtl/>
          <w:lang w:bidi="fa-IR"/>
        </w:rPr>
        <w:t>،</w:t>
      </w:r>
      <w:r w:rsidRPr="003E3506">
        <w:rPr>
          <w:rtl/>
          <w:lang w:bidi="fa-IR"/>
        </w:rPr>
        <w:t xml:space="preserve"> ضامن شدن او محل اشكال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٢٣٢٢ - كسى كه انسان ضامن بدهى او مى شود بايد بدهكار باشد پس اگر كسى بخواهد از ديگرى قرض كند تا وقتى قرض نكرده انسان نمى تواند ضامن او شود.</w:t>
      </w:r>
    </w:p>
    <w:p w:rsidR="003E3506" w:rsidRPr="003E3506" w:rsidRDefault="003E3506" w:rsidP="003E3506">
      <w:pPr>
        <w:pStyle w:val="libNormal"/>
        <w:rPr>
          <w:lang w:bidi="fa-IR"/>
        </w:rPr>
      </w:pPr>
      <w:r w:rsidRPr="003E3506">
        <w:rPr>
          <w:rtl/>
          <w:lang w:bidi="fa-IR"/>
        </w:rPr>
        <w:t>٢٣٢٣ - در صورتى انسان مى تواند ضامن شود كه طلبكار و بدهكار و جنس بدهى همه در واقع و نفس الامر معين باشند.</w:t>
      </w:r>
    </w:p>
    <w:p w:rsidR="003E3506" w:rsidRPr="003E3506" w:rsidRDefault="003E3506" w:rsidP="003E3506">
      <w:pPr>
        <w:pStyle w:val="libNormal"/>
        <w:rPr>
          <w:lang w:bidi="fa-IR"/>
        </w:rPr>
      </w:pPr>
      <w:r w:rsidRPr="003E3506">
        <w:rPr>
          <w:rtl/>
          <w:lang w:bidi="fa-IR"/>
        </w:rPr>
        <w:t>پس اگر دو نفر از كسى طلبكار باشند و انسان بگويد من ضامن هستم كه طلب يكى از شماها را بدهم</w:t>
      </w:r>
      <w:r w:rsidR="000C4B14">
        <w:rPr>
          <w:rtl/>
          <w:lang w:bidi="fa-IR"/>
        </w:rPr>
        <w:t>،</w:t>
      </w:r>
      <w:r w:rsidRPr="003E3506">
        <w:rPr>
          <w:rtl/>
          <w:lang w:bidi="fa-IR"/>
        </w:rPr>
        <w:t xml:space="preserve"> چون معين نكرده كه طلب كدام را مى دهد</w:t>
      </w:r>
      <w:r w:rsidR="000C4B14">
        <w:rPr>
          <w:rtl/>
          <w:lang w:bidi="fa-IR"/>
        </w:rPr>
        <w:t>،</w:t>
      </w:r>
      <w:r w:rsidRPr="003E3506">
        <w:rPr>
          <w:rtl/>
          <w:lang w:bidi="fa-IR"/>
        </w:rPr>
        <w:t xml:space="preserve"> ضامن شدن او باطل است</w:t>
      </w:r>
      <w:r w:rsidR="000C4B14">
        <w:rPr>
          <w:rtl/>
          <w:lang w:bidi="fa-IR"/>
        </w:rPr>
        <w:t>.</w:t>
      </w:r>
    </w:p>
    <w:p w:rsidR="003E3506" w:rsidRPr="003E3506" w:rsidRDefault="003E3506" w:rsidP="003E3506">
      <w:pPr>
        <w:pStyle w:val="libNormal"/>
        <w:rPr>
          <w:lang w:bidi="fa-IR"/>
        </w:rPr>
      </w:pPr>
      <w:r w:rsidRPr="003E3506">
        <w:rPr>
          <w:rtl/>
          <w:lang w:bidi="fa-IR"/>
        </w:rPr>
        <w:t>و نيز اگر كسى از دو نفر طلبكار باشد و شخصى بگويد من ضامن هستم كه بدهى يكى از آن دو نفر را به تو بدهم</w:t>
      </w:r>
      <w:r w:rsidR="000C4B14">
        <w:rPr>
          <w:rtl/>
          <w:lang w:bidi="fa-IR"/>
        </w:rPr>
        <w:t>،</w:t>
      </w:r>
      <w:r w:rsidRPr="003E3506">
        <w:rPr>
          <w:rtl/>
          <w:lang w:bidi="fa-IR"/>
        </w:rPr>
        <w:t xml:space="preserve"> چون معين نكرده كه بدهى كدام را مى دهد</w:t>
      </w:r>
      <w:r w:rsidR="000C4B14">
        <w:rPr>
          <w:rtl/>
          <w:lang w:bidi="fa-IR"/>
        </w:rPr>
        <w:t>،</w:t>
      </w:r>
      <w:r w:rsidRPr="003E3506">
        <w:rPr>
          <w:rtl/>
          <w:lang w:bidi="fa-IR"/>
        </w:rPr>
        <w:t xml:space="preserve"> ضامن شدن او باطل مى باشد و هم چنين اگر كسى از ديگرى مثلا ده من گندم و ده تومان پول طلبكار باشد</w:t>
      </w:r>
      <w:r w:rsidR="000C4B14">
        <w:rPr>
          <w:rtl/>
          <w:lang w:bidi="fa-IR"/>
        </w:rPr>
        <w:t>،</w:t>
      </w:r>
      <w:r w:rsidRPr="003E3506">
        <w:rPr>
          <w:rtl/>
          <w:lang w:bidi="fa-IR"/>
        </w:rPr>
        <w:t xml:space="preserve"> و شخصى بگويد من ضامن يكى از دو طلب تو هستم و معين نكند كه ضامن گندم است</w:t>
      </w:r>
      <w:r w:rsidR="000C4B14">
        <w:rPr>
          <w:rtl/>
          <w:lang w:bidi="fa-IR"/>
        </w:rPr>
        <w:t>،</w:t>
      </w:r>
      <w:r w:rsidRPr="003E3506">
        <w:rPr>
          <w:rtl/>
          <w:lang w:bidi="fa-IR"/>
        </w:rPr>
        <w:t xml:space="preserve"> يا ضامن پول صحيح نيست</w:t>
      </w:r>
      <w:r w:rsidR="000C4B14">
        <w:rPr>
          <w:rtl/>
          <w:lang w:bidi="fa-IR"/>
        </w:rPr>
        <w:t>.</w:t>
      </w:r>
    </w:p>
    <w:p w:rsidR="007E0CCF" w:rsidRDefault="003E3506" w:rsidP="003E3506">
      <w:pPr>
        <w:pStyle w:val="libNormal"/>
        <w:rPr>
          <w:rtl/>
          <w:lang w:bidi="fa-IR"/>
        </w:rPr>
      </w:pPr>
      <w:r w:rsidRPr="003E3506">
        <w:rPr>
          <w:rtl/>
          <w:lang w:bidi="fa-IR"/>
        </w:rPr>
        <w:t>٢٣٢٤ - اگر طلبكار طلب خود را به ضامن ببخشد</w:t>
      </w:r>
      <w:r w:rsidR="000C4B14">
        <w:rPr>
          <w:rtl/>
          <w:lang w:bidi="fa-IR"/>
        </w:rPr>
        <w:t>،</w:t>
      </w:r>
      <w:r w:rsidRPr="003E3506">
        <w:rPr>
          <w:rtl/>
          <w:lang w:bidi="fa-IR"/>
        </w:rPr>
        <w:t xml:space="preserve"> ضامن نمى تواند از بدهكار چيزى بگيرد</w:t>
      </w:r>
      <w:r w:rsidR="000C4B14">
        <w:rPr>
          <w:rtl/>
          <w:lang w:bidi="fa-IR"/>
        </w:rPr>
        <w:t>،</w:t>
      </w:r>
      <w:r w:rsidRPr="003E3506">
        <w:rPr>
          <w:rtl/>
          <w:lang w:bidi="fa-IR"/>
        </w:rPr>
        <w:t xml:space="preserve"> و اگر مقدارى از آن را ببخشد نمى تواند آن مقدار را مطالبه نمايد.</w:t>
      </w:r>
    </w:p>
    <w:p w:rsidR="003E3506" w:rsidRPr="003E3506" w:rsidRDefault="003E3506" w:rsidP="003E3506">
      <w:pPr>
        <w:pStyle w:val="libNormal"/>
        <w:rPr>
          <w:lang w:bidi="fa-IR"/>
        </w:rPr>
      </w:pPr>
      <w:r w:rsidRPr="003E3506">
        <w:rPr>
          <w:rtl/>
          <w:lang w:bidi="fa-IR"/>
        </w:rPr>
        <w:t>٢٣٢٥ - اگر انسان ضامن شود كه بدهى كسى را بدهد</w:t>
      </w:r>
      <w:r w:rsidR="000C4B14">
        <w:rPr>
          <w:rtl/>
          <w:lang w:bidi="fa-IR"/>
        </w:rPr>
        <w:t>،</w:t>
      </w:r>
      <w:r w:rsidRPr="003E3506">
        <w:rPr>
          <w:rtl/>
          <w:lang w:bidi="fa-IR"/>
        </w:rPr>
        <w:t xml:space="preserve"> نمى تواند از ضامن شدن خود برگردد.</w:t>
      </w:r>
    </w:p>
    <w:p w:rsidR="003E3506" w:rsidRPr="003E3506" w:rsidRDefault="003E3506" w:rsidP="003E3506">
      <w:pPr>
        <w:pStyle w:val="libNormal"/>
        <w:rPr>
          <w:lang w:bidi="fa-IR"/>
        </w:rPr>
      </w:pPr>
      <w:r w:rsidRPr="003E3506">
        <w:rPr>
          <w:rtl/>
          <w:lang w:bidi="fa-IR"/>
        </w:rPr>
        <w:t>٢٣٢٦ - ضامن و طلبكار - بنابر احتياط - نمى توانند شرط كنند كه هر وقت بخواهند ضامن بودن ضامن را بهم بزنند.</w:t>
      </w:r>
    </w:p>
    <w:p w:rsidR="003E3506" w:rsidRPr="003E3506" w:rsidRDefault="003E3506" w:rsidP="003E3506">
      <w:pPr>
        <w:pStyle w:val="libNormal"/>
        <w:rPr>
          <w:lang w:bidi="fa-IR"/>
        </w:rPr>
      </w:pPr>
      <w:r w:rsidRPr="003E3506">
        <w:rPr>
          <w:rtl/>
          <w:lang w:bidi="fa-IR"/>
        </w:rPr>
        <w:t>٢٣٢٧ - هرگاه انسان در موقع ضامن شدن بتواند طلب طلبكار را بدهد اگر چه بعد فقير شود</w:t>
      </w:r>
      <w:r w:rsidR="000C4B14">
        <w:rPr>
          <w:rtl/>
          <w:lang w:bidi="fa-IR"/>
        </w:rPr>
        <w:t>،</w:t>
      </w:r>
      <w:r w:rsidRPr="003E3506">
        <w:rPr>
          <w:rtl/>
          <w:lang w:bidi="fa-IR"/>
        </w:rPr>
        <w:t xml:space="preserve"> طلبكار نمى تواند ضامن بودن او را بهم زند و طلب خود را از بدهكار اول مطالبه نمايد و هم چنين است اگر در آن موقع نتواند طلب او را بدهد ولى طلبكار بداند و به ضامن شدن او راضى شود.</w:t>
      </w:r>
    </w:p>
    <w:p w:rsidR="003E3506" w:rsidRPr="003E3506" w:rsidRDefault="003E3506" w:rsidP="003E3506">
      <w:pPr>
        <w:pStyle w:val="libNormal"/>
        <w:rPr>
          <w:lang w:bidi="fa-IR"/>
        </w:rPr>
      </w:pPr>
      <w:r w:rsidRPr="003E3506">
        <w:rPr>
          <w:rtl/>
          <w:lang w:bidi="fa-IR"/>
        </w:rPr>
        <w:lastRenderedPageBreak/>
        <w:t>٢٣٢٨ - اگر انسان در موقعى كه ضامن مى شود نتواند طلب طلبكار را بدهد</w:t>
      </w:r>
      <w:r w:rsidR="000C4B14">
        <w:rPr>
          <w:rtl/>
          <w:lang w:bidi="fa-IR"/>
        </w:rPr>
        <w:t>،</w:t>
      </w:r>
      <w:r w:rsidRPr="003E3506">
        <w:rPr>
          <w:rtl/>
          <w:lang w:bidi="fa-IR"/>
        </w:rPr>
        <w:t xml:space="preserve"> و طلبكار چگونگى را نمى دانسته و بخواهد ضامن بودن او را بهم بزند</w:t>
      </w:r>
      <w:r w:rsidR="000C4B14">
        <w:rPr>
          <w:rtl/>
          <w:lang w:bidi="fa-IR"/>
        </w:rPr>
        <w:t>،</w:t>
      </w:r>
      <w:r w:rsidRPr="003E3506">
        <w:rPr>
          <w:rtl/>
          <w:lang w:bidi="fa-IR"/>
        </w:rPr>
        <w:t xml:space="preserve"> اشكال دارد</w:t>
      </w:r>
      <w:r w:rsidR="000C4B14">
        <w:rPr>
          <w:rtl/>
          <w:lang w:bidi="fa-IR"/>
        </w:rPr>
        <w:t>،</w:t>
      </w:r>
      <w:r w:rsidRPr="003E3506">
        <w:rPr>
          <w:rtl/>
          <w:lang w:bidi="fa-IR"/>
        </w:rPr>
        <w:t xml:space="preserve"> بخصوص در صورتى كه ضامن پيش از اين كه طلبكار ملتفت شود قدرت پيدا كرده باشد.</w:t>
      </w:r>
    </w:p>
    <w:p w:rsidR="003E3506" w:rsidRPr="003E3506" w:rsidRDefault="003E3506" w:rsidP="003E3506">
      <w:pPr>
        <w:pStyle w:val="libNormal"/>
        <w:rPr>
          <w:lang w:bidi="fa-IR"/>
        </w:rPr>
      </w:pPr>
      <w:r w:rsidRPr="003E3506">
        <w:rPr>
          <w:rtl/>
          <w:lang w:bidi="fa-IR"/>
        </w:rPr>
        <w:t>٢٣٢٩ - اگر كسى بدون اجازه بدهكار ضامن شود كه بدهى او را بدهد</w:t>
      </w:r>
      <w:r w:rsidR="000C4B14">
        <w:rPr>
          <w:rtl/>
          <w:lang w:bidi="fa-IR"/>
        </w:rPr>
        <w:t>،</w:t>
      </w:r>
      <w:r w:rsidRPr="003E3506">
        <w:rPr>
          <w:rtl/>
          <w:lang w:bidi="fa-IR"/>
        </w:rPr>
        <w:t xml:space="preserve"> نمى تواند چيزى از او بگيرد.</w:t>
      </w:r>
    </w:p>
    <w:p w:rsidR="003E3506" w:rsidRPr="003E3506" w:rsidRDefault="003E3506" w:rsidP="003E3506">
      <w:pPr>
        <w:pStyle w:val="libNormal"/>
        <w:rPr>
          <w:lang w:bidi="fa-IR"/>
        </w:rPr>
      </w:pPr>
      <w:r w:rsidRPr="003E3506">
        <w:rPr>
          <w:rtl/>
          <w:lang w:bidi="fa-IR"/>
        </w:rPr>
        <w:t>٢٣٣٠ - اگر كسى با اجازه بدهكار ضامن شود كه بدهى او را بدهد</w:t>
      </w:r>
      <w:r w:rsidR="000C4B14">
        <w:rPr>
          <w:rtl/>
          <w:lang w:bidi="fa-IR"/>
        </w:rPr>
        <w:t>،</w:t>
      </w:r>
      <w:r w:rsidRPr="003E3506">
        <w:rPr>
          <w:rtl/>
          <w:lang w:bidi="fa-IR"/>
        </w:rPr>
        <w:t xml:space="preserve"> مى تواند مقدارى را كه ضامن شده - هر چند پيش از دادن آن - از او مطالبه نمايد ولى اگر بجاى جنسى كه بدهكار بوده جنس ديگرى به طلبكار او بدهد</w:t>
      </w:r>
      <w:r w:rsidR="000C4B14">
        <w:rPr>
          <w:rtl/>
          <w:lang w:bidi="fa-IR"/>
        </w:rPr>
        <w:t>،</w:t>
      </w:r>
      <w:r w:rsidRPr="003E3506">
        <w:rPr>
          <w:rtl/>
          <w:lang w:bidi="fa-IR"/>
        </w:rPr>
        <w:t xml:space="preserve"> نمى تواند چيزى را كه داده از او مطالبه نمايد</w:t>
      </w:r>
      <w:r w:rsidR="000C4B14">
        <w:rPr>
          <w:rtl/>
          <w:lang w:bidi="fa-IR"/>
        </w:rPr>
        <w:t>،</w:t>
      </w:r>
      <w:r w:rsidRPr="003E3506">
        <w:rPr>
          <w:rtl/>
          <w:lang w:bidi="fa-IR"/>
        </w:rPr>
        <w:t xml:space="preserve"> مثلا اگر ده من گندم بدهكار باشد</w:t>
      </w:r>
      <w:r w:rsidR="000C4B14">
        <w:rPr>
          <w:rtl/>
          <w:lang w:bidi="fa-IR"/>
        </w:rPr>
        <w:t>،</w:t>
      </w:r>
      <w:r w:rsidRPr="003E3506">
        <w:rPr>
          <w:rtl/>
          <w:lang w:bidi="fa-IR"/>
        </w:rPr>
        <w:t xml:space="preserve"> و ضامن ده من برنج بدهد</w:t>
      </w:r>
      <w:r w:rsidR="000C4B14">
        <w:rPr>
          <w:rtl/>
          <w:lang w:bidi="fa-IR"/>
        </w:rPr>
        <w:t>،</w:t>
      </w:r>
      <w:r w:rsidRPr="003E3506">
        <w:rPr>
          <w:rtl/>
          <w:lang w:bidi="fa-IR"/>
        </w:rPr>
        <w:t xml:space="preserve"> نمى تواند برنج را از او مطالبه نمايد</w:t>
      </w:r>
      <w:r w:rsidR="000C4B14">
        <w:rPr>
          <w:rtl/>
          <w:lang w:bidi="fa-IR"/>
        </w:rPr>
        <w:t>،</w:t>
      </w:r>
      <w:r w:rsidRPr="003E3506">
        <w:rPr>
          <w:rtl/>
          <w:lang w:bidi="fa-IR"/>
        </w:rPr>
        <w:t xml:space="preserve"> اما اگر خودش راضى شود كه برنج بدهد اشكال ندارد.</w:t>
      </w:r>
    </w:p>
    <w:p w:rsidR="003E3506" w:rsidRDefault="00605FAB" w:rsidP="007E0CCF">
      <w:pPr>
        <w:pStyle w:val="Heading3"/>
        <w:rPr>
          <w:rtl/>
          <w:lang w:bidi="fa-IR"/>
        </w:rPr>
      </w:pPr>
      <w:bookmarkStart w:id="250" w:name="_Toc24454673"/>
      <w:r>
        <w:rPr>
          <w:rtl/>
          <w:lang w:bidi="fa-IR"/>
        </w:rPr>
        <w:t>(</w:t>
      </w:r>
      <w:r w:rsidR="003E3506" w:rsidRPr="003E3506">
        <w:rPr>
          <w:rtl/>
          <w:lang w:bidi="fa-IR"/>
        </w:rPr>
        <w:t>احكام كفالت</w:t>
      </w:r>
      <w:r>
        <w:rPr>
          <w:rtl/>
          <w:lang w:bidi="fa-IR"/>
        </w:rPr>
        <w:t>)</w:t>
      </w:r>
      <w:bookmarkEnd w:id="250"/>
    </w:p>
    <w:p w:rsidR="003E3506" w:rsidRPr="003E3506" w:rsidRDefault="003E3506" w:rsidP="003E3506">
      <w:pPr>
        <w:pStyle w:val="libNormal"/>
        <w:rPr>
          <w:lang w:bidi="fa-IR"/>
        </w:rPr>
      </w:pPr>
      <w:r w:rsidRPr="003E3506">
        <w:rPr>
          <w:rtl/>
          <w:lang w:bidi="fa-IR"/>
        </w:rPr>
        <w:t>٢٣٣١ - كفالت آن است كه انسان متعهد شود كه هر وقت طلبكار بدهكار را خواست</w:t>
      </w:r>
      <w:r w:rsidR="000C4B14">
        <w:rPr>
          <w:rtl/>
          <w:lang w:bidi="fa-IR"/>
        </w:rPr>
        <w:t>،</w:t>
      </w:r>
      <w:r w:rsidRPr="003E3506">
        <w:rPr>
          <w:rtl/>
          <w:lang w:bidi="fa-IR"/>
        </w:rPr>
        <w:t xml:space="preserve"> به دست او بدهد و به كسى كه اين طور متعهد مى شود كفيل مى گويند.</w:t>
      </w:r>
    </w:p>
    <w:p w:rsidR="003E3506" w:rsidRPr="003E3506" w:rsidRDefault="003E3506" w:rsidP="007E0CCF">
      <w:pPr>
        <w:pStyle w:val="libNormal"/>
        <w:rPr>
          <w:lang w:bidi="fa-IR"/>
        </w:rPr>
      </w:pPr>
      <w:r w:rsidRPr="003E3506">
        <w:rPr>
          <w:rtl/>
          <w:lang w:bidi="fa-IR"/>
        </w:rPr>
        <w:t>٢٣٣٢ - كفالت در صورتى صحيح است كه كفيل ب</w:t>
      </w:r>
      <w:r w:rsidR="007E0CCF">
        <w:rPr>
          <w:rFonts w:hint="cs"/>
          <w:rtl/>
          <w:lang w:bidi="fa-IR"/>
        </w:rPr>
        <w:t>ه ه</w:t>
      </w:r>
      <w:r w:rsidRPr="003E3506">
        <w:rPr>
          <w:rtl/>
          <w:lang w:bidi="fa-IR"/>
        </w:rPr>
        <w:t>ر لفظى اگر چه عربى نباشد يا به عملى به طلبكار بفهماند كه من متعهدم هر وقت بدهكار خود را بخواهى به دست تو بدهم و طلبكار هم قبول نمايد و بنابر احتياط رضايت بدهكار نيز در صحت كفالت معتبر است بلكه احتياط آن است كه او هم طرف عقد باشد يعنى بدهكار و طلبكار هر دو كفالت را قبول كنند.</w:t>
      </w:r>
    </w:p>
    <w:p w:rsidR="003E3506" w:rsidRPr="003E3506" w:rsidRDefault="003E3506" w:rsidP="003E3506">
      <w:pPr>
        <w:pStyle w:val="libNormal"/>
        <w:rPr>
          <w:lang w:bidi="fa-IR"/>
        </w:rPr>
      </w:pPr>
      <w:r w:rsidRPr="003E3506">
        <w:rPr>
          <w:rtl/>
          <w:lang w:bidi="fa-IR"/>
        </w:rPr>
        <w:t>٢٣٣٣ - كفيل بايد بالغ و عاقل باشد و او را در كفالت مجبور نكرده باشند و بتواند كسى را كه كفيل او شده حاضر نمايد</w:t>
      </w:r>
      <w:r w:rsidR="000C4B14">
        <w:rPr>
          <w:rtl/>
          <w:lang w:bidi="fa-IR"/>
        </w:rPr>
        <w:t>،</w:t>
      </w:r>
      <w:r w:rsidRPr="003E3506">
        <w:rPr>
          <w:rtl/>
          <w:lang w:bidi="fa-IR"/>
        </w:rPr>
        <w:t xml:space="preserve"> و هم چنين بايد سفيه يا مفلس نباشد در صورتى كه حاضر كردن بدهكار مستلزم تصرف در مالش باشد.</w:t>
      </w:r>
    </w:p>
    <w:p w:rsidR="003E3506" w:rsidRPr="003E3506" w:rsidRDefault="003E3506" w:rsidP="003E3506">
      <w:pPr>
        <w:pStyle w:val="libNormal"/>
        <w:rPr>
          <w:lang w:bidi="fa-IR"/>
        </w:rPr>
      </w:pPr>
      <w:r w:rsidRPr="003E3506">
        <w:rPr>
          <w:rtl/>
          <w:lang w:bidi="fa-IR"/>
        </w:rPr>
        <w:t>٢٣٣٤ - يكى از پنج چيز</w:t>
      </w:r>
      <w:r w:rsidR="000C4B14">
        <w:rPr>
          <w:rtl/>
          <w:lang w:bidi="fa-IR"/>
        </w:rPr>
        <w:t>،</w:t>
      </w:r>
      <w:r w:rsidRPr="003E3506">
        <w:rPr>
          <w:rtl/>
          <w:lang w:bidi="fa-IR"/>
        </w:rPr>
        <w:t xml:space="preserve"> كفالت را بهم ميزند</w:t>
      </w:r>
      <w:r w:rsidR="00553569">
        <w:rPr>
          <w:rtl/>
          <w:lang w:bidi="fa-IR"/>
        </w:rPr>
        <w:t>:</w:t>
      </w:r>
      <w:r w:rsidRPr="003E3506">
        <w:rPr>
          <w:rtl/>
          <w:lang w:bidi="fa-IR"/>
        </w:rPr>
        <w:t xml:space="preserve"> اول كفيل بدهكار را به دست طلبكار بدهد.</w:t>
      </w:r>
    </w:p>
    <w:p w:rsidR="003E3506" w:rsidRPr="003E3506" w:rsidRDefault="003E3506" w:rsidP="003E3506">
      <w:pPr>
        <w:pStyle w:val="libNormal"/>
        <w:rPr>
          <w:lang w:bidi="fa-IR"/>
        </w:rPr>
      </w:pPr>
      <w:r w:rsidRPr="003E3506">
        <w:rPr>
          <w:rtl/>
          <w:lang w:bidi="fa-IR"/>
        </w:rPr>
        <w:t>يا او خود تسليم طلبكار شود.</w:t>
      </w:r>
    </w:p>
    <w:p w:rsidR="003E3506" w:rsidRPr="003E3506" w:rsidRDefault="003E3506" w:rsidP="003E3506">
      <w:pPr>
        <w:pStyle w:val="libNormal"/>
        <w:rPr>
          <w:lang w:bidi="fa-IR"/>
        </w:rPr>
      </w:pPr>
      <w:r w:rsidRPr="003E3506">
        <w:rPr>
          <w:rtl/>
          <w:lang w:bidi="fa-IR"/>
        </w:rPr>
        <w:lastRenderedPageBreak/>
        <w:t>دوم طلب طلبكار داده شود.</w:t>
      </w:r>
    </w:p>
    <w:p w:rsidR="003E3506" w:rsidRPr="003E3506" w:rsidRDefault="003E3506" w:rsidP="003E3506">
      <w:pPr>
        <w:pStyle w:val="libNormal"/>
        <w:rPr>
          <w:lang w:bidi="fa-IR"/>
        </w:rPr>
      </w:pPr>
      <w:r w:rsidRPr="003E3506">
        <w:rPr>
          <w:rtl/>
          <w:lang w:bidi="fa-IR"/>
        </w:rPr>
        <w:t>سوم طلبكار از طلب خود بگذرد.</w:t>
      </w:r>
    </w:p>
    <w:p w:rsidR="003E3506" w:rsidRPr="003E3506" w:rsidRDefault="003E3506" w:rsidP="003E3506">
      <w:pPr>
        <w:pStyle w:val="libNormal"/>
        <w:rPr>
          <w:lang w:bidi="fa-IR"/>
        </w:rPr>
      </w:pPr>
      <w:r w:rsidRPr="003E3506">
        <w:rPr>
          <w:rtl/>
          <w:lang w:bidi="fa-IR"/>
        </w:rPr>
        <w:t>يا آن را به ديگرى انتقال دهد.</w:t>
      </w:r>
    </w:p>
    <w:p w:rsidR="003E3506" w:rsidRPr="003E3506" w:rsidRDefault="003E3506" w:rsidP="003E3506">
      <w:pPr>
        <w:pStyle w:val="libNormal"/>
        <w:rPr>
          <w:lang w:bidi="fa-IR"/>
        </w:rPr>
      </w:pPr>
      <w:r w:rsidRPr="003E3506">
        <w:rPr>
          <w:rtl/>
          <w:lang w:bidi="fa-IR"/>
        </w:rPr>
        <w:t>چهارم بدهكار يا كفيل بميرد.</w:t>
      </w:r>
    </w:p>
    <w:p w:rsidR="003E3506" w:rsidRPr="003E3506" w:rsidRDefault="003E3506" w:rsidP="003E3506">
      <w:pPr>
        <w:pStyle w:val="libNormal"/>
        <w:rPr>
          <w:lang w:bidi="fa-IR"/>
        </w:rPr>
      </w:pPr>
      <w:r w:rsidRPr="003E3506">
        <w:rPr>
          <w:rtl/>
          <w:lang w:bidi="fa-IR"/>
        </w:rPr>
        <w:t>پنجم طلبكار كفيل را از كفالت آزاد كند.</w:t>
      </w:r>
    </w:p>
    <w:p w:rsidR="003E3506" w:rsidRPr="003E3506" w:rsidRDefault="003E3506" w:rsidP="003E3506">
      <w:pPr>
        <w:pStyle w:val="libNormal"/>
        <w:rPr>
          <w:lang w:bidi="fa-IR"/>
        </w:rPr>
      </w:pPr>
      <w:r w:rsidRPr="003E3506">
        <w:rPr>
          <w:rtl/>
          <w:lang w:bidi="fa-IR"/>
        </w:rPr>
        <w:t>٢٣٣٥ - اگر كسى به زور بدهكار را از دست طلبكار رها كند</w:t>
      </w:r>
      <w:r w:rsidR="000C4B14">
        <w:rPr>
          <w:rtl/>
          <w:lang w:bidi="fa-IR"/>
        </w:rPr>
        <w:t>،</w:t>
      </w:r>
      <w:r w:rsidRPr="003E3506">
        <w:rPr>
          <w:rtl/>
          <w:lang w:bidi="fa-IR"/>
        </w:rPr>
        <w:t xml:space="preserve"> چنانچه طلبكار دسترسى به او نداشته باشد</w:t>
      </w:r>
      <w:r w:rsidR="000C4B14">
        <w:rPr>
          <w:rtl/>
          <w:lang w:bidi="fa-IR"/>
        </w:rPr>
        <w:t>،</w:t>
      </w:r>
      <w:r w:rsidRPr="003E3506">
        <w:rPr>
          <w:rtl/>
          <w:lang w:bidi="fa-IR"/>
        </w:rPr>
        <w:t xml:space="preserve"> كسى كه بدهكار را رها كرده</w:t>
      </w:r>
      <w:r w:rsidR="000C4B14">
        <w:rPr>
          <w:rtl/>
          <w:lang w:bidi="fa-IR"/>
        </w:rPr>
        <w:t>،</w:t>
      </w:r>
      <w:r w:rsidRPr="003E3506">
        <w:rPr>
          <w:rtl/>
          <w:lang w:bidi="fa-IR"/>
        </w:rPr>
        <w:t xml:space="preserve"> بايد او را به دست طلبكار بدهد يا طلب او را بپردازد.</w:t>
      </w:r>
    </w:p>
    <w:p w:rsidR="003E3506" w:rsidRDefault="00605FAB" w:rsidP="007E0CCF">
      <w:pPr>
        <w:pStyle w:val="Heading3"/>
        <w:rPr>
          <w:rtl/>
          <w:lang w:bidi="fa-IR"/>
        </w:rPr>
      </w:pPr>
      <w:bookmarkStart w:id="251" w:name="_Toc24454674"/>
      <w:r>
        <w:rPr>
          <w:rtl/>
          <w:lang w:bidi="fa-IR"/>
        </w:rPr>
        <w:t>(</w:t>
      </w:r>
      <w:r w:rsidR="003E3506" w:rsidRPr="003E3506">
        <w:rPr>
          <w:rtl/>
          <w:lang w:bidi="fa-IR"/>
        </w:rPr>
        <w:t xml:space="preserve">احكام وديعه </w:t>
      </w:r>
      <w:r>
        <w:rPr>
          <w:rtl/>
          <w:lang w:bidi="fa-IR"/>
        </w:rPr>
        <w:t>(</w:t>
      </w:r>
      <w:r w:rsidR="003E3506" w:rsidRPr="003E3506">
        <w:rPr>
          <w:rtl/>
          <w:lang w:bidi="fa-IR"/>
        </w:rPr>
        <w:t>امانت</w:t>
      </w:r>
      <w:r>
        <w:rPr>
          <w:rtl/>
          <w:lang w:bidi="fa-IR"/>
        </w:rPr>
        <w:t>))</w:t>
      </w:r>
      <w:bookmarkEnd w:id="251"/>
    </w:p>
    <w:p w:rsidR="003E3506" w:rsidRPr="003E3506" w:rsidRDefault="003E3506" w:rsidP="003E3506">
      <w:pPr>
        <w:pStyle w:val="libNormal"/>
        <w:rPr>
          <w:lang w:bidi="fa-IR"/>
        </w:rPr>
      </w:pPr>
      <w:r w:rsidRPr="003E3506">
        <w:rPr>
          <w:rtl/>
          <w:lang w:bidi="fa-IR"/>
        </w:rPr>
        <w:t>٢٣٣٦ - اگر انسان مالى را به كسى بدهد و بگويد نزد تو امانت باشد و او هم قبول كند يا بدون اين كه حرفى بزنند صاحب مال بفهماند كه مال را براى نگهدارى به او مى دهد و او هم به قصد نگهدارى كردن بگيرد</w:t>
      </w:r>
      <w:r w:rsidR="000C4B14">
        <w:rPr>
          <w:rtl/>
          <w:lang w:bidi="fa-IR"/>
        </w:rPr>
        <w:t>،</w:t>
      </w:r>
      <w:r w:rsidRPr="003E3506">
        <w:rPr>
          <w:rtl/>
          <w:lang w:bidi="fa-IR"/>
        </w:rPr>
        <w:t xml:space="preserve"> بايد به احكام وديعه و امانت دارى كه بعدا گفته مى شود عمل نمايد.</w:t>
      </w:r>
    </w:p>
    <w:p w:rsidR="003E3506" w:rsidRPr="003E3506" w:rsidRDefault="003E3506" w:rsidP="003E3506">
      <w:pPr>
        <w:pStyle w:val="libNormal"/>
        <w:rPr>
          <w:lang w:bidi="fa-IR"/>
        </w:rPr>
      </w:pPr>
      <w:r w:rsidRPr="003E3506">
        <w:rPr>
          <w:rtl/>
          <w:lang w:bidi="fa-IR"/>
        </w:rPr>
        <w:t>٢٣٣٧ - امانت دار و كسى كه مال را امانت مى گذارد بايد هر دو بالغ و عاقل باشند و كسى آنها را مجبور نكرده باشد پس اگر انسان مالى را پيش ديوانه يا بچه امانت بگذارد يا ديوانه يا بچه مالى را پيش كسى امانت بگذارد</w:t>
      </w:r>
      <w:r w:rsidR="000C4B14">
        <w:rPr>
          <w:rtl/>
          <w:lang w:bidi="fa-IR"/>
        </w:rPr>
        <w:t>،</w:t>
      </w:r>
      <w:r w:rsidRPr="003E3506">
        <w:rPr>
          <w:rtl/>
          <w:lang w:bidi="fa-IR"/>
        </w:rPr>
        <w:t xml:space="preserve"> صحيح نيست بله جايز است بچه مميز مال ديگرى را با اذنش نزد كسى امانت بگذارد و هم چنين بايد كسى كه امانت مى گذارد سفيه يا مفلس نباشد</w:t>
      </w:r>
      <w:r w:rsidR="000C4B14">
        <w:rPr>
          <w:rtl/>
          <w:lang w:bidi="fa-IR"/>
        </w:rPr>
        <w:t>،</w:t>
      </w:r>
      <w:r w:rsidRPr="003E3506">
        <w:rPr>
          <w:rtl/>
          <w:lang w:bidi="fa-IR"/>
        </w:rPr>
        <w:t xml:space="preserve"> ولى اگر مفلس باشد</w:t>
      </w:r>
      <w:r w:rsidR="000C4B14">
        <w:rPr>
          <w:rtl/>
          <w:lang w:bidi="fa-IR"/>
        </w:rPr>
        <w:t>،</w:t>
      </w:r>
      <w:r w:rsidRPr="003E3506">
        <w:rPr>
          <w:rtl/>
          <w:lang w:bidi="fa-IR"/>
        </w:rPr>
        <w:t xml:space="preserve"> ليكن مالى را كه امانت گذاشته از جمله اموالى نباشد كه از تصرف در آنها منع شده اشكال ندارد</w:t>
      </w:r>
      <w:r w:rsidR="000C4B14">
        <w:rPr>
          <w:rtl/>
          <w:lang w:bidi="fa-IR"/>
        </w:rPr>
        <w:t>،</w:t>
      </w:r>
      <w:r w:rsidRPr="003E3506">
        <w:rPr>
          <w:rtl/>
          <w:lang w:bidi="fa-IR"/>
        </w:rPr>
        <w:t xml:space="preserve"> و نيز بايد امانت دار سفيه يا مفلس نباشد</w:t>
      </w:r>
      <w:r w:rsidR="000C4B14">
        <w:rPr>
          <w:rtl/>
          <w:lang w:bidi="fa-IR"/>
        </w:rPr>
        <w:t>،</w:t>
      </w:r>
      <w:r w:rsidRPr="003E3506">
        <w:rPr>
          <w:rtl/>
          <w:lang w:bidi="fa-IR"/>
        </w:rPr>
        <w:t xml:space="preserve"> در صورتى كه حفظ و نگهدارى امانت مستلزم تصرف در مال خودش باشد.</w:t>
      </w:r>
    </w:p>
    <w:p w:rsidR="003E3506" w:rsidRPr="003E3506" w:rsidRDefault="003E3506" w:rsidP="003E3506">
      <w:pPr>
        <w:pStyle w:val="libNormal"/>
        <w:rPr>
          <w:lang w:bidi="fa-IR"/>
        </w:rPr>
      </w:pPr>
      <w:r w:rsidRPr="003E3506">
        <w:rPr>
          <w:rtl/>
          <w:lang w:bidi="fa-IR"/>
        </w:rPr>
        <w:t>٢٣٣٨ - اگر از بچه اى چيزى را بدون اذن صاحبش بطور امانت قبول كند</w:t>
      </w:r>
      <w:r w:rsidR="000C4B14">
        <w:rPr>
          <w:rtl/>
          <w:lang w:bidi="fa-IR"/>
        </w:rPr>
        <w:t>،</w:t>
      </w:r>
      <w:r w:rsidRPr="003E3506">
        <w:rPr>
          <w:rtl/>
          <w:lang w:bidi="fa-IR"/>
        </w:rPr>
        <w:t xml:space="preserve"> بايد آن را به صاحبش بدهد و اگر آن چيز مال خود بچه است</w:t>
      </w:r>
      <w:r w:rsidR="000C4B14">
        <w:rPr>
          <w:rtl/>
          <w:lang w:bidi="fa-IR"/>
        </w:rPr>
        <w:t>،</w:t>
      </w:r>
      <w:r w:rsidRPr="003E3506">
        <w:rPr>
          <w:rtl/>
          <w:lang w:bidi="fa-IR"/>
        </w:rPr>
        <w:t xml:space="preserve"> لازم است آن مال را به ولى او برساند و چنانچه پيش از رساندن مال به آنان تلف شود</w:t>
      </w:r>
      <w:r w:rsidR="000C4B14">
        <w:rPr>
          <w:rtl/>
          <w:lang w:bidi="fa-IR"/>
        </w:rPr>
        <w:t>،</w:t>
      </w:r>
      <w:r w:rsidRPr="003E3506">
        <w:rPr>
          <w:rtl/>
          <w:lang w:bidi="fa-IR"/>
        </w:rPr>
        <w:t xml:space="preserve"> بايد عوض آن را بدهد</w:t>
      </w:r>
      <w:r w:rsidR="000C4B14">
        <w:rPr>
          <w:rtl/>
          <w:lang w:bidi="fa-IR"/>
        </w:rPr>
        <w:t>،</w:t>
      </w:r>
      <w:r w:rsidRPr="003E3506">
        <w:rPr>
          <w:rtl/>
          <w:lang w:bidi="fa-IR"/>
        </w:rPr>
        <w:t xml:space="preserve"> مگر از ترس آن كه مبادا </w:t>
      </w:r>
      <w:r w:rsidRPr="003E3506">
        <w:rPr>
          <w:rtl/>
          <w:lang w:bidi="fa-IR"/>
        </w:rPr>
        <w:lastRenderedPageBreak/>
        <w:t>تلف شود به قصد رساندن به صاحبش گرفته باشد كه در اين صورت اگر در نگهدارى و رساندن آن كوتاهى نكند ضامن نيست</w:t>
      </w:r>
      <w:r w:rsidR="000C4B14">
        <w:rPr>
          <w:rtl/>
          <w:lang w:bidi="fa-IR"/>
        </w:rPr>
        <w:t>.</w:t>
      </w:r>
    </w:p>
    <w:p w:rsidR="003E3506" w:rsidRPr="003E3506" w:rsidRDefault="003E3506" w:rsidP="003E3506">
      <w:pPr>
        <w:pStyle w:val="libNormal"/>
        <w:rPr>
          <w:lang w:bidi="fa-IR"/>
        </w:rPr>
      </w:pPr>
      <w:r w:rsidRPr="003E3506">
        <w:rPr>
          <w:rtl/>
          <w:lang w:bidi="fa-IR"/>
        </w:rPr>
        <w:t>و هم چنين است حال اگر امانت گذار ديوانه باشد.</w:t>
      </w:r>
    </w:p>
    <w:p w:rsidR="003E3506" w:rsidRPr="003E3506" w:rsidRDefault="003E3506" w:rsidP="003E3506">
      <w:pPr>
        <w:pStyle w:val="libNormal"/>
        <w:rPr>
          <w:lang w:bidi="fa-IR"/>
        </w:rPr>
      </w:pPr>
      <w:r w:rsidRPr="003E3506">
        <w:rPr>
          <w:rtl/>
          <w:lang w:bidi="fa-IR"/>
        </w:rPr>
        <w:t>٢٣٣٩ - كسى كه نمى تواند امانت را نگهدارى نمايد</w:t>
      </w:r>
      <w:r w:rsidR="000C4B14">
        <w:rPr>
          <w:rtl/>
          <w:lang w:bidi="fa-IR"/>
        </w:rPr>
        <w:t>،</w:t>
      </w:r>
      <w:r w:rsidRPr="003E3506">
        <w:rPr>
          <w:rtl/>
          <w:lang w:bidi="fa-IR"/>
        </w:rPr>
        <w:t xml:space="preserve"> در صورتى كه امانت گذار ملتفت حال او نباشد بايد قبول نكند.</w:t>
      </w:r>
    </w:p>
    <w:p w:rsidR="003E3506" w:rsidRPr="003E3506" w:rsidRDefault="003E3506" w:rsidP="003E3506">
      <w:pPr>
        <w:pStyle w:val="libNormal"/>
        <w:rPr>
          <w:lang w:bidi="fa-IR"/>
        </w:rPr>
      </w:pPr>
      <w:r w:rsidRPr="003E3506">
        <w:rPr>
          <w:rtl/>
          <w:lang w:bidi="fa-IR"/>
        </w:rPr>
        <w:t>٢٣٤٠ - اگر انسان به صاحب مال بفهماند كه براى نگهدارى مال او حاضر نيست و مال را از او نگيرد</w:t>
      </w:r>
      <w:r w:rsidR="000C4B14">
        <w:rPr>
          <w:rtl/>
          <w:lang w:bidi="fa-IR"/>
        </w:rPr>
        <w:t>،</w:t>
      </w:r>
      <w:r w:rsidRPr="003E3506">
        <w:rPr>
          <w:rtl/>
          <w:lang w:bidi="fa-IR"/>
        </w:rPr>
        <w:t xml:space="preserve"> چنانچه او مال را بگذارد و برود و آن مال تلف شود</w:t>
      </w:r>
      <w:r w:rsidR="000C4B14">
        <w:rPr>
          <w:rtl/>
          <w:lang w:bidi="fa-IR"/>
        </w:rPr>
        <w:t>،</w:t>
      </w:r>
      <w:r w:rsidRPr="003E3506">
        <w:rPr>
          <w:rtl/>
          <w:lang w:bidi="fa-IR"/>
        </w:rPr>
        <w:t xml:space="preserve"> كسى كه امانت را قبول نكرده ضامن نيست</w:t>
      </w:r>
      <w:r w:rsidR="000C4B14">
        <w:rPr>
          <w:rtl/>
          <w:lang w:bidi="fa-IR"/>
        </w:rPr>
        <w:t>،</w:t>
      </w:r>
      <w:r w:rsidRPr="003E3506">
        <w:rPr>
          <w:rtl/>
          <w:lang w:bidi="fa-IR"/>
        </w:rPr>
        <w:t xml:space="preserve"> ولى احتياط مستحب آن است كه اگر ممكن باشد آن را نگهدارى نمايد.</w:t>
      </w:r>
    </w:p>
    <w:p w:rsidR="003E3506" w:rsidRPr="003E3506" w:rsidRDefault="003E3506" w:rsidP="003E3506">
      <w:pPr>
        <w:pStyle w:val="libNormal"/>
        <w:rPr>
          <w:lang w:bidi="fa-IR"/>
        </w:rPr>
      </w:pPr>
      <w:r w:rsidRPr="003E3506">
        <w:rPr>
          <w:rtl/>
          <w:lang w:bidi="fa-IR"/>
        </w:rPr>
        <w:t>٢٣٤١ - كسى كه چيزى را وديعه مى گذارد</w:t>
      </w:r>
      <w:r w:rsidR="000C4B14">
        <w:rPr>
          <w:rtl/>
          <w:lang w:bidi="fa-IR"/>
        </w:rPr>
        <w:t>،</w:t>
      </w:r>
      <w:r w:rsidRPr="003E3506">
        <w:rPr>
          <w:rtl/>
          <w:lang w:bidi="fa-IR"/>
        </w:rPr>
        <w:t xml:space="preserve"> هر وقت بخواهد مى تواند وديعه را بهم بزند</w:t>
      </w:r>
      <w:r w:rsidR="000C4B14">
        <w:rPr>
          <w:rtl/>
          <w:lang w:bidi="fa-IR"/>
        </w:rPr>
        <w:t>،</w:t>
      </w:r>
      <w:r w:rsidRPr="003E3506">
        <w:rPr>
          <w:rtl/>
          <w:lang w:bidi="fa-IR"/>
        </w:rPr>
        <w:t xml:space="preserve"> و هم چنين كسى هم كه امانت را قبول مى كند</w:t>
      </w:r>
      <w:r w:rsidR="000C4B14">
        <w:rPr>
          <w:rtl/>
          <w:lang w:bidi="fa-IR"/>
        </w:rPr>
        <w:t>،</w:t>
      </w:r>
      <w:r w:rsidRPr="003E3506">
        <w:rPr>
          <w:rtl/>
          <w:lang w:bidi="fa-IR"/>
        </w:rPr>
        <w:t xml:space="preserve"> هر وقت بخواهد مى تواند وديعه را بهم بزند.</w:t>
      </w:r>
    </w:p>
    <w:p w:rsidR="003E3506" w:rsidRPr="003E3506" w:rsidRDefault="003E3506" w:rsidP="003E3506">
      <w:pPr>
        <w:pStyle w:val="libNormal"/>
        <w:rPr>
          <w:lang w:bidi="fa-IR"/>
        </w:rPr>
      </w:pPr>
      <w:r w:rsidRPr="003E3506">
        <w:rPr>
          <w:rtl/>
          <w:lang w:bidi="fa-IR"/>
        </w:rPr>
        <w:t>٢٣٤٢ - اگر انسان از نگهدارى امانت منصرف شود و وديعه را بهم بزند</w:t>
      </w:r>
      <w:r w:rsidR="000C4B14">
        <w:rPr>
          <w:rtl/>
          <w:lang w:bidi="fa-IR"/>
        </w:rPr>
        <w:t>،</w:t>
      </w:r>
      <w:r w:rsidRPr="003E3506">
        <w:rPr>
          <w:rtl/>
          <w:lang w:bidi="fa-IR"/>
        </w:rPr>
        <w:t xml:space="preserve"> بايد هر چه زودتر مال را به صاحب آن يا وكيل يا ولى صاحبش برساند يا به آنان خبر دهد كه به نگهدارى حاضر نيست</w:t>
      </w:r>
      <w:r w:rsidR="000C4B14">
        <w:rPr>
          <w:rtl/>
          <w:lang w:bidi="fa-IR"/>
        </w:rPr>
        <w:t>،</w:t>
      </w:r>
      <w:r w:rsidRPr="003E3506">
        <w:rPr>
          <w:rtl/>
          <w:lang w:bidi="fa-IR"/>
        </w:rPr>
        <w:t xml:space="preserve"> و اگر بدون عذر</w:t>
      </w:r>
      <w:r w:rsidR="000C4B14">
        <w:rPr>
          <w:rtl/>
          <w:lang w:bidi="fa-IR"/>
        </w:rPr>
        <w:t>،</w:t>
      </w:r>
      <w:r w:rsidRPr="003E3506">
        <w:rPr>
          <w:rtl/>
          <w:lang w:bidi="fa-IR"/>
        </w:rPr>
        <w:t xml:space="preserve"> مال را با آنان نرساند و خبر هم ندهد</w:t>
      </w:r>
      <w:r w:rsidR="000C4B14">
        <w:rPr>
          <w:rtl/>
          <w:lang w:bidi="fa-IR"/>
        </w:rPr>
        <w:t>،</w:t>
      </w:r>
      <w:r w:rsidRPr="003E3506">
        <w:rPr>
          <w:rtl/>
          <w:lang w:bidi="fa-IR"/>
        </w:rPr>
        <w:t xml:space="preserve"> چنانچه مال تلف شود</w:t>
      </w:r>
      <w:r w:rsidR="000C4B14">
        <w:rPr>
          <w:rtl/>
          <w:lang w:bidi="fa-IR"/>
        </w:rPr>
        <w:t>،</w:t>
      </w:r>
      <w:r w:rsidRPr="003E3506">
        <w:rPr>
          <w:rtl/>
          <w:lang w:bidi="fa-IR"/>
        </w:rPr>
        <w:t xml:space="preserve"> بايد عوض آن را بدهد.</w:t>
      </w:r>
    </w:p>
    <w:p w:rsidR="003E3506" w:rsidRPr="003E3506" w:rsidRDefault="003E3506" w:rsidP="003E3506">
      <w:pPr>
        <w:pStyle w:val="libNormal"/>
        <w:rPr>
          <w:lang w:bidi="fa-IR"/>
        </w:rPr>
      </w:pPr>
      <w:r w:rsidRPr="003E3506">
        <w:rPr>
          <w:rtl/>
          <w:lang w:bidi="fa-IR"/>
        </w:rPr>
        <w:t>٢٣٤٣ - كسى كه امانت را قبول مى كند</w:t>
      </w:r>
      <w:r w:rsidR="000C4B14">
        <w:rPr>
          <w:rtl/>
          <w:lang w:bidi="fa-IR"/>
        </w:rPr>
        <w:t>،</w:t>
      </w:r>
      <w:r w:rsidRPr="003E3506">
        <w:rPr>
          <w:rtl/>
          <w:lang w:bidi="fa-IR"/>
        </w:rPr>
        <w:t xml:space="preserve"> اگر براى آن</w:t>
      </w:r>
      <w:r w:rsidR="000C4B14">
        <w:rPr>
          <w:rtl/>
          <w:lang w:bidi="fa-IR"/>
        </w:rPr>
        <w:t>،</w:t>
      </w:r>
      <w:r w:rsidRPr="003E3506">
        <w:rPr>
          <w:rtl/>
          <w:lang w:bidi="fa-IR"/>
        </w:rPr>
        <w:t xml:space="preserve"> جاى مناسبى ندارد</w:t>
      </w:r>
      <w:r w:rsidR="000C4B14">
        <w:rPr>
          <w:rtl/>
          <w:lang w:bidi="fa-IR"/>
        </w:rPr>
        <w:t>،</w:t>
      </w:r>
      <w:r w:rsidRPr="003E3506">
        <w:rPr>
          <w:rtl/>
          <w:lang w:bidi="fa-IR"/>
        </w:rPr>
        <w:t xml:space="preserve"> بايد جاى مناسب تهيه نمايد و طورى آن را نگهدارى كند كه مردم نگويند در نگهدارى آن كوتاهى نموده است و اگر در اين امر كوتاهى كند و تلف شود</w:t>
      </w:r>
      <w:r w:rsidR="000C4B14">
        <w:rPr>
          <w:rtl/>
          <w:lang w:bidi="fa-IR"/>
        </w:rPr>
        <w:t>،</w:t>
      </w:r>
      <w:r w:rsidRPr="003E3506">
        <w:rPr>
          <w:rtl/>
          <w:lang w:bidi="fa-IR"/>
        </w:rPr>
        <w:t xml:space="preserve"> بايد عوض آن را بدهد.</w:t>
      </w:r>
    </w:p>
    <w:p w:rsidR="003E3506" w:rsidRPr="003E3506" w:rsidRDefault="003E3506" w:rsidP="003E3506">
      <w:pPr>
        <w:pStyle w:val="libNormal"/>
        <w:rPr>
          <w:lang w:bidi="fa-IR"/>
        </w:rPr>
      </w:pPr>
      <w:r w:rsidRPr="003E3506">
        <w:rPr>
          <w:rtl/>
          <w:lang w:bidi="fa-IR"/>
        </w:rPr>
        <w:t>٢٣٤٤ - كسى كه امانت را قبول مى كند</w:t>
      </w:r>
      <w:r w:rsidR="000C4B14">
        <w:rPr>
          <w:rtl/>
          <w:lang w:bidi="fa-IR"/>
        </w:rPr>
        <w:t>،</w:t>
      </w:r>
      <w:r w:rsidRPr="003E3506">
        <w:rPr>
          <w:rtl/>
          <w:lang w:bidi="fa-IR"/>
        </w:rPr>
        <w:t xml:space="preserve"> اگر در نگهدارى آن كوتاهى نكند و تعدى - يعنى زياده روى - هم ننمايد و اتفاقا آن مال تلف شود ضامن نيست ولى اگر در نگهدارى آن كوتاهى كند مثلا آن را در جايى بگذارد كه مامون از آن نباشد كه ظالمى بفهمد و آن را ببرد</w:t>
      </w:r>
      <w:r w:rsidR="000C4B14">
        <w:rPr>
          <w:rtl/>
          <w:lang w:bidi="fa-IR"/>
        </w:rPr>
        <w:t>،</w:t>
      </w:r>
      <w:r w:rsidRPr="003E3506">
        <w:rPr>
          <w:rtl/>
          <w:lang w:bidi="fa-IR"/>
        </w:rPr>
        <w:t xml:space="preserve"> يا تعدى كند يعنى در مال به طورى كه مالك اذن نداده تصرف نمايد مثلا لباس را بپوشد يا حيوان را سوار شود چنانچه تلف شود</w:t>
      </w:r>
      <w:r w:rsidR="000C4B14">
        <w:rPr>
          <w:rtl/>
          <w:lang w:bidi="fa-IR"/>
        </w:rPr>
        <w:t>،</w:t>
      </w:r>
      <w:r w:rsidRPr="003E3506">
        <w:rPr>
          <w:rtl/>
          <w:lang w:bidi="fa-IR"/>
        </w:rPr>
        <w:t xml:space="preserve"> بايد عوض آن را به صاحبش بدهد.</w:t>
      </w:r>
    </w:p>
    <w:p w:rsidR="003E3506" w:rsidRPr="003E3506" w:rsidRDefault="003E3506" w:rsidP="003E3506">
      <w:pPr>
        <w:pStyle w:val="libNormal"/>
        <w:rPr>
          <w:lang w:bidi="fa-IR"/>
        </w:rPr>
      </w:pPr>
      <w:r w:rsidRPr="003E3506">
        <w:rPr>
          <w:rtl/>
          <w:lang w:bidi="fa-IR"/>
        </w:rPr>
        <w:lastRenderedPageBreak/>
        <w:t>٢٣٤٥ - اگر صاحب مال براى نگهدارى مال خود جايى را معين كند و به كسى كه امانت را قبول كرده بگويد كه بايد مال را در اينجا حفظ كنى و اگر احتمال هم بدهى كه از بين برود</w:t>
      </w:r>
      <w:r w:rsidR="000C4B14">
        <w:rPr>
          <w:rtl/>
          <w:lang w:bidi="fa-IR"/>
        </w:rPr>
        <w:t>،</w:t>
      </w:r>
      <w:r w:rsidRPr="003E3506">
        <w:rPr>
          <w:rtl/>
          <w:lang w:bidi="fa-IR"/>
        </w:rPr>
        <w:t xml:space="preserve"> نبايد آن را به جاى ديگر ببرى</w:t>
      </w:r>
      <w:r w:rsidR="000C4B14">
        <w:rPr>
          <w:rtl/>
          <w:lang w:bidi="fa-IR"/>
        </w:rPr>
        <w:t>،</w:t>
      </w:r>
      <w:r w:rsidRPr="003E3506">
        <w:rPr>
          <w:rtl/>
          <w:lang w:bidi="fa-IR"/>
        </w:rPr>
        <w:t xml:space="preserve"> نمى تواند آن را به جاى ديگر ببرد و اگر به جاى ديگر ببرد و تلف شود ضامن است</w:t>
      </w:r>
      <w:r w:rsidR="000C4B14">
        <w:rPr>
          <w:rtl/>
          <w:lang w:bidi="fa-IR"/>
        </w:rPr>
        <w:t>.</w:t>
      </w:r>
    </w:p>
    <w:p w:rsidR="003E3506" w:rsidRPr="003E3506" w:rsidRDefault="003E3506" w:rsidP="003E3506">
      <w:pPr>
        <w:pStyle w:val="libNormal"/>
        <w:rPr>
          <w:lang w:bidi="fa-IR"/>
        </w:rPr>
      </w:pPr>
      <w:r w:rsidRPr="003E3506">
        <w:rPr>
          <w:rtl/>
          <w:lang w:bidi="fa-IR"/>
        </w:rPr>
        <w:t>٢٣٤٦ - اگر صاحب مال براى نگهدارى مال خود جايى را معين كند</w:t>
      </w:r>
      <w:r w:rsidR="000C4B14">
        <w:rPr>
          <w:rtl/>
          <w:lang w:bidi="fa-IR"/>
        </w:rPr>
        <w:t>،</w:t>
      </w:r>
      <w:r w:rsidRPr="003E3506">
        <w:rPr>
          <w:rtl/>
          <w:lang w:bidi="fa-IR"/>
        </w:rPr>
        <w:t xml:space="preserve"> ولى ظاهر كلامش آن باشد كه آن محل در نظر او خصوصيتى نداشته</w:t>
      </w:r>
      <w:r w:rsidR="000C4B14">
        <w:rPr>
          <w:rtl/>
          <w:lang w:bidi="fa-IR"/>
        </w:rPr>
        <w:t>،</w:t>
      </w:r>
      <w:r w:rsidRPr="003E3506">
        <w:rPr>
          <w:rtl/>
          <w:lang w:bidi="fa-IR"/>
        </w:rPr>
        <w:t xml:space="preserve"> بلكه يكى از موارد حفظ آن بوده</w:t>
      </w:r>
      <w:r w:rsidR="000C4B14">
        <w:rPr>
          <w:rtl/>
          <w:lang w:bidi="fa-IR"/>
        </w:rPr>
        <w:t>،</w:t>
      </w:r>
      <w:r w:rsidRPr="003E3506">
        <w:rPr>
          <w:rtl/>
          <w:lang w:bidi="fa-IR"/>
        </w:rPr>
        <w:t xml:space="preserve"> كسى كه امانت را قبول كرده</w:t>
      </w:r>
      <w:r w:rsidR="000C4B14">
        <w:rPr>
          <w:rtl/>
          <w:lang w:bidi="fa-IR"/>
        </w:rPr>
        <w:t>،</w:t>
      </w:r>
      <w:r w:rsidRPr="003E3506">
        <w:rPr>
          <w:rtl/>
          <w:lang w:bidi="fa-IR"/>
        </w:rPr>
        <w:t xml:space="preserve"> مى تواند آن را به جاى ديگرى كه مال در آن جا محفوظ تر يا مثل محل اولى است ببرد و چنانچه مال در آنجا تلف شود ضامن نيست</w:t>
      </w:r>
      <w:r w:rsidR="000C4B14">
        <w:rPr>
          <w:rtl/>
          <w:lang w:bidi="fa-IR"/>
        </w:rPr>
        <w:t>.</w:t>
      </w:r>
    </w:p>
    <w:p w:rsidR="003E3506" w:rsidRPr="003E3506" w:rsidRDefault="003E3506" w:rsidP="003E3506">
      <w:pPr>
        <w:pStyle w:val="libNormal"/>
        <w:rPr>
          <w:lang w:bidi="fa-IR"/>
        </w:rPr>
      </w:pPr>
      <w:r w:rsidRPr="003E3506">
        <w:rPr>
          <w:rtl/>
          <w:lang w:bidi="fa-IR"/>
        </w:rPr>
        <w:t>٢٣٤٧ - اگر صاحب مال براى هميشه ديوانه يا بيهوش شود</w:t>
      </w:r>
      <w:r w:rsidR="000C4B14">
        <w:rPr>
          <w:rtl/>
          <w:lang w:bidi="fa-IR"/>
        </w:rPr>
        <w:t>،</w:t>
      </w:r>
      <w:r w:rsidRPr="003E3506">
        <w:rPr>
          <w:rtl/>
          <w:lang w:bidi="fa-IR"/>
        </w:rPr>
        <w:t xml:space="preserve"> وديعه باطل مى شود و كسى كه امانت را قبول كرده بايد فورا امانت را بولى او برساند و يا به ولى او خبر دهد و اگر بدون عذر شرعى مال را به ولى او ندهد و از خبر دادن هم كوتاهى كند و مال تلف شود</w:t>
      </w:r>
      <w:r w:rsidR="000C4B14">
        <w:rPr>
          <w:rtl/>
          <w:lang w:bidi="fa-IR"/>
        </w:rPr>
        <w:t>،</w:t>
      </w:r>
      <w:r w:rsidRPr="003E3506">
        <w:rPr>
          <w:rtl/>
          <w:lang w:bidi="fa-IR"/>
        </w:rPr>
        <w:t xml:space="preserve"> بايد عوض آن را بدهد ولى اگر ديوانگى يا بيهوشى صاحب مال گاه گاهى است باطل شدن وديعه در اين صورت محل اشكال است</w:t>
      </w:r>
      <w:r w:rsidR="000C4B14">
        <w:rPr>
          <w:rtl/>
          <w:lang w:bidi="fa-IR"/>
        </w:rPr>
        <w:t>.</w:t>
      </w:r>
    </w:p>
    <w:p w:rsidR="003E3506" w:rsidRPr="003E3506" w:rsidRDefault="003E3506" w:rsidP="003E3506">
      <w:pPr>
        <w:pStyle w:val="libNormal"/>
        <w:rPr>
          <w:lang w:bidi="fa-IR"/>
        </w:rPr>
      </w:pPr>
      <w:r w:rsidRPr="003E3506">
        <w:rPr>
          <w:rtl/>
          <w:lang w:bidi="fa-IR"/>
        </w:rPr>
        <w:t>٢٣٤٨ - اگر صاحب مال بميرد</w:t>
      </w:r>
      <w:r w:rsidR="000C4B14">
        <w:rPr>
          <w:rtl/>
          <w:lang w:bidi="fa-IR"/>
        </w:rPr>
        <w:t>،</w:t>
      </w:r>
      <w:r w:rsidRPr="003E3506">
        <w:rPr>
          <w:rtl/>
          <w:lang w:bidi="fa-IR"/>
        </w:rPr>
        <w:t xml:space="preserve"> وديعه باطل مى شود پس چنانچه مال بدون آن كه متعلق حق ديگرى باشد به وارث او منتقل شود بايد امانت دار مال را به وارث او برساند يا به وارث خبر دهد و چنانچه مال را بدون عذر شرعى به وارث ندهد و از خبر دادن هم كوتاهى كند و مال تلف شود ضامن است</w:t>
      </w:r>
      <w:r w:rsidR="000C4B14">
        <w:rPr>
          <w:rtl/>
          <w:lang w:bidi="fa-IR"/>
        </w:rPr>
        <w:t>،</w:t>
      </w:r>
      <w:r w:rsidRPr="003E3506">
        <w:rPr>
          <w:rtl/>
          <w:lang w:bidi="fa-IR"/>
        </w:rPr>
        <w:t xml:space="preserve"> ولى اگر براى آن كه مى خواهد بفهمد كسى كه مى گويد من وارث ميتم راست مى گويد يا نه</w:t>
      </w:r>
      <w:r w:rsidR="000C4B14">
        <w:rPr>
          <w:rtl/>
          <w:lang w:bidi="fa-IR"/>
        </w:rPr>
        <w:t>،</w:t>
      </w:r>
      <w:r w:rsidRPr="003E3506">
        <w:rPr>
          <w:rtl/>
          <w:lang w:bidi="fa-IR"/>
        </w:rPr>
        <w:t xml:space="preserve"> يا ميت وارث ديگرى دارد يا نه</w:t>
      </w:r>
      <w:r w:rsidR="000C4B14">
        <w:rPr>
          <w:rtl/>
          <w:lang w:bidi="fa-IR"/>
        </w:rPr>
        <w:t>،</w:t>
      </w:r>
      <w:r w:rsidRPr="003E3506">
        <w:rPr>
          <w:rtl/>
          <w:lang w:bidi="fa-IR"/>
        </w:rPr>
        <w:t xml:space="preserve"> مال را ندهد و از خبر دادن هم كوتاهى كند و مال تلف شود ضامن نيست</w:t>
      </w:r>
      <w:r w:rsidR="000C4B14">
        <w:rPr>
          <w:rtl/>
          <w:lang w:bidi="fa-IR"/>
        </w:rPr>
        <w:t>.</w:t>
      </w:r>
    </w:p>
    <w:p w:rsidR="003E3506" w:rsidRPr="003E3506" w:rsidRDefault="003E3506" w:rsidP="003E3506">
      <w:pPr>
        <w:pStyle w:val="libNormal"/>
        <w:rPr>
          <w:lang w:bidi="fa-IR"/>
        </w:rPr>
      </w:pPr>
      <w:r w:rsidRPr="003E3506">
        <w:rPr>
          <w:rtl/>
          <w:lang w:bidi="fa-IR"/>
        </w:rPr>
        <w:t>٢٣٤٩ - اگر صاحب مال بميرد و مال به ورثه او منتقل شود</w:t>
      </w:r>
      <w:r w:rsidR="000C4B14">
        <w:rPr>
          <w:rtl/>
          <w:lang w:bidi="fa-IR"/>
        </w:rPr>
        <w:t>،</w:t>
      </w:r>
      <w:r w:rsidRPr="003E3506">
        <w:rPr>
          <w:rtl/>
          <w:lang w:bidi="fa-IR"/>
        </w:rPr>
        <w:t xml:space="preserve"> كسى كه امانت را قبول كرده بايد مال را به همه ورثه بدهد</w:t>
      </w:r>
      <w:r w:rsidR="000C4B14">
        <w:rPr>
          <w:rtl/>
          <w:lang w:bidi="fa-IR"/>
        </w:rPr>
        <w:t>،</w:t>
      </w:r>
      <w:r w:rsidRPr="003E3506">
        <w:rPr>
          <w:rtl/>
          <w:lang w:bidi="fa-IR"/>
        </w:rPr>
        <w:t xml:space="preserve"> يا به كسى بدهد كه همه آنان گرفتن مال را به او واگذار كرده اند پس اگر بدون اجازه ديگران تمام مال را به يكى از ورثه بدهد ضامن سهم ديگران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٢٣٥٠ - اگر كسى كه امانت را قبول كرده بميرد</w:t>
      </w:r>
      <w:r w:rsidR="000C4B14">
        <w:rPr>
          <w:rtl/>
          <w:lang w:bidi="fa-IR"/>
        </w:rPr>
        <w:t>،</w:t>
      </w:r>
      <w:r w:rsidRPr="003E3506">
        <w:rPr>
          <w:rtl/>
          <w:lang w:bidi="fa-IR"/>
        </w:rPr>
        <w:t xml:space="preserve"> يا براى هميشه ديوانه يا بيهوش شود وديعه باطل مى شود و وارث يا ولى او بايد هر چه زودتر به صاحب مال اطلاع دهد يا امانت را به او برساند</w:t>
      </w:r>
      <w:r w:rsidR="000C4B14">
        <w:rPr>
          <w:rtl/>
          <w:lang w:bidi="fa-IR"/>
        </w:rPr>
        <w:t>،</w:t>
      </w:r>
      <w:r w:rsidRPr="003E3506">
        <w:rPr>
          <w:rtl/>
          <w:lang w:bidi="fa-IR"/>
        </w:rPr>
        <w:t xml:space="preserve"> ولى اگر ديوانگى يا بيهوشى او گاه گاهى است باطل شدن وديعه در اين صورت محل اشكال است</w:t>
      </w:r>
      <w:r w:rsidR="000C4B14">
        <w:rPr>
          <w:rtl/>
          <w:lang w:bidi="fa-IR"/>
        </w:rPr>
        <w:t>.</w:t>
      </w:r>
    </w:p>
    <w:p w:rsidR="003E3506" w:rsidRPr="003E3506" w:rsidRDefault="003E3506" w:rsidP="003E3506">
      <w:pPr>
        <w:pStyle w:val="libNormal"/>
        <w:rPr>
          <w:lang w:bidi="fa-IR"/>
        </w:rPr>
      </w:pPr>
      <w:r w:rsidRPr="003E3506">
        <w:rPr>
          <w:rtl/>
          <w:lang w:bidi="fa-IR"/>
        </w:rPr>
        <w:t>٢٣٥١ - اگر امانت دار نشانه هاى مرگ را در خود ببيند</w:t>
      </w:r>
      <w:r w:rsidR="000C4B14">
        <w:rPr>
          <w:rtl/>
          <w:lang w:bidi="fa-IR"/>
        </w:rPr>
        <w:t>،</w:t>
      </w:r>
      <w:r w:rsidRPr="003E3506">
        <w:rPr>
          <w:rtl/>
          <w:lang w:bidi="fa-IR"/>
        </w:rPr>
        <w:t xml:space="preserve"> چنانچه ممكن است</w:t>
      </w:r>
      <w:r w:rsidR="000C4B14">
        <w:rPr>
          <w:rtl/>
          <w:lang w:bidi="fa-IR"/>
        </w:rPr>
        <w:t>،</w:t>
      </w:r>
      <w:r w:rsidRPr="003E3506">
        <w:rPr>
          <w:rtl/>
          <w:lang w:bidi="fa-IR"/>
        </w:rPr>
        <w:t xml:space="preserve"> بايد بنابر احتياط امانت را به صاحب آن يا ولى يا وكيل او برساند</w:t>
      </w:r>
      <w:r w:rsidR="000C4B14">
        <w:rPr>
          <w:rtl/>
          <w:lang w:bidi="fa-IR"/>
        </w:rPr>
        <w:t>،</w:t>
      </w:r>
      <w:r w:rsidRPr="003E3506">
        <w:rPr>
          <w:rtl/>
          <w:lang w:bidi="fa-IR"/>
        </w:rPr>
        <w:t xml:space="preserve"> و يا به او خبر دهد و اگر ممكن نيست بايد به طورى عمل كند كه اطمينان پيدا كند كه مال پس از وفات او به صاحبش خواهد رسيد</w:t>
      </w:r>
      <w:r w:rsidR="000C4B14">
        <w:rPr>
          <w:rtl/>
          <w:lang w:bidi="fa-IR"/>
        </w:rPr>
        <w:t>،</w:t>
      </w:r>
      <w:r w:rsidRPr="003E3506">
        <w:rPr>
          <w:rtl/>
          <w:lang w:bidi="fa-IR"/>
        </w:rPr>
        <w:t xml:space="preserve"> مثلا وصيت كند و شاهد بگيرد و به وصى و شاهد اسم صاحب مال و جنس و خصوصيات مال و محل آن را بگويد.</w:t>
      </w:r>
    </w:p>
    <w:p w:rsidR="003E3506" w:rsidRPr="003E3506" w:rsidRDefault="003E3506" w:rsidP="003E3506">
      <w:pPr>
        <w:pStyle w:val="libNormal"/>
        <w:rPr>
          <w:lang w:bidi="fa-IR"/>
        </w:rPr>
      </w:pPr>
      <w:r w:rsidRPr="003E3506">
        <w:rPr>
          <w:rtl/>
          <w:lang w:bidi="fa-IR"/>
        </w:rPr>
        <w:t>٢٣٥٢ - اگر امانت دار نشانه هاى مرگ را در خود ببيند و به وظيفه اى كه در مساله پيش گفته شد عمل نكند</w:t>
      </w:r>
      <w:r w:rsidR="000C4B14">
        <w:rPr>
          <w:rtl/>
          <w:lang w:bidi="fa-IR"/>
        </w:rPr>
        <w:t>،</w:t>
      </w:r>
      <w:r w:rsidRPr="003E3506">
        <w:rPr>
          <w:rtl/>
          <w:lang w:bidi="fa-IR"/>
        </w:rPr>
        <w:t xml:space="preserve"> ضامن آن امانت خواهد بود پس چنانچه آن از بين برود</w:t>
      </w:r>
      <w:r w:rsidR="000C4B14">
        <w:rPr>
          <w:rtl/>
          <w:lang w:bidi="fa-IR"/>
        </w:rPr>
        <w:t>،</w:t>
      </w:r>
      <w:r w:rsidRPr="003E3506">
        <w:rPr>
          <w:rtl/>
          <w:lang w:bidi="fa-IR"/>
        </w:rPr>
        <w:t xml:space="preserve"> بايد عوضش را بدهد</w:t>
      </w:r>
      <w:r w:rsidR="000C4B14">
        <w:rPr>
          <w:rtl/>
          <w:lang w:bidi="fa-IR"/>
        </w:rPr>
        <w:t>،</w:t>
      </w:r>
      <w:r w:rsidRPr="003E3506">
        <w:rPr>
          <w:rtl/>
          <w:lang w:bidi="fa-IR"/>
        </w:rPr>
        <w:t xml:space="preserve"> ولى اگر مرض او خوب شود يا بعد از مدتى پشيمان شود و به آنچه گفته شد عمل كند بنابر اظهر ديگر ضامن نيست</w:t>
      </w:r>
      <w:r w:rsidR="000C4B14">
        <w:rPr>
          <w:rtl/>
          <w:lang w:bidi="fa-IR"/>
        </w:rPr>
        <w:t>.</w:t>
      </w:r>
    </w:p>
    <w:p w:rsidR="003E3506" w:rsidRDefault="00605FAB" w:rsidP="007E0CCF">
      <w:pPr>
        <w:pStyle w:val="Heading3"/>
        <w:rPr>
          <w:rtl/>
          <w:lang w:bidi="fa-IR"/>
        </w:rPr>
      </w:pPr>
      <w:bookmarkStart w:id="252" w:name="_Toc24454675"/>
      <w:r>
        <w:rPr>
          <w:rtl/>
          <w:lang w:bidi="fa-IR"/>
        </w:rPr>
        <w:t>(</w:t>
      </w:r>
      <w:r w:rsidR="003E3506" w:rsidRPr="003E3506">
        <w:rPr>
          <w:rtl/>
          <w:lang w:bidi="fa-IR"/>
        </w:rPr>
        <w:t>احكام عاريه</w:t>
      </w:r>
      <w:r>
        <w:rPr>
          <w:rtl/>
          <w:lang w:bidi="fa-IR"/>
        </w:rPr>
        <w:t>)</w:t>
      </w:r>
      <w:bookmarkEnd w:id="252"/>
    </w:p>
    <w:p w:rsidR="003E3506" w:rsidRPr="003E3506" w:rsidRDefault="003E3506" w:rsidP="003E3506">
      <w:pPr>
        <w:pStyle w:val="libNormal"/>
        <w:rPr>
          <w:lang w:bidi="fa-IR"/>
        </w:rPr>
      </w:pPr>
      <w:r w:rsidRPr="003E3506">
        <w:rPr>
          <w:rtl/>
          <w:lang w:bidi="fa-IR"/>
        </w:rPr>
        <w:t>٢٣٥٣ - عاريه آن است كه انسان مال خود را به ديگرى بدهد كه از آن استفاده كند و در عوض</w:t>
      </w:r>
      <w:r w:rsidR="000C4B14">
        <w:rPr>
          <w:rtl/>
          <w:lang w:bidi="fa-IR"/>
        </w:rPr>
        <w:t>،</w:t>
      </w:r>
      <w:r w:rsidRPr="003E3506">
        <w:rPr>
          <w:rtl/>
          <w:lang w:bidi="fa-IR"/>
        </w:rPr>
        <w:t xml:space="preserve"> چيزى از او نگيرد.</w:t>
      </w:r>
    </w:p>
    <w:p w:rsidR="003E3506" w:rsidRPr="003E3506" w:rsidRDefault="003E3506" w:rsidP="003E3506">
      <w:pPr>
        <w:pStyle w:val="libNormal"/>
        <w:rPr>
          <w:lang w:bidi="fa-IR"/>
        </w:rPr>
      </w:pPr>
      <w:r w:rsidRPr="003E3506">
        <w:rPr>
          <w:rtl/>
          <w:lang w:bidi="fa-IR"/>
        </w:rPr>
        <w:t>٢٣٥٤ - لازم نيست در عاريه صيغه بخوانند و اگر مثلا لباس را به قصد عاريه به كسى بدهد و او هم به همين قصد بگيرد عاريه صحيح است</w:t>
      </w:r>
      <w:r w:rsidR="000C4B14">
        <w:rPr>
          <w:rtl/>
          <w:lang w:bidi="fa-IR"/>
        </w:rPr>
        <w:t>.</w:t>
      </w:r>
    </w:p>
    <w:p w:rsidR="003E3506" w:rsidRPr="003E3506" w:rsidRDefault="003E3506" w:rsidP="003E3506">
      <w:pPr>
        <w:pStyle w:val="libNormal"/>
        <w:rPr>
          <w:lang w:bidi="fa-IR"/>
        </w:rPr>
      </w:pPr>
      <w:r w:rsidRPr="003E3506">
        <w:rPr>
          <w:rtl/>
          <w:lang w:bidi="fa-IR"/>
        </w:rPr>
        <w:t>٢٣٥٥ - عاريه دادن چيز غصبى و چيزى كه مال انسان است ولى منفعت آن را به ديگرى واگذار كرده مثلا آن را اجاره داده</w:t>
      </w:r>
      <w:r w:rsidR="000C4B14">
        <w:rPr>
          <w:rtl/>
          <w:lang w:bidi="fa-IR"/>
        </w:rPr>
        <w:t>،</w:t>
      </w:r>
      <w:r w:rsidRPr="003E3506">
        <w:rPr>
          <w:rtl/>
          <w:lang w:bidi="fa-IR"/>
        </w:rPr>
        <w:t xml:space="preserve"> در صورتى صحيح است كه مالك چيز غصبى يا كسى كه آن چيز را اجاره كرده به عاريه دادن راضى باشد.</w:t>
      </w:r>
    </w:p>
    <w:p w:rsidR="003E3506" w:rsidRPr="003E3506" w:rsidRDefault="003E3506" w:rsidP="003E3506">
      <w:pPr>
        <w:pStyle w:val="libNormal"/>
        <w:rPr>
          <w:lang w:bidi="fa-IR"/>
        </w:rPr>
      </w:pPr>
      <w:r w:rsidRPr="003E3506">
        <w:rPr>
          <w:rtl/>
          <w:lang w:bidi="fa-IR"/>
        </w:rPr>
        <w:t>٢٣٥٦ - چيزى را كه منفعتش مال انسان است مثلا آن را اجاره كرده مى تواند عاريه بدهد.</w:t>
      </w:r>
    </w:p>
    <w:p w:rsidR="003E3506" w:rsidRPr="003E3506" w:rsidRDefault="003E3506" w:rsidP="003E3506">
      <w:pPr>
        <w:pStyle w:val="libNormal"/>
        <w:rPr>
          <w:lang w:bidi="fa-IR"/>
        </w:rPr>
      </w:pPr>
      <w:r w:rsidRPr="003E3506">
        <w:rPr>
          <w:rtl/>
          <w:lang w:bidi="fa-IR"/>
        </w:rPr>
        <w:lastRenderedPageBreak/>
        <w:t>ولى بنابر احتياط نمى تواند آن را بدون اذن مالكش به كسى كه آن را عاريه كرده تحويل دهد.</w:t>
      </w:r>
    </w:p>
    <w:p w:rsidR="003E3506" w:rsidRPr="003E3506" w:rsidRDefault="003E3506" w:rsidP="003E3506">
      <w:pPr>
        <w:pStyle w:val="libNormal"/>
        <w:rPr>
          <w:lang w:bidi="fa-IR"/>
        </w:rPr>
      </w:pPr>
      <w:r w:rsidRPr="003E3506">
        <w:rPr>
          <w:rtl/>
          <w:lang w:bidi="fa-IR"/>
        </w:rPr>
        <w:t>٢٣٥٧ - اگر ديوانه و بچه و مفلس و سفيه مال خود را عاريه بدهند صحيح نيست</w:t>
      </w:r>
      <w:r w:rsidR="000C4B14">
        <w:rPr>
          <w:rtl/>
          <w:lang w:bidi="fa-IR"/>
        </w:rPr>
        <w:t>،</w:t>
      </w:r>
      <w:r w:rsidRPr="003E3506">
        <w:rPr>
          <w:rtl/>
          <w:lang w:bidi="fa-IR"/>
        </w:rPr>
        <w:t xml:space="preserve"> اما اگر ولى در صورتى كه مصلحت بداند مال كسى را كه بر او ولايت دارد عاريه دهد اشكال ندارد</w:t>
      </w:r>
      <w:r w:rsidR="000C4B14">
        <w:rPr>
          <w:rtl/>
          <w:lang w:bidi="fa-IR"/>
        </w:rPr>
        <w:t>،</w:t>
      </w:r>
      <w:r w:rsidRPr="003E3506">
        <w:rPr>
          <w:rtl/>
          <w:lang w:bidi="fa-IR"/>
        </w:rPr>
        <w:t xml:space="preserve"> و هم چنين واسطه شدن بچه در رسانيدن مال به كسى كه عاريه مى كند بى اشكال است</w:t>
      </w:r>
      <w:r w:rsidR="000C4B14">
        <w:rPr>
          <w:rtl/>
          <w:lang w:bidi="fa-IR"/>
        </w:rPr>
        <w:t>.</w:t>
      </w:r>
    </w:p>
    <w:p w:rsidR="003E3506" w:rsidRPr="003E3506" w:rsidRDefault="003E3506" w:rsidP="003E3506">
      <w:pPr>
        <w:pStyle w:val="libNormal"/>
        <w:rPr>
          <w:lang w:bidi="fa-IR"/>
        </w:rPr>
      </w:pPr>
      <w:r w:rsidRPr="003E3506">
        <w:rPr>
          <w:rtl/>
          <w:lang w:bidi="fa-IR"/>
        </w:rPr>
        <w:t>٢٣٥٨ - اگر در نگهدارى چيزى كه عاريه كرده كوتاهى نكند و در استفاده از آن زياده روى هم ننمايد و اتفاقا آن چيز تلف شود ضامن نيست ولى چنانچه شرط كنند كه اگر تلف شود عاريه كننده ضامن باشد</w:t>
      </w:r>
      <w:r w:rsidR="000C4B14">
        <w:rPr>
          <w:rtl/>
          <w:lang w:bidi="fa-IR"/>
        </w:rPr>
        <w:t>،</w:t>
      </w:r>
      <w:r w:rsidRPr="003E3506">
        <w:rPr>
          <w:rtl/>
          <w:lang w:bidi="fa-IR"/>
        </w:rPr>
        <w:t xml:space="preserve"> يا چيزى را كه عاريه كرده طلا و نقره باشد</w:t>
      </w:r>
      <w:r w:rsidR="000C4B14">
        <w:rPr>
          <w:rtl/>
          <w:lang w:bidi="fa-IR"/>
        </w:rPr>
        <w:t>،</w:t>
      </w:r>
      <w:r w:rsidRPr="003E3506">
        <w:rPr>
          <w:rtl/>
          <w:lang w:bidi="fa-IR"/>
        </w:rPr>
        <w:t xml:space="preserve"> بايد عوض آن را بدهد.</w:t>
      </w:r>
    </w:p>
    <w:p w:rsidR="003E3506" w:rsidRPr="003E3506" w:rsidRDefault="003E3506" w:rsidP="003E3506">
      <w:pPr>
        <w:pStyle w:val="libNormal"/>
        <w:rPr>
          <w:lang w:bidi="fa-IR"/>
        </w:rPr>
      </w:pPr>
      <w:r w:rsidRPr="003E3506">
        <w:rPr>
          <w:rtl/>
          <w:lang w:bidi="fa-IR"/>
        </w:rPr>
        <w:t>٢٣٥٩ - اگر طلا و نقره را عاريه نمايد و شرط كند كه اگر تلف شود ضامن نباشد</w:t>
      </w:r>
      <w:r w:rsidR="000C4B14">
        <w:rPr>
          <w:rtl/>
          <w:lang w:bidi="fa-IR"/>
        </w:rPr>
        <w:t>،</w:t>
      </w:r>
      <w:r w:rsidRPr="003E3506">
        <w:rPr>
          <w:rtl/>
          <w:lang w:bidi="fa-IR"/>
        </w:rPr>
        <w:t xml:space="preserve"> چنانچه تلف شود ضامن نيست</w:t>
      </w:r>
      <w:r w:rsidR="000C4B14">
        <w:rPr>
          <w:rtl/>
          <w:lang w:bidi="fa-IR"/>
        </w:rPr>
        <w:t>.</w:t>
      </w:r>
    </w:p>
    <w:p w:rsidR="003E3506" w:rsidRPr="003E3506" w:rsidRDefault="003E3506" w:rsidP="003E3506">
      <w:pPr>
        <w:pStyle w:val="libNormal"/>
        <w:rPr>
          <w:lang w:bidi="fa-IR"/>
        </w:rPr>
      </w:pPr>
      <w:r w:rsidRPr="003E3506">
        <w:rPr>
          <w:rtl/>
          <w:lang w:bidi="fa-IR"/>
        </w:rPr>
        <w:t>٢٣٦٠ - اگر عاريه دهنده بميرد</w:t>
      </w:r>
      <w:r w:rsidR="000C4B14">
        <w:rPr>
          <w:rtl/>
          <w:lang w:bidi="fa-IR"/>
        </w:rPr>
        <w:t>،</w:t>
      </w:r>
      <w:r w:rsidRPr="003E3506">
        <w:rPr>
          <w:rtl/>
          <w:lang w:bidi="fa-IR"/>
        </w:rPr>
        <w:t xml:space="preserve"> عاريه گيرنده بايد به همان ترتيبى كه در مساله </w:t>
      </w:r>
      <w:r w:rsidR="00605FAB">
        <w:rPr>
          <w:rtl/>
          <w:lang w:bidi="fa-IR"/>
        </w:rPr>
        <w:t>(</w:t>
      </w:r>
      <w:r w:rsidRPr="003E3506">
        <w:rPr>
          <w:rtl/>
          <w:lang w:bidi="fa-IR"/>
        </w:rPr>
        <w:t>٢٣٤٨</w:t>
      </w:r>
      <w:r w:rsidR="00605FAB">
        <w:rPr>
          <w:rtl/>
          <w:lang w:bidi="fa-IR"/>
        </w:rPr>
        <w:t>)</w:t>
      </w:r>
      <w:r w:rsidRPr="003E3506">
        <w:rPr>
          <w:rtl/>
          <w:lang w:bidi="fa-IR"/>
        </w:rPr>
        <w:t xml:space="preserve"> در صورت فوت صاحب مال در مورد وديعه گذشت عمل نمايد.</w:t>
      </w:r>
    </w:p>
    <w:p w:rsidR="003E3506" w:rsidRPr="003E3506" w:rsidRDefault="003E3506" w:rsidP="003E3506">
      <w:pPr>
        <w:pStyle w:val="libNormal"/>
        <w:rPr>
          <w:lang w:bidi="fa-IR"/>
        </w:rPr>
      </w:pPr>
      <w:r w:rsidRPr="003E3506">
        <w:rPr>
          <w:rtl/>
          <w:lang w:bidi="fa-IR"/>
        </w:rPr>
        <w:t>٢٣٦١ - اگر عاريه دهنده طورى شود كه شرعا نتواند در مال خود تصرف كند مثلا ديوانه يا بيهوش شود</w:t>
      </w:r>
      <w:r w:rsidR="000C4B14">
        <w:rPr>
          <w:rtl/>
          <w:lang w:bidi="fa-IR"/>
        </w:rPr>
        <w:t>،</w:t>
      </w:r>
      <w:r w:rsidRPr="003E3506">
        <w:rPr>
          <w:rtl/>
          <w:lang w:bidi="fa-IR"/>
        </w:rPr>
        <w:t xml:space="preserve"> عاريه كننده بايد به همان ترتيبى كه در مساله </w:t>
      </w:r>
      <w:r w:rsidR="00605FAB">
        <w:rPr>
          <w:rtl/>
          <w:lang w:bidi="fa-IR"/>
        </w:rPr>
        <w:t>(</w:t>
      </w:r>
      <w:r w:rsidRPr="003E3506">
        <w:rPr>
          <w:rtl/>
          <w:lang w:bidi="fa-IR"/>
        </w:rPr>
        <w:t>٢٣٤٧</w:t>
      </w:r>
      <w:r w:rsidR="00605FAB">
        <w:rPr>
          <w:rtl/>
          <w:lang w:bidi="fa-IR"/>
        </w:rPr>
        <w:t>)</w:t>
      </w:r>
      <w:r w:rsidRPr="003E3506">
        <w:rPr>
          <w:rtl/>
          <w:lang w:bidi="fa-IR"/>
        </w:rPr>
        <w:t xml:space="preserve"> در مورد وديعه در نظير اين صورت گذشت عمل نمايد.</w:t>
      </w:r>
    </w:p>
    <w:p w:rsidR="003E3506" w:rsidRPr="003E3506" w:rsidRDefault="003E3506" w:rsidP="003E3506">
      <w:pPr>
        <w:pStyle w:val="libNormal"/>
        <w:rPr>
          <w:lang w:bidi="fa-IR"/>
        </w:rPr>
      </w:pPr>
      <w:r w:rsidRPr="003E3506">
        <w:rPr>
          <w:rtl/>
          <w:lang w:bidi="fa-IR"/>
        </w:rPr>
        <w:t>٢٣٦٢ - كسى كه چيزى را عاريه داده هر وقت بخواهد مى تواند عاريه را بهم بزند</w:t>
      </w:r>
      <w:r w:rsidR="000C4B14">
        <w:rPr>
          <w:rtl/>
          <w:lang w:bidi="fa-IR"/>
        </w:rPr>
        <w:t>،</w:t>
      </w:r>
      <w:r w:rsidRPr="003E3506">
        <w:rPr>
          <w:rtl/>
          <w:lang w:bidi="fa-IR"/>
        </w:rPr>
        <w:t xml:space="preserve"> و كسى هم كه عاريه كرده هر وقت بخواهد مى تواند آن را بهم بزند.</w:t>
      </w:r>
    </w:p>
    <w:p w:rsidR="003E3506" w:rsidRPr="003E3506" w:rsidRDefault="003E3506" w:rsidP="003E3506">
      <w:pPr>
        <w:pStyle w:val="libNormal"/>
        <w:rPr>
          <w:lang w:bidi="fa-IR"/>
        </w:rPr>
      </w:pPr>
      <w:r w:rsidRPr="003E3506">
        <w:rPr>
          <w:rtl/>
          <w:lang w:bidi="fa-IR"/>
        </w:rPr>
        <w:t>٢٣٦٣ - عاريه دادن چيزى كه استفاده حلال ندارد مثل آلات لهو و قمار يا ظرف طلا و نقره به جهت استعمال در خوردن و آشاميدن - بلكه در مطلق استعمالات بنابر احتياط لازم - باطل است</w:t>
      </w:r>
      <w:r w:rsidR="000C4B14">
        <w:rPr>
          <w:rtl/>
          <w:lang w:bidi="fa-IR"/>
        </w:rPr>
        <w:t>،</w:t>
      </w:r>
      <w:r w:rsidRPr="003E3506">
        <w:rPr>
          <w:rtl/>
          <w:lang w:bidi="fa-IR"/>
        </w:rPr>
        <w:t xml:space="preserve"> و اما عاريه دادن به جهت زينت نمودن جايز است اگر چه احتياط در ترك است</w:t>
      </w:r>
      <w:r w:rsidR="000C4B14">
        <w:rPr>
          <w:rtl/>
          <w:lang w:bidi="fa-IR"/>
        </w:rPr>
        <w:t>.</w:t>
      </w:r>
    </w:p>
    <w:p w:rsidR="003E3506" w:rsidRPr="003E3506" w:rsidRDefault="003E3506" w:rsidP="003E3506">
      <w:pPr>
        <w:pStyle w:val="libNormal"/>
        <w:rPr>
          <w:lang w:bidi="fa-IR"/>
        </w:rPr>
      </w:pPr>
      <w:r w:rsidRPr="003E3506">
        <w:rPr>
          <w:rtl/>
          <w:lang w:bidi="fa-IR"/>
        </w:rPr>
        <w:t>٢٣٦٤ - عاريه دادن گوسفند براى استفاده از شير و پشم آن و عاريه دادن حيوان نر براى كشيدن بر ماده صحيح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٢٣٦٥ - اگر چيزى را كه عاريه كرده به مالك</w:t>
      </w:r>
      <w:r w:rsidR="000C4B14">
        <w:rPr>
          <w:rtl/>
          <w:lang w:bidi="fa-IR"/>
        </w:rPr>
        <w:t>،</w:t>
      </w:r>
      <w:r w:rsidRPr="003E3506">
        <w:rPr>
          <w:rtl/>
          <w:lang w:bidi="fa-IR"/>
        </w:rPr>
        <w:t xml:space="preserve"> يا وكيل</w:t>
      </w:r>
      <w:r w:rsidR="000C4B14">
        <w:rPr>
          <w:rtl/>
          <w:lang w:bidi="fa-IR"/>
        </w:rPr>
        <w:t>،</w:t>
      </w:r>
      <w:r w:rsidRPr="003E3506">
        <w:rPr>
          <w:rtl/>
          <w:lang w:bidi="fa-IR"/>
        </w:rPr>
        <w:t xml:space="preserve"> يا ولى او بدهد</w:t>
      </w:r>
      <w:r w:rsidR="000C4B14">
        <w:rPr>
          <w:rtl/>
          <w:lang w:bidi="fa-IR"/>
        </w:rPr>
        <w:t>،</w:t>
      </w:r>
      <w:r w:rsidRPr="003E3506">
        <w:rPr>
          <w:rtl/>
          <w:lang w:bidi="fa-IR"/>
        </w:rPr>
        <w:t xml:space="preserve"> و بعد آن چيز تلف شود</w:t>
      </w:r>
      <w:r w:rsidR="000C4B14">
        <w:rPr>
          <w:rtl/>
          <w:lang w:bidi="fa-IR"/>
        </w:rPr>
        <w:t>،</w:t>
      </w:r>
      <w:r w:rsidRPr="003E3506">
        <w:rPr>
          <w:rtl/>
          <w:lang w:bidi="fa-IR"/>
        </w:rPr>
        <w:t xml:space="preserve"> عاريه كننده ضامن نيست</w:t>
      </w:r>
      <w:r w:rsidR="000C4B14">
        <w:rPr>
          <w:rtl/>
          <w:lang w:bidi="fa-IR"/>
        </w:rPr>
        <w:t>،</w:t>
      </w:r>
      <w:r w:rsidRPr="003E3506">
        <w:rPr>
          <w:rtl/>
          <w:lang w:bidi="fa-IR"/>
        </w:rPr>
        <w:t xml:space="preserve"> ولى اگر بدون اجازه صاحب مال</w:t>
      </w:r>
      <w:r w:rsidR="000C4B14">
        <w:rPr>
          <w:rtl/>
          <w:lang w:bidi="fa-IR"/>
        </w:rPr>
        <w:t>،</w:t>
      </w:r>
      <w:r w:rsidRPr="003E3506">
        <w:rPr>
          <w:rtl/>
          <w:lang w:bidi="fa-IR"/>
        </w:rPr>
        <w:t xml:space="preserve"> يا وكيل</w:t>
      </w:r>
      <w:r w:rsidR="000C4B14">
        <w:rPr>
          <w:rtl/>
          <w:lang w:bidi="fa-IR"/>
        </w:rPr>
        <w:t>،</w:t>
      </w:r>
      <w:r w:rsidRPr="003E3506">
        <w:rPr>
          <w:rtl/>
          <w:lang w:bidi="fa-IR"/>
        </w:rPr>
        <w:t xml:space="preserve"> يا ولى او آن را به جايى ببرد اگر چه جايى باشد كه صاحبش معمولا به آنجا مى برده مثلا اسب را در اصطبلى كه صاحبش براى آن درست كرده ببندد و بعد تلف شود</w:t>
      </w:r>
      <w:r w:rsidR="000C4B14">
        <w:rPr>
          <w:rtl/>
          <w:lang w:bidi="fa-IR"/>
        </w:rPr>
        <w:t>،</w:t>
      </w:r>
      <w:r w:rsidRPr="003E3506">
        <w:rPr>
          <w:rtl/>
          <w:lang w:bidi="fa-IR"/>
        </w:rPr>
        <w:t xml:space="preserve"> يا كسى آن را تلف كند ضامن است</w:t>
      </w:r>
      <w:r w:rsidR="000C4B14">
        <w:rPr>
          <w:rtl/>
          <w:lang w:bidi="fa-IR"/>
        </w:rPr>
        <w:t>.</w:t>
      </w:r>
    </w:p>
    <w:p w:rsidR="003E3506" w:rsidRPr="003E3506" w:rsidRDefault="003E3506" w:rsidP="003E3506">
      <w:pPr>
        <w:pStyle w:val="libNormal"/>
        <w:rPr>
          <w:lang w:bidi="fa-IR"/>
        </w:rPr>
      </w:pPr>
      <w:r w:rsidRPr="003E3506">
        <w:rPr>
          <w:rtl/>
          <w:lang w:bidi="fa-IR"/>
        </w:rPr>
        <w:t>٢٣٦٦ - اگر چيز نجس را عاريه دهد</w:t>
      </w:r>
      <w:r w:rsidR="000C4B14">
        <w:rPr>
          <w:rtl/>
          <w:lang w:bidi="fa-IR"/>
        </w:rPr>
        <w:t>،</w:t>
      </w:r>
      <w:r w:rsidRPr="003E3506">
        <w:rPr>
          <w:rtl/>
          <w:lang w:bidi="fa-IR"/>
        </w:rPr>
        <w:t xml:space="preserve"> بايد در صورتى كه در مساله </w:t>
      </w:r>
      <w:r w:rsidR="00605FAB">
        <w:rPr>
          <w:rtl/>
          <w:lang w:bidi="fa-IR"/>
        </w:rPr>
        <w:t>(</w:t>
      </w:r>
      <w:r w:rsidRPr="003E3506">
        <w:rPr>
          <w:rtl/>
          <w:lang w:bidi="fa-IR"/>
        </w:rPr>
        <w:t>٢٠٦٥</w:t>
      </w:r>
      <w:r w:rsidR="00605FAB">
        <w:rPr>
          <w:rtl/>
          <w:lang w:bidi="fa-IR"/>
        </w:rPr>
        <w:t>)</w:t>
      </w:r>
      <w:r w:rsidRPr="003E3506">
        <w:rPr>
          <w:rtl/>
          <w:lang w:bidi="fa-IR"/>
        </w:rPr>
        <w:t xml:space="preserve"> گذشت نجس بودن آن را به كسى كه عاريه مى كند بگويد.</w:t>
      </w:r>
    </w:p>
    <w:p w:rsidR="003E3506" w:rsidRPr="003E3506" w:rsidRDefault="003E3506" w:rsidP="003E3506">
      <w:pPr>
        <w:pStyle w:val="libNormal"/>
        <w:rPr>
          <w:lang w:bidi="fa-IR"/>
        </w:rPr>
      </w:pPr>
      <w:r w:rsidRPr="003E3506">
        <w:rPr>
          <w:rtl/>
          <w:lang w:bidi="fa-IR"/>
        </w:rPr>
        <w:t>٢٣٦٧ - چيزى را كه عاريه كرده بدون اجازه صاحب آن نمى تواند به ديگرى اجاره</w:t>
      </w:r>
      <w:r w:rsidR="000C4B14">
        <w:rPr>
          <w:rtl/>
          <w:lang w:bidi="fa-IR"/>
        </w:rPr>
        <w:t>،</w:t>
      </w:r>
      <w:r w:rsidRPr="003E3506">
        <w:rPr>
          <w:rtl/>
          <w:lang w:bidi="fa-IR"/>
        </w:rPr>
        <w:t xml:space="preserve"> يا عاريه دهد.</w:t>
      </w:r>
    </w:p>
    <w:p w:rsidR="003E3506" w:rsidRPr="003E3506" w:rsidRDefault="003E3506" w:rsidP="003E3506">
      <w:pPr>
        <w:pStyle w:val="libNormal"/>
        <w:rPr>
          <w:lang w:bidi="fa-IR"/>
        </w:rPr>
      </w:pPr>
      <w:r w:rsidRPr="003E3506">
        <w:rPr>
          <w:rtl/>
          <w:lang w:bidi="fa-IR"/>
        </w:rPr>
        <w:t>٢٣٦٨ - اگر چيزى را كه عاريه كرده با اجازه صاحب آن به ديگرى عاريه دهد</w:t>
      </w:r>
      <w:r w:rsidR="000C4B14">
        <w:rPr>
          <w:rtl/>
          <w:lang w:bidi="fa-IR"/>
        </w:rPr>
        <w:t>،</w:t>
      </w:r>
      <w:r w:rsidRPr="003E3506">
        <w:rPr>
          <w:rtl/>
          <w:lang w:bidi="fa-IR"/>
        </w:rPr>
        <w:t xml:space="preserve"> چنانچه كسى كه اول آن چيز را عاريه كرده بميرد</w:t>
      </w:r>
      <w:r w:rsidR="000C4B14">
        <w:rPr>
          <w:rtl/>
          <w:lang w:bidi="fa-IR"/>
        </w:rPr>
        <w:t>،</w:t>
      </w:r>
      <w:r w:rsidRPr="003E3506">
        <w:rPr>
          <w:rtl/>
          <w:lang w:bidi="fa-IR"/>
        </w:rPr>
        <w:t xml:space="preserve"> يا ديوانه شود</w:t>
      </w:r>
      <w:r w:rsidR="000C4B14">
        <w:rPr>
          <w:rtl/>
          <w:lang w:bidi="fa-IR"/>
        </w:rPr>
        <w:t>،</w:t>
      </w:r>
      <w:r w:rsidRPr="003E3506">
        <w:rPr>
          <w:rtl/>
          <w:lang w:bidi="fa-IR"/>
        </w:rPr>
        <w:t xml:space="preserve"> عاريه دومى باطل نمى شود.</w:t>
      </w:r>
    </w:p>
    <w:p w:rsidR="003E3506" w:rsidRPr="003E3506" w:rsidRDefault="003E3506" w:rsidP="003E3506">
      <w:pPr>
        <w:pStyle w:val="libNormal"/>
        <w:rPr>
          <w:lang w:bidi="fa-IR"/>
        </w:rPr>
      </w:pPr>
      <w:r w:rsidRPr="003E3506">
        <w:rPr>
          <w:rtl/>
          <w:lang w:bidi="fa-IR"/>
        </w:rPr>
        <w:t>٢٣٦٩ - اگر بداند مالى را كه عاريه كرده غصبى است</w:t>
      </w:r>
      <w:r w:rsidR="000C4B14">
        <w:rPr>
          <w:rtl/>
          <w:lang w:bidi="fa-IR"/>
        </w:rPr>
        <w:t>،</w:t>
      </w:r>
      <w:r w:rsidRPr="003E3506">
        <w:rPr>
          <w:rtl/>
          <w:lang w:bidi="fa-IR"/>
        </w:rPr>
        <w:t xml:space="preserve"> بايد آن را به صاحبش برساند و نمى تواند به عاريه دهنده بدهد.</w:t>
      </w:r>
    </w:p>
    <w:p w:rsidR="003E3506" w:rsidRPr="003E3506" w:rsidRDefault="003E3506" w:rsidP="003E3506">
      <w:pPr>
        <w:pStyle w:val="libNormal"/>
        <w:rPr>
          <w:lang w:bidi="fa-IR"/>
        </w:rPr>
      </w:pPr>
      <w:r w:rsidRPr="003E3506">
        <w:rPr>
          <w:rtl/>
          <w:lang w:bidi="fa-IR"/>
        </w:rPr>
        <w:t>٢٣٧٠ - اگر مالى را كه مى داند غصبى است عاريه كند و از آن استفاده اى ببرد و در دست او از بين برود</w:t>
      </w:r>
      <w:r w:rsidR="000C4B14">
        <w:rPr>
          <w:rtl/>
          <w:lang w:bidi="fa-IR"/>
        </w:rPr>
        <w:t>،</w:t>
      </w:r>
      <w:r w:rsidRPr="003E3506">
        <w:rPr>
          <w:rtl/>
          <w:lang w:bidi="fa-IR"/>
        </w:rPr>
        <w:t xml:space="preserve"> مالك مى تواند عوض مال و عوض استفاده اى را كه عاريه كننده برده</w:t>
      </w:r>
      <w:r w:rsidR="000C4B14">
        <w:rPr>
          <w:rtl/>
          <w:lang w:bidi="fa-IR"/>
        </w:rPr>
        <w:t>،</w:t>
      </w:r>
      <w:r w:rsidRPr="003E3506">
        <w:rPr>
          <w:rtl/>
          <w:lang w:bidi="fa-IR"/>
        </w:rPr>
        <w:t xml:space="preserve"> از او يا از كسى كه مال را غصب كرده مطالبه كند و اگر از عاريه كننده بگيرد</w:t>
      </w:r>
      <w:r w:rsidR="000C4B14">
        <w:rPr>
          <w:rtl/>
          <w:lang w:bidi="fa-IR"/>
        </w:rPr>
        <w:t>،</w:t>
      </w:r>
      <w:r w:rsidRPr="003E3506">
        <w:rPr>
          <w:rtl/>
          <w:lang w:bidi="fa-IR"/>
        </w:rPr>
        <w:t xml:space="preserve"> او نمى تواند چيزى را كه به مالك مى دهد از عاريه دهنده مطالبه نمايد.</w:t>
      </w:r>
    </w:p>
    <w:p w:rsidR="003E3506" w:rsidRPr="003E3506" w:rsidRDefault="003E3506" w:rsidP="003E3506">
      <w:pPr>
        <w:pStyle w:val="libNormal"/>
        <w:rPr>
          <w:lang w:bidi="fa-IR"/>
        </w:rPr>
      </w:pPr>
      <w:r w:rsidRPr="003E3506">
        <w:rPr>
          <w:rtl/>
          <w:lang w:bidi="fa-IR"/>
        </w:rPr>
        <w:t>٢٣٧١ - اگر نداند مالى را كه عاريه كرده غصبى است و در دست او از بين برود</w:t>
      </w:r>
      <w:r w:rsidR="000C4B14">
        <w:rPr>
          <w:rtl/>
          <w:lang w:bidi="fa-IR"/>
        </w:rPr>
        <w:t>،</w:t>
      </w:r>
      <w:r w:rsidRPr="003E3506">
        <w:rPr>
          <w:rtl/>
          <w:lang w:bidi="fa-IR"/>
        </w:rPr>
        <w:t xml:space="preserve"> چنانچه صاحب مال عوض آن را از او بگيرد</w:t>
      </w:r>
      <w:r w:rsidR="000C4B14">
        <w:rPr>
          <w:rtl/>
          <w:lang w:bidi="fa-IR"/>
        </w:rPr>
        <w:t>،</w:t>
      </w:r>
      <w:r w:rsidRPr="003E3506">
        <w:rPr>
          <w:rtl/>
          <w:lang w:bidi="fa-IR"/>
        </w:rPr>
        <w:t xml:space="preserve"> او هم مى تواند آنچه را كه به صاحب مال داده از عاريه دهنده مطالبه نمايد ولى اگر چيزى را كه عاريه كرده طلا و نقره باشد</w:t>
      </w:r>
      <w:r w:rsidR="000C4B14">
        <w:rPr>
          <w:rtl/>
          <w:lang w:bidi="fa-IR"/>
        </w:rPr>
        <w:t>،</w:t>
      </w:r>
      <w:r w:rsidRPr="003E3506">
        <w:rPr>
          <w:rtl/>
          <w:lang w:bidi="fa-IR"/>
        </w:rPr>
        <w:t xml:space="preserve"> يا عاريه دهنده با او شرط كرده باشد كه اگر آن چيز از بين برود عوضش را بدهد</w:t>
      </w:r>
      <w:r w:rsidR="000C4B14">
        <w:rPr>
          <w:rtl/>
          <w:lang w:bidi="fa-IR"/>
        </w:rPr>
        <w:t>،</w:t>
      </w:r>
      <w:r w:rsidRPr="003E3506">
        <w:rPr>
          <w:rtl/>
          <w:lang w:bidi="fa-IR"/>
        </w:rPr>
        <w:t xml:space="preserve"> نمى تواند عوض آن را كه به صاحب مال مى دهد از عاريه دهنده مطالبه نمايد.</w:t>
      </w:r>
    </w:p>
    <w:p w:rsidR="003E3506" w:rsidRPr="003E3506" w:rsidRDefault="007E0CCF" w:rsidP="003E3506">
      <w:pPr>
        <w:pStyle w:val="libNormal"/>
        <w:rPr>
          <w:lang w:bidi="fa-IR"/>
        </w:rPr>
      </w:pPr>
      <w:r>
        <w:rPr>
          <w:rtl/>
          <w:lang w:bidi="fa-IR"/>
        </w:rPr>
        <w:br w:type="page"/>
      </w:r>
    </w:p>
    <w:p w:rsidR="003E3506" w:rsidRDefault="00605FAB" w:rsidP="007E0CCF">
      <w:pPr>
        <w:pStyle w:val="Heading2"/>
        <w:rPr>
          <w:rtl/>
          <w:lang w:bidi="fa-IR"/>
        </w:rPr>
      </w:pPr>
      <w:bookmarkStart w:id="253" w:name="_Toc24454676"/>
      <w:r>
        <w:rPr>
          <w:rtl/>
          <w:lang w:bidi="fa-IR"/>
        </w:rPr>
        <w:t>(</w:t>
      </w:r>
      <w:r w:rsidR="003E3506" w:rsidRPr="003E3506">
        <w:rPr>
          <w:rtl/>
          <w:lang w:bidi="fa-IR"/>
        </w:rPr>
        <w:t xml:space="preserve">احكام نكاح </w:t>
      </w:r>
      <w:r>
        <w:rPr>
          <w:rtl/>
          <w:lang w:bidi="fa-IR"/>
        </w:rPr>
        <w:t>(</w:t>
      </w:r>
      <w:r w:rsidR="003E3506" w:rsidRPr="003E3506">
        <w:rPr>
          <w:rtl/>
          <w:lang w:bidi="fa-IR"/>
        </w:rPr>
        <w:t>ازدواج</w:t>
      </w:r>
      <w:r>
        <w:rPr>
          <w:rtl/>
          <w:lang w:bidi="fa-IR"/>
        </w:rPr>
        <w:t>))</w:t>
      </w:r>
      <w:bookmarkEnd w:id="253"/>
    </w:p>
    <w:p w:rsidR="003E3506" w:rsidRPr="003E3506" w:rsidRDefault="003E3506" w:rsidP="003E3506">
      <w:pPr>
        <w:pStyle w:val="libNormal"/>
        <w:rPr>
          <w:lang w:bidi="fa-IR"/>
        </w:rPr>
      </w:pPr>
      <w:r w:rsidRPr="003E3506">
        <w:rPr>
          <w:rtl/>
          <w:lang w:bidi="fa-IR"/>
        </w:rPr>
        <w:t>١/٢٣٧١ - به واسطه عقد ازدواج</w:t>
      </w:r>
      <w:r w:rsidR="000C4B14">
        <w:rPr>
          <w:rtl/>
          <w:lang w:bidi="fa-IR"/>
        </w:rPr>
        <w:t>،</w:t>
      </w:r>
      <w:r w:rsidRPr="003E3506">
        <w:rPr>
          <w:rtl/>
          <w:lang w:bidi="fa-IR"/>
        </w:rPr>
        <w:t xml:space="preserve"> زن به مرد و مرد به زن حلال مى شود</w:t>
      </w:r>
      <w:r w:rsidR="000C4B14">
        <w:rPr>
          <w:rtl/>
          <w:lang w:bidi="fa-IR"/>
        </w:rPr>
        <w:t>،</w:t>
      </w:r>
      <w:r w:rsidRPr="003E3506">
        <w:rPr>
          <w:rtl/>
          <w:lang w:bidi="fa-IR"/>
        </w:rPr>
        <w:t xml:space="preserve"> و آن بر دو قسمت است</w:t>
      </w:r>
      <w:r w:rsidR="00553569">
        <w:rPr>
          <w:rtl/>
          <w:lang w:bidi="fa-IR"/>
        </w:rPr>
        <w:t>:</w:t>
      </w:r>
      <w:r w:rsidRPr="003E3506">
        <w:rPr>
          <w:rtl/>
          <w:lang w:bidi="fa-IR"/>
        </w:rPr>
        <w:t xml:space="preserve"> دايم و غير دايم </w:t>
      </w:r>
      <w:r w:rsidR="00605FAB">
        <w:rPr>
          <w:rtl/>
          <w:lang w:bidi="fa-IR"/>
        </w:rPr>
        <w:t>(</w:t>
      </w:r>
      <w:r w:rsidRPr="003E3506">
        <w:rPr>
          <w:rtl/>
          <w:lang w:bidi="fa-IR"/>
        </w:rPr>
        <w:t>ازدواج موقت</w:t>
      </w:r>
      <w:r w:rsidR="00605FAB">
        <w:rPr>
          <w:rtl/>
          <w:lang w:bidi="fa-IR"/>
        </w:rPr>
        <w:t>)</w:t>
      </w:r>
      <w:r w:rsidRPr="003E3506">
        <w:rPr>
          <w:rtl/>
          <w:lang w:bidi="fa-IR"/>
        </w:rPr>
        <w:t>.</w:t>
      </w:r>
    </w:p>
    <w:p w:rsidR="003E3506" w:rsidRPr="003E3506" w:rsidRDefault="003E3506" w:rsidP="003E3506">
      <w:pPr>
        <w:pStyle w:val="libNormal"/>
        <w:rPr>
          <w:lang w:bidi="fa-IR"/>
        </w:rPr>
      </w:pPr>
      <w:r w:rsidRPr="003E3506">
        <w:rPr>
          <w:rtl/>
          <w:lang w:bidi="fa-IR"/>
        </w:rPr>
        <w:t>عقد دايم آن است كه مدت زناشويى در آن معين نشود</w:t>
      </w:r>
      <w:r w:rsidR="000C4B14">
        <w:rPr>
          <w:rtl/>
          <w:lang w:bidi="fa-IR"/>
        </w:rPr>
        <w:t>،</w:t>
      </w:r>
      <w:r w:rsidRPr="003E3506">
        <w:rPr>
          <w:rtl/>
          <w:lang w:bidi="fa-IR"/>
        </w:rPr>
        <w:t xml:space="preserve"> و هميشگى باشد و زنى را كه به اين قسم عقد مى كنند دايمه گويند.</w:t>
      </w:r>
    </w:p>
    <w:p w:rsidR="003E3506" w:rsidRPr="003E3506" w:rsidRDefault="003E3506" w:rsidP="003E3506">
      <w:pPr>
        <w:pStyle w:val="libNormal"/>
        <w:rPr>
          <w:lang w:bidi="fa-IR"/>
        </w:rPr>
      </w:pPr>
      <w:r w:rsidRPr="003E3506">
        <w:rPr>
          <w:rtl/>
          <w:lang w:bidi="fa-IR"/>
        </w:rPr>
        <w:t>و عقد غير دايم آن است كه مدت زناشويى در آن معين شود</w:t>
      </w:r>
      <w:r w:rsidR="000C4B14">
        <w:rPr>
          <w:rtl/>
          <w:lang w:bidi="fa-IR"/>
        </w:rPr>
        <w:t>،</w:t>
      </w:r>
      <w:r w:rsidRPr="003E3506">
        <w:rPr>
          <w:rtl/>
          <w:lang w:bidi="fa-IR"/>
        </w:rPr>
        <w:t xml:space="preserve"> مثلا زن را به مدت يك ساعت يا يك روز يا يك ماه يا يك سال يا بيشتر عقد نمايند</w:t>
      </w:r>
      <w:r w:rsidR="000C4B14">
        <w:rPr>
          <w:rtl/>
          <w:lang w:bidi="fa-IR"/>
        </w:rPr>
        <w:t>،</w:t>
      </w:r>
      <w:r w:rsidRPr="003E3506">
        <w:rPr>
          <w:rtl/>
          <w:lang w:bidi="fa-IR"/>
        </w:rPr>
        <w:t xml:space="preserve"> ولى بايد مدت ازدواج از مقدار عمر زن و شوهر زيادتر نباشد كه در اين صورت عقد باطل خواهد بود و زنى را كه به اين قسم عقد كنند متعه و صيغه مى نامند.</w:t>
      </w:r>
    </w:p>
    <w:p w:rsidR="003E3506" w:rsidRDefault="00605FAB" w:rsidP="007E0CCF">
      <w:pPr>
        <w:pStyle w:val="Heading3"/>
        <w:rPr>
          <w:rtl/>
          <w:lang w:bidi="fa-IR"/>
        </w:rPr>
      </w:pPr>
      <w:bookmarkStart w:id="254" w:name="_Toc24454677"/>
      <w:r>
        <w:rPr>
          <w:rtl/>
          <w:lang w:bidi="fa-IR"/>
        </w:rPr>
        <w:t>(</w:t>
      </w:r>
      <w:r w:rsidR="003E3506" w:rsidRPr="003E3506">
        <w:rPr>
          <w:rtl/>
          <w:lang w:bidi="fa-IR"/>
        </w:rPr>
        <w:t>احكام عقد</w:t>
      </w:r>
      <w:r>
        <w:rPr>
          <w:rtl/>
          <w:lang w:bidi="fa-IR"/>
        </w:rPr>
        <w:t>)</w:t>
      </w:r>
      <w:bookmarkEnd w:id="254"/>
    </w:p>
    <w:p w:rsidR="003E3506" w:rsidRPr="003E3506" w:rsidRDefault="003E3506" w:rsidP="003E3506">
      <w:pPr>
        <w:pStyle w:val="libNormal"/>
        <w:rPr>
          <w:lang w:bidi="fa-IR"/>
        </w:rPr>
      </w:pPr>
      <w:r w:rsidRPr="003E3506">
        <w:rPr>
          <w:rtl/>
          <w:lang w:bidi="fa-IR"/>
        </w:rPr>
        <w:t>٢٣٧٢ - در زناشويى چه دايم</w:t>
      </w:r>
      <w:r w:rsidR="000C4B14">
        <w:rPr>
          <w:rtl/>
          <w:lang w:bidi="fa-IR"/>
        </w:rPr>
        <w:t>،</w:t>
      </w:r>
      <w:r w:rsidRPr="003E3506">
        <w:rPr>
          <w:rtl/>
          <w:lang w:bidi="fa-IR"/>
        </w:rPr>
        <w:t xml:space="preserve"> و چه غير دايم بايد صيغه خوانده شود</w:t>
      </w:r>
      <w:r w:rsidR="000C4B14">
        <w:rPr>
          <w:rtl/>
          <w:lang w:bidi="fa-IR"/>
        </w:rPr>
        <w:t>،</w:t>
      </w:r>
      <w:r w:rsidRPr="003E3506">
        <w:rPr>
          <w:rtl/>
          <w:lang w:bidi="fa-IR"/>
        </w:rPr>
        <w:t xml:space="preserve"> و تنها راضى بودن زن و مرد</w:t>
      </w:r>
      <w:r w:rsidR="000C4B14">
        <w:rPr>
          <w:rtl/>
          <w:lang w:bidi="fa-IR"/>
        </w:rPr>
        <w:t>،</w:t>
      </w:r>
      <w:r w:rsidRPr="003E3506">
        <w:rPr>
          <w:rtl/>
          <w:lang w:bidi="fa-IR"/>
        </w:rPr>
        <w:t xml:space="preserve"> و هم چنين نوشتن كافى نيست و صيغه عقد را يا خود زن و مرد مى خوانند</w:t>
      </w:r>
      <w:r w:rsidR="000C4B14">
        <w:rPr>
          <w:rtl/>
          <w:lang w:bidi="fa-IR"/>
        </w:rPr>
        <w:t>،</w:t>
      </w:r>
      <w:r w:rsidRPr="003E3506">
        <w:rPr>
          <w:rtl/>
          <w:lang w:bidi="fa-IR"/>
        </w:rPr>
        <w:t xml:space="preserve"> يا ديگرى را وكيل مى كنند كه از طرف آنان بخواند.</w:t>
      </w:r>
    </w:p>
    <w:p w:rsidR="003E3506" w:rsidRPr="003E3506" w:rsidRDefault="003E3506" w:rsidP="003E3506">
      <w:pPr>
        <w:pStyle w:val="libNormal"/>
        <w:rPr>
          <w:lang w:bidi="fa-IR"/>
        </w:rPr>
      </w:pPr>
      <w:r w:rsidRPr="003E3506">
        <w:rPr>
          <w:rtl/>
          <w:lang w:bidi="fa-IR"/>
        </w:rPr>
        <w:t>٢٣٧٣ - وكيل لازم نيست مرد باشد</w:t>
      </w:r>
      <w:r w:rsidR="000C4B14">
        <w:rPr>
          <w:rtl/>
          <w:lang w:bidi="fa-IR"/>
        </w:rPr>
        <w:t>،</w:t>
      </w:r>
      <w:r w:rsidRPr="003E3506">
        <w:rPr>
          <w:rtl/>
          <w:lang w:bidi="fa-IR"/>
        </w:rPr>
        <w:t xml:space="preserve"> زن هم مى تواند براى خواندن صيغه عقد از طرف ديگرى وكيل شود.</w:t>
      </w:r>
    </w:p>
    <w:p w:rsidR="003E3506" w:rsidRPr="003E3506" w:rsidRDefault="003E3506" w:rsidP="003E3506">
      <w:pPr>
        <w:pStyle w:val="libNormal"/>
        <w:rPr>
          <w:lang w:bidi="fa-IR"/>
        </w:rPr>
      </w:pPr>
      <w:r w:rsidRPr="003E3506">
        <w:rPr>
          <w:rtl/>
          <w:lang w:bidi="fa-IR"/>
        </w:rPr>
        <w:t>٢٣٧٤ - زن و مرد تا اطمينان نكنند كه وكيل آنها صيغه را خوانده است نمى توانند به يكديگر نگاه محرمانه نمايند و گمان به اين كه وكيل صيغه را خوانده است كفايت نمى كند</w:t>
      </w:r>
      <w:r w:rsidR="000C4B14">
        <w:rPr>
          <w:rtl/>
          <w:lang w:bidi="fa-IR"/>
        </w:rPr>
        <w:t>،</w:t>
      </w:r>
      <w:r w:rsidRPr="003E3506">
        <w:rPr>
          <w:rtl/>
          <w:lang w:bidi="fa-IR"/>
        </w:rPr>
        <w:t xml:space="preserve"> بلكه اگر وكيل بگويد صيغه را خوانده ام ولى اطمينان به گفته او نباشد</w:t>
      </w:r>
      <w:r w:rsidR="000C4B14">
        <w:rPr>
          <w:rtl/>
          <w:lang w:bidi="fa-IR"/>
        </w:rPr>
        <w:t>،</w:t>
      </w:r>
      <w:r w:rsidRPr="003E3506">
        <w:rPr>
          <w:rtl/>
          <w:lang w:bidi="fa-IR"/>
        </w:rPr>
        <w:t xml:space="preserve"> كفايت آن محل اشكال است</w:t>
      </w:r>
      <w:r w:rsidR="000C4B14">
        <w:rPr>
          <w:rtl/>
          <w:lang w:bidi="fa-IR"/>
        </w:rPr>
        <w:t>.</w:t>
      </w:r>
    </w:p>
    <w:p w:rsidR="003E3506" w:rsidRPr="003E3506" w:rsidRDefault="003E3506" w:rsidP="003E3506">
      <w:pPr>
        <w:pStyle w:val="libNormal"/>
        <w:rPr>
          <w:lang w:bidi="fa-IR"/>
        </w:rPr>
      </w:pPr>
      <w:r w:rsidRPr="003E3506">
        <w:rPr>
          <w:rtl/>
          <w:lang w:bidi="fa-IR"/>
        </w:rPr>
        <w:t>٢٣٧٥ - اگر زنى كسى را وكيل كند كه مثلا ده روزه او را به عقد مردى درآورد و ابتداى ده روز را معين نكند</w:t>
      </w:r>
      <w:r w:rsidR="000C4B14">
        <w:rPr>
          <w:rtl/>
          <w:lang w:bidi="fa-IR"/>
        </w:rPr>
        <w:t>،</w:t>
      </w:r>
      <w:r w:rsidRPr="003E3506">
        <w:rPr>
          <w:rtl/>
          <w:lang w:bidi="fa-IR"/>
        </w:rPr>
        <w:t xml:space="preserve"> آن وكيل مى تواند هر وقت كه بخواهد او را ده روزه به عقد آن مرد درآورد </w:t>
      </w:r>
      <w:r w:rsidRPr="003E3506">
        <w:rPr>
          <w:rtl/>
          <w:lang w:bidi="fa-IR"/>
        </w:rPr>
        <w:lastRenderedPageBreak/>
        <w:t>ولى اگر معلوم باشد كه زن</w:t>
      </w:r>
      <w:r w:rsidR="000C4B14">
        <w:rPr>
          <w:rtl/>
          <w:lang w:bidi="fa-IR"/>
        </w:rPr>
        <w:t>،</w:t>
      </w:r>
      <w:r w:rsidRPr="003E3506">
        <w:rPr>
          <w:rtl/>
          <w:lang w:bidi="fa-IR"/>
        </w:rPr>
        <w:t xml:space="preserve"> روز يا ساعت معينى را قصد كرده</w:t>
      </w:r>
      <w:r w:rsidR="000C4B14">
        <w:rPr>
          <w:rtl/>
          <w:lang w:bidi="fa-IR"/>
        </w:rPr>
        <w:t>،</w:t>
      </w:r>
      <w:r w:rsidRPr="003E3506">
        <w:rPr>
          <w:rtl/>
          <w:lang w:bidi="fa-IR"/>
        </w:rPr>
        <w:t xml:space="preserve"> بايد صيغه را مطابق قصد او بخواند.</w:t>
      </w:r>
    </w:p>
    <w:p w:rsidR="003E3506" w:rsidRPr="003E3506" w:rsidRDefault="003E3506" w:rsidP="003E3506">
      <w:pPr>
        <w:pStyle w:val="libNormal"/>
        <w:rPr>
          <w:lang w:bidi="fa-IR"/>
        </w:rPr>
      </w:pPr>
      <w:r w:rsidRPr="003E3506">
        <w:rPr>
          <w:rtl/>
          <w:lang w:bidi="fa-IR"/>
        </w:rPr>
        <w:t>٢٣٧٦ - يك نفر مى تواند براى خواندن صيغه عقد دايم يا غير دايم از طرف دو نفر وكيل شود و نيز انسان مى تواند از طرف زن وكيل شود و او را براى خود به طور دايم يا غير دايم عقد كند ولى احتياط مستحب آن است كه عقد را دو نفر بخوانند.</w:t>
      </w:r>
    </w:p>
    <w:p w:rsidR="003E3506" w:rsidRDefault="00605FAB" w:rsidP="007E0CCF">
      <w:pPr>
        <w:pStyle w:val="Heading3"/>
        <w:rPr>
          <w:rtl/>
          <w:lang w:bidi="fa-IR"/>
        </w:rPr>
      </w:pPr>
      <w:bookmarkStart w:id="255" w:name="_Toc24454678"/>
      <w:r>
        <w:rPr>
          <w:rtl/>
          <w:lang w:bidi="fa-IR"/>
        </w:rPr>
        <w:t>(</w:t>
      </w:r>
      <w:r w:rsidR="003E3506" w:rsidRPr="003E3506">
        <w:rPr>
          <w:rtl/>
          <w:lang w:bidi="fa-IR"/>
        </w:rPr>
        <w:t>دستور خواندن عقد</w:t>
      </w:r>
      <w:r>
        <w:rPr>
          <w:rtl/>
          <w:lang w:bidi="fa-IR"/>
        </w:rPr>
        <w:t>)</w:t>
      </w:r>
      <w:bookmarkEnd w:id="255"/>
    </w:p>
    <w:p w:rsidR="003E3506" w:rsidRPr="003E3506" w:rsidRDefault="003E3506" w:rsidP="003E3506">
      <w:pPr>
        <w:pStyle w:val="libNormal"/>
        <w:rPr>
          <w:lang w:bidi="fa-IR"/>
        </w:rPr>
      </w:pPr>
      <w:r w:rsidRPr="003E3506">
        <w:rPr>
          <w:rtl/>
          <w:lang w:bidi="fa-IR"/>
        </w:rPr>
        <w:t>٢٣٧٧ - اگر صيغه عقد دايم را خود زن و مرد بخوانند</w:t>
      </w:r>
      <w:r w:rsidR="000C4B14">
        <w:rPr>
          <w:rtl/>
          <w:lang w:bidi="fa-IR"/>
        </w:rPr>
        <w:t>،</w:t>
      </w:r>
      <w:r w:rsidRPr="003E3506">
        <w:rPr>
          <w:rtl/>
          <w:lang w:bidi="fa-IR"/>
        </w:rPr>
        <w:t xml:space="preserve"> و پس از تعيين مقدار مهر اول زن بگويد</w:t>
      </w:r>
      <w:r w:rsidR="00553569">
        <w:rPr>
          <w:rtl/>
          <w:lang w:bidi="fa-IR"/>
        </w:rPr>
        <w:t>:</w:t>
      </w:r>
      <w:r w:rsidRPr="003E3506">
        <w:rPr>
          <w:rtl/>
          <w:lang w:bidi="fa-IR"/>
        </w:rPr>
        <w:t xml:space="preserve"> زوجتك نفسي على الصداق المعلوم يعنى خود را زن تو نمودم بمهرى كه معين شده پس از آن بدون فاصله قابل توجهى مرد بگويد</w:t>
      </w:r>
      <w:r w:rsidR="00553569">
        <w:rPr>
          <w:rtl/>
          <w:lang w:bidi="fa-IR"/>
        </w:rPr>
        <w:t>:</w:t>
      </w:r>
      <w:r w:rsidRPr="003E3506">
        <w:rPr>
          <w:rtl/>
          <w:lang w:bidi="fa-IR"/>
        </w:rPr>
        <w:t xml:space="preserve"> قبلت التزويج يعنى قبول كردم ازدواج را</w:t>
      </w:r>
      <w:r w:rsidR="000C4B14">
        <w:rPr>
          <w:rtl/>
          <w:lang w:bidi="fa-IR"/>
        </w:rPr>
        <w:t>،</w:t>
      </w:r>
      <w:r w:rsidRPr="003E3506">
        <w:rPr>
          <w:rtl/>
          <w:lang w:bidi="fa-IR"/>
        </w:rPr>
        <w:t xml:space="preserve"> عقد صحيح است و اگر ديگرى را وكيل كنند كه از طرف آنها صيغه عقد را بخواند چنانچه مثلا اسم مرد احمد و اسم زن فاطمه باشد و وكيل زن بگويد</w:t>
      </w:r>
      <w:r w:rsidR="00553569">
        <w:rPr>
          <w:rtl/>
          <w:lang w:bidi="fa-IR"/>
        </w:rPr>
        <w:t>:</w:t>
      </w:r>
      <w:r w:rsidRPr="003E3506">
        <w:rPr>
          <w:rtl/>
          <w:lang w:bidi="fa-IR"/>
        </w:rPr>
        <w:t xml:space="preserve"> زوجت موكلك احمد موكلتى فاطمة على الصداق المعلوم پس بدون فاصله قابل توجهى وكيل مرد بگويد</w:t>
      </w:r>
      <w:r w:rsidR="00553569">
        <w:rPr>
          <w:rtl/>
          <w:lang w:bidi="fa-IR"/>
        </w:rPr>
        <w:t>:</w:t>
      </w:r>
      <w:r w:rsidRPr="003E3506">
        <w:rPr>
          <w:rtl/>
          <w:lang w:bidi="fa-IR"/>
        </w:rPr>
        <w:t xml:space="preserve"> قبلت التزويج لموكلي احمد على الصداق المعلوم صحيح مى باشد و احتياط مستحب آن است لفظى كه مرد مى گويد با لفظى كه زن مى گويد مطابق باشد.</w:t>
      </w:r>
    </w:p>
    <w:p w:rsidR="003E3506" w:rsidRPr="003E3506" w:rsidRDefault="003E3506" w:rsidP="003E3506">
      <w:pPr>
        <w:pStyle w:val="libNormal"/>
        <w:rPr>
          <w:lang w:bidi="fa-IR"/>
        </w:rPr>
      </w:pPr>
      <w:r w:rsidRPr="003E3506">
        <w:rPr>
          <w:rtl/>
          <w:lang w:bidi="fa-IR"/>
        </w:rPr>
        <w:t>مثلا اگر زن زوجت مى گويد مرد هم قبلت التزويج بگويد نه قبلت النكاح</w:t>
      </w:r>
      <w:r w:rsidR="000C4B14">
        <w:rPr>
          <w:rtl/>
          <w:lang w:bidi="fa-IR"/>
        </w:rPr>
        <w:t>.</w:t>
      </w:r>
    </w:p>
    <w:p w:rsidR="003E3506" w:rsidRPr="003E3506" w:rsidRDefault="003E3506" w:rsidP="003E3506">
      <w:pPr>
        <w:pStyle w:val="libNormal"/>
        <w:rPr>
          <w:lang w:bidi="fa-IR"/>
        </w:rPr>
      </w:pPr>
      <w:r w:rsidRPr="003E3506">
        <w:rPr>
          <w:rtl/>
          <w:lang w:bidi="fa-IR"/>
        </w:rPr>
        <w:t>٢٣٧٨ - اگر خود زن و مرد بخواهند صيغه عقد غير دايم را بخوانند بعد از آن كه مدت و مهر را معين كردند</w:t>
      </w:r>
      <w:r w:rsidR="000C4B14">
        <w:rPr>
          <w:rtl/>
          <w:lang w:bidi="fa-IR"/>
        </w:rPr>
        <w:t>،</w:t>
      </w:r>
      <w:r w:rsidRPr="003E3506">
        <w:rPr>
          <w:rtl/>
          <w:lang w:bidi="fa-IR"/>
        </w:rPr>
        <w:t xml:space="preserve"> چنانچه زن بگويد</w:t>
      </w:r>
      <w:r w:rsidR="00553569">
        <w:rPr>
          <w:rtl/>
          <w:lang w:bidi="fa-IR"/>
        </w:rPr>
        <w:t>:</w:t>
      </w:r>
      <w:r w:rsidRPr="003E3506">
        <w:rPr>
          <w:rtl/>
          <w:lang w:bidi="fa-IR"/>
        </w:rPr>
        <w:t xml:space="preserve"> زوجتك نفسي في المدة المعلومة على المهر المعلوم بعد بدون فاصله قابل توجهى مرد بگويد</w:t>
      </w:r>
      <w:r w:rsidR="00553569">
        <w:rPr>
          <w:rtl/>
          <w:lang w:bidi="fa-IR"/>
        </w:rPr>
        <w:t>:</w:t>
      </w:r>
      <w:r w:rsidRPr="003E3506">
        <w:rPr>
          <w:rtl/>
          <w:lang w:bidi="fa-IR"/>
        </w:rPr>
        <w:t xml:space="preserve"> قبلت صحيح است</w:t>
      </w:r>
      <w:r w:rsidR="000C4B14">
        <w:rPr>
          <w:rtl/>
          <w:lang w:bidi="fa-IR"/>
        </w:rPr>
        <w:t>،</w:t>
      </w:r>
      <w:r w:rsidRPr="003E3506">
        <w:rPr>
          <w:rtl/>
          <w:lang w:bidi="fa-IR"/>
        </w:rPr>
        <w:t xml:space="preserve"> و اگر ديگرى را وكيل كند و اول وكيل زن به وكيل مرد بگويد</w:t>
      </w:r>
      <w:r w:rsidR="00553569">
        <w:rPr>
          <w:rtl/>
          <w:lang w:bidi="fa-IR"/>
        </w:rPr>
        <w:t>:</w:t>
      </w:r>
    </w:p>
    <w:p w:rsidR="003E3506" w:rsidRPr="003E3506" w:rsidRDefault="003E3506" w:rsidP="003E3506">
      <w:pPr>
        <w:pStyle w:val="libNormal"/>
        <w:rPr>
          <w:lang w:bidi="fa-IR"/>
        </w:rPr>
      </w:pPr>
      <w:r w:rsidRPr="003E3506">
        <w:rPr>
          <w:rtl/>
          <w:lang w:bidi="fa-IR"/>
        </w:rPr>
        <w:t>زوجت موكلتي موكلك في المدة المعلومة على المهر المعلوم پس بدون فاصله قابل توجهى وكيل مرد بگويد</w:t>
      </w:r>
      <w:r w:rsidR="00553569">
        <w:rPr>
          <w:rtl/>
          <w:lang w:bidi="fa-IR"/>
        </w:rPr>
        <w:t>:</w:t>
      </w:r>
      <w:r w:rsidRPr="003E3506">
        <w:rPr>
          <w:rtl/>
          <w:lang w:bidi="fa-IR"/>
        </w:rPr>
        <w:t xml:space="preserve"> قبلت التزويج لموكلي هكذا صحيح مى باشد.</w:t>
      </w:r>
    </w:p>
    <w:p w:rsidR="003E3506" w:rsidRDefault="00605FAB" w:rsidP="007E0CCF">
      <w:pPr>
        <w:pStyle w:val="Heading3"/>
        <w:rPr>
          <w:rtl/>
          <w:lang w:bidi="fa-IR"/>
        </w:rPr>
      </w:pPr>
      <w:bookmarkStart w:id="256" w:name="_Toc24454679"/>
      <w:r>
        <w:rPr>
          <w:rtl/>
          <w:lang w:bidi="fa-IR"/>
        </w:rPr>
        <w:lastRenderedPageBreak/>
        <w:t>(</w:t>
      </w:r>
      <w:r w:rsidR="003E3506" w:rsidRPr="003E3506">
        <w:rPr>
          <w:rtl/>
          <w:lang w:bidi="fa-IR"/>
        </w:rPr>
        <w:t>شرايط عقد</w:t>
      </w:r>
      <w:r>
        <w:rPr>
          <w:rtl/>
          <w:lang w:bidi="fa-IR"/>
        </w:rPr>
        <w:t>)</w:t>
      </w:r>
      <w:bookmarkEnd w:id="256"/>
    </w:p>
    <w:p w:rsidR="003E3506" w:rsidRPr="003E3506" w:rsidRDefault="003E3506" w:rsidP="003E3506">
      <w:pPr>
        <w:pStyle w:val="libNormal"/>
        <w:rPr>
          <w:lang w:bidi="fa-IR"/>
        </w:rPr>
      </w:pPr>
      <w:r w:rsidRPr="003E3506">
        <w:rPr>
          <w:rtl/>
          <w:lang w:bidi="fa-IR"/>
        </w:rPr>
        <w:t>٢٣٧٩ - عقد ازدواج چند شرط دارد</w:t>
      </w:r>
      <w:r w:rsidR="00553569">
        <w:rPr>
          <w:rtl/>
          <w:lang w:bidi="fa-IR"/>
        </w:rPr>
        <w:t>:</w:t>
      </w:r>
      <w:r w:rsidRPr="003E3506">
        <w:rPr>
          <w:rtl/>
          <w:lang w:bidi="fa-IR"/>
        </w:rPr>
        <w:t xml:space="preserve"> اول آن كه بنابر احتياط به عربى صحيح خوانده شود.</w:t>
      </w:r>
    </w:p>
    <w:p w:rsidR="003E3506" w:rsidRPr="003E3506" w:rsidRDefault="003E3506" w:rsidP="003E3506">
      <w:pPr>
        <w:pStyle w:val="libNormal"/>
        <w:rPr>
          <w:lang w:bidi="fa-IR"/>
        </w:rPr>
      </w:pPr>
      <w:r w:rsidRPr="003E3506">
        <w:rPr>
          <w:rtl/>
          <w:lang w:bidi="fa-IR"/>
        </w:rPr>
        <w:t>و اگر خود مرد و زن نتوانند صيغه را به عربى صحيح بخوانند</w:t>
      </w:r>
      <w:r w:rsidR="000C4B14">
        <w:rPr>
          <w:rtl/>
          <w:lang w:bidi="fa-IR"/>
        </w:rPr>
        <w:t>،</w:t>
      </w:r>
      <w:r w:rsidRPr="003E3506">
        <w:rPr>
          <w:rtl/>
          <w:lang w:bidi="fa-IR"/>
        </w:rPr>
        <w:t xml:space="preserve"> مى توانند به غير عربى بخوانند و لازم نيست وكيل بگيرند</w:t>
      </w:r>
      <w:r w:rsidR="000C4B14">
        <w:rPr>
          <w:rtl/>
          <w:lang w:bidi="fa-IR"/>
        </w:rPr>
        <w:t>،</w:t>
      </w:r>
      <w:r w:rsidRPr="003E3506">
        <w:rPr>
          <w:rtl/>
          <w:lang w:bidi="fa-IR"/>
        </w:rPr>
        <w:t xml:space="preserve"> اما بايد لفظى بگويند كه معنى زوجت و قبلت را بفهماند.</w:t>
      </w:r>
    </w:p>
    <w:p w:rsidR="003E3506" w:rsidRPr="003E3506" w:rsidRDefault="003E3506" w:rsidP="003E3506">
      <w:pPr>
        <w:pStyle w:val="libNormal"/>
        <w:rPr>
          <w:lang w:bidi="fa-IR"/>
        </w:rPr>
      </w:pPr>
      <w:r w:rsidRPr="003E3506">
        <w:rPr>
          <w:rtl/>
          <w:lang w:bidi="fa-IR"/>
        </w:rPr>
        <w:t>دوم مرد و زن</w:t>
      </w:r>
      <w:r w:rsidR="000C4B14">
        <w:rPr>
          <w:rtl/>
          <w:lang w:bidi="fa-IR"/>
        </w:rPr>
        <w:t>،</w:t>
      </w:r>
      <w:r w:rsidRPr="003E3506">
        <w:rPr>
          <w:rtl/>
          <w:lang w:bidi="fa-IR"/>
        </w:rPr>
        <w:t xml:space="preserve"> يا وكيل آنها كه صيغه را مى خوانند قصد انشا داشته باشند يعنى اگر خود مرد و زن صيغه را مى خوانند</w:t>
      </w:r>
      <w:r w:rsidR="000C4B14">
        <w:rPr>
          <w:rtl/>
          <w:lang w:bidi="fa-IR"/>
        </w:rPr>
        <w:t>،</w:t>
      </w:r>
      <w:r w:rsidRPr="003E3506">
        <w:rPr>
          <w:rtl/>
          <w:lang w:bidi="fa-IR"/>
        </w:rPr>
        <w:t xml:space="preserve"> زن به گفتن زوجتك نفسي قصدش اين باشد كه خود را زن او قرار دهد و مرد به گفتن قبلت التزويج زن بودن او را براى خود قبول بنمايد.</w:t>
      </w:r>
    </w:p>
    <w:p w:rsidR="003E3506" w:rsidRPr="003E3506" w:rsidRDefault="003E3506" w:rsidP="003E3506">
      <w:pPr>
        <w:pStyle w:val="libNormal"/>
        <w:rPr>
          <w:lang w:bidi="fa-IR"/>
        </w:rPr>
      </w:pPr>
      <w:r w:rsidRPr="003E3506">
        <w:rPr>
          <w:rtl/>
          <w:lang w:bidi="fa-IR"/>
        </w:rPr>
        <w:t>و اگر وكيل مرد و زن صيغه را مى خوانند به گفتن زوجت و قبلت قصدشان اين باشد كه مرد و زنى كه آنان را وكيل كرده اند زن و شوهر شوند.</w:t>
      </w:r>
    </w:p>
    <w:p w:rsidR="003E3506" w:rsidRPr="003E3506" w:rsidRDefault="003E3506" w:rsidP="003E3506">
      <w:pPr>
        <w:pStyle w:val="libNormal"/>
        <w:rPr>
          <w:lang w:bidi="fa-IR"/>
        </w:rPr>
      </w:pPr>
      <w:r w:rsidRPr="003E3506">
        <w:rPr>
          <w:rtl/>
          <w:lang w:bidi="fa-IR"/>
        </w:rPr>
        <w:t>سوم كسى كه صيغه را مى خواند بايد عاقل و بنابر احتياط بالغ نيز باشد</w:t>
      </w:r>
      <w:r w:rsidR="000C4B14">
        <w:rPr>
          <w:rtl/>
          <w:lang w:bidi="fa-IR"/>
        </w:rPr>
        <w:t>،</w:t>
      </w:r>
      <w:r w:rsidRPr="003E3506">
        <w:rPr>
          <w:rtl/>
          <w:lang w:bidi="fa-IR"/>
        </w:rPr>
        <w:t xml:space="preserve"> چه براى خودش بخواند</w:t>
      </w:r>
      <w:r w:rsidR="000C4B14">
        <w:rPr>
          <w:rtl/>
          <w:lang w:bidi="fa-IR"/>
        </w:rPr>
        <w:t>،</w:t>
      </w:r>
      <w:r w:rsidRPr="003E3506">
        <w:rPr>
          <w:rtl/>
          <w:lang w:bidi="fa-IR"/>
        </w:rPr>
        <w:t xml:space="preserve"> يا از طرف ديگرى وكيل شده باشد.</w:t>
      </w:r>
    </w:p>
    <w:p w:rsidR="003E3506" w:rsidRPr="003E3506" w:rsidRDefault="003E3506" w:rsidP="003E3506">
      <w:pPr>
        <w:pStyle w:val="libNormal"/>
        <w:rPr>
          <w:lang w:bidi="fa-IR"/>
        </w:rPr>
      </w:pPr>
      <w:r w:rsidRPr="003E3506">
        <w:rPr>
          <w:rtl/>
          <w:lang w:bidi="fa-IR"/>
        </w:rPr>
        <w:t>چهارم اگر وكيل زن و شوهر يا ولى آنها صيغه را مى خوانند در موقع عقد زن و شوهر را معين كنند مثلا اسم آنها را ببرند يا به آنها اشاره نمايند</w:t>
      </w:r>
      <w:r w:rsidR="000C4B14">
        <w:rPr>
          <w:rtl/>
          <w:lang w:bidi="fa-IR"/>
        </w:rPr>
        <w:t>،</w:t>
      </w:r>
      <w:r w:rsidRPr="003E3506">
        <w:rPr>
          <w:rtl/>
          <w:lang w:bidi="fa-IR"/>
        </w:rPr>
        <w:t xml:space="preserve"> پس كسى كه چند دختر دارد</w:t>
      </w:r>
      <w:r w:rsidR="000C4B14">
        <w:rPr>
          <w:rtl/>
          <w:lang w:bidi="fa-IR"/>
        </w:rPr>
        <w:t>،</w:t>
      </w:r>
      <w:r w:rsidRPr="003E3506">
        <w:rPr>
          <w:rtl/>
          <w:lang w:bidi="fa-IR"/>
        </w:rPr>
        <w:t xml:space="preserve"> اگر به مردى بگويد زوجتك احدى بناتي يعنى زن تو نمودم يكى از دخترانم را</w:t>
      </w:r>
      <w:r w:rsidR="000C4B14">
        <w:rPr>
          <w:rtl/>
          <w:lang w:bidi="fa-IR"/>
        </w:rPr>
        <w:t>،</w:t>
      </w:r>
      <w:r w:rsidRPr="003E3506">
        <w:rPr>
          <w:rtl/>
          <w:lang w:bidi="fa-IR"/>
        </w:rPr>
        <w:t xml:space="preserve"> و او بگويد قبلت يعنى قبول كردم</w:t>
      </w:r>
      <w:r w:rsidR="000C4B14">
        <w:rPr>
          <w:rtl/>
          <w:lang w:bidi="fa-IR"/>
        </w:rPr>
        <w:t>،</w:t>
      </w:r>
      <w:r w:rsidRPr="003E3506">
        <w:rPr>
          <w:rtl/>
          <w:lang w:bidi="fa-IR"/>
        </w:rPr>
        <w:t xml:space="preserve"> چون در موقع عقد دختر را معين نكرده اند عقد باطل است</w:t>
      </w:r>
      <w:r w:rsidR="000C4B14">
        <w:rPr>
          <w:rtl/>
          <w:lang w:bidi="fa-IR"/>
        </w:rPr>
        <w:t>.</w:t>
      </w:r>
    </w:p>
    <w:p w:rsidR="003E3506" w:rsidRPr="003E3506" w:rsidRDefault="003E3506" w:rsidP="003E3506">
      <w:pPr>
        <w:pStyle w:val="libNormal"/>
        <w:rPr>
          <w:lang w:bidi="fa-IR"/>
        </w:rPr>
      </w:pPr>
      <w:r w:rsidRPr="003E3506">
        <w:rPr>
          <w:rtl/>
          <w:lang w:bidi="fa-IR"/>
        </w:rPr>
        <w:t>پنجم زن و مرد به ازدواج راضى باشند</w:t>
      </w:r>
      <w:r w:rsidR="000C4B14">
        <w:rPr>
          <w:rtl/>
          <w:lang w:bidi="fa-IR"/>
        </w:rPr>
        <w:t>،</w:t>
      </w:r>
      <w:r w:rsidRPr="003E3506">
        <w:rPr>
          <w:rtl/>
          <w:lang w:bidi="fa-IR"/>
        </w:rPr>
        <w:t xml:space="preserve"> ولى اگر زن ظاهرا با كراهت اذن دهد و معلوم باشد قلبا راضى است عقد صحيح است</w:t>
      </w:r>
      <w:r w:rsidR="000C4B14">
        <w:rPr>
          <w:rtl/>
          <w:lang w:bidi="fa-IR"/>
        </w:rPr>
        <w:t>.</w:t>
      </w:r>
    </w:p>
    <w:p w:rsidR="003E3506" w:rsidRPr="003E3506" w:rsidRDefault="003E3506" w:rsidP="003E3506">
      <w:pPr>
        <w:pStyle w:val="libNormal"/>
        <w:rPr>
          <w:lang w:bidi="fa-IR"/>
        </w:rPr>
      </w:pPr>
      <w:r w:rsidRPr="003E3506">
        <w:rPr>
          <w:rtl/>
          <w:lang w:bidi="fa-IR"/>
        </w:rPr>
        <w:t>٢٣٨٠ - اگر در عقد يك حرف غلط خوانده شود كه معنى آن را عوض كند عقد باطل است</w:t>
      </w:r>
      <w:r w:rsidR="000C4B14">
        <w:rPr>
          <w:rtl/>
          <w:lang w:bidi="fa-IR"/>
        </w:rPr>
        <w:t>.</w:t>
      </w:r>
    </w:p>
    <w:p w:rsidR="003E3506" w:rsidRPr="003E3506" w:rsidRDefault="003E3506" w:rsidP="003E3506">
      <w:pPr>
        <w:pStyle w:val="libNormal"/>
        <w:rPr>
          <w:lang w:bidi="fa-IR"/>
        </w:rPr>
      </w:pPr>
      <w:r w:rsidRPr="003E3506">
        <w:rPr>
          <w:rtl/>
          <w:lang w:bidi="fa-IR"/>
        </w:rPr>
        <w:t>٢٣٨١ - كسى كه صيغه عقد را مى خواند اگر معناى آن را - هر چند به طور اجمال - بداند و قصد تحقق آن معنى را بكند عقد صحيح است و لازم نيست كه معناى صيغه را تفصيلا بداند مثلا بداند كه فعل يا فاعل بر طبق دستور زبان عربى كدام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٢٣٨٢ - اگر زنى را براى مردى بدون اجازه آنان عقد كنند و بعدا زن و مرد آن عقد را اجازه نمايند عقد صحيح است</w:t>
      </w:r>
      <w:r w:rsidR="000C4B14">
        <w:rPr>
          <w:rtl/>
          <w:lang w:bidi="fa-IR"/>
        </w:rPr>
        <w:t>.</w:t>
      </w:r>
    </w:p>
    <w:p w:rsidR="00AA682D" w:rsidRDefault="003E3506" w:rsidP="003E3506">
      <w:pPr>
        <w:pStyle w:val="libNormal"/>
        <w:rPr>
          <w:rtl/>
          <w:lang w:bidi="fa-IR"/>
        </w:rPr>
      </w:pPr>
      <w:r w:rsidRPr="003E3506">
        <w:rPr>
          <w:rtl/>
          <w:lang w:bidi="fa-IR"/>
        </w:rPr>
        <w:t>٢٣٨٣ - اگر زن و مرد يا يكى از آن دو را به ازدواج مجبور نمايند و بعد از خواندن عقد اجازه نمايند</w:t>
      </w:r>
      <w:r w:rsidR="000C4B14">
        <w:rPr>
          <w:rtl/>
          <w:lang w:bidi="fa-IR"/>
        </w:rPr>
        <w:t>،</w:t>
      </w:r>
      <w:r w:rsidRPr="003E3506">
        <w:rPr>
          <w:rtl/>
          <w:lang w:bidi="fa-IR"/>
        </w:rPr>
        <w:t xml:space="preserve"> عقد صحيح است و بهتر آن است كه دوباره عقد را بخوانند. </w:t>
      </w:r>
    </w:p>
    <w:p w:rsidR="003E3506" w:rsidRPr="003E3506" w:rsidRDefault="003E3506" w:rsidP="003E3506">
      <w:pPr>
        <w:pStyle w:val="libNormal"/>
        <w:rPr>
          <w:lang w:bidi="fa-IR"/>
        </w:rPr>
      </w:pPr>
      <w:r w:rsidRPr="003E3506">
        <w:rPr>
          <w:rtl/>
          <w:lang w:bidi="fa-IR"/>
        </w:rPr>
        <w:t>٢٣٨٤ - پدر و جد پدرى مى توانند براى فرزند پسر يا دختر نابالغ يا ديوانه خود كه با حال ديوانگى بالغ شده است ازدواج كنند</w:t>
      </w:r>
      <w:r w:rsidR="000C4B14">
        <w:rPr>
          <w:rtl/>
          <w:lang w:bidi="fa-IR"/>
        </w:rPr>
        <w:t>،</w:t>
      </w:r>
      <w:r w:rsidRPr="003E3506">
        <w:rPr>
          <w:rtl/>
          <w:lang w:bidi="fa-IR"/>
        </w:rPr>
        <w:t xml:space="preserve"> و بعد از آن كه طفل بالغ شد</w:t>
      </w:r>
      <w:r w:rsidR="000C4B14">
        <w:rPr>
          <w:rtl/>
          <w:lang w:bidi="fa-IR"/>
        </w:rPr>
        <w:t>،</w:t>
      </w:r>
      <w:r w:rsidRPr="003E3506">
        <w:rPr>
          <w:rtl/>
          <w:lang w:bidi="fa-IR"/>
        </w:rPr>
        <w:t xml:space="preserve"> يا ديوانه عاقل گرديد</w:t>
      </w:r>
      <w:r w:rsidR="000C4B14">
        <w:rPr>
          <w:rtl/>
          <w:lang w:bidi="fa-IR"/>
        </w:rPr>
        <w:t>،</w:t>
      </w:r>
      <w:r w:rsidRPr="003E3506">
        <w:rPr>
          <w:rtl/>
          <w:lang w:bidi="fa-IR"/>
        </w:rPr>
        <w:t xml:space="preserve"> اگر ازدواجى كه براى او كرده اند مفسده اى داشته مى تواند آن را امضا يا رد نمايد</w:t>
      </w:r>
      <w:r w:rsidR="000C4B14">
        <w:rPr>
          <w:rtl/>
          <w:lang w:bidi="fa-IR"/>
        </w:rPr>
        <w:t>،</w:t>
      </w:r>
      <w:r w:rsidRPr="003E3506">
        <w:rPr>
          <w:rtl/>
          <w:lang w:bidi="fa-IR"/>
        </w:rPr>
        <w:t xml:space="preserve"> و اگر مفسده اى نداشته چنانچه پسر يا دختر نابالغ عقد ازدواج خود را بهم بزند احتياط به طلاق يا عقد جديد ترك نشود.</w:t>
      </w:r>
    </w:p>
    <w:p w:rsidR="003E3506" w:rsidRPr="003E3506" w:rsidRDefault="003E3506" w:rsidP="003E3506">
      <w:pPr>
        <w:pStyle w:val="libNormal"/>
        <w:rPr>
          <w:lang w:bidi="fa-IR"/>
        </w:rPr>
      </w:pPr>
      <w:r w:rsidRPr="003E3506">
        <w:rPr>
          <w:rtl/>
          <w:lang w:bidi="fa-IR"/>
        </w:rPr>
        <w:t>٢٣٨٥ - دخترى كه به حد بلوغ رسيده و رشيده است يعنى مصلحت خود را تشخيص مى دهد</w:t>
      </w:r>
      <w:r w:rsidR="000C4B14">
        <w:rPr>
          <w:rtl/>
          <w:lang w:bidi="fa-IR"/>
        </w:rPr>
        <w:t>،</w:t>
      </w:r>
      <w:r w:rsidRPr="003E3506">
        <w:rPr>
          <w:rtl/>
          <w:lang w:bidi="fa-IR"/>
        </w:rPr>
        <w:t xml:space="preserve"> اگر بخواهد شوهر كند</w:t>
      </w:r>
      <w:r w:rsidR="000C4B14">
        <w:rPr>
          <w:rtl/>
          <w:lang w:bidi="fa-IR"/>
        </w:rPr>
        <w:t>،</w:t>
      </w:r>
      <w:r w:rsidRPr="003E3506">
        <w:rPr>
          <w:rtl/>
          <w:lang w:bidi="fa-IR"/>
        </w:rPr>
        <w:t xml:space="preserve"> چنانچه باكره باشد بايد از پدر يا جد پدرى خود اجازه بگيرد</w:t>
      </w:r>
      <w:r w:rsidR="000C4B14">
        <w:rPr>
          <w:rtl/>
          <w:lang w:bidi="fa-IR"/>
        </w:rPr>
        <w:t>،</w:t>
      </w:r>
      <w:r w:rsidRPr="003E3506">
        <w:rPr>
          <w:rtl/>
          <w:lang w:bidi="fa-IR"/>
        </w:rPr>
        <w:t xml:space="preserve"> هر چند - بنابر احتياط - خود متصدى امور زندگانى خويش باشد</w:t>
      </w:r>
      <w:r w:rsidR="000C4B14">
        <w:rPr>
          <w:rtl/>
          <w:lang w:bidi="fa-IR"/>
        </w:rPr>
        <w:t>،</w:t>
      </w:r>
      <w:r w:rsidRPr="003E3506">
        <w:rPr>
          <w:rtl/>
          <w:lang w:bidi="fa-IR"/>
        </w:rPr>
        <w:t xml:space="preserve"> و اجازه مادر و برادر لازم نيست</w:t>
      </w:r>
      <w:r w:rsidR="000C4B14">
        <w:rPr>
          <w:rtl/>
          <w:lang w:bidi="fa-IR"/>
        </w:rPr>
        <w:t>.</w:t>
      </w:r>
    </w:p>
    <w:p w:rsidR="003E3506" w:rsidRPr="003E3506" w:rsidRDefault="003E3506" w:rsidP="003E3506">
      <w:pPr>
        <w:pStyle w:val="libNormal"/>
        <w:rPr>
          <w:lang w:bidi="fa-IR"/>
        </w:rPr>
      </w:pPr>
      <w:r w:rsidRPr="003E3506">
        <w:rPr>
          <w:rtl/>
          <w:lang w:bidi="fa-IR"/>
        </w:rPr>
        <w:t>٢٣٨٦ - اگر دختر باكره نباشد يا اين كه باكره باشد ولى پدر يا جد پدرى اجازه ندهند</w:t>
      </w:r>
      <w:r w:rsidR="000C4B14">
        <w:rPr>
          <w:rtl/>
          <w:lang w:bidi="fa-IR"/>
        </w:rPr>
        <w:t>،</w:t>
      </w:r>
      <w:r w:rsidRPr="003E3506">
        <w:rPr>
          <w:rtl/>
          <w:lang w:bidi="fa-IR"/>
        </w:rPr>
        <w:t xml:space="preserve"> كه با مردى كه همتاى او شرعا و عرفا مى باشد ازدواج كند يا اين كه حاضر نباشند در امر ازدواج دختر به هيچ وجه مشاركت كنند يا آن كه اهليت اجازه دادن از جهت ديوانگى يا مانند آن را نداشته باشند در اين موارد اجازه آنان لازم نيست و هم چنين اگر اجازه گرفتن از آنان به جهت غايب بودن يا غير آن ممكن نباشد</w:t>
      </w:r>
      <w:r w:rsidR="000C4B14">
        <w:rPr>
          <w:rtl/>
          <w:lang w:bidi="fa-IR"/>
        </w:rPr>
        <w:t>،</w:t>
      </w:r>
      <w:r w:rsidRPr="003E3506">
        <w:rPr>
          <w:rtl/>
          <w:lang w:bidi="fa-IR"/>
        </w:rPr>
        <w:t xml:space="preserve"> و دختر حاجت زيادى به شوهر كردن داشته باشد اجازه پدر و جد لازم نيست</w:t>
      </w:r>
      <w:r w:rsidR="000C4B14">
        <w:rPr>
          <w:rtl/>
          <w:lang w:bidi="fa-IR"/>
        </w:rPr>
        <w:t>.</w:t>
      </w:r>
    </w:p>
    <w:p w:rsidR="003E3506" w:rsidRPr="003E3506" w:rsidRDefault="003E3506" w:rsidP="003E3506">
      <w:pPr>
        <w:pStyle w:val="libNormal"/>
        <w:rPr>
          <w:lang w:bidi="fa-IR"/>
        </w:rPr>
      </w:pPr>
      <w:r w:rsidRPr="003E3506">
        <w:rPr>
          <w:rtl/>
          <w:lang w:bidi="fa-IR"/>
        </w:rPr>
        <w:t>٢٣٨٧ - اگر پدر</w:t>
      </w:r>
      <w:r w:rsidR="000C4B14">
        <w:rPr>
          <w:rtl/>
          <w:lang w:bidi="fa-IR"/>
        </w:rPr>
        <w:t>،</w:t>
      </w:r>
      <w:r w:rsidRPr="003E3506">
        <w:rPr>
          <w:rtl/>
          <w:lang w:bidi="fa-IR"/>
        </w:rPr>
        <w:t xml:space="preserve"> يا جد پدرى براى پسر نابالغ خود زن بگيرد</w:t>
      </w:r>
      <w:r w:rsidR="000C4B14">
        <w:rPr>
          <w:rtl/>
          <w:lang w:bidi="fa-IR"/>
        </w:rPr>
        <w:t>،</w:t>
      </w:r>
      <w:r w:rsidRPr="003E3506">
        <w:rPr>
          <w:rtl/>
          <w:lang w:bidi="fa-IR"/>
        </w:rPr>
        <w:t xml:space="preserve"> پسر بايد بعد از بالغ شدن خرج آن زن را بدهد</w:t>
      </w:r>
      <w:r w:rsidR="000C4B14">
        <w:rPr>
          <w:rtl/>
          <w:lang w:bidi="fa-IR"/>
        </w:rPr>
        <w:t>،</w:t>
      </w:r>
      <w:r w:rsidRPr="003E3506">
        <w:rPr>
          <w:rtl/>
          <w:lang w:bidi="fa-IR"/>
        </w:rPr>
        <w:t xml:space="preserve"> بلكه قبل از بلوغ هم در صورتى كه به سنى رسيده باشد كه قابليت تلذذ را داشته باشد و زن هم به حدى كوچك نباشد كه قابليت آن كه شوهر از او تلذذ ببرد را نداشته </w:t>
      </w:r>
      <w:r w:rsidRPr="003E3506">
        <w:rPr>
          <w:rtl/>
          <w:lang w:bidi="fa-IR"/>
        </w:rPr>
        <w:lastRenderedPageBreak/>
        <w:t>باشد</w:t>
      </w:r>
      <w:r w:rsidR="000C4B14">
        <w:rPr>
          <w:rtl/>
          <w:lang w:bidi="fa-IR"/>
        </w:rPr>
        <w:t>،</w:t>
      </w:r>
      <w:r w:rsidRPr="003E3506">
        <w:rPr>
          <w:rtl/>
          <w:lang w:bidi="fa-IR"/>
        </w:rPr>
        <w:t xml:space="preserve"> نفقه زن بر ذمه پسر ثابت است و در غير اين صورت هم احتمال استحقاق نفقه مى رود پس احتياط به مصالحه يا مانند آن ترك نشود.</w:t>
      </w:r>
    </w:p>
    <w:p w:rsidR="003E3506" w:rsidRPr="003E3506" w:rsidRDefault="003E3506" w:rsidP="003E3506">
      <w:pPr>
        <w:pStyle w:val="libNormal"/>
        <w:rPr>
          <w:lang w:bidi="fa-IR"/>
        </w:rPr>
      </w:pPr>
      <w:r w:rsidRPr="003E3506">
        <w:rPr>
          <w:rtl/>
          <w:lang w:bidi="fa-IR"/>
        </w:rPr>
        <w:t>٢٣٨٨ - اگر پدر يا جد پدرى براى پسر نابالغ خود زن بگيرد چنانچه پسر در موقع عقد مالى نداشته</w:t>
      </w:r>
      <w:r w:rsidR="000C4B14">
        <w:rPr>
          <w:rtl/>
          <w:lang w:bidi="fa-IR"/>
        </w:rPr>
        <w:t>،</w:t>
      </w:r>
      <w:r w:rsidRPr="003E3506">
        <w:rPr>
          <w:rtl/>
          <w:lang w:bidi="fa-IR"/>
        </w:rPr>
        <w:t xml:space="preserve"> پدر يا جد او بايد مهر زن را بدهد</w:t>
      </w:r>
      <w:r w:rsidR="000C4B14">
        <w:rPr>
          <w:rtl/>
          <w:lang w:bidi="fa-IR"/>
        </w:rPr>
        <w:t>،</w:t>
      </w:r>
      <w:r w:rsidRPr="003E3506">
        <w:rPr>
          <w:rtl/>
          <w:lang w:bidi="fa-IR"/>
        </w:rPr>
        <w:t xml:space="preserve"> و هم چنين اگر مالى داشته باشد ولى پدر يا جد ضامن مهر شوند و در غير اين دو صورت اگر مهر بيش از مهر المثل نباشد</w:t>
      </w:r>
      <w:r w:rsidR="000C4B14">
        <w:rPr>
          <w:rtl/>
          <w:lang w:bidi="fa-IR"/>
        </w:rPr>
        <w:t>،</w:t>
      </w:r>
      <w:r w:rsidRPr="003E3506">
        <w:rPr>
          <w:rtl/>
          <w:lang w:bidi="fa-IR"/>
        </w:rPr>
        <w:t xml:space="preserve"> يا آن كه مصلحتى اقتضا كند كه مهر آن پسر بيش از مهر المثل باشد</w:t>
      </w:r>
      <w:r w:rsidR="000C4B14">
        <w:rPr>
          <w:rtl/>
          <w:lang w:bidi="fa-IR"/>
        </w:rPr>
        <w:t>،</w:t>
      </w:r>
      <w:r w:rsidRPr="003E3506">
        <w:rPr>
          <w:rtl/>
          <w:lang w:bidi="fa-IR"/>
        </w:rPr>
        <w:t xml:space="preserve"> پدر يا جد مى توانند مهر را از مال پسر بپردازند</w:t>
      </w:r>
      <w:r w:rsidR="000C4B14">
        <w:rPr>
          <w:rtl/>
          <w:lang w:bidi="fa-IR"/>
        </w:rPr>
        <w:t>،</w:t>
      </w:r>
      <w:r w:rsidRPr="003E3506">
        <w:rPr>
          <w:rtl/>
          <w:lang w:bidi="fa-IR"/>
        </w:rPr>
        <w:t xml:space="preserve"> و الا نمى توانند بيش از مهر المثل را از مال پسر بپردازند مگر آن كه او بعد از بلوغ كار آنها را قبول كند.</w:t>
      </w:r>
    </w:p>
    <w:p w:rsidR="003E3506" w:rsidRDefault="00605FAB" w:rsidP="00AA682D">
      <w:pPr>
        <w:pStyle w:val="Heading3"/>
        <w:rPr>
          <w:rtl/>
          <w:lang w:bidi="fa-IR"/>
        </w:rPr>
      </w:pPr>
      <w:bookmarkStart w:id="257" w:name="_Toc24454680"/>
      <w:r>
        <w:rPr>
          <w:rtl/>
          <w:lang w:bidi="fa-IR"/>
        </w:rPr>
        <w:t>(</w:t>
      </w:r>
      <w:r w:rsidR="003E3506" w:rsidRPr="003E3506">
        <w:rPr>
          <w:rtl/>
          <w:lang w:bidi="fa-IR"/>
        </w:rPr>
        <w:t>مواردى كه زن يا شوهر مى تواند عقد را بهم بزند</w:t>
      </w:r>
      <w:r>
        <w:rPr>
          <w:rtl/>
          <w:lang w:bidi="fa-IR"/>
        </w:rPr>
        <w:t>)</w:t>
      </w:r>
      <w:bookmarkEnd w:id="257"/>
    </w:p>
    <w:p w:rsidR="00AA682D" w:rsidRDefault="003E3506" w:rsidP="003E3506">
      <w:pPr>
        <w:pStyle w:val="libNormal"/>
        <w:rPr>
          <w:rtl/>
          <w:lang w:bidi="fa-IR"/>
        </w:rPr>
      </w:pPr>
      <w:r w:rsidRPr="003E3506">
        <w:rPr>
          <w:rtl/>
          <w:lang w:bidi="fa-IR"/>
        </w:rPr>
        <w:t>٢٣٨٩ - اگر مرد بعد از عقد بفهمد كه زن يكى از شش عيب را كه ذكر مى شود در حال عقد داشته مى تواند به واسطه آن عيب عقد را بهم بزند</w:t>
      </w:r>
      <w:r w:rsidR="00553569">
        <w:rPr>
          <w:rtl/>
          <w:lang w:bidi="fa-IR"/>
        </w:rPr>
        <w:t>:</w:t>
      </w:r>
    </w:p>
    <w:p w:rsidR="003E3506" w:rsidRPr="003E3506" w:rsidRDefault="003E3506" w:rsidP="003E3506">
      <w:pPr>
        <w:pStyle w:val="libNormal"/>
        <w:rPr>
          <w:lang w:bidi="fa-IR"/>
        </w:rPr>
      </w:pPr>
      <w:r w:rsidRPr="003E3506">
        <w:rPr>
          <w:rtl/>
          <w:lang w:bidi="fa-IR"/>
        </w:rPr>
        <w:t>اول ديوانگى</w:t>
      </w:r>
      <w:r w:rsidR="000C4B14">
        <w:rPr>
          <w:rtl/>
          <w:lang w:bidi="fa-IR"/>
        </w:rPr>
        <w:t>،</w:t>
      </w:r>
      <w:r w:rsidRPr="003E3506">
        <w:rPr>
          <w:rtl/>
          <w:lang w:bidi="fa-IR"/>
        </w:rPr>
        <w:t xml:space="preserve"> هر چند گاه گاهى باشد.</w:t>
      </w:r>
    </w:p>
    <w:p w:rsidR="003E3506" w:rsidRPr="003E3506" w:rsidRDefault="003E3506" w:rsidP="003E3506">
      <w:pPr>
        <w:pStyle w:val="libNormal"/>
        <w:rPr>
          <w:lang w:bidi="fa-IR"/>
        </w:rPr>
      </w:pPr>
      <w:r w:rsidRPr="003E3506">
        <w:rPr>
          <w:rtl/>
          <w:lang w:bidi="fa-IR"/>
        </w:rPr>
        <w:t>دوم مرض خوره</w:t>
      </w:r>
      <w:r w:rsidR="000C4B14">
        <w:rPr>
          <w:rtl/>
          <w:lang w:bidi="fa-IR"/>
        </w:rPr>
        <w:t>.</w:t>
      </w:r>
    </w:p>
    <w:p w:rsidR="003E3506" w:rsidRPr="003E3506" w:rsidRDefault="003E3506" w:rsidP="003E3506">
      <w:pPr>
        <w:pStyle w:val="libNormal"/>
        <w:rPr>
          <w:lang w:bidi="fa-IR"/>
        </w:rPr>
      </w:pPr>
      <w:r w:rsidRPr="003E3506">
        <w:rPr>
          <w:rtl/>
          <w:lang w:bidi="fa-IR"/>
        </w:rPr>
        <w:t>سوم مرض برص</w:t>
      </w:r>
      <w:r w:rsidR="000C4B14">
        <w:rPr>
          <w:rtl/>
          <w:lang w:bidi="fa-IR"/>
        </w:rPr>
        <w:t>.</w:t>
      </w:r>
    </w:p>
    <w:p w:rsidR="003E3506" w:rsidRPr="003E3506" w:rsidRDefault="003E3506" w:rsidP="003E3506">
      <w:pPr>
        <w:pStyle w:val="libNormal"/>
        <w:rPr>
          <w:lang w:bidi="fa-IR"/>
        </w:rPr>
      </w:pPr>
      <w:r w:rsidRPr="003E3506">
        <w:rPr>
          <w:rtl/>
          <w:lang w:bidi="fa-IR"/>
        </w:rPr>
        <w:t>چهارم كورى</w:t>
      </w:r>
      <w:r w:rsidR="000C4B14">
        <w:rPr>
          <w:rtl/>
          <w:lang w:bidi="fa-IR"/>
        </w:rPr>
        <w:t>.</w:t>
      </w:r>
    </w:p>
    <w:p w:rsidR="003E3506" w:rsidRPr="003E3506" w:rsidRDefault="003E3506" w:rsidP="003E3506">
      <w:pPr>
        <w:pStyle w:val="libNormal"/>
        <w:rPr>
          <w:lang w:bidi="fa-IR"/>
        </w:rPr>
      </w:pPr>
      <w:r w:rsidRPr="003E3506">
        <w:rPr>
          <w:rtl/>
          <w:lang w:bidi="fa-IR"/>
        </w:rPr>
        <w:t>پنجم شل بودن هر چند به حد زمين گيرى نباشد.</w:t>
      </w:r>
    </w:p>
    <w:p w:rsidR="003E3506" w:rsidRPr="003E3506" w:rsidRDefault="003E3506" w:rsidP="003E3506">
      <w:pPr>
        <w:pStyle w:val="libNormal"/>
        <w:rPr>
          <w:lang w:bidi="fa-IR"/>
        </w:rPr>
      </w:pPr>
      <w:r w:rsidRPr="003E3506">
        <w:rPr>
          <w:rtl/>
          <w:lang w:bidi="fa-IR"/>
        </w:rPr>
        <w:t>ششم آن كه گوشت يا استخوانى در رحم او باشد</w:t>
      </w:r>
      <w:r w:rsidR="000C4B14">
        <w:rPr>
          <w:rtl/>
          <w:lang w:bidi="fa-IR"/>
        </w:rPr>
        <w:t>،</w:t>
      </w:r>
      <w:r w:rsidRPr="003E3506">
        <w:rPr>
          <w:rtl/>
          <w:lang w:bidi="fa-IR"/>
        </w:rPr>
        <w:t xml:space="preserve"> خواه مانع نزديكى يا آبستن شدن او شود يا نه</w:t>
      </w:r>
      <w:r w:rsidR="000C4B14">
        <w:rPr>
          <w:rtl/>
          <w:lang w:bidi="fa-IR"/>
        </w:rPr>
        <w:t>،</w:t>
      </w:r>
      <w:r w:rsidRPr="003E3506">
        <w:rPr>
          <w:rtl/>
          <w:lang w:bidi="fa-IR"/>
        </w:rPr>
        <w:t xml:space="preserve"> و اگر مرد بعد از عقد بفهمد كه زن در حال عقد افضا شده بود يعنى راه بول و حيض و يا راه حيض و غايط او يكى بوده در اين كه بتواند عقد را بهم بزند اشكال است و احتياط لازم آن است كه چنانچه بخواهد عقد را بهم بزند طلاق هم بدهد.</w:t>
      </w:r>
    </w:p>
    <w:p w:rsidR="003E3506" w:rsidRPr="003E3506" w:rsidRDefault="003E3506" w:rsidP="003E3506">
      <w:pPr>
        <w:pStyle w:val="libNormal"/>
        <w:rPr>
          <w:lang w:bidi="fa-IR"/>
        </w:rPr>
      </w:pPr>
      <w:r w:rsidRPr="003E3506">
        <w:rPr>
          <w:rtl/>
          <w:lang w:bidi="fa-IR"/>
        </w:rPr>
        <w:t>٢٣٩٠ - اگر زن بعد از عقد بفهمد كه شوهر او آلت مردى نداشته</w:t>
      </w:r>
      <w:r w:rsidR="000C4B14">
        <w:rPr>
          <w:rtl/>
          <w:lang w:bidi="fa-IR"/>
        </w:rPr>
        <w:t>،</w:t>
      </w:r>
      <w:r w:rsidRPr="003E3506">
        <w:rPr>
          <w:rtl/>
          <w:lang w:bidi="fa-IR"/>
        </w:rPr>
        <w:t xml:space="preserve"> يا بعد از عقد پيش از نزديكى</w:t>
      </w:r>
      <w:r w:rsidR="000C4B14">
        <w:rPr>
          <w:rtl/>
          <w:lang w:bidi="fa-IR"/>
        </w:rPr>
        <w:t>،</w:t>
      </w:r>
      <w:r w:rsidRPr="003E3506">
        <w:rPr>
          <w:rtl/>
          <w:lang w:bidi="fa-IR"/>
        </w:rPr>
        <w:t xml:space="preserve"> يا پس از آن آلت او بريده شود يا مرضى دارد كه نمى تواند وطى و نزديكى نمايد</w:t>
      </w:r>
      <w:r w:rsidR="000C4B14">
        <w:rPr>
          <w:rtl/>
          <w:lang w:bidi="fa-IR"/>
        </w:rPr>
        <w:t>،</w:t>
      </w:r>
      <w:r w:rsidRPr="003E3506">
        <w:rPr>
          <w:rtl/>
          <w:lang w:bidi="fa-IR"/>
        </w:rPr>
        <w:t xml:space="preserve"> هر </w:t>
      </w:r>
      <w:r w:rsidRPr="003E3506">
        <w:rPr>
          <w:rtl/>
          <w:lang w:bidi="fa-IR"/>
        </w:rPr>
        <w:lastRenderedPageBreak/>
        <w:t>چند آن مرض بعد از عقد و پيش از نزديكى يا پس از آن عارض شده باشد</w:t>
      </w:r>
      <w:r w:rsidR="000C4B14">
        <w:rPr>
          <w:rtl/>
          <w:lang w:bidi="fa-IR"/>
        </w:rPr>
        <w:t>،</w:t>
      </w:r>
      <w:r w:rsidRPr="003E3506">
        <w:rPr>
          <w:rtl/>
          <w:lang w:bidi="fa-IR"/>
        </w:rPr>
        <w:t xml:space="preserve"> در تمام اين موارد بى طلاق مى تواند عقد را بهم بزند</w:t>
      </w:r>
      <w:r w:rsidR="000C4B14">
        <w:rPr>
          <w:rtl/>
          <w:lang w:bidi="fa-IR"/>
        </w:rPr>
        <w:t>،</w:t>
      </w:r>
      <w:r w:rsidRPr="003E3506">
        <w:rPr>
          <w:rtl/>
          <w:lang w:bidi="fa-IR"/>
        </w:rPr>
        <w:t xml:space="preserve"> و اگر زن بعد از عقد بفهمد كه شوهرش پيش از عقد ديوانه بوده يا اين كه پس از عقد - خواه بعد از نزديكى يا قبل از آن - ديوانه شود</w:t>
      </w:r>
      <w:r w:rsidR="000C4B14">
        <w:rPr>
          <w:rtl/>
          <w:lang w:bidi="fa-IR"/>
        </w:rPr>
        <w:t>،</w:t>
      </w:r>
      <w:r w:rsidRPr="003E3506">
        <w:rPr>
          <w:rtl/>
          <w:lang w:bidi="fa-IR"/>
        </w:rPr>
        <w:t xml:space="preserve"> يا اين كه بفهمد كه او در هنگام عقد تخمهايش كشيده يا كوبيده شده بوده يا اين كه در آن هنگام مرض خوره يا برص داشته در تمام اين موارد چنانچه زن نخواهد زندگى زناشويى را ادامه بدهد و عقد را بهم بزند احتياط واجب آن است كه شوهر يا ولى او زن را طلاق دهد.</w:t>
      </w:r>
    </w:p>
    <w:p w:rsidR="003E3506" w:rsidRPr="003E3506" w:rsidRDefault="003E3506" w:rsidP="003E3506">
      <w:pPr>
        <w:pStyle w:val="libNormal"/>
        <w:rPr>
          <w:lang w:bidi="fa-IR"/>
        </w:rPr>
      </w:pPr>
      <w:r w:rsidRPr="003E3506">
        <w:rPr>
          <w:rtl/>
          <w:lang w:bidi="fa-IR"/>
        </w:rPr>
        <w:t>و در صورتى كه شوهر نمى تواند نزديكى نمايد</w:t>
      </w:r>
      <w:r w:rsidR="000C4B14">
        <w:rPr>
          <w:rtl/>
          <w:lang w:bidi="fa-IR"/>
        </w:rPr>
        <w:t>،</w:t>
      </w:r>
      <w:r w:rsidRPr="003E3506">
        <w:rPr>
          <w:rtl/>
          <w:lang w:bidi="fa-IR"/>
        </w:rPr>
        <w:t xml:space="preserve"> و زن بخواهد عقد را بهم بزند</w:t>
      </w:r>
      <w:r w:rsidR="000C4B14">
        <w:rPr>
          <w:rtl/>
          <w:lang w:bidi="fa-IR"/>
        </w:rPr>
        <w:t>،</w:t>
      </w:r>
      <w:r w:rsidRPr="003E3506">
        <w:rPr>
          <w:rtl/>
          <w:lang w:bidi="fa-IR"/>
        </w:rPr>
        <w:t xml:space="preserve"> لازم است كه اول رجوع به حاكم شرع يا وكيل او نمايد و حاكم شوهر را يك سال مهلت مى دهد و چناچه شوهر نتوانست به آن زن يا زنى ديگر نزديكى كند پس از آن</w:t>
      </w:r>
      <w:r w:rsidR="000C4B14">
        <w:rPr>
          <w:rtl/>
          <w:lang w:bidi="fa-IR"/>
        </w:rPr>
        <w:t>،</w:t>
      </w:r>
      <w:r w:rsidRPr="003E3506">
        <w:rPr>
          <w:rtl/>
          <w:lang w:bidi="fa-IR"/>
        </w:rPr>
        <w:t xml:space="preserve"> زن مى تواند عقد را بهم بزند.</w:t>
      </w:r>
    </w:p>
    <w:p w:rsidR="003E3506" w:rsidRPr="003E3506" w:rsidRDefault="003E3506" w:rsidP="003E3506">
      <w:pPr>
        <w:pStyle w:val="libNormal"/>
        <w:rPr>
          <w:lang w:bidi="fa-IR"/>
        </w:rPr>
      </w:pPr>
      <w:r w:rsidRPr="003E3506">
        <w:rPr>
          <w:rtl/>
          <w:lang w:bidi="fa-IR"/>
        </w:rPr>
        <w:t>٢٣٩١ - اگر به واسطه آن كه مرد نمى تواند وطى و نزديكى كند زن عقد را بهم بزند</w:t>
      </w:r>
      <w:r w:rsidR="000C4B14">
        <w:rPr>
          <w:rtl/>
          <w:lang w:bidi="fa-IR"/>
        </w:rPr>
        <w:t>،</w:t>
      </w:r>
      <w:r w:rsidRPr="003E3506">
        <w:rPr>
          <w:rtl/>
          <w:lang w:bidi="fa-IR"/>
        </w:rPr>
        <w:t xml:space="preserve"> شوهر بايد نصف مهر را بدهد</w:t>
      </w:r>
      <w:r w:rsidR="000C4B14">
        <w:rPr>
          <w:rtl/>
          <w:lang w:bidi="fa-IR"/>
        </w:rPr>
        <w:t>،</w:t>
      </w:r>
      <w:r w:rsidRPr="003E3506">
        <w:rPr>
          <w:rtl/>
          <w:lang w:bidi="fa-IR"/>
        </w:rPr>
        <w:t xml:space="preserve"> ولى اگر به واسطه يكى از عيبهاى ديگرى كه گفته شد</w:t>
      </w:r>
      <w:r w:rsidR="000C4B14">
        <w:rPr>
          <w:rtl/>
          <w:lang w:bidi="fa-IR"/>
        </w:rPr>
        <w:t>،</w:t>
      </w:r>
      <w:r w:rsidRPr="003E3506">
        <w:rPr>
          <w:rtl/>
          <w:lang w:bidi="fa-IR"/>
        </w:rPr>
        <w:t xml:space="preserve"> مرد يا زن عقد را بهم بزند</w:t>
      </w:r>
      <w:r w:rsidR="000C4B14">
        <w:rPr>
          <w:rtl/>
          <w:lang w:bidi="fa-IR"/>
        </w:rPr>
        <w:t>،</w:t>
      </w:r>
      <w:r w:rsidRPr="003E3506">
        <w:rPr>
          <w:rtl/>
          <w:lang w:bidi="fa-IR"/>
        </w:rPr>
        <w:t xml:space="preserve"> چنانچه مرد با زن نزديكى نكرده باشد</w:t>
      </w:r>
      <w:r w:rsidR="000C4B14">
        <w:rPr>
          <w:rtl/>
          <w:lang w:bidi="fa-IR"/>
        </w:rPr>
        <w:t>،</w:t>
      </w:r>
      <w:r w:rsidRPr="003E3506">
        <w:rPr>
          <w:rtl/>
          <w:lang w:bidi="fa-IR"/>
        </w:rPr>
        <w:t xml:space="preserve"> چيزى بر او نيست و اگر نزديكى كرده</w:t>
      </w:r>
      <w:r w:rsidR="000C4B14">
        <w:rPr>
          <w:rtl/>
          <w:lang w:bidi="fa-IR"/>
        </w:rPr>
        <w:t>،</w:t>
      </w:r>
      <w:r w:rsidRPr="003E3506">
        <w:rPr>
          <w:rtl/>
          <w:lang w:bidi="fa-IR"/>
        </w:rPr>
        <w:t xml:space="preserve"> بايد تمام مهر را بدهد</w:t>
      </w:r>
      <w:r w:rsidR="000C4B14">
        <w:rPr>
          <w:rtl/>
          <w:lang w:bidi="fa-IR"/>
        </w:rPr>
        <w:t>،</w:t>
      </w:r>
      <w:r w:rsidRPr="003E3506">
        <w:rPr>
          <w:rtl/>
          <w:lang w:bidi="fa-IR"/>
        </w:rPr>
        <w:t xml:space="preserve"> و اما اگر مرد به واسطه يكى از عيبهاى زن كه در مساله </w:t>
      </w:r>
      <w:r w:rsidR="00605FAB">
        <w:rPr>
          <w:rtl/>
          <w:lang w:bidi="fa-IR"/>
        </w:rPr>
        <w:t>(</w:t>
      </w:r>
      <w:r w:rsidRPr="003E3506">
        <w:rPr>
          <w:rtl/>
          <w:lang w:bidi="fa-IR"/>
        </w:rPr>
        <w:t>٢٣٨٩</w:t>
      </w:r>
      <w:r w:rsidR="00605FAB">
        <w:rPr>
          <w:rtl/>
          <w:lang w:bidi="fa-IR"/>
        </w:rPr>
        <w:t>)</w:t>
      </w:r>
      <w:r w:rsidRPr="003E3506">
        <w:rPr>
          <w:rtl/>
          <w:lang w:bidi="fa-IR"/>
        </w:rPr>
        <w:t xml:space="preserve"> گذشت</w:t>
      </w:r>
      <w:r w:rsidR="000C4B14">
        <w:rPr>
          <w:rtl/>
          <w:lang w:bidi="fa-IR"/>
        </w:rPr>
        <w:t>،</w:t>
      </w:r>
      <w:r w:rsidRPr="003E3506">
        <w:rPr>
          <w:rtl/>
          <w:lang w:bidi="fa-IR"/>
        </w:rPr>
        <w:t xml:space="preserve"> عقد را بهم بزند</w:t>
      </w:r>
      <w:r w:rsidR="000C4B14">
        <w:rPr>
          <w:rtl/>
          <w:lang w:bidi="fa-IR"/>
        </w:rPr>
        <w:t>،</w:t>
      </w:r>
      <w:r w:rsidRPr="003E3506">
        <w:rPr>
          <w:rtl/>
          <w:lang w:bidi="fa-IR"/>
        </w:rPr>
        <w:t xml:space="preserve"> چنانچه با زن نزديكى نكرده باشد چيزى بر او نيست و اگر بعد از نزديكى باشد بايد تمام مهر را به زن بپردازد.</w:t>
      </w:r>
    </w:p>
    <w:p w:rsidR="003E3506" w:rsidRPr="003E3506" w:rsidRDefault="003E3506" w:rsidP="003E3506">
      <w:pPr>
        <w:pStyle w:val="libNormal"/>
        <w:rPr>
          <w:lang w:bidi="fa-IR"/>
        </w:rPr>
      </w:pPr>
      <w:r w:rsidRPr="003E3506">
        <w:rPr>
          <w:rtl/>
          <w:lang w:bidi="fa-IR"/>
        </w:rPr>
        <w:t>٢٣٩٢ - اگر زن يا مرد بهتر از آن چه هست به ديگرى معرفى شود تا به ازدواج با او رغبت نمايد - چه در ضمن عقد باشد يا پيش از آن در صورتى كه عقد براساس آن واقع شود - چنانچه پس از عقد اين امر بر طرف ديگر معلوم شود</w:t>
      </w:r>
      <w:r w:rsidR="000C4B14">
        <w:rPr>
          <w:rtl/>
          <w:lang w:bidi="fa-IR"/>
        </w:rPr>
        <w:t>،</w:t>
      </w:r>
      <w:r w:rsidRPr="003E3506">
        <w:rPr>
          <w:rtl/>
          <w:lang w:bidi="fa-IR"/>
        </w:rPr>
        <w:t xml:space="preserve"> او مى تواند عقد را بهم بزند و تفصيل احكام اين مسئله در كتابهاى ديگر مانند </w:t>
      </w:r>
      <w:r w:rsidR="00605FAB">
        <w:rPr>
          <w:rtl/>
          <w:lang w:bidi="fa-IR"/>
        </w:rPr>
        <w:t>(</w:t>
      </w:r>
      <w:r w:rsidRPr="003E3506">
        <w:rPr>
          <w:rtl/>
          <w:lang w:bidi="fa-IR"/>
        </w:rPr>
        <w:t>مسائل منتخبه</w:t>
      </w:r>
      <w:r w:rsidR="00605FAB">
        <w:rPr>
          <w:rtl/>
          <w:lang w:bidi="fa-IR"/>
        </w:rPr>
        <w:t>)</w:t>
      </w:r>
      <w:r w:rsidRPr="003E3506">
        <w:rPr>
          <w:rtl/>
          <w:lang w:bidi="fa-IR"/>
        </w:rPr>
        <w:t xml:space="preserve"> بيان شده است</w:t>
      </w:r>
      <w:r w:rsidR="000C4B14">
        <w:rPr>
          <w:rtl/>
          <w:lang w:bidi="fa-IR"/>
        </w:rPr>
        <w:t>.</w:t>
      </w:r>
    </w:p>
    <w:p w:rsidR="003E3506" w:rsidRDefault="00605FAB" w:rsidP="00AA682D">
      <w:pPr>
        <w:pStyle w:val="Heading3"/>
        <w:rPr>
          <w:rtl/>
          <w:lang w:bidi="fa-IR"/>
        </w:rPr>
      </w:pPr>
      <w:bookmarkStart w:id="258" w:name="_Toc24454681"/>
      <w:r>
        <w:rPr>
          <w:rtl/>
          <w:lang w:bidi="fa-IR"/>
        </w:rPr>
        <w:t>(</w:t>
      </w:r>
      <w:r w:rsidR="003E3506" w:rsidRPr="003E3506">
        <w:rPr>
          <w:rtl/>
          <w:lang w:bidi="fa-IR"/>
        </w:rPr>
        <w:t>عده اى از زنها كه ازدواج با آنان حرام است</w:t>
      </w:r>
      <w:r>
        <w:rPr>
          <w:rtl/>
          <w:lang w:bidi="fa-IR"/>
        </w:rPr>
        <w:t>)</w:t>
      </w:r>
      <w:bookmarkEnd w:id="258"/>
    </w:p>
    <w:p w:rsidR="003E3506" w:rsidRPr="003E3506" w:rsidRDefault="003E3506" w:rsidP="003E3506">
      <w:pPr>
        <w:pStyle w:val="libNormal"/>
        <w:rPr>
          <w:lang w:bidi="fa-IR"/>
        </w:rPr>
      </w:pPr>
      <w:r w:rsidRPr="003E3506">
        <w:rPr>
          <w:rtl/>
          <w:lang w:bidi="fa-IR"/>
        </w:rPr>
        <w:t>٢٣٩٣ - ازدواج با زنهايى كه با انسان محرم هستند مثل مادر و خواهر و دختر و عمه و خاله و دختر برادر و دختر خواهر و مادر زن حرام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٢٣٩٤ - اگر كسى زنى را براى خود عقد نمايد</w:t>
      </w:r>
      <w:r w:rsidR="000C4B14">
        <w:rPr>
          <w:rtl/>
          <w:lang w:bidi="fa-IR"/>
        </w:rPr>
        <w:t>،</w:t>
      </w:r>
      <w:r w:rsidRPr="003E3506">
        <w:rPr>
          <w:rtl/>
          <w:lang w:bidi="fa-IR"/>
        </w:rPr>
        <w:t xml:space="preserve"> اگر چه با او نزديكى نكند</w:t>
      </w:r>
      <w:r w:rsidR="000C4B14">
        <w:rPr>
          <w:rtl/>
          <w:lang w:bidi="fa-IR"/>
        </w:rPr>
        <w:t>،</w:t>
      </w:r>
      <w:r w:rsidRPr="003E3506">
        <w:rPr>
          <w:rtl/>
          <w:lang w:bidi="fa-IR"/>
        </w:rPr>
        <w:t xml:space="preserve"> مادر و مادر مادر آن زن و مادر پدر او هر چه بالا روند</w:t>
      </w:r>
      <w:r w:rsidR="000C4B14">
        <w:rPr>
          <w:rtl/>
          <w:lang w:bidi="fa-IR"/>
        </w:rPr>
        <w:t>،</w:t>
      </w:r>
      <w:r w:rsidRPr="003E3506">
        <w:rPr>
          <w:rtl/>
          <w:lang w:bidi="fa-IR"/>
        </w:rPr>
        <w:t xml:space="preserve"> به آن مرد محرم مى شوند.</w:t>
      </w:r>
    </w:p>
    <w:p w:rsidR="003E3506" w:rsidRPr="003E3506" w:rsidRDefault="003E3506" w:rsidP="003E3506">
      <w:pPr>
        <w:pStyle w:val="libNormal"/>
        <w:rPr>
          <w:lang w:bidi="fa-IR"/>
        </w:rPr>
      </w:pPr>
      <w:r w:rsidRPr="003E3506">
        <w:rPr>
          <w:rtl/>
          <w:lang w:bidi="fa-IR"/>
        </w:rPr>
        <w:t>٢٣٩٥ - اگر زنى را عقد كند و با او نزديكى نمايد</w:t>
      </w:r>
      <w:r w:rsidR="000C4B14">
        <w:rPr>
          <w:rtl/>
          <w:lang w:bidi="fa-IR"/>
        </w:rPr>
        <w:t>،</w:t>
      </w:r>
      <w:r w:rsidRPr="003E3506">
        <w:rPr>
          <w:rtl/>
          <w:lang w:bidi="fa-IR"/>
        </w:rPr>
        <w:t xml:space="preserve"> دختر و نوه دخترى و پسرى آن زن هر چه پائين روند</w:t>
      </w:r>
      <w:r w:rsidR="000C4B14">
        <w:rPr>
          <w:rtl/>
          <w:lang w:bidi="fa-IR"/>
        </w:rPr>
        <w:t>،</w:t>
      </w:r>
      <w:r w:rsidRPr="003E3506">
        <w:rPr>
          <w:rtl/>
          <w:lang w:bidi="fa-IR"/>
        </w:rPr>
        <w:t xml:space="preserve"> چه در وقت عقد باشند يا بعدا به دنيا بيايند</w:t>
      </w:r>
      <w:r w:rsidR="000C4B14">
        <w:rPr>
          <w:rtl/>
          <w:lang w:bidi="fa-IR"/>
        </w:rPr>
        <w:t>،</w:t>
      </w:r>
      <w:r w:rsidRPr="003E3506">
        <w:rPr>
          <w:rtl/>
          <w:lang w:bidi="fa-IR"/>
        </w:rPr>
        <w:t xml:space="preserve"> به آن مرد محرم مى شوند.</w:t>
      </w:r>
    </w:p>
    <w:p w:rsidR="003E3506" w:rsidRPr="003E3506" w:rsidRDefault="003E3506" w:rsidP="003E3506">
      <w:pPr>
        <w:pStyle w:val="libNormal"/>
        <w:rPr>
          <w:lang w:bidi="fa-IR"/>
        </w:rPr>
      </w:pPr>
      <w:r w:rsidRPr="003E3506">
        <w:rPr>
          <w:rtl/>
          <w:lang w:bidi="fa-IR"/>
        </w:rPr>
        <w:t>٢٣٩٦ - اگر با زنى كه براى خود عقد كرده نزديكى نكرده باشد</w:t>
      </w:r>
      <w:r w:rsidR="000C4B14">
        <w:rPr>
          <w:rtl/>
          <w:lang w:bidi="fa-IR"/>
        </w:rPr>
        <w:t>،</w:t>
      </w:r>
      <w:r w:rsidRPr="003E3506">
        <w:rPr>
          <w:rtl/>
          <w:lang w:bidi="fa-IR"/>
        </w:rPr>
        <w:t xml:space="preserve"> تا وقتى كه آن زن در عقد او است - بنابر احتياط واجب - با دختر او ازدواج نكند.</w:t>
      </w:r>
    </w:p>
    <w:p w:rsidR="003E3506" w:rsidRPr="003E3506" w:rsidRDefault="003E3506" w:rsidP="003E3506">
      <w:pPr>
        <w:pStyle w:val="libNormal"/>
        <w:rPr>
          <w:lang w:bidi="fa-IR"/>
        </w:rPr>
      </w:pPr>
      <w:r w:rsidRPr="003E3506">
        <w:rPr>
          <w:rtl/>
          <w:lang w:bidi="fa-IR"/>
        </w:rPr>
        <w:t>٢٣٩٧ - عمه و خاله انسان و عمه و خاله پدر</w:t>
      </w:r>
      <w:r w:rsidR="000C4B14">
        <w:rPr>
          <w:rtl/>
          <w:lang w:bidi="fa-IR"/>
        </w:rPr>
        <w:t>،</w:t>
      </w:r>
      <w:r w:rsidRPr="003E3506">
        <w:rPr>
          <w:rtl/>
          <w:lang w:bidi="fa-IR"/>
        </w:rPr>
        <w:t xml:space="preserve"> و عمه و خاله پدر پدر</w:t>
      </w:r>
      <w:r w:rsidR="000C4B14">
        <w:rPr>
          <w:rtl/>
          <w:lang w:bidi="fa-IR"/>
        </w:rPr>
        <w:t>،</w:t>
      </w:r>
      <w:r w:rsidRPr="003E3506">
        <w:rPr>
          <w:rtl/>
          <w:lang w:bidi="fa-IR"/>
        </w:rPr>
        <w:t xml:space="preserve"> يا مادر پدر و عمه و خاله مادر</w:t>
      </w:r>
      <w:r w:rsidR="000C4B14">
        <w:rPr>
          <w:rtl/>
          <w:lang w:bidi="fa-IR"/>
        </w:rPr>
        <w:t>،</w:t>
      </w:r>
      <w:r w:rsidRPr="003E3506">
        <w:rPr>
          <w:rtl/>
          <w:lang w:bidi="fa-IR"/>
        </w:rPr>
        <w:t xml:space="preserve"> و عمه و خاله مادر مادر يا پدر مادر هر چه بالا روند به انسان محرمند.</w:t>
      </w:r>
    </w:p>
    <w:p w:rsidR="003E3506" w:rsidRPr="003E3506" w:rsidRDefault="003E3506" w:rsidP="003E3506">
      <w:pPr>
        <w:pStyle w:val="libNormal"/>
        <w:rPr>
          <w:lang w:bidi="fa-IR"/>
        </w:rPr>
      </w:pPr>
      <w:r w:rsidRPr="003E3506">
        <w:rPr>
          <w:rtl/>
          <w:lang w:bidi="fa-IR"/>
        </w:rPr>
        <w:t>٢٣٩٨ - پدر و جد شوهر</w:t>
      </w:r>
      <w:r w:rsidR="000C4B14">
        <w:rPr>
          <w:rtl/>
          <w:lang w:bidi="fa-IR"/>
        </w:rPr>
        <w:t>،</w:t>
      </w:r>
      <w:r w:rsidRPr="003E3506">
        <w:rPr>
          <w:rtl/>
          <w:lang w:bidi="fa-IR"/>
        </w:rPr>
        <w:t xml:space="preserve"> هر چه بالا روند و پسر و نوه پسرى و دخترى او هر چه پايين آيند چه در موقع عقد باشند</w:t>
      </w:r>
      <w:r w:rsidR="000C4B14">
        <w:rPr>
          <w:rtl/>
          <w:lang w:bidi="fa-IR"/>
        </w:rPr>
        <w:t>،</w:t>
      </w:r>
      <w:r w:rsidRPr="003E3506">
        <w:rPr>
          <w:rtl/>
          <w:lang w:bidi="fa-IR"/>
        </w:rPr>
        <w:t xml:space="preserve"> يا بعدا به دنيا بيايند به زن او محرم هستند.</w:t>
      </w:r>
    </w:p>
    <w:p w:rsidR="003E3506" w:rsidRPr="003E3506" w:rsidRDefault="003E3506" w:rsidP="003E3506">
      <w:pPr>
        <w:pStyle w:val="libNormal"/>
        <w:rPr>
          <w:lang w:bidi="fa-IR"/>
        </w:rPr>
      </w:pPr>
      <w:r w:rsidRPr="003E3506">
        <w:rPr>
          <w:rtl/>
          <w:lang w:bidi="fa-IR"/>
        </w:rPr>
        <w:t>٢٣٩٩ - اگر زنى را براى خود عقد كند</w:t>
      </w:r>
      <w:r w:rsidR="000C4B14">
        <w:rPr>
          <w:rtl/>
          <w:lang w:bidi="fa-IR"/>
        </w:rPr>
        <w:t>،</w:t>
      </w:r>
      <w:r w:rsidRPr="003E3506">
        <w:rPr>
          <w:rtl/>
          <w:lang w:bidi="fa-IR"/>
        </w:rPr>
        <w:t xml:space="preserve"> دايمه باشد يا صيغه</w:t>
      </w:r>
      <w:r w:rsidR="000C4B14">
        <w:rPr>
          <w:rtl/>
          <w:lang w:bidi="fa-IR"/>
        </w:rPr>
        <w:t>،</w:t>
      </w:r>
      <w:r w:rsidRPr="003E3506">
        <w:rPr>
          <w:rtl/>
          <w:lang w:bidi="fa-IR"/>
        </w:rPr>
        <w:t xml:space="preserve"> تا وقتى كه آن زن در عقد او است نمى تواند با خواهر آن زن ازدواج نمايد.</w:t>
      </w:r>
    </w:p>
    <w:p w:rsidR="003E3506" w:rsidRPr="003E3506" w:rsidRDefault="003E3506" w:rsidP="003E3506">
      <w:pPr>
        <w:pStyle w:val="libNormal"/>
        <w:rPr>
          <w:lang w:bidi="fa-IR"/>
        </w:rPr>
      </w:pPr>
      <w:r w:rsidRPr="003E3506">
        <w:rPr>
          <w:rtl/>
          <w:lang w:bidi="fa-IR"/>
        </w:rPr>
        <w:t>٢٤٠٠ - اگر زن خود را به ترتيبى كه در كتاب طلاق گفته مى شود</w:t>
      </w:r>
      <w:r w:rsidR="000C4B14">
        <w:rPr>
          <w:rtl/>
          <w:lang w:bidi="fa-IR"/>
        </w:rPr>
        <w:t>،</w:t>
      </w:r>
      <w:r w:rsidRPr="003E3506">
        <w:rPr>
          <w:rtl/>
          <w:lang w:bidi="fa-IR"/>
        </w:rPr>
        <w:t xml:space="preserve"> طلاق رجعى دهد</w:t>
      </w:r>
      <w:r w:rsidR="000C4B14">
        <w:rPr>
          <w:rtl/>
          <w:lang w:bidi="fa-IR"/>
        </w:rPr>
        <w:t>،</w:t>
      </w:r>
      <w:r w:rsidRPr="003E3506">
        <w:rPr>
          <w:rtl/>
          <w:lang w:bidi="fa-IR"/>
        </w:rPr>
        <w:t xml:space="preserve"> در بين عده نمى تواند خواهر او را عقد نمايد</w:t>
      </w:r>
      <w:r w:rsidR="000C4B14">
        <w:rPr>
          <w:rtl/>
          <w:lang w:bidi="fa-IR"/>
        </w:rPr>
        <w:t>،</w:t>
      </w:r>
      <w:r w:rsidRPr="003E3506">
        <w:rPr>
          <w:rtl/>
          <w:lang w:bidi="fa-IR"/>
        </w:rPr>
        <w:t xml:space="preserve"> ولى در عده طلاق بائن مى تواند با خواهر او ازدواج نمايد و در عده متعه احتياط واجب آن است كه ازدواج نكند.</w:t>
      </w:r>
    </w:p>
    <w:p w:rsidR="003E3506" w:rsidRPr="003E3506" w:rsidRDefault="003E3506" w:rsidP="003E3506">
      <w:pPr>
        <w:pStyle w:val="libNormal"/>
        <w:rPr>
          <w:lang w:bidi="fa-IR"/>
        </w:rPr>
      </w:pPr>
      <w:r w:rsidRPr="003E3506">
        <w:rPr>
          <w:rtl/>
          <w:lang w:bidi="fa-IR"/>
        </w:rPr>
        <w:t>٢٤٠١ - انسان نمى تواند بدون اجازه زن خود با خواهرزاده و برادرزاده او ازدواج كند ولى اگر بدون اجازه زنش آنان را عقد نمايد و بعدا زن اجازه نمايد اشكال ندارد.</w:t>
      </w:r>
    </w:p>
    <w:p w:rsidR="003E3506" w:rsidRPr="003E3506" w:rsidRDefault="003E3506" w:rsidP="003E3506">
      <w:pPr>
        <w:pStyle w:val="libNormal"/>
        <w:rPr>
          <w:lang w:bidi="fa-IR"/>
        </w:rPr>
      </w:pPr>
      <w:r w:rsidRPr="003E3506">
        <w:rPr>
          <w:rtl/>
          <w:lang w:bidi="fa-IR"/>
        </w:rPr>
        <w:t>٢٤٠٢ - اگر زن بفهمد شوهرش برادرزاده يا خواهرزاده او را عقد كرده و حرفى نزند</w:t>
      </w:r>
      <w:r w:rsidR="000C4B14">
        <w:rPr>
          <w:rtl/>
          <w:lang w:bidi="fa-IR"/>
        </w:rPr>
        <w:t>،</w:t>
      </w:r>
      <w:r w:rsidRPr="003E3506">
        <w:rPr>
          <w:rtl/>
          <w:lang w:bidi="fa-IR"/>
        </w:rPr>
        <w:t xml:space="preserve"> چنانچه بعدا رضايت بدهد عقد صحيح است</w:t>
      </w:r>
      <w:r w:rsidR="000C4B14">
        <w:rPr>
          <w:rtl/>
          <w:lang w:bidi="fa-IR"/>
        </w:rPr>
        <w:t>،</w:t>
      </w:r>
      <w:r w:rsidRPr="003E3506">
        <w:rPr>
          <w:rtl/>
          <w:lang w:bidi="fa-IR"/>
        </w:rPr>
        <w:t xml:space="preserve"> اگر رضايت ندهد عقد آنان باطل است</w:t>
      </w:r>
      <w:r w:rsidR="000C4B14">
        <w:rPr>
          <w:rtl/>
          <w:lang w:bidi="fa-IR"/>
        </w:rPr>
        <w:t>.</w:t>
      </w:r>
    </w:p>
    <w:p w:rsidR="003E3506" w:rsidRPr="003E3506" w:rsidRDefault="003E3506" w:rsidP="003E3506">
      <w:pPr>
        <w:pStyle w:val="libNormal"/>
        <w:rPr>
          <w:lang w:bidi="fa-IR"/>
        </w:rPr>
      </w:pPr>
      <w:r w:rsidRPr="003E3506">
        <w:rPr>
          <w:rtl/>
          <w:lang w:bidi="fa-IR"/>
        </w:rPr>
        <w:t>٢٤٠٣ - اگر انسان پيش از آن كه دختر خاله يا دختر عمه خود را بگيرد با مادر آن زنا كند</w:t>
      </w:r>
      <w:r w:rsidR="000C4B14">
        <w:rPr>
          <w:rtl/>
          <w:lang w:bidi="fa-IR"/>
        </w:rPr>
        <w:t>،</w:t>
      </w:r>
      <w:r w:rsidRPr="003E3506">
        <w:rPr>
          <w:rtl/>
          <w:lang w:bidi="fa-IR"/>
        </w:rPr>
        <w:t xml:space="preserve"> ديگر بنابر احتياط نمى تواند با آن ازدواج نمايد.</w:t>
      </w:r>
    </w:p>
    <w:p w:rsidR="003E3506" w:rsidRPr="003E3506" w:rsidRDefault="003E3506" w:rsidP="003E3506">
      <w:pPr>
        <w:pStyle w:val="libNormal"/>
        <w:rPr>
          <w:lang w:bidi="fa-IR"/>
        </w:rPr>
      </w:pPr>
      <w:r w:rsidRPr="003E3506">
        <w:rPr>
          <w:rtl/>
          <w:lang w:bidi="fa-IR"/>
        </w:rPr>
        <w:lastRenderedPageBreak/>
        <w:t>٢٤٠٤ - اگر با دختر عمه يا دختر خاله خود ازدواج نمايد و پس از نزديكى با آنان با مادرشان زنا كند موجب جدايى آنها نمى شود</w:t>
      </w:r>
      <w:r w:rsidR="000C4B14">
        <w:rPr>
          <w:rtl/>
          <w:lang w:bidi="fa-IR"/>
        </w:rPr>
        <w:t>،</w:t>
      </w:r>
      <w:r w:rsidRPr="003E3506">
        <w:rPr>
          <w:rtl/>
          <w:lang w:bidi="fa-IR"/>
        </w:rPr>
        <w:t xml:space="preserve"> و هم چنين است حكم اگر بعد از عقد و پيش از آن كه با آنان نزديكى كند با مادرشان زنا نمايد</w:t>
      </w:r>
      <w:r w:rsidR="000C4B14">
        <w:rPr>
          <w:rtl/>
          <w:lang w:bidi="fa-IR"/>
        </w:rPr>
        <w:t>،</w:t>
      </w:r>
      <w:r w:rsidRPr="003E3506">
        <w:rPr>
          <w:rtl/>
          <w:lang w:bidi="fa-IR"/>
        </w:rPr>
        <w:t xml:space="preserve"> اگر چه احتياط مستحب آن است كه در اين صورت از ايشان به طلاق دادن جدا شود.</w:t>
      </w:r>
    </w:p>
    <w:p w:rsidR="003E3506" w:rsidRPr="003E3506" w:rsidRDefault="003E3506" w:rsidP="003E3506">
      <w:pPr>
        <w:pStyle w:val="libNormal"/>
        <w:rPr>
          <w:lang w:bidi="fa-IR"/>
        </w:rPr>
      </w:pPr>
      <w:r w:rsidRPr="003E3506">
        <w:rPr>
          <w:rtl/>
          <w:lang w:bidi="fa-IR"/>
        </w:rPr>
        <w:t>٢٤٠٥ - اگر با زنى غير از عمه و خاله خود زنا كند</w:t>
      </w:r>
      <w:r w:rsidR="000C4B14">
        <w:rPr>
          <w:rtl/>
          <w:lang w:bidi="fa-IR"/>
        </w:rPr>
        <w:t>،</w:t>
      </w:r>
      <w:r w:rsidRPr="003E3506">
        <w:rPr>
          <w:rtl/>
          <w:lang w:bidi="fa-IR"/>
        </w:rPr>
        <w:t xml:space="preserve"> احتياط مستحب آن است كه با دختر او ازدواج نكند</w:t>
      </w:r>
      <w:r w:rsidR="000C4B14">
        <w:rPr>
          <w:rtl/>
          <w:lang w:bidi="fa-IR"/>
        </w:rPr>
        <w:t>،</w:t>
      </w:r>
      <w:r w:rsidRPr="003E3506">
        <w:rPr>
          <w:rtl/>
          <w:lang w:bidi="fa-IR"/>
        </w:rPr>
        <w:t xml:space="preserve"> بلكه اگر زنى را عقد نمايد</w:t>
      </w:r>
      <w:r w:rsidR="000C4B14">
        <w:rPr>
          <w:rtl/>
          <w:lang w:bidi="fa-IR"/>
        </w:rPr>
        <w:t>،</w:t>
      </w:r>
      <w:r w:rsidRPr="003E3506">
        <w:rPr>
          <w:rtl/>
          <w:lang w:bidi="fa-IR"/>
        </w:rPr>
        <w:t xml:space="preserve"> و پيش از آن كه با او نزديكى كند با مادر او زنا كند احتياط مستحب آن است كه از آن زن جدا شود</w:t>
      </w:r>
      <w:r w:rsidR="000C4B14">
        <w:rPr>
          <w:rtl/>
          <w:lang w:bidi="fa-IR"/>
        </w:rPr>
        <w:t>،</w:t>
      </w:r>
      <w:r w:rsidRPr="003E3506">
        <w:rPr>
          <w:rtl/>
          <w:lang w:bidi="fa-IR"/>
        </w:rPr>
        <w:t xml:space="preserve"> ولى اگر با او نزديكى كند و بعد با مادر او زنا نمايد</w:t>
      </w:r>
      <w:r w:rsidR="000C4B14">
        <w:rPr>
          <w:rtl/>
          <w:lang w:bidi="fa-IR"/>
        </w:rPr>
        <w:t>،</w:t>
      </w:r>
      <w:r w:rsidRPr="003E3506">
        <w:rPr>
          <w:rtl/>
          <w:lang w:bidi="fa-IR"/>
        </w:rPr>
        <w:t xml:space="preserve"> بى شبهه لازم نيست از آن زن جدا شود.</w:t>
      </w:r>
    </w:p>
    <w:p w:rsidR="003E3506" w:rsidRPr="003E3506" w:rsidRDefault="003E3506" w:rsidP="003E3506">
      <w:pPr>
        <w:pStyle w:val="libNormal"/>
        <w:rPr>
          <w:lang w:bidi="fa-IR"/>
        </w:rPr>
      </w:pPr>
      <w:r w:rsidRPr="003E3506">
        <w:rPr>
          <w:rtl/>
          <w:lang w:bidi="fa-IR"/>
        </w:rPr>
        <w:t>٢٤٠٦ - زن مسلمان نمى تواند به عقد كافر درآيد</w:t>
      </w:r>
      <w:r w:rsidR="000C4B14">
        <w:rPr>
          <w:rtl/>
          <w:lang w:bidi="fa-IR"/>
        </w:rPr>
        <w:t>،</w:t>
      </w:r>
      <w:r w:rsidRPr="003E3506">
        <w:rPr>
          <w:rtl/>
          <w:lang w:bidi="fa-IR"/>
        </w:rPr>
        <w:t xml:space="preserve"> مرد مسلمان هم نمى تواند با زنهاى كافره غير اهل كتاب ازدواج كند</w:t>
      </w:r>
      <w:r w:rsidR="000C4B14">
        <w:rPr>
          <w:rtl/>
          <w:lang w:bidi="fa-IR"/>
        </w:rPr>
        <w:t>،</w:t>
      </w:r>
      <w:r w:rsidRPr="003E3506">
        <w:rPr>
          <w:rtl/>
          <w:lang w:bidi="fa-IR"/>
        </w:rPr>
        <w:t xml:space="preserve"> ولى صيغه كردن زنهاى اهل كتاب مانند يهود و نصارى مانعى ندارد.</w:t>
      </w:r>
    </w:p>
    <w:p w:rsidR="003E3506" w:rsidRPr="003E3506" w:rsidRDefault="003E3506" w:rsidP="003E3506">
      <w:pPr>
        <w:pStyle w:val="libNormal"/>
        <w:rPr>
          <w:lang w:bidi="fa-IR"/>
        </w:rPr>
      </w:pPr>
      <w:r w:rsidRPr="003E3506">
        <w:rPr>
          <w:rtl/>
          <w:lang w:bidi="fa-IR"/>
        </w:rPr>
        <w:t>و بنابر احتياط لازم عقد دايمى با آنها ننمايد</w:t>
      </w:r>
      <w:r w:rsidR="000C4B14">
        <w:rPr>
          <w:rtl/>
          <w:lang w:bidi="fa-IR"/>
        </w:rPr>
        <w:t>،</w:t>
      </w:r>
      <w:r w:rsidRPr="003E3506">
        <w:rPr>
          <w:rtl/>
          <w:lang w:bidi="fa-IR"/>
        </w:rPr>
        <w:t xml:space="preserve"> و بعضى از فرق از قبيل نواصب كه خود را مسلمان مى دانند و در حكم كفارند</w:t>
      </w:r>
      <w:r w:rsidR="000C4B14">
        <w:rPr>
          <w:rtl/>
          <w:lang w:bidi="fa-IR"/>
        </w:rPr>
        <w:t>،</w:t>
      </w:r>
      <w:r w:rsidRPr="003E3506">
        <w:rPr>
          <w:rtl/>
          <w:lang w:bidi="fa-IR"/>
        </w:rPr>
        <w:t xml:space="preserve"> مرد و زن مسلمان نمى توانند</w:t>
      </w:r>
      <w:r w:rsidR="000C4B14">
        <w:rPr>
          <w:rtl/>
          <w:lang w:bidi="fa-IR"/>
        </w:rPr>
        <w:t>،</w:t>
      </w:r>
      <w:r w:rsidRPr="003E3506">
        <w:rPr>
          <w:rtl/>
          <w:lang w:bidi="fa-IR"/>
        </w:rPr>
        <w:t xml:space="preserve"> با آنها به طور دايم يا انقطاع ازدواج نمايند.</w:t>
      </w:r>
    </w:p>
    <w:p w:rsidR="003E3506" w:rsidRPr="003E3506" w:rsidRDefault="003E3506" w:rsidP="003E3506">
      <w:pPr>
        <w:pStyle w:val="libNormal"/>
        <w:rPr>
          <w:lang w:bidi="fa-IR"/>
        </w:rPr>
      </w:pPr>
      <w:r w:rsidRPr="003E3506">
        <w:rPr>
          <w:rtl/>
          <w:lang w:bidi="fa-IR"/>
        </w:rPr>
        <w:t>٢٤٠٧ - اگر با زنى كه در عده طلاق رجعى است زنا كند آن زن - بنابر احتياط - بر او حرام مى شود و اگر با زنى كه در عده متعه</w:t>
      </w:r>
      <w:r w:rsidR="000C4B14">
        <w:rPr>
          <w:rtl/>
          <w:lang w:bidi="fa-IR"/>
        </w:rPr>
        <w:t>،</w:t>
      </w:r>
      <w:r w:rsidRPr="003E3506">
        <w:rPr>
          <w:rtl/>
          <w:lang w:bidi="fa-IR"/>
        </w:rPr>
        <w:t xml:space="preserve"> يا طلاق بائن</w:t>
      </w:r>
      <w:r w:rsidR="000C4B14">
        <w:rPr>
          <w:rtl/>
          <w:lang w:bidi="fa-IR"/>
        </w:rPr>
        <w:t>،</w:t>
      </w:r>
      <w:r w:rsidRPr="003E3506">
        <w:rPr>
          <w:rtl/>
          <w:lang w:bidi="fa-IR"/>
        </w:rPr>
        <w:t xml:space="preserve"> يا عده وفات است زنا كند بعدا مى تواند او را عقد نمايد</w:t>
      </w:r>
      <w:r w:rsidR="000C4B14">
        <w:rPr>
          <w:rtl/>
          <w:lang w:bidi="fa-IR"/>
        </w:rPr>
        <w:t>،</w:t>
      </w:r>
      <w:r w:rsidRPr="003E3506">
        <w:rPr>
          <w:rtl/>
          <w:lang w:bidi="fa-IR"/>
        </w:rPr>
        <w:t xml:space="preserve"> اگر چه احتياط مستحب آن است كه با او ازدواج نكند و معناى طلاق رجعى و طلاق بائن و عده متعه و عده وفات در احكام طلاق گفته خواهد شد.</w:t>
      </w:r>
    </w:p>
    <w:p w:rsidR="003E3506" w:rsidRPr="003E3506" w:rsidRDefault="003E3506" w:rsidP="003E3506">
      <w:pPr>
        <w:pStyle w:val="libNormal"/>
        <w:rPr>
          <w:lang w:bidi="fa-IR"/>
        </w:rPr>
      </w:pPr>
      <w:r w:rsidRPr="003E3506">
        <w:rPr>
          <w:rtl/>
          <w:lang w:bidi="fa-IR"/>
        </w:rPr>
        <w:t>٢٤٠٨ - اگر با زن بى شوهرى كه در عده نيست زنا كند</w:t>
      </w:r>
      <w:r w:rsidR="000C4B14">
        <w:rPr>
          <w:rtl/>
          <w:lang w:bidi="fa-IR"/>
        </w:rPr>
        <w:t>،</w:t>
      </w:r>
      <w:r w:rsidRPr="003E3506">
        <w:rPr>
          <w:rtl/>
          <w:lang w:bidi="fa-IR"/>
        </w:rPr>
        <w:t xml:space="preserve"> بنابر احتياط نمى تواند پيش از آن كه توبه كند با او ازدواج نمايد</w:t>
      </w:r>
      <w:r w:rsidR="000C4B14">
        <w:rPr>
          <w:rtl/>
          <w:lang w:bidi="fa-IR"/>
        </w:rPr>
        <w:t>،</w:t>
      </w:r>
      <w:r w:rsidRPr="003E3506">
        <w:rPr>
          <w:rtl/>
          <w:lang w:bidi="fa-IR"/>
        </w:rPr>
        <w:t xml:space="preserve"> ولى شخص ديگرى اگر بخواهد با آن زن پيش از توبه كردنش ازدواج كند اشكالى ندارد</w:t>
      </w:r>
      <w:r w:rsidR="000C4B14">
        <w:rPr>
          <w:rtl/>
          <w:lang w:bidi="fa-IR"/>
        </w:rPr>
        <w:t>،</w:t>
      </w:r>
      <w:r w:rsidRPr="003E3506">
        <w:rPr>
          <w:rtl/>
          <w:lang w:bidi="fa-IR"/>
        </w:rPr>
        <w:t xml:space="preserve"> مگر در صورتى كه آن زن مشهور به زنا باشد كه بنابر احتياط ازدواج با او قبل از توبه اش جايز نيست و هم چنين ازدواج با مرد مشهور به زنا قبل از آن كه توبه كند جايز نمى باشد</w:t>
      </w:r>
      <w:r w:rsidR="000C4B14">
        <w:rPr>
          <w:rtl/>
          <w:lang w:bidi="fa-IR"/>
        </w:rPr>
        <w:t>،</w:t>
      </w:r>
      <w:r w:rsidRPr="003E3506">
        <w:rPr>
          <w:rtl/>
          <w:lang w:bidi="fa-IR"/>
        </w:rPr>
        <w:t xml:space="preserve"> و احتياط مستحب آن است كه اگر شخص بخواهد با زن زناكار ازدواج كند صبر </w:t>
      </w:r>
      <w:r w:rsidRPr="003E3506">
        <w:rPr>
          <w:rtl/>
          <w:lang w:bidi="fa-IR"/>
        </w:rPr>
        <w:lastRenderedPageBreak/>
        <w:t>نمايد تا آن زن حيض ببيند بعد او را به عقد خود در آورد</w:t>
      </w:r>
      <w:r w:rsidR="000C4B14">
        <w:rPr>
          <w:rtl/>
          <w:lang w:bidi="fa-IR"/>
        </w:rPr>
        <w:t>،</w:t>
      </w:r>
      <w:r w:rsidRPr="003E3506">
        <w:rPr>
          <w:rtl/>
          <w:lang w:bidi="fa-IR"/>
        </w:rPr>
        <w:t xml:space="preserve"> خواه خود با او زنا كرده باشد يا ديگرى</w:t>
      </w:r>
      <w:r w:rsidR="000C4B14">
        <w:rPr>
          <w:rtl/>
          <w:lang w:bidi="fa-IR"/>
        </w:rPr>
        <w:t>.</w:t>
      </w:r>
    </w:p>
    <w:p w:rsidR="003E3506" w:rsidRPr="003E3506" w:rsidRDefault="003E3506" w:rsidP="003E3506">
      <w:pPr>
        <w:pStyle w:val="libNormal"/>
        <w:rPr>
          <w:lang w:bidi="fa-IR"/>
        </w:rPr>
      </w:pPr>
      <w:r w:rsidRPr="003E3506">
        <w:rPr>
          <w:rtl/>
          <w:lang w:bidi="fa-IR"/>
        </w:rPr>
        <w:t>٢٤٠٩ - اگر زنى را كه در عده ديگرى است براى خود عقد كند</w:t>
      </w:r>
      <w:r w:rsidR="000C4B14">
        <w:rPr>
          <w:rtl/>
          <w:lang w:bidi="fa-IR"/>
        </w:rPr>
        <w:t>،</w:t>
      </w:r>
      <w:r w:rsidRPr="003E3506">
        <w:rPr>
          <w:rtl/>
          <w:lang w:bidi="fa-IR"/>
        </w:rPr>
        <w:t xml:space="preserve"> چنانچه مرد و زن</w:t>
      </w:r>
      <w:r w:rsidR="000C4B14">
        <w:rPr>
          <w:rtl/>
          <w:lang w:bidi="fa-IR"/>
        </w:rPr>
        <w:t>،</w:t>
      </w:r>
      <w:r w:rsidRPr="003E3506">
        <w:rPr>
          <w:rtl/>
          <w:lang w:bidi="fa-IR"/>
        </w:rPr>
        <w:t xml:space="preserve"> يا يكى از آنان بدانند كه عده زن تمام نشده و بدانند عقد كردن زن در عده حرام است آن زن بر او حرام ابدى مى شود</w:t>
      </w:r>
      <w:r w:rsidR="000C4B14">
        <w:rPr>
          <w:rtl/>
          <w:lang w:bidi="fa-IR"/>
        </w:rPr>
        <w:t>،</w:t>
      </w:r>
      <w:r w:rsidRPr="003E3506">
        <w:rPr>
          <w:rtl/>
          <w:lang w:bidi="fa-IR"/>
        </w:rPr>
        <w:t xml:space="preserve"> اگر چه مرد بعد از عقد با آن زن نزديكى نكرده باشد.</w:t>
      </w:r>
    </w:p>
    <w:p w:rsidR="003E3506" w:rsidRPr="003E3506" w:rsidRDefault="003E3506" w:rsidP="003E3506">
      <w:pPr>
        <w:pStyle w:val="libNormal"/>
        <w:rPr>
          <w:lang w:bidi="fa-IR"/>
        </w:rPr>
      </w:pPr>
      <w:r w:rsidRPr="003E3506">
        <w:rPr>
          <w:rtl/>
          <w:lang w:bidi="fa-IR"/>
        </w:rPr>
        <w:t>٢٤١٠ - اگر زنى را كه در عده ديگرى است براى خود عقد كند</w:t>
      </w:r>
      <w:r w:rsidR="000C4B14">
        <w:rPr>
          <w:rtl/>
          <w:lang w:bidi="fa-IR"/>
        </w:rPr>
        <w:t>،</w:t>
      </w:r>
      <w:r w:rsidRPr="003E3506">
        <w:rPr>
          <w:rtl/>
          <w:lang w:bidi="fa-IR"/>
        </w:rPr>
        <w:t xml:space="preserve"> و با او نزديكى كند</w:t>
      </w:r>
      <w:r w:rsidR="000C4B14">
        <w:rPr>
          <w:rtl/>
          <w:lang w:bidi="fa-IR"/>
        </w:rPr>
        <w:t>،</w:t>
      </w:r>
      <w:r w:rsidRPr="003E3506">
        <w:rPr>
          <w:rtl/>
          <w:lang w:bidi="fa-IR"/>
        </w:rPr>
        <w:t xml:space="preserve"> آن زن بر او حرام ابدى مى شود</w:t>
      </w:r>
      <w:r w:rsidR="000C4B14">
        <w:rPr>
          <w:rtl/>
          <w:lang w:bidi="fa-IR"/>
        </w:rPr>
        <w:t>،</w:t>
      </w:r>
      <w:r w:rsidRPr="003E3506">
        <w:rPr>
          <w:rtl/>
          <w:lang w:bidi="fa-IR"/>
        </w:rPr>
        <w:t xml:space="preserve"> اگر چه نمى دانسته كه آن زن در عده است يا نمى دانسته كه عقد زن در عده حرام است</w:t>
      </w:r>
      <w:r w:rsidR="000C4B14">
        <w:rPr>
          <w:rtl/>
          <w:lang w:bidi="fa-IR"/>
        </w:rPr>
        <w:t>.</w:t>
      </w:r>
    </w:p>
    <w:p w:rsidR="003E3506" w:rsidRPr="003E3506" w:rsidRDefault="003E3506" w:rsidP="003E3506">
      <w:pPr>
        <w:pStyle w:val="libNormal"/>
        <w:rPr>
          <w:lang w:bidi="fa-IR"/>
        </w:rPr>
      </w:pPr>
      <w:r w:rsidRPr="003E3506">
        <w:rPr>
          <w:rtl/>
          <w:lang w:bidi="fa-IR"/>
        </w:rPr>
        <w:t>٢٤١١ - اگر انسان بداند زنى شوهر دارد و با او ازدواج كند</w:t>
      </w:r>
      <w:r w:rsidR="000C4B14">
        <w:rPr>
          <w:rtl/>
          <w:lang w:bidi="fa-IR"/>
        </w:rPr>
        <w:t>،</w:t>
      </w:r>
      <w:r w:rsidRPr="003E3506">
        <w:rPr>
          <w:rtl/>
          <w:lang w:bidi="fa-IR"/>
        </w:rPr>
        <w:t xml:space="preserve"> بايد از او جدا شود</w:t>
      </w:r>
      <w:r w:rsidR="000C4B14">
        <w:rPr>
          <w:rtl/>
          <w:lang w:bidi="fa-IR"/>
        </w:rPr>
        <w:t>،</w:t>
      </w:r>
      <w:r w:rsidRPr="003E3506">
        <w:rPr>
          <w:rtl/>
          <w:lang w:bidi="fa-IR"/>
        </w:rPr>
        <w:t xml:space="preserve"> و بعدا هم نبايد او را براى خود عقد كند</w:t>
      </w:r>
      <w:r w:rsidR="000C4B14">
        <w:rPr>
          <w:rtl/>
          <w:lang w:bidi="fa-IR"/>
        </w:rPr>
        <w:t>،</w:t>
      </w:r>
      <w:r w:rsidRPr="003E3506">
        <w:rPr>
          <w:rtl/>
          <w:lang w:bidi="fa-IR"/>
        </w:rPr>
        <w:t xml:space="preserve"> و هم چنين است بنابر احتياط اگر نداند كه آن زن شوهر دارد ولى بعد از ازدواج با او نزديكى كرده باشد.</w:t>
      </w:r>
    </w:p>
    <w:p w:rsidR="003E3506" w:rsidRPr="003E3506" w:rsidRDefault="003E3506" w:rsidP="003E3506">
      <w:pPr>
        <w:pStyle w:val="libNormal"/>
        <w:rPr>
          <w:lang w:bidi="fa-IR"/>
        </w:rPr>
      </w:pPr>
      <w:r w:rsidRPr="003E3506">
        <w:rPr>
          <w:rtl/>
          <w:lang w:bidi="fa-IR"/>
        </w:rPr>
        <w:t>٢٤١٢ - زن شوهردار اگر زنا كند بر مرد زنا كننده - بنابر احتياط - حرام ابدى مى شود</w:t>
      </w:r>
      <w:r w:rsidR="000C4B14">
        <w:rPr>
          <w:rtl/>
          <w:lang w:bidi="fa-IR"/>
        </w:rPr>
        <w:t>،</w:t>
      </w:r>
      <w:r w:rsidRPr="003E3506">
        <w:rPr>
          <w:rtl/>
          <w:lang w:bidi="fa-IR"/>
        </w:rPr>
        <w:t xml:space="preserve"> ولى بر شوهر خود حرام نمى شود</w:t>
      </w:r>
      <w:r w:rsidR="000C4B14">
        <w:rPr>
          <w:rtl/>
          <w:lang w:bidi="fa-IR"/>
        </w:rPr>
        <w:t>،</w:t>
      </w:r>
      <w:r w:rsidRPr="003E3506">
        <w:rPr>
          <w:rtl/>
          <w:lang w:bidi="fa-IR"/>
        </w:rPr>
        <w:t xml:space="preserve"> و چنانچه توبه نكند و بر عمل خود باقى باشد</w:t>
      </w:r>
      <w:r w:rsidR="000C4B14">
        <w:rPr>
          <w:rtl/>
          <w:lang w:bidi="fa-IR"/>
        </w:rPr>
        <w:t>،</w:t>
      </w:r>
      <w:r w:rsidRPr="003E3506">
        <w:rPr>
          <w:rtl/>
          <w:lang w:bidi="fa-IR"/>
        </w:rPr>
        <w:t xml:space="preserve"> بهتر است كه شوهر</w:t>
      </w:r>
      <w:r w:rsidR="000C4B14">
        <w:rPr>
          <w:rtl/>
          <w:lang w:bidi="fa-IR"/>
        </w:rPr>
        <w:t>،</w:t>
      </w:r>
      <w:r w:rsidRPr="003E3506">
        <w:rPr>
          <w:rtl/>
          <w:lang w:bidi="fa-IR"/>
        </w:rPr>
        <w:t xml:space="preserve"> او را طلاق دهد ولى بايد مهرش را بدهد.</w:t>
      </w:r>
    </w:p>
    <w:p w:rsidR="003E3506" w:rsidRPr="003E3506" w:rsidRDefault="003E3506" w:rsidP="003E3506">
      <w:pPr>
        <w:pStyle w:val="libNormal"/>
        <w:rPr>
          <w:lang w:bidi="fa-IR"/>
        </w:rPr>
      </w:pPr>
      <w:r w:rsidRPr="003E3506">
        <w:rPr>
          <w:rtl/>
          <w:lang w:bidi="fa-IR"/>
        </w:rPr>
        <w:t>٢٤١٣ - زنى را كه طلاق داده اند و زنى كه صيغه بوده و شوهرش مدت او را بخشيده يا مدتش تمام شده</w:t>
      </w:r>
      <w:r w:rsidR="000C4B14">
        <w:rPr>
          <w:rtl/>
          <w:lang w:bidi="fa-IR"/>
        </w:rPr>
        <w:t>،</w:t>
      </w:r>
      <w:r w:rsidRPr="003E3506">
        <w:rPr>
          <w:rtl/>
          <w:lang w:bidi="fa-IR"/>
        </w:rPr>
        <w:t xml:space="preserve"> چنانچه بعد از مدتى شوهر كند و بعد شك كند كه موقع عقد شوهر دوم عده شوهر اول تمام بوده يا نه</w:t>
      </w:r>
      <w:r w:rsidR="000C4B14">
        <w:rPr>
          <w:rtl/>
          <w:lang w:bidi="fa-IR"/>
        </w:rPr>
        <w:t>،</w:t>
      </w:r>
      <w:r w:rsidRPr="003E3506">
        <w:rPr>
          <w:rtl/>
          <w:lang w:bidi="fa-IR"/>
        </w:rPr>
        <w:t xml:space="preserve"> به شك خود اعتنا نكند.</w:t>
      </w:r>
    </w:p>
    <w:p w:rsidR="003E3506" w:rsidRPr="003E3506" w:rsidRDefault="003E3506" w:rsidP="003E3506">
      <w:pPr>
        <w:pStyle w:val="libNormal"/>
        <w:rPr>
          <w:lang w:bidi="fa-IR"/>
        </w:rPr>
      </w:pPr>
      <w:r w:rsidRPr="003E3506">
        <w:rPr>
          <w:rtl/>
          <w:lang w:bidi="fa-IR"/>
        </w:rPr>
        <w:t>٢٤١٤ - مادر و خواهر و دختر پسرى كه لواط داده بر لواط كننده - در صورتى كه بالغ بوده - حرام مى شود و هم چنين است بنابر احتياط لازم اگر لواط دهنده مرد باشد و يا آن كه لواط كننده بالغ نباشد</w:t>
      </w:r>
      <w:r w:rsidR="000C4B14">
        <w:rPr>
          <w:rtl/>
          <w:lang w:bidi="fa-IR"/>
        </w:rPr>
        <w:t>،</w:t>
      </w:r>
      <w:r w:rsidRPr="003E3506">
        <w:rPr>
          <w:rtl/>
          <w:lang w:bidi="fa-IR"/>
        </w:rPr>
        <w:t xml:space="preserve"> ولى اگر گمان كند كه دخول شده</w:t>
      </w:r>
      <w:r w:rsidR="000C4B14">
        <w:rPr>
          <w:rtl/>
          <w:lang w:bidi="fa-IR"/>
        </w:rPr>
        <w:t>،</w:t>
      </w:r>
      <w:r w:rsidRPr="003E3506">
        <w:rPr>
          <w:rtl/>
          <w:lang w:bidi="fa-IR"/>
        </w:rPr>
        <w:t xml:space="preserve"> يا شك كند كه دخول شده يا نه</w:t>
      </w:r>
      <w:r w:rsidR="000C4B14">
        <w:rPr>
          <w:rtl/>
          <w:lang w:bidi="fa-IR"/>
        </w:rPr>
        <w:t>،</w:t>
      </w:r>
      <w:r w:rsidRPr="003E3506">
        <w:rPr>
          <w:rtl/>
          <w:lang w:bidi="fa-IR"/>
        </w:rPr>
        <w:t xml:space="preserve"> بر او حرام نمى شوند.</w:t>
      </w:r>
    </w:p>
    <w:p w:rsidR="003E3506" w:rsidRPr="003E3506" w:rsidRDefault="003E3506" w:rsidP="003E3506">
      <w:pPr>
        <w:pStyle w:val="libNormal"/>
        <w:rPr>
          <w:lang w:bidi="fa-IR"/>
        </w:rPr>
      </w:pPr>
      <w:r w:rsidRPr="003E3506">
        <w:rPr>
          <w:rtl/>
          <w:lang w:bidi="fa-IR"/>
        </w:rPr>
        <w:lastRenderedPageBreak/>
        <w:t>٢٤١٥ - اگر با مادر يا خواهر پسرى ازدواج نمايد و بعد از ازدواج با آن پسر لواط كند بنابر احتياط آنها بر او حرام مى شوند.</w:t>
      </w:r>
    </w:p>
    <w:p w:rsidR="003E3506" w:rsidRPr="003E3506" w:rsidRDefault="003E3506" w:rsidP="003E3506">
      <w:pPr>
        <w:pStyle w:val="libNormal"/>
        <w:rPr>
          <w:lang w:bidi="fa-IR"/>
        </w:rPr>
      </w:pPr>
      <w:r w:rsidRPr="003E3506">
        <w:rPr>
          <w:rtl/>
          <w:lang w:bidi="fa-IR"/>
        </w:rPr>
        <w:t>٢٤١٦ - اگر كسى در حال احرام كه يكى از كارهاى حج است با زنى ازدواج نمايد عقد او باطل است و چنانچه مى دانسته كه زن گرفتن بر او حرام است</w:t>
      </w:r>
      <w:r w:rsidR="000C4B14">
        <w:rPr>
          <w:rtl/>
          <w:lang w:bidi="fa-IR"/>
        </w:rPr>
        <w:t>،</w:t>
      </w:r>
      <w:r w:rsidRPr="003E3506">
        <w:rPr>
          <w:rtl/>
          <w:lang w:bidi="fa-IR"/>
        </w:rPr>
        <w:t xml:space="preserve"> ديگر نمى تواند آن زن را عقد كند.</w:t>
      </w:r>
    </w:p>
    <w:p w:rsidR="003E3506" w:rsidRPr="003E3506" w:rsidRDefault="003E3506" w:rsidP="003E3506">
      <w:pPr>
        <w:pStyle w:val="libNormal"/>
        <w:rPr>
          <w:lang w:bidi="fa-IR"/>
        </w:rPr>
      </w:pPr>
      <w:r w:rsidRPr="003E3506">
        <w:rPr>
          <w:rtl/>
          <w:lang w:bidi="fa-IR"/>
        </w:rPr>
        <w:t>٢٤١٧ - اگر زنى كه در حال احرام است با مردى كه در حال احرام نيست ازدواج كند</w:t>
      </w:r>
      <w:r w:rsidR="000C4B14">
        <w:rPr>
          <w:rtl/>
          <w:lang w:bidi="fa-IR"/>
        </w:rPr>
        <w:t>،</w:t>
      </w:r>
      <w:r w:rsidRPr="003E3506">
        <w:rPr>
          <w:rtl/>
          <w:lang w:bidi="fa-IR"/>
        </w:rPr>
        <w:t xml:space="preserve"> عقد او باطل است و اگر زن مى دانسته كه ازدواج كردن در حال احرام حرام است احتياط واجب آن است كه بعدا با آن مرد ازدواج نكند.</w:t>
      </w:r>
    </w:p>
    <w:p w:rsidR="003E3506" w:rsidRPr="003E3506" w:rsidRDefault="003E3506" w:rsidP="003E3506">
      <w:pPr>
        <w:pStyle w:val="libNormal"/>
        <w:rPr>
          <w:lang w:bidi="fa-IR"/>
        </w:rPr>
      </w:pPr>
      <w:r w:rsidRPr="003E3506">
        <w:rPr>
          <w:rtl/>
          <w:lang w:bidi="fa-IR"/>
        </w:rPr>
        <w:t>٢٤١٨ - اگر مرد طواف نساء را كه يكى از كارهاى حج و عمره مفرده است بجا نياورد</w:t>
      </w:r>
      <w:r w:rsidR="000C4B14">
        <w:rPr>
          <w:rtl/>
          <w:lang w:bidi="fa-IR"/>
        </w:rPr>
        <w:t>،</w:t>
      </w:r>
      <w:r w:rsidRPr="003E3506">
        <w:rPr>
          <w:rtl/>
          <w:lang w:bidi="fa-IR"/>
        </w:rPr>
        <w:t xml:space="preserve"> زنش و زنان ديگر بر او حلال نمى شوند</w:t>
      </w:r>
      <w:r w:rsidR="000C4B14">
        <w:rPr>
          <w:rtl/>
          <w:lang w:bidi="fa-IR"/>
        </w:rPr>
        <w:t>،</w:t>
      </w:r>
      <w:r w:rsidRPr="003E3506">
        <w:rPr>
          <w:rtl/>
          <w:lang w:bidi="fa-IR"/>
        </w:rPr>
        <w:t xml:space="preserve"> و نيز اگر زن طواف نساء نكند شوهرش و مردان ديگر بر او حلال نمى شوند</w:t>
      </w:r>
      <w:r w:rsidR="000C4B14">
        <w:rPr>
          <w:rtl/>
          <w:lang w:bidi="fa-IR"/>
        </w:rPr>
        <w:t>،</w:t>
      </w:r>
      <w:r w:rsidRPr="003E3506">
        <w:rPr>
          <w:rtl/>
          <w:lang w:bidi="fa-IR"/>
        </w:rPr>
        <w:t xml:space="preserve"> ولى اگر بعدا طواف نساء را انجام دهند حلال مى شوند.</w:t>
      </w:r>
    </w:p>
    <w:p w:rsidR="003E3506" w:rsidRPr="003E3506" w:rsidRDefault="003E3506" w:rsidP="003E3506">
      <w:pPr>
        <w:pStyle w:val="libNormal"/>
        <w:rPr>
          <w:lang w:bidi="fa-IR"/>
        </w:rPr>
      </w:pPr>
      <w:r w:rsidRPr="003E3506">
        <w:rPr>
          <w:rtl/>
          <w:lang w:bidi="fa-IR"/>
        </w:rPr>
        <w:t>٢٤١٩ - اگر كسى دختر نابالغى را براى خود عقد كند حرام است پيش از آن كه نه سال دختر تمام شود</w:t>
      </w:r>
      <w:r w:rsidR="000C4B14">
        <w:rPr>
          <w:rtl/>
          <w:lang w:bidi="fa-IR"/>
        </w:rPr>
        <w:t>،</w:t>
      </w:r>
      <w:r w:rsidRPr="003E3506">
        <w:rPr>
          <w:rtl/>
          <w:lang w:bidi="fa-IR"/>
        </w:rPr>
        <w:t xml:space="preserve"> با او نزديكى كند</w:t>
      </w:r>
      <w:r w:rsidR="000C4B14">
        <w:rPr>
          <w:rtl/>
          <w:lang w:bidi="fa-IR"/>
        </w:rPr>
        <w:t>،</w:t>
      </w:r>
      <w:r w:rsidRPr="003E3506">
        <w:rPr>
          <w:rtl/>
          <w:lang w:bidi="fa-IR"/>
        </w:rPr>
        <w:t xml:space="preserve"> ولى اگر نزديكى بكند اظهر آن است كه بعد از بلوغ دختر نزديكى با او حرام نيست اگر چه افضاء نموده باشد </w:t>
      </w:r>
      <w:r w:rsidR="00605FAB">
        <w:rPr>
          <w:rtl/>
          <w:lang w:bidi="fa-IR"/>
        </w:rPr>
        <w:t>(</w:t>
      </w:r>
      <w:r w:rsidRPr="003E3506">
        <w:rPr>
          <w:rtl/>
          <w:lang w:bidi="fa-IR"/>
        </w:rPr>
        <w:t xml:space="preserve">معناى افضاء در مساله </w:t>
      </w:r>
      <w:r w:rsidR="00605FAB">
        <w:rPr>
          <w:rtl/>
          <w:lang w:bidi="fa-IR"/>
        </w:rPr>
        <w:t>(</w:t>
      </w:r>
      <w:r w:rsidRPr="003E3506">
        <w:rPr>
          <w:rtl/>
          <w:lang w:bidi="fa-IR"/>
        </w:rPr>
        <w:t>٢٣٨٩</w:t>
      </w:r>
      <w:r w:rsidR="00605FAB">
        <w:rPr>
          <w:rtl/>
          <w:lang w:bidi="fa-IR"/>
        </w:rPr>
        <w:t>)</w:t>
      </w:r>
      <w:r w:rsidRPr="003E3506">
        <w:rPr>
          <w:rtl/>
          <w:lang w:bidi="fa-IR"/>
        </w:rPr>
        <w:t xml:space="preserve"> گذشت</w:t>
      </w:r>
      <w:r w:rsidR="00605FAB">
        <w:rPr>
          <w:rtl/>
          <w:lang w:bidi="fa-IR"/>
        </w:rPr>
        <w:t>)</w:t>
      </w:r>
      <w:r w:rsidRPr="003E3506">
        <w:rPr>
          <w:rtl/>
          <w:lang w:bidi="fa-IR"/>
        </w:rPr>
        <w:t xml:space="preserve"> ولى احوط آن است كه او را طلاق دهد.</w:t>
      </w:r>
    </w:p>
    <w:p w:rsidR="003E3506" w:rsidRPr="003E3506" w:rsidRDefault="003E3506" w:rsidP="003E3506">
      <w:pPr>
        <w:pStyle w:val="libNormal"/>
        <w:rPr>
          <w:lang w:bidi="fa-IR"/>
        </w:rPr>
      </w:pPr>
      <w:r w:rsidRPr="003E3506">
        <w:rPr>
          <w:rtl/>
          <w:lang w:bidi="fa-IR"/>
        </w:rPr>
        <w:t>٢٤٢٠ - زنى را كه سه مرتبه طلاق داده اند بر شوهرش حرام مى شود ولى اگر با شرايطى كه در احكام طلاق گفته مى شود</w:t>
      </w:r>
      <w:r w:rsidR="000C4B14">
        <w:rPr>
          <w:rtl/>
          <w:lang w:bidi="fa-IR"/>
        </w:rPr>
        <w:t>،</w:t>
      </w:r>
      <w:r w:rsidRPr="003E3506">
        <w:rPr>
          <w:rtl/>
          <w:lang w:bidi="fa-IR"/>
        </w:rPr>
        <w:t xml:space="preserve"> با مرد ديگرى ازدواج كند</w:t>
      </w:r>
      <w:r w:rsidR="000C4B14">
        <w:rPr>
          <w:rtl/>
          <w:lang w:bidi="fa-IR"/>
        </w:rPr>
        <w:t>،</w:t>
      </w:r>
      <w:r w:rsidRPr="003E3506">
        <w:rPr>
          <w:rtl/>
          <w:lang w:bidi="fa-IR"/>
        </w:rPr>
        <w:t xml:space="preserve"> بعد از مرگ يا طلاق شوهر دوم و گذشتن مقدار عده او شوهر اول مى تواند دوباره او را براى خود عقد نمايد.</w:t>
      </w:r>
    </w:p>
    <w:p w:rsidR="003E3506" w:rsidRDefault="00605FAB" w:rsidP="00AA682D">
      <w:pPr>
        <w:pStyle w:val="Heading3"/>
        <w:rPr>
          <w:rtl/>
          <w:lang w:bidi="fa-IR"/>
        </w:rPr>
      </w:pPr>
      <w:bookmarkStart w:id="259" w:name="_Toc24454682"/>
      <w:r>
        <w:rPr>
          <w:rtl/>
          <w:lang w:bidi="fa-IR"/>
        </w:rPr>
        <w:t>(</w:t>
      </w:r>
      <w:r w:rsidR="003E3506" w:rsidRPr="003E3506">
        <w:rPr>
          <w:rtl/>
          <w:lang w:bidi="fa-IR"/>
        </w:rPr>
        <w:t>احكام عقد دايم</w:t>
      </w:r>
      <w:r>
        <w:rPr>
          <w:rtl/>
          <w:lang w:bidi="fa-IR"/>
        </w:rPr>
        <w:t>)</w:t>
      </w:r>
      <w:bookmarkEnd w:id="259"/>
    </w:p>
    <w:p w:rsidR="003E3506" w:rsidRPr="003E3506" w:rsidRDefault="003E3506" w:rsidP="003E3506">
      <w:pPr>
        <w:pStyle w:val="libNormal"/>
        <w:rPr>
          <w:lang w:bidi="fa-IR"/>
        </w:rPr>
      </w:pPr>
      <w:r w:rsidRPr="003E3506">
        <w:rPr>
          <w:rtl/>
          <w:lang w:bidi="fa-IR"/>
        </w:rPr>
        <w:t>٢٤٢١ - زنى كه عقد دايم شده حرام است بدون اجازه شوهر از خانه بيرون برود هر چند با حق شوهر هم منافات نداشته باشد</w:t>
      </w:r>
      <w:r w:rsidR="000C4B14">
        <w:rPr>
          <w:rtl/>
          <w:lang w:bidi="fa-IR"/>
        </w:rPr>
        <w:t>،</w:t>
      </w:r>
      <w:r w:rsidRPr="003E3506">
        <w:rPr>
          <w:rtl/>
          <w:lang w:bidi="fa-IR"/>
        </w:rPr>
        <w:t xml:space="preserve"> و بايد خود را براى لذتهاى جنسى هر وقت كه او مى خواهد تسليم نمايد و بدون عذر شرعى از نزديكى كردن او جلوگيرى نكند و تهيه غذا و لباس و منزل </w:t>
      </w:r>
      <w:r w:rsidRPr="003E3506">
        <w:rPr>
          <w:rtl/>
          <w:lang w:bidi="fa-IR"/>
        </w:rPr>
        <w:lastRenderedPageBreak/>
        <w:t>زن و تهيه احتياجاتش مادامى كه به وظيفه اش عمل مى نمايد بر شوهر واجب است و اگر تهيه نكند چه توانايى داشته باشد</w:t>
      </w:r>
      <w:r w:rsidR="000C4B14">
        <w:rPr>
          <w:rtl/>
          <w:lang w:bidi="fa-IR"/>
        </w:rPr>
        <w:t>،</w:t>
      </w:r>
      <w:r w:rsidRPr="003E3506">
        <w:rPr>
          <w:rtl/>
          <w:lang w:bidi="fa-IR"/>
        </w:rPr>
        <w:t xml:space="preserve"> يا نداشته باشد</w:t>
      </w:r>
      <w:r w:rsidR="000C4B14">
        <w:rPr>
          <w:rtl/>
          <w:lang w:bidi="fa-IR"/>
        </w:rPr>
        <w:t>،</w:t>
      </w:r>
      <w:r w:rsidRPr="003E3506">
        <w:rPr>
          <w:rtl/>
          <w:lang w:bidi="fa-IR"/>
        </w:rPr>
        <w:t xml:space="preserve"> مديون زن است</w:t>
      </w:r>
      <w:r w:rsidR="000C4B14">
        <w:rPr>
          <w:rtl/>
          <w:lang w:bidi="fa-IR"/>
        </w:rPr>
        <w:t>.</w:t>
      </w:r>
    </w:p>
    <w:p w:rsidR="003E3506" w:rsidRPr="003E3506" w:rsidRDefault="003E3506" w:rsidP="003E3506">
      <w:pPr>
        <w:pStyle w:val="libNormal"/>
        <w:rPr>
          <w:lang w:bidi="fa-IR"/>
        </w:rPr>
      </w:pPr>
      <w:r w:rsidRPr="003E3506">
        <w:rPr>
          <w:rtl/>
          <w:lang w:bidi="fa-IR"/>
        </w:rPr>
        <w:t>٢٤٢٢ - اگر زن به وظايف زناشويى خود در برابر شوهر هيچ عمل نكند حق غذا و لباس و منزل بر او ندارد</w:t>
      </w:r>
      <w:r w:rsidR="000C4B14">
        <w:rPr>
          <w:rtl/>
          <w:lang w:bidi="fa-IR"/>
        </w:rPr>
        <w:t>،</w:t>
      </w:r>
      <w:r w:rsidRPr="003E3506">
        <w:rPr>
          <w:rtl/>
          <w:lang w:bidi="fa-IR"/>
        </w:rPr>
        <w:t xml:space="preserve"> هر چند نزد او بماند و اگر گاه گاهى از عمل كردن به وظايف خود امتناع مى كند مشهور فرموده اند كه باز هم حق غذا و لباس و منزل بر شوهرش ندارد ولى اين حكم محل اشكال است و در هر صورت مهر او بدون اشكال از بين نمى رود.</w:t>
      </w:r>
    </w:p>
    <w:p w:rsidR="003E3506" w:rsidRPr="003E3506" w:rsidRDefault="003E3506" w:rsidP="003E3506">
      <w:pPr>
        <w:pStyle w:val="libNormal"/>
        <w:rPr>
          <w:lang w:bidi="fa-IR"/>
        </w:rPr>
      </w:pPr>
      <w:r w:rsidRPr="003E3506">
        <w:rPr>
          <w:rtl/>
          <w:lang w:bidi="fa-IR"/>
        </w:rPr>
        <w:t>٢٤٢٣ - مرد حق ندارد زن خود را به خدمت خانه مجبور كند.</w:t>
      </w:r>
    </w:p>
    <w:p w:rsidR="003E3506" w:rsidRPr="003E3506" w:rsidRDefault="003E3506" w:rsidP="003E3506">
      <w:pPr>
        <w:pStyle w:val="libNormal"/>
        <w:rPr>
          <w:lang w:bidi="fa-IR"/>
        </w:rPr>
      </w:pPr>
      <w:r w:rsidRPr="003E3506">
        <w:rPr>
          <w:rtl/>
          <w:lang w:bidi="fa-IR"/>
        </w:rPr>
        <w:t>٢٤٢٤ - مخارج زن در سفر اگر بيشتر از مخارج او در وطن باشد</w:t>
      </w:r>
      <w:r w:rsidR="000C4B14">
        <w:rPr>
          <w:rtl/>
          <w:lang w:bidi="fa-IR"/>
        </w:rPr>
        <w:t>،</w:t>
      </w:r>
      <w:r w:rsidRPr="003E3506">
        <w:rPr>
          <w:rtl/>
          <w:lang w:bidi="fa-IR"/>
        </w:rPr>
        <w:t xml:space="preserve"> چنانچه با اذن شوهر سفر رفته باشد بر عهده شوهر است ولى پول ماشين و يا هواپيما و مانند اينها و بقيه مخارجى كه سفر كردن او متوقف بر آنها است بر خودش مى باشد</w:t>
      </w:r>
      <w:r w:rsidR="000C4B14">
        <w:rPr>
          <w:rtl/>
          <w:lang w:bidi="fa-IR"/>
        </w:rPr>
        <w:t>،</w:t>
      </w:r>
      <w:r w:rsidRPr="003E3506">
        <w:rPr>
          <w:rtl/>
          <w:lang w:bidi="fa-IR"/>
        </w:rPr>
        <w:t xml:space="preserve"> ولى اگر شوهر مايل باشد كه زن را سفر ببرد</w:t>
      </w:r>
      <w:r w:rsidR="000C4B14">
        <w:rPr>
          <w:rtl/>
          <w:lang w:bidi="fa-IR"/>
        </w:rPr>
        <w:t>،</w:t>
      </w:r>
      <w:r w:rsidRPr="003E3506">
        <w:rPr>
          <w:rtl/>
          <w:lang w:bidi="fa-IR"/>
        </w:rPr>
        <w:t xml:space="preserve"> بايد خرج سفر او را هم بدهد.</w:t>
      </w:r>
    </w:p>
    <w:p w:rsidR="003E3506" w:rsidRPr="003E3506" w:rsidRDefault="003E3506" w:rsidP="003E3506">
      <w:pPr>
        <w:pStyle w:val="libNormal"/>
        <w:rPr>
          <w:lang w:bidi="fa-IR"/>
        </w:rPr>
      </w:pPr>
      <w:r w:rsidRPr="003E3506">
        <w:rPr>
          <w:rtl/>
          <w:lang w:bidi="fa-IR"/>
        </w:rPr>
        <w:t>٢٤٢٥ - زنى كه خرج او بر عهده شوهر است و شوهر خرج او را نمى دهد مى تواند خرجى خود را بدون اجازه از مال او بردارد</w:t>
      </w:r>
      <w:r w:rsidR="000C4B14">
        <w:rPr>
          <w:rtl/>
          <w:lang w:bidi="fa-IR"/>
        </w:rPr>
        <w:t>،</w:t>
      </w:r>
      <w:r w:rsidRPr="003E3506">
        <w:rPr>
          <w:rtl/>
          <w:lang w:bidi="fa-IR"/>
        </w:rPr>
        <w:t xml:space="preserve"> و اگر ممكن نيست چنانچه ناچار باشد كه معاش خود را تهيه كند</w:t>
      </w:r>
      <w:r w:rsidR="000C4B14">
        <w:rPr>
          <w:rtl/>
          <w:lang w:bidi="fa-IR"/>
        </w:rPr>
        <w:t>،</w:t>
      </w:r>
      <w:r w:rsidRPr="003E3506">
        <w:rPr>
          <w:rtl/>
          <w:lang w:bidi="fa-IR"/>
        </w:rPr>
        <w:t xml:space="preserve"> و نتواند به حاكم شرع شكايت برد تا او را - هر چند با حبس كردن - مجبور به پرداخت مخارج زن نمايد</w:t>
      </w:r>
      <w:r w:rsidR="000C4B14">
        <w:rPr>
          <w:rtl/>
          <w:lang w:bidi="fa-IR"/>
        </w:rPr>
        <w:t>،</w:t>
      </w:r>
      <w:r w:rsidRPr="003E3506">
        <w:rPr>
          <w:rtl/>
          <w:lang w:bidi="fa-IR"/>
        </w:rPr>
        <w:t xml:space="preserve"> در موقعى كه مشغول تهيه معاش است اطاعت شوهر بر او واجب نيست</w:t>
      </w:r>
      <w:r w:rsidR="000C4B14">
        <w:rPr>
          <w:rtl/>
          <w:lang w:bidi="fa-IR"/>
        </w:rPr>
        <w:t>.</w:t>
      </w:r>
    </w:p>
    <w:p w:rsidR="003E3506" w:rsidRPr="003E3506" w:rsidRDefault="003E3506" w:rsidP="003E3506">
      <w:pPr>
        <w:pStyle w:val="libNormal"/>
        <w:rPr>
          <w:lang w:bidi="fa-IR"/>
        </w:rPr>
      </w:pPr>
      <w:r w:rsidRPr="003E3506">
        <w:rPr>
          <w:rtl/>
          <w:lang w:bidi="fa-IR"/>
        </w:rPr>
        <w:t>٢٤٢٦ - مرد اگر مثلا دو زن دايمى داشته باشد و نزد يكى از آنها يك شب بماند واجب است نزد ديگرى نيز يك شب در ضمن چهار شب بماند و در غير اين صورت ماندن نزد زن واجب نيست بلى لازم است او را به طور كلى متاركه ننمايد و اولى و احوط اين است كه مرد در هر چهار شب يك شب نزد زن دايمى خود بماند.</w:t>
      </w:r>
    </w:p>
    <w:p w:rsidR="003E3506" w:rsidRPr="003E3506" w:rsidRDefault="003E3506" w:rsidP="003E3506">
      <w:pPr>
        <w:pStyle w:val="libNormal"/>
        <w:rPr>
          <w:lang w:bidi="fa-IR"/>
        </w:rPr>
      </w:pPr>
      <w:r w:rsidRPr="003E3506">
        <w:rPr>
          <w:rtl/>
          <w:lang w:bidi="fa-IR"/>
        </w:rPr>
        <w:t>٢٤٢٧ - شوهر نمى تواند بيش از چهار ماه با زن جوان خود نزديكى را ترك كند</w:t>
      </w:r>
      <w:r w:rsidR="000C4B14">
        <w:rPr>
          <w:rtl/>
          <w:lang w:bidi="fa-IR"/>
        </w:rPr>
        <w:t>،</w:t>
      </w:r>
      <w:r w:rsidRPr="003E3506">
        <w:rPr>
          <w:rtl/>
          <w:lang w:bidi="fa-IR"/>
        </w:rPr>
        <w:t xml:space="preserve"> مگر آن كه نزديكى براى او ضرر يا مشقت زياد داشته باشد</w:t>
      </w:r>
      <w:r w:rsidR="000C4B14">
        <w:rPr>
          <w:rtl/>
          <w:lang w:bidi="fa-IR"/>
        </w:rPr>
        <w:t>،</w:t>
      </w:r>
      <w:r w:rsidRPr="003E3506">
        <w:rPr>
          <w:rtl/>
          <w:lang w:bidi="fa-IR"/>
        </w:rPr>
        <w:t xml:space="preserve"> يا آن كه زن خود راضى به ترك آن باشد</w:t>
      </w:r>
      <w:r w:rsidR="000C4B14">
        <w:rPr>
          <w:rtl/>
          <w:lang w:bidi="fa-IR"/>
        </w:rPr>
        <w:t>،</w:t>
      </w:r>
      <w:r w:rsidRPr="003E3506">
        <w:rPr>
          <w:rtl/>
          <w:lang w:bidi="fa-IR"/>
        </w:rPr>
        <w:t xml:space="preserve"> و </w:t>
      </w:r>
      <w:r w:rsidRPr="003E3506">
        <w:rPr>
          <w:rtl/>
          <w:lang w:bidi="fa-IR"/>
        </w:rPr>
        <w:lastRenderedPageBreak/>
        <w:t>يا آن كه در ضمن عقد ازدواج ترك آن را بر زن شرط كرده باشد</w:t>
      </w:r>
      <w:r w:rsidR="000C4B14">
        <w:rPr>
          <w:rtl/>
          <w:lang w:bidi="fa-IR"/>
        </w:rPr>
        <w:t>،</w:t>
      </w:r>
      <w:r w:rsidRPr="003E3506">
        <w:rPr>
          <w:rtl/>
          <w:lang w:bidi="fa-IR"/>
        </w:rPr>
        <w:t xml:space="preserve"> و در اين حكم - بنابر احتياط - فرقى ميان اين كه شوهر حاضر باشد يا مسافر و زن دايمى باشد يا متعه نيست</w:t>
      </w:r>
      <w:r w:rsidR="000C4B14">
        <w:rPr>
          <w:rtl/>
          <w:lang w:bidi="fa-IR"/>
        </w:rPr>
        <w:t>.</w:t>
      </w:r>
    </w:p>
    <w:p w:rsidR="003E3506" w:rsidRPr="003E3506" w:rsidRDefault="003E3506" w:rsidP="003E3506">
      <w:pPr>
        <w:pStyle w:val="libNormal"/>
        <w:rPr>
          <w:lang w:bidi="fa-IR"/>
        </w:rPr>
      </w:pPr>
      <w:r w:rsidRPr="003E3506">
        <w:rPr>
          <w:rtl/>
          <w:lang w:bidi="fa-IR"/>
        </w:rPr>
        <w:t>٢٤٢٨ - اگر در عقد دايم مهر را معين نكنند عقد صحيح است و چنانچه مرد با زن نزديكى كند</w:t>
      </w:r>
      <w:r w:rsidR="000C4B14">
        <w:rPr>
          <w:rtl/>
          <w:lang w:bidi="fa-IR"/>
        </w:rPr>
        <w:t>،</w:t>
      </w:r>
      <w:r w:rsidRPr="003E3506">
        <w:rPr>
          <w:rtl/>
          <w:lang w:bidi="fa-IR"/>
        </w:rPr>
        <w:t xml:space="preserve"> بايد مهر او را مطابق مهر زنهايى كه مثل او هستند بدهد و اما در متعه چنانچه مهر را معين نكنند عقد باطل مى شود.</w:t>
      </w:r>
    </w:p>
    <w:p w:rsidR="003E3506" w:rsidRPr="003E3506" w:rsidRDefault="003E3506" w:rsidP="003E3506">
      <w:pPr>
        <w:pStyle w:val="libNormal"/>
        <w:rPr>
          <w:lang w:bidi="fa-IR"/>
        </w:rPr>
      </w:pPr>
      <w:r w:rsidRPr="003E3506">
        <w:rPr>
          <w:rtl/>
          <w:lang w:bidi="fa-IR"/>
        </w:rPr>
        <w:t>٢٤٢٩ - اگر موقع خواندن عقد دايمى براى دادن مهر مدت معين نكرده باشند</w:t>
      </w:r>
      <w:r w:rsidR="000C4B14">
        <w:rPr>
          <w:rtl/>
          <w:lang w:bidi="fa-IR"/>
        </w:rPr>
        <w:t>،</w:t>
      </w:r>
      <w:r w:rsidRPr="003E3506">
        <w:rPr>
          <w:rtl/>
          <w:lang w:bidi="fa-IR"/>
        </w:rPr>
        <w:t xml:space="preserve"> زن مى تواند پيش از گرفتن مهر از نزديكى كردن شوهر جلوگيرى كند</w:t>
      </w:r>
      <w:r w:rsidR="000C4B14">
        <w:rPr>
          <w:rtl/>
          <w:lang w:bidi="fa-IR"/>
        </w:rPr>
        <w:t>،</w:t>
      </w:r>
      <w:r w:rsidRPr="003E3506">
        <w:rPr>
          <w:rtl/>
          <w:lang w:bidi="fa-IR"/>
        </w:rPr>
        <w:t xml:space="preserve"> چه شوهر توانايى دادن مهر را داشته باشد چه نداشته باشد</w:t>
      </w:r>
      <w:r w:rsidR="000C4B14">
        <w:rPr>
          <w:rtl/>
          <w:lang w:bidi="fa-IR"/>
        </w:rPr>
        <w:t>،</w:t>
      </w:r>
      <w:r w:rsidRPr="003E3506">
        <w:rPr>
          <w:rtl/>
          <w:lang w:bidi="fa-IR"/>
        </w:rPr>
        <w:t xml:space="preserve"> ولى اگر پيش از گرفتن مهر به نزديكى راضى شود و شوهر با او نزديكى كند ديگر نمى تواند بدون عذر شرعى از نزديكى شوهر جلوگيرى نمايد.</w:t>
      </w:r>
    </w:p>
    <w:p w:rsidR="003E3506" w:rsidRDefault="00605FAB" w:rsidP="00AA682D">
      <w:pPr>
        <w:pStyle w:val="Heading3"/>
        <w:rPr>
          <w:rtl/>
          <w:lang w:bidi="fa-IR"/>
        </w:rPr>
      </w:pPr>
      <w:bookmarkStart w:id="260" w:name="_Toc24454683"/>
      <w:r>
        <w:rPr>
          <w:rtl/>
          <w:lang w:bidi="fa-IR"/>
        </w:rPr>
        <w:t>(</w:t>
      </w:r>
      <w:r w:rsidR="003E3506" w:rsidRPr="003E3506">
        <w:rPr>
          <w:rtl/>
          <w:lang w:bidi="fa-IR"/>
        </w:rPr>
        <w:t xml:space="preserve">متعه </w:t>
      </w:r>
      <w:r>
        <w:rPr>
          <w:rtl/>
          <w:lang w:bidi="fa-IR"/>
        </w:rPr>
        <w:t>(</w:t>
      </w:r>
      <w:r w:rsidR="003E3506" w:rsidRPr="003E3506">
        <w:rPr>
          <w:rtl/>
          <w:lang w:bidi="fa-IR"/>
        </w:rPr>
        <w:t>ازدواج موقت</w:t>
      </w:r>
      <w:r>
        <w:rPr>
          <w:rtl/>
          <w:lang w:bidi="fa-IR"/>
        </w:rPr>
        <w:t>))</w:t>
      </w:r>
      <w:bookmarkEnd w:id="260"/>
    </w:p>
    <w:p w:rsidR="003E3506" w:rsidRPr="003E3506" w:rsidRDefault="003E3506" w:rsidP="003E3506">
      <w:pPr>
        <w:pStyle w:val="libNormal"/>
        <w:rPr>
          <w:lang w:bidi="fa-IR"/>
        </w:rPr>
      </w:pPr>
      <w:r w:rsidRPr="003E3506">
        <w:rPr>
          <w:rtl/>
          <w:lang w:bidi="fa-IR"/>
        </w:rPr>
        <w:t>٢٤٣٠ - صيغه كردن زن اگر چه براى لذت بردن هم نباشد صحيح است</w:t>
      </w:r>
      <w:r w:rsidR="000C4B14">
        <w:rPr>
          <w:rtl/>
          <w:lang w:bidi="fa-IR"/>
        </w:rPr>
        <w:t>.</w:t>
      </w:r>
    </w:p>
    <w:p w:rsidR="003E3506" w:rsidRPr="003E3506" w:rsidRDefault="003E3506" w:rsidP="003E3506">
      <w:pPr>
        <w:pStyle w:val="libNormal"/>
        <w:rPr>
          <w:lang w:bidi="fa-IR"/>
        </w:rPr>
      </w:pPr>
      <w:r w:rsidRPr="003E3506">
        <w:rPr>
          <w:rtl/>
          <w:lang w:bidi="fa-IR"/>
        </w:rPr>
        <w:t>٢٤٣١ - احتياط واجب آن است كه شوهر بيش از چهار ماه با متعه خود نزديكى را ترك نكند.</w:t>
      </w:r>
    </w:p>
    <w:p w:rsidR="003E3506" w:rsidRPr="003E3506" w:rsidRDefault="003E3506" w:rsidP="003E3506">
      <w:pPr>
        <w:pStyle w:val="libNormal"/>
        <w:rPr>
          <w:lang w:bidi="fa-IR"/>
        </w:rPr>
      </w:pPr>
      <w:r w:rsidRPr="003E3506">
        <w:rPr>
          <w:rtl/>
          <w:lang w:bidi="fa-IR"/>
        </w:rPr>
        <w:t>٢٤٣٢ - زنى كه صيغه مى شود</w:t>
      </w:r>
      <w:r w:rsidR="000C4B14">
        <w:rPr>
          <w:rtl/>
          <w:lang w:bidi="fa-IR"/>
        </w:rPr>
        <w:t>،</w:t>
      </w:r>
      <w:r w:rsidRPr="003E3506">
        <w:rPr>
          <w:rtl/>
          <w:lang w:bidi="fa-IR"/>
        </w:rPr>
        <w:t xml:space="preserve"> اگر در عقد شرط كند كه شوهر با او نزديكى نكند</w:t>
      </w:r>
      <w:r w:rsidR="000C4B14">
        <w:rPr>
          <w:rtl/>
          <w:lang w:bidi="fa-IR"/>
        </w:rPr>
        <w:t>،</w:t>
      </w:r>
      <w:r w:rsidRPr="003E3506">
        <w:rPr>
          <w:rtl/>
          <w:lang w:bidi="fa-IR"/>
        </w:rPr>
        <w:t xml:space="preserve"> عقد و شرط او صحيح است و شوهر فقط مى تواند لذت</w:t>
      </w:r>
      <w:r w:rsidR="00AA682D">
        <w:rPr>
          <w:rFonts w:hint="cs"/>
          <w:rtl/>
          <w:lang w:bidi="fa-IR"/>
        </w:rPr>
        <w:t xml:space="preserve"> </w:t>
      </w:r>
      <w:r w:rsidRPr="003E3506">
        <w:rPr>
          <w:rtl/>
          <w:lang w:bidi="fa-IR"/>
        </w:rPr>
        <w:t>هاى ديگر از او ببرد</w:t>
      </w:r>
      <w:r w:rsidR="000C4B14">
        <w:rPr>
          <w:rtl/>
          <w:lang w:bidi="fa-IR"/>
        </w:rPr>
        <w:t>،</w:t>
      </w:r>
      <w:r w:rsidRPr="003E3506">
        <w:rPr>
          <w:rtl/>
          <w:lang w:bidi="fa-IR"/>
        </w:rPr>
        <w:t xml:space="preserve"> ولى اگر بعدا به نزديكى راضى شود</w:t>
      </w:r>
      <w:r w:rsidR="000C4B14">
        <w:rPr>
          <w:rtl/>
          <w:lang w:bidi="fa-IR"/>
        </w:rPr>
        <w:t>،</w:t>
      </w:r>
      <w:r w:rsidRPr="003E3506">
        <w:rPr>
          <w:rtl/>
          <w:lang w:bidi="fa-IR"/>
        </w:rPr>
        <w:t xml:space="preserve"> شوهر مى تواند با او نزديكى نمايد</w:t>
      </w:r>
      <w:r w:rsidR="000C4B14">
        <w:rPr>
          <w:rtl/>
          <w:lang w:bidi="fa-IR"/>
        </w:rPr>
        <w:t>،</w:t>
      </w:r>
      <w:r w:rsidRPr="003E3506">
        <w:rPr>
          <w:rtl/>
          <w:lang w:bidi="fa-IR"/>
        </w:rPr>
        <w:t xml:space="preserve"> و هم چنين است حكم در عقد دايم</w:t>
      </w:r>
      <w:r w:rsidR="000C4B14">
        <w:rPr>
          <w:rtl/>
          <w:lang w:bidi="fa-IR"/>
        </w:rPr>
        <w:t>.</w:t>
      </w:r>
    </w:p>
    <w:p w:rsidR="003E3506" w:rsidRPr="003E3506" w:rsidRDefault="003E3506" w:rsidP="003E3506">
      <w:pPr>
        <w:pStyle w:val="libNormal"/>
        <w:rPr>
          <w:lang w:bidi="fa-IR"/>
        </w:rPr>
      </w:pPr>
      <w:r w:rsidRPr="003E3506">
        <w:rPr>
          <w:rtl/>
          <w:lang w:bidi="fa-IR"/>
        </w:rPr>
        <w:t>٢٤٣٣ - زنى كه صيغه شده اگر چه آبستن شود حق خرجى ندارد.</w:t>
      </w:r>
    </w:p>
    <w:p w:rsidR="003E3506" w:rsidRPr="003E3506" w:rsidRDefault="003E3506" w:rsidP="003E3506">
      <w:pPr>
        <w:pStyle w:val="libNormal"/>
        <w:rPr>
          <w:lang w:bidi="fa-IR"/>
        </w:rPr>
      </w:pPr>
      <w:r w:rsidRPr="003E3506">
        <w:rPr>
          <w:rtl/>
          <w:lang w:bidi="fa-IR"/>
        </w:rPr>
        <w:t>٢٤٣٤ - زنى كه صيغه شده حق همخوابى ندارد</w:t>
      </w:r>
      <w:r w:rsidR="000C4B14">
        <w:rPr>
          <w:rtl/>
          <w:lang w:bidi="fa-IR"/>
        </w:rPr>
        <w:t>،</w:t>
      </w:r>
      <w:r w:rsidRPr="003E3506">
        <w:rPr>
          <w:rtl/>
          <w:lang w:bidi="fa-IR"/>
        </w:rPr>
        <w:t xml:space="preserve"> و از شوهر ارث نمى برد و شوهر هم از او ارث نمى برد</w:t>
      </w:r>
      <w:r w:rsidR="000C4B14">
        <w:rPr>
          <w:rtl/>
          <w:lang w:bidi="fa-IR"/>
        </w:rPr>
        <w:t>،</w:t>
      </w:r>
      <w:r w:rsidRPr="003E3506">
        <w:rPr>
          <w:rtl/>
          <w:lang w:bidi="fa-IR"/>
        </w:rPr>
        <w:t xml:space="preserve"> و چنانچه ارث بردن را - از يك طرف يا از هر دو طرف - شرط كرده باشند صحت اين شرط محل اشكال است ولى مراعات احتياط ترك نشود.</w:t>
      </w:r>
    </w:p>
    <w:p w:rsidR="003E3506" w:rsidRPr="003E3506" w:rsidRDefault="003E3506" w:rsidP="003E3506">
      <w:pPr>
        <w:pStyle w:val="libNormal"/>
        <w:rPr>
          <w:lang w:bidi="fa-IR"/>
        </w:rPr>
      </w:pPr>
      <w:r w:rsidRPr="003E3506">
        <w:rPr>
          <w:rtl/>
          <w:lang w:bidi="fa-IR"/>
        </w:rPr>
        <w:t>٢٤٣٥ - زنى كه صيغه شده اگر چه نداند كه حق خرجى و همخوابى ندارد عقد او صحيح است</w:t>
      </w:r>
      <w:r w:rsidR="000C4B14">
        <w:rPr>
          <w:rtl/>
          <w:lang w:bidi="fa-IR"/>
        </w:rPr>
        <w:t>،</w:t>
      </w:r>
      <w:r w:rsidRPr="003E3506">
        <w:rPr>
          <w:rtl/>
          <w:lang w:bidi="fa-IR"/>
        </w:rPr>
        <w:t xml:space="preserve"> و براى آن كه نمى دانسته</w:t>
      </w:r>
      <w:r w:rsidR="000C4B14">
        <w:rPr>
          <w:rtl/>
          <w:lang w:bidi="fa-IR"/>
        </w:rPr>
        <w:t>،</w:t>
      </w:r>
      <w:r w:rsidRPr="003E3506">
        <w:rPr>
          <w:rtl/>
          <w:lang w:bidi="fa-IR"/>
        </w:rPr>
        <w:t xml:space="preserve"> حقى به شوهر پيدا نمى كند.</w:t>
      </w:r>
    </w:p>
    <w:p w:rsidR="003E3506" w:rsidRPr="003E3506" w:rsidRDefault="003E3506" w:rsidP="003E3506">
      <w:pPr>
        <w:pStyle w:val="libNormal"/>
        <w:rPr>
          <w:lang w:bidi="fa-IR"/>
        </w:rPr>
      </w:pPr>
      <w:r w:rsidRPr="003E3506">
        <w:rPr>
          <w:rtl/>
          <w:lang w:bidi="fa-IR"/>
        </w:rPr>
        <w:lastRenderedPageBreak/>
        <w:t>٢٤٣٦ - زنى كه صيغه شده چنانچه بدون اجازه شوهر از خانه بيرون رود</w:t>
      </w:r>
      <w:r w:rsidR="000C4B14">
        <w:rPr>
          <w:rtl/>
          <w:lang w:bidi="fa-IR"/>
        </w:rPr>
        <w:t>،</w:t>
      </w:r>
      <w:r w:rsidRPr="003E3506">
        <w:rPr>
          <w:rtl/>
          <w:lang w:bidi="fa-IR"/>
        </w:rPr>
        <w:t xml:space="preserve"> و به واسطه بيرون رفتن</w:t>
      </w:r>
      <w:r w:rsidR="000C4B14">
        <w:rPr>
          <w:rtl/>
          <w:lang w:bidi="fa-IR"/>
        </w:rPr>
        <w:t>،</w:t>
      </w:r>
      <w:r w:rsidRPr="003E3506">
        <w:rPr>
          <w:rtl/>
          <w:lang w:bidi="fa-IR"/>
        </w:rPr>
        <w:t xml:space="preserve"> حق شوهر از بين ميرود</w:t>
      </w:r>
      <w:r w:rsidR="000C4B14">
        <w:rPr>
          <w:rtl/>
          <w:lang w:bidi="fa-IR"/>
        </w:rPr>
        <w:t>،</w:t>
      </w:r>
      <w:r w:rsidRPr="003E3506">
        <w:rPr>
          <w:rtl/>
          <w:lang w:bidi="fa-IR"/>
        </w:rPr>
        <w:t xml:space="preserve"> بيرون رفتن او حرام است</w:t>
      </w:r>
      <w:r w:rsidR="000C4B14">
        <w:rPr>
          <w:rtl/>
          <w:lang w:bidi="fa-IR"/>
        </w:rPr>
        <w:t>،</w:t>
      </w:r>
      <w:r w:rsidRPr="003E3506">
        <w:rPr>
          <w:rtl/>
          <w:lang w:bidi="fa-IR"/>
        </w:rPr>
        <w:t xml:space="preserve"> و بنابر احتياط مستحب در صورتى كه حق شوهر از بين نرود</w:t>
      </w:r>
      <w:r w:rsidR="000C4B14">
        <w:rPr>
          <w:rtl/>
          <w:lang w:bidi="fa-IR"/>
        </w:rPr>
        <w:t>،</w:t>
      </w:r>
      <w:r w:rsidRPr="003E3506">
        <w:rPr>
          <w:rtl/>
          <w:lang w:bidi="fa-IR"/>
        </w:rPr>
        <w:t xml:space="preserve"> بدون اجازه او از خانه بيرون نرود.</w:t>
      </w:r>
    </w:p>
    <w:p w:rsidR="003E3506" w:rsidRPr="003E3506" w:rsidRDefault="003E3506" w:rsidP="003E3506">
      <w:pPr>
        <w:pStyle w:val="libNormal"/>
        <w:rPr>
          <w:lang w:bidi="fa-IR"/>
        </w:rPr>
      </w:pPr>
      <w:r w:rsidRPr="003E3506">
        <w:rPr>
          <w:rtl/>
          <w:lang w:bidi="fa-IR"/>
        </w:rPr>
        <w:t>٢٤٣٧ - اگر زنى مردى را وكيل كند كه به مدت و مبلغ معين او را براى خود صيغه نمايد</w:t>
      </w:r>
      <w:r w:rsidR="000C4B14">
        <w:rPr>
          <w:rtl/>
          <w:lang w:bidi="fa-IR"/>
        </w:rPr>
        <w:t>،</w:t>
      </w:r>
      <w:r w:rsidRPr="003E3506">
        <w:rPr>
          <w:rtl/>
          <w:lang w:bidi="fa-IR"/>
        </w:rPr>
        <w:t xml:space="preserve"> چنانچه مرد او را به عقد دايم خود درآورد</w:t>
      </w:r>
      <w:r w:rsidR="000C4B14">
        <w:rPr>
          <w:rtl/>
          <w:lang w:bidi="fa-IR"/>
        </w:rPr>
        <w:t>،</w:t>
      </w:r>
      <w:r w:rsidRPr="003E3506">
        <w:rPr>
          <w:rtl/>
          <w:lang w:bidi="fa-IR"/>
        </w:rPr>
        <w:t xml:space="preserve"> يا به غير از مدت يا مبلغى كه معين شده او را صيغه كند</w:t>
      </w:r>
      <w:r w:rsidR="000C4B14">
        <w:rPr>
          <w:rtl/>
          <w:lang w:bidi="fa-IR"/>
        </w:rPr>
        <w:t>،</w:t>
      </w:r>
      <w:r w:rsidRPr="003E3506">
        <w:rPr>
          <w:rtl/>
          <w:lang w:bidi="fa-IR"/>
        </w:rPr>
        <w:t xml:space="preserve"> وقتى آن زن فهميد</w:t>
      </w:r>
      <w:r w:rsidR="000C4B14">
        <w:rPr>
          <w:rtl/>
          <w:lang w:bidi="fa-IR"/>
        </w:rPr>
        <w:t>،</w:t>
      </w:r>
      <w:r w:rsidRPr="003E3506">
        <w:rPr>
          <w:rtl/>
          <w:lang w:bidi="fa-IR"/>
        </w:rPr>
        <w:t xml:space="preserve"> اگر اجازه نمايد آن عقد صحيح وگرنه باطل است</w:t>
      </w:r>
      <w:r w:rsidR="000C4B14">
        <w:rPr>
          <w:rtl/>
          <w:lang w:bidi="fa-IR"/>
        </w:rPr>
        <w:t>.</w:t>
      </w:r>
    </w:p>
    <w:p w:rsidR="003E3506" w:rsidRPr="003E3506" w:rsidRDefault="003E3506" w:rsidP="003E3506">
      <w:pPr>
        <w:pStyle w:val="libNormal"/>
        <w:rPr>
          <w:lang w:bidi="fa-IR"/>
        </w:rPr>
      </w:pPr>
      <w:r w:rsidRPr="003E3506">
        <w:rPr>
          <w:rtl/>
          <w:lang w:bidi="fa-IR"/>
        </w:rPr>
        <w:t>٢٤٣٨ - اگر براى محرم شدن - مثلا - پدر يا جد پدر دختر يا پسر نابالغ خود را براى مدت كوتاهى به عقد كسى درآورد</w:t>
      </w:r>
      <w:r w:rsidR="000C4B14">
        <w:rPr>
          <w:rtl/>
          <w:lang w:bidi="fa-IR"/>
        </w:rPr>
        <w:t>،</w:t>
      </w:r>
      <w:r w:rsidRPr="003E3506">
        <w:rPr>
          <w:rtl/>
          <w:lang w:bidi="fa-IR"/>
        </w:rPr>
        <w:t xml:space="preserve"> در صورتى كه بر آن مفسده اى بار نشود عقد صحيح است</w:t>
      </w:r>
      <w:r w:rsidR="000C4B14">
        <w:rPr>
          <w:rtl/>
          <w:lang w:bidi="fa-IR"/>
        </w:rPr>
        <w:t>،</w:t>
      </w:r>
      <w:r w:rsidRPr="003E3506">
        <w:rPr>
          <w:rtl/>
          <w:lang w:bidi="fa-IR"/>
        </w:rPr>
        <w:t xml:space="preserve"> ولى اگر در مدت ازدواج پسر به طور كلى قابليت تلذذ نداشته باشد يا دختر به طور كلى قابل تلذذ از او نباشد صحت عقد محل اشكال است</w:t>
      </w:r>
      <w:r w:rsidR="000C4B14">
        <w:rPr>
          <w:rtl/>
          <w:lang w:bidi="fa-IR"/>
        </w:rPr>
        <w:t>.</w:t>
      </w:r>
    </w:p>
    <w:p w:rsidR="003E3506" w:rsidRPr="003E3506" w:rsidRDefault="003E3506" w:rsidP="003E3506">
      <w:pPr>
        <w:pStyle w:val="libNormal"/>
        <w:rPr>
          <w:lang w:bidi="fa-IR"/>
        </w:rPr>
      </w:pPr>
      <w:r w:rsidRPr="003E3506">
        <w:rPr>
          <w:rtl/>
          <w:lang w:bidi="fa-IR"/>
        </w:rPr>
        <w:t>٢٤٣٩ - اگر پدر يا جد پدرى</w:t>
      </w:r>
      <w:r w:rsidR="000C4B14">
        <w:rPr>
          <w:rtl/>
          <w:lang w:bidi="fa-IR"/>
        </w:rPr>
        <w:t>،</w:t>
      </w:r>
      <w:r w:rsidRPr="003E3506">
        <w:rPr>
          <w:rtl/>
          <w:lang w:bidi="fa-IR"/>
        </w:rPr>
        <w:t xml:space="preserve"> طفل خود را كه در محل ديگرى است و نمى داند زنده است يا مرده</w:t>
      </w:r>
      <w:r w:rsidR="000C4B14">
        <w:rPr>
          <w:rtl/>
          <w:lang w:bidi="fa-IR"/>
        </w:rPr>
        <w:t>،</w:t>
      </w:r>
      <w:r w:rsidRPr="003E3506">
        <w:rPr>
          <w:rtl/>
          <w:lang w:bidi="fa-IR"/>
        </w:rPr>
        <w:t xml:space="preserve"> براى محرم شدن به عقد كسى در آورد در صورتى كه مدت زوجيت قابل باشد كه به معقوده استمتاع شود بر حسب ظاهر محرم بودن حاصل مى شود و چنانچه بعدا معلوم شود كه در موقع عقد</w:t>
      </w:r>
      <w:r w:rsidR="000C4B14">
        <w:rPr>
          <w:rtl/>
          <w:lang w:bidi="fa-IR"/>
        </w:rPr>
        <w:t>،</w:t>
      </w:r>
      <w:r w:rsidRPr="003E3506">
        <w:rPr>
          <w:rtl/>
          <w:lang w:bidi="fa-IR"/>
        </w:rPr>
        <w:t xml:space="preserve"> آن دختر زنده نبوده عقد باطل است و كسانى كه به واسطه عقد ظاهرا محرم شده بودند نامحرمند.</w:t>
      </w:r>
    </w:p>
    <w:p w:rsidR="003E3506" w:rsidRPr="003E3506" w:rsidRDefault="003E3506" w:rsidP="003E3506">
      <w:pPr>
        <w:pStyle w:val="libNormal"/>
        <w:rPr>
          <w:lang w:bidi="fa-IR"/>
        </w:rPr>
      </w:pPr>
      <w:r w:rsidRPr="003E3506">
        <w:rPr>
          <w:rtl/>
          <w:lang w:bidi="fa-IR"/>
        </w:rPr>
        <w:t>٢٤٤٠ - اگر مرد مدت صيغه زن را ببخشد</w:t>
      </w:r>
      <w:r w:rsidR="000C4B14">
        <w:rPr>
          <w:rtl/>
          <w:lang w:bidi="fa-IR"/>
        </w:rPr>
        <w:t>،</w:t>
      </w:r>
      <w:r w:rsidRPr="003E3506">
        <w:rPr>
          <w:rtl/>
          <w:lang w:bidi="fa-IR"/>
        </w:rPr>
        <w:t xml:space="preserve"> چنانچه با او نزديكى كرده بايد تمام چيزى را كه قرار گذاشته به او بدهد</w:t>
      </w:r>
      <w:r w:rsidR="000C4B14">
        <w:rPr>
          <w:rtl/>
          <w:lang w:bidi="fa-IR"/>
        </w:rPr>
        <w:t>،</w:t>
      </w:r>
      <w:r w:rsidRPr="003E3506">
        <w:rPr>
          <w:rtl/>
          <w:lang w:bidi="fa-IR"/>
        </w:rPr>
        <w:t xml:space="preserve"> و اگر نزديكى نكرده واجب است نصف مهر را بدهد و احتياط مستحب آن است كه تمام مهر را بدهد.</w:t>
      </w:r>
    </w:p>
    <w:p w:rsidR="003E3506" w:rsidRPr="003E3506" w:rsidRDefault="003E3506" w:rsidP="003E3506">
      <w:pPr>
        <w:pStyle w:val="libNormal"/>
        <w:rPr>
          <w:lang w:bidi="fa-IR"/>
        </w:rPr>
      </w:pPr>
      <w:r w:rsidRPr="003E3506">
        <w:rPr>
          <w:rtl/>
          <w:lang w:bidi="fa-IR"/>
        </w:rPr>
        <w:t>٢٤٤١ - مرد مى تواند زنى را كه صيغه او بوده و هنوز عده اش تمام نشده به عقد دايم خود درآورد</w:t>
      </w:r>
      <w:r w:rsidR="000C4B14">
        <w:rPr>
          <w:rtl/>
          <w:lang w:bidi="fa-IR"/>
        </w:rPr>
        <w:t>،</w:t>
      </w:r>
      <w:r w:rsidRPr="003E3506">
        <w:rPr>
          <w:rtl/>
          <w:lang w:bidi="fa-IR"/>
        </w:rPr>
        <w:t xml:space="preserve"> يا اين كه دوباره صيغه نمايد.</w:t>
      </w:r>
    </w:p>
    <w:p w:rsidR="003E3506" w:rsidRDefault="00605FAB" w:rsidP="00AA682D">
      <w:pPr>
        <w:pStyle w:val="Heading3"/>
        <w:rPr>
          <w:rtl/>
          <w:lang w:bidi="fa-IR"/>
        </w:rPr>
      </w:pPr>
      <w:bookmarkStart w:id="261" w:name="_Toc24454684"/>
      <w:r>
        <w:rPr>
          <w:rtl/>
          <w:lang w:bidi="fa-IR"/>
        </w:rPr>
        <w:lastRenderedPageBreak/>
        <w:t>(</w:t>
      </w:r>
      <w:r w:rsidR="003E3506" w:rsidRPr="003E3506">
        <w:rPr>
          <w:rtl/>
          <w:lang w:bidi="fa-IR"/>
        </w:rPr>
        <w:t>احكام نگاه كردن</w:t>
      </w:r>
      <w:r>
        <w:rPr>
          <w:rtl/>
          <w:lang w:bidi="fa-IR"/>
        </w:rPr>
        <w:t>)</w:t>
      </w:r>
      <w:bookmarkEnd w:id="261"/>
    </w:p>
    <w:p w:rsidR="003E3506" w:rsidRPr="003E3506" w:rsidRDefault="003E3506" w:rsidP="003E3506">
      <w:pPr>
        <w:pStyle w:val="libNormal"/>
        <w:rPr>
          <w:lang w:bidi="fa-IR"/>
        </w:rPr>
      </w:pPr>
      <w:r w:rsidRPr="003E3506">
        <w:rPr>
          <w:rtl/>
          <w:lang w:bidi="fa-IR"/>
        </w:rPr>
        <w:t>٢٤٤٢ - نگاه كردن مرد به بدن زنان نامحرم و هم چنين نگاه كردن به موى آنان چه با قصد لذت</w:t>
      </w:r>
      <w:r w:rsidR="000C4B14">
        <w:rPr>
          <w:rtl/>
          <w:lang w:bidi="fa-IR"/>
        </w:rPr>
        <w:t>،</w:t>
      </w:r>
      <w:r w:rsidRPr="003E3506">
        <w:rPr>
          <w:rtl/>
          <w:lang w:bidi="fa-IR"/>
        </w:rPr>
        <w:t xml:space="preserve"> چه بدون آن</w:t>
      </w:r>
      <w:r w:rsidR="000C4B14">
        <w:rPr>
          <w:rtl/>
          <w:lang w:bidi="fa-IR"/>
        </w:rPr>
        <w:t>،</w:t>
      </w:r>
      <w:r w:rsidRPr="003E3506">
        <w:rPr>
          <w:rtl/>
          <w:lang w:bidi="fa-IR"/>
        </w:rPr>
        <w:t xml:space="preserve"> چه با ترس از وقوع در حرام چه بدون آن حرام است و نگاه كردن به صورت آنان و دستهايشان تا مچ اگر به قصد لذت يا با ترس وقوع در حرام باشد حرام است بلكه احتياط مستحب آن است كه بدون قصد لذت و ترس از وقوع در حرام هم به آنها نگاه نكند و نيز نگاه كردن زن به بدن مرد نامحرم حرام مى باشد</w:t>
      </w:r>
      <w:r w:rsidR="000C4B14">
        <w:rPr>
          <w:rtl/>
          <w:lang w:bidi="fa-IR"/>
        </w:rPr>
        <w:t>،</w:t>
      </w:r>
      <w:r w:rsidRPr="003E3506">
        <w:rPr>
          <w:rtl/>
          <w:lang w:bidi="fa-IR"/>
        </w:rPr>
        <w:t xml:space="preserve"> مگر به جاهايى از بدن كه در متعارف التزام بپوشانيدنش نيست مثل سر و دستها و ساق پاها كه نگاه كردن زن به اين جاها اگر بدون لذت و خوف وقوف در حرام باشد اشكال ندارد.</w:t>
      </w:r>
    </w:p>
    <w:p w:rsidR="003E3506" w:rsidRPr="003E3506" w:rsidRDefault="003E3506" w:rsidP="003E3506">
      <w:pPr>
        <w:pStyle w:val="libNormal"/>
        <w:rPr>
          <w:lang w:bidi="fa-IR"/>
        </w:rPr>
      </w:pPr>
      <w:r w:rsidRPr="003E3506">
        <w:rPr>
          <w:rtl/>
          <w:lang w:bidi="fa-IR"/>
        </w:rPr>
        <w:t>٢٤٤٣ - نگاه كردن به بدن زنهاى مبتذله كه اگر كسى آنها را امر به حجاب نمايد اعتنا نمى كنند اشكال ندارد مشروط به آن كه بدون قصد لذت و ترس وقوع در حرام باشد</w:t>
      </w:r>
      <w:r w:rsidR="000C4B14">
        <w:rPr>
          <w:rtl/>
          <w:lang w:bidi="fa-IR"/>
        </w:rPr>
        <w:t>،</w:t>
      </w:r>
      <w:r w:rsidRPr="003E3506">
        <w:rPr>
          <w:rtl/>
          <w:lang w:bidi="fa-IR"/>
        </w:rPr>
        <w:t xml:space="preserve"> و در اين حكم فرقى ميان زنهاى كفار و ديگر زنها نيست و هم چنين فرقى نيست ميان دست و صورت و ديگر جاهاى بدن كه عادت آنان به پوشانيدنش نمى باشد.</w:t>
      </w:r>
    </w:p>
    <w:p w:rsidR="003E3506" w:rsidRPr="003E3506" w:rsidRDefault="003E3506" w:rsidP="003E3506">
      <w:pPr>
        <w:pStyle w:val="libNormal"/>
        <w:rPr>
          <w:lang w:bidi="fa-IR"/>
        </w:rPr>
      </w:pPr>
      <w:r w:rsidRPr="003E3506">
        <w:rPr>
          <w:rtl/>
          <w:lang w:bidi="fa-IR"/>
        </w:rPr>
        <w:t>٢٤٤٤ - زن بايد موى سر و بدن - غير از صورت و دستهاى - خود را از مرد نامحرم بپوشاند</w:t>
      </w:r>
      <w:r w:rsidR="000C4B14">
        <w:rPr>
          <w:rtl/>
          <w:lang w:bidi="fa-IR"/>
        </w:rPr>
        <w:t>،</w:t>
      </w:r>
      <w:r w:rsidRPr="003E3506">
        <w:rPr>
          <w:rtl/>
          <w:lang w:bidi="fa-IR"/>
        </w:rPr>
        <w:t xml:space="preserve"> و احتياط لازم آن است كه بدن و موى خود را از پسرى هم كه بالغ نشده ولى خوب و بد را مى فهمد و احتمال مى رود كه نگاهش به بدن زن موجب تحريك شهوتش شود بپوشاند</w:t>
      </w:r>
      <w:r w:rsidR="000C4B14">
        <w:rPr>
          <w:rtl/>
          <w:lang w:bidi="fa-IR"/>
        </w:rPr>
        <w:t>،</w:t>
      </w:r>
      <w:r w:rsidRPr="003E3506">
        <w:rPr>
          <w:rtl/>
          <w:lang w:bidi="fa-IR"/>
        </w:rPr>
        <w:t xml:space="preserve"> ولى زن مى تواند صورت و دستهايش را تا مچ از مرد نامحرم نپوشاند مگر در صورتى كه بترسد به حرام بيفتد يا به قصد مبتلا كردن كردن مرد به نگاه حرام باشد كه نپوشانيدن در اين دو صورت جايز نيست</w:t>
      </w:r>
      <w:r w:rsidR="000C4B14">
        <w:rPr>
          <w:rtl/>
          <w:lang w:bidi="fa-IR"/>
        </w:rPr>
        <w:t>.</w:t>
      </w:r>
    </w:p>
    <w:p w:rsidR="003E3506" w:rsidRPr="003E3506" w:rsidRDefault="003E3506" w:rsidP="003E3506">
      <w:pPr>
        <w:pStyle w:val="libNormal"/>
        <w:rPr>
          <w:lang w:bidi="fa-IR"/>
        </w:rPr>
      </w:pPr>
      <w:r w:rsidRPr="003E3506">
        <w:rPr>
          <w:rtl/>
          <w:lang w:bidi="fa-IR"/>
        </w:rPr>
        <w:t>٢٤٤٥ - نگاه كردن به عورت مسلمان بالغ حرام است</w:t>
      </w:r>
      <w:r w:rsidR="000C4B14">
        <w:rPr>
          <w:rtl/>
          <w:lang w:bidi="fa-IR"/>
        </w:rPr>
        <w:t>،</w:t>
      </w:r>
      <w:r w:rsidRPr="003E3506">
        <w:rPr>
          <w:rtl/>
          <w:lang w:bidi="fa-IR"/>
        </w:rPr>
        <w:t xml:space="preserve"> اگر چه از پشت شيشه يا در آيينه يا آب صاف و مانند اينها باشد</w:t>
      </w:r>
      <w:r w:rsidR="000C4B14">
        <w:rPr>
          <w:rtl/>
          <w:lang w:bidi="fa-IR"/>
        </w:rPr>
        <w:t>،</w:t>
      </w:r>
      <w:r w:rsidRPr="003E3506">
        <w:rPr>
          <w:rtl/>
          <w:lang w:bidi="fa-IR"/>
        </w:rPr>
        <w:t xml:space="preserve"> و هم چنين است بنابر احتياط لازم نگاه كردن به عورت كافر و بچه نابالغ كه خوب و بد را مى فهمد</w:t>
      </w:r>
      <w:r w:rsidR="000C4B14">
        <w:rPr>
          <w:rtl/>
          <w:lang w:bidi="fa-IR"/>
        </w:rPr>
        <w:t>،</w:t>
      </w:r>
      <w:r w:rsidRPr="003E3506">
        <w:rPr>
          <w:rtl/>
          <w:lang w:bidi="fa-IR"/>
        </w:rPr>
        <w:t xml:space="preserve"> ولى زن و شوهر مى توانند به تمام بدن يكديگر نگاه كنند.</w:t>
      </w:r>
    </w:p>
    <w:p w:rsidR="003E3506" w:rsidRPr="003E3506" w:rsidRDefault="003E3506" w:rsidP="003E3506">
      <w:pPr>
        <w:pStyle w:val="libNormal"/>
        <w:rPr>
          <w:lang w:bidi="fa-IR"/>
        </w:rPr>
      </w:pPr>
      <w:r w:rsidRPr="003E3506">
        <w:rPr>
          <w:rtl/>
          <w:lang w:bidi="fa-IR"/>
        </w:rPr>
        <w:lastRenderedPageBreak/>
        <w:t>٢٤٤٦ - مرد و زنى كه با يكديگر محرمند</w:t>
      </w:r>
      <w:r w:rsidR="000C4B14">
        <w:rPr>
          <w:rtl/>
          <w:lang w:bidi="fa-IR"/>
        </w:rPr>
        <w:t>،</w:t>
      </w:r>
      <w:r w:rsidRPr="003E3506">
        <w:rPr>
          <w:rtl/>
          <w:lang w:bidi="fa-IR"/>
        </w:rPr>
        <w:t xml:space="preserve"> اگر قصد لذت نداشته باشند مى توانند غير از عورت به تمام بدن يكديگر نگاه كنند.</w:t>
      </w:r>
    </w:p>
    <w:p w:rsidR="003E3506" w:rsidRPr="003E3506" w:rsidRDefault="003E3506" w:rsidP="003E3506">
      <w:pPr>
        <w:pStyle w:val="libNormal"/>
        <w:rPr>
          <w:lang w:bidi="fa-IR"/>
        </w:rPr>
      </w:pPr>
      <w:r w:rsidRPr="003E3506">
        <w:rPr>
          <w:rtl/>
          <w:lang w:bidi="fa-IR"/>
        </w:rPr>
        <w:t>٢٤٤٧ - مرد نبايد با قصد لذت به بدن مرد ديگر نگاه كند و نگاه كردن زن هم به بدن زن ديگر با قصد لذت حرام است</w:t>
      </w:r>
      <w:r w:rsidR="000C4B14">
        <w:rPr>
          <w:rtl/>
          <w:lang w:bidi="fa-IR"/>
        </w:rPr>
        <w:t>.</w:t>
      </w:r>
    </w:p>
    <w:p w:rsidR="003E3506" w:rsidRPr="003E3506" w:rsidRDefault="003E3506" w:rsidP="003E3506">
      <w:pPr>
        <w:pStyle w:val="libNormal"/>
        <w:rPr>
          <w:lang w:bidi="fa-IR"/>
        </w:rPr>
      </w:pPr>
      <w:r w:rsidRPr="003E3506">
        <w:rPr>
          <w:rtl/>
          <w:lang w:bidi="fa-IR"/>
        </w:rPr>
        <w:t>٢٤٤٨ - اگر مرد زن نامحرمى را بشناسد</w:t>
      </w:r>
      <w:r w:rsidR="000C4B14">
        <w:rPr>
          <w:rtl/>
          <w:lang w:bidi="fa-IR"/>
        </w:rPr>
        <w:t>،</w:t>
      </w:r>
      <w:r w:rsidRPr="003E3506">
        <w:rPr>
          <w:rtl/>
          <w:lang w:bidi="fa-IR"/>
        </w:rPr>
        <w:t xml:space="preserve"> چنانچه از زنهاى مبتذله نباشد</w:t>
      </w:r>
      <w:r w:rsidR="000C4B14">
        <w:rPr>
          <w:rtl/>
          <w:lang w:bidi="fa-IR"/>
        </w:rPr>
        <w:t>،</w:t>
      </w:r>
      <w:r w:rsidRPr="003E3506">
        <w:rPr>
          <w:rtl/>
          <w:lang w:bidi="fa-IR"/>
        </w:rPr>
        <w:t xml:space="preserve"> بنابر احتياط نبايد به عكس او نگاه كند.</w:t>
      </w:r>
    </w:p>
    <w:p w:rsidR="003E3506" w:rsidRPr="003E3506" w:rsidRDefault="003E3506" w:rsidP="003E3506">
      <w:pPr>
        <w:pStyle w:val="libNormal"/>
        <w:rPr>
          <w:lang w:bidi="fa-IR"/>
        </w:rPr>
      </w:pPr>
      <w:r w:rsidRPr="003E3506">
        <w:rPr>
          <w:rtl/>
          <w:lang w:bidi="fa-IR"/>
        </w:rPr>
        <w:t>٢٤٤٩ - اگر زن بخواهد زن ديگر</w:t>
      </w:r>
      <w:r w:rsidR="000C4B14">
        <w:rPr>
          <w:rtl/>
          <w:lang w:bidi="fa-IR"/>
        </w:rPr>
        <w:t>،</w:t>
      </w:r>
      <w:r w:rsidRPr="003E3506">
        <w:rPr>
          <w:rtl/>
          <w:lang w:bidi="fa-IR"/>
        </w:rPr>
        <w:t xml:space="preserve"> يا مردى غير از شوهر خود را تنقيه كند</w:t>
      </w:r>
      <w:r w:rsidR="000C4B14">
        <w:rPr>
          <w:rtl/>
          <w:lang w:bidi="fa-IR"/>
        </w:rPr>
        <w:t>،</w:t>
      </w:r>
      <w:r w:rsidRPr="003E3506">
        <w:rPr>
          <w:rtl/>
          <w:lang w:bidi="fa-IR"/>
        </w:rPr>
        <w:t xml:space="preserve"> يا عورت او را آب بكشد</w:t>
      </w:r>
      <w:r w:rsidR="000C4B14">
        <w:rPr>
          <w:rtl/>
          <w:lang w:bidi="fa-IR"/>
        </w:rPr>
        <w:t>،</w:t>
      </w:r>
      <w:r w:rsidRPr="003E3506">
        <w:rPr>
          <w:rtl/>
          <w:lang w:bidi="fa-IR"/>
        </w:rPr>
        <w:t xml:space="preserve"> بايد چيزى در دست كند كه دستش به عورت او نرسد</w:t>
      </w:r>
      <w:r w:rsidR="000C4B14">
        <w:rPr>
          <w:rtl/>
          <w:lang w:bidi="fa-IR"/>
        </w:rPr>
        <w:t>،</w:t>
      </w:r>
      <w:r w:rsidRPr="003E3506">
        <w:rPr>
          <w:rtl/>
          <w:lang w:bidi="fa-IR"/>
        </w:rPr>
        <w:t xml:space="preserve"> و هم چنين است اگر مرد بخواهد مرد ديگر</w:t>
      </w:r>
      <w:r w:rsidR="000C4B14">
        <w:rPr>
          <w:rtl/>
          <w:lang w:bidi="fa-IR"/>
        </w:rPr>
        <w:t>،</w:t>
      </w:r>
      <w:r w:rsidRPr="003E3506">
        <w:rPr>
          <w:rtl/>
          <w:lang w:bidi="fa-IR"/>
        </w:rPr>
        <w:t xml:space="preserve"> يا زنى غير زن خود را تنقيه كند يا عورت او را آب بكشد.</w:t>
      </w:r>
    </w:p>
    <w:p w:rsidR="003E3506" w:rsidRPr="003E3506" w:rsidRDefault="003E3506" w:rsidP="003E3506">
      <w:pPr>
        <w:pStyle w:val="libNormal"/>
        <w:rPr>
          <w:lang w:bidi="fa-IR"/>
        </w:rPr>
      </w:pPr>
      <w:r w:rsidRPr="003E3506">
        <w:rPr>
          <w:rtl/>
          <w:lang w:bidi="fa-IR"/>
        </w:rPr>
        <w:t>٢٤٥٠ - اگر زن ناچار به معالجه از مرضى باشد و مرد نامحرم براى معالجه نمودن او بهتر باشد مى تواند به مرد نامحرم مراجعه نمايد و چنانچه آن مرد</w:t>
      </w:r>
      <w:r w:rsidR="000C4B14">
        <w:rPr>
          <w:rtl/>
          <w:lang w:bidi="fa-IR"/>
        </w:rPr>
        <w:t>،</w:t>
      </w:r>
      <w:r w:rsidRPr="003E3506">
        <w:rPr>
          <w:rtl/>
          <w:lang w:bidi="fa-IR"/>
        </w:rPr>
        <w:t xml:space="preserve"> ناچار باشد</w:t>
      </w:r>
      <w:r w:rsidR="000C4B14">
        <w:rPr>
          <w:rtl/>
          <w:lang w:bidi="fa-IR"/>
        </w:rPr>
        <w:t>،</w:t>
      </w:r>
      <w:r w:rsidRPr="003E3506">
        <w:rPr>
          <w:rtl/>
          <w:lang w:bidi="fa-IR"/>
        </w:rPr>
        <w:t xml:space="preserve"> كه براى معالجه او را نگاه كند و دست به بدن او بزند اشكال ندارد</w:t>
      </w:r>
      <w:r w:rsidR="000C4B14">
        <w:rPr>
          <w:rtl/>
          <w:lang w:bidi="fa-IR"/>
        </w:rPr>
        <w:t>،</w:t>
      </w:r>
      <w:r w:rsidRPr="003E3506">
        <w:rPr>
          <w:rtl/>
          <w:lang w:bidi="fa-IR"/>
        </w:rPr>
        <w:t xml:space="preserve"> ولى اگر با نگاه كردن بتواند معالجه كند نبايد دست به بدن او بزند و اگر با دست زدن بتواند معالجه كند</w:t>
      </w:r>
      <w:r w:rsidR="000C4B14">
        <w:rPr>
          <w:rtl/>
          <w:lang w:bidi="fa-IR"/>
        </w:rPr>
        <w:t>،</w:t>
      </w:r>
      <w:r w:rsidRPr="003E3506">
        <w:rPr>
          <w:rtl/>
          <w:lang w:bidi="fa-IR"/>
        </w:rPr>
        <w:t xml:space="preserve"> نبايد او را نگاه كند.</w:t>
      </w:r>
    </w:p>
    <w:p w:rsidR="003E3506" w:rsidRPr="003E3506" w:rsidRDefault="003E3506" w:rsidP="003E3506">
      <w:pPr>
        <w:pStyle w:val="libNormal"/>
        <w:rPr>
          <w:lang w:bidi="fa-IR"/>
        </w:rPr>
      </w:pPr>
      <w:r w:rsidRPr="003E3506">
        <w:rPr>
          <w:rtl/>
          <w:lang w:bidi="fa-IR"/>
        </w:rPr>
        <w:t>٢٤٥١ - اگر انسان براى معالجه كسى ناچار شود كه به عورت او نگاه كند</w:t>
      </w:r>
      <w:r w:rsidR="000C4B14">
        <w:rPr>
          <w:rtl/>
          <w:lang w:bidi="fa-IR"/>
        </w:rPr>
        <w:t>،</w:t>
      </w:r>
      <w:r w:rsidRPr="003E3506">
        <w:rPr>
          <w:rtl/>
          <w:lang w:bidi="fa-IR"/>
        </w:rPr>
        <w:t xml:space="preserve"> بنابر احتياط واجب بايد آيينه را در مقابل گذاشته و در آن نگاه كند ولى اگر چاره اى جز نگاه كردن به عورت نباشد اشكال ندارد</w:t>
      </w:r>
      <w:r w:rsidR="000C4B14">
        <w:rPr>
          <w:rtl/>
          <w:lang w:bidi="fa-IR"/>
        </w:rPr>
        <w:t>،</w:t>
      </w:r>
      <w:r w:rsidRPr="003E3506">
        <w:rPr>
          <w:rtl/>
          <w:lang w:bidi="fa-IR"/>
        </w:rPr>
        <w:t xml:space="preserve"> و هم چنين است اگر مدت نگاه كردن به عورت كوتاه تر از مدت نگاه كردن در آينه باشد.</w:t>
      </w:r>
    </w:p>
    <w:p w:rsidR="003E3506" w:rsidRDefault="00605FAB" w:rsidP="00AA682D">
      <w:pPr>
        <w:pStyle w:val="Heading3"/>
        <w:rPr>
          <w:rtl/>
          <w:lang w:bidi="fa-IR"/>
        </w:rPr>
      </w:pPr>
      <w:bookmarkStart w:id="262" w:name="_Toc24454685"/>
      <w:r>
        <w:rPr>
          <w:rtl/>
          <w:lang w:bidi="fa-IR"/>
        </w:rPr>
        <w:t>(</w:t>
      </w:r>
      <w:r w:rsidR="003E3506" w:rsidRPr="003E3506">
        <w:rPr>
          <w:rtl/>
          <w:lang w:bidi="fa-IR"/>
        </w:rPr>
        <w:t>مسايل متفرقه زناشويى</w:t>
      </w:r>
      <w:r>
        <w:rPr>
          <w:rtl/>
          <w:lang w:bidi="fa-IR"/>
        </w:rPr>
        <w:t>)</w:t>
      </w:r>
      <w:bookmarkEnd w:id="262"/>
    </w:p>
    <w:p w:rsidR="003E3506" w:rsidRPr="003E3506" w:rsidRDefault="003E3506" w:rsidP="003E3506">
      <w:pPr>
        <w:pStyle w:val="libNormal"/>
        <w:rPr>
          <w:lang w:bidi="fa-IR"/>
        </w:rPr>
      </w:pPr>
      <w:r w:rsidRPr="003E3506">
        <w:rPr>
          <w:rtl/>
          <w:lang w:bidi="fa-IR"/>
        </w:rPr>
        <w:t>٢٤٥٢ - كسى كه به واسطه نداشتن زن به حرام مى افتد واجب است زن بگيرد.</w:t>
      </w:r>
    </w:p>
    <w:p w:rsidR="003E3506" w:rsidRPr="003E3506" w:rsidRDefault="003E3506" w:rsidP="003E3506">
      <w:pPr>
        <w:pStyle w:val="libNormal"/>
        <w:rPr>
          <w:lang w:bidi="fa-IR"/>
        </w:rPr>
      </w:pPr>
      <w:r w:rsidRPr="003E3506">
        <w:rPr>
          <w:rtl/>
          <w:lang w:bidi="fa-IR"/>
        </w:rPr>
        <w:t>٢٤٥٣ - اگر شوهر در عقد مثلا شرط كند كه زن باكره باشد و بعد از عقد معلوم شود كه باكره نبوده</w:t>
      </w:r>
      <w:r w:rsidR="000C4B14">
        <w:rPr>
          <w:rtl/>
          <w:lang w:bidi="fa-IR"/>
        </w:rPr>
        <w:t>،</w:t>
      </w:r>
      <w:r w:rsidRPr="003E3506">
        <w:rPr>
          <w:rtl/>
          <w:lang w:bidi="fa-IR"/>
        </w:rPr>
        <w:t xml:space="preserve"> مى تواند عقد را بهم بزند</w:t>
      </w:r>
      <w:r w:rsidR="000C4B14">
        <w:rPr>
          <w:rtl/>
          <w:lang w:bidi="fa-IR"/>
        </w:rPr>
        <w:t>،</w:t>
      </w:r>
      <w:r w:rsidRPr="003E3506">
        <w:rPr>
          <w:rtl/>
          <w:lang w:bidi="fa-IR"/>
        </w:rPr>
        <w:t xml:space="preserve"> ولى اگر بهم نزد مى تواند با ملاحظه نسبت تفاوت بين مهر باكره و غير باكره را از مهرى كه قرار داده اند بگيرد.</w:t>
      </w:r>
    </w:p>
    <w:p w:rsidR="003E3506" w:rsidRPr="003E3506" w:rsidRDefault="003E3506" w:rsidP="003E3506">
      <w:pPr>
        <w:pStyle w:val="libNormal"/>
        <w:rPr>
          <w:lang w:bidi="fa-IR"/>
        </w:rPr>
      </w:pPr>
      <w:r w:rsidRPr="003E3506">
        <w:rPr>
          <w:rtl/>
          <w:lang w:bidi="fa-IR"/>
        </w:rPr>
        <w:lastRenderedPageBreak/>
        <w:t>٢٤٥٤ - ماندن مرد و زن نامحرم در محل خلوتى كه كسى در آنجا نيست در صورتى كه احتمال فساد برود حرام است</w:t>
      </w:r>
      <w:r w:rsidR="000C4B14">
        <w:rPr>
          <w:rtl/>
          <w:lang w:bidi="fa-IR"/>
        </w:rPr>
        <w:t>،</w:t>
      </w:r>
      <w:r w:rsidRPr="003E3506">
        <w:rPr>
          <w:rtl/>
          <w:lang w:bidi="fa-IR"/>
        </w:rPr>
        <w:t xml:space="preserve"> هر چند طورى باشد كه كس ديگر بتواند وارد شود</w:t>
      </w:r>
      <w:r w:rsidR="000C4B14">
        <w:rPr>
          <w:rtl/>
          <w:lang w:bidi="fa-IR"/>
        </w:rPr>
        <w:t>،</w:t>
      </w:r>
      <w:r w:rsidRPr="003E3506">
        <w:rPr>
          <w:rtl/>
          <w:lang w:bidi="fa-IR"/>
        </w:rPr>
        <w:t xml:space="preserve"> ولى اگر احتمال فساد نرود اشكال ندارد.</w:t>
      </w:r>
    </w:p>
    <w:p w:rsidR="003E3506" w:rsidRPr="003E3506" w:rsidRDefault="003E3506" w:rsidP="003E3506">
      <w:pPr>
        <w:pStyle w:val="libNormal"/>
        <w:rPr>
          <w:lang w:bidi="fa-IR"/>
        </w:rPr>
      </w:pPr>
      <w:r w:rsidRPr="003E3506">
        <w:rPr>
          <w:rtl/>
          <w:lang w:bidi="fa-IR"/>
        </w:rPr>
        <w:t>٢٤٥٥ - اگر مرد مهر زن را در عقد معين كند و قصدش اين باشد كه آن را ندهد</w:t>
      </w:r>
      <w:r w:rsidR="000C4B14">
        <w:rPr>
          <w:rtl/>
          <w:lang w:bidi="fa-IR"/>
        </w:rPr>
        <w:t>،</w:t>
      </w:r>
      <w:r w:rsidRPr="003E3506">
        <w:rPr>
          <w:rtl/>
          <w:lang w:bidi="fa-IR"/>
        </w:rPr>
        <w:t xml:space="preserve"> عقد صحيح است ولى مهر را بايد بدهد.</w:t>
      </w:r>
    </w:p>
    <w:p w:rsidR="003E3506" w:rsidRPr="003E3506" w:rsidRDefault="003E3506" w:rsidP="003E3506">
      <w:pPr>
        <w:pStyle w:val="libNormal"/>
        <w:rPr>
          <w:lang w:bidi="fa-IR"/>
        </w:rPr>
      </w:pPr>
      <w:r w:rsidRPr="003E3506">
        <w:rPr>
          <w:rtl/>
          <w:lang w:bidi="fa-IR"/>
        </w:rPr>
        <w:t>٢٤٥٦ - مسلمانى كه از اسلام خارج شود</w:t>
      </w:r>
      <w:r w:rsidR="000C4B14">
        <w:rPr>
          <w:rtl/>
          <w:lang w:bidi="fa-IR"/>
        </w:rPr>
        <w:t>،</w:t>
      </w:r>
      <w:r w:rsidRPr="003E3506">
        <w:rPr>
          <w:rtl/>
          <w:lang w:bidi="fa-IR"/>
        </w:rPr>
        <w:t xml:space="preserve"> و كفر را اختيار كند</w:t>
      </w:r>
      <w:r w:rsidR="000C4B14">
        <w:rPr>
          <w:rtl/>
          <w:lang w:bidi="fa-IR"/>
        </w:rPr>
        <w:t>،</w:t>
      </w:r>
      <w:r w:rsidRPr="003E3506">
        <w:rPr>
          <w:rtl/>
          <w:lang w:bidi="fa-IR"/>
        </w:rPr>
        <w:t xml:space="preserve"> مرتد ناميده مى شود</w:t>
      </w:r>
      <w:r w:rsidR="000C4B14">
        <w:rPr>
          <w:rtl/>
          <w:lang w:bidi="fa-IR"/>
        </w:rPr>
        <w:t>،</w:t>
      </w:r>
      <w:r w:rsidRPr="003E3506">
        <w:rPr>
          <w:rtl/>
          <w:lang w:bidi="fa-IR"/>
        </w:rPr>
        <w:t xml:space="preserve"> و مرتد بر دو قسم است</w:t>
      </w:r>
      <w:r w:rsidR="00553569">
        <w:rPr>
          <w:rtl/>
          <w:lang w:bidi="fa-IR"/>
        </w:rPr>
        <w:t>:</w:t>
      </w:r>
      <w:r w:rsidRPr="003E3506">
        <w:rPr>
          <w:rtl/>
          <w:lang w:bidi="fa-IR"/>
        </w:rPr>
        <w:t xml:space="preserve"> مرتد فطرى و مرتد ملى</w:t>
      </w:r>
      <w:r w:rsidR="000C4B14">
        <w:rPr>
          <w:rtl/>
          <w:lang w:bidi="fa-IR"/>
        </w:rPr>
        <w:t>،</w:t>
      </w:r>
      <w:r w:rsidRPr="003E3506">
        <w:rPr>
          <w:rtl/>
          <w:lang w:bidi="fa-IR"/>
        </w:rPr>
        <w:t xml:space="preserve"> و مرتد فطرى كسى است كه پدر و مادر او يا يكى از آنها در هنگام به دنيا آمدن او مسلمان باشند و خود او نيز پس از تميز مسلمان باشد</w:t>
      </w:r>
      <w:r w:rsidR="000C4B14">
        <w:rPr>
          <w:rtl/>
          <w:lang w:bidi="fa-IR"/>
        </w:rPr>
        <w:t>،</w:t>
      </w:r>
      <w:r w:rsidRPr="003E3506">
        <w:rPr>
          <w:rtl/>
          <w:lang w:bidi="fa-IR"/>
        </w:rPr>
        <w:t xml:space="preserve"> و سپس كافر شود</w:t>
      </w:r>
      <w:r w:rsidR="000C4B14">
        <w:rPr>
          <w:rtl/>
          <w:lang w:bidi="fa-IR"/>
        </w:rPr>
        <w:t>،</w:t>
      </w:r>
      <w:r w:rsidRPr="003E3506">
        <w:rPr>
          <w:rtl/>
          <w:lang w:bidi="fa-IR"/>
        </w:rPr>
        <w:t xml:space="preserve"> و مرتد ملى مقابل آن است</w:t>
      </w:r>
      <w:r w:rsidR="000C4B14">
        <w:rPr>
          <w:rtl/>
          <w:lang w:bidi="fa-IR"/>
        </w:rPr>
        <w:t>.</w:t>
      </w:r>
    </w:p>
    <w:p w:rsidR="003E3506" w:rsidRPr="003E3506" w:rsidRDefault="003E3506" w:rsidP="003E3506">
      <w:pPr>
        <w:pStyle w:val="libNormal"/>
        <w:rPr>
          <w:lang w:bidi="fa-IR"/>
        </w:rPr>
      </w:pPr>
      <w:r w:rsidRPr="003E3506">
        <w:rPr>
          <w:rtl/>
          <w:lang w:bidi="fa-IR"/>
        </w:rPr>
        <w:t>٢٤٥٧ - اگر زن پس از ازدواج مرتد شود</w:t>
      </w:r>
      <w:r w:rsidR="000C4B14">
        <w:rPr>
          <w:rtl/>
          <w:lang w:bidi="fa-IR"/>
        </w:rPr>
        <w:t>،</w:t>
      </w:r>
      <w:r w:rsidRPr="003E3506">
        <w:rPr>
          <w:rtl/>
          <w:lang w:bidi="fa-IR"/>
        </w:rPr>
        <w:t xml:space="preserve"> عقد او باطل مى گردد</w:t>
      </w:r>
      <w:r w:rsidR="000C4B14">
        <w:rPr>
          <w:rtl/>
          <w:lang w:bidi="fa-IR"/>
        </w:rPr>
        <w:t>،</w:t>
      </w:r>
      <w:r w:rsidRPr="003E3506">
        <w:rPr>
          <w:rtl/>
          <w:lang w:bidi="fa-IR"/>
        </w:rPr>
        <w:t xml:space="preserve"> و چنانچه شوهرش با او نزديكى نكرده باشد عده ندارد</w:t>
      </w:r>
      <w:r w:rsidR="000C4B14">
        <w:rPr>
          <w:rtl/>
          <w:lang w:bidi="fa-IR"/>
        </w:rPr>
        <w:t>،</w:t>
      </w:r>
      <w:r w:rsidRPr="003E3506">
        <w:rPr>
          <w:rtl/>
          <w:lang w:bidi="fa-IR"/>
        </w:rPr>
        <w:t xml:space="preserve"> و هم چنين است اگر بعد از نزديكى مرتد شود ولى يائسه يا صغيره باشد اما اگر زن در سن زنهايى باشد كه حيض مى بينند بايد به دستورى كه در احكام طلاق گفته خواهد شد عده نگهدارد</w:t>
      </w:r>
      <w:r w:rsidR="000C4B14">
        <w:rPr>
          <w:rtl/>
          <w:lang w:bidi="fa-IR"/>
        </w:rPr>
        <w:t>،</w:t>
      </w:r>
      <w:r w:rsidRPr="003E3506">
        <w:rPr>
          <w:rtl/>
          <w:lang w:bidi="fa-IR"/>
        </w:rPr>
        <w:t xml:space="preserve"> و مشهور آن است كه اگر در بين عده مسلمان شود عقد او به حال خود باقى مى ماند</w:t>
      </w:r>
      <w:r w:rsidR="000C4B14">
        <w:rPr>
          <w:rtl/>
          <w:lang w:bidi="fa-IR"/>
        </w:rPr>
        <w:t>،</w:t>
      </w:r>
      <w:r w:rsidRPr="003E3506">
        <w:rPr>
          <w:rtl/>
          <w:lang w:bidi="fa-IR"/>
        </w:rPr>
        <w:t xml:space="preserve"> و اين حكم خالى از وجه نيست</w:t>
      </w:r>
      <w:r w:rsidR="000C4B14">
        <w:rPr>
          <w:rtl/>
          <w:lang w:bidi="fa-IR"/>
        </w:rPr>
        <w:t>،</w:t>
      </w:r>
      <w:r w:rsidRPr="003E3506">
        <w:rPr>
          <w:rtl/>
          <w:lang w:bidi="fa-IR"/>
        </w:rPr>
        <w:t xml:space="preserve"> هر چند بهتر آن است كه مراعات احتياط ترك نشود و يائسه زنى است كه پنجاه سال سن داشته باشد</w:t>
      </w:r>
      <w:r w:rsidR="000C4B14">
        <w:rPr>
          <w:rtl/>
          <w:lang w:bidi="fa-IR"/>
        </w:rPr>
        <w:t>،</w:t>
      </w:r>
      <w:r w:rsidRPr="003E3506">
        <w:rPr>
          <w:rtl/>
          <w:lang w:bidi="fa-IR"/>
        </w:rPr>
        <w:t xml:space="preserve"> و از جهت بالا رفتن سنش خون حيض نبيند و اميد بازگشت آن را هم نداشته باشد.</w:t>
      </w:r>
    </w:p>
    <w:p w:rsidR="003E3506" w:rsidRPr="003E3506" w:rsidRDefault="003E3506" w:rsidP="003E3506">
      <w:pPr>
        <w:pStyle w:val="libNormal"/>
        <w:rPr>
          <w:lang w:bidi="fa-IR"/>
        </w:rPr>
      </w:pPr>
      <w:r w:rsidRPr="003E3506">
        <w:rPr>
          <w:rtl/>
          <w:lang w:bidi="fa-IR"/>
        </w:rPr>
        <w:t>٢٤٥٨ - اگر مرد پس از عقد مرتد فطرى شود</w:t>
      </w:r>
      <w:r w:rsidR="000C4B14">
        <w:rPr>
          <w:rtl/>
          <w:lang w:bidi="fa-IR"/>
        </w:rPr>
        <w:t>،</w:t>
      </w:r>
      <w:r w:rsidRPr="003E3506">
        <w:rPr>
          <w:rtl/>
          <w:lang w:bidi="fa-IR"/>
        </w:rPr>
        <w:t xml:space="preserve"> زنش بر او حرام مى شود</w:t>
      </w:r>
      <w:r w:rsidR="000C4B14">
        <w:rPr>
          <w:rtl/>
          <w:lang w:bidi="fa-IR"/>
        </w:rPr>
        <w:t>،</w:t>
      </w:r>
      <w:r w:rsidRPr="003E3506">
        <w:rPr>
          <w:rtl/>
          <w:lang w:bidi="fa-IR"/>
        </w:rPr>
        <w:t xml:space="preserve"> و بايد به مقدار عده وفات كه در احكام طلاق گفته مى شود عده نگهدارد.</w:t>
      </w:r>
    </w:p>
    <w:p w:rsidR="003E3506" w:rsidRPr="003E3506" w:rsidRDefault="003E3506" w:rsidP="003E3506">
      <w:pPr>
        <w:pStyle w:val="libNormal"/>
        <w:rPr>
          <w:lang w:bidi="fa-IR"/>
        </w:rPr>
      </w:pPr>
      <w:r w:rsidRPr="003E3506">
        <w:rPr>
          <w:rtl/>
          <w:lang w:bidi="fa-IR"/>
        </w:rPr>
        <w:t>٢٤٥٩ - اگر مرد پس از عقد مرتد ملى شود</w:t>
      </w:r>
      <w:r w:rsidR="000C4B14">
        <w:rPr>
          <w:rtl/>
          <w:lang w:bidi="fa-IR"/>
        </w:rPr>
        <w:t>،</w:t>
      </w:r>
      <w:r w:rsidRPr="003E3506">
        <w:rPr>
          <w:rtl/>
          <w:lang w:bidi="fa-IR"/>
        </w:rPr>
        <w:t xml:space="preserve"> عقد او باطل مى گردد</w:t>
      </w:r>
      <w:r w:rsidR="000C4B14">
        <w:rPr>
          <w:rtl/>
          <w:lang w:bidi="fa-IR"/>
        </w:rPr>
        <w:t>،</w:t>
      </w:r>
      <w:r w:rsidRPr="003E3506">
        <w:rPr>
          <w:rtl/>
          <w:lang w:bidi="fa-IR"/>
        </w:rPr>
        <w:t xml:space="preserve"> و چنانچه با زنش نزديكى نكرده يا اين كه زن يائسه يا صغيره باشد</w:t>
      </w:r>
      <w:r w:rsidR="000C4B14">
        <w:rPr>
          <w:rtl/>
          <w:lang w:bidi="fa-IR"/>
        </w:rPr>
        <w:t>،</w:t>
      </w:r>
      <w:r w:rsidRPr="003E3506">
        <w:rPr>
          <w:rtl/>
          <w:lang w:bidi="fa-IR"/>
        </w:rPr>
        <w:t xml:space="preserve"> عده ندارد</w:t>
      </w:r>
      <w:r w:rsidR="000C4B14">
        <w:rPr>
          <w:rtl/>
          <w:lang w:bidi="fa-IR"/>
        </w:rPr>
        <w:t>،</w:t>
      </w:r>
      <w:r w:rsidRPr="003E3506">
        <w:rPr>
          <w:rtl/>
          <w:lang w:bidi="fa-IR"/>
        </w:rPr>
        <w:t xml:space="preserve"> و اگر بعد از نزديكى مرتد شود</w:t>
      </w:r>
      <w:r w:rsidR="000C4B14">
        <w:rPr>
          <w:rtl/>
          <w:lang w:bidi="fa-IR"/>
        </w:rPr>
        <w:t>،</w:t>
      </w:r>
      <w:r w:rsidRPr="003E3506">
        <w:rPr>
          <w:rtl/>
          <w:lang w:bidi="fa-IR"/>
        </w:rPr>
        <w:t xml:space="preserve"> و زن او در سن زنهايى باشد كه حيض مى بينند بايد آن زن به مقدار عده طلاق كه در احكام طلاق گفته مى شود عده نگهدارد</w:t>
      </w:r>
      <w:r w:rsidR="000C4B14">
        <w:rPr>
          <w:rtl/>
          <w:lang w:bidi="fa-IR"/>
        </w:rPr>
        <w:t>،</w:t>
      </w:r>
      <w:r w:rsidRPr="003E3506">
        <w:rPr>
          <w:rtl/>
          <w:lang w:bidi="fa-IR"/>
        </w:rPr>
        <w:t xml:space="preserve"> و مشهور آن است كه اگر پيش از تمام شدن عده</w:t>
      </w:r>
      <w:r w:rsidR="000C4B14">
        <w:rPr>
          <w:rtl/>
          <w:lang w:bidi="fa-IR"/>
        </w:rPr>
        <w:t>،</w:t>
      </w:r>
      <w:r w:rsidRPr="003E3506">
        <w:rPr>
          <w:rtl/>
          <w:lang w:bidi="fa-IR"/>
        </w:rPr>
        <w:t xml:space="preserve"> شوهر او مسلمان </w:t>
      </w:r>
      <w:r w:rsidRPr="003E3506">
        <w:rPr>
          <w:rtl/>
          <w:lang w:bidi="fa-IR"/>
        </w:rPr>
        <w:lastRenderedPageBreak/>
        <w:t>شود عقد او به حال خود باقى مى ماند و اين حكم نيز خالى از وجه نيست البته مراعات احتياط بهتر است</w:t>
      </w:r>
      <w:r w:rsidR="000C4B14">
        <w:rPr>
          <w:rtl/>
          <w:lang w:bidi="fa-IR"/>
        </w:rPr>
        <w:t>.</w:t>
      </w:r>
    </w:p>
    <w:p w:rsidR="003E3506" w:rsidRPr="003E3506" w:rsidRDefault="003E3506" w:rsidP="003E3506">
      <w:pPr>
        <w:pStyle w:val="libNormal"/>
        <w:rPr>
          <w:lang w:bidi="fa-IR"/>
        </w:rPr>
      </w:pPr>
      <w:r w:rsidRPr="003E3506">
        <w:rPr>
          <w:rtl/>
          <w:lang w:bidi="fa-IR"/>
        </w:rPr>
        <w:t>٢٤٦٠ - اگر زن در عقد با مرد شرط كند كه او را از شهرى بيرون نبرد</w:t>
      </w:r>
      <w:r w:rsidR="000C4B14">
        <w:rPr>
          <w:rtl/>
          <w:lang w:bidi="fa-IR"/>
        </w:rPr>
        <w:t>،</w:t>
      </w:r>
      <w:r w:rsidRPr="003E3506">
        <w:rPr>
          <w:rtl/>
          <w:lang w:bidi="fa-IR"/>
        </w:rPr>
        <w:t xml:space="preserve"> و مرد هم قبول كند</w:t>
      </w:r>
      <w:r w:rsidR="000C4B14">
        <w:rPr>
          <w:rtl/>
          <w:lang w:bidi="fa-IR"/>
        </w:rPr>
        <w:t>،</w:t>
      </w:r>
      <w:r w:rsidRPr="003E3506">
        <w:rPr>
          <w:rtl/>
          <w:lang w:bidi="fa-IR"/>
        </w:rPr>
        <w:t xml:space="preserve"> نبايد زن را بدون رضايتش از آن شهر بيرون ببرد.</w:t>
      </w:r>
    </w:p>
    <w:p w:rsidR="003E3506" w:rsidRPr="003E3506" w:rsidRDefault="003E3506" w:rsidP="003E3506">
      <w:pPr>
        <w:pStyle w:val="libNormal"/>
        <w:rPr>
          <w:lang w:bidi="fa-IR"/>
        </w:rPr>
      </w:pPr>
      <w:r w:rsidRPr="003E3506">
        <w:rPr>
          <w:rtl/>
          <w:lang w:bidi="fa-IR"/>
        </w:rPr>
        <w:t>٢٤٦١ - اگر زنى از شوهر سابقش دخترى داشته باشد</w:t>
      </w:r>
      <w:r w:rsidR="000C4B14">
        <w:rPr>
          <w:rtl/>
          <w:lang w:bidi="fa-IR"/>
        </w:rPr>
        <w:t>،</w:t>
      </w:r>
      <w:r w:rsidRPr="003E3506">
        <w:rPr>
          <w:rtl/>
          <w:lang w:bidi="fa-IR"/>
        </w:rPr>
        <w:t xml:space="preserve"> شوهر بعدى مى تواند آن دختر را براى پسر خود كه از اين زن نيست عقد كند</w:t>
      </w:r>
      <w:r w:rsidR="000C4B14">
        <w:rPr>
          <w:rtl/>
          <w:lang w:bidi="fa-IR"/>
        </w:rPr>
        <w:t>،</w:t>
      </w:r>
      <w:r w:rsidRPr="003E3506">
        <w:rPr>
          <w:rtl/>
          <w:lang w:bidi="fa-IR"/>
        </w:rPr>
        <w:t xml:space="preserve"> و نيز اگر دخترى را براى پسر خود عقد كند</w:t>
      </w:r>
      <w:r w:rsidR="000C4B14">
        <w:rPr>
          <w:rtl/>
          <w:lang w:bidi="fa-IR"/>
        </w:rPr>
        <w:t>،</w:t>
      </w:r>
      <w:r w:rsidRPr="003E3506">
        <w:rPr>
          <w:rtl/>
          <w:lang w:bidi="fa-IR"/>
        </w:rPr>
        <w:t xml:space="preserve"> مى تواند با مادر آن ازدواج نمايد.</w:t>
      </w:r>
    </w:p>
    <w:p w:rsidR="003E3506" w:rsidRPr="003E3506" w:rsidRDefault="003E3506" w:rsidP="003E3506">
      <w:pPr>
        <w:pStyle w:val="libNormal"/>
        <w:rPr>
          <w:lang w:bidi="fa-IR"/>
        </w:rPr>
      </w:pPr>
      <w:r w:rsidRPr="003E3506">
        <w:rPr>
          <w:rtl/>
          <w:lang w:bidi="fa-IR"/>
        </w:rPr>
        <w:t>٢٤٦٢ - اگر زنى از زنا آبستن شود</w:t>
      </w:r>
      <w:r w:rsidR="000C4B14">
        <w:rPr>
          <w:rtl/>
          <w:lang w:bidi="fa-IR"/>
        </w:rPr>
        <w:t>،</w:t>
      </w:r>
      <w:r w:rsidRPr="003E3506">
        <w:rPr>
          <w:rtl/>
          <w:lang w:bidi="fa-IR"/>
        </w:rPr>
        <w:t xml:space="preserve"> براى او جايز نيست بچه را سقط كند.</w:t>
      </w:r>
    </w:p>
    <w:p w:rsidR="003E3506" w:rsidRPr="003E3506" w:rsidRDefault="003E3506" w:rsidP="003E3506">
      <w:pPr>
        <w:pStyle w:val="libNormal"/>
        <w:rPr>
          <w:lang w:bidi="fa-IR"/>
        </w:rPr>
      </w:pPr>
      <w:r w:rsidRPr="003E3506">
        <w:rPr>
          <w:rtl/>
          <w:lang w:bidi="fa-IR"/>
        </w:rPr>
        <w:t>٢٤٦٣ - اگر كسى با زنى كه شوهر ندارد</w:t>
      </w:r>
      <w:r w:rsidR="000C4B14">
        <w:rPr>
          <w:rtl/>
          <w:lang w:bidi="fa-IR"/>
        </w:rPr>
        <w:t>،</w:t>
      </w:r>
      <w:r w:rsidRPr="003E3506">
        <w:rPr>
          <w:rtl/>
          <w:lang w:bidi="fa-IR"/>
        </w:rPr>
        <w:t xml:space="preserve"> و در عده غير هم نيست زنا كند</w:t>
      </w:r>
      <w:r w:rsidR="000C4B14">
        <w:rPr>
          <w:rtl/>
          <w:lang w:bidi="fa-IR"/>
        </w:rPr>
        <w:t>،</w:t>
      </w:r>
      <w:r w:rsidRPr="003E3506">
        <w:rPr>
          <w:rtl/>
          <w:lang w:bidi="fa-IR"/>
        </w:rPr>
        <w:t xml:space="preserve"> چنانچه بعد او را عقد كند و بچه اى از آنان پيدا شود</w:t>
      </w:r>
      <w:r w:rsidR="000C4B14">
        <w:rPr>
          <w:rtl/>
          <w:lang w:bidi="fa-IR"/>
        </w:rPr>
        <w:t>،</w:t>
      </w:r>
      <w:r w:rsidRPr="003E3506">
        <w:rPr>
          <w:rtl/>
          <w:lang w:bidi="fa-IR"/>
        </w:rPr>
        <w:t xml:space="preserve"> در صورتى كه ندانند از نطفه حلال است يا حرام</w:t>
      </w:r>
      <w:r w:rsidR="000C4B14">
        <w:rPr>
          <w:rtl/>
          <w:lang w:bidi="fa-IR"/>
        </w:rPr>
        <w:t>،</w:t>
      </w:r>
      <w:r w:rsidRPr="003E3506">
        <w:rPr>
          <w:rtl/>
          <w:lang w:bidi="fa-IR"/>
        </w:rPr>
        <w:t xml:space="preserve"> آن بچه حلال زاده است</w:t>
      </w:r>
      <w:r w:rsidR="000C4B14">
        <w:rPr>
          <w:rtl/>
          <w:lang w:bidi="fa-IR"/>
        </w:rPr>
        <w:t>.</w:t>
      </w:r>
    </w:p>
    <w:p w:rsidR="003E3506" w:rsidRPr="003E3506" w:rsidRDefault="003E3506" w:rsidP="003E3506">
      <w:pPr>
        <w:pStyle w:val="libNormal"/>
        <w:rPr>
          <w:lang w:bidi="fa-IR"/>
        </w:rPr>
      </w:pPr>
      <w:r w:rsidRPr="003E3506">
        <w:rPr>
          <w:rtl/>
          <w:lang w:bidi="fa-IR"/>
        </w:rPr>
        <w:t>٢٤٦٤ - اگر مرد نداند كه زن در عده است و با او ازدواج كند چنانچه زن هم نداند و بچه اى از آنان به دنيا آيد</w:t>
      </w:r>
      <w:r w:rsidR="000C4B14">
        <w:rPr>
          <w:rtl/>
          <w:lang w:bidi="fa-IR"/>
        </w:rPr>
        <w:t>،</w:t>
      </w:r>
      <w:r w:rsidRPr="003E3506">
        <w:rPr>
          <w:rtl/>
          <w:lang w:bidi="fa-IR"/>
        </w:rPr>
        <w:t xml:space="preserve"> حلال زاده است و شرعا فرزند هر دو مى باشد.</w:t>
      </w:r>
    </w:p>
    <w:p w:rsidR="003E3506" w:rsidRPr="003E3506" w:rsidRDefault="003E3506" w:rsidP="003E3506">
      <w:pPr>
        <w:pStyle w:val="libNormal"/>
        <w:rPr>
          <w:lang w:bidi="fa-IR"/>
        </w:rPr>
      </w:pPr>
      <w:r w:rsidRPr="003E3506">
        <w:rPr>
          <w:rtl/>
          <w:lang w:bidi="fa-IR"/>
        </w:rPr>
        <w:t>ولى اگر زن مى دانسته كه در عده است و تزويج در عده جايز نيست</w:t>
      </w:r>
      <w:r w:rsidR="000C4B14">
        <w:rPr>
          <w:rtl/>
          <w:lang w:bidi="fa-IR"/>
        </w:rPr>
        <w:t>،</w:t>
      </w:r>
      <w:r w:rsidRPr="003E3506">
        <w:rPr>
          <w:rtl/>
          <w:lang w:bidi="fa-IR"/>
        </w:rPr>
        <w:t xml:space="preserve"> شرعا بچه فرزند پدر است و در هر دو صورت عقد آنان باطل است و به يكديگر همان طور كه گذشت حرام مى باشند.</w:t>
      </w:r>
    </w:p>
    <w:p w:rsidR="003E3506" w:rsidRPr="003E3506" w:rsidRDefault="003E3506" w:rsidP="003E3506">
      <w:pPr>
        <w:pStyle w:val="libNormal"/>
        <w:rPr>
          <w:lang w:bidi="fa-IR"/>
        </w:rPr>
      </w:pPr>
      <w:r w:rsidRPr="003E3506">
        <w:rPr>
          <w:rtl/>
          <w:lang w:bidi="fa-IR"/>
        </w:rPr>
        <w:t>٢٤٦٥ - اگر زن بگويد يائسه ام نبايد حرف او را قبول كرد ولى اگر بگويد شوهر ندارم</w:t>
      </w:r>
      <w:r w:rsidR="000C4B14">
        <w:rPr>
          <w:rtl/>
          <w:lang w:bidi="fa-IR"/>
        </w:rPr>
        <w:t>،</w:t>
      </w:r>
      <w:r w:rsidRPr="003E3506">
        <w:rPr>
          <w:rtl/>
          <w:lang w:bidi="fa-IR"/>
        </w:rPr>
        <w:t xml:space="preserve"> حرف او قبول مى شود</w:t>
      </w:r>
      <w:r w:rsidR="000C4B14">
        <w:rPr>
          <w:rtl/>
          <w:lang w:bidi="fa-IR"/>
        </w:rPr>
        <w:t>،</w:t>
      </w:r>
      <w:r w:rsidRPr="003E3506">
        <w:rPr>
          <w:rtl/>
          <w:lang w:bidi="fa-IR"/>
        </w:rPr>
        <w:t xml:space="preserve"> مگر آن كه مورد اتهام باشد كه در اين صورت احتياط آن است كه از حال او جستجو شود.</w:t>
      </w:r>
    </w:p>
    <w:p w:rsidR="00AA682D" w:rsidRDefault="003E3506" w:rsidP="00AA682D">
      <w:pPr>
        <w:pStyle w:val="libNormal"/>
        <w:rPr>
          <w:rtl/>
          <w:lang w:bidi="fa-IR"/>
        </w:rPr>
      </w:pPr>
      <w:r w:rsidRPr="003E3506">
        <w:rPr>
          <w:rtl/>
        </w:rPr>
        <w:t>٢٤٦٦ - اگر بعد از آن كه انسان با زنى كه گفت شوهر ندارم ازدواج كرد</w:t>
      </w:r>
      <w:r w:rsidR="000C4B14">
        <w:rPr>
          <w:rtl/>
        </w:rPr>
        <w:t>،</w:t>
      </w:r>
      <w:r w:rsidRPr="003E3506">
        <w:rPr>
          <w:rtl/>
        </w:rPr>
        <w:t xml:space="preserve"> و بعدا كسى بگويد آن زن</w:t>
      </w:r>
      <w:r w:rsidR="000C4B14">
        <w:rPr>
          <w:rtl/>
        </w:rPr>
        <w:t>،</w:t>
      </w:r>
      <w:r w:rsidRPr="003E3506">
        <w:rPr>
          <w:rtl/>
        </w:rPr>
        <w:t xml:space="preserve"> زن او است</w:t>
      </w:r>
      <w:r w:rsidR="000C4B14">
        <w:rPr>
          <w:rtl/>
        </w:rPr>
        <w:t>،</w:t>
      </w:r>
      <w:r w:rsidRPr="003E3506">
        <w:rPr>
          <w:rtl/>
        </w:rPr>
        <w:t xml:space="preserve"> چنانچه شرعا ثابت نشود كه گفته آن كس صحيح است</w:t>
      </w:r>
      <w:r w:rsidR="000C4B14">
        <w:rPr>
          <w:rtl/>
        </w:rPr>
        <w:t>،</w:t>
      </w:r>
      <w:r w:rsidRPr="003E3506">
        <w:rPr>
          <w:rtl/>
        </w:rPr>
        <w:t xml:space="preserve"> نبايد حرف او را قبول كرد.</w:t>
      </w:r>
    </w:p>
    <w:p w:rsidR="003E3506" w:rsidRPr="003E3506" w:rsidRDefault="003E3506" w:rsidP="00AA682D">
      <w:pPr>
        <w:pStyle w:val="libNormal"/>
        <w:rPr>
          <w:lang w:bidi="fa-IR"/>
        </w:rPr>
      </w:pPr>
      <w:r w:rsidRPr="003E3506">
        <w:rPr>
          <w:rtl/>
        </w:rPr>
        <w:lastRenderedPageBreak/>
        <w:t>٢٤٦٧ - تا دو سال پسر يا دختر تمام نشده</w:t>
      </w:r>
      <w:r w:rsidR="000C4B14">
        <w:rPr>
          <w:rtl/>
        </w:rPr>
        <w:t>،</w:t>
      </w:r>
      <w:r w:rsidRPr="003E3506">
        <w:rPr>
          <w:rtl/>
        </w:rPr>
        <w:t xml:space="preserve"> پدر نمى تواند او را از مادرش جدا كند.</w:t>
      </w:r>
    </w:p>
    <w:p w:rsidR="003E3506" w:rsidRPr="003E3506" w:rsidRDefault="003E3506" w:rsidP="003E3506">
      <w:pPr>
        <w:pStyle w:val="libNormal"/>
        <w:rPr>
          <w:lang w:bidi="fa-IR"/>
        </w:rPr>
      </w:pPr>
      <w:r w:rsidRPr="003E3506">
        <w:rPr>
          <w:rtl/>
          <w:lang w:bidi="fa-IR"/>
        </w:rPr>
        <w:t>و احوط و اولى آن است كه بچه را تا هفت سال از مادرش جدا نكند.</w:t>
      </w:r>
    </w:p>
    <w:p w:rsidR="003E3506" w:rsidRPr="003E3506" w:rsidRDefault="003E3506" w:rsidP="003E3506">
      <w:pPr>
        <w:pStyle w:val="libNormal"/>
        <w:rPr>
          <w:lang w:bidi="fa-IR"/>
        </w:rPr>
      </w:pPr>
      <w:r w:rsidRPr="003E3506">
        <w:rPr>
          <w:rtl/>
          <w:lang w:bidi="fa-IR"/>
        </w:rPr>
        <w:t>٢٤٦٨ - اگر ديانت و اخلاق خواستگار مورد رضايت باشد</w:t>
      </w:r>
      <w:r w:rsidR="000C4B14">
        <w:rPr>
          <w:rtl/>
          <w:lang w:bidi="fa-IR"/>
        </w:rPr>
        <w:t>،</w:t>
      </w:r>
      <w:r w:rsidRPr="003E3506">
        <w:rPr>
          <w:rtl/>
          <w:lang w:bidi="fa-IR"/>
        </w:rPr>
        <w:t xml:space="preserve"> بهتر آن است كه رد نشود</w:t>
      </w:r>
      <w:r w:rsidR="000C4B14">
        <w:rPr>
          <w:rtl/>
          <w:lang w:bidi="fa-IR"/>
        </w:rPr>
        <w:t>،</w:t>
      </w:r>
      <w:r w:rsidRPr="003E3506">
        <w:rPr>
          <w:rtl/>
          <w:lang w:bidi="fa-IR"/>
        </w:rPr>
        <w:t xml:space="preserve"> از پيغمبر اكرم </w:t>
      </w:r>
      <w:r w:rsidR="00884B11" w:rsidRPr="00884B11">
        <w:rPr>
          <w:rStyle w:val="libAlaemChar"/>
          <w:rtl/>
        </w:rPr>
        <w:t>صلى‌الله‌عليه‌وآله‌وسلم</w:t>
      </w:r>
      <w:r w:rsidRPr="003E3506">
        <w:rPr>
          <w:rtl/>
          <w:lang w:bidi="fa-IR"/>
        </w:rPr>
        <w:t xml:space="preserve"> روايت شده كه هر گاه خواستگارى براى دختر شما آمد كه اخلاق و ديانت او مورد رضايت شما بود</w:t>
      </w:r>
      <w:r w:rsidR="000C4B14">
        <w:rPr>
          <w:rtl/>
          <w:lang w:bidi="fa-IR"/>
        </w:rPr>
        <w:t>،</w:t>
      </w:r>
      <w:r w:rsidRPr="003E3506">
        <w:rPr>
          <w:rtl/>
          <w:lang w:bidi="fa-IR"/>
        </w:rPr>
        <w:t xml:space="preserve"> دختر را به ازدواج او در آوريد</w:t>
      </w:r>
      <w:r w:rsidR="000C4B14">
        <w:rPr>
          <w:rtl/>
          <w:lang w:bidi="fa-IR"/>
        </w:rPr>
        <w:t>،</w:t>
      </w:r>
      <w:r w:rsidRPr="003E3506">
        <w:rPr>
          <w:rtl/>
          <w:lang w:bidi="fa-IR"/>
        </w:rPr>
        <w:t xml:space="preserve"> اگر چنين نكنيد فتنه و فساد بزرگى بر زمين به پا خواهد شد.</w:t>
      </w:r>
    </w:p>
    <w:p w:rsidR="003E3506" w:rsidRPr="003E3506" w:rsidRDefault="003E3506" w:rsidP="003E3506">
      <w:pPr>
        <w:pStyle w:val="libNormal"/>
        <w:rPr>
          <w:lang w:bidi="fa-IR"/>
        </w:rPr>
      </w:pPr>
      <w:r w:rsidRPr="003E3506">
        <w:rPr>
          <w:rtl/>
          <w:lang w:bidi="fa-IR"/>
        </w:rPr>
        <w:t>٢٤٦٩ - اگر زن مهر خود را به شوهر صلح كند</w:t>
      </w:r>
      <w:r w:rsidR="000C4B14">
        <w:rPr>
          <w:rtl/>
          <w:lang w:bidi="fa-IR"/>
        </w:rPr>
        <w:t>،</w:t>
      </w:r>
      <w:r w:rsidRPr="003E3506">
        <w:rPr>
          <w:rtl/>
          <w:lang w:bidi="fa-IR"/>
        </w:rPr>
        <w:t xml:space="preserve"> كه زن ديگر نگيرد</w:t>
      </w:r>
      <w:r w:rsidR="000C4B14">
        <w:rPr>
          <w:rtl/>
          <w:lang w:bidi="fa-IR"/>
        </w:rPr>
        <w:t>،</w:t>
      </w:r>
      <w:r w:rsidRPr="003E3506">
        <w:rPr>
          <w:rtl/>
          <w:lang w:bidi="fa-IR"/>
        </w:rPr>
        <w:t xml:space="preserve"> واجب است شوهر با زن ديگر ازدواج نكند و زن هم حق ندارد مهر را بگيرد.</w:t>
      </w:r>
    </w:p>
    <w:p w:rsidR="003E3506" w:rsidRPr="003E3506" w:rsidRDefault="003E3506" w:rsidP="003E3506">
      <w:pPr>
        <w:pStyle w:val="libNormal"/>
        <w:rPr>
          <w:lang w:bidi="fa-IR"/>
        </w:rPr>
      </w:pPr>
      <w:r w:rsidRPr="003E3506">
        <w:rPr>
          <w:rtl/>
          <w:lang w:bidi="fa-IR"/>
        </w:rPr>
        <w:t>٢٤٧٠ - كسى كه از زنا به دنيا آمده</w:t>
      </w:r>
      <w:r w:rsidR="000C4B14">
        <w:rPr>
          <w:rtl/>
          <w:lang w:bidi="fa-IR"/>
        </w:rPr>
        <w:t>،</w:t>
      </w:r>
      <w:r w:rsidRPr="003E3506">
        <w:rPr>
          <w:rtl/>
          <w:lang w:bidi="fa-IR"/>
        </w:rPr>
        <w:t xml:space="preserve"> اگر زن بگيرد</w:t>
      </w:r>
      <w:r w:rsidR="000C4B14">
        <w:rPr>
          <w:rtl/>
          <w:lang w:bidi="fa-IR"/>
        </w:rPr>
        <w:t>،</w:t>
      </w:r>
      <w:r w:rsidRPr="003E3506">
        <w:rPr>
          <w:rtl/>
          <w:lang w:bidi="fa-IR"/>
        </w:rPr>
        <w:t xml:space="preserve"> و بچه اى پيدا كند آن بچه حلال زاده است</w:t>
      </w:r>
      <w:r w:rsidR="000C4B14">
        <w:rPr>
          <w:rtl/>
          <w:lang w:bidi="fa-IR"/>
        </w:rPr>
        <w:t>.</w:t>
      </w:r>
    </w:p>
    <w:p w:rsidR="003E3506" w:rsidRPr="003E3506" w:rsidRDefault="003E3506" w:rsidP="003E3506">
      <w:pPr>
        <w:pStyle w:val="libNormal"/>
        <w:rPr>
          <w:lang w:bidi="fa-IR"/>
        </w:rPr>
      </w:pPr>
      <w:r w:rsidRPr="003E3506">
        <w:rPr>
          <w:rtl/>
          <w:lang w:bidi="fa-IR"/>
        </w:rPr>
        <w:t>٢٤٧١ - هرگاه مرد در روزه ماه رمضان يا در حال حيض زن با او نزديكى كند</w:t>
      </w:r>
      <w:r w:rsidR="000C4B14">
        <w:rPr>
          <w:rtl/>
          <w:lang w:bidi="fa-IR"/>
        </w:rPr>
        <w:t>،</w:t>
      </w:r>
      <w:r w:rsidRPr="003E3506">
        <w:rPr>
          <w:rtl/>
          <w:lang w:bidi="fa-IR"/>
        </w:rPr>
        <w:t xml:space="preserve"> معصيت كرده</w:t>
      </w:r>
      <w:r w:rsidR="000C4B14">
        <w:rPr>
          <w:rtl/>
          <w:lang w:bidi="fa-IR"/>
        </w:rPr>
        <w:t>،</w:t>
      </w:r>
      <w:r w:rsidRPr="003E3506">
        <w:rPr>
          <w:rtl/>
          <w:lang w:bidi="fa-IR"/>
        </w:rPr>
        <w:t xml:space="preserve"> ولى اگر بچه اى از آنان به دنيا آيد حلال زاده است</w:t>
      </w:r>
      <w:r w:rsidR="000C4B14">
        <w:rPr>
          <w:rtl/>
          <w:lang w:bidi="fa-IR"/>
        </w:rPr>
        <w:t>.</w:t>
      </w:r>
    </w:p>
    <w:p w:rsidR="003E3506" w:rsidRPr="003E3506" w:rsidRDefault="003E3506" w:rsidP="003E3506">
      <w:pPr>
        <w:pStyle w:val="libNormal"/>
        <w:rPr>
          <w:lang w:bidi="fa-IR"/>
        </w:rPr>
      </w:pPr>
      <w:r w:rsidRPr="003E3506">
        <w:rPr>
          <w:rtl/>
          <w:lang w:bidi="fa-IR"/>
        </w:rPr>
        <w:t>٢٤٧٢ - زنى كه يقين دارد شوهرش در سفر مرده</w:t>
      </w:r>
      <w:r w:rsidR="000C4B14">
        <w:rPr>
          <w:rtl/>
          <w:lang w:bidi="fa-IR"/>
        </w:rPr>
        <w:t>،</w:t>
      </w:r>
      <w:r w:rsidRPr="003E3506">
        <w:rPr>
          <w:rtl/>
          <w:lang w:bidi="fa-IR"/>
        </w:rPr>
        <w:t xml:space="preserve"> اگر بعد از عده وفات كه مقدار آن در احكام طلاق گفته خواهد شد</w:t>
      </w:r>
      <w:r w:rsidR="000C4B14">
        <w:rPr>
          <w:rtl/>
          <w:lang w:bidi="fa-IR"/>
        </w:rPr>
        <w:t>،</w:t>
      </w:r>
      <w:r w:rsidRPr="003E3506">
        <w:rPr>
          <w:rtl/>
          <w:lang w:bidi="fa-IR"/>
        </w:rPr>
        <w:t xml:space="preserve"> شوهر كند و شوهر اول از سفر برگردد</w:t>
      </w:r>
      <w:r w:rsidR="000C4B14">
        <w:rPr>
          <w:rtl/>
          <w:lang w:bidi="fa-IR"/>
        </w:rPr>
        <w:t>،</w:t>
      </w:r>
      <w:r w:rsidRPr="003E3506">
        <w:rPr>
          <w:rtl/>
          <w:lang w:bidi="fa-IR"/>
        </w:rPr>
        <w:t xml:space="preserve"> بايد از شوهر دوم جدا شود و به شوهر اول حلال است ولى اگر شوهر دوم با او نزديكى كرده باشد</w:t>
      </w:r>
      <w:r w:rsidR="000C4B14">
        <w:rPr>
          <w:rtl/>
          <w:lang w:bidi="fa-IR"/>
        </w:rPr>
        <w:t>،</w:t>
      </w:r>
      <w:r w:rsidRPr="003E3506">
        <w:rPr>
          <w:rtl/>
          <w:lang w:bidi="fa-IR"/>
        </w:rPr>
        <w:t xml:space="preserve"> زن بايد عده نگهدارد و شوهر دوم بايد مهر او را مطابق زنهايى كه مثل او هستند بدهد ولى خرج عده ندارد.</w:t>
      </w:r>
    </w:p>
    <w:p w:rsidR="003E3506" w:rsidRDefault="00605FAB" w:rsidP="00AA682D">
      <w:pPr>
        <w:pStyle w:val="Heading3"/>
        <w:rPr>
          <w:rtl/>
          <w:lang w:bidi="fa-IR"/>
        </w:rPr>
      </w:pPr>
      <w:bookmarkStart w:id="263" w:name="_Toc24454686"/>
      <w:r>
        <w:rPr>
          <w:rtl/>
          <w:lang w:bidi="fa-IR"/>
        </w:rPr>
        <w:t>(</w:t>
      </w:r>
      <w:r w:rsidR="003E3506" w:rsidRPr="003E3506">
        <w:rPr>
          <w:rtl/>
          <w:lang w:bidi="fa-IR"/>
        </w:rPr>
        <w:t>احكام شير دادن</w:t>
      </w:r>
      <w:r>
        <w:rPr>
          <w:rtl/>
          <w:lang w:bidi="fa-IR"/>
        </w:rPr>
        <w:t>)</w:t>
      </w:r>
      <w:bookmarkEnd w:id="263"/>
    </w:p>
    <w:p w:rsidR="003E3506" w:rsidRPr="003E3506" w:rsidRDefault="003E3506" w:rsidP="003E3506">
      <w:pPr>
        <w:pStyle w:val="libNormal"/>
        <w:rPr>
          <w:lang w:bidi="fa-IR"/>
        </w:rPr>
      </w:pPr>
      <w:r w:rsidRPr="003E3506">
        <w:rPr>
          <w:rtl/>
          <w:lang w:bidi="fa-IR"/>
        </w:rPr>
        <w:t xml:space="preserve">٢٤٧٣ - اگر زنى بچه اى را با شرايطى كه در مساله </w:t>
      </w:r>
      <w:r w:rsidR="00605FAB">
        <w:rPr>
          <w:rtl/>
          <w:lang w:bidi="fa-IR"/>
        </w:rPr>
        <w:t>(</w:t>
      </w:r>
      <w:r w:rsidRPr="003E3506">
        <w:rPr>
          <w:rtl/>
          <w:lang w:bidi="fa-IR"/>
        </w:rPr>
        <w:t>٢٤٨٣</w:t>
      </w:r>
      <w:r w:rsidR="00605FAB">
        <w:rPr>
          <w:rtl/>
          <w:lang w:bidi="fa-IR"/>
        </w:rPr>
        <w:t>)</w:t>
      </w:r>
      <w:r w:rsidRPr="003E3506">
        <w:rPr>
          <w:rtl/>
          <w:lang w:bidi="fa-IR"/>
        </w:rPr>
        <w:t xml:space="preserve"> گفته خواهد شد</w:t>
      </w:r>
      <w:r w:rsidR="000C4B14">
        <w:rPr>
          <w:rtl/>
          <w:lang w:bidi="fa-IR"/>
        </w:rPr>
        <w:t>،</w:t>
      </w:r>
      <w:r w:rsidRPr="003E3506">
        <w:rPr>
          <w:rtl/>
          <w:lang w:bidi="fa-IR"/>
        </w:rPr>
        <w:t xml:space="preserve"> شير دهد</w:t>
      </w:r>
      <w:r w:rsidR="000C4B14">
        <w:rPr>
          <w:rtl/>
          <w:lang w:bidi="fa-IR"/>
        </w:rPr>
        <w:t>،</w:t>
      </w:r>
      <w:r w:rsidRPr="003E3506">
        <w:rPr>
          <w:rtl/>
          <w:lang w:bidi="fa-IR"/>
        </w:rPr>
        <w:t xml:space="preserve"> آن بچه به اين عده محرم مى شود</w:t>
      </w:r>
      <w:r w:rsidR="00553569">
        <w:rPr>
          <w:rtl/>
          <w:lang w:bidi="fa-IR"/>
        </w:rPr>
        <w:t>:</w:t>
      </w:r>
      <w:r w:rsidRPr="003E3506">
        <w:rPr>
          <w:rtl/>
          <w:lang w:bidi="fa-IR"/>
        </w:rPr>
        <w:t xml:space="preserve"> اول خود زن و آن را مادر رضاعى مى گويند</w:t>
      </w:r>
      <w:r w:rsidR="000C4B14">
        <w:rPr>
          <w:rtl/>
          <w:lang w:bidi="fa-IR"/>
        </w:rPr>
        <w:t>،</w:t>
      </w:r>
      <w:r w:rsidRPr="003E3506">
        <w:rPr>
          <w:rtl/>
          <w:lang w:bidi="fa-IR"/>
        </w:rPr>
        <w:t xml:space="preserve"> دوم شوهر زن كه شير مال او است و او را پدر رضاعى مى گويند.</w:t>
      </w:r>
    </w:p>
    <w:p w:rsidR="003E3506" w:rsidRPr="003E3506" w:rsidRDefault="003E3506" w:rsidP="003E3506">
      <w:pPr>
        <w:pStyle w:val="libNormal"/>
        <w:rPr>
          <w:lang w:bidi="fa-IR"/>
        </w:rPr>
      </w:pPr>
      <w:r w:rsidRPr="003E3506">
        <w:rPr>
          <w:rtl/>
          <w:lang w:bidi="fa-IR"/>
        </w:rPr>
        <w:t>سوم پدر و مادر آن زن</w:t>
      </w:r>
      <w:r w:rsidR="000C4B14">
        <w:rPr>
          <w:rtl/>
          <w:lang w:bidi="fa-IR"/>
        </w:rPr>
        <w:t>،</w:t>
      </w:r>
      <w:r w:rsidRPr="003E3506">
        <w:rPr>
          <w:rtl/>
          <w:lang w:bidi="fa-IR"/>
        </w:rPr>
        <w:t xml:space="preserve"> هر چه بالا روند</w:t>
      </w:r>
      <w:r w:rsidR="000C4B14">
        <w:rPr>
          <w:rtl/>
          <w:lang w:bidi="fa-IR"/>
        </w:rPr>
        <w:t>،</w:t>
      </w:r>
      <w:r w:rsidRPr="003E3506">
        <w:rPr>
          <w:rtl/>
          <w:lang w:bidi="fa-IR"/>
        </w:rPr>
        <w:t xml:space="preserve"> اگر چه پدر و مادر رضاعى او باشند.</w:t>
      </w:r>
    </w:p>
    <w:p w:rsidR="003E3506" w:rsidRPr="003E3506" w:rsidRDefault="003E3506" w:rsidP="003E3506">
      <w:pPr>
        <w:pStyle w:val="libNormal"/>
        <w:rPr>
          <w:lang w:bidi="fa-IR"/>
        </w:rPr>
      </w:pPr>
      <w:r w:rsidRPr="003E3506">
        <w:rPr>
          <w:rtl/>
          <w:lang w:bidi="fa-IR"/>
        </w:rPr>
        <w:t>چهارم بچه هايى كه از آن زن به دنيا آمده اند يا بعد به دنيا مى آيند.</w:t>
      </w:r>
    </w:p>
    <w:p w:rsidR="003E3506" w:rsidRPr="003E3506" w:rsidRDefault="003E3506" w:rsidP="003E3506">
      <w:pPr>
        <w:pStyle w:val="libNormal"/>
        <w:rPr>
          <w:lang w:bidi="fa-IR"/>
        </w:rPr>
      </w:pPr>
      <w:r w:rsidRPr="003E3506">
        <w:rPr>
          <w:rtl/>
          <w:lang w:bidi="fa-IR"/>
        </w:rPr>
        <w:lastRenderedPageBreak/>
        <w:t>پنجم بچه هاى اولاد آن زن هر چه پايين روند</w:t>
      </w:r>
      <w:r w:rsidR="000C4B14">
        <w:rPr>
          <w:rtl/>
          <w:lang w:bidi="fa-IR"/>
        </w:rPr>
        <w:t>،</w:t>
      </w:r>
      <w:r w:rsidRPr="003E3506">
        <w:rPr>
          <w:rtl/>
          <w:lang w:bidi="fa-IR"/>
        </w:rPr>
        <w:t xml:space="preserve"> چه از اولاد او به دنيا آمده</w:t>
      </w:r>
      <w:r w:rsidR="000C4B14">
        <w:rPr>
          <w:rtl/>
          <w:lang w:bidi="fa-IR"/>
        </w:rPr>
        <w:t>،</w:t>
      </w:r>
      <w:r w:rsidRPr="003E3506">
        <w:rPr>
          <w:rtl/>
          <w:lang w:bidi="fa-IR"/>
        </w:rPr>
        <w:t xml:space="preserve"> چه اولاد او آن بچه ها را شير داده باشند.</w:t>
      </w:r>
    </w:p>
    <w:p w:rsidR="003E3506" w:rsidRPr="003E3506" w:rsidRDefault="003E3506" w:rsidP="003E3506">
      <w:pPr>
        <w:pStyle w:val="libNormal"/>
        <w:rPr>
          <w:lang w:bidi="fa-IR"/>
        </w:rPr>
      </w:pPr>
      <w:r w:rsidRPr="003E3506">
        <w:rPr>
          <w:rtl/>
          <w:lang w:bidi="fa-IR"/>
        </w:rPr>
        <w:t>ششم خواهر و برادر آن زن اگر چه رضاعى باشند</w:t>
      </w:r>
      <w:r w:rsidR="000C4B14">
        <w:rPr>
          <w:rtl/>
          <w:lang w:bidi="fa-IR"/>
        </w:rPr>
        <w:t>،</w:t>
      </w:r>
      <w:r w:rsidRPr="003E3506">
        <w:rPr>
          <w:rtl/>
          <w:lang w:bidi="fa-IR"/>
        </w:rPr>
        <w:t xml:space="preserve"> يعنى به واسطه شير خوردن با آن زن خواهر و برادر شده باشند.</w:t>
      </w:r>
    </w:p>
    <w:p w:rsidR="003E3506" w:rsidRPr="003E3506" w:rsidRDefault="003E3506" w:rsidP="003E3506">
      <w:pPr>
        <w:pStyle w:val="libNormal"/>
        <w:rPr>
          <w:lang w:bidi="fa-IR"/>
        </w:rPr>
      </w:pPr>
      <w:r w:rsidRPr="003E3506">
        <w:rPr>
          <w:rtl/>
          <w:lang w:bidi="fa-IR"/>
        </w:rPr>
        <w:t>هفتم عمو و عمه آن زن اگر چه رضاعى باشند.</w:t>
      </w:r>
    </w:p>
    <w:p w:rsidR="003E3506" w:rsidRPr="003E3506" w:rsidRDefault="003E3506" w:rsidP="003E3506">
      <w:pPr>
        <w:pStyle w:val="libNormal"/>
        <w:rPr>
          <w:lang w:bidi="fa-IR"/>
        </w:rPr>
      </w:pPr>
      <w:r w:rsidRPr="003E3506">
        <w:rPr>
          <w:rtl/>
          <w:lang w:bidi="fa-IR"/>
        </w:rPr>
        <w:t>هشتم دايى و خاله آن زن اگر چه رضاعى باشند.</w:t>
      </w:r>
    </w:p>
    <w:p w:rsidR="003E3506" w:rsidRPr="003E3506" w:rsidRDefault="003E3506" w:rsidP="003E3506">
      <w:pPr>
        <w:pStyle w:val="libNormal"/>
        <w:rPr>
          <w:lang w:bidi="fa-IR"/>
        </w:rPr>
      </w:pPr>
      <w:r w:rsidRPr="003E3506">
        <w:rPr>
          <w:rtl/>
          <w:lang w:bidi="fa-IR"/>
        </w:rPr>
        <w:t>نهم اولاد شوهر آن زن كه شير مال آن شوهر است</w:t>
      </w:r>
      <w:r w:rsidR="000C4B14">
        <w:rPr>
          <w:rtl/>
          <w:lang w:bidi="fa-IR"/>
        </w:rPr>
        <w:t>،</w:t>
      </w:r>
      <w:r w:rsidRPr="003E3506">
        <w:rPr>
          <w:rtl/>
          <w:lang w:bidi="fa-IR"/>
        </w:rPr>
        <w:t xml:space="preserve"> هر چه پايين روند</w:t>
      </w:r>
      <w:r w:rsidR="000C4B14">
        <w:rPr>
          <w:rtl/>
          <w:lang w:bidi="fa-IR"/>
        </w:rPr>
        <w:t>،</w:t>
      </w:r>
      <w:r w:rsidRPr="003E3506">
        <w:rPr>
          <w:rtl/>
          <w:lang w:bidi="fa-IR"/>
        </w:rPr>
        <w:t xml:space="preserve"> اگر چه اولاد رضاعى او باشند.</w:t>
      </w:r>
    </w:p>
    <w:p w:rsidR="003E3506" w:rsidRPr="003E3506" w:rsidRDefault="003E3506" w:rsidP="003E3506">
      <w:pPr>
        <w:pStyle w:val="libNormal"/>
        <w:rPr>
          <w:lang w:bidi="fa-IR"/>
        </w:rPr>
      </w:pPr>
      <w:r w:rsidRPr="003E3506">
        <w:rPr>
          <w:rtl/>
          <w:lang w:bidi="fa-IR"/>
        </w:rPr>
        <w:t>دهم پدر و مادر شوهر آن زن كه شير مال آن شوهر است</w:t>
      </w:r>
      <w:r w:rsidR="000C4B14">
        <w:rPr>
          <w:rtl/>
          <w:lang w:bidi="fa-IR"/>
        </w:rPr>
        <w:t>،</w:t>
      </w:r>
      <w:r w:rsidRPr="003E3506">
        <w:rPr>
          <w:rtl/>
          <w:lang w:bidi="fa-IR"/>
        </w:rPr>
        <w:t xml:space="preserve"> هر چه بالا روند.</w:t>
      </w:r>
    </w:p>
    <w:p w:rsidR="00AA682D" w:rsidRDefault="003E3506" w:rsidP="00AA682D">
      <w:pPr>
        <w:pStyle w:val="libNormal"/>
        <w:rPr>
          <w:rtl/>
        </w:rPr>
      </w:pPr>
      <w:r w:rsidRPr="003E3506">
        <w:rPr>
          <w:rtl/>
        </w:rPr>
        <w:t>يازدهم خواهر و برادر شوهرى كه شير مال او است اگر چه خواهر و برادر رضاعى او باشند.</w:t>
      </w:r>
    </w:p>
    <w:p w:rsidR="003E3506" w:rsidRPr="003E3506" w:rsidRDefault="003E3506" w:rsidP="00AA682D">
      <w:pPr>
        <w:pStyle w:val="libNormal"/>
        <w:rPr>
          <w:lang w:bidi="fa-IR"/>
        </w:rPr>
      </w:pPr>
      <w:r w:rsidRPr="003E3506">
        <w:rPr>
          <w:rtl/>
        </w:rPr>
        <w:t>دوازدهم عمو و عمه و دايى و خاله شوهرى كه شير مال او است هر چه بالا روند</w:t>
      </w:r>
      <w:r w:rsidR="000C4B14">
        <w:rPr>
          <w:rtl/>
        </w:rPr>
        <w:t>،</w:t>
      </w:r>
      <w:r w:rsidRPr="003E3506">
        <w:rPr>
          <w:rtl/>
        </w:rPr>
        <w:t xml:space="preserve"> اگر چه رضاعى باشند</w:t>
      </w:r>
      <w:r w:rsidR="000C4B14">
        <w:rPr>
          <w:rtl/>
        </w:rPr>
        <w:t>،</w:t>
      </w:r>
      <w:r w:rsidRPr="003E3506">
        <w:rPr>
          <w:rtl/>
        </w:rPr>
        <w:t xml:space="preserve"> و نيز عده ديگرى هم - كه در مسايل بعد گفته مى شود - به واسطه شير دادن محرم مى شوند.</w:t>
      </w:r>
    </w:p>
    <w:p w:rsidR="003E3506" w:rsidRPr="003E3506" w:rsidRDefault="003E3506" w:rsidP="003E3506">
      <w:pPr>
        <w:pStyle w:val="libNormal"/>
        <w:rPr>
          <w:lang w:bidi="fa-IR"/>
        </w:rPr>
      </w:pPr>
      <w:r w:rsidRPr="003E3506">
        <w:rPr>
          <w:rtl/>
          <w:lang w:bidi="fa-IR"/>
        </w:rPr>
        <w:t xml:space="preserve">٢٤٧٤ - اگر زنى بچه اى را با شرايطى كه در مساله </w:t>
      </w:r>
      <w:r w:rsidR="00605FAB">
        <w:rPr>
          <w:rtl/>
          <w:lang w:bidi="fa-IR"/>
        </w:rPr>
        <w:t>(</w:t>
      </w:r>
      <w:r w:rsidRPr="003E3506">
        <w:rPr>
          <w:rtl/>
          <w:lang w:bidi="fa-IR"/>
        </w:rPr>
        <w:t>٢٤٨٣</w:t>
      </w:r>
      <w:r w:rsidR="00605FAB">
        <w:rPr>
          <w:rtl/>
          <w:lang w:bidi="fa-IR"/>
        </w:rPr>
        <w:t>)</w:t>
      </w:r>
      <w:r w:rsidRPr="003E3506">
        <w:rPr>
          <w:rtl/>
          <w:lang w:bidi="fa-IR"/>
        </w:rPr>
        <w:t xml:space="preserve"> گفته مى شود شير دهد</w:t>
      </w:r>
      <w:r w:rsidR="000C4B14">
        <w:rPr>
          <w:rtl/>
          <w:lang w:bidi="fa-IR"/>
        </w:rPr>
        <w:t>،</w:t>
      </w:r>
      <w:r w:rsidRPr="003E3506">
        <w:rPr>
          <w:rtl/>
          <w:lang w:bidi="fa-IR"/>
        </w:rPr>
        <w:t xml:space="preserve"> پدر آن بچه نمى تواند با دخترهايى كه از آن زن به دنيا آمده اند ازدواج كند</w:t>
      </w:r>
      <w:r w:rsidR="000C4B14">
        <w:rPr>
          <w:rtl/>
          <w:lang w:bidi="fa-IR"/>
        </w:rPr>
        <w:t>،</w:t>
      </w:r>
      <w:r w:rsidRPr="003E3506">
        <w:rPr>
          <w:rtl/>
          <w:lang w:bidi="fa-IR"/>
        </w:rPr>
        <w:t xml:space="preserve"> چنانچه يكى از آنها فعلا زن او باشد</w:t>
      </w:r>
      <w:r w:rsidR="000C4B14">
        <w:rPr>
          <w:rtl/>
          <w:lang w:bidi="fa-IR"/>
        </w:rPr>
        <w:t>،</w:t>
      </w:r>
      <w:r w:rsidRPr="003E3506">
        <w:rPr>
          <w:rtl/>
          <w:lang w:bidi="fa-IR"/>
        </w:rPr>
        <w:t xml:space="preserve"> عقد او باطل مى شود</w:t>
      </w:r>
      <w:r w:rsidR="000C4B14">
        <w:rPr>
          <w:rtl/>
          <w:lang w:bidi="fa-IR"/>
        </w:rPr>
        <w:t>،</w:t>
      </w:r>
      <w:r w:rsidRPr="003E3506">
        <w:rPr>
          <w:rtl/>
          <w:lang w:bidi="fa-IR"/>
        </w:rPr>
        <w:t xml:space="preserve"> ولى جايز است با دخترهاى رضاعى آن زن ازدواج كند</w:t>
      </w:r>
      <w:r w:rsidR="000C4B14">
        <w:rPr>
          <w:rtl/>
          <w:lang w:bidi="fa-IR"/>
        </w:rPr>
        <w:t>،</w:t>
      </w:r>
      <w:r w:rsidRPr="003E3506">
        <w:rPr>
          <w:rtl/>
          <w:lang w:bidi="fa-IR"/>
        </w:rPr>
        <w:t xml:space="preserve"> اگر چه احتياط مستحب آن است كه با آنان ازدواج نكند</w:t>
      </w:r>
      <w:r w:rsidR="000C4B14">
        <w:rPr>
          <w:rtl/>
          <w:lang w:bidi="fa-IR"/>
        </w:rPr>
        <w:t>،</w:t>
      </w:r>
      <w:r w:rsidRPr="003E3506">
        <w:rPr>
          <w:rtl/>
          <w:lang w:bidi="fa-IR"/>
        </w:rPr>
        <w:t xml:space="preserve"> و نيز نمى تواند بنابر احتياط دخترهاى شوهرى را كه شير مال او است اگر چه دخترهاى رضاعى او باشند</w:t>
      </w:r>
      <w:r w:rsidR="000C4B14">
        <w:rPr>
          <w:rtl/>
          <w:lang w:bidi="fa-IR"/>
        </w:rPr>
        <w:t>،</w:t>
      </w:r>
      <w:r w:rsidRPr="003E3506">
        <w:rPr>
          <w:rtl/>
          <w:lang w:bidi="fa-IR"/>
        </w:rPr>
        <w:t xml:space="preserve"> براى خود عقد نمايد</w:t>
      </w:r>
      <w:r w:rsidR="000C4B14">
        <w:rPr>
          <w:rtl/>
          <w:lang w:bidi="fa-IR"/>
        </w:rPr>
        <w:t>،</w:t>
      </w:r>
      <w:r w:rsidRPr="003E3506">
        <w:rPr>
          <w:rtl/>
          <w:lang w:bidi="fa-IR"/>
        </w:rPr>
        <w:t xml:space="preserve"> و چنانچه يكى از آنها فعلا زن او باشد عقد او بنابر احتياط باطل مى شود.</w:t>
      </w:r>
    </w:p>
    <w:p w:rsidR="003E3506" w:rsidRPr="003E3506" w:rsidRDefault="003E3506" w:rsidP="003E3506">
      <w:pPr>
        <w:pStyle w:val="libNormal"/>
        <w:rPr>
          <w:lang w:bidi="fa-IR"/>
        </w:rPr>
      </w:pPr>
      <w:r w:rsidRPr="003E3506">
        <w:rPr>
          <w:rtl/>
          <w:lang w:bidi="fa-IR"/>
        </w:rPr>
        <w:t xml:space="preserve">٢٤٧٥ - اگر زنى بچه اى را با شرايطى كه در مساله </w:t>
      </w:r>
      <w:r w:rsidR="00605FAB">
        <w:rPr>
          <w:rtl/>
          <w:lang w:bidi="fa-IR"/>
        </w:rPr>
        <w:t>(</w:t>
      </w:r>
      <w:r w:rsidRPr="003E3506">
        <w:rPr>
          <w:rtl/>
          <w:lang w:bidi="fa-IR"/>
        </w:rPr>
        <w:t>٢٤٨٣</w:t>
      </w:r>
      <w:r w:rsidR="00605FAB">
        <w:rPr>
          <w:rtl/>
          <w:lang w:bidi="fa-IR"/>
        </w:rPr>
        <w:t>)</w:t>
      </w:r>
      <w:r w:rsidRPr="003E3506">
        <w:rPr>
          <w:rtl/>
          <w:lang w:bidi="fa-IR"/>
        </w:rPr>
        <w:t xml:space="preserve"> گفته مى شود</w:t>
      </w:r>
      <w:r w:rsidR="000C4B14">
        <w:rPr>
          <w:rtl/>
          <w:lang w:bidi="fa-IR"/>
        </w:rPr>
        <w:t>،</w:t>
      </w:r>
      <w:r w:rsidRPr="003E3506">
        <w:rPr>
          <w:rtl/>
          <w:lang w:bidi="fa-IR"/>
        </w:rPr>
        <w:t xml:space="preserve"> شير دهد</w:t>
      </w:r>
      <w:r w:rsidR="000C4B14">
        <w:rPr>
          <w:rtl/>
          <w:lang w:bidi="fa-IR"/>
        </w:rPr>
        <w:t>،</w:t>
      </w:r>
      <w:r w:rsidRPr="003E3506">
        <w:rPr>
          <w:rtl/>
          <w:lang w:bidi="fa-IR"/>
        </w:rPr>
        <w:t xml:space="preserve"> شوهر آن زن كه صاحب شير است</w:t>
      </w:r>
      <w:r w:rsidR="000C4B14">
        <w:rPr>
          <w:rtl/>
          <w:lang w:bidi="fa-IR"/>
        </w:rPr>
        <w:t>،</w:t>
      </w:r>
      <w:r w:rsidRPr="003E3506">
        <w:rPr>
          <w:rtl/>
          <w:lang w:bidi="fa-IR"/>
        </w:rPr>
        <w:t xml:space="preserve"> به خواهرهاى آن بچه محرم نمى شود</w:t>
      </w:r>
      <w:r w:rsidR="000C4B14">
        <w:rPr>
          <w:rtl/>
          <w:lang w:bidi="fa-IR"/>
        </w:rPr>
        <w:t>،</w:t>
      </w:r>
      <w:r w:rsidRPr="003E3506">
        <w:rPr>
          <w:rtl/>
          <w:lang w:bidi="fa-IR"/>
        </w:rPr>
        <w:t xml:space="preserve"> ولى احتياط مستحب آن است كه با آنان ازدواج ننمايد</w:t>
      </w:r>
      <w:r w:rsidR="000C4B14">
        <w:rPr>
          <w:rtl/>
          <w:lang w:bidi="fa-IR"/>
        </w:rPr>
        <w:t>،</w:t>
      </w:r>
      <w:r w:rsidRPr="003E3506">
        <w:rPr>
          <w:rtl/>
          <w:lang w:bidi="fa-IR"/>
        </w:rPr>
        <w:t xml:space="preserve"> و نيز خويشان شوهر به خواهر و برادر آن بچه محرم نمى شوند.</w:t>
      </w:r>
    </w:p>
    <w:p w:rsidR="00AA682D" w:rsidRDefault="003E3506" w:rsidP="003E3506">
      <w:pPr>
        <w:pStyle w:val="libNormal"/>
        <w:rPr>
          <w:rtl/>
          <w:lang w:bidi="fa-IR"/>
        </w:rPr>
      </w:pPr>
      <w:r w:rsidRPr="003E3506">
        <w:rPr>
          <w:rtl/>
          <w:lang w:bidi="fa-IR"/>
        </w:rPr>
        <w:lastRenderedPageBreak/>
        <w:t>٢٤٧٦ - اگر زنى بچه اى را شير دهد</w:t>
      </w:r>
      <w:r w:rsidR="000C4B14">
        <w:rPr>
          <w:rtl/>
          <w:lang w:bidi="fa-IR"/>
        </w:rPr>
        <w:t>،</w:t>
      </w:r>
      <w:r w:rsidRPr="003E3506">
        <w:rPr>
          <w:rtl/>
          <w:lang w:bidi="fa-IR"/>
        </w:rPr>
        <w:t xml:space="preserve"> به برادرهاى آن بچه محرم نمى شود</w:t>
      </w:r>
      <w:r w:rsidR="000C4B14">
        <w:rPr>
          <w:rtl/>
          <w:lang w:bidi="fa-IR"/>
        </w:rPr>
        <w:t>،</w:t>
      </w:r>
      <w:r w:rsidRPr="003E3506">
        <w:rPr>
          <w:rtl/>
          <w:lang w:bidi="fa-IR"/>
        </w:rPr>
        <w:t xml:space="preserve"> و نيز خويشان آن زن به برادر و خواهر بچه اى كه شير خورده محرم نمى شوند.</w:t>
      </w:r>
    </w:p>
    <w:p w:rsidR="003E3506" w:rsidRPr="003E3506" w:rsidRDefault="003E3506" w:rsidP="003E3506">
      <w:pPr>
        <w:pStyle w:val="libNormal"/>
        <w:rPr>
          <w:lang w:bidi="fa-IR"/>
        </w:rPr>
      </w:pPr>
      <w:r w:rsidRPr="003E3506">
        <w:rPr>
          <w:rtl/>
          <w:lang w:bidi="fa-IR"/>
        </w:rPr>
        <w:t>٢٤٧٧ - اگر انسان با زنى كه دخترى را شير كامل داده ازدواج كند و با آن نزديكى نمايد</w:t>
      </w:r>
      <w:r w:rsidR="000C4B14">
        <w:rPr>
          <w:rtl/>
          <w:lang w:bidi="fa-IR"/>
        </w:rPr>
        <w:t>،</w:t>
      </w:r>
      <w:r w:rsidRPr="003E3506">
        <w:rPr>
          <w:rtl/>
          <w:lang w:bidi="fa-IR"/>
        </w:rPr>
        <w:t xml:space="preserve"> ديگر نمى تواند آن دختر را براى خود عقد كند.</w:t>
      </w:r>
    </w:p>
    <w:p w:rsidR="003E3506" w:rsidRPr="003E3506" w:rsidRDefault="003E3506" w:rsidP="003E3506">
      <w:pPr>
        <w:pStyle w:val="libNormal"/>
        <w:rPr>
          <w:lang w:bidi="fa-IR"/>
        </w:rPr>
      </w:pPr>
      <w:r w:rsidRPr="003E3506">
        <w:rPr>
          <w:rtl/>
          <w:lang w:bidi="fa-IR"/>
        </w:rPr>
        <w:t>٢٤٧٨ - اگر انسان با دخترى ازدواج كند</w:t>
      </w:r>
      <w:r w:rsidR="000C4B14">
        <w:rPr>
          <w:rtl/>
          <w:lang w:bidi="fa-IR"/>
        </w:rPr>
        <w:t>،</w:t>
      </w:r>
      <w:r w:rsidRPr="003E3506">
        <w:rPr>
          <w:rtl/>
          <w:lang w:bidi="fa-IR"/>
        </w:rPr>
        <w:t xml:space="preserve"> ديگر نمى تواند با زنى كه آن دختر را شير كامل داده ازدواج نمايد.</w:t>
      </w:r>
    </w:p>
    <w:p w:rsidR="003E3506" w:rsidRPr="003E3506" w:rsidRDefault="003E3506" w:rsidP="003E3506">
      <w:pPr>
        <w:pStyle w:val="libNormal"/>
        <w:rPr>
          <w:lang w:bidi="fa-IR"/>
        </w:rPr>
      </w:pPr>
      <w:r w:rsidRPr="003E3506">
        <w:rPr>
          <w:rtl/>
          <w:lang w:bidi="fa-IR"/>
        </w:rPr>
        <w:t>٢٤٧٩ - انسان نمى تواند با دخترى كه مادر</w:t>
      </w:r>
      <w:r w:rsidR="000C4B14">
        <w:rPr>
          <w:rtl/>
          <w:lang w:bidi="fa-IR"/>
        </w:rPr>
        <w:t>،</w:t>
      </w:r>
      <w:r w:rsidRPr="003E3506">
        <w:rPr>
          <w:rtl/>
          <w:lang w:bidi="fa-IR"/>
        </w:rPr>
        <w:t xml:space="preserve"> يا مادر بزرگ او آن دختر را شير كامل داده ازدواج كند</w:t>
      </w:r>
      <w:r w:rsidR="000C4B14">
        <w:rPr>
          <w:rtl/>
          <w:lang w:bidi="fa-IR"/>
        </w:rPr>
        <w:t>،</w:t>
      </w:r>
      <w:r w:rsidRPr="003E3506">
        <w:rPr>
          <w:rtl/>
          <w:lang w:bidi="fa-IR"/>
        </w:rPr>
        <w:t xml:space="preserve"> و نيز اگر زن پدر انسان از شير پدر او دخترى را شير داده باشد انسان نمى تواند با آن دختر ازدواج نمايد.</w:t>
      </w:r>
    </w:p>
    <w:p w:rsidR="003E3506" w:rsidRPr="003E3506" w:rsidRDefault="003E3506" w:rsidP="003E3506">
      <w:pPr>
        <w:pStyle w:val="libNormal"/>
        <w:rPr>
          <w:lang w:bidi="fa-IR"/>
        </w:rPr>
      </w:pPr>
      <w:r w:rsidRPr="003E3506">
        <w:rPr>
          <w:rtl/>
          <w:lang w:bidi="fa-IR"/>
        </w:rPr>
        <w:t>و چنانچه دختر شيرخوارى را براى خود عقد كند</w:t>
      </w:r>
      <w:r w:rsidR="000C4B14">
        <w:rPr>
          <w:rtl/>
          <w:lang w:bidi="fa-IR"/>
        </w:rPr>
        <w:t>،</w:t>
      </w:r>
      <w:r w:rsidRPr="003E3506">
        <w:rPr>
          <w:rtl/>
          <w:lang w:bidi="fa-IR"/>
        </w:rPr>
        <w:t xml:space="preserve"> بعد مادر</w:t>
      </w:r>
      <w:r w:rsidR="000C4B14">
        <w:rPr>
          <w:rtl/>
          <w:lang w:bidi="fa-IR"/>
        </w:rPr>
        <w:t>،</w:t>
      </w:r>
      <w:r w:rsidRPr="003E3506">
        <w:rPr>
          <w:rtl/>
          <w:lang w:bidi="fa-IR"/>
        </w:rPr>
        <w:t xml:space="preserve"> يا مادر بزرگ</w:t>
      </w:r>
      <w:r w:rsidR="000C4B14">
        <w:rPr>
          <w:rtl/>
          <w:lang w:bidi="fa-IR"/>
        </w:rPr>
        <w:t>،</w:t>
      </w:r>
      <w:r w:rsidRPr="003E3506">
        <w:rPr>
          <w:rtl/>
          <w:lang w:bidi="fa-IR"/>
        </w:rPr>
        <w:t xml:space="preserve"> يا زن پدر او آن دختر را شير دهد</w:t>
      </w:r>
      <w:r w:rsidR="000C4B14">
        <w:rPr>
          <w:rtl/>
          <w:lang w:bidi="fa-IR"/>
        </w:rPr>
        <w:t>،</w:t>
      </w:r>
      <w:r w:rsidRPr="003E3506">
        <w:rPr>
          <w:rtl/>
          <w:lang w:bidi="fa-IR"/>
        </w:rPr>
        <w:t xml:space="preserve"> عقد باطل مى شود.</w:t>
      </w:r>
    </w:p>
    <w:p w:rsidR="003E3506" w:rsidRPr="003E3506" w:rsidRDefault="003E3506" w:rsidP="003E3506">
      <w:pPr>
        <w:pStyle w:val="libNormal"/>
        <w:rPr>
          <w:lang w:bidi="fa-IR"/>
        </w:rPr>
      </w:pPr>
      <w:r w:rsidRPr="003E3506">
        <w:rPr>
          <w:rtl/>
          <w:lang w:bidi="fa-IR"/>
        </w:rPr>
        <w:t>٢٤٨٠ - با دخترى كه خواهر</w:t>
      </w:r>
      <w:r w:rsidR="000C4B14">
        <w:rPr>
          <w:rtl/>
          <w:lang w:bidi="fa-IR"/>
        </w:rPr>
        <w:t>،</w:t>
      </w:r>
      <w:r w:rsidRPr="003E3506">
        <w:rPr>
          <w:rtl/>
          <w:lang w:bidi="fa-IR"/>
        </w:rPr>
        <w:t xml:space="preserve"> يا زن برادر انسان از شير برادر او را شير كامل داده</w:t>
      </w:r>
      <w:r w:rsidR="000C4B14">
        <w:rPr>
          <w:rtl/>
          <w:lang w:bidi="fa-IR"/>
        </w:rPr>
        <w:t>،</w:t>
      </w:r>
      <w:r w:rsidRPr="003E3506">
        <w:rPr>
          <w:rtl/>
          <w:lang w:bidi="fa-IR"/>
        </w:rPr>
        <w:t xml:space="preserve"> نمى شود ازدواج كرد</w:t>
      </w:r>
      <w:r w:rsidR="000C4B14">
        <w:rPr>
          <w:rtl/>
          <w:lang w:bidi="fa-IR"/>
        </w:rPr>
        <w:t>،</w:t>
      </w:r>
      <w:r w:rsidRPr="003E3506">
        <w:rPr>
          <w:rtl/>
          <w:lang w:bidi="fa-IR"/>
        </w:rPr>
        <w:t xml:space="preserve"> و هم چنين است اگر خواهرزاده</w:t>
      </w:r>
      <w:r w:rsidR="000C4B14">
        <w:rPr>
          <w:rtl/>
          <w:lang w:bidi="fa-IR"/>
        </w:rPr>
        <w:t>،</w:t>
      </w:r>
      <w:r w:rsidRPr="003E3506">
        <w:rPr>
          <w:rtl/>
          <w:lang w:bidi="fa-IR"/>
        </w:rPr>
        <w:t xml:space="preserve"> يا برادرزاده</w:t>
      </w:r>
      <w:r w:rsidR="000C4B14">
        <w:rPr>
          <w:rtl/>
          <w:lang w:bidi="fa-IR"/>
        </w:rPr>
        <w:t>،</w:t>
      </w:r>
      <w:r w:rsidRPr="003E3506">
        <w:rPr>
          <w:rtl/>
          <w:lang w:bidi="fa-IR"/>
        </w:rPr>
        <w:t xml:space="preserve"> يا نوه خواهر</w:t>
      </w:r>
      <w:r w:rsidR="000C4B14">
        <w:rPr>
          <w:rtl/>
          <w:lang w:bidi="fa-IR"/>
        </w:rPr>
        <w:t>،</w:t>
      </w:r>
      <w:r w:rsidRPr="003E3506">
        <w:rPr>
          <w:rtl/>
          <w:lang w:bidi="fa-IR"/>
        </w:rPr>
        <w:t xml:space="preserve"> يا نوه برادر انسان آن دختر را شير داده باشد.</w:t>
      </w:r>
    </w:p>
    <w:p w:rsidR="003E3506" w:rsidRPr="003E3506" w:rsidRDefault="003E3506" w:rsidP="003E3506">
      <w:pPr>
        <w:pStyle w:val="libNormal"/>
        <w:rPr>
          <w:lang w:bidi="fa-IR"/>
        </w:rPr>
      </w:pPr>
      <w:r w:rsidRPr="003E3506">
        <w:rPr>
          <w:rtl/>
          <w:lang w:bidi="fa-IR"/>
        </w:rPr>
        <w:t>٢٤٨١ - اگر زنى بچه دختر خود را شير كامل دهد</w:t>
      </w:r>
      <w:r w:rsidR="000C4B14">
        <w:rPr>
          <w:rtl/>
          <w:lang w:bidi="fa-IR"/>
        </w:rPr>
        <w:t>،</w:t>
      </w:r>
      <w:r w:rsidRPr="003E3506">
        <w:rPr>
          <w:rtl/>
          <w:lang w:bidi="fa-IR"/>
        </w:rPr>
        <w:t xml:space="preserve"> آن دختر به شوهر خود حرام مى شود</w:t>
      </w:r>
      <w:r w:rsidR="000C4B14">
        <w:rPr>
          <w:rtl/>
          <w:lang w:bidi="fa-IR"/>
        </w:rPr>
        <w:t>،</w:t>
      </w:r>
      <w:r w:rsidRPr="003E3506">
        <w:rPr>
          <w:rtl/>
          <w:lang w:bidi="fa-IR"/>
        </w:rPr>
        <w:t xml:space="preserve"> و هم چنين است اگر بچه اى را كه شوهر دخترش از زن ديگر دارد شير دهد</w:t>
      </w:r>
      <w:r w:rsidR="000C4B14">
        <w:rPr>
          <w:rtl/>
          <w:lang w:bidi="fa-IR"/>
        </w:rPr>
        <w:t>،</w:t>
      </w:r>
      <w:r w:rsidRPr="003E3506">
        <w:rPr>
          <w:rtl/>
          <w:lang w:bidi="fa-IR"/>
        </w:rPr>
        <w:t xml:space="preserve"> ولى اگر زنى بچه پسر خود را شير دهد</w:t>
      </w:r>
      <w:r w:rsidR="000C4B14">
        <w:rPr>
          <w:rtl/>
          <w:lang w:bidi="fa-IR"/>
        </w:rPr>
        <w:t>،</w:t>
      </w:r>
      <w:r w:rsidRPr="003E3506">
        <w:rPr>
          <w:rtl/>
          <w:lang w:bidi="fa-IR"/>
        </w:rPr>
        <w:t xml:space="preserve"> زن پسرش كه مادر آن طفل شير خوار است بر شوهر خود حرام نمى شود.</w:t>
      </w:r>
    </w:p>
    <w:p w:rsidR="003E3506" w:rsidRPr="003E3506" w:rsidRDefault="003E3506" w:rsidP="003E3506">
      <w:pPr>
        <w:pStyle w:val="libNormal"/>
        <w:rPr>
          <w:lang w:bidi="fa-IR"/>
        </w:rPr>
      </w:pPr>
      <w:r w:rsidRPr="003E3506">
        <w:rPr>
          <w:rtl/>
          <w:lang w:bidi="fa-IR"/>
        </w:rPr>
        <w:t>٢٤٨٢ - اگر زن پدر دختر بچه شوهر آن دختر را به شير پدرش شير دهد</w:t>
      </w:r>
      <w:r w:rsidR="000C4B14">
        <w:rPr>
          <w:rtl/>
          <w:lang w:bidi="fa-IR"/>
        </w:rPr>
        <w:t>،</w:t>
      </w:r>
      <w:r w:rsidRPr="003E3506">
        <w:rPr>
          <w:rtl/>
          <w:lang w:bidi="fa-IR"/>
        </w:rPr>
        <w:t xml:space="preserve"> بنابر احتياط گذشته در </w:t>
      </w:r>
      <w:r w:rsidR="00605FAB">
        <w:rPr>
          <w:rtl/>
          <w:lang w:bidi="fa-IR"/>
        </w:rPr>
        <w:t>(</w:t>
      </w:r>
      <w:r w:rsidRPr="003E3506">
        <w:rPr>
          <w:rtl/>
          <w:lang w:bidi="fa-IR"/>
        </w:rPr>
        <w:t>٢٤٧٤</w:t>
      </w:r>
      <w:r w:rsidR="00605FAB">
        <w:rPr>
          <w:rtl/>
          <w:lang w:bidi="fa-IR"/>
        </w:rPr>
        <w:t>)</w:t>
      </w:r>
      <w:r w:rsidRPr="003E3506">
        <w:rPr>
          <w:rtl/>
          <w:lang w:bidi="fa-IR"/>
        </w:rPr>
        <w:t xml:space="preserve"> آن دختر به شوهر خود حرام مى شود</w:t>
      </w:r>
      <w:r w:rsidR="000C4B14">
        <w:rPr>
          <w:rtl/>
          <w:lang w:bidi="fa-IR"/>
        </w:rPr>
        <w:t>،</w:t>
      </w:r>
      <w:r w:rsidRPr="003E3506">
        <w:rPr>
          <w:rtl/>
          <w:lang w:bidi="fa-IR"/>
        </w:rPr>
        <w:t xml:space="preserve"> چه بچه از همان دختر</w:t>
      </w:r>
      <w:r w:rsidR="000C4B14">
        <w:rPr>
          <w:rtl/>
          <w:lang w:bidi="fa-IR"/>
        </w:rPr>
        <w:t>،</w:t>
      </w:r>
      <w:r w:rsidRPr="003E3506">
        <w:rPr>
          <w:rtl/>
          <w:lang w:bidi="fa-IR"/>
        </w:rPr>
        <w:t xml:space="preserve"> چه از زن ديگر باشد.</w:t>
      </w:r>
    </w:p>
    <w:p w:rsidR="003E3506" w:rsidRDefault="00605FAB" w:rsidP="00AA682D">
      <w:pPr>
        <w:pStyle w:val="Heading3"/>
        <w:rPr>
          <w:rtl/>
          <w:lang w:bidi="fa-IR"/>
        </w:rPr>
      </w:pPr>
      <w:bookmarkStart w:id="264" w:name="_Toc24454687"/>
      <w:r>
        <w:rPr>
          <w:rtl/>
          <w:lang w:bidi="fa-IR"/>
        </w:rPr>
        <w:lastRenderedPageBreak/>
        <w:t>(</w:t>
      </w:r>
      <w:r w:rsidR="003E3506" w:rsidRPr="003E3506">
        <w:rPr>
          <w:rtl/>
          <w:lang w:bidi="fa-IR"/>
        </w:rPr>
        <w:t>شرايط شيردادنى كه علت محرم شدن است</w:t>
      </w:r>
      <w:r>
        <w:rPr>
          <w:rtl/>
          <w:lang w:bidi="fa-IR"/>
        </w:rPr>
        <w:t>)</w:t>
      </w:r>
      <w:bookmarkEnd w:id="264"/>
    </w:p>
    <w:p w:rsidR="003E3506" w:rsidRPr="003E3506" w:rsidRDefault="003E3506" w:rsidP="003E3506">
      <w:pPr>
        <w:pStyle w:val="libNormal"/>
        <w:rPr>
          <w:lang w:bidi="fa-IR"/>
        </w:rPr>
      </w:pPr>
      <w:r w:rsidRPr="003E3506">
        <w:rPr>
          <w:rtl/>
          <w:lang w:bidi="fa-IR"/>
        </w:rPr>
        <w:t>٢٤٨٣ - شير دادنى كه علت محرم شدن است هشت شرط دارد</w:t>
      </w:r>
      <w:r w:rsidR="00553569">
        <w:rPr>
          <w:rtl/>
          <w:lang w:bidi="fa-IR"/>
        </w:rPr>
        <w:t>:</w:t>
      </w:r>
      <w:r w:rsidRPr="003E3506">
        <w:rPr>
          <w:rtl/>
          <w:lang w:bidi="fa-IR"/>
        </w:rPr>
        <w:t xml:space="preserve"> اول بچه شير زن زنده را بخورد</w:t>
      </w:r>
      <w:r w:rsidR="000C4B14">
        <w:rPr>
          <w:rtl/>
          <w:lang w:bidi="fa-IR"/>
        </w:rPr>
        <w:t>،</w:t>
      </w:r>
      <w:r w:rsidRPr="003E3506">
        <w:rPr>
          <w:rtl/>
          <w:lang w:bidi="fa-IR"/>
        </w:rPr>
        <w:t xml:space="preserve"> پس اگر از پستان زنى كه مرده است شير بخورد فايده ندارد.</w:t>
      </w:r>
    </w:p>
    <w:p w:rsidR="003E3506" w:rsidRPr="003E3506" w:rsidRDefault="003E3506" w:rsidP="003E3506">
      <w:pPr>
        <w:pStyle w:val="libNormal"/>
        <w:rPr>
          <w:lang w:bidi="fa-IR"/>
        </w:rPr>
      </w:pPr>
      <w:r w:rsidRPr="003E3506">
        <w:rPr>
          <w:rtl/>
          <w:lang w:bidi="fa-IR"/>
        </w:rPr>
        <w:t>دوم شير آن زن از حرام نباشد</w:t>
      </w:r>
      <w:r w:rsidR="000C4B14">
        <w:rPr>
          <w:rtl/>
          <w:lang w:bidi="fa-IR"/>
        </w:rPr>
        <w:t>،</w:t>
      </w:r>
      <w:r w:rsidRPr="003E3506">
        <w:rPr>
          <w:rtl/>
          <w:lang w:bidi="fa-IR"/>
        </w:rPr>
        <w:t xml:space="preserve"> پس اگر شير بچه اى را كه از زنا به دنيا آمده به بچه ديگر بدهند</w:t>
      </w:r>
      <w:r w:rsidR="000C4B14">
        <w:rPr>
          <w:rtl/>
          <w:lang w:bidi="fa-IR"/>
        </w:rPr>
        <w:t>،</w:t>
      </w:r>
      <w:r w:rsidRPr="003E3506">
        <w:rPr>
          <w:rtl/>
          <w:lang w:bidi="fa-IR"/>
        </w:rPr>
        <w:t xml:space="preserve"> به واسطه آن شير</w:t>
      </w:r>
      <w:r w:rsidR="000C4B14">
        <w:rPr>
          <w:rtl/>
          <w:lang w:bidi="fa-IR"/>
        </w:rPr>
        <w:t>،</w:t>
      </w:r>
      <w:r w:rsidRPr="003E3506">
        <w:rPr>
          <w:rtl/>
          <w:lang w:bidi="fa-IR"/>
        </w:rPr>
        <w:t xml:space="preserve"> بچه به كسى محرم نمى شود.</w:t>
      </w:r>
    </w:p>
    <w:p w:rsidR="003E3506" w:rsidRPr="003E3506" w:rsidRDefault="003E3506" w:rsidP="003E3506">
      <w:pPr>
        <w:pStyle w:val="libNormal"/>
        <w:rPr>
          <w:lang w:bidi="fa-IR"/>
        </w:rPr>
      </w:pPr>
      <w:r w:rsidRPr="003E3506">
        <w:rPr>
          <w:rtl/>
          <w:lang w:bidi="fa-IR"/>
        </w:rPr>
        <w:t>سوم بچه شير را از پستان بمكد</w:t>
      </w:r>
      <w:r w:rsidR="000C4B14">
        <w:rPr>
          <w:rtl/>
          <w:lang w:bidi="fa-IR"/>
        </w:rPr>
        <w:t>،</w:t>
      </w:r>
      <w:r w:rsidRPr="003E3506">
        <w:rPr>
          <w:rtl/>
          <w:lang w:bidi="fa-IR"/>
        </w:rPr>
        <w:t xml:space="preserve"> پس اگر شير را در گلوى او بريزند اثرى ندارد.</w:t>
      </w:r>
    </w:p>
    <w:p w:rsidR="003E3506" w:rsidRPr="003E3506" w:rsidRDefault="003E3506" w:rsidP="003E3506">
      <w:pPr>
        <w:pStyle w:val="libNormal"/>
        <w:rPr>
          <w:lang w:bidi="fa-IR"/>
        </w:rPr>
      </w:pPr>
      <w:r w:rsidRPr="003E3506">
        <w:rPr>
          <w:rtl/>
          <w:lang w:bidi="fa-IR"/>
        </w:rPr>
        <w:t>چهارم شير خالص باشد و با چيز ديگر مخلوط نباشد.</w:t>
      </w:r>
    </w:p>
    <w:p w:rsidR="003E3506" w:rsidRPr="003E3506" w:rsidRDefault="003E3506" w:rsidP="003E3506">
      <w:pPr>
        <w:pStyle w:val="libNormal"/>
        <w:rPr>
          <w:lang w:bidi="fa-IR"/>
        </w:rPr>
      </w:pPr>
      <w:r w:rsidRPr="003E3506">
        <w:rPr>
          <w:rtl/>
          <w:lang w:bidi="fa-IR"/>
        </w:rPr>
        <w:t>پنجم شير از يك شوهر باشد</w:t>
      </w:r>
      <w:r w:rsidR="000C4B14">
        <w:rPr>
          <w:rtl/>
          <w:lang w:bidi="fa-IR"/>
        </w:rPr>
        <w:t>،</w:t>
      </w:r>
      <w:r w:rsidRPr="003E3506">
        <w:rPr>
          <w:rtl/>
          <w:lang w:bidi="fa-IR"/>
        </w:rPr>
        <w:t xml:space="preserve"> پس اگر زن شير دهى را طلاق دهند</w:t>
      </w:r>
      <w:r w:rsidR="000C4B14">
        <w:rPr>
          <w:rtl/>
          <w:lang w:bidi="fa-IR"/>
        </w:rPr>
        <w:t>،</w:t>
      </w:r>
      <w:r w:rsidRPr="003E3506">
        <w:rPr>
          <w:rtl/>
          <w:lang w:bidi="fa-IR"/>
        </w:rPr>
        <w:t xml:space="preserve"> بعد شوهر ديگرى كند و از او آبستن شود</w:t>
      </w:r>
      <w:r w:rsidR="000C4B14">
        <w:rPr>
          <w:rtl/>
          <w:lang w:bidi="fa-IR"/>
        </w:rPr>
        <w:t>،</w:t>
      </w:r>
      <w:r w:rsidRPr="003E3506">
        <w:rPr>
          <w:rtl/>
          <w:lang w:bidi="fa-IR"/>
        </w:rPr>
        <w:t xml:space="preserve"> و تا موقع زاييدن</w:t>
      </w:r>
      <w:r w:rsidR="000C4B14">
        <w:rPr>
          <w:rtl/>
          <w:lang w:bidi="fa-IR"/>
        </w:rPr>
        <w:t>،</w:t>
      </w:r>
      <w:r w:rsidRPr="003E3506">
        <w:rPr>
          <w:rtl/>
          <w:lang w:bidi="fa-IR"/>
        </w:rPr>
        <w:t xml:space="preserve"> شيرى كه از شوهر اول داشته باقى باشد</w:t>
      </w:r>
      <w:r w:rsidR="000C4B14">
        <w:rPr>
          <w:rtl/>
          <w:lang w:bidi="fa-IR"/>
        </w:rPr>
        <w:t>،</w:t>
      </w:r>
      <w:r w:rsidRPr="003E3506">
        <w:rPr>
          <w:rtl/>
          <w:lang w:bidi="fa-IR"/>
        </w:rPr>
        <w:t xml:space="preserve"> و مثلا هشت دفعه پيش از زاييدن از شير شوهر اول و هفت دفعه بعد از زاييدن از شير شوهر دوم به بچه اى بدهد</w:t>
      </w:r>
      <w:r w:rsidR="000C4B14">
        <w:rPr>
          <w:rtl/>
          <w:lang w:bidi="fa-IR"/>
        </w:rPr>
        <w:t>،</w:t>
      </w:r>
      <w:r w:rsidRPr="003E3506">
        <w:rPr>
          <w:rtl/>
          <w:lang w:bidi="fa-IR"/>
        </w:rPr>
        <w:t xml:space="preserve"> آن بچه به كسى محرم نمى شود.</w:t>
      </w:r>
    </w:p>
    <w:p w:rsidR="003E3506" w:rsidRPr="003E3506" w:rsidRDefault="003E3506" w:rsidP="003E3506">
      <w:pPr>
        <w:pStyle w:val="libNormal"/>
        <w:rPr>
          <w:lang w:bidi="fa-IR"/>
        </w:rPr>
      </w:pPr>
      <w:r w:rsidRPr="003E3506">
        <w:rPr>
          <w:rtl/>
          <w:lang w:bidi="fa-IR"/>
        </w:rPr>
        <w:t>ششم بچه به واسطه مرض شير را قى نكند و اگر قى كند</w:t>
      </w:r>
      <w:r w:rsidR="000C4B14">
        <w:rPr>
          <w:rtl/>
          <w:lang w:bidi="fa-IR"/>
        </w:rPr>
        <w:t>،</w:t>
      </w:r>
      <w:r w:rsidRPr="003E3506">
        <w:rPr>
          <w:rtl/>
          <w:lang w:bidi="fa-IR"/>
        </w:rPr>
        <w:t xml:space="preserve"> اثرى ندارد.</w:t>
      </w:r>
    </w:p>
    <w:p w:rsidR="003E3506" w:rsidRPr="003E3506" w:rsidRDefault="003E3506" w:rsidP="003E3506">
      <w:pPr>
        <w:pStyle w:val="libNormal"/>
        <w:rPr>
          <w:lang w:bidi="fa-IR"/>
        </w:rPr>
      </w:pPr>
      <w:r w:rsidRPr="003E3506">
        <w:rPr>
          <w:rtl/>
          <w:lang w:bidi="fa-IR"/>
        </w:rPr>
        <w:t>هفتم شير دادن بچه به مقدارى باشد كه استخوانش از آن شير محكم شده و گوشت بدنش برويد</w:t>
      </w:r>
      <w:r w:rsidR="000C4B14">
        <w:rPr>
          <w:rtl/>
          <w:lang w:bidi="fa-IR"/>
        </w:rPr>
        <w:t>،</w:t>
      </w:r>
      <w:r w:rsidRPr="003E3506">
        <w:rPr>
          <w:rtl/>
          <w:lang w:bidi="fa-IR"/>
        </w:rPr>
        <w:t xml:space="preserve"> و اگر معلوم نباشد كه آيا به اين حد رسيده يا نه چنانچه يك شبانه روز يا پانزده مرتبه به طورى كه در مساله آينده گفته مى شود شير سير بخورد باز هم كافى است</w:t>
      </w:r>
      <w:r w:rsidR="000C4B14">
        <w:rPr>
          <w:rtl/>
          <w:lang w:bidi="fa-IR"/>
        </w:rPr>
        <w:t>،</w:t>
      </w:r>
      <w:r w:rsidRPr="003E3506">
        <w:rPr>
          <w:rtl/>
          <w:lang w:bidi="fa-IR"/>
        </w:rPr>
        <w:t xml:space="preserve"> ولى اگر معلوم باشد كه آن شير در محكم شدن استخوان بچه و روييدن گوشت بدنش مؤثر نبوده در حالى بچه يك شبانه روز يا پانزده مرتبه شير خورده بايد مراعات احتياط در اين چنين مورد ترك نشود.</w:t>
      </w:r>
    </w:p>
    <w:p w:rsidR="003E3506" w:rsidRPr="003E3506" w:rsidRDefault="003E3506" w:rsidP="003E3506">
      <w:pPr>
        <w:pStyle w:val="libNormal"/>
        <w:rPr>
          <w:lang w:bidi="fa-IR"/>
        </w:rPr>
      </w:pPr>
      <w:r w:rsidRPr="003E3506">
        <w:rPr>
          <w:rtl/>
          <w:lang w:bidi="fa-IR"/>
        </w:rPr>
        <w:t>هشتم دو سال بچه تمام نشده باشد و اگر بعد از تمام شدن دو سال او را شير دهند به كسى محرم نمى شود.</w:t>
      </w:r>
    </w:p>
    <w:p w:rsidR="003E3506" w:rsidRPr="003E3506" w:rsidRDefault="003E3506" w:rsidP="003E3506">
      <w:pPr>
        <w:pStyle w:val="libNormal"/>
        <w:rPr>
          <w:lang w:bidi="fa-IR"/>
        </w:rPr>
      </w:pPr>
      <w:r w:rsidRPr="003E3506">
        <w:rPr>
          <w:rtl/>
          <w:lang w:bidi="fa-IR"/>
        </w:rPr>
        <w:t>بلكه اگر مثلا يپش از تمام شدن دو سال</w:t>
      </w:r>
      <w:r w:rsidR="000C4B14">
        <w:rPr>
          <w:rtl/>
          <w:lang w:bidi="fa-IR"/>
        </w:rPr>
        <w:t>،</w:t>
      </w:r>
      <w:r w:rsidRPr="003E3506">
        <w:rPr>
          <w:rtl/>
          <w:lang w:bidi="fa-IR"/>
        </w:rPr>
        <w:t xml:space="preserve"> هشت مرتبه و بعد از آن هفت مرتبه شير بخورد به كسى محرم نمى شود</w:t>
      </w:r>
      <w:r w:rsidR="000C4B14">
        <w:rPr>
          <w:rtl/>
          <w:lang w:bidi="fa-IR"/>
        </w:rPr>
        <w:t>،</w:t>
      </w:r>
      <w:r w:rsidRPr="003E3506">
        <w:rPr>
          <w:rtl/>
          <w:lang w:bidi="fa-IR"/>
        </w:rPr>
        <w:t xml:space="preserve"> ولى چنانچه از موقع زاييدن زن شيرده بيشتر از دو سال گذشته باشد و شير او باقى باشد</w:t>
      </w:r>
      <w:r w:rsidR="000C4B14">
        <w:rPr>
          <w:rtl/>
          <w:lang w:bidi="fa-IR"/>
        </w:rPr>
        <w:t>،</w:t>
      </w:r>
      <w:r w:rsidRPr="003E3506">
        <w:rPr>
          <w:rtl/>
          <w:lang w:bidi="fa-IR"/>
        </w:rPr>
        <w:t xml:space="preserve"> و بچه اى را شير دهد آن بچه به كسانى كه گفته شد محرم مى شود.</w:t>
      </w:r>
    </w:p>
    <w:p w:rsidR="003E3506" w:rsidRPr="003E3506" w:rsidRDefault="003E3506" w:rsidP="003E3506">
      <w:pPr>
        <w:pStyle w:val="libNormal"/>
        <w:rPr>
          <w:lang w:bidi="fa-IR"/>
        </w:rPr>
      </w:pPr>
      <w:r w:rsidRPr="003E3506">
        <w:rPr>
          <w:rtl/>
          <w:lang w:bidi="fa-IR"/>
        </w:rPr>
        <w:lastRenderedPageBreak/>
        <w:t>٢٤٨٤ - بايد بچه در بين يك شبانه روز غذا يا شير كس ديگر را نخورد</w:t>
      </w:r>
      <w:r w:rsidR="000C4B14">
        <w:rPr>
          <w:rtl/>
          <w:lang w:bidi="fa-IR"/>
        </w:rPr>
        <w:t>،</w:t>
      </w:r>
      <w:r w:rsidRPr="003E3506">
        <w:rPr>
          <w:rtl/>
          <w:lang w:bidi="fa-IR"/>
        </w:rPr>
        <w:t xml:space="preserve"> ولى اگر كمى غذا بخورد كه نگويند در بين غذا خورده اشكال ندارد</w:t>
      </w:r>
      <w:r w:rsidR="000C4B14">
        <w:rPr>
          <w:rtl/>
          <w:lang w:bidi="fa-IR"/>
        </w:rPr>
        <w:t>،</w:t>
      </w:r>
      <w:r w:rsidRPr="003E3506">
        <w:rPr>
          <w:rtl/>
          <w:lang w:bidi="fa-IR"/>
        </w:rPr>
        <w:t xml:space="preserve"> و نيز بايد پانزده مرتبه را از شير يك زن بخورد</w:t>
      </w:r>
      <w:r w:rsidR="000C4B14">
        <w:rPr>
          <w:rtl/>
          <w:lang w:bidi="fa-IR"/>
        </w:rPr>
        <w:t>،</w:t>
      </w:r>
      <w:r w:rsidRPr="003E3506">
        <w:rPr>
          <w:rtl/>
          <w:lang w:bidi="fa-IR"/>
        </w:rPr>
        <w:t xml:space="preserve"> و در بين پانزده مرتبه شير كس ديگر را نخورد و در هر دفعه بدون فاصله شير بخورد</w:t>
      </w:r>
      <w:r w:rsidR="000C4B14">
        <w:rPr>
          <w:rtl/>
          <w:lang w:bidi="fa-IR"/>
        </w:rPr>
        <w:t>،</w:t>
      </w:r>
      <w:r w:rsidRPr="003E3506">
        <w:rPr>
          <w:rtl/>
          <w:lang w:bidi="fa-IR"/>
        </w:rPr>
        <w:t xml:space="preserve"> ولى اگر در بين شير خوردن نفس تازه كند</w:t>
      </w:r>
      <w:r w:rsidR="000C4B14">
        <w:rPr>
          <w:rtl/>
          <w:lang w:bidi="fa-IR"/>
        </w:rPr>
        <w:t>،</w:t>
      </w:r>
      <w:r w:rsidRPr="003E3506">
        <w:rPr>
          <w:rtl/>
          <w:lang w:bidi="fa-IR"/>
        </w:rPr>
        <w:t xml:space="preserve"> يا كمى صبر كند كه از زمان اولى كه پستان در دهان مى گيرد</w:t>
      </w:r>
      <w:r w:rsidR="000C4B14">
        <w:rPr>
          <w:rtl/>
          <w:lang w:bidi="fa-IR"/>
        </w:rPr>
        <w:t>،</w:t>
      </w:r>
      <w:r w:rsidRPr="003E3506">
        <w:rPr>
          <w:rtl/>
          <w:lang w:bidi="fa-IR"/>
        </w:rPr>
        <w:t xml:space="preserve"> تا وقتى سير مى شود يك دفعه حساب شود اشكال ندارد.</w:t>
      </w:r>
    </w:p>
    <w:p w:rsidR="003E3506" w:rsidRPr="003E3506" w:rsidRDefault="003E3506" w:rsidP="003E3506">
      <w:pPr>
        <w:pStyle w:val="libNormal"/>
        <w:rPr>
          <w:lang w:bidi="fa-IR"/>
        </w:rPr>
      </w:pPr>
      <w:r w:rsidRPr="003E3506">
        <w:rPr>
          <w:rtl/>
          <w:lang w:bidi="fa-IR"/>
        </w:rPr>
        <w:t>٢٤٨٥ - اگر زن از شير شوهر خود بچه اى را شير دهد</w:t>
      </w:r>
      <w:r w:rsidR="000C4B14">
        <w:rPr>
          <w:rtl/>
          <w:lang w:bidi="fa-IR"/>
        </w:rPr>
        <w:t>،</w:t>
      </w:r>
      <w:r w:rsidRPr="003E3506">
        <w:rPr>
          <w:rtl/>
          <w:lang w:bidi="fa-IR"/>
        </w:rPr>
        <w:t xml:space="preserve"> بعد شوهر ديگر كند و از شير شوهر دوم بچه ديگر را شير دهد</w:t>
      </w:r>
      <w:r w:rsidR="000C4B14">
        <w:rPr>
          <w:rtl/>
          <w:lang w:bidi="fa-IR"/>
        </w:rPr>
        <w:t>،</w:t>
      </w:r>
      <w:r w:rsidRPr="003E3506">
        <w:rPr>
          <w:rtl/>
          <w:lang w:bidi="fa-IR"/>
        </w:rPr>
        <w:t xml:space="preserve"> آن دو بچه به يكديگر محرم نمى شوند</w:t>
      </w:r>
      <w:r w:rsidR="000C4B14">
        <w:rPr>
          <w:rtl/>
          <w:lang w:bidi="fa-IR"/>
        </w:rPr>
        <w:t>،</w:t>
      </w:r>
      <w:r w:rsidRPr="003E3506">
        <w:rPr>
          <w:rtl/>
          <w:lang w:bidi="fa-IR"/>
        </w:rPr>
        <w:t xml:space="preserve"> اگر چه بهتر آن است كه با هم ازدواج نكنند.</w:t>
      </w:r>
    </w:p>
    <w:p w:rsidR="003E3506" w:rsidRPr="003E3506" w:rsidRDefault="003E3506" w:rsidP="003E3506">
      <w:pPr>
        <w:pStyle w:val="libNormal"/>
        <w:rPr>
          <w:lang w:bidi="fa-IR"/>
        </w:rPr>
      </w:pPr>
      <w:r w:rsidRPr="003E3506">
        <w:rPr>
          <w:rtl/>
          <w:lang w:bidi="fa-IR"/>
        </w:rPr>
        <w:t>٢٤٨٦ - اگر زن از شير يك شوهر چندين بچه را شير دهد</w:t>
      </w:r>
      <w:r w:rsidR="000C4B14">
        <w:rPr>
          <w:rtl/>
          <w:lang w:bidi="fa-IR"/>
        </w:rPr>
        <w:t>،</w:t>
      </w:r>
      <w:r w:rsidRPr="003E3506">
        <w:rPr>
          <w:rtl/>
          <w:lang w:bidi="fa-IR"/>
        </w:rPr>
        <w:t xml:space="preserve"> همه آنها به يكديگر و به شوهر و به زنى كه آنان را شير داده محرم مى شوند.</w:t>
      </w:r>
    </w:p>
    <w:p w:rsidR="003E3506" w:rsidRPr="003E3506" w:rsidRDefault="003E3506" w:rsidP="003E3506">
      <w:pPr>
        <w:pStyle w:val="libNormal"/>
        <w:rPr>
          <w:lang w:bidi="fa-IR"/>
        </w:rPr>
      </w:pPr>
      <w:r w:rsidRPr="003E3506">
        <w:rPr>
          <w:rtl/>
          <w:lang w:bidi="fa-IR"/>
        </w:rPr>
        <w:t>٢٤٨٧ - اگر كسى چند زن داشته باشد</w:t>
      </w:r>
      <w:r w:rsidR="000C4B14">
        <w:rPr>
          <w:rtl/>
          <w:lang w:bidi="fa-IR"/>
        </w:rPr>
        <w:t>،</w:t>
      </w:r>
      <w:r w:rsidRPr="003E3506">
        <w:rPr>
          <w:rtl/>
          <w:lang w:bidi="fa-IR"/>
        </w:rPr>
        <w:t xml:space="preserve"> و هر كدام آنان با شرايطى كه گفتيم بچه اى را شير دهد</w:t>
      </w:r>
      <w:r w:rsidR="000C4B14">
        <w:rPr>
          <w:rtl/>
          <w:lang w:bidi="fa-IR"/>
        </w:rPr>
        <w:t>،</w:t>
      </w:r>
      <w:r w:rsidRPr="003E3506">
        <w:rPr>
          <w:rtl/>
          <w:lang w:bidi="fa-IR"/>
        </w:rPr>
        <w:t xml:space="preserve"> همه آن بچه ها به يكديگر و به آن مرد و به همه آن زنها محرم مى شوند.</w:t>
      </w:r>
    </w:p>
    <w:p w:rsidR="003E3506" w:rsidRPr="003E3506" w:rsidRDefault="003E3506" w:rsidP="003E3506">
      <w:pPr>
        <w:pStyle w:val="libNormal"/>
        <w:rPr>
          <w:lang w:bidi="fa-IR"/>
        </w:rPr>
      </w:pPr>
      <w:r w:rsidRPr="003E3506">
        <w:rPr>
          <w:rtl/>
          <w:lang w:bidi="fa-IR"/>
        </w:rPr>
        <w:t>٢٤٨٨ - اگر كسى دو زن شيرده دارد</w:t>
      </w:r>
      <w:r w:rsidR="000C4B14">
        <w:rPr>
          <w:rtl/>
          <w:lang w:bidi="fa-IR"/>
        </w:rPr>
        <w:t>،</w:t>
      </w:r>
      <w:r w:rsidRPr="003E3506">
        <w:rPr>
          <w:rtl/>
          <w:lang w:bidi="fa-IR"/>
        </w:rPr>
        <w:t xml:space="preserve"> و يكى از آنان بچه اى را مثلا هشت مرتبه و ديگرى هفت مرتبه شير بدهد آن بچه به كسى محرم نمى شود.</w:t>
      </w:r>
    </w:p>
    <w:p w:rsidR="003E3506" w:rsidRPr="003E3506" w:rsidRDefault="003E3506" w:rsidP="003E3506">
      <w:pPr>
        <w:pStyle w:val="libNormal"/>
        <w:rPr>
          <w:lang w:bidi="fa-IR"/>
        </w:rPr>
      </w:pPr>
      <w:r w:rsidRPr="003E3506">
        <w:rPr>
          <w:rtl/>
          <w:lang w:bidi="fa-IR"/>
        </w:rPr>
        <w:t>٢٤٨٩ - اگر زنى از شير يك شوهر پسر و دخترى را شير كامل بدهد خواهر و برادر آن دختر به خواهر و برادر آن پسر محرم نمى شوند.</w:t>
      </w:r>
    </w:p>
    <w:p w:rsidR="003E3506" w:rsidRPr="003E3506" w:rsidRDefault="003E3506" w:rsidP="003E3506">
      <w:pPr>
        <w:pStyle w:val="libNormal"/>
        <w:rPr>
          <w:lang w:bidi="fa-IR"/>
        </w:rPr>
      </w:pPr>
      <w:r w:rsidRPr="003E3506">
        <w:rPr>
          <w:rtl/>
          <w:lang w:bidi="fa-IR"/>
        </w:rPr>
        <w:t>٢٤٩٠ - انسان نمى تواند بدون اذن زن خود</w:t>
      </w:r>
      <w:r w:rsidR="000C4B14">
        <w:rPr>
          <w:rtl/>
          <w:lang w:bidi="fa-IR"/>
        </w:rPr>
        <w:t>،</w:t>
      </w:r>
      <w:r w:rsidRPr="003E3506">
        <w:rPr>
          <w:rtl/>
          <w:lang w:bidi="fa-IR"/>
        </w:rPr>
        <w:t xml:space="preserve"> با زنهايى كه به واسطه شير خوردن خواهرزاده يا برادرزاده زن او شده اند ازدواج كند</w:t>
      </w:r>
      <w:r w:rsidR="000C4B14">
        <w:rPr>
          <w:rtl/>
          <w:lang w:bidi="fa-IR"/>
        </w:rPr>
        <w:t>،</w:t>
      </w:r>
      <w:r w:rsidRPr="003E3506">
        <w:rPr>
          <w:rtl/>
          <w:lang w:bidi="fa-IR"/>
        </w:rPr>
        <w:t xml:space="preserve"> نيز اگر با پسرى لواط كند</w:t>
      </w:r>
      <w:r w:rsidR="000C4B14">
        <w:rPr>
          <w:rtl/>
          <w:lang w:bidi="fa-IR"/>
        </w:rPr>
        <w:t>،</w:t>
      </w:r>
      <w:r w:rsidRPr="003E3506">
        <w:rPr>
          <w:rtl/>
          <w:lang w:bidi="fa-IR"/>
        </w:rPr>
        <w:t xml:space="preserve"> نمى تواند دختر و خواهر و مادر و مادر بزرگ آن پسر را كه رضاعى هستند</w:t>
      </w:r>
      <w:r w:rsidR="000C4B14">
        <w:rPr>
          <w:rtl/>
          <w:lang w:bidi="fa-IR"/>
        </w:rPr>
        <w:t>،</w:t>
      </w:r>
      <w:r w:rsidRPr="003E3506">
        <w:rPr>
          <w:rtl/>
          <w:lang w:bidi="fa-IR"/>
        </w:rPr>
        <w:t xml:space="preserve"> يعنى به واسطه شير خوردن دختر و خواهر و مادر او شده اند</w:t>
      </w:r>
      <w:r w:rsidR="000C4B14">
        <w:rPr>
          <w:rtl/>
          <w:lang w:bidi="fa-IR"/>
        </w:rPr>
        <w:t>،</w:t>
      </w:r>
      <w:r w:rsidRPr="003E3506">
        <w:rPr>
          <w:rtl/>
          <w:lang w:bidi="fa-IR"/>
        </w:rPr>
        <w:t xml:space="preserve"> براى خود عقد كند</w:t>
      </w:r>
      <w:r w:rsidR="000C4B14">
        <w:rPr>
          <w:rtl/>
          <w:lang w:bidi="fa-IR"/>
        </w:rPr>
        <w:t>،</w:t>
      </w:r>
      <w:r w:rsidRPr="003E3506">
        <w:rPr>
          <w:rtl/>
          <w:lang w:bidi="fa-IR"/>
        </w:rPr>
        <w:t xml:space="preserve"> و اين حكم بنابر احتياط در موردى كه لواط كننده بالغ نباشد</w:t>
      </w:r>
      <w:r w:rsidR="000C4B14">
        <w:rPr>
          <w:rtl/>
          <w:lang w:bidi="fa-IR"/>
        </w:rPr>
        <w:t>،</w:t>
      </w:r>
      <w:r w:rsidRPr="003E3506">
        <w:rPr>
          <w:rtl/>
          <w:lang w:bidi="fa-IR"/>
        </w:rPr>
        <w:t xml:space="preserve"> و يا لواط دهنده بالغ باشد نيز جارى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٢٤٩١ - زنى كه برادر انسان را شير داده به انسان محرم نمى شود</w:t>
      </w:r>
      <w:r w:rsidR="000C4B14">
        <w:rPr>
          <w:rtl/>
          <w:lang w:bidi="fa-IR"/>
        </w:rPr>
        <w:t>،</w:t>
      </w:r>
      <w:r w:rsidRPr="003E3506">
        <w:rPr>
          <w:rtl/>
          <w:lang w:bidi="fa-IR"/>
        </w:rPr>
        <w:t xml:space="preserve"> اگر چه احتياط مستحب آن است كه با او ازدواج نكند.</w:t>
      </w:r>
    </w:p>
    <w:p w:rsidR="003E3506" w:rsidRPr="003E3506" w:rsidRDefault="003E3506" w:rsidP="003E3506">
      <w:pPr>
        <w:pStyle w:val="libNormal"/>
        <w:rPr>
          <w:lang w:bidi="fa-IR"/>
        </w:rPr>
      </w:pPr>
      <w:r w:rsidRPr="003E3506">
        <w:rPr>
          <w:rtl/>
          <w:lang w:bidi="fa-IR"/>
        </w:rPr>
        <w:t>٢٤٩٢ - انسان نمى تواند با دو خواهر</w:t>
      </w:r>
      <w:r w:rsidR="000C4B14">
        <w:rPr>
          <w:rtl/>
          <w:lang w:bidi="fa-IR"/>
        </w:rPr>
        <w:t>،</w:t>
      </w:r>
      <w:r w:rsidRPr="003E3506">
        <w:rPr>
          <w:rtl/>
          <w:lang w:bidi="fa-IR"/>
        </w:rPr>
        <w:t xml:space="preserve"> اگر چه رضاعى باشند</w:t>
      </w:r>
      <w:r w:rsidR="000C4B14">
        <w:rPr>
          <w:rtl/>
          <w:lang w:bidi="fa-IR"/>
        </w:rPr>
        <w:t>،</w:t>
      </w:r>
      <w:r w:rsidRPr="003E3506">
        <w:rPr>
          <w:rtl/>
          <w:lang w:bidi="fa-IR"/>
        </w:rPr>
        <w:t xml:space="preserve"> يعنى به واسطه شيرخوردن</w:t>
      </w:r>
      <w:r w:rsidR="000C4B14">
        <w:rPr>
          <w:rtl/>
          <w:lang w:bidi="fa-IR"/>
        </w:rPr>
        <w:t>،</w:t>
      </w:r>
      <w:r w:rsidRPr="003E3506">
        <w:rPr>
          <w:rtl/>
          <w:lang w:bidi="fa-IR"/>
        </w:rPr>
        <w:t xml:space="preserve"> خواهر يكديگر شده باشند ازدواج كند.</w:t>
      </w:r>
    </w:p>
    <w:p w:rsidR="003E3506" w:rsidRPr="003E3506" w:rsidRDefault="003E3506" w:rsidP="003E3506">
      <w:pPr>
        <w:pStyle w:val="libNormal"/>
        <w:rPr>
          <w:lang w:bidi="fa-IR"/>
        </w:rPr>
      </w:pPr>
      <w:r w:rsidRPr="003E3506">
        <w:rPr>
          <w:rtl/>
          <w:lang w:bidi="fa-IR"/>
        </w:rPr>
        <w:t>و چنانچه دو زن را عقد كند و بعد بفهمد خواهر بوده اند در صورتى كه عقد آنان در يك وقت بوده</w:t>
      </w:r>
      <w:r w:rsidR="000C4B14">
        <w:rPr>
          <w:rtl/>
          <w:lang w:bidi="fa-IR"/>
        </w:rPr>
        <w:t>،</w:t>
      </w:r>
      <w:r w:rsidRPr="003E3506">
        <w:rPr>
          <w:rtl/>
          <w:lang w:bidi="fa-IR"/>
        </w:rPr>
        <w:t xml:space="preserve"> هر دو عقد بنابر اظهر باطل است و اگر در يك وقت نبوده عقد اولى صحيح و عقد دومى باطل مى باشد.</w:t>
      </w:r>
    </w:p>
    <w:p w:rsidR="003E3506" w:rsidRPr="003E3506" w:rsidRDefault="003E3506" w:rsidP="003E3506">
      <w:pPr>
        <w:pStyle w:val="libNormal"/>
        <w:rPr>
          <w:lang w:bidi="fa-IR"/>
        </w:rPr>
      </w:pPr>
      <w:r w:rsidRPr="003E3506">
        <w:rPr>
          <w:rtl/>
          <w:lang w:bidi="fa-IR"/>
        </w:rPr>
        <w:t>٢٤٩٣ - اگر زن از شير شوهر خود كسانى را كه بعدا گفته مى شود</w:t>
      </w:r>
      <w:r w:rsidR="000C4B14">
        <w:rPr>
          <w:rtl/>
          <w:lang w:bidi="fa-IR"/>
        </w:rPr>
        <w:t>،</w:t>
      </w:r>
      <w:r w:rsidRPr="003E3506">
        <w:rPr>
          <w:rtl/>
          <w:lang w:bidi="fa-IR"/>
        </w:rPr>
        <w:t xml:space="preserve"> شير دهد</w:t>
      </w:r>
      <w:r w:rsidR="000C4B14">
        <w:rPr>
          <w:rtl/>
          <w:lang w:bidi="fa-IR"/>
        </w:rPr>
        <w:t>،</w:t>
      </w:r>
      <w:r w:rsidRPr="003E3506">
        <w:rPr>
          <w:rtl/>
          <w:lang w:bidi="fa-IR"/>
        </w:rPr>
        <w:t xml:space="preserve"> شوهرش بر او حرام نمى شود</w:t>
      </w:r>
      <w:r w:rsidR="000C4B14">
        <w:rPr>
          <w:rtl/>
          <w:lang w:bidi="fa-IR"/>
        </w:rPr>
        <w:t>،</w:t>
      </w:r>
      <w:r w:rsidRPr="003E3506">
        <w:rPr>
          <w:rtl/>
          <w:lang w:bidi="fa-IR"/>
        </w:rPr>
        <w:t xml:space="preserve"> اگر چه بهتر آن است كه احتياط كنند</w:t>
      </w:r>
      <w:r w:rsidR="00553569">
        <w:rPr>
          <w:rtl/>
          <w:lang w:bidi="fa-IR"/>
        </w:rPr>
        <w:t>:</w:t>
      </w:r>
      <w:r w:rsidRPr="003E3506">
        <w:rPr>
          <w:rtl/>
          <w:lang w:bidi="fa-IR"/>
        </w:rPr>
        <w:t xml:space="preserve"> اول برادر و خواهر خود را.</w:t>
      </w:r>
    </w:p>
    <w:p w:rsidR="003E3506" w:rsidRPr="003E3506" w:rsidRDefault="003E3506" w:rsidP="003E3506">
      <w:pPr>
        <w:pStyle w:val="libNormal"/>
        <w:rPr>
          <w:lang w:bidi="fa-IR"/>
        </w:rPr>
      </w:pPr>
      <w:r w:rsidRPr="003E3506">
        <w:rPr>
          <w:rtl/>
          <w:lang w:bidi="fa-IR"/>
        </w:rPr>
        <w:t>دوم عمو و عمه و دايى و خاله خود را.</w:t>
      </w:r>
    </w:p>
    <w:p w:rsidR="003E3506" w:rsidRPr="003E3506" w:rsidRDefault="003E3506" w:rsidP="003E3506">
      <w:pPr>
        <w:pStyle w:val="libNormal"/>
        <w:rPr>
          <w:lang w:bidi="fa-IR"/>
        </w:rPr>
      </w:pPr>
      <w:r w:rsidRPr="003E3506">
        <w:rPr>
          <w:rtl/>
          <w:lang w:bidi="fa-IR"/>
        </w:rPr>
        <w:t>سوم اولاد عمو و اولاد دايى خود را.</w:t>
      </w:r>
    </w:p>
    <w:p w:rsidR="003E3506" w:rsidRPr="003E3506" w:rsidRDefault="003E3506" w:rsidP="003E3506">
      <w:pPr>
        <w:pStyle w:val="libNormal"/>
        <w:rPr>
          <w:lang w:bidi="fa-IR"/>
        </w:rPr>
      </w:pPr>
      <w:r w:rsidRPr="003E3506">
        <w:rPr>
          <w:rtl/>
          <w:lang w:bidi="fa-IR"/>
        </w:rPr>
        <w:t>چهارم برادرزاده خود را.</w:t>
      </w:r>
    </w:p>
    <w:p w:rsidR="003E3506" w:rsidRPr="003E3506" w:rsidRDefault="003E3506" w:rsidP="003E3506">
      <w:pPr>
        <w:pStyle w:val="libNormal"/>
        <w:rPr>
          <w:lang w:bidi="fa-IR"/>
        </w:rPr>
      </w:pPr>
      <w:r w:rsidRPr="003E3506">
        <w:rPr>
          <w:rtl/>
          <w:lang w:bidi="fa-IR"/>
        </w:rPr>
        <w:t>پنجم برادر شوهر</w:t>
      </w:r>
      <w:r w:rsidR="000C4B14">
        <w:rPr>
          <w:rtl/>
          <w:lang w:bidi="fa-IR"/>
        </w:rPr>
        <w:t>،</w:t>
      </w:r>
      <w:r w:rsidRPr="003E3506">
        <w:rPr>
          <w:rtl/>
          <w:lang w:bidi="fa-IR"/>
        </w:rPr>
        <w:t xml:space="preserve"> يا خواهر شوهر خود را.</w:t>
      </w:r>
    </w:p>
    <w:p w:rsidR="003E3506" w:rsidRPr="003E3506" w:rsidRDefault="003E3506" w:rsidP="003E3506">
      <w:pPr>
        <w:pStyle w:val="libNormal"/>
        <w:rPr>
          <w:lang w:bidi="fa-IR"/>
        </w:rPr>
      </w:pPr>
      <w:r w:rsidRPr="003E3506">
        <w:rPr>
          <w:rtl/>
          <w:lang w:bidi="fa-IR"/>
        </w:rPr>
        <w:t>ششم خواهرزاده خود را</w:t>
      </w:r>
      <w:r w:rsidR="000C4B14">
        <w:rPr>
          <w:rtl/>
          <w:lang w:bidi="fa-IR"/>
        </w:rPr>
        <w:t>،</w:t>
      </w:r>
      <w:r w:rsidRPr="003E3506">
        <w:rPr>
          <w:rtl/>
          <w:lang w:bidi="fa-IR"/>
        </w:rPr>
        <w:t xml:space="preserve"> يا خواهرزاده شوهرش را.</w:t>
      </w:r>
    </w:p>
    <w:p w:rsidR="003E3506" w:rsidRPr="003E3506" w:rsidRDefault="003E3506" w:rsidP="003E3506">
      <w:pPr>
        <w:pStyle w:val="libNormal"/>
        <w:rPr>
          <w:lang w:bidi="fa-IR"/>
        </w:rPr>
      </w:pPr>
      <w:r w:rsidRPr="003E3506">
        <w:rPr>
          <w:rtl/>
          <w:lang w:bidi="fa-IR"/>
        </w:rPr>
        <w:t>هفتم عمو و عمه و دايى و خاله شوهرش را.</w:t>
      </w:r>
    </w:p>
    <w:p w:rsidR="003E3506" w:rsidRPr="003E3506" w:rsidRDefault="003E3506" w:rsidP="003E3506">
      <w:pPr>
        <w:pStyle w:val="libNormal"/>
        <w:rPr>
          <w:lang w:bidi="fa-IR"/>
        </w:rPr>
      </w:pPr>
      <w:r w:rsidRPr="003E3506">
        <w:rPr>
          <w:rtl/>
          <w:lang w:bidi="fa-IR"/>
        </w:rPr>
        <w:t>هشتم نوه زن ديگر شوهر خود را.</w:t>
      </w:r>
    </w:p>
    <w:p w:rsidR="003E3506" w:rsidRPr="003E3506" w:rsidRDefault="003E3506" w:rsidP="003E3506">
      <w:pPr>
        <w:pStyle w:val="libNormal"/>
        <w:rPr>
          <w:lang w:bidi="fa-IR"/>
        </w:rPr>
      </w:pPr>
      <w:r w:rsidRPr="003E3506">
        <w:rPr>
          <w:rtl/>
          <w:lang w:bidi="fa-IR"/>
        </w:rPr>
        <w:t>٢٤٩٤ - اگر كسى دختر عمه يا دختر خاله انسان را شير دهد به او محرم نمى شود ولى احتياط مستحب آن است كه از ازدواج با او خوددارى نمايد.</w:t>
      </w:r>
    </w:p>
    <w:p w:rsidR="003E3506" w:rsidRPr="003E3506" w:rsidRDefault="003E3506" w:rsidP="003E3506">
      <w:pPr>
        <w:pStyle w:val="libNormal"/>
        <w:rPr>
          <w:lang w:bidi="fa-IR"/>
        </w:rPr>
      </w:pPr>
      <w:r w:rsidRPr="003E3506">
        <w:rPr>
          <w:rtl/>
          <w:lang w:bidi="fa-IR"/>
        </w:rPr>
        <w:t>٢٤٩٥ - مردى كه دو زن دارد</w:t>
      </w:r>
      <w:r w:rsidR="000C4B14">
        <w:rPr>
          <w:rtl/>
          <w:lang w:bidi="fa-IR"/>
        </w:rPr>
        <w:t>،</w:t>
      </w:r>
      <w:r w:rsidRPr="003E3506">
        <w:rPr>
          <w:rtl/>
          <w:lang w:bidi="fa-IR"/>
        </w:rPr>
        <w:t xml:space="preserve"> اگر يكى از آن دو زن فرزند عموى زن ديگر را شير دهد</w:t>
      </w:r>
      <w:r w:rsidR="000C4B14">
        <w:rPr>
          <w:rtl/>
          <w:lang w:bidi="fa-IR"/>
        </w:rPr>
        <w:t>،</w:t>
      </w:r>
      <w:r w:rsidRPr="003E3506">
        <w:rPr>
          <w:rtl/>
          <w:lang w:bidi="fa-IR"/>
        </w:rPr>
        <w:t xml:space="preserve"> زنى كه فرزند عموى او شير خورده</w:t>
      </w:r>
      <w:r w:rsidR="000C4B14">
        <w:rPr>
          <w:rtl/>
          <w:lang w:bidi="fa-IR"/>
        </w:rPr>
        <w:t>،</w:t>
      </w:r>
      <w:r w:rsidRPr="003E3506">
        <w:rPr>
          <w:rtl/>
          <w:lang w:bidi="fa-IR"/>
        </w:rPr>
        <w:t xml:space="preserve"> به شوهر خود حرام نمى شود.</w:t>
      </w:r>
    </w:p>
    <w:p w:rsidR="003E3506" w:rsidRDefault="00605FAB" w:rsidP="009408C2">
      <w:pPr>
        <w:pStyle w:val="Heading3"/>
        <w:rPr>
          <w:rtl/>
          <w:lang w:bidi="fa-IR"/>
        </w:rPr>
      </w:pPr>
      <w:bookmarkStart w:id="265" w:name="_Toc24454688"/>
      <w:r>
        <w:rPr>
          <w:rtl/>
          <w:lang w:bidi="fa-IR"/>
        </w:rPr>
        <w:lastRenderedPageBreak/>
        <w:t>(</w:t>
      </w:r>
      <w:r w:rsidR="003E3506" w:rsidRPr="003E3506">
        <w:rPr>
          <w:rtl/>
          <w:lang w:bidi="fa-IR"/>
        </w:rPr>
        <w:t>آداب شير دادن</w:t>
      </w:r>
      <w:r>
        <w:rPr>
          <w:rtl/>
          <w:lang w:bidi="fa-IR"/>
        </w:rPr>
        <w:t>)</w:t>
      </w:r>
      <w:bookmarkEnd w:id="265"/>
    </w:p>
    <w:p w:rsidR="003E3506" w:rsidRPr="003E3506" w:rsidRDefault="003E3506" w:rsidP="003E3506">
      <w:pPr>
        <w:pStyle w:val="libNormal"/>
        <w:rPr>
          <w:lang w:bidi="fa-IR"/>
        </w:rPr>
      </w:pPr>
      <w:r w:rsidRPr="003E3506">
        <w:rPr>
          <w:rtl/>
          <w:lang w:bidi="fa-IR"/>
        </w:rPr>
        <w:t>٢٤٩٦ - براى شير دادن بچه بهتر از هر كس مادر او است و سزاوار است كه مادر براى شير دادن از شوهر خود مزد نگيرد و خوب است كه شوهر مزد بدهد</w:t>
      </w:r>
      <w:r w:rsidR="000C4B14">
        <w:rPr>
          <w:rtl/>
          <w:lang w:bidi="fa-IR"/>
        </w:rPr>
        <w:t>،</w:t>
      </w:r>
      <w:r w:rsidRPr="003E3506">
        <w:rPr>
          <w:rtl/>
          <w:lang w:bidi="fa-IR"/>
        </w:rPr>
        <w:t xml:space="preserve"> و اگر مادر بخواهد بيشتر از دايه مزد بگيرد</w:t>
      </w:r>
      <w:r w:rsidR="000C4B14">
        <w:rPr>
          <w:rtl/>
          <w:lang w:bidi="fa-IR"/>
        </w:rPr>
        <w:t>،</w:t>
      </w:r>
      <w:r w:rsidRPr="003E3506">
        <w:rPr>
          <w:rtl/>
          <w:lang w:bidi="fa-IR"/>
        </w:rPr>
        <w:t xml:space="preserve"> شوهر مى تواند بچه را از او گرفته و به دايه بدهد.</w:t>
      </w:r>
    </w:p>
    <w:p w:rsidR="003E3506" w:rsidRPr="003E3506" w:rsidRDefault="003E3506" w:rsidP="003E3506">
      <w:pPr>
        <w:pStyle w:val="libNormal"/>
        <w:rPr>
          <w:lang w:bidi="fa-IR"/>
        </w:rPr>
      </w:pPr>
      <w:r w:rsidRPr="003E3506">
        <w:rPr>
          <w:rtl/>
          <w:lang w:bidi="fa-IR"/>
        </w:rPr>
        <w:t>٢٤٩٧ - مستحب است دايه اى كه براى طفل مى گيرند</w:t>
      </w:r>
      <w:r w:rsidR="000C4B14">
        <w:rPr>
          <w:rtl/>
          <w:lang w:bidi="fa-IR"/>
        </w:rPr>
        <w:t>،</w:t>
      </w:r>
      <w:r w:rsidRPr="003E3506">
        <w:rPr>
          <w:rtl/>
          <w:lang w:bidi="fa-IR"/>
        </w:rPr>
        <w:t xml:space="preserve"> دوازده امامى و داراى عقل و عفت و صورت نيكو باشد</w:t>
      </w:r>
      <w:r w:rsidR="000C4B14">
        <w:rPr>
          <w:rtl/>
          <w:lang w:bidi="fa-IR"/>
        </w:rPr>
        <w:t>،</w:t>
      </w:r>
      <w:r w:rsidRPr="003E3506">
        <w:rPr>
          <w:rtl/>
          <w:lang w:bidi="fa-IR"/>
        </w:rPr>
        <w:t xml:space="preserve"> و مكروه است كم عقل</w:t>
      </w:r>
      <w:r w:rsidR="000C4B14">
        <w:rPr>
          <w:rtl/>
          <w:lang w:bidi="fa-IR"/>
        </w:rPr>
        <w:t>،</w:t>
      </w:r>
      <w:r w:rsidRPr="003E3506">
        <w:rPr>
          <w:rtl/>
          <w:lang w:bidi="fa-IR"/>
        </w:rPr>
        <w:t xml:space="preserve"> يا غير دوازده امامى</w:t>
      </w:r>
      <w:r w:rsidR="000C4B14">
        <w:rPr>
          <w:rtl/>
          <w:lang w:bidi="fa-IR"/>
        </w:rPr>
        <w:t>،</w:t>
      </w:r>
      <w:r w:rsidRPr="003E3506">
        <w:rPr>
          <w:rtl/>
          <w:lang w:bidi="fa-IR"/>
        </w:rPr>
        <w:t xml:space="preserve"> يا بد صورت</w:t>
      </w:r>
      <w:r w:rsidR="000C4B14">
        <w:rPr>
          <w:rtl/>
          <w:lang w:bidi="fa-IR"/>
        </w:rPr>
        <w:t>،</w:t>
      </w:r>
      <w:r w:rsidRPr="003E3506">
        <w:rPr>
          <w:rtl/>
          <w:lang w:bidi="fa-IR"/>
        </w:rPr>
        <w:t xml:space="preserve"> يا بد خلق</w:t>
      </w:r>
      <w:r w:rsidR="000C4B14">
        <w:rPr>
          <w:rtl/>
          <w:lang w:bidi="fa-IR"/>
        </w:rPr>
        <w:t>،</w:t>
      </w:r>
      <w:r w:rsidRPr="003E3506">
        <w:rPr>
          <w:rtl/>
          <w:lang w:bidi="fa-IR"/>
        </w:rPr>
        <w:t xml:space="preserve"> يا زنازاده باشد.</w:t>
      </w:r>
    </w:p>
    <w:p w:rsidR="003E3506" w:rsidRPr="003E3506" w:rsidRDefault="003E3506" w:rsidP="003E3506">
      <w:pPr>
        <w:pStyle w:val="libNormal"/>
        <w:rPr>
          <w:lang w:bidi="fa-IR"/>
        </w:rPr>
      </w:pPr>
      <w:r w:rsidRPr="003E3506">
        <w:rPr>
          <w:rtl/>
          <w:lang w:bidi="fa-IR"/>
        </w:rPr>
        <w:t>و نيز مكروه است دايه اى بگيرند كه شيرش از بچه اى است كه از زنا به دنيا آمده باشد.</w:t>
      </w:r>
    </w:p>
    <w:p w:rsidR="003E3506" w:rsidRDefault="00605FAB" w:rsidP="009408C2">
      <w:pPr>
        <w:pStyle w:val="Heading3"/>
        <w:rPr>
          <w:rtl/>
          <w:lang w:bidi="fa-IR"/>
        </w:rPr>
      </w:pPr>
      <w:bookmarkStart w:id="266" w:name="_Toc24454689"/>
      <w:r>
        <w:rPr>
          <w:rtl/>
          <w:lang w:bidi="fa-IR"/>
        </w:rPr>
        <w:t>(</w:t>
      </w:r>
      <w:r w:rsidR="003E3506" w:rsidRPr="003E3506">
        <w:rPr>
          <w:rtl/>
          <w:lang w:bidi="fa-IR"/>
        </w:rPr>
        <w:t>مسايل متفرقه شير دادن</w:t>
      </w:r>
      <w:r>
        <w:rPr>
          <w:rtl/>
          <w:lang w:bidi="fa-IR"/>
        </w:rPr>
        <w:t>)</w:t>
      </w:r>
      <w:bookmarkEnd w:id="266"/>
    </w:p>
    <w:p w:rsidR="003E3506" w:rsidRPr="003E3506" w:rsidRDefault="003E3506" w:rsidP="003E3506">
      <w:pPr>
        <w:pStyle w:val="libNormal"/>
        <w:rPr>
          <w:lang w:bidi="fa-IR"/>
        </w:rPr>
      </w:pPr>
      <w:r w:rsidRPr="003E3506">
        <w:rPr>
          <w:rtl/>
          <w:lang w:bidi="fa-IR"/>
        </w:rPr>
        <w:t>٢٤٩٨ - بهتر آن است از شير دادن زنها به هر بچه اى جلوگيرى شود</w:t>
      </w:r>
      <w:r w:rsidR="000C4B14">
        <w:rPr>
          <w:rtl/>
          <w:lang w:bidi="fa-IR"/>
        </w:rPr>
        <w:t>،</w:t>
      </w:r>
      <w:r w:rsidRPr="003E3506">
        <w:rPr>
          <w:rtl/>
          <w:lang w:bidi="fa-IR"/>
        </w:rPr>
        <w:t xml:space="preserve"> زيرا ممكن است فراموش شود كه به چه كسانى شير داده اند و بعدا دو نفر محرم با يكديگر ازدواج نمايند.</w:t>
      </w:r>
    </w:p>
    <w:p w:rsidR="003E3506" w:rsidRPr="003E3506" w:rsidRDefault="003E3506" w:rsidP="003E3506">
      <w:pPr>
        <w:pStyle w:val="libNormal"/>
        <w:rPr>
          <w:lang w:bidi="fa-IR"/>
        </w:rPr>
      </w:pPr>
      <w:r w:rsidRPr="003E3506">
        <w:rPr>
          <w:rtl/>
          <w:lang w:bidi="fa-IR"/>
        </w:rPr>
        <w:t>٢٤٩٩ - در صورتى كه ممكن باشد</w:t>
      </w:r>
      <w:r w:rsidR="000C4B14">
        <w:rPr>
          <w:rtl/>
          <w:lang w:bidi="fa-IR"/>
        </w:rPr>
        <w:t>،</w:t>
      </w:r>
      <w:r w:rsidRPr="003E3506">
        <w:rPr>
          <w:rtl/>
          <w:lang w:bidi="fa-IR"/>
        </w:rPr>
        <w:t xml:space="preserve"> مستحب است بچه را بيست و يك ماه تمام شير بدهند</w:t>
      </w:r>
      <w:r w:rsidR="000C4B14">
        <w:rPr>
          <w:rtl/>
          <w:lang w:bidi="fa-IR"/>
        </w:rPr>
        <w:t>،</w:t>
      </w:r>
      <w:r w:rsidRPr="003E3506">
        <w:rPr>
          <w:rtl/>
          <w:lang w:bidi="fa-IR"/>
        </w:rPr>
        <w:t xml:space="preserve"> و شايسته نيست كه بيش از دو سال شير بدهند.</w:t>
      </w:r>
    </w:p>
    <w:p w:rsidR="003E3506" w:rsidRPr="003E3506" w:rsidRDefault="003E3506" w:rsidP="003E3506">
      <w:pPr>
        <w:pStyle w:val="libNormal"/>
        <w:rPr>
          <w:lang w:bidi="fa-IR"/>
        </w:rPr>
      </w:pPr>
      <w:r w:rsidRPr="003E3506">
        <w:rPr>
          <w:rtl/>
          <w:lang w:bidi="fa-IR"/>
        </w:rPr>
        <w:t>٢٥٠٠ - اگر به واسطه شير دادن</w:t>
      </w:r>
      <w:r w:rsidR="000C4B14">
        <w:rPr>
          <w:rtl/>
          <w:lang w:bidi="fa-IR"/>
        </w:rPr>
        <w:t>،</w:t>
      </w:r>
      <w:r w:rsidRPr="003E3506">
        <w:rPr>
          <w:rtl/>
          <w:lang w:bidi="fa-IR"/>
        </w:rPr>
        <w:t xml:space="preserve"> حق شوهر از بين نرود</w:t>
      </w:r>
      <w:r w:rsidR="000C4B14">
        <w:rPr>
          <w:rtl/>
          <w:lang w:bidi="fa-IR"/>
        </w:rPr>
        <w:t>،</w:t>
      </w:r>
      <w:r w:rsidRPr="003E3506">
        <w:rPr>
          <w:rtl/>
          <w:lang w:bidi="fa-IR"/>
        </w:rPr>
        <w:t xml:space="preserve"> زن مى تواند بدون اجازه شوهر بچه كس ديگر را شير دهد.</w:t>
      </w:r>
    </w:p>
    <w:p w:rsidR="003E3506" w:rsidRPr="003E3506" w:rsidRDefault="003E3506" w:rsidP="003E3506">
      <w:pPr>
        <w:pStyle w:val="libNormal"/>
        <w:rPr>
          <w:lang w:bidi="fa-IR"/>
        </w:rPr>
      </w:pPr>
      <w:r w:rsidRPr="003E3506">
        <w:rPr>
          <w:rtl/>
          <w:lang w:bidi="fa-IR"/>
        </w:rPr>
        <w:t>٢٥٠١ - اگر شوهر زنى دختر شيرخوارى را براى خود عقد كرده باشد</w:t>
      </w:r>
      <w:r w:rsidR="000C4B14">
        <w:rPr>
          <w:rtl/>
          <w:lang w:bidi="fa-IR"/>
        </w:rPr>
        <w:t>،</w:t>
      </w:r>
      <w:r w:rsidRPr="003E3506">
        <w:rPr>
          <w:rtl/>
          <w:lang w:bidi="fa-IR"/>
        </w:rPr>
        <w:t xml:space="preserve"> چنانچه زن آن دختر شيرخوار را شير دهد</w:t>
      </w:r>
      <w:r w:rsidR="000C4B14">
        <w:rPr>
          <w:rtl/>
          <w:lang w:bidi="fa-IR"/>
        </w:rPr>
        <w:t>،</w:t>
      </w:r>
      <w:r w:rsidRPr="003E3506">
        <w:rPr>
          <w:rtl/>
          <w:lang w:bidi="fa-IR"/>
        </w:rPr>
        <w:t xml:space="preserve"> بنابر مشهور آن زن مادر زن شوهرش مى شود و بر او حرام مى گردد</w:t>
      </w:r>
      <w:r w:rsidR="000C4B14">
        <w:rPr>
          <w:rtl/>
          <w:lang w:bidi="fa-IR"/>
        </w:rPr>
        <w:t>،</w:t>
      </w:r>
      <w:r w:rsidRPr="003E3506">
        <w:rPr>
          <w:rtl/>
          <w:lang w:bidi="fa-IR"/>
        </w:rPr>
        <w:t xml:space="preserve"> ولى اين حكم خالى از اشكال نيست</w:t>
      </w:r>
      <w:r w:rsidR="000C4B14">
        <w:rPr>
          <w:rtl/>
          <w:lang w:bidi="fa-IR"/>
        </w:rPr>
        <w:t>،</w:t>
      </w:r>
      <w:r w:rsidRPr="003E3506">
        <w:rPr>
          <w:rtl/>
          <w:lang w:bidi="fa-IR"/>
        </w:rPr>
        <w:t xml:space="preserve"> و مراعات احتياط ترك نشود.</w:t>
      </w:r>
    </w:p>
    <w:p w:rsidR="003E3506" w:rsidRPr="003E3506" w:rsidRDefault="003E3506" w:rsidP="003E3506">
      <w:pPr>
        <w:pStyle w:val="libNormal"/>
        <w:rPr>
          <w:lang w:bidi="fa-IR"/>
        </w:rPr>
      </w:pPr>
      <w:r w:rsidRPr="003E3506">
        <w:rPr>
          <w:rtl/>
          <w:lang w:bidi="fa-IR"/>
        </w:rPr>
        <w:t>٢٥٠٢ - اگر كسى بخواهد زن برادرش به او محرم شود</w:t>
      </w:r>
      <w:r w:rsidR="000C4B14">
        <w:rPr>
          <w:rtl/>
          <w:lang w:bidi="fa-IR"/>
        </w:rPr>
        <w:t>،</w:t>
      </w:r>
      <w:r w:rsidRPr="003E3506">
        <w:rPr>
          <w:rtl/>
          <w:lang w:bidi="fa-IR"/>
        </w:rPr>
        <w:t xml:space="preserve"> بعضى فرموده اند كه بايد دختر شيرخوارى را مثلا دو روزه براى خود صيغه كند و در آن دو روز با شرايطى كه در مساله </w:t>
      </w:r>
      <w:r w:rsidR="00605FAB">
        <w:rPr>
          <w:rtl/>
          <w:lang w:bidi="fa-IR"/>
        </w:rPr>
        <w:t>(</w:t>
      </w:r>
      <w:r w:rsidRPr="003E3506">
        <w:rPr>
          <w:rtl/>
          <w:lang w:bidi="fa-IR"/>
        </w:rPr>
        <w:t>٢٤٨٣</w:t>
      </w:r>
      <w:r w:rsidR="00605FAB">
        <w:rPr>
          <w:rtl/>
          <w:lang w:bidi="fa-IR"/>
        </w:rPr>
        <w:t>)</w:t>
      </w:r>
      <w:r w:rsidRPr="003E3506">
        <w:rPr>
          <w:rtl/>
          <w:lang w:bidi="fa-IR"/>
        </w:rPr>
        <w:t xml:space="preserve"> گفته شد زن برادرش آن دختر را شير دهد</w:t>
      </w:r>
      <w:r w:rsidR="000C4B14">
        <w:rPr>
          <w:rtl/>
          <w:lang w:bidi="fa-IR"/>
        </w:rPr>
        <w:t>،</w:t>
      </w:r>
      <w:r w:rsidRPr="003E3506">
        <w:rPr>
          <w:rtl/>
          <w:lang w:bidi="fa-IR"/>
        </w:rPr>
        <w:t xml:space="preserve"> تا مادر زنش شود</w:t>
      </w:r>
      <w:r w:rsidR="000C4B14">
        <w:rPr>
          <w:rtl/>
          <w:lang w:bidi="fa-IR"/>
        </w:rPr>
        <w:t>،</w:t>
      </w:r>
      <w:r w:rsidRPr="003E3506">
        <w:rPr>
          <w:rtl/>
          <w:lang w:bidi="fa-IR"/>
        </w:rPr>
        <w:t xml:space="preserve"> ولى اين حكم در صورتى كه زن برادر از شير برادر به آن دختر شير دهد محل اشكال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٢٥٠٣ - اگر مرد پيش از آن كه زنى را براى خود عقد كند</w:t>
      </w:r>
      <w:r w:rsidR="000C4B14">
        <w:rPr>
          <w:rtl/>
          <w:lang w:bidi="fa-IR"/>
        </w:rPr>
        <w:t>،</w:t>
      </w:r>
      <w:r w:rsidRPr="003E3506">
        <w:rPr>
          <w:rtl/>
          <w:lang w:bidi="fa-IR"/>
        </w:rPr>
        <w:t xml:space="preserve"> بگويد به واسطه شير خوردن</w:t>
      </w:r>
      <w:r w:rsidR="000C4B14">
        <w:rPr>
          <w:rtl/>
          <w:lang w:bidi="fa-IR"/>
        </w:rPr>
        <w:t>،</w:t>
      </w:r>
      <w:r w:rsidRPr="003E3506">
        <w:rPr>
          <w:rtl/>
          <w:lang w:bidi="fa-IR"/>
        </w:rPr>
        <w:t xml:space="preserve"> آن زن بر او حرام شده</w:t>
      </w:r>
      <w:r w:rsidR="000C4B14">
        <w:rPr>
          <w:rtl/>
          <w:lang w:bidi="fa-IR"/>
        </w:rPr>
        <w:t>،</w:t>
      </w:r>
      <w:r w:rsidRPr="003E3506">
        <w:rPr>
          <w:rtl/>
          <w:lang w:bidi="fa-IR"/>
        </w:rPr>
        <w:t xml:space="preserve"> مثلا بگويد شير مادر او را خورده</w:t>
      </w:r>
      <w:r w:rsidR="000C4B14">
        <w:rPr>
          <w:rtl/>
          <w:lang w:bidi="fa-IR"/>
        </w:rPr>
        <w:t>،</w:t>
      </w:r>
      <w:r w:rsidRPr="003E3506">
        <w:rPr>
          <w:rtl/>
          <w:lang w:bidi="fa-IR"/>
        </w:rPr>
        <w:t xml:space="preserve"> چنانچه تصديق او ممكن باشد</w:t>
      </w:r>
      <w:r w:rsidR="000C4B14">
        <w:rPr>
          <w:rtl/>
          <w:lang w:bidi="fa-IR"/>
        </w:rPr>
        <w:t>،</w:t>
      </w:r>
      <w:r w:rsidRPr="003E3506">
        <w:rPr>
          <w:rtl/>
          <w:lang w:bidi="fa-IR"/>
        </w:rPr>
        <w:t xml:space="preserve"> نمى تواند با آن زن ازدواج كند</w:t>
      </w:r>
      <w:r w:rsidR="000C4B14">
        <w:rPr>
          <w:rtl/>
          <w:lang w:bidi="fa-IR"/>
        </w:rPr>
        <w:t>،</w:t>
      </w:r>
      <w:r w:rsidRPr="003E3506">
        <w:rPr>
          <w:rtl/>
          <w:lang w:bidi="fa-IR"/>
        </w:rPr>
        <w:t xml:space="preserve"> و اگر بعد از عقد بگويد و خود زن هم حرف او را قبول نمايد</w:t>
      </w:r>
      <w:r w:rsidR="000C4B14">
        <w:rPr>
          <w:rtl/>
          <w:lang w:bidi="fa-IR"/>
        </w:rPr>
        <w:t>،</w:t>
      </w:r>
      <w:r w:rsidRPr="003E3506">
        <w:rPr>
          <w:rtl/>
          <w:lang w:bidi="fa-IR"/>
        </w:rPr>
        <w:t xml:space="preserve"> عقد باطل است پس اگر مرد با او نزديكى نكرده باشد</w:t>
      </w:r>
      <w:r w:rsidR="000C4B14">
        <w:rPr>
          <w:rtl/>
          <w:lang w:bidi="fa-IR"/>
        </w:rPr>
        <w:t>،</w:t>
      </w:r>
      <w:r w:rsidRPr="003E3506">
        <w:rPr>
          <w:rtl/>
          <w:lang w:bidi="fa-IR"/>
        </w:rPr>
        <w:t xml:space="preserve"> يا نزديكى كرده باشد</w:t>
      </w:r>
      <w:r w:rsidR="000C4B14">
        <w:rPr>
          <w:rtl/>
          <w:lang w:bidi="fa-IR"/>
        </w:rPr>
        <w:t>،</w:t>
      </w:r>
      <w:r w:rsidRPr="003E3506">
        <w:rPr>
          <w:rtl/>
          <w:lang w:bidi="fa-IR"/>
        </w:rPr>
        <w:t xml:space="preserve"> ولى در وقت نزديكى كردن</w:t>
      </w:r>
      <w:r w:rsidR="000C4B14">
        <w:rPr>
          <w:rtl/>
          <w:lang w:bidi="fa-IR"/>
        </w:rPr>
        <w:t>،</w:t>
      </w:r>
      <w:r w:rsidRPr="003E3506">
        <w:rPr>
          <w:rtl/>
          <w:lang w:bidi="fa-IR"/>
        </w:rPr>
        <w:t xml:space="preserve"> زن بداند بر آن مرد حرام است</w:t>
      </w:r>
      <w:r w:rsidR="000C4B14">
        <w:rPr>
          <w:rtl/>
          <w:lang w:bidi="fa-IR"/>
        </w:rPr>
        <w:t>،</w:t>
      </w:r>
      <w:r w:rsidRPr="003E3506">
        <w:rPr>
          <w:rtl/>
          <w:lang w:bidi="fa-IR"/>
        </w:rPr>
        <w:t xml:space="preserve"> مهر ندارد و اگر بعد از نزديكى بفهمد كه بر آن مرد حرام بوده</w:t>
      </w:r>
      <w:r w:rsidR="000C4B14">
        <w:rPr>
          <w:rtl/>
          <w:lang w:bidi="fa-IR"/>
        </w:rPr>
        <w:t>،</w:t>
      </w:r>
      <w:r w:rsidRPr="003E3506">
        <w:rPr>
          <w:rtl/>
          <w:lang w:bidi="fa-IR"/>
        </w:rPr>
        <w:t xml:space="preserve"> شوهر بايد مهر او را مطابق زنهايى كه مثل او هستند بدهد.</w:t>
      </w:r>
    </w:p>
    <w:p w:rsidR="003E3506" w:rsidRPr="003E3506" w:rsidRDefault="003E3506" w:rsidP="003E3506">
      <w:pPr>
        <w:pStyle w:val="libNormal"/>
        <w:rPr>
          <w:lang w:bidi="fa-IR"/>
        </w:rPr>
      </w:pPr>
      <w:r w:rsidRPr="003E3506">
        <w:rPr>
          <w:rtl/>
          <w:lang w:bidi="fa-IR"/>
        </w:rPr>
        <w:t>٢٥٠٤ - اگر زن پيش از عقد بگويد به واسطه شير خوردن بر مردى حرام شده</w:t>
      </w:r>
      <w:r w:rsidR="000C4B14">
        <w:rPr>
          <w:rtl/>
          <w:lang w:bidi="fa-IR"/>
        </w:rPr>
        <w:t>،</w:t>
      </w:r>
      <w:r w:rsidRPr="003E3506">
        <w:rPr>
          <w:rtl/>
          <w:lang w:bidi="fa-IR"/>
        </w:rPr>
        <w:t xml:space="preserve"> چنانچه تصديق او ممكن باشد</w:t>
      </w:r>
      <w:r w:rsidR="000C4B14">
        <w:rPr>
          <w:rtl/>
          <w:lang w:bidi="fa-IR"/>
        </w:rPr>
        <w:t>،</w:t>
      </w:r>
      <w:r w:rsidRPr="003E3506">
        <w:rPr>
          <w:rtl/>
          <w:lang w:bidi="fa-IR"/>
        </w:rPr>
        <w:t xml:space="preserve"> نمى تواند با آن مرد ازدواج كند و اگر بعد از عقد بگويد</w:t>
      </w:r>
      <w:r w:rsidR="000C4B14">
        <w:rPr>
          <w:rtl/>
          <w:lang w:bidi="fa-IR"/>
        </w:rPr>
        <w:t>،</w:t>
      </w:r>
      <w:r w:rsidRPr="003E3506">
        <w:rPr>
          <w:rtl/>
          <w:lang w:bidi="fa-IR"/>
        </w:rPr>
        <w:t xml:space="preserve"> مثل صورتى است كه مرد بعد از عقد بگويد كه زن بر او حرام است و حكم آن در مساله پيش گفته شد.</w:t>
      </w:r>
    </w:p>
    <w:p w:rsidR="003E3506" w:rsidRPr="003E3506" w:rsidRDefault="003E3506" w:rsidP="003E3506">
      <w:pPr>
        <w:pStyle w:val="libNormal"/>
        <w:rPr>
          <w:lang w:bidi="fa-IR"/>
        </w:rPr>
      </w:pPr>
      <w:r w:rsidRPr="003E3506">
        <w:rPr>
          <w:rtl/>
          <w:lang w:bidi="fa-IR"/>
        </w:rPr>
        <w:t>٢٥٠٥ - شير دادنى كه علت محرم شدن است به دو چيز ثابت مى شود</w:t>
      </w:r>
      <w:r w:rsidR="00553569">
        <w:rPr>
          <w:rtl/>
          <w:lang w:bidi="fa-IR"/>
        </w:rPr>
        <w:t>:</w:t>
      </w:r>
      <w:r w:rsidRPr="003E3506">
        <w:rPr>
          <w:rtl/>
          <w:lang w:bidi="fa-IR"/>
        </w:rPr>
        <w:t xml:space="preserve"> اول خبر دادن عده اى كه انسان از گفته آنان يقين يا اطمينان پيدا كند.</w:t>
      </w:r>
    </w:p>
    <w:p w:rsidR="003E3506" w:rsidRPr="003E3506" w:rsidRDefault="003E3506" w:rsidP="003E3506">
      <w:pPr>
        <w:pStyle w:val="libNormal"/>
        <w:rPr>
          <w:lang w:bidi="fa-IR"/>
        </w:rPr>
      </w:pPr>
      <w:r w:rsidRPr="003E3506">
        <w:rPr>
          <w:rtl/>
          <w:lang w:bidi="fa-IR"/>
        </w:rPr>
        <w:t>دوم شهادت مرد عادل</w:t>
      </w:r>
      <w:r w:rsidR="000C4B14">
        <w:rPr>
          <w:rtl/>
          <w:lang w:bidi="fa-IR"/>
        </w:rPr>
        <w:t>،</w:t>
      </w:r>
      <w:r w:rsidRPr="003E3506">
        <w:rPr>
          <w:rtl/>
          <w:lang w:bidi="fa-IR"/>
        </w:rPr>
        <w:t xml:space="preserve"> ولى بايد شرايط شير دادن را هم بگويند مثلا بگويند ما ديده ايم كه فلان بچه بيست و چهار ساعت از پستان فلان زن شير خورده و چيزى هم در بين نخورده</w:t>
      </w:r>
      <w:r w:rsidR="000C4B14">
        <w:rPr>
          <w:rtl/>
          <w:lang w:bidi="fa-IR"/>
        </w:rPr>
        <w:t>،</w:t>
      </w:r>
      <w:r w:rsidRPr="003E3506">
        <w:rPr>
          <w:rtl/>
          <w:lang w:bidi="fa-IR"/>
        </w:rPr>
        <w:t xml:space="preserve"> و هم چنين ساير شرطها را كه در مساله </w:t>
      </w:r>
      <w:r w:rsidR="00605FAB">
        <w:rPr>
          <w:rtl/>
          <w:lang w:bidi="fa-IR"/>
        </w:rPr>
        <w:t>(</w:t>
      </w:r>
      <w:r w:rsidRPr="003E3506">
        <w:rPr>
          <w:rtl/>
          <w:lang w:bidi="fa-IR"/>
        </w:rPr>
        <w:t>٢٤٨٣</w:t>
      </w:r>
      <w:r w:rsidR="00605FAB">
        <w:rPr>
          <w:rtl/>
          <w:lang w:bidi="fa-IR"/>
        </w:rPr>
        <w:t>)</w:t>
      </w:r>
      <w:r w:rsidRPr="003E3506">
        <w:rPr>
          <w:rtl/>
          <w:lang w:bidi="fa-IR"/>
        </w:rPr>
        <w:t xml:space="preserve"> گفته شد شرح دهند</w:t>
      </w:r>
      <w:r w:rsidR="000C4B14">
        <w:rPr>
          <w:rtl/>
          <w:lang w:bidi="fa-IR"/>
        </w:rPr>
        <w:t>،</w:t>
      </w:r>
      <w:r w:rsidRPr="003E3506">
        <w:rPr>
          <w:rtl/>
          <w:lang w:bidi="fa-IR"/>
        </w:rPr>
        <w:t xml:space="preserve"> و اما ثابت شدن شير دادن به شهادت يك مرد و دو زن يا چهار زن كه عادل باشند محل اشكال است</w:t>
      </w:r>
      <w:r w:rsidR="000C4B14">
        <w:rPr>
          <w:rtl/>
          <w:lang w:bidi="fa-IR"/>
        </w:rPr>
        <w:t>.</w:t>
      </w:r>
    </w:p>
    <w:p w:rsidR="003E3506" w:rsidRDefault="003E3506" w:rsidP="009408C2">
      <w:pPr>
        <w:pStyle w:val="libNormal"/>
        <w:rPr>
          <w:rFonts w:hint="cs"/>
          <w:rtl/>
          <w:lang w:bidi="fa-IR"/>
        </w:rPr>
      </w:pPr>
      <w:r w:rsidRPr="003E3506">
        <w:rPr>
          <w:rtl/>
          <w:lang w:bidi="fa-IR"/>
        </w:rPr>
        <w:t>٢٥٠٦ - اگر شك كند به مقدارى كه علت محرم شدن است بچه شير خورده يا نه</w:t>
      </w:r>
      <w:r w:rsidR="000C4B14">
        <w:rPr>
          <w:rtl/>
          <w:lang w:bidi="fa-IR"/>
        </w:rPr>
        <w:t>،</w:t>
      </w:r>
      <w:r w:rsidRPr="003E3506">
        <w:rPr>
          <w:rtl/>
          <w:lang w:bidi="fa-IR"/>
        </w:rPr>
        <w:t xml:space="preserve"> يا گمان داشته باشند كه به آن مقدار شير خورده</w:t>
      </w:r>
      <w:r w:rsidR="000C4B14">
        <w:rPr>
          <w:rtl/>
          <w:lang w:bidi="fa-IR"/>
        </w:rPr>
        <w:t>،</w:t>
      </w:r>
      <w:r w:rsidRPr="003E3506">
        <w:rPr>
          <w:rtl/>
          <w:lang w:bidi="fa-IR"/>
        </w:rPr>
        <w:t xml:space="preserve"> بچه به كسى محرم نمى شود</w:t>
      </w:r>
      <w:r w:rsidR="000C4B14">
        <w:rPr>
          <w:rtl/>
          <w:lang w:bidi="fa-IR"/>
        </w:rPr>
        <w:t>،</w:t>
      </w:r>
      <w:r w:rsidRPr="003E3506">
        <w:rPr>
          <w:rtl/>
          <w:lang w:bidi="fa-IR"/>
        </w:rPr>
        <w:t xml:space="preserve"> ولى بهتر آن است كه احتياط كنند.</w:t>
      </w:r>
    </w:p>
    <w:p w:rsidR="000478FE" w:rsidRPr="003E3506" w:rsidRDefault="000478FE" w:rsidP="009408C2">
      <w:pPr>
        <w:pStyle w:val="libNormal"/>
        <w:rPr>
          <w:lang w:bidi="fa-IR"/>
        </w:rPr>
      </w:pPr>
      <w:r>
        <w:rPr>
          <w:rtl/>
          <w:lang w:bidi="fa-IR"/>
        </w:rPr>
        <w:br w:type="page"/>
      </w:r>
    </w:p>
    <w:p w:rsidR="003E3506" w:rsidRDefault="00605FAB" w:rsidP="000478FE">
      <w:pPr>
        <w:pStyle w:val="Heading2"/>
        <w:rPr>
          <w:rtl/>
          <w:lang w:bidi="fa-IR"/>
        </w:rPr>
      </w:pPr>
      <w:bookmarkStart w:id="267" w:name="_Toc24454690"/>
      <w:r>
        <w:rPr>
          <w:rtl/>
          <w:lang w:bidi="fa-IR"/>
        </w:rPr>
        <w:t>(</w:t>
      </w:r>
      <w:r w:rsidR="003E3506" w:rsidRPr="003E3506">
        <w:rPr>
          <w:rtl/>
          <w:lang w:bidi="fa-IR"/>
        </w:rPr>
        <w:t>احكام طلاق</w:t>
      </w:r>
      <w:r>
        <w:rPr>
          <w:rtl/>
          <w:lang w:bidi="fa-IR"/>
        </w:rPr>
        <w:t>)</w:t>
      </w:r>
      <w:bookmarkEnd w:id="267"/>
    </w:p>
    <w:p w:rsidR="003E3506" w:rsidRPr="003E3506" w:rsidRDefault="003E3506" w:rsidP="003E3506">
      <w:pPr>
        <w:pStyle w:val="libNormal"/>
        <w:rPr>
          <w:lang w:bidi="fa-IR"/>
        </w:rPr>
      </w:pPr>
      <w:r w:rsidRPr="003E3506">
        <w:rPr>
          <w:rtl/>
          <w:lang w:bidi="fa-IR"/>
        </w:rPr>
        <w:t>٢٥٠٧ - مردى كه زن خود را طلاق مى دهد</w:t>
      </w:r>
      <w:r w:rsidR="000C4B14">
        <w:rPr>
          <w:rtl/>
          <w:lang w:bidi="fa-IR"/>
        </w:rPr>
        <w:t>،</w:t>
      </w:r>
      <w:r w:rsidRPr="003E3506">
        <w:rPr>
          <w:rtl/>
          <w:lang w:bidi="fa-IR"/>
        </w:rPr>
        <w:t xml:space="preserve"> بايد بالغ و عاقل باشد</w:t>
      </w:r>
      <w:r w:rsidR="000C4B14">
        <w:rPr>
          <w:rtl/>
          <w:lang w:bidi="fa-IR"/>
        </w:rPr>
        <w:t>،</w:t>
      </w:r>
      <w:r w:rsidRPr="003E3506">
        <w:rPr>
          <w:rtl/>
          <w:lang w:bidi="fa-IR"/>
        </w:rPr>
        <w:t xml:space="preserve"> ولى اگر بچه ده ساله زن خود را طلاق دهد</w:t>
      </w:r>
      <w:r w:rsidR="000C4B14">
        <w:rPr>
          <w:rtl/>
          <w:lang w:bidi="fa-IR"/>
        </w:rPr>
        <w:t>،</w:t>
      </w:r>
      <w:r w:rsidRPr="003E3506">
        <w:rPr>
          <w:rtl/>
          <w:lang w:bidi="fa-IR"/>
        </w:rPr>
        <w:t xml:space="preserve"> بايد مراعات احتياط در مورد آن ترك نشود</w:t>
      </w:r>
      <w:r w:rsidR="000C4B14">
        <w:rPr>
          <w:rtl/>
          <w:lang w:bidi="fa-IR"/>
        </w:rPr>
        <w:t>،</w:t>
      </w:r>
      <w:r w:rsidRPr="003E3506">
        <w:rPr>
          <w:rtl/>
          <w:lang w:bidi="fa-IR"/>
        </w:rPr>
        <w:t xml:space="preserve"> و هم چنين بايد مرد به اختيار خود طلاق دهد</w:t>
      </w:r>
      <w:r w:rsidR="000C4B14">
        <w:rPr>
          <w:rtl/>
          <w:lang w:bidi="fa-IR"/>
        </w:rPr>
        <w:t>،</w:t>
      </w:r>
      <w:r w:rsidRPr="003E3506">
        <w:rPr>
          <w:rtl/>
          <w:lang w:bidi="fa-IR"/>
        </w:rPr>
        <w:t xml:space="preserve"> و اگر او را مجبور كنند كه زنش را طلاق دهد طلاق باطل است و نيز بايد قصد طلاق داشته باشد</w:t>
      </w:r>
      <w:r w:rsidR="000C4B14">
        <w:rPr>
          <w:rtl/>
          <w:lang w:bidi="fa-IR"/>
        </w:rPr>
        <w:t>،</w:t>
      </w:r>
      <w:r w:rsidRPr="003E3506">
        <w:rPr>
          <w:rtl/>
          <w:lang w:bidi="fa-IR"/>
        </w:rPr>
        <w:t xml:space="preserve"> پس اگر صيغه طلاق را مثلا به شوخى بگويد صحيح نيست</w:t>
      </w:r>
      <w:r w:rsidR="000C4B14">
        <w:rPr>
          <w:rtl/>
          <w:lang w:bidi="fa-IR"/>
        </w:rPr>
        <w:t>.</w:t>
      </w:r>
    </w:p>
    <w:p w:rsidR="003E3506" w:rsidRPr="003E3506" w:rsidRDefault="003E3506" w:rsidP="003E3506">
      <w:pPr>
        <w:pStyle w:val="libNormal"/>
        <w:rPr>
          <w:lang w:bidi="fa-IR"/>
        </w:rPr>
      </w:pPr>
      <w:r w:rsidRPr="003E3506">
        <w:rPr>
          <w:rtl/>
          <w:lang w:bidi="fa-IR"/>
        </w:rPr>
        <w:t>٢٥٠٨ - زن بايد در وقت طلاق از خون حيض و نفاس پاك باشد</w:t>
      </w:r>
      <w:r w:rsidR="000C4B14">
        <w:rPr>
          <w:rtl/>
          <w:lang w:bidi="fa-IR"/>
        </w:rPr>
        <w:t>،</w:t>
      </w:r>
      <w:r w:rsidRPr="003E3506">
        <w:rPr>
          <w:rtl/>
          <w:lang w:bidi="fa-IR"/>
        </w:rPr>
        <w:t xml:space="preserve"> و شوهرش در آن پاكى با او نزديكى نكرده باشد</w:t>
      </w:r>
      <w:r w:rsidR="000C4B14">
        <w:rPr>
          <w:rtl/>
          <w:lang w:bidi="fa-IR"/>
        </w:rPr>
        <w:t>،</w:t>
      </w:r>
      <w:r w:rsidRPr="003E3506">
        <w:rPr>
          <w:rtl/>
          <w:lang w:bidi="fa-IR"/>
        </w:rPr>
        <w:t xml:space="preserve"> و تفصيل اين دو شرط در مسايل آينده گفته مى شود.</w:t>
      </w:r>
    </w:p>
    <w:p w:rsidR="003E3506" w:rsidRPr="003E3506" w:rsidRDefault="003E3506" w:rsidP="003E3506">
      <w:pPr>
        <w:pStyle w:val="libNormal"/>
        <w:rPr>
          <w:lang w:bidi="fa-IR"/>
        </w:rPr>
      </w:pPr>
      <w:r w:rsidRPr="003E3506">
        <w:rPr>
          <w:rtl/>
          <w:lang w:bidi="fa-IR"/>
        </w:rPr>
        <w:t>٢٥٠٩ - طلاق دادن زن در حال حيض يا نفاس در سه صورت صحيح است</w:t>
      </w:r>
      <w:r w:rsidR="000C4B14">
        <w:rPr>
          <w:rtl/>
          <w:lang w:bidi="fa-IR"/>
        </w:rPr>
        <w:t>.</w:t>
      </w:r>
    </w:p>
    <w:p w:rsidR="003E3506" w:rsidRPr="003E3506" w:rsidRDefault="003E3506" w:rsidP="003E3506">
      <w:pPr>
        <w:pStyle w:val="libNormal"/>
        <w:rPr>
          <w:lang w:bidi="fa-IR"/>
        </w:rPr>
      </w:pPr>
      <w:r w:rsidRPr="003E3506">
        <w:rPr>
          <w:rtl/>
          <w:lang w:bidi="fa-IR"/>
        </w:rPr>
        <w:t>اول آن كه شوهرش بعد از ازدواج با او نزديكى نكرده باشد.</w:t>
      </w:r>
    </w:p>
    <w:p w:rsidR="003E3506" w:rsidRPr="003E3506" w:rsidRDefault="003E3506" w:rsidP="003E3506">
      <w:pPr>
        <w:pStyle w:val="libNormal"/>
        <w:rPr>
          <w:lang w:bidi="fa-IR"/>
        </w:rPr>
      </w:pPr>
      <w:r w:rsidRPr="003E3506">
        <w:rPr>
          <w:rtl/>
          <w:lang w:bidi="fa-IR"/>
        </w:rPr>
        <w:t>دوم معلوم باشد آبستن است و اگر معلوم نباشد و شوهر در حال حيض طلاقش بدهد</w:t>
      </w:r>
      <w:r w:rsidR="000C4B14">
        <w:rPr>
          <w:rtl/>
          <w:lang w:bidi="fa-IR"/>
        </w:rPr>
        <w:t>،</w:t>
      </w:r>
      <w:r w:rsidRPr="003E3506">
        <w:rPr>
          <w:rtl/>
          <w:lang w:bidi="fa-IR"/>
        </w:rPr>
        <w:t xml:space="preserve"> بعد بفهمد آبستن بوده</w:t>
      </w:r>
      <w:r w:rsidR="000C4B14">
        <w:rPr>
          <w:rtl/>
          <w:lang w:bidi="fa-IR"/>
        </w:rPr>
        <w:t>،</w:t>
      </w:r>
      <w:r w:rsidRPr="003E3506">
        <w:rPr>
          <w:rtl/>
          <w:lang w:bidi="fa-IR"/>
        </w:rPr>
        <w:t xml:space="preserve"> آن طلاق باطل است هر چند احتياط مستحب آن است كه دوباره او را طلاق دهد.</w:t>
      </w:r>
    </w:p>
    <w:p w:rsidR="003E3506" w:rsidRPr="003E3506" w:rsidRDefault="003E3506" w:rsidP="003E3506">
      <w:pPr>
        <w:pStyle w:val="libNormal"/>
        <w:rPr>
          <w:lang w:bidi="fa-IR"/>
        </w:rPr>
      </w:pPr>
      <w:r w:rsidRPr="003E3506">
        <w:rPr>
          <w:rtl/>
          <w:lang w:bidi="fa-IR"/>
        </w:rPr>
        <w:t>سوم مرد به واسطه غايب بودن يا مانند آن از زن خود جدا باشد به طورى كه نتواند بفهمد كه زن از خون حيض و نفاس پاك است يا نه</w:t>
      </w:r>
      <w:r w:rsidR="000C4B14">
        <w:rPr>
          <w:rtl/>
          <w:lang w:bidi="fa-IR"/>
        </w:rPr>
        <w:t>،</w:t>
      </w:r>
      <w:r w:rsidRPr="003E3506">
        <w:rPr>
          <w:rtl/>
          <w:lang w:bidi="fa-IR"/>
        </w:rPr>
        <w:t xml:space="preserve"> ولى در اين صورت بنابر احتياط لازم بايد مرد صبر كند تا حداقل يك ماه از جدا شدنش از زن بگذرد و بعد او را طلاق دهد.</w:t>
      </w:r>
    </w:p>
    <w:p w:rsidR="003E3506" w:rsidRPr="003E3506" w:rsidRDefault="003E3506" w:rsidP="003E3506">
      <w:pPr>
        <w:pStyle w:val="libNormal"/>
        <w:rPr>
          <w:lang w:bidi="fa-IR"/>
        </w:rPr>
      </w:pPr>
      <w:r w:rsidRPr="003E3506">
        <w:rPr>
          <w:rtl/>
          <w:lang w:bidi="fa-IR"/>
        </w:rPr>
        <w:t>٢٥١٠ - اگر زن را از خون حيض پاك بداند و طلاقش دهد بعد معلوم شود كه موقع طلاق در حال حيض بوده</w:t>
      </w:r>
      <w:r w:rsidR="000C4B14">
        <w:rPr>
          <w:rtl/>
          <w:lang w:bidi="fa-IR"/>
        </w:rPr>
        <w:t>،</w:t>
      </w:r>
      <w:r w:rsidRPr="003E3506">
        <w:rPr>
          <w:rtl/>
          <w:lang w:bidi="fa-IR"/>
        </w:rPr>
        <w:t xml:space="preserve"> طلاق او باطل است و اگر او را در حيض بداند و طلاقش دهد بعد معلوم شود پاك بوده</w:t>
      </w:r>
      <w:r w:rsidR="000C4B14">
        <w:rPr>
          <w:rtl/>
          <w:lang w:bidi="fa-IR"/>
        </w:rPr>
        <w:t>،</w:t>
      </w:r>
      <w:r w:rsidRPr="003E3506">
        <w:rPr>
          <w:rtl/>
          <w:lang w:bidi="fa-IR"/>
        </w:rPr>
        <w:t xml:space="preserve"> طلاق او صحيح است</w:t>
      </w:r>
      <w:r w:rsidR="000C4B14">
        <w:rPr>
          <w:rtl/>
          <w:lang w:bidi="fa-IR"/>
        </w:rPr>
        <w:t>.</w:t>
      </w:r>
    </w:p>
    <w:p w:rsidR="003E3506" w:rsidRPr="003E3506" w:rsidRDefault="003E3506" w:rsidP="003E3506">
      <w:pPr>
        <w:pStyle w:val="libNormal"/>
        <w:rPr>
          <w:lang w:bidi="fa-IR"/>
        </w:rPr>
      </w:pPr>
      <w:r w:rsidRPr="003E3506">
        <w:rPr>
          <w:rtl/>
          <w:lang w:bidi="fa-IR"/>
        </w:rPr>
        <w:t>٢٥١١ - كسى كه مى داند زنش در حال حيض يا نفاس است</w:t>
      </w:r>
      <w:r w:rsidR="000C4B14">
        <w:rPr>
          <w:rtl/>
          <w:lang w:bidi="fa-IR"/>
        </w:rPr>
        <w:t>،</w:t>
      </w:r>
      <w:r w:rsidRPr="003E3506">
        <w:rPr>
          <w:rtl/>
          <w:lang w:bidi="fa-IR"/>
        </w:rPr>
        <w:t xml:space="preserve"> اگر از او جدا شود مثلا مسافرت كند و بخواهد او را طلاق دهد</w:t>
      </w:r>
      <w:r w:rsidR="000C4B14">
        <w:rPr>
          <w:rtl/>
          <w:lang w:bidi="fa-IR"/>
        </w:rPr>
        <w:t>،</w:t>
      </w:r>
      <w:r w:rsidRPr="003E3506">
        <w:rPr>
          <w:rtl/>
          <w:lang w:bidi="fa-IR"/>
        </w:rPr>
        <w:t xml:space="preserve"> بايد تا مدتى كه يقين يا اطمينان پيدا كند كه زن از آن حيض يا نفاس پاك شده صبر نمايد</w:t>
      </w:r>
      <w:r w:rsidR="000C4B14">
        <w:rPr>
          <w:rtl/>
          <w:lang w:bidi="fa-IR"/>
        </w:rPr>
        <w:t>،</w:t>
      </w:r>
      <w:r w:rsidRPr="003E3506">
        <w:rPr>
          <w:rtl/>
          <w:lang w:bidi="fa-IR"/>
        </w:rPr>
        <w:t xml:space="preserve"> و بعدا چنانچه بداند كه او در حالت پاكى است مى تواند او </w:t>
      </w:r>
      <w:r w:rsidRPr="003E3506">
        <w:rPr>
          <w:rtl/>
          <w:lang w:bidi="fa-IR"/>
        </w:rPr>
        <w:lastRenderedPageBreak/>
        <w:t>را طلاق دهد</w:t>
      </w:r>
      <w:r w:rsidR="000C4B14">
        <w:rPr>
          <w:rtl/>
          <w:lang w:bidi="fa-IR"/>
        </w:rPr>
        <w:t>،</w:t>
      </w:r>
      <w:r w:rsidRPr="003E3506">
        <w:rPr>
          <w:rtl/>
          <w:lang w:bidi="fa-IR"/>
        </w:rPr>
        <w:t xml:space="preserve"> و هم چنين است اگر شك داشته باشد در صورتى كه آنچه را كه در كيفيت طلاق غايب در مساله </w:t>
      </w:r>
      <w:r w:rsidR="00605FAB">
        <w:rPr>
          <w:rtl/>
          <w:lang w:bidi="fa-IR"/>
        </w:rPr>
        <w:t>(</w:t>
      </w:r>
      <w:r w:rsidRPr="003E3506">
        <w:rPr>
          <w:rtl/>
          <w:lang w:bidi="fa-IR"/>
        </w:rPr>
        <w:t>٢٥٠٩</w:t>
      </w:r>
      <w:r w:rsidR="00605FAB">
        <w:rPr>
          <w:rtl/>
          <w:lang w:bidi="fa-IR"/>
        </w:rPr>
        <w:t>)</w:t>
      </w:r>
      <w:r w:rsidRPr="003E3506">
        <w:rPr>
          <w:rtl/>
          <w:lang w:bidi="fa-IR"/>
        </w:rPr>
        <w:t xml:space="preserve"> گذشت مراعات كند</w:t>
      </w:r>
      <w:r w:rsidR="000C4B14">
        <w:rPr>
          <w:rtl/>
          <w:lang w:bidi="fa-IR"/>
        </w:rPr>
        <w:t>.</w:t>
      </w:r>
    </w:p>
    <w:p w:rsidR="003E3506" w:rsidRPr="003E3506" w:rsidRDefault="003E3506" w:rsidP="003E3506">
      <w:pPr>
        <w:pStyle w:val="libNormal"/>
        <w:rPr>
          <w:lang w:bidi="fa-IR"/>
        </w:rPr>
      </w:pPr>
      <w:r w:rsidRPr="003E3506">
        <w:rPr>
          <w:rtl/>
          <w:lang w:bidi="fa-IR"/>
        </w:rPr>
        <w:t>٢٥١٢ - اگر مردى كه از زن خود جدا شده بخواهد زن خود را طلاق دهد چنانچه بتواند اطلاع پيدا كند كه زن او در حال حيض يا نفاس است يا نه</w:t>
      </w:r>
      <w:r w:rsidR="000C4B14">
        <w:rPr>
          <w:rtl/>
          <w:lang w:bidi="fa-IR"/>
        </w:rPr>
        <w:t>،</w:t>
      </w:r>
      <w:r w:rsidRPr="003E3506">
        <w:rPr>
          <w:rtl/>
          <w:lang w:bidi="fa-IR"/>
        </w:rPr>
        <w:t xml:space="preserve"> هر چند اطلاع او از روى عادت حيض زن</w:t>
      </w:r>
      <w:r w:rsidR="000C4B14">
        <w:rPr>
          <w:rtl/>
          <w:lang w:bidi="fa-IR"/>
        </w:rPr>
        <w:t>،</w:t>
      </w:r>
      <w:r w:rsidRPr="003E3506">
        <w:rPr>
          <w:rtl/>
          <w:lang w:bidi="fa-IR"/>
        </w:rPr>
        <w:t xml:space="preserve"> يا نشانه هاى ديگرى باشد</w:t>
      </w:r>
      <w:r w:rsidR="000C4B14">
        <w:rPr>
          <w:rtl/>
          <w:lang w:bidi="fa-IR"/>
        </w:rPr>
        <w:t>،</w:t>
      </w:r>
      <w:r w:rsidRPr="003E3506">
        <w:rPr>
          <w:rtl/>
          <w:lang w:bidi="fa-IR"/>
        </w:rPr>
        <w:t xml:space="preserve"> كه در شرع معين شده</w:t>
      </w:r>
      <w:r w:rsidR="000C4B14">
        <w:rPr>
          <w:rtl/>
          <w:lang w:bidi="fa-IR"/>
        </w:rPr>
        <w:t>،</w:t>
      </w:r>
      <w:r w:rsidRPr="003E3506">
        <w:rPr>
          <w:rtl/>
          <w:lang w:bidi="fa-IR"/>
        </w:rPr>
        <w:t xml:space="preserve"> اگر او را طلاق دهد و بعدا معلوم شود كه در حال حيض يا نفاس بوده</w:t>
      </w:r>
      <w:r w:rsidR="000C4B14">
        <w:rPr>
          <w:rtl/>
          <w:lang w:bidi="fa-IR"/>
        </w:rPr>
        <w:t>،</w:t>
      </w:r>
      <w:r w:rsidRPr="003E3506">
        <w:rPr>
          <w:rtl/>
          <w:lang w:bidi="fa-IR"/>
        </w:rPr>
        <w:t xml:space="preserve"> طلاق او صحيح نيست</w:t>
      </w:r>
      <w:r w:rsidR="000C4B14">
        <w:rPr>
          <w:rtl/>
          <w:lang w:bidi="fa-IR"/>
        </w:rPr>
        <w:t>.</w:t>
      </w:r>
    </w:p>
    <w:p w:rsidR="003E3506" w:rsidRPr="003E3506" w:rsidRDefault="003E3506" w:rsidP="003E3506">
      <w:pPr>
        <w:pStyle w:val="libNormal"/>
        <w:rPr>
          <w:lang w:bidi="fa-IR"/>
        </w:rPr>
      </w:pPr>
      <w:r w:rsidRPr="003E3506">
        <w:rPr>
          <w:rtl/>
          <w:lang w:bidi="fa-IR"/>
        </w:rPr>
        <w:t>٢٥١٣ - اگر با عيالش كه از خون حيض و نفاس پاك است نزديكى كند و بخواهد طلاقش دهد</w:t>
      </w:r>
      <w:r w:rsidR="000C4B14">
        <w:rPr>
          <w:rtl/>
          <w:lang w:bidi="fa-IR"/>
        </w:rPr>
        <w:t>،</w:t>
      </w:r>
      <w:r w:rsidRPr="003E3506">
        <w:rPr>
          <w:rtl/>
          <w:lang w:bidi="fa-IR"/>
        </w:rPr>
        <w:t xml:space="preserve"> بايد صبر كند تا دوباره حيض ببيند و پاك شود</w:t>
      </w:r>
      <w:r w:rsidR="000C4B14">
        <w:rPr>
          <w:rtl/>
          <w:lang w:bidi="fa-IR"/>
        </w:rPr>
        <w:t>،</w:t>
      </w:r>
      <w:r w:rsidRPr="003E3506">
        <w:rPr>
          <w:rtl/>
          <w:lang w:bidi="fa-IR"/>
        </w:rPr>
        <w:t xml:space="preserve"> ولى زنى را كه نه سالش تمام نشده</w:t>
      </w:r>
      <w:r w:rsidR="000C4B14">
        <w:rPr>
          <w:rtl/>
          <w:lang w:bidi="fa-IR"/>
        </w:rPr>
        <w:t>،</w:t>
      </w:r>
      <w:r w:rsidRPr="003E3506">
        <w:rPr>
          <w:rtl/>
          <w:lang w:bidi="fa-IR"/>
        </w:rPr>
        <w:t xml:space="preserve"> يا معلوم است كه آبستن است</w:t>
      </w:r>
      <w:r w:rsidR="000C4B14">
        <w:rPr>
          <w:rtl/>
          <w:lang w:bidi="fa-IR"/>
        </w:rPr>
        <w:t>،</w:t>
      </w:r>
      <w:r w:rsidRPr="003E3506">
        <w:rPr>
          <w:rtl/>
          <w:lang w:bidi="fa-IR"/>
        </w:rPr>
        <w:t xml:space="preserve"> اگر بعد از نزديكى طلاق دهند اشكال ندارد</w:t>
      </w:r>
      <w:r w:rsidR="000C4B14">
        <w:rPr>
          <w:rtl/>
          <w:lang w:bidi="fa-IR"/>
        </w:rPr>
        <w:t>،</w:t>
      </w:r>
      <w:r w:rsidRPr="003E3506">
        <w:rPr>
          <w:rtl/>
          <w:lang w:bidi="fa-IR"/>
        </w:rPr>
        <w:t xml:space="preserve"> و هم چنين است اگر يائسه باشد </w:t>
      </w:r>
      <w:r w:rsidR="00605FAB">
        <w:rPr>
          <w:rtl/>
          <w:lang w:bidi="fa-IR"/>
        </w:rPr>
        <w:t>(</w:t>
      </w:r>
      <w:r w:rsidRPr="003E3506">
        <w:rPr>
          <w:rtl/>
          <w:lang w:bidi="fa-IR"/>
        </w:rPr>
        <w:t xml:space="preserve">معناى يائسه در مساله </w:t>
      </w:r>
      <w:r w:rsidR="00605FAB">
        <w:rPr>
          <w:rtl/>
          <w:lang w:bidi="fa-IR"/>
        </w:rPr>
        <w:t>(</w:t>
      </w:r>
      <w:r w:rsidRPr="003E3506">
        <w:rPr>
          <w:rtl/>
          <w:lang w:bidi="fa-IR"/>
        </w:rPr>
        <w:t>٢٤٥٧</w:t>
      </w:r>
      <w:r w:rsidR="00605FAB">
        <w:rPr>
          <w:rtl/>
          <w:lang w:bidi="fa-IR"/>
        </w:rPr>
        <w:t>)</w:t>
      </w:r>
      <w:r w:rsidRPr="003E3506">
        <w:rPr>
          <w:rtl/>
          <w:lang w:bidi="fa-IR"/>
        </w:rPr>
        <w:t xml:space="preserve"> گذشت</w:t>
      </w:r>
      <w:r w:rsidR="00605FAB">
        <w:rPr>
          <w:rtl/>
          <w:lang w:bidi="fa-IR"/>
        </w:rPr>
        <w:t>)</w:t>
      </w:r>
      <w:r w:rsidRPr="003E3506">
        <w:rPr>
          <w:rtl/>
          <w:lang w:bidi="fa-IR"/>
        </w:rPr>
        <w:t>.</w:t>
      </w:r>
    </w:p>
    <w:p w:rsidR="003E3506" w:rsidRPr="003E3506" w:rsidRDefault="003E3506" w:rsidP="003E3506">
      <w:pPr>
        <w:pStyle w:val="libNormal"/>
        <w:rPr>
          <w:lang w:bidi="fa-IR"/>
        </w:rPr>
      </w:pPr>
      <w:r w:rsidRPr="003E3506">
        <w:rPr>
          <w:rtl/>
          <w:lang w:bidi="fa-IR"/>
        </w:rPr>
        <w:t>٢٥١٤ - اگر با زنى كه از خون حيض و نفاس پاك است نزديكى كند و در همان پاكى طلاقش دهد</w:t>
      </w:r>
      <w:r w:rsidR="000C4B14">
        <w:rPr>
          <w:rtl/>
          <w:lang w:bidi="fa-IR"/>
        </w:rPr>
        <w:t>،</w:t>
      </w:r>
      <w:r w:rsidRPr="003E3506">
        <w:rPr>
          <w:rtl/>
          <w:lang w:bidi="fa-IR"/>
        </w:rPr>
        <w:t xml:space="preserve"> چنانچه بعد معلوم شود كه موقع طلاق آبستن بوده</w:t>
      </w:r>
      <w:r w:rsidR="000C4B14">
        <w:rPr>
          <w:rtl/>
          <w:lang w:bidi="fa-IR"/>
        </w:rPr>
        <w:t>،</w:t>
      </w:r>
      <w:r w:rsidRPr="003E3506">
        <w:rPr>
          <w:rtl/>
          <w:lang w:bidi="fa-IR"/>
        </w:rPr>
        <w:t xml:space="preserve"> آن طلاق باطل است هر چند احتياط مستحب آن است كه دوباره او را طلاق دهد.</w:t>
      </w:r>
    </w:p>
    <w:p w:rsidR="003E3506" w:rsidRPr="003E3506" w:rsidRDefault="003E3506" w:rsidP="003E3506">
      <w:pPr>
        <w:pStyle w:val="libNormal"/>
        <w:rPr>
          <w:lang w:bidi="fa-IR"/>
        </w:rPr>
      </w:pPr>
      <w:r w:rsidRPr="003E3506">
        <w:rPr>
          <w:rtl/>
          <w:lang w:bidi="fa-IR"/>
        </w:rPr>
        <w:t>٢٥١٥ - اگر با زنى كه از خون حيض و نفاس پاك است نزديكى كند و سپس از او جدا شود</w:t>
      </w:r>
      <w:r w:rsidR="000C4B14">
        <w:rPr>
          <w:rtl/>
          <w:lang w:bidi="fa-IR"/>
        </w:rPr>
        <w:t>،</w:t>
      </w:r>
      <w:r w:rsidRPr="003E3506">
        <w:rPr>
          <w:rtl/>
          <w:lang w:bidi="fa-IR"/>
        </w:rPr>
        <w:t xml:space="preserve"> مثلا مسافرت نمايد</w:t>
      </w:r>
      <w:r w:rsidR="000C4B14">
        <w:rPr>
          <w:rtl/>
          <w:lang w:bidi="fa-IR"/>
        </w:rPr>
        <w:t>،</w:t>
      </w:r>
      <w:r w:rsidRPr="003E3506">
        <w:rPr>
          <w:rtl/>
          <w:lang w:bidi="fa-IR"/>
        </w:rPr>
        <w:t xml:space="preserve"> چنانچه بخواهد در سفر طلاقش دهد</w:t>
      </w:r>
      <w:r w:rsidR="000C4B14">
        <w:rPr>
          <w:rtl/>
          <w:lang w:bidi="fa-IR"/>
        </w:rPr>
        <w:t>،</w:t>
      </w:r>
      <w:r w:rsidRPr="003E3506">
        <w:rPr>
          <w:rtl/>
          <w:lang w:bidi="fa-IR"/>
        </w:rPr>
        <w:t xml:space="preserve"> و نتواند از حالش اطلاع پيدا كند</w:t>
      </w:r>
      <w:r w:rsidR="000C4B14">
        <w:rPr>
          <w:rtl/>
          <w:lang w:bidi="fa-IR"/>
        </w:rPr>
        <w:t>،</w:t>
      </w:r>
      <w:r w:rsidRPr="003E3506">
        <w:rPr>
          <w:rtl/>
          <w:lang w:bidi="fa-IR"/>
        </w:rPr>
        <w:t xml:space="preserve"> بايد به قدرى كه زن بعد از آن پاكى خون مى بيند و دوباره پاك مى شود</w:t>
      </w:r>
      <w:r w:rsidR="000C4B14">
        <w:rPr>
          <w:rtl/>
          <w:lang w:bidi="fa-IR"/>
        </w:rPr>
        <w:t>،</w:t>
      </w:r>
      <w:r w:rsidRPr="003E3506">
        <w:rPr>
          <w:rtl/>
          <w:lang w:bidi="fa-IR"/>
        </w:rPr>
        <w:t xml:space="preserve"> صبر كند.</w:t>
      </w:r>
    </w:p>
    <w:p w:rsidR="003E3506" w:rsidRPr="003E3506" w:rsidRDefault="003E3506" w:rsidP="003E3506">
      <w:pPr>
        <w:pStyle w:val="libNormal"/>
        <w:rPr>
          <w:lang w:bidi="fa-IR"/>
        </w:rPr>
      </w:pPr>
      <w:r w:rsidRPr="003E3506">
        <w:rPr>
          <w:rtl/>
          <w:lang w:bidi="fa-IR"/>
        </w:rPr>
        <w:t>و احتياط واجب آن است كه آن مدت كمتر از يك ماه نباشد.</w:t>
      </w:r>
    </w:p>
    <w:p w:rsidR="003E3506" w:rsidRPr="003E3506" w:rsidRDefault="003E3506" w:rsidP="003E3506">
      <w:pPr>
        <w:pStyle w:val="libNormal"/>
        <w:rPr>
          <w:lang w:bidi="fa-IR"/>
        </w:rPr>
      </w:pPr>
      <w:r w:rsidRPr="003E3506">
        <w:rPr>
          <w:rtl/>
          <w:lang w:bidi="fa-IR"/>
        </w:rPr>
        <w:t>٢٥١٦ - اگر مرد بخواهد زن خود را كه به واسطه اصل خلقت يا مرضى حيض نمى بيند</w:t>
      </w:r>
      <w:r w:rsidR="000C4B14">
        <w:rPr>
          <w:rtl/>
          <w:lang w:bidi="fa-IR"/>
        </w:rPr>
        <w:t>،</w:t>
      </w:r>
      <w:r w:rsidRPr="003E3506">
        <w:rPr>
          <w:rtl/>
          <w:lang w:bidi="fa-IR"/>
        </w:rPr>
        <w:t xml:space="preserve"> و زنهاى مانند او حيض مى بيند</w:t>
      </w:r>
      <w:r w:rsidR="000C4B14">
        <w:rPr>
          <w:rtl/>
          <w:lang w:bidi="fa-IR"/>
        </w:rPr>
        <w:t>،</w:t>
      </w:r>
      <w:r w:rsidRPr="003E3506">
        <w:rPr>
          <w:rtl/>
          <w:lang w:bidi="fa-IR"/>
        </w:rPr>
        <w:t xml:space="preserve"> طلاق دهد</w:t>
      </w:r>
      <w:r w:rsidR="000C4B14">
        <w:rPr>
          <w:rtl/>
          <w:lang w:bidi="fa-IR"/>
        </w:rPr>
        <w:t>،</w:t>
      </w:r>
      <w:r w:rsidRPr="003E3506">
        <w:rPr>
          <w:rtl/>
          <w:lang w:bidi="fa-IR"/>
        </w:rPr>
        <w:t xml:space="preserve"> بايد از وقتى كه با او نزديكى كرده تا سه ماه از نزديكى با او خوددارى نمايد و بعد او را طلاق دهد.</w:t>
      </w:r>
    </w:p>
    <w:p w:rsidR="003E3506" w:rsidRPr="003E3506" w:rsidRDefault="003E3506" w:rsidP="003E3506">
      <w:pPr>
        <w:pStyle w:val="libNormal"/>
        <w:rPr>
          <w:lang w:bidi="fa-IR"/>
        </w:rPr>
      </w:pPr>
      <w:r w:rsidRPr="003E3506">
        <w:rPr>
          <w:rtl/>
          <w:lang w:bidi="fa-IR"/>
        </w:rPr>
        <w:t>٢٥١٧ - طلاق بايد به صيغه عربى صحيح و به كلمه طالق خوانده شود</w:t>
      </w:r>
      <w:r w:rsidR="000C4B14">
        <w:rPr>
          <w:rtl/>
          <w:lang w:bidi="fa-IR"/>
        </w:rPr>
        <w:t>،</w:t>
      </w:r>
      <w:r w:rsidRPr="003E3506">
        <w:rPr>
          <w:rtl/>
          <w:lang w:bidi="fa-IR"/>
        </w:rPr>
        <w:t xml:space="preserve"> و دو مرد عادل آن را بشنوند و اگر خود شوهر بخواهد صيغه طلاق را بخواند و اسم زن او مثلا فاطمه باشد</w:t>
      </w:r>
      <w:r w:rsidR="000C4B14">
        <w:rPr>
          <w:rtl/>
          <w:lang w:bidi="fa-IR"/>
        </w:rPr>
        <w:t>،</w:t>
      </w:r>
      <w:r w:rsidRPr="003E3506">
        <w:rPr>
          <w:rtl/>
          <w:lang w:bidi="fa-IR"/>
        </w:rPr>
        <w:t xml:space="preserve"> بايد </w:t>
      </w:r>
      <w:r w:rsidRPr="003E3506">
        <w:rPr>
          <w:rtl/>
          <w:lang w:bidi="fa-IR"/>
        </w:rPr>
        <w:lastRenderedPageBreak/>
        <w:t>بگويد</w:t>
      </w:r>
      <w:r w:rsidR="00553569">
        <w:rPr>
          <w:rtl/>
          <w:lang w:bidi="fa-IR"/>
        </w:rPr>
        <w:t>:</w:t>
      </w:r>
      <w:r w:rsidRPr="003E3506">
        <w:rPr>
          <w:rtl/>
          <w:lang w:bidi="fa-IR"/>
        </w:rPr>
        <w:t xml:space="preserve"> زوجتى فاطمه طالق يعنى زن من فاطمه رها است و اگر ديگرى را وكيل كند آن وكيل بايد بگويد</w:t>
      </w:r>
      <w:r w:rsidR="00553569">
        <w:rPr>
          <w:rtl/>
          <w:lang w:bidi="fa-IR"/>
        </w:rPr>
        <w:t>:</w:t>
      </w:r>
      <w:r w:rsidRPr="003E3506">
        <w:rPr>
          <w:rtl/>
          <w:lang w:bidi="fa-IR"/>
        </w:rPr>
        <w:t xml:space="preserve"> زوجة موكلي فاطمه طالق و در صورتى كه زن معين باشد ذكر نام او لازم نيست و چنانچه مرد نتواند طلاق را به صيغه عربى بياورد و يا وكيل بگيرد به هر لفظى كه مرادف صيغه عربى آن است از هر لغتى باشد مى تواند طلاق دهد.</w:t>
      </w:r>
    </w:p>
    <w:p w:rsidR="003E3506" w:rsidRPr="003E3506" w:rsidRDefault="003E3506" w:rsidP="003E3506">
      <w:pPr>
        <w:pStyle w:val="libNormal"/>
        <w:rPr>
          <w:lang w:bidi="fa-IR"/>
        </w:rPr>
      </w:pPr>
      <w:r w:rsidRPr="003E3506">
        <w:rPr>
          <w:rtl/>
          <w:lang w:bidi="fa-IR"/>
        </w:rPr>
        <w:t>٢٥١٨ - زنى كه صيغه شده</w:t>
      </w:r>
      <w:r w:rsidR="000C4B14">
        <w:rPr>
          <w:rtl/>
          <w:lang w:bidi="fa-IR"/>
        </w:rPr>
        <w:t>،</w:t>
      </w:r>
      <w:r w:rsidRPr="003E3506">
        <w:rPr>
          <w:rtl/>
          <w:lang w:bidi="fa-IR"/>
        </w:rPr>
        <w:t xml:space="preserve"> مثلا يك ماهه يا يك ساله او را عقد كرده اند طلاق ندارد و رها شدن او به اين است كه مدتش تمام شود</w:t>
      </w:r>
      <w:r w:rsidR="000C4B14">
        <w:rPr>
          <w:rtl/>
          <w:lang w:bidi="fa-IR"/>
        </w:rPr>
        <w:t>،</w:t>
      </w:r>
      <w:r w:rsidRPr="003E3506">
        <w:rPr>
          <w:rtl/>
          <w:lang w:bidi="fa-IR"/>
        </w:rPr>
        <w:t xml:space="preserve"> يا مرد مدت او را به او ببخشد به اين ترتيب كه بگويد</w:t>
      </w:r>
      <w:r w:rsidR="00553569">
        <w:rPr>
          <w:rtl/>
          <w:lang w:bidi="fa-IR"/>
        </w:rPr>
        <w:t>:</w:t>
      </w:r>
      <w:r w:rsidRPr="003E3506">
        <w:rPr>
          <w:rtl/>
          <w:lang w:bidi="fa-IR"/>
        </w:rPr>
        <w:t xml:space="preserve"> مدت را به تو بخشيدم و شاهد گرفتن و پاك بودن زن از حيض لازم نيست</w:t>
      </w:r>
      <w:r w:rsidR="000C4B14">
        <w:rPr>
          <w:rtl/>
          <w:lang w:bidi="fa-IR"/>
        </w:rPr>
        <w:t>.</w:t>
      </w:r>
    </w:p>
    <w:p w:rsidR="003E3506" w:rsidRDefault="00605FAB" w:rsidP="009408C2">
      <w:pPr>
        <w:pStyle w:val="Heading3"/>
        <w:rPr>
          <w:rtl/>
          <w:lang w:bidi="fa-IR"/>
        </w:rPr>
      </w:pPr>
      <w:bookmarkStart w:id="268" w:name="_Toc24454691"/>
      <w:r>
        <w:rPr>
          <w:rtl/>
          <w:lang w:bidi="fa-IR"/>
        </w:rPr>
        <w:t>(</w:t>
      </w:r>
      <w:r w:rsidR="003E3506" w:rsidRPr="003E3506">
        <w:rPr>
          <w:rtl/>
          <w:lang w:bidi="fa-IR"/>
        </w:rPr>
        <w:t>عده طلاق</w:t>
      </w:r>
      <w:r>
        <w:rPr>
          <w:rtl/>
          <w:lang w:bidi="fa-IR"/>
        </w:rPr>
        <w:t>)</w:t>
      </w:r>
      <w:bookmarkEnd w:id="268"/>
    </w:p>
    <w:p w:rsidR="003E3506" w:rsidRPr="003E3506" w:rsidRDefault="003E3506" w:rsidP="003E3506">
      <w:pPr>
        <w:pStyle w:val="libNormal"/>
        <w:rPr>
          <w:lang w:bidi="fa-IR"/>
        </w:rPr>
      </w:pPr>
      <w:r w:rsidRPr="003E3506">
        <w:rPr>
          <w:rtl/>
          <w:lang w:bidi="fa-IR"/>
        </w:rPr>
        <w:t>٢٥١٩ - زنى كه نه سالش تمام نشده</w:t>
      </w:r>
      <w:r w:rsidR="000C4B14">
        <w:rPr>
          <w:rtl/>
          <w:lang w:bidi="fa-IR"/>
        </w:rPr>
        <w:t>،</w:t>
      </w:r>
      <w:r w:rsidRPr="003E3506">
        <w:rPr>
          <w:rtl/>
          <w:lang w:bidi="fa-IR"/>
        </w:rPr>
        <w:t xml:space="preserve"> و زن يائسه عده ندارند</w:t>
      </w:r>
      <w:r w:rsidR="000C4B14">
        <w:rPr>
          <w:rtl/>
          <w:lang w:bidi="fa-IR"/>
        </w:rPr>
        <w:t>،</w:t>
      </w:r>
      <w:r w:rsidRPr="003E3506">
        <w:rPr>
          <w:rtl/>
          <w:lang w:bidi="fa-IR"/>
        </w:rPr>
        <w:t xml:space="preserve"> يعنى اگر چه شوهرش با او نزديكى كرده باشد</w:t>
      </w:r>
      <w:r w:rsidR="000C4B14">
        <w:rPr>
          <w:rtl/>
          <w:lang w:bidi="fa-IR"/>
        </w:rPr>
        <w:t>،</w:t>
      </w:r>
      <w:r w:rsidRPr="003E3506">
        <w:rPr>
          <w:rtl/>
          <w:lang w:bidi="fa-IR"/>
        </w:rPr>
        <w:t xml:space="preserve"> بعد از طلاق مى تواند فورا شوهر كند.</w:t>
      </w:r>
    </w:p>
    <w:p w:rsidR="003E3506" w:rsidRPr="003E3506" w:rsidRDefault="003E3506" w:rsidP="003E3506">
      <w:pPr>
        <w:pStyle w:val="libNormal"/>
        <w:rPr>
          <w:lang w:bidi="fa-IR"/>
        </w:rPr>
      </w:pPr>
      <w:r w:rsidRPr="003E3506">
        <w:rPr>
          <w:rtl/>
          <w:lang w:bidi="fa-IR"/>
        </w:rPr>
        <w:t>٢٥٢٠ - زنى كه نه سالش تمام شده و يائسه نيست و شوهرش با او نزديكى كند اگر طلاقش دهد</w:t>
      </w:r>
      <w:r w:rsidR="000C4B14">
        <w:rPr>
          <w:rtl/>
          <w:lang w:bidi="fa-IR"/>
        </w:rPr>
        <w:t>،</w:t>
      </w:r>
      <w:r w:rsidRPr="003E3506">
        <w:rPr>
          <w:rtl/>
          <w:lang w:bidi="fa-IR"/>
        </w:rPr>
        <w:t xml:space="preserve"> بعد از طلاق بايد عده نگهدارد</w:t>
      </w:r>
      <w:r w:rsidR="000C4B14">
        <w:rPr>
          <w:rtl/>
          <w:lang w:bidi="fa-IR"/>
        </w:rPr>
        <w:t>،</w:t>
      </w:r>
      <w:r w:rsidRPr="003E3506">
        <w:rPr>
          <w:rtl/>
          <w:lang w:bidi="fa-IR"/>
        </w:rPr>
        <w:t xml:space="preserve"> و عده زن آزاد آن است كه بعد از آن كه شوهرش در پاكى طلاقش داد</w:t>
      </w:r>
      <w:r w:rsidR="000C4B14">
        <w:rPr>
          <w:rtl/>
          <w:lang w:bidi="fa-IR"/>
        </w:rPr>
        <w:t>،</w:t>
      </w:r>
      <w:r w:rsidRPr="003E3506">
        <w:rPr>
          <w:rtl/>
          <w:lang w:bidi="fa-IR"/>
        </w:rPr>
        <w:t xml:space="preserve"> به قدرى صبر كند كه دوبار حيض ببيند و پاك شود و همين كه حيض سوم را ديد عده او تمام مى شود</w:t>
      </w:r>
      <w:r w:rsidR="000C4B14">
        <w:rPr>
          <w:rtl/>
          <w:lang w:bidi="fa-IR"/>
        </w:rPr>
        <w:t>،</w:t>
      </w:r>
      <w:r w:rsidRPr="003E3506">
        <w:rPr>
          <w:rtl/>
          <w:lang w:bidi="fa-IR"/>
        </w:rPr>
        <w:t xml:space="preserve"> و مى تواند شوهر كند.</w:t>
      </w:r>
    </w:p>
    <w:p w:rsidR="003E3506" w:rsidRPr="003E3506" w:rsidRDefault="003E3506" w:rsidP="003E3506">
      <w:pPr>
        <w:pStyle w:val="libNormal"/>
        <w:rPr>
          <w:lang w:bidi="fa-IR"/>
        </w:rPr>
      </w:pPr>
      <w:r w:rsidRPr="003E3506">
        <w:rPr>
          <w:rtl/>
          <w:lang w:bidi="fa-IR"/>
        </w:rPr>
        <w:t>ولى اگر پيش از نزديكى كردن با او طلاقش بدهد عده ندارد</w:t>
      </w:r>
      <w:r w:rsidR="000C4B14">
        <w:rPr>
          <w:rtl/>
          <w:lang w:bidi="fa-IR"/>
        </w:rPr>
        <w:t>،</w:t>
      </w:r>
      <w:r w:rsidRPr="003E3506">
        <w:rPr>
          <w:rtl/>
          <w:lang w:bidi="fa-IR"/>
        </w:rPr>
        <w:t xml:space="preserve"> يعنى مى تواند بعد از طلاق فورا شوهر كند</w:t>
      </w:r>
      <w:r w:rsidR="000C4B14">
        <w:rPr>
          <w:rtl/>
          <w:lang w:bidi="fa-IR"/>
        </w:rPr>
        <w:t>،</w:t>
      </w:r>
      <w:r w:rsidRPr="003E3506">
        <w:rPr>
          <w:rtl/>
          <w:lang w:bidi="fa-IR"/>
        </w:rPr>
        <w:t xml:space="preserve"> مگر آن كه منى شوهر به طور جذب يا مانند آن داخل فرج او شده باشد</w:t>
      </w:r>
      <w:r w:rsidR="000C4B14">
        <w:rPr>
          <w:rtl/>
          <w:lang w:bidi="fa-IR"/>
        </w:rPr>
        <w:t>،</w:t>
      </w:r>
      <w:r w:rsidRPr="003E3506">
        <w:rPr>
          <w:rtl/>
          <w:lang w:bidi="fa-IR"/>
        </w:rPr>
        <w:t xml:space="preserve"> كه در اين صورت بنابر اظهر بايد عده نگهدارد.</w:t>
      </w:r>
    </w:p>
    <w:p w:rsidR="003E3506" w:rsidRPr="003E3506" w:rsidRDefault="003E3506" w:rsidP="003E3506">
      <w:pPr>
        <w:pStyle w:val="libNormal"/>
        <w:rPr>
          <w:lang w:bidi="fa-IR"/>
        </w:rPr>
      </w:pPr>
      <w:r w:rsidRPr="003E3506">
        <w:rPr>
          <w:rtl/>
          <w:lang w:bidi="fa-IR"/>
        </w:rPr>
        <w:t>٢٥٢١ - زنى كه حيض نمى بيند اگر در سن زنهايى باشد كه حيض مى بينند</w:t>
      </w:r>
      <w:r w:rsidR="000C4B14">
        <w:rPr>
          <w:rtl/>
          <w:lang w:bidi="fa-IR"/>
        </w:rPr>
        <w:t>،</w:t>
      </w:r>
      <w:r w:rsidRPr="003E3506">
        <w:rPr>
          <w:rtl/>
          <w:lang w:bidi="fa-IR"/>
        </w:rPr>
        <w:t xml:space="preserve"> چنانچه شوهرش بعد از نزديكى با او طلاقش دهد</w:t>
      </w:r>
      <w:r w:rsidR="000C4B14">
        <w:rPr>
          <w:rtl/>
          <w:lang w:bidi="fa-IR"/>
        </w:rPr>
        <w:t>،</w:t>
      </w:r>
      <w:r w:rsidRPr="003E3506">
        <w:rPr>
          <w:rtl/>
          <w:lang w:bidi="fa-IR"/>
        </w:rPr>
        <w:t xml:space="preserve"> بايد بعد از طلاق تا سه ماه عده نگهدارد.</w:t>
      </w:r>
    </w:p>
    <w:p w:rsidR="003E3506" w:rsidRPr="003E3506" w:rsidRDefault="003E3506" w:rsidP="003E3506">
      <w:pPr>
        <w:pStyle w:val="libNormal"/>
        <w:rPr>
          <w:lang w:bidi="fa-IR"/>
        </w:rPr>
      </w:pPr>
      <w:r w:rsidRPr="003E3506">
        <w:rPr>
          <w:rtl/>
          <w:lang w:bidi="fa-IR"/>
        </w:rPr>
        <w:t>٢٥٢٢ - زنى كه عده او سه ماه است</w:t>
      </w:r>
      <w:r w:rsidR="000C4B14">
        <w:rPr>
          <w:rtl/>
          <w:lang w:bidi="fa-IR"/>
        </w:rPr>
        <w:t>،</w:t>
      </w:r>
      <w:r w:rsidRPr="003E3506">
        <w:rPr>
          <w:rtl/>
          <w:lang w:bidi="fa-IR"/>
        </w:rPr>
        <w:t xml:space="preserve"> اگر اول ماه طلاقش بدهند</w:t>
      </w:r>
      <w:r w:rsidR="000C4B14">
        <w:rPr>
          <w:rtl/>
          <w:lang w:bidi="fa-IR"/>
        </w:rPr>
        <w:t>،</w:t>
      </w:r>
      <w:r w:rsidRPr="003E3506">
        <w:rPr>
          <w:rtl/>
          <w:lang w:bidi="fa-IR"/>
        </w:rPr>
        <w:t xml:space="preserve"> بايد سه ماه هلالى يعنى از موقعى كه ماه ديده مى شود تا سه ماه عده نگهدارد.</w:t>
      </w:r>
    </w:p>
    <w:p w:rsidR="003E3506" w:rsidRPr="003E3506" w:rsidRDefault="003E3506" w:rsidP="003E3506">
      <w:pPr>
        <w:pStyle w:val="libNormal"/>
        <w:rPr>
          <w:lang w:bidi="fa-IR"/>
        </w:rPr>
      </w:pPr>
      <w:r w:rsidRPr="003E3506">
        <w:rPr>
          <w:rtl/>
          <w:lang w:bidi="fa-IR"/>
        </w:rPr>
        <w:lastRenderedPageBreak/>
        <w:t>و اگر در بين ماه طلاقش بدهد</w:t>
      </w:r>
      <w:r w:rsidR="000C4B14">
        <w:rPr>
          <w:rtl/>
          <w:lang w:bidi="fa-IR"/>
        </w:rPr>
        <w:t>،</w:t>
      </w:r>
      <w:r w:rsidRPr="003E3506">
        <w:rPr>
          <w:rtl/>
          <w:lang w:bidi="fa-IR"/>
        </w:rPr>
        <w:t xml:space="preserve"> بايد باقى ماه را با دو ماه بعد از آن و نيز كسرى ماه اول را از ماه چهارم عده نگهدارد</w:t>
      </w:r>
      <w:r w:rsidR="000C4B14">
        <w:rPr>
          <w:rtl/>
          <w:lang w:bidi="fa-IR"/>
        </w:rPr>
        <w:t>،</w:t>
      </w:r>
      <w:r w:rsidRPr="003E3506">
        <w:rPr>
          <w:rtl/>
          <w:lang w:bidi="fa-IR"/>
        </w:rPr>
        <w:t xml:space="preserve"> تا سه ماه تمام شود</w:t>
      </w:r>
      <w:r w:rsidR="000C4B14">
        <w:rPr>
          <w:rtl/>
          <w:lang w:bidi="fa-IR"/>
        </w:rPr>
        <w:t>،</w:t>
      </w:r>
      <w:r w:rsidRPr="003E3506">
        <w:rPr>
          <w:rtl/>
          <w:lang w:bidi="fa-IR"/>
        </w:rPr>
        <w:t xml:space="preserve"> مثلا اگر غروب روز بيستم ماه طلاقش دهند و آن ماه بيست و نه روز باشد</w:t>
      </w:r>
      <w:r w:rsidR="000C4B14">
        <w:rPr>
          <w:rtl/>
          <w:lang w:bidi="fa-IR"/>
        </w:rPr>
        <w:t>،</w:t>
      </w:r>
      <w:r w:rsidRPr="003E3506">
        <w:rPr>
          <w:rtl/>
          <w:lang w:bidi="fa-IR"/>
        </w:rPr>
        <w:t xml:space="preserve"> بايد نه روز باقى ماه را با دو ماه بعد از آن و بيست روز از ماه چهارم عده نگهدارد</w:t>
      </w:r>
      <w:r w:rsidR="000C4B14">
        <w:rPr>
          <w:rtl/>
          <w:lang w:bidi="fa-IR"/>
        </w:rPr>
        <w:t>،</w:t>
      </w:r>
      <w:r w:rsidRPr="003E3506">
        <w:rPr>
          <w:rtl/>
          <w:lang w:bidi="fa-IR"/>
        </w:rPr>
        <w:t xml:space="preserve"> بلكه احتياط واجب آن است كه از ماه چهارم بيست و يك روز عده نگهدارد</w:t>
      </w:r>
      <w:r w:rsidR="000C4B14">
        <w:rPr>
          <w:rtl/>
          <w:lang w:bidi="fa-IR"/>
        </w:rPr>
        <w:t>،</w:t>
      </w:r>
      <w:r w:rsidRPr="003E3506">
        <w:rPr>
          <w:rtl/>
          <w:lang w:bidi="fa-IR"/>
        </w:rPr>
        <w:t xml:space="preserve"> تا به مقدارى كه از ماه اول عده نگهداشته سى روز شود.</w:t>
      </w:r>
    </w:p>
    <w:p w:rsidR="003E3506" w:rsidRPr="003E3506" w:rsidRDefault="003E3506" w:rsidP="003E3506">
      <w:pPr>
        <w:pStyle w:val="libNormal"/>
        <w:rPr>
          <w:lang w:bidi="fa-IR"/>
        </w:rPr>
      </w:pPr>
      <w:r w:rsidRPr="003E3506">
        <w:rPr>
          <w:rtl/>
          <w:lang w:bidi="fa-IR"/>
        </w:rPr>
        <w:t>٢٥٢٣ - اگر زن آبستن را طلاق دهند</w:t>
      </w:r>
      <w:r w:rsidR="000C4B14">
        <w:rPr>
          <w:rtl/>
          <w:lang w:bidi="fa-IR"/>
        </w:rPr>
        <w:t>،</w:t>
      </w:r>
      <w:r w:rsidRPr="003E3506">
        <w:rPr>
          <w:rtl/>
          <w:lang w:bidi="fa-IR"/>
        </w:rPr>
        <w:t xml:space="preserve"> عده اش تا دنيا آمدن يا سقط شدن بچه او است بنابر اين اگر مثلا يك ساعت بعد از طلاق</w:t>
      </w:r>
      <w:r w:rsidR="000C4B14">
        <w:rPr>
          <w:rtl/>
          <w:lang w:bidi="fa-IR"/>
        </w:rPr>
        <w:t>،</w:t>
      </w:r>
      <w:r w:rsidRPr="003E3506">
        <w:rPr>
          <w:rtl/>
          <w:lang w:bidi="fa-IR"/>
        </w:rPr>
        <w:t xml:space="preserve"> بچه او به دنيا آمد</w:t>
      </w:r>
      <w:r w:rsidR="000C4B14">
        <w:rPr>
          <w:rtl/>
          <w:lang w:bidi="fa-IR"/>
        </w:rPr>
        <w:t>،</w:t>
      </w:r>
      <w:r w:rsidRPr="003E3506">
        <w:rPr>
          <w:rtl/>
          <w:lang w:bidi="fa-IR"/>
        </w:rPr>
        <w:t xml:space="preserve"> عده اش تمام مى شود</w:t>
      </w:r>
      <w:r w:rsidR="000C4B14">
        <w:rPr>
          <w:rtl/>
          <w:lang w:bidi="fa-IR"/>
        </w:rPr>
        <w:t>،</w:t>
      </w:r>
      <w:r w:rsidRPr="003E3506">
        <w:rPr>
          <w:rtl/>
          <w:lang w:bidi="fa-IR"/>
        </w:rPr>
        <w:t xml:space="preserve"> ولى اين در صورتى است كه بچه فرزند شرعى صاحب عده باشد</w:t>
      </w:r>
      <w:r w:rsidR="000C4B14">
        <w:rPr>
          <w:rtl/>
          <w:lang w:bidi="fa-IR"/>
        </w:rPr>
        <w:t>،</w:t>
      </w:r>
      <w:r w:rsidRPr="003E3506">
        <w:rPr>
          <w:rtl/>
          <w:lang w:bidi="fa-IR"/>
        </w:rPr>
        <w:t xml:space="preserve"> بنابر اين اگر زن از زنا آبستن شده باشد</w:t>
      </w:r>
      <w:r w:rsidR="000C4B14">
        <w:rPr>
          <w:rtl/>
          <w:lang w:bidi="fa-IR"/>
        </w:rPr>
        <w:t>،</w:t>
      </w:r>
      <w:r w:rsidRPr="003E3506">
        <w:rPr>
          <w:rtl/>
          <w:lang w:bidi="fa-IR"/>
        </w:rPr>
        <w:t xml:space="preserve"> و شوهرش او را طلاق دهد عده او به وضع حمل بچه اش تمام نمى شود.</w:t>
      </w:r>
    </w:p>
    <w:p w:rsidR="003E3506" w:rsidRPr="003E3506" w:rsidRDefault="003E3506" w:rsidP="003E3506">
      <w:pPr>
        <w:pStyle w:val="libNormal"/>
        <w:rPr>
          <w:lang w:bidi="fa-IR"/>
        </w:rPr>
      </w:pPr>
      <w:r w:rsidRPr="003E3506">
        <w:rPr>
          <w:rtl/>
          <w:lang w:bidi="fa-IR"/>
        </w:rPr>
        <w:t>٢٥٢٤ - زنى كه نه سالش تمام شده و يائسه نيست اگر صيغه شود مثلا يك ماهه</w:t>
      </w:r>
      <w:r w:rsidR="000C4B14">
        <w:rPr>
          <w:rtl/>
          <w:lang w:bidi="fa-IR"/>
        </w:rPr>
        <w:t>،</w:t>
      </w:r>
      <w:r w:rsidRPr="003E3506">
        <w:rPr>
          <w:rtl/>
          <w:lang w:bidi="fa-IR"/>
        </w:rPr>
        <w:t xml:space="preserve"> يا يك ساله شوهر كند</w:t>
      </w:r>
      <w:r w:rsidR="000C4B14">
        <w:rPr>
          <w:rtl/>
          <w:lang w:bidi="fa-IR"/>
        </w:rPr>
        <w:t>،</w:t>
      </w:r>
      <w:r w:rsidRPr="003E3506">
        <w:rPr>
          <w:rtl/>
          <w:lang w:bidi="fa-IR"/>
        </w:rPr>
        <w:t xml:space="preserve"> چنانچه شوهرش با او نزديكى نمايد و مدت آن زن تمام شود</w:t>
      </w:r>
      <w:r w:rsidR="000C4B14">
        <w:rPr>
          <w:rtl/>
          <w:lang w:bidi="fa-IR"/>
        </w:rPr>
        <w:t>،</w:t>
      </w:r>
      <w:r w:rsidRPr="003E3506">
        <w:rPr>
          <w:rtl/>
          <w:lang w:bidi="fa-IR"/>
        </w:rPr>
        <w:t xml:space="preserve"> يا شوهر مدت را به او ببخشد بايد عده نگهدارد پس اگر حيض مى بيند بنابر احتياط بايد به مقدار دو حيض عده نگهدارد و شوهر نكند و اگر حيض نمى بيند</w:t>
      </w:r>
      <w:r w:rsidR="000C4B14">
        <w:rPr>
          <w:rtl/>
          <w:lang w:bidi="fa-IR"/>
        </w:rPr>
        <w:t>،</w:t>
      </w:r>
      <w:r w:rsidRPr="003E3506">
        <w:rPr>
          <w:rtl/>
          <w:lang w:bidi="fa-IR"/>
        </w:rPr>
        <w:t xml:space="preserve"> چهل و پنج روز از شوهر كردن خوددارى نمايد</w:t>
      </w:r>
      <w:r w:rsidR="000C4B14">
        <w:rPr>
          <w:rtl/>
          <w:lang w:bidi="fa-IR"/>
        </w:rPr>
        <w:t>،</w:t>
      </w:r>
      <w:r w:rsidRPr="003E3506">
        <w:rPr>
          <w:rtl/>
          <w:lang w:bidi="fa-IR"/>
        </w:rPr>
        <w:t xml:space="preserve"> و در صورتى كه آبستن باشد</w:t>
      </w:r>
      <w:r w:rsidR="000C4B14">
        <w:rPr>
          <w:rtl/>
          <w:lang w:bidi="fa-IR"/>
        </w:rPr>
        <w:t>،</w:t>
      </w:r>
      <w:r w:rsidRPr="003E3506">
        <w:rPr>
          <w:rtl/>
          <w:lang w:bidi="fa-IR"/>
        </w:rPr>
        <w:t xml:space="preserve"> عده او بنابر اظهر تا دنيا آمدن يا سقط شدن بچه او است اگر چه احتياط مستحب آن است كه به هر كدام از زاييدن يا چهل و پنج روز كه بيشتر است عده نگهدارد.</w:t>
      </w:r>
    </w:p>
    <w:p w:rsidR="003E3506" w:rsidRPr="003E3506" w:rsidRDefault="003E3506" w:rsidP="003E3506">
      <w:pPr>
        <w:pStyle w:val="libNormal"/>
        <w:rPr>
          <w:lang w:bidi="fa-IR"/>
        </w:rPr>
      </w:pPr>
      <w:r w:rsidRPr="003E3506">
        <w:rPr>
          <w:rtl/>
          <w:lang w:bidi="fa-IR"/>
        </w:rPr>
        <w:t>٢٥٢٥ - ابتداى عده طلاق از موقعى است كه خواندن صيغه طلاق تمام مى شود</w:t>
      </w:r>
      <w:r w:rsidR="000C4B14">
        <w:rPr>
          <w:rtl/>
          <w:lang w:bidi="fa-IR"/>
        </w:rPr>
        <w:t>،</w:t>
      </w:r>
      <w:r w:rsidRPr="003E3506">
        <w:rPr>
          <w:rtl/>
          <w:lang w:bidi="fa-IR"/>
        </w:rPr>
        <w:t xml:space="preserve"> چه زن بداند طلاقش داده اند</w:t>
      </w:r>
      <w:r w:rsidR="000C4B14">
        <w:rPr>
          <w:rtl/>
          <w:lang w:bidi="fa-IR"/>
        </w:rPr>
        <w:t>،</w:t>
      </w:r>
      <w:r w:rsidRPr="003E3506">
        <w:rPr>
          <w:rtl/>
          <w:lang w:bidi="fa-IR"/>
        </w:rPr>
        <w:t xml:space="preserve"> يا نداند</w:t>
      </w:r>
      <w:r w:rsidR="000C4B14">
        <w:rPr>
          <w:rtl/>
          <w:lang w:bidi="fa-IR"/>
        </w:rPr>
        <w:t>،</w:t>
      </w:r>
      <w:r w:rsidRPr="003E3506">
        <w:rPr>
          <w:rtl/>
          <w:lang w:bidi="fa-IR"/>
        </w:rPr>
        <w:t xml:space="preserve"> پس اگر بعد از تمام شدن عده بفهمد كه او را طلاق داده اند</w:t>
      </w:r>
      <w:r w:rsidR="000C4B14">
        <w:rPr>
          <w:rtl/>
          <w:lang w:bidi="fa-IR"/>
        </w:rPr>
        <w:t>،</w:t>
      </w:r>
      <w:r w:rsidRPr="003E3506">
        <w:rPr>
          <w:rtl/>
          <w:lang w:bidi="fa-IR"/>
        </w:rPr>
        <w:t xml:space="preserve"> لازم نيست دوباره عده نگهدارد.</w:t>
      </w:r>
    </w:p>
    <w:p w:rsidR="003E3506" w:rsidRDefault="00605FAB" w:rsidP="009408C2">
      <w:pPr>
        <w:pStyle w:val="Heading3"/>
        <w:rPr>
          <w:rtl/>
          <w:lang w:bidi="fa-IR"/>
        </w:rPr>
      </w:pPr>
      <w:bookmarkStart w:id="269" w:name="_Toc24454692"/>
      <w:r>
        <w:rPr>
          <w:rtl/>
          <w:lang w:bidi="fa-IR"/>
        </w:rPr>
        <w:t>(</w:t>
      </w:r>
      <w:r w:rsidR="003E3506" w:rsidRPr="003E3506">
        <w:rPr>
          <w:rtl/>
          <w:lang w:bidi="fa-IR"/>
        </w:rPr>
        <w:t>عده زنى كه شوهرش مرده</w:t>
      </w:r>
      <w:r>
        <w:rPr>
          <w:rtl/>
          <w:lang w:bidi="fa-IR"/>
        </w:rPr>
        <w:t>)</w:t>
      </w:r>
      <w:bookmarkEnd w:id="269"/>
    </w:p>
    <w:p w:rsidR="003E3506" w:rsidRPr="003E3506" w:rsidRDefault="003E3506" w:rsidP="003E3506">
      <w:pPr>
        <w:pStyle w:val="libNormal"/>
        <w:rPr>
          <w:lang w:bidi="fa-IR"/>
        </w:rPr>
      </w:pPr>
      <w:r w:rsidRPr="003E3506">
        <w:rPr>
          <w:rtl/>
          <w:lang w:bidi="fa-IR"/>
        </w:rPr>
        <w:t>٢٥٢٦ - زنى كه شوهرش مرده در صورتى كه آزاد است اگر آبستن نباشد</w:t>
      </w:r>
      <w:r w:rsidR="000C4B14">
        <w:rPr>
          <w:rtl/>
          <w:lang w:bidi="fa-IR"/>
        </w:rPr>
        <w:t>،</w:t>
      </w:r>
      <w:r w:rsidRPr="003E3506">
        <w:rPr>
          <w:rtl/>
          <w:lang w:bidi="fa-IR"/>
        </w:rPr>
        <w:t xml:space="preserve"> بايد تا چهار ماه و ده روز عده نگهدارد يعنى از شوهر كردن خوددارى نمايد</w:t>
      </w:r>
      <w:r w:rsidR="000C4B14">
        <w:rPr>
          <w:rtl/>
          <w:lang w:bidi="fa-IR"/>
        </w:rPr>
        <w:t>،</w:t>
      </w:r>
      <w:r w:rsidRPr="003E3506">
        <w:rPr>
          <w:rtl/>
          <w:lang w:bidi="fa-IR"/>
        </w:rPr>
        <w:t xml:space="preserve"> اگر چه يائسه يا صيغه باشد</w:t>
      </w:r>
      <w:r w:rsidR="000C4B14">
        <w:rPr>
          <w:rtl/>
          <w:lang w:bidi="fa-IR"/>
        </w:rPr>
        <w:t>،</w:t>
      </w:r>
      <w:r w:rsidRPr="003E3506">
        <w:rPr>
          <w:rtl/>
          <w:lang w:bidi="fa-IR"/>
        </w:rPr>
        <w:t xml:space="preserve"> يا </w:t>
      </w:r>
      <w:r w:rsidRPr="003E3506">
        <w:rPr>
          <w:rtl/>
          <w:lang w:bidi="fa-IR"/>
        </w:rPr>
        <w:lastRenderedPageBreak/>
        <w:t>شوهرش با او نزديكى نكرده باشد</w:t>
      </w:r>
      <w:r w:rsidR="000C4B14">
        <w:rPr>
          <w:rtl/>
          <w:lang w:bidi="fa-IR"/>
        </w:rPr>
        <w:t>،</w:t>
      </w:r>
      <w:r w:rsidRPr="003E3506">
        <w:rPr>
          <w:rtl/>
          <w:lang w:bidi="fa-IR"/>
        </w:rPr>
        <w:t xml:space="preserve"> و اگر آبستن باشد</w:t>
      </w:r>
      <w:r w:rsidR="000C4B14">
        <w:rPr>
          <w:rtl/>
          <w:lang w:bidi="fa-IR"/>
        </w:rPr>
        <w:t>،</w:t>
      </w:r>
      <w:r w:rsidRPr="003E3506">
        <w:rPr>
          <w:rtl/>
          <w:lang w:bidi="fa-IR"/>
        </w:rPr>
        <w:t xml:space="preserve"> بايد تا موقع زاييدن عده نگهدارد</w:t>
      </w:r>
      <w:r w:rsidR="000C4B14">
        <w:rPr>
          <w:rtl/>
          <w:lang w:bidi="fa-IR"/>
        </w:rPr>
        <w:t>،</w:t>
      </w:r>
      <w:r w:rsidRPr="003E3506">
        <w:rPr>
          <w:rtl/>
          <w:lang w:bidi="fa-IR"/>
        </w:rPr>
        <w:t xml:space="preserve"> ولى اگر پيش از گذشتن چهار ماه و ده روز</w:t>
      </w:r>
      <w:r w:rsidR="000C4B14">
        <w:rPr>
          <w:rtl/>
          <w:lang w:bidi="fa-IR"/>
        </w:rPr>
        <w:t>،</w:t>
      </w:r>
      <w:r w:rsidRPr="003E3506">
        <w:rPr>
          <w:rtl/>
          <w:lang w:bidi="fa-IR"/>
        </w:rPr>
        <w:t xml:space="preserve"> بچه اش بدنيا آيد</w:t>
      </w:r>
      <w:r w:rsidR="000C4B14">
        <w:rPr>
          <w:rtl/>
          <w:lang w:bidi="fa-IR"/>
        </w:rPr>
        <w:t>،</w:t>
      </w:r>
      <w:r w:rsidRPr="003E3506">
        <w:rPr>
          <w:rtl/>
          <w:lang w:bidi="fa-IR"/>
        </w:rPr>
        <w:t xml:space="preserve"> بايد تا چهار ماه و ده روز از مرگ شوهرش صبر كند</w:t>
      </w:r>
      <w:r w:rsidR="000C4B14">
        <w:rPr>
          <w:rtl/>
          <w:lang w:bidi="fa-IR"/>
        </w:rPr>
        <w:t>،</w:t>
      </w:r>
      <w:r w:rsidRPr="003E3506">
        <w:rPr>
          <w:rtl/>
          <w:lang w:bidi="fa-IR"/>
        </w:rPr>
        <w:t xml:space="preserve"> و اين عده را عده وفات مى گويند</w:t>
      </w:r>
      <w:r w:rsidR="000C4B14">
        <w:rPr>
          <w:rtl/>
          <w:lang w:bidi="fa-IR"/>
        </w:rPr>
        <w:t>.</w:t>
      </w:r>
    </w:p>
    <w:p w:rsidR="003E3506" w:rsidRPr="003E3506" w:rsidRDefault="003E3506" w:rsidP="003E3506">
      <w:pPr>
        <w:pStyle w:val="libNormal"/>
        <w:rPr>
          <w:lang w:bidi="fa-IR"/>
        </w:rPr>
      </w:pPr>
      <w:r w:rsidRPr="003E3506">
        <w:rPr>
          <w:rtl/>
          <w:lang w:bidi="fa-IR"/>
        </w:rPr>
        <w:t>٢٥٢٧ - زنى كه در عده وفات مى باشد</w:t>
      </w:r>
      <w:r w:rsidR="000C4B14">
        <w:rPr>
          <w:rtl/>
          <w:lang w:bidi="fa-IR"/>
        </w:rPr>
        <w:t>،</w:t>
      </w:r>
      <w:r w:rsidRPr="003E3506">
        <w:rPr>
          <w:rtl/>
          <w:lang w:bidi="fa-IR"/>
        </w:rPr>
        <w:t xml:space="preserve"> حرام است لباس رنگى بپوشد و سرمه بكشد و هم چنين كارهاى ديگرى كه زينت حجاب حساب شود</w:t>
      </w:r>
      <w:r w:rsidR="000C4B14">
        <w:rPr>
          <w:rtl/>
          <w:lang w:bidi="fa-IR"/>
        </w:rPr>
        <w:t>،</w:t>
      </w:r>
      <w:r w:rsidRPr="003E3506">
        <w:rPr>
          <w:rtl/>
          <w:lang w:bidi="fa-IR"/>
        </w:rPr>
        <w:t xml:space="preserve"> بر او حرام مى باشد. ٢٥٢٨ - اگر زن يقين كند كه شوهرش مرده و بعد از تمام شدن عده وفات شوهر كند</w:t>
      </w:r>
      <w:r w:rsidR="000C4B14">
        <w:rPr>
          <w:rtl/>
          <w:lang w:bidi="fa-IR"/>
        </w:rPr>
        <w:t>،</w:t>
      </w:r>
      <w:r w:rsidRPr="003E3506">
        <w:rPr>
          <w:rtl/>
          <w:lang w:bidi="fa-IR"/>
        </w:rPr>
        <w:t xml:space="preserve"> چنانچه معلوم شود شوهر او بعدا مرده است بايد از شوهر دوم جدا شود</w:t>
      </w:r>
      <w:r w:rsidR="000C4B14">
        <w:rPr>
          <w:rtl/>
          <w:lang w:bidi="fa-IR"/>
        </w:rPr>
        <w:t>،</w:t>
      </w:r>
      <w:r w:rsidRPr="003E3506">
        <w:rPr>
          <w:rtl/>
          <w:lang w:bidi="fa-IR"/>
        </w:rPr>
        <w:t xml:space="preserve"> و بنابر احتياط در صورتى كه آبستن باشد</w:t>
      </w:r>
      <w:r w:rsidR="000C4B14">
        <w:rPr>
          <w:rtl/>
          <w:lang w:bidi="fa-IR"/>
        </w:rPr>
        <w:t>،</w:t>
      </w:r>
      <w:r w:rsidRPr="003E3506">
        <w:rPr>
          <w:rtl/>
          <w:lang w:bidi="fa-IR"/>
        </w:rPr>
        <w:t xml:space="preserve"> تا مقدار زاييدن براى شوهر دوم عده وطى شبهه </w:t>
      </w:r>
      <w:r w:rsidR="00605FAB">
        <w:rPr>
          <w:rtl/>
          <w:lang w:bidi="fa-IR"/>
        </w:rPr>
        <w:t>(</w:t>
      </w:r>
      <w:r w:rsidRPr="003E3506">
        <w:rPr>
          <w:rtl/>
          <w:lang w:bidi="fa-IR"/>
        </w:rPr>
        <w:t>كه مانند عده طلاق است</w:t>
      </w:r>
      <w:r w:rsidR="00605FAB">
        <w:rPr>
          <w:rtl/>
          <w:lang w:bidi="fa-IR"/>
        </w:rPr>
        <w:t>)</w:t>
      </w:r>
      <w:r w:rsidRPr="003E3506">
        <w:rPr>
          <w:rtl/>
          <w:lang w:bidi="fa-IR"/>
        </w:rPr>
        <w:t xml:space="preserve"> و بعد براى شوهر اول عده وفات نگهدارد</w:t>
      </w:r>
      <w:r w:rsidR="000C4B14">
        <w:rPr>
          <w:rtl/>
          <w:lang w:bidi="fa-IR"/>
        </w:rPr>
        <w:t>،</w:t>
      </w:r>
      <w:r w:rsidRPr="003E3506">
        <w:rPr>
          <w:rtl/>
          <w:lang w:bidi="fa-IR"/>
        </w:rPr>
        <w:t xml:space="preserve"> و اگر آبستن نباشد</w:t>
      </w:r>
      <w:r w:rsidR="000C4B14">
        <w:rPr>
          <w:rtl/>
          <w:lang w:bidi="fa-IR"/>
        </w:rPr>
        <w:t>،</w:t>
      </w:r>
      <w:r w:rsidRPr="003E3506">
        <w:rPr>
          <w:rtl/>
          <w:lang w:bidi="fa-IR"/>
        </w:rPr>
        <w:t xml:space="preserve"> براى شوهر اول عده وفات و بعد براى شوهر دوم عده وطى شبهه نگهدارد.</w:t>
      </w:r>
    </w:p>
    <w:p w:rsidR="003E3506" w:rsidRPr="003E3506" w:rsidRDefault="003E3506" w:rsidP="003E3506">
      <w:pPr>
        <w:pStyle w:val="libNormal"/>
        <w:rPr>
          <w:lang w:bidi="fa-IR"/>
        </w:rPr>
      </w:pPr>
      <w:r w:rsidRPr="003E3506">
        <w:rPr>
          <w:rtl/>
          <w:lang w:bidi="fa-IR"/>
        </w:rPr>
        <w:t>٢٥٢٩ - ابتداى عده وفات در صورتى كه شوهر زن غايب يا در حكم غايب باشد از موقعى است كه زن از مرگ شوهر مطلع شود نه از زمان مرگ شوهر ولى اين حكم در زنى كه به سن بلوغ نرسيده و يا ديوانه مى باشد محل اشكال است</w:t>
      </w:r>
      <w:r w:rsidR="000C4B14">
        <w:rPr>
          <w:rtl/>
          <w:lang w:bidi="fa-IR"/>
        </w:rPr>
        <w:t>.</w:t>
      </w:r>
    </w:p>
    <w:p w:rsidR="003E3506" w:rsidRPr="003E3506" w:rsidRDefault="003E3506" w:rsidP="003E3506">
      <w:pPr>
        <w:pStyle w:val="libNormal"/>
        <w:rPr>
          <w:lang w:bidi="fa-IR"/>
        </w:rPr>
      </w:pPr>
      <w:r w:rsidRPr="003E3506">
        <w:rPr>
          <w:rtl/>
          <w:lang w:bidi="fa-IR"/>
        </w:rPr>
        <w:t>٢٥٣٠ - اگر زن بگويد عده ام تمام شده</w:t>
      </w:r>
      <w:r w:rsidR="000C4B14">
        <w:rPr>
          <w:rtl/>
          <w:lang w:bidi="fa-IR"/>
        </w:rPr>
        <w:t>،</w:t>
      </w:r>
      <w:r w:rsidRPr="003E3506">
        <w:rPr>
          <w:rtl/>
          <w:lang w:bidi="fa-IR"/>
        </w:rPr>
        <w:t xml:space="preserve"> از او قبول مى شود مگر آن كه مورد تهمت باشد كه در اين صورت بنابر احتياط قبول نمى شود</w:t>
      </w:r>
      <w:r w:rsidR="000C4B14">
        <w:rPr>
          <w:rtl/>
          <w:lang w:bidi="fa-IR"/>
        </w:rPr>
        <w:t>،</w:t>
      </w:r>
      <w:r w:rsidRPr="003E3506">
        <w:rPr>
          <w:rtl/>
          <w:lang w:bidi="fa-IR"/>
        </w:rPr>
        <w:t xml:space="preserve"> مثلا اگر ادعا كند كه در يك ماه سه مرتبه خون ديده ادعاى او تصديق نمى شود</w:t>
      </w:r>
      <w:r w:rsidR="000C4B14">
        <w:rPr>
          <w:rtl/>
          <w:lang w:bidi="fa-IR"/>
        </w:rPr>
        <w:t>،</w:t>
      </w:r>
      <w:r w:rsidRPr="003E3506">
        <w:rPr>
          <w:rtl/>
          <w:lang w:bidi="fa-IR"/>
        </w:rPr>
        <w:t xml:space="preserve"> مگر آن كه نزديكانش از زنان تصديق كنند كه عادت زنانه او اين چنين بوده است</w:t>
      </w:r>
      <w:r w:rsidR="000C4B14">
        <w:rPr>
          <w:rtl/>
          <w:lang w:bidi="fa-IR"/>
        </w:rPr>
        <w:t>.</w:t>
      </w:r>
    </w:p>
    <w:p w:rsidR="003E3506" w:rsidRDefault="00605FAB" w:rsidP="009408C2">
      <w:pPr>
        <w:pStyle w:val="Heading3"/>
        <w:rPr>
          <w:rtl/>
          <w:lang w:bidi="fa-IR"/>
        </w:rPr>
      </w:pPr>
      <w:bookmarkStart w:id="270" w:name="_Toc24454693"/>
      <w:r>
        <w:rPr>
          <w:rtl/>
          <w:lang w:bidi="fa-IR"/>
        </w:rPr>
        <w:t>(</w:t>
      </w:r>
      <w:r w:rsidR="003E3506" w:rsidRPr="003E3506">
        <w:rPr>
          <w:rtl/>
          <w:lang w:bidi="fa-IR"/>
        </w:rPr>
        <w:t>طلاق بائن و طلاق رجعى</w:t>
      </w:r>
      <w:r>
        <w:rPr>
          <w:rtl/>
          <w:lang w:bidi="fa-IR"/>
        </w:rPr>
        <w:t>)</w:t>
      </w:r>
      <w:bookmarkEnd w:id="270"/>
    </w:p>
    <w:p w:rsidR="003E3506" w:rsidRPr="003E3506" w:rsidRDefault="003E3506" w:rsidP="003E3506">
      <w:pPr>
        <w:pStyle w:val="libNormal"/>
        <w:rPr>
          <w:lang w:bidi="fa-IR"/>
        </w:rPr>
      </w:pPr>
      <w:r w:rsidRPr="003E3506">
        <w:rPr>
          <w:rtl/>
          <w:lang w:bidi="fa-IR"/>
        </w:rPr>
        <w:t>٢٥٣١ - طلاق بائن آن است كه بعد از طلاق</w:t>
      </w:r>
      <w:r w:rsidR="000C4B14">
        <w:rPr>
          <w:rtl/>
          <w:lang w:bidi="fa-IR"/>
        </w:rPr>
        <w:t>،</w:t>
      </w:r>
      <w:r w:rsidRPr="003E3506">
        <w:rPr>
          <w:rtl/>
          <w:lang w:bidi="fa-IR"/>
        </w:rPr>
        <w:t xml:space="preserve"> مرد حق ندارد به زن خود رجوع كند</w:t>
      </w:r>
      <w:r w:rsidR="000C4B14">
        <w:rPr>
          <w:rtl/>
          <w:lang w:bidi="fa-IR"/>
        </w:rPr>
        <w:t>،</w:t>
      </w:r>
      <w:r w:rsidRPr="003E3506">
        <w:rPr>
          <w:rtl/>
          <w:lang w:bidi="fa-IR"/>
        </w:rPr>
        <w:t xml:space="preserve"> يعنى بدون عقد او را به زنى قبول نمايد</w:t>
      </w:r>
      <w:r w:rsidR="000C4B14">
        <w:rPr>
          <w:rtl/>
          <w:lang w:bidi="fa-IR"/>
        </w:rPr>
        <w:t>،</w:t>
      </w:r>
      <w:r w:rsidRPr="003E3506">
        <w:rPr>
          <w:rtl/>
          <w:lang w:bidi="fa-IR"/>
        </w:rPr>
        <w:t xml:space="preserve"> و آن بر پنج قسم است</w:t>
      </w:r>
      <w:r w:rsidR="00553569">
        <w:rPr>
          <w:rtl/>
          <w:lang w:bidi="fa-IR"/>
        </w:rPr>
        <w:t>:</w:t>
      </w:r>
    </w:p>
    <w:p w:rsidR="003E3506" w:rsidRPr="003E3506" w:rsidRDefault="003E3506" w:rsidP="003E3506">
      <w:pPr>
        <w:pStyle w:val="libNormal"/>
        <w:rPr>
          <w:lang w:bidi="fa-IR"/>
        </w:rPr>
      </w:pPr>
      <w:r w:rsidRPr="003E3506">
        <w:rPr>
          <w:rtl/>
          <w:lang w:bidi="fa-IR"/>
        </w:rPr>
        <w:t>اول طلاق زنى كه نه سالش تمام نشده باشد.</w:t>
      </w:r>
    </w:p>
    <w:p w:rsidR="003E3506" w:rsidRPr="003E3506" w:rsidRDefault="003E3506" w:rsidP="003E3506">
      <w:pPr>
        <w:pStyle w:val="libNormal"/>
        <w:rPr>
          <w:lang w:bidi="fa-IR"/>
        </w:rPr>
      </w:pPr>
      <w:r w:rsidRPr="003E3506">
        <w:rPr>
          <w:rtl/>
          <w:lang w:bidi="fa-IR"/>
        </w:rPr>
        <w:t>دوم طلاق زنى كه يائسه باشد.</w:t>
      </w:r>
    </w:p>
    <w:p w:rsidR="003E3506" w:rsidRPr="003E3506" w:rsidRDefault="003E3506" w:rsidP="003E3506">
      <w:pPr>
        <w:pStyle w:val="libNormal"/>
        <w:rPr>
          <w:lang w:bidi="fa-IR"/>
        </w:rPr>
      </w:pPr>
      <w:r w:rsidRPr="003E3506">
        <w:rPr>
          <w:rtl/>
          <w:lang w:bidi="fa-IR"/>
        </w:rPr>
        <w:lastRenderedPageBreak/>
        <w:t>سوم طلاق زنى كه شوهرش بعد از عقد با او نزديكى نكرده باشد.</w:t>
      </w:r>
    </w:p>
    <w:p w:rsidR="003E3506" w:rsidRPr="003E3506" w:rsidRDefault="003E3506" w:rsidP="003E3506">
      <w:pPr>
        <w:pStyle w:val="libNormal"/>
        <w:rPr>
          <w:lang w:bidi="fa-IR"/>
        </w:rPr>
      </w:pPr>
      <w:r w:rsidRPr="003E3506">
        <w:rPr>
          <w:rtl/>
          <w:lang w:bidi="fa-IR"/>
        </w:rPr>
        <w:t>چهارم طلاق سوم زنى كه او را سه دفعه طلاق داده اند.</w:t>
      </w:r>
    </w:p>
    <w:p w:rsidR="003E3506" w:rsidRPr="003E3506" w:rsidRDefault="003E3506" w:rsidP="003E3506">
      <w:pPr>
        <w:pStyle w:val="libNormal"/>
        <w:rPr>
          <w:lang w:bidi="fa-IR"/>
        </w:rPr>
      </w:pPr>
      <w:r w:rsidRPr="003E3506">
        <w:rPr>
          <w:rtl/>
          <w:lang w:bidi="fa-IR"/>
        </w:rPr>
        <w:t>پنجم طلاق خلع و مبارات</w:t>
      </w:r>
      <w:r w:rsidR="000C4B14">
        <w:rPr>
          <w:rtl/>
          <w:lang w:bidi="fa-IR"/>
        </w:rPr>
        <w:t>.</w:t>
      </w:r>
    </w:p>
    <w:p w:rsidR="003E3506" w:rsidRPr="003E3506" w:rsidRDefault="003E3506" w:rsidP="003E3506">
      <w:pPr>
        <w:pStyle w:val="libNormal"/>
        <w:rPr>
          <w:lang w:bidi="fa-IR"/>
        </w:rPr>
      </w:pPr>
      <w:r w:rsidRPr="003E3506">
        <w:rPr>
          <w:rtl/>
          <w:lang w:bidi="fa-IR"/>
        </w:rPr>
        <w:t>ششم طلاق حاكم</w:t>
      </w:r>
      <w:r w:rsidR="000C4B14">
        <w:rPr>
          <w:rtl/>
          <w:lang w:bidi="fa-IR"/>
        </w:rPr>
        <w:t>،</w:t>
      </w:r>
      <w:r w:rsidRPr="003E3506">
        <w:rPr>
          <w:rtl/>
          <w:lang w:bidi="fa-IR"/>
        </w:rPr>
        <w:t xml:space="preserve"> زن شخصى را كه نه حاضر است كه مخارج زندگانى او را بدهد و نه حاضر است او را طلاق دهد.</w:t>
      </w:r>
    </w:p>
    <w:p w:rsidR="003E3506" w:rsidRPr="003E3506" w:rsidRDefault="003E3506" w:rsidP="003E3506">
      <w:pPr>
        <w:pStyle w:val="libNormal"/>
        <w:rPr>
          <w:lang w:bidi="fa-IR"/>
        </w:rPr>
      </w:pPr>
      <w:r w:rsidRPr="003E3506">
        <w:rPr>
          <w:rtl/>
          <w:lang w:bidi="fa-IR"/>
        </w:rPr>
        <w:t>و احكام اينها بعدا گفته خواهد شد و غير اينها طلاق رجعى است به اين معنى تا وقتى زن در عده است</w:t>
      </w:r>
      <w:r w:rsidR="000C4B14">
        <w:rPr>
          <w:rtl/>
          <w:lang w:bidi="fa-IR"/>
        </w:rPr>
        <w:t>،</w:t>
      </w:r>
      <w:r w:rsidRPr="003E3506">
        <w:rPr>
          <w:rtl/>
          <w:lang w:bidi="fa-IR"/>
        </w:rPr>
        <w:t xml:space="preserve"> شوهرش مى تواند به او رجوع نمايد.</w:t>
      </w:r>
    </w:p>
    <w:p w:rsidR="003E3506" w:rsidRPr="003E3506" w:rsidRDefault="003E3506" w:rsidP="003E3506">
      <w:pPr>
        <w:pStyle w:val="libNormal"/>
        <w:rPr>
          <w:lang w:bidi="fa-IR"/>
        </w:rPr>
      </w:pPr>
      <w:r w:rsidRPr="003E3506">
        <w:rPr>
          <w:rtl/>
          <w:lang w:bidi="fa-IR"/>
        </w:rPr>
        <w:t>٢٥٣٢ - كسى كه زنش را طلاق رجعى داده</w:t>
      </w:r>
      <w:r w:rsidR="000C4B14">
        <w:rPr>
          <w:rtl/>
          <w:lang w:bidi="fa-IR"/>
        </w:rPr>
        <w:t>،</w:t>
      </w:r>
      <w:r w:rsidRPr="003E3506">
        <w:rPr>
          <w:rtl/>
          <w:lang w:bidi="fa-IR"/>
        </w:rPr>
        <w:t xml:space="preserve"> حرام است او را از خانه اى كه موقع طلاق در آن خانه سكنى مى كرده</w:t>
      </w:r>
      <w:r w:rsidR="000C4B14">
        <w:rPr>
          <w:rtl/>
          <w:lang w:bidi="fa-IR"/>
        </w:rPr>
        <w:t>،</w:t>
      </w:r>
      <w:r w:rsidRPr="003E3506">
        <w:rPr>
          <w:rtl/>
          <w:lang w:bidi="fa-IR"/>
        </w:rPr>
        <w:t xml:space="preserve"> بيرون كند</w:t>
      </w:r>
      <w:r w:rsidR="000C4B14">
        <w:rPr>
          <w:rtl/>
          <w:lang w:bidi="fa-IR"/>
        </w:rPr>
        <w:t>،</w:t>
      </w:r>
      <w:r w:rsidRPr="003E3506">
        <w:rPr>
          <w:rtl/>
          <w:lang w:bidi="fa-IR"/>
        </w:rPr>
        <w:t xml:space="preserve"> ولى در بعضى از مواقع كه از جمله آنها آن است كه زن زنا نمايد</w:t>
      </w:r>
      <w:r w:rsidR="000C4B14">
        <w:rPr>
          <w:rtl/>
          <w:lang w:bidi="fa-IR"/>
        </w:rPr>
        <w:t>،</w:t>
      </w:r>
      <w:r w:rsidRPr="003E3506">
        <w:rPr>
          <w:rtl/>
          <w:lang w:bidi="fa-IR"/>
        </w:rPr>
        <w:t xml:space="preserve"> بيرون كردن او اشكال ندارد</w:t>
      </w:r>
      <w:r w:rsidR="000C4B14">
        <w:rPr>
          <w:rtl/>
          <w:lang w:bidi="fa-IR"/>
        </w:rPr>
        <w:t>،</w:t>
      </w:r>
      <w:r w:rsidRPr="003E3506">
        <w:rPr>
          <w:rtl/>
          <w:lang w:bidi="fa-IR"/>
        </w:rPr>
        <w:t xml:space="preserve"> و نيز حرام است زن براى كارهاى غير لازم بدون اذن شوهر از خانه بيرون رود.</w:t>
      </w:r>
    </w:p>
    <w:p w:rsidR="003E3506" w:rsidRDefault="00605FAB" w:rsidP="009408C2">
      <w:pPr>
        <w:pStyle w:val="Heading3"/>
        <w:rPr>
          <w:rtl/>
          <w:lang w:bidi="fa-IR"/>
        </w:rPr>
      </w:pPr>
      <w:bookmarkStart w:id="271" w:name="_Toc24454694"/>
      <w:r>
        <w:rPr>
          <w:rtl/>
          <w:lang w:bidi="fa-IR"/>
        </w:rPr>
        <w:t>(</w:t>
      </w:r>
      <w:r w:rsidR="003E3506" w:rsidRPr="003E3506">
        <w:rPr>
          <w:rtl/>
          <w:lang w:bidi="fa-IR"/>
        </w:rPr>
        <w:t>احكام رجوع كردن</w:t>
      </w:r>
      <w:r>
        <w:rPr>
          <w:rtl/>
          <w:lang w:bidi="fa-IR"/>
        </w:rPr>
        <w:t>)</w:t>
      </w:r>
      <w:bookmarkEnd w:id="271"/>
    </w:p>
    <w:p w:rsidR="003E3506" w:rsidRPr="003E3506" w:rsidRDefault="003E3506" w:rsidP="003E3506">
      <w:pPr>
        <w:pStyle w:val="libNormal"/>
        <w:rPr>
          <w:lang w:bidi="fa-IR"/>
        </w:rPr>
      </w:pPr>
      <w:r w:rsidRPr="003E3506">
        <w:rPr>
          <w:rtl/>
          <w:lang w:bidi="fa-IR"/>
        </w:rPr>
        <w:t>٢٥٣٣ - در طلاق رجعى مرد به دو قسم مى تواند به زن خود رجوع كند</w:t>
      </w:r>
      <w:r w:rsidR="00553569">
        <w:rPr>
          <w:rtl/>
          <w:lang w:bidi="fa-IR"/>
        </w:rPr>
        <w:t>:</w:t>
      </w:r>
      <w:r w:rsidRPr="003E3506">
        <w:rPr>
          <w:rtl/>
          <w:lang w:bidi="fa-IR"/>
        </w:rPr>
        <w:t xml:space="preserve"> اول حرفى بزند معنايش اين باشد كه او را دوباره زن خود قرار دهد.</w:t>
      </w:r>
    </w:p>
    <w:p w:rsidR="003E3506" w:rsidRPr="003E3506" w:rsidRDefault="003E3506" w:rsidP="003E3506">
      <w:pPr>
        <w:pStyle w:val="libNormal"/>
        <w:rPr>
          <w:lang w:bidi="fa-IR"/>
        </w:rPr>
      </w:pPr>
      <w:r w:rsidRPr="003E3506">
        <w:rPr>
          <w:rtl/>
          <w:lang w:bidi="fa-IR"/>
        </w:rPr>
        <w:t>دوم كارى كند و به آن كار قصد رجوع نمايد</w:t>
      </w:r>
      <w:r w:rsidR="000C4B14">
        <w:rPr>
          <w:rtl/>
          <w:lang w:bidi="fa-IR"/>
        </w:rPr>
        <w:t>،</w:t>
      </w:r>
      <w:r w:rsidRPr="003E3506">
        <w:rPr>
          <w:rtl/>
          <w:lang w:bidi="fa-IR"/>
        </w:rPr>
        <w:t xml:space="preserve"> و ظاهر اين است كه به نزديكى كردن رجوع محقق مى شود</w:t>
      </w:r>
      <w:r w:rsidR="000C4B14">
        <w:rPr>
          <w:rtl/>
          <w:lang w:bidi="fa-IR"/>
        </w:rPr>
        <w:t>،</w:t>
      </w:r>
      <w:r w:rsidRPr="003E3506">
        <w:rPr>
          <w:rtl/>
          <w:lang w:bidi="fa-IR"/>
        </w:rPr>
        <w:t xml:space="preserve"> اگر چه قصد رجوع نداشته باشد</w:t>
      </w:r>
      <w:r w:rsidR="000C4B14">
        <w:rPr>
          <w:rtl/>
          <w:lang w:bidi="fa-IR"/>
        </w:rPr>
        <w:t>،</w:t>
      </w:r>
      <w:r w:rsidRPr="003E3506">
        <w:rPr>
          <w:rtl/>
          <w:lang w:bidi="fa-IR"/>
        </w:rPr>
        <w:t xml:space="preserve"> بلكه بعضى گفته اند كه به لمس و بوسيدن هر چند بدون قصد رجوع باشد</w:t>
      </w:r>
      <w:r w:rsidR="000C4B14">
        <w:rPr>
          <w:rtl/>
          <w:lang w:bidi="fa-IR"/>
        </w:rPr>
        <w:t>،</w:t>
      </w:r>
      <w:r w:rsidRPr="003E3506">
        <w:rPr>
          <w:rtl/>
          <w:lang w:bidi="fa-IR"/>
        </w:rPr>
        <w:t xml:space="preserve"> رجوع محقق مى شود اگر چه اين گفته خالى از اشكال نيست</w:t>
      </w:r>
      <w:r w:rsidR="000C4B14">
        <w:rPr>
          <w:rtl/>
          <w:lang w:bidi="fa-IR"/>
        </w:rPr>
        <w:t>.</w:t>
      </w:r>
    </w:p>
    <w:p w:rsidR="003E3506" w:rsidRPr="003E3506" w:rsidRDefault="003E3506" w:rsidP="003E3506">
      <w:pPr>
        <w:pStyle w:val="libNormal"/>
        <w:rPr>
          <w:lang w:bidi="fa-IR"/>
        </w:rPr>
      </w:pPr>
      <w:r w:rsidRPr="003E3506">
        <w:rPr>
          <w:rtl/>
          <w:lang w:bidi="fa-IR"/>
        </w:rPr>
        <w:t>٢٥٣٤ - براى رجوع كردن لازم نيست مرد شاهد بگيرد</w:t>
      </w:r>
      <w:r w:rsidR="000C4B14">
        <w:rPr>
          <w:rtl/>
          <w:lang w:bidi="fa-IR"/>
        </w:rPr>
        <w:t>،</w:t>
      </w:r>
      <w:r w:rsidRPr="003E3506">
        <w:rPr>
          <w:rtl/>
          <w:lang w:bidi="fa-IR"/>
        </w:rPr>
        <w:t xml:space="preserve"> يا به زن خبر دهد</w:t>
      </w:r>
      <w:r w:rsidR="000C4B14">
        <w:rPr>
          <w:rtl/>
          <w:lang w:bidi="fa-IR"/>
        </w:rPr>
        <w:t>،</w:t>
      </w:r>
      <w:r w:rsidRPr="003E3506">
        <w:rPr>
          <w:rtl/>
          <w:lang w:bidi="fa-IR"/>
        </w:rPr>
        <w:t xml:space="preserve"> بلكه اگر بدون اين كه كسى بفهمد خودش رجوع كند</w:t>
      </w:r>
      <w:r w:rsidR="000C4B14">
        <w:rPr>
          <w:rtl/>
          <w:lang w:bidi="fa-IR"/>
        </w:rPr>
        <w:t>،</w:t>
      </w:r>
      <w:r w:rsidRPr="003E3506">
        <w:rPr>
          <w:rtl/>
          <w:lang w:bidi="fa-IR"/>
        </w:rPr>
        <w:t xml:space="preserve"> رجوعش صحيح است</w:t>
      </w:r>
      <w:r w:rsidR="000C4B14">
        <w:rPr>
          <w:rtl/>
          <w:lang w:bidi="fa-IR"/>
        </w:rPr>
        <w:t>.</w:t>
      </w:r>
    </w:p>
    <w:p w:rsidR="003E3506" w:rsidRPr="003E3506" w:rsidRDefault="003E3506" w:rsidP="003E3506">
      <w:pPr>
        <w:pStyle w:val="libNormal"/>
        <w:rPr>
          <w:lang w:bidi="fa-IR"/>
        </w:rPr>
      </w:pPr>
      <w:r w:rsidRPr="003E3506">
        <w:rPr>
          <w:rtl/>
          <w:lang w:bidi="fa-IR"/>
        </w:rPr>
        <w:t>ولى اگر بعد از تمامى عده مرد بگويد كه در عده رجوع نموده ام لازم است اثبات نمايد.</w:t>
      </w:r>
    </w:p>
    <w:p w:rsidR="009408C2" w:rsidRDefault="003E3506" w:rsidP="009408C2">
      <w:pPr>
        <w:pStyle w:val="libNormal"/>
        <w:rPr>
          <w:rtl/>
          <w:lang w:bidi="fa-IR"/>
        </w:rPr>
      </w:pPr>
      <w:r w:rsidRPr="003E3506">
        <w:rPr>
          <w:rtl/>
          <w:lang w:bidi="fa-IR"/>
        </w:rPr>
        <w:lastRenderedPageBreak/>
        <w:t>٢٥٣٥ - مردى كه زن خود را طلاق رجعى داده</w:t>
      </w:r>
      <w:r w:rsidR="000C4B14">
        <w:rPr>
          <w:rtl/>
          <w:lang w:bidi="fa-IR"/>
        </w:rPr>
        <w:t>،</w:t>
      </w:r>
      <w:r w:rsidRPr="003E3506">
        <w:rPr>
          <w:rtl/>
          <w:lang w:bidi="fa-IR"/>
        </w:rPr>
        <w:t xml:space="preserve"> اگر مالى از او بگيرد</w:t>
      </w:r>
      <w:r w:rsidR="000C4B14">
        <w:rPr>
          <w:rtl/>
          <w:lang w:bidi="fa-IR"/>
        </w:rPr>
        <w:t>،</w:t>
      </w:r>
      <w:r w:rsidRPr="003E3506">
        <w:rPr>
          <w:rtl/>
          <w:lang w:bidi="fa-IR"/>
        </w:rPr>
        <w:t xml:space="preserve"> و با او صلح كند كه ديگر به او رجوع نكند اين مصالحه اگر چه صحيح است واجب است كه رجوع ننمايد ولى حق رجوع او از بين نمى رود</w:t>
      </w:r>
      <w:r w:rsidR="000C4B14">
        <w:rPr>
          <w:rtl/>
          <w:lang w:bidi="fa-IR"/>
        </w:rPr>
        <w:t>،</w:t>
      </w:r>
      <w:r w:rsidRPr="003E3506">
        <w:rPr>
          <w:rtl/>
          <w:lang w:bidi="fa-IR"/>
        </w:rPr>
        <w:t xml:space="preserve"> و در صورتى كه رجوع كند طلاقى كه داده موجب جدايى نمى شود.</w:t>
      </w:r>
    </w:p>
    <w:p w:rsidR="003E3506" w:rsidRPr="003E3506" w:rsidRDefault="003E3506" w:rsidP="009408C2">
      <w:pPr>
        <w:pStyle w:val="libNormal"/>
        <w:rPr>
          <w:lang w:bidi="fa-IR"/>
        </w:rPr>
      </w:pPr>
      <w:r w:rsidRPr="003E3506">
        <w:rPr>
          <w:rtl/>
          <w:lang w:bidi="fa-IR"/>
        </w:rPr>
        <w:t>٢٥٣٦ - اگر زنى را دو بار طلاق دهد و به او رجوع كند</w:t>
      </w:r>
      <w:r w:rsidR="000C4B14">
        <w:rPr>
          <w:rtl/>
          <w:lang w:bidi="fa-IR"/>
        </w:rPr>
        <w:t>،</w:t>
      </w:r>
      <w:r w:rsidRPr="003E3506">
        <w:rPr>
          <w:rtl/>
          <w:lang w:bidi="fa-IR"/>
        </w:rPr>
        <w:t xml:space="preserve"> يا دو بار او را طلاق دهد و بعد از هر طلاق عقدش كند</w:t>
      </w:r>
      <w:r w:rsidR="000C4B14">
        <w:rPr>
          <w:rtl/>
          <w:lang w:bidi="fa-IR"/>
        </w:rPr>
        <w:t>،</w:t>
      </w:r>
      <w:r w:rsidRPr="003E3506">
        <w:rPr>
          <w:rtl/>
          <w:lang w:bidi="fa-IR"/>
        </w:rPr>
        <w:t xml:space="preserve"> يا بعد از يك طلاق رجوع و بعد از طلاق ديگر عقد كند بعد از طلاق سوم آن زن بر او حرام است</w:t>
      </w:r>
      <w:r w:rsidR="000C4B14">
        <w:rPr>
          <w:rtl/>
          <w:lang w:bidi="fa-IR"/>
        </w:rPr>
        <w:t>.</w:t>
      </w:r>
    </w:p>
    <w:p w:rsidR="003E3506" w:rsidRPr="003E3506" w:rsidRDefault="003E3506" w:rsidP="003E3506">
      <w:pPr>
        <w:pStyle w:val="libNormal"/>
        <w:rPr>
          <w:lang w:bidi="fa-IR"/>
        </w:rPr>
      </w:pPr>
      <w:r w:rsidRPr="003E3506">
        <w:rPr>
          <w:rtl/>
          <w:lang w:bidi="fa-IR"/>
        </w:rPr>
        <w:t>ولى اگر بعد از طلاق سوم به ديگرى شوهر كند با پنج شرط به شوهر اول حلال مى شود يعنى مى تواند آن زن را دوباره عقد نمايد.</w:t>
      </w:r>
    </w:p>
    <w:p w:rsidR="003E3506" w:rsidRPr="003E3506" w:rsidRDefault="003E3506" w:rsidP="003E3506">
      <w:pPr>
        <w:pStyle w:val="libNormal"/>
        <w:rPr>
          <w:lang w:bidi="fa-IR"/>
        </w:rPr>
      </w:pPr>
      <w:r w:rsidRPr="003E3506">
        <w:rPr>
          <w:rtl/>
          <w:lang w:bidi="fa-IR"/>
        </w:rPr>
        <w:t>اول آن كه عقد شوهر دوم هميشگى باشد و اگر مثلا يك ماهه يا يك ساله او را صيغه كند بعد از آن كه از او جدا شد شوهر اول نمى تواند او را عقد كند.</w:t>
      </w:r>
    </w:p>
    <w:p w:rsidR="003E3506" w:rsidRPr="003E3506" w:rsidRDefault="003E3506" w:rsidP="003E3506">
      <w:pPr>
        <w:pStyle w:val="libNormal"/>
        <w:rPr>
          <w:lang w:bidi="fa-IR"/>
        </w:rPr>
      </w:pPr>
      <w:r w:rsidRPr="003E3506">
        <w:rPr>
          <w:rtl/>
          <w:lang w:bidi="fa-IR"/>
        </w:rPr>
        <w:t>دوم شوهر دوم با او نزديكى و دخول كند و احتياط واجب آن است كه نزديكى از جلوى زن باشد.</w:t>
      </w:r>
    </w:p>
    <w:p w:rsidR="003E3506" w:rsidRPr="003E3506" w:rsidRDefault="003E3506" w:rsidP="003E3506">
      <w:pPr>
        <w:pStyle w:val="libNormal"/>
        <w:rPr>
          <w:lang w:bidi="fa-IR"/>
        </w:rPr>
      </w:pPr>
      <w:r w:rsidRPr="003E3506">
        <w:rPr>
          <w:rtl/>
          <w:lang w:bidi="fa-IR"/>
        </w:rPr>
        <w:t>سوم شوهر دوم طلاقش دهد يا بميرد.</w:t>
      </w:r>
    </w:p>
    <w:p w:rsidR="003E3506" w:rsidRPr="003E3506" w:rsidRDefault="003E3506" w:rsidP="003E3506">
      <w:pPr>
        <w:pStyle w:val="libNormal"/>
        <w:rPr>
          <w:lang w:bidi="fa-IR"/>
        </w:rPr>
      </w:pPr>
      <w:r w:rsidRPr="003E3506">
        <w:rPr>
          <w:rtl/>
          <w:lang w:bidi="fa-IR"/>
        </w:rPr>
        <w:t>چهارم عده طلاق يا عده وفات شوهر دوم تمام شود.</w:t>
      </w:r>
    </w:p>
    <w:p w:rsidR="003E3506" w:rsidRPr="003E3506" w:rsidRDefault="003E3506" w:rsidP="003E3506">
      <w:pPr>
        <w:pStyle w:val="libNormal"/>
        <w:rPr>
          <w:lang w:bidi="fa-IR"/>
        </w:rPr>
      </w:pPr>
      <w:r w:rsidRPr="003E3506">
        <w:rPr>
          <w:rtl/>
          <w:lang w:bidi="fa-IR"/>
        </w:rPr>
        <w:t>پنجم بنابر احتياط واجب شوهر دوم در زمان نزديكى بالغ باشد.</w:t>
      </w:r>
    </w:p>
    <w:p w:rsidR="003E3506" w:rsidRDefault="00605FAB" w:rsidP="009408C2">
      <w:pPr>
        <w:pStyle w:val="Heading3"/>
        <w:rPr>
          <w:rtl/>
          <w:lang w:bidi="fa-IR"/>
        </w:rPr>
      </w:pPr>
      <w:bookmarkStart w:id="272" w:name="_Toc24454695"/>
      <w:r>
        <w:rPr>
          <w:rtl/>
          <w:lang w:bidi="fa-IR"/>
        </w:rPr>
        <w:t>(</w:t>
      </w:r>
      <w:r w:rsidR="003E3506" w:rsidRPr="003E3506">
        <w:rPr>
          <w:rtl/>
          <w:lang w:bidi="fa-IR"/>
        </w:rPr>
        <w:t>طلاق خلع</w:t>
      </w:r>
      <w:r>
        <w:rPr>
          <w:rtl/>
          <w:lang w:bidi="fa-IR"/>
        </w:rPr>
        <w:t>)</w:t>
      </w:r>
      <w:bookmarkEnd w:id="272"/>
    </w:p>
    <w:p w:rsidR="003E3506" w:rsidRPr="003E3506" w:rsidRDefault="003E3506" w:rsidP="003E3506">
      <w:pPr>
        <w:pStyle w:val="libNormal"/>
        <w:rPr>
          <w:lang w:bidi="fa-IR"/>
        </w:rPr>
      </w:pPr>
      <w:r w:rsidRPr="003E3506">
        <w:rPr>
          <w:rtl/>
          <w:lang w:bidi="fa-IR"/>
        </w:rPr>
        <w:t>٢٥٣٧ - طلاق زنى را كه به شوهرش مايل نيست و از او كراهت دارد و مهر يا مال ديگر خود را به او مى بخشد كه طلاقش دهد</w:t>
      </w:r>
      <w:r w:rsidR="000C4B14">
        <w:rPr>
          <w:rtl/>
          <w:lang w:bidi="fa-IR"/>
        </w:rPr>
        <w:t>،</w:t>
      </w:r>
      <w:r w:rsidRPr="003E3506">
        <w:rPr>
          <w:rtl/>
          <w:lang w:bidi="fa-IR"/>
        </w:rPr>
        <w:t xml:space="preserve"> طلاق خلع گويند</w:t>
      </w:r>
      <w:r w:rsidR="000C4B14">
        <w:rPr>
          <w:rtl/>
          <w:lang w:bidi="fa-IR"/>
        </w:rPr>
        <w:t>،</w:t>
      </w:r>
      <w:r w:rsidRPr="003E3506">
        <w:rPr>
          <w:rtl/>
          <w:lang w:bidi="fa-IR"/>
        </w:rPr>
        <w:t xml:space="preserve"> در طلاق خلع - بنابر اظهر - معتبر است كه كراهت زن از شوهرش به حدى باشد كه او را به مراعات ننمودن حقوق زناشويى تهديد نمايد.</w:t>
      </w:r>
    </w:p>
    <w:p w:rsidR="003E3506" w:rsidRPr="003E3506" w:rsidRDefault="003E3506" w:rsidP="003E3506">
      <w:pPr>
        <w:pStyle w:val="libNormal"/>
        <w:rPr>
          <w:lang w:bidi="fa-IR"/>
        </w:rPr>
      </w:pPr>
      <w:r w:rsidRPr="003E3506">
        <w:rPr>
          <w:rtl/>
          <w:lang w:bidi="fa-IR"/>
        </w:rPr>
        <w:t>٢٥٣٨ - اگر خود شوهر بخواهد صيغه طلاق را بخواند چنانچه اسم زن مثلا فاطمه باشد پس از بذل مى گويد</w:t>
      </w:r>
      <w:r w:rsidR="00553569">
        <w:rPr>
          <w:rtl/>
          <w:lang w:bidi="fa-IR"/>
        </w:rPr>
        <w:t>:</w:t>
      </w:r>
      <w:r w:rsidRPr="003E3506">
        <w:rPr>
          <w:rtl/>
          <w:lang w:bidi="fa-IR"/>
        </w:rPr>
        <w:t xml:space="preserve"> زوجتى فاطمة خالعتها على ما بذلت و بنابر احتياط مستحب نيز بگويد</w:t>
      </w:r>
      <w:r w:rsidR="00553569">
        <w:rPr>
          <w:rtl/>
          <w:lang w:bidi="fa-IR"/>
        </w:rPr>
        <w:t>:</w:t>
      </w:r>
      <w:r w:rsidRPr="003E3506">
        <w:rPr>
          <w:rtl/>
          <w:lang w:bidi="fa-IR"/>
        </w:rPr>
        <w:t xml:space="preserve"> هى </w:t>
      </w:r>
      <w:r w:rsidRPr="003E3506">
        <w:rPr>
          <w:rtl/>
          <w:lang w:bidi="fa-IR"/>
        </w:rPr>
        <w:lastRenderedPageBreak/>
        <w:t>طالق يعنى زنم فاطمه را در مقابل چيزى كه بذل نموده طلاق خلع دادم او رها است و در صورتى كه زن معين باشد بردن نامش در اينجا و در طلاق مبارات نيز لازم نيست</w:t>
      </w:r>
      <w:r w:rsidR="000C4B14">
        <w:rPr>
          <w:rtl/>
          <w:lang w:bidi="fa-IR"/>
        </w:rPr>
        <w:t>.</w:t>
      </w:r>
    </w:p>
    <w:p w:rsidR="003E3506" w:rsidRPr="003E3506" w:rsidRDefault="003E3506" w:rsidP="003E3506">
      <w:pPr>
        <w:pStyle w:val="libNormal"/>
        <w:rPr>
          <w:lang w:bidi="fa-IR"/>
        </w:rPr>
      </w:pPr>
      <w:r w:rsidRPr="003E3506">
        <w:rPr>
          <w:rtl/>
          <w:lang w:bidi="fa-IR"/>
        </w:rPr>
        <w:t>٢٥٣٩ - اگر زنى كسى را وكيل كند كه مهر او را به شوهرش ببخشد و شوهر همان كس را وكيل كند كه زن را طلاق دهد</w:t>
      </w:r>
      <w:r w:rsidR="000C4B14">
        <w:rPr>
          <w:rtl/>
          <w:lang w:bidi="fa-IR"/>
        </w:rPr>
        <w:t>،</w:t>
      </w:r>
      <w:r w:rsidRPr="003E3506">
        <w:rPr>
          <w:rtl/>
          <w:lang w:bidi="fa-IR"/>
        </w:rPr>
        <w:t xml:space="preserve"> چنانچه مثلا اسم شوهر محمد و اسم زن فاطمه باشد وكيل صيغه طلاق را اين طور مى خواند عن موكلتي فاطمة بذلت مهرها لموكلي محمد ليخلعها عليه پس از آن بدون فاصله مى گويد</w:t>
      </w:r>
      <w:r w:rsidR="00553569">
        <w:rPr>
          <w:rtl/>
          <w:lang w:bidi="fa-IR"/>
        </w:rPr>
        <w:t>:</w:t>
      </w:r>
      <w:r w:rsidRPr="003E3506">
        <w:rPr>
          <w:rtl/>
          <w:lang w:bidi="fa-IR"/>
        </w:rPr>
        <w:t xml:space="preserve"> زوجة موكلي خالعتها على ما بذلت هي طالق و اگر زنى كسى را وكيل كند كه غير از مهر چيز ديگرى را به شوهر او ببخشد كه او را طلاق دهد وكيل بايد به جاى كلمه مهرها آن چيز را بگويد مثلا صد تومان داده بايد بگويد</w:t>
      </w:r>
      <w:r w:rsidR="00553569">
        <w:rPr>
          <w:rtl/>
          <w:lang w:bidi="fa-IR"/>
        </w:rPr>
        <w:t>:</w:t>
      </w:r>
      <w:r w:rsidRPr="003E3506">
        <w:rPr>
          <w:rtl/>
          <w:lang w:bidi="fa-IR"/>
        </w:rPr>
        <w:t xml:space="preserve"> بذلت ماة تومان</w:t>
      </w:r>
      <w:r w:rsidR="000C4B14">
        <w:rPr>
          <w:rtl/>
          <w:lang w:bidi="fa-IR"/>
        </w:rPr>
        <w:t>.</w:t>
      </w:r>
    </w:p>
    <w:p w:rsidR="003E3506" w:rsidRDefault="00605FAB" w:rsidP="009408C2">
      <w:pPr>
        <w:pStyle w:val="Heading3"/>
        <w:rPr>
          <w:rtl/>
          <w:lang w:bidi="fa-IR"/>
        </w:rPr>
      </w:pPr>
      <w:bookmarkStart w:id="273" w:name="_Toc24454696"/>
      <w:r>
        <w:rPr>
          <w:rtl/>
          <w:lang w:bidi="fa-IR"/>
        </w:rPr>
        <w:t>(</w:t>
      </w:r>
      <w:r w:rsidR="003E3506" w:rsidRPr="003E3506">
        <w:rPr>
          <w:rtl/>
          <w:lang w:bidi="fa-IR"/>
        </w:rPr>
        <w:t>طلاق مبارات</w:t>
      </w:r>
      <w:r>
        <w:rPr>
          <w:rtl/>
          <w:lang w:bidi="fa-IR"/>
        </w:rPr>
        <w:t>)</w:t>
      </w:r>
      <w:bookmarkEnd w:id="273"/>
    </w:p>
    <w:p w:rsidR="003E3506" w:rsidRPr="003E3506" w:rsidRDefault="003E3506" w:rsidP="003E3506">
      <w:pPr>
        <w:pStyle w:val="libNormal"/>
        <w:rPr>
          <w:lang w:bidi="fa-IR"/>
        </w:rPr>
      </w:pPr>
      <w:r w:rsidRPr="003E3506">
        <w:rPr>
          <w:rtl/>
          <w:lang w:bidi="fa-IR"/>
        </w:rPr>
        <w:t>٢٥٤٠ - اگر زن و شوهر يكديگر را نخواهند و از هم كراهت داشته باشند</w:t>
      </w:r>
      <w:r w:rsidR="000C4B14">
        <w:rPr>
          <w:rtl/>
          <w:lang w:bidi="fa-IR"/>
        </w:rPr>
        <w:t>،</w:t>
      </w:r>
      <w:r w:rsidRPr="003E3506">
        <w:rPr>
          <w:rtl/>
          <w:lang w:bidi="fa-IR"/>
        </w:rPr>
        <w:t xml:space="preserve"> و زن مالى به مرد بدهد كه او را طلاق دهد</w:t>
      </w:r>
      <w:r w:rsidR="000C4B14">
        <w:rPr>
          <w:rtl/>
          <w:lang w:bidi="fa-IR"/>
        </w:rPr>
        <w:t>،</w:t>
      </w:r>
      <w:r w:rsidRPr="003E3506">
        <w:rPr>
          <w:rtl/>
          <w:lang w:bidi="fa-IR"/>
        </w:rPr>
        <w:t xml:space="preserve"> آن طلاق را مبارات گويند.</w:t>
      </w:r>
    </w:p>
    <w:p w:rsidR="003E3506" w:rsidRPr="003E3506" w:rsidRDefault="003E3506" w:rsidP="003E3506">
      <w:pPr>
        <w:pStyle w:val="libNormal"/>
        <w:rPr>
          <w:lang w:bidi="fa-IR"/>
        </w:rPr>
      </w:pPr>
      <w:r w:rsidRPr="003E3506">
        <w:rPr>
          <w:rtl/>
          <w:lang w:bidi="fa-IR"/>
        </w:rPr>
        <w:t>٢٥٤١ - اگر شوهر بخواهد صيغه مبارات را بخواند</w:t>
      </w:r>
      <w:r w:rsidR="000C4B14">
        <w:rPr>
          <w:rtl/>
          <w:lang w:bidi="fa-IR"/>
        </w:rPr>
        <w:t>،</w:t>
      </w:r>
      <w:r w:rsidRPr="003E3506">
        <w:rPr>
          <w:rtl/>
          <w:lang w:bidi="fa-IR"/>
        </w:rPr>
        <w:t xml:space="preserve"> چنانچه مثلا اسم زن فاطمه باشد</w:t>
      </w:r>
      <w:r w:rsidR="000C4B14">
        <w:rPr>
          <w:rtl/>
          <w:lang w:bidi="fa-IR"/>
        </w:rPr>
        <w:t>،</w:t>
      </w:r>
      <w:r w:rsidRPr="003E3506">
        <w:rPr>
          <w:rtl/>
          <w:lang w:bidi="fa-IR"/>
        </w:rPr>
        <w:t xml:space="preserve"> بايد بگويد</w:t>
      </w:r>
      <w:r w:rsidR="00553569">
        <w:rPr>
          <w:rtl/>
          <w:lang w:bidi="fa-IR"/>
        </w:rPr>
        <w:t>:</w:t>
      </w:r>
      <w:r w:rsidRPr="003E3506">
        <w:rPr>
          <w:rtl/>
          <w:lang w:bidi="fa-IR"/>
        </w:rPr>
        <w:t xml:space="preserve"> بارات زوجتي فاطمة على ما بذلت</w:t>
      </w:r>
      <w:r w:rsidR="000C4B14">
        <w:rPr>
          <w:rtl/>
          <w:lang w:bidi="fa-IR"/>
        </w:rPr>
        <w:t>،</w:t>
      </w:r>
      <w:r w:rsidRPr="003E3506">
        <w:rPr>
          <w:rtl/>
          <w:lang w:bidi="fa-IR"/>
        </w:rPr>
        <w:t xml:space="preserve"> و بنابر احتياط لازم نيز بگويد</w:t>
      </w:r>
      <w:r w:rsidR="000C4B14">
        <w:rPr>
          <w:rtl/>
          <w:lang w:bidi="fa-IR"/>
        </w:rPr>
        <w:t>،</w:t>
      </w:r>
      <w:r w:rsidRPr="003E3506">
        <w:rPr>
          <w:rtl/>
          <w:lang w:bidi="fa-IR"/>
        </w:rPr>
        <w:t xml:space="preserve"> فهي طالق يعنى من و زنم فاطمه در مقابل بذل كرده او از هم جدا شديم پس او رها است</w:t>
      </w:r>
      <w:r w:rsidR="000C4B14">
        <w:rPr>
          <w:rtl/>
          <w:lang w:bidi="fa-IR"/>
        </w:rPr>
        <w:t>،</w:t>
      </w:r>
      <w:r w:rsidRPr="003E3506">
        <w:rPr>
          <w:rtl/>
          <w:lang w:bidi="fa-IR"/>
        </w:rPr>
        <w:t xml:space="preserve"> و اگر ديگرى را وكيل كند</w:t>
      </w:r>
      <w:r w:rsidR="000C4B14">
        <w:rPr>
          <w:rtl/>
          <w:lang w:bidi="fa-IR"/>
        </w:rPr>
        <w:t>،</w:t>
      </w:r>
      <w:r w:rsidRPr="003E3506">
        <w:rPr>
          <w:rtl/>
          <w:lang w:bidi="fa-IR"/>
        </w:rPr>
        <w:t xml:space="preserve"> وكيل بايد بگويد</w:t>
      </w:r>
      <w:r w:rsidR="00553569">
        <w:rPr>
          <w:rtl/>
          <w:lang w:bidi="fa-IR"/>
        </w:rPr>
        <w:t>:</w:t>
      </w:r>
    </w:p>
    <w:p w:rsidR="003E3506" w:rsidRPr="003E3506" w:rsidRDefault="003E3506" w:rsidP="003E3506">
      <w:pPr>
        <w:pStyle w:val="libNormal"/>
        <w:rPr>
          <w:lang w:bidi="fa-IR"/>
        </w:rPr>
      </w:pPr>
      <w:r w:rsidRPr="003E3506">
        <w:rPr>
          <w:rtl/>
          <w:lang w:bidi="fa-IR"/>
        </w:rPr>
        <w:t>عن قبل موكلي بارات زوجته فاطمة على ما بذلت فهي طالق و در هر دو صورت اگر به جاى كلمه على ما بذلت بما بذلت بگويد اشكال ندارد.</w:t>
      </w:r>
    </w:p>
    <w:p w:rsidR="003E3506" w:rsidRPr="003E3506" w:rsidRDefault="003E3506" w:rsidP="003E3506">
      <w:pPr>
        <w:pStyle w:val="libNormal"/>
        <w:rPr>
          <w:lang w:bidi="fa-IR"/>
        </w:rPr>
      </w:pPr>
      <w:r w:rsidRPr="003E3506">
        <w:rPr>
          <w:rtl/>
          <w:lang w:bidi="fa-IR"/>
        </w:rPr>
        <w:t>٢٥٤٢ - صيغه طلاق خلع و مبارات در صورت امكان بايد به عربى صحيح خوانده شود</w:t>
      </w:r>
      <w:r w:rsidR="000C4B14">
        <w:rPr>
          <w:rtl/>
          <w:lang w:bidi="fa-IR"/>
        </w:rPr>
        <w:t>،</w:t>
      </w:r>
      <w:r w:rsidRPr="003E3506">
        <w:rPr>
          <w:rtl/>
          <w:lang w:bidi="fa-IR"/>
        </w:rPr>
        <w:t xml:space="preserve"> و چنانچه ممكن نباشد</w:t>
      </w:r>
      <w:r w:rsidR="000C4B14">
        <w:rPr>
          <w:rtl/>
          <w:lang w:bidi="fa-IR"/>
        </w:rPr>
        <w:t>،</w:t>
      </w:r>
      <w:r w:rsidRPr="003E3506">
        <w:rPr>
          <w:rtl/>
          <w:lang w:bidi="fa-IR"/>
        </w:rPr>
        <w:t xml:space="preserve"> حكم آن حكم طلاق است كه در مساله </w:t>
      </w:r>
      <w:r w:rsidR="00605FAB">
        <w:rPr>
          <w:rtl/>
          <w:lang w:bidi="fa-IR"/>
        </w:rPr>
        <w:t>(</w:t>
      </w:r>
      <w:r w:rsidRPr="003E3506">
        <w:rPr>
          <w:rtl/>
          <w:lang w:bidi="fa-IR"/>
        </w:rPr>
        <w:t>٢٥١٧</w:t>
      </w:r>
      <w:r w:rsidR="00605FAB">
        <w:rPr>
          <w:rtl/>
          <w:lang w:bidi="fa-IR"/>
        </w:rPr>
        <w:t>)</w:t>
      </w:r>
      <w:r w:rsidRPr="003E3506">
        <w:rPr>
          <w:rtl/>
          <w:lang w:bidi="fa-IR"/>
        </w:rPr>
        <w:t xml:space="preserve"> گذشت</w:t>
      </w:r>
      <w:r w:rsidR="000C4B14">
        <w:rPr>
          <w:rtl/>
          <w:lang w:bidi="fa-IR"/>
        </w:rPr>
        <w:t>،</w:t>
      </w:r>
      <w:r w:rsidRPr="003E3506">
        <w:rPr>
          <w:rtl/>
          <w:lang w:bidi="fa-IR"/>
        </w:rPr>
        <w:t xml:space="preserve"> ولى اگر زن براى آن كه مال خود را به شوهر ببخشد مثلا به فارسى بگويد براى طلاق فلان مال را به تو بخشيدم اشكال ندارد.</w:t>
      </w:r>
    </w:p>
    <w:p w:rsidR="003E3506" w:rsidRPr="003E3506" w:rsidRDefault="003E3506" w:rsidP="003E3506">
      <w:pPr>
        <w:pStyle w:val="libNormal"/>
        <w:rPr>
          <w:lang w:bidi="fa-IR"/>
        </w:rPr>
      </w:pPr>
      <w:r w:rsidRPr="003E3506">
        <w:rPr>
          <w:rtl/>
          <w:lang w:bidi="fa-IR"/>
        </w:rPr>
        <w:lastRenderedPageBreak/>
        <w:t>٢٥٤٣ - اگر زن در بين عده طلاق خلع</w:t>
      </w:r>
      <w:r w:rsidR="000C4B14">
        <w:rPr>
          <w:rtl/>
          <w:lang w:bidi="fa-IR"/>
        </w:rPr>
        <w:t>،</w:t>
      </w:r>
      <w:r w:rsidRPr="003E3506">
        <w:rPr>
          <w:rtl/>
          <w:lang w:bidi="fa-IR"/>
        </w:rPr>
        <w:t xml:space="preserve"> يا مبارات از بخشش خود برگردد</w:t>
      </w:r>
      <w:r w:rsidR="000C4B14">
        <w:rPr>
          <w:rtl/>
          <w:lang w:bidi="fa-IR"/>
        </w:rPr>
        <w:t>،</w:t>
      </w:r>
      <w:r w:rsidRPr="003E3506">
        <w:rPr>
          <w:rtl/>
          <w:lang w:bidi="fa-IR"/>
        </w:rPr>
        <w:t xml:space="preserve"> شوهر مى تواند رجوع كند و بدون عقد دوباره او را زن خود قرار دهد.</w:t>
      </w:r>
    </w:p>
    <w:p w:rsidR="003E3506" w:rsidRPr="003E3506" w:rsidRDefault="003E3506" w:rsidP="003E3506">
      <w:pPr>
        <w:pStyle w:val="libNormal"/>
        <w:rPr>
          <w:lang w:bidi="fa-IR"/>
        </w:rPr>
      </w:pPr>
      <w:r w:rsidRPr="003E3506">
        <w:rPr>
          <w:rtl/>
          <w:lang w:bidi="fa-IR"/>
        </w:rPr>
        <w:t>٢٥٤٤ - مالى را كه شوهر براى طلاق مبارات مى گيرد</w:t>
      </w:r>
      <w:r w:rsidR="000C4B14">
        <w:rPr>
          <w:rtl/>
          <w:lang w:bidi="fa-IR"/>
        </w:rPr>
        <w:t>،</w:t>
      </w:r>
      <w:r w:rsidRPr="003E3506">
        <w:rPr>
          <w:rtl/>
          <w:lang w:bidi="fa-IR"/>
        </w:rPr>
        <w:t xml:space="preserve"> بايد بيشتر از مهر نباشد ولى در طلاق خلع اگر بيشتر باشد اشكال ندارد.</w:t>
      </w:r>
    </w:p>
    <w:p w:rsidR="003E3506" w:rsidRDefault="00605FAB" w:rsidP="009408C2">
      <w:pPr>
        <w:pStyle w:val="Heading3"/>
        <w:rPr>
          <w:rtl/>
          <w:lang w:bidi="fa-IR"/>
        </w:rPr>
      </w:pPr>
      <w:bookmarkStart w:id="274" w:name="_Toc24454697"/>
      <w:r>
        <w:rPr>
          <w:rtl/>
          <w:lang w:bidi="fa-IR"/>
        </w:rPr>
        <w:t>(</w:t>
      </w:r>
      <w:r w:rsidR="003E3506" w:rsidRPr="003E3506">
        <w:rPr>
          <w:rtl/>
          <w:lang w:bidi="fa-IR"/>
        </w:rPr>
        <w:t>احكام متفرقه طلاق</w:t>
      </w:r>
      <w:r>
        <w:rPr>
          <w:rtl/>
          <w:lang w:bidi="fa-IR"/>
        </w:rPr>
        <w:t>)</w:t>
      </w:r>
      <w:bookmarkEnd w:id="274"/>
    </w:p>
    <w:p w:rsidR="003E3506" w:rsidRPr="003E3506" w:rsidRDefault="003E3506" w:rsidP="003E3506">
      <w:pPr>
        <w:pStyle w:val="libNormal"/>
        <w:rPr>
          <w:lang w:bidi="fa-IR"/>
        </w:rPr>
      </w:pPr>
      <w:r w:rsidRPr="003E3506">
        <w:rPr>
          <w:rtl/>
          <w:lang w:bidi="fa-IR"/>
        </w:rPr>
        <w:t>٢٥٤٥ - اگر با زن نامحرمى به گمان اين كه عيال خود او است نزديكى كند</w:t>
      </w:r>
      <w:r w:rsidR="000C4B14">
        <w:rPr>
          <w:rtl/>
          <w:lang w:bidi="fa-IR"/>
        </w:rPr>
        <w:t>،</w:t>
      </w:r>
      <w:r w:rsidRPr="003E3506">
        <w:rPr>
          <w:rtl/>
          <w:lang w:bidi="fa-IR"/>
        </w:rPr>
        <w:t xml:space="preserve"> چه زن بداند كه او شوهرش نيست</w:t>
      </w:r>
      <w:r w:rsidR="000C4B14">
        <w:rPr>
          <w:rtl/>
          <w:lang w:bidi="fa-IR"/>
        </w:rPr>
        <w:t>،</w:t>
      </w:r>
      <w:r w:rsidRPr="003E3506">
        <w:rPr>
          <w:rtl/>
          <w:lang w:bidi="fa-IR"/>
        </w:rPr>
        <w:t xml:space="preserve"> يا گمان كند شوهرش مى باشد بايد عده نگهدارد.</w:t>
      </w:r>
    </w:p>
    <w:p w:rsidR="003E3506" w:rsidRPr="003E3506" w:rsidRDefault="003E3506" w:rsidP="003E3506">
      <w:pPr>
        <w:pStyle w:val="libNormal"/>
        <w:rPr>
          <w:lang w:bidi="fa-IR"/>
        </w:rPr>
      </w:pPr>
      <w:r w:rsidRPr="003E3506">
        <w:rPr>
          <w:rtl/>
          <w:lang w:bidi="fa-IR"/>
        </w:rPr>
        <w:t>٢٥٤٦ - اگر با زنى كه مى داند عيالش نيست زنا كند</w:t>
      </w:r>
      <w:r w:rsidR="000C4B14">
        <w:rPr>
          <w:rtl/>
          <w:lang w:bidi="fa-IR"/>
        </w:rPr>
        <w:t>،</w:t>
      </w:r>
      <w:r w:rsidRPr="003E3506">
        <w:rPr>
          <w:rtl/>
          <w:lang w:bidi="fa-IR"/>
        </w:rPr>
        <w:t xml:space="preserve"> اگر زن بداند كه آن مرد شوهر او نيست</w:t>
      </w:r>
      <w:r w:rsidR="000C4B14">
        <w:rPr>
          <w:rtl/>
          <w:lang w:bidi="fa-IR"/>
        </w:rPr>
        <w:t>،</w:t>
      </w:r>
      <w:r w:rsidRPr="003E3506">
        <w:rPr>
          <w:rtl/>
          <w:lang w:bidi="fa-IR"/>
        </w:rPr>
        <w:t xml:space="preserve"> لازم نيست عده نگهدارد</w:t>
      </w:r>
      <w:r w:rsidR="000C4B14">
        <w:rPr>
          <w:rtl/>
          <w:lang w:bidi="fa-IR"/>
        </w:rPr>
        <w:t>،</w:t>
      </w:r>
      <w:r w:rsidRPr="003E3506">
        <w:rPr>
          <w:rtl/>
          <w:lang w:bidi="fa-IR"/>
        </w:rPr>
        <w:t xml:space="preserve"> ولى اگر گمان كند كه شوهرش مى باشد احتياط لازم آن است كه عده نگهدارد.</w:t>
      </w:r>
    </w:p>
    <w:p w:rsidR="003E3506" w:rsidRPr="003E3506" w:rsidRDefault="003E3506" w:rsidP="003E3506">
      <w:pPr>
        <w:pStyle w:val="libNormal"/>
        <w:rPr>
          <w:lang w:bidi="fa-IR"/>
        </w:rPr>
      </w:pPr>
      <w:r w:rsidRPr="003E3506">
        <w:rPr>
          <w:rtl/>
          <w:lang w:bidi="fa-IR"/>
        </w:rPr>
        <w:t>٢٥٤٧ - اگر مرد زنى را گول بزند كه رعايت حقوق زناشويى شوهرش را نكند تا او وادار شود طلاقش دهد و زن آن مرد شود طلاق و عقد آن صحيح است ولى هر دو معصيت بزرگى كرده اند.</w:t>
      </w:r>
    </w:p>
    <w:p w:rsidR="003E3506" w:rsidRPr="003E3506" w:rsidRDefault="003E3506" w:rsidP="003E3506">
      <w:pPr>
        <w:pStyle w:val="libNormal"/>
        <w:rPr>
          <w:lang w:bidi="fa-IR"/>
        </w:rPr>
      </w:pPr>
      <w:r w:rsidRPr="003E3506">
        <w:rPr>
          <w:rtl/>
          <w:lang w:bidi="fa-IR"/>
        </w:rPr>
        <w:t>٢٥٤٨ - هر گاه زن در ضمن عقد با شوهر شرط كند كه اگر شوهر مسافرت نمايد</w:t>
      </w:r>
      <w:r w:rsidR="000C4B14">
        <w:rPr>
          <w:rtl/>
          <w:lang w:bidi="fa-IR"/>
        </w:rPr>
        <w:t>،</w:t>
      </w:r>
      <w:r w:rsidRPr="003E3506">
        <w:rPr>
          <w:rtl/>
          <w:lang w:bidi="fa-IR"/>
        </w:rPr>
        <w:t xml:space="preserve"> يا مثلا شش ماه به او خرجى ندهد اختيار طلاق با او باشد اين شرط باطل است</w:t>
      </w:r>
      <w:r w:rsidR="000C4B14">
        <w:rPr>
          <w:rtl/>
          <w:lang w:bidi="fa-IR"/>
        </w:rPr>
        <w:t>.</w:t>
      </w:r>
    </w:p>
    <w:p w:rsidR="003E3506" w:rsidRPr="003E3506" w:rsidRDefault="003E3506" w:rsidP="003E3506">
      <w:pPr>
        <w:pStyle w:val="libNormal"/>
        <w:rPr>
          <w:lang w:bidi="fa-IR"/>
        </w:rPr>
      </w:pPr>
      <w:r w:rsidRPr="003E3506">
        <w:rPr>
          <w:rtl/>
          <w:lang w:bidi="fa-IR"/>
        </w:rPr>
        <w:t>ولى چنانچه شرط كند</w:t>
      </w:r>
      <w:r w:rsidR="000C4B14">
        <w:rPr>
          <w:rtl/>
          <w:lang w:bidi="fa-IR"/>
        </w:rPr>
        <w:t>،</w:t>
      </w:r>
      <w:r w:rsidRPr="003E3506">
        <w:rPr>
          <w:rtl/>
          <w:lang w:bidi="fa-IR"/>
        </w:rPr>
        <w:t xml:space="preserve"> از طرف شوهر فعلا وكيل باشد كه چنانچه او مثلا مسافرت كند يا تا شش ماه خرجى ندهد خود او طلاق دهد اشكال ندارد.</w:t>
      </w:r>
    </w:p>
    <w:p w:rsidR="003E3506" w:rsidRPr="003E3506" w:rsidRDefault="003E3506" w:rsidP="003E3506">
      <w:pPr>
        <w:pStyle w:val="libNormal"/>
        <w:rPr>
          <w:lang w:bidi="fa-IR"/>
        </w:rPr>
      </w:pPr>
      <w:r w:rsidRPr="003E3506">
        <w:rPr>
          <w:rtl/>
          <w:lang w:bidi="fa-IR"/>
        </w:rPr>
        <w:t>٢٥٤٩ - زنى كه شوهرش گم شده</w:t>
      </w:r>
      <w:r w:rsidR="000C4B14">
        <w:rPr>
          <w:rtl/>
          <w:lang w:bidi="fa-IR"/>
        </w:rPr>
        <w:t>،</w:t>
      </w:r>
      <w:r w:rsidRPr="003E3506">
        <w:rPr>
          <w:rtl/>
          <w:lang w:bidi="fa-IR"/>
        </w:rPr>
        <w:t xml:space="preserve"> اگر بخواهد به ديگرى شوهر كند بايد نزد مجتهد عادل برود و به دستور او عمل نمايد.</w:t>
      </w:r>
    </w:p>
    <w:p w:rsidR="003E3506" w:rsidRPr="003E3506" w:rsidRDefault="003E3506" w:rsidP="003E3506">
      <w:pPr>
        <w:pStyle w:val="libNormal"/>
        <w:rPr>
          <w:lang w:bidi="fa-IR"/>
        </w:rPr>
      </w:pPr>
      <w:r w:rsidRPr="003E3506">
        <w:rPr>
          <w:rtl/>
          <w:lang w:bidi="fa-IR"/>
        </w:rPr>
        <w:t>٢٥٥٠ - پدر و جد پدرى ديوانه مى توانند زن او را طلاق بدهند.</w:t>
      </w:r>
    </w:p>
    <w:p w:rsidR="003E3506" w:rsidRPr="003E3506" w:rsidRDefault="003E3506" w:rsidP="003E3506">
      <w:pPr>
        <w:pStyle w:val="libNormal"/>
        <w:rPr>
          <w:lang w:bidi="fa-IR"/>
        </w:rPr>
      </w:pPr>
      <w:r w:rsidRPr="003E3506">
        <w:rPr>
          <w:rtl/>
          <w:lang w:bidi="fa-IR"/>
        </w:rPr>
        <w:t>٢٥٥١ - اگر پدر يا جد پدرى براى طفل خود زنى را صيغه كند</w:t>
      </w:r>
      <w:r w:rsidR="000C4B14">
        <w:rPr>
          <w:rtl/>
          <w:lang w:bidi="fa-IR"/>
        </w:rPr>
        <w:t>،</w:t>
      </w:r>
      <w:r w:rsidRPr="003E3506">
        <w:rPr>
          <w:rtl/>
          <w:lang w:bidi="fa-IR"/>
        </w:rPr>
        <w:t xml:space="preserve"> اگر چه مقدارى از زمان تكليف بچه جزء مدت صيغه باشد</w:t>
      </w:r>
      <w:r w:rsidR="000C4B14">
        <w:rPr>
          <w:rtl/>
          <w:lang w:bidi="fa-IR"/>
        </w:rPr>
        <w:t>،</w:t>
      </w:r>
      <w:r w:rsidRPr="003E3506">
        <w:rPr>
          <w:rtl/>
          <w:lang w:bidi="fa-IR"/>
        </w:rPr>
        <w:t xml:space="preserve"> مثلا براى پسر چهارده ساله خودش زنى را دو ساله صيغه </w:t>
      </w:r>
      <w:r w:rsidRPr="003E3506">
        <w:rPr>
          <w:rtl/>
          <w:lang w:bidi="fa-IR"/>
        </w:rPr>
        <w:lastRenderedPageBreak/>
        <w:t>كند</w:t>
      </w:r>
      <w:r w:rsidR="000C4B14">
        <w:rPr>
          <w:rtl/>
          <w:lang w:bidi="fa-IR"/>
        </w:rPr>
        <w:t>،</w:t>
      </w:r>
      <w:r w:rsidRPr="003E3506">
        <w:rPr>
          <w:rtl/>
          <w:lang w:bidi="fa-IR"/>
        </w:rPr>
        <w:t xml:space="preserve"> چنانچه صلاح بچه باشد مى تواند مدت آن زن را ببخشد ولى زن دايمى او را نمى تواند طلاق دهد.</w:t>
      </w:r>
    </w:p>
    <w:p w:rsidR="003E3506" w:rsidRPr="003E3506" w:rsidRDefault="003E3506" w:rsidP="003E3506">
      <w:pPr>
        <w:pStyle w:val="libNormal"/>
        <w:rPr>
          <w:lang w:bidi="fa-IR"/>
        </w:rPr>
      </w:pPr>
      <w:r w:rsidRPr="003E3506">
        <w:rPr>
          <w:rtl/>
          <w:lang w:bidi="fa-IR"/>
        </w:rPr>
        <w:t>٢٥٥٢ - اگر از روى علاماتى كه در شرع معين شده</w:t>
      </w:r>
      <w:r w:rsidR="000C4B14">
        <w:rPr>
          <w:rtl/>
          <w:lang w:bidi="fa-IR"/>
        </w:rPr>
        <w:t>،</w:t>
      </w:r>
      <w:r w:rsidRPr="003E3506">
        <w:rPr>
          <w:rtl/>
          <w:lang w:bidi="fa-IR"/>
        </w:rPr>
        <w:t xml:space="preserve"> مرد دو نفر را عادل بداند و زن خود را پيش آنان طلاق دهد</w:t>
      </w:r>
      <w:r w:rsidR="000C4B14">
        <w:rPr>
          <w:rtl/>
          <w:lang w:bidi="fa-IR"/>
        </w:rPr>
        <w:t>،</w:t>
      </w:r>
      <w:r w:rsidRPr="003E3506">
        <w:rPr>
          <w:rtl/>
          <w:lang w:bidi="fa-IR"/>
        </w:rPr>
        <w:t xml:space="preserve"> ديگرى كه عدالت آنان نزدش ثابت نشده مى تواند آن زن را بعد از تمام شدن عده اش براى خود يا براى كس ديگر عقد كند</w:t>
      </w:r>
      <w:r w:rsidR="000C4B14">
        <w:rPr>
          <w:rtl/>
          <w:lang w:bidi="fa-IR"/>
        </w:rPr>
        <w:t>،</w:t>
      </w:r>
      <w:r w:rsidRPr="003E3506">
        <w:rPr>
          <w:rtl/>
          <w:lang w:bidi="fa-IR"/>
        </w:rPr>
        <w:t xml:space="preserve"> اگر چه احتياط مستحب آن است كه از ازدواج با او خوددارى نمايد و براى ديگرى هم او را عقد نكند.</w:t>
      </w:r>
    </w:p>
    <w:p w:rsidR="003E3506" w:rsidRDefault="003E3506" w:rsidP="003E3506">
      <w:pPr>
        <w:pStyle w:val="libNormal"/>
        <w:rPr>
          <w:rFonts w:hint="cs"/>
          <w:rtl/>
          <w:lang w:bidi="fa-IR"/>
        </w:rPr>
      </w:pPr>
      <w:r w:rsidRPr="003E3506">
        <w:rPr>
          <w:rtl/>
          <w:lang w:bidi="fa-IR"/>
        </w:rPr>
        <w:t>٢٥٥٣ - اگر كسى زن خود را بدون اين كه او بفهمد طلاق دهد</w:t>
      </w:r>
      <w:r w:rsidR="000C4B14">
        <w:rPr>
          <w:rtl/>
          <w:lang w:bidi="fa-IR"/>
        </w:rPr>
        <w:t>،</w:t>
      </w:r>
      <w:r w:rsidRPr="003E3506">
        <w:rPr>
          <w:rtl/>
          <w:lang w:bidi="fa-IR"/>
        </w:rPr>
        <w:t xml:space="preserve"> چنانچه مخارج او را مثل وقتى كه زنش بوده بدهد</w:t>
      </w:r>
      <w:r w:rsidR="000C4B14">
        <w:rPr>
          <w:rtl/>
          <w:lang w:bidi="fa-IR"/>
        </w:rPr>
        <w:t>،</w:t>
      </w:r>
      <w:r w:rsidRPr="003E3506">
        <w:rPr>
          <w:rtl/>
          <w:lang w:bidi="fa-IR"/>
        </w:rPr>
        <w:t xml:space="preserve"> و مثلا بعد از يك سال بگويد يك سال پيش تو را طلاق دادم</w:t>
      </w:r>
      <w:r w:rsidR="000C4B14">
        <w:rPr>
          <w:rtl/>
          <w:lang w:bidi="fa-IR"/>
        </w:rPr>
        <w:t>،</w:t>
      </w:r>
      <w:r w:rsidRPr="003E3506">
        <w:rPr>
          <w:rtl/>
          <w:lang w:bidi="fa-IR"/>
        </w:rPr>
        <w:t xml:space="preserve"> و شرعا هم ثابت كند</w:t>
      </w:r>
      <w:r w:rsidR="000C4B14">
        <w:rPr>
          <w:rtl/>
          <w:lang w:bidi="fa-IR"/>
        </w:rPr>
        <w:t>،</w:t>
      </w:r>
      <w:r w:rsidRPr="003E3506">
        <w:rPr>
          <w:rtl/>
          <w:lang w:bidi="fa-IR"/>
        </w:rPr>
        <w:t xml:space="preserve"> مى تواند چيزهايى را كه در آن مدت براى زن تهيه نموده و او مصرف نكرده است از او پس بگيرد</w:t>
      </w:r>
      <w:r w:rsidR="000C4B14">
        <w:rPr>
          <w:rtl/>
          <w:lang w:bidi="fa-IR"/>
        </w:rPr>
        <w:t>،</w:t>
      </w:r>
      <w:r w:rsidRPr="003E3506">
        <w:rPr>
          <w:rtl/>
          <w:lang w:bidi="fa-IR"/>
        </w:rPr>
        <w:t xml:space="preserve"> ولى چيزهايى را كه مصرف كرده نمى تواند از او مطالبه نمايد.</w:t>
      </w:r>
    </w:p>
    <w:p w:rsidR="000478FE" w:rsidRPr="003E3506" w:rsidRDefault="000478FE" w:rsidP="003E3506">
      <w:pPr>
        <w:pStyle w:val="libNormal"/>
        <w:rPr>
          <w:lang w:bidi="fa-IR"/>
        </w:rPr>
      </w:pPr>
      <w:r>
        <w:rPr>
          <w:rtl/>
          <w:lang w:bidi="fa-IR"/>
        </w:rPr>
        <w:br w:type="page"/>
      </w:r>
    </w:p>
    <w:p w:rsidR="003E3506" w:rsidRDefault="00605FAB" w:rsidP="000478FE">
      <w:pPr>
        <w:pStyle w:val="Heading2"/>
        <w:rPr>
          <w:rtl/>
          <w:lang w:bidi="fa-IR"/>
        </w:rPr>
      </w:pPr>
      <w:bookmarkStart w:id="275" w:name="_Toc24454698"/>
      <w:r>
        <w:rPr>
          <w:rtl/>
          <w:lang w:bidi="fa-IR"/>
        </w:rPr>
        <w:t>(</w:t>
      </w:r>
      <w:r w:rsidR="003E3506" w:rsidRPr="003E3506">
        <w:rPr>
          <w:rtl/>
          <w:lang w:bidi="fa-IR"/>
        </w:rPr>
        <w:t>احكام غصب</w:t>
      </w:r>
      <w:r>
        <w:rPr>
          <w:rtl/>
          <w:lang w:bidi="fa-IR"/>
        </w:rPr>
        <w:t>)</w:t>
      </w:r>
      <w:bookmarkEnd w:id="275"/>
    </w:p>
    <w:p w:rsidR="003E3506" w:rsidRPr="003E3506" w:rsidRDefault="003E3506" w:rsidP="003E3506">
      <w:pPr>
        <w:pStyle w:val="libNormal"/>
        <w:rPr>
          <w:lang w:bidi="fa-IR"/>
        </w:rPr>
      </w:pPr>
      <w:r w:rsidRPr="003E3506">
        <w:rPr>
          <w:rtl/>
          <w:lang w:bidi="fa-IR"/>
        </w:rPr>
        <w:t>١/٢٥٥٣ - غصب آن است كه انسان از روى ظلم</w:t>
      </w:r>
      <w:r w:rsidR="000C4B14">
        <w:rPr>
          <w:rtl/>
          <w:lang w:bidi="fa-IR"/>
        </w:rPr>
        <w:t>،</w:t>
      </w:r>
      <w:r w:rsidRPr="003E3506">
        <w:rPr>
          <w:rtl/>
          <w:lang w:bidi="fa-IR"/>
        </w:rPr>
        <w:t xml:space="preserve"> بر مال يا حق كسى مسلط شود و اين يكى از گناهان بزرگ است كه اگر كسى انجام دهد</w:t>
      </w:r>
      <w:r w:rsidR="000C4B14">
        <w:rPr>
          <w:rtl/>
          <w:lang w:bidi="fa-IR"/>
        </w:rPr>
        <w:t>،</w:t>
      </w:r>
      <w:r w:rsidRPr="003E3506">
        <w:rPr>
          <w:rtl/>
          <w:lang w:bidi="fa-IR"/>
        </w:rPr>
        <w:t xml:space="preserve"> در قيامت به عذاب سخت گرفتار مى شود</w:t>
      </w:r>
      <w:r w:rsidR="000C4B14">
        <w:rPr>
          <w:rtl/>
          <w:lang w:bidi="fa-IR"/>
        </w:rPr>
        <w:t>،</w:t>
      </w:r>
      <w:r w:rsidRPr="003E3506">
        <w:rPr>
          <w:rtl/>
          <w:lang w:bidi="fa-IR"/>
        </w:rPr>
        <w:t xml:space="preserve"> از حضرت پيغمبر اكرم </w:t>
      </w:r>
      <w:r w:rsidR="00884B11" w:rsidRPr="00884B11">
        <w:rPr>
          <w:rStyle w:val="libAlaemChar"/>
          <w:rtl/>
        </w:rPr>
        <w:t>صلى‌الله‌عليه‌وآله‌وسلم</w:t>
      </w:r>
      <w:r w:rsidRPr="003E3506">
        <w:rPr>
          <w:rtl/>
          <w:lang w:bidi="fa-IR"/>
        </w:rPr>
        <w:t xml:space="preserve"> روايت شده است كه هر كس يك وجب زمين از ديگرى غصب كند در قيامت آن زمين را از هفت طبقه آن مثل طوق به گردن او مى اندازند.</w:t>
      </w:r>
    </w:p>
    <w:p w:rsidR="003E3506" w:rsidRPr="003E3506" w:rsidRDefault="003E3506" w:rsidP="003E3506">
      <w:pPr>
        <w:pStyle w:val="libNormal"/>
        <w:rPr>
          <w:lang w:bidi="fa-IR"/>
        </w:rPr>
      </w:pPr>
      <w:r w:rsidRPr="003E3506">
        <w:rPr>
          <w:rtl/>
          <w:lang w:bidi="fa-IR"/>
        </w:rPr>
        <w:t>٢٥٥٤ - اگر انسان نگذارد مردم از مسجد و مدرسه و پل و جاهاى ديگرى كه براى عموم ساخته شده استفاده كنند</w:t>
      </w:r>
      <w:r w:rsidR="000C4B14">
        <w:rPr>
          <w:rtl/>
          <w:lang w:bidi="fa-IR"/>
        </w:rPr>
        <w:t>،</w:t>
      </w:r>
      <w:r w:rsidRPr="003E3506">
        <w:rPr>
          <w:rtl/>
          <w:lang w:bidi="fa-IR"/>
        </w:rPr>
        <w:t xml:space="preserve"> حق آنان را غصب نموده و هم چنين است اگر كسى در مسجد جايى را براى خود بگيرد چنانچه ديگرى او را از آنجا بيرون كند</w:t>
      </w:r>
      <w:r w:rsidR="000C4B14">
        <w:rPr>
          <w:rtl/>
          <w:lang w:bidi="fa-IR"/>
        </w:rPr>
        <w:t>،</w:t>
      </w:r>
      <w:r w:rsidRPr="003E3506">
        <w:rPr>
          <w:rtl/>
          <w:lang w:bidi="fa-IR"/>
        </w:rPr>
        <w:t xml:space="preserve"> و نگذارد كه از آنجا استفاده نمايد</w:t>
      </w:r>
      <w:r w:rsidR="000C4B14">
        <w:rPr>
          <w:rtl/>
          <w:lang w:bidi="fa-IR"/>
        </w:rPr>
        <w:t>،</w:t>
      </w:r>
      <w:r w:rsidRPr="003E3506">
        <w:rPr>
          <w:rtl/>
          <w:lang w:bidi="fa-IR"/>
        </w:rPr>
        <w:t xml:space="preserve"> گناه كرده است</w:t>
      </w:r>
      <w:r w:rsidR="000C4B14">
        <w:rPr>
          <w:rtl/>
          <w:lang w:bidi="fa-IR"/>
        </w:rPr>
        <w:t>.</w:t>
      </w:r>
    </w:p>
    <w:p w:rsidR="003E3506" w:rsidRPr="003E3506" w:rsidRDefault="003E3506" w:rsidP="003E3506">
      <w:pPr>
        <w:pStyle w:val="libNormal"/>
        <w:rPr>
          <w:lang w:bidi="fa-IR"/>
        </w:rPr>
      </w:pPr>
      <w:r w:rsidRPr="003E3506">
        <w:rPr>
          <w:rtl/>
          <w:lang w:bidi="fa-IR"/>
        </w:rPr>
        <w:t>٢٥٥٥ - اگر گرو دهنده و گرو گيرنده قرار بگذارند كه چيزى را كه گرو گذاشته شده به دست گرو گيرنده يا به دست شخص سومى باشد گرو دهنده نمى تواند آن چيز را پيش از آن كه طلب او را بدهد پس بگيرد و چنانچه بگيرد بايد فورا برگرداند.</w:t>
      </w:r>
    </w:p>
    <w:p w:rsidR="003E3506" w:rsidRPr="003E3506" w:rsidRDefault="003E3506" w:rsidP="003E3506">
      <w:pPr>
        <w:pStyle w:val="libNormal"/>
        <w:rPr>
          <w:lang w:bidi="fa-IR"/>
        </w:rPr>
      </w:pPr>
      <w:r w:rsidRPr="003E3506">
        <w:rPr>
          <w:rtl/>
          <w:lang w:bidi="fa-IR"/>
        </w:rPr>
        <w:t>٢٥٥٦ - مالى را كه نزد كسى گرو گذاشته اند</w:t>
      </w:r>
      <w:r w:rsidR="000C4B14">
        <w:rPr>
          <w:rtl/>
          <w:lang w:bidi="fa-IR"/>
        </w:rPr>
        <w:t>،</w:t>
      </w:r>
      <w:r w:rsidRPr="003E3506">
        <w:rPr>
          <w:rtl/>
          <w:lang w:bidi="fa-IR"/>
        </w:rPr>
        <w:t xml:space="preserve"> اگر ديگرى غصب كند هر يك از صاحب مال و گرو گيرنده مى توانند چيزى را كه غصب كرده از او مطالبه نمايند و چنانچه آن چيز را از او بگيرند</w:t>
      </w:r>
      <w:r w:rsidR="000C4B14">
        <w:rPr>
          <w:rtl/>
          <w:lang w:bidi="fa-IR"/>
        </w:rPr>
        <w:t>،</w:t>
      </w:r>
      <w:r w:rsidRPr="003E3506">
        <w:rPr>
          <w:rtl/>
          <w:lang w:bidi="fa-IR"/>
        </w:rPr>
        <w:t xml:space="preserve"> باز هم در گرو است و اگر آن چيز از بين برود و عوض آن را بگيرند</w:t>
      </w:r>
      <w:r w:rsidR="000C4B14">
        <w:rPr>
          <w:rtl/>
          <w:lang w:bidi="fa-IR"/>
        </w:rPr>
        <w:t>،</w:t>
      </w:r>
      <w:r w:rsidRPr="003E3506">
        <w:rPr>
          <w:rtl/>
          <w:lang w:bidi="fa-IR"/>
        </w:rPr>
        <w:t xml:space="preserve"> آن عوض هم مثل خود آن چيز گرو مى باشد.</w:t>
      </w:r>
    </w:p>
    <w:p w:rsidR="003E3506" w:rsidRPr="003E3506" w:rsidRDefault="003E3506" w:rsidP="003E3506">
      <w:pPr>
        <w:pStyle w:val="libNormal"/>
        <w:rPr>
          <w:lang w:bidi="fa-IR"/>
        </w:rPr>
      </w:pPr>
      <w:r w:rsidRPr="003E3506">
        <w:rPr>
          <w:rtl/>
          <w:lang w:bidi="fa-IR"/>
        </w:rPr>
        <w:t>٢٥٥٧ - اگر انسان چيزى را غصب كند</w:t>
      </w:r>
      <w:r w:rsidR="000C4B14">
        <w:rPr>
          <w:rtl/>
          <w:lang w:bidi="fa-IR"/>
        </w:rPr>
        <w:t>،</w:t>
      </w:r>
      <w:r w:rsidRPr="003E3506">
        <w:rPr>
          <w:rtl/>
          <w:lang w:bidi="fa-IR"/>
        </w:rPr>
        <w:t xml:space="preserve"> بايد به صاحبش برگرداند و اگر آن چيز از بين برود و قيمت داشته باشد</w:t>
      </w:r>
      <w:r w:rsidR="000C4B14">
        <w:rPr>
          <w:rtl/>
          <w:lang w:bidi="fa-IR"/>
        </w:rPr>
        <w:t>،</w:t>
      </w:r>
      <w:r w:rsidRPr="003E3506">
        <w:rPr>
          <w:rtl/>
          <w:lang w:bidi="fa-IR"/>
        </w:rPr>
        <w:t xml:space="preserve"> بايد عوض آن را به او بدهد.</w:t>
      </w:r>
    </w:p>
    <w:p w:rsidR="003E3506" w:rsidRPr="003E3506" w:rsidRDefault="003E3506" w:rsidP="003E3506">
      <w:pPr>
        <w:pStyle w:val="libNormal"/>
        <w:rPr>
          <w:lang w:bidi="fa-IR"/>
        </w:rPr>
      </w:pPr>
      <w:r w:rsidRPr="003E3506">
        <w:rPr>
          <w:rtl/>
          <w:lang w:bidi="fa-IR"/>
        </w:rPr>
        <w:t>٢٥٥٨ - اگر از چيزى كه غصب كرده منفعتى به دست آيد</w:t>
      </w:r>
      <w:r w:rsidR="000C4B14">
        <w:rPr>
          <w:rtl/>
          <w:lang w:bidi="fa-IR"/>
        </w:rPr>
        <w:t>،</w:t>
      </w:r>
      <w:r w:rsidRPr="003E3506">
        <w:rPr>
          <w:rtl/>
          <w:lang w:bidi="fa-IR"/>
        </w:rPr>
        <w:t xml:space="preserve"> مثلا از گوسفندى كه غصب كرده بره اى پيدا شود</w:t>
      </w:r>
      <w:r w:rsidR="000C4B14">
        <w:rPr>
          <w:rtl/>
          <w:lang w:bidi="fa-IR"/>
        </w:rPr>
        <w:t>،</w:t>
      </w:r>
      <w:r w:rsidRPr="003E3506">
        <w:rPr>
          <w:rtl/>
          <w:lang w:bidi="fa-IR"/>
        </w:rPr>
        <w:t xml:space="preserve"> مال صاحب مال است و نيز كسى كه مثلا خانه اى را غصب كرده</w:t>
      </w:r>
      <w:r w:rsidR="000C4B14">
        <w:rPr>
          <w:rtl/>
          <w:lang w:bidi="fa-IR"/>
        </w:rPr>
        <w:t>،</w:t>
      </w:r>
      <w:r w:rsidRPr="003E3506">
        <w:rPr>
          <w:rtl/>
          <w:lang w:bidi="fa-IR"/>
        </w:rPr>
        <w:t xml:space="preserve"> اگر چه در آن ننشيند بايد اجاره آن را بدهد.</w:t>
      </w:r>
    </w:p>
    <w:p w:rsidR="003E3506" w:rsidRPr="003E3506" w:rsidRDefault="003E3506" w:rsidP="003E3506">
      <w:pPr>
        <w:pStyle w:val="libNormal"/>
        <w:rPr>
          <w:lang w:bidi="fa-IR"/>
        </w:rPr>
      </w:pPr>
      <w:r w:rsidRPr="003E3506">
        <w:rPr>
          <w:rtl/>
          <w:lang w:bidi="fa-IR"/>
        </w:rPr>
        <w:lastRenderedPageBreak/>
        <w:t>٢٥٥٩ - اگر از بچه يا ديوانه چيزى را كه مال او است غصب كند بايد آن را به ولى او بدهد و اگر از بين رفته</w:t>
      </w:r>
      <w:r w:rsidR="000C4B14">
        <w:rPr>
          <w:rtl/>
          <w:lang w:bidi="fa-IR"/>
        </w:rPr>
        <w:t>،</w:t>
      </w:r>
      <w:r w:rsidRPr="003E3506">
        <w:rPr>
          <w:rtl/>
          <w:lang w:bidi="fa-IR"/>
        </w:rPr>
        <w:t xml:space="preserve"> بايد عوض آن را بدهد.</w:t>
      </w:r>
    </w:p>
    <w:p w:rsidR="003E3506" w:rsidRPr="003E3506" w:rsidRDefault="003E3506" w:rsidP="003E3506">
      <w:pPr>
        <w:pStyle w:val="libNormal"/>
        <w:rPr>
          <w:lang w:bidi="fa-IR"/>
        </w:rPr>
      </w:pPr>
      <w:r w:rsidRPr="003E3506">
        <w:rPr>
          <w:rtl/>
          <w:lang w:bidi="fa-IR"/>
        </w:rPr>
        <w:t>٢٥٦٠ - هرگاه دو نفر با هم چيزى را غصب كنند</w:t>
      </w:r>
      <w:r w:rsidR="000C4B14">
        <w:rPr>
          <w:rtl/>
          <w:lang w:bidi="fa-IR"/>
        </w:rPr>
        <w:t>،</w:t>
      </w:r>
      <w:r w:rsidRPr="003E3506">
        <w:rPr>
          <w:rtl/>
          <w:lang w:bidi="fa-IR"/>
        </w:rPr>
        <w:t xml:space="preserve"> چنانچه هر دو بر تمام آن چيز تسلط داشته باشند</w:t>
      </w:r>
      <w:r w:rsidR="000C4B14">
        <w:rPr>
          <w:rtl/>
          <w:lang w:bidi="fa-IR"/>
        </w:rPr>
        <w:t>،</w:t>
      </w:r>
      <w:r w:rsidRPr="003E3506">
        <w:rPr>
          <w:rtl/>
          <w:lang w:bidi="fa-IR"/>
        </w:rPr>
        <w:t xml:space="preserve"> هر كدام از آنان ضامن تمام آن چيز است اگر چه هر يك به تنهايى نمى توانسته آن را غصب نمايد.</w:t>
      </w:r>
    </w:p>
    <w:p w:rsidR="003E3506" w:rsidRPr="003E3506" w:rsidRDefault="003E3506" w:rsidP="003E3506">
      <w:pPr>
        <w:pStyle w:val="libNormal"/>
        <w:rPr>
          <w:lang w:bidi="fa-IR"/>
        </w:rPr>
      </w:pPr>
      <w:r w:rsidRPr="003E3506">
        <w:rPr>
          <w:rtl/>
          <w:lang w:bidi="fa-IR"/>
        </w:rPr>
        <w:t>٢٥٦١ - اگر چيزى را كه غصب كرده با چيز ديگرى مخلوط كند</w:t>
      </w:r>
      <w:r w:rsidR="000C4B14">
        <w:rPr>
          <w:rtl/>
          <w:lang w:bidi="fa-IR"/>
        </w:rPr>
        <w:t>،</w:t>
      </w:r>
      <w:r w:rsidRPr="003E3506">
        <w:rPr>
          <w:rtl/>
          <w:lang w:bidi="fa-IR"/>
        </w:rPr>
        <w:t xml:space="preserve"> مثلا گندمى را كه غصب كرده با جو مخلوط نمايد</w:t>
      </w:r>
      <w:r w:rsidR="000C4B14">
        <w:rPr>
          <w:rtl/>
          <w:lang w:bidi="fa-IR"/>
        </w:rPr>
        <w:t>،</w:t>
      </w:r>
      <w:r w:rsidRPr="003E3506">
        <w:rPr>
          <w:rtl/>
          <w:lang w:bidi="fa-IR"/>
        </w:rPr>
        <w:t xml:space="preserve"> چنانچه جدا كردن آنها ممكن است</w:t>
      </w:r>
      <w:r w:rsidR="000C4B14">
        <w:rPr>
          <w:rtl/>
          <w:lang w:bidi="fa-IR"/>
        </w:rPr>
        <w:t>،</w:t>
      </w:r>
      <w:r w:rsidRPr="003E3506">
        <w:rPr>
          <w:rtl/>
          <w:lang w:bidi="fa-IR"/>
        </w:rPr>
        <w:t xml:space="preserve"> اگر چه زحمت داشته باشد</w:t>
      </w:r>
      <w:r w:rsidR="000C4B14">
        <w:rPr>
          <w:rtl/>
          <w:lang w:bidi="fa-IR"/>
        </w:rPr>
        <w:t>،</w:t>
      </w:r>
      <w:r w:rsidRPr="003E3506">
        <w:rPr>
          <w:rtl/>
          <w:lang w:bidi="fa-IR"/>
        </w:rPr>
        <w:t xml:space="preserve"> بايد جدا كند و به صاحبش برگرداند.</w:t>
      </w:r>
    </w:p>
    <w:p w:rsidR="003E3506" w:rsidRPr="003E3506" w:rsidRDefault="003E3506" w:rsidP="003E3506">
      <w:pPr>
        <w:pStyle w:val="libNormal"/>
        <w:rPr>
          <w:lang w:bidi="fa-IR"/>
        </w:rPr>
      </w:pPr>
      <w:r w:rsidRPr="003E3506">
        <w:rPr>
          <w:rtl/>
          <w:lang w:bidi="fa-IR"/>
        </w:rPr>
        <w:t>٢٥٦٢ - اگر شخصى قطعه طلاى ساخته شده اى را غصب كند مثل گوشواره و آن را آب نمايد بايد آن را با تفاوت قيمتش پيش از آب كردن و پس از آن به صاحبش بدهد و چنانچه براى اين كه تفاوت قيمت را ندهد بگويد</w:t>
      </w:r>
      <w:r w:rsidR="000C4B14">
        <w:rPr>
          <w:rtl/>
          <w:lang w:bidi="fa-IR"/>
        </w:rPr>
        <w:t>،</w:t>
      </w:r>
      <w:r w:rsidRPr="003E3506">
        <w:rPr>
          <w:rtl/>
          <w:lang w:bidi="fa-IR"/>
        </w:rPr>
        <w:t xml:space="preserve"> آن را مثل اولش مى سازم</w:t>
      </w:r>
      <w:r w:rsidR="000C4B14">
        <w:rPr>
          <w:rtl/>
          <w:lang w:bidi="fa-IR"/>
        </w:rPr>
        <w:t>،</w:t>
      </w:r>
      <w:r w:rsidRPr="003E3506">
        <w:rPr>
          <w:rtl/>
          <w:lang w:bidi="fa-IR"/>
        </w:rPr>
        <w:t xml:space="preserve"> مالك مجبور نيست قبول نمايد.</w:t>
      </w:r>
    </w:p>
    <w:p w:rsidR="003E3506" w:rsidRPr="003E3506" w:rsidRDefault="003E3506" w:rsidP="003E3506">
      <w:pPr>
        <w:pStyle w:val="libNormal"/>
        <w:rPr>
          <w:lang w:bidi="fa-IR"/>
        </w:rPr>
      </w:pPr>
      <w:r w:rsidRPr="003E3506">
        <w:rPr>
          <w:rtl/>
          <w:lang w:bidi="fa-IR"/>
        </w:rPr>
        <w:t>و نيز مالك نمى تواند او را مجبور كند كه آن را مثل اولش بسازد.</w:t>
      </w:r>
    </w:p>
    <w:p w:rsidR="003E3506" w:rsidRPr="003E3506" w:rsidRDefault="003E3506" w:rsidP="003E3506">
      <w:pPr>
        <w:pStyle w:val="libNormal"/>
        <w:rPr>
          <w:lang w:bidi="fa-IR"/>
        </w:rPr>
      </w:pPr>
      <w:r w:rsidRPr="003E3506">
        <w:rPr>
          <w:rtl/>
          <w:lang w:bidi="fa-IR"/>
        </w:rPr>
        <w:t>٢٥٦٣ - اگر چيزى را كه غصب كرده به طورى تغيير دهد كه از اولش بهتر شود مثلا طلايى را كه غصب كرده گوشواره بسازد</w:t>
      </w:r>
      <w:r w:rsidR="000C4B14">
        <w:rPr>
          <w:rtl/>
          <w:lang w:bidi="fa-IR"/>
        </w:rPr>
        <w:t>،</w:t>
      </w:r>
      <w:r w:rsidRPr="003E3506">
        <w:rPr>
          <w:rtl/>
          <w:lang w:bidi="fa-IR"/>
        </w:rPr>
        <w:t xml:space="preserve"> چنانچه صاحب مال بگويد مال را به همين صورت بده</w:t>
      </w:r>
      <w:r w:rsidR="000C4B14">
        <w:rPr>
          <w:rtl/>
          <w:lang w:bidi="fa-IR"/>
        </w:rPr>
        <w:t>،</w:t>
      </w:r>
      <w:r w:rsidRPr="003E3506">
        <w:rPr>
          <w:rtl/>
          <w:lang w:bidi="fa-IR"/>
        </w:rPr>
        <w:t xml:space="preserve"> بايد به او بدهد و نمى تواند براى زحمتى كه كشيده مزد بگيرد</w:t>
      </w:r>
      <w:r w:rsidR="000C4B14">
        <w:rPr>
          <w:rtl/>
          <w:lang w:bidi="fa-IR"/>
        </w:rPr>
        <w:t>،</w:t>
      </w:r>
      <w:r w:rsidRPr="003E3506">
        <w:rPr>
          <w:rtl/>
          <w:lang w:bidi="fa-IR"/>
        </w:rPr>
        <w:t xml:space="preserve"> و هچنين بدون اجازه مالك حق ندارد</w:t>
      </w:r>
      <w:r w:rsidR="000C4B14">
        <w:rPr>
          <w:rtl/>
          <w:lang w:bidi="fa-IR"/>
        </w:rPr>
        <w:t>،</w:t>
      </w:r>
      <w:r w:rsidRPr="003E3506">
        <w:rPr>
          <w:rtl/>
          <w:lang w:bidi="fa-IR"/>
        </w:rPr>
        <w:t xml:space="preserve"> آن را به صورت اولش در آورد ولى اگر بدون اجازه او آن چيز را مثل اولش يا به شكلى ديگر كند</w:t>
      </w:r>
      <w:r w:rsidR="000C4B14">
        <w:rPr>
          <w:rtl/>
          <w:lang w:bidi="fa-IR"/>
        </w:rPr>
        <w:t>،</w:t>
      </w:r>
      <w:r w:rsidRPr="003E3506">
        <w:rPr>
          <w:rtl/>
          <w:lang w:bidi="fa-IR"/>
        </w:rPr>
        <w:t xml:space="preserve"> معلوم نيست ضامن تفاوت قيمت ميان دو حالت باشد.</w:t>
      </w:r>
    </w:p>
    <w:p w:rsidR="003E3506" w:rsidRPr="003E3506" w:rsidRDefault="003E3506" w:rsidP="003E3506">
      <w:pPr>
        <w:pStyle w:val="libNormal"/>
        <w:rPr>
          <w:lang w:bidi="fa-IR"/>
        </w:rPr>
      </w:pPr>
      <w:r w:rsidRPr="003E3506">
        <w:rPr>
          <w:rtl/>
          <w:lang w:bidi="fa-IR"/>
        </w:rPr>
        <w:t>٢٥٦٤ - اگر چيزى را كه غصب كرده به طورى تغيير دهد كه از اولش بهتر شود</w:t>
      </w:r>
      <w:r w:rsidR="000C4B14">
        <w:rPr>
          <w:rtl/>
          <w:lang w:bidi="fa-IR"/>
        </w:rPr>
        <w:t>،</w:t>
      </w:r>
      <w:r w:rsidRPr="003E3506">
        <w:rPr>
          <w:rtl/>
          <w:lang w:bidi="fa-IR"/>
        </w:rPr>
        <w:t xml:space="preserve"> و صاحب مال بگويد بايد آن را به صورت اول در آورى واجب است آن را به صورت اولش در آورد و چنانچه قيمت آن به واسطه تغيير دادن از اولش كمتر شود</w:t>
      </w:r>
      <w:r w:rsidR="000C4B14">
        <w:rPr>
          <w:rtl/>
          <w:lang w:bidi="fa-IR"/>
        </w:rPr>
        <w:t>،</w:t>
      </w:r>
      <w:r w:rsidRPr="003E3506">
        <w:rPr>
          <w:rtl/>
          <w:lang w:bidi="fa-IR"/>
        </w:rPr>
        <w:t xml:space="preserve"> بايد تفاوت آن را به صاحبش بدهد</w:t>
      </w:r>
      <w:r w:rsidR="000C4B14">
        <w:rPr>
          <w:rtl/>
          <w:lang w:bidi="fa-IR"/>
        </w:rPr>
        <w:t>،</w:t>
      </w:r>
      <w:r w:rsidRPr="003E3506">
        <w:rPr>
          <w:rtl/>
          <w:lang w:bidi="fa-IR"/>
        </w:rPr>
        <w:t xml:space="preserve"> پس طلايى را كه غصب كرده اگر گوشواره بسازد و صاحب آن بگويد بايد به صورت اولش در </w:t>
      </w:r>
      <w:r w:rsidRPr="003E3506">
        <w:rPr>
          <w:rtl/>
          <w:lang w:bidi="fa-IR"/>
        </w:rPr>
        <w:lastRenderedPageBreak/>
        <w:t>آورى</w:t>
      </w:r>
      <w:r w:rsidR="000C4B14">
        <w:rPr>
          <w:rtl/>
          <w:lang w:bidi="fa-IR"/>
        </w:rPr>
        <w:t>،</w:t>
      </w:r>
      <w:r w:rsidRPr="003E3506">
        <w:rPr>
          <w:rtl/>
          <w:lang w:bidi="fa-IR"/>
        </w:rPr>
        <w:t xml:space="preserve"> در صورتى كه بعد از آب كردن</w:t>
      </w:r>
      <w:r w:rsidR="000C4B14">
        <w:rPr>
          <w:rtl/>
          <w:lang w:bidi="fa-IR"/>
        </w:rPr>
        <w:t>،</w:t>
      </w:r>
      <w:r w:rsidRPr="003E3506">
        <w:rPr>
          <w:rtl/>
          <w:lang w:bidi="fa-IR"/>
        </w:rPr>
        <w:t xml:space="preserve"> قيمت آن از پيش از گوشواره ساختن كمتر شود</w:t>
      </w:r>
      <w:r w:rsidR="000C4B14">
        <w:rPr>
          <w:rtl/>
          <w:lang w:bidi="fa-IR"/>
        </w:rPr>
        <w:t>،</w:t>
      </w:r>
      <w:r w:rsidRPr="003E3506">
        <w:rPr>
          <w:rtl/>
          <w:lang w:bidi="fa-IR"/>
        </w:rPr>
        <w:t xml:space="preserve"> بايد تفاوت آن را بدهد.</w:t>
      </w:r>
    </w:p>
    <w:p w:rsidR="003E3506" w:rsidRPr="003E3506" w:rsidRDefault="003E3506" w:rsidP="003E3506">
      <w:pPr>
        <w:pStyle w:val="libNormal"/>
        <w:rPr>
          <w:lang w:bidi="fa-IR"/>
        </w:rPr>
      </w:pPr>
      <w:r w:rsidRPr="003E3506">
        <w:rPr>
          <w:rtl/>
          <w:lang w:bidi="fa-IR"/>
        </w:rPr>
        <w:t>٢٥٦٥ - اگر در زمينى كه غصب كرده زراعت كند</w:t>
      </w:r>
      <w:r w:rsidR="000C4B14">
        <w:rPr>
          <w:rtl/>
          <w:lang w:bidi="fa-IR"/>
        </w:rPr>
        <w:t>،</w:t>
      </w:r>
      <w:r w:rsidRPr="003E3506">
        <w:rPr>
          <w:rtl/>
          <w:lang w:bidi="fa-IR"/>
        </w:rPr>
        <w:t xml:space="preserve"> يا درخت بنشاند زراعت و درخت و ميوه آن مال خود او است و چنانچه صاحب زمين راضى نباشد</w:t>
      </w:r>
      <w:r w:rsidR="000C4B14">
        <w:rPr>
          <w:rtl/>
          <w:lang w:bidi="fa-IR"/>
        </w:rPr>
        <w:t>،</w:t>
      </w:r>
      <w:r w:rsidRPr="003E3506">
        <w:rPr>
          <w:rtl/>
          <w:lang w:bidi="fa-IR"/>
        </w:rPr>
        <w:t xml:space="preserve"> كه زراعت و درخت در زمين او بماند</w:t>
      </w:r>
      <w:r w:rsidR="000C4B14">
        <w:rPr>
          <w:rtl/>
          <w:lang w:bidi="fa-IR"/>
        </w:rPr>
        <w:t>،</w:t>
      </w:r>
      <w:r w:rsidRPr="003E3506">
        <w:rPr>
          <w:rtl/>
          <w:lang w:bidi="fa-IR"/>
        </w:rPr>
        <w:t xml:space="preserve"> كسى كه غصب كرده بايد فورا زراعت يا درخت خود را اگر چه ضرر نمايد از زمين بكند</w:t>
      </w:r>
      <w:r w:rsidR="000C4B14">
        <w:rPr>
          <w:rtl/>
          <w:lang w:bidi="fa-IR"/>
        </w:rPr>
        <w:t>،</w:t>
      </w:r>
      <w:r w:rsidRPr="003E3506">
        <w:rPr>
          <w:rtl/>
          <w:lang w:bidi="fa-IR"/>
        </w:rPr>
        <w:t xml:space="preserve"> و نيز بايد اجاره زمين را در مدتى كه زراعت و درخت در آن بوده به صاحب زمين بدهد و خرابيهايى را كه در زمين پيدا شده درست كند</w:t>
      </w:r>
      <w:r w:rsidR="000C4B14">
        <w:rPr>
          <w:rtl/>
          <w:lang w:bidi="fa-IR"/>
        </w:rPr>
        <w:t>،</w:t>
      </w:r>
      <w:r w:rsidRPr="003E3506">
        <w:rPr>
          <w:rtl/>
          <w:lang w:bidi="fa-IR"/>
        </w:rPr>
        <w:t xml:space="preserve"> مثلا جاى درختها را پر نمايد</w:t>
      </w:r>
      <w:r w:rsidR="000C4B14">
        <w:rPr>
          <w:rtl/>
          <w:lang w:bidi="fa-IR"/>
        </w:rPr>
        <w:t>،</w:t>
      </w:r>
      <w:r w:rsidRPr="003E3506">
        <w:rPr>
          <w:rtl/>
          <w:lang w:bidi="fa-IR"/>
        </w:rPr>
        <w:t xml:space="preserve"> و اگر به واسطه اينها قيمت زمين از اولش كمتر شود</w:t>
      </w:r>
      <w:r w:rsidR="000C4B14">
        <w:rPr>
          <w:rtl/>
          <w:lang w:bidi="fa-IR"/>
        </w:rPr>
        <w:t>،</w:t>
      </w:r>
      <w:r w:rsidRPr="003E3506">
        <w:rPr>
          <w:rtl/>
          <w:lang w:bidi="fa-IR"/>
        </w:rPr>
        <w:t xml:space="preserve"> بايد تفاوت آن را هم بدهد</w:t>
      </w:r>
      <w:r w:rsidR="000C4B14">
        <w:rPr>
          <w:rtl/>
          <w:lang w:bidi="fa-IR"/>
        </w:rPr>
        <w:t>،</w:t>
      </w:r>
      <w:r w:rsidRPr="003E3506">
        <w:rPr>
          <w:rtl/>
          <w:lang w:bidi="fa-IR"/>
        </w:rPr>
        <w:t xml:space="preserve"> و نمى تواند صاحب زمين را مجبور كند كه زمين را به او بفروشد</w:t>
      </w:r>
      <w:r w:rsidR="000C4B14">
        <w:rPr>
          <w:rtl/>
          <w:lang w:bidi="fa-IR"/>
        </w:rPr>
        <w:t>،</w:t>
      </w:r>
      <w:r w:rsidRPr="003E3506">
        <w:rPr>
          <w:rtl/>
          <w:lang w:bidi="fa-IR"/>
        </w:rPr>
        <w:t xml:space="preserve"> يا اجاره بدهد</w:t>
      </w:r>
      <w:r w:rsidR="000C4B14">
        <w:rPr>
          <w:rtl/>
          <w:lang w:bidi="fa-IR"/>
        </w:rPr>
        <w:t>،</w:t>
      </w:r>
      <w:r w:rsidRPr="003E3506">
        <w:rPr>
          <w:rtl/>
          <w:lang w:bidi="fa-IR"/>
        </w:rPr>
        <w:t xml:space="preserve"> و نيز صاحب زمين نمى تواند او را مجبور كند كه درخت يا زراعت را به او بفروشد.</w:t>
      </w:r>
    </w:p>
    <w:p w:rsidR="003E3506" w:rsidRPr="003E3506" w:rsidRDefault="003E3506" w:rsidP="003E3506">
      <w:pPr>
        <w:pStyle w:val="libNormal"/>
        <w:rPr>
          <w:lang w:bidi="fa-IR"/>
        </w:rPr>
      </w:pPr>
      <w:r w:rsidRPr="003E3506">
        <w:rPr>
          <w:rtl/>
          <w:lang w:bidi="fa-IR"/>
        </w:rPr>
        <w:t>٢٥٦٦ - اگر صاحب زمين راضى شود كه زراعت و درخت در زمين او بماند</w:t>
      </w:r>
      <w:r w:rsidR="000C4B14">
        <w:rPr>
          <w:rtl/>
          <w:lang w:bidi="fa-IR"/>
        </w:rPr>
        <w:t>،</w:t>
      </w:r>
      <w:r w:rsidRPr="003E3506">
        <w:rPr>
          <w:rtl/>
          <w:lang w:bidi="fa-IR"/>
        </w:rPr>
        <w:t xml:space="preserve"> كسى كه آن را غصب كرده</w:t>
      </w:r>
      <w:r w:rsidR="000C4B14">
        <w:rPr>
          <w:rtl/>
          <w:lang w:bidi="fa-IR"/>
        </w:rPr>
        <w:t>،</w:t>
      </w:r>
      <w:r w:rsidRPr="003E3506">
        <w:rPr>
          <w:rtl/>
          <w:lang w:bidi="fa-IR"/>
        </w:rPr>
        <w:t xml:space="preserve"> لازم نيست درخت و زراعت را بكند</w:t>
      </w:r>
      <w:r w:rsidR="000C4B14">
        <w:rPr>
          <w:rtl/>
          <w:lang w:bidi="fa-IR"/>
        </w:rPr>
        <w:t>،</w:t>
      </w:r>
      <w:r w:rsidRPr="003E3506">
        <w:rPr>
          <w:rtl/>
          <w:lang w:bidi="fa-IR"/>
        </w:rPr>
        <w:t xml:space="preserve"> ولى بايد اجاره آن زمين را از وقتى كه غصب كرده تا وقتى كه صاحب زمين راضى شده بدهد.</w:t>
      </w:r>
    </w:p>
    <w:p w:rsidR="003E3506" w:rsidRPr="003E3506" w:rsidRDefault="003E3506" w:rsidP="003E3506">
      <w:pPr>
        <w:pStyle w:val="libNormal"/>
        <w:rPr>
          <w:lang w:bidi="fa-IR"/>
        </w:rPr>
      </w:pPr>
      <w:r w:rsidRPr="003E3506">
        <w:rPr>
          <w:rtl/>
          <w:lang w:bidi="fa-IR"/>
        </w:rPr>
        <w:t>٢٥٦٧ - اگر چيزى كه غصب كرده از بين برود</w:t>
      </w:r>
      <w:r w:rsidR="000C4B14">
        <w:rPr>
          <w:rtl/>
          <w:lang w:bidi="fa-IR"/>
        </w:rPr>
        <w:t>،</w:t>
      </w:r>
      <w:r w:rsidRPr="003E3506">
        <w:rPr>
          <w:rtl/>
          <w:lang w:bidi="fa-IR"/>
        </w:rPr>
        <w:t xml:space="preserve"> در صورتى كه مثل گاو و گوسفند باشد كه از جهت خصوصيات شخصى قيمت آن در نظر عقلاء با قيمت فرد ديگرى فرق دارد</w:t>
      </w:r>
      <w:r w:rsidR="000C4B14">
        <w:rPr>
          <w:rtl/>
          <w:lang w:bidi="fa-IR"/>
        </w:rPr>
        <w:t>،</w:t>
      </w:r>
      <w:r w:rsidRPr="003E3506">
        <w:rPr>
          <w:rtl/>
          <w:lang w:bidi="fa-IR"/>
        </w:rPr>
        <w:t xml:space="preserve"> بايد قيمت آن را بدهد و چنانچه قيمت بازار آن به واسطه اختلاف عرضه و تقاضا فرق كرده باشد بايد قيمت وقتى را كه تلف شده بدهد</w:t>
      </w:r>
      <w:r w:rsidR="000C4B14">
        <w:rPr>
          <w:rtl/>
          <w:lang w:bidi="fa-IR"/>
        </w:rPr>
        <w:t>،</w:t>
      </w:r>
      <w:r w:rsidRPr="003E3506">
        <w:rPr>
          <w:rtl/>
          <w:lang w:bidi="fa-IR"/>
        </w:rPr>
        <w:t xml:space="preserve"> و احتياط مستحب آن است كه بالاترين قيمتى را كه از زمان غصب تا زمان تلف داشته بدهد.</w:t>
      </w:r>
    </w:p>
    <w:p w:rsidR="003E3506" w:rsidRPr="003E3506" w:rsidRDefault="003E3506" w:rsidP="003E3506">
      <w:pPr>
        <w:pStyle w:val="libNormal"/>
        <w:rPr>
          <w:lang w:bidi="fa-IR"/>
        </w:rPr>
      </w:pPr>
      <w:r w:rsidRPr="003E3506">
        <w:rPr>
          <w:rtl/>
          <w:lang w:bidi="fa-IR"/>
        </w:rPr>
        <w:t>٢٥٦٨ - اگر چيزى را كه غصب كرده و از بين رفته مانند گندم و جو باشد كه قيمت افرادش از جهت خصوصيات شخصيه با هم فرق ندارد</w:t>
      </w:r>
      <w:r w:rsidR="000C4B14">
        <w:rPr>
          <w:rtl/>
          <w:lang w:bidi="fa-IR"/>
        </w:rPr>
        <w:t>،</w:t>
      </w:r>
      <w:r w:rsidRPr="003E3506">
        <w:rPr>
          <w:rtl/>
          <w:lang w:bidi="fa-IR"/>
        </w:rPr>
        <w:t xml:space="preserve"> بايد مثل همان چيزى را كه غصب كرده بدهد</w:t>
      </w:r>
      <w:r w:rsidR="000C4B14">
        <w:rPr>
          <w:rtl/>
          <w:lang w:bidi="fa-IR"/>
        </w:rPr>
        <w:t>،</w:t>
      </w:r>
      <w:r w:rsidRPr="003E3506">
        <w:rPr>
          <w:rtl/>
          <w:lang w:bidi="fa-IR"/>
        </w:rPr>
        <w:t xml:space="preserve"> ولى چيزى را كه مى دهد بايد خصوصيات نوعى و سنخيش مانند چيزى باشد كه آن را غصب كرده و از بين رفته است</w:t>
      </w:r>
      <w:r w:rsidR="000C4B14">
        <w:rPr>
          <w:rtl/>
          <w:lang w:bidi="fa-IR"/>
        </w:rPr>
        <w:t>.</w:t>
      </w:r>
    </w:p>
    <w:p w:rsidR="003E3506" w:rsidRPr="003E3506" w:rsidRDefault="003E3506" w:rsidP="003E3506">
      <w:pPr>
        <w:pStyle w:val="libNormal"/>
        <w:rPr>
          <w:lang w:bidi="fa-IR"/>
        </w:rPr>
      </w:pPr>
      <w:r w:rsidRPr="003E3506">
        <w:rPr>
          <w:rtl/>
          <w:lang w:bidi="fa-IR"/>
        </w:rPr>
        <w:lastRenderedPageBreak/>
        <w:t>مثلا اگر از قسم اعلاى برنج غصب كرده نمى تواند از قسم پست تر بدهد.</w:t>
      </w:r>
    </w:p>
    <w:p w:rsidR="003E3506" w:rsidRPr="003E3506" w:rsidRDefault="003E3506" w:rsidP="003E3506">
      <w:pPr>
        <w:pStyle w:val="libNormal"/>
        <w:rPr>
          <w:lang w:bidi="fa-IR"/>
        </w:rPr>
      </w:pPr>
      <w:r w:rsidRPr="003E3506">
        <w:rPr>
          <w:rtl/>
          <w:lang w:bidi="fa-IR"/>
        </w:rPr>
        <w:t>٢٥٦٩ - اگر چيزى را كه مثل گوسفند است غصب نمايد و از بين برود چنانچه قيمت بازار آن فرق نكرده باشد ولى در مدتى كه پيش او بوده مثلا چاق شده</w:t>
      </w:r>
      <w:r w:rsidR="000C4B14">
        <w:rPr>
          <w:rtl/>
          <w:lang w:bidi="fa-IR"/>
        </w:rPr>
        <w:t>،</w:t>
      </w:r>
      <w:r w:rsidRPr="003E3506">
        <w:rPr>
          <w:rtl/>
          <w:lang w:bidi="fa-IR"/>
        </w:rPr>
        <w:t xml:space="preserve"> سپس تلف شده باشد</w:t>
      </w:r>
      <w:r w:rsidR="000C4B14">
        <w:rPr>
          <w:rtl/>
          <w:lang w:bidi="fa-IR"/>
        </w:rPr>
        <w:t>،</w:t>
      </w:r>
      <w:r w:rsidRPr="003E3506">
        <w:rPr>
          <w:rtl/>
          <w:lang w:bidi="fa-IR"/>
        </w:rPr>
        <w:t xml:space="preserve"> بايد قيمت وقتى را كه چاق بوده بدهد.</w:t>
      </w:r>
    </w:p>
    <w:p w:rsidR="003E3506" w:rsidRPr="003E3506" w:rsidRDefault="003E3506" w:rsidP="003E3506">
      <w:pPr>
        <w:pStyle w:val="libNormal"/>
        <w:rPr>
          <w:lang w:bidi="fa-IR"/>
        </w:rPr>
      </w:pPr>
      <w:r w:rsidRPr="003E3506">
        <w:rPr>
          <w:rtl/>
          <w:lang w:bidi="fa-IR"/>
        </w:rPr>
        <w:t>٢٥٧٠ - اگر چيزى را كه غصب كرده ديگرى از او غصب نمايد</w:t>
      </w:r>
      <w:r w:rsidR="000C4B14">
        <w:rPr>
          <w:rtl/>
          <w:lang w:bidi="fa-IR"/>
        </w:rPr>
        <w:t>،</w:t>
      </w:r>
      <w:r w:rsidRPr="003E3506">
        <w:rPr>
          <w:rtl/>
          <w:lang w:bidi="fa-IR"/>
        </w:rPr>
        <w:t xml:space="preserve"> و از بين برود</w:t>
      </w:r>
      <w:r w:rsidR="000C4B14">
        <w:rPr>
          <w:rtl/>
          <w:lang w:bidi="fa-IR"/>
        </w:rPr>
        <w:t>،</w:t>
      </w:r>
      <w:r w:rsidRPr="003E3506">
        <w:rPr>
          <w:rtl/>
          <w:lang w:bidi="fa-IR"/>
        </w:rPr>
        <w:t xml:space="preserve"> صاحب مال مى تواند عوض آن را از هر يك از آنان بگيرد</w:t>
      </w:r>
      <w:r w:rsidR="000C4B14">
        <w:rPr>
          <w:rtl/>
          <w:lang w:bidi="fa-IR"/>
        </w:rPr>
        <w:t>،</w:t>
      </w:r>
      <w:r w:rsidRPr="003E3506">
        <w:rPr>
          <w:rtl/>
          <w:lang w:bidi="fa-IR"/>
        </w:rPr>
        <w:t xml:space="preserve"> يا از هر كدام آنان مقدارى از عوض آن را مطالبه نمايد</w:t>
      </w:r>
      <w:r w:rsidR="000C4B14">
        <w:rPr>
          <w:rtl/>
          <w:lang w:bidi="fa-IR"/>
        </w:rPr>
        <w:t>،</w:t>
      </w:r>
      <w:r w:rsidRPr="003E3506">
        <w:rPr>
          <w:rtl/>
          <w:lang w:bidi="fa-IR"/>
        </w:rPr>
        <w:t xml:space="preserve"> و چنانچه عوض مالى را از اولى بگيرد</w:t>
      </w:r>
      <w:r w:rsidR="000C4B14">
        <w:rPr>
          <w:rtl/>
          <w:lang w:bidi="fa-IR"/>
        </w:rPr>
        <w:t>،</w:t>
      </w:r>
      <w:r w:rsidRPr="003E3506">
        <w:rPr>
          <w:rtl/>
          <w:lang w:bidi="fa-IR"/>
        </w:rPr>
        <w:t xml:space="preserve"> اولى مى تواند آنچه را داده از دومى بگيرد</w:t>
      </w:r>
      <w:r w:rsidR="000C4B14">
        <w:rPr>
          <w:rtl/>
          <w:lang w:bidi="fa-IR"/>
        </w:rPr>
        <w:t>،</w:t>
      </w:r>
      <w:r w:rsidRPr="003E3506">
        <w:rPr>
          <w:rtl/>
          <w:lang w:bidi="fa-IR"/>
        </w:rPr>
        <w:t xml:space="preserve"> ولى اگر از دومى بگيرد</w:t>
      </w:r>
      <w:r w:rsidR="000C4B14">
        <w:rPr>
          <w:rtl/>
          <w:lang w:bidi="fa-IR"/>
        </w:rPr>
        <w:t>،</w:t>
      </w:r>
      <w:r w:rsidRPr="003E3506">
        <w:rPr>
          <w:rtl/>
          <w:lang w:bidi="fa-IR"/>
        </w:rPr>
        <w:t xml:space="preserve"> او نمى تواند آنچه را كه داده از اولى مطالبه نمايد.</w:t>
      </w:r>
    </w:p>
    <w:p w:rsidR="003E3506" w:rsidRPr="003E3506" w:rsidRDefault="003E3506" w:rsidP="003E3506">
      <w:pPr>
        <w:pStyle w:val="libNormal"/>
        <w:rPr>
          <w:lang w:bidi="fa-IR"/>
        </w:rPr>
      </w:pPr>
      <w:r w:rsidRPr="003E3506">
        <w:rPr>
          <w:rtl/>
          <w:lang w:bidi="fa-IR"/>
        </w:rPr>
        <w:t>٢٥٧١ - اگر چيزى را كه مى فروشند</w:t>
      </w:r>
      <w:r w:rsidR="000C4B14">
        <w:rPr>
          <w:rtl/>
          <w:lang w:bidi="fa-IR"/>
        </w:rPr>
        <w:t>،</w:t>
      </w:r>
      <w:r w:rsidRPr="003E3506">
        <w:rPr>
          <w:rtl/>
          <w:lang w:bidi="fa-IR"/>
        </w:rPr>
        <w:t xml:space="preserve"> يكى از شرطهاى معامله در آن نباشد</w:t>
      </w:r>
      <w:r w:rsidR="000C4B14">
        <w:rPr>
          <w:rtl/>
          <w:lang w:bidi="fa-IR"/>
        </w:rPr>
        <w:t>،</w:t>
      </w:r>
      <w:r w:rsidRPr="003E3506">
        <w:rPr>
          <w:rtl/>
          <w:lang w:bidi="fa-IR"/>
        </w:rPr>
        <w:t xml:space="preserve"> مثلا چيزى را كه بايد با وزن خريد و فروش كنند بدون وزن معامله نمايند</w:t>
      </w:r>
      <w:r w:rsidR="000C4B14">
        <w:rPr>
          <w:rtl/>
          <w:lang w:bidi="fa-IR"/>
        </w:rPr>
        <w:t>،</w:t>
      </w:r>
      <w:r w:rsidRPr="003E3506">
        <w:rPr>
          <w:rtl/>
          <w:lang w:bidi="fa-IR"/>
        </w:rPr>
        <w:t xml:space="preserve"> معامله باطل است</w:t>
      </w:r>
      <w:r w:rsidR="000C4B14">
        <w:rPr>
          <w:rtl/>
          <w:lang w:bidi="fa-IR"/>
        </w:rPr>
        <w:t>.</w:t>
      </w:r>
    </w:p>
    <w:p w:rsidR="003E3506" w:rsidRPr="003E3506" w:rsidRDefault="003E3506" w:rsidP="003E3506">
      <w:pPr>
        <w:pStyle w:val="libNormal"/>
        <w:rPr>
          <w:lang w:bidi="fa-IR"/>
        </w:rPr>
      </w:pPr>
      <w:r w:rsidRPr="003E3506">
        <w:rPr>
          <w:rtl/>
          <w:lang w:bidi="fa-IR"/>
        </w:rPr>
        <w:t>و چنانچه فروشنده و خريدار با قطع نظر از معامله راضى باشند كه در مال يكديگر تصرف كنند اشكال ندارد</w:t>
      </w:r>
      <w:r w:rsidR="000C4B14">
        <w:rPr>
          <w:rtl/>
          <w:lang w:bidi="fa-IR"/>
        </w:rPr>
        <w:t>،</w:t>
      </w:r>
      <w:r w:rsidRPr="003E3506">
        <w:rPr>
          <w:rtl/>
          <w:lang w:bidi="fa-IR"/>
        </w:rPr>
        <w:t xml:space="preserve"> و گرنه چيزى را كه از يكديگر گرفته اند مثل مال غصبى است</w:t>
      </w:r>
      <w:r w:rsidR="000C4B14">
        <w:rPr>
          <w:rtl/>
          <w:lang w:bidi="fa-IR"/>
        </w:rPr>
        <w:t>،</w:t>
      </w:r>
      <w:r w:rsidRPr="003E3506">
        <w:rPr>
          <w:rtl/>
          <w:lang w:bidi="fa-IR"/>
        </w:rPr>
        <w:t xml:space="preserve"> و بايد آن را به ديگرى برگردانند</w:t>
      </w:r>
      <w:r w:rsidR="000C4B14">
        <w:rPr>
          <w:rtl/>
          <w:lang w:bidi="fa-IR"/>
        </w:rPr>
        <w:t>،</w:t>
      </w:r>
      <w:r w:rsidRPr="003E3506">
        <w:rPr>
          <w:rtl/>
          <w:lang w:bidi="fa-IR"/>
        </w:rPr>
        <w:t xml:space="preserve"> و در صورتى كه مال هر يك در دست ديگرى تلف شود</w:t>
      </w:r>
      <w:r w:rsidR="000C4B14">
        <w:rPr>
          <w:rtl/>
          <w:lang w:bidi="fa-IR"/>
        </w:rPr>
        <w:t>،</w:t>
      </w:r>
      <w:r w:rsidRPr="003E3506">
        <w:rPr>
          <w:rtl/>
          <w:lang w:bidi="fa-IR"/>
        </w:rPr>
        <w:t xml:space="preserve"> چه بداند معامله باطل است چه نداند</w:t>
      </w:r>
      <w:r w:rsidR="000C4B14">
        <w:rPr>
          <w:rtl/>
          <w:lang w:bidi="fa-IR"/>
        </w:rPr>
        <w:t>،</w:t>
      </w:r>
      <w:r w:rsidRPr="003E3506">
        <w:rPr>
          <w:rtl/>
          <w:lang w:bidi="fa-IR"/>
        </w:rPr>
        <w:t xml:space="preserve"> بايد عوض آن را بدهد.</w:t>
      </w:r>
    </w:p>
    <w:p w:rsidR="003E3506" w:rsidRPr="003E3506" w:rsidRDefault="003E3506" w:rsidP="003E3506">
      <w:pPr>
        <w:pStyle w:val="libNormal"/>
        <w:rPr>
          <w:lang w:bidi="fa-IR"/>
        </w:rPr>
      </w:pPr>
      <w:r w:rsidRPr="003E3506">
        <w:rPr>
          <w:rtl/>
          <w:lang w:bidi="fa-IR"/>
        </w:rPr>
        <w:t>٢٥٧٢ - هر گاه مالى را از فروشنده بگيرد كه آن را ببيند يا مدتى نزد خود نگهدارد تا اگر پسنديد بخرد</w:t>
      </w:r>
      <w:r w:rsidR="000C4B14">
        <w:rPr>
          <w:rtl/>
          <w:lang w:bidi="fa-IR"/>
        </w:rPr>
        <w:t>،</w:t>
      </w:r>
      <w:r w:rsidRPr="003E3506">
        <w:rPr>
          <w:rtl/>
          <w:lang w:bidi="fa-IR"/>
        </w:rPr>
        <w:t xml:space="preserve"> در صورتى كه آن مال تلف شود</w:t>
      </w:r>
      <w:r w:rsidR="000C4B14">
        <w:rPr>
          <w:rtl/>
          <w:lang w:bidi="fa-IR"/>
        </w:rPr>
        <w:t>،</w:t>
      </w:r>
      <w:r w:rsidRPr="003E3506">
        <w:rPr>
          <w:rtl/>
          <w:lang w:bidi="fa-IR"/>
        </w:rPr>
        <w:t xml:space="preserve"> بنابر مشهور بايد عوض آن را به صاحبش بدهد.</w:t>
      </w:r>
    </w:p>
    <w:p w:rsidR="003E3506" w:rsidRDefault="00605FAB" w:rsidP="009408C2">
      <w:pPr>
        <w:pStyle w:val="Heading3"/>
        <w:rPr>
          <w:rtl/>
          <w:lang w:bidi="fa-IR"/>
        </w:rPr>
      </w:pPr>
      <w:bookmarkStart w:id="276" w:name="_Toc24454699"/>
      <w:r>
        <w:rPr>
          <w:rtl/>
          <w:lang w:bidi="fa-IR"/>
        </w:rPr>
        <w:t>(</w:t>
      </w:r>
      <w:r w:rsidR="003E3506" w:rsidRPr="003E3506">
        <w:rPr>
          <w:rtl/>
          <w:lang w:bidi="fa-IR"/>
        </w:rPr>
        <w:t>احكام مالى كه انسان آن را پيدا مى كند</w:t>
      </w:r>
      <w:r>
        <w:rPr>
          <w:rtl/>
          <w:lang w:bidi="fa-IR"/>
        </w:rPr>
        <w:t>)</w:t>
      </w:r>
      <w:bookmarkEnd w:id="276"/>
    </w:p>
    <w:p w:rsidR="003E3506" w:rsidRPr="003E3506" w:rsidRDefault="003E3506" w:rsidP="003E3506">
      <w:pPr>
        <w:pStyle w:val="libNormal"/>
        <w:rPr>
          <w:lang w:bidi="fa-IR"/>
        </w:rPr>
      </w:pPr>
      <w:r w:rsidRPr="003E3506">
        <w:rPr>
          <w:rtl/>
          <w:lang w:bidi="fa-IR"/>
        </w:rPr>
        <w:t>٢٥٧٣ - مال گم شده كه از قسم حيوان نيست</w:t>
      </w:r>
      <w:r w:rsidR="000C4B14">
        <w:rPr>
          <w:rtl/>
          <w:lang w:bidi="fa-IR"/>
        </w:rPr>
        <w:t>،</w:t>
      </w:r>
      <w:r w:rsidRPr="003E3506">
        <w:rPr>
          <w:rtl/>
          <w:lang w:bidi="fa-IR"/>
        </w:rPr>
        <w:t xml:space="preserve"> چنانچه انسان پيدا كند و نشانه اى نداشته باشد كه به واسطه آن صاحبش معلوم شود</w:t>
      </w:r>
      <w:r w:rsidR="000C4B14">
        <w:rPr>
          <w:rtl/>
          <w:lang w:bidi="fa-IR"/>
        </w:rPr>
        <w:t>،</w:t>
      </w:r>
      <w:r w:rsidRPr="003E3506">
        <w:rPr>
          <w:rtl/>
          <w:lang w:bidi="fa-IR"/>
        </w:rPr>
        <w:t xml:space="preserve"> چه قيمت آن كمتر از يك درهم ٦ / ١٢ نخود نقره سكه دار باشد يا نباشد</w:t>
      </w:r>
      <w:r w:rsidR="000C4B14">
        <w:rPr>
          <w:rtl/>
          <w:lang w:bidi="fa-IR"/>
        </w:rPr>
        <w:t>،</w:t>
      </w:r>
      <w:r w:rsidRPr="003E3506">
        <w:rPr>
          <w:rtl/>
          <w:lang w:bidi="fa-IR"/>
        </w:rPr>
        <w:t xml:space="preserve"> مى تواند آن را براى خود بردارد</w:t>
      </w:r>
      <w:r w:rsidR="000C4B14">
        <w:rPr>
          <w:rtl/>
          <w:lang w:bidi="fa-IR"/>
        </w:rPr>
        <w:t>،</w:t>
      </w:r>
      <w:r w:rsidRPr="003E3506">
        <w:rPr>
          <w:rtl/>
          <w:lang w:bidi="fa-IR"/>
        </w:rPr>
        <w:t xml:space="preserve"> ولى احتياط مستحب آن است كه آن را از طرف صاحبش به فقرا صدقه بدهد. ٢٥٧٤ - اگر مالى پيدا كند كه قيمت آن از يك درهم كمتر است چنانچه صاحب آن معلوم باشد و انسان نداند راضى است يا نه</w:t>
      </w:r>
      <w:r w:rsidR="000C4B14">
        <w:rPr>
          <w:rtl/>
          <w:lang w:bidi="fa-IR"/>
        </w:rPr>
        <w:t>،</w:t>
      </w:r>
      <w:r w:rsidRPr="003E3506">
        <w:rPr>
          <w:rtl/>
          <w:lang w:bidi="fa-IR"/>
        </w:rPr>
        <w:t xml:space="preserve"> نمى تواند بدون اجازه </w:t>
      </w:r>
      <w:r w:rsidRPr="003E3506">
        <w:rPr>
          <w:rtl/>
          <w:lang w:bidi="fa-IR"/>
        </w:rPr>
        <w:lastRenderedPageBreak/>
        <w:t>او بردارد و اگر صاحب آن معلوم نباشد</w:t>
      </w:r>
      <w:r w:rsidR="000C4B14">
        <w:rPr>
          <w:rtl/>
          <w:lang w:bidi="fa-IR"/>
        </w:rPr>
        <w:t>،</w:t>
      </w:r>
      <w:r w:rsidRPr="003E3506">
        <w:rPr>
          <w:rtl/>
          <w:lang w:bidi="fa-IR"/>
        </w:rPr>
        <w:t xml:space="preserve"> احتياط واجب آن است كه او را از طرف صاحبش صدقه بدهد.</w:t>
      </w:r>
    </w:p>
    <w:p w:rsidR="003E3506" w:rsidRPr="003E3506" w:rsidRDefault="003E3506" w:rsidP="003E3506">
      <w:pPr>
        <w:pStyle w:val="libNormal"/>
        <w:rPr>
          <w:lang w:bidi="fa-IR"/>
        </w:rPr>
      </w:pPr>
      <w:r w:rsidRPr="003E3506">
        <w:rPr>
          <w:rtl/>
          <w:lang w:bidi="fa-IR"/>
        </w:rPr>
        <w:t>و هر وقت صاحبش پيدا شد</w:t>
      </w:r>
      <w:r w:rsidR="000C4B14">
        <w:rPr>
          <w:rtl/>
          <w:lang w:bidi="fa-IR"/>
        </w:rPr>
        <w:t>،</w:t>
      </w:r>
      <w:r w:rsidRPr="003E3506">
        <w:rPr>
          <w:rtl/>
          <w:lang w:bidi="fa-IR"/>
        </w:rPr>
        <w:t xml:space="preserve"> چنانچه به صدقه دادن راضى نشود</w:t>
      </w:r>
      <w:r w:rsidR="000C4B14">
        <w:rPr>
          <w:rtl/>
          <w:lang w:bidi="fa-IR"/>
        </w:rPr>
        <w:t>،</w:t>
      </w:r>
      <w:r w:rsidRPr="003E3506">
        <w:rPr>
          <w:rtl/>
          <w:lang w:bidi="fa-IR"/>
        </w:rPr>
        <w:t xml:space="preserve"> عوض آن را به او بدهد.</w:t>
      </w:r>
    </w:p>
    <w:p w:rsidR="003E3506" w:rsidRPr="003E3506" w:rsidRDefault="003E3506" w:rsidP="003E3506">
      <w:pPr>
        <w:pStyle w:val="libNormal"/>
        <w:rPr>
          <w:lang w:bidi="fa-IR"/>
        </w:rPr>
      </w:pPr>
      <w:r w:rsidRPr="003E3506">
        <w:rPr>
          <w:rtl/>
          <w:lang w:bidi="fa-IR"/>
        </w:rPr>
        <w:t>٢٥٧٥ - هر گاه چيزى را كه پيدا كرده نشانه اى دارد كه به واسطه آن مى تواند صاحبش را پيدا كند</w:t>
      </w:r>
      <w:r w:rsidR="000C4B14">
        <w:rPr>
          <w:rtl/>
          <w:lang w:bidi="fa-IR"/>
        </w:rPr>
        <w:t>،</w:t>
      </w:r>
      <w:r w:rsidRPr="003E3506">
        <w:rPr>
          <w:rtl/>
          <w:lang w:bidi="fa-IR"/>
        </w:rPr>
        <w:t xml:space="preserve"> اگر چه بداند صاحب آن كافرى است كه اموالش محترم است</w:t>
      </w:r>
      <w:r w:rsidR="000C4B14">
        <w:rPr>
          <w:rtl/>
          <w:lang w:bidi="fa-IR"/>
        </w:rPr>
        <w:t>،</w:t>
      </w:r>
      <w:r w:rsidRPr="003E3506">
        <w:rPr>
          <w:rtl/>
          <w:lang w:bidi="fa-IR"/>
        </w:rPr>
        <w:t xml:space="preserve"> در صورتى كه قيمت آن چيز به مقدار يك درهم برسد</w:t>
      </w:r>
      <w:r w:rsidR="000C4B14">
        <w:rPr>
          <w:rtl/>
          <w:lang w:bidi="fa-IR"/>
        </w:rPr>
        <w:t>،</w:t>
      </w:r>
      <w:r w:rsidRPr="003E3506">
        <w:rPr>
          <w:rtl/>
          <w:lang w:bidi="fa-IR"/>
        </w:rPr>
        <w:t xml:space="preserve"> بايد از روزى كه آن را پيدا كرده تا يك سال در محل اجتماع مردم اعلان كند.</w:t>
      </w:r>
    </w:p>
    <w:p w:rsidR="003E3506" w:rsidRPr="003E3506" w:rsidRDefault="003E3506" w:rsidP="003E3506">
      <w:pPr>
        <w:pStyle w:val="libNormal"/>
        <w:rPr>
          <w:lang w:bidi="fa-IR"/>
        </w:rPr>
      </w:pPr>
      <w:r w:rsidRPr="003E3506">
        <w:rPr>
          <w:rtl/>
          <w:lang w:bidi="fa-IR"/>
        </w:rPr>
        <w:t>٢٥٧٦ - اگر انسان خودش نخواهد اعلان كند</w:t>
      </w:r>
      <w:r w:rsidR="000C4B14">
        <w:rPr>
          <w:rtl/>
          <w:lang w:bidi="fa-IR"/>
        </w:rPr>
        <w:t>،</w:t>
      </w:r>
      <w:r w:rsidRPr="003E3506">
        <w:rPr>
          <w:rtl/>
          <w:lang w:bidi="fa-IR"/>
        </w:rPr>
        <w:t xml:space="preserve"> مى تواند به كسى كه اطمينان دارد بگويد كه از طرف او اعلان نمايد.</w:t>
      </w:r>
    </w:p>
    <w:p w:rsidR="003E3506" w:rsidRPr="003E3506" w:rsidRDefault="003E3506" w:rsidP="003E3506">
      <w:pPr>
        <w:pStyle w:val="libNormal"/>
        <w:rPr>
          <w:lang w:bidi="fa-IR"/>
        </w:rPr>
      </w:pPr>
      <w:r w:rsidRPr="003E3506">
        <w:rPr>
          <w:rtl/>
          <w:lang w:bidi="fa-IR"/>
        </w:rPr>
        <w:t>٢٥٧٧ - اگر تا يك سال اعلان كند</w:t>
      </w:r>
      <w:r w:rsidR="000C4B14">
        <w:rPr>
          <w:rtl/>
          <w:lang w:bidi="fa-IR"/>
        </w:rPr>
        <w:t>،</w:t>
      </w:r>
      <w:r w:rsidRPr="003E3506">
        <w:rPr>
          <w:rtl/>
          <w:lang w:bidi="fa-IR"/>
        </w:rPr>
        <w:t xml:space="preserve"> و صاحب مال پيدا نشود در صورتى كه آن مال را در غير حرم مكه پيدا كرده باشد</w:t>
      </w:r>
      <w:r w:rsidR="000C4B14">
        <w:rPr>
          <w:rtl/>
          <w:lang w:bidi="fa-IR"/>
        </w:rPr>
        <w:t>،</w:t>
      </w:r>
      <w:r w:rsidRPr="003E3506">
        <w:rPr>
          <w:rtl/>
          <w:lang w:bidi="fa-IR"/>
        </w:rPr>
        <w:t xml:space="preserve"> مى تواند آن را براى صاحبش نگهدارى كند كه هر وقت پيدا شد به او بدهد يا از طرف صاحبش به فقرا صدقه بدهد</w:t>
      </w:r>
      <w:r w:rsidR="000C4B14">
        <w:rPr>
          <w:rtl/>
          <w:lang w:bidi="fa-IR"/>
        </w:rPr>
        <w:t>،</w:t>
      </w:r>
      <w:r w:rsidRPr="003E3506">
        <w:rPr>
          <w:rtl/>
          <w:lang w:bidi="fa-IR"/>
        </w:rPr>
        <w:t xml:space="preserve"> و احتياط لازم آن است كه آن را براى خود بر ندارد</w:t>
      </w:r>
      <w:r w:rsidR="000C4B14">
        <w:rPr>
          <w:rtl/>
          <w:lang w:bidi="fa-IR"/>
        </w:rPr>
        <w:t>،</w:t>
      </w:r>
      <w:r w:rsidRPr="003E3506">
        <w:rPr>
          <w:rtl/>
          <w:lang w:bidi="fa-IR"/>
        </w:rPr>
        <w:t xml:space="preserve"> و اگر آن مال را در حرم پيدا كرده باشد احتياط واجب آن است كه تصدق كند.</w:t>
      </w:r>
    </w:p>
    <w:p w:rsidR="003E3506" w:rsidRPr="003E3506" w:rsidRDefault="003E3506" w:rsidP="003E3506">
      <w:pPr>
        <w:pStyle w:val="libNormal"/>
        <w:rPr>
          <w:lang w:bidi="fa-IR"/>
        </w:rPr>
      </w:pPr>
      <w:r w:rsidRPr="003E3506">
        <w:rPr>
          <w:rtl/>
          <w:lang w:bidi="fa-IR"/>
        </w:rPr>
        <w:t>٢٥٧٨ - اگر بعد از آن كه يك سال اعلان كرد و صاحب مال پيدا نشد مال را براى صاحبش نگهدارى كند و از بين برود</w:t>
      </w:r>
      <w:r w:rsidR="000C4B14">
        <w:rPr>
          <w:rtl/>
          <w:lang w:bidi="fa-IR"/>
        </w:rPr>
        <w:t>،</w:t>
      </w:r>
      <w:r w:rsidRPr="003E3506">
        <w:rPr>
          <w:rtl/>
          <w:lang w:bidi="fa-IR"/>
        </w:rPr>
        <w:t xml:space="preserve"> چنانچه در نگهدارى آن كوتاهى نكرده و تعدى يعنى زياده روى هم ننموده</w:t>
      </w:r>
      <w:r w:rsidR="000C4B14">
        <w:rPr>
          <w:rtl/>
          <w:lang w:bidi="fa-IR"/>
        </w:rPr>
        <w:t>،</w:t>
      </w:r>
      <w:r w:rsidRPr="003E3506">
        <w:rPr>
          <w:rtl/>
          <w:lang w:bidi="fa-IR"/>
        </w:rPr>
        <w:t xml:space="preserve"> ضامن نيست</w:t>
      </w:r>
      <w:r w:rsidR="000C4B14">
        <w:rPr>
          <w:rtl/>
          <w:lang w:bidi="fa-IR"/>
        </w:rPr>
        <w:t>.</w:t>
      </w:r>
    </w:p>
    <w:p w:rsidR="003E3506" w:rsidRPr="003E3506" w:rsidRDefault="003E3506" w:rsidP="003E3506">
      <w:pPr>
        <w:pStyle w:val="libNormal"/>
        <w:rPr>
          <w:lang w:bidi="fa-IR"/>
        </w:rPr>
      </w:pPr>
      <w:r w:rsidRPr="003E3506">
        <w:rPr>
          <w:rtl/>
          <w:lang w:bidi="fa-IR"/>
        </w:rPr>
        <w:t>ولى اگر از طرف صاحبش صدقه داده باشد</w:t>
      </w:r>
      <w:r w:rsidR="000C4B14">
        <w:rPr>
          <w:rtl/>
          <w:lang w:bidi="fa-IR"/>
        </w:rPr>
        <w:t>،</w:t>
      </w:r>
      <w:r w:rsidRPr="003E3506">
        <w:rPr>
          <w:rtl/>
          <w:lang w:bidi="fa-IR"/>
        </w:rPr>
        <w:t xml:space="preserve"> صاحبش مخير است بين آن كه به صدقه راضى شده</w:t>
      </w:r>
      <w:r w:rsidR="000C4B14">
        <w:rPr>
          <w:rtl/>
          <w:lang w:bidi="fa-IR"/>
        </w:rPr>
        <w:t>،</w:t>
      </w:r>
      <w:r w:rsidRPr="003E3506">
        <w:rPr>
          <w:rtl/>
          <w:lang w:bidi="fa-IR"/>
        </w:rPr>
        <w:t xml:space="preserve"> يا عوض مالش را مطالبه كند و ثواب صدقه براى تصدق كننده باشد.</w:t>
      </w:r>
    </w:p>
    <w:p w:rsidR="003E3506" w:rsidRPr="003E3506" w:rsidRDefault="003E3506" w:rsidP="003E3506">
      <w:pPr>
        <w:pStyle w:val="libNormal"/>
        <w:rPr>
          <w:lang w:bidi="fa-IR"/>
        </w:rPr>
      </w:pPr>
      <w:r w:rsidRPr="003E3506">
        <w:rPr>
          <w:rtl/>
          <w:lang w:bidi="fa-IR"/>
        </w:rPr>
        <w:t>٢٥٧٩ - كسى كه مالى را پيدا كرده</w:t>
      </w:r>
      <w:r w:rsidR="000C4B14">
        <w:rPr>
          <w:rtl/>
          <w:lang w:bidi="fa-IR"/>
        </w:rPr>
        <w:t>،</w:t>
      </w:r>
      <w:r w:rsidRPr="003E3506">
        <w:rPr>
          <w:rtl/>
          <w:lang w:bidi="fa-IR"/>
        </w:rPr>
        <w:t xml:space="preserve"> اگر عمدا به دستورى كه گفته شد اعلان نكند</w:t>
      </w:r>
      <w:r w:rsidR="000C4B14">
        <w:rPr>
          <w:rtl/>
          <w:lang w:bidi="fa-IR"/>
        </w:rPr>
        <w:t>،</w:t>
      </w:r>
      <w:r w:rsidRPr="003E3506">
        <w:rPr>
          <w:rtl/>
          <w:lang w:bidi="fa-IR"/>
        </w:rPr>
        <w:t xml:space="preserve"> گذشته از اين كه معصيت كرده</w:t>
      </w:r>
      <w:r w:rsidR="000C4B14">
        <w:rPr>
          <w:rtl/>
          <w:lang w:bidi="fa-IR"/>
        </w:rPr>
        <w:t>،</w:t>
      </w:r>
      <w:r w:rsidRPr="003E3506">
        <w:rPr>
          <w:rtl/>
          <w:lang w:bidi="fa-IR"/>
        </w:rPr>
        <w:t xml:space="preserve"> چنانچه احتمال دهد كه مفيد باشد</w:t>
      </w:r>
      <w:r w:rsidR="000C4B14">
        <w:rPr>
          <w:rtl/>
          <w:lang w:bidi="fa-IR"/>
        </w:rPr>
        <w:t>،</w:t>
      </w:r>
      <w:r w:rsidRPr="003E3506">
        <w:rPr>
          <w:rtl/>
          <w:lang w:bidi="fa-IR"/>
        </w:rPr>
        <w:t xml:space="preserve"> باز هم واجب است اعلان كند.</w:t>
      </w:r>
    </w:p>
    <w:p w:rsidR="003E3506" w:rsidRPr="003E3506" w:rsidRDefault="003E3506" w:rsidP="003E3506">
      <w:pPr>
        <w:pStyle w:val="libNormal"/>
        <w:rPr>
          <w:lang w:bidi="fa-IR"/>
        </w:rPr>
      </w:pPr>
      <w:r w:rsidRPr="003E3506">
        <w:rPr>
          <w:rtl/>
          <w:lang w:bidi="fa-IR"/>
        </w:rPr>
        <w:t xml:space="preserve">٢٥٨٠ - اگر ديوانه يا بچه نابالغ چيزى پيدا كند كه نشانه دار باشد و قيمت آن به مقدار يك درهم برسد ولى او مى تواند اعلان نمايد - بلكه واجب است كه اعلان نمايد اگر آن چيز را از </w:t>
      </w:r>
      <w:r w:rsidRPr="003E3506">
        <w:rPr>
          <w:rtl/>
          <w:lang w:bidi="fa-IR"/>
        </w:rPr>
        <w:lastRenderedPageBreak/>
        <w:t xml:space="preserve">بچه يا ديوانه گرفته باشد - و اگر يك سال اعلان كرد و صاحب مال پيدا نشد بايد به آنچه در مساله </w:t>
      </w:r>
      <w:r w:rsidR="00605FAB">
        <w:rPr>
          <w:rtl/>
          <w:lang w:bidi="fa-IR"/>
        </w:rPr>
        <w:t>(</w:t>
      </w:r>
      <w:r w:rsidRPr="003E3506">
        <w:rPr>
          <w:rtl/>
          <w:lang w:bidi="fa-IR"/>
        </w:rPr>
        <w:t>٢٥٧٧</w:t>
      </w:r>
      <w:r w:rsidR="00605FAB">
        <w:rPr>
          <w:rtl/>
          <w:lang w:bidi="fa-IR"/>
        </w:rPr>
        <w:t>)</w:t>
      </w:r>
      <w:r w:rsidRPr="003E3506">
        <w:rPr>
          <w:rtl/>
          <w:lang w:bidi="fa-IR"/>
        </w:rPr>
        <w:t xml:space="preserve"> گفته شد عمل نمايد.</w:t>
      </w:r>
    </w:p>
    <w:p w:rsidR="003E3506" w:rsidRPr="003E3506" w:rsidRDefault="003E3506" w:rsidP="003E3506">
      <w:pPr>
        <w:pStyle w:val="libNormal"/>
        <w:rPr>
          <w:lang w:bidi="fa-IR"/>
        </w:rPr>
      </w:pPr>
      <w:r w:rsidRPr="003E3506">
        <w:rPr>
          <w:rtl/>
          <w:lang w:bidi="fa-IR"/>
        </w:rPr>
        <w:t>٢٥٨١ - اگر انسان در بين سالى كه اعلان مى كند</w:t>
      </w:r>
      <w:r w:rsidR="000C4B14">
        <w:rPr>
          <w:rtl/>
          <w:lang w:bidi="fa-IR"/>
        </w:rPr>
        <w:t>،</w:t>
      </w:r>
      <w:r w:rsidRPr="003E3506">
        <w:rPr>
          <w:rtl/>
          <w:lang w:bidi="fa-IR"/>
        </w:rPr>
        <w:t xml:space="preserve"> از پيدا شدن صاحب مال نااميد شود</w:t>
      </w:r>
      <w:r w:rsidR="000C4B14">
        <w:rPr>
          <w:rtl/>
          <w:lang w:bidi="fa-IR"/>
        </w:rPr>
        <w:t>،</w:t>
      </w:r>
      <w:r w:rsidRPr="003E3506">
        <w:rPr>
          <w:rtl/>
          <w:lang w:bidi="fa-IR"/>
        </w:rPr>
        <w:t xml:space="preserve"> بايد با اذن حاكم شرع - بنابر احتياط - آن را صدقه بدهد.</w:t>
      </w:r>
    </w:p>
    <w:p w:rsidR="003E3506" w:rsidRDefault="003E3506" w:rsidP="003E3506">
      <w:pPr>
        <w:pStyle w:val="libNormal"/>
        <w:rPr>
          <w:rtl/>
          <w:lang w:bidi="fa-IR"/>
        </w:rPr>
      </w:pPr>
      <w:r w:rsidRPr="003E3506">
        <w:rPr>
          <w:rtl/>
          <w:lang w:bidi="fa-IR"/>
        </w:rPr>
        <w:t>٢٥٨٢ - اگر در بين سالى كه اعلان مى كند</w:t>
      </w:r>
      <w:r w:rsidR="000C4B14">
        <w:rPr>
          <w:rtl/>
          <w:lang w:bidi="fa-IR"/>
        </w:rPr>
        <w:t>،</w:t>
      </w:r>
      <w:r w:rsidRPr="003E3506">
        <w:rPr>
          <w:rtl/>
          <w:lang w:bidi="fa-IR"/>
        </w:rPr>
        <w:t xml:space="preserve"> مال از بين برود</w:t>
      </w:r>
      <w:r w:rsidR="000C4B14">
        <w:rPr>
          <w:rtl/>
          <w:lang w:bidi="fa-IR"/>
        </w:rPr>
        <w:t>،</w:t>
      </w:r>
      <w:r w:rsidRPr="003E3506">
        <w:rPr>
          <w:rtl/>
          <w:lang w:bidi="fa-IR"/>
        </w:rPr>
        <w:t xml:space="preserve"> چنانچه در نگهدارى آن كوتاهى كرده</w:t>
      </w:r>
      <w:r w:rsidR="000C4B14">
        <w:rPr>
          <w:rtl/>
          <w:lang w:bidi="fa-IR"/>
        </w:rPr>
        <w:t>،</w:t>
      </w:r>
      <w:r w:rsidRPr="003E3506">
        <w:rPr>
          <w:rtl/>
          <w:lang w:bidi="fa-IR"/>
        </w:rPr>
        <w:t xml:space="preserve"> يا تعدى</w:t>
      </w:r>
      <w:r w:rsidR="000C4B14">
        <w:rPr>
          <w:rtl/>
          <w:lang w:bidi="fa-IR"/>
        </w:rPr>
        <w:t>،</w:t>
      </w:r>
      <w:r w:rsidRPr="003E3506">
        <w:rPr>
          <w:rtl/>
          <w:lang w:bidi="fa-IR"/>
        </w:rPr>
        <w:t xml:space="preserve"> يعنى زياده روى كرده باشد</w:t>
      </w:r>
      <w:r w:rsidR="000C4B14">
        <w:rPr>
          <w:rtl/>
          <w:lang w:bidi="fa-IR"/>
        </w:rPr>
        <w:t>،</w:t>
      </w:r>
      <w:r w:rsidRPr="003E3506">
        <w:rPr>
          <w:rtl/>
          <w:lang w:bidi="fa-IR"/>
        </w:rPr>
        <w:t xml:space="preserve"> عوض آن را براى صاحبش ضامن است و بايد اعلان را ادامه دهد</w:t>
      </w:r>
      <w:r w:rsidR="000C4B14">
        <w:rPr>
          <w:rtl/>
          <w:lang w:bidi="fa-IR"/>
        </w:rPr>
        <w:t>،</w:t>
      </w:r>
      <w:r w:rsidRPr="003E3506">
        <w:rPr>
          <w:rtl/>
          <w:lang w:bidi="fa-IR"/>
        </w:rPr>
        <w:t xml:space="preserve"> و اگر كوتاهى نكرده و زياده روى هم ننموده چيزى بر او واجب نيست</w:t>
      </w:r>
      <w:r w:rsidR="000C4B14">
        <w:rPr>
          <w:rtl/>
          <w:lang w:bidi="fa-IR"/>
        </w:rPr>
        <w:t>.</w:t>
      </w:r>
    </w:p>
    <w:p w:rsidR="003E3506" w:rsidRPr="003E3506" w:rsidRDefault="003E3506" w:rsidP="003E3506">
      <w:pPr>
        <w:pStyle w:val="libNormal"/>
        <w:rPr>
          <w:lang w:bidi="fa-IR"/>
        </w:rPr>
      </w:pPr>
      <w:r w:rsidRPr="003E3506">
        <w:rPr>
          <w:rtl/>
          <w:lang w:bidi="fa-IR"/>
        </w:rPr>
        <w:t>٢٥٨٣ - اگر مالى را كه نشانه دارد و قيمت آن به يك درهم مى رسد در جايى پيدا كند كه معلوم است به واسطه اعلان</w:t>
      </w:r>
      <w:r w:rsidR="000C4B14">
        <w:rPr>
          <w:rtl/>
          <w:lang w:bidi="fa-IR"/>
        </w:rPr>
        <w:t>،</w:t>
      </w:r>
      <w:r w:rsidRPr="003E3506">
        <w:rPr>
          <w:rtl/>
          <w:lang w:bidi="fa-IR"/>
        </w:rPr>
        <w:t xml:space="preserve"> صاحب آن پيدا نمى شود</w:t>
      </w:r>
      <w:r w:rsidR="000C4B14">
        <w:rPr>
          <w:rtl/>
          <w:lang w:bidi="fa-IR"/>
        </w:rPr>
        <w:t>،</w:t>
      </w:r>
      <w:r w:rsidRPr="003E3506">
        <w:rPr>
          <w:rtl/>
          <w:lang w:bidi="fa-IR"/>
        </w:rPr>
        <w:t xml:space="preserve"> بايد از روز اول آن را از طرف صاحبش به فقراء - با اذن حاكم شرع بنابر احتياط لازم - صدقه بدهد نبايد صبر نمايد تا سال تمام شود.</w:t>
      </w:r>
    </w:p>
    <w:p w:rsidR="003E3506" w:rsidRPr="003E3506" w:rsidRDefault="003E3506" w:rsidP="003E3506">
      <w:pPr>
        <w:pStyle w:val="libNormal"/>
        <w:rPr>
          <w:lang w:bidi="fa-IR"/>
        </w:rPr>
      </w:pPr>
      <w:r w:rsidRPr="003E3506">
        <w:rPr>
          <w:rtl/>
          <w:lang w:bidi="fa-IR"/>
        </w:rPr>
        <w:t>٢٥٨٤ - اگر چيزى را پيدا كند و به خيال اين كه مال خود او است بردارد</w:t>
      </w:r>
      <w:r w:rsidR="000C4B14">
        <w:rPr>
          <w:rtl/>
          <w:lang w:bidi="fa-IR"/>
        </w:rPr>
        <w:t>،</w:t>
      </w:r>
      <w:r w:rsidRPr="003E3506">
        <w:rPr>
          <w:rtl/>
          <w:lang w:bidi="fa-IR"/>
        </w:rPr>
        <w:t xml:space="preserve"> بعد بفهمد مال خودش نبوده</w:t>
      </w:r>
      <w:r w:rsidR="000C4B14">
        <w:rPr>
          <w:rtl/>
          <w:lang w:bidi="fa-IR"/>
        </w:rPr>
        <w:t>،</w:t>
      </w:r>
      <w:r w:rsidRPr="003E3506">
        <w:rPr>
          <w:rtl/>
          <w:lang w:bidi="fa-IR"/>
        </w:rPr>
        <w:t xml:space="preserve"> احكامى كه در مسائل گذشته گفته شد بر او جارى است</w:t>
      </w:r>
      <w:r w:rsidR="000C4B14">
        <w:rPr>
          <w:rtl/>
          <w:lang w:bidi="fa-IR"/>
        </w:rPr>
        <w:t>.</w:t>
      </w:r>
    </w:p>
    <w:p w:rsidR="003E3506" w:rsidRPr="003E3506" w:rsidRDefault="003E3506" w:rsidP="003E3506">
      <w:pPr>
        <w:pStyle w:val="libNormal"/>
        <w:rPr>
          <w:lang w:bidi="fa-IR"/>
        </w:rPr>
      </w:pPr>
      <w:r w:rsidRPr="003E3506">
        <w:rPr>
          <w:rtl/>
          <w:lang w:bidi="fa-IR"/>
        </w:rPr>
        <w:t>٢٥٨٥ - چيزى را كه پيدا كرده بايد به طورى اعلان كند</w:t>
      </w:r>
      <w:r w:rsidR="000C4B14">
        <w:rPr>
          <w:rtl/>
          <w:lang w:bidi="fa-IR"/>
        </w:rPr>
        <w:t>،</w:t>
      </w:r>
      <w:r w:rsidRPr="003E3506">
        <w:rPr>
          <w:rtl/>
          <w:lang w:bidi="fa-IR"/>
        </w:rPr>
        <w:t xml:space="preserve"> كه اگر صاحب آن بشنود احتمال معتنابه دهد</w:t>
      </w:r>
      <w:r w:rsidR="000C4B14">
        <w:rPr>
          <w:rtl/>
          <w:lang w:bidi="fa-IR"/>
        </w:rPr>
        <w:t>،</w:t>
      </w:r>
      <w:r w:rsidRPr="003E3506">
        <w:rPr>
          <w:rtl/>
          <w:lang w:bidi="fa-IR"/>
        </w:rPr>
        <w:t xml:space="preserve"> كه آن چيز مال او است</w:t>
      </w:r>
      <w:r w:rsidR="000C4B14">
        <w:rPr>
          <w:rtl/>
          <w:lang w:bidi="fa-IR"/>
        </w:rPr>
        <w:t>.</w:t>
      </w:r>
    </w:p>
    <w:p w:rsidR="003E3506" w:rsidRPr="003E3506" w:rsidRDefault="003E3506" w:rsidP="003E3506">
      <w:pPr>
        <w:pStyle w:val="libNormal"/>
        <w:rPr>
          <w:lang w:bidi="fa-IR"/>
        </w:rPr>
      </w:pPr>
      <w:r w:rsidRPr="003E3506">
        <w:rPr>
          <w:rtl/>
          <w:lang w:bidi="fa-IR"/>
        </w:rPr>
        <w:t>و اين امر به حسب اختلاف موارد فرق مى كند</w:t>
      </w:r>
      <w:r w:rsidR="000C4B14">
        <w:rPr>
          <w:rtl/>
          <w:lang w:bidi="fa-IR"/>
        </w:rPr>
        <w:t>،</w:t>
      </w:r>
      <w:r w:rsidRPr="003E3506">
        <w:rPr>
          <w:rtl/>
          <w:lang w:bidi="fa-IR"/>
        </w:rPr>
        <w:t xml:space="preserve"> مثلا گاهى همين قدر كافى است كه بگويد </w:t>
      </w:r>
      <w:r w:rsidR="00605FAB">
        <w:rPr>
          <w:rtl/>
          <w:lang w:bidi="fa-IR"/>
        </w:rPr>
        <w:t>(</w:t>
      </w:r>
      <w:r w:rsidRPr="003E3506">
        <w:rPr>
          <w:rtl/>
          <w:lang w:bidi="fa-IR"/>
        </w:rPr>
        <w:t>چيزى پيدا كرده ام</w:t>
      </w:r>
      <w:r w:rsidR="00605FAB">
        <w:rPr>
          <w:rtl/>
          <w:lang w:bidi="fa-IR"/>
        </w:rPr>
        <w:t>)</w:t>
      </w:r>
      <w:r w:rsidR="000C4B14">
        <w:rPr>
          <w:rtl/>
          <w:lang w:bidi="fa-IR"/>
        </w:rPr>
        <w:t>،</w:t>
      </w:r>
      <w:r w:rsidRPr="003E3506">
        <w:rPr>
          <w:rtl/>
          <w:lang w:bidi="fa-IR"/>
        </w:rPr>
        <w:t xml:space="preserve"> ولى در بعضى موارد بايد جنس آن را نيز تعيين كند مثلا بگويد </w:t>
      </w:r>
      <w:r w:rsidR="00605FAB">
        <w:rPr>
          <w:rtl/>
          <w:lang w:bidi="fa-IR"/>
        </w:rPr>
        <w:t>(</w:t>
      </w:r>
      <w:r w:rsidRPr="003E3506">
        <w:rPr>
          <w:rtl/>
          <w:lang w:bidi="fa-IR"/>
        </w:rPr>
        <w:t>قطعه اى طلا پيدا كرده ام</w:t>
      </w:r>
      <w:r w:rsidR="00605FAB">
        <w:rPr>
          <w:rtl/>
          <w:lang w:bidi="fa-IR"/>
        </w:rPr>
        <w:t>)</w:t>
      </w:r>
      <w:r w:rsidRPr="003E3506">
        <w:rPr>
          <w:rtl/>
          <w:lang w:bidi="fa-IR"/>
        </w:rPr>
        <w:t xml:space="preserve"> و در بعضى موارد بايد بعضى از خصوصيات را اضافه كند</w:t>
      </w:r>
      <w:r w:rsidR="000C4B14">
        <w:rPr>
          <w:rtl/>
          <w:lang w:bidi="fa-IR"/>
        </w:rPr>
        <w:t>،</w:t>
      </w:r>
      <w:r w:rsidRPr="003E3506">
        <w:rPr>
          <w:rtl/>
          <w:lang w:bidi="fa-IR"/>
        </w:rPr>
        <w:t xml:space="preserve"> مثلا بگويد</w:t>
      </w:r>
      <w:r w:rsidR="00553569">
        <w:rPr>
          <w:rtl/>
          <w:lang w:bidi="fa-IR"/>
        </w:rPr>
        <w:t>:</w:t>
      </w:r>
      <w:r w:rsidRPr="003E3506">
        <w:rPr>
          <w:rtl/>
          <w:lang w:bidi="fa-IR"/>
        </w:rPr>
        <w:t xml:space="preserve"> </w:t>
      </w:r>
      <w:r w:rsidR="00605FAB">
        <w:rPr>
          <w:rtl/>
          <w:lang w:bidi="fa-IR"/>
        </w:rPr>
        <w:t>(</w:t>
      </w:r>
      <w:r w:rsidRPr="003E3506">
        <w:rPr>
          <w:rtl/>
          <w:lang w:bidi="fa-IR"/>
        </w:rPr>
        <w:t>گوشواره اى طلا پيدا كرده ام</w:t>
      </w:r>
      <w:r w:rsidR="00605FAB">
        <w:rPr>
          <w:rtl/>
          <w:lang w:bidi="fa-IR"/>
        </w:rPr>
        <w:t>)</w:t>
      </w:r>
      <w:r w:rsidRPr="003E3506">
        <w:rPr>
          <w:rtl/>
          <w:lang w:bidi="fa-IR"/>
        </w:rPr>
        <w:t xml:space="preserve"> ولى در هر صورت بايد تمام خصوصيات را نگويد تا متعين نشود.</w:t>
      </w:r>
    </w:p>
    <w:p w:rsidR="003E3506" w:rsidRPr="003E3506" w:rsidRDefault="003E3506" w:rsidP="003E3506">
      <w:pPr>
        <w:pStyle w:val="libNormal"/>
        <w:rPr>
          <w:lang w:bidi="fa-IR"/>
        </w:rPr>
      </w:pPr>
      <w:r w:rsidRPr="003E3506">
        <w:rPr>
          <w:rtl/>
          <w:lang w:bidi="fa-IR"/>
        </w:rPr>
        <w:t>٢٥٨٦ - اگر كسى چيزى را پيدا كند</w:t>
      </w:r>
      <w:r w:rsidR="000C4B14">
        <w:rPr>
          <w:rtl/>
          <w:lang w:bidi="fa-IR"/>
        </w:rPr>
        <w:t>،</w:t>
      </w:r>
      <w:r w:rsidRPr="003E3506">
        <w:rPr>
          <w:rtl/>
          <w:lang w:bidi="fa-IR"/>
        </w:rPr>
        <w:t xml:space="preserve"> و ديگرى بگويد مال من است و نشانه هاى آن را بگويد</w:t>
      </w:r>
      <w:r w:rsidR="000C4B14">
        <w:rPr>
          <w:rtl/>
          <w:lang w:bidi="fa-IR"/>
        </w:rPr>
        <w:t>،</w:t>
      </w:r>
      <w:r w:rsidRPr="003E3506">
        <w:rPr>
          <w:rtl/>
          <w:lang w:bidi="fa-IR"/>
        </w:rPr>
        <w:t xml:space="preserve"> در صورتى بايد به او بدهد كه اطمينان داشته باشد</w:t>
      </w:r>
      <w:r w:rsidR="000C4B14">
        <w:rPr>
          <w:rtl/>
          <w:lang w:bidi="fa-IR"/>
        </w:rPr>
        <w:t>،</w:t>
      </w:r>
      <w:r w:rsidRPr="003E3506">
        <w:rPr>
          <w:rtl/>
          <w:lang w:bidi="fa-IR"/>
        </w:rPr>
        <w:t xml:space="preserve"> مال او است و لازم نيست نشانه هاى را كه بيشتر اوقات صاحب مال هم ملتفت آنها نيست بگويد.</w:t>
      </w:r>
    </w:p>
    <w:p w:rsidR="003E3506" w:rsidRPr="003E3506" w:rsidRDefault="003E3506" w:rsidP="003E3506">
      <w:pPr>
        <w:pStyle w:val="libNormal"/>
        <w:rPr>
          <w:lang w:bidi="fa-IR"/>
        </w:rPr>
      </w:pPr>
      <w:r w:rsidRPr="003E3506">
        <w:rPr>
          <w:rtl/>
          <w:lang w:bidi="fa-IR"/>
        </w:rPr>
        <w:lastRenderedPageBreak/>
        <w:t>٢٥٨٧ - اگر قيمت چيزى كه پيدا كرده ام به يك درهم برسد</w:t>
      </w:r>
      <w:r w:rsidR="000C4B14">
        <w:rPr>
          <w:rtl/>
          <w:lang w:bidi="fa-IR"/>
        </w:rPr>
        <w:t>،</w:t>
      </w:r>
      <w:r w:rsidRPr="003E3506">
        <w:rPr>
          <w:rtl/>
          <w:lang w:bidi="fa-IR"/>
        </w:rPr>
        <w:t xml:space="preserve"> چنانچه اعلان نكند و در مسجد</w:t>
      </w:r>
      <w:r w:rsidR="000C4B14">
        <w:rPr>
          <w:rtl/>
          <w:lang w:bidi="fa-IR"/>
        </w:rPr>
        <w:t>،</w:t>
      </w:r>
      <w:r w:rsidRPr="003E3506">
        <w:rPr>
          <w:rtl/>
          <w:lang w:bidi="fa-IR"/>
        </w:rPr>
        <w:t xml:space="preserve"> يا جاى ديگرى كه محل اجتماع مردم است بگذارد</w:t>
      </w:r>
      <w:r w:rsidR="000C4B14">
        <w:rPr>
          <w:rtl/>
          <w:lang w:bidi="fa-IR"/>
        </w:rPr>
        <w:t>،</w:t>
      </w:r>
      <w:r w:rsidRPr="003E3506">
        <w:rPr>
          <w:rtl/>
          <w:lang w:bidi="fa-IR"/>
        </w:rPr>
        <w:t xml:space="preserve"> و آن چيز از بين برود</w:t>
      </w:r>
      <w:r w:rsidR="000C4B14">
        <w:rPr>
          <w:rtl/>
          <w:lang w:bidi="fa-IR"/>
        </w:rPr>
        <w:t>،</w:t>
      </w:r>
      <w:r w:rsidRPr="003E3506">
        <w:rPr>
          <w:rtl/>
          <w:lang w:bidi="fa-IR"/>
        </w:rPr>
        <w:t xml:space="preserve"> يا ديگرى آن را بردارد</w:t>
      </w:r>
      <w:r w:rsidR="000C4B14">
        <w:rPr>
          <w:rtl/>
          <w:lang w:bidi="fa-IR"/>
        </w:rPr>
        <w:t>،</w:t>
      </w:r>
      <w:r w:rsidRPr="003E3506">
        <w:rPr>
          <w:rtl/>
          <w:lang w:bidi="fa-IR"/>
        </w:rPr>
        <w:t xml:space="preserve"> كسى كه آن را پيدا كرده ضامن است</w:t>
      </w:r>
      <w:r w:rsidR="000C4B14">
        <w:rPr>
          <w:rtl/>
          <w:lang w:bidi="fa-IR"/>
        </w:rPr>
        <w:t>.</w:t>
      </w:r>
    </w:p>
    <w:p w:rsidR="003E3506" w:rsidRPr="003E3506" w:rsidRDefault="003E3506" w:rsidP="003E3506">
      <w:pPr>
        <w:pStyle w:val="libNormal"/>
        <w:rPr>
          <w:lang w:bidi="fa-IR"/>
        </w:rPr>
      </w:pPr>
      <w:r w:rsidRPr="003E3506">
        <w:rPr>
          <w:rtl/>
          <w:lang w:bidi="fa-IR"/>
        </w:rPr>
        <w:t>٢٥٨٨ - هرگاه چيزى را پيدا كند كه تا يك سال نمى ماند</w:t>
      </w:r>
      <w:r w:rsidR="000C4B14">
        <w:rPr>
          <w:rtl/>
          <w:lang w:bidi="fa-IR"/>
        </w:rPr>
        <w:t>،</w:t>
      </w:r>
      <w:r w:rsidRPr="003E3506">
        <w:rPr>
          <w:rtl/>
          <w:lang w:bidi="fa-IR"/>
        </w:rPr>
        <w:t xml:space="preserve"> بايد تا آخرين زمانى كه باقى مى ماند - البته با حفظ تمام خصوصياتى كه در قيمتش دخالت دارند - آن را حفظ كند و احتياط لازم آن است كه در طى اين مدت او را اعلان كند و چنانچه صاحبش پيدا نشد</w:t>
      </w:r>
      <w:r w:rsidR="000C4B14">
        <w:rPr>
          <w:rtl/>
          <w:lang w:bidi="fa-IR"/>
        </w:rPr>
        <w:t>،</w:t>
      </w:r>
      <w:r w:rsidRPr="003E3506">
        <w:rPr>
          <w:rtl/>
          <w:lang w:bidi="fa-IR"/>
        </w:rPr>
        <w:t xml:space="preserve"> بايد با اجازه حاكم شرع يا وكيل او - بنابر احتياط - قيمت آن را معين كند و بفروشد و پولش را نگهدارد و اعلان را ادامه دهد و اگر تا يك سال صاحبش پيدا نشد بايد به آنچه در مساله </w:t>
      </w:r>
      <w:r w:rsidR="00605FAB">
        <w:rPr>
          <w:rtl/>
          <w:lang w:bidi="fa-IR"/>
        </w:rPr>
        <w:t>(</w:t>
      </w:r>
      <w:r w:rsidRPr="003E3506">
        <w:rPr>
          <w:rtl/>
          <w:lang w:bidi="fa-IR"/>
        </w:rPr>
        <w:t>٢٥٧٧</w:t>
      </w:r>
      <w:r w:rsidR="00605FAB">
        <w:rPr>
          <w:rtl/>
          <w:lang w:bidi="fa-IR"/>
        </w:rPr>
        <w:t>)</w:t>
      </w:r>
      <w:r w:rsidRPr="003E3506">
        <w:rPr>
          <w:rtl/>
          <w:lang w:bidi="fa-IR"/>
        </w:rPr>
        <w:t xml:space="preserve"> گفته شد عمل نمايد.</w:t>
      </w:r>
    </w:p>
    <w:p w:rsidR="003E3506" w:rsidRPr="003E3506" w:rsidRDefault="003E3506" w:rsidP="003E3506">
      <w:pPr>
        <w:pStyle w:val="libNormal"/>
        <w:rPr>
          <w:lang w:bidi="fa-IR"/>
        </w:rPr>
      </w:pPr>
      <w:r w:rsidRPr="003E3506">
        <w:rPr>
          <w:rtl/>
          <w:lang w:bidi="fa-IR"/>
        </w:rPr>
        <w:t>٢٥٨٩ - اگر چيزى را كه پيدا كرده موقع وضو گرفتن و نماز خواندن همراه او باشد</w:t>
      </w:r>
      <w:r w:rsidR="000C4B14">
        <w:rPr>
          <w:rtl/>
          <w:lang w:bidi="fa-IR"/>
        </w:rPr>
        <w:t>،</w:t>
      </w:r>
      <w:r w:rsidRPr="003E3506">
        <w:rPr>
          <w:rtl/>
          <w:lang w:bidi="fa-IR"/>
        </w:rPr>
        <w:t xml:space="preserve"> و نخواهد آن را به صاحبش چنانچه پيدا شود بدهد وضو و نمازش باطل نمى شود.</w:t>
      </w:r>
    </w:p>
    <w:p w:rsidR="003E3506" w:rsidRPr="003E3506" w:rsidRDefault="003E3506" w:rsidP="003E3506">
      <w:pPr>
        <w:pStyle w:val="libNormal"/>
        <w:rPr>
          <w:lang w:bidi="fa-IR"/>
        </w:rPr>
      </w:pPr>
      <w:r w:rsidRPr="003E3506">
        <w:rPr>
          <w:rtl/>
          <w:lang w:bidi="fa-IR"/>
        </w:rPr>
        <w:t>٢٥٩٠ - اگر كفش شخصى را ببرند و كفش ديگرى به جاى آن بگذارند</w:t>
      </w:r>
      <w:r w:rsidR="000C4B14">
        <w:rPr>
          <w:rtl/>
          <w:lang w:bidi="fa-IR"/>
        </w:rPr>
        <w:t>،</w:t>
      </w:r>
      <w:r w:rsidRPr="003E3506">
        <w:rPr>
          <w:rtl/>
          <w:lang w:bidi="fa-IR"/>
        </w:rPr>
        <w:t xml:space="preserve"> چنانچه بداند كفشى كه مانده مال كسى است كه كفش او را برده و راضى است كه كفشش را عوض كفشى كه برده است بردارد</w:t>
      </w:r>
      <w:r w:rsidR="000C4B14">
        <w:rPr>
          <w:rtl/>
          <w:lang w:bidi="fa-IR"/>
        </w:rPr>
        <w:t>،</w:t>
      </w:r>
      <w:r w:rsidRPr="003E3506">
        <w:rPr>
          <w:rtl/>
          <w:lang w:bidi="fa-IR"/>
        </w:rPr>
        <w:t xml:space="preserve"> مى تواند به جاى كفش خودش بردارد.</w:t>
      </w:r>
    </w:p>
    <w:p w:rsidR="003E3506" w:rsidRPr="003E3506" w:rsidRDefault="003E3506" w:rsidP="003E3506">
      <w:pPr>
        <w:pStyle w:val="libNormal"/>
        <w:rPr>
          <w:lang w:bidi="fa-IR"/>
        </w:rPr>
      </w:pPr>
      <w:r w:rsidRPr="003E3506">
        <w:rPr>
          <w:rtl/>
          <w:lang w:bidi="fa-IR"/>
        </w:rPr>
        <w:t>و هم چنين است اگر بداند كه كفش او را به طور ناحق و ظلم برده است</w:t>
      </w:r>
      <w:r w:rsidR="000C4B14">
        <w:rPr>
          <w:rtl/>
          <w:lang w:bidi="fa-IR"/>
        </w:rPr>
        <w:t>،</w:t>
      </w:r>
      <w:r w:rsidRPr="003E3506">
        <w:rPr>
          <w:rtl/>
          <w:lang w:bidi="fa-IR"/>
        </w:rPr>
        <w:t xml:space="preserve"> ولى در اين فرض بايد قيمت آن از كفش خودش بيشتر نباشد</w:t>
      </w:r>
      <w:r w:rsidR="000C4B14">
        <w:rPr>
          <w:rtl/>
          <w:lang w:bidi="fa-IR"/>
        </w:rPr>
        <w:t>،</w:t>
      </w:r>
      <w:r w:rsidRPr="003E3506">
        <w:rPr>
          <w:rtl/>
          <w:lang w:bidi="fa-IR"/>
        </w:rPr>
        <w:t xml:space="preserve"> و الا حكم مجهول المالك</w:t>
      </w:r>
      <w:r w:rsidR="000C4B14">
        <w:rPr>
          <w:rtl/>
          <w:lang w:bidi="fa-IR"/>
        </w:rPr>
        <w:t>،</w:t>
      </w:r>
      <w:r w:rsidRPr="003E3506">
        <w:rPr>
          <w:rtl/>
          <w:lang w:bidi="fa-IR"/>
        </w:rPr>
        <w:t xml:space="preserve"> نسبت به زيادى قيمت جارى است</w:t>
      </w:r>
      <w:r w:rsidR="000C4B14">
        <w:rPr>
          <w:rtl/>
          <w:lang w:bidi="fa-IR"/>
        </w:rPr>
        <w:t>،</w:t>
      </w:r>
      <w:r w:rsidRPr="003E3506">
        <w:rPr>
          <w:rtl/>
          <w:lang w:bidi="fa-IR"/>
        </w:rPr>
        <w:t xml:space="preserve"> و در غير اين دو صورت حكم مجهول المالك بر آن كفش جارى خواهد بود.</w:t>
      </w:r>
    </w:p>
    <w:p w:rsidR="003E3506" w:rsidRPr="003E3506" w:rsidRDefault="003E3506" w:rsidP="003E3506">
      <w:pPr>
        <w:pStyle w:val="libNormal"/>
        <w:rPr>
          <w:lang w:bidi="fa-IR"/>
        </w:rPr>
      </w:pPr>
      <w:r w:rsidRPr="003E3506">
        <w:rPr>
          <w:rtl/>
          <w:lang w:bidi="fa-IR"/>
        </w:rPr>
        <w:t>٢٥٩١ - اگر مالى كه در دست انسان است مجهول المالك صاحب آن نامعلوم باشد و گمشده بر آن مال صدق نكند</w:t>
      </w:r>
      <w:r w:rsidR="000C4B14">
        <w:rPr>
          <w:rtl/>
          <w:lang w:bidi="fa-IR"/>
        </w:rPr>
        <w:t>،</w:t>
      </w:r>
      <w:r w:rsidRPr="003E3506">
        <w:rPr>
          <w:rtl/>
          <w:lang w:bidi="fa-IR"/>
        </w:rPr>
        <w:t xml:space="preserve"> در صورتى كه اطمينان داشته باشد كه مالك آن راضى به تصرف او در آن مى باشد جايز است به هر طورى كه مى داند او راضى است در آن تصرف كند و گرنه لازم است صاحب آن را جستجو كند</w:t>
      </w:r>
      <w:r w:rsidR="000C4B14">
        <w:rPr>
          <w:rtl/>
          <w:lang w:bidi="fa-IR"/>
        </w:rPr>
        <w:t>،</w:t>
      </w:r>
      <w:r w:rsidRPr="003E3506">
        <w:rPr>
          <w:rtl/>
          <w:lang w:bidi="fa-IR"/>
        </w:rPr>
        <w:t xml:space="preserve"> و تا زمانى كه احتمال مى دهد جستجو فايده داشته باشد جستجو را ادامه دهد</w:t>
      </w:r>
      <w:r w:rsidR="000C4B14">
        <w:rPr>
          <w:rtl/>
          <w:lang w:bidi="fa-IR"/>
        </w:rPr>
        <w:t>،</w:t>
      </w:r>
      <w:r w:rsidRPr="003E3506">
        <w:rPr>
          <w:rtl/>
          <w:lang w:bidi="fa-IR"/>
        </w:rPr>
        <w:t xml:space="preserve"> و پس از ياس از پيدا شدن صاحبش بايد آن مال را به فقير صدقه بدهد</w:t>
      </w:r>
      <w:r w:rsidR="000C4B14">
        <w:rPr>
          <w:rtl/>
          <w:lang w:bidi="fa-IR"/>
        </w:rPr>
        <w:t>،</w:t>
      </w:r>
      <w:r w:rsidRPr="003E3506">
        <w:rPr>
          <w:rtl/>
          <w:lang w:bidi="fa-IR"/>
        </w:rPr>
        <w:t xml:space="preserve"> و احتياط </w:t>
      </w:r>
      <w:r w:rsidRPr="003E3506">
        <w:rPr>
          <w:rtl/>
          <w:lang w:bidi="fa-IR"/>
        </w:rPr>
        <w:lastRenderedPageBreak/>
        <w:t>لازم اين است كه با اجازه حاكم شرع تصدق كند</w:t>
      </w:r>
      <w:r w:rsidR="000C4B14">
        <w:rPr>
          <w:rtl/>
          <w:lang w:bidi="fa-IR"/>
        </w:rPr>
        <w:t>،</w:t>
      </w:r>
      <w:r w:rsidRPr="003E3506">
        <w:rPr>
          <w:rtl/>
          <w:lang w:bidi="fa-IR"/>
        </w:rPr>
        <w:t xml:space="preserve"> و اگر بعدا صاحبش پيدا شود</w:t>
      </w:r>
      <w:r w:rsidR="000C4B14">
        <w:rPr>
          <w:rtl/>
          <w:lang w:bidi="fa-IR"/>
        </w:rPr>
        <w:t>،</w:t>
      </w:r>
      <w:r w:rsidRPr="003E3506">
        <w:rPr>
          <w:rtl/>
          <w:lang w:bidi="fa-IR"/>
        </w:rPr>
        <w:t xml:space="preserve"> چنانچه راضى به صدقه دادن نشود</w:t>
      </w:r>
      <w:r w:rsidR="000C4B14">
        <w:rPr>
          <w:rtl/>
          <w:lang w:bidi="fa-IR"/>
        </w:rPr>
        <w:t>،</w:t>
      </w:r>
      <w:r w:rsidRPr="003E3506">
        <w:rPr>
          <w:rtl/>
          <w:lang w:bidi="fa-IR"/>
        </w:rPr>
        <w:t xml:space="preserve"> بنابر احتياط بايد عوض آن را به او بدهد.</w:t>
      </w:r>
    </w:p>
    <w:p w:rsidR="003E3506" w:rsidRDefault="00605FAB" w:rsidP="000957EF">
      <w:pPr>
        <w:pStyle w:val="Heading3"/>
        <w:rPr>
          <w:rtl/>
          <w:lang w:bidi="fa-IR"/>
        </w:rPr>
      </w:pPr>
      <w:bookmarkStart w:id="277" w:name="_Toc24454700"/>
      <w:r>
        <w:rPr>
          <w:rtl/>
          <w:lang w:bidi="fa-IR"/>
        </w:rPr>
        <w:t>(</w:t>
      </w:r>
      <w:r w:rsidR="003E3506" w:rsidRPr="003E3506">
        <w:rPr>
          <w:rtl/>
          <w:lang w:bidi="fa-IR"/>
        </w:rPr>
        <w:t>احكام سر بريدن و شكار كردن حيوانات</w:t>
      </w:r>
      <w:r>
        <w:rPr>
          <w:rtl/>
          <w:lang w:bidi="fa-IR"/>
        </w:rPr>
        <w:t>)</w:t>
      </w:r>
      <w:bookmarkEnd w:id="277"/>
    </w:p>
    <w:p w:rsidR="003E3506" w:rsidRPr="003E3506" w:rsidRDefault="003E3506" w:rsidP="003E3506">
      <w:pPr>
        <w:pStyle w:val="libNormal"/>
        <w:rPr>
          <w:lang w:bidi="fa-IR"/>
        </w:rPr>
      </w:pPr>
      <w:r w:rsidRPr="003E3506">
        <w:rPr>
          <w:rtl/>
          <w:lang w:bidi="fa-IR"/>
        </w:rPr>
        <w:t>٢٥٩٢ - حيوان وحشى باشد يا اهلى - غير از حيوانهاى حرام گوشت كه بيان آنها در احكام خوردنيها و آشاميدنيها مى آيد - اگر آن را به دستورى كه بعدا گفته مى شود سر ببرند پس از جان دادن گوشت آن حلال و بدن آن پاك است ولى شتر و ماهى و ملخ به غير از سر بريدن خوردن آنها حلال مى شود به طورى كه در مسائل آينده خواهد آمد.</w:t>
      </w:r>
    </w:p>
    <w:p w:rsidR="003E3506" w:rsidRPr="003E3506" w:rsidRDefault="003E3506" w:rsidP="003E3506">
      <w:pPr>
        <w:pStyle w:val="libNormal"/>
        <w:rPr>
          <w:lang w:bidi="fa-IR"/>
        </w:rPr>
      </w:pPr>
      <w:r w:rsidRPr="003E3506">
        <w:rPr>
          <w:rtl/>
          <w:lang w:bidi="fa-IR"/>
        </w:rPr>
        <w:t>٢٥٩٣ - حيوان حلال گوشت وحشى مانند آهو و كبك و بز كوهى و حيوان حلال گوشتى كه اهلى بوده و بعدا وحشى شده مثل گاو و شتر اهلى كه فرار كرده و وحشى شده است</w:t>
      </w:r>
      <w:r w:rsidR="000C4B14">
        <w:rPr>
          <w:rtl/>
          <w:lang w:bidi="fa-IR"/>
        </w:rPr>
        <w:t>،</w:t>
      </w:r>
      <w:r w:rsidRPr="003E3506">
        <w:rPr>
          <w:rtl/>
          <w:lang w:bidi="fa-IR"/>
        </w:rPr>
        <w:t xml:space="preserve"> اگر به دستورى كه بعدا گفته مى شود آنها را شكار كنند</w:t>
      </w:r>
      <w:r w:rsidR="000C4B14">
        <w:rPr>
          <w:rtl/>
          <w:lang w:bidi="fa-IR"/>
        </w:rPr>
        <w:t>،</w:t>
      </w:r>
      <w:r w:rsidRPr="003E3506">
        <w:rPr>
          <w:rtl/>
          <w:lang w:bidi="fa-IR"/>
        </w:rPr>
        <w:t xml:space="preserve"> پاك و حلال است</w:t>
      </w:r>
      <w:r w:rsidR="000C4B14">
        <w:rPr>
          <w:rtl/>
          <w:lang w:bidi="fa-IR"/>
        </w:rPr>
        <w:t>،</w:t>
      </w:r>
      <w:r w:rsidRPr="003E3506">
        <w:rPr>
          <w:rtl/>
          <w:lang w:bidi="fa-IR"/>
        </w:rPr>
        <w:t xml:space="preserve"> ولى حيوان حلال گوشت اهلى مانند گوسفند و مرغ خانگى و حيوان حلال گوشت وحشى كه به واسطه تربيت كردن اهلى شده است</w:t>
      </w:r>
      <w:r w:rsidR="000C4B14">
        <w:rPr>
          <w:rtl/>
          <w:lang w:bidi="fa-IR"/>
        </w:rPr>
        <w:t>،</w:t>
      </w:r>
      <w:r w:rsidRPr="003E3506">
        <w:rPr>
          <w:rtl/>
          <w:lang w:bidi="fa-IR"/>
        </w:rPr>
        <w:t xml:space="preserve"> با شكار كردن پاك و حلال نمى شود.</w:t>
      </w:r>
    </w:p>
    <w:p w:rsidR="003E3506" w:rsidRPr="003E3506" w:rsidRDefault="003E3506" w:rsidP="003E3506">
      <w:pPr>
        <w:pStyle w:val="libNormal"/>
        <w:rPr>
          <w:lang w:bidi="fa-IR"/>
        </w:rPr>
      </w:pPr>
      <w:r w:rsidRPr="003E3506">
        <w:rPr>
          <w:rtl/>
          <w:lang w:bidi="fa-IR"/>
        </w:rPr>
        <w:t>٢٥٩٤ - حيوان حلال گوشت وحشى در صورتى با شكار كردن پاك و حلال مى شود كه بتواند فرار كند يا پرواز نمايد</w:t>
      </w:r>
      <w:r w:rsidR="000C4B14">
        <w:rPr>
          <w:rtl/>
          <w:lang w:bidi="fa-IR"/>
        </w:rPr>
        <w:t>،</w:t>
      </w:r>
      <w:r w:rsidRPr="003E3506">
        <w:rPr>
          <w:rtl/>
          <w:lang w:bidi="fa-IR"/>
        </w:rPr>
        <w:t xml:space="preserve"> بنابر اين بچه آهو كه نمى تواند فرار كند و بچه كبك كه نمى تواند پرواز نمايد</w:t>
      </w:r>
      <w:r w:rsidR="000C4B14">
        <w:rPr>
          <w:rtl/>
          <w:lang w:bidi="fa-IR"/>
        </w:rPr>
        <w:t>،</w:t>
      </w:r>
      <w:r w:rsidRPr="003E3506">
        <w:rPr>
          <w:rtl/>
          <w:lang w:bidi="fa-IR"/>
        </w:rPr>
        <w:t xml:space="preserve"> با شكار كردن پاك و حلال نمى شود</w:t>
      </w:r>
      <w:r w:rsidR="000C4B14">
        <w:rPr>
          <w:rtl/>
          <w:lang w:bidi="fa-IR"/>
        </w:rPr>
        <w:t>،</w:t>
      </w:r>
      <w:r w:rsidRPr="003E3506">
        <w:rPr>
          <w:rtl/>
          <w:lang w:bidi="fa-IR"/>
        </w:rPr>
        <w:t xml:space="preserve"> و اگر آهو و بچه اش را كه نمى تواند فرار كند</w:t>
      </w:r>
      <w:r w:rsidR="000C4B14">
        <w:rPr>
          <w:rtl/>
          <w:lang w:bidi="fa-IR"/>
        </w:rPr>
        <w:t>،</w:t>
      </w:r>
      <w:r w:rsidRPr="003E3506">
        <w:rPr>
          <w:rtl/>
          <w:lang w:bidi="fa-IR"/>
        </w:rPr>
        <w:t xml:space="preserve"> با يك تير شكار نمايد آهو حلال و بچه اش حرام است</w:t>
      </w:r>
      <w:r w:rsidR="000C4B14">
        <w:rPr>
          <w:rtl/>
          <w:lang w:bidi="fa-IR"/>
        </w:rPr>
        <w:t>.</w:t>
      </w:r>
    </w:p>
    <w:p w:rsidR="003E3506" w:rsidRPr="003E3506" w:rsidRDefault="003E3506" w:rsidP="003E3506">
      <w:pPr>
        <w:pStyle w:val="libNormal"/>
        <w:rPr>
          <w:lang w:bidi="fa-IR"/>
        </w:rPr>
      </w:pPr>
      <w:r w:rsidRPr="003E3506">
        <w:rPr>
          <w:rtl/>
          <w:lang w:bidi="fa-IR"/>
        </w:rPr>
        <w:t>٢٥٩٥ - حيوان حلال گوشتى كه مانند ماهى خون جهنده ندارد</w:t>
      </w:r>
      <w:r w:rsidR="000C4B14">
        <w:rPr>
          <w:rtl/>
          <w:lang w:bidi="fa-IR"/>
        </w:rPr>
        <w:t>،</w:t>
      </w:r>
      <w:r w:rsidRPr="003E3506">
        <w:rPr>
          <w:rtl/>
          <w:lang w:bidi="fa-IR"/>
        </w:rPr>
        <w:t xml:space="preserve"> اگر به خودى خود بميرد پاك است ولى گوشت آن را نمى شود خورد.</w:t>
      </w:r>
    </w:p>
    <w:p w:rsidR="003E3506" w:rsidRPr="003E3506" w:rsidRDefault="003E3506" w:rsidP="003E3506">
      <w:pPr>
        <w:pStyle w:val="libNormal"/>
        <w:rPr>
          <w:lang w:bidi="fa-IR"/>
        </w:rPr>
      </w:pPr>
      <w:r w:rsidRPr="003E3506">
        <w:rPr>
          <w:rtl/>
          <w:lang w:bidi="fa-IR"/>
        </w:rPr>
        <w:t>٢٥٩٦ - حيوان حرام گوشتى كه خون جهنده ندارد</w:t>
      </w:r>
      <w:r w:rsidR="000C4B14">
        <w:rPr>
          <w:rtl/>
          <w:lang w:bidi="fa-IR"/>
        </w:rPr>
        <w:t>،</w:t>
      </w:r>
      <w:r w:rsidRPr="003E3506">
        <w:rPr>
          <w:rtl/>
          <w:lang w:bidi="fa-IR"/>
        </w:rPr>
        <w:t xml:space="preserve"> مانند مار</w:t>
      </w:r>
      <w:r w:rsidR="000C4B14">
        <w:rPr>
          <w:rtl/>
          <w:lang w:bidi="fa-IR"/>
        </w:rPr>
        <w:t>،</w:t>
      </w:r>
      <w:r w:rsidRPr="003E3506">
        <w:rPr>
          <w:rtl/>
          <w:lang w:bidi="fa-IR"/>
        </w:rPr>
        <w:t xml:space="preserve"> مرده آن پاك است ولى با سر بريدن حلال نمى شود.</w:t>
      </w:r>
    </w:p>
    <w:p w:rsidR="003E3506" w:rsidRPr="003E3506" w:rsidRDefault="003E3506" w:rsidP="003E3506">
      <w:pPr>
        <w:pStyle w:val="libNormal"/>
        <w:rPr>
          <w:lang w:bidi="fa-IR"/>
        </w:rPr>
      </w:pPr>
      <w:r w:rsidRPr="003E3506">
        <w:rPr>
          <w:rtl/>
          <w:lang w:bidi="fa-IR"/>
        </w:rPr>
        <w:t>٢٥٩٧ - سگ و خوك به واسطه سر بريدن و شكار كردن پاك نمى شوند</w:t>
      </w:r>
      <w:r w:rsidR="000C4B14">
        <w:rPr>
          <w:rtl/>
          <w:lang w:bidi="fa-IR"/>
        </w:rPr>
        <w:t>،</w:t>
      </w:r>
      <w:r w:rsidRPr="003E3506">
        <w:rPr>
          <w:rtl/>
          <w:lang w:bidi="fa-IR"/>
        </w:rPr>
        <w:t xml:space="preserve"> و خوردن گوشت آنها هم حرام است و حيوان حرام گوشتى را كه مانند گرگ و پلنگ درنده و گوشتخوار است اگر </w:t>
      </w:r>
      <w:r w:rsidRPr="003E3506">
        <w:rPr>
          <w:rtl/>
          <w:lang w:bidi="fa-IR"/>
        </w:rPr>
        <w:lastRenderedPageBreak/>
        <w:t>به دستورى كه گفته مى شود سر ببرند يا با تير و مانند آن شكار كنند پاك است ولى گوشت آن حلال نمى شود</w:t>
      </w:r>
      <w:r w:rsidR="000C4B14">
        <w:rPr>
          <w:rtl/>
          <w:lang w:bidi="fa-IR"/>
        </w:rPr>
        <w:t>،</w:t>
      </w:r>
      <w:r w:rsidRPr="003E3506">
        <w:rPr>
          <w:rtl/>
          <w:lang w:bidi="fa-IR"/>
        </w:rPr>
        <w:t xml:space="preserve"> و اگر با سگ شكارى آن را شكار كنند</w:t>
      </w:r>
      <w:r w:rsidR="000C4B14">
        <w:rPr>
          <w:rtl/>
          <w:lang w:bidi="fa-IR"/>
        </w:rPr>
        <w:t>،</w:t>
      </w:r>
      <w:r w:rsidRPr="003E3506">
        <w:rPr>
          <w:rtl/>
          <w:lang w:bidi="fa-IR"/>
        </w:rPr>
        <w:t xml:space="preserve"> پاك شدن بدنش هم اشكال دارد.</w:t>
      </w:r>
    </w:p>
    <w:p w:rsidR="003E3506" w:rsidRPr="003E3506" w:rsidRDefault="003E3506" w:rsidP="003E3506">
      <w:pPr>
        <w:pStyle w:val="libNormal"/>
        <w:rPr>
          <w:lang w:bidi="fa-IR"/>
        </w:rPr>
      </w:pPr>
      <w:r w:rsidRPr="003E3506">
        <w:rPr>
          <w:rtl/>
          <w:lang w:bidi="fa-IR"/>
        </w:rPr>
        <w:t>٢٥٩٨ - فيل و خرس و بوزينه</w:t>
      </w:r>
      <w:r w:rsidR="000C4B14">
        <w:rPr>
          <w:rtl/>
          <w:lang w:bidi="fa-IR"/>
        </w:rPr>
        <w:t>،</w:t>
      </w:r>
      <w:r w:rsidRPr="003E3506">
        <w:rPr>
          <w:rtl/>
          <w:lang w:bidi="fa-IR"/>
        </w:rPr>
        <w:t xml:space="preserve"> در آنچه ذكر شد حكم حيوانهاى درنده را دارند</w:t>
      </w:r>
      <w:r w:rsidR="000C4B14">
        <w:rPr>
          <w:rtl/>
          <w:lang w:bidi="fa-IR"/>
        </w:rPr>
        <w:t>،</w:t>
      </w:r>
      <w:r w:rsidRPr="003E3506">
        <w:rPr>
          <w:rtl/>
          <w:lang w:bidi="fa-IR"/>
        </w:rPr>
        <w:t xml:space="preserve"> ولى حشرات و آنها كه حيوانات كوچكى هستند كه در داخل زمين زندگى مى كنند مانند موش و سوسمار اگر خون جهنده داشته باشند</w:t>
      </w:r>
      <w:r w:rsidR="000C4B14">
        <w:rPr>
          <w:rtl/>
          <w:lang w:bidi="fa-IR"/>
        </w:rPr>
        <w:t>،</w:t>
      </w:r>
      <w:r w:rsidRPr="003E3506">
        <w:rPr>
          <w:rtl/>
          <w:lang w:bidi="fa-IR"/>
        </w:rPr>
        <w:t xml:space="preserve"> و سر آنها را ببرند يا آنها را شكار نمايند گوشت و پوست آنها پاك نمى شود.</w:t>
      </w:r>
    </w:p>
    <w:p w:rsidR="003E3506" w:rsidRPr="003E3506" w:rsidRDefault="003E3506" w:rsidP="003E3506">
      <w:pPr>
        <w:pStyle w:val="libNormal"/>
        <w:rPr>
          <w:lang w:bidi="fa-IR"/>
        </w:rPr>
      </w:pPr>
      <w:r w:rsidRPr="003E3506">
        <w:rPr>
          <w:rtl/>
          <w:lang w:bidi="fa-IR"/>
        </w:rPr>
        <w:t>٢٥٩٩ - اگر از شكم حيوان زنده</w:t>
      </w:r>
      <w:r w:rsidR="000C4B14">
        <w:rPr>
          <w:rtl/>
          <w:lang w:bidi="fa-IR"/>
        </w:rPr>
        <w:t>،</w:t>
      </w:r>
      <w:r w:rsidRPr="003E3506">
        <w:rPr>
          <w:rtl/>
          <w:lang w:bidi="fa-IR"/>
        </w:rPr>
        <w:t xml:space="preserve"> بچه مرده اى بيرون آيد يا آن را بيرون آورند</w:t>
      </w:r>
      <w:r w:rsidR="000C4B14">
        <w:rPr>
          <w:rtl/>
          <w:lang w:bidi="fa-IR"/>
        </w:rPr>
        <w:t>،</w:t>
      </w:r>
      <w:r w:rsidRPr="003E3506">
        <w:rPr>
          <w:rtl/>
          <w:lang w:bidi="fa-IR"/>
        </w:rPr>
        <w:t xml:space="preserve"> خوردن گوشت آن حرام است</w:t>
      </w:r>
      <w:r w:rsidR="000C4B14">
        <w:rPr>
          <w:rtl/>
          <w:lang w:bidi="fa-IR"/>
        </w:rPr>
        <w:t>.</w:t>
      </w:r>
    </w:p>
    <w:p w:rsidR="003E3506" w:rsidRDefault="00605FAB" w:rsidP="000957EF">
      <w:pPr>
        <w:pStyle w:val="Heading3"/>
        <w:rPr>
          <w:rtl/>
          <w:lang w:bidi="fa-IR"/>
        </w:rPr>
      </w:pPr>
      <w:bookmarkStart w:id="278" w:name="_Toc24454701"/>
      <w:r>
        <w:rPr>
          <w:rtl/>
          <w:lang w:bidi="fa-IR"/>
        </w:rPr>
        <w:t>(</w:t>
      </w:r>
      <w:r w:rsidR="003E3506" w:rsidRPr="003E3506">
        <w:rPr>
          <w:rtl/>
          <w:lang w:bidi="fa-IR"/>
        </w:rPr>
        <w:t>دستور سر بريدن حيوانات</w:t>
      </w:r>
      <w:r>
        <w:rPr>
          <w:rtl/>
          <w:lang w:bidi="fa-IR"/>
        </w:rPr>
        <w:t>)</w:t>
      </w:r>
      <w:bookmarkEnd w:id="278"/>
    </w:p>
    <w:p w:rsidR="003E3506" w:rsidRPr="003E3506" w:rsidRDefault="003E3506" w:rsidP="003E3506">
      <w:pPr>
        <w:pStyle w:val="libNormal"/>
        <w:rPr>
          <w:lang w:bidi="fa-IR"/>
        </w:rPr>
      </w:pPr>
      <w:r w:rsidRPr="003E3506">
        <w:rPr>
          <w:rtl/>
          <w:lang w:bidi="fa-IR"/>
        </w:rPr>
        <w:t>٢٦٠٠ - دستور سر بريدن حيوان آن است كه چهار رگ بزرگ گردن آن را به طور كامل ببرند</w:t>
      </w:r>
      <w:r w:rsidR="000C4B14">
        <w:rPr>
          <w:rtl/>
          <w:lang w:bidi="fa-IR"/>
        </w:rPr>
        <w:t>،</w:t>
      </w:r>
      <w:r w:rsidRPr="003E3506">
        <w:rPr>
          <w:rtl/>
          <w:lang w:bidi="fa-IR"/>
        </w:rPr>
        <w:t xml:space="preserve"> و اگر آنها را بشكافند</w:t>
      </w:r>
      <w:r w:rsidR="000C4B14">
        <w:rPr>
          <w:rtl/>
          <w:lang w:bidi="fa-IR"/>
        </w:rPr>
        <w:t>،</w:t>
      </w:r>
      <w:r w:rsidRPr="003E3506">
        <w:rPr>
          <w:rtl/>
          <w:lang w:bidi="fa-IR"/>
        </w:rPr>
        <w:t xml:space="preserve"> و يا مثلا حلقوم را قطع كنند بنابر احتياط كافى نيست</w:t>
      </w:r>
      <w:r w:rsidR="000C4B14">
        <w:rPr>
          <w:rtl/>
          <w:lang w:bidi="fa-IR"/>
        </w:rPr>
        <w:t>.</w:t>
      </w:r>
    </w:p>
    <w:p w:rsidR="003E3506" w:rsidRPr="003E3506" w:rsidRDefault="003E3506" w:rsidP="003E3506">
      <w:pPr>
        <w:pStyle w:val="libNormal"/>
        <w:rPr>
          <w:lang w:bidi="fa-IR"/>
        </w:rPr>
      </w:pPr>
      <w:r w:rsidRPr="003E3506">
        <w:rPr>
          <w:rtl/>
          <w:lang w:bidi="fa-IR"/>
        </w:rPr>
        <w:t xml:space="preserve">و بريدن اين چهار رگ عبارت است از مجراى نفس </w:t>
      </w:r>
      <w:r w:rsidR="00605FAB">
        <w:rPr>
          <w:rtl/>
          <w:lang w:bidi="fa-IR"/>
        </w:rPr>
        <w:t>(</w:t>
      </w:r>
      <w:r w:rsidRPr="003E3506">
        <w:rPr>
          <w:rtl/>
          <w:lang w:bidi="fa-IR"/>
        </w:rPr>
        <w:t>حلقوم</w:t>
      </w:r>
      <w:r w:rsidR="00605FAB">
        <w:rPr>
          <w:rtl/>
          <w:lang w:bidi="fa-IR"/>
        </w:rPr>
        <w:t>)</w:t>
      </w:r>
      <w:r w:rsidRPr="003E3506">
        <w:rPr>
          <w:rtl/>
          <w:lang w:bidi="fa-IR"/>
        </w:rPr>
        <w:t xml:space="preserve"> و مجراى خوردن </w:t>
      </w:r>
      <w:r w:rsidR="00605FAB">
        <w:rPr>
          <w:rtl/>
          <w:lang w:bidi="fa-IR"/>
        </w:rPr>
        <w:t>(</w:t>
      </w:r>
      <w:r w:rsidRPr="003E3506">
        <w:rPr>
          <w:rtl/>
          <w:lang w:bidi="fa-IR"/>
        </w:rPr>
        <w:t>مرى</w:t>
      </w:r>
      <w:r w:rsidR="00605FAB">
        <w:rPr>
          <w:rtl/>
          <w:lang w:bidi="fa-IR"/>
        </w:rPr>
        <w:t>)</w:t>
      </w:r>
      <w:r w:rsidRPr="003E3506">
        <w:rPr>
          <w:rtl/>
          <w:lang w:bidi="fa-IR"/>
        </w:rPr>
        <w:t xml:space="preserve"> و دو رگ كلفتى كه در دو طرف مجراى نفس مى باشد.</w:t>
      </w:r>
    </w:p>
    <w:p w:rsidR="003E3506" w:rsidRPr="003E3506" w:rsidRDefault="003E3506" w:rsidP="003E3506">
      <w:pPr>
        <w:pStyle w:val="libNormal"/>
        <w:rPr>
          <w:lang w:bidi="fa-IR"/>
        </w:rPr>
      </w:pPr>
      <w:r w:rsidRPr="003E3506">
        <w:rPr>
          <w:rtl/>
          <w:lang w:bidi="fa-IR"/>
        </w:rPr>
        <w:t>٢٦٠١ - اگر بعضى از چهار رگ را ببرند و صبر كنند تا حيوان بميرد بعد بقيه را ببرند فايده ندارد</w:t>
      </w:r>
      <w:r w:rsidR="000C4B14">
        <w:rPr>
          <w:rtl/>
          <w:lang w:bidi="fa-IR"/>
        </w:rPr>
        <w:t>،</w:t>
      </w:r>
      <w:r w:rsidRPr="003E3506">
        <w:rPr>
          <w:rtl/>
          <w:lang w:bidi="fa-IR"/>
        </w:rPr>
        <w:t xml:space="preserve"> اما در صورتى كه چهار رگ را پيش از جان دادن حيوان ببرند ولى به طور معمول پشت سر هم نباشد</w:t>
      </w:r>
      <w:r w:rsidR="000C4B14">
        <w:rPr>
          <w:rtl/>
          <w:lang w:bidi="fa-IR"/>
        </w:rPr>
        <w:t>،</w:t>
      </w:r>
      <w:r w:rsidRPr="003E3506">
        <w:rPr>
          <w:rtl/>
          <w:lang w:bidi="fa-IR"/>
        </w:rPr>
        <w:t xml:space="preserve"> آن حيوان پاك و حلال است اگر چه احتياط مستحب آن است كه پشت سر هم ببرند.</w:t>
      </w:r>
    </w:p>
    <w:p w:rsidR="003E3506" w:rsidRPr="003E3506" w:rsidRDefault="003E3506" w:rsidP="003E3506">
      <w:pPr>
        <w:pStyle w:val="libNormal"/>
        <w:rPr>
          <w:lang w:bidi="fa-IR"/>
        </w:rPr>
      </w:pPr>
      <w:r w:rsidRPr="003E3506">
        <w:rPr>
          <w:rtl/>
          <w:lang w:bidi="fa-IR"/>
        </w:rPr>
        <w:t>٢٦٠٢ - اگر گرگ گلوى گوسفند را به طورى بكند كه از چهار رگى كه در گردن است و بايد بريده شود</w:t>
      </w:r>
      <w:r w:rsidR="000C4B14">
        <w:rPr>
          <w:rtl/>
          <w:lang w:bidi="fa-IR"/>
        </w:rPr>
        <w:t>،</w:t>
      </w:r>
      <w:r w:rsidRPr="003E3506">
        <w:rPr>
          <w:rtl/>
          <w:lang w:bidi="fa-IR"/>
        </w:rPr>
        <w:t xml:space="preserve"> چيزى نماند</w:t>
      </w:r>
      <w:r w:rsidR="000C4B14">
        <w:rPr>
          <w:rtl/>
          <w:lang w:bidi="fa-IR"/>
        </w:rPr>
        <w:t>،</w:t>
      </w:r>
      <w:r w:rsidRPr="003E3506">
        <w:rPr>
          <w:rtl/>
          <w:lang w:bidi="fa-IR"/>
        </w:rPr>
        <w:t xml:space="preserve"> آن گوسفند حرام مى شود</w:t>
      </w:r>
      <w:r w:rsidR="000C4B14">
        <w:rPr>
          <w:rtl/>
          <w:lang w:bidi="fa-IR"/>
        </w:rPr>
        <w:t>،</w:t>
      </w:r>
      <w:r w:rsidRPr="003E3506">
        <w:rPr>
          <w:rtl/>
          <w:lang w:bidi="fa-IR"/>
        </w:rPr>
        <w:t xml:space="preserve"> و هم چنين است اگر از حلقوم چيزى نماند</w:t>
      </w:r>
      <w:r w:rsidR="000C4B14">
        <w:rPr>
          <w:rtl/>
          <w:lang w:bidi="fa-IR"/>
        </w:rPr>
        <w:t>،</w:t>
      </w:r>
      <w:r w:rsidRPr="003E3506">
        <w:rPr>
          <w:rtl/>
          <w:lang w:bidi="fa-IR"/>
        </w:rPr>
        <w:t xml:space="preserve"> بلكه اگر مقدارى از گردن را بكند و چهار رگ آويزان بسر يا متصل به بدن باقى بماند</w:t>
      </w:r>
      <w:r w:rsidR="000C4B14">
        <w:rPr>
          <w:rtl/>
          <w:lang w:bidi="fa-IR"/>
        </w:rPr>
        <w:t>،</w:t>
      </w:r>
      <w:r w:rsidRPr="003E3506">
        <w:rPr>
          <w:rtl/>
          <w:lang w:bidi="fa-IR"/>
        </w:rPr>
        <w:t xml:space="preserve"> آن گوسفند بنابر احتياط حرام مى شود ولى اگر جاى ديگر بدن را بكند</w:t>
      </w:r>
      <w:r w:rsidR="000C4B14">
        <w:rPr>
          <w:rtl/>
          <w:lang w:bidi="fa-IR"/>
        </w:rPr>
        <w:t>،</w:t>
      </w:r>
      <w:r w:rsidRPr="003E3506">
        <w:rPr>
          <w:rtl/>
          <w:lang w:bidi="fa-IR"/>
        </w:rPr>
        <w:t xml:space="preserve"> در صورتى كه گوسفند زنده باشد</w:t>
      </w:r>
      <w:r w:rsidR="000C4B14">
        <w:rPr>
          <w:rtl/>
          <w:lang w:bidi="fa-IR"/>
        </w:rPr>
        <w:t>،</w:t>
      </w:r>
      <w:r w:rsidRPr="003E3506">
        <w:rPr>
          <w:rtl/>
          <w:lang w:bidi="fa-IR"/>
        </w:rPr>
        <w:t xml:space="preserve"> و به دستورى كه گفته مى شود سر آن را ببرند حلال و پاك مى باشد.</w:t>
      </w:r>
    </w:p>
    <w:p w:rsidR="003E3506" w:rsidRPr="003E3506" w:rsidRDefault="003E3506" w:rsidP="003E3506">
      <w:pPr>
        <w:pStyle w:val="libNormal"/>
        <w:rPr>
          <w:lang w:bidi="fa-IR"/>
        </w:rPr>
      </w:pPr>
      <w:r w:rsidRPr="003E3506">
        <w:rPr>
          <w:rtl/>
          <w:lang w:bidi="fa-IR"/>
        </w:rPr>
        <w:lastRenderedPageBreak/>
        <w:t>۳۰</w:t>
      </w:r>
    </w:p>
    <w:p w:rsidR="003E3506" w:rsidRDefault="000957EF" w:rsidP="000957EF">
      <w:pPr>
        <w:pStyle w:val="Heading3"/>
        <w:rPr>
          <w:rtl/>
          <w:lang w:bidi="fa-IR"/>
        </w:rPr>
      </w:pPr>
      <w:r>
        <w:rPr>
          <w:rtl/>
          <w:lang w:bidi="fa-IR"/>
        </w:rPr>
        <w:t xml:space="preserve"> </w:t>
      </w:r>
      <w:bookmarkStart w:id="279" w:name="_Toc24454702"/>
      <w:r w:rsidR="00605FAB">
        <w:rPr>
          <w:rtl/>
          <w:lang w:bidi="fa-IR"/>
        </w:rPr>
        <w:t>(</w:t>
      </w:r>
      <w:r w:rsidR="003E3506" w:rsidRPr="003E3506">
        <w:rPr>
          <w:rtl/>
          <w:lang w:bidi="fa-IR"/>
        </w:rPr>
        <w:t>شرايط سر بريدن</w:t>
      </w:r>
      <w:r w:rsidR="00605FAB">
        <w:rPr>
          <w:rtl/>
          <w:lang w:bidi="fa-IR"/>
        </w:rPr>
        <w:t>)</w:t>
      </w:r>
      <w:bookmarkEnd w:id="279"/>
    </w:p>
    <w:p w:rsidR="003E3506" w:rsidRPr="003E3506" w:rsidRDefault="003E3506" w:rsidP="003E3506">
      <w:pPr>
        <w:pStyle w:val="libNormal"/>
        <w:rPr>
          <w:lang w:bidi="fa-IR"/>
        </w:rPr>
      </w:pPr>
      <w:r w:rsidRPr="003E3506">
        <w:rPr>
          <w:rtl/>
          <w:lang w:bidi="fa-IR"/>
        </w:rPr>
        <w:t>٢٦٠٣ - سر بريدن حيوان چند شرط دارد</w:t>
      </w:r>
      <w:r w:rsidR="00553569">
        <w:rPr>
          <w:rtl/>
          <w:lang w:bidi="fa-IR"/>
        </w:rPr>
        <w:t>:</w:t>
      </w:r>
      <w:r w:rsidRPr="003E3506">
        <w:rPr>
          <w:rtl/>
          <w:lang w:bidi="fa-IR"/>
        </w:rPr>
        <w:t xml:space="preserve"> اول كسى كه سر حيوان را مى برد چه مرد باشد</w:t>
      </w:r>
      <w:r w:rsidR="000C4B14">
        <w:rPr>
          <w:rtl/>
          <w:lang w:bidi="fa-IR"/>
        </w:rPr>
        <w:t>،</w:t>
      </w:r>
      <w:r w:rsidRPr="003E3506">
        <w:rPr>
          <w:rtl/>
          <w:lang w:bidi="fa-IR"/>
        </w:rPr>
        <w:t xml:space="preserve"> چه زن</w:t>
      </w:r>
      <w:r w:rsidR="000C4B14">
        <w:rPr>
          <w:rtl/>
          <w:lang w:bidi="fa-IR"/>
        </w:rPr>
        <w:t>،</w:t>
      </w:r>
      <w:r w:rsidRPr="003E3506">
        <w:rPr>
          <w:rtl/>
          <w:lang w:bidi="fa-IR"/>
        </w:rPr>
        <w:t xml:space="preserve"> بايد مسلمان باشد</w:t>
      </w:r>
      <w:r w:rsidR="000C4B14">
        <w:rPr>
          <w:rtl/>
          <w:lang w:bidi="fa-IR"/>
        </w:rPr>
        <w:t>،</w:t>
      </w:r>
      <w:r w:rsidRPr="003E3506">
        <w:rPr>
          <w:rtl/>
          <w:lang w:bidi="fa-IR"/>
        </w:rPr>
        <w:t xml:space="preserve"> و بچه مسلمان هم اگر مميز باشد يعنى خوب و بد را بفهمد مى تواند سر حيوان را ببرد و اما كسى كه از كفار غير كتابى يا از فرقه هاى است كه در حكم كفارند مانند نواصب</w:t>
      </w:r>
      <w:r w:rsidR="000C4B14">
        <w:rPr>
          <w:rtl/>
          <w:lang w:bidi="fa-IR"/>
        </w:rPr>
        <w:t>،</w:t>
      </w:r>
      <w:r w:rsidRPr="003E3506">
        <w:rPr>
          <w:rtl/>
          <w:lang w:bidi="fa-IR"/>
        </w:rPr>
        <w:t xml:space="preserve"> اگر سر حيوان را ببرد</w:t>
      </w:r>
      <w:r w:rsidR="000C4B14">
        <w:rPr>
          <w:rtl/>
          <w:lang w:bidi="fa-IR"/>
        </w:rPr>
        <w:t>،</w:t>
      </w:r>
      <w:r w:rsidRPr="003E3506">
        <w:rPr>
          <w:rtl/>
          <w:lang w:bidi="fa-IR"/>
        </w:rPr>
        <w:t xml:space="preserve"> آن حيوان حلال نمى شود</w:t>
      </w:r>
      <w:r w:rsidR="000C4B14">
        <w:rPr>
          <w:rtl/>
          <w:lang w:bidi="fa-IR"/>
        </w:rPr>
        <w:t>،</w:t>
      </w:r>
      <w:r w:rsidRPr="003E3506">
        <w:rPr>
          <w:rtl/>
          <w:lang w:bidi="fa-IR"/>
        </w:rPr>
        <w:t xml:space="preserve"> بلكه كافر كتابى هم اگر سر حيوان را ببرد هر چند بسم اللّه هم بگويد</w:t>
      </w:r>
      <w:r w:rsidR="000C4B14">
        <w:rPr>
          <w:rtl/>
          <w:lang w:bidi="fa-IR"/>
        </w:rPr>
        <w:t>،</w:t>
      </w:r>
      <w:r w:rsidRPr="003E3506">
        <w:rPr>
          <w:rtl/>
          <w:lang w:bidi="fa-IR"/>
        </w:rPr>
        <w:t xml:space="preserve"> بنابر احتياط آن حيوان حلال نمى شود.</w:t>
      </w:r>
    </w:p>
    <w:p w:rsidR="003E3506" w:rsidRPr="003E3506" w:rsidRDefault="003E3506" w:rsidP="003E3506">
      <w:pPr>
        <w:pStyle w:val="libNormal"/>
        <w:rPr>
          <w:lang w:bidi="fa-IR"/>
        </w:rPr>
      </w:pPr>
      <w:r w:rsidRPr="003E3506">
        <w:rPr>
          <w:rtl/>
          <w:lang w:bidi="fa-IR"/>
        </w:rPr>
        <w:t>دوم سر حيوان را با چيزى ببرند كه از آهن باشد ولى چنانچه آهن پيدا نشود با چيز تيزى كه چهار رگ آن را جدا كند مانند شيشه و سنگ نيز مى شود سر آن را بريد هر چند ضرورتى مقتضى سر بريدنش نباشد.</w:t>
      </w:r>
    </w:p>
    <w:p w:rsidR="003E3506" w:rsidRPr="003E3506" w:rsidRDefault="003E3506" w:rsidP="003E3506">
      <w:pPr>
        <w:pStyle w:val="libNormal"/>
        <w:rPr>
          <w:lang w:bidi="fa-IR"/>
        </w:rPr>
      </w:pPr>
      <w:r w:rsidRPr="003E3506">
        <w:rPr>
          <w:rtl/>
          <w:lang w:bidi="fa-IR"/>
        </w:rPr>
        <w:t>سوم در موقع سر بريدن حيوان رو به قبله باشد</w:t>
      </w:r>
      <w:r w:rsidR="000C4B14">
        <w:rPr>
          <w:rtl/>
          <w:lang w:bidi="fa-IR"/>
        </w:rPr>
        <w:t>،</w:t>
      </w:r>
      <w:r w:rsidRPr="003E3506">
        <w:rPr>
          <w:rtl/>
          <w:lang w:bidi="fa-IR"/>
        </w:rPr>
        <w:t xml:space="preserve"> و رو به قبله بودن حيوان اگر نشسته يا ايستاده باشد</w:t>
      </w:r>
      <w:r w:rsidR="000C4B14">
        <w:rPr>
          <w:rtl/>
          <w:lang w:bidi="fa-IR"/>
        </w:rPr>
        <w:t>،</w:t>
      </w:r>
      <w:r w:rsidRPr="003E3506">
        <w:rPr>
          <w:rtl/>
          <w:lang w:bidi="fa-IR"/>
        </w:rPr>
        <w:t xml:space="preserve"> همانند رو به قبله بودن انسان در نماز در اين دو حالت است</w:t>
      </w:r>
      <w:r w:rsidR="000C4B14">
        <w:rPr>
          <w:rtl/>
          <w:lang w:bidi="fa-IR"/>
        </w:rPr>
        <w:t>،</w:t>
      </w:r>
      <w:r w:rsidRPr="003E3506">
        <w:rPr>
          <w:rtl/>
          <w:lang w:bidi="fa-IR"/>
        </w:rPr>
        <w:t xml:space="preserve"> و اگر حيوان بر طرف راست يا چپ خوابيده باشد</w:t>
      </w:r>
      <w:r w:rsidR="000C4B14">
        <w:rPr>
          <w:rtl/>
          <w:lang w:bidi="fa-IR"/>
        </w:rPr>
        <w:t>،</w:t>
      </w:r>
      <w:r w:rsidRPr="003E3506">
        <w:rPr>
          <w:rtl/>
          <w:lang w:bidi="fa-IR"/>
        </w:rPr>
        <w:t xml:space="preserve"> بايد محل بريدن و شكم حيوان رو به قبله باشد و لازم نيست پاها و دستها و صورت آن رو به قبله باشد.</w:t>
      </w:r>
    </w:p>
    <w:p w:rsidR="003E3506" w:rsidRPr="003E3506" w:rsidRDefault="003E3506" w:rsidP="003E3506">
      <w:pPr>
        <w:pStyle w:val="libNormal"/>
        <w:rPr>
          <w:lang w:bidi="fa-IR"/>
        </w:rPr>
      </w:pPr>
      <w:r w:rsidRPr="003E3506">
        <w:rPr>
          <w:rtl/>
          <w:lang w:bidi="fa-IR"/>
        </w:rPr>
        <w:t>و كسى كه مى داند بايد رو به قبله سر ببرد</w:t>
      </w:r>
      <w:r w:rsidR="000C4B14">
        <w:rPr>
          <w:rtl/>
          <w:lang w:bidi="fa-IR"/>
        </w:rPr>
        <w:t>،</w:t>
      </w:r>
      <w:r w:rsidRPr="003E3506">
        <w:rPr>
          <w:rtl/>
          <w:lang w:bidi="fa-IR"/>
        </w:rPr>
        <w:t xml:space="preserve"> اگر عمدا حيوان را رو به قبله نكند</w:t>
      </w:r>
      <w:r w:rsidR="000C4B14">
        <w:rPr>
          <w:rtl/>
          <w:lang w:bidi="fa-IR"/>
        </w:rPr>
        <w:t>،</w:t>
      </w:r>
      <w:r w:rsidRPr="003E3506">
        <w:rPr>
          <w:rtl/>
          <w:lang w:bidi="fa-IR"/>
        </w:rPr>
        <w:t xml:space="preserve"> حيوان حرام مى شود</w:t>
      </w:r>
      <w:r w:rsidR="000C4B14">
        <w:rPr>
          <w:rtl/>
          <w:lang w:bidi="fa-IR"/>
        </w:rPr>
        <w:t>،</w:t>
      </w:r>
      <w:r w:rsidRPr="003E3506">
        <w:rPr>
          <w:rtl/>
          <w:lang w:bidi="fa-IR"/>
        </w:rPr>
        <w:t xml:space="preserve"> ولى اگر فراموش كند</w:t>
      </w:r>
      <w:r w:rsidR="000C4B14">
        <w:rPr>
          <w:rtl/>
          <w:lang w:bidi="fa-IR"/>
        </w:rPr>
        <w:t>،</w:t>
      </w:r>
      <w:r w:rsidRPr="003E3506">
        <w:rPr>
          <w:rtl/>
          <w:lang w:bidi="fa-IR"/>
        </w:rPr>
        <w:t xml:space="preserve"> يا مساله را نداند</w:t>
      </w:r>
      <w:r w:rsidR="000C4B14">
        <w:rPr>
          <w:rtl/>
          <w:lang w:bidi="fa-IR"/>
        </w:rPr>
        <w:t>،</w:t>
      </w:r>
      <w:r w:rsidRPr="003E3506">
        <w:rPr>
          <w:rtl/>
          <w:lang w:bidi="fa-IR"/>
        </w:rPr>
        <w:t xml:space="preserve"> يا قبله را اشتباه كند</w:t>
      </w:r>
      <w:r w:rsidR="000C4B14">
        <w:rPr>
          <w:rtl/>
          <w:lang w:bidi="fa-IR"/>
        </w:rPr>
        <w:t>،</w:t>
      </w:r>
      <w:r w:rsidRPr="003E3506">
        <w:rPr>
          <w:rtl/>
          <w:lang w:bidi="fa-IR"/>
        </w:rPr>
        <w:t xml:space="preserve"> يا نداند قبله كدام طرف است</w:t>
      </w:r>
      <w:r w:rsidR="000C4B14">
        <w:rPr>
          <w:rtl/>
          <w:lang w:bidi="fa-IR"/>
        </w:rPr>
        <w:t>،</w:t>
      </w:r>
      <w:r w:rsidRPr="003E3506">
        <w:rPr>
          <w:rtl/>
          <w:lang w:bidi="fa-IR"/>
        </w:rPr>
        <w:t xml:space="preserve"> يا نتواند حيوان را رو به قبله كند</w:t>
      </w:r>
      <w:r w:rsidR="000C4B14">
        <w:rPr>
          <w:rtl/>
          <w:lang w:bidi="fa-IR"/>
        </w:rPr>
        <w:t>،</w:t>
      </w:r>
      <w:r w:rsidRPr="003E3506">
        <w:rPr>
          <w:rtl/>
          <w:lang w:bidi="fa-IR"/>
        </w:rPr>
        <w:t xml:space="preserve"> اشكال ندارد</w:t>
      </w:r>
      <w:r w:rsidR="000C4B14">
        <w:rPr>
          <w:rtl/>
          <w:lang w:bidi="fa-IR"/>
        </w:rPr>
        <w:t>،</w:t>
      </w:r>
      <w:r w:rsidRPr="003E3506">
        <w:rPr>
          <w:rtl/>
          <w:lang w:bidi="fa-IR"/>
        </w:rPr>
        <w:t xml:space="preserve"> و احتياط مستحب آن است كه كسى كه حيوان را سر مى برد نيز رو به قبله باشد. چهارم وقتى مى خواهد سر حيوان را ببرد</w:t>
      </w:r>
      <w:r w:rsidR="000C4B14">
        <w:rPr>
          <w:rtl/>
          <w:lang w:bidi="fa-IR"/>
        </w:rPr>
        <w:t>،</w:t>
      </w:r>
      <w:r w:rsidRPr="003E3506">
        <w:rPr>
          <w:rtl/>
          <w:lang w:bidi="fa-IR"/>
        </w:rPr>
        <w:t xml:space="preserve"> يا در زمان متصل به آن به نيت سر بريدن</w:t>
      </w:r>
      <w:r w:rsidR="000C4B14">
        <w:rPr>
          <w:rtl/>
          <w:lang w:bidi="fa-IR"/>
        </w:rPr>
        <w:t>،</w:t>
      </w:r>
      <w:r w:rsidRPr="003E3506">
        <w:rPr>
          <w:rtl/>
          <w:lang w:bidi="fa-IR"/>
        </w:rPr>
        <w:t xml:space="preserve"> نام خدا را ببرد</w:t>
      </w:r>
      <w:r w:rsidR="000C4B14">
        <w:rPr>
          <w:rtl/>
          <w:lang w:bidi="fa-IR"/>
        </w:rPr>
        <w:t>،</w:t>
      </w:r>
      <w:r w:rsidRPr="003E3506">
        <w:rPr>
          <w:rtl/>
          <w:lang w:bidi="fa-IR"/>
        </w:rPr>
        <w:t xml:space="preserve"> و همين قدر كه بگويد بسم اللّه كافى است بلكه اگر تنها بگويد </w:t>
      </w:r>
      <w:r w:rsidR="00605FAB">
        <w:rPr>
          <w:rtl/>
          <w:lang w:bidi="fa-IR"/>
        </w:rPr>
        <w:t>(</w:t>
      </w:r>
      <w:r w:rsidRPr="003E3506">
        <w:rPr>
          <w:rtl/>
          <w:lang w:bidi="fa-IR"/>
        </w:rPr>
        <w:t>اللّه</w:t>
      </w:r>
      <w:r w:rsidR="00605FAB">
        <w:rPr>
          <w:rtl/>
          <w:lang w:bidi="fa-IR"/>
        </w:rPr>
        <w:t>)</w:t>
      </w:r>
      <w:r w:rsidRPr="003E3506">
        <w:rPr>
          <w:rtl/>
          <w:lang w:bidi="fa-IR"/>
        </w:rPr>
        <w:t xml:space="preserve"> بعيد نيست كه كافى باشد</w:t>
      </w:r>
      <w:r w:rsidR="000C4B14">
        <w:rPr>
          <w:rtl/>
          <w:lang w:bidi="fa-IR"/>
        </w:rPr>
        <w:t>،</w:t>
      </w:r>
      <w:r w:rsidRPr="003E3506">
        <w:rPr>
          <w:rtl/>
          <w:lang w:bidi="fa-IR"/>
        </w:rPr>
        <w:t xml:space="preserve"> و اگر بدون قصد سر بريدن نام خدا را ببرد</w:t>
      </w:r>
      <w:r w:rsidR="000C4B14">
        <w:rPr>
          <w:rtl/>
          <w:lang w:bidi="fa-IR"/>
        </w:rPr>
        <w:t>،</w:t>
      </w:r>
      <w:r w:rsidRPr="003E3506">
        <w:rPr>
          <w:rtl/>
          <w:lang w:bidi="fa-IR"/>
        </w:rPr>
        <w:t xml:space="preserve"> آن حيوان پاك نمى شود</w:t>
      </w:r>
      <w:r w:rsidR="000C4B14">
        <w:rPr>
          <w:rtl/>
          <w:lang w:bidi="fa-IR"/>
        </w:rPr>
        <w:t>،</w:t>
      </w:r>
      <w:r w:rsidRPr="003E3506">
        <w:rPr>
          <w:rtl/>
          <w:lang w:bidi="fa-IR"/>
        </w:rPr>
        <w:t xml:space="preserve"> و گوشت آن هم حرام است</w:t>
      </w:r>
      <w:r w:rsidR="000C4B14">
        <w:rPr>
          <w:rtl/>
          <w:lang w:bidi="fa-IR"/>
        </w:rPr>
        <w:t>،</w:t>
      </w:r>
      <w:r w:rsidRPr="003E3506">
        <w:rPr>
          <w:rtl/>
          <w:lang w:bidi="fa-IR"/>
        </w:rPr>
        <w:t xml:space="preserve"> ولى اگر از روى فراموشى نام خدا را نبرد اشكال ندارد.</w:t>
      </w:r>
    </w:p>
    <w:p w:rsidR="003E3506" w:rsidRPr="003E3506" w:rsidRDefault="003E3506" w:rsidP="003E3506">
      <w:pPr>
        <w:pStyle w:val="libNormal"/>
        <w:rPr>
          <w:lang w:bidi="fa-IR"/>
        </w:rPr>
      </w:pPr>
      <w:r w:rsidRPr="003E3506">
        <w:rPr>
          <w:rtl/>
          <w:lang w:bidi="fa-IR"/>
        </w:rPr>
        <w:lastRenderedPageBreak/>
        <w:t>پنجم حيوان بعد از سر بريدن حركتى بكند</w:t>
      </w:r>
      <w:r w:rsidR="000C4B14">
        <w:rPr>
          <w:rtl/>
          <w:lang w:bidi="fa-IR"/>
        </w:rPr>
        <w:t>،</w:t>
      </w:r>
      <w:r w:rsidRPr="003E3506">
        <w:rPr>
          <w:rtl/>
          <w:lang w:bidi="fa-IR"/>
        </w:rPr>
        <w:t xml:space="preserve"> اگر چه مثلا چشم يا دم خود را حركت دهد</w:t>
      </w:r>
      <w:r w:rsidR="000C4B14">
        <w:rPr>
          <w:rtl/>
          <w:lang w:bidi="fa-IR"/>
        </w:rPr>
        <w:t>،</w:t>
      </w:r>
      <w:r w:rsidRPr="003E3506">
        <w:rPr>
          <w:rtl/>
          <w:lang w:bidi="fa-IR"/>
        </w:rPr>
        <w:t xml:space="preserve"> يا پاى خود را به زمين زند و اين حكم در صورتى است كه زنده بودن آن حيوان در حال ذبح مشكوك باشد والا لزومى ندارد</w:t>
      </w:r>
      <w:r w:rsidR="000C4B14">
        <w:rPr>
          <w:rtl/>
          <w:lang w:bidi="fa-IR"/>
        </w:rPr>
        <w:t>.</w:t>
      </w:r>
    </w:p>
    <w:p w:rsidR="003E3506" w:rsidRPr="003E3506" w:rsidRDefault="003E3506" w:rsidP="003E3506">
      <w:pPr>
        <w:pStyle w:val="libNormal"/>
        <w:rPr>
          <w:lang w:bidi="fa-IR"/>
        </w:rPr>
      </w:pPr>
      <w:r w:rsidRPr="003E3506">
        <w:rPr>
          <w:rtl/>
          <w:lang w:bidi="fa-IR"/>
        </w:rPr>
        <w:t>ششم از بدن حيوان به اندازه معمول خون بيرون آيد</w:t>
      </w:r>
      <w:r w:rsidR="000C4B14">
        <w:rPr>
          <w:rtl/>
          <w:lang w:bidi="fa-IR"/>
        </w:rPr>
        <w:t>،</w:t>
      </w:r>
      <w:r w:rsidRPr="003E3506">
        <w:rPr>
          <w:rtl/>
          <w:lang w:bidi="fa-IR"/>
        </w:rPr>
        <w:t xml:space="preserve"> پس اگر خون در رگهايش ببندد و از او خون بيرون نيايد و يا آن كه خون بيرون آمده نسبت به نوع آن حيوان كم باشد</w:t>
      </w:r>
      <w:r w:rsidR="000C4B14">
        <w:rPr>
          <w:rtl/>
          <w:lang w:bidi="fa-IR"/>
        </w:rPr>
        <w:t>،</w:t>
      </w:r>
      <w:r w:rsidRPr="003E3506">
        <w:rPr>
          <w:rtl/>
          <w:lang w:bidi="fa-IR"/>
        </w:rPr>
        <w:t xml:space="preserve"> آن حيوان حلال نمى شود</w:t>
      </w:r>
      <w:r w:rsidR="000C4B14">
        <w:rPr>
          <w:rtl/>
          <w:lang w:bidi="fa-IR"/>
        </w:rPr>
        <w:t>،</w:t>
      </w:r>
      <w:r w:rsidRPr="003E3506">
        <w:rPr>
          <w:rtl/>
          <w:lang w:bidi="fa-IR"/>
        </w:rPr>
        <w:t xml:space="preserve"> ولى اگر كمى خون بيرون آمده از اين جهت باشد كه حيوان پيش از سر بريدن خونريزى كرده است اشكال ندارد.</w:t>
      </w:r>
    </w:p>
    <w:p w:rsidR="003E3506" w:rsidRPr="003E3506" w:rsidRDefault="003E3506" w:rsidP="003E3506">
      <w:pPr>
        <w:pStyle w:val="libNormal"/>
        <w:rPr>
          <w:lang w:bidi="fa-IR"/>
        </w:rPr>
      </w:pPr>
      <w:r w:rsidRPr="003E3506">
        <w:rPr>
          <w:rtl/>
          <w:lang w:bidi="fa-IR"/>
        </w:rPr>
        <w:t>هفتم آن كه كشتن از مذبح باشد</w:t>
      </w:r>
      <w:r w:rsidR="000C4B14">
        <w:rPr>
          <w:rtl/>
          <w:lang w:bidi="fa-IR"/>
        </w:rPr>
        <w:t>،</w:t>
      </w:r>
      <w:r w:rsidRPr="003E3506">
        <w:rPr>
          <w:rtl/>
          <w:lang w:bidi="fa-IR"/>
        </w:rPr>
        <w:t xml:space="preserve"> و احتياط مستحب آن است كه گردن را از جلو ببرد و كارد را پشت گردن فرو ننمايد</w:t>
      </w:r>
      <w:r w:rsidR="000C4B14">
        <w:rPr>
          <w:rtl/>
          <w:lang w:bidi="fa-IR"/>
        </w:rPr>
        <w:t>،</w:t>
      </w:r>
      <w:r w:rsidRPr="003E3506">
        <w:rPr>
          <w:rtl/>
          <w:lang w:bidi="fa-IR"/>
        </w:rPr>
        <w:t xml:space="preserve"> و به طرف جلو بياورد كه گردن از پشت بريده شود.</w:t>
      </w:r>
    </w:p>
    <w:p w:rsidR="003E3506" w:rsidRPr="003E3506" w:rsidRDefault="003E3506" w:rsidP="003E3506">
      <w:pPr>
        <w:pStyle w:val="libNormal"/>
        <w:rPr>
          <w:lang w:bidi="fa-IR"/>
        </w:rPr>
      </w:pPr>
      <w:r w:rsidRPr="003E3506">
        <w:rPr>
          <w:rtl/>
          <w:lang w:bidi="fa-IR"/>
        </w:rPr>
        <w:t xml:space="preserve">٢٦٠٤ - بنابر احتياط جايز نيست كه سر حيوان را پيش از بيرون آمدن روح از بدنش جدا كنند - هر چند اين كار موجب حرام شدن حيوان نمى شود - ولى اگر از روى غفلت يا به جهت تيزى چاقو سر جدا شود اشكال ندارد و هم چنين بنابر احتياط شكافتن گردن حيوان و قطع نخاعش </w:t>
      </w:r>
      <w:r w:rsidR="00605FAB">
        <w:rPr>
          <w:rtl/>
          <w:lang w:bidi="fa-IR"/>
        </w:rPr>
        <w:t>(</w:t>
      </w:r>
      <w:r w:rsidRPr="003E3506">
        <w:rPr>
          <w:rtl/>
          <w:lang w:bidi="fa-IR"/>
        </w:rPr>
        <w:t>نخاع نخ سفيدى است كه از مهره هاى گردن تا دم حيوان امتداد دارد</w:t>
      </w:r>
      <w:r w:rsidR="00605FAB">
        <w:rPr>
          <w:rtl/>
          <w:lang w:bidi="fa-IR"/>
        </w:rPr>
        <w:t>)</w:t>
      </w:r>
      <w:r w:rsidRPr="003E3506">
        <w:rPr>
          <w:rtl/>
          <w:lang w:bidi="fa-IR"/>
        </w:rPr>
        <w:t xml:space="preserve"> پيش از بيرون آمدن روح از بدنش جايز نيست</w:t>
      </w:r>
      <w:r w:rsidR="000C4B14">
        <w:rPr>
          <w:rtl/>
          <w:lang w:bidi="fa-IR"/>
        </w:rPr>
        <w:t>.</w:t>
      </w:r>
    </w:p>
    <w:p w:rsidR="003E3506" w:rsidRDefault="00605FAB" w:rsidP="000957EF">
      <w:pPr>
        <w:pStyle w:val="Heading3"/>
        <w:rPr>
          <w:rtl/>
          <w:lang w:bidi="fa-IR"/>
        </w:rPr>
      </w:pPr>
      <w:bookmarkStart w:id="280" w:name="_Toc24454703"/>
      <w:r>
        <w:rPr>
          <w:rtl/>
          <w:lang w:bidi="fa-IR"/>
        </w:rPr>
        <w:t>(</w:t>
      </w:r>
      <w:r w:rsidR="003E3506" w:rsidRPr="003E3506">
        <w:rPr>
          <w:rtl/>
          <w:lang w:bidi="fa-IR"/>
        </w:rPr>
        <w:t>دستور كشتن شتر</w:t>
      </w:r>
      <w:r>
        <w:rPr>
          <w:rtl/>
          <w:lang w:bidi="fa-IR"/>
        </w:rPr>
        <w:t>)</w:t>
      </w:r>
      <w:bookmarkEnd w:id="280"/>
    </w:p>
    <w:p w:rsidR="003E3506" w:rsidRPr="003E3506" w:rsidRDefault="003E3506" w:rsidP="003E3506">
      <w:pPr>
        <w:pStyle w:val="libNormal"/>
        <w:rPr>
          <w:lang w:bidi="fa-IR"/>
        </w:rPr>
      </w:pPr>
      <w:r w:rsidRPr="003E3506">
        <w:rPr>
          <w:rtl/>
          <w:lang w:bidi="fa-IR"/>
        </w:rPr>
        <w:t>٢٦٠٥ - اگر بخواهند شتر را بكشند كه بعد از جان دادن پاك و حلال باشد</w:t>
      </w:r>
      <w:r w:rsidR="000C4B14">
        <w:rPr>
          <w:rtl/>
          <w:lang w:bidi="fa-IR"/>
        </w:rPr>
        <w:t>،</w:t>
      </w:r>
      <w:r w:rsidRPr="003E3506">
        <w:rPr>
          <w:rtl/>
          <w:lang w:bidi="fa-IR"/>
        </w:rPr>
        <w:t xml:space="preserve"> بايد با شرايطى كه براى سر بريدن حيوانات گفته شد</w:t>
      </w:r>
      <w:r w:rsidR="000C4B14">
        <w:rPr>
          <w:rtl/>
          <w:lang w:bidi="fa-IR"/>
        </w:rPr>
        <w:t>،</w:t>
      </w:r>
      <w:r w:rsidRPr="003E3506">
        <w:rPr>
          <w:rtl/>
          <w:lang w:bidi="fa-IR"/>
        </w:rPr>
        <w:t xml:space="preserve"> كارد يا چيز ديگرى را كه از آهن و برنده باشد</w:t>
      </w:r>
      <w:r w:rsidR="000C4B14">
        <w:rPr>
          <w:rtl/>
          <w:lang w:bidi="fa-IR"/>
        </w:rPr>
        <w:t>،</w:t>
      </w:r>
      <w:r w:rsidRPr="003E3506">
        <w:rPr>
          <w:rtl/>
          <w:lang w:bidi="fa-IR"/>
        </w:rPr>
        <w:t xml:space="preserve"> در گودى بين گردن و سينه اش فرو كنند.</w:t>
      </w:r>
    </w:p>
    <w:p w:rsidR="003E3506" w:rsidRPr="003E3506" w:rsidRDefault="003E3506" w:rsidP="003E3506">
      <w:pPr>
        <w:pStyle w:val="libNormal"/>
        <w:rPr>
          <w:lang w:bidi="fa-IR"/>
        </w:rPr>
      </w:pPr>
      <w:r w:rsidRPr="003E3506">
        <w:rPr>
          <w:rtl/>
          <w:lang w:bidi="fa-IR"/>
        </w:rPr>
        <w:t>و بهتر آن است كه شتر در اين حال ايستاده باشد</w:t>
      </w:r>
      <w:r w:rsidR="000C4B14">
        <w:rPr>
          <w:rtl/>
          <w:lang w:bidi="fa-IR"/>
        </w:rPr>
        <w:t>،</w:t>
      </w:r>
      <w:r w:rsidRPr="003E3506">
        <w:rPr>
          <w:rtl/>
          <w:lang w:bidi="fa-IR"/>
        </w:rPr>
        <w:t xml:space="preserve"> ولى اگر در حالى كه زانوها را به زمين زده</w:t>
      </w:r>
      <w:r w:rsidR="000C4B14">
        <w:rPr>
          <w:rtl/>
          <w:lang w:bidi="fa-IR"/>
        </w:rPr>
        <w:t>،</w:t>
      </w:r>
      <w:r w:rsidRPr="003E3506">
        <w:rPr>
          <w:rtl/>
          <w:lang w:bidi="fa-IR"/>
        </w:rPr>
        <w:t xml:space="preserve"> يا به پهلو خوابيده و رو به قبله است</w:t>
      </w:r>
      <w:r w:rsidR="000C4B14">
        <w:rPr>
          <w:rtl/>
          <w:lang w:bidi="fa-IR"/>
        </w:rPr>
        <w:t>،</w:t>
      </w:r>
      <w:r w:rsidRPr="003E3506">
        <w:rPr>
          <w:rtl/>
          <w:lang w:bidi="fa-IR"/>
        </w:rPr>
        <w:t xml:space="preserve"> كارد را روى گودى گردنش فرو كنند اشكال ندارد.</w:t>
      </w:r>
    </w:p>
    <w:p w:rsidR="003E3506" w:rsidRPr="003E3506" w:rsidRDefault="003E3506" w:rsidP="003E3506">
      <w:pPr>
        <w:pStyle w:val="libNormal"/>
        <w:rPr>
          <w:lang w:bidi="fa-IR"/>
        </w:rPr>
      </w:pPr>
      <w:r w:rsidRPr="003E3506">
        <w:rPr>
          <w:rtl/>
          <w:lang w:bidi="fa-IR"/>
        </w:rPr>
        <w:lastRenderedPageBreak/>
        <w:t>٢٦٠٦ - اگر به جاى اين كه كارد در گودى گردن شتر فرو كنند سر آن را ببرند</w:t>
      </w:r>
      <w:r w:rsidR="000C4B14">
        <w:rPr>
          <w:rtl/>
          <w:lang w:bidi="fa-IR"/>
        </w:rPr>
        <w:t>،</w:t>
      </w:r>
      <w:r w:rsidRPr="003E3506">
        <w:rPr>
          <w:rtl/>
          <w:lang w:bidi="fa-IR"/>
        </w:rPr>
        <w:t xml:space="preserve"> يا گوسفند و گاو و مانند اينها را مثل شتر كارد در گودى گردنشان فرو كنند گوشت آنها حرام و بدن آنها نجس است</w:t>
      </w:r>
      <w:r w:rsidR="000C4B14">
        <w:rPr>
          <w:rtl/>
          <w:lang w:bidi="fa-IR"/>
        </w:rPr>
        <w:t>.</w:t>
      </w:r>
    </w:p>
    <w:p w:rsidR="003E3506" w:rsidRPr="003E3506" w:rsidRDefault="003E3506" w:rsidP="003E3506">
      <w:pPr>
        <w:pStyle w:val="libNormal"/>
        <w:rPr>
          <w:lang w:bidi="fa-IR"/>
        </w:rPr>
      </w:pPr>
      <w:r w:rsidRPr="003E3506">
        <w:rPr>
          <w:rtl/>
          <w:lang w:bidi="fa-IR"/>
        </w:rPr>
        <w:t>ولى اگر چهار رگ شتر را ببرند</w:t>
      </w:r>
      <w:r w:rsidR="000C4B14">
        <w:rPr>
          <w:rtl/>
          <w:lang w:bidi="fa-IR"/>
        </w:rPr>
        <w:t>،</w:t>
      </w:r>
      <w:r w:rsidRPr="003E3506">
        <w:rPr>
          <w:rtl/>
          <w:lang w:bidi="fa-IR"/>
        </w:rPr>
        <w:t xml:space="preserve"> و تا زنده است به دستورى كه گفته شد كارد در گودى گردنش فرو كنند گوشت آن حلال و بدن آن پاك است و نيز اگر گارد در گودى گردن گاو يا گوسفند و مانند اينها فرو كنند و تا زنده است سر آن را ببرند حلال و پاك مى باشد.</w:t>
      </w:r>
    </w:p>
    <w:p w:rsidR="003E3506" w:rsidRPr="003E3506" w:rsidRDefault="003E3506" w:rsidP="003E3506">
      <w:pPr>
        <w:pStyle w:val="libNormal"/>
        <w:rPr>
          <w:lang w:bidi="fa-IR"/>
        </w:rPr>
      </w:pPr>
      <w:r w:rsidRPr="003E3506">
        <w:rPr>
          <w:rtl/>
          <w:lang w:bidi="fa-IR"/>
        </w:rPr>
        <w:t>٢٦٠٧ - اگر حيوانى سركش شود و نتوانند آن را به دستورى كه در شرع معين شده بكشند</w:t>
      </w:r>
      <w:r w:rsidR="000C4B14">
        <w:rPr>
          <w:rtl/>
          <w:lang w:bidi="fa-IR"/>
        </w:rPr>
        <w:t>،</w:t>
      </w:r>
      <w:r w:rsidRPr="003E3506">
        <w:rPr>
          <w:rtl/>
          <w:lang w:bidi="fa-IR"/>
        </w:rPr>
        <w:t xml:space="preserve"> يا مثلا در چاه بيفتد و احتمال بدهند كه در آنجا بميرد و كشتن آن به دستور گذشته ممكن نباشد</w:t>
      </w:r>
      <w:r w:rsidR="000C4B14">
        <w:rPr>
          <w:rtl/>
          <w:lang w:bidi="fa-IR"/>
        </w:rPr>
        <w:t>،</w:t>
      </w:r>
      <w:r w:rsidRPr="003E3506">
        <w:rPr>
          <w:rtl/>
          <w:lang w:bidi="fa-IR"/>
        </w:rPr>
        <w:t xml:space="preserve"> هر جاى بدنش را كه زخم بزنند و در اثر زخم جان بدهد حلال مى شود و رو به قبله بودن آن لازم نيست ولى بايد شرطهاى ديگرى را كه براى سر بريدن حيوانات گفته شد دارا باشد.</w:t>
      </w:r>
    </w:p>
    <w:p w:rsidR="003E3506" w:rsidRDefault="00605FAB" w:rsidP="000957EF">
      <w:pPr>
        <w:pStyle w:val="Heading3"/>
        <w:rPr>
          <w:rtl/>
          <w:lang w:bidi="fa-IR"/>
        </w:rPr>
      </w:pPr>
      <w:bookmarkStart w:id="281" w:name="_Toc24454704"/>
      <w:r>
        <w:rPr>
          <w:rtl/>
          <w:lang w:bidi="fa-IR"/>
        </w:rPr>
        <w:t>(</w:t>
      </w:r>
      <w:r w:rsidR="003E3506" w:rsidRPr="003E3506">
        <w:rPr>
          <w:rtl/>
          <w:lang w:bidi="fa-IR"/>
        </w:rPr>
        <w:t>چيزهايى كه موقع سر بريدن حيوانات مستحب است</w:t>
      </w:r>
      <w:r>
        <w:rPr>
          <w:rtl/>
          <w:lang w:bidi="fa-IR"/>
        </w:rPr>
        <w:t>)</w:t>
      </w:r>
      <w:bookmarkEnd w:id="281"/>
    </w:p>
    <w:p w:rsidR="003E3506" w:rsidRPr="003E3506" w:rsidRDefault="003E3506" w:rsidP="003E3506">
      <w:pPr>
        <w:pStyle w:val="libNormal"/>
        <w:rPr>
          <w:lang w:bidi="fa-IR"/>
        </w:rPr>
      </w:pPr>
      <w:r w:rsidRPr="003E3506">
        <w:rPr>
          <w:rtl/>
          <w:lang w:bidi="fa-IR"/>
        </w:rPr>
        <w:t>٢٦٠٨ - فقهاء رضوان اللّه عليهم</w:t>
      </w:r>
      <w:r w:rsidR="000C4B14">
        <w:rPr>
          <w:rtl/>
          <w:lang w:bidi="fa-IR"/>
        </w:rPr>
        <w:t>،</w:t>
      </w:r>
      <w:r w:rsidRPr="003E3506">
        <w:rPr>
          <w:rtl/>
          <w:lang w:bidi="fa-IR"/>
        </w:rPr>
        <w:t xml:space="preserve"> چند چيز را در سر بريدن حيوانات مستحب شمرده اند</w:t>
      </w:r>
      <w:r w:rsidR="00553569">
        <w:rPr>
          <w:rtl/>
          <w:lang w:bidi="fa-IR"/>
        </w:rPr>
        <w:t>:</w:t>
      </w:r>
      <w:r w:rsidRPr="003E3506">
        <w:rPr>
          <w:rtl/>
          <w:lang w:bidi="fa-IR"/>
        </w:rPr>
        <w:t xml:space="preserve"> اول موقع سر بريدن گوسفند</w:t>
      </w:r>
      <w:r w:rsidR="000C4B14">
        <w:rPr>
          <w:rtl/>
          <w:lang w:bidi="fa-IR"/>
        </w:rPr>
        <w:t>،</w:t>
      </w:r>
      <w:r w:rsidRPr="003E3506">
        <w:rPr>
          <w:rtl/>
          <w:lang w:bidi="fa-IR"/>
        </w:rPr>
        <w:t xml:space="preserve"> دو دست و يك پاى آن را ببندند و پاى ديگرش را باز بگذارند</w:t>
      </w:r>
      <w:r w:rsidR="000C4B14">
        <w:rPr>
          <w:rtl/>
          <w:lang w:bidi="fa-IR"/>
        </w:rPr>
        <w:t>،</w:t>
      </w:r>
      <w:r w:rsidRPr="003E3506">
        <w:rPr>
          <w:rtl/>
          <w:lang w:bidi="fa-IR"/>
        </w:rPr>
        <w:t xml:space="preserve"> و موقع سر بريدن گاو چهار دست و پايش را ببندند و دم آن را باز بگذارند</w:t>
      </w:r>
      <w:r w:rsidR="000C4B14">
        <w:rPr>
          <w:rtl/>
          <w:lang w:bidi="fa-IR"/>
        </w:rPr>
        <w:t>،</w:t>
      </w:r>
      <w:r w:rsidRPr="003E3506">
        <w:rPr>
          <w:rtl/>
          <w:lang w:bidi="fa-IR"/>
        </w:rPr>
        <w:t xml:space="preserve"> و موقع كشتن شتر درحال نشسته گى دو دست آن را از پايين تا زانو</w:t>
      </w:r>
      <w:r w:rsidR="000C4B14">
        <w:rPr>
          <w:rtl/>
          <w:lang w:bidi="fa-IR"/>
        </w:rPr>
        <w:t>،</w:t>
      </w:r>
      <w:r w:rsidRPr="003E3506">
        <w:rPr>
          <w:rtl/>
          <w:lang w:bidi="fa-IR"/>
        </w:rPr>
        <w:t xml:space="preserve"> يا زير بغل به يكديگر ببندند و پاهايش را باز بگذارند</w:t>
      </w:r>
      <w:r w:rsidR="000C4B14">
        <w:rPr>
          <w:rtl/>
          <w:lang w:bidi="fa-IR"/>
        </w:rPr>
        <w:t>،</w:t>
      </w:r>
      <w:r w:rsidRPr="003E3506">
        <w:rPr>
          <w:rtl/>
          <w:lang w:bidi="fa-IR"/>
        </w:rPr>
        <w:t xml:space="preserve"> و مستحب است مرغ را بعد از سر بريدن رها كنند تا پر و بال بزند.</w:t>
      </w:r>
    </w:p>
    <w:p w:rsidR="003E3506" w:rsidRPr="003E3506" w:rsidRDefault="003E3506" w:rsidP="003E3506">
      <w:pPr>
        <w:pStyle w:val="libNormal"/>
        <w:rPr>
          <w:lang w:bidi="fa-IR"/>
        </w:rPr>
      </w:pPr>
      <w:r w:rsidRPr="003E3506">
        <w:rPr>
          <w:rtl/>
          <w:lang w:bidi="fa-IR"/>
        </w:rPr>
        <w:t>دوم پيش از كشتن حيوان آب جلوى آن بگذارند.</w:t>
      </w:r>
    </w:p>
    <w:p w:rsidR="003E3506" w:rsidRPr="003E3506" w:rsidRDefault="003E3506" w:rsidP="003E3506">
      <w:pPr>
        <w:pStyle w:val="libNormal"/>
        <w:rPr>
          <w:lang w:bidi="fa-IR"/>
        </w:rPr>
      </w:pPr>
      <w:r w:rsidRPr="003E3506">
        <w:rPr>
          <w:rtl/>
          <w:lang w:bidi="fa-IR"/>
        </w:rPr>
        <w:t>سوم كارى كنند كه حيوان كمتر اذيت شود مثلا كارد را خوب تيز كنند و با عجله سر حيوان را ببرند.</w:t>
      </w:r>
    </w:p>
    <w:p w:rsidR="003E3506" w:rsidRDefault="00605FAB" w:rsidP="000957EF">
      <w:pPr>
        <w:pStyle w:val="Heading3"/>
        <w:rPr>
          <w:rtl/>
          <w:lang w:bidi="fa-IR"/>
        </w:rPr>
      </w:pPr>
      <w:bookmarkStart w:id="282" w:name="_Toc24454705"/>
      <w:r>
        <w:rPr>
          <w:rtl/>
          <w:lang w:bidi="fa-IR"/>
        </w:rPr>
        <w:t>(</w:t>
      </w:r>
      <w:r w:rsidR="003E3506" w:rsidRPr="003E3506">
        <w:rPr>
          <w:rtl/>
          <w:lang w:bidi="fa-IR"/>
        </w:rPr>
        <w:t>چيزهايى كه در كشتن حيوانات مكروه است</w:t>
      </w:r>
      <w:r>
        <w:rPr>
          <w:rtl/>
          <w:lang w:bidi="fa-IR"/>
        </w:rPr>
        <w:t>)</w:t>
      </w:r>
      <w:bookmarkEnd w:id="282"/>
    </w:p>
    <w:p w:rsidR="003E3506" w:rsidRPr="003E3506" w:rsidRDefault="003E3506" w:rsidP="003E3506">
      <w:pPr>
        <w:pStyle w:val="libNormal"/>
        <w:rPr>
          <w:lang w:bidi="fa-IR"/>
        </w:rPr>
      </w:pPr>
      <w:r w:rsidRPr="003E3506">
        <w:rPr>
          <w:rtl/>
          <w:lang w:bidi="fa-IR"/>
        </w:rPr>
        <w:t>٢٦٠٩ - در بعضى روايات چند چيز در كشتن حيوانات مكروه شمرده شده است</w:t>
      </w:r>
      <w:r w:rsidR="000C4B14">
        <w:rPr>
          <w:rtl/>
          <w:lang w:bidi="fa-IR"/>
        </w:rPr>
        <w:t>.</w:t>
      </w:r>
    </w:p>
    <w:p w:rsidR="003E3506" w:rsidRPr="003E3506" w:rsidRDefault="003E3506" w:rsidP="003E3506">
      <w:pPr>
        <w:pStyle w:val="libNormal"/>
        <w:rPr>
          <w:lang w:bidi="fa-IR"/>
        </w:rPr>
      </w:pPr>
      <w:r w:rsidRPr="003E3506">
        <w:rPr>
          <w:rtl/>
          <w:lang w:bidi="fa-IR"/>
        </w:rPr>
        <w:t>١ پيش از بيرون آمدن روح</w:t>
      </w:r>
      <w:r w:rsidR="000C4B14">
        <w:rPr>
          <w:rtl/>
          <w:lang w:bidi="fa-IR"/>
        </w:rPr>
        <w:t>،</w:t>
      </w:r>
      <w:r w:rsidRPr="003E3506">
        <w:rPr>
          <w:rtl/>
          <w:lang w:bidi="fa-IR"/>
        </w:rPr>
        <w:t xml:space="preserve"> پوست حيوان را بكنند.</w:t>
      </w:r>
    </w:p>
    <w:p w:rsidR="003E3506" w:rsidRPr="003E3506" w:rsidRDefault="003E3506" w:rsidP="003E3506">
      <w:pPr>
        <w:pStyle w:val="libNormal"/>
        <w:rPr>
          <w:lang w:bidi="fa-IR"/>
        </w:rPr>
      </w:pPr>
      <w:r w:rsidRPr="003E3506">
        <w:rPr>
          <w:rtl/>
          <w:lang w:bidi="fa-IR"/>
        </w:rPr>
        <w:lastRenderedPageBreak/>
        <w:t>٢ در جايى حيوان را بكشند كه حيوان ديگر كه از جنس او است آن را ببيند.</w:t>
      </w:r>
    </w:p>
    <w:p w:rsidR="003E3506" w:rsidRPr="003E3506" w:rsidRDefault="003E3506" w:rsidP="003E3506">
      <w:pPr>
        <w:pStyle w:val="libNormal"/>
        <w:rPr>
          <w:lang w:bidi="fa-IR"/>
        </w:rPr>
      </w:pPr>
      <w:r w:rsidRPr="003E3506">
        <w:rPr>
          <w:rtl/>
          <w:lang w:bidi="fa-IR"/>
        </w:rPr>
        <w:t>٣ در شب يا پيش از ظهر روز جمعه سر حيوان را ببرند ولى در صورت احتياج عيبى ندارد.</w:t>
      </w:r>
    </w:p>
    <w:p w:rsidR="003E3506" w:rsidRPr="003E3506" w:rsidRDefault="003E3506" w:rsidP="003E3506">
      <w:pPr>
        <w:pStyle w:val="libNormal"/>
        <w:rPr>
          <w:lang w:bidi="fa-IR"/>
        </w:rPr>
      </w:pPr>
      <w:r w:rsidRPr="003E3506">
        <w:rPr>
          <w:rtl/>
          <w:lang w:bidi="fa-IR"/>
        </w:rPr>
        <w:t>٤ خود انسان چهار پايى را كه پرورش داده است بكشد.</w:t>
      </w:r>
    </w:p>
    <w:p w:rsidR="003E3506" w:rsidRDefault="00605FAB" w:rsidP="000478FE">
      <w:pPr>
        <w:pStyle w:val="Heading3"/>
        <w:rPr>
          <w:rtl/>
          <w:lang w:bidi="fa-IR"/>
        </w:rPr>
      </w:pPr>
      <w:bookmarkStart w:id="283" w:name="_Toc24454706"/>
      <w:r>
        <w:rPr>
          <w:rtl/>
          <w:lang w:bidi="fa-IR"/>
        </w:rPr>
        <w:t>(</w:t>
      </w:r>
      <w:r w:rsidR="003E3506" w:rsidRPr="003E3506">
        <w:rPr>
          <w:rtl/>
          <w:lang w:bidi="fa-IR"/>
        </w:rPr>
        <w:t>احكام شكار كردن با اسلح</w:t>
      </w:r>
      <w:r w:rsidR="000478FE">
        <w:rPr>
          <w:rFonts w:hint="cs"/>
          <w:rtl/>
          <w:lang w:bidi="fa-IR"/>
        </w:rPr>
        <w:t>ه</w:t>
      </w:r>
      <w:r>
        <w:rPr>
          <w:rtl/>
          <w:lang w:bidi="fa-IR"/>
        </w:rPr>
        <w:t>)</w:t>
      </w:r>
      <w:bookmarkEnd w:id="283"/>
    </w:p>
    <w:p w:rsidR="003E3506" w:rsidRPr="003E3506" w:rsidRDefault="003E3506" w:rsidP="003E3506">
      <w:pPr>
        <w:pStyle w:val="libNormal"/>
        <w:rPr>
          <w:lang w:bidi="fa-IR"/>
        </w:rPr>
      </w:pPr>
      <w:r w:rsidRPr="003E3506">
        <w:rPr>
          <w:rtl/>
          <w:lang w:bidi="fa-IR"/>
        </w:rPr>
        <w:t>٢٦١٠ - اگر حيوان حلال گوشت وحشى را با اسلحه شكار كنند و بميرد با پنج شرط حلال و بدنش پاك است</w:t>
      </w:r>
      <w:r w:rsidR="00553569">
        <w:rPr>
          <w:rtl/>
          <w:lang w:bidi="fa-IR"/>
        </w:rPr>
        <w:t>:</w:t>
      </w:r>
      <w:r w:rsidRPr="003E3506">
        <w:rPr>
          <w:rtl/>
          <w:lang w:bidi="fa-IR"/>
        </w:rPr>
        <w:t xml:space="preserve"> اول آن كه اسلحه شكار مثل كارد و شمشير برنده باشد</w:t>
      </w:r>
      <w:r w:rsidR="000C4B14">
        <w:rPr>
          <w:rtl/>
          <w:lang w:bidi="fa-IR"/>
        </w:rPr>
        <w:t>،</w:t>
      </w:r>
      <w:r w:rsidRPr="003E3506">
        <w:rPr>
          <w:rtl/>
          <w:lang w:bidi="fa-IR"/>
        </w:rPr>
        <w:t xml:space="preserve"> يا مثل نيزه و تير</w:t>
      </w:r>
      <w:r w:rsidR="000C4B14">
        <w:rPr>
          <w:rtl/>
          <w:lang w:bidi="fa-IR"/>
        </w:rPr>
        <w:t>،</w:t>
      </w:r>
      <w:r w:rsidRPr="003E3506">
        <w:rPr>
          <w:rtl/>
          <w:lang w:bidi="fa-IR"/>
        </w:rPr>
        <w:t xml:space="preserve"> تيز باشد كه به واسطه تيز بودن</w:t>
      </w:r>
      <w:r w:rsidR="000C4B14">
        <w:rPr>
          <w:rtl/>
          <w:lang w:bidi="fa-IR"/>
        </w:rPr>
        <w:t>،</w:t>
      </w:r>
      <w:r w:rsidRPr="003E3506">
        <w:rPr>
          <w:rtl/>
          <w:lang w:bidi="fa-IR"/>
        </w:rPr>
        <w:t xml:space="preserve"> بدن حيوان را پاره كند و اگر به وسيله دام يا چوب و سنگ و مانند اينها حيوانى را شكار كنند پاك نمى شود</w:t>
      </w:r>
      <w:r w:rsidR="000C4B14">
        <w:rPr>
          <w:rtl/>
          <w:lang w:bidi="fa-IR"/>
        </w:rPr>
        <w:t>،</w:t>
      </w:r>
      <w:r w:rsidRPr="003E3506">
        <w:rPr>
          <w:rtl/>
          <w:lang w:bidi="fa-IR"/>
        </w:rPr>
        <w:t xml:space="preserve"> و خوردن آن هم حرام است و اگر حيوانى را با تفنگ شكار كنند</w:t>
      </w:r>
      <w:r w:rsidR="000C4B14">
        <w:rPr>
          <w:rtl/>
          <w:lang w:bidi="fa-IR"/>
        </w:rPr>
        <w:t>،</w:t>
      </w:r>
      <w:r w:rsidRPr="003E3506">
        <w:rPr>
          <w:rtl/>
          <w:lang w:bidi="fa-IR"/>
        </w:rPr>
        <w:t xml:space="preserve"> چنانچه گلوله آن تيز باشد كه در بدن حيوان فرو رود و آن را پاره كند پاك و حلال است</w:t>
      </w:r>
      <w:r w:rsidR="000C4B14">
        <w:rPr>
          <w:rtl/>
          <w:lang w:bidi="fa-IR"/>
        </w:rPr>
        <w:t>.</w:t>
      </w:r>
    </w:p>
    <w:p w:rsidR="003E3506" w:rsidRPr="003E3506" w:rsidRDefault="003E3506" w:rsidP="003E3506">
      <w:pPr>
        <w:pStyle w:val="libNormal"/>
        <w:rPr>
          <w:lang w:bidi="fa-IR"/>
        </w:rPr>
      </w:pPr>
      <w:r w:rsidRPr="003E3506">
        <w:rPr>
          <w:rtl/>
          <w:lang w:bidi="fa-IR"/>
        </w:rPr>
        <w:t>و اگر گلوله تيز نباشد بلكه با فشار در بدن حيوان فرو رود و حيوان را بكشد يا به واسطه حرارتش بدن حيوان را بسوزاند و در اثر سوزاندن</w:t>
      </w:r>
      <w:r w:rsidR="000C4B14">
        <w:rPr>
          <w:rtl/>
          <w:lang w:bidi="fa-IR"/>
        </w:rPr>
        <w:t>،</w:t>
      </w:r>
      <w:r w:rsidRPr="003E3506">
        <w:rPr>
          <w:rtl/>
          <w:lang w:bidi="fa-IR"/>
        </w:rPr>
        <w:t xml:space="preserve"> حيوان بميرد پاك و حلال بودنش اشكال دارد.</w:t>
      </w:r>
    </w:p>
    <w:p w:rsidR="003E3506" w:rsidRPr="003E3506" w:rsidRDefault="003E3506" w:rsidP="003E3506">
      <w:pPr>
        <w:pStyle w:val="libNormal"/>
        <w:rPr>
          <w:lang w:bidi="fa-IR"/>
        </w:rPr>
      </w:pPr>
      <w:r w:rsidRPr="003E3506">
        <w:rPr>
          <w:rtl/>
          <w:lang w:bidi="fa-IR"/>
        </w:rPr>
        <w:t>دوم كسى كه شكار مى كند بايد مسلمان باشد يا بچه مسلمان باشد كه خوب و بد را بفهمد و اگر كافر غير كتابى يا كسى كه در حكم كافر است - مانند نواصب - حيوانى را شكار نمايد</w:t>
      </w:r>
      <w:r w:rsidR="000C4B14">
        <w:rPr>
          <w:rtl/>
          <w:lang w:bidi="fa-IR"/>
        </w:rPr>
        <w:t>،</w:t>
      </w:r>
      <w:r w:rsidRPr="003E3506">
        <w:rPr>
          <w:rtl/>
          <w:lang w:bidi="fa-IR"/>
        </w:rPr>
        <w:t xml:space="preserve"> آن شكار حلال نيست</w:t>
      </w:r>
      <w:r w:rsidR="000C4B14">
        <w:rPr>
          <w:rtl/>
          <w:lang w:bidi="fa-IR"/>
        </w:rPr>
        <w:t>،</w:t>
      </w:r>
      <w:r w:rsidRPr="003E3506">
        <w:rPr>
          <w:rtl/>
          <w:lang w:bidi="fa-IR"/>
        </w:rPr>
        <w:t xml:space="preserve"> بلكه كافر كتابى هم اگر حيوانى را شكار كند و نام خدا را هم ببرد آن حيوان بنابر احتياط حلال نمى شود.</w:t>
      </w:r>
    </w:p>
    <w:p w:rsidR="003E3506" w:rsidRPr="003E3506" w:rsidRDefault="003E3506" w:rsidP="003E3506">
      <w:pPr>
        <w:pStyle w:val="libNormal"/>
        <w:rPr>
          <w:lang w:bidi="fa-IR"/>
        </w:rPr>
      </w:pPr>
      <w:r w:rsidRPr="003E3506">
        <w:rPr>
          <w:rtl/>
          <w:lang w:bidi="fa-IR"/>
        </w:rPr>
        <w:t>سوم اسلحه را براى شكار كردن آن حيوان به كار برد و اگر مثلا جايى را نشان كند و اتفاقا حيوانى را بكشد</w:t>
      </w:r>
      <w:r w:rsidR="000C4B14">
        <w:rPr>
          <w:rtl/>
          <w:lang w:bidi="fa-IR"/>
        </w:rPr>
        <w:t>،</w:t>
      </w:r>
      <w:r w:rsidRPr="003E3506">
        <w:rPr>
          <w:rtl/>
          <w:lang w:bidi="fa-IR"/>
        </w:rPr>
        <w:t xml:space="preserve"> آن حيوان پاك نيست و خوردن آن هم حرام است</w:t>
      </w:r>
      <w:r w:rsidR="000C4B14">
        <w:rPr>
          <w:rtl/>
          <w:lang w:bidi="fa-IR"/>
        </w:rPr>
        <w:t>.</w:t>
      </w:r>
    </w:p>
    <w:p w:rsidR="003E3506" w:rsidRPr="003E3506" w:rsidRDefault="003E3506" w:rsidP="003E3506">
      <w:pPr>
        <w:pStyle w:val="libNormal"/>
        <w:rPr>
          <w:lang w:bidi="fa-IR"/>
        </w:rPr>
      </w:pPr>
      <w:r w:rsidRPr="003E3506">
        <w:rPr>
          <w:rtl/>
          <w:lang w:bidi="fa-IR"/>
        </w:rPr>
        <w:t>چهارم در وقت به كار بردن اسلحه نام خدا را ببرد</w:t>
      </w:r>
      <w:r w:rsidR="000C4B14">
        <w:rPr>
          <w:rtl/>
          <w:lang w:bidi="fa-IR"/>
        </w:rPr>
        <w:t>،</w:t>
      </w:r>
      <w:r w:rsidRPr="003E3506">
        <w:rPr>
          <w:rtl/>
          <w:lang w:bidi="fa-IR"/>
        </w:rPr>
        <w:t xml:space="preserve"> و چنانچه پيش از خوردن به هدف نام خدا را ببرد باز هم بنابر اقوى كفايت مى كند ولى اگر عمدا نام خدا را نبرد شكار حلال نمى شود</w:t>
      </w:r>
      <w:r w:rsidR="000C4B14">
        <w:rPr>
          <w:rtl/>
          <w:lang w:bidi="fa-IR"/>
        </w:rPr>
        <w:t>،</w:t>
      </w:r>
      <w:r w:rsidRPr="003E3506">
        <w:rPr>
          <w:rtl/>
          <w:lang w:bidi="fa-IR"/>
        </w:rPr>
        <w:t xml:space="preserve"> ولى اگر فراموش كند اشكال ندارد.</w:t>
      </w:r>
    </w:p>
    <w:p w:rsidR="003E3506" w:rsidRPr="003E3506" w:rsidRDefault="003E3506" w:rsidP="003E3506">
      <w:pPr>
        <w:pStyle w:val="libNormal"/>
        <w:rPr>
          <w:lang w:bidi="fa-IR"/>
        </w:rPr>
      </w:pPr>
      <w:r w:rsidRPr="003E3506">
        <w:rPr>
          <w:rtl/>
          <w:lang w:bidi="fa-IR"/>
        </w:rPr>
        <w:lastRenderedPageBreak/>
        <w:t>پنجم وقتى به حيوان برسد كه مرده باشد</w:t>
      </w:r>
      <w:r w:rsidR="000C4B14">
        <w:rPr>
          <w:rtl/>
          <w:lang w:bidi="fa-IR"/>
        </w:rPr>
        <w:t>،</w:t>
      </w:r>
      <w:r w:rsidRPr="003E3506">
        <w:rPr>
          <w:rtl/>
          <w:lang w:bidi="fa-IR"/>
        </w:rPr>
        <w:t xml:space="preserve"> يا اگر زنده است به اندازه سر بريدن آن وقت نباشد و چنانچه به اندازه سر بريدن وقت باشد و سر حيوان را نبرد تا بميرد حرام است</w:t>
      </w:r>
      <w:r w:rsidR="000C4B14">
        <w:rPr>
          <w:rtl/>
          <w:lang w:bidi="fa-IR"/>
        </w:rPr>
        <w:t>.</w:t>
      </w:r>
    </w:p>
    <w:p w:rsidR="003E3506" w:rsidRPr="003E3506" w:rsidRDefault="003E3506" w:rsidP="003E3506">
      <w:pPr>
        <w:pStyle w:val="libNormal"/>
        <w:rPr>
          <w:lang w:bidi="fa-IR"/>
        </w:rPr>
      </w:pPr>
      <w:r w:rsidRPr="003E3506">
        <w:rPr>
          <w:rtl/>
          <w:lang w:bidi="fa-IR"/>
        </w:rPr>
        <w:t>٢٦١١ - اگر دو نفر حيوانى را شكار كنند</w:t>
      </w:r>
      <w:r w:rsidR="000C4B14">
        <w:rPr>
          <w:rtl/>
          <w:lang w:bidi="fa-IR"/>
        </w:rPr>
        <w:t>،</w:t>
      </w:r>
      <w:r w:rsidRPr="003E3506">
        <w:rPr>
          <w:rtl/>
          <w:lang w:bidi="fa-IR"/>
        </w:rPr>
        <w:t xml:space="preserve"> و شكار يكى از آنان با مراعات شرايط گذشته باشد</w:t>
      </w:r>
      <w:r w:rsidR="000C4B14">
        <w:rPr>
          <w:rtl/>
          <w:lang w:bidi="fa-IR"/>
        </w:rPr>
        <w:t>،</w:t>
      </w:r>
      <w:r w:rsidRPr="003E3506">
        <w:rPr>
          <w:rtl/>
          <w:lang w:bidi="fa-IR"/>
        </w:rPr>
        <w:t xml:space="preserve"> ولى شكار ديگرى فاقد بعضى از آنها باشد مثلا يكى از آن دو نام خدا را ببرد و ديگرى عمدا نام خدا را نبرد</w:t>
      </w:r>
      <w:r w:rsidR="000C4B14">
        <w:rPr>
          <w:rtl/>
          <w:lang w:bidi="fa-IR"/>
        </w:rPr>
        <w:t>،</w:t>
      </w:r>
      <w:r w:rsidRPr="003E3506">
        <w:rPr>
          <w:rtl/>
          <w:lang w:bidi="fa-IR"/>
        </w:rPr>
        <w:t xml:space="preserve"> آن حيوان حلال نيست</w:t>
      </w:r>
      <w:r w:rsidR="000C4B14">
        <w:rPr>
          <w:rtl/>
          <w:lang w:bidi="fa-IR"/>
        </w:rPr>
        <w:t>.</w:t>
      </w:r>
    </w:p>
    <w:p w:rsidR="003E3506" w:rsidRPr="003E3506" w:rsidRDefault="003E3506" w:rsidP="003E3506">
      <w:pPr>
        <w:pStyle w:val="libNormal"/>
        <w:rPr>
          <w:lang w:bidi="fa-IR"/>
        </w:rPr>
      </w:pPr>
      <w:r w:rsidRPr="003E3506">
        <w:rPr>
          <w:rtl/>
          <w:lang w:bidi="fa-IR"/>
        </w:rPr>
        <w:t>٢٦١٢ - اگر بعد از آن كه حيوانى را تير زدند مثلا در آب بيفتد و انسان بداند كه حيوان به واسطه تير و افتادن در آب جان داده</w:t>
      </w:r>
      <w:r w:rsidR="000C4B14">
        <w:rPr>
          <w:rtl/>
          <w:lang w:bidi="fa-IR"/>
        </w:rPr>
        <w:t>،</w:t>
      </w:r>
      <w:r w:rsidRPr="003E3506">
        <w:rPr>
          <w:rtl/>
          <w:lang w:bidi="fa-IR"/>
        </w:rPr>
        <w:t xml:space="preserve"> حلال نيست بلكه اگر نداند كه جان دادن آن فقط به واسطه تير بوده</w:t>
      </w:r>
      <w:r w:rsidR="000C4B14">
        <w:rPr>
          <w:rtl/>
          <w:lang w:bidi="fa-IR"/>
        </w:rPr>
        <w:t>،</w:t>
      </w:r>
      <w:r w:rsidRPr="003E3506">
        <w:rPr>
          <w:rtl/>
          <w:lang w:bidi="fa-IR"/>
        </w:rPr>
        <w:t xml:space="preserve"> حلال نمى باشد.</w:t>
      </w:r>
    </w:p>
    <w:p w:rsidR="003E3506" w:rsidRPr="003E3506" w:rsidRDefault="003E3506" w:rsidP="003E3506">
      <w:pPr>
        <w:pStyle w:val="libNormal"/>
        <w:rPr>
          <w:lang w:bidi="fa-IR"/>
        </w:rPr>
      </w:pPr>
      <w:r w:rsidRPr="003E3506">
        <w:rPr>
          <w:rtl/>
          <w:lang w:bidi="fa-IR"/>
        </w:rPr>
        <w:t>٢٦١٣ - اگر با سگ غصبى يا اسلحه غصبى حيوانى را شكار كند</w:t>
      </w:r>
      <w:r w:rsidR="000C4B14">
        <w:rPr>
          <w:rtl/>
          <w:lang w:bidi="fa-IR"/>
        </w:rPr>
        <w:t>،</w:t>
      </w:r>
      <w:r w:rsidRPr="003E3506">
        <w:rPr>
          <w:rtl/>
          <w:lang w:bidi="fa-IR"/>
        </w:rPr>
        <w:t xml:space="preserve"> شكار حلال است و مال خود او مى شود</w:t>
      </w:r>
      <w:r w:rsidR="000C4B14">
        <w:rPr>
          <w:rtl/>
          <w:lang w:bidi="fa-IR"/>
        </w:rPr>
        <w:t>،</w:t>
      </w:r>
      <w:r w:rsidRPr="003E3506">
        <w:rPr>
          <w:rtl/>
          <w:lang w:bidi="fa-IR"/>
        </w:rPr>
        <w:t xml:space="preserve"> ولى گذشته از اين كه گناه كرده</w:t>
      </w:r>
      <w:r w:rsidR="000C4B14">
        <w:rPr>
          <w:rtl/>
          <w:lang w:bidi="fa-IR"/>
        </w:rPr>
        <w:t>،</w:t>
      </w:r>
      <w:r w:rsidRPr="003E3506">
        <w:rPr>
          <w:rtl/>
          <w:lang w:bidi="fa-IR"/>
        </w:rPr>
        <w:t xml:space="preserve"> بايد اجرت اسلحه يا سگ را به صاحبش بدهد.</w:t>
      </w:r>
    </w:p>
    <w:p w:rsidR="003E3506" w:rsidRPr="003E3506" w:rsidRDefault="003E3506" w:rsidP="003E3506">
      <w:pPr>
        <w:pStyle w:val="libNormal"/>
        <w:rPr>
          <w:lang w:bidi="fa-IR"/>
        </w:rPr>
      </w:pPr>
      <w:r w:rsidRPr="003E3506">
        <w:rPr>
          <w:rtl/>
          <w:lang w:bidi="fa-IR"/>
        </w:rPr>
        <w:t>٢٦١٤ - اگر با آلت شكار چون شمشير بعضى از اعضاى بدن حيوان مانند دست و پا را از او جدا كنند آن عضو حرام مى باشد</w:t>
      </w:r>
      <w:r w:rsidR="000C4B14">
        <w:rPr>
          <w:rtl/>
          <w:lang w:bidi="fa-IR"/>
        </w:rPr>
        <w:t>،</w:t>
      </w:r>
      <w:r w:rsidRPr="003E3506">
        <w:rPr>
          <w:rtl/>
          <w:lang w:bidi="fa-IR"/>
        </w:rPr>
        <w:t xml:space="preserve"> ولى چنانچه آن حيوان را با مراعات شرايط گذشته در مساله </w:t>
      </w:r>
      <w:r w:rsidR="00605FAB">
        <w:rPr>
          <w:rtl/>
          <w:lang w:bidi="fa-IR"/>
        </w:rPr>
        <w:t>(</w:t>
      </w:r>
      <w:r w:rsidRPr="003E3506">
        <w:rPr>
          <w:rtl/>
          <w:lang w:bidi="fa-IR"/>
        </w:rPr>
        <w:t>٢٦١٠</w:t>
      </w:r>
      <w:r w:rsidR="00605FAB">
        <w:rPr>
          <w:rtl/>
          <w:lang w:bidi="fa-IR"/>
        </w:rPr>
        <w:t>)</w:t>
      </w:r>
      <w:r w:rsidRPr="003E3506">
        <w:rPr>
          <w:rtl/>
          <w:lang w:bidi="fa-IR"/>
        </w:rPr>
        <w:t xml:space="preserve"> سر ببرند باقيمانده بدن او حلال مى شود</w:t>
      </w:r>
      <w:r w:rsidR="000C4B14">
        <w:rPr>
          <w:rtl/>
          <w:lang w:bidi="fa-IR"/>
        </w:rPr>
        <w:t>،</w:t>
      </w:r>
      <w:r w:rsidRPr="003E3506">
        <w:rPr>
          <w:rtl/>
          <w:lang w:bidi="fa-IR"/>
        </w:rPr>
        <w:t xml:space="preserve"> و اما اگر آلت شكار - با شرايط گذشته - بدن حيوان را دو قسمت كند و سر و گردن در يك قسمت بماند و انسان وقتى برسد كه حيوان جان داده باشد</w:t>
      </w:r>
      <w:r w:rsidR="000C4B14">
        <w:rPr>
          <w:rtl/>
          <w:lang w:bidi="fa-IR"/>
        </w:rPr>
        <w:t>،</w:t>
      </w:r>
      <w:r w:rsidRPr="003E3506">
        <w:rPr>
          <w:rtl/>
          <w:lang w:bidi="fa-IR"/>
        </w:rPr>
        <w:t xml:space="preserve"> هر دو قسمت حلال است و هم چنين است اگر حيوان زنده باشد ولى به اندازه سر بريدن وقت نباشد اما اگر به اندازه سر بريدن وقت باشد و ممكن باشد كه مقدارى زنده بماند</w:t>
      </w:r>
      <w:r w:rsidR="000C4B14">
        <w:rPr>
          <w:rtl/>
          <w:lang w:bidi="fa-IR"/>
        </w:rPr>
        <w:t>،</w:t>
      </w:r>
      <w:r w:rsidRPr="003E3506">
        <w:rPr>
          <w:rtl/>
          <w:lang w:bidi="fa-IR"/>
        </w:rPr>
        <w:t xml:space="preserve"> قسمتى كه سر و گردن ندارد حرام و قسمتى كه سر و گردن دارد</w:t>
      </w:r>
      <w:r w:rsidR="000C4B14">
        <w:rPr>
          <w:rtl/>
          <w:lang w:bidi="fa-IR"/>
        </w:rPr>
        <w:t>،</w:t>
      </w:r>
      <w:r w:rsidRPr="003E3506">
        <w:rPr>
          <w:rtl/>
          <w:lang w:bidi="fa-IR"/>
        </w:rPr>
        <w:t xml:space="preserve"> اگر سر آن را به دستورى كه در شرع معين شده ببرند حلال و گرنه آنهم حرام مى باشد.</w:t>
      </w:r>
    </w:p>
    <w:p w:rsidR="003E3506" w:rsidRPr="003E3506" w:rsidRDefault="003E3506" w:rsidP="003E3506">
      <w:pPr>
        <w:pStyle w:val="libNormal"/>
        <w:rPr>
          <w:lang w:bidi="fa-IR"/>
        </w:rPr>
      </w:pPr>
      <w:r w:rsidRPr="003E3506">
        <w:rPr>
          <w:rtl/>
          <w:lang w:bidi="fa-IR"/>
        </w:rPr>
        <w:t>٢٦١٥ - اگر با چوب يا سنگ يا چيز ديگرى كه شكار كردن با آن صحيح نيست حيوانى را دو قسمت كنند قسمتى كه سر و گردن ندارد حرام است و قسمتى كه سر و گردن دارد</w:t>
      </w:r>
      <w:r w:rsidR="000C4B14">
        <w:rPr>
          <w:rtl/>
          <w:lang w:bidi="fa-IR"/>
        </w:rPr>
        <w:t>،</w:t>
      </w:r>
      <w:r w:rsidRPr="003E3506">
        <w:rPr>
          <w:rtl/>
          <w:lang w:bidi="fa-IR"/>
        </w:rPr>
        <w:t xml:space="preserve"> اگر زنده </w:t>
      </w:r>
      <w:r w:rsidRPr="003E3506">
        <w:rPr>
          <w:rtl/>
          <w:lang w:bidi="fa-IR"/>
        </w:rPr>
        <w:lastRenderedPageBreak/>
        <w:t>باشد و ممكن باشد كه مقدارى زنده بماند</w:t>
      </w:r>
      <w:r w:rsidR="000C4B14">
        <w:rPr>
          <w:rtl/>
          <w:lang w:bidi="fa-IR"/>
        </w:rPr>
        <w:t>،</w:t>
      </w:r>
      <w:r w:rsidRPr="003E3506">
        <w:rPr>
          <w:rtl/>
          <w:lang w:bidi="fa-IR"/>
        </w:rPr>
        <w:t xml:space="preserve"> و سر آن را به دستورى كه در شرع معين شده ببرند حلال و گرنه آن قسمت هم حرام مى باشد.</w:t>
      </w:r>
    </w:p>
    <w:p w:rsidR="003E3506" w:rsidRPr="003E3506" w:rsidRDefault="003E3506" w:rsidP="003E3506">
      <w:pPr>
        <w:pStyle w:val="libNormal"/>
        <w:rPr>
          <w:lang w:bidi="fa-IR"/>
        </w:rPr>
      </w:pPr>
      <w:r w:rsidRPr="003E3506">
        <w:rPr>
          <w:rtl/>
          <w:lang w:bidi="fa-IR"/>
        </w:rPr>
        <w:t>٢٦١٦ - اگر حيوانى را شكار كنند</w:t>
      </w:r>
      <w:r w:rsidR="000C4B14">
        <w:rPr>
          <w:rtl/>
          <w:lang w:bidi="fa-IR"/>
        </w:rPr>
        <w:t>،</w:t>
      </w:r>
      <w:r w:rsidRPr="003E3506">
        <w:rPr>
          <w:rtl/>
          <w:lang w:bidi="fa-IR"/>
        </w:rPr>
        <w:t xml:space="preserve"> يا سر ببرند و بچه زنده اى از آن بيرون آيد</w:t>
      </w:r>
      <w:r w:rsidR="000C4B14">
        <w:rPr>
          <w:rtl/>
          <w:lang w:bidi="fa-IR"/>
        </w:rPr>
        <w:t>،</w:t>
      </w:r>
      <w:r w:rsidRPr="003E3506">
        <w:rPr>
          <w:rtl/>
          <w:lang w:bidi="fa-IR"/>
        </w:rPr>
        <w:t xml:space="preserve"> چنانچه آن بچه را به دستورى كه در شرع معين شده سر ببرند حلال و گرنه حرام مى باشد.</w:t>
      </w:r>
    </w:p>
    <w:p w:rsidR="003E3506" w:rsidRPr="003E3506" w:rsidRDefault="003E3506" w:rsidP="003E3506">
      <w:pPr>
        <w:pStyle w:val="libNormal"/>
        <w:rPr>
          <w:lang w:bidi="fa-IR"/>
        </w:rPr>
      </w:pPr>
      <w:r w:rsidRPr="003E3506">
        <w:rPr>
          <w:rtl/>
          <w:lang w:bidi="fa-IR"/>
        </w:rPr>
        <w:t>٢٦١٧ - اگر حيوانى را شكار كنند يا سر ببرند و بچه مرده اى از شكمش بيرون آورند</w:t>
      </w:r>
      <w:r w:rsidR="000C4B14">
        <w:rPr>
          <w:rtl/>
          <w:lang w:bidi="fa-IR"/>
        </w:rPr>
        <w:t>،</w:t>
      </w:r>
      <w:r w:rsidRPr="003E3506">
        <w:rPr>
          <w:rtl/>
          <w:lang w:bidi="fa-IR"/>
        </w:rPr>
        <w:t xml:space="preserve"> در صورتى كه مردن بچه پيش از كشتن آن حيوان نباشد و هم چنين به سبب دير بيرون آوردنش از شكم آن حيوان نمرده باشد</w:t>
      </w:r>
      <w:r w:rsidR="000C4B14">
        <w:rPr>
          <w:rtl/>
          <w:lang w:bidi="fa-IR"/>
        </w:rPr>
        <w:t>،</w:t>
      </w:r>
      <w:r w:rsidRPr="003E3506">
        <w:rPr>
          <w:rtl/>
          <w:lang w:bidi="fa-IR"/>
        </w:rPr>
        <w:t xml:space="preserve"> چنانچه خلقت آن بچه كامل باشد</w:t>
      </w:r>
      <w:r w:rsidR="000C4B14">
        <w:rPr>
          <w:rtl/>
          <w:lang w:bidi="fa-IR"/>
        </w:rPr>
        <w:t>،</w:t>
      </w:r>
      <w:r w:rsidRPr="003E3506">
        <w:rPr>
          <w:rtl/>
          <w:lang w:bidi="fa-IR"/>
        </w:rPr>
        <w:t xml:space="preserve"> و مو يا پشم در بدنش روييده باشد پاك و حلال است</w:t>
      </w:r>
      <w:r w:rsidR="000C4B14">
        <w:rPr>
          <w:rtl/>
          <w:lang w:bidi="fa-IR"/>
        </w:rPr>
        <w:t>.</w:t>
      </w:r>
    </w:p>
    <w:p w:rsidR="003E3506" w:rsidRDefault="00605FAB" w:rsidP="000957EF">
      <w:pPr>
        <w:pStyle w:val="Heading3"/>
        <w:rPr>
          <w:rtl/>
          <w:lang w:bidi="fa-IR"/>
        </w:rPr>
      </w:pPr>
      <w:bookmarkStart w:id="284" w:name="_Toc24454707"/>
      <w:r>
        <w:rPr>
          <w:rtl/>
          <w:lang w:bidi="fa-IR"/>
        </w:rPr>
        <w:t>(</w:t>
      </w:r>
      <w:r w:rsidR="003E3506" w:rsidRPr="003E3506">
        <w:rPr>
          <w:rtl/>
          <w:lang w:bidi="fa-IR"/>
        </w:rPr>
        <w:t>شكار كردن با سگ شكارى</w:t>
      </w:r>
      <w:r>
        <w:rPr>
          <w:rtl/>
          <w:lang w:bidi="fa-IR"/>
        </w:rPr>
        <w:t>)</w:t>
      </w:r>
      <w:bookmarkEnd w:id="284"/>
    </w:p>
    <w:p w:rsidR="003E3506" w:rsidRPr="003E3506" w:rsidRDefault="003E3506" w:rsidP="003E3506">
      <w:pPr>
        <w:pStyle w:val="libNormal"/>
        <w:rPr>
          <w:lang w:bidi="fa-IR"/>
        </w:rPr>
      </w:pPr>
      <w:r w:rsidRPr="003E3506">
        <w:rPr>
          <w:rtl/>
          <w:lang w:bidi="fa-IR"/>
        </w:rPr>
        <w:t>٢٦١٨ - اگر سگ شكارى</w:t>
      </w:r>
      <w:r w:rsidR="000C4B14">
        <w:rPr>
          <w:rtl/>
          <w:lang w:bidi="fa-IR"/>
        </w:rPr>
        <w:t>،</w:t>
      </w:r>
      <w:r w:rsidRPr="003E3506">
        <w:rPr>
          <w:rtl/>
          <w:lang w:bidi="fa-IR"/>
        </w:rPr>
        <w:t xml:space="preserve"> حيوان وحشى حلال گوشتى را شكار كند</w:t>
      </w:r>
      <w:r w:rsidR="000C4B14">
        <w:rPr>
          <w:rtl/>
          <w:lang w:bidi="fa-IR"/>
        </w:rPr>
        <w:t>،</w:t>
      </w:r>
      <w:r w:rsidRPr="003E3506">
        <w:rPr>
          <w:rtl/>
          <w:lang w:bidi="fa-IR"/>
        </w:rPr>
        <w:t xml:space="preserve"> پاك بودن و حلال بودن آن حيوان شش شرط دارد</w:t>
      </w:r>
      <w:r w:rsidR="00553569">
        <w:rPr>
          <w:rtl/>
          <w:lang w:bidi="fa-IR"/>
        </w:rPr>
        <w:t>:</w:t>
      </w:r>
      <w:r w:rsidRPr="003E3506">
        <w:rPr>
          <w:rtl/>
          <w:lang w:bidi="fa-IR"/>
        </w:rPr>
        <w:t xml:space="preserve"> اول سگ به طورى تربيت شده باشد كه هر وقت آن را براى گرفتن شكار بفرستند برود و هر وقت از رفتن جلوگيرى كنند بايستد</w:t>
      </w:r>
      <w:r w:rsidR="000C4B14">
        <w:rPr>
          <w:rtl/>
          <w:lang w:bidi="fa-IR"/>
        </w:rPr>
        <w:t>،</w:t>
      </w:r>
      <w:r w:rsidRPr="003E3506">
        <w:rPr>
          <w:rtl/>
          <w:lang w:bidi="fa-IR"/>
        </w:rPr>
        <w:t xml:space="preserve"> ولى اگر پس از نزديك شدن به شكار و ديدن آن به جلوگيرى نايستد ضرر ندارد و لازم نيست كه عادتش اين باشد كه تا صاحبش نرسد از شكار نخورد</w:t>
      </w:r>
      <w:r w:rsidR="000C4B14">
        <w:rPr>
          <w:rtl/>
          <w:lang w:bidi="fa-IR"/>
        </w:rPr>
        <w:t>،</w:t>
      </w:r>
      <w:r w:rsidRPr="003E3506">
        <w:rPr>
          <w:rtl/>
          <w:lang w:bidi="fa-IR"/>
        </w:rPr>
        <w:t xml:space="preserve"> بلكه اگر عادتش اين باشد كه پيش از رسيدن صاحبش از شكار مى خورد ضرر ندارد و هم چنين اگر عادت به خوردن خون شكار داشته باشد اشكال ندارد.</w:t>
      </w:r>
    </w:p>
    <w:p w:rsidR="003E3506" w:rsidRPr="003E3506" w:rsidRDefault="003E3506" w:rsidP="003E3506">
      <w:pPr>
        <w:pStyle w:val="libNormal"/>
        <w:rPr>
          <w:lang w:bidi="fa-IR"/>
        </w:rPr>
      </w:pPr>
      <w:r w:rsidRPr="003E3506">
        <w:rPr>
          <w:rtl/>
          <w:lang w:bidi="fa-IR"/>
        </w:rPr>
        <w:t>دوم صاحبش آن را بفرستد و اگر از پيش خود دنبال شكار رود و حيوانى را شكار كند خوردن آن حيوان حرام است</w:t>
      </w:r>
      <w:r w:rsidR="000C4B14">
        <w:rPr>
          <w:rtl/>
          <w:lang w:bidi="fa-IR"/>
        </w:rPr>
        <w:t>،</w:t>
      </w:r>
      <w:r w:rsidRPr="003E3506">
        <w:rPr>
          <w:rtl/>
          <w:lang w:bidi="fa-IR"/>
        </w:rPr>
        <w:t xml:space="preserve"> بلكه اگر از پيش خود دنبال شكار رود</w:t>
      </w:r>
      <w:r w:rsidR="000C4B14">
        <w:rPr>
          <w:rtl/>
          <w:lang w:bidi="fa-IR"/>
        </w:rPr>
        <w:t>،</w:t>
      </w:r>
      <w:r w:rsidRPr="003E3506">
        <w:rPr>
          <w:rtl/>
          <w:lang w:bidi="fa-IR"/>
        </w:rPr>
        <w:t xml:space="preserve"> و بعدا صاحبش بانگ بزند كه زودتر آن را به شكار برساند اگر چه به واسطه صداى صاحبش شتاب كند</w:t>
      </w:r>
      <w:r w:rsidR="000C4B14">
        <w:rPr>
          <w:rtl/>
          <w:lang w:bidi="fa-IR"/>
        </w:rPr>
        <w:t>،</w:t>
      </w:r>
      <w:r w:rsidRPr="003E3506">
        <w:rPr>
          <w:rtl/>
          <w:lang w:bidi="fa-IR"/>
        </w:rPr>
        <w:t xml:space="preserve"> بنابر احتياط واجب بايد از خوردن آن شكار خوددارى نمايد.</w:t>
      </w:r>
    </w:p>
    <w:p w:rsidR="003E3506" w:rsidRPr="003E3506" w:rsidRDefault="003E3506" w:rsidP="003E3506">
      <w:pPr>
        <w:pStyle w:val="libNormal"/>
        <w:rPr>
          <w:lang w:bidi="fa-IR"/>
        </w:rPr>
      </w:pPr>
      <w:r w:rsidRPr="003E3506">
        <w:rPr>
          <w:rtl/>
          <w:lang w:bidi="fa-IR"/>
        </w:rPr>
        <w:t>سوم كسى كه سگ را مى فرستد بايد مسلمان باشد</w:t>
      </w:r>
      <w:r w:rsidR="000C4B14">
        <w:rPr>
          <w:rtl/>
          <w:lang w:bidi="fa-IR"/>
        </w:rPr>
        <w:t>،</w:t>
      </w:r>
      <w:r w:rsidRPr="003E3506">
        <w:rPr>
          <w:rtl/>
          <w:lang w:bidi="fa-IR"/>
        </w:rPr>
        <w:t xml:space="preserve"> به تفصيلى كه در شرايط شكار با اسلحه گذشت</w:t>
      </w:r>
      <w:r w:rsidR="000C4B14">
        <w:rPr>
          <w:rtl/>
          <w:lang w:bidi="fa-IR"/>
        </w:rPr>
        <w:t>.</w:t>
      </w:r>
    </w:p>
    <w:p w:rsidR="003E3506" w:rsidRPr="003E3506" w:rsidRDefault="003E3506" w:rsidP="003E3506">
      <w:pPr>
        <w:pStyle w:val="libNormal"/>
        <w:rPr>
          <w:lang w:bidi="fa-IR"/>
        </w:rPr>
      </w:pPr>
      <w:r w:rsidRPr="003E3506">
        <w:rPr>
          <w:rtl/>
          <w:lang w:bidi="fa-IR"/>
        </w:rPr>
        <w:lastRenderedPageBreak/>
        <w:t>چهارم شكارچى وقت فرستادن سگ نام خدا را ببرد و اگر عمدا نام خدا را نبرد</w:t>
      </w:r>
      <w:r w:rsidR="000C4B14">
        <w:rPr>
          <w:rtl/>
          <w:lang w:bidi="fa-IR"/>
        </w:rPr>
        <w:t>،</w:t>
      </w:r>
      <w:r w:rsidRPr="003E3506">
        <w:rPr>
          <w:rtl/>
          <w:lang w:bidi="fa-IR"/>
        </w:rPr>
        <w:t xml:space="preserve"> آن شكار حرام است ولى اگر فراموش كند اشكال ندارد.</w:t>
      </w:r>
    </w:p>
    <w:p w:rsidR="003E3506" w:rsidRPr="003E3506" w:rsidRDefault="003E3506" w:rsidP="003E3506">
      <w:pPr>
        <w:pStyle w:val="libNormal"/>
        <w:rPr>
          <w:lang w:bidi="fa-IR"/>
        </w:rPr>
      </w:pPr>
      <w:r w:rsidRPr="003E3506">
        <w:rPr>
          <w:rtl/>
          <w:lang w:bidi="fa-IR"/>
        </w:rPr>
        <w:t>پنجم شكار به واسطه زخمى كه از دندان سگ پيدا كرده بميرد پس اگر سگ</w:t>
      </w:r>
      <w:r w:rsidR="000C4B14">
        <w:rPr>
          <w:rtl/>
          <w:lang w:bidi="fa-IR"/>
        </w:rPr>
        <w:t>،</w:t>
      </w:r>
      <w:r w:rsidRPr="003E3506">
        <w:rPr>
          <w:rtl/>
          <w:lang w:bidi="fa-IR"/>
        </w:rPr>
        <w:t xml:space="preserve"> شكار را خفه كند</w:t>
      </w:r>
      <w:r w:rsidR="000C4B14">
        <w:rPr>
          <w:rtl/>
          <w:lang w:bidi="fa-IR"/>
        </w:rPr>
        <w:t>،</w:t>
      </w:r>
      <w:r w:rsidRPr="003E3506">
        <w:rPr>
          <w:rtl/>
          <w:lang w:bidi="fa-IR"/>
        </w:rPr>
        <w:t xml:space="preserve"> يا شكار از دويدن يا ترس بميرد حلال نيست</w:t>
      </w:r>
      <w:r w:rsidR="000C4B14">
        <w:rPr>
          <w:rtl/>
          <w:lang w:bidi="fa-IR"/>
        </w:rPr>
        <w:t>.</w:t>
      </w:r>
    </w:p>
    <w:p w:rsidR="003E3506" w:rsidRPr="003E3506" w:rsidRDefault="003E3506" w:rsidP="003E3506">
      <w:pPr>
        <w:pStyle w:val="libNormal"/>
        <w:rPr>
          <w:lang w:bidi="fa-IR"/>
        </w:rPr>
      </w:pPr>
      <w:r w:rsidRPr="003E3506">
        <w:rPr>
          <w:rtl/>
          <w:lang w:bidi="fa-IR"/>
        </w:rPr>
        <w:t>ششم كسى كه سگ را فرستاده</w:t>
      </w:r>
      <w:r w:rsidR="000C4B14">
        <w:rPr>
          <w:rtl/>
          <w:lang w:bidi="fa-IR"/>
        </w:rPr>
        <w:t>،</w:t>
      </w:r>
      <w:r w:rsidRPr="003E3506">
        <w:rPr>
          <w:rtl/>
          <w:lang w:bidi="fa-IR"/>
        </w:rPr>
        <w:t xml:space="preserve"> وقتى برسد كه حيوان مرده باشد</w:t>
      </w:r>
      <w:r w:rsidR="000C4B14">
        <w:rPr>
          <w:rtl/>
          <w:lang w:bidi="fa-IR"/>
        </w:rPr>
        <w:t>،</w:t>
      </w:r>
      <w:r w:rsidRPr="003E3506">
        <w:rPr>
          <w:rtl/>
          <w:lang w:bidi="fa-IR"/>
        </w:rPr>
        <w:t xml:space="preserve"> يا اگر زنده است به اندازه سر بريدن آن وقت نباشد - ولى نه از جهت تاخير غيرمعمول در رسيدن به شكار - اما اگر وقتى برسد كه به اندازه سر بريدن وقت باشد و سر حيوان را نبرد تا بميرد حلال نيست</w:t>
      </w:r>
      <w:r w:rsidR="000C4B14">
        <w:rPr>
          <w:rtl/>
          <w:lang w:bidi="fa-IR"/>
        </w:rPr>
        <w:t>.</w:t>
      </w:r>
    </w:p>
    <w:p w:rsidR="003E3506" w:rsidRPr="003E3506" w:rsidRDefault="003E3506" w:rsidP="003E3506">
      <w:pPr>
        <w:pStyle w:val="libNormal"/>
        <w:rPr>
          <w:lang w:bidi="fa-IR"/>
        </w:rPr>
      </w:pPr>
      <w:r w:rsidRPr="003E3506">
        <w:rPr>
          <w:rtl/>
          <w:lang w:bidi="fa-IR"/>
        </w:rPr>
        <w:t>٢٦١٩ - كسى كه سگ را فرستاده اگر وقتى برسد كه بتواند سر حيوان را ببرد</w:t>
      </w:r>
      <w:r w:rsidR="000C4B14">
        <w:rPr>
          <w:rtl/>
          <w:lang w:bidi="fa-IR"/>
        </w:rPr>
        <w:t>،</w:t>
      </w:r>
      <w:r w:rsidRPr="003E3506">
        <w:rPr>
          <w:rtl/>
          <w:lang w:bidi="fa-IR"/>
        </w:rPr>
        <w:t xml:space="preserve"> چنانچه به واسطه تهيه مقدمات آن مانند بيرون آوردن كارد وقت بگذرد و آن حيوان بميرد حلال است</w:t>
      </w:r>
      <w:r w:rsidR="000C4B14">
        <w:rPr>
          <w:rtl/>
          <w:lang w:bidi="fa-IR"/>
        </w:rPr>
        <w:t>،</w:t>
      </w:r>
      <w:r w:rsidRPr="003E3506">
        <w:rPr>
          <w:rtl/>
          <w:lang w:bidi="fa-IR"/>
        </w:rPr>
        <w:t xml:space="preserve"> ولى اگر چيزى همراه او نباشد كه با آن سر حيوان را ببرد و حيوان بميرد</w:t>
      </w:r>
      <w:r w:rsidR="000C4B14">
        <w:rPr>
          <w:rtl/>
          <w:lang w:bidi="fa-IR"/>
        </w:rPr>
        <w:t>،</w:t>
      </w:r>
      <w:r w:rsidRPr="003E3506">
        <w:rPr>
          <w:rtl/>
          <w:lang w:bidi="fa-IR"/>
        </w:rPr>
        <w:t xml:space="preserve"> بنابر احتياط حلال نمى شود</w:t>
      </w:r>
      <w:r w:rsidR="000C4B14">
        <w:rPr>
          <w:rtl/>
          <w:lang w:bidi="fa-IR"/>
        </w:rPr>
        <w:t>،</w:t>
      </w:r>
      <w:r w:rsidRPr="003E3506">
        <w:rPr>
          <w:rtl/>
          <w:lang w:bidi="fa-IR"/>
        </w:rPr>
        <w:t xml:space="preserve"> البته در اين حال اگر آن حيوان را رها كند كه سگ او را بكشد حلال مى شود.</w:t>
      </w:r>
    </w:p>
    <w:p w:rsidR="003E3506" w:rsidRPr="003E3506" w:rsidRDefault="003E3506" w:rsidP="003E3506">
      <w:pPr>
        <w:pStyle w:val="libNormal"/>
        <w:rPr>
          <w:lang w:bidi="fa-IR"/>
        </w:rPr>
      </w:pPr>
      <w:r w:rsidRPr="003E3506">
        <w:rPr>
          <w:rtl/>
          <w:lang w:bidi="fa-IR"/>
        </w:rPr>
        <w:t>٢٦٢٠ - اگر چند سگ را بفرستد و با هم حيوانى را شكار كنند چنانچه همه آنها داراى شرط</w:t>
      </w:r>
      <w:r w:rsidR="000957EF">
        <w:rPr>
          <w:rFonts w:hint="cs"/>
          <w:rtl/>
          <w:lang w:bidi="fa-IR"/>
        </w:rPr>
        <w:t xml:space="preserve"> </w:t>
      </w:r>
      <w:r w:rsidRPr="003E3506">
        <w:rPr>
          <w:rtl/>
          <w:lang w:bidi="fa-IR"/>
        </w:rPr>
        <w:t xml:space="preserve">هايى كه در مساله </w:t>
      </w:r>
      <w:r w:rsidR="00605FAB">
        <w:rPr>
          <w:rtl/>
          <w:lang w:bidi="fa-IR"/>
        </w:rPr>
        <w:t>(</w:t>
      </w:r>
      <w:r w:rsidRPr="003E3506">
        <w:rPr>
          <w:rtl/>
          <w:lang w:bidi="fa-IR"/>
        </w:rPr>
        <w:t>٢٦١٨</w:t>
      </w:r>
      <w:r w:rsidR="00605FAB">
        <w:rPr>
          <w:rtl/>
          <w:lang w:bidi="fa-IR"/>
        </w:rPr>
        <w:t>)</w:t>
      </w:r>
      <w:r w:rsidRPr="003E3506">
        <w:rPr>
          <w:rtl/>
          <w:lang w:bidi="fa-IR"/>
        </w:rPr>
        <w:t xml:space="preserve"> گفته شد بوده اند</w:t>
      </w:r>
      <w:r w:rsidR="000C4B14">
        <w:rPr>
          <w:rtl/>
          <w:lang w:bidi="fa-IR"/>
        </w:rPr>
        <w:t>،</w:t>
      </w:r>
      <w:r w:rsidRPr="003E3506">
        <w:rPr>
          <w:rtl/>
          <w:lang w:bidi="fa-IR"/>
        </w:rPr>
        <w:t xml:space="preserve"> شكار حلال است و اگر يكى از آنها داراى آن شرط</w:t>
      </w:r>
      <w:r w:rsidR="000957EF">
        <w:rPr>
          <w:rFonts w:hint="cs"/>
          <w:rtl/>
          <w:lang w:bidi="fa-IR"/>
        </w:rPr>
        <w:t xml:space="preserve"> </w:t>
      </w:r>
      <w:r w:rsidRPr="003E3506">
        <w:rPr>
          <w:rtl/>
          <w:lang w:bidi="fa-IR"/>
        </w:rPr>
        <w:t>ها نبوده</w:t>
      </w:r>
      <w:r w:rsidR="000C4B14">
        <w:rPr>
          <w:rtl/>
          <w:lang w:bidi="fa-IR"/>
        </w:rPr>
        <w:t>،</w:t>
      </w:r>
      <w:r w:rsidRPr="003E3506">
        <w:rPr>
          <w:rtl/>
          <w:lang w:bidi="fa-IR"/>
        </w:rPr>
        <w:t xml:space="preserve"> شكار حرام است</w:t>
      </w:r>
      <w:r w:rsidR="000C4B14">
        <w:rPr>
          <w:rtl/>
          <w:lang w:bidi="fa-IR"/>
        </w:rPr>
        <w:t>.</w:t>
      </w:r>
    </w:p>
    <w:p w:rsidR="003E3506" w:rsidRPr="003E3506" w:rsidRDefault="003E3506" w:rsidP="003E3506">
      <w:pPr>
        <w:pStyle w:val="libNormal"/>
        <w:rPr>
          <w:lang w:bidi="fa-IR"/>
        </w:rPr>
      </w:pPr>
      <w:r w:rsidRPr="003E3506">
        <w:rPr>
          <w:rtl/>
          <w:lang w:bidi="fa-IR"/>
        </w:rPr>
        <w:t>٢٦٢١ - اگر سگ را براى شكار حيوانى بفرستد و آن سگ حيوان ديگرى را شكار كند</w:t>
      </w:r>
      <w:r w:rsidR="000C4B14">
        <w:rPr>
          <w:rtl/>
          <w:lang w:bidi="fa-IR"/>
        </w:rPr>
        <w:t>،</w:t>
      </w:r>
      <w:r w:rsidRPr="003E3506">
        <w:rPr>
          <w:rtl/>
          <w:lang w:bidi="fa-IR"/>
        </w:rPr>
        <w:t xml:space="preserve"> آن شكار حلال و پاك است</w:t>
      </w:r>
      <w:r w:rsidR="000C4B14">
        <w:rPr>
          <w:rtl/>
          <w:lang w:bidi="fa-IR"/>
        </w:rPr>
        <w:t>.</w:t>
      </w:r>
    </w:p>
    <w:p w:rsidR="003E3506" w:rsidRPr="003E3506" w:rsidRDefault="003E3506" w:rsidP="003E3506">
      <w:pPr>
        <w:pStyle w:val="libNormal"/>
        <w:rPr>
          <w:lang w:bidi="fa-IR"/>
        </w:rPr>
      </w:pPr>
      <w:r w:rsidRPr="003E3506">
        <w:rPr>
          <w:rtl/>
          <w:lang w:bidi="fa-IR"/>
        </w:rPr>
        <w:t>و نيز اگر آن حيوان را با حيوان ديگرى شكار كند</w:t>
      </w:r>
      <w:r w:rsidR="000C4B14">
        <w:rPr>
          <w:rtl/>
          <w:lang w:bidi="fa-IR"/>
        </w:rPr>
        <w:t>،</w:t>
      </w:r>
      <w:r w:rsidRPr="003E3506">
        <w:rPr>
          <w:rtl/>
          <w:lang w:bidi="fa-IR"/>
        </w:rPr>
        <w:t xml:space="preserve"> هر دوى آنها حلال و پاك مى باشد.</w:t>
      </w:r>
    </w:p>
    <w:p w:rsidR="003E3506" w:rsidRPr="003E3506" w:rsidRDefault="003E3506" w:rsidP="003E3506">
      <w:pPr>
        <w:pStyle w:val="libNormal"/>
        <w:rPr>
          <w:lang w:bidi="fa-IR"/>
        </w:rPr>
      </w:pPr>
      <w:r w:rsidRPr="003E3506">
        <w:rPr>
          <w:rtl/>
          <w:lang w:bidi="fa-IR"/>
        </w:rPr>
        <w:t>٢٦٢٢ - اگر چند نفر با هم سگ را بفرستند و يكى از آنها عمدا نام خدا را نبرد</w:t>
      </w:r>
      <w:r w:rsidR="000C4B14">
        <w:rPr>
          <w:rtl/>
          <w:lang w:bidi="fa-IR"/>
        </w:rPr>
        <w:t>،</w:t>
      </w:r>
      <w:r w:rsidRPr="003E3506">
        <w:rPr>
          <w:rtl/>
          <w:lang w:bidi="fa-IR"/>
        </w:rPr>
        <w:t xml:space="preserve"> آن شكار حرام است</w:t>
      </w:r>
      <w:r w:rsidR="000C4B14">
        <w:rPr>
          <w:rtl/>
          <w:lang w:bidi="fa-IR"/>
        </w:rPr>
        <w:t>.</w:t>
      </w:r>
    </w:p>
    <w:p w:rsidR="003E3506" w:rsidRPr="003E3506" w:rsidRDefault="003E3506" w:rsidP="003E3506">
      <w:pPr>
        <w:pStyle w:val="libNormal"/>
        <w:rPr>
          <w:lang w:bidi="fa-IR"/>
        </w:rPr>
      </w:pPr>
      <w:r w:rsidRPr="003E3506">
        <w:rPr>
          <w:rtl/>
          <w:lang w:bidi="fa-IR"/>
        </w:rPr>
        <w:t xml:space="preserve">و نيز اگر يكى از سگهايى را كه فرستاده اند به طورى كه در مساله </w:t>
      </w:r>
      <w:r w:rsidR="00605FAB">
        <w:rPr>
          <w:rtl/>
          <w:lang w:bidi="fa-IR"/>
        </w:rPr>
        <w:t>(</w:t>
      </w:r>
      <w:r w:rsidRPr="003E3506">
        <w:rPr>
          <w:rtl/>
          <w:lang w:bidi="fa-IR"/>
        </w:rPr>
        <w:t>٢٦١٨</w:t>
      </w:r>
      <w:r w:rsidR="00605FAB">
        <w:rPr>
          <w:rtl/>
          <w:lang w:bidi="fa-IR"/>
        </w:rPr>
        <w:t>)</w:t>
      </w:r>
      <w:r w:rsidRPr="003E3506">
        <w:rPr>
          <w:rtl/>
          <w:lang w:bidi="fa-IR"/>
        </w:rPr>
        <w:t xml:space="preserve"> گفته شد تربيت شده نباشد</w:t>
      </w:r>
      <w:r w:rsidR="000C4B14">
        <w:rPr>
          <w:rtl/>
          <w:lang w:bidi="fa-IR"/>
        </w:rPr>
        <w:t>،</w:t>
      </w:r>
      <w:r w:rsidRPr="003E3506">
        <w:rPr>
          <w:rtl/>
          <w:lang w:bidi="fa-IR"/>
        </w:rPr>
        <w:t xml:space="preserve"> آن شكار حرام مى باشد.</w:t>
      </w:r>
    </w:p>
    <w:p w:rsidR="003E3506" w:rsidRPr="003E3506" w:rsidRDefault="003E3506" w:rsidP="003E3506">
      <w:pPr>
        <w:pStyle w:val="libNormal"/>
        <w:rPr>
          <w:lang w:bidi="fa-IR"/>
        </w:rPr>
      </w:pPr>
      <w:r w:rsidRPr="003E3506">
        <w:rPr>
          <w:rtl/>
          <w:lang w:bidi="fa-IR"/>
        </w:rPr>
        <w:lastRenderedPageBreak/>
        <w:t>٢٦٢٣ - اگر باز يا حيوان ديگرى غير سگ شكارى</w:t>
      </w:r>
      <w:r w:rsidR="000C4B14">
        <w:rPr>
          <w:rtl/>
          <w:lang w:bidi="fa-IR"/>
        </w:rPr>
        <w:t>،</w:t>
      </w:r>
      <w:r w:rsidRPr="003E3506">
        <w:rPr>
          <w:rtl/>
          <w:lang w:bidi="fa-IR"/>
        </w:rPr>
        <w:t xml:space="preserve"> حيوانى را شكار كند</w:t>
      </w:r>
      <w:r w:rsidR="000C4B14">
        <w:rPr>
          <w:rtl/>
          <w:lang w:bidi="fa-IR"/>
        </w:rPr>
        <w:t>،</w:t>
      </w:r>
      <w:r w:rsidRPr="003E3506">
        <w:rPr>
          <w:rtl/>
          <w:lang w:bidi="fa-IR"/>
        </w:rPr>
        <w:t xml:space="preserve"> آن شكار حلال نيست ولى اگر وقتى برسند كه حيوان زنده باشد و به دستورى كه در شرع معين شده سر آن را ببرند حلال است</w:t>
      </w:r>
      <w:r w:rsidR="000C4B14">
        <w:rPr>
          <w:rtl/>
          <w:lang w:bidi="fa-IR"/>
        </w:rPr>
        <w:t>.</w:t>
      </w:r>
    </w:p>
    <w:p w:rsidR="003E3506" w:rsidRDefault="00605FAB" w:rsidP="000957EF">
      <w:pPr>
        <w:pStyle w:val="Heading3"/>
        <w:rPr>
          <w:rtl/>
          <w:lang w:bidi="fa-IR"/>
        </w:rPr>
      </w:pPr>
      <w:bookmarkStart w:id="285" w:name="_Toc24454708"/>
      <w:r>
        <w:rPr>
          <w:rtl/>
          <w:lang w:bidi="fa-IR"/>
        </w:rPr>
        <w:t>(</w:t>
      </w:r>
      <w:r w:rsidR="003E3506" w:rsidRPr="003E3506">
        <w:rPr>
          <w:rtl/>
          <w:lang w:bidi="fa-IR"/>
        </w:rPr>
        <w:t>صيد ماهى و ملخ</w:t>
      </w:r>
      <w:r>
        <w:rPr>
          <w:rtl/>
          <w:lang w:bidi="fa-IR"/>
        </w:rPr>
        <w:t>)</w:t>
      </w:r>
      <w:bookmarkEnd w:id="285"/>
    </w:p>
    <w:p w:rsidR="003E3506" w:rsidRPr="003E3506" w:rsidRDefault="003E3506" w:rsidP="003E3506">
      <w:pPr>
        <w:pStyle w:val="libNormal"/>
        <w:rPr>
          <w:lang w:bidi="fa-IR"/>
        </w:rPr>
      </w:pPr>
      <w:r w:rsidRPr="003E3506">
        <w:rPr>
          <w:rtl/>
          <w:lang w:bidi="fa-IR"/>
        </w:rPr>
        <w:t>٢٦٢٤ - اگر ماهيى كه در اصل خلقتش فلس دار باشد - هر چند از جهت عارضى فلس از او جدا شده باشد - زنده از آب بگيرند و بيرون آب جان دهد</w:t>
      </w:r>
      <w:r w:rsidR="000C4B14">
        <w:rPr>
          <w:rtl/>
          <w:lang w:bidi="fa-IR"/>
        </w:rPr>
        <w:t>،</w:t>
      </w:r>
      <w:r w:rsidRPr="003E3506">
        <w:rPr>
          <w:rtl/>
          <w:lang w:bidi="fa-IR"/>
        </w:rPr>
        <w:t xml:space="preserve"> پاك و خوردن آن حلال است</w:t>
      </w:r>
      <w:r w:rsidR="000C4B14">
        <w:rPr>
          <w:rtl/>
          <w:lang w:bidi="fa-IR"/>
        </w:rPr>
        <w:t>.</w:t>
      </w:r>
    </w:p>
    <w:p w:rsidR="003E3506" w:rsidRPr="003E3506" w:rsidRDefault="003E3506" w:rsidP="003E3506">
      <w:pPr>
        <w:pStyle w:val="libNormal"/>
        <w:rPr>
          <w:lang w:bidi="fa-IR"/>
        </w:rPr>
      </w:pPr>
      <w:r w:rsidRPr="003E3506">
        <w:rPr>
          <w:rtl/>
          <w:lang w:bidi="fa-IR"/>
        </w:rPr>
        <w:t>و چنانچه در آب بميرد پاك است ولى خوردن آن حرام مى باشد مگر اين كه در تور ماهى گير در آب بميرد كه در اين صورت خوردنش حلال است</w:t>
      </w:r>
      <w:r w:rsidR="000C4B14">
        <w:rPr>
          <w:rtl/>
          <w:lang w:bidi="fa-IR"/>
        </w:rPr>
        <w:t>.</w:t>
      </w:r>
    </w:p>
    <w:p w:rsidR="003E3506" w:rsidRPr="003E3506" w:rsidRDefault="003E3506" w:rsidP="003E3506">
      <w:pPr>
        <w:pStyle w:val="libNormal"/>
        <w:rPr>
          <w:lang w:bidi="fa-IR"/>
        </w:rPr>
      </w:pPr>
      <w:r w:rsidRPr="003E3506">
        <w:rPr>
          <w:rtl/>
          <w:lang w:bidi="fa-IR"/>
        </w:rPr>
        <w:t>و ماهى بى فلس را اگر چه زنده از آب بگيرند و بيرون آب جان دهد حرام است</w:t>
      </w:r>
      <w:r w:rsidR="000C4B14">
        <w:rPr>
          <w:rtl/>
          <w:lang w:bidi="fa-IR"/>
        </w:rPr>
        <w:t>.</w:t>
      </w:r>
    </w:p>
    <w:p w:rsidR="003E3506" w:rsidRPr="003E3506" w:rsidRDefault="003E3506" w:rsidP="003E3506">
      <w:pPr>
        <w:pStyle w:val="libNormal"/>
        <w:rPr>
          <w:lang w:bidi="fa-IR"/>
        </w:rPr>
      </w:pPr>
      <w:r w:rsidRPr="003E3506">
        <w:rPr>
          <w:rtl/>
          <w:lang w:bidi="fa-IR"/>
        </w:rPr>
        <w:t>٢٦٢٥ - اگر ماهى از آب بيرون بيفتد</w:t>
      </w:r>
      <w:r w:rsidR="000C4B14">
        <w:rPr>
          <w:rtl/>
          <w:lang w:bidi="fa-IR"/>
        </w:rPr>
        <w:t>،</w:t>
      </w:r>
      <w:r w:rsidRPr="003E3506">
        <w:rPr>
          <w:rtl/>
          <w:lang w:bidi="fa-IR"/>
        </w:rPr>
        <w:t xml:space="preserve"> يا موج آن را بيرون بيندازد</w:t>
      </w:r>
      <w:r w:rsidR="000C4B14">
        <w:rPr>
          <w:rtl/>
          <w:lang w:bidi="fa-IR"/>
        </w:rPr>
        <w:t>،</w:t>
      </w:r>
      <w:r w:rsidRPr="003E3506">
        <w:rPr>
          <w:rtl/>
          <w:lang w:bidi="fa-IR"/>
        </w:rPr>
        <w:t xml:space="preserve"> يا آب فرو رود</w:t>
      </w:r>
      <w:r w:rsidR="000C4B14">
        <w:rPr>
          <w:rtl/>
          <w:lang w:bidi="fa-IR"/>
        </w:rPr>
        <w:t>،</w:t>
      </w:r>
      <w:r w:rsidRPr="003E3506">
        <w:rPr>
          <w:rtl/>
          <w:lang w:bidi="fa-IR"/>
        </w:rPr>
        <w:t xml:space="preserve"> و ماهى در خشكى بماند</w:t>
      </w:r>
      <w:r w:rsidR="000C4B14">
        <w:rPr>
          <w:rtl/>
          <w:lang w:bidi="fa-IR"/>
        </w:rPr>
        <w:t>،</w:t>
      </w:r>
      <w:r w:rsidRPr="003E3506">
        <w:rPr>
          <w:rtl/>
          <w:lang w:bidi="fa-IR"/>
        </w:rPr>
        <w:t xml:space="preserve"> چنانچه پيش از آن كه بميرد</w:t>
      </w:r>
      <w:r w:rsidR="000C4B14">
        <w:rPr>
          <w:rtl/>
          <w:lang w:bidi="fa-IR"/>
        </w:rPr>
        <w:t>،</w:t>
      </w:r>
      <w:r w:rsidRPr="003E3506">
        <w:rPr>
          <w:rtl/>
          <w:lang w:bidi="fa-IR"/>
        </w:rPr>
        <w:t xml:space="preserve"> با دست يا به وسيله ديگر كسى آن را بگيرد</w:t>
      </w:r>
      <w:r w:rsidR="000C4B14">
        <w:rPr>
          <w:rtl/>
          <w:lang w:bidi="fa-IR"/>
        </w:rPr>
        <w:t>،</w:t>
      </w:r>
      <w:r w:rsidRPr="003E3506">
        <w:rPr>
          <w:rtl/>
          <w:lang w:bidi="fa-IR"/>
        </w:rPr>
        <w:t xml:space="preserve"> بعد از جان دادن حلال است</w:t>
      </w:r>
      <w:r w:rsidR="000C4B14">
        <w:rPr>
          <w:rtl/>
          <w:lang w:bidi="fa-IR"/>
        </w:rPr>
        <w:t>.</w:t>
      </w:r>
    </w:p>
    <w:p w:rsidR="003E3506" w:rsidRPr="003E3506" w:rsidRDefault="003E3506" w:rsidP="003E3506">
      <w:pPr>
        <w:pStyle w:val="libNormal"/>
        <w:rPr>
          <w:lang w:bidi="fa-IR"/>
        </w:rPr>
      </w:pPr>
      <w:r w:rsidRPr="003E3506">
        <w:rPr>
          <w:rtl/>
          <w:lang w:bidi="fa-IR"/>
        </w:rPr>
        <w:t>٢٦٢٦ - كسى كه ماهى را صيد مى كند</w:t>
      </w:r>
      <w:r w:rsidR="000C4B14">
        <w:rPr>
          <w:rtl/>
          <w:lang w:bidi="fa-IR"/>
        </w:rPr>
        <w:t>،</w:t>
      </w:r>
      <w:r w:rsidRPr="003E3506">
        <w:rPr>
          <w:rtl/>
          <w:lang w:bidi="fa-IR"/>
        </w:rPr>
        <w:t xml:space="preserve"> لازم نيست مسلمان باشد و در موقع گرفتن آن نام خدا را ببرد ولى مسلمان بايد ببيند يا از راه ديگرى اطمينان داشته باشد كه او را زنده از آب گرفته يا آن كه در تور او در آب مرده است</w:t>
      </w:r>
      <w:r w:rsidR="000C4B14">
        <w:rPr>
          <w:rtl/>
          <w:lang w:bidi="fa-IR"/>
        </w:rPr>
        <w:t>.</w:t>
      </w:r>
    </w:p>
    <w:p w:rsidR="003E3506" w:rsidRPr="003E3506" w:rsidRDefault="003E3506" w:rsidP="003E3506">
      <w:pPr>
        <w:pStyle w:val="libNormal"/>
        <w:rPr>
          <w:lang w:bidi="fa-IR"/>
        </w:rPr>
      </w:pPr>
      <w:r w:rsidRPr="003E3506">
        <w:rPr>
          <w:rtl/>
          <w:lang w:bidi="fa-IR"/>
        </w:rPr>
        <w:t>٢٦٢٧ - ماهى مرده اى كه معلوم نيست آن را زنده از آب گرفته اند يا مرده</w:t>
      </w:r>
      <w:r w:rsidR="000C4B14">
        <w:rPr>
          <w:rtl/>
          <w:lang w:bidi="fa-IR"/>
        </w:rPr>
        <w:t>،</w:t>
      </w:r>
      <w:r w:rsidRPr="003E3506">
        <w:rPr>
          <w:rtl/>
          <w:lang w:bidi="fa-IR"/>
        </w:rPr>
        <w:t xml:space="preserve"> چنانچه در دست مسلمان باشد</w:t>
      </w:r>
      <w:r w:rsidR="000C4B14">
        <w:rPr>
          <w:rtl/>
          <w:lang w:bidi="fa-IR"/>
        </w:rPr>
        <w:t>،</w:t>
      </w:r>
      <w:r w:rsidRPr="003E3506">
        <w:rPr>
          <w:rtl/>
          <w:lang w:bidi="fa-IR"/>
        </w:rPr>
        <w:t xml:space="preserve"> حلال است و اگر در دست كافر باشد اگر چه بگويد آن را زنده گرفته ام حرام مى باشد</w:t>
      </w:r>
      <w:r w:rsidR="000C4B14">
        <w:rPr>
          <w:rtl/>
          <w:lang w:bidi="fa-IR"/>
        </w:rPr>
        <w:t>،</w:t>
      </w:r>
      <w:r w:rsidRPr="003E3506">
        <w:rPr>
          <w:rtl/>
          <w:lang w:bidi="fa-IR"/>
        </w:rPr>
        <w:t xml:space="preserve"> مگر آن كه انسان اطمينان كند كه او را زنده از آب گرفته يا آن كه در تور او در آب مرده است</w:t>
      </w:r>
      <w:r w:rsidR="000C4B14">
        <w:rPr>
          <w:rtl/>
          <w:lang w:bidi="fa-IR"/>
        </w:rPr>
        <w:t>.</w:t>
      </w:r>
    </w:p>
    <w:p w:rsidR="003E3506" w:rsidRPr="003E3506" w:rsidRDefault="003E3506" w:rsidP="003E3506">
      <w:pPr>
        <w:pStyle w:val="libNormal"/>
        <w:rPr>
          <w:lang w:bidi="fa-IR"/>
        </w:rPr>
      </w:pPr>
      <w:r w:rsidRPr="003E3506">
        <w:rPr>
          <w:rtl/>
          <w:lang w:bidi="fa-IR"/>
        </w:rPr>
        <w:t>٢٦٢٨ - خوردن ماهى زنده جايز است ولى اولى خوددارى كردن است</w:t>
      </w:r>
      <w:r w:rsidR="000C4B14">
        <w:rPr>
          <w:rtl/>
          <w:lang w:bidi="fa-IR"/>
        </w:rPr>
        <w:t>.</w:t>
      </w:r>
    </w:p>
    <w:p w:rsidR="003E3506" w:rsidRPr="003E3506" w:rsidRDefault="003E3506" w:rsidP="003E3506">
      <w:pPr>
        <w:pStyle w:val="libNormal"/>
        <w:rPr>
          <w:lang w:bidi="fa-IR"/>
        </w:rPr>
      </w:pPr>
      <w:r w:rsidRPr="003E3506">
        <w:rPr>
          <w:rtl/>
          <w:lang w:bidi="fa-IR"/>
        </w:rPr>
        <w:t>٢٦٢٩ - اگر ماهى زنده را بريان كنند</w:t>
      </w:r>
      <w:r w:rsidR="000C4B14">
        <w:rPr>
          <w:rtl/>
          <w:lang w:bidi="fa-IR"/>
        </w:rPr>
        <w:t>،</w:t>
      </w:r>
      <w:r w:rsidRPr="003E3506">
        <w:rPr>
          <w:rtl/>
          <w:lang w:bidi="fa-IR"/>
        </w:rPr>
        <w:t xml:space="preserve"> يا در بيرون آب پيش از جان دادن بكشند</w:t>
      </w:r>
      <w:r w:rsidR="000C4B14">
        <w:rPr>
          <w:rtl/>
          <w:lang w:bidi="fa-IR"/>
        </w:rPr>
        <w:t>،</w:t>
      </w:r>
      <w:r w:rsidRPr="003E3506">
        <w:rPr>
          <w:rtl/>
          <w:lang w:bidi="fa-IR"/>
        </w:rPr>
        <w:t xml:space="preserve"> خوردنش جايز است ولى اولى آن است كه از خوردن آن خوددارى نمايند.</w:t>
      </w:r>
    </w:p>
    <w:p w:rsidR="003E3506" w:rsidRPr="003E3506" w:rsidRDefault="003E3506" w:rsidP="003E3506">
      <w:pPr>
        <w:pStyle w:val="libNormal"/>
        <w:rPr>
          <w:lang w:bidi="fa-IR"/>
        </w:rPr>
      </w:pPr>
      <w:r w:rsidRPr="003E3506">
        <w:rPr>
          <w:rtl/>
          <w:lang w:bidi="fa-IR"/>
        </w:rPr>
        <w:lastRenderedPageBreak/>
        <w:t>٢٦٣٠ - اگر ماهى را بيرون آب دو قسمت كنند و يك قسمت آن در حالى كه زنده است در آب بيفتد</w:t>
      </w:r>
      <w:r w:rsidR="000C4B14">
        <w:rPr>
          <w:rtl/>
          <w:lang w:bidi="fa-IR"/>
        </w:rPr>
        <w:t>،</w:t>
      </w:r>
      <w:r w:rsidRPr="003E3506">
        <w:rPr>
          <w:rtl/>
          <w:lang w:bidi="fa-IR"/>
        </w:rPr>
        <w:t xml:space="preserve"> خوردن قسمتى را كه بيرون آب مانده جايز است و احتياط مستحب آن است كه از خوردن آن خوددارى كنند.</w:t>
      </w:r>
    </w:p>
    <w:p w:rsidR="003E3506" w:rsidRPr="003E3506" w:rsidRDefault="003E3506" w:rsidP="003E3506">
      <w:pPr>
        <w:pStyle w:val="libNormal"/>
        <w:rPr>
          <w:lang w:bidi="fa-IR"/>
        </w:rPr>
      </w:pPr>
      <w:r w:rsidRPr="003E3506">
        <w:rPr>
          <w:rtl/>
          <w:lang w:bidi="fa-IR"/>
        </w:rPr>
        <w:t>٢٦٣١ - اگر ملخ را با دست يا به وسيله ديگرى زنده بگيرند</w:t>
      </w:r>
      <w:r w:rsidR="000C4B14">
        <w:rPr>
          <w:rtl/>
          <w:lang w:bidi="fa-IR"/>
        </w:rPr>
        <w:t>،</w:t>
      </w:r>
      <w:r w:rsidRPr="003E3506">
        <w:rPr>
          <w:rtl/>
          <w:lang w:bidi="fa-IR"/>
        </w:rPr>
        <w:t xml:space="preserve"> بعد از جان دادن آن حلال است</w:t>
      </w:r>
      <w:r w:rsidR="000C4B14">
        <w:rPr>
          <w:rtl/>
          <w:lang w:bidi="fa-IR"/>
        </w:rPr>
        <w:t>.</w:t>
      </w:r>
    </w:p>
    <w:p w:rsidR="003E3506" w:rsidRPr="003E3506" w:rsidRDefault="003E3506" w:rsidP="003E3506">
      <w:pPr>
        <w:pStyle w:val="libNormal"/>
        <w:rPr>
          <w:lang w:bidi="fa-IR"/>
        </w:rPr>
      </w:pPr>
      <w:r w:rsidRPr="003E3506">
        <w:rPr>
          <w:rtl/>
          <w:lang w:bidi="fa-IR"/>
        </w:rPr>
        <w:t>و لازم نيست كسى كه آن را مى گيرد مسلمان باشد و در موقع گرفتن نام خدا ببرد</w:t>
      </w:r>
      <w:r w:rsidR="000C4B14">
        <w:rPr>
          <w:rtl/>
          <w:lang w:bidi="fa-IR"/>
        </w:rPr>
        <w:t>،</w:t>
      </w:r>
      <w:r w:rsidRPr="003E3506">
        <w:rPr>
          <w:rtl/>
          <w:lang w:bidi="fa-IR"/>
        </w:rPr>
        <w:t xml:space="preserve"> ولى اگر ملخ مرده اى در دست كافر باشد و معلوم نباشد كه آن را زنده گرفته يا نه</w:t>
      </w:r>
      <w:r w:rsidR="000C4B14">
        <w:rPr>
          <w:rtl/>
          <w:lang w:bidi="fa-IR"/>
        </w:rPr>
        <w:t>،</w:t>
      </w:r>
      <w:r w:rsidRPr="003E3506">
        <w:rPr>
          <w:rtl/>
          <w:lang w:bidi="fa-IR"/>
        </w:rPr>
        <w:t xml:space="preserve"> اگر چه بگويد زنده گرفته ام حرام است</w:t>
      </w:r>
      <w:r w:rsidR="000C4B14">
        <w:rPr>
          <w:rtl/>
          <w:lang w:bidi="fa-IR"/>
        </w:rPr>
        <w:t>.</w:t>
      </w:r>
    </w:p>
    <w:p w:rsidR="003E3506" w:rsidRDefault="003E3506" w:rsidP="003E3506">
      <w:pPr>
        <w:pStyle w:val="libNormal"/>
        <w:rPr>
          <w:rFonts w:hint="cs"/>
          <w:rtl/>
          <w:lang w:bidi="fa-IR"/>
        </w:rPr>
      </w:pPr>
      <w:r w:rsidRPr="003E3506">
        <w:rPr>
          <w:rtl/>
          <w:lang w:bidi="fa-IR"/>
        </w:rPr>
        <w:t>٢٦٣٢ - خوردن ملخى كه بال در نياورده و نمى تواند پرواز كند حرام است</w:t>
      </w:r>
      <w:r w:rsidR="000C4B14">
        <w:rPr>
          <w:rtl/>
          <w:lang w:bidi="fa-IR"/>
        </w:rPr>
        <w:t>.</w:t>
      </w:r>
    </w:p>
    <w:p w:rsidR="000478FE" w:rsidRPr="003E3506" w:rsidRDefault="000478FE" w:rsidP="003E3506">
      <w:pPr>
        <w:pStyle w:val="libNormal"/>
        <w:rPr>
          <w:lang w:bidi="fa-IR"/>
        </w:rPr>
      </w:pPr>
      <w:r>
        <w:rPr>
          <w:rtl/>
          <w:lang w:bidi="fa-IR"/>
        </w:rPr>
        <w:br w:type="page"/>
      </w:r>
    </w:p>
    <w:p w:rsidR="003E3506" w:rsidRDefault="00605FAB" w:rsidP="000478FE">
      <w:pPr>
        <w:pStyle w:val="Heading2"/>
        <w:rPr>
          <w:rtl/>
          <w:lang w:bidi="fa-IR"/>
        </w:rPr>
      </w:pPr>
      <w:bookmarkStart w:id="286" w:name="_Toc24454709"/>
      <w:r>
        <w:rPr>
          <w:rtl/>
          <w:lang w:bidi="fa-IR"/>
        </w:rPr>
        <w:t>(</w:t>
      </w:r>
      <w:r w:rsidR="003E3506" w:rsidRPr="003E3506">
        <w:rPr>
          <w:rtl/>
          <w:lang w:bidi="fa-IR"/>
        </w:rPr>
        <w:t>احكام خوردني</w:t>
      </w:r>
      <w:r w:rsidR="000957EF">
        <w:rPr>
          <w:rFonts w:hint="cs"/>
          <w:rtl/>
          <w:lang w:bidi="fa-IR"/>
        </w:rPr>
        <w:t xml:space="preserve"> </w:t>
      </w:r>
      <w:r w:rsidR="003E3506" w:rsidRPr="003E3506">
        <w:rPr>
          <w:rtl/>
          <w:lang w:bidi="fa-IR"/>
        </w:rPr>
        <w:t>ها و آشاميدني</w:t>
      </w:r>
      <w:r w:rsidR="000957EF">
        <w:rPr>
          <w:rFonts w:hint="cs"/>
          <w:rtl/>
          <w:lang w:bidi="fa-IR"/>
        </w:rPr>
        <w:t xml:space="preserve"> </w:t>
      </w:r>
      <w:r w:rsidR="003E3506" w:rsidRPr="003E3506">
        <w:rPr>
          <w:rtl/>
          <w:lang w:bidi="fa-IR"/>
        </w:rPr>
        <w:t>ها</w:t>
      </w:r>
      <w:r>
        <w:rPr>
          <w:rtl/>
          <w:lang w:bidi="fa-IR"/>
        </w:rPr>
        <w:t>)</w:t>
      </w:r>
      <w:bookmarkEnd w:id="286"/>
    </w:p>
    <w:p w:rsidR="003E3506" w:rsidRPr="003E3506" w:rsidRDefault="003E3506" w:rsidP="003E3506">
      <w:pPr>
        <w:pStyle w:val="libNormal"/>
        <w:rPr>
          <w:lang w:bidi="fa-IR"/>
        </w:rPr>
      </w:pPr>
      <w:r w:rsidRPr="003E3506">
        <w:rPr>
          <w:rtl/>
          <w:lang w:bidi="fa-IR"/>
        </w:rPr>
        <w:t>٢٦٣٣ - هر پرنده اى كه مانند شاهين و عقاب و باز درنده و چنگال دار باشد حرام است</w:t>
      </w:r>
      <w:r w:rsidR="000C4B14">
        <w:rPr>
          <w:rtl/>
          <w:lang w:bidi="fa-IR"/>
        </w:rPr>
        <w:t>،</w:t>
      </w:r>
      <w:r w:rsidRPr="003E3506">
        <w:rPr>
          <w:rtl/>
          <w:lang w:bidi="fa-IR"/>
        </w:rPr>
        <w:t xml:space="preserve"> و ظاهر آن است كه هر پرنده اى كه هنگام پرواز بال زدنش كمتر از صاف نگهداشتن بالش باشد</w:t>
      </w:r>
      <w:r w:rsidR="000C4B14">
        <w:rPr>
          <w:rtl/>
          <w:lang w:bidi="fa-IR"/>
        </w:rPr>
        <w:t>،</w:t>
      </w:r>
      <w:r w:rsidRPr="003E3506">
        <w:rPr>
          <w:rtl/>
          <w:lang w:bidi="fa-IR"/>
        </w:rPr>
        <w:t xml:space="preserve"> چنگال دار است و حرام مى باشد</w:t>
      </w:r>
      <w:r w:rsidR="000C4B14">
        <w:rPr>
          <w:rtl/>
          <w:lang w:bidi="fa-IR"/>
        </w:rPr>
        <w:t>،</w:t>
      </w:r>
      <w:r w:rsidRPr="003E3506">
        <w:rPr>
          <w:rtl/>
          <w:lang w:bidi="fa-IR"/>
        </w:rPr>
        <w:t xml:space="preserve"> و هر پرنده اى كه بال زدنش بيش از صاف نگهداشتن او است حلال است</w:t>
      </w:r>
      <w:r w:rsidR="000C4B14">
        <w:rPr>
          <w:rtl/>
          <w:lang w:bidi="fa-IR"/>
        </w:rPr>
        <w:t>،</w:t>
      </w:r>
      <w:r w:rsidRPr="003E3506">
        <w:rPr>
          <w:rtl/>
          <w:lang w:bidi="fa-IR"/>
        </w:rPr>
        <w:t xml:space="preserve"> بنابر اين مى توان پرنده گان حرام گوشت را از حلال گوشت به ملاحظه كيفيت پرواز آنها تميز داد ولى چنانچه كيفيت پرواز پرنده اى معلوم نباشد اگر آن پرنده چينه دان و يا سنگدان و يا خار پشت پا داشته باشد حلال است و اگر هيچ كدام از اينها را نداشته باشد</w:t>
      </w:r>
      <w:r w:rsidR="000C4B14">
        <w:rPr>
          <w:rtl/>
          <w:lang w:bidi="fa-IR"/>
        </w:rPr>
        <w:t>،</w:t>
      </w:r>
      <w:r w:rsidRPr="003E3506">
        <w:rPr>
          <w:rtl/>
          <w:lang w:bidi="fa-IR"/>
        </w:rPr>
        <w:t xml:space="preserve"> حرام است و احتياط لازم آن است كه از همه انواع كلاغ حتى زاغ اجتناب شود و اما پرندگان ديگر - غير آنچه ذكر شد - چون مرغ و كبوتر و گنجشك و حتى شتر مرغ و طاووس همه حلال مى باشند ولى كشتن بعضى از پرندگان مكروه است مانند هدهد و پرستوك</w:t>
      </w:r>
      <w:r w:rsidR="000C4B14">
        <w:rPr>
          <w:rtl/>
          <w:lang w:bidi="fa-IR"/>
        </w:rPr>
        <w:t>،</w:t>
      </w:r>
      <w:r w:rsidRPr="003E3506">
        <w:rPr>
          <w:rtl/>
          <w:lang w:bidi="fa-IR"/>
        </w:rPr>
        <w:t xml:space="preserve"> و اما حيواناتى كه پرواز دارند ولى پر ندارند مانند خفاش حرام مى باشند</w:t>
      </w:r>
      <w:r w:rsidR="000C4B14">
        <w:rPr>
          <w:rtl/>
          <w:lang w:bidi="fa-IR"/>
        </w:rPr>
        <w:t>،</w:t>
      </w:r>
      <w:r w:rsidRPr="003E3506">
        <w:rPr>
          <w:rtl/>
          <w:lang w:bidi="fa-IR"/>
        </w:rPr>
        <w:t xml:space="preserve"> و هم چنين است زنبور و پشه و ديگر حشرات پرنده بنابر احتياط لازم</w:t>
      </w:r>
      <w:r w:rsidR="000C4B14">
        <w:rPr>
          <w:rtl/>
          <w:lang w:bidi="fa-IR"/>
        </w:rPr>
        <w:t>.</w:t>
      </w:r>
    </w:p>
    <w:p w:rsidR="003E3506" w:rsidRPr="003E3506" w:rsidRDefault="003E3506" w:rsidP="003E3506">
      <w:pPr>
        <w:pStyle w:val="libNormal"/>
        <w:rPr>
          <w:lang w:bidi="fa-IR"/>
        </w:rPr>
      </w:pPr>
      <w:r w:rsidRPr="003E3506">
        <w:rPr>
          <w:rtl/>
          <w:lang w:bidi="fa-IR"/>
        </w:rPr>
        <w:t>٢٦٣٤ - اگر چيزى را كه روح دارد از حيوان زنده جدا نمايند مثلا دنبه يا مقدارى گوشت از گوسفند زنده ببرند</w:t>
      </w:r>
      <w:r w:rsidR="000C4B14">
        <w:rPr>
          <w:rtl/>
          <w:lang w:bidi="fa-IR"/>
        </w:rPr>
        <w:t>،</w:t>
      </w:r>
      <w:r w:rsidRPr="003E3506">
        <w:rPr>
          <w:rtl/>
          <w:lang w:bidi="fa-IR"/>
        </w:rPr>
        <w:t xml:space="preserve"> نجس و حرام مى باشد.</w:t>
      </w:r>
    </w:p>
    <w:p w:rsidR="003E3506" w:rsidRPr="003E3506" w:rsidRDefault="003E3506" w:rsidP="003E3506">
      <w:pPr>
        <w:pStyle w:val="libNormal"/>
        <w:rPr>
          <w:lang w:bidi="fa-IR"/>
        </w:rPr>
      </w:pPr>
      <w:r w:rsidRPr="003E3506">
        <w:rPr>
          <w:rtl/>
          <w:lang w:bidi="fa-IR"/>
        </w:rPr>
        <w:t>٢٦٣٥ - بعضى از اجزاء حيوانات حلال گوشت حرام است</w:t>
      </w:r>
      <w:r w:rsidR="000C4B14">
        <w:rPr>
          <w:rtl/>
          <w:lang w:bidi="fa-IR"/>
        </w:rPr>
        <w:t>،</w:t>
      </w:r>
      <w:r w:rsidRPr="003E3506">
        <w:rPr>
          <w:rtl/>
          <w:lang w:bidi="fa-IR"/>
        </w:rPr>
        <w:t xml:space="preserve"> و آن چهارده چيز است</w:t>
      </w:r>
      <w:r w:rsidR="00553569">
        <w:rPr>
          <w:rtl/>
          <w:lang w:bidi="fa-IR"/>
        </w:rPr>
        <w:t>:</w:t>
      </w:r>
      <w:r w:rsidRPr="003E3506">
        <w:rPr>
          <w:rtl/>
          <w:lang w:bidi="fa-IR"/>
        </w:rPr>
        <w:t xml:space="preserve"> ١ خون ٢ فضله ٣ نرى ٤ فرج ٥ بچه دان ٦ غدد كه آن را دشول مى گويند. ٧ تخم كه آن را دنبلان مى گويند.</w:t>
      </w:r>
    </w:p>
    <w:p w:rsidR="003E3506" w:rsidRPr="003E3506" w:rsidRDefault="003E3506" w:rsidP="003E3506">
      <w:pPr>
        <w:pStyle w:val="libNormal"/>
        <w:rPr>
          <w:lang w:bidi="fa-IR"/>
        </w:rPr>
      </w:pPr>
      <w:r w:rsidRPr="003E3506">
        <w:rPr>
          <w:rtl/>
          <w:lang w:bidi="fa-IR"/>
        </w:rPr>
        <w:t>٨ چيزى كه در مغز كله است و به شكل نخود مى باشد.</w:t>
      </w:r>
    </w:p>
    <w:p w:rsidR="003E3506" w:rsidRPr="003E3506" w:rsidRDefault="003E3506" w:rsidP="003E3506">
      <w:pPr>
        <w:pStyle w:val="libNormal"/>
        <w:rPr>
          <w:lang w:bidi="fa-IR"/>
        </w:rPr>
      </w:pPr>
      <w:r w:rsidRPr="003E3506">
        <w:rPr>
          <w:rtl/>
          <w:lang w:bidi="fa-IR"/>
        </w:rPr>
        <w:t>٩ مغز حرام كه در ميان تيره پشت است</w:t>
      </w:r>
      <w:r w:rsidR="000C4B14">
        <w:rPr>
          <w:rtl/>
          <w:lang w:bidi="fa-IR"/>
        </w:rPr>
        <w:t>.</w:t>
      </w:r>
      <w:r w:rsidRPr="003E3506">
        <w:rPr>
          <w:rtl/>
          <w:lang w:bidi="fa-IR"/>
        </w:rPr>
        <w:t xml:space="preserve"> ١٠ پى كه در دو طرف تيره پشت است بنابر احتياط لازم</w:t>
      </w:r>
      <w:r w:rsidR="000C4B14">
        <w:rPr>
          <w:rtl/>
          <w:lang w:bidi="fa-IR"/>
        </w:rPr>
        <w:t>.</w:t>
      </w:r>
    </w:p>
    <w:p w:rsidR="003E3506" w:rsidRPr="003E3506" w:rsidRDefault="003E3506" w:rsidP="003E3506">
      <w:pPr>
        <w:pStyle w:val="libNormal"/>
        <w:rPr>
          <w:lang w:bidi="fa-IR"/>
        </w:rPr>
      </w:pPr>
      <w:r w:rsidRPr="003E3506">
        <w:rPr>
          <w:rtl/>
          <w:lang w:bidi="fa-IR"/>
        </w:rPr>
        <w:t>١١ زهره دان</w:t>
      </w:r>
      <w:r w:rsidR="000C4B14">
        <w:rPr>
          <w:rtl/>
          <w:lang w:bidi="fa-IR"/>
        </w:rPr>
        <w:t>.</w:t>
      </w:r>
    </w:p>
    <w:p w:rsidR="003E3506" w:rsidRPr="003E3506" w:rsidRDefault="003E3506" w:rsidP="003E3506">
      <w:pPr>
        <w:pStyle w:val="libNormal"/>
        <w:rPr>
          <w:lang w:bidi="fa-IR"/>
        </w:rPr>
      </w:pPr>
      <w:r w:rsidRPr="003E3506">
        <w:rPr>
          <w:rtl/>
          <w:lang w:bidi="fa-IR"/>
        </w:rPr>
        <w:lastRenderedPageBreak/>
        <w:t xml:space="preserve">١٢ سپرز </w:t>
      </w:r>
      <w:r w:rsidR="00605FAB">
        <w:rPr>
          <w:rtl/>
          <w:lang w:bidi="fa-IR"/>
        </w:rPr>
        <w:t>(</w:t>
      </w:r>
      <w:r w:rsidRPr="003E3506">
        <w:rPr>
          <w:rtl/>
          <w:lang w:bidi="fa-IR"/>
        </w:rPr>
        <w:t>طحال</w:t>
      </w:r>
      <w:r w:rsidR="00605FAB">
        <w:rPr>
          <w:rtl/>
          <w:lang w:bidi="fa-IR"/>
        </w:rPr>
        <w:t>)</w:t>
      </w:r>
      <w:r w:rsidRPr="003E3506">
        <w:rPr>
          <w:rtl/>
          <w:lang w:bidi="fa-IR"/>
        </w:rPr>
        <w:t>.</w:t>
      </w:r>
    </w:p>
    <w:p w:rsidR="003E3506" w:rsidRPr="003E3506" w:rsidRDefault="003E3506" w:rsidP="003E3506">
      <w:pPr>
        <w:pStyle w:val="libNormal"/>
        <w:rPr>
          <w:lang w:bidi="fa-IR"/>
        </w:rPr>
      </w:pPr>
      <w:r w:rsidRPr="003E3506">
        <w:rPr>
          <w:rtl/>
          <w:lang w:bidi="fa-IR"/>
        </w:rPr>
        <w:t xml:space="preserve">١٣ بول دان </w:t>
      </w:r>
      <w:r w:rsidR="00605FAB">
        <w:rPr>
          <w:rtl/>
          <w:lang w:bidi="fa-IR"/>
        </w:rPr>
        <w:t>(</w:t>
      </w:r>
      <w:r w:rsidRPr="003E3506">
        <w:rPr>
          <w:rtl/>
          <w:lang w:bidi="fa-IR"/>
        </w:rPr>
        <w:t>مثانه</w:t>
      </w:r>
      <w:r w:rsidR="00605FAB">
        <w:rPr>
          <w:rtl/>
          <w:lang w:bidi="fa-IR"/>
        </w:rPr>
        <w:t>)</w:t>
      </w:r>
      <w:r w:rsidRPr="003E3506">
        <w:rPr>
          <w:rtl/>
          <w:lang w:bidi="fa-IR"/>
        </w:rPr>
        <w:t>.</w:t>
      </w:r>
    </w:p>
    <w:p w:rsidR="003E3506" w:rsidRPr="003E3506" w:rsidRDefault="003E3506" w:rsidP="003E3506">
      <w:pPr>
        <w:pStyle w:val="libNormal"/>
        <w:rPr>
          <w:lang w:bidi="fa-IR"/>
        </w:rPr>
      </w:pPr>
      <w:r w:rsidRPr="003E3506">
        <w:rPr>
          <w:rtl/>
          <w:lang w:bidi="fa-IR"/>
        </w:rPr>
        <w:t>١٤ حدقه چشم</w:t>
      </w:r>
      <w:r w:rsidR="000C4B14">
        <w:rPr>
          <w:rtl/>
          <w:lang w:bidi="fa-IR"/>
        </w:rPr>
        <w:t>،</w:t>
      </w:r>
      <w:r w:rsidRPr="003E3506">
        <w:rPr>
          <w:rtl/>
          <w:lang w:bidi="fa-IR"/>
        </w:rPr>
        <w:t xml:space="preserve"> اينها همه در غير پرندگان از حيوانات حلال گوشت</w:t>
      </w:r>
      <w:r w:rsidR="000C4B14">
        <w:rPr>
          <w:rtl/>
          <w:lang w:bidi="fa-IR"/>
        </w:rPr>
        <w:t>،</w:t>
      </w:r>
      <w:r w:rsidRPr="003E3506">
        <w:rPr>
          <w:rtl/>
          <w:lang w:bidi="fa-IR"/>
        </w:rPr>
        <w:t xml:space="preserve"> و اما پرندگان پس خون و فضله آنها بى اشكال حرام است ولى جز اين دو اگر از آنچه گذشت چيزى در آنها باشد حرام بودنش بنابر احتياط است</w:t>
      </w:r>
      <w:r w:rsidR="000C4B14">
        <w:rPr>
          <w:rtl/>
          <w:lang w:bidi="fa-IR"/>
        </w:rPr>
        <w:t>.</w:t>
      </w:r>
    </w:p>
    <w:p w:rsidR="003E3506" w:rsidRPr="003E3506" w:rsidRDefault="003E3506" w:rsidP="003E3506">
      <w:pPr>
        <w:pStyle w:val="libNormal"/>
        <w:rPr>
          <w:lang w:bidi="fa-IR"/>
        </w:rPr>
      </w:pPr>
      <w:r w:rsidRPr="003E3506">
        <w:rPr>
          <w:rtl/>
          <w:lang w:bidi="fa-IR"/>
        </w:rPr>
        <w:t>٢٦٣٦ - خوردن بول حيوانات حرام گوشت حرام است و هم چنين بول حيوانات حلال گوشت - حتى شتر بنابر احتياط لازم - ولى خوردن بول شتر و گاو و گوسفند اگر براى معالجه باشد اشكال ندارد.</w:t>
      </w:r>
    </w:p>
    <w:p w:rsidR="003E3506" w:rsidRPr="003E3506" w:rsidRDefault="003E3506" w:rsidP="003E3506">
      <w:pPr>
        <w:pStyle w:val="libNormal"/>
        <w:rPr>
          <w:lang w:bidi="fa-IR"/>
        </w:rPr>
      </w:pPr>
      <w:r w:rsidRPr="003E3506">
        <w:rPr>
          <w:rtl/>
          <w:lang w:bidi="fa-IR"/>
        </w:rPr>
        <w:t>٢٦٣٧ - خوردن گل حرام است و هم چنين است خاك و شن بنابر احتياط لازم</w:t>
      </w:r>
      <w:r w:rsidR="000C4B14">
        <w:rPr>
          <w:rtl/>
          <w:lang w:bidi="fa-IR"/>
        </w:rPr>
        <w:t>،</w:t>
      </w:r>
      <w:r w:rsidRPr="003E3506">
        <w:rPr>
          <w:rtl/>
          <w:lang w:bidi="fa-IR"/>
        </w:rPr>
        <w:t xml:space="preserve"> و خوردن گل داغستان و گل ارمنى و غير آنها براى معالجه در صورت ناچارى اشكال ندارد و خوردن كمى از تربت حضرت سيد الشهدا </w:t>
      </w:r>
      <w:r w:rsidR="001B16BC" w:rsidRPr="001B16BC">
        <w:rPr>
          <w:rStyle w:val="libAlaemChar"/>
          <w:rtl/>
        </w:rPr>
        <w:t>عليه‌السلام</w:t>
      </w:r>
      <w:r w:rsidRPr="003E3506">
        <w:rPr>
          <w:rtl/>
          <w:lang w:bidi="fa-IR"/>
        </w:rPr>
        <w:t xml:space="preserve"> براى استشفا جايز است</w:t>
      </w:r>
      <w:r w:rsidR="000C4B14">
        <w:rPr>
          <w:rtl/>
          <w:lang w:bidi="fa-IR"/>
        </w:rPr>
        <w:t>،</w:t>
      </w:r>
      <w:r w:rsidRPr="003E3506">
        <w:rPr>
          <w:rtl/>
          <w:lang w:bidi="fa-IR"/>
        </w:rPr>
        <w:t xml:space="preserve"> و بهتر اين است كه تربت را در مقدارى از آب مثلا حل نمايند كه مستهلك شود و بعدا آن آب را بيشامند.</w:t>
      </w:r>
    </w:p>
    <w:p w:rsidR="003E3506" w:rsidRPr="003E3506" w:rsidRDefault="003E3506" w:rsidP="003E3506">
      <w:pPr>
        <w:pStyle w:val="libNormal"/>
        <w:rPr>
          <w:lang w:bidi="fa-IR"/>
        </w:rPr>
      </w:pPr>
      <w:r w:rsidRPr="003E3506">
        <w:rPr>
          <w:rtl/>
          <w:lang w:bidi="fa-IR"/>
        </w:rPr>
        <w:t>٢٦٣٨ - فرو بردن آب بينى و خلط سينه كه در دهن آمده حرام نيست و نيز فرو بردن غذايى كه موقع خلال كردن</w:t>
      </w:r>
      <w:r w:rsidR="000C4B14">
        <w:rPr>
          <w:rtl/>
          <w:lang w:bidi="fa-IR"/>
        </w:rPr>
        <w:t>،</w:t>
      </w:r>
      <w:r w:rsidRPr="003E3506">
        <w:rPr>
          <w:rtl/>
          <w:lang w:bidi="fa-IR"/>
        </w:rPr>
        <w:t xml:space="preserve"> از لاى دندان بيرون مى آيد</w:t>
      </w:r>
      <w:r w:rsidR="000C4B14">
        <w:rPr>
          <w:rtl/>
          <w:lang w:bidi="fa-IR"/>
        </w:rPr>
        <w:t>،</w:t>
      </w:r>
      <w:r w:rsidRPr="003E3506">
        <w:rPr>
          <w:rtl/>
          <w:lang w:bidi="fa-IR"/>
        </w:rPr>
        <w:t xml:space="preserve"> اشكال ندارد. ٢٦٣٩ - خوردن چيزى كه موجب مرگ مى شود يا براى انسان ضرر كلى دارد حرام است</w:t>
      </w:r>
      <w:r w:rsidR="000C4B14">
        <w:rPr>
          <w:rtl/>
          <w:lang w:bidi="fa-IR"/>
        </w:rPr>
        <w:t>.</w:t>
      </w:r>
    </w:p>
    <w:p w:rsidR="003E3506" w:rsidRPr="003E3506" w:rsidRDefault="003E3506" w:rsidP="003E3506">
      <w:pPr>
        <w:pStyle w:val="libNormal"/>
        <w:rPr>
          <w:lang w:bidi="fa-IR"/>
        </w:rPr>
      </w:pPr>
      <w:r w:rsidRPr="003E3506">
        <w:rPr>
          <w:rtl/>
          <w:lang w:bidi="fa-IR"/>
        </w:rPr>
        <w:t xml:space="preserve">٢٦٤٠ - خوردن گوشت اسب و قاطر و الاغ مكروه است و اگر كسى آنها را وطى </w:t>
      </w:r>
      <w:r w:rsidR="00605FAB">
        <w:rPr>
          <w:rtl/>
          <w:lang w:bidi="fa-IR"/>
        </w:rPr>
        <w:t>(</w:t>
      </w:r>
      <w:r w:rsidRPr="003E3506">
        <w:rPr>
          <w:rtl/>
          <w:lang w:bidi="fa-IR"/>
        </w:rPr>
        <w:t>نزديكى</w:t>
      </w:r>
      <w:r w:rsidR="00605FAB">
        <w:rPr>
          <w:rtl/>
          <w:lang w:bidi="fa-IR"/>
        </w:rPr>
        <w:t>)</w:t>
      </w:r>
      <w:r w:rsidRPr="003E3506">
        <w:rPr>
          <w:rtl/>
          <w:lang w:bidi="fa-IR"/>
        </w:rPr>
        <w:t xml:space="preserve"> كند</w:t>
      </w:r>
      <w:r w:rsidR="000C4B14">
        <w:rPr>
          <w:rtl/>
          <w:lang w:bidi="fa-IR"/>
        </w:rPr>
        <w:t>،</w:t>
      </w:r>
      <w:r w:rsidRPr="003E3506">
        <w:rPr>
          <w:rtl/>
          <w:lang w:bidi="fa-IR"/>
        </w:rPr>
        <w:t xml:space="preserve"> حرام مى شود و نسل بعد از وطى آنها نيز بنابر احتياط حرام مى شود و بول و سرگين آنها نجس مى شود و بايد آنها را از شهر بيرون ببرند و در جاى ديگر بفروشند و بر واطى اگر صاحبش نباشد لازم است قيمتش را به صاحبش بدهد و اگر با حيوان حلال گوشتى مانند گاو و گوسفند نزديكى كند</w:t>
      </w:r>
      <w:r w:rsidR="000C4B14">
        <w:rPr>
          <w:rtl/>
          <w:lang w:bidi="fa-IR"/>
        </w:rPr>
        <w:t>،</w:t>
      </w:r>
      <w:r w:rsidRPr="003E3506">
        <w:rPr>
          <w:rtl/>
          <w:lang w:bidi="fa-IR"/>
        </w:rPr>
        <w:t xml:space="preserve"> بول و سرگين آنها نجس مى شود و خوردن گوشت آنها حرام است و هم چنين است بنابر احتياط آشاميدن شير آنها و نسل بعد از وطى آنها</w:t>
      </w:r>
      <w:r w:rsidR="000C4B14">
        <w:rPr>
          <w:rtl/>
          <w:lang w:bidi="fa-IR"/>
        </w:rPr>
        <w:t>،</w:t>
      </w:r>
      <w:r w:rsidRPr="003E3506">
        <w:rPr>
          <w:rtl/>
          <w:lang w:bidi="fa-IR"/>
        </w:rPr>
        <w:t xml:space="preserve"> و بايد فورى آن حيوان را بكشند و بسوزانند و كسى كه با آن وطى كرده</w:t>
      </w:r>
      <w:r w:rsidR="000C4B14">
        <w:rPr>
          <w:rtl/>
          <w:lang w:bidi="fa-IR"/>
        </w:rPr>
        <w:t>،</w:t>
      </w:r>
      <w:r w:rsidRPr="003E3506">
        <w:rPr>
          <w:rtl/>
          <w:lang w:bidi="fa-IR"/>
        </w:rPr>
        <w:t xml:space="preserve"> اگر صاحبش نباشد</w:t>
      </w:r>
      <w:r w:rsidR="000C4B14">
        <w:rPr>
          <w:rtl/>
          <w:lang w:bidi="fa-IR"/>
        </w:rPr>
        <w:t>،</w:t>
      </w:r>
      <w:r w:rsidRPr="003E3506">
        <w:rPr>
          <w:rtl/>
          <w:lang w:bidi="fa-IR"/>
        </w:rPr>
        <w:t xml:space="preserve"> پول آن را به صاحبش بدهد.</w:t>
      </w:r>
    </w:p>
    <w:p w:rsidR="003E3506" w:rsidRPr="003E3506" w:rsidRDefault="003E3506" w:rsidP="003E3506">
      <w:pPr>
        <w:pStyle w:val="libNormal"/>
        <w:rPr>
          <w:lang w:bidi="fa-IR"/>
        </w:rPr>
      </w:pPr>
      <w:r w:rsidRPr="003E3506">
        <w:rPr>
          <w:rtl/>
          <w:lang w:bidi="fa-IR"/>
        </w:rPr>
        <w:lastRenderedPageBreak/>
        <w:t>٢٦٤١ - بزغاله اگر از خوك به مقدارى كه گوشت و استخوانش قوت بگيرد شير بخورد</w:t>
      </w:r>
      <w:r w:rsidR="000C4B14">
        <w:rPr>
          <w:rtl/>
          <w:lang w:bidi="fa-IR"/>
        </w:rPr>
        <w:t>،</w:t>
      </w:r>
      <w:r w:rsidRPr="003E3506">
        <w:rPr>
          <w:rtl/>
          <w:lang w:bidi="fa-IR"/>
        </w:rPr>
        <w:t xml:space="preserve"> خود و نسلش حرام مى شود و در صورتى كه مقدار شير خوردن كمتر از آن باشد بنابر احتياط</w:t>
      </w:r>
      <w:r w:rsidR="000C4B14">
        <w:rPr>
          <w:rtl/>
          <w:lang w:bidi="fa-IR"/>
        </w:rPr>
        <w:t>،</w:t>
      </w:r>
      <w:r w:rsidRPr="003E3506">
        <w:rPr>
          <w:rtl/>
          <w:lang w:bidi="fa-IR"/>
        </w:rPr>
        <w:t xml:space="preserve"> لازم است استبراء شود</w:t>
      </w:r>
      <w:r w:rsidR="000C4B14">
        <w:rPr>
          <w:rtl/>
          <w:lang w:bidi="fa-IR"/>
        </w:rPr>
        <w:t>،</w:t>
      </w:r>
      <w:r w:rsidRPr="003E3506">
        <w:rPr>
          <w:rtl/>
          <w:lang w:bidi="fa-IR"/>
        </w:rPr>
        <w:t xml:space="preserve"> و پس از آن حلال مى گردد و استبراء آن اين است كه هفت روز شير پاك بخورد و اگر حاجت به شير نداشته باشد</w:t>
      </w:r>
      <w:r w:rsidR="000C4B14">
        <w:rPr>
          <w:rtl/>
          <w:lang w:bidi="fa-IR"/>
        </w:rPr>
        <w:t>،</w:t>
      </w:r>
      <w:r w:rsidRPr="003E3506">
        <w:rPr>
          <w:rtl/>
          <w:lang w:bidi="fa-IR"/>
        </w:rPr>
        <w:t xml:space="preserve"> هفت روز علف بخورد</w:t>
      </w:r>
      <w:r w:rsidR="000C4B14">
        <w:rPr>
          <w:rtl/>
          <w:lang w:bidi="fa-IR"/>
        </w:rPr>
        <w:t>،</w:t>
      </w:r>
      <w:r w:rsidRPr="003E3506">
        <w:rPr>
          <w:rtl/>
          <w:lang w:bidi="fa-IR"/>
        </w:rPr>
        <w:t xml:space="preserve"> و در حكم بزغاله است - بنابر احتياط لازم - بره شيرخوار و گوساله و بچه هاى ديگر حيوانات حلال گوشت</w:t>
      </w:r>
      <w:r w:rsidR="000C4B14">
        <w:rPr>
          <w:rtl/>
          <w:lang w:bidi="fa-IR"/>
        </w:rPr>
        <w:t>،</w:t>
      </w:r>
      <w:r w:rsidRPr="003E3506">
        <w:rPr>
          <w:rtl/>
          <w:lang w:bidi="fa-IR"/>
        </w:rPr>
        <w:t xml:space="preserve"> و خوردن گوشت حيوان نجاست خوا ر نيز حرام است و چنانچه استبرائش نمايند حلال مى شود و كيفيت استبراء آن در مساله </w:t>
      </w:r>
      <w:r w:rsidR="00605FAB">
        <w:rPr>
          <w:rtl/>
          <w:lang w:bidi="fa-IR"/>
        </w:rPr>
        <w:t>(</w:t>
      </w:r>
      <w:r w:rsidRPr="003E3506">
        <w:rPr>
          <w:rtl/>
          <w:lang w:bidi="fa-IR"/>
        </w:rPr>
        <w:t>٢٢٦</w:t>
      </w:r>
      <w:r w:rsidR="00605FAB">
        <w:rPr>
          <w:rtl/>
          <w:lang w:bidi="fa-IR"/>
        </w:rPr>
        <w:t>)</w:t>
      </w:r>
      <w:r w:rsidRPr="003E3506">
        <w:rPr>
          <w:rtl/>
          <w:lang w:bidi="fa-IR"/>
        </w:rPr>
        <w:t xml:space="preserve"> بيان شد.</w:t>
      </w:r>
    </w:p>
    <w:p w:rsidR="003E3506" w:rsidRPr="003E3506" w:rsidRDefault="003E3506" w:rsidP="003E3506">
      <w:pPr>
        <w:pStyle w:val="libNormal"/>
        <w:rPr>
          <w:lang w:bidi="fa-IR"/>
        </w:rPr>
      </w:pPr>
      <w:r w:rsidRPr="003E3506">
        <w:rPr>
          <w:rtl/>
          <w:lang w:bidi="fa-IR"/>
        </w:rPr>
        <w:t>٢٦٤٢ - آشاميدن شراب حرام است و در بعضى از اخبار از بزرگترين گناهان شمرده شده است</w:t>
      </w:r>
      <w:r w:rsidR="000C4B14">
        <w:rPr>
          <w:rtl/>
          <w:lang w:bidi="fa-IR"/>
        </w:rPr>
        <w:t>،</w:t>
      </w:r>
      <w:r w:rsidRPr="003E3506">
        <w:rPr>
          <w:rtl/>
          <w:lang w:bidi="fa-IR"/>
        </w:rPr>
        <w:t xml:space="preserve"> از حضرت امام صادق </w:t>
      </w:r>
      <w:r w:rsidR="001B16BC" w:rsidRPr="001B16BC">
        <w:rPr>
          <w:rStyle w:val="libAlaemChar"/>
          <w:rtl/>
        </w:rPr>
        <w:t>عليه‌السلام</w:t>
      </w:r>
      <w:r w:rsidRPr="003E3506">
        <w:rPr>
          <w:rtl/>
          <w:lang w:bidi="fa-IR"/>
        </w:rPr>
        <w:t xml:space="preserve"> روايت شده است كه فرمودند</w:t>
      </w:r>
      <w:r w:rsidR="00553569">
        <w:rPr>
          <w:rtl/>
          <w:lang w:bidi="fa-IR"/>
        </w:rPr>
        <w:t>:</w:t>
      </w:r>
      <w:r w:rsidRPr="003E3506">
        <w:rPr>
          <w:rtl/>
          <w:lang w:bidi="fa-IR"/>
        </w:rPr>
        <w:t xml:space="preserve"> شراب ريشه بديها و منشا گناهان است و كسى كه شراب مى خورد</w:t>
      </w:r>
      <w:r w:rsidR="000C4B14">
        <w:rPr>
          <w:rtl/>
          <w:lang w:bidi="fa-IR"/>
        </w:rPr>
        <w:t>،</w:t>
      </w:r>
      <w:r w:rsidRPr="003E3506">
        <w:rPr>
          <w:rtl/>
          <w:lang w:bidi="fa-IR"/>
        </w:rPr>
        <w:t xml:space="preserve"> عقل خود را از دست مى دهد</w:t>
      </w:r>
      <w:r w:rsidR="000C4B14">
        <w:rPr>
          <w:rtl/>
          <w:lang w:bidi="fa-IR"/>
        </w:rPr>
        <w:t>،</w:t>
      </w:r>
      <w:r w:rsidRPr="003E3506">
        <w:rPr>
          <w:rtl/>
          <w:lang w:bidi="fa-IR"/>
        </w:rPr>
        <w:t xml:space="preserve"> و در آن موقع خدا را نمى شناسد</w:t>
      </w:r>
      <w:r w:rsidR="000C4B14">
        <w:rPr>
          <w:rtl/>
          <w:lang w:bidi="fa-IR"/>
        </w:rPr>
        <w:t>،</w:t>
      </w:r>
      <w:r w:rsidRPr="003E3506">
        <w:rPr>
          <w:rtl/>
          <w:lang w:bidi="fa-IR"/>
        </w:rPr>
        <w:t xml:space="preserve"> و از هيچ گناهى باك ندارد و احترام هيچ كس را نگه نمى دارد</w:t>
      </w:r>
      <w:r w:rsidR="000C4B14">
        <w:rPr>
          <w:rtl/>
          <w:lang w:bidi="fa-IR"/>
        </w:rPr>
        <w:t>،</w:t>
      </w:r>
      <w:r w:rsidRPr="003E3506">
        <w:rPr>
          <w:rtl/>
          <w:lang w:bidi="fa-IR"/>
        </w:rPr>
        <w:t xml:space="preserve"> و حق خويشان نزديك را رعايت نمى كند</w:t>
      </w:r>
      <w:r w:rsidR="000C4B14">
        <w:rPr>
          <w:rtl/>
          <w:lang w:bidi="fa-IR"/>
        </w:rPr>
        <w:t>،</w:t>
      </w:r>
      <w:r w:rsidRPr="003E3506">
        <w:rPr>
          <w:rtl/>
          <w:lang w:bidi="fa-IR"/>
        </w:rPr>
        <w:t xml:space="preserve"> و از زشتي</w:t>
      </w:r>
      <w:r w:rsidR="000957EF">
        <w:rPr>
          <w:rFonts w:hint="cs"/>
          <w:rtl/>
          <w:lang w:bidi="fa-IR"/>
        </w:rPr>
        <w:t xml:space="preserve"> </w:t>
      </w:r>
      <w:r w:rsidRPr="003E3506">
        <w:rPr>
          <w:rtl/>
          <w:lang w:bidi="fa-IR"/>
        </w:rPr>
        <w:t>هاى آشكار رو نمى گرداند</w:t>
      </w:r>
      <w:r w:rsidR="000C4B14">
        <w:rPr>
          <w:rtl/>
          <w:lang w:bidi="fa-IR"/>
        </w:rPr>
        <w:t>،</w:t>
      </w:r>
      <w:r w:rsidRPr="003E3506">
        <w:rPr>
          <w:rtl/>
          <w:lang w:bidi="fa-IR"/>
        </w:rPr>
        <w:t xml:space="preserve"> و روح ايمان و خداشناسى از بدن او بيرون مى رود و روح ناقص خبيثى كه از رحمت خدا دور است در او مى ماند</w:t>
      </w:r>
      <w:r w:rsidR="000C4B14">
        <w:rPr>
          <w:rtl/>
          <w:lang w:bidi="fa-IR"/>
        </w:rPr>
        <w:t>،</w:t>
      </w:r>
      <w:r w:rsidRPr="003E3506">
        <w:rPr>
          <w:rtl/>
          <w:lang w:bidi="fa-IR"/>
        </w:rPr>
        <w:t xml:space="preserve"> و خدا و فرشتگان و پيغمبران و مؤمنين او را لعنت مى كنند و تا چهل روز نماز او قبول نمى شود و روز قيامت روى او سياه است و زبان او از دهانش بيرون مى آيد و آب دهان او به سينه اش مى ريزد و فرياد تشنگى او بلند است</w:t>
      </w:r>
      <w:r w:rsidR="000C4B14">
        <w:rPr>
          <w:rtl/>
          <w:lang w:bidi="fa-IR"/>
        </w:rPr>
        <w:t>.</w:t>
      </w:r>
    </w:p>
    <w:p w:rsidR="003E3506" w:rsidRPr="003E3506" w:rsidRDefault="003E3506" w:rsidP="003E3506">
      <w:pPr>
        <w:pStyle w:val="libNormal"/>
        <w:rPr>
          <w:lang w:bidi="fa-IR"/>
        </w:rPr>
      </w:pPr>
      <w:r w:rsidRPr="003E3506">
        <w:rPr>
          <w:rtl/>
          <w:lang w:bidi="fa-IR"/>
        </w:rPr>
        <w:t>٢٦٤٣ - چيز خوردن از سفره اى كه در آن شراب مى خورند</w:t>
      </w:r>
      <w:r w:rsidR="000C4B14">
        <w:rPr>
          <w:rtl/>
          <w:lang w:bidi="fa-IR"/>
        </w:rPr>
        <w:t>،</w:t>
      </w:r>
      <w:r w:rsidRPr="003E3506">
        <w:rPr>
          <w:rtl/>
          <w:lang w:bidi="fa-IR"/>
        </w:rPr>
        <w:t xml:space="preserve"> حرام است و هم چنين نشستن بر سر سفره اى كه در آن شراب مى خورند</w:t>
      </w:r>
      <w:r w:rsidR="000C4B14">
        <w:rPr>
          <w:rtl/>
          <w:lang w:bidi="fa-IR"/>
        </w:rPr>
        <w:t>،</w:t>
      </w:r>
      <w:r w:rsidRPr="003E3506">
        <w:rPr>
          <w:rtl/>
          <w:lang w:bidi="fa-IR"/>
        </w:rPr>
        <w:t xml:space="preserve"> اگر انسان يكى از آنان حساب شود</w:t>
      </w:r>
      <w:r w:rsidR="000C4B14">
        <w:rPr>
          <w:rtl/>
          <w:lang w:bidi="fa-IR"/>
        </w:rPr>
        <w:t>،</w:t>
      </w:r>
      <w:r w:rsidRPr="003E3506">
        <w:rPr>
          <w:rtl/>
          <w:lang w:bidi="fa-IR"/>
        </w:rPr>
        <w:t xml:space="preserve"> بنابر احتياط حرام است</w:t>
      </w:r>
      <w:r w:rsidR="000C4B14">
        <w:rPr>
          <w:rtl/>
          <w:lang w:bidi="fa-IR"/>
        </w:rPr>
        <w:t>.</w:t>
      </w:r>
    </w:p>
    <w:p w:rsidR="003E3506" w:rsidRPr="003E3506" w:rsidRDefault="003E3506" w:rsidP="003E3506">
      <w:pPr>
        <w:pStyle w:val="libNormal"/>
        <w:rPr>
          <w:lang w:bidi="fa-IR"/>
        </w:rPr>
      </w:pPr>
      <w:r w:rsidRPr="003E3506">
        <w:rPr>
          <w:rtl/>
          <w:lang w:bidi="fa-IR"/>
        </w:rPr>
        <w:t>٢٦٤٤ - بر هر مسلمان واجب است مسلمان ديگرى را كه نزديك است از گرسنگى يا تشنگى بميرد</w:t>
      </w:r>
      <w:r w:rsidR="000C4B14">
        <w:rPr>
          <w:rtl/>
          <w:lang w:bidi="fa-IR"/>
        </w:rPr>
        <w:t>،</w:t>
      </w:r>
      <w:r w:rsidRPr="003E3506">
        <w:rPr>
          <w:rtl/>
          <w:lang w:bidi="fa-IR"/>
        </w:rPr>
        <w:t xml:space="preserve"> نان و آب داده و او را از مرگ نجات دهد.</w:t>
      </w:r>
    </w:p>
    <w:p w:rsidR="003E3506" w:rsidRDefault="00605FAB" w:rsidP="000957EF">
      <w:pPr>
        <w:pStyle w:val="Heading3"/>
        <w:rPr>
          <w:rtl/>
          <w:lang w:bidi="fa-IR"/>
        </w:rPr>
      </w:pPr>
      <w:bookmarkStart w:id="287" w:name="_Toc24454710"/>
      <w:r>
        <w:rPr>
          <w:rtl/>
          <w:lang w:bidi="fa-IR"/>
        </w:rPr>
        <w:lastRenderedPageBreak/>
        <w:t>(</w:t>
      </w:r>
      <w:r w:rsidR="003E3506" w:rsidRPr="003E3506">
        <w:rPr>
          <w:rtl/>
          <w:lang w:bidi="fa-IR"/>
        </w:rPr>
        <w:t>آداب غذا خوردن</w:t>
      </w:r>
      <w:r>
        <w:rPr>
          <w:rtl/>
          <w:lang w:bidi="fa-IR"/>
        </w:rPr>
        <w:t>)</w:t>
      </w:r>
      <w:bookmarkEnd w:id="287"/>
    </w:p>
    <w:p w:rsidR="003E3506" w:rsidRPr="003E3506" w:rsidRDefault="003E3506" w:rsidP="003E3506">
      <w:pPr>
        <w:pStyle w:val="libNormal"/>
        <w:rPr>
          <w:lang w:bidi="fa-IR"/>
        </w:rPr>
      </w:pPr>
      <w:r w:rsidRPr="003E3506">
        <w:rPr>
          <w:rtl/>
          <w:lang w:bidi="fa-IR"/>
        </w:rPr>
        <w:t>٢٦٤٥ - چند چيز در غذا خوردن مستحب شمرده شده است</w:t>
      </w:r>
      <w:r w:rsidR="00553569">
        <w:rPr>
          <w:rtl/>
          <w:lang w:bidi="fa-IR"/>
        </w:rPr>
        <w:t>:</w:t>
      </w:r>
      <w:r w:rsidRPr="003E3506">
        <w:rPr>
          <w:rtl/>
          <w:lang w:bidi="fa-IR"/>
        </w:rPr>
        <w:t xml:space="preserve"> اول هر دو دست را پيش از غذا بشويد.</w:t>
      </w:r>
    </w:p>
    <w:p w:rsidR="003E3506" w:rsidRPr="003E3506" w:rsidRDefault="003E3506" w:rsidP="003E3506">
      <w:pPr>
        <w:pStyle w:val="libNormal"/>
        <w:rPr>
          <w:lang w:bidi="fa-IR"/>
        </w:rPr>
      </w:pPr>
      <w:r w:rsidRPr="003E3506">
        <w:rPr>
          <w:rtl/>
          <w:lang w:bidi="fa-IR"/>
        </w:rPr>
        <w:t>دوم بعد از غذا دست خود را بشويد و با دستمال خشك كند.</w:t>
      </w:r>
    </w:p>
    <w:p w:rsidR="003E3506" w:rsidRPr="003E3506" w:rsidRDefault="003E3506" w:rsidP="003E3506">
      <w:pPr>
        <w:pStyle w:val="libNormal"/>
        <w:rPr>
          <w:lang w:bidi="fa-IR"/>
        </w:rPr>
      </w:pPr>
      <w:r w:rsidRPr="003E3506">
        <w:rPr>
          <w:rtl/>
          <w:lang w:bidi="fa-IR"/>
        </w:rPr>
        <w:t>سوم ميزبان پيش از همه شروع به غذا خوردن كند و بعد از همه دست بكشد و پيش از غذا اول ميزبان دست خود را بشويد</w:t>
      </w:r>
      <w:r w:rsidR="000C4B14">
        <w:rPr>
          <w:rtl/>
          <w:lang w:bidi="fa-IR"/>
        </w:rPr>
        <w:t>،</w:t>
      </w:r>
      <w:r w:rsidRPr="003E3506">
        <w:rPr>
          <w:rtl/>
          <w:lang w:bidi="fa-IR"/>
        </w:rPr>
        <w:t xml:space="preserve"> بعد كسى كه طرف راست او نشسته و همين طور تا برسد به كسى كه طرف چپ او نشسته</w:t>
      </w:r>
      <w:r w:rsidR="000C4B14">
        <w:rPr>
          <w:rtl/>
          <w:lang w:bidi="fa-IR"/>
        </w:rPr>
        <w:t>،</w:t>
      </w:r>
      <w:r w:rsidRPr="003E3506">
        <w:rPr>
          <w:rtl/>
          <w:lang w:bidi="fa-IR"/>
        </w:rPr>
        <w:t xml:space="preserve"> و بعد از غذا اول كسى كه طرف چپ ميزبان نشسته دست خود را بشويد و همين طور تا به ميزبان برسد.</w:t>
      </w:r>
    </w:p>
    <w:p w:rsidR="003E3506" w:rsidRPr="003E3506" w:rsidRDefault="003E3506" w:rsidP="003E3506">
      <w:pPr>
        <w:pStyle w:val="libNormal"/>
        <w:rPr>
          <w:lang w:bidi="fa-IR"/>
        </w:rPr>
      </w:pPr>
      <w:r w:rsidRPr="003E3506">
        <w:rPr>
          <w:rtl/>
          <w:lang w:bidi="fa-IR"/>
        </w:rPr>
        <w:t>چهارم در اول غذا بسم اللّه بگويد</w:t>
      </w:r>
      <w:r w:rsidR="000C4B14">
        <w:rPr>
          <w:rtl/>
          <w:lang w:bidi="fa-IR"/>
        </w:rPr>
        <w:t>،</w:t>
      </w:r>
      <w:r w:rsidRPr="003E3506">
        <w:rPr>
          <w:rtl/>
          <w:lang w:bidi="fa-IR"/>
        </w:rPr>
        <w:t xml:space="preserve"> ولى اگر سر يك سفره چند جور غذا باشد</w:t>
      </w:r>
      <w:r w:rsidR="000C4B14">
        <w:rPr>
          <w:rtl/>
          <w:lang w:bidi="fa-IR"/>
        </w:rPr>
        <w:t>،</w:t>
      </w:r>
      <w:r w:rsidRPr="003E3506">
        <w:rPr>
          <w:rtl/>
          <w:lang w:bidi="fa-IR"/>
        </w:rPr>
        <w:t xml:space="preserve"> در وقت خوردن هر كدام آنها گفتن بسم اللّه مستحب است</w:t>
      </w:r>
      <w:r w:rsidR="000C4B14">
        <w:rPr>
          <w:rtl/>
          <w:lang w:bidi="fa-IR"/>
        </w:rPr>
        <w:t>.</w:t>
      </w:r>
    </w:p>
    <w:p w:rsidR="003E3506" w:rsidRPr="003E3506" w:rsidRDefault="003E3506" w:rsidP="003E3506">
      <w:pPr>
        <w:pStyle w:val="libNormal"/>
        <w:rPr>
          <w:lang w:bidi="fa-IR"/>
        </w:rPr>
      </w:pPr>
      <w:r w:rsidRPr="003E3506">
        <w:rPr>
          <w:rtl/>
          <w:lang w:bidi="fa-IR"/>
        </w:rPr>
        <w:t>پنجم با دست راست غذا بخورد.</w:t>
      </w:r>
    </w:p>
    <w:p w:rsidR="003E3506" w:rsidRPr="003E3506" w:rsidRDefault="003E3506" w:rsidP="003E3506">
      <w:pPr>
        <w:pStyle w:val="libNormal"/>
        <w:rPr>
          <w:lang w:bidi="fa-IR"/>
        </w:rPr>
      </w:pPr>
      <w:r w:rsidRPr="003E3506">
        <w:rPr>
          <w:rtl/>
          <w:lang w:bidi="fa-IR"/>
        </w:rPr>
        <w:t>ششم با سه انگشت يا بيشتر غذا بخورد و با دو انگشت نخورد.</w:t>
      </w:r>
    </w:p>
    <w:p w:rsidR="003E3506" w:rsidRPr="003E3506" w:rsidRDefault="003E3506" w:rsidP="003E3506">
      <w:pPr>
        <w:pStyle w:val="libNormal"/>
        <w:rPr>
          <w:lang w:bidi="fa-IR"/>
        </w:rPr>
      </w:pPr>
      <w:r w:rsidRPr="003E3506">
        <w:rPr>
          <w:rtl/>
          <w:lang w:bidi="fa-IR"/>
        </w:rPr>
        <w:t>هفتم اگر چند نفر سر يك سفره نشسته اند هر كسى از غذاى جلوى خودش بخورد.</w:t>
      </w:r>
    </w:p>
    <w:p w:rsidR="003E3506" w:rsidRPr="003E3506" w:rsidRDefault="003E3506" w:rsidP="003E3506">
      <w:pPr>
        <w:pStyle w:val="libNormal"/>
        <w:rPr>
          <w:lang w:bidi="fa-IR"/>
        </w:rPr>
      </w:pPr>
      <w:r w:rsidRPr="003E3506">
        <w:rPr>
          <w:rtl/>
          <w:lang w:bidi="fa-IR"/>
        </w:rPr>
        <w:t>هشتم لقمه را كوچك بردارد.</w:t>
      </w:r>
    </w:p>
    <w:p w:rsidR="003E3506" w:rsidRPr="003E3506" w:rsidRDefault="003E3506" w:rsidP="003E3506">
      <w:pPr>
        <w:pStyle w:val="libNormal"/>
        <w:rPr>
          <w:lang w:bidi="fa-IR"/>
        </w:rPr>
      </w:pPr>
      <w:r w:rsidRPr="003E3506">
        <w:rPr>
          <w:rtl/>
          <w:lang w:bidi="fa-IR"/>
        </w:rPr>
        <w:t>نهم سر سفره زياد بنشيند و غذا خوردن را طول بدهد.</w:t>
      </w:r>
    </w:p>
    <w:p w:rsidR="003E3506" w:rsidRPr="003E3506" w:rsidRDefault="003E3506" w:rsidP="003E3506">
      <w:pPr>
        <w:pStyle w:val="libNormal"/>
        <w:rPr>
          <w:lang w:bidi="fa-IR"/>
        </w:rPr>
      </w:pPr>
      <w:r w:rsidRPr="003E3506">
        <w:rPr>
          <w:rtl/>
          <w:lang w:bidi="fa-IR"/>
        </w:rPr>
        <w:t>دهم غذا را خوب بجود.</w:t>
      </w:r>
    </w:p>
    <w:p w:rsidR="003E3506" w:rsidRPr="003E3506" w:rsidRDefault="003E3506" w:rsidP="003E3506">
      <w:pPr>
        <w:pStyle w:val="libNormal"/>
        <w:rPr>
          <w:lang w:bidi="fa-IR"/>
        </w:rPr>
      </w:pPr>
      <w:r w:rsidRPr="003E3506">
        <w:rPr>
          <w:rtl/>
          <w:lang w:bidi="fa-IR"/>
        </w:rPr>
        <w:t>يازدهم بعد از غذا خداوند عالم را حمد كند.</w:t>
      </w:r>
    </w:p>
    <w:p w:rsidR="003E3506" w:rsidRPr="003E3506" w:rsidRDefault="003E3506" w:rsidP="003E3506">
      <w:pPr>
        <w:pStyle w:val="libNormal"/>
        <w:rPr>
          <w:lang w:bidi="fa-IR"/>
        </w:rPr>
      </w:pPr>
      <w:r w:rsidRPr="003E3506">
        <w:rPr>
          <w:rtl/>
          <w:lang w:bidi="fa-IR"/>
        </w:rPr>
        <w:t>دوازدهم انگشتها را بليسد.</w:t>
      </w:r>
    </w:p>
    <w:p w:rsidR="003E3506" w:rsidRPr="003E3506" w:rsidRDefault="003E3506" w:rsidP="003E3506">
      <w:pPr>
        <w:pStyle w:val="libNormal"/>
        <w:rPr>
          <w:lang w:bidi="fa-IR"/>
        </w:rPr>
      </w:pPr>
      <w:r w:rsidRPr="003E3506">
        <w:rPr>
          <w:rtl/>
          <w:lang w:bidi="fa-IR"/>
        </w:rPr>
        <w:t>سيزدهم بعد از غذا خلال نمايد ولى با چوب ريحان و نى و برگ درخت خرما خلال نكند.</w:t>
      </w:r>
    </w:p>
    <w:p w:rsidR="003E3506" w:rsidRPr="003E3506" w:rsidRDefault="003E3506" w:rsidP="003E3506">
      <w:pPr>
        <w:pStyle w:val="libNormal"/>
        <w:rPr>
          <w:lang w:bidi="fa-IR"/>
        </w:rPr>
      </w:pPr>
      <w:r w:rsidRPr="003E3506">
        <w:rPr>
          <w:rtl/>
          <w:lang w:bidi="fa-IR"/>
        </w:rPr>
        <w:t>چهاردهم آنچه بيرون سفره مى ريزد جمع كند و بخورد ولى اگر در بيابان غذا بخورد</w:t>
      </w:r>
      <w:r w:rsidR="000C4B14">
        <w:rPr>
          <w:rtl/>
          <w:lang w:bidi="fa-IR"/>
        </w:rPr>
        <w:t>،</w:t>
      </w:r>
      <w:r w:rsidRPr="003E3506">
        <w:rPr>
          <w:rtl/>
          <w:lang w:bidi="fa-IR"/>
        </w:rPr>
        <w:t xml:space="preserve"> مستحب است آنچه مى ريزد براى پرندگان و حيوانات بگذارد.</w:t>
      </w:r>
    </w:p>
    <w:p w:rsidR="003E3506" w:rsidRPr="003E3506" w:rsidRDefault="003E3506" w:rsidP="003E3506">
      <w:pPr>
        <w:pStyle w:val="libNormal"/>
        <w:rPr>
          <w:lang w:bidi="fa-IR"/>
        </w:rPr>
      </w:pPr>
      <w:r w:rsidRPr="003E3506">
        <w:rPr>
          <w:rtl/>
          <w:lang w:bidi="fa-IR"/>
        </w:rPr>
        <w:t>پانزدهم در اول روز و اول شب غذا بخورد و در بين روز و در بين شب غذا نخورد.</w:t>
      </w:r>
    </w:p>
    <w:p w:rsidR="003E3506" w:rsidRPr="003E3506" w:rsidRDefault="003E3506" w:rsidP="003E3506">
      <w:pPr>
        <w:pStyle w:val="libNormal"/>
        <w:rPr>
          <w:lang w:bidi="fa-IR"/>
        </w:rPr>
      </w:pPr>
      <w:r w:rsidRPr="003E3506">
        <w:rPr>
          <w:rtl/>
          <w:lang w:bidi="fa-IR"/>
        </w:rPr>
        <w:lastRenderedPageBreak/>
        <w:t>شانزدهم بعد از خوردن غذا به پشت بخوابد و پاى راست را روى پاى چپ بيندازد.</w:t>
      </w:r>
    </w:p>
    <w:p w:rsidR="003E3506" w:rsidRPr="003E3506" w:rsidRDefault="003E3506" w:rsidP="003E3506">
      <w:pPr>
        <w:pStyle w:val="libNormal"/>
        <w:rPr>
          <w:lang w:bidi="fa-IR"/>
        </w:rPr>
      </w:pPr>
      <w:r w:rsidRPr="003E3506">
        <w:rPr>
          <w:rtl/>
          <w:lang w:bidi="fa-IR"/>
        </w:rPr>
        <w:t>هفدهم در اول غذا و آخر آن نمك بخورد.</w:t>
      </w:r>
    </w:p>
    <w:p w:rsidR="003E3506" w:rsidRPr="003E3506" w:rsidRDefault="003E3506" w:rsidP="003E3506">
      <w:pPr>
        <w:pStyle w:val="libNormal"/>
        <w:rPr>
          <w:lang w:bidi="fa-IR"/>
        </w:rPr>
      </w:pPr>
      <w:r w:rsidRPr="003E3506">
        <w:rPr>
          <w:rtl/>
          <w:lang w:bidi="fa-IR"/>
        </w:rPr>
        <w:t>هيجدهم ميوه را پيش از خوردن با آب بشويد.</w:t>
      </w:r>
    </w:p>
    <w:p w:rsidR="003E3506" w:rsidRDefault="00605FAB" w:rsidP="000957EF">
      <w:pPr>
        <w:pStyle w:val="Heading3"/>
        <w:rPr>
          <w:rtl/>
          <w:lang w:bidi="fa-IR"/>
        </w:rPr>
      </w:pPr>
      <w:bookmarkStart w:id="288" w:name="_Toc24454711"/>
      <w:r>
        <w:rPr>
          <w:rtl/>
          <w:lang w:bidi="fa-IR"/>
        </w:rPr>
        <w:t>(</w:t>
      </w:r>
      <w:r w:rsidR="003E3506" w:rsidRPr="003E3506">
        <w:rPr>
          <w:rtl/>
          <w:lang w:bidi="fa-IR"/>
        </w:rPr>
        <w:t>چيزهايى كه در غذا خوردن مذموم است</w:t>
      </w:r>
      <w:r>
        <w:rPr>
          <w:rtl/>
          <w:lang w:bidi="fa-IR"/>
        </w:rPr>
        <w:t>)</w:t>
      </w:r>
      <w:bookmarkEnd w:id="288"/>
    </w:p>
    <w:p w:rsidR="003E3506" w:rsidRPr="003E3506" w:rsidRDefault="003E3506" w:rsidP="003E3506">
      <w:pPr>
        <w:pStyle w:val="libNormal"/>
        <w:rPr>
          <w:lang w:bidi="fa-IR"/>
        </w:rPr>
      </w:pPr>
      <w:r w:rsidRPr="003E3506">
        <w:rPr>
          <w:rtl/>
          <w:lang w:bidi="fa-IR"/>
        </w:rPr>
        <w:t>٢٦٤٦ - چند چيز در غذا خوردن مذموم شمرده شده است</w:t>
      </w:r>
      <w:r w:rsidR="00553569">
        <w:rPr>
          <w:rtl/>
          <w:lang w:bidi="fa-IR"/>
        </w:rPr>
        <w:t>:</w:t>
      </w:r>
      <w:r w:rsidRPr="003E3506">
        <w:rPr>
          <w:rtl/>
          <w:lang w:bidi="fa-IR"/>
        </w:rPr>
        <w:t xml:space="preserve"> اول در حال سيرى غذا خوردن</w:t>
      </w:r>
      <w:r w:rsidR="000C4B14">
        <w:rPr>
          <w:rtl/>
          <w:lang w:bidi="fa-IR"/>
        </w:rPr>
        <w:t>.</w:t>
      </w:r>
    </w:p>
    <w:p w:rsidR="003E3506" w:rsidRPr="003E3506" w:rsidRDefault="003E3506" w:rsidP="003E3506">
      <w:pPr>
        <w:pStyle w:val="libNormal"/>
        <w:rPr>
          <w:lang w:bidi="fa-IR"/>
        </w:rPr>
      </w:pPr>
      <w:r w:rsidRPr="003E3506">
        <w:rPr>
          <w:rtl/>
          <w:lang w:bidi="fa-IR"/>
        </w:rPr>
        <w:t>دوم پر خوردن</w:t>
      </w:r>
      <w:r w:rsidR="000C4B14">
        <w:rPr>
          <w:rtl/>
          <w:lang w:bidi="fa-IR"/>
        </w:rPr>
        <w:t>،</w:t>
      </w:r>
      <w:r w:rsidRPr="003E3506">
        <w:rPr>
          <w:rtl/>
          <w:lang w:bidi="fa-IR"/>
        </w:rPr>
        <w:t xml:space="preserve"> و در خبر است كه خداوند عالم بيشتر از هر چيز از شكم پر بدش مى آيد.</w:t>
      </w:r>
    </w:p>
    <w:p w:rsidR="003E3506" w:rsidRPr="003E3506" w:rsidRDefault="003E3506" w:rsidP="003E3506">
      <w:pPr>
        <w:pStyle w:val="libNormal"/>
        <w:rPr>
          <w:lang w:bidi="fa-IR"/>
        </w:rPr>
      </w:pPr>
      <w:r w:rsidRPr="003E3506">
        <w:rPr>
          <w:rtl/>
          <w:lang w:bidi="fa-IR"/>
        </w:rPr>
        <w:t>سوم نگاه كردن به صورت ديگران در موقع غذا خوردن</w:t>
      </w:r>
      <w:r w:rsidR="000C4B14">
        <w:rPr>
          <w:rtl/>
          <w:lang w:bidi="fa-IR"/>
        </w:rPr>
        <w:t>.</w:t>
      </w:r>
    </w:p>
    <w:p w:rsidR="003E3506" w:rsidRPr="003E3506" w:rsidRDefault="003E3506" w:rsidP="003E3506">
      <w:pPr>
        <w:pStyle w:val="libNormal"/>
        <w:rPr>
          <w:lang w:bidi="fa-IR"/>
        </w:rPr>
      </w:pPr>
      <w:r w:rsidRPr="003E3506">
        <w:rPr>
          <w:rtl/>
          <w:lang w:bidi="fa-IR"/>
        </w:rPr>
        <w:t>چهارم خوردن غذاى گرم</w:t>
      </w:r>
      <w:r w:rsidR="000C4B14">
        <w:rPr>
          <w:rtl/>
          <w:lang w:bidi="fa-IR"/>
        </w:rPr>
        <w:t>.</w:t>
      </w:r>
    </w:p>
    <w:p w:rsidR="003E3506" w:rsidRPr="003E3506" w:rsidRDefault="003E3506" w:rsidP="003E3506">
      <w:pPr>
        <w:pStyle w:val="libNormal"/>
        <w:rPr>
          <w:lang w:bidi="fa-IR"/>
        </w:rPr>
      </w:pPr>
      <w:r w:rsidRPr="003E3506">
        <w:rPr>
          <w:rtl/>
          <w:lang w:bidi="fa-IR"/>
        </w:rPr>
        <w:t>پنجم فوت كردن چيزى كه مى خورد يا مى آشامد.</w:t>
      </w:r>
    </w:p>
    <w:p w:rsidR="003E3506" w:rsidRPr="003E3506" w:rsidRDefault="003E3506" w:rsidP="003E3506">
      <w:pPr>
        <w:pStyle w:val="libNormal"/>
        <w:rPr>
          <w:lang w:bidi="fa-IR"/>
        </w:rPr>
      </w:pPr>
      <w:r w:rsidRPr="003E3506">
        <w:rPr>
          <w:rtl/>
          <w:lang w:bidi="fa-IR"/>
        </w:rPr>
        <w:t>ششم بعد از گذاشتن نان در سفره</w:t>
      </w:r>
      <w:r w:rsidR="000C4B14">
        <w:rPr>
          <w:rtl/>
          <w:lang w:bidi="fa-IR"/>
        </w:rPr>
        <w:t>،</w:t>
      </w:r>
      <w:r w:rsidRPr="003E3506">
        <w:rPr>
          <w:rtl/>
          <w:lang w:bidi="fa-IR"/>
        </w:rPr>
        <w:t xml:space="preserve"> منتطر چيز ديگر شدن</w:t>
      </w:r>
      <w:r w:rsidR="000C4B14">
        <w:rPr>
          <w:rtl/>
          <w:lang w:bidi="fa-IR"/>
        </w:rPr>
        <w:t>.</w:t>
      </w:r>
    </w:p>
    <w:p w:rsidR="003E3506" w:rsidRPr="003E3506" w:rsidRDefault="003E3506" w:rsidP="003E3506">
      <w:pPr>
        <w:pStyle w:val="libNormal"/>
        <w:rPr>
          <w:lang w:bidi="fa-IR"/>
        </w:rPr>
      </w:pPr>
      <w:r w:rsidRPr="003E3506">
        <w:rPr>
          <w:rtl/>
          <w:lang w:bidi="fa-IR"/>
        </w:rPr>
        <w:t>هفتم پاره كردن نان با كارد.</w:t>
      </w:r>
    </w:p>
    <w:p w:rsidR="003E3506" w:rsidRPr="003E3506" w:rsidRDefault="003E3506" w:rsidP="003E3506">
      <w:pPr>
        <w:pStyle w:val="libNormal"/>
        <w:rPr>
          <w:lang w:bidi="fa-IR"/>
        </w:rPr>
      </w:pPr>
      <w:r w:rsidRPr="003E3506">
        <w:rPr>
          <w:rtl/>
          <w:lang w:bidi="fa-IR"/>
        </w:rPr>
        <w:t>هشتم گذاشتن نان زير ظرف غذا.</w:t>
      </w:r>
    </w:p>
    <w:p w:rsidR="003E3506" w:rsidRPr="003E3506" w:rsidRDefault="003E3506" w:rsidP="003E3506">
      <w:pPr>
        <w:pStyle w:val="libNormal"/>
        <w:rPr>
          <w:lang w:bidi="fa-IR"/>
        </w:rPr>
      </w:pPr>
      <w:r w:rsidRPr="003E3506">
        <w:rPr>
          <w:rtl/>
          <w:lang w:bidi="fa-IR"/>
        </w:rPr>
        <w:t>نهم پاك كردن گوشتى كه به استخوان چسبيده به طورى كه چيزى در آن نماند.</w:t>
      </w:r>
    </w:p>
    <w:p w:rsidR="003E3506" w:rsidRPr="003E3506" w:rsidRDefault="003E3506" w:rsidP="003E3506">
      <w:pPr>
        <w:pStyle w:val="libNormal"/>
        <w:rPr>
          <w:lang w:bidi="fa-IR"/>
        </w:rPr>
      </w:pPr>
      <w:r w:rsidRPr="003E3506">
        <w:rPr>
          <w:rtl/>
          <w:lang w:bidi="fa-IR"/>
        </w:rPr>
        <w:t>دهم پوست كندن ميوه هايى كه با پوست خورده مى شود.</w:t>
      </w:r>
    </w:p>
    <w:p w:rsidR="003E3506" w:rsidRPr="003E3506" w:rsidRDefault="003E3506" w:rsidP="003E3506">
      <w:pPr>
        <w:pStyle w:val="libNormal"/>
        <w:rPr>
          <w:lang w:bidi="fa-IR"/>
        </w:rPr>
      </w:pPr>
      <w:r w:rsidRPr="003E3506">
        <w:rPr>
          <w:rtl/>
          <w:lang w:bidi="fa-IR"/>
        </w:rPr>
        <w:t>يازدهم دورانداختن ميوه پيش از آن كه كاملا آن را بخورد.</w:t>
      </w:r>
    </w:p>
    <w:p w:rsidR="003E3506" w:rsidRDefault="000957EF" w:rsidP="000957EF">
      <w:pPr>
        <w:pStyle w:val="Heading3"/>
        <w:rPr>
          <w:rtl/>
          <w:lang w:bidi="fa-IR"/>
        </w:rPr>
      </w:pPr>
      <w:bookmarkStart w:id="289" w:name="_Toc24454712"/>
      <w:r>
        <w:rPr>
          <w:rFonts w:hint="cs"/>
          <w:rtl/>
          <w:lang w:bidi="fa-IR"/>
        </w:rPr>
        <w:t>(</w:t>
      </w:r>
      <w:r w:rsidR="003E3506" w:rsidRPr="003E3506">
        <w:rPr>
          <w:rtl/>
          <w:lang w:bidi="fa-IR"/>
        </w:rPr>
        <w:t>آداب آشاميدن</w:t>
      </w:r>
      <w:r w:rsidR="00605FAB">
        <w:rPr>
          <w:rtl/>
          <w:lang w:bidi="fa-IR"/>
        </w:rPr>
        <w:t>)</w:t>
      </w:r>
      <w:bookmarkEnd w:id="289"/>
    </w:p>
    <w:p w:rsidR="003E3506" w:rsidRPr="003E3506" w:rsidRDefault="003E3506" w:rsidP="003E3506">
      <w:pPr>
        <w:pStyle w:val="libNormal"/>
        <w:rPr>
          <w:lang w:bidi="fa-IR"/>
        </w:rPr>
      </w:pPr>
      <w:r w:rsidRPr="003E3506">
        <w:rPr>
          <w:rtl/>
          <w:lang w:bidi="fa-IR"/>
        </w:rPr>
        <w:t>٢٦٤٧ - چند چيز از آداب آشاميدن شمرده شده است</w:t>
      </w:r>
      <w:r w:rsidR="00553569">
        <w:rPr>
          <w:rtl/>
          <w:lang w:bidi="fa-IR"/>
        </w:rPr>
        <w:t>:</w:t>
      </w:r>
      <w:r w:rsidRPr="003E3506">
        <w:rPr>
          <w:rtl/>
          <w:lang w:bidi="fa-IR"/>
        </w:rPr>
        <w:t xml:space="preserve"> اول آب را به طور مكيدن بياشامد.</w:t>
      </w:r>
    </w:p>
    <w:p w:rsidR="003E3506" w:rsidRPr="003E3506" w:rsidRDefault="003E3506" w:rsidP="003E3506">
      <w:pPr>
        <w:pStyle w:val="libNormal"/>
        <w:rPr>
          <w:lang w:bidi="fa-IR"/>
        </w:rPr>
      </w:pPr>
      <w:r w:rsidRPr="003E3506">
        <w:rPr>
          <w:rtl/>
          <w:lang w:bidi="fa-IR"/>
        </w:rPr>
        <w:t>دوم در روز ايستاده آب بخورد.</w:t>
      </w:r>
    </w:p>
    <w:p w:rsidR="003E3506" w:rsidRPr="003E3506" w:rsidRDefault="003E3506" w:rsidP="003E3506">
      <w:pPr>
        <w:pStyle w:val="libNormal"/>
        <w:rPr>
          <w:lang w:bidi="fa-IR"/>
        </w:rPr>
      </w:pPr>
      <w:r w:rsidRPr="003E3506">
        <w:rPr>
          <w:rtl/>
          <w:lang w:bidi="fa-IR"/>
        </w:rPr>
        <w:t>سوم پيش از آشاميدن آب بسم اللّه و بعد از آن الحمد للّه بگويد.</w:t>
      </w:r>
    </w:p>
    <w:p w:rsidR="003E3506" w:rsidRPr="003E3506" w:rsidRDefault="003E3506" w:rsidP="003E3506">
      <w:pPr>
        <w:pStyle w:val="libNormal"/>
        <w:rPr>
          <w:lang w:bidi="fa-IR"/>
        </w:rPr>
      </w:pPr>
      <w:r w:rsidRPr="003E3506">
        <w:rPr>
          <w:rtl/>
          <w:lang w:bidi="fa-IR"/>
        </w:rPr>
        <w:t>چهارم به سه نفس آب بياشامد.</w:t>
      </w:r>
    </w:p>
    <w:p w:rsidR="003E3506" w:rsidRPr="003E3506" w:rsidRDefault="003E3506" w:rsidP="003E3506">
      <w:pPr>
        <w:pStyle w:val="libNormal"/>
        <w:rPr>
          <w:lang w:bidi="fa-IR"/>
        </w:rPr>
      </w:pPr>
      <w:r w:rsidRPr="003E3506">
        <w:rPr>
          <w:rtl/>
          <w:lang w:bidi="fa-IR"/>
        </w:rPr>
        <w:t>پنجم از روى ميل آب بياشامد.</w:t>
      </w:r>
    </w:p>
    <w:p w:rsidR="003E3506" w:rsidRPr="003E3506" w:rsidRDefault="003E3506" w:rsidP="003E3506">
      <w:pPr>
        <w:pStyle w:val="libNormal"/>
        <w:rPr>
          <w:lang w:bidi="fa-IR"/>
        </w:rPr>
      </w:pPr>
      <w:r w:rsidRPr="003E3506">
        <w:rPr>
          <w:rtl/>
          <w:lang w:bidi="fa-IR"/>
        </w:rPr>
        <w:lastRenderedPageBreak/>
        <w:t xml:space="preserve">ششم بعد از آشاميدن آب حضرت ابى عبد اللّه </w:t>
      </w:r>
      <w:r w:rsidR="001B16BC" w:rsidRPr="001B16BC">
        <w:rPr>
          <w:rStyle w:val="libAlaemChar"/>
          <w:rtl/>
        </w:rPr>
        <w:t>عليه‌السلام</w:t>
      </w:r>
      <w:r w:rsidRPr="003E3506">
        <w:rPr>
          <w:rtl/>
          <w:lang w:bidi="fa-IR"/>
        </w:rPr>
        <w:t xml:space="preserve"> و اهل بيت ايشان را ياد كند و قاتلان آن حضرت را لعنت نمايد.</w:t>
      </w:r>
    </w:p>
    <w:p w:rsidR="003E3506" w:rsidRDefault="00605FAB" w:rsidP="000957EF">
      <w:pPr>
        <w:pStyle w:val="Heading3"/>
        <w:rPr>
          <w:rtl/>
          <w:lang w:bidi="fa-IR"/>
        </w:rPr>
      </w:pPr>
      <w:bookmarkStart w:id="290" w:name="_Toc24454713"/>
      <w:r>
        <w:rPr>
          <w:rtl/>
          <w:lang w:bidi="fa-IR"/>
        </w:rPr>
        <w:t>(</w:t>
      </w:r>
      <w:r w:rsidR="003E3506" w:rsidRPr="003E3506">
        <w:rPr>
          <w:rtl/>
          <w:lang w:bidi="fa-IR"/>
        </w:rPr>
        <w:t>چيزهايى كه در آشاميدن مذموم است</w:t>
      </w:r>
      <w:r>
        <w:rPr>
          <w:rtl/>
          <w:lang w:bidi="fa-IR"/>
        </w:rPr>
        <w:t>)</w:t>
      </w:r>
      <w:bookmarkEnd w:id="290"/>
    </w:p>
    <w:p w:rsidR="003E3506" w:rsidRPr="003E3506" w:rsidRDefault="003E3506" w:rsidP="003E3506">
      <w:pPr>
        <w:pStyle w:val="libNormal"/>
        <w:rPr>
          <w:lang w:bidi="fa-IR"/>
        </w:rPr>
      </w:pPr>
      <w:r w:rsidRPr="003E3506">
        <w:rPr>
          <w:rtl/>
          <w:lang w:bidi="fa-IR"/>
        </w:rPr>
        <w:t>٢٦٤٨ - زياد آشاميدن آب و آشاميدن آن بعد از غذاى چرب و در شب به حال ايستاده مذموم شمرده شده است</w:t>
      </w:r>
      <w:r w:rsidR="000C4B14">
        <w:rPr>
          <w:rtl/>
          <w:lang w:bidi="fa-IR"/>
        </w:rPr>
        <w:t>.</w:t>
      </w:r>
    </w:p>
    <w:p w:rsidR="003E3506" w:rsidRPr="003E3506" w:rsidRDefault="003E3506" w:rsidP="003E3506">
      <w:pPr>
        <w:pStyle w:val="libNormal"/>
        <w:rPr>
          <w:lang w:bidi="fa-IR"/>
        </w:rPr>
      </w:pPr>
      <w:r w:rsidRPr="003E3506">
        <w:rPr>
          <w:rtl/>
          <w:lang w:bidi="fa-IR"/>
        </w:rPr>
        <w:t>و نيز آشاميدن آب با دست چپ و هم چنين از جاى شكسته كوزه و جايى كه دسته آن است مذموم شمرده شده است</w:t>
      </w:r>
      <w:r w:rsidR="000C4B14">
        <w:rPr>
          <w:rtl/>
          <w:lang w:bidi="fa-IR"/>
        </w:rPr>
        <w:t>.</w:t>
      </w:r>
    </w:p>
    <w:p w:rsidR="003E3506" w:rsidRPr="003E3506" w:rsidRDefault="000478FE" w:rsidP="003E3506">
      <w:pPr>
        <w:pStyle w:val="libNormal"/>
        <w:rPr>
          <w:lang w:bidi="fa-IR"/>
        </w:rPr>
      </w:pPr>
      <w:r>
        <w:rPr>
          <w:rtl/>
          <w:lang w:bidi="fa-IR"/>
        </w:rPr>
        <w:br w:type="page"/>
      </w:r>
    </w:p>
    <w:p w:rsidR="003E3506" w:rsidRDefault="00605FAB" w:rsidP="000478FE">
      <w:pPr>
        <w:pStyle w:val="Heading2"/>
        <w:rPr>
          <w:rtl/>
          <w:lang w:bidi="fa-IR"/>
        </w:rPr>
      </w:pPr>
      <w:bookmarkStart w:id="291" w:name="_Toc24454714"/>
      <w:r>
        <w:rPr>
          <w:rtl/>
          <w:lang w:bidi="fa-IR"/>
        </w:rPr>
        <w:t>(</w:t>
      </w:r>
      <w:r w:rsidR="003E3506" w:rsidRPr="003E3506">
        <w:rPr>
          <w:rtl/>
          <w:lang w:bidi="fa-IR"/>
        </w:rPr>
        <w:t>احكام نذر و عهد</w:t>
      </w:r>
      <w:r>
        <w:rPr>
          <w:rtl/>
          <w:lang w:bidi="fa-IR"/>
        </w:rPr>
        <w:t>)</w:t>
      </w:r>
      <w:bookmarkEnd w:id="291"/>
    </w:p>
    <w:p w:rsidR="003E3506" w:rsidRPr="003E3506" w:rsidRDefault="003E3506" w:rsidP="003E3506">
      <w:pPr>
        <w:pStyle w:val="libNormal"/>
        <w:rPr>
          <w:lang w:bidi="fa-IR"/>
        </w:rPr>
      </w:pPr>
      <w:r w:rsidRPr="003E3506">
        <w:rPr>
          <w:rtl/>
          <w:lang w:bidi="fa-IR"/>
        </w:rPr>
        <w:t>٢٦٤٩ - نذر آن است كه انسان براى خدا بر خود واجب كند كه كار خيرى را بجا آورد</w:t>
      </w:r>
      <w:r w:rsidR="000C4B14">
        <w:rPr>
          <w:rtl/>
          <w:lang w:bidi="fa-IR"/>
        </w:rPr>
        <w:t>،</w:t>
      </w:r>
      <w:r w:rsidRPr="003E3506">
        <w:rPr>
          <w:rtl/>
          <w:lang w:bidi="fa-IR"/>
        </w:rPr>
        <w:t xml:space="preserve"> يا كارى را كه نكردن آن بهتر است ترك نمايد.</w:t>
      </w:r>
    </w:p>
    <w:p w:rsidR="003E3506" w:rsidRPr="003E3506" w:rsidRDefault="003E3506" w:rsidP="003E3506">
      <w:pPr>
        <w:pStyle w:val="libNormal"/>
        <w:rPr>
          <w:lang w:bidi="fa-IR"/>
        </w:rPr>
      </w:pPr>
      <w:r w:rsidRPr="003E3506">
        <w:rPr>
          <w:rtl/>
          <w:lang w:bidi="fa-IR"/>
        </w:rPr>
        <w:t>٢٦٥٠ - در نذر بايد صيغه خوانده شود و لازم نيست آن را به عربى بخوانند پس اگر بگويد چنانچه مريض من خوب شود</w:t>
      </w:r>
      <w:r w:rsidR="000C4B14">
        <w:rPr>
          <w:rtl/>
          <w:lang w:bidi="fa-IR"/>
        </w:rPr>
        <w:t>،</w:t>
      </w:r>
      <w:r w:rsidRPr="003E3506">
        <w:rPr>
          <w:rtl/>
          <w:lang w:bidi="fa-IR"/>
        </w:rPr>
        <w:t xml:space="preserve"> براى خدا بر من است كه ده تومان به فقير بدهم نذر او صحيح است</w:t>
      </w:r>
      <w:r w:rsidR="000C4B14">
        <w:rPr>
          <w:rtl/>
          <w:lang w:bidi="fa-IR"/>
        </w:rPr>
        <w:t>.</w:t>
      </w:r>
    </w:p>
    <w:p w:rsidR="003E3506" w:rsidRPr="003E3506" w:rsidRDefault="003E3506" w:rsidP="003E3506">
      <w:pPr>
        <w:pStyle w:val="libNormal"/>
        <w:rPr>
          <w:lang w:bidi="fa-IR"/>
        </w:rPr>
      </w:pPr>
      <w:r w:rsidRPr="003E3506">
        <w:rPr>
          <w:rtl/>
          <w:lang w:bidi="fa-IR"/>
        </w:rPr>
        <w:t>٢٦٥١ - نذر كننده بايد بالغ و عاقل باشد و به اختيار و قصد خود نذر كند</w:t>
      </w:r>
      <w:r w:rsidR="000C4B14">
        <w:rPr>
          <w:rtl/>
          <w:lang w:bidi="fa-IR"/>
        </w:rPr>
        <w:t>،</w:t>
      </w:r>
      <w:r w:rsidRPr="003E3506">
        <w:rPr>
          <w:rtl/>
          <w:lang w:bidi="fa-IR"/>
        </w:rPr>
        <w:t xml:space="preserve"> بنابر اين نذر كردن كسى كه او را مجبور كرده اند</w:t>
      </w:r>
      <w:r w:rsidR="000C4B14">
        <w:rPr>
          <w:rtl/>
          <w:lang w:bidi="fa-IR"/>
        </w:rPr>
        <w:t>،</w:t>
      </w:r>
      <w:r w:rsidRPr="003E3506">
        <w:rPr>
          <w:rtl/>
          <w:lang w:bidi="fa-IR"/>
        </w:rPr>
        <w:t xml:space="preserve"> يا به واسطه عصبانى شدن بى قصد يا بى اختيار نذر كرده صحيح نيست</w:t>
      </w:r>
      <w:r w:rsidR="000C4B14">
        <w:rPr>
          <w:rtl/>
          <w:lang w:bidi="fa-IR"/>
        </w:rPr>
        <w:t>.</w:t>
      </w:r>
    </w:p>
    <w:p w:rsidR="003E3506" w:rsidRPr="003E3506" w:rsidRDefault="003E3506" w:rsidP="003E3506">
      <w:pPr>
        <w:pStyle w:val="libNormal"/>
        <w:rPr>
          <w:lang w:bidi="fa-IR"/>
        </w:rPr>
      </w:pPr>
      <w:r w:rsidRPr="003E3506">
        <w:rPr>
          <w:rtl/>
          <w:lang w:bidi="fa-IR"/>
        </w:rPr>
        <w:t xml:space="preserve">٢٦٥٢ - شخص سفيه </w:t>
      </w:r>
      <w:r w:rsidR="00605FAB">
        <w:rPr>
          <w:rtl/>
          <w:lang w:bidi="fa-IR"/>
        </w:rPr>
        <w:t>(</w:t>
      </w:r>
      <w:r w:rsidRPr="003E3506">
        <w:rPr>
          <w:rtl/>
          <w:lang w:bidi="fa-IR"/>
        </w:rPr>
        <w:t>كسى كه مال خود را در كارهاى بيهوده مصرف مى كند</w:t>
      </w:r>
      <w:r w:rsidR="00605FAB">
        <w:rPr>
          <w:rtl/>
          <w:lang w:bidi="fa-IR"/>
        </w:rPr>
        <w:t>)</w:t>
      </w:r>
      <w:r w:rsidRPr="003E3506">
        <w:rPr>
          <w:rtl/>
          <w:lang w:bidi="fa-IR"/>
        </w:rPr>
        <w:t xml:space="preserve"> اگر مثلا نذر كند چيزى به فقير بدهد صحيح نيست و هم چنين شخص مفلس اگر نذر كند كه مثلا چيزى از اموالى كه از تصرف در آنها منع شده به فقير بدهد صحيح نيست</w:t>
      </w:r>
      <w:r w:rsidR="000C4B14">
        <w:rPr>
          <w:rtl/>
          <w:lang w:bidi="fa-IR"/>
        </w:rPr>
        <w:t>.</w:t>
      </w:r>
    </w:p>
    <w:p w:rsidR="003E3506" w:rsidRPr="003E3506" w:rsidRDefault="003E3506" w:rsidP="003E3506">
      <w:pPr>
        <w:pStyle w:val="libNormal"/>
        <w:rPr>
          <w:lang w:bidi="fa-IR"/>
        </w:rPr>
      </w:pPr>
      <w:r w:rsidRPr="003E3506">
        <w:rPr>
          <w:rtl/>
          <w:lang w:bidi="fa-IR"/>
        </w:rPr>
        <w:t>٢٦٥٣ - نذر زن بدون اجازه شوهر در آنچه با حق او منافات دارد صحيح نيست</w:t>
      </w:r>
      <w:r w:rsidR="000C4B14">
        <w:rPr>
          <w:rtl/>
          <w:lang w:bidi="fa-IR"/>
        </w:rPr>
        <w:t>،</w:t>
      </w:r>
      <w:r w:rsidRPr="003E3506">
        <w:rPr>
          <w:rtl/>
          <w:lang w:bidi="fa-IR"/>
        </w:rPr>
        <w:t xml:space="preserve"> و هم چنين نذر زن در اموالش بدون اجازه شوهر محل اشكال است</w:t>
      </w:r>
      <w:r w:rsidR="000C4B14">
        <w:rPr>
          <w:rtl/>
          <w:lang w:bidi="fa-IR"/>
        </w:rPr>
        <w:t>،</w:t>
      </w:r>
      <w:r w:rsidRPr="003E3506">
        <w:rPr>
          <w:rtl/>
          <w:lang w:bidi="fa-IR"/>
        </w:rPr>
        <w:t xml:space="preserve"> مگر در حج و زكاة و صدقه و احسان به پدر و مادر و صله ارحام</w:t>
      </w:r>
      <w:r w:rsidR="000C4B14">
        <w:rPr>
          <w:rtl/>
          <w:lang w:bidi="fa-IR"/>
        </w:rPr>
        <w:t>.</w:t>
      </w:r>
    </w:p>
    <w:p w:rsidR="003E3506" w:rsidRPr="003E3506" w:rsidRDefault="003E3506" w:rsidP="003E3506">
      <w:pPr>
        <w:pStyle w:val="libNormal"/>
        <w:rPr>
          <w:lang w:bidi="fa-IR"/>
        </w:rPr>
      </w:pPr>
      <w:r w:rsidRPr="003E3506">
        <w:rPr>
          <w:rtl/>
          <w:lang w:bidi="fa-IR"/>
        </w:rPr>
        <w:t>٢٦٥٤ - اگر زن با اجازه شوهر نذر كند</w:t>
      </w:r>
      <w:r w:rsidR="000C4B14">
        <w:rPr>
          <w:rtl/>
          <w:lang w:bidi="fa-IR"/>
        </w:rPr>
        <w:t>،</w:t>
      </w:r>
      <w:r w:rsidRPr="003E3506">
        <w:rPr>
          <w:rtl/>
          <w:lang w:bidi="fa-IR"/>
        </w:rPr>
        <w:t xml:space="preserve"> شوهرش نمى تواند نذر او را بهم بزند</w:t>
      </w:r>
      <w:r w:rsidR="000C4B14">
        <w:rPr>
          <w:rtl/>
          <w:lang w:bidi="fa-IR"/>
        </w:rPr>
        <w:t>،</w:t>
      </w:r>
      <w:r w:rsidRPr="003E3506">
        <w:rPr>
          <w:rtl/>
          <w:lang w:bidi="fa-IR"/>
        </w:rPr>
        <w:t xml:space="preserve"> يا او را از عمل كردن به نذر جلوگيرى نمايد.</w:t>
      </w:r>
    </w:p>
    <w:p w:rsidR="003E3506" w:rsidRPr="003E3506" w:rsidRDefault="003E3506" w:rsidP="003E3506">
      <w:pPr>
        <w:pStyle w:val="libNormal"/>
        <w:rPr>
          <w:lang w:bidi="fa-IR"/>
        </w:rPr>
      </w:pPr>
      <w:r w:rsidRPr="003E3506">
        <w:rPr>
          <w:rtl/>
          <w:lang w:bidi="fa-IR"/>
        </w:rPr>
        <w:t>٢٦٥٥ - اگر فرزند بدون اجازه پدر يا با اجازه او نذر كند</w:t>
      </w:r>
      <w:r w:rsidR="000C4B14">
        <w:rPr>
          <w:rtl/>
          <w:lang w:bidi="fa-IR"/>
        </w:rPr>
        <w:t>،</w:t>
      </w:r>
      <w:r w:rsidRPr="003E3506">
        <w:rPr>
          <w:rtl/>
          <w:lang w:bidi="fa-IR"/>
        </w:rPr>
        <w:t xml:space="preserve"> بايد به آن نذر عمل نمايد.</w:t>
      </w:r>
    </w:p>
    <w:p w:rsidR="003E3506" w:rsidRPr="003E3506" w:rsidRDefault="003E3506" w:rsidP="003E3506">
      <w:pPr>
        <w:pStyle w:val="libNormal"/>
        <w:rPr>
          <w:lang w:bidi="fa-IR"/>
        </w:rPr>
      </w:pPr>
      <w:r w:rsidRPr="003E3506">
        <w:rPr>
          <w:rtl/>
          <w:lang w:bidi="fa-IR"/>
        </w:rPr>
        <w:t>ولى اگر پدر يا مادر از عملى كه نذر كرده منعش كنند</w:t>
      </w:r>
      <w:r w:rsidR="000C4B14">
        <w:rPr>
          <w:rtl/>
          <w:lang w:bidi="fa-IR"/>
        </w:rPr>
        <w:t>،</w:t>
      </w:r>
      <w:r w:rsidRPr="003E3506">
        <w:rPr>
          <w:rtl/>
          <w:lang w:bidi="fa-IR"/>
        </w:rPr>
        <w:t xml:space="preserve"> به طورى كه آن عمل ديگر در حق او رجحان نداشته باشد نذرش منحل مى شود.</w:t>
      </w:r>
    </w:p>
    <w:p w:rsidR="003E3506" w:rsidRPr="003E3506" w:rsidRDefault="003E3506" w:rsidP="003E3506">
      <w:pPr>
        <w:pStyle w:val="libNormal"/>
        <w:rPr>
          <w:lang w:bidi="fa-IR"/>
        </w:rPr>
      </w:pPr>
      <w:r w:rsidRPr="003E3506">
        <w:rPr>
          <w:rtl/>
          <w:lang w:bidi="fa-IR"/>
        </w:rPr>
        <w:lastRenderedPageBreak/>
        <w:t>٢٦٥٦ - انسان كارى را مى تواند نذر كند كه انجام آن برايش ممكن باشد</w:t>
      </w:r>
      <w:r w:rsidR="000C4B14">
        <w:rPr>
          <w:rtl/>
          <w:lang w:bidi="fa-IR"/>
        </w:rPr>
        <w:t>،</w:t>
      </w:r>
      <w:r w:rsidRPr="003E3506">
        <w:rPr>
          <w:rtl/>
          <w:lang w:bidi="fa-IR"/>
        </w:rPr>
        <w:t xml:space="preserve"> بنابر اين كسى كه مثلا نمى تواند پياده كربلا برود</w:t>
      </w:r>
      <w:r w:rsidR="000C4B14">
        <w:rPr>
          <w:rtl/>
          <w:lang w:bidi="fa-IR"/>
        </w:rPr>
        <w:t>،</w:t>
      </w:r>
      <w:r w:rsidRPr="003E3506">
        <w:rPr>
          <w:rtl/>
          <w:lang w:bidi="fa-IR"/>
        </w:rPr>
        <w:t xml:space="preserve"> اگر نذر كند كه پياده برود نذر او صحيح نيست</w:t>
      </w:r>
      <w:r w:rsidR="000C4B14">
        <w:rPr>
          <w:rtl/>
          <w:lang w:bidi="fa-IR"/>
        </w:rPr>
        <w:t>.</w:t>
      </w:r>
    </w:p>
    <w:p w:rsidR="003E3506" w:rsidRPr="003E3506" w:rsidRDefault="003E3506" w:rsidP="003E3506">
      <w:pPr>
        <w:pStyle w:val="libNormal"/>
        <w:rPr>
          <w:lang w:bidi="fa-IR"/>
        </w:rPr>
      </w:pPr>
      <w:r w:rsidRPr="003E3506">
        <w:rPr>
          <w:rtl/>
          <w:lang w:bidi="fa-IR"/>
        </w:rPr>
        <w:t>٢٦٥٧ - اگر نذر كند كه كار حرام يا مكروهى را انجام دهد يا كار واجب يا مستحبى را ترك كند</w:t>
      </w:r>
      <w:r w:rsidR="000C4B14">
        <w:rPr>
          <w:rtl/>
          <w:lang w:bidi="fa-IR"/>
        </w:rPr>
        <w:t>،</w:t>
      </w:r>
      <w:r w:rsidRPr="003E3506">
        <w:rPr>
          <w:rtl/>
          <w:lang w:bidi="fa-IR"/>
        </w:rPr>
        <w:t xml:space="preserve"> نذر او صحيح نيست</w:t>
      </w:r>
      <w:r w:rsidR="000C4B14">
        <w:rPr>
          <w:rtl/>
          <w:lang w:bidi="fa-IR"/>
        </w:rPr>
        <w:t>.</w:t>
      </w:r>
    </w:p>
    <w:p w:rsidR="003E3506" w:rsidRPr="003E3506" w:rsidRDefault="003E3506" w:rsidP="003E3506">
      <w:pPr>
        <w:pStyle w:val="libNormal"/>
        <w:rPr>
          <w:lang w:bidi="fa-IR"/>
        </w:rPr>
      </w:pPr>
      <w:r w:rsidRPr="003E3506">
        <w:rPr>
          <w:rtl/>
          <w:lang w:bidi="fa-IR"/>
        </w:rPr>
        <w:t>٢٦٥٨ - اگر نذر كند كه كار مباحى را انجام دهد</w:t>
      </w:r>
      <w:r w:rsidR="000C4B14">
        <w:rPr>
          <w:rtl/>
          <w:lang w:bidi="fa-IR"/>
        </w:rPr>
        <w:t>،</w:t>
      </w:r>
      <w:r w:rsidRPr="003E3506">
        <w:rPr>
          <w:rtl/>
          <w:lang w:bidi="fa-IR"/>
        </w:rPr>
        <w:t xml:space="preserve"> يا ترك نمايد</w:t>
      </w:r>
      <w:r w:rsidR="000C4B14">
        <w:rPr>
          <w:rtl/>
          <w:lang w:bidi="fa-IR"/>
        </w:rPr>
        <w:t>،</w:t>
      </w:r>
      <w:r w:rsidRPr="003E3506">
        <w:rPr>
          <w:rtl/>
          <w:lang w:bidi="fa-IR"/>
        </w:rPr>
        <w:t xml:space="preserve"> چنانچه بجا آوردن آن و تركش از هر جهت مساوى باشد</w:t>
      </w:r>
      <w:r w:rsidR="000C4B14">
        <w:rPr>
          <w:rtl/>
          <w:lang w:bidi="fa-IR"/>
        </w:rPr>
        <w:t>،</w:t>
      </w:r>
      <w:r w:rsidRPr="003E3506">
        <w:rPr>
          <w:rtl/>
          <w:lang w:bidi="fa-IR"/>
        </w:rPr>
        <w:t xml:space="preserve"> نذر او صحيح نيست و اگر انجام آن از جهتى بهتر باشد و انسان به قصد همان جهت نذر كند</w:t>
      </w:r>
      <w:r w:rsidR="000C4B14">
        <w:rPr>
          <w:rtl/>
          <w:lang w:bidi="fa-IR"/>
        </w:rPr>
        <w:t>،</w:t>
      </w:r>
      <w:r w:rsidRPr="003E3506">
        <w:rPr>
          <w:rtl/>
          <w:lang w:bidi="fa-IR"/>
        </w:rPr>
        <w:t xml:space="preserve"> مثلا نذر كند غذايى را بخورد كه براى عبادت قوت بگيرد</w:t>
      </w:r>
      <w:r w:rsidR="000C4B14">
        <w:rPr>
          <w:rtl/>
          <w:lang w:bidi="fa-IR"/>
        </w:rPr>
        <w:t>،</w:t>
      </w:r>
      <w:r w:rsidRPr="003E3506">
        <w:rPr>
          <w:rtl/>
          <w:lang w:bidi="fa-IR"/>
        </w:rPr>
        <w:t xml:space="preserve"> نذر او صحيح است</w:t>
      </w:r>
      <w:r w:rsidR="000C4B14">
        <w:rPr>
          <w:rtl/>
          <w:lang w:bidi="fa-IR"/>
        </w:rPr>
        <w:t>،</w:t>
      </w:r>
      <w:r w:rsidRPr="003E3506">
        <w:rPr>
          <w:rtl/>
          <w:lang w:bidi="fa-IR"/>
        </w:rPr>
        <w:t xml:space="preserve"> و نيز اگر ترك آن از جهتى بهتر باشد و انسان براى همان جهت نذر كند كه آن را ترك نمايد مثلا براى اين كه دود مضر است نذر كند كه آن را استعمال نكند نذر او صحيح مى باشد</w:t>
      </w:r>
      <w:r w:rsidR="000C4B14">
        <w:rPr>
          <w:rtl/>
          <w:lang w:bidi="fa-IR"/>
        </w:rPr>
        <w:t>،</w:t>
      </w:r>
      <w:r w:rsidRPr="003E3506">
        <w:rPr>
          <w:rtl/>
          <w:lang w:bidi="fa-IR"/>
        </w:rPr>
        <w:t xml:space="preserve"> ولى اگر بعدا ترك استعمال دود براى او ضرر داشته باشد نذر او منحل مى شود.</w:t>
      </w:r>
    </w:p>
    <w:p w:rsidR="003E3506" w:rsidRPr="003E3506" w:rsidRDefault="003E3506" w:rsidP="003E3506">
      <w:pPr>
        <w:pStyle w:val="libNormal"/>
        <w:rPr>
          <w:lang w:bidi="fa-IR"/>
        </w:rPr>
      </w:pPr>
      <w:r w:rsidRPr="003E3506">
        <w:rPr>
          <w:rtl/>
          <w:lang w:bidi="fa-IR"/>
        </w:rPr>
        <w:t>٢٦٥٩ - اگر نذر كند نماز واجب خود را در جايى بخواند كه به خودى خود ثواب نماز در آنجا زياد نيست مثلا نذر كند نماز را در اطاق بخواند</w:t>
      </w:r>
      <w:r w:rsidR="000C4B14">
        <w:rPr>
          <w:rtl/>
          <w:lang w:bidi="fa-IR"/>
        </w:rPr>
        <w:t>،</w:t>
      </w:r>
      <w:r w:rsidRPr="003E3506">
        <w:rPr>
          <w:rtl/>
          <w:lang w:bidi="fa-IR"/>
        </w:rPr>
        <w:t xml:space="preserve"> چنانچه نماز خواندن در آنجا از جهتى بهتر باشد</w:t>
      </w:r>
      <w:r w:rsidR="000C4B14">
        <w:rPr>
          <w:rtl/>
          <w:lang w:bidi="fa-IR"/>
        </w:rPr>
        <w:t>،</w:t>
      </w:r>
      <w:r w:rsidRPr="003E3506">
        <w:rPr>
          <w:rtl/>
          <w:lang w:bidi="fa-IR"/>
        </w:rPr>
        <w:t xml:space="preserve"> مثلا به واسطه اين كه خلوت است انسان حضور قلب پيدا مى كند</w:t>
      </w:r>
      <w:r w:rsidR="000C4B14">
        <w:rPr>
          <w:rtl/>
          <w:lang w:bidi="fa-IR"/>
        </w:rPr>
        <w:t>،</w:t>
      </w:r>
      <w:r w:rsidRPr="003E3506">
        <w:rPr>
          <w:rtl/>
          <w:lang w:bidi="fa-IR"/>
        </w:rPr>
        <w:t xml:space="preserve"> اگر نذر او براى آن جهت باشد صحيح است</w:t>
      </w:r>
      <w:r w:rsidR="000C4B14">
        <w:rPr>
          <w:rtl/>
          <w:lang w:bidi="fa-IR"/>
        </w:rPr>
        <w:t>.</w:t>
      </w:r>
    </w:p>
    <w:p w:rsidR="003E3506" w:rsidRPr="003E3506" w:rsidRDefault="003E3506" w:rsidP="003E3506">
      <w:pPr>
        <w:pStyle w:val="libNormal"/>
        <w:rPr>
          <w:lang w:bidi="fa-IR"/>
        </w:rPr>
      </w:pPr>
      <w:r w:rsidRPr="003E3506">
        <w:rPr>
          <w:rtl/>
          <w:lang w:bidi="fa-IR"/>
        </w:rPr>
        <w:t>٢٦٦٠ - اگر نذر كند عملى را انجام دهد</w:t>
      </w:r>
      <w:r w:rsidR="000C4B14">
        <w:rPr>
          <w:rtl/>
          <w:lang w:bidi="fa-IR"/>
        </w:rPr>
        <w:t>،</w:t>
      </w:r>
      <w:r w:rsidRPr="003E3506">
        <w:rPr>
          <w:rtl/>
          <w:lang w:bidi="fa-IR"/>
        </w:rPr>
        <w:t xml:space="preserve"> بايد همان طور كه نذر كرده بجا آورد پس اگر نذر كند كه روز اول ماه صدقه بدهد</w:t>
      </w:r>
      <w:r w:rsidR="000C4B14">
        <w:rPr>
          <w:rtl/>
          <w:lang w:bidi="fa-IR"/>
        </w:rPr>
        <w:t>،</w:t>
      </w:r>
      <w:r w:rsidRPr="003E3506">
        <w:rPr>
          <w:rtl/>
          <w:lang w:bidi="fa-IR"/>
        </w:rPr>
        <w:t xml:space="preserve"> يا روزه بگيرد يا نماز اول ماه بخواند چنانچه قبل از آن روز يا بعد از آن بجا آورد</w:t>
      </w:r>
      <w:r w:rsidR="000C4B14">
        <w:rPr>
          <w:rtl/>
          <w:lang w:bidi="fa-IR"/>
        </w:rPr>
        <w:t>،</w:t>
      </w:r>
      <w:r w:rsidRPr="003E3506">
        <w:rPr>
          <w:rtl/>
          <w:lang w:bidi="fa-IR"/>
        </w:rPr>
        <w:t xml:space="preserve"> كفايت نمى كند</w:t>
      </w:r>
      <w:r w:rsidR="000C4B14">
        <w:rPr>
          <w:rtl/>
          <w:lang w:bidi="fa-IR"/>
        </w:rPr>
        <w:t>،</w:t>
      </w:r>
      <w:r w:rsidRPr="003E3506">
        <w:rPr>
          <w:rtl/>
          <w:lang w:bidi="fa-IR"/>
        </w:rPr>
        <w:t xml:space="preserve"> و نيز اگر نذر كند كه وقتى مريض او خوب شود صدقه بدهد</w:t>
      </w:r>
      <w:r w:rsidR="000C4B14">
        <w:rPr>
          <w:rtl/>
          <w:lang w:bidi="fa-IR"/>
        </w:rPr>
        <w:t>،</w:t>
      </w:r>
      <w:r w:rsidRPr="003E3506">
        <w:rPr>
          <w:rtl/>
          <w:lang w:bidi="fa-IR"/>
        </w:rPr>
        <w:t xml:space="preserve"> چنانچه پيش از آن كه خوب شود صدقه را بدهد كافى نيست</w:t>
      </w:r>
      <w:r w:rsidR="000C4B14">
        <w:rPr>
          <w:rtl/>
          <w:lang w:bidi="fa-IR"/>
        </w:rPr>
        <w:t>.</w:t>
      </w:r>
    </w:p>
    <w:p w:rsidR="003E3506" w:rsidRPr="003E3506" w:rsidRDefault="003E3506" w:rsidP="003E3506">
      <w:pPr>
        <w:pStyle w:val="libNormal"/>
        <w:rPr>
          <w:lang w:bidi="fa-IR"/>
        </w:rPr>
      </w:pPr>
      <w:r w:rsidRPr="003E3506">
        <w:rPr>
          <w:rtl/>
          <w:lang w:bidi="fa-IR"/>
        </w:rPr>
        <w:t>٢٦٦١ - اگر نذر كند روزه بگيرد ولى وقت و مقدار آن را معين نكند چنانچه يك روز روزه بگيرد كافى است و اگر نذر كند نماز بخواند و مقدار و خصوصيات آن را معين نكند</w:t>
      </w:r>
      <w:r w:rsidR="000C4B14">
        <w:rPr>
          <w:rtl/>
          <w:lang w:bidi="fa-IR"/>
        </w:rPr>
        <w:t>،</w:t>
      </w:r>
      <w:r w:rsidRPr="003E3506">
        <w:rPr>
          <w:rtl/>
          <w:lang w:bidi="fa-IR"/>
        </w:rPr>
        <w:t xml:space="preserve"> اگر يك نماز دو ركعتى بخواند كفايت مى كند</w:t>
      </w:r>
      <w:r w:rsidR="000C4B14">
        <w:rPr>
          <w:rtl/>
          <w:lang w:bidi="fa-IR"/>
        </w:rPr>
        <w:t>،</w:t>
      </w:r>
      <w:r w:rsidRPr="003E3506">
        <w:rPr>
          <w:rtl/>
          <w:lang w:bidi="fa-IR"/>
        </w:rPr>
        <w:t xml:space="preserve"> و اگر نذر كند صدقه بدهد و جنس و مقدار آن را معين نكند</w:t>
      </w:r>
      <w:r w:rsidR="000C4B14">
        <w:rPr>
          <w:rtl/>
          <w:lang w:bidi="fa-IR"/>
        </w:rPr>
        <w:t>،</w:t>
      </w:r>
      <w:r w:rsidRPr="003E3506">
        <w:rPr>
          <w:rtl/>
          <w:lang w:bidi="fa-IR"/>
        </w:rPr>
        <w:t xml:space="preserve"> اگر چيزى بدهد كه بگويند صدقه داده</w:t>
      </w:r>
      <w:r w:rsidR="000C4B14">
        <w:rPr>
          <w:rtl/>
          <w:lang w:bidi="fa-IR"/>
        </w:rPr>
        <w:t>،</w:t>
      </w:r>
      <w:r w:rsidRPr="003E3506">
        <w:rPr>
          <w:rtl/>
          <w:lang w:bidi="fa-IR"/>
        </w:rPr>
        <w:t xml:space="preserve"> به نذر عمل كرده است و اگر نذر كند كارى براى </w:t>
      </w:r>
      <w:r w:rsidRPr="003E3506">
        <w:rPr>
          <w:rtl/>
          <w:lang w:bidi="fa-IR"/>
        </w:rPr>
        <w:lastRenderedPageBreak/>
        <w:t>خدا بجا آورد</w:t>
      </w:r>
      <w:r w:rsidR="000C4B14">
        <w:rPr>
          <w:rtl/>
          <w:lang w:bidi="fa-IR"/>
        </w:rPr>
        <w:t>،</w:t>
      </w:r>
      <w:r w:rsidRPr="003E3506">
        <w:rPr>
          <w:rtl/>
          <w:lang w:bidi="fa-IR"/>
        </w:rPr>
        <w:t xml:space="preserve"> در صورتى كه يك نماز يا يك روز روزه بگيرد</w:t>
      </w:r>
      <w:r w:rsidR="000C4B14">
        <w:rPr>
          <w:rtl/>
          <w:lang w:bidi="fa-IR"/>
        </w:rPr>
        <w:t>،</w:t>
      </w:r>
      <w:r w:rsidRPr="003E3506">
        <w:rPr>
          <w:rtl/>
          <w:lang w:bidi="fa-IR"/>
        </w:rPr>
        <w:t xml:space="preserve"> يا چيزى صدقه بدهد نذر خود را انجام داده است</w:t>
      </w:r>
      <w:r w:rsidR="000C4B14">
        <w:rPr>
          <w:rtl/>
          <w:lang w:bidi="fa-IR"/>
        </w:rPr>
        <w:t>.</w:t>
      </w:r>
    </w:p>
    <w:p w:rsidR="003E3506" w:rsidRPr="003E3506" w:rsidRDefault="003E3506" w:rsidP="003E3506">
      <w:pPr>
        <w:pStyle w:val="libNormal"/>
        <w:rPr>
          <w:lang w:bidi="fa-IR"/>
        </w:rPr>
      </w:pPr>
      <w:r w:rsidRPr="003E3506">
        <w:rPr>
          <w:rtl/>
          <w:lang w:bidi="fa-IR"/>
        </w:rPr>
        <w:t>٢٦٦٢ - اگر نذر كند روز معينى را روزه بگيرد</w:t>
      </w:r>
      <w:r w:rsidR="000C4B14">
        <w:rPr>
          <w:rtl/>
          <w:lang w:bidi="fa-IR"/>
        </w:rPr>
        <w:t>،</w:t>
      </w:r>
      <w:r w:rsidRPr="003E3506">
        <w:rPr>
          <w:rtl/>
          <w:lang w:bidi="fa-IR"/>
        </w:rPr>
        <w:t xml:space="preserve"> بايد همان روز را روزه بگيرد</w:t>
      </w:r>
      <w:r w:rsidR="000C4B14">
        <w:rPr>
          <w:rtl/>
          <w:lang w:bidi="fa-IR"/>
        </w:rPr>
        <w:t>،</w:t>
      </w:r>
      <w:r w:rsidRPr="003E3506">
        <w:rPr>
          <w:rtl/>
          <w:lang w:bidi="fa-IR"/>
        </w:rPr>
        <w:t xml:space="preserve"> و در صورتى كه عمدا روزه نگيرد</w:t>
      </w:r>
      <w:r w:rsidR="000C4B14">
        <w:rPr>
          <w:rtl/>
          <w:lang w:bidi="fa-IR"/>
        </w:rPr>
        <w:t>،</w:t>
      </w:r>
      <w:r w:rsidRPr="003E3506">
        <w:rPr>
          <w:rtl/>
          <w:lang w:bidi="fa-IR"/>
        </w:rPr>
        <w:t xml:space="preserve"> بايد گذشته از قضاى آن روز كفاره هم بدهد و اظهر اين است كه كفاره اش كفاره مخالفت قسم است چنانكه خواهد آمد</w:t>
      </w:r>
      <w:r w:rsidR="000C4B14">
        <w:rPr>
          <w:rtl/>
          <w:lang w:bidi="fa-IR"/>
        </w:rPr>
        <w:t>،</w:t>
      </w:r>
      <w:r w:rsidRPr="003E3506">
        <w:rPr>
          <w:rtl/>
          <w:lang w:bidi="fa-IR"/>
        </w:rPr>
        <w:t xml:space="preserve"> ولى در آن روز اختيارا مى تواند مسافرت كند</w:t>
      </w:r>
      <w:r w:rsidR="000C4B14">
        <w:rPr>
          <w:rtl/>
          <w:lang w:bidi="fa-IR"/>
        </w:rPr>
        <w:t>،</w:t>
      </w:r>
      <w:r w:rsidRPr="003E3506">
        <w:rPr>
          <w:rtl/>
          <w:lang w:bidi="fa-IR"/>
        </w:rPr>
        <w:t xml:space="preserve"> و روزه را نگيرد. و چنانچه در سفر باشد لازم نيست قصد اقامه كرده و روزه بگيرد و در صورتى كه از جهت سفر يا از جهت عذر ديگرى مثل مرض يا حيض روزه نگيرد لازم است روزه را قضا كند ولى كفاره ندارد.</w:t>
      </w:r>
    </w:p>
    <w:p w:rsidR="003E3506" w:rsidRPr="003E3506" w:rsidRDefault="003E3506" w:rsidP="003E3506">
      <w:pPr>
        <w:pStyle w:val="libNormal"/>
        <w:rPr>
          <w:lang w:bidi="fa-IR"/>
        </w:rPr>
      </w:pPr>
      <w:r w:rsidRPr="003E3506">
        <w:rPr>
          <w:rtl/>
          <w:lang w:bidi="fa-IR"/>
        </w:rPr>
        <w:t>٢٦٦٣ - اگر انسان از روى اختيار به نذر خود عمل نكند</w:t>
      </w:r>
      <w:r w:rsidR="000C4B14">
        <w:rPr>
          <w:rtl/>
          <w:lang w:bidi="fa-IR"/>
        </w:rPr>
        <w:t>،</w:t>
      </w:r>
      <w:r w:rsidRPr="003E3506">
        <w:rPr>
          <w:rtl/>
          <w:lang w:bidi="fa-IR"/>
        </w:rPr>
        <w:t xml:space="preserve"> بايد كفاره بدهد.</w:t>
      </w:r>
    </w:p>
    <w:p w:rsidR="003E3506" w:rsidRPr="003E3506" w:rsidRDefault="003E3506" w:rsidP="003E3506">
      <w:pPr>
        <w:pStyle w:val="libNormal"/>
        <w:rPr>
          <w:lang w:bidi="fa-IR"/>
        </w:rPr>
      </w:pPr>
      <w:r w:rsidRPr="003E3506">
        <w:rPr>
          <w:rtl/>
          <w:lang w:bidi="fa-IR"/>
        </w:rPr>
        <w:t>٢٦٦٤ - اگر نذر كند كه تا وقت معينى عملى را ترك كند</w:t>
      </w:r>
      <w:r w:rsidR="000C4B14">
        <w:rPr>
          <w:rtl/>
          <w:lang w:bidi="fa-IR"/>
        </w:rPr>
        <w:t>،</w:t>
      </w:r>
      <w:r w:rsidRPr="003E3506">
        <w:rPr>
          <w:rtl/>
          <w:lang w:bidi="fa-IR"/>
        </w:rPr>
        <w:t xml:space="preserve"> بعد از گذشتن آن وقت مى تواند آن عمل را بجا آورد و اگر پيش از گذشتن آن وقت از روى فراموشى يا ناچارى انجام دهد</w:t>
      </w:r>
      <w:r w:rsidR="000C4B14">
        <w:rPr>
          <w:rtl/>
          <w:lang w:bidi="fa-IR"/>
        </w:rPr>
        <w:t>،</w:t>
      </w:r>
      <w:r w:rsidRPr="003E3506">
        <w:rPr>
          <w:rtl/>
          <w:lang w:bidi="fa-IR"/>
        </w:rPr>
        <w:t xml:space="preserve"> چيزى بر او واجب نيست</w:t>
      </w:r>
      <w:r w:rsidR="000C4B14">
        <w:rPr>
          <w:rtl/>
          <w:lang w:bidi="fa-IR"/>
        </w:rPr>
        <w:t>،</w:t>
      </w:r>
      <w:r w:rsidRPr="003E3506">
        <w:rPr>
          <w:rtl/>
          <w:lang w:bidi="fa-IR"/>
        </w:rPr>
        <w:t xml:space="preserve"> ولى باز هم لازم است كه تا آن وقت آن عمل را بجا نياورد</w:t>
      </w:r>
      <w:r w:rsidR="000C4B14">
        <w:rPr>
          <w:rtl/>
          <w:lang w:bidi="fa-IR"/>
        </w:rPr>
        <w:t>،</w:t>
      </w:r>
      <w:r w:rsidRPr="003E3506">
        <w:rPr>
          <w:rtl/>
          <w:lang w:bidi="fa-IR"/>
        </w:rPr>
        <w:t xml:space="preserve"> و چنانچه دوباره پيش از رسيدن آن وقت بدون عذر آن عمل را انجام دهد بايد كفاره بدهد.</w:t>
      </w:r>
    </w:p>
    <w:p w:rsidR="003E3506" w:rsidRPr="003E3506" w:rsidRDefault="003E3506" w:rsidP="003E3506">
      <w:pPr>
        <w:pStyle w:val="libNormal"/>
        <w:rPr>
          <w:lang w:bidi="fa-IR"/>
        </w:rPr>
      </w:pPr>
      <w:r w:rsidRPr="003E3506">
        <w:rPr>
          <w:rtl/>
          <w:lang w:bidi="fa-IR"/>
        </w:rPr>
        <w:t>٢٦٦٥ - كسى كه نذر كرده عملى را ترك كند و وقتى براى آن معين نكرده است</w:t>
      </w:r>
      <w:r w:rsidR="000C4B14">
        <w:rPr>
          <w:rtl/>
          <w:lang w:bidi="fa-IR"/>
        </w:rPr>
        <w:t>،</w:t>
      </w:r>
      <w:r w:rsidRPr="003E3506">
        <w:rPr>
          <w:rtl/>
          <w:lang w:bidi="fa-IR"/>
        </w:rPr>
        <w:t xml:space="preserve"> اگر از روى فراموشى</w:t>
      </w:r>
      <w:r w:rsidR="000C4B14">
        <w:rPr>
          <w:rtl/>
          <w:lang w:bidi="fa-IR"/>
        </w:rPr>
        <w:t>،</w:t>
      </w:r>
      <w:r w:rsidRPr="003E3506">
        <w:rPr>
          <w:rtl/>
          <w:lang w:bidi="fa-IR"/>
        </w:rPr>
        <w:t xml:space="preserve"> يا ناچارى</w:t>
      </w:r>
      <w:r w:rsidR="000C4B14">
        <w:rPr>
          <w:rtl/>
          <w:lang w:bidi="fa-IR"/>
        </w:rPr>
        <w:t>،</w:t>
      </w:r>
      <w:r w:rsidRPr="003E3506">
        <w:rPr>
          <w:rtl/>
          <w:lang w:bidi="fa-IR"/>
        </w:rPr>
        <w:t xml:space="preserve"> يا غفلت</w:t>
      </w:r>
      <w:r w:rsidR="000C4B14">
        <w:rPr>
          <w:rtl/>
          <w:lang w:bidi="fa-IR"/>
        </w:rPr>
        <w:t>،</w:t>
      </w:r>
      <w:r w:rsidRPr="003E3506">
        <w:rPr>
          <w:rtl/>
          <w:lang w:bidi="fa-IR"/>
        </w:rPr>
        <w:t xml:space="preserve"> آن عمل را انجام دهد كفاره بر او واجب نيست</w:t>
      </w:r>
      <w:r w:rsidR="000C4B14">
        <w:rPr>
          <w:rtl/>
          <w:lang w:bidi="fa-IR"/>
        </w:rPr>
        <w:t>،</w:t>
      </w:r>
      <w:r w:rsidRPr="003E3506">
        <w:rPr>
          <w:rtl/>
          <w:lang w:bidi="fa-IR"/>
        </w:rPr>
        <w:t xml:space="preserve"> ولى بعدا هر وقت از روى اختيار آن را بجا آورد</w:t>
      </w:r>
      <w:r w:rsidR="000C4B14">
        <w:rPr>
          <w:rtl/>
          <w:lang w:bidi="fa-IR"/>
        </w:rPr>
        <w:t>،</w:t>
      </w:r>
      <w:r w:rsidRPr="003E3506">
        <w:rPr>
          <w:rtl/>
          <w:lang w:bidi="fa-IR"/>
        </w:rPr>
        <w:t xml:space="preserve"> بايد كفاره بدهد.</w:t>
      </w:r>
    </w:p>
    <w:p w:rsidR="003E3506" w:rsidRPr="003E3506" w:rsidRDefault="003E3506" w:rsidP="003E3506">
      <w:pPr>
        <w:pStyle w:val="libNormal"/>
        <w:rPr>
          <w:lang w:bidi="fa-IR"/>
        </w:rPr>
      </w:pPr>
      <w:r w:rsidRPr="003E3506">
        <w:rPr>
          <w:rtl/>
          <w:lang w:bidi="fa-IR"/>
        </w:rPr>
        <w:t>٢٦٦٦ - اگر نذر كند كه در هر هفته روز معينى مثلا روز جمعه را روزه بگيرد</w:t>
      </w:r>
      <w:r w:rsidR="000C4B14">
        <w:rPr>
          <w:rtl/>
          <w:lang w:bidi="fa-IR"/>
        </w:rPr>
        <w:t>،</w:t>
      </w:r>
      <w:r w:rsidRPr="003E3506">
        <w:rPr>
          <w:rtl/>
          <w:lang w:bidi="fa-IR"/>
        </w:rPr>
        <w:t xml:space="preserve"> چنانكه يكى از جمعه ها عيد فطر يا قربان باشد يا روز جمعه عذر ديگرى مانند سفر يا حيض براى او پيدا شود</w:t>
      </w:r>
      <w:r w:rsidR="000C4B14">
        <w:rPr>
          <w:rtl/>
          <w:lang w:bidi="fa-IR"/>
        </w:rPr>
        <w:t>،</w:t>
      </w:r>
      <w:r w:rsidRPr="003E3506">
        <w:rPr>
          <w:rtl/>
          <w:lang w:bidi="fa-IR"/>
        </w:rPr>
        <w:t xml:space="preserve"> بايد آن روز را روزه نگيرد و قضاى آن را بجا آورد.</w:t>
      </w:r>
    </w:p>
    <w:p w:rsidR="003E3506" w:rsidRPr="003E3506" w:rsidRDefault="003E3506" w:rsidP="003E3506">
      <w:pPr>
        <w:pStyle w:val="libNormal"/>
        <w:rPr>
          <w:lang w:bidi="fa-IR"/>
        </w:rPr>
      </w:pPr>
      <w:r w:rsidRPr="003E3506">
        <w:rPr>
          <w:rtl/>
          <w:lang w:bidi="fa-IR"/>
        </w:rPr>
        <w:t>٢٦٦٧ - اگر نذر كند كه مقدار معينى صدقه بدهد</w:t>
      </w:r>
      <w:r w:rsidR="000C4B14">
        <w:rPr>
          <w:rtl/>
          <w:lang w:bidi="fa-IR"/>
        </w:rPr>
        <w:t>،</w:t>
      </w:r>
      <w:r w:rsidRPr="003E3506">
        <w:rPr>
          <w:rtl/>
          <w:lang w:bidi="fa-IR"/>
        </w:rPr>
        <w:t xml:space="preserve"> چنانچه پيش از دادن صدقه بميرد لازم نيست آن مقدار را از مال او صدقه بدهند</w:t>
      </w:r>
      <w:r w:rsidR="000C4B14">
        <w:rPr>
          <w:rtl/>
          <w:lang w:bidi="fa-IR"/>
        </w:rPr>
        <w:t>،</w:t>
      </w:r>
      <w:r w:rsidRPr="003E3506">
        <w:rPr>
          <w:rtl/>
          <w:lang w:bidi="fa-IR"/>
        </w:rPr>
        <w:t xml:space="preserve"> و بهتر اين است كه بالغين از ورثه آن مقدار را از حصه خود از طرف ميت صدقه بدهند.</w:t>
      </w:r>
    </w:p>
    <w:p w:rsidR="003E3506" w:rsidRPr="003E3506" w:rsidRDefault="003E3506" w:rsidP="003E3506">
      <w:pPr>
        <w:pStyle w:val="libNormal"/>
        <w:rPr>
          <w:lang w:bidi="fa-IR"/>
        </w:rPr>
      </w:pPr>
      <w:r w:rsidRPr="003E3506">
        <w:rPr>
          <w:rtl/>
          <w:lang w:bidi="fa-IR"/>
        </w:rPr>
        <w:lastRenderedPageBreak/>
        <w:t>٢٦٦٨ - اگر نذر كند كه به فقير معينى صدقه بدهد</w:t>
      </w:r>
      <w:r w:rsidR="000C4B14">
        <w:rPr>
          <w:rtl/>
          <w:lang w:bidi="fa-IR"/>
        </w:rPr>
        <w:t>،</w:t>
      </w:r>
      <w:r w:rsidRPr="003E3506">
        <w:rPr>
          <w:rtl/>
          <w:lang w:bidi="fa-IR"/>
        </w:rPr>
        <w:t xml:space="preserve"> نمى تواند آن را به فقير ديگر بدهد و اگر آن فقير بميرد</w:t>
      </w:r>
      <w:r w:rsidR="000C4B14">
        <w:rPr>
          <w:rtl/>
          <w:lang w:bidi="fa-IR"/>
        </w:rPr>
        <w:t>،</w:t>
      </w:r>
      <w:r w:rsidRPr="003E3506">
        <w:rPr>
          <w:rtl/>
          <w:lang w:bidi="fa-IR"/>
        </w:rPr>
        <w:t xml:space="preserve"> احتياط مستحب آن است كه به ورثه او بدهد.</w:t>
      </w:r>
    </w:p>
    <w:p w:rsidR="003E3506" w:rsidRPr="003E3506" w:rsidRDefault="003E3506" w:rsidP="003E3506">
      <w:pPr>
        <w:pStyle w:val="libNormal"/>
        <w:rPr>
          <w:lang w:bidi="fa-IR"/>
        </w:rPr>
      </w:pPr>
      <w:r w:rsidRPr="003E3506">
        <w:rPr>
          <w:rtl/>
          <w:lang w:bidi="fa-IR"/>
        </w:rPr>
        <w:t xml:space="preserve">٢٦٦٩ - اگر نذر كند كه به زيارت يكى از امامان مثلا به زيارت حضرت ابى عبد اللّه </w:t>
      </w:r>
      <w:r w:rsidR="001B16BC" w:rsidRPr="001B16BC">
        <w:rPr>
          <w:rStyle w:val="libAlaemChar"/>
          <w:rtl/>
        </w:rPr>
        <w:t>عليه‌السلام</w:t>
      </w:r>
      <w:r w:rsidRPr="003E3506">
        <w:rPr>
          <w:rtl/>
          <w:lang w:bidi="fa-IR"/>
        </w:rPr>
        <w:t xml:space="preserve"> مشرف شود</w:t>
      </w:r>
      <w:r w:rsidR="000C4B14">
        <w:rPr>
          <w:rtl/>
          <w:lang w:bidi="fa-IR"/>
        </w:rPr>
        <w:t>،</w:t>
      </w:r>
      <w:r w:rsidRPr="003E3506">
        <w:rPr>
          <w:rtl/>
          <w:lang w:bidi="fa-IR"/>
        </w:rPr>
        <w:t xml:space="preserve"> چنانچه به زيارت امام ديگر برود كافى نيست</w:t>
      </w:r>
      <w:r w:rsidR="000C4B14">
        <w:rPr>
          <w:rtl/>
          <w:lang w:bidi="fa-IR"/>
        </w:rPr>
        <w:t>.</w:t>
      </w:r>
    </w:p>
    <w:p w:rsidR="003E3506" w:rsidRPr="003E3506" w:rsidRDefault="003E3506" w:rsidP="003E3506">
      <w:pPr>
        <w:pStyle w:val="libNormal"/>
        <w:rPr>
          <w:lang w:bidi="fa-IR"/>
        </w:rPr>
      </w:pPr>
      <w:r w:rsidRPr="003E3506">
        <w:rPr>
          <w:rtl/>
          <w:lang w:bidi="fa-IR"/>
        </w:rPr>
        <w:t>و اگر به واسطه عذرى نتواند آن امام را زيارت كند</w:t>
      </w:r>
      <w:r w:rsidR="000C4B14">
        <w:rPr>
          <w:rtl/>
          <w:lang w:bidi="fa-IR"/>
        </w:rPr>
        <w:t>،</w:t>
      </w:r>
      <w:r w:rsidRPr="003E3506">
        <w:rPr>
          <w:rtl/>
          <w:lang w:bidi="fa-IR"/>
        </w:rPr>
        <w:t xml:space="preserve"> چيزى بر او واجب نيست</w:t>
      </w:r>
      <w:r w:rsidR="000C4B14">
        <w:rPr>
          <w:rtl/>
          <w:lang w:bidi="fa-IR"/>
        </w:rPr>
        <w:t>.</w:t>
      </w:r>
    </w:p>
    <w:p w:rsidR="003E3506" w:rsidRPr="003E3506" w:rsidRDefault="003E3506" w:rsidP="003E3506">
      <w:pPr>
        <w:pStyle w:val="libNormal"/>
        <w:rPr>
          <w:lang w:bidi="fa-IR"/>
        </w:rPr>
      </w:pPr>
      <w:r w:rsidRPr="003E3506">
        <w:rPr>
          <w:rtl/>
          <w:lang w:bidi="fa-IR"/>
        </w:rPr>
        <w:t>٢٦٧٠ - كسى كه نذر كرده زيارت برود و غسل زيارت و نماز آن را نذر نكرده</w:t>
      </w:r>
      <w:r w:rsidR="000C4B14">
        <w:rPr>
          <w:rtl/>
          <w:lang w:bidi="fa-IR"/>
        </w:rPr>
        <w:t>،</w:t>
      </w:r>
      <w:r w:rsidRPr="003E3506">
        <w:rPr>
          <w:rtl/>
          <w:lang w:bidi="fa-IR"/>
        </w:rPr>
        <w:t xml:space="preserve"> لازم نيست آنها را بجا آورد.</w:t>
      </w:r>
    </w:p>
    <w:p w:rsidR="003E3506" w:rsidRPr="003E3506" w:rsidRDefault="003E3506" w:rsidP="003E3506">
      <w:pPr>
        <w:pStyle w:val="libNormal"/>
        <w:rPr>
          <w:lang w:bidi="fa-IR"/>
        </w:rPr>
      </w:pPr>
      <w:r w:rsidRPr="003E3506">
        <w:rPr>
          <w:rtl/>
          <w:lang w:bidi="fa-IR"/>
        </w:rPr>
        <w:t>٢٦٧١ - اگر براى حرم يكى از امامان يا امامزادگان نذر كند</w:t>
      </w:r>
      <w:r w:rsidR="000C4B14">
        <w:rPr>
          <w:rtl/>
          <w:lang w:bidi="fa-IR"/>
        </w:rPr>
        <w:t>،</w:t>
      </w:r>
      <w:r w:rsidRPr="003E3506">
        <w:rPr>
          <w:rtl/>
          <w:lang w:bidi="fa-IR"/>
        </w:rPr>
        <w:t xml:space="preserve"> و مصرف معينى را در نظر نداشته باشد</w:t>
      </w:r>
      <w:r w:rsidR="000C4B14">
        <w:rPr>
          <w:rtl/>
          <w:lang w:bidi="fa-IR"/>
        </w:rPr>
        <w:t>،</w:t>
      </w:r>
      <w:r w:rsidRPr="003E3506">
        <w:rPr>
          <w:rtl/>
          <w:lang w:bidi="fa-IR"/>
        </w:rPr>
        <w:t xml:space="preserve"> بايد آن را در تعمير و روشنايى و فرش حرم و مانند اينها مصرف كند.</w:t>
      </w:r>
    </w:p>
    <w:p w:rsidR="003E3506" w:rsidRPr="003E3506" w:rsidRDefault="003E3506" w:rsidP="003E3506">
      <w:pPr>
        <w:pStyle w:val="libNormal"/>
        <w:rPr>
          <w:lang w:bidi="fa-IR"/>
        </w:rPr>
      </w:pPr>
      <w:r w:rsidRPr="003E3506">
        <w:rPr>
          <w:rtl/>
          <w:lang w:bidi="fa-IR"/>
        </w:rPr>
        <w:t xml:space="preserve">٢٦٧٢ - اگر براى خود امام </w:t>
      </w:r>
      <w:r w:rsidR="001B16BC" w:rsidRPr="001B16BC">
        <w:rPr>
          <w:rStyle w:val="libAlaemChar"/>
          <w:rtl/>
        </w:rPr>
        <w:t>عليه‌السلام</w:t>
      </w:r>
      <w:r w:rsidRPr="003E3506">
        <w:rPr>
          <w:rtl/>
          <w:lang w:bidi="fa-IR"/>
        </w:rPr>
        <w:t xml:space="preserve"> چيزى نذر كند</w:t>
      </w:r>
      <w:r w:rsidR="000C4B14">
        <w:rPr>
          <w:rtl/>
          <w:lang w:bidi="fa-IR"/>
        </w:rPr>
        <w:t>،</w:t>
      </w:r>
      <w:r w:rsidRPr="003E3506">
        <w:rPr>
          <w:rtl/>
          <w:lang w:bidi="fa-IR"/>
        </w:rPr>
        <w:t xml:space="preserve"> چنانچه مصرف معينى را قصد كرده</w:t>
      </w:r>
      <w:r w:rsidR="000C4B14">
        <w:rPr>
          <w:rtl/>
          <w:lang w:bidi="fa-IR"/>
        </w:rPr>
        <w:t>،</w:t>
      </w:r>
      <w:r w:rsidRPr="003E3506">
        <w:rPr>
          <w:rtl/>
          <w:lang w:bidi="fa-IR"/>
        </w:rPr>
        <w:t xml:space="preserve"> بايد به همان مصرف برساند و اگر مصرف معينى را قصد نكرده</w:t>
      </w:r>
      <w:r w:rsidR="000C4B14">
        <w:rPr>
          <w:rtl/>
          <w:lang w:bidi="fa-IR"/>
        </w:rPr>
        <w:t>،</w:t>
      </w:r>
      <w:r w:rsidRPr="003E3506">
        <w:rPr>
          <w:rtl/>
          <w:lang w:bidi="fa-IR"/>
        </w:rPr>
        <w:t xml:space="preserve"> بايد به مصرفى برساند كه نسبتى به امام </w:t>
      </w:r>
      <w:r w:rsidR="001B16BC" w:rsidRPr="001B16BC">
        <w:rPr>
          <w:rStyle w:val="libAlaemChar"/>
          <w:rtl/>
        </w:rPr>
        <w:t>عليه‌السلام</w:t>
      </w:r>
      <w:r w:rsidRPr="003E3506">
        <w:rPr>
          <w:rtl/>
          <w:lang w:bidi="fa-IR"/>
        </w:rPr>
        <w:t xml:space="preserve"> داشته باشد</w:t>
      </w:r>
      <w:r w:rsidR="000C4B14">
        <w:rPr>
          <w:rtl/>
          <w:lang w:bidi="fa-IR"/>
        </w:rPr>
        <w:t>،</w:t>
      </w:r>
      <w:r w:rsidRPr="003E3506">
        <w:rPr>
          <w:rtl/>
          <w:lang w:bidi="fa-IR"/>
        </w:rPr>
        <w:t xml:space="preserve"> مثلا بر زوار فقير آن امام صرف نمايد</w:t>
      </w:r>
      <w:r w:rsidR="000C4B14">
        <w:rPr>
          <w:rtl/>
          <w:lang w:bidi="fa-IR"/>
        </w:rPr>
        <w:t>،</w:t>
      </w:r>
      <w:r w:rsidRPr="003E3506">
        <w:rPr>
          <w:rtl/>
          <w:lang w:bidi="fa-IR"/>
        </w:rPr>
        <w:t xml:space="preserve"> و يا به مصارف حرم او برساند و يا در امرى كه موجب اعلاى نام او است صرف كند و هم چنين است اگر چيزى را براى امامزاده اى نذر كند.</w:t>
      </w:r>
    </w:p>
    <w:p w:rsidR="003E3506" w:rsidRPr="003E3506" w:rsidRDefault="003E3506" w:rsidP="003E3506">
      <w:pPr>
        <w:pStyle w:val="libNormal"/>
        <w:rPr>
          <w:lang w:bidi="fa-IR"/>
        </w:rPr>
      </w:pPr>
      <w:r w:rsidRPr="003E3506">
        <w:rPr>
          <w:rtl/>
          <w:lang w:bidi="fa-IR"/>
        </w:rPr>
        <w:t>٢٦٧٣ - گوسفندى را كه براى صدقه</w:t>
      </w:r>
      <w:r w:rsidR="000C4B14">
        <w:rPr>
          <w:rtl/>
          <w:lang w:bidi="fa-IR"/>
        </w:rPr>
        <w:t>،</w:t>
      </w:r>
      <w:r w:rsidRPr="003E3506">
        <w:rPr>
          <w:rtl/>
          <w:lang w:bidi="fa-IR"/>
        </w:rPr>
        <w:t xml:space="preserve"> يا براى يكى از امامان نذر كرده اند</w:t>
      </w:r>
      <w:r w:rsidR="000C4B14">
        <w:rPr>
          <w:rtl/>
          <w:lang w:bidi="fa-IR"/>
        </w:rPr>
        <w:t>،</w:t>
      </w:r>
      <w:r w:rsidRPr="003E3506">
        <w:rPr>
          <w:rtl/>
          <w:lang w:bidi="fa-IR"/>
        </w:rPr>
        <w:t xml:space="preserve"> اگر پيش از آن كه نذر برسد شير بدهد</w:t>
      </w:r>
      <w:r w:rsidR="000C4B14">
        <w:rPr>
          <w:rtl/>
          <w:lang w:bidi="fa-IR"/>
        </w:rPr>
        <w:t>،</w:t>
      </w:r>
      <w:r w:rsidRPr="003E3506">
        <w:rPr>
          <w:rtl/>
          <w:lang w:bidi="fa-IR"/>
        </w:rPr>
        <w:t xml:space="preserve"> يا بچه بياورد مال كسى است كه آن را نذر كرده</w:t>
      </w:r>
      <w:r w:rsidR="000C4B14">
        <w:rPr>
          <w:rtl/>
          <w:lang w:bidi="fa-IR"/>
        </w:rPr>
        <w:t>،</w:t>
      </w:r>
      <w:r w:rsidRPr="003E3506">
        <w:rPr>
          <w:rtl/>
          <w:lang w:bidi="fa-IR"/>
        </w:rPr>
        <w:t xml:space="preserve"> مگر آن كه قصدش اعم باشد</w:t>
      </w:r>
      <w:r w:rsidR="000C4B14">
        <w:rPr>
          <w:rtl/>
          <w:lang w:bidi="fa-IR"/>
        </w:rPr>
        <w:t>،</w:t>
      </w:r>
      <w:r w:rsidRPr="003E3506">
        <w:rPr>
          <w:rtl/>
          <w:lang w:bidi="fa-IR"/>
        </w:rPr>
        <w:t xml:space="preserve"> ولى پشم گوسفند و مقدارى كه چاق مى شود جزء نذر است</w:t>
      </w:r>
      <w:r w:rsidR="000C4B14">
        <w:rPr>
          <w:rtl/>
          <w:lang w:bidi="fa-IR"/>
        </w:rPr>
        <w:t>.</w:t>
      </w:r>
    </w:p>
    <w:p w:rsidR="003E3506" w:rsidRPr="003E3506" w:rsidRDefault="003E3506" w:rsidP="003E3506">
      <w:pPr>
        <w:pStyle w:val="libNormal"/>
        <w:rPr>
          <w:lang w:bidi="fa-IR"/>
        </w:rPr>
      </w:pPr>
      <w:r w:rsidRPr="003E3506">
        <w:rPr>
          <w:rtl/>
          <w:lang w:bidi="fa-IR"/>
        </w:rPr>
        <w:t>٢٦٧٤ - هر گاه نذر كند كه اگر مريض او خوب شود</w:t>
      </w:r>
      <w:r w:rsidR="000C4B14">
        <w:rPr>
          <w:rtl/>
          <w:lang w:bidi="fa-IR"/>
        </w:rPr>
        <w:t>،</w:t>
      </w:r>
      <w:r w:rsidRPr="003E3506">
        <w:rPr>
          <w:rtl/>
          <w:lang w:bidi="fa-IR"/>
        </w:rPr>
        <w:t xml:space="preserve"> يا مسافر او بيايد</w:t>
      </w:r>
      <w:r w:rsidR="000C4B14">
        <w:rPr>
          <w:rtl/>
          <w:lang w:bidi="fa-IR"/>
        </w:rPr>
        <w:t>،</w:t>
      </w:r>
      <w:r w:rsidRPr="003E3506">
        <w:rPr>
          <w:rtl/>
          <w:lang w:bidi="fa-IR"/>
        </w:rPr>
        <w:t xml:space="preserve"> عملى را انجام دهد</w:t>
      </w:r>
      <w:r w:rsidR="000C4B14">
        <w:rPr>
          <w:rtl/>
          <w:lang w:bidi="fa-IR"/>
        </w:rPr>
        <w:t>،</w:t>
      </w:r>
      <w:r w:rsidRPr="003E3506">
        <w:rPr>
          <w:rtl/>
          <w:lang w:bidi="fa-IR"/>
        </w:rPr>
        <w:t xml:space="preserve"> چنانچه معلوم شود كه پيش از نذر كردن مريض خوب شده</w:t>
      </w:r>
      <w:r w:rsidR="000C4B14">
        <w:rPr>
          <w:rtl/>
          <w:lang w:bidi="fa-IR"/>
        </w:rPr>
        <w:t>،</w:t>
      </w:r>
      <w:r w:rsidRPr="003E3506">
        <w:rPr>
          <w:rtl/>
          <w:lang w:bidi="fa-IR"/>
        </w:rPr>
        <w:t xml:space="preserve"> يا مسافر آمده است</w:t>
      </w:r>
      <w:r w:rsidR="000C4B14">
        <w:rPr>
          <w:rtl/>
          <w:lang w:bidi="fa-IR"/>
        </w:rPr>
        <w:t>،</w:t>
      </w:r>
      <w:r w:rsidRPr="003E3506">
        <w:rPr>
          <w:rtl/>
          <w:lang w:bidi="fa-IR"/>
        </w:rPr>
        <w:t xml:space="preserve"> عمل كردن به نذر لازم نيست</w:t>
      </w:r>
      <w:r w:rsidR="000C4B14">
        <w:rPr>
          <w:rtl/>
          <w:lang w:bidi="fa-IR"/>
        </w:rPr>
        <w:t>.</w:t>
      </w:r>
    </w:p>
    <w:p w:rsidR="003E3506" w:rsidRPr="003E3506" w:rsidRDefault="003E3506" w:rsidP="003E3506">
      <w:pPr>
        <w:pStyle w:val="libNormal"/>
        <w:rPr>
          <w:lang w:bidi="fa-IR"/>
        </w:rPr>
      </w:pPr>
      <w:r w:rsidRPr="003E3506">
        <w:rPr>
          <w:rtl/>
          <w:lang w:bidi="fa-IR"/>
        </w:rPr>
        <w:t>٢٦٧٥ - اگر پدر يا مادر نذر كند كه دختر خود را به سيد شوهر دهد</w:t>
      </w:r>
      <w:r w:rsidR="000C4B14">
        <w:rPr>
          <w:rtl/>
          <w:lang w:bidi="fa-IR"/>
        </w:rPr>
        <w:t>،</w:t>
      </w:r>
      <w:r w:rsidRPr="003E3506">
        <w:rPr>
          <w:rtl/>
          <w:lang w:bidi="fa-IR"/>
        </w:rPr>
        <w:t xml:space="preserve"> بعد از آن كه دختر به تكليف رسيد</w:t>
      </w:r>
      <w:r w:rsidR="000C4B14">
        <w:rPr>
          <w:rtl/>
          <w:lang w:bidi="fa-IR"/>
        </w:rPr>
        <w:t>،</w:t>
      </w:r>
      <w:r w:rsidRPr="003E3506">
        <w:rPr>
          <w:rtl/>
          <w:lang w:bidi="fa-IR"/>
        </w:rPr>
        <w:t xml:space="preserve"> اختيار با خود او است و نذر آنان اعتبار ندارد.</w:t>
      </w:r>
    </w:p>
    <w:p w:rsidR="003E3506" w:rsidRPr="003E3506" w:rsidRDefault="003E3506" w:rsidP="003E3506">
      <w:pPr>
        <w:pStyle w:val="libNormal"/>
        <w:rPr>
          <w:lang w:bidi="fa-IR"/>
        </w:rPr>
      </w:pPr>
      <w:r w:rsidRPr="003E3506">
        <w:rPr>
          <w:rtl/>
          <w:lang w:bidi="fa-IR"/>
        </w:rPr>
        <w:lastRenderedPageBreak/>
        <w:t>٢٦٧٦ - هر گاه با خدا عهد كند كه اگر به حاجت شرعى خود برسد كارى را انجام دهد</w:t>
      </w:r>
      <w:r w:rsidR="000C4B14">
        <w:rPr>
          <w:rtl/>
          <w:lang w:bidi="fa-IR"/>
        </w:rPr>
        <w:t>،</w:t>
      </w:r>
      <w:r w:rsidRPr="003E3506">
        <w:rPr>
          <w:rtl/>
          <w:lang w:bidi="fa-IR"/>
        </w:rPr>
        <w:t xml:space="preserve"> بعد از آن كه حاجتش بر آورده شد</w:t>
      </w:r>
      <w:r w:rsidR="000C4B14">
        <w:rPr>
          <w:rtl/>
          <w:lang w:bidi="fa-IR"/>
        </w:rPr>
        <w:t>،</w:t>
      </w:r>
      <w:r w:rsidRPr="003E3506">
        <w:rPr>
          <w:rtl/>
          <w:lang w:bidi="fa-IR"/>
        </w:rPr>
        <w:t xml:space="preserve"> بايد آن كار را انجام دهد</w:t>
      </w:r>
      <w:r w:rsidR="000C4B14">
        <w:rPr>
          <w:rtl/>
          <w:lang w:bidi="fa-IR"/>
        </w:rPr>
        <w:t>،</w:t>
      </w:r>
      <w:r w:rsidRPr="003E3506">
        <w:rPr>
          <w:rtl/>
          <w:lang w:bidi="fa-IR"/>
        </w:rPr>
        <w:t xml:space="preserve"> و نيز اگر بدون آن كه حاجتى داشته باشد</w:t>
      </w:r>
      <w:r w:rsidR="000C4B14">
        <w:rPr>
          <w:rtl/>
          <w:lang w:bidi="fa-IR"/>
        </w:rPr>
        <w:t>،</w:t>
      </w:r>
      <w:r w:rsidRPr="003E3506">
        <w:rPr>
          <w:rtl/>
          <w:lang w:bidi="fa-IR"/>
        </w:rPr>
        <w:t xml:space="preserve"> عهد كند كه كارى را انجام دهد</w:t>
      </w:r>
      <w:r w:rsidR="000C4B14">
        <w:rPr>
          <w:rtl/>
          <w:lang w:bidi="fa-IR"/>
        </w:rPr>
        <w:t>،</w:t>
      </w:r>
      <w:r w:rsidRPr="003E3506">
        <w:rPr>
          <w:rtl/>
          <w:lang w:bidi="fa-IR"/>
        </w:rPr>
        <w:t xml:space="preserve"> آن عمل بر او واجب مى شود.</w:t>
      </w:r>
    </w:p>
    <w:p w:rsidR="003E3506" w:rsidRPr="003E3506" w:rsidRDefault="003E3506" w:rsidP="003E3506">
      <w:pPr>
        <w:pStyle w:val="libNormal"/>
        <w:rPr>
          <w:lang w:bidi="fa-IR"/>
        </w:rPr>
      </w:pPr>
      <w:r w:rsidRPr="003E3506">
        <w:rPr>
          <w:rtl/>
          <w:lang w:bidi="fa-IR"/>
        </w:rPr>
        <w:t>٢٦٧٧ - در عهد هم مثل نذر بايد صيغه خوانده شود و مشهور آن است كه كارى را كه عهد مى كند انجام دهد</w:t>
      </w:r>
      <w:r w:rsidR="000C4B14">
        <w:rPr>
          <w:rtl/>
          <w:lang w:bidi="fa-IR"/>
        </w:rPr>
        <w:t>،</w:t>
      </w:r>
      <w:r w:rsidRPr="003E3506">
        <w:rPr>
          <w:rtl/>
          <w:lang w:bidi="fa-IR"/>
        </w:rPr>
        <w:t xml:space="preserve"> بايد يا عبادت باشد</w:t>
      </w:r>
      <w:r w:rsidR="000C4B14">
        <w:rPr>
          <w:rtl/>
          <w:lang w:bidi="fa-IR"/>
        </w:rPr>
        <w:t>،</w:t>
      </w:r>
      <w:r w:rsidRPr="003E3506">
        <w:rPr>
          <w:rtl/>
          <w:lang w:bidi="fa-IR"/>
        </w:rPr>
        <w:t xml:space="preserve"> مثل نماز واجب و مستحب يا كارى باشد كه انجام آن شرعا بهتر از تركش باشد</w:t>
      </w:r>
      <w:r w:rsidR="000C4B14">
        <w:rPr>
          <w:rtl/>
          <w:lang w:bidi="fa-IR"/>
        </w:rPr>
        <w:t>،</w:t>
      </w:r>
      <w:r w:rsidRPr="003E3506">
        <w:rPr>
          <w:rtl/>
          <w:lang w:bidi="fa-IR"/>
        </w:rPr>
        <w:t xml:space="preserve"> ولى ظاهر آن است كه اين امر معتبر نيست بلكه اگر طورى باشد كه در مساله </w:t>
      </w:r>
      <w:r w:rsidR="00605FAB">
        <w:rPr>
          <w:rtl/>
          <w:lang w:bidi="fa-IR"/>
        </w:rPr>
        <w:t>(</w:t>
      </w:r>
      <w:r w:rsidRPr="003E3506">
        <w:rPr>
          <w:rtl/>
          <w:lang w:bidi="fa-IR"/>
        </w:rPr>
        <w:t>٢٦٨٠</w:t>
      </w:r>
      <w:r w:rsidR="00605FAB">
        <w:rPr>
          <w:rtl/>
          <w:lang w:bidi="fa-IR"/>
        </w:rPr>
        <w:t>)</w:t>
      </w:r>
      <w:r w:rsidRPr="003E3506">
        <w:rPr>
          <w:rtl/>
          <w:lang w:bidi="fa-IR"/>
        </w:rPr>
        <w:t xml:space="preserve"> راجع به متعلق قسم خواهد آمد</w:t>
      </w:r>
      <w:r w:rsidR="000C4B14">
        <w:rPr>
          <w:rtl/>
          <w:lang w:bidi="fa-IR"/>
        </w:rPr>
        <w:t>،</w:t>
      </w:r>
      <w:r w:rsidRPr="003E3506">
        <w:rPr>
          <w:rtl/>
          <w:lang w:bidi="fa-IR"/>
        </w:rPr>
        <w:t xml:space="preserve"> باز هم عهد صحيح است و بايد آن كار را انجام دهد.</w:t>
      </w:r>
    </w:p>
    <w:p w:rsidR="003E3506" w:rsidRPr="003E3506" w:rsidRDefault="003E3506" w:rsidP="003E3506">
      <w:pPr>
        <w:pStyle w:val="libNormal"/>
        <w:rPr>
          <w:lang w:bidi="fa-IR"/>
        </w:rPr>
      </w:pPr>
      <w:r w:rsidRPr="003E3506">
        <w:rPr>
          <w:rtl/>
          <w:lang w:bidi="fa-IR"/>
        </w:rPr>
        <w:t>٢٦٧٨ - اگر به عهد خود عمل نكند</w:t>
      </w:r>
      <w:r w:rsidR="000C4B14">
        <w:rPr>
          <w:rtl/>
          <w:lang w:bidi="fa-IR"/>
        </w:rPr>
        <w:t>،</w:t>
      </w:r>
      <w:r w:rsidRPr="003E3506">
        <w:rPr>
          <w:rtl/>
          <w:lang w:bidi="fa-IR"/>
        </w:rPr>
        <w:t xml:space="preserve"> بايد كفاره بدهد يعنى شصت فقير را سير كند</w:t>
      </w:r>
      <w:r w:rsidR="000C4B14">
        <w:rPr>
          <w:rtl/>
          <w:lang w:bidi="fa-IR"/>
        </w:rPr>
        <w:t>،</w:t>
      </w:r>
      <w:r w:rsidRPr="003E3506">
        <w:rPr>
          <w:rtl/>
          <w:lang w:bidi="fa-IR"/>
        </w:rPr>
        <w:t xml:space="preserve"> يا دو ماه پى در پى روزه بگيرد</w:t>
      </w:r>
      <w:r w:rsidR="000C4B14">
        <w:rPr>
          <w:rtl/>
          <w:lang w:bidi="fa-IR"/>
        </w:rPr>
        <w:t>،</w:t>
      </w:r>
      <w:r w:rsidRPr="003E3506">
        <w:rPr>
          <w:rtl/>
          <w:lang w:bidi="fa-IR"/>
        </w:rPr>
        <w:t xml:space="preserve"> يا يك بنده آزاد كند.</w:t>
      </w:r>
    </w:p>
    <w:p w:rsidR="003E3506" w:rsidRDefault="00605FAB" w:rsidP="000957EF">
      <w:pPr>
        <w:pStyle w:val="Heading3"/>
        <w:rPr>
          <w:rtl/>
          <w:lang w:bidi="fa-IR"/>
        </w:rPr>
      </w:pPr>
      <w:bookmarkStart w:id="292" w:name="_Toc24454715"/>
      <w:r>
        <w:rPr>
          <w:rtl/>
          <w:lang w:bidi="fa-IR"/>
        </w:rPr>
        <w:t>(</w:t>
      </w:r>
      <w:r w:rsidR="000957EF">
        <w:rPr>
          <w:rtl/>
          <w:lang w:bidi="fa-IR"/>
        </w:rPr>
        <w:t>احكام قسم خوردن</w:t>
      </w:r>
      <w:r w:rsidR="000957EF">
        <w:rPr>
          <w:rFonts w:hint="cs"/>
          <w:rtl/>
          <w:lang w:bidi="fa-IR"/>
        </w:rPr>
        <w:t>)</w:t>
      </w:r>
      <w:bookmarkEnd w:id="292"/>
    </w:p>
    <w:p w:rsidR="003E3506" w:rsidRPr="003E3506" w:rsidRDefault="003E3506" w:rsidP="003E3506">
      <w:pPr>
        <w:pStyle w:val="libNormal"/>
        <w:rPr>
          <w:lang w:bidi="fa-IR"/>
        </w:rPr>
      </w:pPr>
      <w:r w:rsidRPr="003E3506">
        <w:rPr>
          <w:rtl/>
          <w:lang w:bidi="fa-IR"/>
        </w:rPr>
        <w:t>٢٦٧٩ - اگر قسم بخورد كه كارى را انجام دهد يا ترك كند</w:t>
      </w:r>
      <w:r w:rsidR="000C4B14">
        <w:rPr>
          <w:rtl/>
          <w:lang w:bidi="fa-IR"/>
        </w:rPr>
        <w:t>،</w:t>
      </w:r>
      <w:r w:rsidRPr="003E3506">
        <w:rPr>
          <w:rtl/>
          <w:lang w:bidi="fa-IR"/>
        </w:rPr>
        <w:t xml:space="preserve"> مثلا قسم بخورد كه روزه بگيرد</w:t>
      </w:r>
      <w:r w:rsidR="000C4B14">
        <w:rPr>
          <w:rtl/>
          <w:lang w:bidi="fa-IR"/>
        </w:rPr>
        <w:t>،</w:t>
      </w:r>
      <w:r w:rsidRPr="003E3506">
        <w:rPr>
          <w:rtl/>
          <w:lang w:bidi="fa-IR"/>
        </w:rPr>
        <w:t xml:space="preserve"> يا دود استعمال نكند</w:t>
      </w:r>
      <w:r w:rsidR="000C4B14">
        <w:rPr>
          <w:rtl/>
          <w:lang w:bidi="fa-IR"/>
        </w:rPr>
        <w:t>،</w:t>
      </w:r>
      <w:r w:rsidRPr="003E3506">
        <w:rPr>
          <w:rtl/>
          <w:lang w:bidi="fa-IR"/>
        </w:rPr>
        <w:t xml:space="preserve"> چنانچه عمدا مخالفت كند</w:t>
      </w:r>
      <w:r w:rsidR="000C4B14">
        <w:rPr>
          <w:rtl/>
          <w:lang w:bidi="fa-IR"/>
        </w:rPr>
        <w:t>،</w:t>
      </w:r>
      <w:r w:rsidRPr="003E3506">
        <w:rPr>
          <w:rtl/>
          <w:lang w:bidi="fa-IR"/>
        </w:rPr>
        <w:t xml:space="preserve"> بايد كفاره بدهد يعنى يك بنده آزاد كند</w:t>
      </w:r>
      <w:r w:rsidR="000C4B14">
        <w:rPr>
          <w:rtl/>
          <w:lang w:bidi="fa-IR"/>
        </w:rPr>
        <w:t>،</w:t>
      </w:r>
      <w:r w:rsidRPr="003E3506">
        <w:rPr>
          <w:rtl/>
          <w:lang w:bidi="fa-IR"/>
        </w:rPr>
        <w:t xml:space="preserve"> يا ده فقير را سير كند يا آنان را بپوشاند و اگر اينها را نتواند بايد سه روز روزه بگيرد و بايد روزه پى در پى باشد.</w:t>
      </w:r>
    </w:p>
    <w:p w:rsidR="003E3506" w:rsidRPr="003E3506" w:rsidRDefault="003E3506" w:rsidP="003E3506">
      <w:pPr>
        <w:pStyle w:val="libNormal"/>
        <w:rPr>
          <w:lang w:bidi="fa-IR"/>
        </w:rPr>
      </w:pPr>
      <w:r w:rsidRPr="003E3506">
        <w:rPr>
          <w:rtl/>
          <w:lang w:bidi="fa-IR"/>
        </w:rPr>
        <w:t>٢٦٨٠ - قسم چند شرط دارد</w:t>
      </w:r>
      <w:r w:rsidR="00553569">
        <w:rPr>
          <w:rtl/>
          <w:lang w:bidi="fa-IR"/>
        </w:rPr>
        <w:t>:</w:t>
      </w:r>
      <w:r w:rsidRPr="003E3506">
        <w:rPr>
          <w:rtl/>
          <w:lang w:bidi="fa-IR"/>
        </w:rPr>
        <w:t xml:space="preserve"> اول كسى كه قسم مى خورد بايد بالغ و عاقل باشد و از روى قصد و اختيار قسم بخورد</w:t>
      </w:r>
      <w:r w:rsidR="000C4B14">
        <w:rPr>
          <w:rtl/>
          <w:lang w:bidi="fa-IR"/>
        </w:rPr>
        <w:t>،</w:t>
      </w:r>
      <w:r w:rsidRPr="003E3506">
        <w:rPr>
          <w:rtl/>
          <w:lang w:bidi="fa-IR"/>
        </w:rPr>
        <w:t xml:space="preserve"> پس قسم خوردن بچه و ديوانه و مست و كسى كه مجبورش كرده اند درست نيست و هم چنين است اگر در حال عصبانى بودن بى قصد يا بى اختيار قسم بخورد.</w:t>
      </w:r>
    </w:p>
    <w:p w:rsidR="003E3506" w:rsidRPr="003E3506" w:rsidRDefault="003E3506" w:rsidP="003E3506">
      <w:pPr>
        <w:pStyle w:val="libNormal"/>
        <w:rPr>
          <w:lang w:bidi="fa-IR"/>
        </w:rPr>
      </w:pPr>
      <w:r w:rsidRPr="003E3506">
        <w:rPr>
          <w:rtl/>
          <w:lang w:bidi="fa-IR"/>
        </w:rPr>
        <w:t>دوم كارى را كه براى انجام آن قسم مى خورد بايد حرام يا مكروه نباشد</w:t>
      </w:r>
      <w:r w:rsidR="000C4B14">
        <w:rPr>
          <w:rtl/>
          <w:lang w:bidi="fa-IR"/>
        </w:rPr>
        <w:t>،</w:t>
      </w:r>
      <w:r w:rsidRPr="003E3506">
        <w:rPr>
          <w:rtl/>
          <w:lang w:bidi="fa-IR"/>
        </w:rPr>
        <w:t xml:space="preserve"> و كارى را كه قسم مى خورد ترك كند</w:t>
      </w:r>
      <w:r w:rsidR="000C4B14">
        <w:rPr>
          <w:rtl/>
          <w:lang w:bidi="fa-IR"/>
        </w:rPr>
        <w:t>،</w:t>
      </w:r>
      <w:r w:rsidRPr="003E3506">
        <w:rPr>
          <w:rtl/>
          <w:lang w:bidi="fa-IR"/>
        </w:rPr>
        <w:t xml:space="preserve"> بايد واجب يا مستحب نباشد</w:t>
      </w:r>
      <w:r w:rsidR="000C4B14">
        <w:rPr>
          <w:rtl/>
          <w:lang w:bidi="fa-IR"/>
        </w:rPr>
        <w:t>،</w:t>
      </w:r>
      <w:r w:rsidRPr="003E3506">
        <w:rPr>
          <w:rtl/>
          <w:lang w:bidi="fa-IR"/>
        </w:rPr>
        <w:t xml:space="preserve"> و اگر قسم بخورد كار مباحى را بجا آورد</w:t>
      </w:r>
      <w:r w:rsidR="000C4B14">
        <w:rPr>
          <w:rtl/>
          <w:lang w:bidi="fa-IR"/>
        </w:rPr>
        <w:t>،</w:t>
      </w:r>
      <w:r w:rsidRPr="003E3506">
        <w:rPr>
          <w:rtl/>
          <w:lang w:bidi="fa-IR"/>
        </w:rPr>
        <w:t xml:space="preserve"> چنانچه انجامش از نظر عقلا بهتر از تركش باشد قسمش صحيح است و هم چنين اگر قسم بخورد</w:t>
      </w:r>
      <w:r w:rsidR="000C4B14">
        <w:rPr>
          <w:rtl/>
          <w:lang w:bidi="fa-IR"/>
        </w:rPr>
        <w:t>،</w:t>
      </w:r>
      <w:r w:rsidRPr="003E3506">
        <w:rPr>
          <w:rtl/>
          <w:lang w:bidi="fa-IR"/>
        </w:rPr>
        <w:t xml:space="preserve"> كارى را ترك كند چنانچه تركش از نظر عقلا بهتر از انجامش باشد</w:t>
      </w:r>
      <w:r w:rsidR="000C4B14">
        <w:rPr>
          <w:rtl/>
          <w:lang w:bidi="fa-IR"/>
        </w:rPr>
        <w:t>،</w:t>
      </w:r>
      <w:r w:rsidRPr="003E3506">
        <w:rPr>
          <w:rtl/>
          <w:lang w:bidi="fa-IR"/>
        </w:rPr>
        <w:t xml:space="preserve"> قسمش صحيح </w:t>
      </w:r>
      <w:r w:rsidRPr="003E3506">
        <w:rPr>
          <w:rtl/>
          <w:lang w:bidi="fa-IR"/>
        </w:rPr>
        <w:lastRenderedPageBreak/>
        <w:t>است</w:t>
      </w:r>
      <w:r w:rsidR="000C4B14">
        <w:rPr>
          <w:rtl/>
          <w:lang w:bidi="fa-IR"/>
        </w:rPr>
        <w:t>،</w:t>
      </w:r>
      <w:r w:rsidRPr="003E3506">
        <w:rPr>
          <w:rtl/>
          <w:lang w:bidi="fa-IR"/>
        </w:rPr>
        <w:t xml:space="preserve"> بلكه در هر دو مورد اگر انجام يا تركش از نظر عقلا بهتر نباشد ولى براى شخص او بهتر باشد</w:t>
      </w:r>
      <w:r w:rsidR="000C4B14">
        <w:rPr>
          <w:rtl/>
          <w:lang w:bidi="fa-IR"/>
        </w:rPr>
        <w:t>،</w:t>
      </w:r>
      <w:r w:rsidRPr="003E3506">
        <w:rPr>
          <w:rtl/>
          <w:lang w:bidi="fa-IR"/>
        </w:rPr>
        <w:t xml:space="preserve"> باز هم قسمش صحيح است</w:t>
      </w:r>
      <w:r w:rsidR="000C4B14">
        <w:rPr>
          <w:rtl/>
          <w:lang w:bidi="fa-IR"/>
        </w:rPr>
        <w:t>.</w:t>
      </w:r>
    </w:p>
    <w:p w:rsidR="003E3506" w:rsidRPr="003E3506" w:rsidRDefault="003E3506" w:rsidP="003E3506">
      <w:pPr>
        <w:pStyle w:val="libNormal"/>
        <w:rPr>
          <w:lang w:bidi="fa-IR"/>
        </w:rPr>
      </w:pPr>
      <w:r w:rsidRPr="003E3506">
        <w:rPr>
          <w:rtl/>
          <w:lang w:bidi="fa-IR"/>
        </w:rPr>
        <w:t xml:space="preserve">سوم به يكى از اسمهاى خداوند عالم قسم بخورد كه به غير ذات مقدس او گفته نمى شود مانند </w:t>
      </w:r>
      <w:r w:rsidR="00605FAB">
        <w:rPr>
          <w:rtl/>
          <w:lang w:bidi="fa-IR"/>
        </w:rPr>
        <w:t>(</w:t>
      </w:r>
      <w:r w:rsidRPr="003E3506">
        <w:rPr>
          <w:rtl/>
          <w:lang w:bidi="fa-IR"/>
        </w:rPr>
        <w:t>خدا</w:t>
      </w:r>
      <w:r w:rsidR="00605FAB">
        <w:rPr>
          <w:rtl/>
          <w:lang w:bidi="fa-IR"/>
        </w:rPr>
        <w:t>)</w:t>
      </w:r>
      <w:r w:rsidRPr="003E3506">
        <w:rPr>
          <w:rtl/>
          <w:lang w:bidi="fa-IR"/>
        </w:rPr>
        <w:t xml:space="preserve"> و </w:t>
      </w:r>
      <w:r w:rsidR="00605FAB">
        <w:rPr>
          <w:rtl/>
          <w:lang w:bidi="fa-IR"/>
        </w:rPr>
        <w:t>(</w:t>
      </w:r>
      <w:r w:rsidRPr="003E3506">
        <w:rPr>
          <w:rtl/>
          <w:lang w:bidi="fa-IR"/>
        </w:rPr>
        <w:t>اللّه</w:t>
      </w:r>
      <w:r w:rsidR="00605FAB">
        <w:rPr>
          <w:rtl/>
          <w:lang w:bidi="fa-IR"/>
        </w:rPr>
        <w:t>)</w:t>
      </w:r>
      <w:r w:rsidRPr="003E3506">
        <w:rPr>
          <w:rtl/>
          <w:lang w:bidi="fa-IR"/>
        </w:rPr>
        <w:t>.</w:t>
      </w:r>
    </w:p>
    <w:p w:rsidR="003E3506" w:rsidRPr="003E3506" w:rsidRDefault="003E3506" w:rsidP="003E3506">
      <w:pPr>
        <w:pStyle w:val="libNormal"/>
        <w:rPr>
          <w:lang w:bidi="fa-IR"/>
        </w:rPr>
      </w:pPr>
      <w:r w:rsidRPr="003E3506">
        <w:rPr>
          <w:rtl/>
          <w:lang w:bidi="fa-IR"/>
        </w:rPr>
        <w:t>و نيز اگر به اسمى قسم بخورد كه به غير خدا هم مى گويند ولى به قدرى به خدا گفته مى شود كه هر وقت كسى آن اسم را بگويد ذات مقدس حق در نظر مى آيد</w:t>
      </w:r>
      <w:r w:rsidR="000C4B14">
        <w:rPr>
          <w:rtl/>
          <w:lang w:bidi="fa-IR"/>
        </w:rPr>
        <w:t>،</w:t>
      </w:r>
      <w:r w:rsidRPr="003E3506">
        <w:rPr>
          <w:rtl/>
          <w:lang w:bidi="fa-IR"/>
        </w:rPr>
        <w:t xml:space="preserve"> مثل آن كه به خالق و رازق قسم بخورد صحيح است</w:t>
      </w:r>
      <w:r w:rsidR="000C4B14">
        <w:rPr>
          <w:rtl/>
          <w:lang w:bidi="fa-IR"/>
        </w:rPr>
        <w:t>،</w:t>
      </w:r>
      <w:r w:rsidRPr="003E3506">
        <w:rPr>
          <w:rtl/>
          <w:lang w:bidi="fa-IR"/>
        </w:rPr>
        <w:t xml:space="preserve"> بلكه اگر به اسمى قسم بخورد كه به تنهايى ذات مقدس ربوبى از آن در نظر نمى آيد</w:t>
      </w:r>
      <w:r w:rsidR="000C4B14">
        <w:rPr>
          <w:rtl/>
          <w:lang w:bidi="fa-IR"/>
        </w:rPr>
        <w:t>،</w:t>
      </w:r>
      <w:r w:rsidRPr="003E3506">
        <w:rPr>
          <w:rtl/>
          <w:lang w:bidi="fa-IR"/>
        </w:rPr>
        <w:t xml:space="preserve"> ولى چنانچه در مقام قسم خوردن استعمال شود ذات حق به نظر مى آيد مثل سميع و بصير</w:t>
      </w:r>
      <w:r w:rsidR="000C4B14">
        <w:rPr>
          <w:rtl/>
          <w:lang w:bidi="fa-IR"/>
        </w:rPr>
        <w:t>،</w:t>
      </w:r>
      <w:r w:rsidRPr="003E3506">
        <w:rPr>
          <w:rtl/>
          <w:lang w:bidi="fa-IR"/>
        </w:rPr>
        <w:t xml:space="preserve"> باز هم قسمش صحيح است</w:t>
      </w:r>
      <w:r w:rsidR="000C4B14">
        <w:rPr>
          <w:rtl/>
          <w:lang w:bidi="fa-IR"/>
        </w:rPr>
        <w:t>.</w:t>
      </w:r>
    </w:p>
    <w:p w:rsidR="003E3506" w:rsidRPr="003E3506" w:rsidRDefault="003E3506" w:rsidP="003E3506">
      <w:pPr>
        <w:pStyle w:val="libNormal"/>
        <w:rPr>
          <w:lang w:bidi="fa-IR"/>
        </w:rPr>
      </w:pPr>
      <w:r w:rsidRPr="003E3506">
        <w:rPr>
          <w:rtl/>
          <w:lang w:bidi="fa-IR"/>
        </w:rPr>
        <w:t>چهارم قسم را به زبان بياورد</w:t>
      </w:r>
      <w:r w:rsidR="000C4B14">
        <w:rPr>
          <w:rtl/>
          <w:lang w:bidi="fa-IR"/>
        </w:rPr>
        <w:t>،</w:t>
      </w:r>
      <w:r w:rsidRPr="003E3506">
        <w:rPr>
          <w:rtl/>
          <w:lang w:bidi="fa-IR"/>
        </w:rPr>
        <w:t xml:space="preserve"> ولى آدم لال اگر با اشاره قسم بخورد صحيح است و هم چنين براى كسى كه قادر بر تكلم نيست اگر بنويسد و آن را در قلبش قصد كند كافى است بلكه در غيرش نيز احتياط ترك نشود.</w:t>
      </w:r>
    </w:p>
    <w:p w:rsidR="000957EF" w:rsidRDefault="003E3506" w:rsidP="003E3506">
      <w:pPr>
        <w:pStyle w:val="libNormal"/>
        <w:rPr>
          <w:rtl/>
          <w:lang w:bidi="fa-IR"/>
        </w:rPr>
      </w:pPr>
      <w:r w:rsidRPr="003E3506">
        <w:rPr>
          <w:rtl/>
          <w:lang w:bidi="fa-IR"/>
        </w:rPr>
        <w:t>پنجم عمل كردن به قسم براى او ممكن باشد و اگر موقعى كه قسم مى خورد</w:t>
      </w:r>
      <w:r w:rsidR="000C4B14">
        <w:rPr>
          <w:rtl/>
          <w:lang w:bidi="fa-IR"/>
        </w:rPr>
        <w:t>،</w:t>
      </w:r>
      <w:r w:rsidRPr="003E3506">
        <w:rPr>
          <w:rtl/>
          <w:lang w:bidi="fa-IR"/>
        </w:rPr>
        <w:t xml:space="preserve"> ممكن باشد و بعدا از عمل به آن عاجز شود</w:t>
      </w:r>
      <w:r w:rsidR="000C4B14">
        <w:rPr>
          <w:rtl/>
          <w:lang w:bidi="fa-IR"/>
        </w:rPr>
        <w:t>،</w:t>
      </w:r>
      <w:r w:rsidRPr="003E3506">
        <w:rPr>
          <w:rtl/>
          <w:lang w:bidi="fa-IR"/>
        </w:rPr>
        <w:t xml:space="preserve"> چنانچه خود را عمدا عاجز نكرده باشد</w:t>
      </w:r>
      <w:r w:rsidR="000C4B14">
        <w:rPr>
          <w:rtl/>
          <w:lang w:bidi="fa-IR"/>
        </w:rPr>
        <w:t>،</w:t>
      </w:r>
      <w:r w:rsidRPr="003E3506">
        <w:rPr>
          <w:rtl/>
          <w:lang w:bidi="fa-IR"/>
        </w:rPr>
        <w:t xml:space="preserve"> از وقتى كه عاجز مى شود قسم او به هم مى خورد</w:t>
      </w:r>
      <w:r w:rsidR="000C4B14">
        <w:rPr>
          <w:rtl/>
          <w:lang w:bidi="fa-IR"/>
        </w:rPr>
        <w:t>،</w:t>
      </w:r>
      <w:r w:rsidRPr="003E3506">
        <w:rPr>
          <w:rtl/>
          <w:lang w:bidi="fa-IR"/>
        </w:rPr>
        <w:t xml:space="preserve"> و هم چنين است اگر عمل كردن به نذر يا قسم يا عهد به قدرى مشقت پيدا كند كه نشود آن را تحمل كرد. </w:t>
      </w:r>
    </w:p>
    <w:p w:rsidR="003E3506" w:rsidRPr="003E3506" w:rsidRDefault="003E3506" w:rsidP="003E3506">
      <w:pPr>
        <w:pStyle w:val="libNormal"/>
        <w:rPr>
          <w:lang w:bidi="fa-IR"/>
        </w:rPr>
      </w:pPr>
      <w:r w:rsidRPr="003E3506">
        <w:rPr>
          <w:rtl/>
          <w:lang w:bidi="fa-IR"/>
        </w:rPr>
        <w:t>٢٦٨١ - اگر پدر از قسم خوردن فرزند جلوگيرى كند</w:t>
      </w:r>
      <w:r w:rsidR="000C4B14">
        <w:rPr>
          <w:rtl/>
          <w:lang w:bidi="fa-IR"/>
        </w:rPr>
        <w:t>،</w:t>
      </w:r>
      <w:r w:rsidRPr="003E3506">
        <w:rPr>
          <w:rtl/>
          <w:lang w:bidi="fa-IR"/>
        </w:rPr>
        <w:t xml:space="preserve"> يا شوهر از قسم خوردن زن جلوگيرى نمايد</w:t>
      </w:r>
      <w:r w:rsidR="000C4B14">
        <w:rPr>
          <w:rtl/>
          <w:lang w:bidi="fa-IR"/>
        </w:rPr>
        <w:t>،</w:t>
      </w:r>
      <w:r w:rsidRPr="003E3506">
        <w:rPr>
          <w:rtl/>
          <w:lang w:bidi="fa-IR"/>
        </w:rPr>
        <w:t xml:space="preserve"> قسم آنان صحيح نيست</w:t>
      </w:r>
      <w:r w:rsidR="000C4B14">
        <w:rPr>
          <w:rtl/>
          <w:lang w:bidi="fa-IR"/>
        </w:rPr>
        <w:t>.</w:t>
      </w:r>
    </w:p>
    <w:p w:rsidR="003E3506" w:rsidRPr="003E3506" w:rsidRDefault="003E3506" w:rsidP="003E3506">
      <w:pPr>
        <w:pStyle w:val="libNormal"/>
        <w:rPr>
          <w:lang w:bidi="fa-IR"/>
        </w:rPr>
      </w:pPr>
      <w:r w:rsidRPr="003E3506">
        <w:rPr>
          <w:rtl/>
          <w:lang w:bidi="fa-IR"/>
        </w:rPr>
        <w:t>٢٦٨٢ - اگر فرزند بدون اجازه پدر و زن بدون اجازه شوهر قسم بخورد</w:t>
      </w:r>
      <w:r w:rsidR="000C4B14">
        <w:rPr>
          <w:rtl/>
          <w:lang w:bidi="fa-IR"/>
        </w:rPr>
        <w:t>،</w:t>
      </w:r>
      <w:r w:rsidRPr="003E3506">
        <w:rPr>
          <w:rtl/>
          <w:lang w:bidi="fa-IR"/>
        </w:rPr>
        <w:t xml:space="preserve"> پدر و شوهر مى توانند قسم آنان را بهم بزنند.</w:t>
      </w:r>
    </w:p>
    <w:p w:rsidR="003E3506" w:rsidRPr="003E3506" w:rsidRDefault="003E3506" w:rsidP="003E3506">
      <w:pPr>
        <w:pStyle w:val="libNormal"/>
        <w:rPr>
          <w:lang w:bidi="fa-IR"/>
        </w:rPr>
      </w:pPr>
      <w:r w:rsidRPr="003E3506">
        <w:rPr>
          <w:rtl/>
          <w:lang w:bidi="fa-IR"/>
        </w:rPr>
        <w:t>٢٦٨٣ - اگر انسان از روى فراموشى</w:t>
      </w:r>
      <w:r w:rsidR="000C4B14">
        <w:rPr>
          <w:rtl/>
          <w:lang w:bidi="fa-IR"/>
        </w:rPr>
        <w:t>،</w:t>
      </w:r>
      <w:r w:rsidRPr="003E3506">
        <w:rPr>
          <w:rtl/>
          <w:lang w:bidi="fa-IR"/>
        </w:rPr>
        <w:t xml:space="preserve"> يا ناچارى يا غفلت به قسم عمل نكند</w:t>
      </w:r>
      <w:r w:rsidR="000C4B14">
        <w:rPr>
          <w:rtl/>
          <w:lang w:bidi="fa-IR"/>
        </w:rPr>
        <w:t>،</w:t>
      </w:r>
      <w:r w:rsidRPr="003E3506">
        <w:rPr>
          <w:rtl/>
          <w:lang w:bidi="fa-IR"/>
        </w:rPr>
        <w:t xml:space="preserve"> كفاره بر او واجب نيست و هم چنين است اگر مجبورش كنند كه به قسم عمل ننمايد</w:t>
      </w:r>
      <w:r w:rsidR="000C4B14">
        <w:rPr>
          <w:rtl/>
          <w:lang w:bidi="fa-IR"/>
        </w:rPr>
        <w:t>،</w:t>
      </w:r>
      <w:r w:rsidRPr="003E3506">
        <w:rPr>
          <w:rtl/>
          <w:lang w:bidi="fa-IR"/>
        </w:rPr>
        <w:t xml:space="preserve"> و قسمى كه آدم </w:t>
      </w:r>
      <w:r w:rsidRPr="003E3506">
        <w:rPr>
          <w:rtl/>
          <w:lang w:bidi="fa-IR"/>
        </w:rPr>
        <w:lastRenderedPageBreak/>
        <w:t>وسواسى مى خورد</w:t>
      </w:r>
      <w:r w:rsidR="000C4B14">
        <w:rPr>
          <w:rtl/>
          <w:lang w:bidi="fa-IR"/>
        </w:rPr>
        <w:t>،</w:t>
      </w:r>
      <w:r w:rsidRPr="003E3506">
        <w:rPr>
          <w:rtl/>
          <w:lang w:bidi="fa-IR"/>
        </w:rPr>
        <w:t xml:space="preserve"> مثل اين كه مى گويد واللّه الان مشغول نماز مى شوم</w:t>
      </w:r>
      <w:r w:rsidR="000C4B14">
        <w:rPr>
          <w:rtl/>
          <w:lang w:bidi="fa-IR"/>
        </w:rPr>
        <w:t>،</w:t>
      </w:r>
      <w:r w:rsidRPr="003E3506">
        <w:rPr>
          <w:rtl/>
          <w:lang w:bidi="fa-IR"/>
        </w:rPr>
        <w:t xml:space="preserve"> و به واسطه وسواس مشغول نمى شود</w:t>
      </w:r>
      <w:r w:rsidR="000C4B14">
        <w:rPr>
          <w:rtl/>
          <w:lang w:bidi="fa-IR"/>
        </w:rPr>
        <w:t>،</w:t>
      </w:r>
      <w:r w:rsidRPr="003E3506">
        <w:rPr>
          <w:rtl/>
          <w:lang w:bidi="fa-IR"/>
        </w:rPr>
        <w:t xml:space="preserve"> اگر وسواس او طورى باشد كه بى اختيار به قسم عمل نكند كفاره ندارد.</w:t>
      </w:r>
    </w:p>
    <w:p w:rsidR="003E3506" w:rsidRPr="003E3506" w:rsidRDefault="003E3506" w:rsidP="003E3506">
      <w:pPr>
        <w:pStyle w:val="libNormal"/>
        <w:rPr>
          <w:lang w:bidi="fa-IR"/>
        </w:rPr>
      </w:pPr>
      <w:r w:rsidRPr="003E3506">
        <w:rPr>
          <w:rtl/>
          <w:lang w:bidi="fa-IR"/>
        </w:rPr>
        <w:t>٢٦٨٤ - كسى كه قسم مى خورد</w:t>
      </w:r>
      <w:r w:rsidR="000C4B14">
        <w:rPr>
          <w:rtl/>
          <w:lang w:bidi="fa-IR"/>
        </w:rPr>
        <w:t>،</w:t>
      </w:r>
      <w:r w:rsidRPr="003E3506">
        <w:rPr>
          <w:rtl/>
          <w:lang w:bidi="fa-IR"/>
        </w:rPr>
        <w:t xml:space="preserve"> كه حرف من راست است چنانچه حرف او راست باشد قسم خوردن او مكروه است</w:t>
      </w:r>
      <w:r w:rsidR="000C4B14">
        <w:rPr>
          <w:rtl/>
          <w:lang w:bidi="fa-IR"/>
        </w:rPr>
        <w:t>.</w:t>
      </w:r>
    </w:p>
    <w:p w:rsidR="003E3506" w:rsidRPr="003E3506" w:rsidRDefault="003E3506" w:rsidP="003E3506">
      <w:pPr>
        <w:pStyle w:val="libNormal"/>
        <w:rPr>
          <w:lang w:bidi="fa-IR"/>
        </w:rPr>
      </w:pPr>
      <w:r w:rsidRPr="003E3506">
        <w:rPr>
          <w:rtl/>
          <w:lang w:bidi="fa-IR"/>
        </w:rPr>
        <w:t>و اگر دروغ باشد حرام است</w:t>
      </w:r>
      <w:r w:rsidR="000C4B14">
        <w:rPr>
          <w:rtl/>
          <w:lang w:bidi="fa-IR"/>
        </w:rPr>
        <w:t>،</w:t>
      </w:r>
      <w:r w:rsidRPr="003E3506">
        <w:rPr>
          <w:rtl/>
          <w:lang w:bidi="fa-IR"/>
        </w:rPr>
        <w:t xml:space="preserve"> بلكه قسم دروغى كه در مقام فصل منازعات خورده مى شود</w:t>
      </w:r>
      <w:r w:rsidR="000C4B14">
        <w:rPr>
          <w:rtl/>
          <w:lang w:bidi="fa-IR"/>
        </w:rPr>
        <w:t>،</w:t>
      </w:r>
      <w:r w:rsidRPr="003E3506">
        <w:rPr>
          <w:rtl/>
          <w:lang w:bidi="fa-IR"/>
        </w:rPr>
        <w:t xml:space="preserve"> از گناهان بزرگ مى باشد</w:t>
      </w:r>
      <w:r w:rsidR="000C4B14">
        <w:rPr>
          <w:rtl/>
          <w:lang w:bidi="fa-IR"/>
        </w:rPr>
        <w:t>،</w:t>
      </w:r>
      <w:r w:rsidRPr="003E3506">
        <w:rPr>
          <w:rtl/>
          <w:lang w:bidi="fa-IR"/>
        </w:rPr>
        <w:t xml:space="preserve"> ولى اگر براى اين كه خودش يا مسلمان ديگرى را از شر ظالمى نجات دهد</w:t>
      </w:r>
      <w:r w:rsidR="000C4B14">
        <w:rPr>
          <w:rtl/>
          <w:lang w:bidi="fa-IR"/>
        </w:rPr>
        <w:t>،</w:t>
      </w:r>
      <w:r w:rsidRPr="003E3506">
        <w:rPr>
          <w:rtl/>
          <w:lang w:bidi="fa-IR"/>
        </w:rPr>
        <w:t xml:space="preserve"> قسم دروغ بخورد اشكال ندارد</w:t>
      </w:r>
      <w:r w:rsidR="000C4B14">
        <w:rPr>
          <w:rtl/>
          <w:lang w:bidi="fa-IR"/>
        </w:rPr>
        <w:t>،</w:t>
      </w:r>
      <w:r w:rsidRPr="003E3506">
        <w:rPr>
          <w:rtl/>
          <w:lang w:bidi="fa-IR"/>
        </w:rPr>
        <w:t xml:space="preserve"> بلكه گاهى واجب مى شود</w:t>
      </w:r>
      <w:r w:rsidR="000C4B14">
        <w:rPr>
          <w:rtl/>
          <w:lang w:bidi="fa-IR"/>
        </w:rPr>
        <w:t>،</w:t>
      </w:r>
      <w:r w:rsidRPr="003E3506">
        <w:rPr>
          <w:rtl/>
          <w:lang w:bidi="fa-IR"/>
        </w:rPr>
        <w:t xml:space="preserve"> اما اگر بتواند توريه كند </w:t>
      </w:r>
      <w:r w:rsidR="00605FAB">
        <w:rPr>
          <w:rtl/>
          <w:lang w:bidi="fa-IR"/>
        </w:rPr>
        <w:t>(</w:t>
      </w:r>
      <w:r w:rsidRPr="003E3506">
        <w:rPr>
          <w:rtl/>
          <w:lang w:bidi="fa-IR"/>
        </w:rPr>
        <w:t>يعنى موقع قسم خوردن معناى ديگرى غير آنچه لفظ ظاهر در آن است قصد كند و نشانه اى براى مقصود خود اقامه ننمايد</w:t>
      </w:r>
      <w:r w:rsidR="00605FAB">
        <w:rPr>
          <w:rtl/>
          <w:lang w:bidi="fa-IR"/>
        </w:rPr>
        <w:t>)</w:t>
      </w:r>
      <w:r w:rsidRPr="003E3506">
        <w:rPr>
          <w:rtl/>
          <w:lang w:bidi="fa-IR"/>
        </w:rPr>
        <w:t xml:space="preserve"> احتياط لازم آن است كه توريه نمايد مثلا اگر ظالمى بخواهد كسى را اذيت كند و از انسان بپرسد كه او را ديده اى</w:t>
      </w:r>
      <w:r w:rsidR="000C4B14">
        <w:rPr>
          <w:rtl/>
          <w:lang w:bidi="fa-IR"/>
        </w:rPr>
        <w:t>،</w:t>
      </w:r>
      <w:r w:rsidRPr="003E3506">
        <w:rPr>
          <w:rtl/>
          <w:lang w:bidi="fa-IR"/>
        </w:rPr>
        <w:t xml:space="preserve"> و انسان يك ساعت قبل او را ديده باشد</w:t>
      </w:r>
      <w:r w:rsidR="000C4B14">
        <w:rPr>
          <w:rtl/>
          <w:lang w:bidi="fa-IR"/>
        </w:rPr>
        <w:t>،</w:t>
      </w:r>
      <w:r w:rsidRPr="003E3506">
        <w:rPr>
          <w:rtl/>
          <w:lang w:bidi="fa-IR"/>
        </w:rPr>
        <w:t xml:space="preserve"> بگويد او را نديده ام و قصد كند كه از پنج دقيقه پيش نديده ام</w:t>
      </w:r>
      <w:r w:rsidR="000C4B14">
        <w:rPr>
          <w:rtl/>
          <w:lang w:bidi="fa-IR"/>
        </w:rPr>
        <w:t>.</w:t>
      </w:r>
    </w:p>
    <w:p w:rsidR="003E3506" w:rsidRDefault="00605FAB" w:rsidP="000957EF">
      <w:pPr>
        <w:pStyle w:val="Heading3"/>
        <w:rPr>
          <w:rtl/>
          <w:lang w:bidi="fa-IR"/>
        </w:rPr>
      </w:pPr>
      <w:bookmarkStart w:id="293" w:name="_Toc24454716"/>
      <w:r>
        <w:rPr>
          <w:rtl/>
          <w:lang w:bidi="fa-IR"/>
        </w:rPr>
        <w:t>(</w:t>
      </w:r>
      <w:r w:rsidR="003E3506" w:rsidRPr="003E3506">
        <w:rPr>
          <w:rtl/>
          <w:lang w:bidi="fa-IR"/>
        </w:rPr>
        <w:t>احكام وقف</w:t>
      </w:r>
      <w:r>
        <w:rPr>
          <w:rtl/>
          <w:lang w:bidi="fa-IR"/>
        </w:rPr>
        <w:t>)</w:t>
      </w:r>
      <w:bookmarkEnd w:id="293"/>
    </w:p>
    <w:p w:rsidR="003E3506" w:rsidRPr="003E3506" w:rsidRDefault="003E3506" w:rsidP="003E3506">
      <w:pPr>
        <w:pStyle w:val="libNormal"/>
        <w:rPr>
          <w:lang w:bidi="fa-IR"/>
        </w:rPr>
      </w:pPr>
      <w:r w:rsidRPr="003E3506">
        <w:rPr>
          <w:rtl/>
          <w:lang w:bidi="fa-IR"/>
        </w:rPr>
        <w:t>٢٦٨٥ - اگر كسى چيزى را وقف كند</w:t>
      </w:r>
      <w:r w:rsidR="000C4B14">
        <w:rPr>
          <w:rtl/>
          <w:lang w:bidi="fa-IR"/>
        </w:rPr>
        <w:t>،</w:t>
      </w:r>
      <w:r w:rsidRPr="003E3506">
        <w:rPr>
          <w:rtl/>
          <w:lang w:bidi="fa-IR"/>
        </w:rPr>
        <w:t xml:space="preserve"> از ملك او خارج مى شود</w:t>
      </w:r>
      <w:r w:rsidR="000C4B14">
        <w:rPr>
          <w:rtl/>
          <w:lang w:bidi="fa-IR"/>
        </w:rPr>
        <w:t>،</w:t>
      </w:r>
      <w:r w:rsidRPr="003E3506">
        <w:rPr>
          <w:rtl/>
          <w:lang w:bidi="fa-IR"/>
        </w:rPr>
        <w:t xml:space="preserve"> و خود او و ديگران نمى توانند آن را ببخشند</w:t>
      </w:r>
      <w:r w:rsidR="000C4B14">
        <w:rPr>
          <w:rtl/>
          <w:lang w:bidi="fa-IR"/>
        </w:rPr>
        <w:t>،</w:t>
      </w:r>
      <w:r w:rsidRPr="003E3506">
        <w:rPr>
          <w:rtl/>
          <w:lang w:bidi="fa-IR"/>
        </w:rPr>
        <w:t xml:space="preserve"> يا بفروشند و كسى هم از آن ملك ارث نمى برد</w:t>
      </w:r>
      <w:r w:rsidR="000C4B14">
        <w:rPr>
          <w:rtl/>
          <w:lang w:bidi="fa-IR"/>
        </w:rPr>
        <w:t>،</w:t>
      </w:r>
      <w:r w:rsidRPr="003E3506">
        <w:rPr>
          <w:rtl/>
          <w:lang w:bidi="fa-IR"/>
        </w:rPr>
        <w:t xml:space="preserve"> ولى در بعضى از موارد كه در مساله </w:t>
      </w:r>
      <w:r w:rsidR="00605FAB">
        <w:rPr>
          <w:rtl/>
          <w:lang w:bidi="fa-IR"/>
        </w:rPr>
        <w:t>(</w:t>
      </w:r>
      <w:r w:rsidRPr="003E3506">
        <w:rPr>
          <w:rtl/>
          <w:lang w:bidi="fa-IR"/>
        </w:rPr>
        <w:t>٢١٠٢ و ٢١٠٣</w:t>
      </w:r>
      <w:r w:rsidR="00605FAB">
        <w:rPr>
          <w:rtl/>
          <w:lang w:bidi="fa-IR"/>
        </w:rPr>
        <w:t>)</w:t>
      </w:r>
      <w:r w:rsidRPr="003E3506">
        <w:rPr>
          <w:rtl/>
          <w:lang w:bidi="fa-IR"/>
        </w:rPr>
        <w:t xml:space="preserve"> گفته شد فروختن آن اشكال ندارد.</w:t>
      </w:r>
    </w:p>
    <w:p w:rsidR="003E3506" w:rsidRPr="003E3506" w:rsidRDefault="003E3506" w:rsidP="003E3506">
      <w:pPr>
        <w:pStyle w:val="libNormal"/>
        <w:rPr>
          <w:lang w:bidi="fa-IR"/>
        </w:rPr>
      </w:pPr>
      <w:r w:rsidRPr="003E3506">
        <w:rPr>
          <w:rtl/>
          <w:lang w:bidi="fa-IR"/>
        </w:rPr>
        <w:t>٢٦٨٦ - لازم نيست صيغه وقف را به عربى بخوانند</w:t>
      </w:r>
      <w:r w:rsidR="000C4B14">
        <w:rPr>
          <w:rtl/>
          <w:lang w:bidi="fa-IR"/>
        </w:rPr>
        <w:t>،</w:t>
      </w:r>
      <w:r w:rsidRPr="003E3506">
        <w:rPr>
          <w:rtl/>
          <w:lang w:bidi="fa-IR"/>
        </w:rPr>
        <w:t xml:space="preserve"> بلكه اگر مثلا بگويد</w:t>
      </w:r>
      <w:r w:rsidR="000C4B14">
        <w:rPr>
          <w:rtl/>
          <w:lang w:bidi="fa-IR"/>
        </w:rPr>
        <w:t>،</w:t>
      </w:r>
      <w:r w:rsidRPr="003E3506">
        <w:rPr>
          <w:rtl/>
          <w:lang w:bidi="fa-IR"/>
        </w:rPr>
        <w:t xml:space="preserve"> اين كتاب را بر طلاب علم وقف كردم</w:t>
      </w:r>
      <w:r w:rsidR="000C4B14">
        <w:rPr>
          <w:rtl/>
          <w:lang w:bidi="fa-IR"/>
        </w:rPr>
        <w:t>،</w:t>
      </w:r>
      <w:r w:rsidRPr="003E3506">
        <w:rPr>
          <w:rtl/>
          <w:lang w:bidi="fa-IR"/>
        </w:rPr>
        <w:t xml:space="preserve"> وقف صحيح است</w:t>
      </w:r>
      <w:r w:rsidR="000C4B14">
        <w:rPr>
          <w:rtl/>
          <w:lang w:bidi="fa-IR"/>
        </w:rPr>
        <w:t>.</w:t>
      </w:r>
    </w:p>
    <w:p w:rsidR="003E3506" w:rsidRPr="003E3506" w:rsidRDefault="003E3506" w:rsidP="003E3506">
      <w:pPr>
        <w:pStyle w:val="libNormal"/>
        <w:rPr>
          <w:lang w:bidi="fa-IR"/>
        </w:rPr>
      </w:pPr>
      <w:r w:rsidRPr="003E3506">
        <w:rPr>
          <w:rtl/>
          <w:lang w:bidi="fa-IR"/>
        </w:rPr>
        <w:t>بلكه وقف</w:t>
      </w:r>
      <w:r w:rsidR="000C4B14">
        <w:rPr>
          <w:rtl/>
          <w:lang w:bidi="fa-IR"/>
        </w:rPr>
        <w:t>،</w:t>
      </w:r>
      <w:r w:rsidRPr="003E3506">
        <w:rPr>
          <w:rtl/>
          <w:lang w:bidi="fa-IR"/>
        </w:rPr>
        <w:t xml:space="preserve"> به عمل نيز محقق مى شود</w:t>
      </w:r>
      <w:r w:rsidR="000C4B14">
        <w:rPr>
          <w:rtl/>
          <w:lang w:bidi="fa-IR"/>
        </w:rPr>
        <w:t>،</w:t>
      </w:r>
      <w:r w:rsidRPr="003E3506">
        <w:rPr>
          <w:rtl/>
          <w:lang w:bidi="fa-IR"/>
        </w:rPr>
        <w:t xml:space="preserve"> مثلا چنانچه حصيرى را به قصد وقف بودن در مسجد بيندازد</w:t>
      </w:r>
      <w:r w:rsidR="000C4B14">
        <w:rPr>
          <w:rtl/>
          <w:lang w:bidi="fa-IR"/>
        </w:rPr>
        <w:t>،</w:t>
      </w:r>
      <w:r w:rsidRPr="003E3506">
        <w:rPr>
          <w:rtl/>
          <w:lang w:bidi="fa-IR"/>
        </w:rPr>
        <w:t xml:space="preserve"> و يا ساختمانى را به طورى كه مساجد را به آن طور مى سازند به قصد مسجد بودن بسازد وقفيت محقق مى شود.</w:t>
      </w:r>
    </w:p>
    <w:p w:rsidR="003E3506" w:rsidRPr="003E3506" w:rsidRDefault="003E3506" w:rsidP="003E3506">
      <w:pPr>
        <w:pStyle w:val="libNormal"/>
        <w:rPr>
          <w:lang w:bidi="fa-IR"/>
        </w:rPr>
      </w:pPr>
      <w:r w:rsidRPr="003E3506">
        <w:rPr>
          <w:rtl/>
          <w:lang w:bidi="fa-IR"/>
        </w:rPr>
        <w:lastRenderedPageBreak/>
        <w:t>و در موقوفات عامه مثل مسجد و مدرسه يا چيزى كه براى عموم وقف كند</w:t>
      </w:r>
      <w:r w:rsidR="000C4B14">
        <w:rPr>
          <w:rtl/>
          <w:lang w:bidi="fa-IR"/>
        </w:rPr>
        <w:t>،</w:t>
      </w:r>
      <w:r w:rsidRPr="003E3506">
        <w:rPr>
          <w:rtl/>
          <w:lang w:bidi="fa-IR"/>
        </w:rPr>
        <w:t xml:space="preserve"> يا مثلا بر فقرا يا سادات وقف نمايد</w:t>
      </w:r>
      <w:r w:rsidR="000C4B14">
        <w:rPr>
          <w:rtl/>
          <w:lang w:bidi="fa-IR"/>
        </w:rPr>
        <w:t>،</w:t>
      </w:r>
      <w:r w:rsidRPr="003E3506">
        <w:rPr>
          <w:rtl/>
          <w:lang w:bidi="fa-IR"/>
        </w:rPr>
        <w:t xml:space="preserve"> قبول كردن كسى در صحت وقف لازم نيست</w:t>
      </w:r>
      <w:r w:rsidR="000C4B14">
        <w:rPr>
          <w:rtl/>
          <w:lang w:bidi="fa-IR"/>
        </w:rPr>
        <w:t>،</w:t>
      </w:r>
      <w:r w:rsidRPr="003E3506">
        <w:rPr>
          <w:rtl/>
          <w:lang w:bidi="fa-IR"/>
        </w:rPr>
        <w:t xml:space="preserve"> بلكه بنابر اظهر در موقوفات خاصه مثل وقف بر فرزندان قبول نيز معتبر نيست</w:t>
      </w:r>
      <w:r w:rsidR="000C4B14">
        <w:rPr>
          <w:rtl/>
          <w:lang w:bidi="fa-IR"/>
        </w:rPr>
        <w:t>.</w:t>
      </w:r>
    </w:p>
    <w:p w:rsidR="003E3506" w:rsidRPr="003E3506" w:rsidRDefault="003E3506" w:rsidP="003E3506">
      <w:pPr>
        <w:pStyle w:val="libNormal"/>
        <w:rPr>
          <w:lang w:bidi="fa-IR"/>
        </w:rPr>
      </w:pPr>
      <w:r w:rsidRPr="003E3506">
        <w:rPr>
          <w:rtl/>
          <w:lang w:bidi="fa-IR"/>
        </w:rPr>
        <w:t>٢٦٨٧ - اگر ملكى را براى وقف كردن معين كند و پيش از آن كه وقف كند پشيمان شود</w:t>
      </w:r>
      <w:r w:rsidR="000C4B14">
        <w:rPr>
          <w:rtl/>
          <w:lang w:bidi="fa-IR"/>
        </w:rPr>
        <w:t>،</w:t>
      </w:r>
      <w:r w:rsidRPr="003E3506">
        <w:rPr>
          <w:rtl/>
          <w:lang w:bidi="fa-IR"/>
        </w:rPr>
        <w:t xml:space="preserve"> يا بميرد</w:t>
      </w:r>
      <w:r w:rsidR="000C4B14">
        <w:rPr>
          <w:rtl/>
          <w:lang w:bidi="fa-IR"/>
        </w:rPr>
        <w:t>،</w:t>
      </w:r>
      <w:r w:rsidRPr="003E3506">
        <w:rPr>
          <w:rtl/>
          <w:lang w:bidi="fa-IR"/>
        </w:rPr>
        <w:t xml:space="preserve"> وقف واقع نمى شود.</w:t>
      </w:r>
    </w:p>
    <w:p w:rsidR="003E3506" w:rsidRPr="003E3506" w:rsidRDefault="003E3506" w:rsidP="003E3506">
      <w:pPr>
        <w:pStyle w:val="libNormal"/>
        <w:rPr>
          <w:lang w:bidi="fa-IR"/>
        </w:rPr>
      </w:pPr>
      <w:r w:rsidRPr="003E3506">
        <w:rPr>
          <w:rtl/>
          <w:lang w:bidi="fa-IR"/>
        </w:rPr>
        <w:t>٢٦٨٨ - كسى كه مالى را وقف مى كند</w:t>
      </w:r>
      <w:r w:rsidR="000C4B14">
        <w:rPr>
          <w:rtl/>
          <w:lang w:bidi="fa-IR"/>
        </w:rPr>
        <w:t>،</w:t>
      </w:r>
      <w:r w:rsidRPr="003E3506">
        <w:rPr>
          <w:rtl/>
          <w:lang w:bidi="fa-IR"/>
        </w:rPr>
        <w:t xml:space="preserve"> بايد از موقع وقف كردن مال را براى هميشه وقف كند</w:t>
      </w:r>
      <w:r w:rsidR="000C4B14">
        <w:rPr>
          <w:rtl/>
          <w:lang w:bidi="fa-IR"/>
        </w:rPr>
        <w:t>،</w:t>
      </w:r>
      <w:r w:rsidRPr="003E3506">
        <w:rPr>
          <w:rtl/>
          <w:lang w:bidi="fa-IR"/>
        </w:rPr>
        <w:t xml:space="preserve"> و اگر مثلا بگويد اين مال بعد از مردن من وقف باشد</w:t>
      </w:r>
      <w:r w:rsidR="000C4B14">
        <w:rPr>
          <w:rtl/>
          <w:lang w:bidi="fa-IR"/>
        </w:rPr>
        <w:t>،</w:t>
      </w:r>
      <w:r w:rsidRPr="003E3506">
        <w:rPr>
          <w:rtl/>
          <w:lang w:bidi="fa-IR"/>
        </w:rPr>
        <w:t xml:space="preserve"> چون از موقع خواندن صيغه تا مردنش وقف نبوده صحيح نيست</w:t>
      </w:r>
      <w:r w:rsidR="000C4B14">
        <w:rPr>
          <w:rtl/>
          <w:lang w:bidi="fa-IR"/>
        </w:rPr>
        <w:t>.</w:t>
      </w:r>
    </w:p>
    <w:p w:rsidR="003E3506" w:rsidRPr="003E3506" w:rsidRDefault="003E3506" w:rsidP="003E3506">
      <w:pPr>
        <w:pStyle w:val="libNormal"/>
        <w:rPr>
          <w:lang w:bidi="fa-IR"/>
        </w:rPr>
      </w:pPr>
      <w:r w:rsidRPr="003E3506">
        <w:rPr>
          <w:rtl/>
          <w:lang w:bidi="fa-IR"/>
        </w:rPr>
        <w:t>و نيز اگر بگويد تا ده سال وقف باشد و بعد از آن نباشد</w:t>
      </w:r>
      <w:r w:rsidR="000C4B14">
        <w:rPr>
          <w:rtl/>
          <w:lang w:bidi="fa-IR"/>
        </w:rPr>
        <w:t>،</w:t>
      </w:r>
      <w:r w:rsidRPr="003E3506">
        <w:rPr>
          <w:rtl/>
          <w:lang w:bidi="fa-IR"/>
        </w:rPr>
        <w:t xml:space="preserve"> يا بگويد تا ده سال وقف باشد</w:t>
      </w:r>
      <w:r w:rsidR="000C4B14">
        <w:rPr>
          <w:rtl/>
          <w:lang w:bidi="fa-IR"/>
        </w:rPr>
        <w:t>،</w:t>
      </w:r>
      <w:r w:rsidRPr="003E3506">
        <w:rPr>
          <w:rtl/>
          <w:lang w:bidi="fa-IR"/>
        </w:rPr>
        <w:t xml:space="preserve"> بعد</w:t>
      </w:r>
      <w:r w:rsidR="000C4B14">
        <w:rPr>
          <w:rtl/>
          <w:lang w:bidi="fa-IR"/>
        </w:rPr>
        <w:t>،</w:t>
      </w:r>
      <w:r w:rsidRPr="003E3506">
        <w:rPr>
          <w:rtl/>
          <w:lang w:bidi="fa-IR"/>
        </w:rPr>
        <w:t xml:space="preserve"> پنج سال وقف نباشد و دوباره وقف باشد</w:t>
      </w:r>
      <w:r w:rsidR="000C4B14">
        <w:rPr>
          <w:rtl/>
          <w:lang w:bidi="fa-IR"/>
        </w:rPr>
        <w:t>،</w:t>
      </w:r>
      <w:r w:rsidRPr="003E3506">
        <w:rPr>
          <w:rtl/>
          <w:lang w:bidi="fa-IR"/>
        </w:rPr>
        <w:t xml:space="preserve"> وقف صحيح نيست</w:t>
      </w:r>
      <w:r w:rsidR="000C4B14">
        <w:rPr>
          <w:rtl/>
          <w:lang w:bidi="fa-IR"/>
        </w:rPr>
        <w:t>.</w:t>
      </w:r>
    </w:p>
    <w:p w:rsidR="003E3506" w:rsidRPr="003E3506" w:rsidRDefault="003E3506" w:rsidP="003E3506">
      <w:pPr>
        <w:pStyle w:val="libNormal"/>
        <w:rPr>
          <w:lang w:bidi="fa-IR"/>
        </w:rPr>
      </w:pPr>
      <w:r w:rsidRPr="003E3506">
        <w:rPr>
          <w:rtl/>
          <w:lang w:bidi="fa-IR"/>
        </w:rPr>
        <w:t>٢٦٨٩ - وقف خاص در صورتى صحيح است كه مال وقف را به تصرف طبقه اول كسانى كه براى آنها وقف شده يا وكيل</w:t>
      </w:r>
      <w:r w:rsidR="000C4B14">
        <w:rPr>
          <w:rtl/>
          <w:lang w:bidi="fa-IR"/>
        </w:rPr>
        <w:t>،</w:t>
      </w:r>
      <w:r w:rsidRPr="003E3506">
        <w:rPr>
          <w:rtl/>
          <w:lang w:bidi="fa-IR"/>
        </w:rPr>
        <w:t xml:space="preserve"> يا ولى آنها بدهد ولى اگر چيزى را بر اولاد صغير خود وقف كند و به قصد اين كه آن چيز ملك آنان شود</w:t>
      </w:r>
      <w:r w:rsidR="000C4B14">
        <w:rPr>
          <w:rtl/>
          <w:lang w:bidi="fa-IR"/>
        </w:rPr>
        <w:t>،</w:t>
      </w:r>
      <w:r w:rsidRPr="003E3506">
        <w:rPr>
          <w:rtl/>
          <w:lang w:bidi="fa-IR"/>
        </w:rPr>
        <w:t xml:space="preserve"> از طرف آنان نگهدارى نمايد</w:t>
      </w:r>
      <w:r w:rsidR="000C4B14">
        <w:rPr>
          <w:rtl/>
          <w:lang w:bidi="fa-IR"/>
        </w:rPr>
        <w:t>،</w:t>
      </w:r>
      <w:r w:rsidRPr="003E3506">
        <w:rPr>
          <w:rtl/>
          <w:lang w:bidi="fa-IR"/>
        </w:rPr>
        <w:t xml:space="preserve"> وقف صحيح است</w:t>
      </w:r>
      <w:r w:rsidR="000C4B14">
        <w:rPr>
          <w:rtl/>
          <w:lang w:bidi="fa-IR"/>
        </w:rPr>
        <w:t>.</w:t>
      </w:r>
    </w:p>
    <w:p w:rsidR="003E3506" w:rsidRPr="003E3506" w:rsidRDefault="003E3506" w:rsidP="003E3506">
      <w:pPr>
        <w:pStyle w:val="libNormal"/>
        <w:rPr>
          <w:lang w:bidi="fa-IR"/>
        </w:rPr>
      </w:pPr>
      <w:r w:rsidRPr="003E3506">
        <w:rPr>
          <w:rtl/>
          <w:lang w:bidi="fa-IR"/>
        </w:rPr>
        <w:t>٢٦٩٠ - ظاهر اين است كه در اوقاف عامه از قبيل مدارس و مساجد و امثال اينها قبض معتبر نباشد و وقفيت به مجرد وقف نمودن محقق مى شود.</w:t>
      </w:r>
    </w:p>
    <w:p w:rsidR="003E3506" w:rsidRPr="003E3506" w:rsidRDefault="003E3506" w:rsidP="003E3506">
      <w:pPr>
        <w:pStyle w:val="libNormal"/>
        <w:rPr>
          <w:lang w:bidi="fa-IR"/>
        </w:rPr>
      </w:pPr>
      <w:r w:rsidRPr="003E3506">
        <w:rPr>
          <w:rtl/>
          <w:lang w:bidi="fa-IR"/>
        </w:rPr>
        <w:t>٢٦٩١ - وقف كننده بايد مكلف و عاقل و با قصد و اختيار باشد و شرعا بتواند در مال خود تصرف كند</w:t>
      </w:r>
      <w:r w:rsidR="000C4B14">
        <w:rPr>
          <w:rtl/>
          <w:lang w:bidi="fa-IR"/>
        </w:rPr>
        <w:t>،</w:t>
      </w:r>
      <w:r w:rsidRPr="003E3506">
        <w:rPr>
          <w:rtl/>
          <w:lang w:bidi="fa-IR"/>
        </w:rPr>
        <w:t xml:space="preserve"> بنابر اين سفيه </w:t>
      </w:r>
      <w:r w:rsidR="00605FAB">
        <w:rPr>
          <w:rtl/>
          <w:lang w:bidi="fa-IR"/>
        </w:rPr>
        <w:t>(</w:t>
      </w:r>
      <w:r w:rsidRPr="003E3506">
        <w:rPr>
          <w:rtl/>
          <w:lang w:bidi="fa-IR"/>
        </w:rPr>
        <w:t>يعنى كسى كه مال خود را در كارهاى بيهوده مصرف مى كند</w:t>
      </w:r>
      <w:r w:rsidR="00605FAB">
        <w:rPr>
          <w:rtl/>
          <w:lang w:bidi="fa-IR"/>
        </w:rPr>
        <w:t>)</w:t>
      </w:r>
      <w:r w:rsidRPr="003E3506">
        <w:rPr>
          <w:rtl/>
          <w:lang w:bidi="fa-IR"/>
        </w:rPr>
        <w:t xml:space="preserve"> چون حق ندارد در مال خود تصرف نمايد اگر چيزى را وقف كند صحيح نيست</w:t>
      </w:r>
      <w:r w:rsidR="000C4B14">
        <w:rPr>
          <w:rtl/>
          <w:lang w:bidi="fa-IR"/>
        </w:rPr>
        <w:t>.</w:t>
      </w:r>
    </w:p>
    <w:p w:rsidR="003E3506" w:rsidRPr="003E3506" w:rsidRDefault="003E3506" w:rsidP="003E3506">
      <w:pPr>
        <w:pStyle w:val="libNormal"/>
        <w:rPr>
          <w:lang w:bidi="fa-IR"/>
        </w:rPr>
      </w:pPr>
      <w:r w:rsidRPr="003E3506">
        <w:rPr>
          <w:rtl/>
          <w:lang w:bidi="fa-IR"/>
        </w:rPr>
        <w:t xml:space="preserve">٢٦٩٢ - اگر مالى را براى بچه اى كه در شكم مادر است و هنوز به دنيا نيامده وقف كند صحت آن محل اشكال و لازم است رعايت احتياط نمايند ولى اگر براى اشخاصى كه فعلا موجودند و بعد از آنها براى كسانى كه بعدا به دنيا مى آيند وقف نمايد اگر چه در موقعى كه وقف </w:t>
      </w:r>
      <w:r w:rsidRPr="003E3506">
        <w:rPr>
          <w:rtl/>
          <w:lang w:bidi="fa-IR"/>
        </w:rPr>
        <w:lastRenderedPageBreak/>
        <w:t>محقق مى شود در شكم مادر هم نباشند مثلا چيزى را بر اولاد خود وقف كند كه بعد از آنان وقف نوه هاى او باشد و هر دسته اى بعد از دسته ديگر از وقف استفاده كنند صحيح است</w:t>
      </w:r>
      <w:r w:rsidR="000C4B14">
        <w:rPr>
          <w:rtl/>
          <w:lang w:bidi="fa-IR"/>
        </w:rPr>
        <w:t>.</w:t>
      </w:r>
    </w:p>
    <w:p w:rsidR="003E3506" w:rsidRPr="003E3506" w:rsidRDefault="003E3506" w:rsidP="003E3506">
      <w:pPr>
        <w:pStyle w:val="libNormal"/>
        <w:rPr>
          <w:lang w:bidi="fa-IR"/>
        </w:rPr>
      </w:pPr>
      <w:r w:rsidRPr="003E3506">
        <w:rPr>
          <w:rtl/>
          <w:lang w:bidi="fa-IR"/>
        </w:rPr>
        <w:t>٢٦٩٣ - اگر چيزى را بر خودش وقف كند مثل آن كه دكانى را وقف كند عايدى آن را بعد از مرگ او خرج مقبره اش نمايند صحيح نيست</w:t>
      </w:r>
      <w:r w:rsidR="000C4B14">
        <w:rPr>
          <w:rtl/>
          <w:lang w:bidi="fa-IR"/>
        </w:rPr>
        <w:t>.</w:t>
      </w:r>
    </w:p>
    <w:p w:rsidR="003E3506" w:rsidRPr="003E3506" w:rsidRDefault="003E3506" w:rsidP="003E3506">
      <w:pPr>
        <w:pStyle w:val="libNormal"/>
        <w:rPr>
          <w:lang w:bidi="fa-IR"/>
        </w:rPr>
      </w:pPr>
      <w:r w:rsidRPr="003E3506">
        <w:rPr>
          <w:rtl/>
          <w:lang w:bidi="fa-IR"/>
        </w:rPr>
        <w:t>ولى اگر مثلا مالى را بر فقرا وقف كند و خودش فقير شود</w:t>
      </w:r>
      <w:r w:rsidR="000C4B14">
        <w:rPr>
          <w:rtl/>
          <w:lang w:bidi="fa-IR"/>
        </w:rPr>
        <w:t>،</w:t>
      </w:r>
      <w:r w:rsidRPr="003E3506">
        <w:rPr>
          <w:rtl/>
          <w:lang w:bidi="fa-IR"/>
        </w:rPr>
        <w:t xml:space="preserve"> مى تواند از منافع وقف استفاده نمايد.</w:t>
      </w:r>
    </w:p>
    <w:p w:rsidR="003E3506" w:rsidRPr="003E3506" w:rsidRDefault="003E3506" w:rsidP="003E3506">
      <w:pPr>
        <w:pStyle w:val="libNormal"/>
        <w:rPr>
          <w:lang w:bidi="fa-IR"/>
        </w:rPr>
      </w:pPr>
      <w:r w:rsidRPr="003E3506">
        <w:rPr>
          <w:rtl/>
          <w:lang w:bidi="fa-IR"/>
        </w:rPr>
        <w:t>٢٦٩٤ - اگر براى چيزى كه وقف كرده متولى معين نموده باشد</w:t>
      </w:r>
      <w:r w:rsidR="000C4B14">
        <w:rPr>
          <w:rtl/>
          <w:lang w:bidi="fa-IR"/>
        </w:rPr>
        <w:t>،</w:t>
      </w:r>
      <w:r w:rsidRPr="003E3506">
        <w:rPr>
          <w:rtl/>
          <w:lang w:bidi="fa-IR"/>
        </w:rPr>
        <w:t xml:space="preserve"> بايد مطابق قرار داد او رفتار شود</w:t>
      </w:r>
      <w:r w:rsidR="000C4B14">
        <w:rPr>
          <w:rtl/>
          <w:lang w:bidi="fa-IR"/>
        </w:rPr>
        <w:t>،</w:t>
      </w:r>
      <w:r w:rsidRPr="003E3506">
        <w:rPr>
          <w:rtl/>
          <w:lang w:bidi="fa-IR"/>
        </w:rPr>
        <w:t xml:space="preserve"> و اگر معين ننموده باشد</w:t>
      </w:r>
      <w:r w:rsidR="000C4B14">
        <w:rPr>
          <w:rtl/>
          <w:lang w:bidi="fa-IR"/>
        </w:rPr>
        <w:t>،</w:t>
      </w:r>
      <w:r w:rsidRPr="003E3506">
        <w:rPr>
          <w:rtl/>
          <w:lang w:bidi="fa-IR"/>
        </w:rPr>
        <w:t xml:space="preserve"> چنانچه بر افراد مخصوصى مثلا بر اولاد خود وقف كرده باشد</w:t>
      </w:r>
      <w:r w:rsidR="000C4B14">
        <w:rPr>
          <w:rtl/>
          <w:lang w:bidi="fa-IR"/>
        </w:rPr>
        <w:t>،</w:t>
      </w:r>
      <w:r w:rsidRPr="003E3506">
        <w:rPr>
          <w:rtl/>
          <w:lang w:bidi="fa-IR"/>
        </w:rPr>
        <w:t xml:space="preserve"> اختيار در استفاده از آن با خود آنان است و اگر بالغ نباشند اختيار با ولى ايشان است و براى استفاده از وقف اجازه حاكم شرع لازم نيست ولى براى آنچه مصلحت وقف يا مصلحت نسلهاى آينده است - مثل تعمير كردن وقف و اجاره دادن آن به نفع طبقات بعدى - اختيار با حاكم شرع است</w:t>
      </w:r>
      <w:r w:rsidR="000C4B14">
        <w:rPr>
          <w:rtl/>
          <w:lang w:bidi="fa-IR"/>
        </w:rPr>
        <w:t>.</w:t>
      </w:r>
    </w:p>
    <w:p w:rsidR="003E3506" w:rsidRPr="003E3506" w:rsidRDefault="003E3506" w:rsidP="003E3506">
      <w:pPr>
        <w:pStyle w:val="libNormal"/>
        <w:rPr>
          <w:lang w:bidi="fa-IR"/>
        </w:rPr>
      </w:pPr>
      <w:r w:rsidRPr="003E3506">
        <w:rPr>
          <w:rtl/>
          <w:lang w:bidi="fa-IR"/>
        </w:rPr>
        <w:t>٢٦٩٥ - اگر ملكى را مثلا بر فقرا يا سادت وقف كند</w:t>
      </w:r>
      <w:r w:rsidR="000C4B14">
        <w:rPr>
          <w:rtl/>
          <w:lang w:bidi="fa-IR"/>
        </w:rPr>
        <w:t>،</w:t>
      </w:r>
      <w:r w:rsidRPr="003E3506">
        <w:rPr>
          <w:rtl/>
          <w:lang w:bidi="fa-IR"/>
        </w:rPr>
        <w:t xml:space="preserve"> يا وقف كند كه منافع آن به مصرف خيرات برسد</w:t>
      </w:r>
      <w:r w:rsidR="000C4B14">
        <w:rPr>
          <w:rtl/>
          <w:lang w:bidi="fa-IR"/>
        </w:rPr>
        <w:t>،</w:t>
      </w:r>
      <w:r w:rsidRPr="003E3506">
        <w:rPr>
          <w:rtl/>
          <w:lang w:bidi="fa-IR"/>
        </w:rPr>
        <w:t xml:space="preserve"> در صورتى كه براى آن ملك متولى معين نكرده باشد</w:t>
      </w:r>
      <w:r w:rsidR="000C4B14">
        <w:rPr>
          <w:rtl/>
          <w:lang w:bidi="fa-IR"/>
        </w:rPr>
        <w:t>،</w:t>
      </w:r>
      <w:r w:rsidRPr="003E3506">
        <w:rPr>
          <w:rtl/>
          <w:lang w:bidi="fa-IR"/>
        </w:rPr>
        <w:t xml:space="preserve"> اختيار آن با حاكم شرع است</w:t>
      </w:r>
      <w:r w:rsidR="000C4B14">
        <w:rPr>
          <w:rtl/>
          <w:lang w:bidi="fa-IR"/>
        </w:rPr>
        <w:t>.</w:t>
      </w:r>
    </w:p>
    <w:p w:rsidR="003E3506" w:rsidRPr="003E3506" w:rsidRDefault="003E3506" w:rsidP="003E3506">
      <w:pPr>
        <w:pStyle w:val="libNormal"/>
        <w:rPr>
          <w:lang w:bidi="fa-IR"/>
        </w:rPr>
      </w:pPr>
      <w:r w:rsidRPr="003E3506">
        <w:rPr>
          <w:rtl/>
          <w:lang w:bidi="fa-IR"/>
        </w:rPr>
        <w:t>٢٦٩٦ - اگر ملكى را بر افراد مخصوصى مثلا بر اولاد خود وقف كند كه هر طبقه اى بعد از طبقه ديگر از آن استفاده كنند</w:t>
      </w:r>
      <w:r w:rsidR="000C4B14">
        <w:rPr>
          <w:rtl/>
          <w:lang w:bidi="fa-IR"/>
        </w:rPr>
        <w:t>،</w:t>
      </w:r>
      <w:r w:rsidRPr="003E3506">
        <w:rPr>
          <w:rtl/>
          <w:lang w:bidi="fa-IR"/>
        </w:rPr>
        <w:t xml:space="preserve"> چنانچه متولى وقف آن را اجاره دهد و بميرد اجاره باطل نمى شود</w:t>
      </w:r>
      <w:r w:rsidR="000C4B14">
        <w:rPr>
          <w:rtl/>
          <w:lang w:bidi="fa-IR"/>
        </w:rPr>
        <w:t>،</w:t>
      </w:r>
      <w:r w:rsidRPr="003E3506">
        <w:rPr>
          <w:rtl/>
          <w:lang w:bidi="fa-IR"/>
        </w:rPr>
        <w:t xml:space="preserve"> ولى اگر متولى نداشته باشد و يك طبقه از كسانى كه ملك بر آنها وقف شده</w:t>
      </w:r>
      <w:r w:rsidR="000C4B14">
        <w:rPr>
          <w:rtl/>
          <w:lang w:bidi="fa-IR"/>
        </w:rPr>
        <w:t>،</w:t>
      </w:r>
      <w:r w:rsidRPr="003E3506">
        <w:rPr>
          <w:rtl/>
          <w:lang w:bidi="fa-IR"/>
        </w:rPr>
        <w:t xml:space="preserve"> آن را اجاره دهند</w:t>
      </w:r>
      <w:r w:rsidR="000C4B14">
        <w:rPr>
          <w:rtl/>
          <w:lang w:bidi="fa-IR"/>
        </w:rPr>
        <w:t>،</w:t>
      </w:r>
      <w:r w:rsidRPr="003E3506">
        <w:rPr>
          <w:rtl/>
          <w:lang w:bidi="fa-IR"/>
        </w:rPr>
        <w:t xml:space="preserve"> و در بين مدت اجاره بميرند</w:t>
      </w:r>
      <w:r w:rsidR="000C4B14">
        <w:rPr>
          <w:rtl/>
          <w:lang w:bidi="fa-IR"/>
        </w:rPr>
        <w:t>،</w:t>
      </w:r>
      <w:r w:rsidRPr="003E3506">
        <w:rPr>
          <w:rtl/>
          <w:lang w:bidi="fa-IR"/>
        </w:rPr>
        <w:t xml:space="preserve"> چنانچه طبقه بعدى آن اجاره را امضاء نكنند اجاره باطل مى شود</w:t>
      </w:r>
      <w:r w:rsidR="000C4B14">
        <w:rPr>
          <w:rtl/>
          <w:lang w:bidi="fa-IR"/>
        </w:rPr>
        <w:t>،</w:t>
      </w:r>
      <w:r w:rsidRPr="003E3506">
        <w:rPr>
          <w:rtl/>
          <w:lang w:bidi="fa-IR"/>
        </w:rPr>
        <w:t xml:space="preserve"> و در صورتى كه مستاجر مال الاجاره تمام مدت را داده باشد مال الاجاره از زمان مردنشان تا آخر مدت اجاره را از مال آنان مى گيرد.</w:t>
      </w:r>
    </w:p>
    <w:p w:rsidR="003E3506" w:rsidRPr="003E3506" w:rsidRDefault="003E3506" w:rsidP="003E3506">
      <w:pPr>
        <w:pStyle w:val="libNormal"/>
        <w:rPr>
          <w:lang w:bidi="fa-IR"/>
        </w:rPr>
      </w:pPr>
      <w:r w:rsidRPr="003E3506">
        <w:rPr>
          <w:rtl/>
          <w:lang w:bidi="fa-IR"/>
        </w:rPr>
        <w:lastRenderedPageBreak/>
        <w:t>٢٦٩٧ - اگر ملك وقف خراب شود</w:t>
      </w:r>
      <w:r w:rsidR="000C4B14">
        <w:rPr>
          <w:rtl/>
          <w:lang w:bidi="fa-IR"/>
        </w:rPr>
        <w:t>،</w:t>
      </w:r>
      <w:r w:rsidRPr="003E3506">
        <w:rPr>
          <w:rtl/>
          <w:lang w:bidi="fa-IR"/>
        </w:rPr>
        <w:t xml:space="preserve"> از وقف بودن بيرون نمى رود مگر آن كه متعلق وقف عنوان خاصى باشد كه آن عنوان از بين برود مثل اين كه باغ را به عنوان باغ وقف كرده باشد كه اگر آن باغ خراب شود وقف باطل مى شود</w:t>
      </w:r>
      <w:r w:rsidR="000C4B14">
        <w:rPr>
          <w:rtl/>
          <w:lang w:bidi="fa-IR"/>
        </w:rPr>
        <w:t>،</w:t>
      </w:r>
      <w:r w:rsidRPr="003E3506">
        <w:rPr>
          <w:rtl/>
          <w:lang w:bidi="fa-IR"/>
        </w:rPr>
        <w:t xml:space="preserve"> و به ورثه واقف بر مى گردد.</w:t>
      </w:r>
    </w:p>
    <w:p w:rsidR="003E3506" w:rsidRPr="003E3506" w:rsidRDefault="003E3506" w:rsidP="003E3506">
      <w:pPr>
        <w:pStyle w:val="libNormal"/>
        <w:rPr>
          <w:lang w:bidi="fa-IR"/>
        </w:rPr>
      </w:pPr>
      <w:r w:rsidRPr="003E3506">
        <w:rPr>
          <w:rtl/>
          <w:lang w:bidi="fa-IR"/>
        </w:rPr>
        <w:t>٢٦٩٨ - ملكى كه مقدارى از آن وقف است و مقدارى از آن وقف نيست اگر تقسيم نشده باشد</w:t>
      </w:r>
      <w:r w:rsidR="000C4B14">
        <w:rPr>
          <w:rtl/>
          <w:lang w:bidi="fa-IR"/>
        </w:rPr>
        <w:t>،</w:t>
      </w:r>
      <w:r w:rsidRPr="003E3506">
        <w:rPr>
          <w:rtl/>
          <w:lang w:bidi="fa-IR"/>
        </w:rPr>
        <w:t xml:space="preserve"> هر كس كه امر وقف به دست او است مانند حاكم شرع و متولى و موقوف عليهم مى تواند با نظر خبره سهم وقف را جدا كند.</w:t>
      </w:r>
    </w:p>
    <w:p w:rsidR="003E3506" w:rsidRPr="003E3506" w:rsidRDefault="003E3506" w:rsidP="003E3506">
      <w:pPr>
        <w:pStyle w:val="libNormal"/>
        <w:rPr>
          <w:lang w:bidi="fa-IR"/>
        </w:rPr>
      </w:pPr>
      <w:r w:rsidRPr="003E3506">
        <w:rPr>
          <w:rtl/>
          <w:lang w:bidi="fa-IR"/>
        </w:rPr>
        <w:t>٢٦٩٩ - اگر متولى وقف خيانت كند</w:t>
      </w:r>
      <w:r w:rsidR="000C4B14">
        <w:rPr>
          <w:rtl/>
          <w:lang w:bidi="fa-IR"/>
        </w:rPr>
        <w:t>،</w:t>
      </w:r>
      <w:r w:rsidRPr="003E3506">
        <w:rPr>
          <w:rtl/>
          <w:lang w:bidi="fa-IR"/>
        </w:rPr>
        <w:t xml:space="preserve"> مثلا عايدات آن را به مصرفى كه معين شده نرساند</w:t>
      </w:r>
      <w:r w:rsidR="000C4B14">
        <w:rPr>
          <w:rtl/>
          <w:lang w:bidi="fa-IR"/>
        </w:rPr>
        <w:t>،</w:t>
      </w:r>
      <w:r w:rsidRPr="003E3506">
        <w:rPr>
          <w:rtl/>
          <w:lang w:bidi="fa-IR"/>
        </w:rPr>
        <w:t xml:space="preserve"> حاكم شرع امينى را به او ضميمه مى نمايد</w:t>
      </w:r>
      <w:r w:rsidR="000C4B14">
        <w:rPr>
          <w:rtl/>
          <w:lang w:bidi="fa-IR"/>
        </w:rPr>
        <w:t>،</w:t>
      </w:r>
      <w:r w:rsidRPr="003E3506">
        <w:rPr>
          <w:rtl/>
          <w:lang w:bidi="fa-IR"/>
        </w:rPr>
        <w:t xml:space="preserve"> كه مانع از خيانتش گردد و در صورتى كه ممكن نباشد مى تواند به جاى او متولى امينى معين نمايد.</w:t>
      </w:r>
    </w:p>
    <w:p w:rsidR="003E3506" w:rsidRPr="003E3506" w:rsidRDefault="003E3506" w:rsidP="003E3506">
      <w:pPr>
        <w:pStyle w:val="libNormal"/>
        <w:rPr>
          <w:lang w:bidi="fa-IR"/>
        </w:rPr>
      </w:pPr>
      <w:r w:rsidRPr="003E3506">
        <w:rPr>
          <w:rtl/>
          <w:lang w:bidi="fa-IR"/>
        </w:rPr>
        <w:t>٢٧٠٠ - فرشى را كه براى حسينيه وقف كرده اند</w:t>
      </w:r>
      <w:r w:rsidR="000C4B14">
        <w:rPr>
          <w:rtl/>
          <w:lang w:bidi="fa-IR"/>
        </w:rPr>
        <w:t>،</w:t>
      </w:r>
      <w:r w:rsidRPr="003E3506">
        <w:rPr>
          <w:rtl/>
          <w:lang w:bidi="fa-IR"/>
        </w:rPr>
        <w:t xml:space="preserve"> نمى شود براى نماز به مسجد ببرند</w:t>
      </w:r>
      <w:r w:rsidR="000C4B14">
        <w:rPr>
          <w:rtl/>
          <w:lang w:bidi="fa-IR"/>
        </w:rPr>
        <w:t>،</w:t>
      </w:r>
      <w:r w:rsidRPr="003E3506">
        <w:rPr>
          <w:rtl/>
          <w:lang w:bidi="fa-IR"/>
        </w:rPr>
        <w:t xml:space="preserve"> اگر چه آن مسجد نزديك حسينيه باشد.</w:t>
      </w:r>
    </w:p>
    <w:p w:rsidR="003E3506" w:rsidRPr="003E3506" w:rsidRDefault="003E3506" w:rsidP="003E3506">
      <w:pPr>
        <w:pStyle w:val="libNormal"/>
        <w:rPr>
          <w:lang w:bidi="fa-IR"/>
        </w:rPr>
      </w:pPr>
      <w:r w:rsidRPr="003E3506">
        <w:rPr>
          <w:rtl/>
          <w:lang w:bidi="fa-IR"/>
        </w:rPr>
        <w:t>٢٧٠١ - اگر ملكى را براى تعمير مسجدى وقف نمايند</w:t>
      </w:r>
      <w:r w:rsidR="000C4B14">
        <w:rPr>
          <w:rtl/>
          <w:lang w:bidi="fa-IR"/>
        </w:rPr>
        <w:t>،</w:t>
      </w:r>
      <w:r w:rsidRPr="003E3506">
        <w:rPr>
          <w:rtl/>
          <w:lang w:bidi="fa-IR"/>
        </w:rPr>
        <w:t xml:space="preserve"> چنانچه آن مسجد احتياج به تعمير نداشته باشد</w:t>
      </w:r>
      <w:r w:rsidR="000C4B14">
        <w:rPr>
          <w:rtl/>
          <w:lang w:bidi="fa-IR"/>
        </w:rPr>
        <w:t>،</w:t>
      </w:r>
      <w:r w:rsidRPr="003E3506">
        <w:rPr>
          <w:rtl/>
          <w:lang w:bidi="fa-IR"/>
        </w:rPr>
        <w:t xml:space="preserve"> و انتظار هم نرود كه در آينده نه چندان دور احتياج به تعمير پيدا كند</w:t>
      </w:r>
      <w:r w:rsidR="000C4B14">
        <w:rPr>
          <w:rtl/>
          <w:lang w:bidi="fa-IR"/>
        </w:rPr>
        <w:t>،</w:t>
      </w:r>
      <w:r w:rsidRPr="003E3506">
        <w:rPr>
          <w:rtl/>
          <w:lang w:bidi="fa-IR"/>
        </w:rPr>
        <w:t xml:space="preserve"> و نيز ممكن نباشد كه عايدات آن ملك را جمع نموده و نگهدارند تا بعدها به تعمير مسجد برسد در اين صورت احتياط لازم آن است كه عايدات آن ملك را در آنچه نزديكتر به مقصود واقف بوده صرف نمايند مانند تامين بقيه احتياجات مسجد يا تعمير مسجد ديگر.</w:t>
      </w:r>
    </w:p>
    <w:p w:rsidR="003E3506" w:rsidRPr="003E3506" w:rsidRDefault="003E3506" w:rsidP="003E3506">
      <w:pPr>
        <w:pStyle w:val="libNormal"/>
        <w:rPr>
          <w:lang w:bidi="fa-IR"/>
        </w:rPr>
      </w:pPr>
      <w:r w:rsidRPr="003E3506">
        <w:rPr>
          <w:rtl/>
          <w:lang w:bidi="fa-IR"/>
        </w:rPr>
        <w:t>٢٧٠٢ - اگر ملكى را وقف كند كه عايدى آن را خرج تعمير مسجد نمايند و به امام جماعت و به كسى كه در آن مسجد اذان مى گويد بدهند</w:t>
      </w:r>
      <w:r w:rsidR="000C4B14">
        <w:rPr>
          <w:rtl/>
          <w:lang w:bidi="fa-IR"/>
        </w:rPr>
        <w:t>،</w:t>
      </w:r>
      <w:r w:rsidRPr="003E3506">
        <w:rPr>
          <w:rtl/>
          <w:lang w:bidi="fa-IR"/>
        </w:rPr>
        <w:t xml:space="preserve"> در صورتى كه براى هر يك مقدارى معين كرده باشد</w:t>
      </w:r>
      <w:r w:rsidR="000C4B14">
        <w:rPr>
          <w:rtl/>
          <w:lang w:bidi="fa-IR"/>
        </w:rPr>
        <w:t>،</w:t>
      </w:r>
      <w:r w:rsidRPr="003E3506">
        <w:rPr>
          <w:rtl/>
          <w:lang w:bidi="fa-IR"/>
        </w:rPr>
        <w:t xml:space="preserve"> بايد همان طور مصرف كنند</w:t>
      </w:r>
      <w:r w:rsidR="000C4B14">
        <w:rPr>
          <w:rtl/>
          <w:lang w:bidi="fa-IR"/>
        </w:rPr>
        <w:t>،</w:t>
      </w:r>
      <w:r w:rsidRPr="003E3506">
        <w:rPr>
          <w:rtl/>
          <w:lang w:bidi="fa-IR"/>
        </w:rPr>
        <w:t xml:space="preserve"> و اگر تعيين نكرده باشد</w:t>
      </w:r>
      <w:r w:rsidR="000C4B14">
        <w:rPr>
          <w:rtl/>
          <w:lang w:bidi="fa-IR"/>
        </w:rPr>
        <w:t>،</w:t>
      </w:r>
      <w:r w:rsidRPr="003E3506">
        <w:rPr>
          <w:rtl/>
          <w:lang w:bidi="fa-IR"/>
        </w:rPr>
        <w:t xml:space="preserve"> بايد اول مسجد را تعمير كنند و اگر چيزى زياد آمد</w:t>
      </w:r>
      <w:r w:rsidR="000C4B14">
        <w:rPr>
          <w:rtl/>
          <w:lang w:bidi="fa-IR"/>
        </w:rPr>
        <w:t>،</w:t>
      </w:r>
      <w:r w:rsidRPr="003E3506">
        <w:rPr>
          <w:rtl/>
          <w:lang w:bidi="fa-IR"/>
        </w:rPr>
        <w:t xml:space="preserve"> متولى آن را بين امام جماعت و كسى كه اذان مى گويد به طورى كه صلاح مى داند قسمت نمايد ولى بهتر آن است كه اين دو نفر در تقسيم با يكديگر صلح كنند.</w:t>
      </w:r>
    </w:p>
    <w:p w:rsidR="003E3506" w:rsidRDefault="00605FAB" w:rsidP="000957EF">
      <w:pPr>
        <w:pStyle w:val="Heading3"/>
        <w:rPr>
          <w:rtl/>
          <w:lang w:bidi="fa-IR"/>
        </w:rPr>
      </w:pPr>
      <w:bookmarkStart w:id="294" w:name="_Toc24454717"/>
      <w:r>
        <w:rPr>
          <w:rtl/>
          <w:lang w:bidi="fa-IR"/>
        </w:rPr>
        <w:lastRenderedPageBreak/>
        <w:t>(</w:t>
      </w:r>
      <w:r w:rsidR="003E3506" w:rsidRPr="003E3506">
        <w:rPr>
          <w:rtl/>
          <w:lang w:bidi="fa-IR"/>
        </w:rPr>
        <w:t>احكام وصيت</w:t>
      </w:r>
      <w:r>
        <w:rPr>
          <w:rtl/>
          <w:lang w:bidi="fa-IR"/>
        </w:rPr>
        <w:t>)</w:t>
      </w:r>
      <w:bookmarkEnd w:id="294"/>
    </w:p>
    <w:p w:rsidR="003E3506" w:rsidRPr="003E3506" w:rsidRDefault="003E3506" w:rsidP="003E3506">
      <w:pPr>
        <w:pStyle w:val="libNormal"/>
        <w:rPr>
          <w:lang w:bidi="fa-IR"/>
        </w:rPr>
      </w:pPr>
      <w:r w:rsidRPr="003E3506">
        <w:rPr>
          <w:rtl/>
          <w:lang w:bidi="fa-IR"/>
        </w:rPr>
        <w:t>٢٧٠٣ - وصيت آن است كه انسان سفارش كند بعد از مرگش براى او كارهايى انجام دهند</w:t>
      </w:r>
      <w:r w:rsidR="000C4B14">
        <w:rPr>
          <w:rtl/>
          <w:lang w:bidi="fa-IR"/>
        </w:rPr>
        <w:t>،</w:t>
      </w:r>
      <w:r w:rsidRPr="003E3506">
        <w:rPr>
          <w:rtl/>
          <w:lang w:bidi="fa-IR"/>
        </w:rPr>
        <w:t xml:space="preserve"> يا بگويد بعد از مرگش چيزى از مال او ملك كسى باشد</w:t>
      </w:r>
      <w:r w:rsidR="000C4B14">
        <w:rPr>
          <w:rtl/>
          <w:lang w:bidi="fa-IR"/>
        </w:rPr>
        <w:t>،</w:t>
      </w:r>
      <w:r w:rsidRPr="003E3506">
        <w:rPr>
          <w:rtl/>
          <w:lang w:bidi="fa-IR"/>
        </w:rPr>
        <w:t xml:space="preserve"> يا اين كه چيزى از مال او را به كسى تمليك يا صرف در خيرات و مبرات كنند</w:t>
      </w:r>
      <w:r w:rsidR="000C4B14">
        <w:rPr>
          <w:rtl/>
          <w:lang w:bidi="fa-IR"/>
        </w:rPr>
        <w:t>،</w:t>
      </w:r>
      <w:r w:rsidRPr="003E3506">
        <w:rPr>
          <w:rtl/>
          <w:lang w:bidi="fa-IR"/>
        </w:rPr>
        <w:t xml:space="preserve"> يا براى اولاد خود و كسانى كه اختيار آنان با او است</w:t>
      </w:r>
      <w:r w:rsidR="000C4B14">
        <w:rPr>
          <w:rtl/>
          <w:lang w:bidi="fa-IR"/>
        </w:rPr>
        <w:t>،</w:t>
      </w:r>
      <w:r w:rsidRPr="003E3506">
        <w:rPr>
          <w:rtl/>
          <w:lang w:bidi="fa-IR"/>
        </w:rPr>
        <w:t xml:space="preserve"> قيم و سرپرست معين كند</w:t>
      </w:r>
      <w:r w:rsidR="000C4B14">
        <w:rPr>
          <w:rtl/>
          <w:lang w:bidi="fa-IR"/>
        </w:rPr>
        <w:t>،</w:t>
      </w:r>
      <w:r w:rsidRPr="003E3506">
        <w:rPr>
          <w:rtl/>
          <w:lang w:bidi="fa-IR"/>
        </w:rPr>
        <w:t xml:space="preserve"> و كسى را كه به او وصيت مى كنند وصى مى گويند.</w:t>
      </w:r>
    </w:p>
    <w:p w:rsidR="003E3506" w:rsidRPr="003E3506" w:rsidRDefault="003E3506" w:rsidP="003E3506">
      <w:pPr>
        <w:pStyle w:val="libNormal"/>
        <w:rPr>
          <w:lang w:bidi="fa-IR"/>
        </w:rPr>
      </w:pPr>
      <w:r w:rsidRPr="003E3506">
        <w:rPr>
          <w:rtl/>
          <w:lang w:bidi="fa-IR"/>
        </w:rPr>
        <w:t>٢٧٠٤ - كسى كه نمى تواند حرف بزند</w:t>
      </w:r>
      <w:r w:rsidR="000C4B14">
        <w:rPr>
          <w:rtl/>
          <w:lang w:bidi="fa-IR"/>
        </w:rPr>
        <w:t>،</w:t>
      </w:r>
      <w:r w:rsidRPr="003E3506">
        <w:rPr>
          <w:rtl/>
          <w:lang w:bidi="fa-IR"/>
        </w:rPr>
        <w:t xml:space="preserve"> اگر با اشاره مقصود خود را بفهماند</w:t>
      </w:r>
      <w:r w:rsidR="000C4B14">
        <w:rPr>
          <w:rtl/>
          <w:lang w:bidi="fa-IR"/>
        </w:rPr>
        <w:t>،</w:t>
      </w:r>
      <w:r w:rsidRPr="003E3506">
        <w:rPr>
          <w:rtl/>
          <w:lang w:bidi="fa-IR"/>
        </w:rPr>
        <w:t xml:space="preserve"> براى هر كارى مى تواند وصيت كند بلكه كسى هم كه مى تواند حرف بزند</w:t>
      </w:r>
      <w:r w:rsidR="000C4B14">
        <w:rPr>
          <w:rtl/>
          <w:lang w:bidi="fa-IR"/>
        </w:rPr>
        <w:t>،</w:t>
      </w:r>
      <w:r w:rsidRPr="003E3506">
        <w:rPr>
          <w:rtl/>
          <w:lang w:bidi="fa-IR"/>
        </w:rPr>
        <w:t xml:space="preserve"> اگر با اشاره اى كه مقصودش را بفهماند وصيت كند صحيح است</w:t>
      </w:r>
      <w:r w:rsidR="000C4B14">
        <w:rPr>
          <w:rtl/>
          <w:lang w:bidi="fa-IR"/>
        </w:rPr>
        <w:t>.</w:t>
      </w:r>
    </w:p>
    <w:p w:rsidR="003E3506" w:rsidRPr="003E3506" w:rsidRDefault="003E3506" w:rsidP="003E3506">
      <w:pPr>
        <w:pStyle w:val="libNormal"/>
        <w:rPr>
          <w:lang w:bidi="fa-IR"/>
        </w:rPr>
      </w:pPr>
      <w:r w:rsidRPr="003E3506">
        <w:rPr>
          <w:rtl/>
          <w:lang w:bidi="fa-IR"/>
        </w:rPr>
        <w:t>٢٧٠٥ - اگر نوشته اى به امضاء يا مهر ميت ببينند</w:t>
      </w:r>
      <w:r w:rsidR="000C4B14">
        <w:rPr>
          <w:rtl/>
          <w:lang w:bidi="fa-IR"/>
        </w:rPr>
        <w:t>،</w:t>
      </w:r>
      <w:r w:rsidRPr="003E3506">
        <w:rPr>
          <w:rtl/>
          <w:lang w:bidi="fa-IR"/>
        </w:rPr>
        <w:t xml:space="preserve"> چنانچه مقصود او را بفهماند و معلوم باشد كه براى وصيت كردن نوشته</w:t>
      </w:r>
      <w:r w:rsidR="000C4B14">
        <w:rPr>
          <w:rtl/>
          <w:lang w:bidi="fa-IR"/>
        </w:rPr>
        <w:t>،</w:t>
      </w:r>
      <w:r w:rsidRPr="003E3506">
        <w:rPr>
          <w:rtl/>
          <w:lang w:bidi="fa-IR"/>
        </w:rPr>
        <w:t xml:space="preserve"> بايد مطابق آن عمل كنند ولى اگر بدانند كه مقصودش وصيت كردن نبوده و چيزهايى را نوشته است كه بعدا مطابق آن وصيت كند براى وصيت كافى نمى باشد.</w:t>
      </w:r>
    </w:p>
    <w:p w:rsidR="003E3506" w:rsidRPr="003E3506" w:rsidRDefault="003E3506" w:rsidP="003E3506">
      <w:pPr>
        <w:pStyle w:val="libNormal"/>
        <w:rPr>
          <w:lang w:bidi="fa-IR"/>
        </w:rPr>
      </w:pPr>
      <w:r w:rsidRPr="003E3506">
        <w:rPr>
          <w:rtl/>
          <w:lang w:bidi="fa-IR"/>
        </w:rPr>
        <w:t>٢٧٠٦ - كسى كه وصيت مى كند</w:t>
      </w:r>
      <w:r w:rsidR="000C4B14">
        <w:rPr>
          <w:rtl/>
          <w:lang w:bidi="fa-IR"/>
        </w:rPr>
        <w:t>،</w:t>
      </w:r>
      <w:r w:rsidRPr="003E3506">
        <w:rPr>
          <w:rtl/>
          <w:lang w:bidi="fa-IR"/>
        </w:rPr>
        <w:t xml:space="preserve"> بايد بالغ و عاقل باشد</w:t>
      </w:r>
      <w:r w:rsidR="000C4B14">
        <w:rPr>
          <w:rtl/>
          <w:lang w:bidi="fa-IR"/>
        </w:rPr>
        <w:t>،</w:t>
      </w:r>
      <w:r w:rsidRPr="003E3506">
        <w:rPr>
          <w:rtl/>
          <w:lang w:bidi="fa-IR"/>
        </w:rPr>
        <w:t xml:space="preserve"> و سفيه نباشد</w:t>
      </w:r>
      <w:r w:rsidR="000C4B14">
        <w:rPr>
          <w:rtl/>
          <w:lang w:bidi="fa-IR"/>
        </w:rPr>
        <w:t>،</w:t>
      </w:r>
      <w:r w:rsidRPr="003E3506">
        <w:rPr>
          <w:rtl/>
          <w:lang w:bidi="fa-IR"/>
        </w:rPr>
        <w:t xml:space="preserve"> و از روى اختيار وصيت كند</w:t>
      </w:r>
      <w:r w:rsidR="000C4B14">
        <w:rPr>
          <w:rtl/>
          <w:lang w:bidi="fa-IR"/>
        </w:rPr>
        <w:t>،</w:t>
      </w:r>
      <w:r w:rsidRPr="003E3506">
        <w:rPr>
          <w:rtl/>
          <w:lang w:bidi="fa-IR"/>
        </w:rPr>
        <w:t xml:space="preserve"> پس وصيت بچه نابالغ صحيح نيست مگر آن كه ده سال داشته باشد و وصيت براى ارحامش يا صرف در خيرات عامه نموده باشد كه وصيت او در اين دو صورت صحيح است و اما اگر براى غير ارحامش وصيت كند يا آن كه بچه هفت ساله وصيت كند كه چيز مختصرى از اموالش براى شخصى باشد يا به شخصى داده شود نفوذ وصيت محل اشكال است و مراعات احتياط در هر دو صورت ترك نشود</w:t>
      </w:r>
      <w:r w:rsidR="000C4B14">
        <w:rPr>
          <w:rtl/>
          <w:lang w:bidi="fa-IR"/>
        </w:rPr>
        <w:t>،</w:t>
      </w:r>
      <w:r w:rsidRPr="003E3506">
        <w:rPr>
          <w:rtl/>
          <w:lang w:bidi="fa-IR"/>
        </w:rPr>
        <w:t xml:space="preserve"> و اگر شخصى سفيه باشد وصيت او در اموالش نافذ نيست ولى در غير آن مثل وصيتش راجع به خصوصيات كارهايى كه پس از مرگ براى ميت انجام مى گردد نافذ است</w:t>
      </w:r>
      <w:r w:rsidR="000C4B14">
        <w:rPr>
          <w:rtl/>
          <w:lang w:bidi="fa-IR"/>
        </w:rPr>
        <w:t>.</w:t>
      </w:r>
    </w:p>
    <w:p w:rsidR="003E3506" w:rsidRPr="003E3506" w:rsidRDefault="003E3506" w:rsidP="003E3506">
      <w:pPr>
        <w:pStyle w:val="libNormal"/>
        <w:rPr>
          <w:lang w:bidi="fa-IR"/>
        </w:rPr>
      </w:pPr>
      <w:r w:rsidRPr="003E3506">
        <w:rPr>
          <w:rtl/>
          <w:lang w:bidi="fa-IR"/>
        </w:rPr>
        <w:t>٢٧٠٧ - كسى كه از روى عمد مثلا زخمى به خود زده يا سمى خورده است كه به واسطه آن</w:t>
      </w:r>
      <w:r w:rsidR="000C4B14">
        <w:rPr>
          <w:rtl/>
          <w:lang w:bidi="fa-IR"/>
        </w:rPr>
        <w:t>،</w:t>
      </w:r>
      <w:r w:rsidRPr="003E3506">
        <w:rPr>
          <w:rtl/>
          <w:lang w:bidi="fa-IR"/>
        </w:rPr>
        <w:t xml:space="preserve"> يقين يا گمان به مردن آن پيدا مى شود</w:t>
      </w:r>
      <w:r w:rsidR="000C4B14">
        <w:rPr>
          <w:rtl/>
          <w:lang w:bidi="fa-IR"/>
        </w:rPr>
        <w:t>،</w:t>
      </w:r>
      <w:r w:rsidRPr="003E3506">
        <w:rPr>
          <w:rtl/>
          <w:lang w:bidi="fa-IR"/>
        </w:rPr>
        <w:t xml:space="preserve"> اگر وصيت كند كه مقدارى از مال او را به مصرفى برسانند و سپس بميرد وصيت او صحيح نيست</w:t>
      </w:r>
      <w:r w:rsidR="000C4B14">
        <w:rPr>
          <w:rtl/>
          <w:lang w:bidi="fa-IR"/>
        </w:rPr>
        <w:t>.</w:t>
      </w:r>
    </w:p>
    <w:p w:rsidR="003E3506" w:rsidRPr="003E3506" w:rsidRDefault="003E3506" w:rsidP="003E3506">
      <w:pPr>
        <w:pStyle w:val="libNormal"/>
        <w:rPr>
          <w:lang w:bidi="fa-IR"/>
        </w:rPr>
      </w:pPr>
      <w:r w:rsidRPr="003E3506">
        <w:rPr>
          <w:rtl/>
          <w:lang w:bidi="fa-IR"/>
        </w:rPr>
        <w:lastRenderedPageBreak/>
        <w:t>٢٧٠٨ - اگر انسان وصيت كند كه چيزى از اموالش مال كسى باشد در صورتى كه او وصيت را قبول كند اگر چه قبولش در زمان زنده بودن موصى باشد آن چيز را بعد از مردن موصى مالك مى شود.</w:t>
      </w:r>
    </w:p>
    <w:p w:rsidR="003E3506" w:rsidRPr="003E3506" w:rsidRDefault="003E3506" w:rsidP="003E3506">
      <w:pPr>
        <w:pStyle w:val="libNormal"/>
        <w:rPr>
          <w:lang w:bidi="fa-IR"/>
        </w:rPr>
      </w:pPr>
      <w:r w:rsidRPr="003E3506">
        <w:rPr>
          <w:rtl/>
          <w:lang w:bidi="fa-IR"/>
        </w:rPr>
        <w:t>٢٧٠٩ - وقتى انسان نشانه هاى مرگ را در خود ديد</w:t>
      </w:r>
      <w:r w:rsidR="000C4B14">
        <w:rPr>
          <w:rtl/>
          <w:lang w:bidi="fa-IR"/>
        </w:rPr>
        <w:t>،</w:t>
      </w:r>
      <w:r w:rsidRPr="003E3506">
        <w:rPr>
          <w:rtl/>
          <w:lang w:bidi="fa-IR"/>
        </w:rPr>
        <w:t xml:space="preserve"> بايد فورا امانتهاى مردم را به صاحبانش برگرداند يا آن كه به آنها اطلاع دهد</w:t>
      </w:r>
      <w:r w:rsidR="000C4B14">
        <w:rPr>
          <w:rtl/>
          <w:lang w:bidi="fa-IR"/>
        </w:rPr>
        <w:t>،</w:t>
      </w:r>
      <w:r w:rsidRPr="003E3506">
        <w:rPr>
          <w:rtl/>
          <w:lang w:bidi="fa-IR"/>
        </w:rPr>
        <w:t xml:space="preserve"> به تفصيلى كه در مساله </w:t>
      </w:r>
      <w:r w:rsidR="00605FAB">
        <w:rPr>
          <w:rtl/>
          <w:lang w:bidi="fa-IR"/>
        </w:rPr>
        <w:t>(</w:t>
      </w:r>
      <w:r w:rsidRPr="003E3506">
        <w:rPr>
          <w:rtl/>
          <w:lang w:bidi="fa-IR"/>
        </w:rPr>
        <w:t>٢٣٥١</w:t>
      </w:r>
      <w:r w:rsidR="00605FAB">
        <w:rPr>
          <w:rtl/>
          <w:lang w:bidi="fa-IR"/>
        </w:rPr>
        <w:t>)</w:t>
      </w:r>
      <w:r w:rsidRPr="003E3506">
        <w:rPr>
          <w:rtl/>
          <w:lang w:bidi="fa-IR"/>
        </w:rPr>
        <w:t xml:space="preserve"> گذشت</w:t>
      </w:r>
      <w:r w:rsidR="000C4B14">
        <w:rPr>
          <w:rtl/>
          <w:lang w:bidi="fa-IR"/>
        </w:rPr>
        <w:t>،</w:t>
      </w:r>
      <w:r w:rsidRPr="003E3506">
        <w:rPr>
          <w:rtl/>
          <w:lang w:bidi="fa-IR"/>
        </w:rPr>
        <w:t xml:space="preserve"> و اگر به مردم بدهكار است و موقع دادن آن بدهى رسيده</w:t>
      </w:r>
      <w:r w:rsidR="000C4B14">
        <w:rPr>
          <w:rtl/>
          <w:lang w:bidi="fa-IR"/>
        </w:rPr>
        <w:t>،</w:t>
      </w:r>
      <w:r w:rsidRPr="003E3506">
        <w:rPr>
          <w:rtl/>
          <w:lang w:bidi="fa-IR"/>
        </w:rPr>
        <w:t xml:space="preserve"> و طلبكار هم مطالبه طلب خود را دارد</w:t>
      </w:r>
      <w:r w:rsidR="000C4B14">
        <w:rPr>
          <w:rtl/>
          <w:lang w:bidi="fa-IR"/>
        </w:rPr>
        <w:t>،</w:t>
      </w:r>
      <w:r w:rsidRPr="003E3506">
        <w:rPr>
          <w:rtl/>
          <w:lang w:bidi="fa-IR"/>
        </w:rPr>
        <w:t xml:space="preserve"> بايد بدهد</w:t>
      </w:r>
      <w:r w:rsidR="000C4B14">
        <w:rPr>
          <w:rtl/>
          <w:lang w:bidi="fa-IR"/>
        </w:rPr>
        <w:t>،</w:t>
      </w:r>
      <w:r w:rsidRPr="003E3506">
        <w:rPr>
          <w:rtl/>
          <w:lang w:bidi="fa-IR"/>
        </w:rPr>
        <w:t xml:space="preserve"> و اگر خودش نمى تواند بدهد</w:t>
      </w:r>
      <w:r w:rsidR="000C4B14">
        <w:rPr>
          <w:rtl/>
          <w:lang w:bidi="fa-IR"/>
        </w:rPr>
        <w:t>،</w:t>
      </w:r>
      <w:r w:rsidRPr="003E3506">
        <w:rPr>
          <w:rtl/>
          <w:lang w:bidi="fa-IR"/>
        </w:rPr>
        <w:t xml:space="preserve"> يا موقع دادن بدهى او نرسيده</w:t>
      </w:r>
      <w:r w:rsidR="000C4B14">
        <w:rPr>
          <w:rtl/>
          <w:lang w:bidi="fa-IR"/>
        </w:rPr>
        <w:t>،</w:t>
      </w:r>
      <w:r w:rsidRPr="003E3506">
        <w:rPr>
          <w:rtl/>
          <w:lang w:bidi="fa-IR"/>
        </w:rPr>
        <w:t xml:space="preserve"> يا طلبكار هنوز مطالبه نكرده بايد كارى كند كه اطمينان نمايد بدهى او به طلبكار پس از مرگش داده مى شود مثلا در موردى كه بدهى او براى ديگران معلوم نيست وصيت كند و بر وصيت شاهد بگيرد.</w:t>
      </w:r>
    </w:p>
    <w:p w:rsidR="003E3506" w:rsidRPr="003E3506" w:rsidRDefault="003E3506" w:rsidP="003E3506">
      <w:pPr>
        <w:pStyle w:val="libNormal"/>
        <w:rPr>
          <w:lang w:bidi="fa-IR"/>
        </w:rPr>
      </w:pPr>
      <w:r w:rsidRPr="003E3506">
        <w:rPr>
          <w:rtl/>
          <w:lang w:bidi="fa-IR"/>
        </w:rPr>
        <w:t>٢٧١٠ - كسى كه نشانه هاى مرگ را در خود مى بيند</w:t>
      </w:r>
      <w:r w:rsidR="000C4B14">
        <w:rPr>
          <w:rtl/>
          <w:lang w:bidi="fa-IR"/>
        </w:rPr>
        <w:t>،</w:t>
      </w:r>
      <w:r w:rsidRPr="003E3506">
        <w:rPr>
          <w:rtl/>
          <w:lang w:bidi="fa-IR"/>
        </w:rPr>
        <w:t xml:space="preserve"> اگر خمس و زكاة و مظالم بدهكار است و فعلا نمى تواند بدهد</w:t>
      </w:r>
      <w:r w:rsidR="000C4B14">
        <w:rPr>
          <w:rtl/>
          <w:lang w:bidi="fa-IR"/>
        </w:rPr>
        <w:t>،</w:t>
      </w:r>
      <w:r w:rsidRPr="003E3506">
        <w:rPr>
          <w:rtl/>
          <w:lang w:bidi="fa-IR"/>
        </w:rPr>
        <w:t xml:space="preserve"> چنانچه از خودش مال دارد</w:t>
      </w:r>
      <w:r w:rsidR="000C4B14">
        <w:rPr>
          <w:rtl/>
          <w:lang w:bidi="fa-IR"/>
        </w:rPr>
        <w:t>،</w:t>
      </w:r>
      <w:r w:rsidRPr="003E3506">
        <w:rPr>
          <w:rtl/>
          <w:lang w:bidi="fa-IR"/>
        </w:rPr>
        <w:t xml:space="preserve"> يا احتمال مى دهد كسى آنها را ادا نمايد</w:t>
      </w:r>
      <w:r w:rsidR="000C4B14">
        <w:rPr>
          <w:rtl/>
          <w:lang w:bidi="fa-IR"/>
        </w:rPr>
        <w:t>،</w:t>
      </w:r>
      <w:r w:rsidRPr="003E3506">
        <w:rPr>
          <w:rtl/>
          <w:lang w:bidi="fa-IR"/>
        </w:rPr>
        <w:t xml:space="preserve"> بايد وصيت كند و هم چنين است اگر حج بر او واجب باشد</w:t>
      </w:r>
      <w:r w:rsidR="000C4B14">
        <w:rPr>
          <w:rtl/>
          <w:lang w:bidi="fa-IR"/>
        </w:rPr>
        <w:t>،</w:t>
      </w:r>
      <w:r w:rsidRPr="003E3506">
        <w:rPr>
          <w:rtl/>
          <w:lang w:bidi="fa-IR"/>
        </w:rPr>
        <w:t xml:space="preserve"> و اما اگر بتواند بدهى خود از وجوه شرعيه را فعلا بدهد</w:t>
      </w:r>
      <w:r w:rsidR="000C4B14">
        <w:rPr>
          <w:rtl/>
          <w:lang w:bidi="fa-IR"/>
        </w:rPr>
        <w:t>،</w:t>
      </w:r>
      <w:r w:rsidRPr="003E3506">
        <w:rPr>
          <w:rtl/>
          <w:lang w:bidi="fa-IR"/>
        </w:rPr>
        <w:t xml:space="preserve"> بايد فورا بدهد</w:t>
      </w:r>
      <w:r w:rsidR="000C4B14">
        <w:rPr>
          <w:rtl/>
          <w:lang w:bidi="fa-IR"/>
        </w:rPr>
        <w:t>،</w:t>
      </w:r>
      <w:r w:rsidRPr="003E3506">
        <w:rPr>
          <w:rtl/>
          <w:lang w:bidi="fa-IR"/>
        </w:rPr>
        <w:t xml:space="preserve"> هر چند نشانه هاى مرگ را در خود نبيند.</w:t>
      </w:r>
    </w:p>
    <w:p w:rsidR="003E3506" w:rsidRPr="003E3506" w:rsidRDefault="003E3506" w:rsidP="003E3506">
      <w:pPr>
        <w:pStyle w:val="libNormal"/>
        <w:rPr>
          <w:lang w:bidi="fa-IR"/>
        </w:rPr>
      </w:pPr>
      <w:r w:rsidRPr="003E3506">
        <w:rPr>
          <w:rtl/>
          <w:lang w:bidi="fa-IR"/>
        </w:rPr>
        <w:t>٢٧١١ - كسى كه نشانه هاى مرگ را در خود مى بيند</w:t>
      </w:r>
      <w:r w:rsidR="000C4B14">
        <w:rPr>
          <w:rtl/>
          <w:lang w:bidi="fa-IR"/>
        </w:rPr>
        <w:t>،</w:t>
      </w:r>
      <w:r w:rsidRPr="003E3506">
        <w:rPr>
          <w:rtl/>
          <w:lang w:bidi="fa-IR"/>
        </w:rPr>
        <w:t xml:space="preserve"> اگر نماز و روزه قضا دارد</w:t>
      </w:r>
      <w:r w:rsidR="000C4B14">
        <w:rPr>
          <w:rtl/>
          <w:lang w:bidi="fa-IR"/>
        </w:rPr>
        <w:t>،</w:t>
      </w:r>
      <w:r w:rsidRPr="003E3506">
        <w:rPr>
          <w:rtl/>
          <w:lang w:bidi="fa-IR"/>
        </w:rPr>
        <w:t xml:space="preserve"> بايد وصيت كند كه از مال خودش براى آنها اجير بگيرند</w:t>
      </w:r>
      <w:r w:rsidR="000C4B14">
        <w:rPr>
          <w:rtl/>
          <w:lang w:bidi="fa-IR"/>
        </w:rPr>
        <w:t>،</w:t>
      </w:r>
      <w:r w:rsidRPr="003E3506">
        <w:rPr>
          <w:rtl/>
          <w:lang w:bidi="fa-IR"/>
        </w:rPr>
        <w:t xml:space="preserve"> بلكه اگر مال نداشته باشد ولى احتمال بدهد كسى بدون آن كه چيزى بگيرد آنها را انجام مى دهد</w:t>
      </w:r>
      <w:r w:rsidR="000C4B14">
        <w:rPr>
          <w:rtl/>
          <w:lang w:bidi="fa-IR"/>
        </w:rPr>
        <w:t>،</w:t>
      </w:r>
      <w:r w:rsidRPr="003E3506">
        <w:rPr>
          <w:rtl/>
          <w:lang w:bidi="fa-IR"/>
        </w:rPr>
        <w:t xml:space="preserve"> باز هم واجب است وصيت نمايد</w:t>
      </w:r>
      <w:r w:rsidR="000C4B14">
        <w:rPr>
          <w:rtl/>
          <w:lang w:bidi="fa-IR"/>
        </w:rPr>
        <w:t>،</w:t>
      </w:r>
      <w:r w:rsidRPr="003E3506">
        <w:rPr>
          <w:rtl/>
          <w:lang w:bidi="fa-IR"/>
        </w:rPr>
        <w:t xml:space="preserve"> ولى اگر كسى داشته باشد - مانند پسر بزرگتر - كه بداند چنانچه به او اطلاع دهد قضاى نماز و روزه او را انجام مى دهد</w:t>
      </w:r>
      <w:r w:rsidR="000C4B14">
        <w:rPr>
          <w:rtl/>
          <w:lang w:bidi="fa-IR"/>
        </w:rPr>
        <w:t>،</w:t>
      </w:r>
      <w:r w:rsidRPr="003E3506">
        <w:rPr>
          <w:rtl/>
          <w:lang w:bidi="fa-IR"/>
        </w:rPr>
        <w:t xml:space="preserve"> همين قدر كافى است كه به او اطلاع دهد و لازم نيست وصيت كند.</w:t>
      </w:r>
    </w:p>
    <w:p w:rsidR="003E3506" w:rsidRPr="003E3506" w:rsidRDefault="003E3506" w:rsidP="003E3506">
      <w:pPr>
        <w:pStyle w:val="libNormal"/>
        <w:rPr>
          <w:lang w:bidi="fa-IR"/>
        </w:rPr>
      </w:pPr>
      <w:r w:rsidRPr="003E3506">
        <w:rPr>
          <w:rtl/>
          <w:lang w:bidi="fa-IR"/>
        </w:rPr>
        <w:t>٢٧١٢ - كسى كه نشانه هاى مرگ را در خود مى بيند</w:t>
      </w:r>
      <w:r w:rsidR="000C4B14">
        <w:rPr>
          <w:rtl/>
          <w:lang w:bidi="fa-IR"/>
        </w:rPr>
        <w:t>،</w:t>
      </w:r>
      <w:r w:rsidRPr="003E3506">
        <w:rPr>
          <w:rtl/>
          <w:lang w:bidi="fa-IR"/>
        </w:rPr>
        <w:t xml:space="preserve"> اگر مالى پيش كسى دارد يا در جايى پنهان كرده است كه ورثه نمى دانند</w:t>
      </w:r>
      <w:r w:rsidR="000C4B14">
        <w:rPr>
          <w:rtl/>
          <w:lang w:bidi="fa-IR"/>
        </w:rPr>
        <w:t>،</w:t>
      </w:r>
      <w:r w:rsidRPr="003E3506">
        <w:rPr>
          <w:rtl/>
          <w:lang w:bidi="fa-IR"/>
        </w:rPr>
        <w:t xml:space="preserve"> چنانچه به واسطه ندانستن</w:t>
      </w:r>
      <w:r w:rsidR="000C4B14">
        <w:rPr>
          <w:rtl/>
          <w:lang w:bidi="fa-IR"/>
        </w:rPr>
        <w:t>،</w:t>
      </w:r>
      <w:r w:rsidRPr="003E3506">
        <w:rPr>
          <w:rtl/>
          <w:lang w:bidi="fa-IR"/>
        </w:rPr>
        <w:t xml:space="preserve"> حقشان از بين برود</w:t>
      </w:r>
      <w:r w:rsidR="000C4B14">
        <w:rPr>
          <w:rtl/>
          <w:lang w:bidi="fa-IR"/>
        </w:rPr>
        <w:t>،</w:t>
      </w:r>
      <w:r w:rsidRPr="003E3506">
        <w:rPr>
          <w:rtl/>
          <w:lang w:bidi="fa-IR"/>
        </w:rPr>
        <w:t xml:space="preserve"> بايد به آنان اطلاع دهد و لازم نيست براى بچه هاى صغير خود قيم و سرپرست معين كند</w:t>
      </w:r>
      <w:r w:rsidR="000C4B14">
        <w:rPr>
          <w:rtl/>
          <w:lang w:bidi="fa-IR"/>
        </w:rPr>
        <w:t>،</w:t>
      </w:r>
      <w:r w:rsidRPr="003E3506">
        <w:rPr>
          <w:rtl/>
          <w:lang w:bidi="fa-IR"/>
        </w:rPr>
        <w:t xml:space="preserve"> ولى در صورتى </w:t>
      </w:r>
      <w:r w:rsidRPr="003E3506">
        <w:rPr>
          <w:rtl/>
          <w:lang w:bidi="fa-IR"/>
        </w:rPr>
        <w:lastRenderedPageBreak/>
        <w:t>كه بدون قيم مالشان از بين مى رود</w:t>
      </w:r>
      <w:r w:rsidR="000C4B14">
        <w:rPr>
          <w:rtl/>
          <w:lang w:bidi="fa-IR"/>
        </w:rPr>
        <w:t>،</w:t>
      </w:r>
      <w:r w:rsidRPr="003E3506">
        <w:rPr>
          <w:rtl/>
          <w:lang w:bidi="fa-IR"/>
        </w:rPr>
        <w:t xml:space="preserve"> يا خودشان ضايع مى شوند</w:t>
      </w:r>
      <w:r w:rsidR="000C4B14">
        <w:rPr>
          <w:rtl/>
          <w:lang w:bidi="fa-IR"/>
        </w:rPr>
        <w:t>،</w:t>
      </w:r>
      <w:r w:rsidRPr="003E3506">
        <w:rPr>
          <w:rtl/>
          <w:lang w:bidi="fa-IR"/>
        </w:rPr>
        <w:t xml:space="preserve"> براى آنان بايد قيم امينى معين نمايد.</w:t>
      </w:r>
    </w:p>
    <w:p w:rsidR="003E3506" w:rsidRPr="003E3506" w:rsidRDefault="003E3506" w:rsidP="003E3506">
      <w:pPr>
        <w:pStyle w:val="libNormal"/>
        <w:rPr>
          <w:lang w:bidi="fa-IR"/>
        </w:rPr>
      </w:pPr>
      <w:r w:rsidRPr="003E3506">
        <w:rPr>
          <w:rtl/>
          <w:lang w:bidi="fa-IR"/>
        </w:rPr>
        <w:t>٢٧١٣ - وصى بايد عاقل باشد</w:t>
      </w:r>
      <w:r w:rsidR="000C4B14">
        <w:rPr>
          <w:rtl/>
          <w:lang w:bidi="fa-IR"/>
        </w:rPr>
        <w:t>،</w:t>
      </w:r>
      <w:r w:rsidRPr="003E3506">
        <w:rPr>
          <w:rtl/>
          <w:lang w:bidi="fa-IR"/>
        </w:rPr>
        <w:t xml:space="preserve"> و در امورى كه راجع به شخص موصى است و هم چنين - بنابر احتياط - در امورى كه راجع به ديگران است بايد مورد اطمينان باشد</w:t>
      </w:r>
      <w:r w:rsidR="000C4B14">
        <w:rPr>
          <w:rtl/>
          <w:lang w:bidi="fa-IR"/>
        </w:rPr>
        <w:t>،</w:t>
      </w:r>
      <w:r w:rsidRPr="003E3506">
        <w:rPr>
          <w:rtl/>
          <w:lang w:bidi="fa-IR"/>
        </w:rPr>
        <w:t xml:space="preserve"> و وصى مسلمان بايد - بنابر احتياط - مسلمان باشد و وصيت به بچه نابالغ به تنهايى - بنابر احتياط - صحيح نيست اگر مقصود موصى آن باشد كه در حال بچگى بدون اجازه ولى تصرف نمايد ولى اگر مقصود او اين باشد كه بعد از بلوغ يا با اذن ولى تصرف نمايد اشكال ندارد.</w:t>
      </w:r>
    </w:p>
    <w:p w:rsidR="003E3506" w:rsidRPr="003E3506" w:rsidRDefault="003E3506" w:rsidP="003E3506">
      <w:pPr>
        <w:pStyle w:val="libNormal"/>
        <w:rPr>
          <w:lang w:bidi="fa-IR"/>
        </w:rPr>
      </w:pPr>
      <w:r w:rsidRPr="003E3506">
        <w:rPr>
          <w:rtl/>
          <w:lang w:bidi="fa-IR"/>
        </w:rPr>
        <w:t>٢٧١٤ - اگر كسى چند وصى براى خود معين كند</w:t>
      </w:r>
      <w:r w:rsidR="000C4B14">
        <w:rPr>
          <w:rtl/>
          <w:lang w:bidi="fa-IR"/>
        </w:rPr>
        <w:t>،</w:t>
      </w:r>
      <w:r w:rsidRPr="003E3506">
        <w:rPr>
          <w:rtl/>
          <w:lang w:bidi="fa-IR"/>
        </w:rPr>
        <w:t xml:space="preserve"> چنانچه اجازه داده باشد كه هر كدام به تنهايى به وصيت عمل كنند</w:t>
      </w:r>
      <w:r w:rsidR="000C4B14">
        <w:rPr>
          <w:rtl/>
          <w:lang w:bidi="fa-IR"/>
        </w:rPr>
        <w:t>،</w:t>
      </w:r>
      <w:r w:rsidRPr="003E3506">
        <w:rPr>
          <w:rtl/>
          <w:lang w:bidi="fa-IR"/>
        </w:rPr>
        <w:t xml:space="preserve"> لازم نيست در انجام وصيت از يكديگر اجازه بگيرند و اگر اجازه نداده باشد</w:t>
      </w:r>
      <w:r w:rsidR="000C4B14">
        <w:rPr>
          <w:rtl/>
          <w:lang w:bidi="fa-IR"/>
        </w:rPr>
        <w:t>،</w:t>
      </w:r>
      <w:r w:rsidRPr="003E3506">
        <w:rPr>
          <w:rtl/>
          <w:lang w:bidi="fa-IR"/>
        </w:rPr>
        <w:t xml:space="preserve"> چه گفته باشد كه هر دو با هم به وصيت عمل كنند</w:t>
      </w:r>
      <w:r w:rsidR="000C4B14">
        <w:rPr>
          <w:rtl/>
          <w:lang w:bidi="fa-IR"/>
        </w:rPr>
        <w:t>،</w:t>
      </w:r>
      <w:r w:rsidRPr="003E3506">
        <w:rPr>
          <w:rtl/>
          <w:lang w:bidi="fa-IR"/>
        </w:rPr>
        <w:t xml:space="preserve"> يا نگفته باشد</w:t>
      </w:r>
      <w:r w:rsidR="000C4B14">
        <w:rPr>
          <w:rtl/>
          <w:lang w:bidi="fa-IR"/>
        </w:rPr>
        <w:t>،</w:t>
      </w:r>
      <w:r w:rsidRPr="003E3506">
        <w:rPr>
          <w:rtl/>
          <w:lang w:bidi="fa-IR"/>
        </w:rPr>
        <w:t xml:space="preserve"> بايد با نظر يكديگر به وصيت عمل نمايند</w:t>
      </w:r>
      <w:r w:rsidR="000C4B14">
        <w:rPr>
          <w:rtl/>
          <w:lang w:bidi="fa-IR"/>
        </w:rPr>
        <w:t>،</w:t>
      </w:r>
      <w:r w:rsidRPr="003E3506">
        <w:rPr>
          <w:rtl/>
          <w:lang w:bidi="fa-IR"/>
        </w:rPr>
        <w:t xml:space="preserve"> و اگر حاضر نشوند كه با يكديگر به وصيت عمل كنند</w:t>
      </w:r>
      <w:r w:rsidR="000C4B14">
        <w:rPr>
          <w:rtl/>
          <w:lang w:bidi="fa-IR"/>
        </w:rPr>
        <w:t>،</w:t>
      </w:r>
      <w:r w:rsidRPr="003E3506">
        <w:rPr>
          <w:rtl/>
          <w:lang w:bidi="fa-IR"/>
        </w:rPr>
        <w:t xml:space="preserve"> چنانچه منشا آن وجود مانع شرعى براى هر كدام از موافقت با ديگرى نباشد</w:t>
      </w:r>
      <w:r w:rsidR="000C4B14">
        <w:rPr>
          <w:rtl/>
          <w:lang w:bidi="fa-IR"/>
        </w:rPr>
        <w:t>،</w:t>
      </w:r>
      <w:r w:rsidRPr="003E3506">
        <w:rPr>
          <w:rtl/>
          <w:lang w:bidi="fa-IR"/>
        </w:rPr>
        <w:t xml:space="preserve"> حاكم شرع آنها را مجبور مى كند و اگر اطاعت نكنند</w:t>
      </w:r>
      <w:r w:rsidR="000C4B14">
        <w:rPr>
          <w:rtl/>
          <w:lang w:bidi="fa-IR"/>
        </w:rPr>
        <w:t>،</w:t>
      </w:r>
      <w:r w:rsidRPr="003E3506">
        <w:rPr>
          <w:rtl/>
          <w:lang w:bidi="fa-IR"/>
        </w:rPr>
        <w:t xml:space="preserve"> يا منشا اختلاف وجود مانع شرعى براى هر كدام باشد</w:t>
      </w:r>
      <w:r w:rsidR="000C4B14">
        <w:rPr>
          <w:rtl/>
          <w:lang w:bidi="fa-IR"/>
        </w:rPr>
        <w:t>،</w:t>
      </w:r>
      <w:r w:rsidRPr="003E3506">
        <w:rPr>
          <w:rtl/>
          <w:lang w:bidi="fa-IR"/>
        </w:rPr>
        <w:t xml:space="preserve"> به جاى يكى از آنان شخص ديگرى را معين مى نمايند.</w:t>
      </w:r>
    </w:p>
    <w:p w:rsidR="003E3506" w:rsidRPr="003E3506" w:rsidRDefault="003E3506" w:rsidP="003E3506">
      <w:pPr>
        <w:pStyle w:val="libNormal"/>
        <w:rPr>
          <w:lang w:bidi="fa-IR"/>
        </w:rPr>
      </w:pPr>
      <w:r w:rsidRPr="003E3506">
        <w:rPr>
          <w:rtl/>
          <w:lang w:bidi="fa-IR"/>
        </w:rPr>
        <w:t>٢٧١٥ - اگر انسان از وصيت خود برگردد مثلا بگويد ثلث مالش را به كسى بدهند</w:t>
      </w:r>
      <w:r w:rsidR="000C4B14">
        <w:rPr>
          <w:rtl/>
          <w:lang w:bidi="fa-IR"/>
        </w:rPr>
        <w:t>،</w:t>
      </w:r>
      <w:r w:rsidRPr="003E3506">
        <w:rPr>
          <w:rtl/>
          <w:lang w:bidi="fa-IR"/>
        </w:rPr>
        <w:t xml:space="preserve"> بعد بگويد به او ندهند وصيت باطل مى شود</w:t>
      </w:r>
      <w:r w:rsidR="000C4B14">
        <w:rPr>
          <w:rtl/>
          <w:lang w:bidi="fa-IR"/>
        </w:rPr>
        <w:t>،</w:t>
      </w:r>
      <w:r w:rsidRPr="003E3506">
        <w:rPr>
          <w:rtl/>
          <w:lang w:bidi="fa-IR"/>
        </w:rPr>
        <w:t xml:space="preserve"> و اگر وصيت خود را تغيير دهد</w:t>
      </w:r>
      <w:r w:rsidR="000C4B14">
        <w:rPr>
          <w:rtl/>
          <w:lang w:bidi="fa-IR"/>
        </w:rPr>
        <w:t>،</w:t>
      </w:r>
      <w:r w:rsidRPr="003E3506">
        <w:rPr>
          <w:rtl/>
          <w:lang w:bidi="fa-IR"/>
        </w:rPr>
        <w:t xml:space="preserve"> مثل آن كه قيمى براى بچه هاى خود معين كند</w:t>
      </w:r>
      <w:r w:rsidR="000C4B14">
        <w:rPr>
          <w:rtl/>
          <w:lang w:bidi="fa-IR"/>
        </w:rPr>
        <w:t>،</w:t>
      </w:r>
      <w:r w:rsidRPr="003E3506">
        <w:rPr>
          <w:rtl/>
          <w:lang w:bidi="fa-IR"/>
        </w:rPr>
        <w:t xml:space="preserve"> بعد ديگرى را به جاى او قيم نمايد</w:t>
      </w:r>
      <w:r w:rsidR="000C4B14">
        <w:rPr>
          <w:rtl/>
          <w:lang w:bidi="fa-IR"/>
        </w:rPr>
        <w:t>،</w:t>
      </w:r>
      <w:r w:rsidRPr="003E3506">
        <w:rPr>
          <w:rtl/>
          <w:lang w:bidi="fa-IR"/>
        </w:rPr>
        <w:t xml:space="preserve"> وصيت اولش باطل مى شود و بايد به وصيت دوم او عمل نمايند.</w:t>
      </w:r>
    </w:p>
    <w:p w:rsidR="003E3506" w:rsidRPr="003E3506" w:rsidRDefault="003E3506" w:rsidP="003E3506">
      <w:pPr>
        <w:pStyle w:val="libNormal"/>
        <w:rPr>
          <w:lang w:bidi="fa-IR"/>
        </w:rPr>
      </w:pPr>
      <w:r w:rsidRPr="003E3506">
        <w:rPr>
          <w:rtl/>
          <w:lang w:bidi="fa-IR"/>
        </w:rPr>
        <w:t>٢٧١٦ - اگر كارى كند كه معلوم شود از وصيت خود برگشته مثلا خانه اى را كه وصيت كرده به كسى بدهند</w:t>
      </w:r>
      <w:r w:rsidR="000C4B14">
        <w:rPr>
          <w:rtl/>
          <w:lang w:bidi="fa-IR"/>
        </w:rPr>
        <w:t>،</w:t>
      </w:r>
      <w:r w:rsidRPr="003E3506">
        <w:rPr>
          <w:rtl/>
          <w:lang w:bidi="fa-IR"/>
        </w:rPr>
        <w:t xml:space="preserve"> بفروشد</w:t>
      </w:r>
      <w:r w:rsidR="000C4B14">
        <w:rPr>
          <w:rtl/>
          <w:lang w:bidi="fa-IR"/>
        </w:rPr>
        <w:t>،</w:t>
      </w:r>
      <w:r w:rsidRPr="003E3506">
        <w:rPr>
          <w:rtl/>
          <w:lang w:bidi="fa-IR"/>
        </w:rPr>
        <w:t xml:space="preserve"> يا ديگرى را - با التفات به وصيت سابق - براى فروش آن وكيل نمايد</w:t>
      </w:r>
      <w:r w:rsidR="000C4B14">
        <w:rPr>
          <w:rtl/>
          <w:lang w:bidi="fa-IR"/>
        </w:rPr>
        <w:t>،</w:t>
      </w:r>
      <w:r w:rsidRPr="003E3506">
        <w:rPr>
          <w:rtl/>
          <w:lang w:bidi="fa-IR"/>
        </w:rPr>
        <w:t xml:space="preserve"> وصيت باطل مى شود.</w:t>
      </w:r>
    </w:p>
    <w:p w:rsidR="003E3506" w:rsidRPr="003E3506" w:rsidRDefault="003E3506" w:rsidP="003E3506">
      <w:pPr>
        <w:pStyle w:val="libNormal"/>
        <w:rPr>
          <w:lang w:bidi="fa-IR"/>
        </w:rPr>
      </w:pPr>
      <w:r w:rsidRPr="003E3506">
        <w:rPr>
          <w:rtl/>
          <w:lang w:bidi="fa-IR"/>
        </w:rPr>
        <w:lastRenderedPageBreak/>
        <w:t>٢٧١٧ - اگر وصيت كند چيز معينى را به كسى بدهند بعد وصيت كند كه نصف همان را به ديگرى بدهند</w:t>
      </w:r>
      <w:r w:rsidR="000C4B14">
        <w:rPr>
          <w:rtl/>
          <w:lang w:bidi="fa-IR"/>
        </w:rPr>
        <w:t>،</w:t>
      </w:r>
      <w:r w:rsidRPr="003E3506">
        <w:rPr>
          <w:rtl/>
          <w:lang w:bidi="fa-IR"/>
        </w:rPr>
        <w:t xml:space="preserve"> بايد آن چيز را دو قسمت كنند و بهر كدام از آن دو نفر يك قسمت آن را بدهند.</w:t>
      </w:r>
    </w:p>
    <w:p w:rsidR="003E3506" w:rsidRPr="003E3506" w:rsidRDefault="003E3506" w:rsidP="003E3506">
      <w:pPr>
        <w:pStyle w:val="libNormal"/>
        <w:rPr>
          <w:lang w:bidi="fa-IR"/>
        </w:rPr>
      </w:pPr>
      <w:r w:rsidRPr="003E3506">
        <w:rPr>
          <w:rtl/>
          <w:lang w:bidi="fa-IR"/>
        </w:rPr>
        <w:t>٢٧١٨ - اگر كسى در مرضى كه به آن مرض مى ميرد</w:t>
      </w:r>
      <w:r w:rsidR="000C4B14">
        <w:rPr>
          <w:rtl/>
          <w:lang w:bidi="fa-IR"/>
        </w:rPr>
        <w:t>،</w:t>
      </w:r>
      <w:r w:rsidRPr="003E3506">
        <w:rPr>
          <w:rtl/>
          <w:lang w:bidi="fa-IR"/>
        </w:rPr>
        <w:t xml:space="preserve"> مقدارى از مالش را به كسى ببخشد و وصيت كند كه بعد از مردن او هم مقدارى به كس ديگر بدهند</w:t>
      </w:r>
      <w:r w:rsidR="000C4B14">
        <w:rPr>
          <w:rtl/>
          <w:lang w:bidi="fa-IR"/>
        </w:rPr>
        <w:t>،</w:t>
      </w:r>
      <w:r w:rsidRPr="003E3506">
        <w:rPr>
          <w:rtl/>
          <w:lang w:bidi="fa-IR"/>
        </w:rPr>
        <w:t xml:space="preserve"> چنانچه ثلث او براى هر دو مال كافى نباشد و ورثه هم حاضر به اجازه دادن مقدار زيادى نباشند بايد ابتدا مالى را كه بخشيده از ثلث خارج كنند و سپس باقيمانده آن را در مورد وصيت صرف نمايند.</w:t>
      </w:r>
    </w:p>
    <w:p w:rsidR="003E3506" w:rsidRPr="003E3506" w:rsidRDefault="003E3506" w:rsidP="003E3506">
      <w:pPr>
        <w:pStyle w:val="libNormal"/>
        <w:rPr>
          <w:lang w:bidi="fa-IR"/>
        </w:rPr>
      </w:pPr>
      <w:r w:rsidRPr="003E3506">
        <w:rPr>
          <w:rtl/>
          <w:lang w:bidi="fa-IR"/>
        </w:rPr>
        <w:t>٢٧١٩ - اگر وصيت كند كه ثلث مال او را نفروشند و عايدى آن را به مصرفى برسانند</w:t>
      </w:r>
      <w:r w:rsidR="000C4B14">
        <w:rPr>
          <w:rtl/>
          <w:lang w:bidi="fa-IR"/>
        </w:rPr>
        <w:t>،</w:t>
      </w:r>
      <w:r w:rsidRPr="003E3506">
        <w:rPr>
          <w:rtl/>
          <w:lang w:bidi="fa-IR"/>
        </w:rPr>
        <w:t xml:space="preserve"> بايد مطابق گفته او عمل نمايند.</w:t>
      </w:r>
    </w:p>
    <w:p w:rsidR="003E3506" w:rsidRPr="003E3506" w:rsidRDefault="003E3506" w:rsidP="003E3506">
      <w:pPr>
        <w:pStyle w:val="libNormal"/>
        <w:rPr>
          <w:lang w:bidi="fa-IR"/>
        </w:rPr>
      </w:pPr>
      <w:r w:rsidRPr="003E3506">
        <w:rPr>
          <w:rtl/>
          <w:lang w:bidi="fa-IR"/>
        </w:rPr>
        <w:t>٢٧٢٠ - اگر در مرضى كه به آن مرض مى ميرد</w:t>
      </w:r>
      <w:r w:rsidR="000C4B14">
        <w:rPr>
          <w:rtl/>
          <w:lang w:bidi="fa-IR"/>
        </w:rPr>
        <w:t>،</w:t>
      </w:r>
      <w:r w:rsidRPr="003E3506">
        <w:rPr>
          <w:rtl/>
          <w:lang w:bidi="fa-IR"/>
        </w:rPr>
        <w:t xml:space="preserve"> بگويد مقدارى به كسى بدهكار است</w:t>
      </w:r>
      <w:r w:rsidR="000C4B14">
        <w:rPr>
          <w:rtl/>
          <w:lang w:bidi="fa-IR"/>
        </w:rPr>
        <w:t>،</w:t>
      </w:r>
      <w:r w:rsidRPr="003E3506">
        <w:rPr>
          <w:rtl/>
          <w:lang w:bidi="fa-IR"/>
        </w:rPr>
        <w:t xml:space="preserve"> چنانچه متهم باشد كه براى ضرر زدن به ورثه گفته است</w:t>
      </w:r>
      <w:r w:rsidR="000C4B14">
        <w:rPr>
          <w:rtl/>
          <w:lang w:bidi="fa-IR"/>
        </w:rPr>
        <w:t>،</w:t>
      </w:r>
      <w:r w:rsidRPr="003E3506">
        <w:rPr>
          <w:rtl/>
          <w:lang w:bidi="fa-IR"/>
        </w:rPr>
        <w:t xml:space="preserve"> بايد مقدارى را كه معين كرده از ثلث او بدهند</w:t>
      </w:r>
      <w:r w:rsidR="000C4B14">
        <w:rPr>
          <w:rtl/>
          <w:lang w:bidi="fa-IR"/>
        </w:rPr>
        <w:t>،</w:t>
      </w:r>
      <w:r w:rsidRPr="003E3506">
        <w:rPr>
          <w:rtl/>
          <w:lang w:bidi="fa-IR"/>
        </w:rPr>
        <w:t xml:space="preserve"> و اگر متهم نباشد اقرار او نافذ است و بايد از اصل مالش بدهند.</w:t>
      </w:r>
    </w:p>
    <w:p w:rsidR="003E3506" w:rsidRPr="003E3506" w:rsidRDefault="003E3506" w:rsidP="003E3506">
      <w:pPr>
        <w:pStyle w:val="libNormal"/>
        <w:rPr>
          <w:lang w:bidi="fa-IR"/>
        </w:rPr>
      </w:pPr>
      <w:r w:rsidRPr="003E3506">
        <w:rPr>
          <w:rtl/>
          <w:lang w:bidi="fa-IR"/>
        </w:rPr>
        <w:t>٢٧٢١ - كسى كه انسان وصيت مى كند كه چيزى به او بدهند لازم نيست در حال وصيت وجود داشته باشد</w:t>
      </w:r>
      <w:r w:rsidR="000C4B14">
        <w:rPr>
          <w:rtl/>
          <w:lang w:bidi="fa-IR"/>
        </w:rPr>
        <w:t>،</w:t>
      </w:r>
      <w:r w:rsidRPr="003E3506">
        <w:rPr>
          <w:rtl/>
          <w:lang w:bidi="fa-IR"/>
        </w:rPr>
        <w:t xml:space="preserve"> پس اگر وصيت كند به بچه اى كه ممكن است فلان زن حامله شود چيزى بدهند اگر آن بچه پس از مرگ موصى موجود باشد لازم است آن چيز را به او بدهند و اگر موجود نباشد</w:t>
      </w:r>
      <w:r w:rsidR="000C4B14">
        <w:rPr>
          <w:rtl/>
          <w:lang w:bidi="fa-IR"/>
        </w:rPr>
        <w:t>،</w:t>
      </w:r>
      <w:r w:rsidRPr="003E3506">
        <w:rPr>
          <w:rtl/>
          <w:lang w:bidi="fa-IR"/>
        </w:rPr>
        <w:t xml:space="preserve"> چنانچه از وصيت تعدد مطلوب استفاده شود بايد در مصرف ديگرى كه به نظر موصى نزديكتر به مورد وصيت باشد صرف شود و گرنه ورثه مى توانند آن را ميان خود قسمت كنند</w:t>
      </w:r>
      <w:r w:rsidR="000C4B14">
        <w:rPr>
          <w:rtl/>
          <w:lang w:bidi="fa-IR"/>
        </w:rPr>
        <w:t>،</w:t>
      </w:r>
      <w:r w:rsidRPr="003E3506">
        <w:rPr>
          <w:rtl/>
          <w:lang w:bidi="fa-IR"/>
        </w:rPr>
        <w:t xml:space="preserve"> ولى اگر وصيت كند كه چيزى از مال او بعد از مرگش مال كسى باشد پس اگر آن شخص وقت مرگ موصى موجود باشد وصيت صحيح والا باطل است</w:t>
      </w:r>
      <w:r w:rsidR="000C4B14">
        <w:rPr>
          <w:rtl/>
          <w:lang w:bidi="fa-IR"/>
        </w:rPr>
        <w:t>،</w:t>
      </w:r>
      <w:r w:rsidRPr="003E3506">
        <w:rPr>
          <w:rtl/>
          <w:lang w:bidi="fa-IR"/>
        </w:rPr>
        <w:t xml:space="preserve"> و آنچه را كه براى او وصيت كرده</w:t>
      </w:r>
      <w:r w:rsidR="000C4B14">
        <w:rPr>
          <w:rtl/>
          <w:lang w:bidi="fa-IR"/>
        </w:rPr>
        <w:t>،</w:t>
      </w:r>
      <w:r w:rsidRPr="003E3506">
        <w:rPr>
          <w:rtl/>
          <w:lang w:bidi="fa-IR"/>
        </w:rPr>
        <w:t xml:space="preserve"> ورثه ميان خودشان قسمت مى كنند.</w:t>
      </w:r>
    </w:p>
    <w:p w:rsidR="003E3506" w:rsidRPr="003E3506" w:rsidRDefault="003E3506" w:rsidP="003E3506">
      <w:pPr>
        <w:pStyle w:val="libNormal"/>
        <w:rPr>
          <w:lang w:bidi="fa-IR"/>
        </w:rPr>
      </w:pPr>
      <w:r w:rsidRPr="003E3506">
        <w:rPr>
          <w:rtl/>
          <w:lang w:bidi="fa-IR"/>
        </w:rPr>
        <w:t>٢٧٢٢ - اگر انسان بفهمد كسى او را وصى كرده</w:t>
      </w:r>
      <w:r w:rsidR="000C4B14">
        <w:rPr>
          <w:rtl/>
          <w:lang w:bidi="fa-IR"/>
        </w:rPr>
        <w:t>،</w:t>
      </w:r>
      <w:r w:rsidRPr="003E3506">
        <w:rPr>
          <w:rtl/>
          <w:lang w:bidi="fa-IR"/>
        </w:rPr>
        <w:t xml:space="preserve"> چنانچه به اطلاع وصيت كننده برساند كه براى انجام وصيت او حاضر نيست</w:t>
      </w:r>
      <w:r w:rsidR="000C4B14">
        <w:rPr>
          <w:rtl/>
          <w:lang w:bidi="fa-IR"/>
        </w:rPr>
        <w:t>،</w:t>
      </w:r>
      <w:r w:rsidRPr="003E3506">
        <w:rPr>
          <w:rtl/>
          <w:lang w:bidi="fa-IR"/>
        </w:rPr>
        <w:t xml:space="preserve"> لازم نيست بعد از مردن او به وصيت عمل كند</w:t>
      </w:r>
      <w:r w:rsidR="000C4B14">
        <w:rPr>
          <w:rtl/>
          <w:lang w:bidi="fa-IR"/>
        </w:rPr>
        <w:t>،</w:t>
      </w:r>
      <w:r w:rsidRPr="003E3506">
        <w:rPr>
          <w:rtl/>
          <w:lang w:bidi="fa-IR"/>
        </w:rPr>
        <w:t xml:space="preserve"> ولى اگر پيش از مردن او نفهمد كه او را وصى كرده يا بفهمد و به او اطلاع ندهد كه براى عمل كردن به وصيت </w:t>
      </w:r>
      <w:r w:rsidRPr="003E3506">
        <w:rPr>
          <w:rtl/>
          <w:lang w:bidi="fa-IR"/>
        </w:rPr>
        <w:lastRenderedPageBreak/>
        <w:t>حاضر نيست</w:t>
      </w:r>
      <w:r w:rsidR="000C4B14">
        <w:rPr>
          <w:rtl/>
          <w:lang w:bidi="fa-IR"/>
        </w:rPr>
        <w:t>،</w:t>
      </w:r>
      <w:r w:rsidRPr="003E3506">
        <w:rPr>
          <w:rtl/>
          <w:lang w:bidi="fa-IR"/>
        </w:rPr>
        <w:t xml:space="preserve"> در صورتى كه مشقت نداشته باشد</w:t>
      </w:r>
      <w:r w:rsidR="000C4B14">
        <w:rPr>
          <w:rtl/>
          <w:lang w:bidi="fa-IR"/>
        </w:rPr>
        <w:t>،</w:t>
      </w:r>
      <w:r w:rsidRPr="003E3506">
        <w:rPr>
          <w:rtl/>
          <w:lang w:bidi="fa-IR"/>
        </w:rPr>
        <w:t xml:space="preserve"> بايد وصيت او را انجام دهد و نيز اگر وصى پيش از مرگ موصى موقعى ملتفت شود كه موصى به واسطه شدت مرض يا مانع ديگر نتواند به ديگرى وصيت كند بنابر احتياط بايد وصيت را قبول نمايد.</w:t>
      </w:r>
    </w:p>
    <w:p w:rsidR="003E3506" w:rsidRPr="003E3506" w:rsidRDefault="003E3506" w:rsidP="003E3506">
      <w:pPr>
        <w:pStyle w:val="libNormal"/>
        <w:rPr>
          <w:lang w:bidi="fa-IR"/>
        </w:rPr>
      </w:pPr>
      <w:r w:rsidRPr="003E3506">
        <w:rPr>
          <w:rtl/>
          <w:lang w:bidi="fa-IR"/>
        </w:rPr>
        <w:t>٢٧٢٣ - اگر كسى كه وصيت كرده بميرد</w:t>
      </w:r>
      <w:r w:rsidR="000C4B14">
        <w:rPr>
          <w:rtl/>
          <w:lang w:bidi="fa-IR"/>
        </w:rPr>
        <w:t>،</w:t>
      </w:r>
      <w:r w:rsidRPr="003E3506">
        <w:rPr>
          <w:rtl/>
          <w:lang w:bidi="fa-IR"/>
        </w:rPr>
        <w:t xml:space="preserve"> وصى نمى تواند ديگرى را وصى آن ميت معين كند و خود از كار كناره نمايد</w:t>
      </w:r>
      <w:r w:rsidR="000C4B14">
        <w:rPr>
          <w:rtl/>
          <w:lang w:bidi="fa-IR"/>
        </w:rPr>
        <w:t>،</w:t>
      </w:r>
      <w:r w:rsidRPr="003E3506">
        <w:rPr>
          <w:rtl/>
          <w:lang w:bidi="fa-IR"/>
        </w:rPr>
        <w:t xml:space="preserve"> ولى اگر بداند مقصود ميت اين نبوده كه خود وصى مباشرت در انجام آن كار نمايد</w:t>
      </w:r>
      <w:r w:rsidR="000C4B14">
        <w:rPr>
          <w:rtl/>
          <w:lang w:bidi="fa-IR"/>
        </w:rPr>
        <w:t>،</w:t>
      </w:r>
      <w:r w:rsidRPr="003E3506">
        <w:rPr>
          <w:rtl/>
          <w:lang w:bidi="fa-IR"/>
        </w:rPr>
        <w:t xml:space="preserve"> بلكه مقصودش فقط انجام كار بوده</w:t>
      </w:r>
      <w:r w:rsidR="000C4B14">
        <w:rPr>
          <w:rtl/>
          <w:lang w:bidi="fa-IR"/>
        </w:rPr>
        <w:t>،</w:t>
      </w:r>
      <w:r w:rsidRPr="003E3506">
        <w:rPr>
          <w:rtl/>
          <w:lang w:bidi="fa-IR"/>
        </w:rPr>
        <w:t xml:space="preserve"> مى تواند ديگرى را از طرف خود وكيل نمايد.</w:t>
      </w:r>
    </w:p>
    <w:p w:rsidR="003E3506" w:rsidRPr="003E3506" w:rsidRDefault="003E3506" w:rsidP="003E3506">
      <w:pPr>
        <w:pStyle w:val="libNormal"/>
        <w:rPr>
          <w:lang w:bidi="fa-IR"/>
        </w:rPr>
      </w:pPr>
      <w:r w:rsidRPr="003E3506">
        <w:rPr>
          <w:rtl/>
          <w:lang w:bidi="fa-IR"/>
        </w:rPr>
        <w:t>٢٧٢٤ - اگر كسى دو نفر را با هم وصى كند</w:t>
      </w:r>
      <w:r w:rsidR="000C4B14">
        <w:rPr>
          <w:rtl/>
          <w:lang w:bidi="fa-IR"/>
        </w:rPr>
        <w:t>،</w:t>
      </w:r>
      <w:r w:rsidRPr="003E3506">
        <w:rPr>
          <w:rtl/>
          <w:lang w:bidi="fa-IR"/>
        </w:rPr>
        <w:t xml:space="preserve"> چنانچه يكى از آن دو بميرد</w:t>
      </w:r>
      <w:r w:rsidR="000C4B14">
        <w:rPr>
          <w:rtl/>
          <w:lang w:bidi="fa-IR"/>
        </w:rPr>
        <w:t>،</w:t>
      </w:r>
      <w:r w:rsidRPr="003E3506">
        <w:rPr>
          <w:rtl/>
          <w:lang w:bidi="fa-IR"/>
        </w:rPr>
        <w:t xml:space="preserve"> يا ديوانه</w:t>
      </w:r>
      <w:r w:rsidR="000C4B14">
        <w:rPr>
          <w:rtl/>
          <w:lang w:bidi="fa-IR"/>
        </w:rPr>
        <w:t>،</w:t>
      </w:r>
      <w:r w:rsidRPr="003E3506">
        <w:rPr>
          <w:rtl/>
          <w:lang w:bidi="fa-IR"/>
        </w:rPr>
        <w:t xml:space="preserve"> يا كافر شود</w:t>
      </w:r>
      <w:r w:rsidR="000C4B14">
        <w:rPr>
          <w:rtl/>
          <w:lang w:bidi="fa-IR"/>
        </w:rPr>
        <w:t>،</w:t>
      </w:r>
      <w:r w:rsidRPr="003E3506">
        <w:rPr>
          <w:rtl/>
          <w:lang w:bidi="fa-IR"/>
        </w:rPr>
        <w:t xml:space="preserve"> حاكم شرع يك نفر ديگر را به جاى او معين مى كند</w:t>
      </w:r>
      <w:r w:rsidR="000C4B14">
        <w:rPr>
          <w:rtl/>
          <w:lang w:bidi="fa-IR"/>
        </w:rPr>
        <w:t>،</w:t>
      </w:r>
      <w:r w:rsidRPr="003E3506">
        <w:rPr>
          <w:rtl/>
          <w:lang w:bidi="fa-IR"/>
        </w:rPr>
        <w:t xml:space="preserve"> و اگر هر دو بميرند</w:t>
      </w:r>
      <w:r w:rsidR="000C4B14">
        <w:rPr>
          <w:rtl/>
          <w:lang w:bidi="fa-IR"/>
        </w:rPr>
        <w:t>،</w:t>
      </w:r>
      <w:r w:rsidRPr="003E3506">
        <w:rPr>
          <w:rtl/>
          <w:lang w:bidi="fa-IR"/>
        </w:rPr>
        <w:t xml:space="preserve"> يا ديوانه يا كافر شوند</w:t>
      </w:r>
      <w:r w:rsidR="000C4B14">
        <w:rPr>
          <w:rtl/>
          <w:lang w:bidi="fa-IR"/>
        </w:rPr>
        <w:t>،</w:t>
      </w:r>
      <w:r w:rsidRPr="003E3506">
        <w:rPr>
          <w:rtl/>
          <w:lang w:bidi="fa-IR"/>
        </w:rPr>
        <w:t xml:space="preserve"> حاكم شرع دو نفر ديگر را معين مى كند ولى اگر يك نفر بتواند وصيت را عملى كند</w:t>
      </w:r>
      <w:r w:rsidR="000C4B14">
        <w:rPr>
          <w:rtl/>
          <w:lang w:bidi="fa-IR"/>
        </w:rPr>
        <w:t>،</w:t>
      </w:r>
      <w:r w:rsidRPr="003E3506">
        <w:rPr>
          <w:rtl/>
          <w:lang w:bidi="fa-IR"/>
        </w:rPr>
        <w:t xml:space="preserve"> معين كردن دو نفر لازم نيست</w:t>
      </w:r>
      <w:r w:rsidR="000C4B14">
        <w:rPr>
          <w:rtl/>
          <w:lang w:bidi="fa-IR"/>
        </w:rPr>
        <w:t>.</w:t>
      </w:r>
    </w:p>
    <w:p w:rsidR="003E3506" w:rsidRPr="003E3506" w:rsidRDefault="003E3506" w:rsidP="003E3506">
      <w:pPr>
        <w:pStyle w:val="libNormal"/>
        <w:rPr>
          <w:lang w:bidi="fa-IR"/>
        </w:rPr>
      </w:pPr>
      <w:r w:rsidRPr="003E3506">
        <w:rPr>
          <w:rtl/>
          <w:lang w:bidi="fa-IR"/>
        </w:rPr>
        <w:t>٢٧٢٥ - اگر وصى نتواند به تنهايى كارهاى ميت را انجام دهد هر چند با وكيل گرفتن يا اجاره كردن ديگرى حاكم شرع براى كمك او يك نفر ديگر را معين مى كند.</w:t>
      </w:r>
    </w:p>
    <w:p w:rsidR="003E3506" w:rsidRPr="003E3506" w:rsidRDefault="003E3506" w:rsidP="003E3506">
      <w:pPr>
        <w:pStyle w:val="libNormal"/>
        <w:rPr>
          <w:lang w:bidi="fa-IR"/>
        </w:rPr>
      </w:pPr>
      <w:r w:rsidRPr="003E3506">
        <w:rPr>
          <w:rtl/>
          <w:lang w:bidi="fa-IR"/>
        </w:rPr>
        <w:t>٢٧٢٦ - اگر مقدارى از مال ميت در دست وصى تلف شود</w:t>
      </w:r>
      <w:r w:rsidR="000C4B14">
        <w:rPr>
          <w:rtl/>
          <w:lang w:bidi="fa-IR"/>
        </w:rPr>
        <w:t>،</w:t>
      </w:r>
      <w:r w:rsidRPr="003E3506">
        <w:rPr>
          <w:rtl/>
          <w:lang w:bidi="fa-IR"/>
        </w:rPr>
        <w:t xml:space="preserve"> چنانچه در نگهدارى آن كوتاهى كرده و يا تعدى نموده</w:t>
      </w:r>
      <w:r w:rsidR="000C4B14">
        <w:rPr>
          <w:rtl/>
          <w:lang w:bidi="fa-IR"/>
        </w:rPr>
        <w:t>،</w:t>
      </w:r>
      <w:r w:rsidRPr="003E3506">
        <w:rPr>
          <w:rtl/>
          <w:lang w:bidi="fa-IR"/>
        </w:rPr>
        <w:t xml:space="preserve"> مثلا ميت وصيت كرده است كه فلان مقدار به فقراى فلان شهر بده و او مال را به شهر ديگر برده و در راه از بين رفته ضامن است و اگر كوتاهى نكرده و تعدى هم ننموده ضامن نيست</w:t>
      </w:r>
      <w:r w:rsidR="000C4B14">
        <w:rPr>
          <w:rtl/>
          <w:lang w:bidi="fa-IR"/>
        </w:rPr>
        <w:t>.</w:t>
      </w:r>
    </w:p>
    <w:p w:rsidR="003E3506" w:rsidRPr="003E3506" w:rsidRDefault="003E3506" w:rsidP="003E3506">
      <w:pPr>
        <w:pStyle w:val="libNormal"/>
        <w:rPr>
          <w:lang w:bidi="fa-IR"/>
        </w:rPr>
      </w:pPr>
      <w:r w:rsidRPr="003E3506">
        <w:rPr>
          <w:rtl/>
          <w:lang w:bidi="fa-IR"/>
        </w:rPr>
        <w:t>٢٧٢٧ - هر گاه انسان كسى را وصى كند و بگويد كه اگر آن كس بميرد فلانى وصى باشد</w:t>
      </w:r>
      <w:r w:rsidR="000C4B14">
        <w:rPr>
          <w:rtl/>
          <w:lang w:bidi="fa-IR"/>
        </w:rPr>
        <w:t>،</w:t>
      </w:r>
      <w:r w:rsidRPr="003E3506">
        <w:rPr>
          <w:rtl/>
          <w:lang w:bidi="fa-IR"/>
        </w:rPr>
        <w:t xml:space="preserve"> بعد از آن كه وصى اول مرد</w:t>
      </w:r>
      <w:r w:rsidR="000C4B14">
        <w:rPr>
          <w:rtl/>
          <w:lang w:bidi="fa-IR"/>
        </w:rPr>
        <w:t>،</w:t>
      </w:r>
      <w:r w:rsidRPr="003E3506">
        <w:rPr>
          <w:rtl/>
          <w:lang w:bidi="fa-IR"/>
        </w:rPr>
        <w:t xml:space="preserve"> وصى دوم بايد كارهاى ميت را انجام دهد.</w:t>
      </w:r>
    </w:p>
    <w:p w:rsidR="003E3506" w:rsidRPr="003E3506" w:rsidRDefault="003E3506" w:rsidP="003E3506">
      <w:pPr>
        <w:pStyle w:val="libNormal"/>
        <w:rPr>
          <w:lang w:bidi="fa-IR"/>
        </w:rPr>
      </w:pPr>
      <w:r w:rsidRPr="003E3506">
        <w:rPr>
          <w:rtl/>
          <w:lang w:bidi="fa-IR"/>
        </w:rPr>
        <w:t>٢٧٢٨ - حجى كه بر ميت واجب است و بدهكارى و حقوقى را كه مثل خمس و زكاة و مظالم ادا كردن آنها واجب مى باشد</w:t>
      </w:r>
      <w:r w:rsidR="000C4B14">
        <w:rPr>
          <w:rtl/>
          <w:lang w:bidi="fa-IR"/>
        </w:rPr>
        <w:t>،</w:t>
      </w:r>
      <w:r w:rsidRPr="003E3506">
        <w:rPr>
          <w:rtl/>
          <w:lang w:bidi="fa-IR"/>
        </w:rPr>
        <w:t xml:space="preserve"> بايد از اصل مال ميت بدهند اگر چه ميت براى آنها وصيت نكرده باشد.</w:t>
      </w:r>
    </w:p>
    <w:p w:rsidR="003E3506" w:rsidRPr="003E3506" w:rsidRDefault="003E3506" w:rsidP="003E3506">
      <w:pPr>
        <w:pStyle w:val="libNormal"/>
        <w:rPr>
          <w:lang w:bidi="fa-IR"/>
        </w:rPr>
      </w:pPr>
      <w:r w:rsidRPr="003E3506">
        <w:rPr>
          <w:rtl/>
          <w:lang w:bidi="fa-IR"/>
        </w:rPr>
        <w:lastRenderedPageBreak/>
        <w:t>٢٧٢٩ - اگر مال ميت از بدهى و حج واجب و حقوقى كه مثل خمس و زكاة و مظالم بر او واجب است زياد بيايد</w:t>
      </w:r>
      <w:r w:rsidR="000C4B14">
        <w:rPr>
          <w:rtl/>
          <w:lang w:bidi="fa-IR"/>
        </w:rPr>
        <w:t>،</w:t>
      </w:r>
      <w:r w:rsidRPr="003E3506">
        <w:rPr>
          <w:rtl/>
          <w:lang w:bidi="fa-IR"/>
        </w:rPr>
        <w:t xml:space="preserve"> چنانچه وصيت كرده باشد كه ثلث يا مقدارى از ثلث را به مصرفى برسانند</w:t>
      </w:r>
      <w:r w:rsidR="000C4B14">
        <w:rPr>
          <w:rtl/>
          <w:lang w:bidi="fa-IR"/>
        </w:rPr>
        <w:t>،</w:t>
      </w:r>
      <w:r w:rsidRPr="003E3506">
        <w:rPr>
          <w:rtl/>
          <w:lang w:bidi="fa-IR"/>
        </w:rPr>
        <w:t xml:space="preserve"> بايد به وصيت او عمل كنند و اگر وصيت نكرده باشد</w:t>
      </w:r>
      <w:r w:rsidR="000C4B14">
        <w:rPr>
          <w:rtl/>
          <w:lang w:bidi="fa-IR"/>
        </w:rPr>
        <w:t>،</w:t>
      </w:r>
      <w:r w:rsidRPr="003E3506">
        <w:rPr>
          <w:rtl/>
          <w:lang w:bidi="fa-IR"/>
        </w:rPr>
        <w:t xml:space="preserve"> آنچه ميماند مال ورثه است</w:t>
      </w:r>
      <w:r w:rsidR="000C4B14">
        <w:rPr>
          <w:rtl/>
          <w:lang w:bidi="fa-IR"/>
        </w:rPr>
        <w:t>.</w:t>
      </w:r>
    </w:p>
    <w:p w:rsidR="003E3506" w:rsidRPr="003E3506" w:rsidRDefault="003E3506" w:rsidP="003E3506">
      <w:pPr>
        <w:pStyle w:val="libNormal"/>
        <w:rPr>
          <w:lang w:bidi="fa-IR"/>
        </w:rPr>
      </w:pPr>
      <w:r w:rsidRPr="003E3506">
        <w:rPr>
          <w:rtl/>
          <w:lang w:bidi="fa-IR"/>
        </w:rPr>
        <w:t>٢٧٣٠ - اگر مصرفى را كه ميت معين كرده</w:t>
      </w:r>
      <w:r w:rsidR="000C4B14">
        <w:rPr>
          <w:rtl/>
          <w:lang w:bidi="fa-IR"/>
        </w:rPr>
        <w:t>،</w:t>
      </w:r>
      <w:r w:rsidRPr="003E3506">
        <w:rPr>
          <w:rtl/>
          <w:lang w:bidi="fa-IR"/>
        </w:rPr>
        <w:t xml:space="preserve"> از ثلث مال او بيشتر باشد</w:t>
      </w:r>
      <w:r w:rsidR="000C4B14">
        <w:rPr>
          <w:rtl/>
          <w:lang w:bidi="fa-IR"/>
        </w:rPr>
        <w:t>،</w:t>
      </w:r>
      <w:r w:rsidRPr="003E3506">
        <w:rPr>
          <w:rtl/>
          <w:lang w:bidi="fa-IR"/>
        </w:rPr>
        <w:t xml:space="preserve"> وصيت او در بيشتر از ثلث در صورتى صحيح است كه ورثه حرفى بزنند يا كارى كنند كه معلوم شود وصيت را اجازه نموده اند و تنها راضى بودن آنان كافى نيست</w:t>
      </w:r>
      <w:r w:rsidR="000C4B14">
        <w:rPr>
          <w:rtl/>
          <w:lang w:bidi="fa-IR"/>
        </w:rPr>
        <w:t>.</w:t>
      </w:r>
    </w:p>
    <w:p w:rsidR="003E3506" w:rsidRPr="003E3506" w:rsidRDefault="003E3506" w:rsidP="003E3506">
      <w:pPr>
        <w:pStyle w:val="libNormal"/>
        <w:rPr>
          <w:lang w:bidi="fa-IR"/>
        </w:rPr>
      </w:pPr>
      <w:r w:rsidRPr="003E3506">
        <w:rPr>
          <w:rtl/>
          <w:lang w:bidi="fa-IR"/>
        </w:rPr>
        <w:t>و اگر مدتى بعد از مردن او هم اجازه نمايند صحيح است</w:t>
      </w:r>
      <w:r w:rsidR="000C4B14">
        <w:rPr>
          <w:rtl/>
          <w:lang w:bidi="fa-IR"/>
        </w:rPr>
        <w:t>،</w:t>
      </w:r>
      <w:r w:rsidRPr="003E3506">
        <w:rPr>
          <w:rtl/>
          <w:lang w:bidi="fa-IR"/>
        </w:rPr>
        <w:t xml:space="preserve"> و چنانچه بعضى از ورثه اجازه و بعضى رد نمايند وصيت فقط در حصه آنهايى كه اجازه نموده اند صحيح و نافذ است</w:t>
      </w:r>
      <w:r w:rsidR="000C4B14">
        <w:rPr>
          <w:rtl/>
          <w:lang w:bidi="fa-IR"/>
        </w:rPr>
        <w:t>.</w:t>
      </w:r>
    </w:p>
    <w:p w:rsidR="000957EF" w:rsidRDefault="003E3506" w:rsidP="003E3506">
      <w:pPr>
        <w:pStyle w:val="libNormal"/>
        <w:rPr>
          <w:rtl/>
          <w:lang w:bidi="fa-IR"/>
        </w:rPr>
      </w:pPr>
      <w:r w:rsidRPr="003E3506">
        <w:rPr>
          <w:rtl/>
          <w:lang w:bidi="fa-IR"/>
        </w:rPr>
        <w:t>٢٧٣١ - اگر مصرفى را كه ميت معين كرده</w:t>
      </w:r>
      <w:r w:rsidR="000C4B14">
        <w:rPr>
          <w:rtl/>
          <w:lang w:bidi="fa-IR"/>
        </w:rPr>
        <w:t>،</w:t>
      </w:r>
      <w:r w:rsidRPr="003E3506">
        <w:rPr>
          <w:rtl/>
          <w:lang w:bidi="fa-IR"/>
        </w:rPr>
        <w:t xml:space="preserve"> از ثلث مال او بيشتر باشد</w:t>
      </w:r>
      <w:r w:rsidR="000C4B14">
        <w:rPr>
          <w:rtl/>
          <w:lang w:bidi="fa-IR"/>
        </w:rPr>
        <w:t>،</w:t>
      </w:r>
      <w:r w:rsidRPr="003E3506">
        <w:rPr>
          <w:rtl/>
          <w:lang w:bidi="fa-IR"/>
        </w:rPr>
        <w:t xml:space="preserve"> و پيش از مردن او ورثه اجازه نمايند</w:t>
      </w:r>
      <w:r w:rsidR="000C4B14">
        <w:rPr>
          <w:rtl/>
          <w:lang w:bidi="fa-IR"/>
        </w:rPr>
        <w:t>،</w:t>
      </w:r>
      <w:r w:rsidRPr="003E3506">
        <w:rPr>
          <w:rtl/>
          <w:lang w:bidi="fa-IR"/>
        </w:rPr>
        <w:t xml:space="preserve"> بعد از مردن او نمى توانند از اجازه خود برگردند.</w:t>
      </w:r>
    </w:p>
    <w:p w:rsidR="003E3506" w:rsidRPr="003E3506" w:rsidRDefault="003E3506" w:rsidP="003E3506">
      <w:pPr>
        <w:pStyle w:val="libNormal"/>
        <w:rPr>
          <w:lang w:bidi="fa-IR"/>
        </w:rPr>
      </w:pPr>
      <w:r w:rsidRPr="003E3506">
        <w:rPr>
          <w:rtl/>
          <w:lang w:bidi="fa-IR"/>
        </w:rPr>
        <w:t>٢٧٣٢ - اگر وصيت كند كه از ثلث او خمس و زكاة يا بدهى ديگر او را بدهند</w:t>
      </w:r>
      <w:r w:rsidR="000C4B14">
        <w:rPr>
          <w:rtl/>
          <w:lang w:bidi="fa-IR"/>
        </w:rPr>
        <w:t>،</w:t>
      </w:r>
      <w:r w:rsidRPr="003E3506">
        <w:rPr>
          <w:rtl/>
          <w:lang w:bidi="fa-IR"/>
        </w:rPr>
        <w:t xml:space="preserve"> و براى نماز و روزه او اجير بگيرند</w:t>
      </w:r>
      <w:r w:rsidR="000C4B14">
        <w:rPr>
          <w:rtl/>
          <w:lang w:bidi="fa-IR"/>
        </w:rPr>
        <w:t>،</w:t>
      </w:r>
      <w:r w:rsidRPr="003E3506">
        <w:rPr>
          <w:rtl/>
          <w:lang w:bidi="fa-IR"/>
        </w:rPr>
        <w:t xml:space="preserve"> و كار مستحبى هم مثل اطعام به فقرا انجام دهند</w:t>
      </w:r>
      <w:r w:rsidR="000C4B14">
        <w:rPr>
          <w:rtl/>
          <w:lang w:bidi="fa-IR"/>
        </w:rPr>
        <w:t>،</w:t>
      </w:r>
      <w:r w:rsidRPr="003E3506">
        <w:rPr>
          <w:rtl/>
          <w:lang w:bidi="fa-IR"/>
        </w:rPr>
        <w:t xml:space="preserve"> بايد اول بدهى او را از ثلث بدهند و اگر چيزى زياد آمد براى نماز و روزه او اجير بگيرند و اگر از آن هم زياد آمد به مصرف كار مستحبى كه معين كرده برسانند و چنانچه ثلث مال او فقط به اندازه بدهى او باشد</w:t>
      </w:r>
      <w:r w:rsidR="000C4B14">
        <w:rPr>
          <w:rtl/>
          <w:lang w:bidi="fa-IR"/>
        </w:rPr>
        <w:t>،</w:t>
      </w:r>
      <w:r w:rsidRPr="003E3506">
        <w:rPr>
          <w:rtl/>
          <w:lang w:bidi="fa-IR"/>
        </w:rPr>
        <w:t xml:space="preserve"> و ورثه هم اجازه ندهند</w:t>
      </w:r>
      <w:r w:rsidR="000C4B14">
        <w:rPr>
          <w:rtl/>
          <w:lang w:bidi="fa-IR"/>
        </w:rPr>
        <w:t>،</w:t>
      </w:r>
      <w:r w:rsidRPr="003E3506">
        <w:rPr>
          <w:rtl/>
          <w:lang w:bidi="fa-IR"/>
        </w:rPr>
        <w:t xml:space="preserve"> كه بيشتر از ثلث مال مصرف شود</w:t>
      </w:r>
      <w:r w:rsidR="000C4B14">
        <w:rPr>
          <w:rtl/>
          <w:lang w:bidi="fa-IR"/>
        </w:rPr>
        <w:t>،</w:t>
      </w:r>
      <w:r w:rsidRPr="003E3506">
        <w:rPr>
          <w:rtl/>
          <w:lang w:bidi="fa-IR"/>
        </w:rPr>
        <w:t xml:space="preserve"> وصيت براى نماز و روزه و كارهاى مستحبى باطل است</w:t>
      </w:r>
      <w:r w:rsidR="000C4B14">
        <w:rPr>
          <w:rtl/>
          <w:lang w:bidi="fa-IR"/>
        </w:rPr>
        <w:t>.</w:t>
      </w:r>
    </w:p>
    <w:p w:rsidR="003E3506" w:rsidRPr="003E3506" w:rsidRDefault="003E3506" w:rsidP="003E3506">
      <w:pPr>
        <w:pStyle w:val="libNormal"/>
        <w:rPr>
          <w:lang w:bidi="fa-IR"/>
        </w:rPr>
      </w:pPr>
      <w:r w:rsidRPr="003E3506">
        <w:rPr>
          <w:rtl/>
          <w:lang w:bidi="fa-IR"/>
        </w:rPr>
        <w:t>٢٧٣٣ - اگر وصيت كند كه بدهى او را بدهند و براى نماز و روزه او اجير بگيرند و كار مستبحى هم انجام دهند</w:t>
      </w:r>
      <w:r w:rsidR="000C4B14">
        <w:rPr>
          <w:rtl/>
          <w:lang w:bidi="fa-IR"/>
        </w:rPr>
        <w:t>،</w:t>
      </w:r>
      <w:r w:rsidRPr="003E3506">
        <w:rPr>
          <w:rtl/>
          <w:lang w:bidi="fa-IR"/>
        </w:rPr>
        <w:t xml:space="preserve"> چنانچه وصيت نكرده باشد كه اينها را از ثلث بدهند</w:t>
      </w:r>
      <w:r w:rsidR="000C4B14">
        <w:rPr>
          <w:rtl/>
          <w:lang w:bidi="fa-IR"/>
        </w:rPr>
        <w:t>،</w:t>
      </w:r>
      <w:r w:rsidRPr="003E3506">
        <w:rPr>
          <w:rtl/>
          <w:lang w:bidi="fa-IR"/>
        </w:rPr>
        <w:t xml:space="preserve"> بايد بدهى او را از اصل مال بدهند و اگر چيزى زياد آمد</w:t>
      </w:r>
      <w:r w:rsidR="000C4B14">
        <w:rPr>
          <w:rtl/>
          <w:lang w:bidi="fa-IR"/>
        </w:rPr>
        <w:t>،</w:t>
      </w:r>
      <w:r w:rsidRPr="003E3506">
        <w:rPr>
          <w:rtl/>
          <w:lang w:bidi="fa-IR"/>
        </w:rPr>
        <w:t xml:space="preserve"> ثلث آن را به مصرف نماز و روزه و كارهاى مستحبى كه معين كرده برسانند و در صورتى كه ثلث كافى نباشد پس اگر ورثه اجازه بدهند بايد وصيت او عملى شود و اگر اجازه ندهند</w:t>
      </w:r>
      <w:r w:rsidR="000C4B14">
        <w:rPr>
          <w:rtl/>
          <w:lang w:bidi="fa-IR"/>
        </w:rPr>
        <w:t>،</w:t>
      </w:r>
      <w:r w:rsidRPr="003E3506">
        <w:rPr>
          <w:rtl/>
          <w:lang w:bidi="fa-IR"/>
        </w:rPr>
        <w:t xml:space="preserve"> بايد نماز و روزه را از ثلث بدهند</w:t>
      </w:r>
      <w:r w:rsidR="000C4B14">
        <w:rPr>
          <w:rtl/>
          <w:lang w:bidi="fa-IR"/>
        </w:rPr>
        <w:t>،</w:t>
      </w:r>
      <w:r w:rsidRPr="003E3506">
        <w:rPr>
          <w:rtl/>
          <w:lang w:bidi="fa-IR"/>
        </w:rPr>
        <w:t xml:space="preserve"> و اگر چيزى زياد آمد به مصرف كار مستحبى كه معين كرده برسانند.</w:t>
      </w:r>
    </w:p>
    <w:p w:rsidR="003E3506" w:rsidRPr="003E3506" w:rsidRDefault="003E3506" w:rsidP="003E3506">
      <w:pPr>
        <w:pStyle w:val="libNormal"/>
        <w:rPr>
          <w:lang w:bidi="fa-IR"/>
        </w:rPr>
      </w:pPr>
      <w:r w:rsidRPr="003E3506">
        <w:rPr>
          <w:rtl/>
          <w:lang w:bidi="fa-IR"/>
        </w:rPr>
        <w:lastRenderedPageBreak/>
        <w:t>٢٧٣٤ - اگر كسى بگويد كه ميت وصيت كرده فلان مبلغ به من بدهند چنانچه دو مرد عادل گفته او را تصديق كنند</w:t>
      </w:r>
      <w:r w:rsidR="000C4B14">
        <w:rPr>
          <w:rtl/>
          <w:lang w:bidi="fa-IR"/>
        </w:rPr>
        <w:t>،</w:t>
      </w:r>
      <w:r w:rsidRPr="003E3506">
        <w:rPr>
          <w:rtl/>
          <w:lang w:bidi="fa-IR"/>
        </w:rPr>
        <w:t xml:space="preserve"> يا قسم بخورد و يك مرد عادل هم گفته او را تصديق نمايد</w:t>
      </w:r>
      <w:r w:rsidR="000C4B14">
        <w:rPr>
          <w:rtl/>
          <w:lang w:bidi="fa-IR"/>
        </w:rPr>
        <w:t>،</w:t>
      </w:r>
      <w:r w:rsidRPr="003E3506">
        <w:rPr>
          <w:rtl/>
          <w:lang w:bidi="fa-IR"/>
        </w:rPr>
        <w:t xml:space="preserve"> يا يك مرد عادل و دو زن عادله</w:t>
      </w:r>
      <w:r w:rsidR="000C4B14">
        <w:rPr>
          <w:rtl/>
          <w:lang w:bidi="fa-IR"/>
        </w:rPr>
        <w:t>،</w:t>
      </w:r>
      <w:r w:rsidRPr="003E3506">
        <w:rPr>
          <w:rtl/>
          <w:lang w:bidi="fa-IR"/>
        </w:rPr>
        <w:t xml:space="preserve"> يا چهار زن عادله به گفته او شهادت دهند</w:t>
      </w:r>
      <w:r w:rsidR="000C4B14">
        <w:rPr>
          <w:rtl/>
          <w:lang w:bidi="fa-IR"/>
        </w:rPr>
        <w:t>،</w:t>
      </w:r>
      <w:r w:rsidRPr="003E3506">
        <w:rPr>
          <w:rtl/>
          <w:lang w:bidi="fa-IR"/>
        </w:rPr>
        <w:t xml:space="preserve"> بايد مقدارى را كه مى گويد به او بدهند و اگر يك زن عادله شهادت دهد</w:t>
      </w:r>
      <w:r w:rsidR="000C4B14">
        <w:rPr>
          <w:rtl/>
          <w:lang w:bidi="fa-IR"/>
        </w:rPr>
        <w:t>،</w:t>
      </w:r>
      <w:r w:rsidRPr="003E3506">
        <w:rPr>
          <w:rtl/>
          <w:lang w:bidi="fa-IR"/>
        </w:rPr>
        <w:t xml:space="preserve"> بايد يك چهارم چيزى را كه مطالبه مى كند به او بدهند و اگر دو زن عادله شهادت دهند</w:t>
      </w:r>
      <w:r w:rsidR="000C4B14">
        <w:rPr>
          <w:rtl/>
          <w:lang w:bidi="fa-IR"/>
        </w:rPr>
        <w:t>،</w:t>
      </w:r>
      <w:r w:rsidRPr="003E3506">
        <w:rPr>
          <w:rtl/>
          <w:lang w:bidi="fa-IR"/>
        </w:rPr>
        <w:t xml:space="preserve"> نصف آن را و اگر سه زن عادله شهادت دهند</w:t>
      </w:r>
      <w:r w:rsidR="000C4B14">
        <w:rPr>
          <w:rtl/>
          <w:lang w:bidi="fa-IR"/>
        </w:rPr>
        <w:t>،</w:t>
      </w:r>
      <w:r w:rsidRPr="003E3506">
        <w:rPr>
          <w:rtl/>
          <w:lang w:bidi="fa-IR"/>
        </w:rPr>
        <w:t xml:space="preserve"> سه چهارم آن را به او بدهند</w:t>
      </w:r>
      <w:r w:rsidR="000C4B14">
        <w:rPr>
          <w:rtl/>
          <w:lang w:bidi="fa-IR"/>
        </w:rPr>
        <w:t>،</w:t>
      </w:r>
      <w:r w:rsidRPr="003E3506">
        <w:rPr>
          <w:rtl/>
          <w:lang w:bidi="fa-IR"/>
        </w:rPr>
        <w:t xml:space="preserve"> و نيز اگر دو مرد كافر كتابى كه در دين خود عادل باشند گفته او را تصديق كنند</w:t>
      </w:r>
      <w:r w:rsidR="000C4B14">
        <w:rPr>
          <w:rtl/>
          <w:lang w:bidi="fa-IR"/>
        </w:rPr>
        <w:t>،</w:t>
      </w:r>
      <w:r w:rsidRPr="003E3506">
        <w:rPr>
          <w:rtl/>
          <w:lang w:bidi="fa-IR"/>
        </w:rPr>
        <w:t xml:space="preserve"> در صورتى كه ميت ناچار بوده است كه وصيت كند و مرد و زن عادلى هم در موقع وصيت نبوده</w:t>
      </w:r>
      <w:r w:rsidR="000C4B14">
        <w:rPr>
          <w:rtl/>
          <w:lang w:bidi="fa-IR"/>
        </w:rPr>
        <w:t>،</w:t>
      </w:r>
      <w:r w:rsidRPr="003E3506">
        <w:rPr>
          <w:rtl/>
          <w:lang w:bidi="fa-IR"/>
        </w:rPr>
        <w:t xml:space="preserve"> بايد چيزى را كه مطالبه مى كند به او بدهند.</w:t>
      </w:r>
    </w:p>
    <w:p w:rsidR="003E3506" w:rsidRPr="003E3506" w:rsidRDefault="003E3506" w:rsidP="003E3506">
      <w:pPr>
        <w:pStyle w:val="libNormal"/>
        <w:rPr>
          <w:lang w:bidi="fa-IR"/>
        </w:rPr>
      </w:pPr>
      <w:r w:rsidRPr="003E3506">
        <w:rPr>
          <w:rtl/>
          <w:lang w:bidi="fa-IR"/>
        </w:rPr>
        <w:t>٢٧٣٥ - اگر كسى بگويد من وصى ميتم كه مال او را به مصرفى برسانم يا ميت مرا قيم بچه هاى خود قرار داده</w:t>
      </w:r>
      <w:r w:rsidR="000C4B14">
        <w:rPr>
          <w:rtl/>
          <w:lang w:bidi="fa-IR"/>
        </w:rPr>
        <w:t>،</w:t>
      </w:r>
      <w:r w:rsidRPr="003E3506">
        <w:rPr>
          <w:rtl/>
          <w:lang w:bidi="fa-IR"/>
        </w:rPr>
        <w:t xml:space="preserve"> در صورتى بايد حرف او را قبول كرد كه دو مرد عال گفته او را تصديق نمايند.</w:t>
      </w:r>
    </w:p>
    <w:p w:rsidR="003E3506" w:rsidRDefault="003E3506" w:rsidP="003E3506">
      <w:pPr>
        <w:pStyle w:val="libNormal"/>
        <w:rPr>
          <w:rFonts w:hint="cs"/>
          <w:rtl/>
          <w:lang w:bidi="fa-IR"/>
        </w:rPr>
      </w:pPr>
      <w:r w:rsidRPr="003E3506">
        <w:rPr>
          <w:rtl/>
          <w:lang w:bidi="fa-IR"/>
        </w:rPr>
        <w:t>٢٧٣٦ - اگر وصيت كند چيزى از مال او براى كسى باشد</w:t>
      </w:r>
      <w:r w:rsidR="000C4B14">
        <w:rPr>
          <w:rtl/>
          <w:lang w:bidi="fa-IR"/>
        </w:rPr>
        <w:t>،</w:t>
      </w:r>
      <w:r w:rsidRPr="003E3506">
        <w:rPr>
          <w:rtl/>
          <w:lang w:bidi="fa-IR"/>
        </w:rPr>
        <w:t xml:space="preserve"> و آن كس پيش از آن كه قبول كند يا رد نمايد بميرد</w:t>
      </w:r>
      <w:r w:rsidR="000C4B14">
        <w:rPr>
          <w:rtl/>
          <w:lang w:bidi="fa-IR"/>
        </w:rPr>
        <w:t>،</w:t>
      </w:r>
      <w:r w:rsidRPr="003E3506">
        <w:rPr>
          <w:rtl/>
          <w:lang w:bidi="fa-IR"/>
        </w:rPr>
        <w:t xml:space="preserve"> تا وقتى ورثه او وصيت را رد نكرده اند مى توانند آن چيز را قبول نمايند ولى اين حكم در صورتى است كه وصيت كننده از وصيت خود برنگردد و گرنه حقى به آن چيز ندارد.</w:t>
      </w:r>
    </w:p>
    <w:p w:rsidR="000478FE" w:rsidRPr="003E3506" w:rsidRDefault="000478FE" w:rsidP="003E3506">
      <w:pPr>
        <w:pStyle w:val="libNormal"/>
        <w:rPr>
          <w:lang w:bidi="fa-IR"/>
        </w:rPr>
      </w:pPr>
      <w:r>
        <w:rPr>
          <w:rtl/>
          <w:lang w:bidi="fa-IR"/>
        </w:rPr>
        <w:br w:type="page"/>
      </w:r>
    </w:p>
    <w:p w:rsidR="003E3506" w:rsidRDefault="00605FAB" w:rsidP="000478FE">
      <w:pPr>
        <w:pStyle w:val="Heading2"/>
        <w:rPr>
          <w:rtl/>
          <w:lang w:bidi="fa-IR"/>
        </w:rPr>
      </w:pPr>
      <w:bookmarkStart w:id="295" w:name="_Toc24454718"/>
      <w:r>
        <w:rPr>
          <w:rtl/>
          <w:lang w:bidi="fa-IR"/>
        </w:rPr>
        <w:t>(</w:t>
      </w:r>
      <w:r w:rsidR="003E3506" w:rsidRPr="003E3506">
        <w:rPr>
          <w:rtl/>
          <w:lang w:bidi="fa-IR"/>
        </w:rPr>
        <w:t>احكام ارث</w:t>
      </w:r>
      <w:r>
        <w:rPr>
          <w:rtl/>
          <w:lang w:bidi="fa-IR"/>
        </w:rPr>
        <w:t>)</w:t>
      </w:r>
      <w:bookmarkEnd w:id="295"/>
    </w:p>
    <w:p w:rsidR="003E3506" w:rsidRPr="003E3506" w:rsidRDefault="003E3506" w:rsidP="003E3506">
      <w:pPr>
        <w:pStyle w:val="libNormal"/>
        <w:rPr>
          <w:lang w:bidi="fa-IR"/>
        </w:rPr>
      </w:pPr>
      <w:r w:rsidRPr="003E3506">
        <w:rPr>
          <w:rtl/>
          <w:lang w:bidi="fa-IR"/>
        </w:rPr>
        <w:t>٢٧٣٧ - كسانى كه به واسطه خويشى ارث مى برند سه دسته هستند</w:t>
      </w:r>
      <w:r w:rsidR="00553569">
        <w:rPr>
          <w:rtl/>
          <w:lang w:bidi="fa-IR"/>
        </w:rPr>
        <w:t>:</w:t>
      </w:r>
      <w:r w:rsidRPr="003E3506">
        <w:rPr>
          <w:rtl/>
          <w:lang w:bidi="fa-IR"/>
        </w:rPr>
        <w:t xml:space="preserve"> دسته اول - پدر و مادر و اولاد ميت است و با نبودن اولاد</w:t>
      </w:r>
      <w:r w:rsidR="000C4B14">
        <w:rPr>
          <w:rtl/>
          <w:lang w:bidi="fa-IR"/>
        </w:rPr>
        <w:t>،</w:t>
      </w:r>
      <w:r w:rsidRPr="003E3506">
        <w:rPr>
          <w:rtl/>
          <w:lang w:bidi="fa-IR"/>
        </w:rPr>
        <w:t xml:space="preserve"> اولاد اولاد هر چه پايين روند</w:t>
      </w:r>
      <w:r w:rsidR="000C4B14">
        <w:rPr>
          <w:rtl/>
          <w:lang w:bidi="fa-IR"/>
        </w:rPr>
        <w:t>،</w:t>
      </w:r>
      <w:r w:rsidRPr="003E3506">
        <w:rPr>
          <w:rtl/>
          <w:lang w:bidi="fa-IR"/>
        </w:rPr>
        <w:t xml:space="preserve"> هر كدام آنان كه به ميت نزديكتر است ارث مى برد و تا يك نفر از اين دسته هست دسته دوم ارث نمى برند.</w:t>
      </w:r>
    </w:p>
    <w:p w:rsidR="003E3506" w:rsidRPr="003E3506" w:rsidRDefault="003E3506" w:rsidP="003E3506">
      <w:pPr>
        <w:pStyle w:val="libNormal"/>
        <w:rPr>
          <w:lang w:bidi="fa-IR"/>
        </w:rPr>
      </w:pPr>
      <w:r w:rsidRPr="003E3506">
        <w:rPr>
          <w:rtl/>
          <w:lang w:bidi="fa-IR"/>
        </w:rPr>
        <w:t>دسته دوم - جد يعنى پدر بزرگ و جده يعنى مادر بزرگ و خواهر و برادر است و با نبودن برادر و خواهر اولاد ايشان هر كدام آنان كه به ميت نزديكتر است ارث مى برد و تا يك نفر از اين دسته هست دسته سوم ارث نمى برند.</w:t>
      </w:r>
    </w:p>
    <w:p w:rsidR="003E3506" w:rsidRPr="003E3506" w:rsidRDefault="003E3506" w:rsidP="003E3506">
      <w:pPr>
        <w:pStyle w:val="libNormal"/>
        <w:rPr>
          <w:lang w:bidi="fa-IR"/>
        </w:rPr>
      </w:pPr>
      <w:r w:rsidRPr="003E3506">
        <w:rPr>
          <w:rtl/>
          <w:lang w:bidi="fa-IR"/>
        </w:rPr>
        <w:t>دسته سوم - عمو و عمه و دايى و خاله و اولاد آنان است و تا يك نفر از عموها و عمه ها و دايى ها و خاله هاى ميت زنده اند اولاد آنان ارث نمى برند ولى اگر ميت عموى پدرى و پسر عموى پدر و مادرى داشته باشد</w:t>
      </w:r>
      <w:r w:rsidR="000C4B14">
        <w:rPr>
          <w:rtl/>
          <w:lang w:bidi="fa-IR"/>
        </w:rPr>
        <w:t>،</w:t>
      </w:r>
      <w:r w:rsidRPr="003E3506">
        <w:rPr>
          <w:rtl/>
          <w:lang w:bidi="fa-IR"/>
        </w:rPr>
        <w:t xml:space="preserve"> ارث به پسر عموى پدر و مادرى مى رسد و عموى پدرى ارث نمى برد</w:t>
      </w:r>
      <w:r w:rsidR="000C4B14">
        <w:rPr>
          <w:rtl/>
          <w:lang w:bidi="fa-IR"/>
        </w:rPr>
        <w:t>،</w:t>
      </w:r>
      <w:r w:rsidRPr="003E3506">
        <w:rPr>
          <w:rtl/>
          <w:lang w:bidi="fa-IR"/>
        </w:rPr>
        <w:t xml:space="preserve"> ليكن اگر عمو يا پسر عمو متعدد باشد و يا اين كه همسر ميت حيات داشته باشد اين حكم خالى از اشكال نيست</w:t>
      </w:r>
      <w:r w:rsidR="000C4B14">
        <w:rPr>
          <w:rtl/>
          <w:lang w:bidi="fa-IR"/>
        </w:rPr>
        <w:t>.</w:t>
      </w:r>
    </w:p>
    <w:p w:rsidR="003E3506" w:rsidRPr="003E3506" w:rsidRDefault="003E3506" w:rsidP="003E3506">
      <w:pPr>
        <w:pStyle w:val="libNormal"/>
        <w:rPr>
          <w:lang w:bidi="fa-IR"/>
        </w:rPr>
      </w:pPr>
      <w:r w:rsidRPr="003E3506">
        <w:rPr>
          <w:rtl/>
          <w:lang w:bidi="fa-IR"/>
        </w:rPr>
        <w:t>٢٧٣٨ - اگر عمو و عمه و دايى و خاله خود ميت و اولاد آنان و اولاد اولاد آنان نباشند</w:t>
      </w:r>
      <w:r w:rsidR="000C4B14">
        <w:rPr>
          <w:rtl/>
          <w:lang w:bidi="fa-IR"/>
        </w:rPr>
        <w:t>،</w:t>
      </w:r>
      <w:r w:rsidRPr="003E3506">
        <w:rPr>
          <w:rtl/>
          <w:lang w:bidi="fa-IR"/>
        </w:rPr>
        <w:t xml:space="preserve"> عمو و عمه و دايى و خاله پدر و مادر ميت ارث مى برند و اگر اينها نباشند اولادشان ارث مى برند و اگر اينها هم نباشند</w:t>
      </w:r>
      <w:r w:rsidR="000C4B14">
        <w:rPr>
          <w:rtl/>
          <w:lang w:bidi="fa-IR"/>
        </w:rPr>
        <w:t>،</w:t>
      </w:r>
      <w:r w:rsidRPr="003E3506">
        <w:rPr>
          <w:rtl/>
          <w:lang w:bidi="fa-IR"/>
        </w:rPr>
        <w:t xml:space="preserve"> عمو و عمه و دايى و خاله جد و جده ميت ارث مى برند و اگر اينها هم نباشند</w:t>
      </w:r>
      <w:r w:rsidR="000C4B14">
        <w:rPr>
          <w:rtl/>
          <w:lang w:bidi="fa-IR"/>
        </w:rPr>
        <w:t>،</w:t>
      </w:r>
      <w:r w:rsidRPr="003E3506">
        <w:rPr>
          <w:rtl/>
          <w:lang w:bidi="fa-IR"/>
        </w:rPr>
        <w:t xml:space="preserve"> اولادشان ارث مى برند.</w:t>
      </w:r>
    </w:p>
    <w:p w:rsidR="003E3506" w:rsidRPr="003E3506" w:rsidRDefault="003E3506" w:rsidP="003E3506">
      <w:pPr>
        <w:pStyle w:val="libNormal"/>
        <w:rPr>
          <w:lang w:bidi="fa-IR"/>
        </w:rPr>
      </w:pPr>
      <w:r w:rsidRPr="003E3506">
        <w:rPr>
          <w:rtl/>
          <w:lang w:bidi="fa-IR"/>
        </w:rPr>
        <w:t>٢٧٣٩ - زن و شوهر به تفصيلى كه بعدا گفته مى شود</w:t>
      </w:r>
      <w:r w:rsidR="000C4B14">
        <w:rPr>
          <w:rtl/>
          <w:lang w:bidi="fa-IR"/>
        </w:rPr>
        <w:t>،</w:t>
      </w:r>
      <w:r w:rsidRPr="003E3506">
        <w:rPr>
          <w:rtl/>
          <w:lang w:bidi="fa-IR"/>
        </w:rPr>
        <w:t xml:space="preserve"> از يكديگر ارث مى برند.</w:t>
      </w:r>
    </w:p>
    <w:p w:rsidR="003E3506" w:rsidRDefault="00605FAB" w:rsidP="000957EF">
      <w:pPr>
        <w:pStyle w:val="Heading3"/>
        <w:rPr>
          <w:rtl/>
          <w:lang w:bidi="fa-IR"/>
        </w:rPr>
      </w:pPr>
      <w:bookmarkStart w:id="296" w:name="_Toc24454719"/>
      <w:r>
        <w:rPr>
          <w:rtl/>
          <w:lang w:bidi="fa-IR"/>
        </w:rPr>
        <w:t>(</w:t>
      </w:r>
      <w:r w:rsidR="003E3506" w:rsidRPr="003E3506">
        <w:rPr>
          <w:rtl/>
          <w:lang w:bidi="fa-IR"/>
        </w:rPr>
        <w:t>ارث دسته اول</w:t>
      </w:r>
      <w:r>
        <w:rPr>
          <w:rtl/>
          <w:lang w:bidi="fa-IR"/>
        </w:rPr>
        <w:t>)</w:t>
      </w:r>
      <w:bookmarkEnd w:id="296"/>
    </w:p>
    <w:p w:rsidR="003E3506" w:rsidRPr="003E3506" w:rsidRDefault="003E3506" w:rsidP="003E3506">
      <w:pPr>
        <w:pStyle w:val="libNormal"/>
        <w:rPr>
          <w:lang w:bidi="fa-IR"/>
        </w:rPr>
      </w:pPr>
      <w:r w:rsidRPr="003E3506">
        <w:rPr>
          <w:rtl/>
          <w:lang w:bidi="fa-IR"/>
        </w:rPr>
        <w:t>٢٧٤٠ - اگر وارث ميت فقط يك نفر از دسته اول باشد مثلا پدر يا مادر يا يك پسر يا يك دختر باشد</w:t>
      </w:r>
      <w:r w:rsidR="000C4B14">
        <w:rPr>
          <w:rtl/>
          <w:lang w:bidi="fa-IR"/>
        </w:rPr>
        <w:t>،</w:t>
      </w:r>
      <w:r w:rsidRPr="003E3506">
        <w:rPr>
          <w:rtl/>
          <w:lang w:bidi="fa-IR"/>
        </w:rPr>
        <w:t xml:space="preserve"> همه مال ميت به او مى رسد و اگر پسر و دختر باشند</w:t>
      </w:r>
      <w:r w:rsidR="000C4B14">
        <w:rPr>
          <w:rtl/>
          <w:lang w:bidi="fa-IR"/>
        </w:rPr>
        <w:t>،</w:t>
      </w:r>
      <w:r w:rsidRPr="003E3506">
        <w:rPr>
          <w:rtl/>
          <w:lang w:bidi="fa-IR"/>
        </w:rPr>
        <w:t xml:space="preserve"> مال را طورى قسمت مى كنند كه هر دو پسر دو برابر دختر ببرد.</w:t>
      </w:r>
    </w:p>
    <w:p w:rsidR="003E3506" w:rsidRPr="003E3506" w:rsidRDefault="003E3506" w:rsidP="003E3506">
      <w:pPr>
        <w:pStyle w:val="libNormal"/>
        <w:rPr>
          <w:lang w:bidi="fa-IR"/>
        </w:rPr>
      </w:pPr>
      <w:r w:rsidRPr="003E3506">
        <w:rPr>
          <w:rtl/>
          <w:lang w:bidi="fa-IR"/>
        </w:rPr>
        <w:lastRenderedPageBreak/>
        <w:t>٢٧٤١ - اگر وارث ميت فقط پدر و مادر او باشند</w:t>
      </w:r>
      <w:r w:rsidR="000C4B14">
        <w:rPr>
          <w:rtl/>
          <w:lang w:bidi="fa-IR"/>
        </w:rPr>
        <w:t>،</w:t>
      </w:r>
      <w:r w:rsidRPr="003E3506">
        <w:rPr>
          <w:rtl/>
          <w:lang w:bidi="fa-IR"/>
        </w:rPr>
        <w:t xml:space="preserve"> مال سه قسمت مى شود</w:t>
      </w:r>
      <w:r w:rsidR="000C4B14">
        <w:rPr>
          <w:rtl/>
          <w:lang w:bidi="fa-IR"/>
        </w:rPr>
        <w:t>،</w:t>
      </w:r>
      <w:r w:rsidRPr="003E3506">
        <w:rPr>
          <w:rtl/>
          <w:lang w:bidi="fa-IR"/>
        </w:rPr>
        <w:t xml:space="preserve"> دو قسمت آن را پدر و يك قسمت را مادر مى برد</w:t>
      </w:r>
      <w:r w:rsidR="000C4B14">
        <w:rPr>
          <w:rtl/>
          <w:lang w:bidi="fa-IR"/>
        </w:rPr>
        <w:t>،</w:t>
      </w:r>
      <w:r w:rsidRPr="003E3506">
        <w:rPr>
          <w:rtl/>
          <w:lang w:bidi="fa-IR"/>
        </w:rPr>
        <w:t xml:space="preserve"> ولى اگر ميت دو برادر يا چهار خواهر يا پك برادر و دو خواهر داشته باشد كه همه آنان مسلمان و آزاد و پدرى باشند يعنى پدر آنان با پدر ميت يكى باشد</w:t>
      </w:r>
      <w:r w:rsidR="000C4B14">
        <w:rPr>
          <w:rtl/>
          <w:lang w:bidi="fa-IR"/>
        </w:rPr>
        <w:t>،</w:t>
      </w:r>
      <w:r w:rsidRPr="003E3506">
        <w:rPr>
          <w:rtl/>
          <w:lang w:bidi="fa-IR"/>
        </w:rPr>
        <w:t xml:space="preserve"> خواه مادرشان هم با مادر ميت يكى باشد يا نه</w:t>
      </w:r>
      <w:r w:rsidR="000C4B14">
        <w:rPr>
          <w:rtl/>
          <w:lang w:bidi="fa-IR"/>
        </w:rPr>
        <w:t>،</w:t>
      </w:r>
      <w:r w:rsidRPr="003E3506">
        <w:rPr>
          <w:rtl/>
          <w:lang w:bidi="fa-IR"/>
        </w:rPr>
        <w:t xml:space="preserve"> و هيچ كدام حمل نباشند</w:t>
      </w:r>
      <w:r w:rsidR="000C4B14">
        <w:rPr>
          <w:rtl/>
          <w:lang w:bidi="fa-IR"/>
        </w:rPr>
        <w:t>،</w:t>
      </w:r>
      <w:r w:rsidRPr="003E3506">
        <w:rPr>
          <w:rtl/>
          <w:lang w:bidi="fa-IR"/>
        </w:rPr>
        <w:t xml:space="preserve"> اگر چه تا ميت پدر و مادر دارد اينها ارث نمى برند</w:t>
      </w:r>
      <w:r w:rsidR="000C4B14">
        <w:rPr>
          <w:rtl/>
          <w:lang w:bidi="fa-IR"/>
        </w:rPr>
        <w:t>،</w:t>
      </w:r>
      <w:r w:rsidRPr="003E3506">
        <w:rPr>
          <w:rtl/>
          <w:lang w:bidi="fa-IR"/>
        </w:rPr>
        <w:t xml:space="preserve"> اما به واسطه بودن اينها مادر شش يك مال را مى برد و بقيه را به پدر مى دهند.</w:t>
      </w:r>
    </w:p>
    <w:p w:rsidR="003E3506" w:rsidRPr="003E3506" w:rsidRDefault="003E3506" w:rsidP="003E3506">
      <w:pPr>
        <w:pStyle w:val="libNormal"/>
        <w:rPr>
          <w:lang w:bidi="fa-IR"/>
        </w:rPr>
      </w:pPr>
      <w:r w:rsidRPr="003E3506">
        <w:rPr>
          <w:rtl/>
          <w:lang w:bidi="fa-IR"/>
        </w:rPr>
        <w:t>٢٧٤٢ - اگر وارث ميت فقط پدر و مادر و يك دختر باشد</w:t>
      </w:r>
      <w:r w:rsidR="000C4B14">
        <w:rPr>
          <w:rtl/>
          <w:lang w:bidi="fa-IR"/>
        </w:rPr>
        <w:t>،</w:t>
      </w:r>
      <w:r w:rsidRPr="003E3506">
        <w:rPr>
          <w:rtl/>
          <w:lang w:bidi="fa-IR"/>
        </w:rPr>
        <w:t xml:space="preserve"> چنانچه ميت دو برادر يا چهار خواهر يا يك برادر و دو خواهر پدرى با شرايط گفته شده در مساله گذشته نداشته باشد</w:t>
      </w:r>
      <w:r w:rsidR="000C4B14">
        <w:rPr>
          <w:rtl/>
          <w:lang w:bidi="fa-IR"/>
        </w:rPr>
        <w:t>،</w:t>
      </w:r>
      <w:r w:rsidRPr="003E3506">
        <w:rPr>
          <w:rtl/>
          <w:lang w:bidi="fa-IR"/>
        </w:rPr>
        <w:t xml:space="preserve"> مال را پنج قسمت مى كنند</w:t>
      </w:r>
      <w:r w:rsidR="000C4B14">
        <w:rPr>
          <w:rtl/>
          <w:lang w:bidi="fa-IR"/>
        </w:rPr>
        <w:t>،</w:t>
      </w:r>
      <w:r w:rsidRPr="003E3506">
        <w:rPr>
          <w:rtl/>
          <w:lang w:bidi="fa-IR"/>
        </w:rPr>
        <w:t xml:space="preserve"> پدر و مادر</w:t>
      </w:r>
      <w:r w:rsidR="000C4B14">
        <w:rPr>
          <w:rtl/>
          <w:lang w:bidi="fa-IR"/>
        </w:rPr>
        <w:t>،</w:t>
      </w:r>
      <w:r w:rsidRPr="003E3506">
        <w:rPr>
          <w:rtl/>
          <w:lang w:bidi="fa-IR"/>
        </w:rPr>
        <w:t xml:space="preserve"> هر كدام يك قسمت و دختر سه قسمت آن را مى برد و اگر دو برادر يا چهار خواهر يا يك برادر و دو خواهر پدرى با شرايط گذشته داشته باشد</w:t>
      </w:r>
      <w:r w:rsidR="000C4B14">
        <w:rPr>
          <w:rtl/>
          <w:lang w:bidi="fa-IR"/>
        </w:rPr>
        <w:t>،</w:t>
      </w:r>
      <w:r w:rsidRPr="003E3506">
        <w:rPr>
          <w:rtl/>
          <w:lang w:bidi="fa-IR"/>
        </w:rPr>
        <w:t xml:space="preserve"> بنابر قولى باز هم مال را به ترتيب گذشته پنج قسمت مى كنند و وجود اين اشخاص اثرى ندارد ولى مشهور آن است كه در اين صورت مال را شش قسمت مى كنند پدر و مادر</w:t>
      </w:r>
      <w:r w:rsidR="000C4B14">
        <w:rPr>
          <w:rtl/>
          <w:lang w:bidi="fa-IR"/>
        </w:rPr>
        <w:t>،</w:t>
      </w:r>
      <w:r w:rsidRPr="003E3506">
        <w:rPr>
          <w:rtl/>
          <w:lang w:bidi="fa-IR"/>
        </w:rPr>
        <w:t xml:space="preserve"> هر كدام يك قسمت و دختر سه قسمت مى برد و يك قسمت باقيمانده را چهار قسمت مى كنند يك قسمت را به پدر و سه قسمت را به دختر مى دهند و در نتيجه مال ميت را ٢٤ قسمت كنند ١٥ قسمت آن را به دختر و پنج قسمت آن را به پدر و چهار قسمت آن را به مادر مى دهند</w:t>
      </w:r>
      <w:r w:rsidR="000C4B14">
        <w:rPr>
          <w:rtl/>
          <w:lang w:bidi="fa-IR"/>
        </w:rPr>
        <w:t>،</w:t>
      </w:r>
      <w:r w:rsidRPr="003E3506">
        <w:rPr>
          <w:rtl/>
          <w:lang w:bidi="fa-IR"/>
        </w:rPr>
        <w:t xml:space="preserve"> و چون مساله خالى از اشكال نيست مراعات احتياط در مقدار تفاوت ميان يك پنجم و يك ششم از سهم مادر ترك نشود.</w:t>
      </w:r>
    </w:p>
    <w:p w:rsidR="003E3506" w:rsidRPr="003E3506" w:rsidRDefault="003E3506" w:rsidP="003E3506">
      <w:pPr>
        <w:pStyle w:val="libNormal"/>
        <w:rPr>
          <w:lang w:bidi="fa-IR"/>
        </w:rPr>
      </w:pPr>
      <w:r w:rsidRPr="003E3506">
        <w:rPr>
          <w:rtl/>
          <w:lang w:bidi="fa-IR"/>
        </w:rPr>
        <w:t>٢٧٤٣ - اگر وارث ميت فقط پدر و مادر و يك پسر باشد</w:t>
      </w:r>
      <w:r w:rsidR="000C4B14">
        <w:rPr>
          <w:rtl/>
          <w:lang w:bidi="fa-IR"/>
        </w:rPr>
        <w:t>،</w:t>
      </w:r>
      <w:r w:rsidRPr="003E3506">
        <w:rPr>
          <w:rtl/>
          <w:lang w:bidi="fa-IR"/>
        </w:rPr>
        <w:t xml:space="preserve"> مال را شش قسمت مى كنند</w:t>
      </w:r>
      <w:r w:rsidR="000C4B14">
        <w:rPr>
          <w:rtl/>
          <w:lang w:bidi="fa-IR"/>
        </w:rPr>
        <w:t>،</w:t>
      </w:r>
      <w:r w:rsidRPr="003E3506">
        <w:rPr>
          <w:rtl/>
          <w:lang w:bidi="fa-IR"/>
        </w:rPr>
        <w:t xml:space="preserve"> پدر و مادر هر كدام يك قسمت و پسر چهار قسمت آن را مى برد</w:t>
      </w:r>
      <w:r w:rsidR="000C4B14">
        <w:rPr>
          <w:rtl/>
          <w:lang w:bidi="fa-IR"/>
        </w:rPr>
        <w:t>،</w:t>
      </w:r>
      <w:r w:rsidRPr="003E3506">
        <w:rPr>
          <w:rtl/>
          <w:lang w:bidi="fa-IR"/>
        </w:rPr>
        <w:t xml:space="preserve"> و اگر چند پسر يا چند دختر باشند</w:t>
      </w:r>
      <w:r w:rsidR="000C4B14">
        <w:rPr>
          <w:rtl/>
          <w:lang w:bidi="fa-IR"/>
        </w:rPr>
        <w:t>،</w:t>
      </w:r>
      <w:r w:rsidRPr="003E3506">
        <w:rPr>
          <w:rtl/>
          <w:lang w:bidi="fa-IR"/>
        </w:rPr>
        <w:t xml:space="preserve"> آن چهار قسمت را به طور مساوى بين خودشان قسمت مى كنند و اگر پسر و دختر باشند</w:t>
      </w:r>
      <w:r w:rsidR="000C4B14">
        <w:rPr>
          <w:rtl/>
          <w:lang w:bidi="fa-IR"/>
        </w:rPr>
        <w:t>،</w:t>
      </w:r>
      <w:r w:rsidRPr="003E3506">
        <w:rPr>
          <w:rtl/>
          <w:lang w:bidi="fa-IR"/>
        </w:rPr>
        <w:t xml:space="preserve"> آن چهار قسمت را طورى تقسيم مى كنند كه هر پسرى دو برابر يك دختر ببرد.</w:t>
      </w:r>
    </w:p>
    <w:p w:rsidR="003E3506" w:rsidRPr="003E3506" w:rsidRDefault="003E3506" w:rsidP="003E3506">
      <w:pPr>
        <w:pStyle w:val="libNormal"/>
        <w:rPr>
          <w:lang w:bidi="fa-IR"/>
        </w:rPr>
      </w:pPr>
      <w:r w:rsidRPr="003E3506">
        <w:rPr>
          <w:rtl/>
          <w:lang w:bidi="fa-IR"/>
        </w:rPr>
        <w:lastRenderedPageBreak/>
        <w:t>٢٧٤٤ - اگر وارث ميت فقط پدر</w:t>
      </w:r>
      <w:r w:rsidR="000C4B14">
        <w:rPr>
          <w:rtl/>
          <w:lang w:bidi="fa-IR"/>
        </w:rPr>
        <w:t>،</w:t>
      </w:r>
      <w:r w:rsidRPr="003E3506">
        <w:rPr>
          <w:rtl/>
          <w:lang w:bidi="fa-IR"/>
        </w:rPr>
        <w:t xml:space="preserve"> يا مادر و يك يا چند پسر باشند مال را شش قسمت مى كنند</w:t>
      </w:r>
      <w:r w:rsidR="000C4B14">
        <w:rPr>
          <w:rtl/>
          <w:lang w:bidi="fa-IR"/>
        </w:rPr>
        <w:t>،</w:t>
      </w:r>
      <w:r w:rsidRPr="003E3506">
        <w:rPr>
          <w:rtl/>
          <w:lang w:bidi="fa-IR"/>
        </w:rPr>
        <w:t xml:space="preserve"> يك قسمت آن را پدر يا مادر و پنج قسمت را پسر مى برد</w:t>
      </w:r>
      <w:r w:rsidR="000C4B14">
        <w:rPr>
          <w:rtl/>
          <w:lang w:bidi="fa-IR"/>
        </w:rPr>
        <w:t>،</w:t>
      </w:r>
      <w:r w:rsidRPr="003E3506">
        <w:rPr>
          <w:rtl/>
          <w:lang w:bidi="fa-IR"/>
        </w:rPr>
        <w:t xml:space="preserve"> و اگر چند پسر باشند آن پنج قسمت را به طور مساوى تقسيم مى نمايد.</w:t>
      </w:r>
    </w:p>
    <w:p w:rsidR="003E3506" w:rsidRPr="003E3506" w:rsidRDefault="003E3506" w:rsidP="003E3506">
      <w:pPr>
        <w:pStyle w:val="libNormal"/>
        <w:rPr>
          <w:lang w:bidi="fa-IR"/>
        </w:rPr>
      </w:pPr>
      <w:r w:rsidRPr="003E3506">
        <w:rPr>
          <w:rtl/>
          <w:lang w:bidi="fa-IR"/>
        </w:rPr>
        <w:t>٢٧٤٥ - اگر وارث ميت فقط پدر</w:t>
      </w:r>
      <w:r w:rsidR="000C4B14">
        <w:rPr>
          <w:rtl/>
          <w:lang w:bidi="fa-IR"/>
        </w:rPr>
        <w:t>،</w:t>
      </w:r>
      <w:r w:rsidRPr="003E3506">
        <w:rPr>
          <w:rtl/>
          <w:lang w:bidi="fa-IR"/>
        </w:rPr>
        <w:t xml:space="preserve"> يا مادر</w:t>
      </w:r>
      <w:r w:rsidR="000C4B14">
        <w:rPr>
          <w:rtl/>
          <w:lang w:bidi="fa-IR"/>
        </w:rPr>
        <w:t>،</w:t>
      </w:r>
      <w:r w:rsidRPr="003E3506">
        <w:rPr>
          <w:rtl/>
          <w:lang w:bidi="fa-IR"/>
        </w:rPr>
        <w:t xml:space="preserve"> يا پسر و دختر باشد مال را شش قسمت مى كنند</w:t>
      </w:r>
      <w:r w:rsidR="000C4B14">
        <w:rPr>
          <w:rtl/>
          <w:lang w:bidi="fa-IR"/>
        </w:rPr>
        <w:t>،</w:t>
      </w:r>
      <w:r w:rsidRPr="003E3506">
        <w:rPr>
          <w:rtl/>
          <w:lang w:bidi="fa-IR"/>
        </w:rPr>
        <w:t xml:space="preserve"> يك قسمت آن را پدر</w:t>
      </w:r>
      <w:r w:rsidR="000C4B14">
        <w:rPr>
          <w:rtl/>
          <w:lang w:bidi="fa-IR"/>
        </w:rPr>
        <w:t>،</w:t>
      </w:r>
      <w:r w:rsidRPr="003E3506">
        <w:rPr>
          <w:rtl/>
          <w:lang w:bidi="fa-IR"/>
        </w:rPr>
        <w:t xml:space="preserve"> يا مادر مى برد و بقيه را طورى قسمت مى كنند كه هر پسرى دو برابر دختر ببرد.</w:t>
      </w:r>
    </w:p>
    <w:p w:rsidR="003E3506" w:rsidRPr="003E3506" w:rsidRDefault="003E3506" w:rsidP="003E3506">
      <w:pPr>
        <w:pStyle w:val="libNormal"/>
        <w:rPr>
          <w:lang w:bidi="fa-IR"/>
        </w:rPr>
      </w:pPr>
      <w:r w:rsidRPr="003E3506">
        <w:rPr>
          <w:rtl/>
          <w:lang w:bidi="fa-IR"/>
        </w:rPr>
        <w:t>٢٧٤٦ - اگر وارث ميت فقط پدر</w:t>
      </w:r>
      <w:r w:rsidR="000C4B14">
        <w:rPr>
          <w:rtl/>
          <w:lang w:bidi="fa-IR"/>
        </w:rPr>
        <w:t>،</w:t>
      </w:r>
      <w:r w:rsidRPr="003E3506">
        <w:rPr>
          <w:rtl/>
          <w:lang w:bidi="fa-IR"/>
        </w:rPr>
        <w:t xml:space="preserve"> يا مادر و يك دختر باشد مال را چهار قسمت مى كنند</w:t>
      </w:r>
      <w:r w:rsidR="000C4B14">
        <w:rPr>
          <w:rtl/>
          <w:lang w:bidi="fa-IR"/>
        </w:rPr>
        <w:t>،</w:t>
      </w:r>
      <w:r w:rsidRPr="003E3506">
        <w:rPr>
          <w:rtl/>
          <w:lang w:bidi="fa-IR"/>
        </w:rPr>
        <w:t xml:space="preserve"> يك قسمت آن را پدر يا مادر و بقيه را دختر مى برد.</w:t>
      </w:r>
    </w:p>
    <w:p w:rsidR="003E3506" w:rsidRPr="003E3506" w:rsidRDefault="003E3506" w:rsidP="003E3506">
      <w:pPr>
        <w:pStyle w:val="libNormal"/>
        <w:rPr>
          <w:lang w:bidi="fa-IR"/>
        </w:rPr>
      </w:pPr>
      <w:r w:rsidRPr="003E3506">
        <w:rPr>
          <w:rtl/>
          <w:lang w:bidi="fa-IR"/>
        </w:rPr>
        <w:t>٢٧٤٧ - اگر وارث ميت فقط پدر يا مادر و چند دختر باشد</w:t>
      </w:r>
      <w:r w:rsidR="000C4B14">
        <w:rPr>
          <w:rtl/>
          <w:lang w:bidi="fa-IR"/>
        </w:rPr>
        <w:t>،</w:t>
      </w:r>
      <w:r w:rsidRPr="003E3506">
        <w:rPr>
          <w:rtl/>
          <w:lang w:bidi="fa-IR"/>
        </w:rPr>
        <w:t xml:space="preserve"> مال را پنج قسمت مى كنند</w:t>
      </w:r>
      <w:r w:rsidR="000C4B14">
        <w:rPr>
          <w:rtl/>
          <w:lang w:bidi="fa-IR"/>
        </w:rPr>
        <w:t>،</w:t>
      </w:r>
      <w:r w:rsidRPr="003E3506">
        <w:rPr>
          <w:rtl/>
          <w:lang w:bidi="fa-IR"/>
        </w:rPr>
        <w:t xml:space="preserve"> يك قسمت را پدر يا مادر مى برد و چهار قسمت را دخترها به طور مساوى بين خودشان قسمت مى كنند.</w:t>
      </w:r>
    </w:p>
    <w:p w:rsidR="003E3506" w:rsidRPr="003E3506" w:rsidRDefault="003E3506" w:rsidP="003E3506">
      <w:pPr>
        <w:pStyle w:val="libNormal"/>
        <w:rPr>
          <w:lang w:bidi="fa-IR"/>
        </w:rPr>
      </w:pPr>
      <w:r w:rsidRPr="003E3506">
        <w:rPr>
          <w:rtl/>
          <w:lang w:bidi="fa-IR"/>
        </w:rPr>
        <w:t>٢٧٤٨ - اگر ميت اولاد نداشته باشد</w:t>
      </w:r>
      <w:r w:rsidR="000C4B14">
        <w:rPr>
          <w:rtl/>
          <w:lang w:bidi="fa-IR"/>
        </w:rPr>
        <w:t>،</w:t>
      </w:r>
      <w:r w:rsidRPr="003E3506">
        <w:rPr>
          <w:rtl/>
          <w:lang w:bidi="fa-IR"/>
        </w:rPr>
        <w:t xml:space="preserve"> نوه پسرى او اگر چه دختر باشد سهم پسر ميت را مى برد و نوه دخترى او اگر چه پسر باشد</w:t>
      </w:r>
      <w:r w:rsidR="000C4B14">
        <w:rPr>
          <w:rtl/>
          <w:lang w:bidi="fa-IR"/>
        </w:rPr>
        <w:t>،</w:t>
      </w:r>
      <w:r w:rsidRPr="003E3506">
        <w:rPr>
          <w:rtl/>
          <w:lang w:bidi="fa-IR"/>
        </w:rPr>
        <w:t xml:space="preserve"> سهم دختر ميت را مى برد مثلا اگر ميت يك پسر از دختر خود و يك دختر از پسرش داشته باشد</w:t>
      </w:r>
      <w:r w:rsidR="000C4B14">
        <w:rPr>
          <w:rtl/>
          <w:lang w:bidi="fa-IR"/>
        </w:rPr>
        <w:t>،</w:t>
      </w:r>
      <w:r w:rsidRPr="003E3506">
        <w:rPr>
          <w:rtl/>
          <w:lang w:bidi="fa-IR"/>
        </w:rPr>
        <w:t xml:space="preserve"> مال را سه قسمت مى كنند يك قسمت را به پسر دختر و دو قسمت را به دختر پسر مى دهند.</w:t>
      </w:r>
    </w:p>
    <w:p w:rsidR="003E3506" w:rsidRDefault="00605FAB" w:rsidP="000957EF">
      <w:pPr>
        <w:pStyle w:val="Heading3"/>
        <w:rPr>
          <w:rtl/>
          <w:lang w:bidi="fa-IR"/>
        </w:rPr>
      </w:pPr>
      <w:bookmarkStart w:id="297" w:name="_Toc24454720"/>
      <w:r>
        <w:rPr>
          <w:rtl/>
          <w:lang w:bidi="fa-IR"/>
        </w:rPr>
        <w:t>(</w:t>
      </w:r>
      <w:r w:rsidR="003E3506" w:rsidRPr="003E3506">
        <w:rPr>
          <w:rtl/>
          <w:lang w:bidi="fa-IR"/>
        </w:rPr>
        <w:t>ارث دسته دوم</w:t>
      </w:r>
      <w:r>
        <w:rPr>
          <w:rtl/>
          <w:lang w:bidi="fa-IR"/>
        </w:rPr>
        <w:t>)</w:t>
      </w:r>
      <w:bookmarkEnd w:id="297"/>
    </w:p>
    <w:p w:rsidR="003E3506" w:rsidRPr="003E3506" w:rsidRDefault="003E3506" w:rsidP="003E3506">
      <w:pPr>
        <w:pStyle w:val="libNormal"/>
        <w:rPr>
          <w:lang w:bidi="fa-IR"/>
        </w:rPr>
      </w:pPr>
      <w:r w:rsidRPr="003E3506">
        <w:rPr>
          <w:rtl/>
          <w:lang w:bidi="fa-IR"/>
        </w:rPr>
        <w:t>٢٧٤٩ - دسته دوم از كسانى كه به واسطه خويشى ارث مى برند جد يعنى پدربزرگ</w:t>
      </w:r>
      <w:r w:rsidR="000C4B14">
        <w:rPr>
          <w:rtl/>
          <w:lang w:bidi="fa-IR"/>
        </w:rPr>
        <w:t>،</w:t>
      </w:r>
      <w:r w:rsidRPr="003E3506">
        <w:rPr>
          <w:rtl/>
          <w:lang w:bidi="fa-IR"/>
        </w:rPr>
        <w:t xml:space="preserve"> و جده يعنى مادربزرگ</w:t>
      </w:r>
      <w:r w:rsidR="000C4B14">
        <w:rPr>
          <w:rtl/>
          <w:lang w:bidi="fa-IR"/>
        </w:rPr>
        <w:t>،</w:t>
      </w:r>
      <w:r w:rsidRPr="003E3506">
        <w:rPr>
          <w:rtl/>
          <w:lang w:bidi="fa-IR"/>
        </w:rPr>
        <w:t xml:space="preserve"> و برادر</w:t>
      </w:r>
      <w:r w:rsidR="000C4B14">
        <w:rPr>
          <w:rtl/>
          <w:lang w:bidi="fa-IR"/>
        </w:rPr>
        <w:t>،</w:t>
      </w:r>
      <w:r w:rsidRPr="003E3506">
        <w:rPr>
          <w:rtl/>
          <w:lang w:bidi="fa-IR"/>
        </w:rPr>
        <w:t xml:space="preserve"> و خواهر ميت است و اگر برادر و خواهر نداشته باشد</w:t>
      </w:r>
      <w:r w:rsidR="000C4B14">
        <w:rPr>
          <w:rtl/>
          <w:lang w:bidi="fa-IR"/>
        </w:rPr>
        <w:t>،</w:t>
      </w:r>
      <w:r w:rsidRPr="003E3506">
        <w:rPr>
          <w:rtl/>
          <w:lang w:bidi="fa-IR"/>
        </w:rPr>
        <w:t xml:space="preserve"> اولادشان ارث مى برند.</w:t>
      </w:r>
    </w:p>
    <w:p w:rsidR="003E3506" w:rsidRPr="003E3506" w:rsidRDefault="003E3506" w:rsidP="003E3506">
      <w:pPr>
        <w:pStyle w:val="libNormal"/>
        <w:rPr>
          <w:lang w:bidi="fa-IR"/>
        </w:rPr>
      </w:pPr>
      <w:r w:rsidRPr="003E3506">
        <w:rPr>
          <w:rtl/>
        </w:rPr>
        <w:t>٢٧٥٠ - اگر وارث ميت فقط يك برادر</w:t>
      </w:r>
      <w:r w:rsidR="000C4B14">
        <w:rPr>
          <w:rtl/>
        </w:rPr>
        <w:t>،</w:t>
      </w:r>
      <w:r w:rsidRPr="003E3506">
        <w:rPr>
          <w:rtl/>
        </w:rPr>
        <w:t xml:space="preserve"> يا يك خواهر باشد همه مال به او مى رسد و اگر چند برادر پدر و مادرى</w:t>
      </w:r>
      <w:r w:rsidR="000C4B14">
        <w:rPr>
          <w:rtl/>
        </w:rPr>
        <w:t>،</w:t>
      </w:r>
      <w:r w:rsidRPr="003E3506">
        <w:rPr>
          <w:rtl/>
        </w:rPr>
        <w:t xml:space="preserve"> يا چند خواهر پدر و مادرى باشد</w:t>
      </w:r>
      <w:r w:rsidR="000C4B14">
        <w:rPr>
          <w:rtl/>
        </w:rPr>
        <w:t>،</w:t>
      </w:r>
      <w:r w:rsidRPr="003E3506">
        <w:rPr>
          <w:rtl/>
        </w:rPr>
        <w:t xml:space="preserve"> مال به طورى مساوى بين آنان قسمت مى شود و اگر برادر و خواهر پدر و مادرى با هم باشند</w:t>
      </w:r>
      <w:r w:rsidR="000C4B14">
        <w:rPr>
          <w:rtl/>
        </w:rPr>
        <w:t>،</w:t>
      </w:r>
      <w:r w:rsidRPr="003E3506">
        <w:rPr>
          <w:rtl/>
        </w:rPr>
        <w:t xml:space="preserve"> هر برادرى دو برابر خواهر مى </w:t>
      </w:r>
      <w:r w:rsidRPr="003E3506">
        <w:rPr>
          <w:rtl/>
        </w:rPr>
        <w:lastRenderedPageBreak/>
        <w:t>برد</w:t>
      </w:r>
      <w:r w:rsidR="000C4B14">
        <w:rPr>
          <w:rtl/>
        </w:rPr>
        <w:t>،</w:t>
      </w:r>
      <w:r w:rsidRPr="003E3506">
        <w:rPr>
          <w:rtl/>
        </w:rPr>
        <w:t xml:space="preserve"> مثلا اگر دو برادر و يك خواهر پدر و مادرى دارد مال را پنج قسمت مى كنند</w:t>
      </w:r>
      <w:r w:rsidR="000C4B14">
        <w:rPr>
          <w:rtl/>
        </w:rPr>
        <w:t>،</w:t>
      </w:r>
      <w:r w:rsidRPr="003E3506">
        <w:rPr>
          <w:rtl/>
        </w:rPr>
        <w:t xml:space="preserve"> هر يك از برادرها دو قسمت و خواهر يك قسمت آن را مى برد.</w:t>
      </w:r>
      <w:r w:rsidRPr="003E3506">
        <w:rPr>
          <w:lang w:bidi="fa-IR"/>
        </w:rPr>
        <w:t>v</w:t>
      </w:r>
      <w:r w:rsidRPr="003E3506">
        <w:rPr>
          <w:rtl/>
        </w:rPr>
        <w:t xml:space="preserve"> ٢٧٥١ - اگر ميت برادر و خواهر پدر و مادرى دارد</w:t>
      </w:r>
      <w:r w:rsidR="000C4B14">
        <w:rPr>
          <w:rtl/>
        </w:rPr>
        <w:t>،</w:t>
      </w:r>
      <w:r w:rsidRPr="003E3506">
        <w:rPr>
          <w:rtl/>
        </w:rPr>
        <w:t xml:space="preserve"> برادر و خواهر پدرى كه از مادر با ميت جدا است ارث نمى برد</w:t>
      </w:r>
      <w:r w:rsidR="000C4B14">
        <w:rPr>
          <w:rtl/>
        </w:rPr>
        <w:t>،</w:t>
      </w:r>
      <w:r w:rsidRPr="003E3506">
        <w:rPr>
          <w:rtl/>
        </w:rPr>
        <w:t xml:space="preserve"> و اگر برادر و خواهر پدر و مادرى ندارد</w:t>
      </w:r>
      <w:r w:rsidR="000C4B14">
        <w:rPr>
          <w:rtl/>
        </w:rPr>
        <w:t>،</w:t>
      </w:r>
      <w:r w:rsidRPr="003E3506">
        <w:rPr>
          <w:rtl/>
        </w:rPr>
        <w:t xml:space="preserve"> چنانچه فقط يك خواهر يا يك برادر پدرى داشته باشد</w:t>
      </w:r>
      <w:r w:rsidR="000C4B14">
        <w:rPr>
          <w:rtl/>
        </w:rPr>
        <w:t>،</w:t>
      </w:r>
      <w:r w:rsidRPr="003E3506">
        <w:rPr>
          <w:rtl/>
        </w:rPr>
        <w:t xml:space="preserve"> همه مال به او مى رسد و اگر چند برادر يا چند خواهر پدرى داشته باشد مال به طورى مساوى بين آنان قسمت مى شود و اگر هم برادر و هم خواهر پدرى داشته باشد هر برادرى دو برابر خواهر مى برد.</w:t>
      </w:r>
    </w:p>
    <w:p w:rsidR="003E3506" w:rsidRPr="003E3506" w:rsidRDefault="003E3506" w:rsidP="003E3506">
      <w:pPr>
        <w:pStyle w:val="libNormal"/>
        <w:rPr>
          <w:lang w:bidi="fa-IR"/>
        </w:rPr>
      </w:pPr>
      <w:r w:rsidRPr="003E3506">
        <w:rPr>
          <w:rtl/>
          <w:lang w:bidi="fa-IR"/>
        </w:rPr>
        <w:t>٢٧٥٢ - اگر وارث ميت فقط يك خواهر يا يك برادر مادرى باشد كه از پدر با ميت جدا است همه مال به او مى رسد</w:t>
      </w:r>
      <w:r w:rsidR="000C4B14">
        <w:rPr>
          <w:rtl/>
          <w:lang w:bidi="fa-IR"/>
        </w:rPr>
        <w:t>،</w:t>
      </w:r>
      <w:r w:rsidRPr="003E3506">
        <w:rPr>
          <w:rtl/>
          <w:lang w:bidi="fa-IR"/>
        </w:rPr>
        <w:t xml:space="preserve"> و اگر چند برادر مادرى يا چند خواهر مادرى يا چند برادر و خواهر مادرى باشند</w:t>
      </w:r>
      <w:r w:rsidR="000C4B14">
        <w:rPr>
          <w:rtl/>
          <w:lang w:bidi="fa-IR"/>
        </w:rPr>
        <w:t>،</w:t>
      </w:r>
      <w:r w:rsidRPr="003E3506">
        <w:rPr>
          <w:rtl/>
          <w:lang w:bidi="fa-IR"/>
        </w:rPr>
        <w:t xml:space="preserve"> مال به طور مساوى بين آنان قسمت مى شود.</w:t>
      </w:r>
    </w:p>
    <w:p w:rsidR="003E3506" w:rsidRPr="003E3506" w:rsidRDefault="003E3506" w:rsidP="003E3506">
      <w:pPr>
        <w:pStyle w:val="libNormal"/>
        <w:rPr>
          <w:lang w:bidi="fa-IR"/>
        </w:rPr>
      </w:pPr>
      <w:r w:rsidRPr="003E3506">
        <w:rPr>
          <w:rtl/>
          <w:lang w:bidi="fa-IR"/>
        </w:rPr>
        <w:t>٢٧٥٣ - اگر ميت برادر و خواهر پدر و مادرى و برادر و خواهر پدرى و يك برادر يا يك خواهر مادرى داشته باشد</w:t>
      </w:r>
      <w:r w:rsidR="000C4B14">
        <w:rPr>
          <w:rtl/>
          <w:lang w:bidi="fa-IR"/>
        </w:rPr>
        <w:t>،</w:t>
      </w:r>
      <w:r w:rsidRPr="003E3506">
        <w:rPr>
          <w:rtl/>
          <w:lang w:bidi="fa-IR"/>
        </w:rPr>
        <w:t xml:space="preserve"> برادر و خواهر پدرى ارث نمى برند و مال را شش قسمت مى كنند</w:t>
      </w:r>
      <w:r w:rsidR="000C4B14">
        <w:rPr>
          <w:rtl/>
          <w:lang w:bidi="fa-IR"/>
        </w:rPr>
        <w:t>،</w:t>
      </w:r>
      <w:r w:rsidRPr="003E3506">
        <w:rPr>
          <w:rtl/>
          <w:lang w:bidi="fa-IR"/>
        </w:rPr>
        <w:t xml:space="preserve"> يك قسمت آن را به برادر يا خواهر مادرى و بقيه را به برادر و خواهر پدر و مادرى مى دهند و هر برادرى دو برابر خواهر مى برد.</w:t>
      </w:r>
    </w:p>
    <w:p w:rsidR="003E3506" w:rsidRPr="003E3506" w:rsidRDefault="003E3506" w:rsidP="003E3506">
      <w:pPr>
        <w:pStyle w:val="libNormal"/>
        <w:rPr>
          <w:lang w:bidi="fa-IR"/>
        </w:rPr>
      </w:pPr>
      <w:r w:rsidRPr="003E3506">
        <w:rPr>
          <w:rtl/>
          <w:lang w:bidi="fa-IR"/>
        </w:rPr>
        <w:t>٢٧٥٤ - اگر ميت برادر و خواهر پدر و مادرى و برادر و خواهر پدرى و چند برادر و خواهر مادرى داشته باشد</w:t>
      </w:r>
      <w:r w:rsidR="000C4B14">
        <w:rPr>
          <w:rtl/>
          <w:lang w:bidi="fa-IR"/>
        </w:rPr>
        <w:t>،</w:t>
      </w:r>
      <w:r w:rsidRPr="003E3506">
        <w:rPr>
          <w:rtl/>
          <w:lang w:bidi="fa-IR"/>
        </w:rPr>
        <w:t xml:space="preserve"> برادر و خواهر پدرى ارث نمى برد و مال را سه قسمت مى كنند</w:t>
      </w:r>
      <w:r w:rsidR="000C4B14">
        <w:rPr>
          <w:rtl/>
          <w:lang w:bidi="fa-IR"/>
        </w:rPr>
        <w:t>،</w:t>
      </w:r>
      <w:r w:rsidRPr="003E3506">
        <w:rPr>
          <w:rtl/>
          <w:lang w:bidi="fa-IR"/>
        </w:rPr>
        <w:t xml:space="preserve"> يك قسمت آن را برادر و خواهر مادرى به طورى مساوى بين خودشان قسمت مى كنند و بقيه را به برادر و خواهر پدر و مادرى مى دهند و هر برادرى دو برابر خواهر مى برد.</w:t>
      </w:r>
    </w:p>
    <w:p w:rsidR="003E3506" w:rsidRPr="003E3506" w:rsidRDefault="003E3506" w:rsidP="003E3506">
      <w:pPr>
        <w:pStyle w:val="libNormal"/>
        <w:rPr>
          <w:lang w:bidi="fa-IR"/>
        </w:rPr>
      </w:pPr>
      <w:r w:rsidRPr="003E3506">
        <w:rPr>
          <w:rtl/>
          <w:lang w:bidi="fa-IR"/>
        </w:rPr>
        <w:t>٢٧٥٥ - اگر وارث ميت فقط برادر و خواهر پدرى و يك برادر مادرى يا يك خواهر مادرى باشد</w:t>
      </w:r>
      <w:r w:rsidR="000C4B14">
        <w:rPr>
          <w:rtl/>
          <w:lang w:bidi="fa-IR"/>
        </w:rPr>
        <w:t>،</w:t>
      </w:r>
      <w:r w:rsidRPr="003E3506">
        <w:rPr>
          <w:rtl/>
          <w:lang w:bidi="fa-IR"/>
        </w:rPr>
        <w:t xml:space="preserve"> مال را شش قسمت مى كنند</w:t>
      </w:r>
      <w:r w:rsidR="000C4B14">
        <w:rPr>
          <w:rtl/>
          <w:lang w:bidi="fa-IR"/>
        </w:rPr>
        <w:t>،</w:t>
      </w:r>
      <w:r w:rsidRPr="003E3506">
        <w:rPr>
          <w:rtl/>
          <w:lang w:bidi="fa-IR"/>
        </w:rPr>
        <w:t xml:space="preserve"> يك قسمت آن را برادر يا خواهر مادرى مى برد و بقيه را به برادر و خواهر پدرى مى دهند و هر برادرى دو برابر خواهر مى برد.</w:t>
      </w:r>
    </w:p>
    <w:p w:rsidR="003E3506" w:rsidRPr="003E3506" w:rsidRDefault="003E3506" w:rsidP="003E3506">
      <w:pPr>
        <w:pStyle w:val="libNormal"/>
        <w:rPr>
          <w:lang w:bidi="fa-IR"/>
        </w:rPr>
      </w:pPr>
      <w:r w:rsidRPr="003E3506">
        <w:rPr>
          <w:rtl/>
          <w:lang w:bidi="fa-IR"/>
        </w:rPr>
        <w:lastRenderedPageBreak/>
        <w:t>٢٧٥٦ - اگر وارث ميت فقط برادر و خواهر پدرى و چند برادر و خواهر مادرى باشد</w:t>
      </w:r>
      <w:r w:rsidR="000C4B14">
        <w:rPr>
          <w:rtl/>
          <w:lang w:bidi="fa-IR"/>
        </w:rPr>
        <w:t>،</w:t>
      </w:r>
      <w:r w:rsidRPr="003E3506">
        <w:rPr>
          <w:rtl/>
          <w:lang w:bidi="fa-IR"/>
        </w:rPr>
        <w:t xml:space="preserve"> مال را سه قسمت مى كنند</w:t>
      </w:r>
      <w:r w:rsidR="000C4B14">
        <w:rPr>
          <w:rtl/>
          <w:lang w:bidi="fa-IR"/>
        </w:rPr>
        <w:t>،</w:t>
      </w:r>
      <w:r w:rsidRPr="003E3506">
        <w:rPr>
          <w:rtl/>
          <w:lang w:bidi="fa-IR"/>
        </w:rPr>
        <w:t xml:space="preserve"> يك قسمت آن را برادر و خواهر مادرى به طور مساوى بين خودشان قسمت مى كنند و بقيه را به برادر و خواهر پدرى مى دهند و هر برادرى دو برابر خواهر مى برد.</w:t>
      </w:r>
    </w:p>
    <w:p w:rsidR="003E3506" w:rsidRPr="003E3506" w:rsidRDefault="003E3506" w:rsidP="003E3506">
      <w:pPr>
        <w:pStyle w:val="libNormal"/>
        <w:rPr>
          <w:lang w:bidi="fa-IR"/>
        </w:rPr>
      </w:pPr>
      <w:r w:rsidRPr="003E3506">
        <w:rPr>
          <w:rtl/>
          <w:lang w:bidi="fa-IR"/>
        </w:rPr>
        <w:t>٢٧٥٧ - اگر وارث ميت فقط برادر و خواهر و زن او باشد</w:t>
      </w:r>
      <w:r w:rsidR="000C4B14">
        <w:rPr>
          <w:rtl/>
          <w:lang w:bidi="fa-IR"/>
        </w:rPr>
        <w:t>،</w:t>
      </w:r>
      <w:r w:rsidRPr="003E3506">
        <w:rPr>
          <w:rtl/>
          <w:lang w:bidi="fa-IR"/>
        </w:rPr>
        <w:t xml:space="preserve"> زن ارث خود را به تفصيلى كه بعدا گفته مى شود مى برد و خواهر و برادر به طورى كه در مسايل گذشته گفته شد ارث خود را مى برند</w:t>
      </w:r>
      <w:r w:rsidR="000C4B14">
        <w:rPr>
          <w:rtl/>
          <w:lang w:bidi="fa-IR"/>
        </w:rPr>
        <w:t>،</w:t>
      </w:r>
      <w:r w:rsidRPr="003E3506">
        <w:rPr>
          <w:rtl/>
          <w:lang w:bidi="fa-IR"/>
        </w:rPr>
        <w:t xml:space="preserve"> و نيز اگر زنى بميرد و وارث او فقط خواهر و برادر و شوهر او باشد</w:t>
      </w:r>
      <w:r w:rsidR="000C4B14">
        <w:rPr>
          <w:rtl/>
          <w:lang w:bidi="fa-IR"/>
        </w:rPr>
        <w:t>،</w:t>
      </w:r>
      <w:r w:rsidRPr="003E3506">
        <w:rPr>
          <w:rtl/>
          <w:lang w:bidi="fa-IR"/>
        </w:rPr>
        <w:t xml:space="preserve"> شوهر نصف مال را مى برد و خواهر و برادر به طورى كه در مسايل پيش گفته شد ارث خود را مى برند.</w:t>
      </w:r>
    </w:p>
    <w:p w:rsidR="003E3506" w:rsidRPr="003E3506" w:rsidRDefault="003E3506" w:rsidP="003E3506">
      <w:pPr>
        <w:pStyle w:val="libNormal"/>
        <w:rPr>
          <w:lang w:bidi="fa-IR"/>
        </w:rPr>
      </w:pPr>
      <w:r w:rsidRPr="003E3506">
        <w:rPr>
          <w:rtl/>
          <w:lang w:bidi="fa-IR"/>
        </w:rPr>
        <w:t>ولى براى آن كه زن يا شوهر ارث مى برد از سهم برادر و خواهر مادرى چيزى كم نمى شود</w:t>
      </w:r>
      <w:r w:rsidR="000C4B14">
        <w:rPr>
          <w:rtl/>
          <w:lang w:bidi="fa-IR"/>
        </w:rPr>
        <w:t>،</w:t>
      </w:r>
      <w:r w:rsidRPr="003E3506">
        <w:rPr>
          <w:rtl/>
          <w:lang w:bidi="fa-IR"/>
        </w:rPr>
        <w:t xml:space="preserve"> و از سهم برادر و خواهر پدر و مادرى يا پدرى كم مى شود</w:t>
      </w:r>
      <w:r w:rsidR="000C4B14">
        <w:rPr>
          <w:rtl/>
          <w:lang w:bidi="fa-IR"/>
        </w:rPr>
        <w:t>،</w:t>
      </w:r>
      <w:r w:rsidRPr="003E3506">
        <w:rPr>
          <w:rtl/>
          <w:lang w:bidi="fa-IR"/>
        </w:rPr>
        <w:t xml:space="preserve"> مثلا اگر وارث ميت شوهر و برادر و خواهرمادرى و برادر و خواهر پدر و مادرى او باشد</w:t>
      </w:r>
      <w:r w:rsidR="000C4B14">
        <w:rPr>
          <w:rtl/>
          <w:lang w:bidi="fa-IR"/>
        </w:rPr>
        <w:t>،</w:t>
      </w:r>
      <w:r w:rsidRPr="003E3506">
        <w:rPr>
          <w:rtl/>
          <w:lang w:bidi="fa-IR"/>
        </w:rPr>
        <w:t xml:space="preserve"> نصف مال به شوهر مى رسد و يك قسمت از سه قسمت اصل مال را به برادر و خواهر مادرى مى دهند و آنچه مى ماند مال برادر و خواهر پدر و مادرى است</w:t>
      </w:r>
      <w:r w:rsidR="000C4B14">
        <w:rPr>
          <w:rtl/>
          <w:lang w:bidi="fa-IR"/>
        </w:rPr>
        <w:t>،</w:t>
      </w:r>
      <w:r w:rsidRPr="003E3506">
        <w:rPr>
          <w:rtl/>
          <w:lang w:bidi="fa-IR"/>
        </w:rPr>
        <w:t xml:space="preserve"> پس اگر همه مال او شش تومان باشد سه تومان به شوهر و دو تومان به برادر و خواهر مادرى و يك تومان به برادر و خواهر پدر و مادرى مى دهند.</w:t>
      </w:r>
    </w:p>
    <w:p w:rsidR="003E3506" w:rsidRPr="003E3506" w:rsidRDefault="003E3506" w:rsidP="003E3506">
      <w:pPr>
        <w:pStyle w:val="libNormal"/>
        <w:rPr>
          <w:lang w:bidi="fa-IR"/>
        </w:rPr>
      </w:pPr>
      <w:r w:rsidRPr="003E3506">
        <w:rPr>
          <w:rtl/>
          <w:lang w:bidi="fa-IR"/>
        </w:rPr>
        <w:t>٢٧٥٨ - اگر ميت خواهر و برادر نداشته باشد</w:t>
      </w:r>
      <w:r w:rsidR="000C4B14">
        <w:rPr>
          <w:rtl/>
          <w:lang w:bidi="fa-IR"/>
        </w:rPr>
        <w:t>،</w:t>
      </w:r>
      <w:r w:rsidRPr="003E3506">
        <w:rPr>
          <w:rtl/>
          <w:lang w:bidi="fa-IR"/>
        </w:rPr>
        <w:t xml:space="preserve"> سهم ارث آنان را به اولادشان مى دهند و سهم برادرزاده و خواهرزاده مادرى به طور مساوى بين آنان قسمت مى شود</w:t>
      </w:r>
      <w:r w:rsidR="000C4B14">
        <w:rPr>
          <w:rtl/>
          <w:lang w:bidi="fa-IR"/>
        </w:rPr>
        <w:t>،</w:t>
      </w:r>
      <w:r w:rsidRPr="003E3506">
        <w:rPr>
          <w:rtl/>
          <w:lang w:bidi="fa-IR"/>
        </w:rPr>
        <w:t xml:space="preserve"> و از سهمى كه به برادرزاده و خواهرزاده پدرى يا پدر و مادرى مى رسد بنابر مشهور هر پسرى دو برابر دختر مى برد ولى بعيد نيست كه بين اينها هم بالسويه قسمت شود و احوط رجوع به صلح است</w:t>
      </w:r>
      <w:r w:rsidR="000C4B14">
        <w:rPr>
          <w:rtl/>
          <w:lang w:bidi="fa-IR"/>
        </w:rPr>
        <w:t>.</w:t>
      </w:r>
    </w:p>
    <w:p w:rsidR="003E3506" w:rsidRPr="003E3506" w:rsidRDefault="003E3506" w:rsidP="003E3506">
      <w:pPr>
        <w:pStyle w:val="libNormal"/>
        <w:rPr>
          <w:lang w:bidi="fa-IR"/>
        </w:rPr>
      </w:pPr>
      <w:r w:rsidRPr="003E3506">
        <w:rPr>
          <w:rtl/>
          <w:lang w:bidi="fa-IR"/>
        </w:rPr>
        <w:t>٢٧٥٩ - اگر وارث ميت فقط يك جد يا يك جده است</w:t>
      </w:r>
      <w:r w:rsidR="000C4B14">
        <w:rPr>
          <w:rtl/>
          <w:lang w:bidi="fa-IR"/>
        </w:rPr>
        <w:t>،</w:t>
      </w:r>
      <w:r w:rsidRPr="003E3506">
        <w:rPr>
          <w:rtl/>
          <w:lang w:bidi="fa-IR"/>
        </w:rPr>
        <w:t xml:space="preserve"> چه پدرى باشد يا مادرى</w:t>
      </w:r>
      <w:r w:rsidR="000C4B14">
        <w:rPr>
          <w:rtl/>
          <w:lang w:bidi="fa-IR"/>
        </w:rPr>
        <w:t>،</w:t>
      </w:r>
      <w:r w:rsidRPr="003E3506">
        <w:rPr>
          <w:rtl/>
          <w:lang w:bidi="fa-IR"/>
        </w:rPr>
        <w:t xml:space="preserve"> همه مال به او مى رسد و با بودن جد ميت</w:t>
      </w:r>
      <w:r w:rsidR="000C4B14">
        <w:rPr>
          <w:rtl/>
          <w:lang w:bidi="fa-IR"/>
        </w:rPr>
        <w:t>،</w:t>
      </w:r>
      <w:r w:rsidRPr="003E3506">
        <w:rPr>
          <w:rtl/>
          <w:lang w:bidi="fa-IR"/>
        </w:rPr>
        <w:t xml:space="preserve"> پدر جد او ارث نمى برد</w:t>
      </w:r>
      <w:r w:rsidR="000C4B14">
        <w:rPr>
          <w:rtl/>
          <w:lang w:bidi="fa-IR"/>
        </w:rPr>
        <w:t>،</w:t>
      </w:r>
      <w:r w:rsidRPr="003E3506">
        <w:rPr>
          <w:rtl/>
          <w:lang w:bidi="fa-IR"/>
        </w:rPr>
        <w:t xml:space="preserve"> و اگر وارث ميت فقط جد و جده پدرى باشد</w:t>
      </w:r>
      <w:r w:rsidR="000C4B14">
        <w:rPr>
          <w:rtl/>
          <w:lang w:bidi="fa-IR"/>
        </w:rPr>
        <w:t>،</w:t>
      </w:r>
      <w:r w:rsidRPr="003E3506">
        <w:rPr>
          <w:rtl/>
          <w:lang w:bidi="fa-IR"/>
        </w:rPr>
        <w:t xml:space="preserve"> مال سه قسمت مى شود</w:t>
      </w:r>
      <w:r w:rsidR="000C4B14">
        <w:rPr>
          <w:rtl/>
          <w:lang w:bidi="fa-IR"/>
        </w:rPr>
        <w:t>،</w:t>
      </w:r>
      <w:r w:rsidRPr="003E3506">
        <w:rPr>
          <w:rtl/>
          <w:lang w:bidi="fa-IR"/>
        </w:rPr>
        <w:t xml:space="preserve"> دو قسمت را جد و يك قسمت را جده مى برد</w:t>
      </w:r>
      <w:r w:rsidR="000C4B14">
        <w:rPr>
          <w:rtl/>
          <w:lang w:bidi="fa-IR"/>
        </w:rPr>
        <w:t>،</w:t>
      </w:r>
      <w:r w:rsidRPr="003E3506">
        <w:rPr>
          <w:rtl/>
          <w:lang w:bidi="fa-IR"/>
        </w:rPr>
        <w:t xml:space="preserve"> و اگر جد و جده مادرى باشد</w:t>
      </w:r>
      <w:r w:rsidR="000C4B14">
        <w:rPr>
          <w:rtl/>
          <w:lang w:bidi="fa-IR"/>
        </w:rPr>
        <w:t>،</w:t>
      </w:r>
      <w:r w:rsidRPr="003E3506">
        <w:rPr>
          <w:rtl/>
          <w:lang w:bidi="fa-IR"/>
        </w:rPr>
        <w:t xml:space="preserve"> مال را به طور مساوى بين خودشان قسمت مى كنند.</w:t>
      </w:r>
    </w:p>
    <w:p w:rsidR="003E3506" w:rsidRPr="003E3506" w:rsidRDefault="003E3506" w:rsidP="003E3506">
      <w:pPr>
        <w:pStyle w:val="libNormal"/>
        <w:rPr>
          <w:lang w:bidi="fa-IR"/>
        </w:rPr>
      </w:pPr>
      <w:r w:rsidRPr="003E3506">
        <w:rPr>
          <w:rtl/>
          <w:lang w:bidi="fa-IR"/>
        </w:rPr>
        <w:lastRenderedPageBreak/>
        <w:t>٢٧٦٠ - اگر وارث ميت فقط يك جد يا جده پدرى و يك جد يا جده مادرى باشد مال سه قسمت مى شود</w:t>
      </w:r>
      <w:r w:rsidR="000C4B14">
        <w:rPr>
          <w:rtl/>
          <w:lang w:bidi="fa-IR"/>
        </w:rPr>
        <w:t>،</w:t>
      </w:r>
      <w:r w:rsidRPr="003E3506">
        <w:rPr>
          <w:rtl/>
          <w:lang w:bidi="fa-IR"/>
        </w:rPr>
        <w:t xml:space="preserve"> دو قسمت را جد يا جده پدرى و يك قسمت را جد يا جده مادرى مى برد.</w:t>
      </w:r>
    </w:p>
    <w:p w:rsidR="003E3506" w:rsidRPr="003E3506" w:rsidRDefault="003E3506" w:rsidP="003E3506">
      <w:pPr>
        <w:pStyle w:val="libNormal"/>
        <w:rPr>
          <w:lang w:bidi="fa-IR"/>
        </w:rPr>
      </w:pPr>
      <w:r w:rsidRPr="003E3506">
        <w:rPr>
          <w:rtl/>
          <w:lang w:bidi="fa-IR"/>
        </w:rPr>
        <w:t>٢٧٦١ - اگر وارث ميت جد و جده پدرى و جد و جده مادرى باشد مال سه قسمت مى شود يك قسمت آن را جد و جده مادرى به طور مساوى بين خودشان قسمت مى كنند و دو قسمت آن را به جد و جده پدرى مى دهند و جد دو برابر جده مى برد.</w:t>
      </w:r>
    </w:p>
    <w:p w:rsidR="003E3506" w:rsidRPr="003E3506" w:rsidRDefault="003E3506" w:rsidP="003E3506">
      <w:pPr>
        <w:pStyle w:val="libNormal"/>
        <w:rPr>
          <w:lang w:bidi="fa-IR"/>
        </w:rPr>
      </w:pPr>
      <w:r w:rsidRPr="003E3506">
        <w:rPr>
          <w:rtl/>
          <w:lang w:bidi="fa-IR"/>
        </w:rPr>
        <w:t>٢٧٦٢ - اگر وارث ميت فقط زن و جد و جده پدرى و جد و جده مادرى او باشد زن ارث خود را به تفصيلى كه بعدا گفته مى شود مى برد و يك قسمت از سه قسمت اصل مال را به جد و جده مادرى مى دهند مه به طور مساوى بين خودشان قسمت مى كنند و را به جد و جده پدرى مى دهند و جد دو برابر جده مى برد.</w:t>
      </w:r>
    </w:p>
    <w:p w:rsidR="003E3506" w:rsidRPr="003E3506" w:rsidRDefault="003E3506" w:rsidP="003E3506">
      <w:pPr>
        <w:pStyle w:val="libNormal"/>
        <w:rPr>
          <w:lang w:bidi="fa-IR"/>
        </w:rPr>
      </w:pPr>
      <w:r w:rsidRPr="003E3506">
        <w:rPr>
          <w:rtl/>
          <w:lang w:bidi="fa-IR"/>
        </w:rPr>
        <w:t>و اگر وارث ميت شوهر و جد و جده باشد</w:t>
      </w:r>
      <w:r w:rsidR="000C4B14">
        <w:rPr>
          <w:rtl/>
          <w:lang w:bidi="fa-IR"/>
        </w:rPr>
        <w:t>،</w:t>
      </w:r>
      <w:r w:rsidRPr="003E3506">
        <w:rPr>
          <w:rtl/>
          <w:lang w:bidi="fa-IR"/>
        </w:rPr>
        <w:t xml:space="preserve"> شوهر نصف مال را مى برد و جد و جده به دستورى كه در مسايل گذشته گفته شد</w:t>
      </w:r>
      <w:r w:rsidR="000C4B14">
        <w:rPr>
          <w:rtl/>
          <w:lang w:bidi="fa-IR"/>
        </w:rPr>
        <w:t>،</w:t>
      </w:r>
      <w:r w:rsidRPr="003E3506">
        <w:rPr>
          <w:rtl/>
          <w:lang w:bidi="fa-IR"/>
        </w:rPr>
        <w:t xml:space="preserve"> ارث خود را مى برند.</w:t>
      </w:r>
    </w:p>
    <w:p w:rsidR="003E3506" w:rsidRPr="003E3506" w:rsidRDefault="003E3506" w:rsidP="003E3506">
      <w:pPr>
        <w:pStyle w:val="libNormal"/>
        <w:rPr>
          <w:lang w:bidi="fa-IR"/>
        </w:rPr>
      </w:pPr>
      <w:r w:rsidRPr="003E3506">
        <w:rPr>
          <w:rtl/>
          <w:lang w:bidi="fa-IR"/>
        </w:rPr>
        <w:t>٢٧٦٣ - در اجتماع برادر يا خواهر يا برادرها يا خواهرها با جد يا جده يا اجداد يا جدات چند صورت است</w:t>
      </w:r>
      <w:r w:rsidR="00553569">
        <w:rPr>
          <w:rtl/>
          <w:lang w:bidi="fa-IR"/>
        </w:rPr>
        <w:t>:</w:t>
      </w:r>
      <w:r w:rsidRPr="003E3506">
        <w:rPr>
          <w:rtl/>
          <w:lang w:bidi="fa-IR"/>
        </w:rPr>
        <w:t xml:space="preserve"> اول اين كه هر يك از جد يا جده و برادر يا خواهر همه از طرف مادر باشند در اين صورت مال بين آنها به طور مساوى تقسيم مى شود</w:t>
      </w:r>
      <w:r w:rsidR="000C4B14">
        <w:rPr>
          <w:rtl/>
          <w:lang w:bidi="fa-IR"/>
        </w:rPr>
        <w:t>،</w:t>
      </w:r>
      <w:r w:rsidRPr="003E3506">
        <w:rPr>
          <w:rtl/>
          <w:lang w:bidi="fa-IR"/>
        </w:rPr>
        <w:t xml:space="preserve"> اگر چه از حيث ذكورت و انوثت مختلف باشند.</w:t>
      </w:r>
    </w:p>
    <w:p w:rsidR="003E3506" w:rsidRPr="003E3506" w:rsidRDefault="003E3506" w:rsidP="003E3506">
      <w:pPr>
        <w:pStyle w:val="libNormal"/>
        <w:rPr>
          <w:lang w:bidi="fa-IR"/>
        </w:rPr>
      </w:pPr>
      <w:r w:rsidRPr="003E3506">
        <w:rPr>
          <w:rtl/>
          <w:lang w:bidi="fa-IR"/>
        </w:rPr>
        <w:t>دوم اين كه همه آنها از طرف پدر باشند در اين صورت مال بين آنها نيز به طور مساوى تقسيم مى شود در فرضى كه همه ذكور و يا همه اناث باشند</w:t>
      </w:r>
      <w:r w:rsidR="000C4B14">
        <w:rPr>
          <w:rtl/>
          <w:lang w:bidi="fa-IR"/>
        </w:rPr>
        <w:t>،</w:t>
      </w:r>
      <w:r w:rsidRPr="003E3506">
        <w:rPr>
          <w:rtl/>
          <w:lang w:bidi="fa-IR"/>
        </w:rPr>
        <w:t xml:space="preserve"> و اگر مختلف باشند پس هر يك ذكرى دو مقابل انثى مى برد.</w:t>
      </w:r>
    </w:p>
    <w:p w:rsidR="003E3506" w:rsidRPr="003E3506" w:rsidRDefault="003E3506" w:rsidP="003E3506">
      <w:pPr>
        <w:pStyle w:val="libNormal"/>
        <w:rPr>
          <w:lang w:bidi="fa-IR"/>
        </w:rPr>
      </w:pPr>
      <w:r w:rsidRPr="003E3506">
        <w:rPr>
          <w:rtl/>
          <w:lang w:bidi="fa-IR"/>
        </w:rPr>
        <w:t>سوم اين كه هر يك از جد يا جده از طرف پدر باشد و برادر</w:t>
      </w:r>
      <w:r w:rsidR="000C4B14">
        <w:rPr>
          <w:rtl/>
          <w:lang w:bidi="fa-IR"/>
        </w:rPr>
        <w:t>،</w:t>
      </w:r>
      <w:r w:rsidRPr="003E3506">
        <w:rPr>
          <w:rtl/>
          <w:lang w:bidi="fa-IR"/>
        </w:rPr>
        <w:t xml:space="preserve"> يا خواهر از طرف پدر و مادر باشد حكم اين صورت حكم صورت گذشته است</w:t>
      </w:r>
      <w:r w:rsidR="000C4B14">
        <w:rPr>
          <w:rtl/>
          <w:lang w:bidi="fa-IR"/>
        </w:rPr>
        <w:t>،</w:t>
      </w:r>
      <w:r w:rsidRPr="003E3506">
        <w:rPr>
          <w:rtl/>
          <w:lang w:bidi="fa-IR"/>
        </w:rPr>
        <w:t xml:space="preserve"> و دانسته شد كه برادر يا خواهر پدرى ميت اگر با برادر يا خواهر پدرى و مادرى جمع شود پدرى تنها ارث نمى برد.</w:t>
      </w:r>
    </w:p>
    <w:p w:rsidR="003E3506" w:rsidRPr="003E3506" w:rsidRDefault="003E3506" w:rsidP="003E3506">
      <w:pPr>
        <w:pStyle w:val="libNormal"/>
        <w:rPr>
          <w:lang w:bidi="fa-IR"/>
        </w:rPr>
      </w:pPr>
      <w:r w:rsidRPr="003E3506">
        <w:rPr>
          <w:rtl/>
          <w:lang w:bidi="fa-IR"/>
        </w:rPr>
        <w:lastRenderedPageBreak/>
        <w:t>چهارم اين كه اجداد يا جدات بعض از آنها پدرى باشند و بعضى مادرى چه اين كه همه شان ذكور باشند يا اناث يا مختلف و برادرها يا خواهرها نيز چنين باشند در اين صورت از براى خويشان مادرى از برادرها و خواهرها و اجداد و جدات يك سوم از تركه است</w:t>
      </w:r>
      <w:r w:rsidR="000C4B14">
        <w:rPr>
          <w:rtl/>
          <w:lang w:bidi="fa-IR"/>
        </w:rPr>
        <w:t>،</w:t>
      </w:r>
      <w:r w:rsidRPr="003E3506">
        <w:rPr>
          <w:rtl/>
          <w:lang w:bidi="fa-IR"/>
        </w:rPr>
        <w:t xml:space="preserve"> و به طور مساوى بين آنها تقسيم مى شود</w:t>
      </w:r>
      <w:r w:rsidR="000C4B14">
        <w:rPr>
          <w:rtl/>
          <w:lang w:bidi="fa-IR"/>
        </w:rPr>
        <w:t>،</w:t>
      </w:r>
      <w:r w:rsidRPr="003E3506">
        <w:rPr>
          <w:rtl/>
          <w:lang w:bidi="fa-IR"/>
        </w:rPr>
        <w:t xml:space="preserve"> اگر چه مختلف باشند از جهت ذكورت و انوثت و از براى خويشان پدرى از آنها دو سوم از تركه است كه به هر ذكرى دو مقابل انثى داده مى شود</w:t>
      </w:r>
      <w:r w:rsidR="000C4B14">
        <w:rPr>
          <w:rtl/>
          <w:lang w:bidi="fa-IR"/>
        </w:rPr>
        <w:t>،</w:t>
      </w:r>
      <w:r w:rsidRPr="003E3506">
        <w:rPr>
          <w:rtl/>
          <w:lang w:bidi="fa-IR"/>
        </w:rPr>
        <w:t xml:space="preserve"> و اگر اختلاف بين آنها نباشد و همه ذكور و يا همه اناث باشند به طور مساوى بين آنها تقسيم مى شود.</w:t>
      </w:r>
    </w:p>
    <w:p w:rsidR="003E3506" w:rsidRPr="003E3506" w:rsidRDefault="003E3506" w:rsidP="003E3506">
      <w:pPr>
        <w:pStyle w:val="libNormal"/>
        <w:rPr>
          <w:lang w:bidi="fa-IR"/>
        </w:rPr>
      </w:pPr>
      <w:r w:rsidRPr="003E3506">
        <w:rPr>
          <w:rtl/>
          <w:lang w:bidi="fa-IR"/>
        </w:rPr>
        <w:t>پنجم اين كه جد يا جده از طرف پدر با برادر يا خوهر از طرف مادر جمع شود در اين صورت برادر يا خواهر در فرضى كه يكى باشد يك ششم از مال را مى برد</w:t>
      </w:r>
      <w:r w:rsidR="000C4B14">
        <w:rPr>
          <w:rtl/>
          <w:lang w:bidi="fa-IR"/>
        </w:rPr>
        <w:t>،</w:t>
      </w:r>
      <w:r w:rsidRPr="003E3506">
        <w:rPr>
          <w:rtl/>
          <w:lang w:bidi="fa-IR"/>
        </w:rPr>
        <w:t xml:space="preserve"> و اگر متعدد باشند يك سوم را به طور مساوى بين خودشان تقسيم مى نمايند و باقى مانده مال جد يا جده است</w:t>
      </w:r>
      <w:r w:rsidR="000C4B14">
        <w:rPr>
          <w:rtl/>
          <w:lang w:bidi="fa-IR"/>
        </w:rPr>
        <w:t>،</w:t>
      </w:r>
      <w:r w:rsidRPr="003E3506">
        <w:rPr>
          <w:rtl/>
          <w:lang w:bidi="fa-IR"/>
        </w:rPr>
        <w:t xml:space="preserve"> و اگر جد و جده هر دو باشند</w:t>
      </w:r>
      <w:r w:rsidR="000C4B14">
        <w:rPr>
          <w:rtl/>
          <w:lang w:bidi="fa-IR"/>
        </w:rPr>
        <w:t>،</w:t>
      </w:r>
      <w:r w:rsidRPr="003E3506">
        <w:rPr>
          <w:rtl/>
          <w:lang w:bidi="fa-IR"/>
        </w:rPr>
        <w:t xml:space="preserve"> جد دو مقابل جده مى برد.</w:t>
      </w:r>
    </w:p>
    <w:p w:rsidR="003E3506" w:rsidRPr="003E3506" w:rsidRDefault="003E3506" w:rsidP="003E3506">
      <w:pPr>
        <w:pStyle w:val="libNormal"/>
        <w:rPr>
          <w:lang w:bidi="fa-IR"/>
        </w:rPr>
      </w:pPr>
      <w:r w:rsidRPr="003E3506">
        <w:rPr>
          <w:rtl/>
          <w:lang w:bidi="fa-IR"/>
        </w:rPr>
        <w:t>ششم اين كه جد يا جده از طرف مادر با برادر از طرف پدر جمع شود در اين صورت از براى جد يا جده يك سوم است</w:t>
      </w:r>
      <w:r w:rsidR="000C4B14">
        <w:rPr>
          <w:rtl/>
          <w:lang w:bidi="fa-IR"/>
        </w:rPr>
        <w:t>،</w:t>
      </w:r>
      <w:r w:rsidRPr="003E3506">
        <w:rPr>
          <w:rtl/>
          <w:lang w:bidi="fa-IR"/>
        </w:rPr>
        <w:t xml:space="preserve"> اگر چه يكى باشد</w:t>
      </w:r>
      <w:r w:rsidR="000C4B14">
        <w:rPr>
          <w:rtl/>
          <w:lang w:bidi="fa-IR"/>
        </w:rPr>
        <w:t>،</w:t>
      </w:r>
      <w:r w:rsidRPr="003E3506">
        <w:rPr>
          <w:rtl/>
          <w:lang w:bidi="fa-IR"/>
        </w:rPr>
        <w:t xml:space="preserve"> و دو سوم آن از براى برادر است اگر چه نيز يكى باشد</w:t>
      </w:r>
      <w:r w:rsidR="000C4B14">
        <w:rPr>
          <w:rtl/>
          <w:lang w:bidi="fa-IR"/>
        </w:rPr>
        <w:t>،</w:t>
      </w:r>
      <w:r w:rsidRPr="003E3506">
        <w:rPr>
          <w:rtl/>
          <w:lang w:bidi="fa-IR"/>
        </w:rPr>
        <w:t xml:space="preserve"> و اگر با آن جد يا جده خواهر از طرف پدر باشد در صورتى كه يكى باشد نصف را مى برد</w:t>
      </w:r>
      <w:r w:rsidR="000C4B14">
        <w:rPr>
          <w:rtl/>
          <w:lang w:bidi="fa-IR"/>
        </w:rPr>
        <w:t>،</w:t>
      </w:r>
      <w:r w:rsidRPr="003E3506">
        <w:rPr>
          <w:rtl/>
          <w:lang w:bidi="fa-IR"/>
        </w:rPr>
        <w:t xml:space="preserve"> و اگر متعدد باشد دو سوم را مى برند</w:t>
      </w:r>
      <w:r w:rsidR="000C4B14">
        <w:rPr>
          <w:rtl/>
          <w:lang w:bidi="fa-IR"/>
        </w:rPr>
        <w:t>،</w:t>
      </w:r>
      <w:r w:rsidRPr="003E3506">
        <w:rPr>
          <w:rtl/>
          <w:lang w:bidi="fa-IR"/>
        </w:rPr>
        <w:t xml:space="preserve"> و در هر صورت از براى جد و يا جده يك سوم است و بنابر اين اگر خواهر يكى شد يك ششم از تركه زايد از فريضه مى ماند و احتياط واجب در آن مصالحه است</w:t>
      </w:r>
      <w:r w:rsidR="000C4B14">
        <w:rPr>
          <w:rtl/>
          <w:lang w:bidi="fa-IR"/>
        </w:rPr>
        <w:t>.</w:t>
      </w:r>
    </w:p>
    <w:p w:rsidR="003E3506" w:rsidRPr="003E3506" w:rsidRDefault="003E3506" w:rsidP="003E3506">
      <w:pPr>
        <w:pStyle w:val="libNormal"/>
        <w:rPr>
          <w:lang w:bidi="fa-IR"/>
        </w:rPr>
      </w:pPr>
      <w:r w:rsidRPr="003E3506">
        <w:rPr>
          <w:rtl/>
          <w:lang w:bidi="fa-IR"/>
        </w:rPr>
        <w:t>هفتم اين كه اجداد يا جدات بعض از آنها پدرى و بعض از آنها مادرى و با آنها برادر يا خواهر پدرى باشد</w:t>
      </w:r>
      <w:r w:rsidR="000C4B14">
        <w:rPr>
          <w:rtl/>
          <w:lang w:bidi="fa-IR"/>
        </w:rPr>
        <w:t>،</w:t>
      </w:r>
      <w:r w:rsidRPr="003E3506">
        <w:rPr>
          <w:rtl/>
          <w:lang w:bidi="fa-IR"/>
        </w:rPr>
        <w:t xml:space="preserve"> چه اين كه يكى باشد يا متعدد در اين صورت از براى جد يا جده مادرى يك سوم است و با تعدد به طور مساوى بين آنها تقسيم مى شود</w:t>
      </w:r>
      <w:r w:rsidR="000C4B14">
        <w:rPr>
          <w:rtl/>
          <w:lang w:bidi="fa-IR"/>
        </w:rPr>
        <w:t>،</w:t>
      </w:r>
      <w:r w:rsidRPr="003E3506">
        <w:rPr>
          <w:rtl/>
          <w:lang w:bidi="fa-IR"/>
        </w:rPr>
        <w:t xml:space="preserve"> اگر چه اختلاف داشته باشند از حيث ذكورت و انوثت</w:t>
      </w:r>
      <w:r w:rsidR="000C4B14">
        <w:rPr>
          <w:rtl/>
          <w:lang w:bidi="fa-IR"/>
        </w:rPr>
        <w:t>،</w:t>
      </w:r>
      <w:r w:rsidRPr="003E3506">
        <w:rPr>
          <w:rtl/>
          <w:lang w:bidi="fa-IR"/>
        </w:rPr>
        <w:t xml:space="preserve"> و از براى جد يا جده پدرى</w:t>
      </w:r>
      <w:r w:rsidR="000C4B14">
        <w:rPr>
          <w:rtl/>
          <w:lang w:bidi="fa-IR"/>
        </w:rPr>
        <w:t>،</w:t>
      </w:r>
      <w:r w:rsidRPr="003E3506">
        <w:rPr>
          <w:rtl/>
          <w:lang w:bidi="fa-IR"/>
        </w:rPr>
        <w:t xml:space="preserve"> و برادر يا خواهر پدرى دو سوم باقى از تركه است</w:t>
      </w:r>
      <w:r w:rsidR="000C4B14">
        <w:rPr>
          <w:rtl/>
          <w:lang w:bidi="fa-IR"/>
        </w:rPr>
        <w:t>،</w:t>
      </w:r>
      <w:r w:rsidRPr="003E3506">
        <w:rPr>
          <w:rtl/>
          <w:lang w:bidi="fa-IR"/>
        </w:rPr>
        <w:t xml:space="preserve"> و با اختلاف از حيث ذكورت و انوثت با تفاضل و بدون اختلاف به طور مساوى قسمت مى شود</w:t>
      </w:r>
      <w:r w:rsidR="000C4B14">
        <w:rPr>
          <w:rtl/>
          <w:lang w:bidi="fa-IR"/>
        </w:rPr>
        <w:t>،</w:t>
      </w:r>
      <w:r w:rsidRPr="003E3506">
        <w:rPr>
          <w:rtl/>
          <w:lang w:bidi="fa-IR"/>
        </w:rPr>
        <w:t xml:space="preserve"> و اگر با آن اجداد يا جدات برادر يا خواهر مادرى باشد از براى جد يا جده </w:t>
      </w:r>
      <w:r w:rsidRPr="003E3506">
        <w:rPr>
          <w:rtl/>
          <w:lang w:bidi="fa-IR"/>
        </w:rPr>
        <w:lastRenderedPageBreak/>
        <w:t>مادرى</w:t>
      </w:r>
      <w:r w:rsidR="000C4B14">
        <w:rPr>
          <w:rtl/>
          <w:lang w:bidi="fa-IR"/>
        </w:rPr>
        <w:t>،</w:t>
      </w:r>
      <w:r w:rsidRPr="003E3506">
        <w:rPr>
          <w:rtl/>
          <w:lang w:bidi="fa-IR"/>
        </w:rPr>
        <w:t xml:space="preserve"> با برادر يا خواهر مادرى يك سوم است كه به طور مساوى بين آنها تقسيم مى شود اگر چه از حيث ذكورت و انوثت اختلاف داشته باشند و از براى جد و يا جده پدرى دو سوم است و بين آنان در صورت اختلاف با تفاضل والا به طور مساوى تقسيم مى شود.</w:t>
      </w:r>
    </w:p>
    <w:p w:rsidR="003E3506" w:rsidRPr="003E3506" w:rsidRDefault="003E3506" w:rsidP="003E3506">
      <w:pPr>
        <w:pStyle w:val="libNormal"/>
        <w:rPr>
          <w:lang w:bidi="fa-IR"/>
        </w:rPr>
      </w:pPr>
      <w:r w:rsidRPr="003E3506">
        <w:rPr>
          <w:rtl/>
          <w:lang w:bidi="fa-IR"/>
        </w:rPr>
        <w:t>هشتم اين كه برادرها يا خواهرها بعض از آنها پدرى و بعض از آنها مادرى و با آنها جد يا جده پدرى باشد در اين صورت از براى برادر يا خواهر مادرى يك ششم تركه است اگر يكى باشد</w:t>
      </w:r>
      <w:r w:rsidR="000C4B14">
        <w:rPr>
          <w:rtl/>
          <w:lang w:bidi="fa-IR"/>
        </w:rPr>
        <w:t>،</w:t>
      </w:r>
      <w:r w:rsidRPr="003E3506">
        <w:rPr>
          <w:rtl/>
          <w:lang w:bidi="fa-IR"/>
        </w:rPr>
        <w:t xml:space="preserve"> و يك سوم از آن است اگر متعدد باشند</w:t>
      </w:r>
      <w:r w:rsidR="000C4B14">
        <w:rPr>
          <w:rtl/>
          <w:lang w:bidi="fa-IR"/>
        </w:rPr>
        <w:t>،</w:t>
      </w:r>
      <w:r w:rsidRPr="003E3506">
        <w:rPr>
          <w:rtl/>
          <w:lang w:bidi="fa-IR"/>
        </w:rPr>
        <w:t xml:space="preserve"> و به طور مساوى بين آنها تقسيم مى شود</w:t>
      </w:r>
      <w:r w:rsidR="000C4B14">
        <w:rPr>
          <w:rtl/>
          <w:lang w:bidi="fa-IR"/>
        </w:rPr>
        <w:t>،</w:t>
      </w:r>
      <w:r w:rsidRPr="003E3506">
        <w:rPr>
          <w:rtl/>
          <w:lang w:bidi="fa-IR"/>
        </w:rPr>
        <w:t xml:space="preserve"> و از براى برادر يا خواهر پدرى با جد يا جده پدرى باقى آن تركه است به طور مساوى بين آنها تقسيم مى شود در صورتى كه اختلاف از حيث ذكورت و انوثت نداشته باشند</w:t>
      </w:r>
      <w:r w:rsidR="000C4B14">
        <w:rPr>
          <w:rtl/>
          <w:lang w:bidi="fa-IR"/>
        </w:rPr>
        <w:t>،</w:t>
      </w:r>
      <w:r w:rsidRPr="003E3506">
        <w:rPr>
          <w:rtl/>
          <w:lang w:bidi="fa-IR"/>
        </w:rPr>
        <w:t xml:space="preserve"> و در صورت اختلاف به تفاضل بين آنها تقسيم مى شود</w:t>
      </w:r>
      <w:r w:rsidR="000C4B14">
        <w:rPr>
          <w:rtl/>
          <w:lang w:bidi="fa-IR"/>
        </w:rPr>
        <w:t>،</w:t>
      </w:r>
      <w:r w:rsidRPr="003E3506">
        <w:rPr>
          <w:rtl/>
          <w:lang w:bidi="fa-IR"/>
        </w:rPr>
        <w:t xml:space="preserve"> و اگر با آن برادرها يا خواهرها جد يا جده مادرى باشد از براى جد يا جده مادرى با برادر يا خواهر مادرى تمام يك سوم است و به طور مساوى بين آنها تقسيم مى شود</w:t>
      </w:r>
      <w:r w:rsidR="000C4B14">
        <w:rPr>
          <w:rtl/>
          <w:lang w:bidi="fa-IR"/>
        </w:rPr>
        <w:t>،</w:t>
      </w:r>
      <w:r w:rsidRPr="003E3506">
        <w:rPr>
          <w:rtl/>
          <w:lang w:bidi="fa-IR"/>
        </w:rPr>
        <w:t xml:space="preserve"> و از براى برادر يا خواهر پدرى دو سوم است و بين آنها در صورت اختلاف از حيث ذكورت و انوثت با تفاضل و در صورت عدم اختلاف به طور مساوى تقسيم مى شود.</w:t>
      </w:r>
    </w:p>
    <w:p w:rsidR="003E3506" w:rsidRPr="003E3506" w:rsidRDefault="003E3506" w:rsidP="003E3506">
      <w:pPr>
        <w:pStyle w:val="libNormal"/>
        <w:rPr>
          <w:lang w:bidi="fa-IR"/>
        </w:rPr>
      </w:pPr>
      <w:r w:rsidRPr="003E3506">
        <w:rPr>
          <w:rtl/>
          <w:lang w:bidi="fa-IR"/>
        </w:rPr>
        <w:t>٢٧٦٤ - در صورتى كه ميت برادر يا خواهر دارد برادرزاده يا خواهرزاده او ارث نمى برد ولى اين حكم در جايى كه ارث برادرزاده يا خواهرزاده با برادر يا خواهر مزاحمت نكند جارى نيست</w:t>
      </w:r>
      <w:r w:rsidR="000C4B14">
        <w:rPr>
          <w:rtl/>
          <w:lang w:bidi="fa-IR"/>
        </w:rPr>
        <w:t>،</w:t>
      </w:r>
      <w:r w:rsidRPr="003E3506">
        <w:rPr>
          <w:rtl/>
          <w:lang w:bidi="fa-IR"/>
        </w:rPr>
        <w:t xml:space="preserve"> مثلا اگر ميت برادر پدر و جد مادرى داشته باشد برادر پدرى دو ثلث و جد مادرى يك ثلث ارث مى برد</w:t>
      </w:r>
      <w:r w:rsidR="000C4B14">
        <w:rPr>
          <w:rtl/>
          <w:lang w:bidi="fa-IR"/>
        </w:rPr>
        <w:t>،</w:t>
      </w:r>
      <w:r w:rsidRPr="003E3506">
        <w:rPr>
          <w:rtl/>
          <w:lang w:bidi="fa-IR"/>
        </w:rPr>
        <w:t xml:space="preserve"> و در اين صورت اگر ميت پسر برادر مادرى نيز داشته باشد پسر برادر با جد مادرى در ثلث شريك مى باشند.</w:t>
      </w:r>
    </w:p>
    <w:p w:rsidR="003E3506" w:rsidRDefault="00605FAB" w:rsidP="000957EF">
      <w:pPr>
        <w:pStyle w:val="Heading3"/>
        <w:rPr>
          <w:rtl/>
          <w:lang w:bidi="fa-IR"/>
        </w:rPr>
      </w:pPr>
      <w:bookmarkStart w:id="298" w:name="_Toc24454721"/>
      <w:r>
        <w:rPr>
          <w:rtl/>
          <w:lang w:bidi="fa-IR"/>
        </w:rPr>
        <w:t>(</w:t>
      </w:r>
      <w:r w:rsidR="003E3506" w:rsidRPr="003E3506">
        <w:rPr>
          <w:rtl/>
          <w:lang w:bidi="fa-IR"/>
        </w:rPr>
        <w:t>ارث دسته سوم</w:t>
      </w:r>
      <w:r>
        <w:rPr>
          <w:rtl/>
          <w:lang w:bidi="fa-IR"/>
        </w:rPr>
        <w:t>)</w:t>
      </w:r>
      <w:bookmarkEnd w:id="298"/>
    </w:p>
    <w:p w:rsidR="003E3506" w:rsidRPr="003E3506" w:rsidRDefault="003E3506" w:rsidP="003E3506">
      <w:pPr>
        <w:pStyle w:val="libNormal"/>
        <w:rPr>
          <w:lang w:bidi="fa-IR"/>
        </w:rPr>
      </w:pPr>
      <w:r w:rsidRPr="003E3506">
        <w:rPr>
          <w:rtl/>
          <w:lang w:bidi="fa-IR"/>
        </w:rPr>
        <w:t>٢٧٦٥ - دسته سوم عمو و عمه و دايى و خاله و اولاد آنان است به تفصيلى كه گفته شد كه اگر از طبقه اول و دوم كسى نباشد اينها ارث مى برند.</w:t>
      </w:r>
    </w:p>
    <w:p w:rsidR="003E3506" w:rsidRPr="003E3506" w:rsidRDefault="003E3506" w:rsidP="003E3506">
      <w:pPr>
        <w:pStyle w:val="libNormal"/>
        <w:rPr>
          <w:lang w:bidi="fa-IR"/>
        </w:rPr>
      </w:pPr>
      <w:r w:rsidRPr="003E3506">
        <w:rPr>
          <w:rtl/>
          <w:lang w:bidi="fa-IR"/>
        </w:rPr>
        <w:lastRenderedPageBreak/>
        <w:t>٢٧٦٦ - اگر وارث ميت فقط يك عمو يا يك عمه است</w:t>
      </w:r>
      <w:r w:rsidR="000C4B14">
        <w:rPr>
          <w:rtl/>
          <w:lang w:bidi="fa-IR"/>
        </w:rPr>
        <w:t>،</w:t>
      </w:r>
      <w:r w:rsidRPr="003E3506">
        <w:rPr>
          <w:rtl/>
          <w:lang w:bidi="fa-IR"/>
        </w:rPr>
        <w:t xml:space="preserve"> چه پدر و مادرى باشد يعنى با ميت از يك پدر و مادر باشد</w:t>
      </w:r>
      <w:r w:rsidR="000C4B14">
        <w:rPr>
          <w:rtl/>
          <w:lang w:bidi="fa-IR"/>
        </w:rPr>
        <w:t>،</w:t>
      </w:r>
      <w:r w:rsidRPr="003E3506">
        <w:rPr>
          <w:rtl/>
          <w:lang w:bidi="fa-IR"/>
        </w:rPr>
        <w:t xml:space="preserve"> يا پدرى باشد يا مادرى همه مال به او مى رسد و اگر چند عمو يا چند عمه باشند و همه پدر و مادرى</w:t>
      </w:r>
      <w:r w:rsidR="000C4B14">
        <w:rPr>
          <w:rtl/>
          <w:lang w:bidi="fa-IR"/>
        </w:rPr>
        <w:t>،</w:t>
      </w:r>
      <w:r w:rsidRPr="003E3506">
        <w:rPr>
          <w:rtl/>
          <w:lang w:bidi="fa-IR"/>
        </w:rPr>
        <w:t xml:space="preserve"> يا همه پدرى باشند</w:t>
      </w:r>
      <w:r w:rsidR="000C4B14">
        <w:rPr>
          <w:rtl/>
          <w:lang w:bidi="fa-IR"/>
        </w:rPr>
        <w:t>،</w:t>
      </w:r>
      <w:r w:rsidRPr="003E3506">
        <w:rPr>
          <w:rtl/>
          <w:lang w:bidi="fa-IR"/>
        </w:rPr>
        <w:t xml:space="preserve"> مال به طورى مساوى بين آنان قسمت مى شود و اگر عمو و عمه هر دو باشد</w:t>
      </w:r>
      <w:r w:rsidR="000C4B14">
        <w:rPr>
          <w:rtl/>
          <w:lang w:bidi="fa-IR"/>
        </w:rPr>
        <w:t>،</w:t>
      </w:r>
      <w:r w:rsidRPr="003E3506">
        <w:rPr>
          <w:rtl/>
          <w:lang w:bidi="fa-IR"/>
        </w:rPr>
        <w:t xml:space="preserve"> و همه پدر و مادرى</w:t>
      </w:r>
      <w:r w:rsidR="000C4B14">
        <w:rPr>
          <w:rtl/>
          <w:lang w:bidi="fa-IR"/>
        </w:rPr>
        <w:t>،</w:t>
      </w:r>
      <w:r w:rsidRPr="003E3506">
        <w:rPr>
          <w:rtl/>
          <w:lang w:bidi="fa-IR"/>
        </w:rPr>
        <w:t xml:space="preserve"> يا همه پدرى باشند</w:t>
      </w:r>
      <w:r w:rsidR="000C4B14">
        <w:rPr>
          <w:rtl/>
          <w:lang w:bidi="fa-IR"/>
        </w:rPr>
        <w:t>،</w:t>
      </w:r>
      <w:r w:rsidRPr="003E3506">
        <w:rPr>
          <w:rtl/>
          <w:lang w:bidi="fa-IR"/>
        </w:rPr>
        <w:t xml:space="preserve"> بنابر اقوى عمو دو برابر عمه مى برد</w:t>
      </w:r>
      <w:r w:rsidR="000C4B14">
        <w:rPr>
          <w:rtl/>
          <w:lang w:bidi="fa-IR"/>
        </w:rPr>
        <w:t>،</w:t>
      </w:r>
      <w:r w:rsidRPr="003E3506">
        <w:rPr>
          <w:rtl/>
          <w:lang w:bidi="fa-IR"/>
        </w:rPr>
        <w:t xml:space="preserve"> مثلا اگر وارث ميت دو عمو و يك عمه باشد</w:t>
      </w:r>
      <w:r w:rsidR="000C4B14">
        <w:rPr>
          <w:rtl/>
          <w:lang w:bidi="fa-IR"/>
        </w:rPr>
        <w:t>،</w:t>
      </w:r>
      <w:r w:rsidRPr="003E3506">
        <w:rPr>
          <w:rtl/>
          <w:lang w:bidi="fa-IR"/>
        </w:rPr>
        <w:t xml:space="preserve"> مال را پنج قسمت مى كنند</w:t>
      </w:r>
      <w:r w:rsidR="000C4B14">
        <w:rPr>
          <w:rtl/>
          <w:lang w:bidi="fa-IR"/>
        </w:rPr>
        <w:t>،</w:t>
      </w:r>
      <w:r w:rsidRPr="003E3506">
        <w:rPr>
          <w:rtl/>
          <w:lang w:bidi="fa-IR"/>
        </w:rPr>
        <w:t xml:space="preserve"> يك قسمت را به عمه مى دهند و چهار قسمت را عموها به طور مساوى بين خودشان قسمت مى كنند.</w:t>
      </w:r>
    </w:p>
    <w:p w:rsidR="003E3506" w:rsidRPr="003E3506" w:rsidRDefault="003E3506" w:rsidP="003E3506">
      <w:pPr>
        <w:pStyle w:val="libNormal"/>
        <w:rPr>
          <w:lang w:bidi="fa-IR"/>
        </w:rPr>
      </w:pPr>
      <w:r w:rsidRPr="003E3506">
        <w:rPr>
          <w:rtl/>
          <w:lang w:bidi="fa-IR"/>
        </w:rPr>
        <w:t>٢٧٦٧ - اگر وارث ميت فقط چند عموى مادرى يا چند عمه مادرى باشند</w:t>
      </w:r>
      <w:r w:rsidR="000C4B14">
        <w:rPr>
          <w:rtl/>
          <w:lang w:bidi="fa-IR"/>
        </w:rPr>
        <w:t>،</w:t>
      </w:r>
      <w:r w:rsidRPr="003E3506">
        <w:rPr>
          <w:rtl/>
          <w:lang w:bidi="fa-IR"/>
        </w:rPr>
        <w:t xml:space="preserve"> مال به طور مساوى بين آنان قسمت مى شود</w:t>
      </w:r>
      <w:r w:rsidR="000C4B14">
        <w:rPr>
          <w:rtl/>
          <w:lang w:bidi="fa-IR"/>
        </w:rPr>
        <w:t>،</w:t>
      </w:r>
      <w:r w:rsidRPr="003E3506">
        <w:rPr>
          <w:rtl/>
          <w:lang w:bidi="fa-IR"/>
        </w:rPr>
        <w:t xml:space="preserve"> و اگر وارث عمو و عمه مادرى باشند عمو دو برابر عمه ارث مى برد هر چند احتياط آن است كه در مقدار زيادى از سهم عمو با هم صلح كنند.</w:t>
      </w:r>
    </w:p>
    <w:p w:rsidR="003E3506" w:rsidRPr="003E3506" w:rsidRDefault="003E3506" w:rsidP="003E3506">
      <w:pPr>
        <w:pStyle w:val="libNormal"/>
        <w:rPr>
          <w:lang w:bidi="fa-IR"/>
        </w:rPr>
      </w:pPr>
      <w:r w:rsidRPr="003E3506">
        <w:rPr>
          <w:rtl/>
          <w:lang w:bidi="fa-IR"/>
        </w:rPr>
        <w:t>٢٧٦٨ - اگر وارث ميت عمو و عمه باشد و بعضى پدرى و بعضى مادرى و بعضى پدر و مادرى باشند</w:t>
      </w:r>
      <w:r w:rsidR="000C4B14">
        <w:rPr>
          <w:rtl/>
          <w:lang w:bidi="fa-IR"/>
        </w:rPr>
        <w:t>،</w:t>
      </w:r>
      <w:r w:rsidRPr="003E3506">
        <w:rPr>
          <w:rtl/>
          <w:lang w:bidi="fa-IR"/>
        </w:rPr>
        <w:t xml:space="preserve"> عمو و عمه پدرى ارث نمى برند و اقوى اين است كه اگر ميت يك عمو يا يك عمه مادرى دارد</w:t>
      </w:r>
      <w:r w:rsidR="000C4B14">
        <w:rPr>
          <w:rtl/>
          <w:lang w:bidi="fa-IR"/>
        </w:rPr>
        <w:t>،</w:t>
      </w:r>
      <w:r w:rsidRPr="003E3506">
        <w:rPr>
          <w:rtl/>
          <w:lang w:bidi="fa-IR"/>
        </w:rPr>
        <w:t xml:space="preserve"> مال را شش قسمت مى كنند يك قسمت را به عمو يا عمه مادرى و بقيه را به عمو و عمه پدر و مادرى و در فرض نبودن آنها به عمو و عمه پدرى مى دهند و اگر هم عمو و هم عمه مادرى دارد</w:t>
      </w:r>
      <w:r w:rsidR="000C4B14">
        <w:rPr>
          <w:rtl/>
          <w:lang w:bidi="fa-IR"/>
        </w:rPr>
        <w:t>،</w:t>
      </w:r>
      <w:r w:rsidRPr="003E3506">
        <w:rPr>
          <w:rtl/>
          <w:lang w:bidi="fa-IR"/>
        </w:rPr>
        <w:t xml:space="preserve"> مال را سه قسمت مى كنند دو قسمت را به عمو و عمه پدر و مادرى و در فرض نبودن آنها به عمو و عمه پدرى و يك قسمت را به عمو و عمه مادرى مى دهند</w:t>
      </w:r>
      <w:r w:rsidR="000C4B14">
        <w:rPr>
          <w:rtl/>
          <w:lang w:bidi="fa-IR"/>
        </w:rPr>
        <w:t>،</w:t>
      </w:r>
      <w:r w:rsidRPr="003E3506">
        <w:rPr>
          <w:rtl/>
          <w:lang w:bidi="fa-IR"/>
        </w:rPr>
        <w:t xml:space="preserve"> و مشهور آن است كه سهم عمو و عمه مادرى ميان آنان به طور مساوى تقسيم مى شود ولى بعيد نيست كه عمو دو برابر عمه ارث ببرد هر چند احتياط آن است كه با هم صلح كنند.</w:t>
      </w:r>
    </w:p>
    <w:p w:rsidR="003E3506" w:rsidRPr="003E3506" w:rsidRDefault="003E3506" w:rsidP="003E3506">
      <w:pPr>
        <w:pStyle w:val="libNormal"/>
        <w:rPr>
          <w:lang w:bidi="fa-IR"/>
        </w:rPr>
      </w:pPr>
      <w:r w:rsidRPr="003E3506">
        <w:rPr>
          <w:rtl/>
          <w:lang w:bidi="fa-IR"/>
        </w:rPr>
        <w:t>٢٧٦٩ - اگر وارث ميت فقط يك دايى</w:t>
      </w:r>
      <w:r w:rsidR="000C4B14">
        <w:rPr>
          <w:rtl/>
          <w:lang w:bidi="fa-IR"/>
        </w:rPr>
        <w:t>،</w:t>
      </w:r>
      <w:r w:rsidRPr="003E3506">
        <w:rPr>
          <w:rtl/>
          <w:lang w:bidi="fa-IR"/>
        </w:rPr>
        <w:t xml:space="preserve"> يا يك خاله باشد همه مال به او مى رسد و اگر هم دايى و هم خاله باشد و همه پدر و مادرى</w:t>
      </w:r>
      <w:r w:rsidR="000C4B14">
        <w:rPr>
          <w:rtl/>
          <w:lang w:bidi="fa-IR"/>
        </w:rPr>
        <w:t>،</w:t>
      </w:r>
      <w:r w:rsidRPr="003E3506">
        <w:rPr>
          <w:rtl/>
          <w:lang w:bidi="fa-IR"/>
        </w:rPr>
        <w:t xml:space="preserve"> يا پدرى يا مادرى باشند</w:t>
      </w:r>
      <w:r w:rsidR="000C4B14">
        <w:rPr>
          <w:rtl/>
          <w:lang w:bidi="fa-IR"/>
        </w:rPr>
        <w:t>،</w:t>
      </w:r>
      <w:r w:rsidRPr="003E3506">
        <w:rPr>
          <w:rtl/>
          <w:lang w:bidi="fa-IR"/>
        </w:rPr>
        <w:t xml:space="preserve"> بعيد نيست كه دايى دو برابر خاله ارث ببرد ولى احتمال تساوى هم مى رود پس مراعات احتياط ترك نشود.</w:t>
      </w:r>
    </w:p>
    <w:p w:rsidR="003E3506" w:rsidRPr="003E3506" w:rsidRDefault="003E3506" w:rsidP="003E3506">
      <w:pPr>
        <w:pStyle w:val="libNormal"/>
        <w:rPr>
          <w:lang w:bidi="fa-IR"/>
        </w:rPr>
      </w:pPr>
      <w:r w:rsidRPr="003E3506">
        <w:rPr>
          <w:rtl/>
          <w:lang w:bidi="fa-IR"/>
        </w:rPr>
        <w:lastRenderedPageBreak/>
        <w:t>٢٧٧٠ - اگر وارث ميت فقط يك يا چند دايى</w:t>
      </w:r>
      <w:r w:rsidR="000C4B14">
        <w:rPr>
          <w:rtl/>
          <w:lang w:bidi="fa-IR"/>
        </w:rPr>
        <w:t>،</w:t>
      </w:r>
      <w:r w:rsidRPr="003E3506">
        <w:rPr>
          <w:rtl/>
          <w:lang w:bidi="fa-IR"/>
        </w:rPr>
        <w:t xml:space="preserve"> و خاله مادرى و دايى و خاله پدر و مادرى و دايى و خاله پدرى باشد ارث نبردن دايى و خاله پدرى محل اشكال است و در هر حال بعيد نيست كه دايى دو برابر خاله ارث ببرد ولى احتياط به مصالحه ترك نشود.</w:t>
      </w:r>
    </w:p>
    <w:p w:rsidR="003E3506" w:rsidRPr="003E3506" w:rsidRDefault="003E3506" w:rsidP="003E3506">
      <w:pPr>
        <w:pStyle w:val="libNormal"/>
        <w:rPr>
          <w:lang w:bidi="fa-IR"/>
        </w:rPr>
      </w:pPr>
      <w:r w:rsidRPr="003E3506">
        <w:rPr>
          <w:rtl/>
          <w:lang w:bidi="fa-IR"/>
        </w:rPr>
        <w:t>٢٧٧١ - اگر وارث ميت يك يا چند دايى يا يك يا چند خاله يا دايى و خاله و يك يا چند عمو يا يك يا چند عمه يا عمو و عمه باشد مال را سه قسمت مى كنند يك قسمت را دايى يا خاله يا هر دو و بقيه را عمو يا عمه يا هر دو مى برند.</w:t>
      </w:r>
    </w:p>
    <w:p w:rsidR="003E3506" w:rsidRPr="003E3506" w:rsidRDefault="003E3506" w:rsidP="003E3506">
      <w:pPr>
        <w:pStyle w:val="libNormal"/>
        <w:rPr>
          <w:lang w:bidi="fa-IR"/>
        </w:rPr>
      </w:pPr>
      <w:r w:rsidRPr="003E3506">
        <w:rPr>
          <w:rtl/>
          <w:lang w:bidi="fa-IR"/>
        </w:rPr>
        <w:t>٢٧٧٢ - اگر وارث ميت يك دايى يا يك خاله و عمو و عمه باشد چنانچه عمو و عمه</w:t>
      </w:r>
      <w:r w:rsidR="000C4B14">
        <w:rPr>
          <w:rtl/>
          <w:lang w:bidi="fa-IR"/>
        </w:rPr>
        <w:t>،</w:t>
      </w:r>
      <w:r w:rsidRPr="003E3506">
        <w:rPr>
          <w:rtl/>
          <w:lang w:bidi="fa-IR"/>
        </w:rPr>
        <w:t xml:space="preserve"> پدر و مادرى يا پدرى باشند</w:t>
      </w:r>
      <w:r w:rsidR="000C4B14">
        <w:rPr>
          <w:rtl/>
          <w:lang w:bidi="fa-IR"/>
        </w:rPr>
        <w:t>،</w:t>
      </w:r>
      <w:r w:rsidRPr="003E3506">
        <w:rPr>
          <w:rtl/>
          <w:lang w:bidi="fa-IR"/>
        </w:rPr>
        <w:t xml:space="preserve"> مال را سه قسمت مى كنند يك قسمت را دايى يا خاله مى برد و از بقيه بنابر اقوى دو قسمت را به عمو و يك قسمت را به عمه مى دهند</w:t>
      </w:r>
      <w:r w:rsidR="000C4B14">
        <w:rPr>
          <w:rtl/>
          <w:lang w:bidi="fa-IR"/>
        </w:rPr>
        <w:t>،</w:t>
      </w:r>
      <w:r w:rsidRPr="003E3506">
        <w:rPr>
          <w:rtl/>
          <w:lang w:bidi="fa-IR"/>
        </w:rPr>
        <w:t xml:space="preserve"> بنابر اين مال را نه قسمت مى كنند سه قسمت را به دايى يا خاله و چهار قسمت را به عمو و دو قسمت را به عمه مى دهند.</w:t>
      </w:r>
    </w:p>
    <w:p w:rsidR="003E3506" w:rsidRPr="003E3506" w:rsidRDefault="003E3506" w:rsidP="003E3506">
      <w:pPr>
        <w:pStyle w:val="libNormal"/>
        <w:rPr>
          <w:lang w:bidi="fa-IR"/>
        </w:rPr>
      </w:pPr>
      <w:r w:rsidRPr="003E3506">
        <w:rPr>
          <w:rtl/>
          <w:lang w:bidi="fa-IR"/>
        </w:rPr>
        <w:t>٢٧٧٣ - اگر وارث ميت يك دايى يا يك خاله و يك عمو يا يك عمه مادرى و عمو و عمه پدر و مادرى يا پدرى باشد</w:t>
      </w:r>
      <w:r w:rsidR="000C4B14">
        <w:rPr>
          <w:rtl/>
          <w:lang w:bidi="fa-IR"/>
        </w:rPr>
        <w:t>،</w:t>
      </w:r>
      <w:r w:rsidRPr="003E3506">
        <w:rPr>
          <w:rtl/>
          <w:lang w:bidi="fa-IR"/>
        </w:rPr>
        <w:t xml:space="preserve"> مال را سه قسمت مى كنند</w:t>
      </w:r>
      <w:r w:rsidR="000C4B14">
        <w:rPr>
          <w:rtl/>
          <w:lang w:bidi="fa-IR"/>
        </w:rPr>
        <w:t>،</w:t>
      </w:r>
      <w:r w:rsidRPr="003E3506">
        <w:rPr>
          <w:rtl/>
          <w:lang w:bidi="fa-IR"/>
        </w:rPr>
        <w:t xml:space="preserve"> يك قسمت آن را به دايى يا خاله مى دهند</w:t>
      </w:r>
      <w:r w:rsidR="000C4B14">
        <w:rPr>
          <w:rtl/>
          <w:lang w:bidi="fa-IR"/>
        </w:rPr>
        <w:t>،</w:t>
      </w:r>
      <w:r w:rsidRPr="003E3506">
        <w:rPr>
          <w:rtl/>
          <w:lang w:bidi="fa-IR"/>
        </w:rPr>
        <w:t xml:space="preserve"> و دو قسمت باقيمانده را عمو و عمه بين خود تقسيم مى كنند</w:t>
      </w:r>
      <w:r w:rsidR="000C4B14">
        <w:rPr>
          <w:rtl/>
          <w:lang w:bidi="fa-IR"/>
        </w:rPr>
        <w:t>،</w:t>
      </w:r>
      <w:r w:rsidRPr="003E3506">
        <w:rPr>
          <w:rtl/>
          <w:lang w:bidi="fa-IR"/>
        </w:rPr>
        <w:t xml:space="preserve"> و بعيد نيست كه عمو دو برابر عمه ارث ببرد</w:t>
      </w:r>
      <w:r w:rsidR="000C4B14">
        <w:rPr>
          <w:rtl/>
          <w:lang w:bidi="fa-IR"/>
        </w:rPr>
        <w:t>،</w:t>
      </w:r>
      <w:r w:rsidRPr="003E3506">
        <w:rPr>
          <w:rtl/>
          <w:lang w:bidi="fa-IR"/>
        </w:rPr>
        <w:t xml:space="preserve"> هر چند مراعات احتياط بهتر است</w:t>
      </w:r>
      <w:r w:rsidR="000C4B14">
        <w:rPr>
          <w:rtl/>
          <w:lang w:bidi="fa-IR"/>
        </w:rPr>
        <w:t>.</w:t>
      </w:r>
    </w:p>
    <w:p w:rsidR="003E3506" w:rsidRPr="003E3506" w:rsidRDefault="003E3506" w:rsidP="003E3506">
      <w:pPr>
        <w:pStyle w:val="libNormal"/>
        <w:rPr>
          <w:lang w:bidi="fa-IR"/>
        </w:rPr>
      </w:pPr>
      <w:r w:rsidRPr="003E3506">
        <w:rPr>
          <w:rtl/>
          <w:lang w:bidi="fa-IR"/>
        </w:rPr>
        <w:t>٢٧٧٤ - اگر وارث ميت چند دايى و چند خاله باشد كه همه پدر و مادرى يا پدرى يا مادرى باشند و عمو و عمه هم داشته باشند</w:t>
      </w:r>
      <w:r w:rsidR="000C4B14">
        <w:rPr>
          <w:rtl/>
          <w:lang w:bidi="fa-IR"/>
        </w:rPr>
        <w:t>،</w:t>
      </w:r>
      <w:r w:rsidRPr="003E3506">
        <w:rPr>
          <w:rtl/>
          <w:lang w:bidi="fa-IR"/>
        </w:rPr>
        <w:t xml:space="preserve"> مال سه سهم مى شود</w:t>
      </w:r>
      <w:r w:rsidR="000C4B14">
        <w:rPr>
          <w:rtl/>
          <w:lang w:bidi="fa-IR"/>
        </w:rPr>
        <w:t>،</w:t>
      </w:r>
      <w:r w:rsidRPr="003E3506">
        <w:rPr>
          <w:rtl/>
          <w:lang w:bidi="fa-IR"/>
        </w:rPr>
        <w:t xml:space="preserve"> دو سهم آن را به دستورى كه گفته شد بين عمو و عمه تقسيم مى كنند</w:t>
      </w:r>
      <w:r w:rsidR="000C4B14">
        <w:rPr>
          <w:rtl/>
          <w:lang w:bidi="fa-IR"/>
        </w:rPr>
        <w:t>،</w:t>
      </w:r>
      <w:r w:rsidRPr="003E3506">
        <w:rPr>
          <w:rtl/>
          <w:lang w:bidi="fa-IR"/>
        </w:rPr>
        <w:t xml:space="preserve"> و يك سهم آن را دايى ها و خاله ها به طورى كه در مساله </w:t>
      </w:r>
      <w:r w:rsidR="00605FAB">
        <w:rPr>
          <w:rtl/>
          <w:lang w:bidi="fa-IR"/>
        </w:rPr>
        <w:t>(</w:t>
      </w:r>
      <w:r w:rsidRPr="003E3506">
        <w:rPr>
          <w:rtl/>
          <w:lang w:bidi="fa-IR"/>
        </w:rPr>
        <w:t>٢٧٧٠</w:t>
      </w:r>
      <w:r w:rsidR="00605FAB">
        <w:rPr>
          <w:rtl/>
          <w:lang w:bidi="fa-IR"/>
        </w:rPr>
        <w:t>)</w:t>
      </w:r>
      <w:r w:rsidRPr="003E3506">
        <w:rPr>
          <w:rtl/>
          <w:lang w:bidi="fa-IR"/>
        </w:rPr>
        <w:t xml:space="preserve"> گذشت بين خودشان قسمت مى نمايند.</w:t>
      </w:r>
    </w:p>
    <w:p w:rsidR="003E3506" w:rsidRPr="003E3506" w:rsidRDefault="003E3506" w:rsidP="003E3506">
      <w:pPr>
        <w:pStyle w:val="libNormal"/>
        <w:rPr>
          <w:lang w:bidi="fa-IR"/>
        </w:rPr>
      </w:pPr>
      <w:r w:rsidRPr="003E3506">
        <w:rPr>
          <w:rtl/>
          <w:lang w:bidi="fa-IR"/>
        </w:rPr>
        <w:t>٢٧٧٥ - اگر وارث ميت دايى يا خاله مادرى و چند دايى و خاله پدرى و مادرى يا پدرى تنها و عمو و عمه باشد</w:t>
      </w:r>
      <w:r w:rsidR="000C4B14">
        <w:rPr>
          <w:rtl/>
          <w:lang w:bidi="fa-IR"/>
        </w:rPr>
        <w:t>،</w:t>
      </w:r>
      <w:r w:rsidRPr="003E3506">
        <w:rPr>
          <w:rtl/>
          <w:lang w:bidi="fa-IR"/>
        </w:rPr>
        <w:t xml:space="preserve"> مال سه سهم مى شود</w:t>
      </w:r>
      <w:r w:rsidR="000C4B14">
        <w:rPr>
          <w:rtl/>
          <w:lang w:bidi="fa-IR"/>
        </w:rPr>
        <w:t>،</w:t>
      </w:r>
      <w:r w:rsidRPr="003E3506">
        <w:rPr>
          <w:rtl/>
          <w:lang w:bidi="fa-IR"/>
        </w:rPr>
        <w:t xml:space="preserve"> دو سهم آن را به دستورى كه سابقا گفته شد</w:t>
      </w:r>
      <w:r w:rsidR="000C4B14">
        <w:rPr>
          <w:rtl/>
          <w:lang w:bidi="fa-IR"/>
        </w:rPr>
        <w:t>،</w:t>
      </w:r>
      <w:r w:rsidRPr="003E3506">
        <w:rPr>
          <w:rtl/>
          <w:lang w:bidi="fa-IR"/>
        </w:rPr>
        <w:t xml:space="preserve"> عمو و عمه بين خودشان قسمت مى كنند</w:t>
      </w:r>
      <w:r w:rsidR="000C4B14">
        <w:rPr>
          <w:rtl/>
          <w:lang w:bidi="fa-IR"/>
        </w:rPr>
        <w:t>،</w:t>
      </w:r>
      <w:r w:rsidRPr="003E3506">
        <w:rPr>
          <w:rtl/>
          <w:lang w:bidi="fa-IR"/>
        </w:rPr>
        <w:t xml:space="preserve"> و بعيد نيست بقيه ورثه در تقسيم يك سهم باقيمانده با هم مساوى باشند.</w:t>
      </w:r>
    </w:p>
    <w:p w:rsidR="003E3506" w:rsidRPr="003E3506" w:rsidRDefault="003E3506" w:rsidP="003E3506">
      <w:pPr>
        <w:pStyle w:val="libNormal"/>
        <w:rPr>
          <w:lang w:bidi="fa-IR"/>
        </w:rPr>
      </w:pPr>
      <w:r w:rsidRPr="003E3506">
        <w:rPr>
          <w:rtl/>
          <w:lang w:bidi="fa-IR"/>
        </w:rPr>
        <w:lastRenderedPageBreak/>
        <w:t>٢٧٧٦ - اگر ميت عمو و عمه و دايى و خاله نداشته باشد</w:t>
      </w:r>
      <w:r w:rsidR="000C4B14">
        <w:rPr>
          <w:rtl/>
          <w:lang w:bidi="fa-IR"/>
        </w:rPr>
        <w:t>،</w:t>
      </w:r>
      <w:r w:rsidRPr="003E3506">
        <w:rPr>
          <w:rtl/>
          <w:lang w:bidi="fa-IR"/>
        </w:rPr>
        <w:t xml:space="preserve"> مقدارى كه به عمو و عمه مى رسد</w:t>
      </w:r>
      <w:r w:rsidR="000C4B14">
        <w:rPr>
          <w:rtl/>
          <w:lang w:bidi="fa-IR"/>
        </w:rPr>
        <w:t>،</w:t>
      </w:r>
      <w:r w:rsidRPr="003E3506">
        <w:rPr>
          <w:rtl/>
          <w:lang w:bidi="fa-IR"/>
        </w:rPr>
        <w:t xml:space="preserve"> به اولاد آنان و مقدارى كه به دايى و خاله مى رسد به اولاد آنان داده مى شود.</w:t>
      </w:r>
    </w:p>
    <w:p w:rsidR="003E3506" w:rsidRPr="003E3506" w:rsidRDefault="003E3506" w:rsidP="003E3506">
      <w:pPr>
        <w:pStyle w:val="libNormal"/>
        <w:rPr>
          <w:lang w:bidi="fa-IR"/>
        </w:rPr>
      </w:pPr>
      <w:r w:rsidRPr="003E3506">
        <w:rPr>
          <w:rtl/>
          <w:lang w:bidi="fa-IR"/>
        </w:rPr>
        <w:t>٢٧٧٧ - اگر وارث ميت عمو و عمه و دايى و خاله پدر و عمو و عمه و دايى و خاله مادر او باشند</w:t>
      </w:r>
      <w:r w:rsidR="000C4B14">
        <w:rPr>
          <w:rtl/>
          <w:lang w:bidi="fa-IR"/>
        </w:rPr>
        <w:t>،</w:t>
      </w:r>
      <w:r w:rsidRPr="003E3506">
        <w:rPr>
          <w:rtl/>
          <w:lang w:bidi="fa-IR"/>
        </w:rPr>
        <w:t xml:space="preserve"> مال سه سهم مى شود</w:t>
      </w:r>
      <w:r w:rsidR="000C4B14">
        <w:rPr>
          <w:rtl/>
          <w:lang w:bidi="fa-IR"/>
        </w:rPr>
        <w:t>،</w:t>
      </w:r>
      <w:r w:rsidRPr="003E3506">
        <w:rPr>
          <w:rtl/>
          <w:lang w:bidi="fa-IR"/>
        </w:rPr>
        <w:t xml:space="preserve"> يك سهم آن را عمو و عمه و دايى و خاله مادر ميت</w:t>
      </w:r>
      <w:r w:rsidR="000C4B14">
        <w:rPr>
          <w:rtl/>
          <w:lang w:bidi="fa-IR"/>
        </w:rPr>
        <w:t>،</w:t>
      </w:r>
      <w:r w:rsidRPr="003E3506">
        <w:rPr>
          <w:rtl/>
          <w:lang w:bidi="fa-IR"/>
        </w:rPr>
        <w:t xml:space="preserve"> ارث مى برند و مال بنابر مشهور ميان آنها به طور مساوى تقسيم مى شود</w:t>
      </w:r>
      <w:r w:rsidR="000C4B14">
        <w:rPr>
          <w:rtl/>
          <w:lang w:bidi="fa-IR"/>
        </w:rPr>
        <w:t>،</w:t>
      </w:r>
      <w:r w:rsidRPr="003E3506">
        <w:rPr>
          <w:rtl/>
          <w:lang w:bidi="fa-IR"/>
        </w:rPr>
        <w:t xml:space="preserve"> ولى احتياط به صلح ترك نشود</w:t>
      </w:r>
      <w:r w:rsidR="000C4B14">
        <w:rPr>
          <w:rtl/>
          <w:lang w:bidi="fa-IR"/>
        </w:rPr>
        <w:t>،</w:t>
      </w:r>
      <w:r w:rsidRPr="003E3506">
        <w:rPr>
          <w:rtl/>
          <w:lang w:bidi="fa-IR"/>
        </w:rPr>
        <w:t xml:space="preserve"> و دو سهم ديگر آن را سه قسمت مى كنند</w:t>
      </w:r>
      <w:r w:rsidR="000C4B14">
        <w:rPr>
          <w:rtl/>
          <w:lang w:bidi="fa-IR"/>
        </w:rPr>
        <w:t>،</w:t>
      </w:r>
      <w:r w:rsidRPr="003E3506">
        <w:rPr>
          <w:rtl/>
          <w:lang w:bidi="fa-IR"/>
        </w:rPr>
        <w:t xml:space="preserve"> يك قسمت را دايى و خاله پدر ميت به همان كيفيت بين خودشان قسمت مى نمايند و دو قسمت ديگر آن را نيز به همان كيفيت به عمو و عمه پدر ميت مى دهند.</w:t>
      </w:r>
    </w:p>
    <w:p w:rsidR="003E3506" w:rsidRDefault="00605FAB" w:rsidP="000957EF">
      <w:pPr>
        <w:pStyle w:val="Heading3"/>
        <w:rPr>
          <w:rtl/>
          <w:lang w:bidi="fa-IR"/>
        </w:rPr>
      </w:pPr>
      <w:bookmarkStart w:id="299" w:name="_Toc24454722"/>
      <w:r>
        <w:rPr>
          <w:rtl/>
          <w:lang w:bidi="fa-IR"/>
        </w:rPr>
        <w:t>(</w:t>
      </w:r>
      <w:r w:rsidR="003E3506" w:rsidRPr="003E3506">
        <w:rPr>
          <w:rtl/>
          <w:lang w:bidi="fa-IR"/>
        </w:rPr>
        <w:t>ارث زن و شوهر</w:t>
      </w:r>
      <w:r>
        <w:rPr>
          <w:rtl/>
          <w:lang w:bidi="fa-IR"/>
        </w:rPr>
        <w:t>)</w:t>
      </w:r>
      <w:bookmarkEnd w:id="299"/>
    </w:p>
    <w:p w:rsidR="003E3506" w:rsidRPr="003E3506" w:rsidRDefault="003E3506" w:rsidP="003E3506">
      <w:pPr>
        <w:pStyle w:val="libNormal"/>
        <w:rPr>
          <w:lang w:bidi="fa-IR"/>
        </w:rPr>
      </w:pPr>
      <w:r w:rsidRPr="003E3506">
        <w:rPr>
          <w:rtl/>
          <w:lang w:bidi="fa-IR"/>
        </w:rPr>
        <w:t>٢٧٧٨ - اگر زنى بميرد و اولاد نداشته باشد</w:t>
      </w:r>
      <w:r w:rsidR="000C4B14">
        <w:rPr>
          <w:rtl/>
          <w:lang w:bidi="fa-IR"/>
        </w:rPr>
        <w:t>،</w:t>
      </w:r>
      <w:r w:rsidRPr="003E3506">
        <w:rPr>
          <w:rtl/>
          <w:lang w:bidi="fa-IR"/>
        </w:rPr>
        <w:t xml:space="preserve"> نصف همه مال را شوهر او و بقيه را ورثه ديگر مى برند</w:t>
      </w:r>
      <w:r w:rsidR="000C4B14">
        <w:rPr>
          <w:rtl/>
          <w:lang w:bidi="fa-IR"/>
        </w:rPr>
        <w:t>،</w:t>
      </w:r>
      <w:r w:rsidRPr="003E3506">
        <w:rPr>
          <w:rtl/>
          <w:lang w:bidi="fa-IR"/>
        </w:rPr>
        <w:t xml:space="preserve"> و اگر از آن شوهر يا از شوهر ديگر اولاد داشته باشد</w:t>
      </w:r>
      <w:r w:rsidR="000C4B14">
        <w:rPr>
          <w:rtl/>
          <w:lang w:bidi="fa-IR"/>
        </w:rPr>
        <w:t>،</w:t>
      </w:r>
      <w:r w:rsidRPr="003E3506">
        <w:rPr>
          <w:rtl/>
          <w:lang w:bidi="fa-IR"/>
        </w:rPr>
        <w:t xml:space="preserve"> چهار يك همه مال را شوهر و بقيه را ورثه ديگر مى برند.</w:t>
      </w:r>
    </w:p>
    <w:p w:rsidR="003E3506" w:rsidRPr="003E3506" w:rsidRDefault="003E3506" w:rsidP="003E3506">
      <w:pPr>
        <w:pStyle w:val="libNormal"/>
        <w:rPr>
          <w:lang w:bidi="fa-IR"/>
        </w:rPr>
      </w:pPr>
      <w:r w:rsidRPr="003E3506">
        <w:rPr>
          <w:rtl/>
          <w:lang w:bidi="fa-IR"/>
        </w:rPr>
        <w:t>٢٧٧٩ - اگر مردى بميرد و اولاد نداشته باشد</w:t>
      </w:r>
      <w:r w:rsidR="000C4B14">
        <w:rPr>
          <w:rtl/>
          <w:lang w:bidi="fa-IR"/>
        </w:rPr>
        <w:t>،</w:t>
      </w:r>
      <w:r w:rsidRPr="003E3506">
        <w:rPr>
          <w:rtl/>
          <w:lang w:bidi="fa-IR"/>
        </w:rPr>
        <w:t xml:space="preserve"> چهار يك مال او را زن و بقيه را ورثه ديگر مى برند</w:t>
      </w:r>
      <w:r w:rsidR="000C4B14">
        <w:rPr>
          <w:rtl/>
          <w:lang w:bidi="fa-IR"/>
        </w:rPr>
        <w:t>،</w:t>
      </w:r>
      <w:r w:rsidRPr="003E3506">
        <w:rPr>
          <w:rtl/>
          <w:lang w:bidi="fa-IR"/>
        </w:rPr>
        <w:t xml:space="preserve"> و اگر از آن زن يا از زن ديگر اولاد داشته باشد</w:t>
      </w:r>
      <w:r w:rsidR="000C4B14">
        <w:rPr>
          <w:rtl/>
          <w:lang w:bidi="fa-IR"/>
        </w:rPr>
        <w:t>،</w:t>
      </w:r>
      <w:r w:rsidRPr="003E3506">
        <w:rPr>
          <w:rtl/>
          <w:lang w:bidi="fa-IR"/>
        </w:rPr>
        <w:t xml:space="preserve"> هشت يك مال را زن و بقيه را ورثه ديگر مى برند.</w:t>
      </w:r>
    </w:p>
    <w:p w:rsidR="003E3506" w:rsidRPr="003E3506" w:rsidRDefault="003E3506" w:rsidP="003E3506">
      <w:pPr>
        <w:pStyle w:val="libNormal"/>
        <w:rPr>
          <w:lang w:bidi="fa-IR"/>
        </w:rPr>
      </w:pPr>
      <w:r w:rsidRPr="003E3506">
        <w:rPr>
          <w:rtl/>
          <w:lang w:bidi="fa-IR"/>
        </w:rPr>
        <w:t>و زن از زمين خانه و باغ و زراعت و زمينهاى ديگر ارث نمى برد</w:t>
      </w:r>
      <w:r w:rsidR="000C4B14">
        <w:rPr>
          <w:rtl/>
          <w:lang w:bidi="fa-IR"/>
        </w:rPr>
        <w:t>،</w:t>
      </w:r>
      <w:r w:rsidRPr="003E3506">
        <w:rPr>
          <w:rtl/>
          <w:lang w:bidi="fa-IR"/>
        </w:rPr>
        <w:t xml:space="preserve"> نه از خود زمين و نه از قيمت آن و نيز از خود هوايى خانه مانند بنا و درخت ارث نمى برد</w:t>
      </w:r>
      <w:r w:rsidR="000C4B14">
        <w:rPr>
          <w:rtl/>
          <w:lang w:bidi="fa-IR"/>
        </w:rPr>
        <w:t>،</w:t>
      </w:r>
      <w:r w:rsidRPr="003E3506">
        <w:rPr>
          <w:rtl/>
          <w:lang w:bidi="fa-IR"/>
        </w:rPr>
        <w:t xml:space="preserve"> ولى از قيمت آنها ارث مى برد</w:t>
      </w:r>
      <w:r w:rsidR="000C4B14">
        <w:rPr>
          <w:rtl/>
          <w:lang w:bidi="fa-IR"/>
        </w:rPr>
        <w:t>،</w:t>
      </w:r>
      <w:r w:rsidRPr="003E3506">
        <w:rPr>
          <w:rtl/>
          <w:lang w:bidi="fa-IR"/>
        </w:rPr>
        <w:t xml:space="preserve"> و هم چنين است درخت و زراعت و ساختمانى كه در زمين باغ و زراعت و زمينهاى ديگر است</w:t>
      </w:r>
      <w:r w:rsidR="000C4B14">
        <w:rPr>
          <w:rtl/>
          <w:lang w:bidi="fa-IR"/>
        </w:rPr>
        <w:t>.</w:t>
      </w:r>
    </w:p>
    <w:p w:rsidR="003E3506" w:rsidRPr="003E3506" w:rsidRDefault="003E3506" w:rsidP="003E3506">
      <w:pPr>
        <w:pStyle w:val="libNormal"/>
        <w:rPr>
          <w:lang w:bidi="fa-IR"/>
        </w:rPr>
      </w:pPr>
      <w:r w:rsidRPr="003E3506">
        <w:rPr>
          <w:rtl/>
          <w:lang w:bidi="fa-IR"/>
        </w:rPr>
        <w:t>٢٧٨٠ - اگر زن بخواهد در چيزهايى كه از آنها ارث نمى برد</w:t>
      </w:r>
      <w:r w:rsidR="000C4B14">
        <w:rPr>
          <w:rtl/>
          <w:lang w:bidi="fa-IR"/>
        </w:rPr>
        <w:t>،</w:t>
      </w:r>
      <w:r w:rsidRPr="003E3506">
        <w:rPr>
          <w:rtl/>
          <w:lang w:bidi="fa-IR"/>
        </w:rPr>
        <w:t xml:space="preserve"> مانند زمين خانه مسكونى</w:t>
      </w:r>
      <w:r w:rsidR="000C4B14">
        <w:rPr>
          <w:rtl/>
          <w:lang w:bidi="fa-IR"/>
        </w:rPr>
        <w:t>،</w:t>
      </w:r>
      <w:r w:rsidRPr="003E3506">
        <w:rPr>
          <w:rtl/>
          <w:lang w:bidi="fa-IR"/>
        </w:rPr>
        <w:t xml:space="preserve"> تصرف كند</w:t>
      </w:r>
      <w:r w:rsidR="000C4B14">
        <w:rPr>
          <w:rtl/>
          <w:lang w:bidi="fa-IR"/>
        </w:rPr>
        <w:t>،</w:t>
      </w:r>
      <w:r w:rsidRPr="003E3506">
        <w:rPr>
          <w:rtl/>
          <w:lang w:bidi="fa-IR"/>
        </w:rPr>
        <w:t xml:space="preserve"> بايد از ورثه ديگر اجازه بگيرد</w:t>
      </w:r>
      <w:r w:rsidR="000C4B14">
        <w:rPr>
          <w:rtl/>
          <w:lang w:bidi="fa-IR"/>
        </w:rPr>
        <w:t>،</w:t>
      </w:r>
      <w:r w:rsidRPr="003E3506">
        <w:rPr>
          <w:rtl/>
          <w:lang w:bidi="fa-IR"/>
        </w:rPr>
        <w:t xml:space="preserve"> و جايز نيست كه ورثه تا سهم زن را نداده اند</w:t>
      </w:r>
      <w:r w:rsidR="000C4B14">
        <w:rPr>
          <w:rtl/>
          <w:lang w:bidi="fa-IR"/>
        </w:rPr>
        <w:t>،</w:t>
      </w:r>
      <w:r w:rsidRPr="003E3506">
        <w:rPr>
          <w:rtl/>
          <w:lang w:bidi="fa-IR"/>
        </w:rPr>
        <w:t xml:space="preserve"> بايد </w:t>
      </w:r>
      <w:r w:rsidRPr="003E3506">
        <w:rPr>
          <w:rtl/>
          <w:lang w:bidi="fa-IR"/>
        </w:rPr>
        <w:lastRenderedPageBreak/>
        <w:t>از ورثه ديگر اجازه بگيرد</w:t>
      </w:r>
      <w:r w:rsidR="000C4B14">
        <w:rPr>
          <w:rtl/>
          <w:lang w:bidi="fa-IR"/>
        </w:rPr>
        <w:t>،</w:t>
      </w:r>
      <w:r w:rsidRPr="003E3506">
        <w:rPr>
          <w:rtl/>
          <w:lang w:bidi="fa-IR"/>
        </w:rPr>
        <w:t xml:space="preserve"> و جايز نيست كه ورثه تا سهم زن را نداده اند</w:t>
      </w:r>
      <w:r w:rsidR="000C4B14">
        <w:rPr>
          <w:rtl/>
          <w:lang w:bidi="fa-IR"/>
        </w:rPr>
        <w:t>،</w:t>
      </w:r>
      <w:r w:rsidRPr="003E3506">
        <w:rPr>
          <w:rtl/>
          <w:lang w:bidi="fa-IR"/>
        </w:rPr>
        <w:t xml:space="preserve"> در چيزهايى كه زن از قيمت آنها ارث مى برد</w:t>
      </w:r>
      <w:r w:rsidR="000C4B14">
        <w:rPr>
          <w:rtl/>
          <w:lang w:bidi="fa-IR"/>
        </w:rPr>
        <w:t>،</w:t>
      </w:r>
      <w:r w:rsidRPr="003E3506">
        <w:rPr>
          <w:rtl/>
          <w:lang w:bidi="fa-IR"/>
        </w:rPr>
        <w:t xml:space="preserve"> مانند بنا و درخت بدون اجازه او تصرف كنند.</w:t>
      </w:r>
    </w:p>
    <w:p w:rsidR="003E3506" w:rsidRPr="003E3506" w:rsidRDefault="003E3506" w:rsidP="003E3506">
      <w:pPr>
        <w:pStyle w:val="libNormal"/>
        <w:rPr>
          <w:lang w:bidi="fa-IR"/>
        </w:rPr>
      </w:pPr>
      <w:r w:rsidRPr="003E3506">
        <w:rPr>
          <w:rtl/>
          <w:lang w:bidi="fa-IR"/>
        </w:rPr>
        <w:t>٢٧٨١ - اگر بخواهند بنا و درخت و مانند آن را قيمت نمايند بايد همان طور كه نزد مقومين معمول است آنها را بدون در نظر گرفتن خصوصيت زمينى كه در آن هستند حساب كنند چقدر ارزش دارند</w:t>
      </w:r>
      <w:r w:rsidR="000C4B14">
        <w:rPr>
          <w:rtl/>
          <w:lang w:bidi="fa-IR"/>
        </w:rPr>
        <w:t>،</w:t>
      </w:r>
      <w:r w:rsidRPr="003E3506">
        <w:rPr>
          <w:rtl/>
          <w:lang w:bidi="fa-IR"/>
        </w:rPr>
        <w:t xml:space="preserve"> نه اين كه آنها را كنده شده از زمين فرض نمايند</w:t>
      </w:r>
      <w:r w:rsidR="000C4B14">
        <w:rPr>
          <w:rtl/>
          <w:lang w:bidi="fa-IR"/>
        </w:rPr>
        <w:t>،</w:t>
      </w:r>
      <w:r w:rsidRPr="003E3506">
        <w:rPr>
          <w:rtl/>
          <w:lang w:bidi="fa-IR"/>
        </w:rPr>
        <w:t xml:space="preserve"> و قيمت گذارند</w:t>
      </w:r>
      <w:r w:rsidR="000C4B14">
        <w:rPr>
          <w:rtl/>
          <w:lang w:bidi="fa-IR"/>
        </w:rPr>
        <w:t>،</w:t>
      </w:r>
      <w:r w:rsidRPr="003E3506">
        <w:rPr>
          <w:rtl/>
          <w:lang w:bidi="fa-IR"/>
        </w:rPr>
        <w:t xml:space="preserve"> يا اين كه قيمت آنها را در حالى كه بدون اجاره در همين زمين باقى بمانند تا از بين بروند حساب كنند.</w:t>
      </w:r>
    </w:p>
    <w:p w:rsidR="003E3506" w:rsidRPr="003E3506" w:rsidRDefault="003E3506" w:rsidP="003E3506">
      <w:pPr>
        <w:pStyle w:val="libNormal"/>
        <w:rPr>
          <w:lang w:bidi="fa-IR"/>
        </w:rPr>
      </w:pPr>
      <w:r w:rsidRPr="003E3506">
        <w:rPr>
          <w:rtl/>
          <w:lang w:bidi="fa-IR"/>
        </w:rPr>
        <w:t>٢٧٨٢ - مجراى آب قنات و مانند آن حكم زمين را دارد و آجر و چيزهايى كه در آن به كار رفته</w:t>
      </w:r>
      <w:r w:rsidR="000C4B14">
        <w:rPr>
          <w:rtl/>
          <w:lang w:bidi="fa-IR"/>
        </w:rPr>
        <w:t>،</w:t>
      </w:r>
      <w:r w:rsidRPr="003E3506">
        <w:rPr>
          <w:rtl/>
          <w:lang w:bidi="fa-IR"/>
        </w:rPr>
        <w:t xml:space="preserve"> در حكم ساختمان است</w:t>
      </w:r>
      <w:r w:rsidR="000C4B14">
        <w:rPr>
          <w:rtl/>
          <w:lang w:bidi="fa-IR"/>
        </w:rPr>
        <w:t>.</w:t>
      </w:r>
    </w:p>
    <w:p w:rsidR="003E3506" w:rsidRPr="003E3506" w:rsidRDefault="003E3506" w:rsidP="003E3506">
      <w:pPr>
        <w:pStyle w:val="libNormal"/>
        <w:rPr>
          <w:lang w:bidi="fa-IR"/>
        </w:rPr>
      </w:pPr>
      <w:r w:rsidRPr="003E3506">
        <w:rPr>
          <w:rtl/>
          <w:lang w:bidi="fa-IR"/>
        </w:rPr>
        <w:t>٢٧٨٣ - اگر ميت بيش از يك زن داشته باشد</w:t>
      </w:r>
      <w:r w:rsidR="000C4B14">
        <w:rPr>
          <w:rtl/>
          <w:lang w:bidi="fa-IR"/>
        </w:rPr>
        <w:t>،</w:t>
      </w:r>
      <w:r w:rsidRPr="003E3506">
        <w:rPr>
          <w:rtl/>
          <w:lang w:bidi="fa-IR"/>
        </w:rPr>
        <w:t xml:space="preserve"> چنانچه اولاد نداشته باشد</w:t>
      </w:r>
      <w:r w:rsidR="000C4B14">
        <w:rPr>
          <w:rtl/>
          <w:lang w:bidi="fa-IR"/>
        </w:rPr>
        <w:t>،</w:t>
      </w:r>
      <w:r w:rsidRPr="003E3506">
        <w:rPr>
          <w:rtl/>
          <w:lang w:bidi="fa-IR"/>
        </w:rPr>
        <w:t xml:space="preserve"> چهار يك مال</w:t>
      </w:r>
      <w:r w:rsidR="000C4B14">
        <w:rPr>
          <w:rtl/>
          <w:lang w:bidi="fa-IR"/>
        </w:rPr>
        <w:t>،</w:t>
      </w:r>
      <w:r w:rsidRPr="003E3506">
        <w:rPr>
          <w:rtl/>
          <w:lang w:bidi="fa-IR"/>
        </w:rPr>
        <w:t xml:space="preserve"> و اگر اولاد داشته باشد</w:t>
      </w:r>
      <w:r w:rsidR="000C4B14">
        <w:rPr>
          <w:rtl/>
          <w:lang w:bidi="fa-IR"/>
        </w:rPr>
        <w:t>،</w:t>
      </w:r>
      <w:r w:rsidRPr="003E3506">
        <w:rPr>
          <w:rtl/>
          <w:lang w:bidi="fa-IR"/>
        </w:rPr>
        <w:t xml:space="preserve"> هشت يك مال به شرحى كه گفته شد</w:t>
      </w:r>
      <w:r w:rsidR="000C4B14">
        <w:rPr>
          <w:rtl/>
          <w:lang w:bidi="fa-IR"/>
        </w:rPr>
        <w:t>،</w:t>
      </w:r>
      <w:r w:rsidRPr="003E3506">
        <w:rPr>
          <w:rtl/>
          <w:lang w:bidi="fa-IR"/>
        </w:rPr>
        <w:t xml:space="preserve"> به طور مساوى بين زنهاى او قسمت مى شود</w:t>
      </w:r>
      <w:r w:rsidR="000C4B14">
        <w:rPr>
          <w:rtl/>
          <w:lang w:bidi="fa-IR"/>
        </w:rPr>
        <w:t>،</w:t>
      </w:r>
      <w:r w:rsidRPr="003E3506">
        <w:rPr>
          <w:rtl/>
          <w:lang w:bidi="fa-IR"/>
        </w:rPr>
        <w:t xml:space="preserve"> اگر چه شوهر با همه يا بعض آنان نزديكى نكرده باشد</w:t>
      </w:r>
      <w:r w:rsidR="000C4B14">
        <w:rPr>
          <w:rtl/>
          <w:lang w:bidi="fa-IR"/>
        </w:rPr>
        <w:t>،</w:t>
      </w:r>
      <w:r w:rsidRPr="003E3506">
        <w:rPr>
          <w:rtl/>
          <w:lang w:bidi="fa-IR"/>
        </w:rPr>
        <w:t xml:space="preserve"> ولى اگر در مرضى كه در آن مرض از دنيا رفته</w:t>
      </w:r>
      <w:r w:rsidR="000C4B14">
        <w:rPr>
          <w:rtl/>
          <w:lang w:bidi="fa-IR"/>
        </w:rPr>
        <w:t>،</w:t>
      </w:r>
      <w:r w:rsidRPr="003E3506">
        <w:rPr>
          <w:rtl/>
          <w:lang w:bidi="fa-IR"/>
        </w:rPr>
        <w:t xml:space="preserve"> زنى را عقد كرده و با او نزديكى نكرده است</w:t>
      </w:r>
      <w:r w:rsidR="000C4B14">
        <w:rPr>
          <w:rtl/>
          <w:lang w:bidi="fa-IR"/>
        </w:rPr>
        <w:t>،</w:t>
      </w:r>
      <w:r w:rsidRPr="003E3506">
        <w:rPr>
          <w:rtl/>
          <w:lang w:bidi="fa-IR"/>
        </w:rPr>
        <w:t xml:space="preserve"> آن زن از او ارث نمى برد</w:t>
      </w:r>
      <w:r w:rsidR="000C4B14">
        <w:rPr>
          <w:rtl/>
          <w:lang w:bidi="fa-IR"/>
        </w:rPr>
        <w:t>،</w:t>
      </w:r>
      <w:r w:rsidRPr="003E3506">
        <w:rPr>
          <w:rtl/>
          <w:lang w:bidi="fa-IR"/>
        </w:rPr>
        <w:t xml:space="preserve"> و حق مهر هم ندارد.</w:t>
      </w:r>
    </w:p>
    <w:p w:rsidR="003E3506" w:rsidRPr="003E3506" w:rsidRDefault="003E3506" w:rsidP="003E3506">
      <w:pPr>
        <w:pStyle w:val="libNormal"/>
        <w:rPr>
          <w:lang w:bidi="fa-IR"/>
        </w:rPr>
      </w:pPr>
      <w:r w:rsidRPr="003E3506">
        <w:rPr>
          <w:rtl/>
          <w:lang w:bidi="fa-IR"/>
        </w:rPr>
        <w:t>٢٧٨٤ - اگر زن در حال مرض شوهر كند و به همان مرض بميرد شوهرش اگر چه با او نزديكى نكرده باشد</w:t>
      </w:r>
      <w:r w:rsidR="000C4B14">
        <w:rPr>
          <w:rtl/>
          <w:lang w:bidi="fa-IR"/>
        </w:rPr>
        <w:t>،</w:t>
      </w:r>
      <w:r w:rsidRPr="003E3506">
        <w:rPr>
          <w:rtl/>
          <w:lang w:bidi="fa-IR"/>
        </w:rPr>
        <w:t xml:space="preserve"> از او ارث مى برد.</w:t>
      </w:r>
    </w:p>
    <w:p w:rsidR="003E3506" w:rsidRPr="003E3506" w:rsidRDefault="003E3506" w:rsidP="003E3506">
      <w:pPr>
        <w:pStyle w:val="libNormal"/>
        <w:rPr>
          <w:lang w:bidi="fa-IR"/>
        </w:rPr>
      </w:pPr>
      <w:r w:rsidRPr="003E3506">
        <w:rPr>
          <w:rtl/>
          <w:lang w:bidi="fa-IR"/>
        </w:rPr>
        <w:t>٢٧٨٥ - اگر زن را به ترتيبى كه در احكام طلاق گفته شد</w:t>
      </w:r>
      <w:r w:rsidR="000C4B14">
        <w:rPr>
          <w:rtl/>
          <w:lang w:bidi="fa-IR"/>
        </w:rPr>
        <w:t>،</w:t>
      </w:r>
      <w:r w:rsidRPr="003E3506">
        <w:rPr>
          <w:rtl/>
          <w:lang w:bidi="fa-IR"/>
        </w:rPr>
        <w:t xml:space="preserve"> طلاق رجعى بدهند</w:t>
      </w:r>
      <w:r w:rsidR="000C4B14">
        <w:rPr>
          <w:rtl/>
          <w:lang w:bidi="fa-IR"/>
        </w:rPr>
        <w:t>،</w:t>
      </w:r>
      <w:r w:rsidRPr="003E3506">
        <w:rPr>
          <w:rtl/>
          <w:lang w:bidi="fa-IR"/>
        </w:rPr>
        <w:t xml:space="preserve"> و در بين عده بميرد</w:t>
      </w:r>
      <w:r w:rsidR="000C4B14">
        <w:rPr>
          <w:rtl/>
          <w:lang w:bidi="fa-IR"/>
        </w:rPr>
        <w:t>،</w:t>
      </w:r>
      <w:r w:rsidRPr="003E3506">
        <w:rPr>
          <w:rtl/>
          <w:lang w:bidi="fa-IR"/>
        </w:rPr>
        <w:t xml:space="preserve"> شوهر از او ارث مى برد</w:t>
      </w:r>
      <w:r w:rsidR="000C4B14">
        <w:rPr>
          <w:rtl/>
          <w:lang w:bidi="fa-IR"/>
        </w:rPr>
        <w:t>،</w:t>
      </w:r>
      <w:r w:rsidRPr="003E3506">
        <w:rPr>
          <w:rtl/>
          <w:lang w:bidi="fa-IR"/>
        </w:rPr>
        <w:t xml:space="preserve"> و نيز اگر شوهر در بين آن عده بميرد زن از او ارث مى برد.</w:t>
      </w:r>
    </w:p>
    <w:p w:rsidR="003E3506" w:rsidRPr="003E3506" w:rsidRDefault="003E3506" w:rsidP="003E3506">
      <w:pPr>
        <w:pStyle w:val="libNormal"/>
        <w:rPr>
          <w:lang w:bidi="fa-IR"/>
        </w:rPr>
      </w:pPr>
      <w:r w:rsidRPr="003E3506">
        <w:rPr>
          <w:rtl/>
          <w:lang w:bidi="fa-IR"/>
        </w:rPr>
        <w:t>ولى اگر بعد از گذشتن عده يا در عده طلاق باين</w:t>
      </w:r>
      <w:r w:rsidR="000C4B14">
        <w:rPr>
          <w:rtl/>
          <w:lang w:bidi="fa-IR"/>
        </w:rPr>
        <w:t>،</w:t>
      </w:r>
      <w:r w:rsidRPr="003E3506">
        <w:rPr>
          <w:rtl/>
          <w:lang w:bidi="fa-IR"/>
        </w:rPr>
        <w:t xml:space="preserve"> يكى از آنان بميرد</w:t>
      </w:r>
      <w:r w:rsidR="000C4B14">
        <w:rPr>
          <w:rtl/>
          <w:lang w:bidi="fa-IR"/>
        </w:rPr>
        <w:t>،</w:t>
      </w:r>
      <w:r w:rsidRPr="003E3506">
        <w:rPr>
          <w:rtl/>
          <w:lang w:bidi="fa-IR"/>
        </w:rPr>
        <w:t xml:space="preserve"> ديگرى از او ارث نمى برد.</w:t>
      </w:r>
    </w:p>
    <w:p w:rsidR="003E3506" w:rsidRPr="003E3506" w:rsidRDefault="003E3506" w:rsidP="003E3506">
      <w:pPr>
        <w:pStyle w:val="libNormal"/>
        <w:rPr>
          <w:lang w:bidi="fa-IR"/>
        </w:rPr>
      </w:pPr>
      <w:r w:rsidRPr="003E3506">
        <w:rPr>
          <w:rtl/>
          <w:lang w:bidi="fa-IR"/>
        </w:rPr>
        <w:t>٢٧٨٦ - اگر شوهر در حال مرض عيالش را طلاق دهد و پيش از گذشتن دوازده ماه هلالى بميرد</w:t>
      </w:r>
      <w:r w:rsidR="000C4B14">
        <w:rPr>
          <w:rtl/>
          <w:lang w:bidi="fa-IR"/>
        </w:rPr>
        <w:t>،</w:t>
      </w:r>
      <w:r w:rsidRPr="003E3506">
        <w:rPr>
          <w:rtl/>
          <w:lang w:bidi="fa-IR"/>
        </w:rPr>
        <w:t xml:space="preserve"> زن با سه شرط از او ارث مى برد</w:t>
      </w:r>
      <w:r w:rsidR="00553569">
        <w:rPr>
          <w:rtl/>
          <w:lang w:bidi="fa-IR"/>
        </w:rPr>
        <w:t>:</w:t>
      </w:r>
      <w:r w:rsidRPr="003E3506">
        <w:rPr>
          <w:rtl/>
          <w:lang w:bidi="fa-IR"/>
        </w:rPr>
        <w:t xml:space="preserve"> اول آن كه در اين مدت شوهر ديگر نكرده باشد</w:t>
      </w:r>
      <w:r w:rsidR="000C4B14">
        <w:rPr>
          <w:rtl/>
          <w:lang w:bidi="fa-IR"/>
        </w:rPr>
        <w:t>،</w:t>
      </w:r>
      <w:r w:rsidRPr="003E3506">
        <w:rPr>
          <w:rtl/>
          <w:lang w:bidi="fa-IR"/>
        </w:rPr>
        <w:t xml:space="preserve"> و در صورتى كه شوهر كرده باشد</w:t>
      </w:r>
      <w:r w:rsidR="000C4B14">
        <w:rPr>
          <w:rtl/>
          <w:lang w:bidi="fa-IR"/>
        </w:rPr>
        <w:t>،</w:t>
      </w:r>
      <w:r w:rsidRPr="003E3506">
        <w:rPr>
          <w:rtl/>
          <w:lang w:bidi="fa-IR"/>
        </w:rPr>
        <w:t xml:space="preserve"> ارث نمى برد</w:t>
      </w:r>
      <w:r w:rsidR="000C4B14">
        <w:rPr>
          <w:rtl/>
          <w:lang w:bidi="fa-IR"/>
        </w:rPr>
        <w:t>،</w:t>
      </w:r>
      <w:r w:rsidRPr="003E3506">
        <w:rPr>
          <w:rtl/>
          <w:lang w:bidi="fa-IR"/>
        </w:rPr>
        <w:t xml:space="preserve"> هر چند احتياط اين است كه صلح نمايند.</w:t>
      </w:r>
    </w:p>
    <w:p w:rsidR="003E3506" w:rsidRPr="003E3506" w:rsidRDefault="003E3506" w:rsidP="003E3506">
      <w:pPr>
        <w:pStyle w:val="libNormal"/>
        <w:rPr>
          <w:lang w:bidi="fa-IR"/>
        </w:rPr>
      </w:pPr>
      <w:r w:rsidRPr="003E3506">
        <w:rPr>
          <w:rtl/>
          <w:lang w:bidi="fa-IR"/>
        </w:rPr>
        <w:lastRenderedPageBreak/>
        <w:t>دوم آن كه طلاق به در خواست و رضاى زن انجام نگرفته باشد</w:t>
      </w:r>
      <w:r w:rsidR="000C4B14">
        <w:rPr>
          <w:rtl/>
          <w:lang w:bidi="fa-IR"/>
        </w:rPr>
        <w:t>،</w:t>
      </w:r>
      <w:r w:rsidRPr="003E3506">
        <w:rPr>
          <w:rtl/>
          <w:lang w:bidi="fa-IR"/>
        </w:rPr>
        <w:t xml:space="preserve"> و گرنه ارث نمى برد</w:t>
      </w:r>
      <w:r w:rsidR="000C4B14">
        <w:rPr>
          <w:rtl/>
          <w:lang w:bidi="fa-IR"/>
        </w:rPr>
        <w:t>،</w:t>
      </w:r>
      <w:r w:rsidRPr="003E3506">
        <w:rPr>
          <w:rtl/>
          <w:lang w:bidi="fa-IR"/>
        </w:rPr>
        <w:t xml:space="preserve"> خواه چيزى به شوهر داده باشد كه او را طلاق دهد يا نه</w:t>
      </w:r>
      <w:r w:rsidR="000C4B14">
        <w:rPr>
          <w:rtl/>
          <w:lang w:bidi="fa-IR"/>
        </w:rPr>
        <w:t>.</w:t>
      </w:r>
    </w:p>
    <w:p w:rsidR="003E3506" w:rsidRPr="003E3506" w:rsidRDefault="003E3506" w:rsidP="003E3506">
      <w:pPr>
        <w:pStyle w:val="libNormal"/>
        <w:rPr>
          <w:lang w:bidi="fa-IR"/>
        </w:rPr>
      </w:pPr>
      <w:r w:rsidRPr="003E3506">
        <w:rPr>
          <w:rtl/>
          <w:lang w:bidi="fa-IR"/>
        </w:rPr>
        <w:t>سوم شوهر در مرضى كه در آن مرض زن را طلاق داده</w:t>
      </w:r>
      <w:r w:rsidR="000C4B14">
        <w:rPr>
          <w:rtl/>
          <w:lang w:bidi="fa-IR"/>
        </w:rPr>
        <w:t>،</w:t>
      </w:r>
      <w:r w:rsidRPr="003E3506">
        <w:rPr>
          <w:rtl/>
          <w:lang w:bidi="fa-IR"/>
        </w:rPr>
        <w:t xml:space="preserve"> به واسطه آن مرض يا به جهت ديگرى بميرد</w:t>
      </w:r>
      <w:r w:rsidR="000C4B14">
        <w:rPr>
          <w:rtl/>
          <w:lang w:bidi="fa-IR"/>
        </w:rPr>
        <w:t>،</w:t>
      </w:r>
      <w:r w:rsidRPr="003E3506">
        <w:rPr>
          <w:rtl/>
          <w:lang w:bidi="fa-IR"/>
        </w:rPr>
        <w:t xml:space="preserve"> پس اگر از آن مرض خوب شود و به جهت ديگرى از دنيا برود زن از او ارث نمى برد.</w:t>
      </w:r>
    </w:p>
    <w:p w:rsidR="003E3506" w:rsidRPr="003E3506" w:rsidRDefault="003E3506" w:rsidP="003E3506">
      <w:pPr>
        <w:pStyle w:val="libNormal"/>
        <w:rPr>
          <w:lang w:bidi="fa-IR"/>
        </w:rPr>
      </w:pPr>
      <w:r w:rsidRPr="003E3506">
        <w:rPr>
          <w:rtl/>
          <w:lang w:bidi="fa-IR"/>
        </w:rPr>
        <w:t>٢٧٨٧ - لباسى كه مرد براى پوشيدن زن خود گرفته اگر چه زن آن را پوشيده باشد</w:t>
      </w:r>
      <w:r w:rsidR="000C4B14">
        <w:rPr>
          <w:rtl/>
          <w:lang w:bidi="fa-IR"/>
        </w:rPr>
        <w:t>،</w:t>
      </w:r>
      <w:r w:rsidRPr="003E3506">
        <w:rPr>
          <w:rtl/>
          <w:lang w:bidi="fa-IR"/>
        </w:rPr>
        <w:t xml:space="preserve"> بعد از مردن شوهر جزء مال شوهر است</w:t>
      </w:r>
      <w:r w:rsidR="000C4B14">
        <w:rPr>
          <w:rtl/>
          <w:lang w:bidi="fa-IR"/>
        </w:rPr>
        <w:t>.</w:t>
      </w:r>
    </w:p>
    <w:p w:rsidR="003E3506" w:rsidRDefault="00605FAB" w:rsidP="000957EF">
      <w:pPr>
        <w:pStyle w:val="Heading3"/>
        <w:rPr>
          <w:rtl/>
          <w:lang w:bidi="fa-IR"/>
        </w:rPr>
      </w:pPr>
      <w:bookmarkStart w:id="300" w:name="_Toc24454723"/>
      <w:r>
        <w:rPr>
          <w:rtl/>
          <w:lang w:bidi="fa-IR"/>
        </w:rPr>
        <w:t>(</w:t>
      </w:r>
      <w:r w:rsidR="003E3506" w:rsidRPr="003E3506">
        <w:rPr>
          <w:rtl/>
          <w:lang w:bidi="fa-IR"/>
        </w:rPr>
        <w:t>مسايل متفرقه ارث</w:t>
      </w:r>
      <w:r>
        <w:rPr>
          <w:rtl/>
          <w:lang w:bidi="fa-IR"/>
        </w:rPr>
        <w:t>)</w:t>
      </w:r>
      <w:bookmarkEnd w:id="300"/>
    </w:p>
    <w:p w:rsidR="003E3506" w:rsidRPr="003E3506" w:rsidRDefault="003E3506" w:rsidP="003E3506">
      <w:pPr>
        <w:pStyle w:val="libNormal"/>
        <w:rPr>
          <w:lang w:bidi="fa-IR"/>
        </w:rPr>
      </w:pPr>
      <w:r w:rsidRPr="003E3506">
        <w:rPr>
          <w:rtl/>
          <w:lang w:bidi="fa-IR"/>
        </w:rPr>
        <w:t>٢٧٨٨ - قرآن و انگشتر و شمشير ميت و لباسهايى را كه پوشيده مال پسر بزرگتر است</w:t>
      </w:r>
      <w:r w:rsidR="000C4B14">
        <w:rPr>
          <w:rtl/>
          <w:lang w:bidi="fa-IR"/>
        </w:rPr>
        <w:t>،</w:t>
      </w:r>
      <w:r w:rsidRPr="003E3506">
        <w:rPr>
          <w:rtl/>
          <w:lang w:bidi="fa-IR"/>
        </w:rPr>
        <w:t xml:space="preserve"> و اگر ميت از سه چيز اول بيشتر از يكى دارد</w:t>
      </w:r>
      <w:r w:rsidR="000C4B14">
        <w:rPr>
          <w:rtl/>
          <w:lang w:bidi="fa-IR"/>
        </w:rPr>
        <w:t>،</w:t>
      </w:r>
      <w:r w:rsidRPr="003E3506">
        <w:rPr>
          <w:rtl/>
          <w:lang w:bidi="fa-IR"/>
        </w:rPr>
        <w:t xml:space="preserve"> مثلا دو قرآن يا دو انگشترى دارد</w:t>
      </w:r>
      <w:r w:rsidR="000C4B14">
        <w:rPr>
          <w:rtl/>
          <w:lang w:bidi="fa-IR"/>
        </w:rPr>
        <w:t>،</w:t>
      </w:r>
      <w:r w:rsidRPr="003E3506">
        <w:rPr>
          <w:rtl/>
          <w:lang w:bidi="fa-IR"/>
        </w:rPr>
        <w:t xml:space="preserve"> احتياط واجب آن است كه پسر بزرگ در آنها با ورثه ديگر صلح كند و الحاق رحل و تفنگ و خنجر و مانند اينها از سلاح</w:t>
      </w:r>
      <w:r w:rsidR="000957EF">
        <w:rPr>
          <w:rFonts w:hint="cs"/>
          <w:rtl/>
          <w:lang w:bidi="fa-IR"/>
        </w:rPr>
        <w:t xml:space="preserve"> </w:t>
      </w:r>
      <w:r w:rsidRPr="003E3506">
        <w:rPr>
          <w:rtl/>
          <w:lang w:bidi="fa-IR"/>
        </w:rPr>
        <w:t>هاى ديگر به چهار چيز گذشته خالى از وجه نيست</w:t>
      </w:r>
      <w:r w:rsidR="000C4B14">
        <w:rPr>
          <w:rtl/>
          <w:lang w:bidi="fa-IR"/>
        </w:rPr>
        <w:t>،</w:t>
      </w:r>
      <w:r w:rsidRPr="003E3506">
        <w:rPr>
          <w:rtl/>
          <w:lang w:bidi="fa-IR"/>
        </w:rPr>
        <w:t xml:space="preserve"> ولى احتياط واجب آن است كه پسر بزرگتر در آنها با ديگر ورثه صلح نمايد.</w:t>
      </w:r>
    </w:p>
    <w:p w:rsidR="003E3506" w:rsidRPr="003E3506" w:rsidRDefault="003E3506" w:rsidP="003E3506">
      <w:pPr>
        <w:pStyle w:val="libNormal"/>
        <w:rPr>
          <w:lang w:bidi="fa-IR"/>
        </w:rPr>
      </w:pPr>
      <w:r w:rsidRPr="003E3506">
        <w:rPr>
          <w:rtl/>
          <w:lang w:bidi="fa-IR"/>
        </w:rPr>
        <w:t>٢٧٨٩ - اگر پسر بزرگ ميت بيش از يكى باشد مثلا از دو زن او در يك وقت دو پسر به دنيا آمده باشند</w:t>
      </w:r>
      <w:r w:rsidR="000C4B14">
        <w:rPr>
          <w:rtl/>
          <w:lang w:bidi="fa-IR"/>
        </w:rPr>
        <w:t>،</w:t>
      </w:r>
      <w:r w:rsidRPr="003E3506">
        <w:rPr>
          <w:rtl/>
          <w:lang w:bidi="fa-IR"/>
        </w:rPr>
        <w:t xml:space="preserve"> بايد چيزهاى گذشته را به طور مساوى بين خودشان قسمت كنند.</w:t>
      </w:r>
    </w:p>
    <w:p w:rsidR="003E3506" w:rsidRPr="003E3506" w:rsidRDefault="003E3506" w:rsidP="003E3506">
      <w:pPr>
        <w:pStyle w:val="libNormal"/>
        <w:rPr>
          <w:lang w:bidi="fa-IR"/>
        </w:rPr>
      </w:pPr>
      <w:r w:rsidRPr="003E3506">
        <w:rPr>
          <w:rtl/>
          <w:lang w:bidi="fa-IR"/>
        </w:rPr>
        <w:t>٢٧٩٠ - اگر ميت قرض داشته باشد</w:t>
      </w:r>
      <w:r w:rsidR="000C4B14">
        <w:rPr>
          <w:rtl/>
          <w:lang w:bidi="fa-IR"/>
        </w:rPr>
        <w:t>،</w:t>
      </w:r>
      <w:r w:rsidRPr="003E3506">
        <w:rPr>
          <w:rtl/>
          <w:lang w:bidi="fa-IR"/>
        </w:rPr>
        <w:t xml:space="preserve"> چنانچه قرضش به اندازه مال او يا زيادتر باشد</w:t>
      </w:r>
      <w:r w:rsidR="000C4B14">
        <w:rPr>
          <w:rtl/>
          <w:lang w:bidi="fa-IR"/>
        </w:rPr>
        <w:t>،</w:t>
      </w:r>
      <w:r w:rsidRPr="003E3506">
        <w:rPr>
          <w:rtl/>
          <w:lang w:bidi="fa-IR"/>
        </w:rPr>
        <w:t xml:space="preserve"> بايد پسر بزرگتر چيزهايى هم كه مال او است و در مساله پيش گفته شد</w:t>
      </w:r>
      <w:r w:rsidR="000C4B14">
        <w:rPr>
          <w:rtl/>
          <w:lang w:bidi="fa-IR"/>
        </w:rPr>
        <w:t>،</w:t>
      </w:r>
      <w:r w:rsidRPr="003E3506">
        <w:rPr>
          <w:rtl/>
          <w:lang w:bidi="fa-IR"/>
        </w:rPr>
        <w:t xml:space="preserve"> به قرض او بدهد</w:t>
      </w:r>
      <w:r w:rsidR="000C4B14">
        <w:rPr>
          <w:rtl/>
          <w:lang w:bidi="fa-IR"/>
        </w:rPr>
        <w:t>،</w:t>
      </w:r>
      <w:r w:rsidRPr="003E3506">
        <w:rPr>
          <w:rtl/>
          <w:lang w:bidi="fa-IR"/>
        </w:rPr>
        <w:t xml:space="preserve"> و يا به مقدار قيمت آنها از مال خود بدهد و اگر قرض ميت كمتر از مال او باشد</w:t>
      </w:r>
      <w:r w:rsidR="000C4B14">
        <w:rPr>
          <w:rtl/>
          <w:lang w:bidi="fa-IR"/>
        </w:rPr>
        <w:t>،</w:t>
      </w:r>
      <w:r w:rsidRPr="003E3506">
        <w:rPr>
          <w:rtl/>
          <w:lang w:bidi="fa-IR"/>
        </w:rPr>
        <w:t xml:space="preserve"> چنانچه بقيه اموالش غير از آن چند چيزى كه به پسر بزرگتر مى رسد كافى براى اداء قرضش نباشد</w:t>
      </w:r>
      <w:r w:rsidR="000C4B14">
        <w:rPr>
          <w:rtl/>
          <w:lang w:bidi="fa-IR"/>
        </w:rPr>
        <w:t>،</w:t>
      </w:r>
      <w:r w:rsidRPr="003E3506">
        <w:rPr>
          <w:rtl/>
          <w:lang w:bidi="fa-IR"/>
        </w:rPr>
        <w:t xml:space="preserve"> بايد پسر بزرگتر از آن چيزها يا از مال خود به نسبت به قرض او بدهد و اگر بقيه اموالش كافى به قرض باشد</w:t>
      </w:r>
      <w:r w:rsidR="000C4B14">
        <w:rPr>
          <w:rtl/>
          <w:lang w:bidi="fa-IR"/>
        </w:rPr>
        <w:t>،</w:t>
      </w:r>
      <w:r w:rsidRPr="003E3506">
        <w:rPr>
          <w:rtl/>
          <w:lang w:bidi="fa-IR"/>
        </w:rPr>
        <w:t xml:space="preserve"> باز هم احتياط لازم آن است كه پسر بزرگتر به كيفيت گذشته در اداى قرض ميت شركت كند.</w:t>
      </w:r>
    </w:p>
    <w:p w:rsidR="003E3506" w:rsidRPr="003E3506" w:rsidRDefault="003E3506" w:rsidP="003E3506">
      <w:pPr>
        <w:pStyle w:val="libNormal"/>
        <w:rPr>
          <w:lang w:bidi="fa-IR"/>
        </w:rPr>
      </w:pPr>
      <w:r w:rsidRPr="003E3506">
        <w:rPr>
          <w:rtl/>
          <w:lang w:bidi="fa-IR"/>
        </w:rPr>
        <w:lastRenderedPageBreak/>
        <w:t>مثلا اگر همه دارايى ميت شصت تومان است و به مقدار بيست تومان آن از چيزهايى است كه مال پسر بزرگتر است و سى تومان هم قرض دارد</w:t>
      </w:r>
      <w:r w:rsidR="000C4B14">
        <w:rPr>
          <w:rtl/>
          <w:lang w:bidi="fa-IR"/>
        </w:rPr>
        <w:t>،</w:t>
      </w:r>
      <w:r w:rsidRPr="003E3506">
        <w:rPr>
          <w:rtl/>
          <w:lang w:bidi="fa-IR"/>
        </w:rPr>
        <w:t xml:space="preserve"> پسر بزرگ بايد به مقدار ده تومان از آن چيزها را بابت قرض ميت بدهد.</w:t>
      </w:r>
    </w:p>
    <w:p w:rsidR="003E3506" w:rsidRPr="003E3506" w:rsidRDefault="003E3506" w:rsidP="003E3506">
      <w:pPr>
        <w:pStyle w:val="libNormal"/>
        <w:rPr>
          <w:lang w:bidi="fa-IR"/>
        </w:rPr>
      </w:pPr>
      <w:r w:rsidRPr="003E3506">
        <w:rPr>
          <w:rtl/>
          <w:lang w:bidi="fa-IR"/>
        </w:rPr>
        <w:t>٢٧٩١ - مسلمان از كافر ارث مى برد ولى كافر اگر چه پدر يا پسر ميت مسلمان باشد از او ارث نمى برد.</w:t>
      </w:r>
    </w:p>
    <w:p w:rsidR="003E3506" w:rsidRPr="003E3506" w:rsidRDefault="003E3506" w:rsidP="003E3506">
      <w:pPr>
        <w:pStyle w:val="libNormal"/>
        <w:rPr>
          <w:lang w:bidi="fa-IR"/>
        </w:rPr>
      </w:pPr>
      <w:r w:rsidRPr="003E3506">
        <w:rPr>
          <w:rtl/>
          <w:lang w:bidi="fa-IR"/>
        </w:rPr>
        <w:t>٢٧٩٢ - اگر كسى يكى از خويشان خود را عمدا و بنا حق بكشد</w:t>
      </w:r>
      <w:r w:rsidR="000C4B14">
        <w:rPr>
          <w:rtl/>
          <w:lang w:bidi="fa-IR"/>
        </w:rPr>
        <w:t>،</w:t>
      </w:r>
      <w:r w:rsidRPr="003E3506">
        <w:rPr>
          <w:rtl/>
          <w:lang w:bidi="fa-IR"/>
        </w:rPr>
        <w:t xml:space="preserve"> از او ارث نمى برد</w:t>
      </w:r>
      <w:r w:rsidR="000C4B14">
        <w:rPr>
          <w:rtl/>
          <w:lang w:bidi="fa-IR"/>
        </w:rPr>
        <w:t>،</w:t>
      </w:r>
      <w:r w:rsidRPr="003E3506">
        <w:rPr>
          <w:rtl/>
          <w:lang w:bidi="fa-IR"/>
        </w:rPr>
        <w:t xml:space="preserve"> ولى اگر از روى خطا باشد مثل آن كه سنگ را به هوا بيندازد و اتفاقا به يكى از خويشان او بخورد و او را بكشد</w:t>
      </w:r>
      <w:r w:rsidR="000C4B14">
        <w:rPr>
          <w:rtl/>
          <w:lang w:bidi="fa-IR"/>
        </w:rPr>
        <w:t>،</w:t>
      </w:r>
      <w:r w:rsidRPr="003E3506">
        <w:rPr>
          <w:rtl/>
          <w:lang w:bidi="fa-IR"/>
        </w:rPr>
        <w:t xml:space="preserve"> از او ارث مى برد</w:t>
      </w:r>
      <w:r w:rsidR="000C4B14">
        <w:rPr>
          <w:rtl/>
          <w:lang w:bidi="fa-IR"/>
        </w:rPr>
        <w:t>،</w:t>
      </w:r>
      <w:r w:rsidRPr="003E3506">
        <w:rPr>
          <w:rtl/>
          <w:lang w:bidi="fa-IR"/>
        </w:rPr>
        <w:t xml:space="preserve"> ولى ارث بردن او از ديه قتل محل اشكال است</w:t>
      </w:r>
      <w:r w:rsidR="000C4B14">
        <w:rPr>
          <w:rtl/>
          <w:lang w:bidi="fa-IR"/>
        </w:rPr>
        <w:t>.</w:t>
      </w:r>
    </w:p>
    <w:p w:rsidR="003E3506" w:rsidRDefault="003E3506" w:rsidP="003E3506">
      <w:pPr>
        <w:pStyle w:val="libNormal"/>
        <w:rPr>
          <w:rtl/>
          <w:lang w:bidi="fa-IR"/>
        </w:rPr>
      </w:pPr>
      <w:r w:rsidRPr="003E3506">
        <w:rPr>
          <w:rtl/>
          <w:lang w:bidi="fa-IR"/>
        </w:rPr>
        <w:t>٢٧٩٣ - هر گاه بخواهند ارث را تقسيم كنند</w:t>
      </w:r>
      <w:r w:rsidR="000C4B14">
        <w:rPr>
          <w:rtl/>
          <w:lang w:bidi="fa-IR"/>
        </w:rPr>
        <w:t>،</w:t>
      </w:r>
      <w:r w:rsidRPr="003E3506">
        <w:rPr>
          <w:rtl/>
          <w:lang w:bidi="fa-IR"/>
        </w:rPr>
        <w:t xml:space="preserve"> براى بچه اى كه در شكم است كه اگر زنده به دنيا بيايد ارث مى برد</w:t>
      </w:r>
      <w:r w:rsidR="000C4B14">
        <w:rPr>
          <w:rtl/>
          <w:lang w:bidi="fa-IR"/>
        </w:rPr>
        <w:t>،</w:t>
      </w:r>
      <w:r w:rsidRPr="003E3506">
        <w:rPr>
          <w:rtl/>
          <w:lang w:bidi="fa-IR"/>
        </w:rPr>
        <w:t xml:space="preserve"> در صورتى كه احتمال بيشتر از يكى نرود</w:t>
      </w:r>
      <w:r w:rsidR="000C4B14">
        <w:rPr>
          <w:rtl/>
          <w:lang w:bidi="fa-IR"/>
        </w:rPr>
        <w:t>،</w:t>
      </w:r>
      <w:r w:rsidRPr="003E3506">
        <w:rPr>
          <w:rtl/>
          <w:lang w:bidi="fa-IR"/>
        </w:rPr>
        <w:t xml:space="preserve"> و اطمينان نباشد كه آن بچه دختر است بنابر احتياط سهم يك پسر را كنار مى گذارند</w:t>
      </w:r>
      <w:r w:rsidR="000C4B14">
        <w:rPr>
          <w:rtl/>
          <w:lang w:bidi="fa-IR"/>
        </w:rPr>
        <w:t>،</w:t>
      </w:r>
      <w:r w:rsidRPr="003E3506">
        <w:rPr>
          <w:rtl/>
          <w:lang w:bidi="fa-IR"/>
        </w:rPr>
        <w:t xml:space="preserve"> و زيادى را ورثه بين خود تقسيم مى كنند</w:t>
      </w:r>
      <w:r w:rsidR="000C4B14">
        <w:rPr>
          <w:rtl/>
          <w:lang w:bidi="fa-IR"/>
        </w:rPr>
        <w:t>،</w:t>
      </w:r>
      <w:r w:rsidRPr="003E3506">
        <w:rPr>
          <w:rtl/>
          <w:lang w:bidi="fa-IR"/>
        </w:rPr>
        <w:t xml:space="preserve"> بلكه اگر احتمال معتنابه بدهند بيشتر از يكى است</w:t>
      </w:r>
      <w:r w:rsidR="000C4B14">
        <w:rPr>
          <w:rtl/>
          <w:lang w:bidi="fa-IR"/>
        </w:rPr>
        <w:t>،</w:t>
      </w:r>
      <w:r w:rsidRPr="003E3506">
        <w:rPr>
          <w:rtl/>
          <w:lang w:bidi="fa-IR"/>
        </w:rPr>
        <w:t xml:space="preserve"> مثلا احتمال بدهند كه زن به دو يا سه بچه پسر حامله باشد</w:t>
      </w:r>
      <w:r w:rsidR="000C4B14">
        <w:rPr>
          <w:rtl/>
          <w:lang w:bidi="fa-IR"/>
        </w:rPr>
        <w:t>،</w:t>
      </w:r>
      <w:r w:rsidRPr="003E3506">
        <w:rPr>
          <w:rtl/>
          <w:lang w:bidi="fa-IR"/>
        </w:rPr>
        <w:t xml:space="preserve"> بايد بنابر احتياط سهم حمل محتمل را كنار بگذارند</w:t>
      </w:r>
      <w:r w:rsidR="000C4B14">
        <w:rPr>
          <w:rtl/>
          <w:lang w:bidi="fa-IR"/>
        </w:rPr>
        <w:t>،</w:t>
      </w:r>
      <w:r w:rsidRPr="003E3506">
        <w:rPr>
          <w:rtl/>
          <w:lang w:bidi="fa-IR"/>
        </w:rPr>
        <w:t xml:space="preserve"> و چنانچه مثلا يك پسر يا يك دختر به دنيا آمد</w:t>
      </w:r>
      <w:r w:rsidR="000C4B14">
        <w:rPr>
          <w:rtl/>
          <w:lang w:bidi="fa-IR"/>
        </w:rPr>
        <w:t>،</w:t>
      </w:r>
      <w:r w:rsidRPr="003E3506">
        <w:rPr>
          <w:rtl/>
          <w:lang w:bidi="fa-IR"/>
        </w:rPr>
        <w:t xml:space="preserve"> زيادى را ورثه بين خودشان تقسيم مى كنند.</w:t>
      </w:r>
    </w:p>
    <w:p w:rsidR="004030ED" w:rsidRDefault="004030ED" w:rsidP="003E3506">
      <w:pPr>
        <w:pStyle w:val="libNormal"/>
        <w:rPr>
          <w:rtl/>
          <w:lang w:bidi="fa-IR"/>
        </w:rPr>
      </w:pPr>
      <w:r>
        <w:rPr>
          <w:rtl/>
          <w:lang w:bidi="fa-IR"/>
        </w:rPr>
        <w:br w:type="page"/>
      </w:r>
    </w:p>
    <w:sdt>
      <w:sdtPr>
        <w:rPr>
          <w:rtl/>
        </w:rPr>
        <w:id w:val="1789344"/>
        <w:docPartObj>
          <w:docPartGallery w:val="Table of Contents"/>
          <w:docPartUnique/>
        </w:docPartObj>
      </w:sdtPr>
      <w:sdtEndPr>
        <w:rPr>
          <w:rFonts w:cs="Traditional Arabic"/>
          <w:b w:val="0"/>
          <w:bCs w:val="0"/>
          <w:sz w:val="24"/>
        </w:rPr>
      </w:sdtEndPr>
      <w:sdtContent>
        <w:p w:rsidR="004030ED" w:rsidRDefault="0029033F" w:rsidP="0029033F">
          <w:pPr>
            <w:pStyle w:val="libBold1"/>
          </w:pPr>
          <w:r>
            <w:rPr>
              <w:rFonts w:hint="cs"/>
              <w:rtl/>
            </w:rPr>
            <w:t>فهرست مطالب</w:t>
          </w:r>
        </w:p>
        <w:p w:rsidR="00AA0491" w:rsidRDefault="00D72664">
          <w:pPr>
            <w:pStyle w:val="TOC2"/>
            <w:tabs>
              <w:tab w:val="right" w:leader="dot" w:pos="8900"/>
            </w:tabs>
            <w:rPr>
              <w:rFonts w:asciiTheme="minorHAnsi" w:eastAsiaTheme="minorEastAsia" w:hAnsiTheme="minorHAnsi" w:cstheme="minorBidi"/>
              <w:noProof/>
              <w:color w:val="auto"/>
              <w:sz w:val="22"/>
              <w:szCs w:val="22"/>
              <w:rtl/>
            </w:rPr>
          </w:pPr>
          <w:r w:rsidRPr="00D72664">
            <w:fldChar w:fldCharType="begin"/>
          </w:r>
          <w:r w:rsidR="004030ED">
            <w:instrText xml:space="preserve"> TOC \o "1-3" \h \z \u </w:instrText>
          </w:r>
          <w:r w:rsidRPr="00D72664">
            <w:fldChar w:fldCharType="separate"/>
          </w:r>
          <w:hyperlink w:anchor="_Toc24454423" w:history="1">
            <w:r w:rsidR="00AA0491" w:rsidRPr="00ED7AAB">
              <w:rPr>
                <w:rStyle w:val="Hyperlink"/>
                <w:noProof/>
                <w:rtl/>
                <w:lang w:bidi="fa-IR"/>
              </w:rPr>
              <w:t>احكام تقليد</w:t>
            </w:r>
            <w:r w:rsidR="00AA0491">
              <w:rPr>
                <w:noProof/>
                <w:webHidden/>
                <w:rtl/>
              </w:rPr>
              <w:tab/>
            </w:r>
            <w:r w:rsidR="00AA0491">
              <w:rPr>
                <w:noProof/>
                <w:webHidden/>
                <w:rtl/>
              </w:rPr>
              <w:fldChar w:fldCharType="begin"/>
            </w:r>
            <w:r w:rsidR="00AA0491">
              <w:rPr>
                <w:noProof/>
                <w:webHidden/>
                <w:rtl/>
              </w:rPr>
              <w:instrText xml:space="preserve"> </w:instrText>
            </w:r>
            <w:r w:rsidR="00AA0491">
              <w:rPr>
                <w:noProof/>
                <w:webHidden/>
              </w:rPr>
              <w:instrText>PAGEREF</w:instrText>
            </w:r>
            <w:r w:rsidR="00AA0491">
              <w:rPr>
                <w:noProof/>
                <w:webHidden/>
                <w:rtl/>
              </w:rPr>
              <w:instrText xml:space="preserve"> _</w:instrText>
            </w:r>
            <w:r w:rsidR="00AA0491">
              <w:rPr>
                <w:noProof/>
                <w:webHidden/>
              </w:rPr>
              <w:instrText>Toc24454423 \h</w:instrText>
            </w:r>
            <w:r w:rsidR="00AA0491">
              <w:rPr>
                <w:noProof/>
                <w:webHidden/>
                <w:rtl/>
              </w:rPr>
              <w:instrText xml:space="preserve"> </w:instrText>
            </w:r>
            <w:r w:rsidR="00AA0491">
              <w:rPr>
                <w:noProof/>
                <w:webHidden/>
                <w:rtl/>
              </w:rPr>
            </w:r>
            <w:r w:rsidR="00AA0491">
              <w:rPr>
                <w:noProof/>
                <w:webHidden/>
                <w:rtl/>
              </w:rPr>
              <w:fldChar w:fldCharType="separate"/>
            </w:r>
            <w:r w:rsidR="00AA0491">
              <w:rPr>
                <w:noProof/>
                <w:webHidden/>
                <w:rtl/>
              </w:rPr>
              <w:t>3</w:t>
            </w:r>
            <w:r w:rsidR="00AA0491">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424" w:history="1">
            <w:r w:rsidRPr="00ED7AAB">
              <w:rPr>
                <w:rStyle w:val="Hyperlink"/>
                <w:noProof/>
                <w:rtl/>
                <w:lang w:bidi="fa-IR"/>
              </w:rPr>
              <w:t>احكام طهارت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Toc24454424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25" w:history="1">
            <w:r w:rsidRPr="00ED7AAB">
              <w:rPr>
                <w:rStyle w:val="Hyperlink"/>
                <w:noProof/>
                <w:rtl/>
                <w:lang w:bidi="fa-IR"/>
              </w:rPr>
              <w:t>(آب 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Toc24454425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26" w:history="1">
            <w:r w:rsidRPr="00ED7AAB">
              <w:rPr>
                <w:rStyle w:val="Hyperlink"/>
                <w:noProof/>
                <w:rtl/>
                <w:lang w:bidi="fa-IR"/>
              </w:rPr>
              <w:t>(آب قليل)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Toc24454426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27" w:history="1">
            <w:r w:rsidRPr="00ED7AAB">
              <w:rPr>
                <w:rStyle w:val="Hyperlink"/>
                <w:noProof/>
                <w:rtl/>
                <w:lang w:bidi="fa-IR"/>
              </w:rPr>
              <w:t>(آب جارى)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Toc24454427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28" w:history="1">
            <w:r w:rsidRPr="00ED7AAB">
              <w:rPr>
                <w:rStyle w:val="Hyperlink"/>
                <w:noProof/>
                <w:rtl/>
                <w:lang w:bidi="fa-IR"/>
              </w:rPr>
              <w:t>(آب 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Toc24454428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29" w:history="1">
            <w:r w:rsidRPr="00ED7AAB">
              <w:rPr>
                <w:rStyle w:val="Hyperlink"/>
                <w:noProof/>
                <w:rtl/>
                <w:lang w:bidi="fa-IR"/>
              </w:rPr>
              <w:t>(آب 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Toc24454429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430" w:history="1">
            <w:r w:rsidRPr="00ED7AAB">
              <w:rPr>
                <w:rStyle w:val="Hyperlink"/>
                <w:noProof/>
                <w:rtl/>
                <w:lang w:bidi="fa-IR"/>
              </w:rPr>
              <w:t>(احكام آب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Toc24454430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431" w:history="1">
            <w:r w:rsidRPr="00ED7AAB">
              <w:rPr>
                <w:rStyle w:val="Hyperlink"/>
                <w:noProof/>
                <w:rtl/>
                <w:lang w:bidi="fa-IR"/>
              </w:rPr>
              <w:t>(احكام تخلى)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Toc24454431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32" w:history="1">
            <w:r w:rsidRPr="00ED7AAB">
              <w:rPr>
                <w:rStyle w:val="Hyperlink"/>
                <w:noProof/>
                <w:rtl/>
                <w:lang w:bidi="fa-IR"/>
              </w:rPr>
              <w:t>(استبراء)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Toc24454432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33" w:history="1">
            <w:r w:rsidRPr="00ED7AAB">
              <w:rPr>
                <w:rStyle w:val="Hyperlink"/>
                <w:noProof/>
                <w:rtl/>
                <w:lang w:bidi="fa-IR"/>
              </w:rPr>
              <w:t>(مستحبات و مكروهات تخلى)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Toc24454433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434" w:history="1">
            <w:r w:rsidRPr="00ED7AAB">
              <w:rPr>
                <w:rStyle w:val="Hyperlink"/>
                <w:noProof/>
                <w:rtl/>
                <w:lang w:bidi="fa-IR"/>
              </w:rPr>
              <w:t>(نجاسات)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Toc24454434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35" w:history="1">
            <w:r w:rsidRPr="00ED7AAB">
              <w:rPr>
                <w:rStyle w:val="Hyperlink"/>
                <w:noProof/>
                <w:rtl/>
                <w:lang w:bidi="fa-IR"/>
              </w:rPr>
              <w:t>(بول و غايط)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Toc24454435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36" w:history="1">
            <w:r w:rsidRPr="00ED7AAB">
              <w:rPr>
                <w:rStyle w:val="Hyperlink"/>
                <w:noProof/>
                <w:rtl/>
                <w:lang w:bidi="fa-IR"/>
              </w:rPr>
              <w:t>(منى)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Toc24454436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37" w:history="1">
            <w:r w:rsidRPr="00ED7AAB">
              <w:rPr>
                <w:rStyle w:val="Hyperlink"/>
                <w:noProof/>
                <w:rtl/>
                <w:lang w:bidi="fa-IR"/>
              </w:rPr>
              <w:t>(مردار)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Toc24454437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38" w:history="1">
            <w:r w:rsidRPr="00ED7AAB">
              <w:rPr>
                <w:rStyle w:val="Hyperlink"/>
                <w:noProof/>
                <w:rtl/>
                <w:lang w:bidi="fa-IR"/>
              </w:rPr>
              <w:t>(خون)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Toc24454438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39" w:history="1">
            <w:r w:rsidRPr="00ED7AAB">
              <w:rPr>
                <w:rStyle w:val="Hyperlink"/>
                <w:noProof/>
                <w:rtl/>
                <w:lang w:bidi="fa-IR"/>
              </w:rPr>
              <w:t>(سگ و خوك)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Toc24454439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40" w:history="1">
            <w:r w:rsidRPr="00ED7AAB">
              <w:rPr>
                <w:rStyle w:val="Hyperlink"/>
                <w:noProof/>
                <w:rtl/>
                <w:lang w:bidi="fa-IR"/>
              </w:rPr>
              <w:t>(كافر)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Toc24454440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41" w:history="1">
            <w:r w:rsidRPr="00ED7AAB">
              <w:rPr>
                <w:rStyle w:val="Hyperlink"/>
                <w:noProof/>
                <w:rtl/>
                <w:lang w:bidi="fa-IR"/>
              </w:rPr>
              <w:t>(شراب)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Toc24454441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42" w:history="1">
            <w:r w:rsidRPr="00ED7AAB">
              <w:rPr>
                <w:rStyle w:val="Hyperlink"/>
                <w:noProof/>
                <w:rtl/>
                <w:lang w:bidi="fa-IR"/>
              </w:rPr>
              <w:t>(عرق حيوان نجاستخوار)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Toc24454442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43" w:history="1">
            <w:r w:rsidRPr="00ED7AAB">
              <w:rPr>
                <w:rStyle w:val="Hyperlink"/>
                <w:noProof/>
                <w:rtl/>
                <w:lang w:bidi="fa-IR"/>
              </w:rPr>
              <w:t>(راه ثابت شدن نجاست)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Toc24454443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44" w:history="1">
            <w:r w:rsidRPr="00ED7AAB">
              <w:rPr>
                <w:rStyle w:val="Hyperlink"/>
                <w:noProof/>
                <w:rtl/>
                <w:lang w:bidi="fa-IR"/>
              </w:rPr>
              <w:t>(چيز پاك چگونه نجس مى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Toc24454444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45" w:history="1">
            <w:r w:rsidRPr="00ED7AAB">
              <w:rPr>
                <w:rStyle w:val="Hyperlink"/>
                <w:noProof/>
                <w:rtl/>
                <w:lang w:bidi="fa-IR"/>
              </w:rPr>
              <w:t>(احكام نجاسات)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Toc24454445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446" w:history="1">
            <w:r w:rsidRPr="00ED7AAB">
              <w:rPr>
                <w:rStyle w:val="Hyperlink"/>
                <w:noProof/>
                <w:rtl/>
                <w:lang w:bidi="fa-IR"/>
              </w:rPr>
              <w:t>(مطهرات)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Toc24454446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47" w:history="1">
            <w:r w:rsidRPr="00ED7AAB">
              <w:rPr>
                <w:rStyle w:val="Hyperlink"/>
                <w:noProof/>
                <w:rtl/>
                <w:lang w:bidi="fa-IR"/>
              </w:rPr>
              <w:t>(آب)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Toc24454447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48" w:history="1">
            <w:r w:rsidRPr="00ED7AAB">
              <w:rPr>
                <w:rStyle w:val="Hyperlink"/>
                <w:noProof/>
                <w:rtl/>
                <w:lang w:bidi="fa-IR"/>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Toc24454448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49" w:history="1">
            <w:r w:rsidRPr="00ED7AAB">
              <w:rPr>
                <w:rStyle w:val="Hyperlink"/>
                <w:noProof/>
                <w:rtl/>
                <w:lang w:bidi="fa-IR"/>
              </w:rPr>
              <w:t>(آفتاب)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Toc24454449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450" w:history="1">
            <w:r w:rsidRPr="00ED7AAB">
              <w:rPr>
                <w:rStyle w:val="Hyperlink"/>
                <w:noProof/>
                <w:rtl/>
                <w:lang w:bidi="fa-IR"/>
              </w:rPr>
              <w:t>(استحاله)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Toc24454450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451" w:history="1">
            <w:r w:rsidRPr="00ED7AAB">
              <w:rPr>
                <w:rStyle w:val="Hyperlink"/>
                <w:noProof/>
                <w:rtl/>
                <w:lang w:bidi="fa-IR"/>
              </w:rPr>
              <w:t>(انقلاب)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Toc24454451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52" w:history="1">
            <w:r w:rsidRPr="00ED7AAB">
              <w:rPr>
                <w:rStyle w:val="Hyperlink"/>
                <w:noProof/>
                <w:rtl/>
                <w:lang w:bidi="fa-IR"/>
              </w:rPr>
              <w:t>(انتقال)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Toc24454452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53" w:history="1">
            <w:r w:rsidRPr="00ED7AAB">
              <w:rPr>
                <w:rStyle w:val="Hyperlink"/>
                <w:noProof/>
                <w:rtl/>
                <w:lang w:bidi="fa-IR"/>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Toc24454453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54" w:history="1">
            <w:r w:rsidRPr="00ED7AAB">
              <w:rPr>
                <w:rStyle w:val="Hyperlink"/>
                <w:noProof/>
                <w:rtl/>
                <w:lang w:bidi="fa-IR"/>
              </w:rPr>
              <w:t>(تبعيت)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Toc24454454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55" w:history="1">
            <w:r w:rsidRPr="00ED7AAB">
              <w:rPr>
                <w:rStyle w:val="Hyperlink"/>
                <w:noProof/>
                <w:rtl/>
                <w:lang w:bidi="fa-IR"/>
              </w:rPr>
              <w:t>(برطرف شدن عين نجاست)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Toc24454455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56" w:history="1">
            <w:r w:rsidRPr="00ED7AAB">
              <w:rPr>
                <w:rStyle w:val="Hyperlink"/>
                <w:noProof/>
                <w:rtl/>
                <w:lang w:bidi="fa-IR"/>
              </w:rPr>
              <w:t>(استبراء حيوان نجاستخوار)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Toc24454456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57" w:history="1">
            <w:r w:rsidRPr="00ED7AAB">
              <w:rPr>
                <w:rStyle w:val="Hyperlink"/>
                <w:noProof/>
                <w:rtl/>
                <w:lang w:bidi="fa-IR"/>
              </w:rPr>
              <w:t>(غايب شدن 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Toc24454457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58" w:history="1">
            <w:r w:rsidRPr="00ED7AAB">
              <w:rPr>
                <w:rStyle w:val="Hyperlink"/>
                <w:noProof/>
                <w:rtl/>
                <w:lang w:bidi="fa-IR"/>
              </w:rPr>
              <w:t>(رفتن خون متعارف)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Toc24454458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59" w:history="1">
            <w:r w:rsidRPr="00ED7AAB">
              <w:rPr>
                <w:rStyle w:val="Hyperlink"/>
                <w:noProof/>
                <w:rtl/>
                <w:lang w:bidi="fa-IR"/>
              </w:rPr>
              <w:t>(احكام ظرفها)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Toc24454459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460" w:history="1">
            <w:r w:rsidRPr="00ED7AAB">
              <w:rPr>
                <w:rStyle w:val="Hyperlink"/>
                <w:noProof/>
                <w:rtl/>
                <w:lang w:bidi="fa-IR"/>
              </w:rPr>
              <w:t>(وضو)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Toc24454460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61" w:history="1">
            <w:r w:rsidRPr="00ED7AAB">
              <w:rPr>
                <w:rStyle w:val="Hyperlink"/>
                <w:noProof/>
                <w:rtl/>
                <w:lang w:bidi="fa-IR"/>
              </w:rPr>
              <w:t>(وضوى ارتماسى)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Toc24454461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62" w:history="1">
            <w:r w:rsidRPr="00ED7AAB">
              <w:rPr>
                <w:rStyle w:val="Hyperlink"/>
                <w:noProof/>
                <w:rtl/>
                <w:lang w:bidi="fa-IR"/>
              </w:rPr>
              <w:t>(دعايى كه موقع وضو گرفتن مستحب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Toc24454462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63" w:history="1">
            <w:r w:rsidRPr="00ED7AAB">
              <w:rPr>
                <w:rStyle w:val="Hyperlink"/>
                <w:noProof/>
                <w:rtl/>
                <w:lang w:bidi="fa-IR"/>
              </w:rPr>
              <w:t>(شرايط صحت 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Toc24454463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64" w:history="1">
            <w:r w:rsidRPr="00ED7AAB">
              <w:rPr>
                <w:rStyle w:val="Hyperlink"/>
                <w:noProof/>
                <w:rtl/>
                <w:lang w:bidi="fa-IR"/>
              </w:rPr>
              <w:t>(احكام وضو)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Toc24454464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65" w:history="1">
            <w:r w:rsidRPr="00ED7AAB">
              <w:rPr>
                <w:rStyle w:val="Hyperlink"/>
                <w:noProof/>
                <w:rtl/>
                <w:lang w:bidi="fa-IR"/>
              </w:rPr>
              <w:t>(چيزهايى كه بايد براى آنها وضو 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Toc24454465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66" w:history="1">
            <w:r w:rsidRPr="00ED7AAB">
              <w:rPr>
                <w:rStyle w:val="Hyperlink"/>
                <w:noProof/>
                <w:rtl/>
                <w:lang w:bidi="fa-IR"/>
              </w:rPr>
              <w:t>(چيزهايى كه وضو را باطل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Toc24454466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67" w:history="1">
            <w:r w:rsidRPr="00ED7AAB">
              <w:rPr>
                <w:rStyle w:val="Hyperlink"/>
                <w:noProof/>
                <w:rtl/>
                <w:lang w:bidi="fa-IR"/>
              </w:rPr>
              <w:t>(احكام وضوى جبيره)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Toc24454467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468" w:history="1">
            <w:r w:rsidRPr="00ED7AAB">
              <w:rPr>
                <w:rStyle w:val="Hyperlink"/>
                <w:noProof/>
                <w:rtl/>
                <w:lang w:bidi="fa-IR"/>
              </w:rPr>
              <w:t>(غسلهاى 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Toc24454468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69" w:history="1">
            <w:r w:rsidRPr="00ED7AAB">
              <w:rPr>
                <w:rStyle w:val="Hyperlink"/>
                <w:noProof/>
                <w:rtl/>
                <w:lang w:bidi="fa-IR"/>
              </w:rPr>
              <w:t>(احكام جنابت)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Toc24454469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70" w:history="1">
            <w:r w:rsidRPr="00ED7AAB">
              <w:rPr>
                <w:rStyle w:val="Hyperlink"/>
                <w:noProof/>
                <w:rtl/>
                <w:lang w:bidi="fa-IR"/>
              </w:rPr>
              <w:t>(چيزهايى كه بر جنب حرام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Toc24454470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71" w:history="1">
            <w:r w:rsidRPr="00ED7AAB">
              <w:rPr>
                <w:rStyle w:val="Hyperlink"/>
                <w:noProof/>
                <w:rtl/>
                <w:lang w:bidi="fa-IR"/>
              </w:rPr>
              <w:t>(چيزهايى كه بر جنب مكروه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Toc24454471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72" w:history="1">
            <w:r w:rsidRPr="00ED7AAB">
              <w:rPr>
                <w:rStyle w:val="Hyperlink"/>
                <w:noProof/>
                <w:rtl/>
                <w:lang w:bidi="fa-IR"/>
              </w:rPr>
              <w:t>(غسل جنابت)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Toc24454472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73" w:history="1">
            <w:r w:rsidRPr="00ED7AAB">
              <w:rPr>
                <w:rStyle w:val="Hyperlink"/>
                <w:noProof/>
                <w:rtl/>
                <w:lang w:bidi="fa-IR"/>
              </w:rPr>
              <w:t>(غسل ترتيبى)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Toc24454473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74" w:history="1">
            <w:r w:rsidRPr="00ED7AAB">
              <w:rPr>
                <w:rStyle w:val="Hyperlink"/>
                <w:noProof/>
                <w:rtl/>
                <w:lang w:bidi="fa-IR"/>
              </w:rPr>
              <w:t>(غسل ارتماسى)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Toc24454474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75" w:history="1">
            <w:r w:rsidRPr="00ED7AAB">
              <w:rPr>
                <w:rStyle w:val="Hyperlink"/>
                <w:noProof/>
                <w:rtl/>
                <w:lang w:bidi="fa-IR"/>
              </w:rPr>
              <w:t>(احكام غسل 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Toc24454475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476" w:history="1">
            <w:r w:rsidRPr="00ED7AAB">
              <w:rPr>
                <w:rStyle w:val="Hyperlink"/>
                <w:noProof/>
                <w:rtl/>
                <w:lang w:bidi="fa-IR"/>
              </w:rPr>
              <w:t>(استحاضه)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Toc24454476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77" w:history="1">
            <w:r w:rsidRPr="00ED7AAB">
              <w:rPr>
                <w:rStyle w:val="Hyperlink"/>
                <w:noProof/>
                <w:rtl/>
                <w:lang w:bidi="fa-IR"/>
              </w:rPr>
              <w:t>(احكام استحاضه)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Toc24454477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478" w:history="1">
            <w:r w:rsidRPr="00ED7AAB">
              <w:rPr>
                <w:rStyle w:val="Hyperlink"/>
                <w:noProof/>
                <w:rtl/>
                <w:lang w:bidi="fa-IR"/>
              </w:rPr>
              <w:t>(حيض)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Toc24454478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79" w:history="1">
            <w:r w:rsidRPr="00ED7AAB">
              <w:rPr>
                <w:rStyle w:val="Hyperlink"/>
                <w:noProof/>
                <w:rtl/>
                <w:lang w:bidi="fa-IR"/>
              </w:rPr>
              <w:t>(احكام حائض)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Toc24454479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80" w:history="1">
            <w:r w:rsidRPr="00ED7AAB">
              <w:rPr>
                <w:rStyle w:val="Hyperlink"/>
                <w:noProof/>
                <w:rtl/>
                <w:lang w:bidi="fa-IR"/>
              </w:rPr>
              <w:t>(اقسام زنهاى حائض)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Toc24454480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81" w:history="1">
            <w:r w:rsidRPr="00ED7AAB">
              <w:rPr>
                <w:rStyle w:val="Hyperlink"/>
                <w:noProof/>
                <w:rtl/>
                <w:lang w:bidi="fa-IR"/>
              </w:rPr>
              <w:t>(صاحب عادت وقتيه و عدديه)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Toc24454481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82" w:history="1">
            <w:r w:rsidRPr="00ED7AAB">
              <w:rPr>
                <w:rStyle w:val="Hyperlink"/>
                <w:noProof/>
                <w:rtl/>
                <w:lang w:bidi="fa-IR"/>
              </w:rPr>
              <w:t>(صاحب عادت وقتيه)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Toc24454482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83" w:history="1">
            <w:r w:rsidRPr="00ED7AAB">
              <w:rPr>
                <w:rStyle w:val="Hyperlink"/>
                <w:noProof/>
                <w:rtl/>
                <w:lang w:bidi="fa-IR"/>
              </w:rPr>
              <w:t>(صاحب عادت عدديه)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Toc24454483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84" w:history="1">
            <w:r w:rsidRPr="00ED7AAB">
              <w:rPr>
                <w:rStyle w:val="Hyperlink"/>
                <w:noProof/>
                <w:rtl/>
                <w:lang w:bidi="fa-IR"/>
              </w:rPr>
              <w:t>(مضطربه)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Toc24454484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85" w:history="1">
            <w:r w:rsidRPr="00ED7AAB">
              <w:rPr>
                <w:rStyle w:val="Hyperlink"/>
                <w:noProof/>
                <w:rtl/>
                <w:lang w:bidi="fa-IR"/>
              </w:rPr>
              <w:t>(مبتدئه)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Toc24454485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86" w:history="1">
            <w:r w:rsidRPr="00ED7AAB">
              <w:rPr>
                <w:rStyle w:val="Hyperlink"/>
                <w:noProof/>
                <w:rtl/>
                <w:lang w:bidi="fa-IR"/>
              </w:rPr>
              <w:t>(ناسيه)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Toc24454486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87" w:history="1">
            <w:r w:rsidRPr="00ED7AAB">
              <w:rPr>
                <w:rStyle w:val="Hyperlink"/>
                <w:noProof/>
                <w:rtl/>
                <w:lang w:bidi="fa-IR"/>
              </w:rPr>
              <w:t>(مسايل متفرقه حيض)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Toc24454487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88" w:history="1">
            <w:r w:rsidRPr="00ED7AAB">
              <w:rPr>
                <w:rStyle w:val="Hyperlink"/>
                <w:noProof/>
                <w:rtl/>
                <w:lang w:bidi="fa-IR"/>
              </w:rPr>
              <w:t>(نفاس)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Toc24454488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89" w:history="1">
            <w:r w:rsidRPr="00ED7AAB">
              <w:rPr>
                <w:rStyle w:val="Hyperlink"/>
                <w:noProof/>
                <w:rtl/>
                <w:lang w:bidi="fa-IR"/>
              </w:rPr>
              <w:t>(غسل مس 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Toc24454489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490" w:history="1">
            <w:r w:rsidRPr="00ED7AAB">
              <w:rPr>
                <w:rStyle w:val="Hyperlink"/>
                <w:noProof/>
                <w:rtl/>
                <w:lang w:bidi="fa-IR"/>
              </w:rPr>
              <w:t>(احكام محتضر)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Toc24454490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91" w:history="1">
            <w:r w:rsidRPr="00ED7AAB">
              <w:rPr>
                <w:rStyle w:val="Hyperlink"/>
                <w:noProof/>
                <w:rtl/>
                <w:lang w:bidi="fa-IR"/>
              </w:rPr>
              <w:t>(احكام بعد از 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Toc24454491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92" w:history="1">
            <w:r w:rsidRPr="00ED7AAB">
              <w:rPr>
                <w:rStyle w:val="Hyperlink"/>
                <w:noProof/>
                <w:rtl/>
                <w:lang w:bidi="fa-IR"/>
              </w:rPr>
              <w:t>(وجوب غسل و كفن و نماز و دفن 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Toc24454492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93" w:history="1">
            <w:r w:rsidRPr="00ED7AAB">
              <w:rPr>
                <w:rStyle w:val="Hyperlink"/>
                <w:noProof/>
                <w:rtl/>
                <w:lang w:bidi="fa-IR"/>
              </w:rPr>
              <w:t>(كيفيت غسل 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Toc24454493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94" w:history="1">
            <w:r w:rsidRPr="00ED7AAB">
              <w:rPr>
                <w:rStyle w:val="Hyperlink"/>
                <w:noProof/>
                <w:rtl/>
                <w:lang w:bidi="fa-IR"/>
              </w:rPr>
              <w:t>(احكام كفن 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Toc24454494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95" w:history="1">
            <w:r w:rsidRPr="00ED7AAB">
              <w:rPr>
                <w:rStyle w:val="Hyperlink"/>
                <w:noProof/>
                <w:rtl/>
                <w:lang w:bidi="fa-IR"/>
              </w:rPr>
              <w:t>(احكام حنوط)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Toc24454495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96" w:history="1">
            <w:r w:rsidRPr="00ED7AAB">
              <w:rPr>
                <w:rStyle w:val="Hyperlink"/>
                <w:noProof/>
                <w:rtl/>
                <w:lang w:bidi="fa-IR"/>
              </w:rPr>
              <w:t>(احكام نماز 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Toc24454496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97" w:history="1">
            <w:r w:rsidRPr="00ED7AAB">
              <w:rPr>
                <w:rStyle w:val="Hyperlink"/>
                <w:noProof/>
                <w:rtl/>
                <w:lang w:bidi="fa-IR"/>
              </w:rPr>
              <w:t>(دستور نماز 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Toc24454497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98" w:history="1">
            <w:r w:rsidRPr="00ED7AAB">
              <w:rPr>
                <w:rStyle w:val="Hyperlink"/>
                <w:noProof/>
                <w:rtl/>
                <w:lang w:bidi="fa-IR"/>
              </w:rPr>
              <w:t>(مستحبات نماز 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Toc24454498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499" w:history="1">
            <w:r w:rsidRPr="00ED7AAB">
              <w:rPr>
                <w:rStyle w:val="Hyperlink"/>
                <w:noProof/>
                <w:rtl/>
                <w:lang w:bidi="fa-IR"/>
              </w:rPr>
              <w:t>(احكام 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Toc24454499 \h</w:instrText>
            </w:r>
            <w:r>
              <w:rPr>
                <w:noProof/>
                <w:webHidden/>
                <w:rtl/>
              </w:rPr>
              <w:instrText xml:space="preserve"> </w:instrText>
            </w:r>
            <w:r>
              <w:rPr>
                <w:noProof/>
                <w:webHidden/>
                <w:rtl/>
              </w:rPr>
            </w:r>
            <w:r>
              <w:rPr>
                <w:noProof/>
                <w:webHidden/>
                <w:rtl/>
              </w:rPr>
              <w:fldChar w:fldCharType="separate"/>
            </w:r>
            <w:r>
              <w:rPr>
                <w:noProof/>
                <w:webHidden/>
                <w:rtl/>
              </w:rPr>
              <w:t>149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00" w:history="1">
            <w:r w:rsidRPr="00ED7AAB">
              <w:rPr>
                <w:rStyle w:val="Hyperlink"/>
                <w:noProof/>
                <w:rtl/>
                <w:lang w:bidi="fa-IR"/>
              </w:rPr>
              <w:t>(مستحبات 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Toc24454500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01" w:history="1">
            <w:r w:rsidRPr="00ED7AAB">
              <w:rPr>
                <w:rStyle w:val="Hyperlink"/>
                <w:noProof/>
                <w:rtl/>
                <w:lang w:bidi="fa-IR"/>
              </w:rPr>
              <w:t>(نماز وحشت)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Toc24454501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02" w:history="1">
            <w:r w:rsidRPr="00ED7AAB">
              <w:rPr>
                <w:rStyle w:val="Hyperlink"/>
                <w:noProof/>
                <w:rtl/>
                <w:lang w:bidi="fa-IR"/>
              </w:rPr>
              <w:t>(نبش قبر)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Toc24454502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03" w:history="1">
            <w:r w:rsidRPr="00ED7AAB">
              <w:rPr>
                <w:rStyle w:val="Hyperlink"/>
                <w:noProof/>
                <w:rtl/>
                <w:lang w:bidi="fa-IR"/>
              </w:rPr>
              <w:t>(غسلهاى 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Toc24454503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04" w:history="1">
            <w:r w:rsidRPr="00ED7AAB">
              <w:rPr>
                <w:rStyle w:val="Hyperlink"/>
                <w:noProof/>
                <w:rtl/>
                <w:lang w:bidi="fa-IR"/>
              </w:rPr>
              <w:t>(تيمم)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Toc24454504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05" w:history="1">
            <w:r w:rsidRPr="00ED7AAB">
              <w:rPr>
                <w:rStyle w:val="Hyperlink"/>
                <w:noProof/>
                <w:rtl/>
                <w:lang w:bidi="fa-IR"/>
              </w:rPr>
              <w:t>(چيزهايى كه تيمم به آنها صحيح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Toc24454505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06" w:history="1">
            <w:r w:rsidRPr="00ED7AAB">
              <w:rPr>
                <w:rStyle w:val="Hyperlink"/>
                <w:noProof/>
                <w:rtl/>
                <w:lang w:bidi="fa-IR"/>
              </w:rPr>
              <w:t>(دستور تيمم بدل از وضو يا غسل)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Toc24454506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07" w:history="1">
            <w:r w:rsidRPr="00ED7AAB">
              <w:rPr>
                <w:rStyle w:val="Hyperlink"/>
                <w:noProof/>
                <w:rtl/>
                <w:lang w:bidi="fa-IR"/>
              </w:rPr>
              <w:t>(احكام تيمم)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Toc24454507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08" w:history="1">
            <w:r w:rsidRPr="00ED7AAB">
              <w:rPr>
                <w:rStyle w:val="Hyperlink"/>
                <w:noProof/>
                <w:rtl/>
                <w:lang w:bidi="fa-IR"/>
              </w:rPr>
              <w:t>(احكام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Toc24454508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09" w:history="1">
            <w:r w:rsidRPr="00ED7AAB">
              <w:rPr>
                <w:rStyle w:val="Hyperlink"/>
                <w:noProof/>
                <w:rtl/>
                <w:lang w:bidi="fa-IR"/>
              </w:rPr>
              <w:t>(نمازهاى 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Toc24454509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10" w:history="1">
            <w:r w:rsidRPr="00ED7AAB">
              <w:rPr>
                <w:rStyle w:val="Hyperlink"/>
                <w:noProof/>
                <w:rtl/>
                <w:lang w:bidi="fa-IR"/>
              </w:rPr>
              <w:t>(نمازهاى واجب روزانه)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Toc24454510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11" w:history="1">
            <w:r w:rsidRPr="00ED7AAB">
              <w:rPr>
                <w:rStyle w:val="Hyperlink"/>
                <w:noProof/>
                <w:rtl/>
                <w:lang w:bidi="fa-IR"/>
              </w:rPr>
              <w:t>(وقت نماز ظهر و 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Toc24454511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12" w:history="1">
            <w:r w:rsidRPr="00ED7AAB">
              <w:rPr>
                <w:rStyle w:val="Hyperlink"/>
                <w:noProof/>
                <w:rtl/>
                <w:lang w:bidi="fa-IR"/>
              </w:rPr>
              <w:t>(نماز جمعه و احكام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Toc24454512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13" w:history="1">
            <w:r w:rsidRPr="00ED7AAB">
              <w:rPr>
                <w:rStyle w:val="Hyperlink"/>
                <w:noProof/>
                <w:rtl/>
                <w:lang w:bidi="fa-IR"/>
              </w:rPr>
              <w:t>(وقت نماز مغرب و عشا)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Toc24454513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14" w:history="1">
            <w:r w:rsidRPr="00ED7AAB">
              <w:rPr>
                <w:rStyle w:val="Hyperlink"/>
                <w:noProof/>
                <w:rtl/>
                <w:lang w:bidi="fa-IR"/>
              </w:rPr>
              <w:t>(وقت نماز صبح)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Toc24454514 \h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15" w:history="1">
            <w:r w:rsidRPr="00ED7AAB">
              <w:rPr>
                <w:rStyle w:val="Hyperlink"/>
                <w:noProof/>
                <w:rtl/>
                <w:lang w:bidi="fa-IR"/>
              </w:rPr>
              <w:t>(احكام وقت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Toc24454515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16" w:history="1">
            <w:r w:rsidRPr="00ED7AAB">
              <w:rPr>
                <w:rStyle w:val="Hyperlink"/>
                <w:noProof/>
                <w:rtl/>
                <w:lang w:bidi="fa-IR"/>
              </w:rPr>
              <w:t>(نمازهايى كه بايد به ترتيب خوانده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Toc24454516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17" w:history="1">
            <w:r w:rsidRPr="00ED7AAB">
              <w:rPr>
                <w:rStyle w:val="Hyperlink"/>
                <w:noProof/>
                <w:rtl/>
                <w:lang w:bidi="fa-IR"/>
              </w:rPr>
              <w:t>(نمازهاى 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Toc24454517 \h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18" w:history="1">
            <w:r w:rsidRPr="00ED7AAB">
              <w:rPr>
                <w:rStyle w:val="Hyperlink"/>
                <w:noProof/>
                <w:rtl/>
                <w:lang w:bidi="fa-IR"/>
              </w:rPr>
              <w:t>(وقت نافله هاى يوميه)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Toc24454518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19" w:history="1">
            <w:r w:rsidRPr="00ED7AAB">
              <w:rPr>
                <w:rStyle w:val="Hyperlink"/>
                <w:noProof/>
                <w:rtl/>
                <w:lang w:bidi="fa-IR"/>
              </w:rPr>
              <w:t>(نماز غفيله)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Toc24454519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20" w:history="1">
            <w:r w:rsidRPr="00ED7AAB">
              <w:rPr>
                <w:rStyle w:val="Hyperlink"/>
                <w:noProof/>
                <w:rtl/>
                <w:lang w:bidi="fa-IR"/>
              </w:rPr>
              <w:t>(احكام قبله)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Toc24454520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21" w:history="1">
            <w:r w:rsidRPr="00ED7AAB">
              <w:rPr>
                <w:rStyle w:val="Hyperlink"/>
                <w:noProof/>
                <w:rtl/>
                <w:lang w:bidi="fa-IR"/>
              </w:rPr>
              <w:t>(پوشانيدن بدن در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Toc24454521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22" w:history="1">
            <w:r w:rsidRPr="00ED7AAB">
              <w:rPr>
                <w:rStyle w:val="Hyperlink"/>
                <w:noProof/>
                <w:rtl/>
                <w:lang w:bidi="fa-IR"/>
              </w:rPr>
              <w:t>(شرايط لباس نمازگزار)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Toc24454522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23" w:history="1">
            <w:r w:rsidRPr="00ED7AAB">
              <w:rPr>
                <w:rStyle w:val="Hyperlink"/>
                <w:noProof/>
                <w:rtl/>
                <w:lang w:bidi="fa-IR"/>
              </w:rPr>
              <w:t>(شرط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Toc24454523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24" w:history="1">
            <w:r w:rsidRPr="00ED7AAB">
              <w:rPr>
                <w:rStyle w:val="Hyperlink"/>
                <w:noProof/>
                <w:rtl/>
                <w:lang w:bidi="fa-IR"/>
              </w:rPr>
              <w:t>(شرط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Toc24454524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25" w:history="1">
            <w:r w:rsidRPr="00ED7AAB">
              <w:rPr>
                <w:rStyle w:val="Hyperlink"/>
                <w:noProof/>
                <w:rtl/>
                <w:lang w:bidi="fa-IR"/>
              </w:rPr>
              <w:t>(شرط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Toc24454525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26" w:history="1">
            <w:r w:rsidRPr="00ED7AAB">
              <w:rPr>
                <w:rStyle w:val="Hyperlink"/>
                <w:noProof/>
                <w:rtl/>
                <w:lang w:bidi="fa-IR"/>
              </w:rPr>
              <w:t>(شرط 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Toc24454526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27" w:history="1">
            <w:r w:rsidRPr="00ED7AAB">
              <w:rPr>
                <w:rStyle w:val="Hyperlink"/>
                <w:noProof/>
                <w:rtl/>
                <w:lang w:bidi="fa-IR"/>
              </w:rPr>
              <w:t>(شرط 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Toc24454527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28" w:history="1">
            <w:r w:rsidRPr="00ED7AAB">
              <w:rPr>
                <w:rStyle w:val="Hyperlink"/>
                <w:noProof/>
                <w:rtl/>
                <w:lang w:bidi="fa-IR"/>
              </w:rPr>
              <w:t>(شرط 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Toc24454528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29" w:history="1">
            <w:r w:rsidRPr="00ED7AAB">
              <w:rPr>
                <w:rStyle w:val="Hyperlink"/>
                <w:noProof/>
                <w:rtl/>
                <w:lang w:bidi="fa-IR"/>
              </w:rPr>
              <w:t>(چيزهايى كه در لباس نمازگزار مستحب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Toc24454529 \h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30" w:history="1">
            <w:r w:rsidRPr="00ED7AAB">
              <w:rPr>
                <w:rStyle w:val="Hyperlink"/>
                <w:noProof/>
                <w:rtl/>
                <w:lang w:bidi="fa-IR"/>
              </w:rPr>
              <w:t>(چيزهايى كه در لباس نمازگزار مكروه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Toc24454530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31" w:history="1">
            <w:r w:rsidRPr="00ED7AAB">
              <w:rPr>
                <w:rStyle w:val="Hyperlink"/>
                <w:noProof/>
                <w:rtl/>
                <w:lang w:bidi="fa-IR"/>
              </w:rPr>
              <w:t>(مكان نمازگزار)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Toc24454531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32" w:history="1">
            <w:r w:rsidRPr="00ED7AAB">
              <w:rPr>
                <w:rStyle w:val="Hyperlink"/>
                <w:noProof/>
                <w:rtl/>
                <w:lang w:bidi="fa-IR"/>
              </w:rPr>
              <w:t>(جاهايى كه نماز خواندن در آنها مستحب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Toc24454532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33" w:history="1">
            <w:r w:rsidRPr="00ED7AAB">
              <w:rPr>
                <w:rStyle w:val="Hyperlink"/>
                <w:noProof/>
                <w:rtl/>
                <w:lang w:bidi="fa-IR"/>
              </w:rPr>
              <w:t>(جاهايى كه نماز خواندن در آنها مكروه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Toc24454533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34" w:history="1">
            <w:r w:rsidRPr="00ED7AAB">
              <w:rPr>
                <w:rStyle w:val="Hyperlink"/>
                <w:noProof/>
                <w:rtl/>
                <w:lang w:bidi="fa-IR"/>
              </w:rPr>
              <w:t>(احكام 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Toc24454534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35" w:history="1">
            <w:r w:rsidRPr="00ED7AAB">
              <w:rPr>
                <w:rStyle w:val="Hyperlink"/>
                <w:noProof/>
                <w:rtl/>
                <w:lang w:bidi="fa-IR"/>
              </w:rPr>
              <w:t>(اذان و 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Toc24454535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36" w:history="1">
            <w:r w:rsidRPr="00ED7AAB">
              <w:rPr>
                <w:rStyle w:val="Hyperlink"/>
                <w:noProof/>
                <w:rtl/>
                <w:lang w:bidi="fa-IR"/>
              </w:rPr>
              <w:t>(ترجمه اذان و اقامه)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Toc24454536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37" w:history="1">
            <w:r w:rsidRPr="00ED7AAB">
              <w:rPr>
                <w:rStyle w:val="Hyperlink"/>
                <w:noProof/>
                <w:rtl/>
                <w:lang w:bidi="fa-IR"/>
              </w:rPr>
              <w:t>(واجبات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Toc24454537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38" w:history="1">
            <w:r w:rsidRPr="00ED7AAB">
              <w:rPr>
                <w:rStyle w:val="Hyperlink"/>
                <w:noProof/>
                <w:rtl/>
                <w:lang w:bidi="fa-IR"/>
              </w:rPr>
              <w:t>(نيت)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Toc24454538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39" w:history="1">
            <w:r w:rsidRPr="00ED7AAB">
              <w:rPr>
                <w:rStyle w:val="Hyperlink"/>
                <w:noProof/>
                <w:rtl/>
                <w:lang w:bidi="fa-IR"/>
              </w:rPr>
              <w:t>(تكبيرة الاحرام)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Toc24454539 \h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40" w:history="1">
            <w:r w:rsidRPr="00ED7AAB">
              <w:rPr>
                <w:rStyle w:val="Hyperlink"/>
                <w:noProof/>
                <w:rtl/>
                <w:lang w:bidi="fa-IR"/>
              </w:rPr>
              <w:t>(قيام (ايستادن))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Toc24454540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41" w:history="1">
            <w:r w:rsidRPr="00ED7AAB">
              <w:rPr>
                <w:rStyle w:val="Hyperlink"/>
                <w:noProof/>
                <w:rtl/>
                <w:lang w:bidi="fa-IR"/>
              </w:rPr>
              <w:t>(قرائت)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Toc24454541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42" w:history="1">
            <w:r w:rsidRPr="00ED7AAB">
              <w:rPr>
                <w:rStyle w:val="Hyperlink"/>
                <w:noProof/>
                <w:rtl/>
                <w:lang w:bidi="fa-IR"/>
              </w:rPr>
              <w:t>(ركوع)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Toc24454542 \h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43" w:history="1">
            <w:r w:rsidRPr="00ED7AAB">
              <w:rPr>
                <w:rStyle w:val="Hyperlink"/>
                <w:noProof/>
                <w:rtl/>
                <w:lang w:bidi="fa-IR"/>
              </w:rPr>
              <w:t>(سجود)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Toc24454543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44" w:history="1">
            <w:r w:rsidRPr="00ED7AAB">
              <w:rPr>
                <w:rStyle w:val="Hyperlink"/>
                <w:noProof/>
                <w:rtl/>
                <w:lang w:bidi="fa-IR"/>
              </w:rPr>
              <w:t>(چيزهايى كه سجده بر آنها صحيح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Toc24454544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45" w:history="1">
            <w:r w:rsidRPr="00ED7AAB">
              <w:rPr>
                <w:rStyle w:val="Hyperlink"/>
                <w:noProof/>
                <w:rtl/>
                <w:lang w:bidi="fa-IR"/>
              </w:rPr>
              <w:t>(مستحبات و مكروهات سجده)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Toc24454545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46" w:history="1">
            <w:r w:rsidRPr="00ED7AAB">
              <w:rPr>
                <w:rStyle w:val="Hyperlink"/>
                <w:noProof/>
                <w:rtl/>
              </w:rPr>
              <w:t>(سجده هاى واجب 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Toc24454546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47" w:history="1">
            <w:r w:rsidRPr="00ED7AAB">
              <w:rPr>
                <w:rStyle w:val="Hyperlink"/>
                <w:noProof/>
                <w:rtl/>
                <w:lang w:bidi="fa-IR"/>
              </w:rPr>
              <w:t>(تشهد)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Toc24454547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48" w:history="1">
            <w:r w:rsidRPr="00ED7AAB">
              <w:rPr>
                <w:rStyle w:val="Hyperlink"/>
                <w:noProof/>
                <w:rtl/>
                <w:lang w:bidi="fa-IR"/>
              </w:rPr>
              <w:t>(سلام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Toc24454548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49" w:history="1">
            <w:r w:rsidRPr="00ED7AAB">
              <w:rPr>
                <w:rStyle w:val="Hyperlink"/>
                <w:noProof/>
                <w:rtl/>
                <w:lang w:bidi="fa-IR"/>
              </w:rPr>
              <w:t>(ترتيب)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Toc24454549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50" w:history="1">
            <w:r w:rsidRPr="00ED7AAB">
              <w:rPr>
                <w:rStyle w:val="Hyperlink"/>
                <w:noProof/>
                <w:rtl/>
                <w:lang w:bidi="fa-IR"/>
              </w:rPr>
              <w:t>(موالات)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Toc24454550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51" w:history="1">
            <w:r w:rsidRPr="00ED7AAB">
              <w:rPr>
                <w:rStyle w:val="Hyperlink"/>
                <w:noProof/>
                <w:rtl/>
                <w:lang w:bidi="fa-IR"/>
              </w:rPr>
              <w:t>(قنوت)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Toc24454551 \h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52" w:history="1">
            <w:r w:rsidRPr="00ED7AAB">
              <w:rPr>
                <w:rStyle w:val="Hyperlink"/>
                <w:noProof/>
                <w:rtl/>
                <w:lang w:bidi="fa-IR"/>
              </w:rPr>
              <w:t>(ترجمه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Toc24454552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53" w:history="1">
            <w:r w:rsidRPr="00ED7AAB">
              <w:rPr>
                <w:rStyle w:val="Hyperlink"/>
                <w:noProof/>
                <w:rtl/>
                <w:lang w:bidi="fa-IR"/>
              </w:rPr>
              <w:t>(ترجمه سوره 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Toc24454553 \h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54" w:history="1">
            <w:r w:rsidRPr="00ED7AAB">
              <w:rPr>
                <w:rStyle w:val="Hyperlink"/>
                <w:noProof/>
                <w:rtl/>
                <w:lang w:bidi="fa-IR"/>
              </w:rPr>
              <w:t>(ترجمه سوره قل هو اللّه 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Toc24454554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55" w:history="1">
            <w:r w:rsidRPr="00ED7AAB">
              <w:rPr>
                <w:rStyle w:val="Hyperlink"/>
                <w:noProof/>
                <w:rtl/>
                <w:lang w:bidi="fa-IR"/>
              </w:rPr>
              <w:t>(ترجمه ذكر ركوع و سجود و ذكرهايى كه بعد از آنها مستحب است -٣/١١٣٠-٣/١١٣٠)</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Toc24454555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56" w:history="1">
            <w:r w:rsidRPr="00ED7AAB">
              <w:rPr>
                <w:rStyle w:val="Hyperlink"/>
                <w:noProof/>
                <w:rtl/>
                <w:lang w:bidi="fa-IR"/>
              </w:rPr>
              <w:t>(ترجمه قنوت)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Toc24454556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57" w:history="1">
            <w:r w:rsidRPr="00ED7AAB">
              <w:rPr>
                <w:rStyle w:val="Hyperlink"/>
                <w:noProof/>
                <w:rtl/>
                <w:lang w:bidi="fa-IR"/>
              </w:rPr>
              <w:t>(ترجمه تسبيحات اربعه)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Toc24454557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58" w:history="1">
            <w:r w:rsidRPr="00ED7AAB">
              <w:rPr>
                <w:rStyle w:val="Hyperlink"/>
                <w:noProof/>
                <w:rtl/>
                <w:lang w:bidi="fa-IR"/>
              </w:rPr>
              <w:t>(ترجمه تشهد و سلام كامل)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Toc24454558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59" w:history="1">
            <w:r w:rsidRPr="00ED7AAB">
              <w:rPr>
                <w:rStyle w:val="Hyperlink"/>
                <w:noProof/>
                <w:rtl/>
                <w:lang w:bidi="fa-IR"/>
              </w:rPr>
              <w:t>(تعقيب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Toc24454559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60" w:history="1">
            <w:r w:rsidRPr="00ED7AAB">
              <w:rPr>
                <w:rStyle w:val="Hyperlink"/>
                <w:noProof/>
                <w:rtl/>
                <w:lang w:bidi="fa-IR"/>
              </w:rPr>
              <w:t>(صلوات بر 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Toc24454560 \h</w:instrText>
            </w:r>
            <w:r>
              <w:rPr>
                <w:noProof/>
                <w:webHidden/>
                <w:rtl/>
              </w:rPr>
              <w:instrText xml:space="preserve"> </w:instrText>
            </w:r>
            <w:r>
              <w:rPr>
                <w:noProof/>
                <w:webHidden/>
                <w:rtl/>
              </w:rPr>
            </w:r>
            <w:r>
              <w:rPr>
                <w:noProof/>
                <w:webHidden/>
                <w:rtl/>
              </w:rPr>
              <w:fldChar w:fldCharType="separate"/>
            </w:r>
            <w:r>
              <w:rPr>
                <w:noProof/>
                <w:webHidden/>
                <w:rtl/>
              </w:rPr>
              <w:t>269</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61" w:history="1">
            <w:r w:rsidRPr="00ED7AAB">
              <w:rPr>
                <w:rStyle w:val="Hyperlink"/>
                <w:noProof/>
                <w:rtl/>
                <w:lang w:bidi="fa-IR"/>
              </w:rPr>
              <w:t>(مبطلات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Toc24454561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62" w:history="1">
            <w:r w:rsidRPr="00ED7AAB">
              <w:rPr>
                <w:rStyle w:val="Hyperlink"/>
                <w:noProof/>
                <w:rtl/>
                <w:lang w:bidi="fa-IR"/>
              </w:rPr>
              <w:t>(چيزهايى كه در نماز مكروه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Toc24454562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63" w:history="1">
            <w:r w:rsidRPr="00ED7AAB">
              <w:rPr>
                <w:rStyle w:val="Hyperlink"/>
                <w:noProof/>
                <w:rtl/>
                <w:lang w:bidi="fa-IR"/>
              </w:rPr>
              <w:t>(مواردى كه مى شود نماز واجب را شكست)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Toc24454563 \h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64" w:history="1">
            <w:r w:rsidRPr="00ED7AAB">
              <w:rPr>
                <w:rStyle w:val="Hyperlink"/>
                <w:noProof/>
                <w:rtl/>
                <w:lang w:bidi="fa-IR"/>
              </w:rPr>
              <w:t>(شكيات)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Toc24454564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65" w:history="1">
            <w:r w:rsidRPr="00ED7AAB">
              <w:rPr>
                <w:rStyle w:val="Hyperlink"/>
                <w:noProof/>
                <w:rtl/>
                <w:lang w:bidi="fa-IR"/>
              </w:rPr>
              <w:t>(شك هاى باطل كننده)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Toc24454565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66" w:history="1">
            <w:r w:rsidRPr="00ED7AAB">
              <w:rPr>
                <w:rStyle w:val="Hyperlink"/>
                <w:noProof/>
                <w:rtl/>
                <w:lang w:bidi="fa-IR"/>
              </w:rPr>
              <w:t>(شكهايى كه نبايد به آنها اعتنا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Toc24454566 \h</w:instrText>
            </w:r>
            <w:r>
              <w:rPr>
                <w:noProof/>
                <w:webHidden/>
                <w:rtl/>
              </w:rPr>
              <w:instrText xml:space="preserve"> </w:instrText>
            </w:r>
            <w:r>
              <w:rPr>
                <w:noProof/>
                <w:webHidden/>
                <w:rtl/>
              </w:rPr>
            </w:r>
            <w:r>
              <w:rPr>
                <w:noProof/>
                <w:webHidden/>
                <w:rtl/>
              </w:rPr>
              <w:fldChar w:fldCharType="separate"/>
            </w:r>
            <w:r>
              <w:rPr>
                <w:noProof/>
                <w:webHidden/>
                <w:rtl/>
              </w:rPr>
              <w:t>279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67" w:history="1">
            <w:r w:rsidRPr="00ED7AAB">
              <w:rPr>
                <w:rStyle w:val="Hyperlink"/>
                <w:noProof/>
                <w:rtl/>
                <w:lang w:bidi="fa-IR"/>
              </w:rPr>
              <w:t>(شك در چيزى كه محل آن گذشته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Toc24454567 \h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68" w:history="1">
            <w:r w:rsidRPr="00ED7AAB">
              <w:rPr>
                <w:rStyle w:val="Hyperlink"/>
                <w:noProof/>
                <w:rtl/>
                <w:lang w:bidi="fa-IR"/>
              </w:rPr>
              <w:t>(شك بعد از 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Toc24454568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69" w:history="1">
            <w:r w:rsidRPr="00ED7AAB">
              <w:rPr>
                <w:rStyle w:val="Hyperlink"/>
                <w:noProof/>
                <w:rtl/>
                <w:lang w:bidi="fa-IR"/>
              </w:rPr>
              <w:t>(شك بعد از 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Toc24454569 \h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70" w:history="1">
            <w:r w:rsidRPr="00ED7AAB">
              <w:rPr>
                <w:rStyle w:val="Hyperlink"/>
                <w:noProof/>
                <w:rtl/>
                <w:lang w:bidi="fa-IR"/>
              </w:rPr>
              <w:t>(كثير الشك (كسى كه زياد شك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Toc24454570 \h</w:instrText>
            </w:r>
            <w:r>
              <w:rPr>
                <w:noProof/>
                <w:webHidden/>
                <w:rtl/>
              </w:rPr>
              <w:instrText xml:space="preserve"> </w:instrText>
            </w:r>
            <w:r>
              <w:rPr>
                <w:noProof/>
                <w:webHidden/>
                <w:rtl/>
              </w:rPr>
            </w:r>
            <w:r>
              <w:rPr>
                <w:noProof/>
                <w:webHidden/>
                <w:rtl/>
              </w:rPr>
              <w:fldChar w:fldCharType="separate"/>
            </w:r>
            <w:r>
              <w:rPr>
                <w:noProof/>
                <w:webHidden/>
                <w:rtl/>
              </w:rPr>
              <w:t>283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71" w:history="1">
            <w:r w:rsidRPr="00ED7AAB">
              <w:rPr>
                <w:rStyle w:val="Hyperlink"/>
                <w:noProof/>
                <w:rtl/>
                <w:lang w:bidi="fa-IR"/>
              </w:rPr>
              <w:t>(شك امام و ماموم)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Toc24454571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72" w:history="1">
            <w:r w:rsidRPr="00ED7AAB">
              <w:rPr>
                <w:rStyle w:val="Hyperlink"/>
                <w:noProof/>
                <w:rtl/>
                <w:lang w:bidi="fa-IR"/>
              </w:rPr>
              <w:t>(شك در نماز مستحبى)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Toc24454572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73" w:history="1">
            <w:r w:rsidRPr="00ED7AAB">
              <w:rPr>
                <w:rStyle w:val="Hyperlink"/>
                <w:noProof/>
                <w:rtl/>
                <w:lang w:bidi="fa-IR"/>
              </w:rPr>
              <w:t>(شكهاى صحيح)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Toc24454573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74" w:history="1">
            <w:r w:rsidRPr="00ED7AAB">
              <w:rPr>
                <w:rStyle w:val="Hyperlink"/>
                <w:noProof/>
                <w:rtl/>
                <w:lang w:bidi="fa-IR"/>
              </w:rPr>
              <w:t>(شك هاى صحيح)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Toc24454574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75" w:history="1">
            <w:r w:rsidRPr="00ED7AAB">
              <w:rPr>
                <w:rStyle w:val="Hyperlink"/>
                <w:noProof/>
                <w:rtl/>
                <w:lang w:bidi="fa-IR"/>
              </w:rPr>
              <w:t>(دستور نماز احتياط)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Toc24454575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76" w:history="1">
            <w:r w:rsidRPr="00ED7AAB">
              <w:rPr>
                <w:rStyle w:val="Hyperlink"/>
                <w:noProof/>
                <w:rtl/>
                <w:lang w:bidi="fa-IR"/>
              </w:rPr>
              <w:t>(سجده سهو)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Toc24454576 \h</w:instrText>
            </w:r>
            <w:r>
              <w:rPr>
                <w:noProof/>
                <w:webHidden/>
                <w:rtl/>
              </w:rPr>
              <w:instrText xml:space="preserve"> </w:instrText>
            </w:r>
            <w:r>
              <w:rPr>
                <w:noProof/>
                <w:webHidden/>
                <w:rtl/>
              </w:rPr>
            </w:r>
            <w:r>
              <w:rPr>
                <w:noProof/>
                <w:webHidden/>
                <w:rtl/>
              </w:rPr>
              <w:fldChar w:fldCharType="separate"/>
            </w:r>
            <w:r>
              <w:rPr>
                <w:noProof/>
                <w:webHidden/>
                <w:rtl/>
              </w:rPr>
              <w:t>293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77" w:history="1">
            <w:r w:rsidRPr="00ED7AAB">
              <w:rPr>
                <w:rStyle w:val="Hyperlink"/>
                <w:noProof/>
                <w:rtl/>
                <w:lang w:bidi="fa-IR"/>
              </w:rPr>
              <w:t>(دستور سجده سهو)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Toc24454577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78" w:history="1">
            <w:r w:rsidRPr="00ED7AAB">
              <w:rPr>
                <w:rStyle w:val="Hyperlink"/>
                <w:noProof/>
                <w:rtl/>
                <w:lang w:bidi="fa-IR"/>
              </w:rPr>
              <w:t>(قضاى سجده و تشهد فراموش شده)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Toc24454578 \h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79" w:history="1">
            <w:r w:rsidRPr="00ED7AAB">
              <w:rPr>
                <w:rStyle w:val="Hyperlink"/>
                <w:noProof/>
                <w:rtl/>
                <w:lang w:bidi="fa-IR"/>
              </w:rPr>
              <w:t>(كم و زياد كردن اجزاء و شرايط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Toc24454579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80" w:history="1">
            <w:r w:rsidRPr="00ED7AAB">
              <w:rPr>
                <w:rStyle w:val="Hyperlink"/>
                <w:noProof/>
                <w:rtl/>
                <w:lang w:bidi="fa-IR"/>
              </w:rPr>
              <w:t>(نماز مسافر)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Toc24454580 \h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81" w:history="1">
            <w:r w:rsidRPr="00ED7AAB">
              <w:rPr>
                <w:rStyle w:val="Hyperlink"/>
                <w:noProof/>
                <w:rtl/>
                <w:lang w:bidi="fa-IR"/>
              </w:rPr>
              <w:t>(مسايل متفرقه)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Toc24454581 \h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82" w:history="1">
            <w:r w:rsidRPr="00ED7AAB">
              <w:rPr>
                <w:rStyle w:val="Hyperlink"/>
                <w:noProof/>
                <w:rtl/>
                <w:lang w:bidi="fa-IR"/>
              </w:rPr>
              <w:t>نماز قضا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Toc24454582 \h</w:instrText>
            </w:r>
            <w:r>
              <w:rPr>
                <w:noProof/>
                <w:webHidden/>
                <w:rtl/>
              </w:rPr>
              <w:instrText xml:space="preserve"> </w:instrText>
            </w:r>
            <w:r>
              <w:rPr>
                <w:noProof/>
                <w:webHidden/>
                <w:rtl/>
              </w:rPr>
            </w:r>
            <w:r>
              <w:rPr>
                <w:noProof/>
                <w:webHidden/>
                <w:rtl/>
              </w:rPr>
              <w:fldChar w:fldCharType="separate"/>
            </w:r>
            <w:r>
              <w:rPr>
                <w:noProof/>
                <w:webHidden/>
                <w:rtl/>
              </w:rPr>
              <w:t>314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83" w:history="1">
            <w:r w:rsidRPr="00ED7AAB">
              <w:rPr>
                <w:rStyle w:val="Hyperlink"/>
                <w:noProof/>
                <w:rtl/>
                <w:lang w:bidi="fa-IR"/>
              </w:rPr>
              <w:t>(نماز قضا)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Toc24454583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84" w:history="1">
            <w:r w:rsidRPr="00ED7AAB">
              <w:rPr>
                <w:rStyle w:val="Hyperlink"/>
                <w:noProof/>
                <w:rtl/>
                <w:lang w:bidi="fa-IR"/>
              </w:rPr>
              <w:t>(نماز قضاى پدر كه بر پسر بزرگتر واجب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Toc24454584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85" w:history="1">
            <w:r w:rsidRPr="00ED7AAB">
              <w:rPr>
                <w:rStyle w:val="Hyperlink"/>
                <w:noProof/>
                <w:rtl/>
                <w:lang w:bidi="fa-IR"/>
              </w:rPr>
              <w:t>(نماز 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Toc24454585 \h</w:instrText>
            </w:r>
            <w:r>
              <w:rPr>
                <w:noProof/>
                <w:webHidden/>
                <w:rtl/>
              </w:rPr>
              <w:instrText xml:space="preserve"> </w:instrText>
            </w:r>
            <w:r>
              <w:rPr>
                <w:noProof/>
                <w:webHidden/>
                <w:rtl/>
              </w:rPr>
            </w:r>
            <w:r>
              <w:rPr>
                <w:noProof/>
                <w:webHidden/>
                <w:rtl/>
              </w:rPr>
              <w:fldChar w:fldCharType="separate"/>
            </w:r>
            <w:r>
              <w:rPr>
                <w:noProof/>
                <w:webHidden/>
                <w:rtl/>
              </w:rPr>
              <w:t>319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86" w:history="1">
            <w:r w:rsidRPr="00ED7AAB">
              <w:rPr>
                <w:rStyle w:val="Hyperlink"/>
                <w:noProof/>
                <w:rtl/>
                <w:lang w:bidi="fa-IR"/>
              </w:rPr>
              <w:t>(شرايط امام 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Toc24454586 \h</w:instrText>
            </w:r>
            <w:r>
              <w:rPr>
                <w:noProof/>
                <w:webHidden/>
                <w:rtl/>
              </w:rPr>
              <w:instrText xml:space="preserve"> </w:instrText>
            </w:r>
            <w:r>
              <w:rPr>
                <w:noProof/>
                <w:webHidden/>
                <w:rtl/>
              </w:rPr>
            </w:r>
            <w:r>
              <w:rPr>
                <w:noProof/>
                <w:webHidden/>
                <w:rtl/>
              </w:rPr>
              <w:fldChar w:fldCharType="separate"/>
            </w:r>
            <w:r>
              <w:rPr>
                <w:noProof/>
                <w:webHidden/>
                <w:rtl/>
              </w:rPr>
              <w:t>327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87" w:history="1">
            <w:r w:rsidRPr="00ED7AAB">
              <w:rPr>
                <w:rStyle w:val="Hyperlink"/>
                <w:noProof/>
                <w:rtl/>
                <w:lang w:bidi="fa-IR"/>
              </w:rPr>
              <w:t>(احكام 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Toc24454587 \h</w:instrText>
            </w:r>
            <w:r>
              <w:rPr>
                <w:noProof/>
                <w:webHidden/>
                <w:rtl/>
              </w:rPr>
              <w:instrText xml:space="preserve"> </w:instrText>
            </w:r>
            <w:r>
              <w:rPr>
                <w:noProof/>
                <w:webHidden/>
                <w:rtl/>
              </w:rPr>
            </w:r>
            <w:r>
              <w:rPr>
                <w:noProof/>
                <w:webHidden/>
                <w:rtl/>
              </w:rPr>
              <w:fldChar w:fldCharType="separate"/>
            </w:r>
            <w:r>
              <w:rPr>
                <w:noProof/>
                <w:webHidden/>
                <w:rtl/>
              </w:rPr>
              <w:t>328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88" w:history="1">
            <w:r w:rsidRPr="00ED7AAB">
              <w:rPr>
                <w:rStyle w:val="Hyperlink"/>
                <w:noProof/>
                <w:rtl/>
                <w:lang w:bidi="fa-IR"/>
              </w:rPr>
              <w:t>(وظيفه امام و ماموم در نماز 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Toc24454588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89" w:history="1">
            <w:r w:rsidRPr="00ED7AAB">
              <w:rPr>
                <w:rStyle w:val="Hyperlink"/>
                <w:noProof/>
                <w:rtl/>
                <w:lang w:bidi="fa-IR"/>
              </w:rPr>
              <w:t>(چيزهايى كه در نماز جماعت مكروه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Toc24454589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90" w:history="1">
            <w:r w:rsidRPr="00ED7AAB">
              <w:rPr>
                <w:rStyle w:val="Hyperlink"/>
                <w:noProof/>
                <w:rtl/>
                <w:lang w:bidi="fa-IR"/>
              </w:rPr>
              <w:t>(نماز 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Toc24454590 \h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91" w:history="1">
            <w:r w:rsidRPr="00ED7AAB">
              <w:rPr>
                <w:rStyle w:val="Hyperlink"/>
                <w:noProof/>
                <w:rtl/>
                <w:lang w:bidi="fa-IR"/>
              </w:rPr>
              <w:t>(دستور نماز 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Toc24454591 \h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92" w:history="1">
            <w:r w:rsidRPr="00ED7AAB">
              <w:rPr>
                <w:rStyle w:val="Hyperlink"/>
                <w:noProof/>
                <w:rtl/>
                <w:lang w:bidi="fa-IR"/>
              </w:rPr>
              <w:t>(نماز عيد قطر و قربان)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Toc24454592 \h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93" w:history="1">
            <w:r w:rsidRPr="00ED7AAB">
              <w:rPr>
                <w:rStyle w:val="Hyperlink"/>
                <w:noProof/>
                <w:rtl/>
                <w:lang w:bidi="fa-IR"/>
              </w:rPr>
              <w:t>(اجير گرفتن براى 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Toc24454593 \h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594" w:history="1">
            <w:r w:rsidRPr="00ED7AAB">
              <w:rPr>
                <w:rStyle w:val="Hyperlink"/>
                <w:noProof/>
                <w:rtl/>
                <w:lang w:bidi="fa-IR"/>
              </w:rPr>
              <w:t>(احكام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Toc24454594 \h</w:instrText>
            </w:r>
            <w:r>
              <w:rPr>
                <w:noProof/>
                <w:webHidden/>
                <w:rtl/>
              </w:rPr>
              <w:instrText xml:space="preserve"> </w:instrText>
            </w:r>
            <w:r>
              <w:rPr>
                <w:noProof/>
                <w:webHidden/>
                <w:rtl/>
              </w:rPr>
            </w:r>
            <w:r>
              <w:rPr>
                <w:noProof/>
                <w:webHidden/>
                <w:rtl/>
              </w:rPr>
              <w:fldChar w:fldCharType="separate"/>
            </w:r>
            <w:r>
              <w:rPr>
                <w:noProof/>
                <w:webHidden/>
                <w:rtl/>
              </w:rPr>
              <w:t>342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95" w:history="1">
            <w:r w:rsidRPr="00ED7AAB">
              <w:rPr>
                <w:rStyle w:val="Hyperlink"/>
                <w:noProof/>
                <w:rtl/>
                <w:lang w:bidi="fa-IR"/>
              </w:rPr>
              <w:t>(چيزهايى كه روزه را باطل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Toc24454595 \h</w:instrText>
            </w:r>
            <w:r>
              <w:rPr>
                <w:noProof/>
                <w:webHidden/>
                <w:rtl/>
              </w:rPr>
              <w:instrText xml:space="preserve"> </w:instrText>
            </w:r>
            <w:r>
              <w:rPr>
                <w:noProof/>
                <w:webHidden/>
                <w:rtl/>
              </w:rPr>
            </w:r>
            <w:r>
              <w:rPr>
                <w:noProof/>
                <w:webHidden/>
                <w:rtl/>
              </w:rPr>
              <w:fldChar w:fldCharType="separate"/>
            </w:r>
            <w:r>
              <w:rPr>
                <w:noProof/>
                <w:webHidden/>
                <w:rtl/>
              </w:rPr>
              <w:t>345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96" w:history="1">
            <w:r w:rsidRPr="00ED7AAB">
              <w:rPr>
                <w:rStyle w:val="Hyperlink"/>
                <w:noProof/>
                <w:rtl/>
                <w:lang w:bidi="fa-IR"/>
              </w:rPr>
              <w:t>(خوردن و آشاميدن)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Toc24454596 \h</w:instrText>
            </w:r>
            <w:r>
              <w:rPr>
                <w:noProof/>
                <w:webHidden/>
                <w:rtl/>
              </w:rPr>
              <w:instrText xml:space="preserve"> </w:instrText>
            </w:r>
            <w:r>
              <w:rPr>
                <w:noProof/>
                <w:webHidden/>
                <w:rtl/>
              </w:rPr>
            </w:r>
            <w:r>
              <w:rPr>
                <w:noProof/>
                <w:webHidden/>
                <w:rtl/>
              </w:rPr>
              <w:fldChar w:fldCharType="separate"/>
            </w:r>
            <w:r>
              <w:rPr>
                <w:noProof/>
                <w:webHidden/>
                <w:rtl/>
              </w:rPr>
              <w:t>346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97" w:history="1">
            <w:r w:rsidRPr="00ED7AAB">
              <w:rPr>
                <w:rStyle w:val="Hyperlink"/>
                <w:noProof/>
                <w:rtl/>
                <w:lang w:bidi="fa-IR"/>
              </w:rPr>
              <w:t>(جماع)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Toc24454597 \h</w:instrText>
            </w:r>
            <w:r>
              <w:rPr>
                <w:noProof/>
                <w:webHidden/>
                <w:rtl/>
              </w:rPr>
              <w:instrText xml:space="preserve"> </w:instrText>
            </w:r>
            <w:r>
              <w:rPr>
                <w:noProof/>
                <w:webHidden/>
                <w:rtl/>
              </w:rPr>
            </w:r>
            <w:r>
              <w:rPr>
                <w:noProof/>
                <w:webHidden/>
                <w:rtl/>
              </w:rPr>
              <w:fldChar w:fldCharType="separate"/>
            </w:r>
            <w:r>
              <w:rPr>
                <w:noProof/>
                <w:webHidden/>
                <w:rtl/>
              </w:rPr>
              <w:t>347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98" w:history="1">
            <w:r w:rsidRPr="00ED7AAB">
              <w:rPr>
                <w:rStyle w:val="Hyperlink"/>
                <w:noProof/>
                <w:rtl/>
                <w:lang w:bidi="fa-IR"/>
              </w:rPr>
              <w:t>(استمنا)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Toc24454598 \h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599" w:history="1">
            <w:r w:rsidRPr="00ED7AAB">
              <w:rPr>
                <w:rStyle w:val="Hyperlink"/>
                <w:noProof/>
                <w:rtl/>
                <w:lang w:bidi="fa-IR"/>
              </w:rPr>
              <w:t>(دروغ بستن به خدا و پيغمبر)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Toc24454599 \h</w:instrText>
            </w:r>
            <w:r>
              <w:rPr>
                <w:noProof/>
                <w:webHidden/>
                <w:rtl/>
              </w:rPr>
              <w:instrText xml:space="preserve"> </w:instrText>
            </w:r>
            <w:r>
              <w:rPr>
                <w:noProof/>
                <w:webHidden/>
                <w:rtl/>
              </w:rPr>
            </w:r>
            <w:r>
              <w:rPr>
                <w:noProof/>
                <w:webHidden/>
                <w:rtl/>
              </w:rPr>
              <w:fldChar w:fldCharType="separate"/>
            </w:r>
            <w:r>
              <w:rPr>
                <w:noProof/>
                <w:webHidden/>
                <w:rtl/>
              </w:rPr>
              <w:t>349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00" w:history="1">
            <w:r w:rsidRPr="00ED7AAB">
              <w:rPr>
                <w:rStyle w:val="Hyperlink"/>
                <w:noProof/>
                <w:rtl/>
                <w:lang w:bidi="fa-IR"/>
              </w:rPr>
              <w:t>(رساندن غبار به حلق)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Toc24454600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01" w:history="1">
            <w:r w:rsidRPr="00ED7AAB">
              <w:rPr>
                <w:rStyle w:val="Hyperlink"/>
                <w:noProof/>
                <w:rtl/>
                <w:lang w:bidi="fa-IR"/>
              </w:rPr>
              <w:t>(فرو بردن سر در آب)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Toc24454601 \h</w:instrText>
            </w:r>
            <w:r>
              <w:rPr>
                <w:noProof/>
                <w:webHidden/>
                <w:rtl/>
              </w:rPr>
              <w:instrText xml:space="preserve"> </w:instrText>
            </w:r>
            <w:r>
              <w:rPr>
                <w:noProof/>
                <w:webHidden/>
                <w:rtl/>
              </w:rPr>
            </w:r>
            <w:r>
              <w:rPr>
                <w:noProof/>
                <w:webHidden/>
                <w:rtl/>
              </w:rPr>
              <w:fldChar w:fldCharType="separate"/>
            </w:r>
            <w:r>
              <w:rPr>
                <w:noProof/>
                <w:webHidden/>
                <w:rtl/>
              </w:rPr>
              <w:t>350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02" w:history="1">
            <w:r w:rsidRPr="00ED7AAB">
              <w:rPr>
                <w:rStyle w:val="Hyperlink"/>
                <w:noProof/>
                <w:rtl/>
                <w:lang w:bidi="fa-IR"/>
              </w:rPr>
              <w:t>(باقى ماندن بر جنابت و حيض و نفاس تا اذان صبح)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Toc24454602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03" w:history="1">
            <w:r w:rsidRPr="00ED7AAB">
              <w:rPr>
                <w:rStyle w:val="Hyperlink"/>
                <w:noProof/>
                <w:rtl/>
                <w:lang w:bidi="fa-IR"/>
              </w:rPr>
              <w:t>(اماله 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Toc24454603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04" w:history="1">
            <w:r w:rsidRPr="00ED7AAB">
              <w:rPr>
                <w:rStyle w:val="Hyperlink"/>
                <w:noProof/>
                <w:rtl/>
                <w:lang w:bidi="fa-IR"/>
              </w:rPr>
              <w:t>(قى 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Toc24454604 \h</w:instrText>
            </w:r>
            <w:r>
              <w:rPr>
                <w:noProof/>
                <w:webHidden/>
                <w:rtl/>
              </w:rPr>
              <w:instrText xml:space="preserve"> </w:instrText>
            </w:r>
            <w:r>
              <w:rPr>
                <w:noProof/>
                <w:webHidden/>
                <w:rtl/>
              </w:rPr>
            </w:r>
            <w:r>
              <w:rPr>
                <w:noProof/>
                <w:webHidden/>
                <w:rtl/>
              </w:rPr>
              <w:fldChar w:fldCharType="separate"/>
            </w:r>
            <w:r>
              <w:rPr>
                <w:noProof/>
                <w:webHidden/>
                <w:rtl/>
              </w:rPr>
              <w:t>355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05" w:history="1">
            <w:r w:rsidRPr="00ED7AAB">
              <w:rPr>
                <w:rStyle w:val="Hyperlink"/>
                <w:noProof/>
                <w:rtl/>
                <w:lang w:bidi="fa-IR"/>
              </w:rPr>
              <w:t>(احكام چيزهايى كه روزه را باطل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Toc24454605 \h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06" w:history="1">
            <w:r w:rsidRPr="00ED7AAB">
              <w:rPr>
                <w:rStyle w:val="Hyperlink"/>
                <w:noProof/>
                <w:rtl/>
                <w:lang w:bidi="fa-IR"/>
              </w:rPr>
              <w:t>(آنچه براى روزه دار مكروه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Toc24454606 \h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07" w:history="1">
            <w:r w:rsidRPr="00ED7AAB">
              <w:rPr>
                <w:rStyle w:val="Hyperlink"/>
                <w:noProof/>
                <w:rtl/>
                <w:lang w:bidi="fa-IR"/>
              </w:rPr>
              <w:t>(جايى كه قضا و كفاره واجب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Toc24454607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08" w:history="1">
            <w:r w:rsidRPr="00ED7AAB">
              <w:rPr>
                <w:rStyle w:val="Hyperlink"/>
                <w:noProof/>
                <w:rtl/>
                <w:lang w:bidi="fa-IR"/>
              </w:rPr>
              <w:t>(كفاره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Toc24454608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09" w:history="1">
            <w:r w:rsidRPr="00ED7AAB">
              <w:rPr>
                <w:rStyle w:val="Hyperlink"/>
                <w:noProof/>
                <w:rtl/>
                <w:lang w:bidi="fa-IR"/>
              </w:rPr>
              <w:t>(جاهايى كه فقط قضاى روزه واجب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Toc24454609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10" w:history="1">
            <w:r w:rsidRPr="00ED7AAB">
              <w:rPr>
                <w:rStyle w:val="Hyperlink"/>
                <w:noProof/>
                <w:rtl/>
                <w:lang w:bidi="fa-IR"/>
              </w:rPr>
              <w:t>(احكام روزه قضا)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Toc24454610 \h</w:instrText>
            </w:r>
            <w:r>
              <w:rPr>
                <w:noProof/>
                <w:webHidden/>
                <w:rtl/>
              </w:rPr>
              <w:instrText xml:space="preserve"> </w:instrText>
            </w:r>
            <w:r>
              <w:rPr>
                <w:noProof/>
                <w:webHidden/>
                <w:rtl/>
              </w:rPr>
            </w:r>
            <w:r>
              <w:rPr>
                <w:noProof/>
                <w:webHidden/>
                <w:rtl/>
              </w:rPr>
              <w:fldChar w:fldCharType="separate"/>
            </w:r>
            <w:r>
              <w:rPr>
                <w:noProof/>
                <w:webHidden/>
                <w:rtl/>
              </w:rPr>
              <w:t>363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11" w:history="1">
            <w:r w:rsidRPr="00ED7AAB">
              <w:rPr>
                <w:rStyle w:val="Hyperlink"/>
                <w:noProof/>
                <w:rtl/>
                <w:lang w:bidi="fa-IR"/>
              </w:rPr>
              <w:t>(احكام روزه مسافر)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Toc24454611 \h</w:instrText>
            </w:r>
            <w:r>
              <w:rPr>
                <w:noProof/>
                <w:webHidden/>
                <w:rtl/>
              </w:rPr>
              <w:instrText xml:space="preserve"> </w:instrText>
            </w:r>
            <w:r>
              <w:rPr>
                <w:noProof/>
                <w:webHidden/>
                <w:rtl/>
              </w:rPr>
            </w:r>
            <w:r>
              <w:rPr>
                <w:noProof/>
                <w:webHidden/>
                <w:rtl/>
              </w:rPr>
              <w:fldChar w:fldCharType="separate"/>
            </w:r>
            <w:r>
              <w:rPr>
                <w:noProof/>
                <w:webHidden/>
                <w:rtl/>
              </w:rPr>
              <w:t>366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12" w:history="1">
            <w:r w:rsidRPr="00ED7AAB">
              <w:rPr>
                <w:rStyle w:val="Hyperlink"/>
                <w:noProof/>
                <w:rtl/>
                <w:lang w:bidi="fa-IR"/>
              </w:rPr>
              <w:t>(كسانى كه روزه بر آنها واجب 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Toc24454612 \h</w:instrText>
            </w:r>
            <w:r>
              <w:rPr>
                <w:noProof/>
                <w:webHidden/>
                <w:rtl/>
              </w:rPr>
              <w:instrText xml:space="preserve"> </w:instrText>
            </w:r>
            <w:r>
              <w:rPr>
                <w:noProof/>
                <w:webHidden/>
                <w:rtl/>
              </w:rPr>
            </w:r>
            <w:r>
              <w:rPr>
                <w:noProof/>
                <w:webHidden/>
                <w:rtl/>
              </w:rPr>
              <w:fldChar w:fldCharType="separate"/>
            </w:r>
            <w:r>
              <w:rPr>
                <w:noProof/>
                <w:webHidden/>
                <w:rtl/>
              </w:rPr>
              <w:t>368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13" w:history="1">
            <w:r w:rsidRPr="00ED7AAB">
              <w:rPr>
                <w:rStyle w:val="Hyperlink"/>
                <w:noProof/>
                <w:rtl/>
                <w:lang w:bidi="fa-IR"/>
              </w:rPr>
              <w:t>(راه ثابت شدن اول ماه)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Toc24454613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14" w:history="1">
            <w:r w:rsidRPr="00ED7AAB">
              <w:rPr>
                <w:rStyle w:val="Hyperlink"/>
                <w:noProof/>
                <w:rtl/>
                <w:lang w:bidi="fa-IR"/>
              </w:rPr>
              <w:t>(روزه هاى حرام و مكروه)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Toc24454614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15" w:history="1">
            <w:r w:rsidRPr="00ED7AAB">
              <w:rPr>
                <w:rStyle w:val="Hyperlink"/>
                <w:noProof/>
                <w:rtl/>
                <w:lang w:bidi="fa-IR"/>
              </w:rPr>
              <w:t>(روزه هاى 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Toc24454615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16" w:history="1">
            <w:r w:rsidRPr="00ED7AAB">
              <w:rPr>
                <w:rStyle w:val="Hyperlink"/>
                <w:noProof/>
                <w:rtl/>
                <w:lang w:bidi="fa-IR"/>
              </w:rPr>
              <w:t>(مواردى كه مستحب است انسان از كارهايى كه روزه را باطل مى كند خوددارى نمايد -١٧٥٨-١٧٥٩)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Toc24454616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617" w:history="1">
            <w:r w:rsidRPr="00ED7AAB">
              <w:rPr>
                <w:rStyle w:val="Hyperlink"/>
                <w:noProof/>
                <w:rtl/>
                <w:lang w:bidi="fa-IR"/>
              </w:rPr>
              <w:t>(احكام 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Toc24454617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18" w:history="1">
            <w:r w:rsidRPr="00ED7AAB">
              <w:rPr>
                <w:rStyle w:val="Hyperlink"/>
                <w:noProof/>
                <w:rtl/>
                <w:lang w:bidi="fa-IR"/>
              </w:rPr>
              <w:t>(منفعت كسب)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Toc24454618 \h</w:instrText>
            </w:r>
            <w:r>
              <w:rPr>
                <w:noProof/>
                <w:webHidden/>
                <w:rtl/>
              </w:rPr>
              <w:instrText xml:space="preserve"> </w:instrText>
            </w:r>
            <w:r>
              <w:rPr>
                <w:noProof/>
                <w:webHidden/>
                <w:rtl/>
              </w:rPr>
            </w:r>
            <w:r>
              <w:rPr>
                <w:noProof/>
                <w:webHidden/>
                <w:rtl/>
              </w:rPr>
              <w:fldChar w:fldCharType="separate"/>
            </w:r>
            <w:r>
              <w:rPr>
                <w:noProof/>
                <w:webHidden/>
                <w:rtl/>
              </w:rPr>
              <w:t>374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19" w:history="1">
            <w:r w:rsidRPr="00ED7AAB">
              <w:rPr>
                <w:rStyle w:val="Hyperlink"/>
                <w:noProof/>
                <w:rtl/>
                <w:lang w:bidi="fa-IR"/>
              </w:rPr>
              <w:t>(معدن)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Toc24454619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20" w:history="1">
            <w:r w:rsidRPr="00ED7AAB">
              <w:rPr>
                <w:rStyle w:val="Hyperlink"/>
                <w:noProof/>
                <w:rtl/>
                <w:lang w:bidi="fa-IR"/>
              </w:rPr>
              <w:t>(گنج)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Toc24454620 \h</w:instrText>
            </w:r>
            <w:r>
              <w:rPr>
                <w:noProof/>
                <w:webHidden/>
                <w:rtl/>
              </w:rPr>
              <w:instrText xml:space="preserve"> </w:instrText>
            </w:r>
            <w:r>
              <w:rPr>
                <w:noProof/>
                <w:webHidden/>
                <w:rtl/>
              </w:rPr>
            </w:r>
            <w:r>
              <w:rPr>
                <w:noProof/>
                <w:webHidden/>
                <w:rtl/>
              </w:rPr>
              <w:fldChar w:fldCharType="separate"/>
            </w:r>
            <w:r>
              <w:rPr>
                <w:noProof/>
                <w:webHidden/>
                <w:rtl/>
              </w:rPr>
              <w:t>382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21" w:history="1">
            <w:r w:rsidRPr="00ED7AAB">
              <w:rPr>
                <w:rStyle w:val="Hyperlink"/>
                <w:noProof/>
                <w:rtl/>
                <w:lang w:bidi="fa-IR"/>
              </w:rPr>
              <w:t>(مال حلال مخلوط به 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Toc24454621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22" w:history="1">
            <w:r w:rsidRPr="00ED7AAB">
              <w:rPr>
                <w:rStyle w:val="Hyperlink"/>
                <w:noProof/>
                <w:rtl/>
                <w:lang w:bidi="fa-IR"/>
              </w:rPr>
              <w:t>(جواهرى كه به واسطه فرو رفتن در دريا به دست مى آيد)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Toc24454622 \h</w:instrText>
            </w:r>
            <w:r>
              <w:rPr>
                <w:noProof/>
                <w:webHidden/>
                <w:rtl/>
              </w:rPr>
              <w:instrText xml:space="preserve"> </w:instrText>
            </w:r>
            <w:r>
              <w:rPr>
                <w:noProof/>
                <w:webHidden/>
                <w:rtl/>
              </w:rPr>
            </w:r>
            <w:r>
              <w:rPr>
                <w:noProof/>
                <w:webHidden/>
                <w:rtl/>
              </w:rPr>
              <w:fldChar w:fldCharType="separate"/>
            </w:r>
            <w:r>
              <w:rPr>
                <w:noProof/>
                <w:webHidden/>
                <w:rtl/>
              </w:rPr>
              <w:t>385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23" w:history="1">
            <w:r w:rsidRPr="00ED7AAB">
              <w:rPr>
                <w:rStyle w:val="Hyperlink"/>
                <w:noProof/>
                <w:rtl/>
                <w:lang w:bidi="fa-IR"/>
              </w:rPr>
              <w:t>(غنيمت)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Toc24454623 \h</w:instrText>
            </w:r>
            <w:r>
              <w:rPr>
                <w:noProof/>
                <w:webHidden/>
                <w:rtl/>
              </w:rPr>
              <w:instrText xml:space="preserve"> </w:instrText>
            </w:r>
            <w:r>
              <w:rPr>
                <w:noProof/>
                <w:webHidden/>
                <w:rtl/>
              </w:rPr>
            </w:r>
            <w:r>
              <w:rPr>
                <w:noProof/>
                <w:webHidden/>
                <w:rtl/>
              </w:rPr>
              <w:fldChar w:fldCharType="separate"/>
            </w:r>
            <w:r>
              <w:rPr>
                <w:noProof/>
                <w:webHidden/>
                <w:rtl/>
              </w:rPr>
              <w:t>386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24" w:history="1">
            <w:r w:rsidRPr="00ED7AAB">
              <w:rPr>
                <w:rStyle w:val="Hyperlink"/>
                <w:noProof/>
                <w:rtl/>
                <w:lang w:bidi="fa-IR"/>
              </w:rPr>
              <w:t>(زمينى كه كافر ذمى از مسلمان بخرد)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Toc24454624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25" w:history="1">
            <w:r w:rsidRPr="00ED7AAB">
              <w:rPr>
                <w:rStyle w:val="Hyperlink"/>
                <w:noProof/>
                <w:rtl/>
                <w:lang w:bidi="fa-IR"/>
              </w:rPr>
              <w:t>(مصرف خمس)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Toc24454625 \h</w:instrText>
            </w:r>
            <w:r>
              <w:rPr>
                <w:noProof/>
                <w:webHidden/>
                <w:rtl/>
              </w:rPr>
              <w:instrText xml:space="preserve"> </w:instrText>
            </w:r>
            <w:r>
              <w:rPr>
                <w:noProof/>
                <w:webHidden/>
                <w:rtl/>
              </w:rPr>
            </w:r>
            <w:r>
              <w:rPr>
                <w:noProof/>
                <w:webHidden/>
                <w:rtl/>
              </w:rPr>
              <w:fldChar w:fldCharType="separate"/>
            </w:r>
            <w:r>
              <w:rPr>
                <w:noProof/>
                <w:webHidden/>
                <w:rtl/>
              </w:rPr>
              <w:t>387</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626" w:history="1">
            <w:r w:rsidRPr="00ED7AAB">
              <w:rPr>
                <w:rStyle w:val="Hyperlink"/>
                <w:noProof/>
                <w:rtl/>
                <w:lang w:bidi="fa-IR"/>
              </w:rPr>
              <w:t>(احكام زكاة)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Toc24454626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27" w:history="1">
            <w:r w:rsidRPr="00ED7AAB">
              <w:rPr>
                <w:rStyle w:val="Hyperlink"/>
                <w:noProof/>
                <w:rtl/>
                <w:lang w:bidi="fa-IR"/>
              </w:rPr>
              <w:t>(شرايط واجب شدن زكاة)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Toc24454627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28" w:history="1">
            <w:r w:rsidRPr="00ED7AAB">
              <w:rPr>
                <w:rStyle w:val="Hyperlink"/>
                <w:noProof/>
                <w:rtl/>
                <w:lang w:bidi="fa-IR"/>
              </w:rPr>
              <w:t>(زكاة گندم و جو و خرما و كشمش)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Toc24454628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29" w:history="1">
            <w:r w:rsidRPr="00ED7AAB">
              <w:rPr>
                <w:rStyle w:val="Hyperlink"/>
                <w:noProof/>
                <w:rtl/>
                <w:lang w:bidi="fa-IR"/>
              </w:rPr>
              <w:t>(نصاب طلا)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Toc24454629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30" w:history="1">
            <w:r w:rsidRPr="00ED7AAB">
              <w:rPr>
                <w:rStyle w:val="Hyperlink"/>
                <w:noProof/>
                <w:rtl/>
                <w:lang w:bidi="fa-IR"/>
              </w:rPr>
              <w:t>(نصاب نقره)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Toc24454630 \h</w:instrText>
            </w:r>
            <w:r>
              <w:rPr>
                <w:noProof/>
                <w:webHidden/>
                <w:rtl/>
              </w:rPr>
              <w:instrText xml:space="preserve"> </w:instrText>
            </w:r>
            <w:r>
              <w:rPr>
                <w:noProof/>
                <w:webHidden/>
                <w:rtl/>
              </w:rPr>
            </w:r>
            <w:r>
              <w:rPr>
                <w:noProof/>
                <w:webHidden/>
                <w:rtl/>
              </w:rPr>
              <w:fldChar w:fldCharType="separate"/>
            </w:r>
            <w:r>
              <w:rPr>
                <w:noProof/>
                <w:webHidden/>
                <w:rtl/>
              </w:rPr>
              <w:t>398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31" w:history="1">
            <w:r w:rsidRPr="00ED7AAB">
              <w:rPr>
                <w:rStyle w:val="Hyperlink"/>
                <w:noProof/>
                <w:rtl/>
                <w:lang w:bidi="fa-IR"/>
              </w:rPr>
              <w:t>(زكاة شتر و گاو و گوسفند)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Toc24454631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32" w:history="1">
            <w:r w:rsidRPr="00ED7AAB">
              <w:rPr>
                <w:rStyle w:val="Hyperlink"/>
                <w:noProof/>
                <w:rtl/>
                <w:lang w:bidi="fa-IR"/>
              </w:rPr>
              <w:t>(نصاب 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Toc24454632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33" w:history="1">
            <w:r w:rsidRPr="00ED7AAB">
              <w:rPr>
                <w:rStyle w:val="Hyperlink"/>
                <w:noProof/>
                <w:rtl/>
                <w:lang w:bidi="fa-IR"/>
              </w:rPr>
              <w:t>(نصاب گاو)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Toc24454633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34" w:history="1">
            <w:r w:rsidRPr="00ED7AAB">
              <w:rPr>
                <w:rStyle w:val="Hyperlink"/>
                <w:noProof/>
                <w:rtl/>
                <w:lang w:bidi="fa-IR"/>
              </w:rPr>
              <w:t>(نصاب گوسفند)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Toc24454634 \h</w:instrText>
            </w:r>
            <w:r>
              <w:rPr>
                <w:noProof/>
                <w:webHidden/>
                <w:rtl/>
              </w:rPr>
              <w:instrText xml:space="preserve"> </w:instrText>
            </w:r>
            <w:r>
              <w:rPr>
                <w:noProof/>
                <w:webHidden/>
                <w:rtl/>
              </w:rPr>
            </w:r>
            <w:r>
              <w:rPr>
                <w:noProof/>
                <w:webHidden/>
                <w:rtl/>
              </w:rPr>
              <w:fldChar w:fldCharType="separate"/>
            </w:r>
            <w:r>
              <w:rPr>
                <w:noProof/>
                <w:webHidden/>
                <w:rtl/>
              </w:rPr>
              <w:t>402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35" w:history="1">
            <w:r w:rsidRPr="00ED7AAB">
              <w:rPr>
                <w:rStyle w:val="Hyperlink"/>
                <w:noProof/>
                <w:rtl/>
                <w:lang w:bidi="fa-IR"/>
              </w:rPr>
              <w:t>(زكاة مال تجارت)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Toc24454635 \h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36" w:history="1">
            <w:r w:rsidRPr="00ED7AAB">
              <w:rPr>
                <w:rStyle w:val="Hyperlink"/>
                <w:noProof/>
                <w:rtl/>
                <w:lang w:bidi="fa-IR"/>
              </w:rPr>
              <w:t>(مصرف زكاة)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Toc24454636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37" w:history="1">
            <w:r w:rsidRPr="00ED7AAB">
              <w:rPr>
                <w:rStyle w:val="Hyperlink"/>
                <w:noProof/>
                <w:rtl/>
                <w:lang w:bidi="fa-IR"/>
              </w:rPr>
              <w:t>(شرايط كسانى كه مستحق زكاتند)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Toc24454637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38" w:history="1">
            <w:r w:rsidRPr="00ED7AAB">
              <w:rPr>
                <w:rStyle w:val="Hyperlink"/>
                <w:noProof/>
                <w:rtl/>
                <w:lang w:bidi="fa-IR"/>
              </w:rPr>
              <w:t>(نيت زكاة)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Toc24454638 \h</w:instrText>
            </w:r>
            <w:r>
              <w:rPr>
                <w:noProof/>
                <w:webHidden/>
                <w:rtl/>
              </w:rPr>
              <w:instrText xml:space="preserve"> </w:instrText>
            </w:r>
            <w:r>
              <w:rPr>
                <w:noProof/>
                <w:webHidden/>
                <w:rtl/>
              </w:rPr>
            </w:r>
            <w:r>
              <w:rPr>
                <w:noProof/>
                <w:webHidden/>
                <w:rtl/>
              </w:rPr>
              <w:fldChar w:fldCharType="separate"/>
            </w:r>
            <w:r>
              <w:rPr>
                <w:noProof/>
                <w:webHidden/>
                <w:rtl/>
              </w:rPr>
              <w:t>410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39" w:history="1">
            <w:r w:rsidRPr="00ED7AAB">
              <w:rPr>
                <w:rStyle w:val="Hyperlink"/>
                <w:noProof/>
                <w:rtl/>
                <w:lang w:bidi="fa-IR"/>
              </w:rPr>
              <w:t>(مسايل متفرقه زكاة)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Toc24454639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40" w:history="1">
            <w:r w:rsidRPr="00ED7AAB">
              <w:rPr>
                <w:rStyle w:val="Hyperlink"/>
                <w:noProof/>
                <w:rtl/>
                <w:lang w:bidi="fa-IR"/>
              </w:rPr>
              <w:t>(زكاة فطره)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Toc24454640 \h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41" w:history="1">
            <w:r w:rsidRPr="00ED7AAB">
              <w:rPr>
                <w:rStyle w:val="Hyperlink"/>
                <w:noProof/>
                <w:rtl/>
                <w:lang w:bidi="fa-IR"/>
              </w:rPr>
              <w:t>(مصرف زكاة فطره)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Toc24454641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42" w:history="1">
            <w:r w:rsidRPr="00ED7AAB">
              <w:rPr>
                <w:rStyle w:val="Hyperlink"/>
                <w:noProof/>
                <w:rtl/>
                <w:lang w:bidi="fa-IR"/>
              </w:rPr>
              <w:t>(مسايل متفرقه زكاة فطره)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Toc24454642 \h</w:instrText>
            </w:r>
            <w:r>
              <w:rPr>
                <w:noProof/>
                <w:webHidden/>
                <w:rtl/>
              </w:rPr>
              <w:instrText xml:space="preserve"> </w:instrText>
            </w:r>
            <w:r>
              <w:rPr>
                <w:noProof/>
                <w:webHidden/>
                <w:rtl/>
              </w:rPr>
            </w:r>
            <w:r>
              <w:rPr>
                <w:noProof/>
                <w:webHidden/>
                <w:rtl/>
              </w:rPr>
              <w:fldChar w:fldCharType="separate"/>
            </w:r>
            <w:r>
              <w:rPr>
                <w:noProof/>
                <w:webHidden/>
                <w:rtl/>
              </w:rPr>
              <w:t>419</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643" w:history="1">
            <w:r w:rsidRPr="00ED7AAB">
              <w:rPr>
                <w:rStyle w:val="Hyperlink"/>
                <w:noProof/>
                <w:rtl/>
                <w:lang w:bidi="fa-IR"/>
              </w:rPr>
              <w:t>(احكام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Toc24454643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644" w:history="1">
            <w:r w:rsidRPr="00ED7AAB">
              <w:rPr>
                <w:rStyle w:val="Hyperlink"/>
                <w:noProof/>
                <w:rtl/>
                <w:lang w:bidi="fa-IR"/>
              </w:rPr>
              <w:t>(احكام خريد و 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Toc24454644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45" w:history="1">
            <w:r w:rsidRPr="00ED7AAB">
              <w:rPr>
                <w:rStyle w:val="Hyperlink"/>
                <w:noProof/>
                <w:rtl/>
                <w:lang w:bidi="fa-IR"/>
              </w:rPr>
              <w:t>(مستحبات خريد و 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Toc24454645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46" w:history="1">
            <w:r w:rsidRPr="00ED7AAB">
              <w:rPr>
                <w:rStyle w:val="Hyperlink"/>
                <w:noProof/>
                <w:rtl/>
                <w:lang w:bidi="fa-IR"/>
              </w:rPr>
              <w:t>(معاملات مكروه)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Toc24454646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47" w:history="1">
            <w:r w:rsidRPr="00ED7AAB">
              <w:rPr>
                <w:rStyle w:val="Hyperlink"/>
                <w:noProof/>
                <w:rtl/>
                <w:lang w:bidi="fa-IR"/>
              </w:rPr>
              <w:t>(معاملات 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Toc24454647 \h</w:instrText>
            </w:r>
            <w:r>
              <w:rPr>
                <w:noProof/>
                <w:webHidden/>
                <w:rtl/>
              </w:rPr>
              <w:instrText xml:space="preserve"> </w:instrText>
            </w:r>
            <w:r>
              <w:rPr>
                <w:noProof/>
                <w:webHidden/>
                <w:rtl/>
              </w:rPr>
            </w:r>
            <w:r>
              <w:rPr>
                <w:noProof/>
                <w:webHidden/>
                <w:rtl/>
              </w:rPr>
              <w:fldChar w:fldCharType="separate"/>
            </w:r>
            <w:r>
              <w:rPr>
                <w:noProof/>
                <w:webHidden/>
                <w:rtl/>
              </w:rPr>
              <w:t>426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48" w:history="1">
            <w:r w:rsidRPr="00ED7AAB">
              <w:rPr>
                <w:rStyle w:val="Hyperlink"/>
                <w:noProof/>
                <w:rtl/>
                <w:lang w:bidi="fa-IR"/>
              </w:rPr>
              <w:t>(شرايط فروشنده و خريدار)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Toc24454648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49" w:history="1">
            <w:r w:rsidRPr="00ED7AAB">
              <w:rPr>
                <w:rStyle w:val="Hyperlink"/>
                <w:noProof/>
                <w:rtl/>
                <w:lang w:bidi="fa-IR"/>
              </w:rPr>
              <w:t>(شرايط جنس و عوض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Toc24454649 \h</w:instrText>
            </w:r>
            <w:r>
              <w:rPr>
                <w:noProof/>
                <w:webHidden/>
                <w:rtl/>
              </w:rPr>
              <w:instrText xml:space="preserve"> </w:instrText>
            </w:r>
            <w:r>
              <w:rPr>
                <w:noProof/>
                <w:webHidden/>
                <w:rtl/>
              </w:rPr>
            </w:r>
            <w:r>
              <w:rPr>
                <w:noProof/>
                <w:webHidden/>
                <w:rtl/>
              </w:rPr>
              <w:fldChar w:fldCharType="separate"/>
            </w:r>
            <w:r>
              <w:rPr>
                <w:noProof/>
                <w:webHidden/>
                <w:rtl/>
              </w:rPr>
              <w:t>433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50" w:history="1">
            <w:r w:rsidRPr="00ED7AAB">
              <w:rPr>
                <w:rStyle w:val="Hyperlink"/>
                <w:noProof/>
                <w:rtl/>
                <w:lang w:bidi="fa-IR"/>
              </w:rPr>
              <w:t>(صيغه خريد و فروش)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Toc24454650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51" w:history="1">
            <w:r w:rsidRPr="00ED7AAB">
              <w:rPr>
                <w:rStyle w:val="Hyperlink"/>
                <w:noProof/>
                <w:rtl/>
                <w:lang w:bidi="fa-IR"/>
              </w:rPr>
              <w:t>(خريد و فروش ميوه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Toc24454651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52" w:history="1">
            <w:r w:rsidRPr="00ED7AAB">
              <w:rPr>
                <w:rStyle w:val="Hyperlink"/>
                <w:noProof/>
                <w:rtl/>
                <w:lang w:bidi="fa-IR"/>
              </w:rPr>
              <w:t>(نقد و نسيه)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Toc24454652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53" w:history="1">
            <w:r w:rsidRPr="00ED7AAB">
              <w:rPr>
                <w:rStyle w:val="Hyperlink"/>
                <w:noProof/>
                <w:rtl/>
                <w:lang w:bidi="fa-IR"/>
              </w:rPr>
              <w:t>(معامله سلف و شرايط 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Toc24454653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54" w:history="1">
            <w:r w:rsidRPr="00ED7AAB">
              <w:rPr>
                <w:rStyle w:val="Hyperlink"/>
                <w:noProof/>
                <w:rtl/>
                <w:lang w:bidi="fa-IR"/>
              </w:rPr>
              <w:t>(احكام معامله سلف)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Toc24454654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55" w:history="1">
            <w:r w:rsidRPr="00ED7AAB">
              <w:rPr>
                <w:rStyle w:val="Hyperlink"/>
                <w:noProof/>
                <w:rtl/>
                <w:lang w:bidi="fa-IR"/>
              </w:rPr>
              <w:t>(فروش طلا و نقره به طلا و نقره)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Toc24454655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56" w:history="1">
            <w:r w:rsidRPr="00ED7AAB">
              <w:rPr>
                <w:rStyle w:val="Hyperlink"/>
                <w:noProof/>
                <w:rtl/>
                <w:lang w:bidi="fa-IR"/>
              </w:rPr>
              <w:t>(مواردى كه انسان مى تواند معامله را بهم بزند)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Toc24454656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57" w:history="1">
            <w:r w:rsidRPr="00ED7AAB">
              <w:rPr>
                <w:rStyle w:val="Hyperlink"/>
                <w:noProof/>
                <w:rtl/>
                <w:lang w:bidi="fa-IR"/>
              </w:rPr>
              <w:t>(مسايل متفرقه)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Toc24454657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58" w:history="1">
            <w:r w:rsidRPr="00ED7AAB">
              <w:rPr>
                <w:rStyle w:val="Hyperlink"/>
                <w:noProof/>
                <w:rtl/>
                <w:lang w:bidi="fa-IR"/>
              </w:rPr>
              <w:t>(احكام شركت)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Toc24454658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659" w:history="1">
            <w:r w:rsidRPr="00ED7AAB">
              <w:rPr>
                <w:rStyle w:val="Hyperlink"/>
                <w:noProof/>
                <w:rtl/>
                <w:lang w:bidi="fa-IR"/>
              </w:rPr>
              <w:t>(احكام صلح)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Toc24454659 \h</w:instrText>
            </w:r>
            <w:r>
              <w:rPr>
                <w:noProof/>
                <w:webHidden/>
                <w:rtl/>
              </w:rPr>
              <w:instrText xml:space="preserve"> </w:instrText>
            </w:r>
            <w:r>
              <w:rPr>
                <w:noProof/>
                <w:webHidden/>
                <w:rtl/>
              </w:rPr>
            </w:r>
            <w:r>
              <w:rPr>
                <w:noProof/>
                <w:webHidden/>
                <w:rtl/>
              </w:rPr>
              <w:fldChar w:fldCharType="separate"/>
            </w:r>
            <w:r>
              <w:rPr>
                <w:noProof/>
                <w:webHidden/>
                <w:rtl/>
              </w:rPr>
              <w:t>450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60" w:history="1">
            <w:r w:rsidRPr="00ED7AAB">
              <w:rPr>
                <w:rStyle w:val="Hyperlink"/>
                <w:noProof/>
                <w:rtl/>
                <w:lang w:bidi="fa-IR"/>
              </w:rPr>
              <w:t>(احكام اجاره)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Toc24454660 \h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61" w:history="1">
            <w:r w:rsidRPr="00ED7AAB">
              <w:rPr>
                <w:rStyle w:val="Hyperlink"/>
                <w:noProof/>
                <w:rtl/>
                <w:lang w:bidi="fa-IR"/>
              </w:rPr>
              <w:t>(شرايط مالى كه آن را اجاره مى دهند)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Toc24454661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62" w:history="1">
            <w:r w:rsidRPr="00ED7AAB">
              <w:rPr>
                <w:rStyle w:val="Hyperlink"/>
                <w:noProof/>
                <w:rtl/>
                <w:lang w:bidi="fa-IR"/>
              </w:rPr>
              <w:t>(شرايط استفاده اى كه مال را براى آن اجاره مى دهند)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Toc24454662 \h</w:instrText>
            </w:r>
            <w:r>
              <w:rPr>
                <w:noProof/>
                <w:webHidden/>
                <w:rtl/>
              </w:rPr>
              <w:instrText xml:space="preserve"> </w:instrText>
            </w:r>
            <w:r>
              <w:rPr>
                <w:noProof/>
                <w:webHidden/>
                <w:rtl/>
              </w:rPr>
            </w:r>
            <w:r>
              <w:rPr>
                <w:noProof/>
                <w:webHidden/>
                <w:rtl/>
              </w:rPr>
              <w:fldChar w:fldCharType="separate"/>
            </w:r>
            <w:r>
              <w:rPr>
                <w:noProof/>
                <w:webHidden/>
                <w:rtl/>
              </w:rPr>
              <w:t>455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63" w:history="1">
            <w:r w:rsidRPr="00ED7AAB">
              <w:rPr>
                <w:rStyle w:val="Hyperlink"/>
                <w:noProof/>
                <w:rtl/>
                <w:lang w:bidi="fa-IR"/>
              </w:rPr>
              <w:t>(مسايل متفرقه اجاره)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Toc24454663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64" w:history="1">
            <w:r w:rsidRPr="00ED7AAB">
              <w:rPr>
                <w:rStyle w:val="Hyperlink"/>
                <w:noProof/>
                <w:rtl/>
                <w:lang w:bidi="fa-IR"/>
              </w:rPr>
              <w:t>(احكام جعاله)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Toc24454664 \h</w:instrText>
            </w:r>
            <w:r>
              <w:rPr>
                <w:noProof/>
                <w:webHidden/>
                <w:rtl/>
              </w:rPr>
              <w:instrText xml:space="preserve"> </w:instrText>
            </w:r>
            <w:r>
              <w:rPr>
                <w:noProof/>
                <w:webHidden/>
                <w:rtl/>
              </w:rPr>
            </w:r>
            <w:r>
              <w:rPr>
                <w:noProof/>
                <w:webHidden/>
                <w:rtl/>
              </w:rPr>
              <w:fldChar w:fldCharType="separate"/>
            </w:r>
            <w:r>
              <w:rPr>
                <w:noProof/>
                <w:webHidden/>
                <w:rtl/>
              </w:rPr>
              <w:t>461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65" w:history="1">
            <w:r w:rsidRPr="00ED7AAB">
              <w:rPr>
                <w:rStyle w:val="Hyperlink"/>
                <w:noProof/>
                <w:rtl/>
                <w:lang w:bidi="fa-IR"/>
              </w:rPr>
              <w:t>(احكام مزارعه)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Toc24454665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66" w:history="1">
            <w:r w:rsidRPr="00ED7AAB">
              <w:rPr>
                <w:rStyle w:val="Hyperlink"/>
                <w:noProof/>
                <w:rtl/>
                <w:lang w:bidi="fa-IR"/>
              </w:rPr>
              <w:t>(احكام مساقات و مغارسه)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Toc24454666 \h</w:instrText>
            </w:r>
            <w:r>
              <w:rPr>
                <w:noProof/>
                <w:webHidden/>
                <w:rtl/>
              </w:rPr>
              <w:instrText xml:space="preserve"> </w:instrText>
            </w:r>
            <w:r>
              <w:rPr>
                <w:noProof/>
                <w:webHidden/>
                <w:rtl/>
              </w:rPr>
            </w:r>
            <w:r>
              <w:rPr>
                <w:noProof/>
                <w:webHidden/>
                <w:rtl/>
              </w:rPr>
              <w:fldChar w:fldCharType="separate"/>
            </w:r>
            <w:r>
              <w:rPr>
                <w:noProof/>
                <w:webHidden/>
                <w:rtl/>
              </w:rPr>
              <w:t>467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67" w:history="1">
            <w:r w:rsidRPr="00ED7AAB">
              <w:rPr>
                <w:rStyle w:val="Hyperlink"/>
                <w:noProof/>
                <w:rtl/>
                <w:lang w:bidi="fa-IR"/>
              </w:rPr>
              <w:t>(كسانى كه از تصرف در مال خود ممنوعند)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Toc24454667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668" w:history="1">
            <w:r w:rsidRPr="00ED7AAB">
              <w:rPr>
                <w:rStyle w:val="Hyperlink"/>
                <w:noProof/>
                <w:rtl/>
                <w:lang w:bidi="fa-IR"/>
              </w:rPr>
              <w:t>(احكام وكالت)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Toc24454668 \h</w:instrText>
            </w:r>
            <w:r>
              <w:rPr>
                <w:noProof/>
                <w:webHidden/>
                <w:rtl/>
              </w:rPr>
              <w:instrText xml:space="preserve"> </w:instrText>
            </w:r>
            <w:r>
              <w:rPr>
                <w:noProof/>
                <w:webHidden/>
                <w:rtl/>
              </w:rPr>
            </w:r>
            <w:r>
              <w:rPr>
                <w:noProof/>
                <w:webHidden/>
                <w:rtl/>
              </w:rPr>
              <w:fldChar w:fldCharType="separate"/>
            </w:r>
            <w:r>
              <w:rPr>
                <w:noProof/>
                <w:webHidden/>
                <w:rtl/>
              </w:rPr>
              <w:t>471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69" w:history="1">
            <w:r w:rsidRPr="00ED7AAB">
              <w:rPr>
                <w:rStyle w:val="Hyperlink"/>
                <w:noProof/>
                <w:rtl/>
                <w:lang w:bidi="fa-IR"/>
              </w:rPr>
              <w:t>(احكام قرض)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Toc24454669 \h</w:instrText>
            </w:r>
            <w:r>
              <w:rPr>
                <w:noProof/>
                <w:webHidden/>
                <w:rtl/>
              </w:rPr>
              <w:instrText xml:space="preserve"> </w:instrText>
            </w:r>
            <w:r>
              <w:rPr>
                <w:noProof/>
                <w:webHidden/>
                <w:rtl/>
              </w:rPr>
            </w:r>
            <w:r>
              <w:rPr>
                <w:noProof/>
                <w:webHidden/>
                <w:rtl/>
              </w:rPr>
              <w:fldChar w:fldCharType="separate"/>
            </w:r>
            <w:r>
              <w:rPr>
                <w:noProof/>
                <w:webHidden/>
                <w:rtl/>
              </w:rPr>
              <w:t>473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70" w:history="1">
            <w:r w:rsidRPr="00ED7AAB">
              <w:rPr>
                <w:rStyle w:val="Hyperlink"/>
                <w:noProof/>
                <w:rtl/>
                <w:lang w:bidi="fa-IR"/>
              </w:rPr>
              <w:t>(احكام حواله 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Toc24454670 \h</w:instrText>
            </w:r>
            <w:r>
              <w:rPr>
                <w:noProof/>
                <w:webHidden/>
                <w:rtl/>
              </w:rPr>
              <w:instrText xml:space="preserve"> </w:instrText>
            </w:r>
            <w:r>
              <w:rPr>
                <w:noProof/>
                <w:webHidden/>
                <w:rtl/>
              </w:rPr>
            </w:r>
            <w:r>
              <w:rPr>
                <w:noProof/>
                <w:webHidden/>
                <w:rtl/>
              </w:rPr>
              <w:fldChar w:fldCharType="separate"/>
            </w:r>
            <w:r>
              <w:rPr>
                <w:noProof/>
                <w:webHidden/>
                <w:rtl/>
              </w:rPr>
              <w:t>477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71" w:history="1">
            <w:r w:rsidRPr="00ED7AAB">
              <w:rPr>
                <w:rStyle w:val="Hyperlink"/>
                <w:noProof/>
                <w:rtl/>
                <w:lang w:bidi="fa-IR"/>
              </w:rPr>
              <w:t>(احكام رهن)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Toc24454671 \h</w:instrText>
            </w:r>
            <w:r>
              <w:rPr>
                <w:noProof/>
                <w:webHidden/>
                <w:rtl/>
              </w:rPr>
              <w:instrText xml:space="preserve"> </w:instrText>
            </w:r>
            <w:r>
              <w:rPr>
                <w:noProof/>
                <w:webHidden/>
                <w:rtl/>
              </w:rPr>
            </w:r>
            <w:r>
              <w:rPr>
                <w:noProof/>
                <w:webHidden/>
                <w:rtl/>
              </w:rPr>
              <w:fldChar w:fldCharType="separate"/>
            </w:r>
            <w:r>
              <w:rPr>
                <w:noProof/>
                <w:webHidden/>
                <w:rtl/>
              </w:rPr>
              <w:t>479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72" w:history="1">
            <w:r w:rsidRPr="00ED7AAB">
              <w:rPr>
                <w:rStyle w:val="Hyperlink"/>
                <w:noProof/>
                <w:rtl/>
                <w:lang w:bidi="fa-IR"/>
              </w:rPr>
              <w:t>(احكام ضامن 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Toc24454672 \h</w:instrText>
            </w:r>
            <w:r>
              <w:rPr>
                <w:noProof/>
                <w:webHidden/>
                <w:rtl/>
              </w:rPr>
              <w:instrText xml:space="preserve"> </w:instrText>
            </w:r>
            <w:r>
              <w:rPr>
                <w:noProof/>
                <w:webHidden/>
                <w:rtl/>
              </w:rPr>
            </w:r>
            <w:r>
              <w:rPr>
                <w:noProof/>
                <w:webHidden/>
                <w:rtl/>
              </w:rPr>
              <w:fldChar w:fldCharType="separate"/>
            </w:r>
            <w:r>
              <w:rPr>
                <w:noProof/>
                <w:webHidden/>
                <w:rtl/>
              </w:rPr>
              <w:t>480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73" w:history="1">
            <w:r w:rsidRPr="00ED7AAB">
              <w:rPr>
                <w:rStyle w:val="Hyperlink"/>
                <w:noProof/>
                <w:rtl/>
                <w:lang w:bidi="fa-IR"/>
              </w:rPr>
              <w:t>(احكام كفالت)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Toc24454673 \h</w:instrText>
            </w:r>
            <w:r>
              <w:rPr>
                <w:noProof/>
                <w:webHidden/>
                <w:rtl/>
              </w:rPr>
              <w:instrText xml:space="preserve"> </w:instrText>
            </w:r>
            <w:r>
              <w:rPr>
                <w:noProof/>
                <w:webHidden/>
                <w:rtl/>
              </w:rPr>
            </w:r>
            <w:r>
              <w:rPr>
                <w:noProof/>
                <w:webHidden/>
                <w:rtl/>
              </w:rPr>
              <w:fldChar w:fldCharType="separate"/>
            </w:r>
            <w:r>
              <w:rPr>
                <w:noProof/>
                <w:webHidden/>
                <w:rtl/>
              </w:rPr>
              <w:t>482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74" w:history="1">
            <w:r w:rsidRPr="00ED7AAB">
              <w:rPr>
                <w:rStyle w:val="Hyperlink"/>
                <w:noProof/>
                <w:rtl/>
                <w:lang w:bidi="fa-IR"/>
              </w:rPr>
              <w:t>(احكام وديعه (امانت))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Toc24454674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75" w:history="1">
            <w:r w:rsidRPr="00ED7AAB">
              <w:rPr>
                <w:rStyle w:val="Hyperlink"/>
                <w:noProof/>
                <w:rtl/>
                <w:lang w:bidi="fa-IR"/>
              </w:rPr>
              <w:t>(احكام عاريه)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Toc24454675 \h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676" w:history="1">
            <w:r w:rsidRPr="00ED7AAB">
              <w:rPr>
                <w:rStyle w:val="Hyperlink"/>
                <w:noProof/>
                <w:rtl/>
                <w:lang w:bidi="fa-IR"/>
              </w:rPr>
              <w:t>(احكام نكاح (ازدواج))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Toc24454676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77" w:history="1">
            <w:r w:rsidRPr="00ED7AAB">
              <w:rPr>
                <w:rStyle w:val="Hyperlink"/>
                <w:noProof/>
                <w:rtl/>
                <w:lang w:bidi="fa-IR"/>
              </w:rPr>
              <w:t>(احكام عقد)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Toc24454677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78" w:history="1">
            <w:r w:rsidRPr="00ED7AAB">
              <w:rPr>
                <w:rStyle w:val="Hyperlink"/>
                <w:noProof/>
                <w:rtl/>
                <w:lang w:bidi="fa-IR"/>
              </w:rPr>
              <w:t>(دستور خواندن عقد)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Toc24454678 \h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79" w:history="1">
            <w:r w:rsidRPr="00ED7AAB">
              <w:rPr>
                <w:rStyle w:val="Hyperlink"/>
                <w:noProof/>
                <w:rtl/>
                <w:lang w:bidi="fa-IR"/>
              </w:rPr>
              <w:t>(شرايط عقد)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Toc24454679 \h</w:instrText>
            </w:r>
            <w:r>
              <w:rPr>
                <w:noProof/>
                <w:webHidden/>
                <w:rtl/>
              </w:rPr>
              <w:instrText xml:space="preserve"> </w:instrText>
            </w:r>
            <w:r>
              <w:rPr>
                <w:noProof/>
                <w:webHidden/>
                <w:rtl/>
              </w:rPr>
            </w:r>
            <w:r>
              <w:rPr>
                <w:noProof/>
                <w:webHidden/>
                <w:rtl/>
              </w:rPr>
              <w:fldChar w:fldCharType="separate"/>
            </w:r>
            <w:r>
              <w:rPr>
                <w:noProof/>
                <w:webHidden/>
                <w:rtl/>
              </w:rPr>
              <w:t>491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80" w:history="1">
            <w:r w:rsidRPr="00ED7AAB">
              <w:rPr>
                <w:rStyle w:val="Hyperlink"/>
                <w:noProof/>
                <w:rtl/>
                <w:lang w:bidi="fa-IR"/>
              </w:rPr>
              <w:t>(مواردى كه زن يا شوهر مى تواند عقد را بهم بزند)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Toc24454680 \h</w:instrText>
            </w:r>
            <w:r>
              <w:rPr>
                <w:noProof/>
                <w:webHidden/>
                <w:rtl/>
              </w:rPr>
              <w:instrText xml:space="preserve"> </w:instrText>
            </w:r>
            <w:r>
              <w:rPr>
                <w:noProof/>
                <w:webHidden/>
                <w:rtl/>
              </w:rPr>
            </w:r>
            <w:r>
              <w:rPr>
                <w:noProof/>
                <w:webHidden/>
                <w:rtl/>
              </w:rPr>
              <w:fldChar w:fldCharType="separate"/>
            </w:r>
            <w:r>
              <w:rPr>
                <w:noProof/>
                <w:webHidden/>
                <w:rtl/>
              </w:rPr>
              <w:t>493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81" w:history="1">
            <w:r w:rsidRPr="00ED7AAB">
              <w:rPr>
                <w:rStyle w:val="Hyperlink"/>
                <w:noProof/>
                <w:rtl/>
                <w:lang w:bidi="fa-IR"/>
              </w:rPr>
              <w:t>(عده اى از زنها كه ازدواج با آنان حرام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Toc24454681 \h</w:instrText>
            </w:r>
            <w:r>
              <w:rPr>
                <w:noProof/>
                <w:webHidden/>
                <w:rtl/>
              </w:rPr>
              <w:instrText xml:space="preserve"> </w:instrText>
            </w:r>
            <w:r>
              <w:rPr>
                <w:noProof/>
                <w:webHidden/>
                <w:rtl/>
              </w:rPr>
            </w:r>
            <w:r>
              <w:rPr>
                <w:noProof/>
                <w:webHidden/>
                <w:rtl/>
              </w:rPr>
              <w:fldChar w:fldCharType="separate"/>
            </w:r>
            <w:r>
              <w:rPr>
                <w:noProof/>
                <w:webHidden/>
                <w:rtl/>
              </w:rPr>
              <w:t>494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82" w:history="1">
            <w:r w:rsidRPr="00ED7AAB">
              <w:rPr>
                <w:rStyle w:val="Hyperlink"/>
                <w:noProof/>
                <w:rtl/>
                <w:lang w:bidi="fa-IR"/>
              </w:rPr>
              <w:t>(احكام عقد دايم)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Toc24454682 \h</w:instrText>
            </w:r>
            <w:r>
              <w:rPr>
                <w:noProof/>
                <w:webHidden/>
                <w:rtl/>
              </w:rPr>
              <w:instrText xml:space="preserve"> </w:instrText>
            </w:r>
            <w:r>
              <w:rPr>
                <w:noProof/>
                <w:webHidden/>
                <w:rtl/>
              </w:rPr>
            </w:r>
            <w:r>
              <w:rPr>
                <w:noProof/>
                <w:webHidden/>
                <w:rtl/>
              </w:rPr>
              <w:fldChar w:fldCharType="separate"/>
            </w:r>
            <w:r>
              <w:rPr>
                <w:noProof/>
                <w:webHidden/>
                <w:rtl/>
              </w:rPr>
              <w:t>498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83" w:history="1">
            <w:r w:rsidRPr="00ED7AAB">
              <w:rPr>
                <w:rStyle w:val="Hyperlink"/>
                <w:noProof/>
                <w:rtl/>
                <w:lang w:bidi="fa-IR"/>
              </w:rPr>
              <w:t>(متعه (ازدواج موقت))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Toc24454683 \h</w:instrText>
            </w:r>
            <w:r>
              <w:rPr>
                <w:noProof/>
                <w:webHidden/>
                <w:rtl/>
              </w:rPr>
              <w:instrText xml:space="preserve"> </w:instrText>
            </w:r>
            <w:r>
              <w:rPr>
                <w:noProof/>
                <w:webHidden/>
                <w:rtl/>
              </w:rPr>
            </w:r>
            <w:r>
              <w:rPr>
                <w:noProof/>
                <w:webHidden/>
                <w:rtl/>
              </w:rPr>
              <w:fldChar w:fldCharType="separate"/>
            </w:r>
            <w:r>
              <w:rPr>
                <w:noProof/>
                <w:webHidden/>
                <w:rtl/>
              </w:rPr>
              <w:t>500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84" w:history="1">
            <w:r w:rsidRPr="00ED7AAB">
              <w:rPr>
                <w:rStyle w:val="Hyperlink"/>
                <w:noProof/>
                <w:rtl/>
                <w:lang w:bidi="fa-IR"/>
              </w:rPr>
              <w:t>(احكام نگاه 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Toc24454684 \h</w:instrText>
            </w:r>
            <w:r>
              <w:rPr>
                <w:noProof/>
                <w:webHidden/>
                <w:rtl/>
              </w:rPr>
              <w:instrText xml:space="preserve"> </w:instrText>
            </w:r>
            <w:r>
              <w:rPr>
                <w:noProof/>
                <w:webHidden/>
                <w:rtl/>
              </w:rPr>
            </w:r>
            <w:r>
              <w:rPr>
                <w:noProof/>
                <w:webHidden/>
                <w:rtl/>
              </w:rPr>
              <w:fldChar w:fldCharType="separate"/>
            </w:r>
            <w:r>
              <w:rPr>
                <w:noProof/>
                <w:webHidden/>
                <w:rtl/>
              </w:rPr>
              <w:t>502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85" w:history="1">
            <w:r w:rsidRPr="00ED7AAB">
              <w:rPr>
                <w:rStyle w:val="Hyperlink"/>
                <w:noProof/>
                <w:rtl/>
                <w:lang w:bidi="fa-IR"/>
              </w:rPr>
              <w:t>(مسايل متفرقه زناشويى)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Toc24454685 \h</w:instrText>
            </w:r>
            <w:r>
              <w:rPr>
                <w:noProof/>
                <w:webHidden/>
                <w:rtl/>
              </w:rPr>
              <w:instrText xml:space="preserve"> </w:instrText>
            </w:r>
            <w:r>
              <w:rPr>
                <w:noProof/>
                <w:webHidden/>
                <w:rtl/>
              </w:rPr>
            </w:r>
            <w:r>
              <w:rPr>
                <w:noProof/>
                <w:webHidden/>
                <w:rtl/>
              </w:rPr>
              <w:fldChar w:fldCharType="separate"/>
            </w:r>
            <w:r>
              <w:rPr>
                <w:noProof/>
                <w:webHidden/>
                <w:rtl/>
              </w:rPr>
              <w:t>503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86" w:history="1">
            <w:r w:rsidRPr="00ED7AAB">
              <w:rPr>
                <w:rStyle w:val="Hyperlink"/>
                <w:noProof/>
                <w:rtl/>
                <w:lang w:bidi="fa-IR"/>
              </w:rPr>
              <w:t>(احكام شير 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Toc24454686 \h</w:instrText>
            </w:r>
            <w:r>
              <w:rPr>
                <w:noProof/>
                <w:webHidden/>
                <w:rtl/>
              </w:rPr>
              <w:instrText xml:space="preserve"> </w:instrText>
            </w:r>
            <w:r>
              <w:rPr>
                <w:noProof/>
                <w:webHidden/>
                <w:rtl/>
              </w:rPr>
            </w:r>
            <w:r>
              <w:rPr>
                <w:noProof/>
                <w:webHidden/>
                <w:rtl/>
              </w:rPr>
              <w:fldChar w:fldCharType="separate"/>
            </w:r>
            <w:r>
              <w:rPr>
                <w:noProof/>
                <w:webHidden/>
                <w:rtl/>
              </w:rPr>
              <w:t>506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87" w:history="1">
            <w:r w:rsidRPr="00ED7AAB">
              <w:rPr>
                <w:rStyle w:val="Hyperlink"/>
                <w:noProof/>
                <w:rtl/>
                <w:lang w:bidi="fa-IR"/>
              </w:rPr>
              <w:t>(شرايط شيردادنى كه علت محرم شدن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Toc24454687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88" w:history="1">
            <w:r w:rsidRPr="00ED7AAB">
              <w:rPr>
                <w:rStyle w:val="Hyperlink"/>
                <w:noProof/>
                <w:rtl/>
                <w:lang w:bidi="fa-IR"/>
              </w:rPr>
              <w:t>(آداب شير 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Toc24454688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89" w:history="1">
            <w:r w:rsidRPr="00ED7AAB">
              <w:rPr>
                <w:rStyle w:val="Hyperlink"/>
                <w:noProof/>
                <w:rtl/>
                <w:lang w:bidi="fa-IR"/>
              </w:rPr>
              <w:t>(مسايل متفرقه شير دادن)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Toc24454689 \h</w:instrText>
            </w:r>
            <w:r>
              <w:rPr>
                <w:noProof/>
                <w:webHidden/>
                <w:rtl/>
              </w:rPr>
              <w:instrText xml:space="preserve"> </w:instrText>
            </w:r>
            <w:r>
              <w:rPr>
                <w:noProof/>
                <w:webHidden/>
                <w:rtl/>
              </w:rPr>
            </w:r>
            <w:r>
              <w:rPr>
                <w:noProof/>
                <w:webHidden/>
                <w:rtl/>
              </w:rPr>
              <w:fldChar w:fldCharType="separate"/>
            </w:r>
            <w:r>
              <w:rPr>
                <w:noProof/>
                <w:webHidden/>
                <w:rtl/>
              </w:rPr>
              <w:t>512</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690" w:history="1">
            <w:r w:rsidRPr="00ED7AAB">
              <w:rPr>
                <w:rStyle w:val="Hyperlink"/>
                <w:noProof/>
                <w:rtl/>
                <w:lang w:bidi="fa-IR"/>
              </w:rPr>
              <w:t>(احكام 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Toc24454690 \h</w:instrText>
            </w:r>
            <w:r>
              <w:rPr>
                <w:noProof/>
                <w:webHidden/>
                <w:rtl/>
              </w:rPr>
              <w:instrText xml:space="preserve"> </w:instrText>
            </w:r>
            <w:r>
              <w:rPr>
                <w:noProof/>
                <w:webHidden/>
                <w:rtl/>
              </w:rPr>
            </w:r>
            <w:r>
              <w:rPr>
                <w:noProof/>
                <w:webHidden/>
                <w:rtl/>
              </w:rPr>
              <w:fldChar w:fldCharType="separate"/>
            </w:r>
            <w:r>
              <w:rPr>
                <w:noProof/>
                <w:webHidden/>
                <w:rtl/>
              </w:rPr>
              <w:t>514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91" w:history="1">
            <w:r w:rsidRPr="00ED7AAB">
              <w:rPr>
                <w:rStyle w:val="Hyperlink"/>
                <w:noProof/>
                <w:rtl/>
                <w:lang w:bidi="fa-IR"/>
              </w:rPr>
              <w:t>(عده 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Toc24454691 \h</w:instrText>
            </w:r>
            <w:r>
              <w:rPr>
                <w:noProof/>
                <w:webHidden/>
                <w:rtl/>
              </w:rPr>
              <w:instrText xml:space="preserve"> </w:instrText>
            </w:r>
            <w:r>
              <w:rPr>
                <w:noProof/>
                <w:webHidden/>
                <w:rtl/>
              </w:rPr>
            </w:r>
            <w:r>
              <w:rPr>
                <w:noProof/>
                <w:webHidden/>
                <w:rtl/>
              </w:rPr>
              <w:fldChar w:fldCharType="separate"/>
            </w:r>
            <w:r>
              <w:rPr>
                <w:noProof/>
                <w:webHidden/>
                <w:rtl/>
              </w:rPr>
              <w:t>516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92" w:history="1">
            <w:r w:rsidRPr="00ED7AAB">
              <w:rPr>
                <w:rStyle w:val="Hyperlink"/>
                <w:noProof/>
                <w:rtl/>
                <w:lang w:bidi="fa-IR"/>
              </w:rPr>
              <w:t>(عده زنى كه شوهرش مرده)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Toc24454692 \h</w:instrText>
            </w:r>
            <w:r>
              <w:rPr>
                <w:noProof/>
                <w:webHidden/>
                <w:rtl/>
              </w:rPr>
              <w:instrText xml:space="preserve"> </w:instrText>
            </w:r>
            <w:r>
              <w:rPr>
                <w:noProof/>
                <w:webHidden/>
                <w:rtl/>
              </w:rPr>
            </w:r>
            <w:r>
              <w:rPr>
                <w:noProof/>
                <w:webHidden/>
                <w:rtl/>
              </w:rPr>
              <w:fldChar w:fldCharType="separate"/>
            </w:r>
            <w:r>
              <w:rPr>
                <w:noProof/>
                <w:webHidden/>
                <w:rtl/>
              </w:rPr>
              <w:t>517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93" w:history="1">
            <w:r w:rsidRPr="00ED7AAB">
              <w:rPr>
                <w:rStyle w:val="Hyperlink"/>
                <w:noProof/>
                <w:rtl/>
                <w:lang w:bidi="fa-IR"/>
              </w:rPr>
              <w:t>(طلاق بائن و طلاق رجعى)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Toc24454693 \h</w:instrText>
            </w:r>
            <w:r>
              <w:rPr>
                <w:noProof/>
                <w:webHidden/>
                <w:rtl/>
              </w:rPr>
              <w:instrText xml:space="preserve"> </w:instrText>
            </w:r>
            <w:r>
              <w:rPr>
                <w:noProof/>
                <w:webHidden/>
                <w:rtl/>
              </w:rPr>
            </w:r>
            <w:r>
              <w:rPr>
                <w:noProof/>
                <w:webHidden/>
                <w:rtl/>
              </w:rPr>
              <w:fldChar w:fldCharType="separate"/>
            </w:r>
            <w:r>
              <w:rPr>
                <w:noProof/>
                <w:webHidden/>
                <w:rtl/>
              </w:rPr>
              <w:t>518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94" w:history="1">
            <w:r w:rsidRPr="00ED7AAB">
              <w:rPr>
                <w:rStyle w:val="Hyperlink"/>
                <w:noProof/>
                <w:rtl/>
                <w:lang w:bidi="fa-IR"/>
              </w:rPr>
              <w:t>(احكام رجوع كردن)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Toc24454694 \h</w:instrText>
            </w:r>
            <w:r>
              <w:rPr>
                <w:noProof/>
                <w:webHidden/>
                <w:rtl/>
              </w:rPr>
              <w:instrText xml:space="preserve"> </w:instrText>
            </w:r>
            <w:r>
              <w:rPr>
                <w:noProof/>
                <w:webHidden/>
                <w:rtl/>
              </w:rPr>
            </w:r>
            <w:r>
              <w:rPr>
                <w:noProof/>
                <w:webHidden/>
                <w:rtl/>
              </w:rPr>
              <w:fldChar w:fldCharType="separate"/>
            </w:r>
            <w:r>
              <w:rPr>
                <w:noProof/>
                <w:webHidden/>
                <w:rtl/>
              </w:rPr>
              <w:t>519</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95" w:history="1">
            <w:r w:rsidRPr="00ED7AAB">
              <w:rPr>
                <w:rStyle w:val="Hyperlink"/>
                <w:noProof/>
                <w:rtl/>
                <w:lang w:bidi="fa-IR"/>
              </w:rPr>
              <w:t>(طلاق خلع)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Toc24454695 \h</w:instrText>
            </w:r>
            <w:r>
              <w:rPr>
                <w:noProof/>
                <w:webHidden/>
                <w:rtl/>
              </w:rPr>
              <w:instrText xml:space="preserve"> </w:instrText>
            </w:r>
            <w:r>
              <w:rPr>
                <w:noProof/>
                <w:webHidden/>
                <w:rtl/>
              </w:rPr>
            </w:r>
            <w:r>
              <w:rPr>
                <w:noProof/>
                <w:webHidden/>
                <w:rtl/>
              </w:rPr>
              <w:fldChar w:fldCharType="separate"/>
            </w:r>
            <w:r>
              <w:rPr>
                <w:noProof/>
                <w:webHidden/>
                <w:rtl/>
              </w:rPr>
              <w:t>520</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96" w:history="1">
            <w:r w:rsidRPr="00ED7AAB">
              <w:rPr>
                <w:rStyle w:val="Hyperlink"/>
                <w:noProof/>
                <w:rtl/>
                <w:lang w:bidi="fa-IR"/>
              </w:rPr>
              <w:t>(طلاق مبارات)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Toc24454696 \h</w:instrText>
            </w:r>
            <w:r>
              <w:rPr>
                <w:noProof/>
                <w:webHidden/>
                <w:rtl/>
              </w:rPr>
              <w:instrText xml:space="preserve"> </w:instrText>
            </w:r>
            <w:r>
              <w:rPr>
                <w:noProof/>
                <w:webHidden/>
                <w:rtl/>
              </w:rPr>
            </w:r>
            <w:r>
              <w:rPr>
                <w:noProof/>
                <w:webHidden/>
                <w:rtl/>
              </w:rPr>
              <w:fldChar w:fldCharType="separate"/>
            </w:r>
            <w:r>
              <w:rPr>
                <w:noProof/>
                <w:webHidden/>
                <w:rtl/>
              </w:rPr>
              <w:t>521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97" w:history="1">
            <w:r w:rsidRPr="00ED7AAB">
              <w:rPr>
                <w:rStyle w:val="Hyperlink"/>
                <w:noProof/>
                <w:rtl/>
                <w:lang w:bidi="fa-IR"/>
              </w:rPr>
              <w:t>(احكام متفرقه 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Toc24454697 \h</w:instrText>
            </w:r>
            <w:r>
              <w:rPr>
                <w:noProof/>
                <w:webHidden/>
                <w:rtl/>
              </w:rPr>
              <w:instrText xml:space="preserve"> </w:instrText>
            </w:r>
            <w:r>
              <w:rPr>
                <w:noProof/>
                <w:webHidden/>
                <w:rtl/>
              </w:rPr>
            </w:r>
            <w:r>
              <w:rPr>
                <w:noProof/>
                <w:webHidden/>
                <w:rtl/>
              </w:rPr>
              <w:fldChar w:fldCharType="separate"/>
            </w:r>
            <w:r>
              <w:rPr>
                <w:noProof/>
                <w:webHidden/>
                <w:rtl/>
              </w:rPr>
              <w:t>522</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698" w:history="1">
            <w:r w:rsidRPr="00ED7AAB">
              <w:rPr>
                <w:rStyle w:val="Hyperlink"/>
                <w:noProof/>
                <w:rtl/>
                <w:lang w:bidi="fa-IR"/>
              </w:rPr>
              <w:t>(احكام غصب)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Toc24454698 \h</w:instrText>
            </w:r>
            <w:r>
              <w:rPr>
                <w:noProof/>
                <w:webHidden/>
                <w:rtl/>
              </w:rPr>
              <w:instrText xml:space="preserve"> </w:instrText>
            </w:r>
            <w:r>
              <w:rPr>
                <w:noProof/>
                <w:webHidden/>
                <w:rtl/>
              </w:rPr>
            </w:r>
            <w:r>
              <w:rPr>
                <w:noProof/>
                <w:webHidden/>
                <w:rtl/>
              </w:rPr>
              <w:fldChar w:fldCharType="separate"/>
            </w:r>
            <w:r>
              <w:rPr>
                <w:noProof/>
                <w:webHidden/>
                <w:rtl/>
              </w:rPr>
              <w:t>524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699" w:history="1">
            <w:r w:rsidRPr="00ED7AAB">
              <w:rPr>
                <w:rStyle w:val="Hyperlink"/>
                <w:noProof/>
                <w:rtl/>
                <w:lang w:bidi="fa-IR"/>
              </w:rPr>
              <w:t>(احكام مالى كه انسان آن را پيدا مى 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Toc24454699 \h</w:instrText>
            </w:r>
            <w:r>
              <w:rPr>
                <w:noProof/>
                <w:webHidden/>
                <w:rtl/>
              </w:rPr>
              <w:instrText xml:space="preserve"> </w:instrText>
            </w:r>
            <w:r>
              <w:rPr>
                <w:noProof/>
                <w:webHidden/>
                <w:rtl/>
              </w:rPr>
            </w:r>
            <w:r>
              <w:rPr>
                <w:noProof/>
                <w:webHidden/>
                <w:rtl/>
              </w:rPr>
              <w:fldChar w:fldCharType="separate"/>
            </w:r>
            <w:r>
              <w:rPr>
                <w:noProof/>
                <w:webHidden/>
                <w:rtl/>
              </w:rPr>
              <w:t>527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00" w:history="1">
            <w:r w:rsidRPr="00ED7AAB">
              <w:rPr>
                <w:rStyle w:val="Hyperlink"/>
                <w:noProof/>
                <w:rtl/>
                <w:lang w:bidi="fa-IR"/>
              </w:rPr>
              <w:t>(احكام سر بريدن و شكار كردن حيوانات)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Toc24454700 \h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01" w:history="1">
            <w:r w:rsidRPr="00ED7AAB">
              <w:rPr>
                <w:rStyle w:val="Hyperlink"/>
                <w:noProof/>
                <w:rtl/>
                <w:lang w:bidi="fa-IR"/>
              </w:rPr>
              <w:t>(دستور سر بريدن حيوانات)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Toc24454701 \h</w:instrText>
            </w:r>
            <w:r>
              <w:rPr>
                <w:noProof/>
                <w:webHidden/>
                <w:rtl/>
              </w:rPr>
              <w:instrText xml:space="preserve"> </w:instrText>
            </w:r>
            <w:r>
              <w:rPr>
                <w:noProof/>
                <w:webHidden/>
                <w:rtl/>
              </w:rPr>
            </w:r>
            <w:r>
              <w:rPr>
                <w:noProof/>
                <w:webHidden/>
                <w:rtl/>
              </w:rPr>
              <w:fldChar w:fldCharType="separate"/>
            </w:r>
            <w:r>
              <w:rPr>
                <w:noProof/>
                <w:webHidden/>
                <w:rtl/>
              </w:rPr>
              <w:t>532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02" w:history="1">
            <w:r w:rsidRPr="00ED7AAB">
              <w:rPr>
                <w:rStyle w:val="Hyperlink"/>
                <w:noProof/>
                <w:rtl/>
                <w:lang w:bidi="fa-IR"/>
              </w:rPr>
              <w:t>(شرايط سر بريدن)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Toc24454702 \h</w:instrText>
            </w:r>
            <w:r>
              <w:rPr>
                <w:noProof/>
                <w:webHidden/>
                <w:rtl/>
              </w:rPr>
              <w:instrText xml:space="preserve"> </w:instrText>
            </w:r>
            <w:r>
              <w:rPr>
                <w:noProof/>
                <w:webHidden/>
                <w:rtl/>
              </w:rPr>
            </w:r>
            <w:r>
              <w:rPr>
                <w:noProof/>
                <w:webHidden/>
                <w:rtl/>
              </w:rPr>
              <w:fldChar w:fldCharType="separate"/>
            </w:r>
            <w:r>
              <w:rPr>
                <w:noProof/>
                <w:webHidden/>
                <w:rtl/>
              </w:rPr>
              <w:t>533</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03" w:history="1">
            <w:r w:rsidRPr="00ED7AAB">
              <w:rPr>
                <w:rStyle w:val="Hyperlink"/>
                <w:noProof/>
                <w:rtl/>
                <w:lang w:bidi="fa-IR"/>
              </w:rPr>
              <w:t>(دستور كشتن شتر)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Toc24454703 \h</w:instrText>
            </w:r>
            <w:r>
              <w:rPr>
                <w:noProof/>
                <w:webHidden/>
                <w:rtl/>
              </w:rPr>
              <w:instrText xml:space="preserve"> </w:instrText>
            </w:r>
            <w:r>
              <w:rPr>
                <w:noProof/>
                <w:webHidden/>
                <w:rtl/>
              </w:rPr>
            </w:r>
            <w:r>
              <w:rPr>
                <w:noProof/>
                <w:webHidden/>
                <w:rtl/>
              </w:rPr>
              <w:fldChar w:fldCharType="separate"/>
            </w:r>
            <w:r>
              <w:rPr>
                <w:noProof/>
                <w:webHidden/>
                <w:rtl/>
              </w:rPr>
              <w:t>534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04" w:history="1">
            <w:r w:rsidRPr="00ED7AAB">
              <w:rPr>
                <w:rStyle w:val="Hyperlink"/>
                <w:noProof/>
                <w:rtl/>
                <w:lang w:bidi="fa-IR"/>
              </w:rPr>
              <w:t>(چيزهايى كه موقع سر بريدن حيوانات مستحب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Toc24454704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05" w:history="1">
            <w:r w:rsidRPr="00ED7AAB">
              <w:rPr>
                <w:rStyle w:val="Hyperlink"/>
                <w:noProof/>
                <w:rtl/>
                <w:lang w:bidi="fa-IR"/>
              </w:rPr>
              <w:t>(چيزهايى كه در كشتن حيوانات مكروه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Toc24454705 \h</w:instrText>
            </w:r>
            <w:r>
              <w:rPr>
                <w:noProof/>
                <w:webHidden/>
                <w:rtl/>
              </w:rPr>
              <w:instrText xml:space="preserve"> </w:instrText>
            </w:r>
            <w:r>
              <w:rPr>
                <w:noProof/>
                <w:webHidden/>
                <w:rtl/>
              </w:rPr>
            </w:r>
            <w:r>
              <w:rPr>
                <w:noProof/>
                <w:webHidden/>
                <w:rtl/>
              </w:rPr>
              <w:fldChar w:fldCharType="separate"/>
            </w:r>
            <w:r>
              <w:rPr>
                <w:noProof/>
                <w:webHidden/>
                <w:rtl/>
              </w:rPr>
              <w:t>535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06" w:history="1">
            <w:r w:rsidRPr="00ED7AAB">
              <w:rPr>
                <w:rStyle w:val="Hyperlink"/>
                <w:noProof/>
                <w:rtl/>
                <w:lang w:bidi="fa-IR"/>
              </w:rPr>
              <w:t>(احكام شكار كردن با اسلحه)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Toc24454706 \h</w:instrText>
            </w:r>
            <w:r>
              <w:rPr>
                <w:noProof/>
                <w:webHidden/>
                <w:rtl/>
              </w:rPr>
              <w:instrText xml:space="preserve"> </w:instrText>
            </w:r>
            <w:r>
              <w:rPr>
                <w:noProof/>
                <w:webHidden/>
                <w:rtl/>
              </w:rPr>
            </w:r>
            <w:r>
              <w:rPr>
                <w:noProof/>
                <w:webHidden/>
                <w:rtl/>
              </w:rPr>
              <w:fldChar w:fldCharType="separate"/>
            </w:r>
            <w:r>
              <w:rPr>
                <w:noProof/>
                <w:webHidden/>
                <w:rtl/>
              </w:rPr>
              <w:t>536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07" w:history="1">
            <w:r w:rsidRPr="00ED7AAB">
              <w:rPr>
                <w:rStyle w:val="Hyperlink"/>
                <w:noProof/>
                <w:rtl/>
                <w:lang w:bidi="fa-IR"/>
              </w:rPr>
              <w:t>(شكار كردن با سگ شكارى)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Toc24454707 \h</w:instrText>
            </w:r>
            <w:r>
              <w:rPr>
                <w:noProof/>
                <w:webHidden/>
                <w:rtl/>
              </w:rPr>
              <w:instrText xml:space="preserve"> </w:instrText>
            </w:r>
            <w:r>
              <w:rPr>
                <w:noProof/>
                <w:webHidden/>
                <w:rtl/>
              </w:rPr>
            </w:r>
            <w:r>
              <w:rPr>
                <w:noProof/>
                <w:webHidden/>
                <w:rtl/>
              </w:rPr>
              <w:fldChar w:fldCharType="separate"/>
            </w:r>
            <w:r>
              <w:rPr>
                <w:noProof/>
                <w:webHidden/>
                <w:rtl/>
              </w:rPr>
              <w:t>538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08" w:history="1">
            <w:r w:rsidRPr="00ED7AAB">
              <w:rPr>
                <w:rStyle w:val="Hyperlink"/>
                <w:noProof/>
                <w:rtl/>
                <w:lang w:bidi="fa-IR"/>
              </w:rPr>
              <w:t>(صيد ماهى و ملخ)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Toc24454708 \h</w:instrText>
            </w:r>
            <w:r>
              <w:rPr>
                <w:noProof/>
                <w:webHidden/>
                <w:rtl/>
              </w:rPr>
              <w:instrText xml:space="preserve"> </w:instrText>
            </w:r>
            <w:r>
              <w:rPr>
                <w:noProof/>
                <w:webHidden/>
                <w:rtl/>
              </w:rPr>
            </w:r>
            <w:r>
              <w:rPr>
                <w:noProof/>
                <w:webHidden/>
                <w:rtl/>
              </w:rPr>
              <w:fldChar w:fldCharType="separate"/>
            </w:r>
            <w:r>
              <w:rPr>
                <w:noProof/>
                <w:webHidden/>
                <w:rtl/>
              </w:rPr>
              <w:t>540</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709" w:history="1">
            <w:r w:rsidRPr="00ED7AAB">
              <w:rPr>
                <w:rStyle w:val="Hyperlink"/>
                <w:noProof/>
                <w:rtl/>
                <w:lang w:bidi="fa-IR"/>
              </w:rPr>
              <w:t>(احكام خوردني ها و آشاميدني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Toc24454709 \h</w:instrText>
            </w:r>
            <w:r>
              <w:rPr>
                <w:noProof/>
                <w:webHidden/>
                <w:rtl/>
              </w:rPr>
              <w:instrText xml:space="preserve"> </w:instrText>
            </w:r>
            <w:r>
              <w:rPr>
                <w:noProof/>
                <w:webHidden/>
                <w:rtl/>
              </w:rPr>
            </w:r>
            <w:r>
              <w:rPr>
                <w:noProof/>
                <w:webHidden/>
                <w:rtl/>
              </w:rPr>
              <w:fldChar w:fldCharType="separate"/>
            </w:r>
            <w:r>
              <w:rPr>
                <w:noProof/>
                <w:webHidden/>
                <w:rtl/>
              </w:rPr>
              <w:t>542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10" w:history="1">
            <w:r w:rsidRPr="00ED7AAB">
              <w:rPr>
                <w:rStyle w:val="Hyperlink"/>
                <w:noProof/>
                <w:rtl/>
                <w:lang w:bidi="fa-IR"/>
              </w:rPr>
              <w:t>(آداب غذا 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Toc24454710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11" w:history="1">
            <w:r w:rsidRPr="00ED7AAB">
              <w:rPr>
                <w:rStyle w:val="Hyperlink"/>
                <w:noProof/>
                <w:rtl/>
                <w:lang w:bidi="fa-IR"/>
              </w:rPr>
              <w:t>(چيزهايى كه در غذا خوردن مذموم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Toc24454711 \h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12" w:history="1">
            <w:r w:rsidRPr="00ED7AAB">
              <w:rPr>
                <w:rStyle w:val="Hyperlink"/>
                <w:noProof/>
                <w:rtl/>
                <w:lang w:bidi="fa-IR"/>
              </w:rPr>
              <w:t>(آداب آشاميدن)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Toc24454712 \h</w:instrText>
            </w:r>
            <w:r>
              <w:rPr>
                <w:noProof/>
                <w:webHidden/>
                <w:rtl/>
              </w:rPr>
              <w:instrText xml:space="preserve"> </w:instrText>
            </w:r>
            <w:r>
              <w:rPr>
                <w:noProof/>
                <w:webHidden/>
                <w:rtl/>
              </w:rPr>
            </w:r>
            <w:r>
              <w:rPr>
                <w:noProof/>
                <w:webHidden/>
                <w:rtl/>
              </w:rPr>
              <w:fldChar w:fldCharType="separate"/>
            </w:r>
            <w:r>
              <w:rPr>
                <w:noProof/>
                <w:webHidden/>
                <w:rtl/>
              </w:rPr>
              <w:t>546</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13" w:history="1">
            <w:r w:rsidRPr="00ED7AAB">
              <w:rPr>
                <w:rStyle w:val="Hyperlink"/>
                <w:noProof/>
                <w:rtl/>
                <w:lang w:bidi="fa-IR"/>
              </w:rPr>
              <w:t>(چيزهايى كه در آشاميدن مذموم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Toc24454713 \h</w:instrText>
            </w:r>
            <w:r>
              <w:rPr>
                <w:noProof/>
                <w:webHidden/>
                <w:rtl/>
              </w:rPr>
              <w:instrText xml:space="preserve"> </w:instrText>
            </w:r>
            <w:r>
              <w:rPr>
                <w:noProof/>
                <w:webHidden/>
                <w:rtl/>
              </w:rPr>
            </w:r>
            <w:r>
              <w:rPr>
                <w:noProof/>
                <w:webHidden/>
                <w:rtl/>
              </w:rPr>
              <w:fldChar w:fldCharType="separate"/>
            </w:r>
            <w:r>
              <w:rPr>
                <w:noProof/>
                <w:webHidden/>
                <w:rtl/>
              </w:rPr>
              <w:t>547</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714" w:history="1">
            <w:r w:rsidRPr="00ED7AAB">
              <w:rPr>
                <w:rStyle w:val="Hyperlink"/>
                <w:noProof/>
                <w:rtl/>
                <w:lang w:bidi="fa-IR"/>
              </w:rPr>
              <w:t>(احكام نذر و عهد)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Toc24454714 \h</w:instrText>
            </w:r>
            <w:r>
              <w:rPr>
                <w:noProof/>
                <w:webHidden/>
                <w:rtl/>
              </w:rPr>
              <w:instrText xml:space="preserve"> </w:instrText>
            </w:r>
            <w:r>
              <w:rPr>
                <w:noProof/>
                <w:webHidden/>
                <w:rtl/>
              </w:rPr>
            </w:r>
            <w:r>
              <w:rPr>
                <w:noProof/>
                <w:webHidden/>
                <w:rtl/>
              </w:rPr>
              <w:fldChar w:fldCharType="separate"/>
            </w:r>
            <w:r>
              <w:rPr>
                <w:noProof/>
                <w:webHidden/>
                <w:rtl/>
              </w:rPr>
              <w:t>548</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15" w:history="1">
            <w:r w:rsidRPr="00ED7AAB">
              <w:rPr>
                <w:rStyle w:val="Hyperlink"/>
                <w:noProof/>
                <w:rtl/>
                <w:lang w:bidi="fa-IR"/>
              </w:rPr>
              <w:t>(احكام قسم خوردن)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Toc24454715 \h</w:instrText>
            </w:r>
            <w:r>
              <w:rPr>
                <w:noProof/>
                <w:webHidden/>
                <w:rtl/>
              </w:rPr>
              <w:instrText xml:space="preserve"> </w:instrText>
            </w:r>
            <w:r>
              <w:rPr>
                <w:noProof/>
                <w:webHidden/>
                <w:rtl/>
              </w:rPr>
            </w:r>
            <w:r>
              <w:rPr>
                <w:noProof/>
                <w:webHidden/>
                <w:rtl/>
              </w:rPr>
              <w:fldChar w:fldCharType="separate"/>
            </w:r>
            <w:r>
              <w:rPr>
                <w:noProof/>
                <w:webHidden/>
                <w:rtl/>
              </w:rPr>
              <w:t>552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16" w:history="1">
            <w:r w:rsidRPr="00ED7AAB">
              <w:rPr>
                <w:rStyle w:val="Hyperlink"/>
                <w:noProof/>
                <w:rtl/>
                <w:lang w:bidi="fa-IR"/>
              </w:rPr>
              <w:t>(احكام وقف)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Toc24454716 \h</w:instrText>
            </w:r>
            <w:r>
              <w:rPr>
                <w:noProof/>
                <w:webHidden/>
                <w:rtl/>
              </w:rPr>
              <w:instrText xml:space="preserve"> </w:instrText>
            </w:r>
            <w:r>
              <w:rPr>
                <w:noProof/>
                <w:webHidden/>
                <w:rtl/>
              </w:rPr>
            </w:r>
            <w:r>
              <w:rPr>
                <w:noProof/>
                <w:webHidden/>
                <w:rtl/>
              </w:rPr>
              <w:fldChar w:fldCharType="separate"/>
            </w:r>
            <w:r>
              <w:rPr>
                <w:noProof/>
                <w:webHidden/>
                <w:rtl/>
              </w:rPr>
              <w:t>554</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17" w:history="1">
            <w:r w:rsidRPr="00ED7AAB">
              <w:rPr>
                <w:rStyle w:val="Hyperlink"/>
                <w:noProof/>
                <w:rtl/>
                <w:lang w:bidi="fa-IR"/>
              </w:rPr>
              <w:t>(احكام وصيت)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Toc24454717 \h</w:instrText>
            </w:r>
            <w:r>
              <w:rPr>
                <w:noProof/>
                <w:webHidden/>
                <w:rtl/>
              </w:rPr>
              <w:instrText xml:space="preserve"> </w:instrText>
            </w:r>
            <w:r>
              <w:rPr>
                <w:noProof/>
                <w:webHidden/>
                <w:rtl/>
              </w:rPr>
            </w:r>
            <w:r>
              <w:rPr>
                <w:noProof/>
                <w:webHidden/>
                <w:rtl/>
              </w:rPr>
              <w:fldChar w:fldCharType="separate"/>
            </w:r>
            <w:r>
              <w:rPr>
                <w:noProof/>
                <w:webHidden/>
                <w:rtl/>
              </w:rPr>
              <w:t>558</w:t>
            </w:r>
            <w:r>
              <w:rPr>
                <w:noProof/>
                <w:webHidden/>
                <w:rtl/>
              </w:rPr>
              <w:fldChar w:fldCharType="end"/>
            </w:r>
          </w:hyperlink>
        </w:p>
        <w:p w:rsidR="00AA0491" w:rsidRDefault="00AA0491">
          <w:pPr>
            <w:pStyle w:val="TOC2"/>
            <w:tabs>
              <w:tab w:val="right" w:leader="dot" w:pos="8900"/>
            </w:tabs>
            <w:rPr>
              <w:rFonts w:asciiTheme="minorHAnsi" w:eastAsiaTheme="minorEastAsia" w:hAnsiTheme="minorHAnsi" w:cstheme="minorBidi"/>
              <w:noProof/>
              <w:color w:val="auto"/>
              <w:sz w:val="22"/>
              <w:szCs w:val="22"/>
              <w:rtl/>
            </w:rPr>
          </w:pPr>
          <w:hyperlink w:anchor="_Toc24454718" w:history="1">
            <w:r w:rsidRPr="00ED7AAB">
              <w:rPr>
                <w:rStyle w:val="Hyperlink"/>
                <w:noProof/>
                <w:rtl/>
                <w:lang w:bidi="fa-IR"/>
              </w:rPr>
              <w:t>(احكام 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Toc24454718 \h</w:instrText>
            </w:r>
            <w:r>
              <w:rPr>
                <w:noProof/>
                <w:webHidden/>
                <w:rtl/>
              </w:rPr>
              <w:instrText xml:space="preserve"> </w:instrText>
            </w:r>
            <w:r>
              <w:rPr>
                <w:noProof/>
                <w:webHidden/>
                <w:rtl/>
              </w:rPr>
            </w:r>
            <w:r>
              <w:rPr>
                <w:noProof/>
                <w:webHidden/>
                <w:rtl/>
              </w:rPr>
              <w:fldChar w:fldCharType="separate"/>
            </w:r>
            <w:r>
              <w:rPr>
                <w:noProof/>
                <w:webHidden/>
                <w:rtl/>
              </w:rPr>
              <w:t>565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19" w:history="1">
            <w:r w:rsidRPr="00ED7AAB">
              <w:rPr>
                <w:rStyle w:val="Hyperlink"/>
                <w:noProof/>
                <w:rtl/>
                <w:lang w:bidi="fa-IR"/>
              </w:rPr>
              <w:t>(ارث دسته 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Toc24454719 \h</w:instrText>
            </w:r>
            <w:r>
              <w:rPr>
                <w:noProof/>
                <w:webHidden/>
                <w:rtl/>
              </w:rPr>
              <w:instrText xml:space="preserve"> </w:instrText>
            </w:r>
            <w:r>
              <w:rPr>
                <w:noProof/>
                <w:webHidden/>
                <w:rtl/>
              </w:rPr>
            </w:r>
            <w:r>
              <w:rPr>
                <w:noProof/>
                <w:webHidden/>
                <w:rtl/>
              </w:rPr>
              <w:fldChar w:fldCharType="separate"/>
            </w:r>
            <w:r>
              <w:rPr>
                <w:noProof/>
                <w:webHidden/>
                <w:rtl/>
              </w:rPr>
              <w:t>565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20" w:history="1">
            <w:r w:rsidRPr="00ED7AAB">
              <w:rPr>
                <w:rStyle w:val="Hyperlink"/>
                <w:noProof/>
                <w:rtl/>
                <w:lang w:bidi="fa-IR"/>
              </w:rPr>
              <w:t>(ارث دسته 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Toc24454720 \h</w:instrText>
            </w:r>
            <w:r>
              <w:rPr>
                <w:noProof/>
                <w:webHidden/>
                <w:rtl/>
              </w:rPr>
              <w:instrText xml:space="preserve"> </w:instrText>
            </w:r>
            <w:r>
              <w:rPr>
                <w:noProof/>
                <w:webHidden/>
                <w:rtl/>
              </w:rPr>
            </w:r>
            <w:r>
              <w:rPr>
                <w:noProof/>
                <w:webHidden/>
                <w:rtl/>
              </w:rPr>
              <w:fldChar w:fldCharType="separate"/>
            </w:r>
            <w:r>
              <w:rPr>
                <w:noProof/>
                <w:webHidden/>
                <w:rtl/>
              </w:rPr>
              <w:t>567</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21" w:history="1">
            <w:r w:rsidRPr="00ED7AAB">
              <w:rPr>
                <w:rStyle w:val="Hyperlink"/>
                <w:noProof/>
                <w:rtl/>
                <w:lang w:bidi="fa-IR"/>
              </w:rPr>
              <w:t>(ارث دسته 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Toc24454721 \h</w:instrText>
            </w:r>
            <w:r>
              <w:rPr>
                <w:noProof/>
                <w:webHidden/>
                <w:rtl/>
              </w:rPr>
              <w:instrText xml:space="preserve"> </w:instrText>
            </w:r>
            <w:r>
              <w:rPr>
                <w:noProof/>
                <w:webHidden/>
                <w:rtl/>
              </w:rPr>
            </w:r>
            <w:r>
              <w:rPr>
                <w:noProof/>
                <w:webHidden/>
                <w:rtl/>
              </w:rPr>
              <w:fldChar w:fldCharType="separate"/>
            </w:r>
            <w:r>
              <w:rPr>
                <w:noProof/>
                <w:webHidden/>
                <w:rtl/>
              </w:rPr>
              <w:t>572</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22" w:history="1">
            <w:r w:rsidRPr="00ED7AAB">
              <w:rPr>
                <w:rStyle w:val="Hyperlink"/>
                <w:noProof/>
                <w:rtl/>
                <w:lang w:bidi="fa-IR"/>
              </w:rPr>
              <w:t>(ارث زن و شوهر)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Toc24454722 \h</w:instrText>
            </w:r>
            <w:r>
              <w:rPr>
                <w:noProof/>
                <w:webHidden/>
                <w:rtl/>
              </w:rPr>
              <w:instrText xml:space="preserve"> </w:instrText>
            </w:r>
            <w:r>
              <w:rPr>
                <w:noProof/>
                <w:webHidden/>
                <w:rtl/>
              </w:rPr>
            </w:r>
            <w:r>
              <w:rPr>
                <w:noProof/>
                <w:webHidden/>
                <w:rtl/>
              </w:rPr>
              <w:fldChar w:fldCharType="separate"/>
            </w:r>
            <w:r>
              <w:rPr>
                <w:noProof/>
                <w:webHidden/>
                <w:rtl/>
              </w:rPr>
              <w:t>575</w:t>
            </w:r>
            <w:r>
              <w:rPr>
                <w:noProof/>
                <w:webHidden/>
                <w:rtl/>
              </w:rPr>
              <w:fldChar w:fldCharType="end"/>
            </w:r>
          </w:hyperlink>
        </w:p>
        <w:p w:rsidR="00AA0491" w:rsidRDefault="00AA0491">
          <w:pPr>
            <w:pStyle w:val="TOC3"/>
            <w:rPr>
              <w:rFonts w:asciiTheme="minorHAnsi" w:eastAsiaTheme="minorEastAsia" w:hAnsiTheme="minorHAnsi" w:cstheme="minorBidi"/>
              <w:noProof/>
              <w:color w:val="auto"/>
              <w:sz w:val="22"/>
              <w:szCs w:val="22"/>
              <w:rtl/>
            </w:rPr>
          </w:pPr>
          <w:hyperlink w:anchor="_Toc24454723" w:history="1">
            <w:r w:rsidRPr="00ED7AAB">
              <w:rPr>
                <w:rStyle w:val="Hyperlink"/>
                <w:noProof/>
                <w:rtl/>
                <w:lang w:bidi="fa-IR"/>
              </w:rPr>
              <w:t>(مسايل متفرقه ارث)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Toc24454723 \h</w:instrText>
            </w:r>
            <w:r>
              <w:rPr>
                <w:noProof/>
                <w:webHidden/>
                <w:rtl/>
              </w:rPr>
              <w:instrText xml:space="preserve"> </w:instrText>
            </w:r>
            <w:r>
              <w:rPr>
                <w:noProof/>
                <w:webHidden/>
                <w:rtl/>
              </w:rPr>
            </w:r>
            <w:r>
              <w:rPr>
                <w:noProof/>
                <w:webHidden/>
                <w:rtl/>
              </w:rPr>
              <w:fldChar w:fldCharType="separate"/>
            </w:r>
            <w:r>
              <w:rPr>
                <w:noProof/>
                <w:webHidden/>
                <w:rtl/>
              </w:rPr>
              <w:t>577</w:t>
            </w:r>
            <w:r>
              <w:rPr>
                <w:noProof/>
                <w:webHidden/>
                <w:rtl/>
              </w:rPr>
              <w:fldChar w:fldCharType="end"/>
            </w:r>
          </w:hyperlink>
        </w:p>
        <w:p w:rsidR="004030ED" w:rsidRDefault="00D72664">
          <w:r>
            <w:fldChar w:fldCharType="end"/>
          </w:r>
        </w:p>
      </w:sdtContent>
    </w:sdt>
    <w:p w:rsidR="004030ED" w:rsidRPr="00B300E7" w:rsidRDefault="004030ED" w:rsidP="003E3506">
      <w:pPr>
        <w:pStyle w:val="libNormal"/>
        <w:rPr>
          <w:rFonts w:hint="cs"/>
          <w:lang w:bidi="fa-IR"/>
        </w:rPr>
      </w:pPr>
    </w:p>
    <w:sectPr w:rsidR="004030ED" w:rsidRPr="00B300E7" w:rsidSect="002E283A">
      <w:footerReference w:type="even" r:id="rId8"/>
      <w:footerReference w:type="default" r:id="rId9"/>
      <w:footerReference w:type="first" r:id="rId10"/>
      <w:type w:val="continuous"/>
      <w:pgSz w:w="11907" w:h="16840" w:code="9"/>
      <w:pgMar w:top="1701" w:right="1557" w:bottom="1701"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8F6" w:rsidRDefault="004038F6">
      <w:r>
        <w:separator/>
      </w:r>
    </w:p>
  </w:endnote>
  <w:endnote w:type="continuationSeparator" w:id="0">
    <w:p w:rsidR="004038F6" w:rsidRDefault="004038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472" w:rsidRDefault="00D72664">
    <w:pPr>
      <w:pStyle w:val="Footer"/>
    </w:pPr>
    <w:fldSimple w:instr=" PAGE   \* MERGEFORMAT ">
      <w:r w:rsidR="00393B65">
        <w:rPr>
          <w:noProof/>
          <w:rtl/>
        </w:rPr>
        <w:t>416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472" w:rsidRDefault="00D72664">
    <w:pPr>
      <w:pStyle w:val="Footer"/>
    </w:pPr>
    <w:fldSimple w:instr=" PAGE   \* MERGEFORMAT ">
      <w:r w:rsidR="00393B65">
        <w:rPr>
          <w:noProof/>
          <w:rtl/>
        </w:rPr>
        <w:t>417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472" w:rsidRDefault="00D72664">
    <w:pPr>
      <w:pStyle w:val="Footer"/>
    </w:pPr>
    <w:fldSimple w:instr=" PAGE   \* MERGEFORMAT ">
      <w:r w:rsidR="00393B65">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8F6" w:rsidRDefault="004038F6">
      <w:r>
        <w:separator/>
      </w:r>
    </w:p>
  </w:footnote>
  <w:footnote w:type="continuationSeparator" w:id="0">
    <w:p w:rsidR="004038F6" w:rsidRDefault="004038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B64CD"/>
    <w:rsid w:val="00005A19"/>
    <w:rsid w:val="00010942"/>
    <w:rsid w:val="000217A6"/>
    <w:rsid w:val="00024AA0"/>
    <w:rsid w:val="000267FE"/>
    <w:rsid w:val="00030622"/>
    <w:rsid w:val="00040272"/>
    <w:rsid w:val="00040798"/>
    <w:rsid w:val="00043023"/>
    <w:rsid w:val="00045214"/>
    <w:rsid w:val="000478FE"/>
    <w:rsid w:val="00054406"/>
    <w:rsid w:val="0006216A"/>
    <w:rsid w:val="00067F84"/>
    <w:rsid w:val="00071123"/>
    <w:rsid w:val="00071C97"/>
    <w:rsid w:val="000761F7"/>
    <w:rsid w:val="00076A3A"/>
    <w:rsid w:val="00092805"/>
    <w:rsid w:val="00092A0C"/>
    <w:rsid w:val="000957EF"/>
    <w:rsid w:val="00096C12"/>
    <w:rsid w:val="000A0787"/>
    <w:rsid w:val="000A7750"/>
    <w:rsid w:val="000B3A56"/>
    <w:rsid w:val="000B5C01"/>
    <w:rsid w:val="000B77AC"/>
    <w:rsid w:val="000C0A89"/>
    <w:rsid w:val="000C32B2"/>
    <w:rsid w:val="000C4B14"/>
    <w:rsid w:val="000C7722"/>
    <w:rsid w:val="000D0932"/>
    <w:rsid w:val="000D180B"/>
    <w:rsid w:val="000D1BDF"/>
    <w:rsid w:val="000D1D47"/>
    <w:rsid w:val="000D71B7"/>
    <w:rsid w:val="000E4295"/>
    <w:rsid w:val="000E6824"/>
    <w:rsid w:val="000F6B97"/>
    <w:rsid w:val="0010049D"/>
    <w:rsid w:val="00103EB4"/>
    <w:rsid w:val="00107A6B"/>
    <w:rsid w:val="001106A5"/>
    <w:rsid w:val="00111AE3"/>
    <w:rsid w:val="00112F68"/>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4D7D"/>
    <w:rsid w:val="0014526B"/>
    <w:rsid w:val="001467EC"/>
    <w:rsid w:val="00147ED8"/>
    <w:rsid w:val="0015176C"/>
    <w:rsid w:val="00151C03"/>
    <w:rsid w:val="00153917"/>
    <w:rsid w:val="00157306"/>
    <w:rsid w:val="00160F76"/>
    <w:rsid w:val="00163D83"/>
    <w:rsid w:val="00164767"/>
    <w:rsid w:val="00164810"/>
    <w:rsid w:val="001712E1"/>
    <w:rsid w:val="001778E1"/>
    <w:rsid w:val="00182CD3"/>
    <w:rsid w:val="0018664D"/>
    <w:rsid w:val="00187017"/>
    <w:rsid w:val="00187246"/>
    <w:rsid w:val="001937F7"/>
    <w:rsid w:val="001953CC"/>
    <w:rsid w:val="001A1408"/>
    <w:rsid w:val="001A3110"/>
    <w:rsid w:val="001A4C37"/>
    <w:rsid w:val="001A4D9B"/>
    <w:rsid w:val="001A6EC0"/>
    <w:rsid w:val="001B00F6"/>
    <w:rsid w:val="001B07B7"/>
    <w:rsid w:val="001B16BC"/>
    <w:rsid w:val="001B16FD"/>
    <w:rsid w:val="001B577F"/>
    <w:rsid w:val="001B702D"/>
    <w:rsid w:val="001B7407"/>
    <w:rsid w:val="001C118F"/>
    <w:rsid w:val="001C5EDB"/>
    <w:rsid w:val="001D3A82"/>
    <w:rsid w:val="001D41A1"/>
    <w:rsid w:val="001D60DA"/>
    <w:rsid w:val="001D67C0"/>
    <w:rsid w:val="001E25DC"/>
    <w:rsid w:val="001E4B5F"/>
    <w:rsid w:val="001F0713"/>
    <w:rsid w:val="001F160F"/>
    <w:rsid w:val="001F48C0"/>
    <w:rsid w:val="00202C7B"/>
    <w:rsid w:val="002054C5"/>
    <w:rsid w:val="00213662"/>
    <w:rsid w:val="002139CB"/>
    <w:rsid w:val="00214801"/>
    <w:rsid w:val="00224964"/>
    <w:rsid w:val="002267C7"/>
    <w:rsid w:val="00227FEE"/>
    <w:rsid w:val="00234FAE"/>
    <w:rsid w:val="00240F71"/>
    <w:rsid w:val="00241F59"/>
    <w:rsid w:val="0024265C"/>
    <w:rsid w:val="00244C2E"/>
    <w:rsid w:val="00250E0A"/>
    <w:rsid w:val="00251E02"/>
    <w:rsid w:val="002549FA"/>
    <w:rsid w:val="002558FC"/>
    <w:rsid w:val="00257657"/>
    <w:rsid w:val="00263F56"/>
    <w:rsid w:val="00264F12"/>
    <w:rsid w:val="0027149B"/>
    <w:rsid w:val="00272E37"/>
    <w:rsid w:val="0027369F"/>
    <w:rsid w:val="002818EF"/>
    <w:rsid w:val="0028271F"/>
    <w:rsid w:val="0029033F"/>
    <w:rsid w:val="002925AC"/>
    <w:rsid w:val="00294EFB"/>
    <w:rsid w:val="002A0284"/>
    <w:rsid w:val="002A09E7"/>
    <w:rsid w:val="002A338C"/>
    <w:rsid w:val="002A4FCD"/>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D5E58"/>
    <w:rsid w:val="002D61DF"/>
    <w:rsid w:val="002E19EE"/>
    <w:rsid w:val="002E283A"/>
    <w:rsid w:val="002E4D3D"/>
    <w:rsid w:val="002E5CA1"/>
    <w:rsid w:val="002E6022"/>
    <w:rsid w:val="002E6F2F"/>
    <w:rsid w:val="002F3626"/>
    <w:rsid w:val="00301EBF"/>
    <w:rsid w:val="00307056"/>
    <w:rsid w:val="00307C3A"/>
    <w:rsid w:val="00310D1D"/>
    <w:rsid w:val="00313A8D"/>
    <w:rsid w:val="00317E22"/>
    <w:rsid w:val="00322466"/>
    <w:rsid w:val="00324B78"/>
    <w:rsid w:val="00325A62"/>
    <w:rsid w:val="00330D70"/>
    <w:rsid w:val="003339D0"/>
    <w:rsid w:val="003353BB"/>
    <w:rsid w:val="0033620A"/>
    <w:rsid w:val="0034239A"/>
    <w:rsid w:val="00345241"/>
    <w:rsid w:val="0035368E"/>
    <w:rsid w:val="00354493"/>
    <w:rsid w:val="00360A5F"/>
    <w:rsid w:val="003618AA"/>
    <w:rsid w:val="00362F97"/>
    <w:rsid w:val="00363C94"/>
    <w:rsid w:val="0036400D"/>
    <w:rsid w:val="003664E1"/>
    <w:rsid w:val="00373085"/>
    <w:rsid w:val="003818A5"/>
    <w:rsid w:val="003854C8"/>
    <w:rsid w:val="0038683D"/>
    <w:rsid w:val="00386879"/>
    <w:rsid w:val="00393B65"/>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4EBF"/>
    <w:rsid w:val="003C7C08"/>
    <w:rsid w:val="003D0CAC"/>
    <w:rsid w:val="003D2459"/>
    <w:rsid w:val="003D28ED"/>
    <w:rsid w:val="003D3107"/>
    <w:rsid w:val="003D4E3A"/>
    <w:rsid w:val="003E148D"/>
    <w:rsid w:val="003E2137"/>
    <w:rsid w:val="003E33A9"/>
    <w:rsid w:val="003E3506"/>
    <w:rsid w:val="003E3600"/>
    <w:rsid w:val="003F33DE"/>
    <w:rsid w:val="003F382E"/>
    <w:rsid w:val="003F52A9"/>
    <w:rsid w:val="00402C65"/>
    <w:rsid w:val="004030ED"/>
    <w:rsid w:val="004035D1"/>
    <w:rsid w:val="004038F6"/>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6CEF"/>
    <w:rsid w:val="00467E54"/>
    <w:rsid w:val="00470378"/>
    <w:rsid w:val="004722F9"/>
    <w:rsid w:val="00475E99"/>
    <w:rsid w:val="00481FD0"/>
    <w:rsid w:val="00482060"/>
    <w:rsid w:val="0048221F"/>
    <w:rsid w:val="004857ED"/>
    <w:rsid w:val="00487AE8"/>
    <w:rsid w:val="004919C3"/>
    <w:rsid w:val="00494861"/>
    <w:rsid w:val="004953C3"/>
    <w:rsid w:val="00495F04"/>
    <w:rsid w:val="00497042"/>
    <w:rsid w:val="004A0866"/>
    <w:rsid w:val="004A206D"/>
    <w:rsid w:val="004A5E75"/>
    <w:rsid w:val="004B17F4"/>
    <w:rsid w:val="004B3F28"/>
    <w:rsid w:val="004C3E90"/>
    <w:rsid w:val="004C4336"/>
    <w:rsid w:val="004C77B5"/>
    <w:rsid w:val="004D36E8"/>
    <w:rsid w:val="004D6BCF"/>
    <w:rsid w:val="004D7678"/>
    <w:rsid w:val="004D7CD7"/>
    <w:rsid w:val="004E6E95"/>
    <w:rsid w:val="004F02D2"/>
    <w:rsid w:val="004F4B1F"/>
    <w:rsid w:val="004F58BA"/>
    <w:rsid w:val="005022E5"/>
    <w:rsid w:val="00502651"/>
    <w:rsid w:val="005077E7"/>
    <w:rsid w:val="0051305D"/>
    <w:rsid w:val="00520645"/>
    <w:rsid w:val="005254BC"/>
    <w:rsid w:val="005261CF"/>
    <w:rsid w:val="00526724"/>
    <w:rsid w:val="0053467B"/>
    <w:rsid w:val="005358E7"/>
    <w:rsid w:val="00542EEF"/>
    <w:rsid w:val="00550B2F"/>
    <w:rsid w:val="00551712"/>
    <w:rsid w:val="00551E02"/>
    <w:rsid w:val="005529FE"/>
    <w:rsid w:val="00552C63"/>
    <w:rsid w:val="00553569"/>
    <w:rsid w:val="00553A11"/>
    <w:rsid w:val="00553E8E"/>
    <w:rsid w:val="005549DE"/>
    <w:rsid w:val="00557FB6"/>
    <w:rsid w:val="00561C58"/>
    <w:rsid w:val="00561F27"/>
    <w:rsid w:val="00562EED"/>
    <w:rsid w:val="00565700"/>
    <w:rsid w:val="005673A9"/>
    <w:rsid w:val="0057006C"/>
    <w:rsid w:val="00571BF1"/>
    <w:rsid w:val="0057612B"/>
    <w:rsid w:val="005772C4"/>
    <w:rsid w:val="00577577"/>
    <w:rsid w:val="0058088A"/>
    <w:rsid w:val="00584801"/>
    <w:rsid w:val="005923FF"/>
    <w:rsid w:val="00595761"/>
    <w:rsid w:val="005971F8"/>
    <w:rsid w:val="00597B34"/>
    <w:rsid w:val="005A075E"/>
    <w:rsid w:val="005A1C39"/>
    <w:rsid w:val="005A41E3"/>
    <w:rsid w:val="005A43ED"/>
    <w:rsid w:val="005B19FB"/>
    <w:rsid w:val="005B2DE4"/>
    <w:rsid w:val="005B4868"/>
    <w:rsid w:val="005B4DD0"/>
    <w:rsid w:val="005B56BE"/>
    <w:rsid w:val="005B68D5"/>
    <w:rsid w:val="005B7CFD"/>
    <w:rsid w:val="005C0E2F"/>
    <w:rsid w:val="005C4A4E"/>
    <w:rsid w:val="005C504A"/>
    <w:rsid w:val="005D2C72"/>
    <w:rsid w:val="005D316A"/>
    <w:rsid w:val="005E2913"/>
    <w:rsid w:val="005E4DD0"/>
    <w:rsid w:val="005E7821"/>
    <w:rsid w:val="005F0219"/>
    <w:rsid w:val="00605FAB"/>
    <w:rsid w:val="00613E8E"/>
    <w:rsid w:val="00614301"/>
    <w:rsid w:val="00620B12"/>
    <w:rsid w:val="006210F4"/>
    <w:rsid w:val="006224EE"/>
    <w:rsid w:val="00625C71"/>
    <w:rsid w:val="00627A7B"/>
    <w:rsid w:val="006357C1"/>
    <w:rsid w:val="00635E2A"/>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C15"/>
    <w:rsid w:val="006A7D4D"/>
    <w:rsid w:val="006B283F"/>
    <w:rsid w:val="006B5C71"/>
    <w:rsid w:val="006B7F0E"/>
    <w:rsid w:val="006C4B43"/>
    <w:rsid w:val="006C6198"/>
    <w:rsid w:val="006D36EC"/>
    <w:rsid w:val="006D6DC1"/>
    <w:rsid w:val="006D6F9A"/>
    <w:rsid w:val="006E2C8E"/>
    <w:rsid w:val="006E446F"/>
    <w:rsid w:val="006E6291"/>
    <w:rsid w:val="006F2E14"/>
    <w:rsid w:val="006F7CE8"/>
    <w:rsid w:val="007000EB"/>
    <w:rsid w:val="00700595"/>
    <w:rsid w:val="00701353"/>
    <w:rsid w:val="00704828"/>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37D7C"/>
    <w:rsid w:val="00740DAD"/>
    <w:rsid w:val="00740E80"/>
    <w:rsid w:val="007421E0"/>
    <w:rsid w:val="0074517B"/>
    <w:rsid w:val="0074654C"/>
    <w:rsid w:val="00746594"/>
    <w:rsid w:val="007515BE"/>
    <w:rsid w:val="007525A3"/>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0CCF"/>
    <w:rsid w:val="007E2EBF"/>
    <w:rsid w:val="007E6DD9"/>
    <w:rsid w:val="007F4190"/>
    <w:rsid w:val="007F4E53"/>
    <w:rsid w:val="0080155A"/>
    <w:rsid w:val="00804453"/>
    <w:rsid w:val="00806335"/>
    <w:rsid w:val="008105E2"/>
    <w:rsid w:val="008128CA"/>
    <w:rsid w:val="00813440"/>
    <w:rsid w:val="00820192"/>
    <w:rsid w:val="00821493"/>
    <w:rsid w:val="00826B87"/>
    <w:rsid w:val="008273AA"/>
    <w:rsid w:val="00827AB8"/>
    <w:rsid w:val="00831008"/>
    <w:rsid w:val="00831B8F"/>
    <w:rsid w:val="00837259"/>
    <w:rsid w:val="0084238B"/>
    <w:rsid w:val="0084318E"/>
    <w:rsid w:val="0084496F"/>
    <w:rsid w:val="00850983"/>
    <w:rsid w:val="008541F2"/>
    <w:rsid w:val="00856941"/>
    <w:rsid w:val="0085698F"/>
    <w:rsid w:val="00857A7C"/>
    <w:rsid w:val="00861354"/>
    <w:rsid w:val="0086345B"/>
    <w:rsid w:val="00864864"/>
    <w:rsid w:val="00866CF3"/>
    <w:rsid w:val="008703F4"/>
    <w:rsid w:val="00870CB0"/>
    <w:rsid w:val="00870D4D"/>
    <w:rsid w:val="008725B0"/>
    <w:rsid w:val="00873D57"/>
    <w:rsid w:val="00874112"/>
    <w:rsid w:val="008777DC"/>
    <w:rsid w:val="00880BCE"/>
    <w:rsid w:val="008810AF"/>
    <w:rsid w:val="008830EF"/>
    <w:rsid w:val="00884B11"/>
    <w:rsid w:val="008919C9"/>
    <w:rsid w:val="008933CF"/>
    <w:rsid w:val="0089457A"/>
    <w:rsid w:val="00895362"/>
    <w:rsid w:val="008A225D"/>
    <w:rsid w:val="008A4630"/>
    <w:rsid w:val="008A756D"/>
    <w:rsid w:val="008B0E74"/>
    <w:rsid w:val="008B5AE2"/>
    <w:rsid w:val="008B5B7E"/>
    <w:rsid w:val="008C0DB1"/>
    <w:rsid w:val="008C3327"/>
    <w:rsid w:val="008D1B93"/>
    <w:rsid w:val="008D5FE6"/>
    <w:rsid w:val="008D6657"/>
    <w:rsid w:val="008E1FA7"/>
    <w:rsid w:val="008E4D2E"/>
    <w:rsid w:val="008E655B"/>
    <w:rsid w:val="008F1A24"/>
    <w:rsid w:val="008F24C2"/>
    <w:rsid w:val="008F258C"/>
    <w:rsid w:val="008F3BB8"/>
    <w:rsid w:val="008F4513"/>
    <w:rsid w:val="008F5B45"/>
    <w:rsid w:val="009006DA"/>
    <w:rsid w:val="009036AC"/>
    <w:rsid w:val="009040C6"/>
    <w:rsid w:val="009046DF"/>
    <w:rsid w:val="00906D39"/>
    <w:rsid w:val="0091682D"/>
    <w:rsid w:val="00922370"/>
    <w:rsid w:val="0092388A"/>
    <w:rsid w:val="009257A0"/>
    <w:rsid w:val="00927601"/>
    <w:rsid w:val="00927D62"/>
    <w:rsid w:val="00931D57"/>
    <w:rsid w:val="00932192"/>
    <w:rsid w:val="009408C2"/>
    <w:rsid w:val="0094272F"/>
    <w:rsid w:val="00943412"/>
    <w:rsid w:val="00943B2E"/>
    <w:rsid w:val="00945D11"/>
    <w:rsid w:val="009503E2"/>
    <w:rsid w:val="00950910"/>
    <w:rsid w:val="009523FD"/>
    <w:rsid w:val="00952FD2"/>
    <w:rsid w:val="00953411"/>
    <w:rsid w:val="00954472"/>
    <w:rsid w:val="0095736F"/>
    <w:rsid w:val="00960F67"/>
    <w:rsid w:val="00961CD2"/>
    <w:rsid w:val="00962AE6"/>
    <w:rsid w:val="00962B76"/>
    <w:rsid w:val="0097061F"/>
    <w:rsid w:val="00972C70"/>
    <w:rsid w:val="009741DD"/>
    <w:rsid w:val="00974224"/>
    <w:rsid w:val="00974FF1"/>
    <w:rsid w:val="00976899"/>
    <w:rsid w:val="009843B3"/>
    <w:rsid w:val="00986588"/>
    <w:rsid w:val="00992E31"/>
    <w:rsid w:val="00995F94"/>
    <w:rsid w:val="009A24B2"/>
    <w:rsid w:val="009A53CC"/>
    <w:rsid w:val="009A7001"/>
    <w:rsid w:val="009A7BD5"/>
    <w:rsid w:val="009A7DA5"/>
    <w:rsid w:val="009B01D4"/>
    <w:rsid w:val="009B0C22"/>
    <w:rsid w:val="009B5C7D"/>
    <w:rsid w:val="009B7253"/>
    <w:rsid w:val="009D2002"/>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9BA"/>
    <w:rsid w:val="00A26AD5"/>
    <w:rsid w:val="00A30F05"/>
    <w:rsid w:val="00A33796"/>
    <w:rsid w:val="00A35A84"/>
    <w:rsid w:val="00A35EDE"/>
    <w:rsid w:val="00A36852"/>
    <w:rsid w:val="00A36CA9"/>
    <w:rsid w:val="00A371C7"/>
    <w:rsid w:val="00A400F4"/>
    <w:rsid w:val="00A40FA4"/>
    <w:rsid w:val="00A44704"/>
    <w:rsid w:val="00A478DC"/>
    <w:rsid w:val="00A50FBD"/>
    <w:rsid w:val="00A51FCA"/>
    <w:rsid w:val="00A60682"/>
    <w:rsid w:val="00A6076B"/>
    <w:rsid w:val="00A60B19"/>
    <w:rsid w:val="00A60E79"/>
    <w:rsid w:val="00A6486D"/>
    <w:rsid w:val="00A668D6"/>
    <w:rsid w:val="00A745EB"/>
    <w:rsid w:val="00A749A9"/>
    <w:rsid w:val="00A751DD"/>
    <w:rsid w:val="00A76C37"/>
    <w:rsid w:val="00A86979"/>
    <w:rsid w:val="00A86A9E"/>
    <w:rsid w:val="00A91F7E"/>
    <w:rsid w:val="00A9330B"/>
    <w:rsid w:val="00A93392"/>
    <w:rsid w:val="00A971B5"/>
    <w:rsid w:val="00AA0491"/>
    <w:rsid w:val="00AA378D"/>
    <w:rsid w:val="00AA682D"/>
    <w:rsid w:val="00AB0435"/>
    <w:rsid w:val="00AB1F96"/>
    <w:rsid w:val="00AB49D8"/>
    <w:rsid w:val="00AB5AFC"/>
    <w:rsid w:val="00AB5B22"/>
    <w:rsid w:val="00AC1416"/>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28D3"/>
    <w:rsid w:val="00AF33DF"/>
    <w:rsid w:val="00AF4D50"/>
    <w:rsid w:val="00AF6FBA"/>
    <w:rsid w:val="00B01257"/>
    <w:rsid w:val="00B03B63"/>
    <w:rsid w:val="00B1002E"/>
    <w:rsid w:val="00B10CA1"/>
    <w:rsid w:val="00B11AF5"/>
    <w:rsid w:val="00B129E5"/>
    <w:rsid w:val="00B12ED2"/>
    <w:rsid w:val="00B15814"/>
    <w:rsid w:val="00B17010"/>
    <w:rsid w:val="00B23DA8"/>
    <w:rsid w:val="00B24ABA"/>
    <w:rsid w:val="00B300E7"/>
    <w:rsid w:val="00B3205F"/>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95F0F"/>
    <w:rsid w:val="00B9680B"/>
    <w:rsid w:val="00BA20DE"/>
    <w:rsid w:val="00BA51CA"/>
    <w:rsid w:val="00BB5951"/>
    <w:rsid w:val="00BB5C83"/>
    <w:rsid w:val="00BB643C"/>
    <w:rsid w:val="00BB64CD"/>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3FDB"/>
    <w:rsid w:val="00C07E02"/>
    <w:rsid w:val="00C121B4"/>
    <w:rsid w:val="00C123BD"/>
    <w:rsid w:val="00C1570C"/>
    <w:rsid w:val="00C22361"/>
    <w:rsid w:val="00C26D89"/>
    <w:rsid w:val="00C31833"/>
    <w:rsid w:val="00C33018"/>
    <w:rsid w:val="00C33B4D"/>
    <w:rsid w:val="00C34E44"/>
    <w:rsid w:val="00C35A49"/>
    <w:rsid w:val="00C36AF1"/>
    <w:rsid w:val="00C37458"/>
    <w:rsid w:val="00C37AF7"/>
    <w:rsid w:val="00C45E29"/>
    <w:rsid w:val="00C468EE"/>
    <w:rsid w:val="00C52FD4"/>
    <w:rsid w:val="00C554CC"/>
    <w:rsid w:val="00C617E5"/>
    <w:rsid w:val="00C667E4"/>
    <w:rsid w:val="00C763D6"/>
    <w:rsid w:val="00C76A9C"/>
    <w:rsid w:val="00C81C96"/>
    <w:rsid w:val="00C9021F"/>
    <w:rsid w:val="00C9028D"/>
    <w:rsid w:val="00C906FE"/>
    <w:rsid w:val="00C91000"/>
    <w:rsid w:val="00C97009"/>
    <w:rsid w:val="00CA2801"/>
    <w:rsid w:val="00CA41BF"/>
    <w:rsid w:val="00CB12FD"/>
    <w:rsid w:val="00CB1B57"/>
    <w:rsid w:val="00CB22FF"/>
    <w:rsid w:val="00CB686E"/>
    <w:rsid w:val="00CC0833"/>
    <w:rsid w:val="00CC12EE"/>
    <w:rsid w:val="00CC156E"/>
    <w:rsid w:val="00CC1AC9"/>
    <w:rsid w:val="00CC1B44"/>
    <w:rsid w:val="00CC4FE6"/>
    <w:rsid w:val="00CD0EDB"/>
    <w:rsid w:val="00CD1FC1"/>
    <w:rsid w:val="00CD3F50"/>
    <w:rsid w:val="00CD66FF"/>
    <w:rsid w:val="00CD72D4"/>
    <w:rsid w:val="00CE30CD"/>
    <w:rsid w:val="00CF00F5"/>
    <w:rsid w:val="00CF137D"/>
    <w:rsid w:val="00CF7BA0"/>
    <w:rsid w:val="00D0599C"/>
    <w:rsid w:val="00D10971"/>
    <w:rsid w:val="00D20EAE"/>
    <w:rsid w:val="00D212D5"/>
    <w:rsid w:val="00D24B24"/>
    <w:rsid w:val="00D24DBC"/>
    <w:rsid w:val="00D24EB0"/>
    <w:rsid w:val="00D25987"/>
    <w:rsid w:val="00D321AF"/>
    <w:rsid w:val="00D33A32"/>
    <w:rsid w:val="00D40BA9"/>
    <w:rsid w:val="00D425B5"/>
    <w:rsid w:val="00D449F0"/>
    <w:rsid w:val="00D44C1D"/>
    <w:rsid w:val="00D46C32"/>
    <w:rsid w:val="00D52EC6"/>
    <w:rsid w:val="00D539DC"/>
    <w:rsid w:val="00D53C02"/>
    <w:rsid w:val="00D54728"/>
    <w:rsid w:val="00D6145E"/>
    <w:rsid w:val="00D66EE9"/>
    <w:rsid w:val="00D67101"/>
    <w:rsid w:val="00D70D85"/>
    <w:rsid w:val="00D718B1"/>
    <w:rsid w:val="00D72664"/>
    <w:rsid w:val="00D7331A"/>
    <w:rsid w:val="00D7499D"/>
    <w:rsid w:val="00D7738F"/>
    <w:rsid w:val="00D84ECA"/>
    <w:rsid w:val="00D854D7"/>
    <w:rsid w:val="00D9135D"/>
    <w:rsid w:val="00D91B67"/>
    <w:rsid w:val="00D92CDF"/>
    <w:rsid w:val="00D96917"/>
    <w:rsid w:val="00D96EC8"/>
    <w:rsid w:val="00D975B2"/>
    <w:rsid w:val="00DA5931"/>
    <w:rsid w:val="00DA722B"/>
    <w:rsid w:val="00DB2424"/>
    <w:rsid w:val="00DB3E84"/>
    <w:rsid w:val="00DB6C95"/>
    <w:rsid w:val="00DC02A0"/>
    <w:rsid w:val="00DC0B08"/>
    <w:rsid w:val="00DC0E27"/>
    <w:rsid w:val="00DD1BB4"/>
    <w:rsid w:val="00DD6547"/>
    <w:rsid w:val="00DD78A5"/>
    <w:rsid w:val="00DE4448"/>
    <w:rsid w:val="00DE49C9"/>
    <w:rsid w:val="00DE7035"/>
    <w:rsid w:val="00DF2235"/>
    <w:rsid w:val="00DF5E1E"/>
    <w:rsid w:val="00DF6442"/>
    <w:rsid w:val="00E022DC"/>
    <w:rsid w:val="00E024D3"/>
    <w:rsid w:val="00E02E5D"/>
    <w:rsid w:val="00E07A7B"/>
    <w:rsid w:val="00E10B3C"/>
    <w:rsid w:val="00E14435"/>
    <w:rsid w:val="00E146D5"/>
    <w:rsid w:val="00E165AA"/>
    <w:rsid w:val="00E16CE1"/>
    <w:rsid w:val="00E206F5"/>
    <w:rsid w:val="00E21598"/>
    <w:rsid w:val="00E259BC"/>
    <w:rsid w:val="00E25F24"/>
    <w:rsid w:val="00E264A4"/>
    <w:rsid w:val="00E27054"/>
    <w:rsid w:val="00E35532"/>
    <w:rsid w:val="00E40FCC"/>
    <w:rsid w:val="00E43122"/>
    <w:rsid w:val="00E4393B"/>
    <w:rsid w:val="00E44003"/>
    <w:rsid w:val="00E456A5"/>
    <w:rsid w:val="00E458A1"/>
    <w:rsid w:val="00E50FF4"/>
    <w:rsid w:val="00E5512D"/>
    <w:rsid w:val="00E574E5"/>
    <w:rsid w:val="00E6232E"/>
    <w:rsid w:val="00E63C51"/>
    <w:rsid w:val="00E71139"/>
    <w:rsid w:val="00E74F63"/>
    <w:rsid w:val="00E7602E"/>
    <w:rsid w:val="00E84E54"/>
    <w:rsid w:val="00E90664"/>
    <w:rsid w:val="00E917D6"/>
    <w:rsid w:val="00E93A84"/>
    <w:rsid w:val="00E96A8C"/>
    <w:rsid w:val="00E96F05"/>
    <w:rsid w:val="00EA340E"/>
    <w:rsid w:val="00EA3B1F"/>
    <w:rsid w:val="00EB1414"/>
    <w:rsid w:val="00EB55D0"/>
    <w:rsid w:val="00EB5646"/>
    <w:rsid w:val="00EB5ADB"/>
    <w:rsid w:val="00EB61F4"/>
    <w:rsid w:val="00EB63A4"/>
    <w:rsid w:val="00EC0F78"/>
    <w:rsid w:val="00EC1A32"/>
    <w:rsid w:val="00EC1A39"/>
    <w:rsid w:val="00EC381F"/>
    <w:rsid w:val="00EC5C01"/>
    <w:rsid w:val="00EC6115"/>
    <w:rsid w:val="00ED0DD0"/>
    <w:rsid w:val="00ED3DFD"/>
    <w:rsid w:val="00ED3F21"/>
    <w:rsid w:val="00ED4263"/>
    <w:rsid w:val="00EE260F"/>
    <w:rsid w:val="00EE4843"/>
    <w:rsid w:val="00EE56E1"/>
    <w:rsid w:val="00EE604B"/>
    <w:rsid w:val="00EE6B33"/>
    <w:rsid w:val="00EF0462"/>
    <w:rsid w:val="00EF4D80"/>
    <w:rsid w:val="00EF6505"/>
    <w:rsid w:val="00EF7A6F"/>
    <w:rsid w:val="00F02C57"/>
    <w:rsid w:val="00F070E5"/>
    <w:rsid w:val="00F07D33"/>
    <w:rsid w:val="00F12253"/>
    <w:rsid w:val="00F13BD5"/>
    <w:rsid w:val="00F1517E"/>
    <w:rsid w:val="00F16678"/>
    <w:rsid w:val="00F16834"/>
    <w:rsid w:val="00F26388"/>
    <w:rsid w:val="00F3089C"/>
    <w:rsid w:val="00F31BE3"/>
    <w:rsid w:val="00F34B21"/>
    <w:rsid w:val="00F34CA5"/>
    <w:rsid w:val="00F41E90"/>
    <w:rsid w:val="00F436BF"/>
    <w:rsid w:val="00F44B5C"/>
    <w:rsid w:val="00F515B7"/>
    <w:rsid w:val="00F51E87"/>
    <w:rsid w:val="00F53507"/>
    <w:rsid w:val="00F571FE"/>
    <w:rsid w:val="00F57A9F"/>
    <w:rsid w:val="00F636B0"/>
    <w:rsid w:val="00F638A5"/>
    <w:rsid w:val="00F65587"/>
    <w:rsid w:val="00F715FC"/>
    <w:rsid w:val="00F71859"/>
    <w:rsid w:val="00F72BDA"/>
    <w:rsid w:val="00F74FDC"/>
    <w:rsid w:val="00F82A57"/>
    <w:rsid w:val="00F83A2C"/>
    <w:rsid w:val="00F83E9D"/>
    <w:rsid w:val="00F86C5B"/>
    <w:rsid w:val="00F94147"/>
    <w:rsid w:val="00F97A32"/>
    <w:rsid w:val="00FA3B58"/>
    <w:rsid w:val="00FA5484"/>
    <w:rsid w:val="00FA5CCD"/>
    <w:rsid w:val="00FA6127"/>
    <w:rsid w:val="00FA6DA0"/>
    <w:rsid w:val="00FB1A72"/>
    <w:rsid w:val="00FB3EBB"/>
    <w:rsid w:val="00FB4C28"/>
    <w:rsid w:val="00FB7CFB"/>
    <w:rsid w:val="00FC002F"/>
    <w:rsid w:val="00FC7297"/>
    <w:rsid w:val="00FD04E0"/>
    <w:rsid w:val="00FD2AA4"/>
    <w:rsid w:val="00FD3E49"/>
    <w:rsid w:val="00FE01AC"/>
    <w:rsid w:val="00FE0BFA"/>
    <w:rsid w:val="00FE0D85"/>
    <w:rsid w:val="00FE475C"/>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4030ED"/>
    <w:pPr>
      <w:tabs>
        <w:tab w:val="right" w:leader="dot" w:pos="891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libBold2Char">
    <w:name w:val="libBold2 Char"/>
    <w:basedOn w:val="libNormalChar"/>
    <w:link w:val="libBold2"/>
    <w:rsid w:val="0053467B"/>
    <w:rPr>
      <w:b/>
      <w:bCs/>
      <w:sz w:val="28"/>
      <w:szCs w:val="28"/>
    </w:rPr>
  </w:style>
  <w:style w:type="paragraph" w:styleId="TOC6">
    <w:name w:val="toc 6"/>
    <w:basedOn w:val="Normal"/>
    <w:next w:val="Normal"/>
    <w:autoRedefine/>
    <w:uiPriority w:val="39"/>
    <w:unhideWhenUsed/>
    <w:rsid w:val="004030E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030E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030E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030ED"/>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393B65"/>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22EE3-558D-434C-A860-65B506885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257</TotalTime>
  <Pages>590</Pages>
  <Words>112231</Words>
  <Characters>639719</Characters>
  <Application>Microsoft Office Word</Application>
  <DocSecurity>0</DocSecurity>
  <Lines>5330</Lines>
  <Paragraphs>1500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750450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119</cp:revision>
  <cp:lastPrinted>1601-01-01T00:00:00Z</cp:lastPrinted>
  <dcterms:created xsi:type="dcterms:W3CDTF">2018-02-22T09:54:00Z</dcterms:created>
  <dcterms:modified xsi:type="dcterms:W3CDTF">2019-11-12T08:56:00Z</dcterms:modified>
</cp:coreProperties>
</file>