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81E" w:rsidRDefault="00F7794A" w:rsidP="00F7794A">
      <w:pPr>
        <w:pStyle w:val="libCenterBold1"/>
        <w:rPr>
          <w:rFonts w:hint="cs"/>
          <w:rtl/>
          <w:lang w:bidi="fa-IR"/>
        </w:rPr>
      </w:pPr>
      <w:r>
        <w:rPr>
          <w:rtl/>
          <w:lang w:bidi="fa-IR"/>
        </w:rPr>
        <w:t>تفسير نور (سوره قصص</w:t>
      </w:r>
      <w:r w:rsidR="00CB781E">
        <w:rPr>
          <w:rtl/>
          <w:lang w:bidi="fa-IR"/>
        </w:rPr>
        <w:t>)</w:t>
      </w:r>
    </w:p>
    <w:p w:rsidR="00F7794A" w:rsidRPr="00F7794A" w:rsidRDefault="00F7794A" w:rsidP="00F7794A">
      <w:pPr>
        <w:pStyle w:val="libNormal0"/>
        <w:rPr>
          <w:rtl/>
          <w:lang w:bidi="fa-IR"/>
        </w:rPr>
      </w:pPr>
    </w:p>
    <w:p w:rsidR="00CB781E" w:rsidRDefault="00F7794A" w:rsidP="00F7794A">
      <w:pPr>
        <w:pStyle w:val="libCenterBold2"/>
        <w:rPr>
          <w:rFonts w:hint="cs"/>
          <w:rtl/>
          <w:lang w:bidi="fa-IR"/>
        </w:rPr>
      </w:pPr>
      <w:r>
        <w:rPr>
          <w:rFonts w:hint="cs"/>
          <w:rtl/>
          <w:lang w:bidi="fa-IR"/>
        </w:rPr>
        <w:t>نام نویسنده</w:t>
      </w:r>
      <w:r w:rsidR="00CB781E">
        <w:rPr>
          <w:rtl/>
          <w:lang w:bidi="fa-IR"/>
        </w:rPr>
        <w:t xml:space="preserve"> : حجة الاسلام و المسلمين حاج شيخ محسن قرائتى</w:t>
      </w:r>
    </w:p>
    <w:p w:rsidR="00CB781E" w:rsidRPr="00DE30EA" w:rsidRDefault="00CB781E" w:rsidP="00DE30EA">
      <w:pPr>
        <w:rPr>
          <w:rtl/>
        </w:rPr>
      </w:pPr>
      <w:r>
        <w:rPr>
          <w:rtl/>
          <w:lang w:bidi="fa-IR"/>
        </w:rPr>
        <w:br w:type="page"/>
      </w:r>
    </w:p>
    <w:p w:rsidR="00123678" w:rsidRDefault="002E3834" w:rsidP="002E3834">
      <w:pPr>
        <w:pStyle w:val="Heading1"/>
        <w:rPr>
          <w:rtl/>
          <w:lang w:bidi="fa-IR"/>
        </w:rPr>
      </w:pPr>
      <w:bookmarkStart w:id="0" w:name="_Toc362088567"/>
      <w:r>
        <w:rPr>
          <w:rtl/>
          <w:lang w:bidi="fa-IR"/>
        </w:rPr>
        <w:lastRenderedPageBreak/>
        <w:t>مقدمه ناشر</w:t>
      </w:r>
      <w:bookmarkEnd w:id="0"/>
    </w:p>
    <w:p w:rsidR="00123678" w:rsidRDefault="00123678" w:rsidP="00741FFE">
      <w:pPr>
        <w:pStyle w:val="libAie"/>
        <w:rPr>
          <w:rtl/>
          <w:lang w:bidi="fa-IR"/>
        </w:rPr>
      </w:pPr>
      <w:r>
        <w:rPr>
          <w:rtl/>
          <w:lang w:bidi="fa-IR"/>
        </w:rPr>
        <w:t>بسم اللّه الرّحمن الرّحيم</w:t>
      </w:r>
    </w:p>
    <w:p w:rsidR="00123678" w:rsidRDefault="00123678" w:rsidP="00741FFE">
      <w:pPr>
        <w:pStyle w:val="libAie"/>
        <w:rPr>
          <w:rtl/>
          <w:lang w:bidi="fa-IR"/>
        </w:rPr>
      </w:pPr>
      <w:r>
        <w:rPr>
          <w:rtl/>
          <w:lang w:bidi="fa-IR"/>
        </w:rPr>
        <w:t>«قد جائكم من اللّه نور و كتاب مبين»</w:t>
      </w:r>
    </w:p>
    <w:p w:rsidR="00123678" w:rsidRDefault="00123678" w:rsidP="004D48DE">
      <w:pPr>
        <w:pStyle w:val="libNormal"/>
        <w:rPr>
          <w:rtl/>
          <w:lang w:bidi="fa-IR"/>
        </w:rPr>
      </w:pPr>
      <w:r>
        <w:rPr>
          <w:rtl/>
          <w:lang w:bidi="fa-IR"/>
        </w:rPr>
        <w:t>به راستى كه از جانب خداوند، نور وك</w:t>
      </w:r>
      <w:r w:rsidR="00CB781E">
        <w:rPr>
          <w:rtl/>
          <w:lang w:bidi="fa-IR"/>
        </w:rPr>
        <w:t>تابى روشنگر به سوى شما آمده است</w:t>
      </w:r>
      <w:r>
        <w:rPr>
          <w:rtl/>
          <w:lang w:bidi="fa-IR"/>
        </w:rPr>
        <w:t>.</w:t>
      </w:r>
    </w:p>
    <w:p w:rsidR="00123678" w:rsidRDefault="00123678" w:rsidP="004D48DE">
      <w:pPr>
        <w:pStyle w:val="libNormal"/>
        <w:rPr>
          <w:rtl/>
          <w:lang w:bidi="fa-IR"/>
        </w:rPr>
      </w:pPr>
      <w:r>
        <w:rPr>
          <w:rtl/>
          <w:lang w:bidi="fa-IR"/>
        </w:rPr>
        <w:t>قرآن كريم از آغاز نزول تا به امروز، همواره مورد توجّه انديشمندان ، زبدگان و متفكّران بوده است واز زواياى گوناگون به تدبّر و تاءمّل در آن پرداخته واز اين رهگذر آثار گرانقدرى از خود به يادگار گذارده اند.</w:t>
      </w:r>
    </w:p>
    <w:p w:rsidR="00123678" w:rsidRDefault="00123678" w:rsidP="004D48DE">
      <w:pPr>
        <w:pStyle w:val="libNormal"/>
        <w:rPr>
          <w:rtl/>
          <w:lang w:bidi="fa-IR"/>
        </w:rPr>
      </w:pPr>
      <w:r>
        <w:rPr>
          <w:rtl/>
          <w:lang w:bidi="fa-IR"/>
        </w:rPr>
        <w:t>در طول تاريخ بيشترين شرح وتفسير بر قرآن مجيد نوشته شده است و اين كتاب ، تنها كتاب آسمانى است كه بى هيچ نقصان وزيادتى در زمين باقى مانده است . آياتش مانند ستارگان آسمان ، اهل زمين را به صراط مستقيم راهنمايى مى كند و در لابلاى آيات نورانى آن ، آئين نامه ى زندگانى مسلمانان گنجانده شده است و براى دست يابى به اعماق ژرف آن بايد آيات آن را بگونه اى تبيين كرد كه براى همگان قابل فهم باشد. بى دليل نيست كه از زبان انديشمندان بزرگى همچون علاّمه طباطبائى صاحب تفسير الميزان به ضرورت نگارش تفسيرى نو از قرآن در هر چند سال يكبار، تاءكيد شده است كه اين اعتراف ، نشان از غناى مفاهيم قرآن كريم و عظمت معانى آن دارد.</w:t>
      </w:r>
    </w:p>
    <w:p w:rsidR="00123678" w:rsidRDefault="00123678" w:rsidP="004D48DE">
      <w:pPr>
        <w:pStyle w:val="libNormal"/>
        <w:rPr>
          <w:rtl/>
          <w:lang w:bidi="fa-IR"/>
        </w:rPr>
      </w:pPr>
      <w:r>
        <w:rPr>
          <w:rtl/>
          <w:lang w:bidi="fa-IR"/>
        </w:rPr>
        <w:t>گرچه مساءله تفسير در جامعه ما رونق مطلوب را پيدا نكرده امّا در سالهاى اخير، فعاليت هاى چشمگيرى در زمينه ترويج فرهنگ قرآن و مهجوريت زدايى از آن صورت گرفته است .</w:t>
      </w:r>
    </w:p>
    <w:p w:rsidR="009D5899" w:rsidRDefault="00123678" w:rsidP="00E87CF4">
      <w:pPr>
        <w:pStyle w:val="libNormal"/>
        <w:rPr>
          <w:rtl/>
          <w:lang w:bidi="fa-IR"/>
        </w:rPr>
      </w:pPr>
      <w:r>
        <w:rPr>
          <w:rtl/>
          <w:lang w:bidi="fa-IR"/>
        </w:rPr>
        <w:t xml:space="preserve">از توفيق بزرگ خدمتگزارى به ساحت قرآن كريم ، شمّه اى نيز به لطف و منّت الهى ، نصيب ستاد تفسير قرآن كريم شده است </w:t>
      </w:r>
    </w:p>
    <w:p w:rsidR="009D5899" w:rsidRPr="00DE30EA" w:rsidRDefault="009D5899" w:rsidP="00DE30EA">
      <w:pPr>
        <w:rPr>
          <w:rtl/>
        </w:rPr>
      </w:pPr>
      <w:r>
        <w:rPr>
          <w:rtl/>
          <w:lang w:bidi="fa-IR"/>
        </w:rPr>
        <w:br w:type="page"/>
      </w:r>
    </w:p>
    <w:p w:rsidR="00123678" w:rsidRDefault="00123678" w:rsidP="009D5899">
      <w:pPr>
        <w:pStyle w:val="libNormal0"/>
        <w:rPr>
          <w:rtl/>
          <w:lang w:bidi="fa-IR"/>
        </w:rPr>
      </w:pPr>
      <w:r>
        <w:rPr>
          <w:rtl/>
          <w:lang w:bidi="fa-IR"/>
        </w:rPr>
        <w:lastRenderedPageBreak/>
        <w:t>كه به گوشه اى از آن اشاره مى كنيم :</w:t>
      </w:r>
    </w:p>
    <w:p w:rsidR="00123678" w:rsidRDefault="00123678" w:rsidP="004D48DE">
      <w:pPr>
        <w:pStyle w:val="libNormal"/>
        <w:rPr>
          <w:rtl/>
          <w:lang w:bidi="fa-IR"/>
        </w:rPr>
      </w:pPr>
      <w:r>
        <w:rPr>
          <w:rtl/>
          <w:lang w:bidi="fa-IR"/>
        </w:rPr>
        <w:t>1- تشكيل جلسات و كلاسهاى تفسير قرآن .</w:t>
      </w:r>
    </w:p>
    <w:p w:rsidR="00123678" w:rsidRDefault="00123678" w:rsidP="004D48DE">
      <w:pPr>
        <w:pStyle w:val="libNormal"/>
        <w:rPr>
          <w:rtl/>
          <w:lang w:bidi="fa-IR"/>
        </w:rPr>
      </w:pPr>
      <w:r>
        <w:rPr>
          <w:rtl/>
          <w:lang w:bidi="fa-IR"/>
        </w:rPr>
        <w:t>2- تشكيل دوره هاى كارورزى و جلسات توجيهى براى فارغ التحصيلان حوزه هاى علميه .</w:t>
      </w:r>
    </w:p>
    <w:p w:rsidR="00123678" w:rsidRDefault="00123678" w:rsidP="004D48DE">
      <w:pPr>
        <w:pStyle w:val="libNormal"/>
        <w:rPr>
          <w:rtl/>
          <w:lang w:bidi="fa-IR"/>
        </w:rPr>
      </w:pPr>
      <w:r>
        <w:rPr>
          <w:rtl/>
          <w:lang w:bidi="fa-IR"/>
        </w:rPr>
        <w:t>3- طرّاحى و اجراى مسابقات تفسيرى در حوزه هاى علميه ، دانشگاه ها و مدارس ، به همراه جوائزى ارزنده .</w:t>
      </w:r>
    </w:p>
    <w:p w:rsidR="00123678" w:rsidRDefault="00123678" w:rsidP="004D48DE">
      <w:pPr>
        <w:pStyle w:val="libNormal"/>
        <w:rPr>
          <w:rtl/>
          <w:lang w:bidi="fa-IR"/>
        </w:rPr>
      </w:pPr>
      <w:r>
        <w:rPr>
          <w:rtl/>
          <w:lang w:bidi="fa-IR"/>
        </w:rPr>
        <w:t>4- اجراى مسابقات مقاله نويسى در موضوعات قرآنى .</w:t>
      </w:r>
    </w:p>
    <w:p w:rsidR="00123678" w:rsidRDefault="00123678" w:rsidP="004D48DE">
      <w:pPr>
        <w:pStyle w:val="libNormal"/>
        <w:rPr>
          <w:rtl/>
          <w:lang w:bidi="fa-IR"/>
        </w:rPr>
      </w:pPr>
      <w:r>
        <w:rPr>
          <w:rtl/>
          <w:lang w:bidi="fa-IR"/>
        </w:rPr>
        <w:t>5 در ماه رمضان سال 80، در مرحله ى اوّل مسابقه تفسير سوره يوسف و در مرحله بعد تفسير سوره حجرات برگزار گرديد كه با استقبال بى سابقه ى جوانان و مراكز فرهنگى (آموزش و پرورش ، دانشگاه ها، نيروهاى مسلّح ، مساجد، سازمان ها و ادارات و...) به يك حركت عظيم ملّى تبديل شد و تا آنجا اوج گرفت كه در فاصله اى كوتاه بيش از يك ميليون جلد كتاب به منظور برگزارى مسابقه سراسرى ، چاپ و توزيع گرديد.</w:t>
      </w:r>
    </w:p>
    <w:p w:rsidR="00123678" w:rsidRDefault="00123678" w:rsidP="004D48DE">
      <w:pPr>
        <w:pStyle w:val="libNormal"/>
        <w:rPr>
          <w:rtl/>
          <w:lang w:bidi="fa-IR"/>
        </w:rPr>
      </w:pPr>
      <w:r>
        <w:rPr>
          <w:rtl/>
          <w:lang w:bidi="fa-IR"/>
        </w:rPr>
        <w:t>جمع آورى نظرات به ما نشان داد كه يكى از راه هاى اُنس با تفسير، همين استفاده از تعطيلات تابستان و بهار قرآن ، ماه رمضان است كه البتّه با عرضه ى كتاب مختصر، روان ، ارزان وزيبا همراه باشد.</w:t>
      </w:r>
    </w:p>
    <w:p w:rsidR="00352890" w:rsidRDefault="00123678" w:rsidP="004D48DE">
      <w:pPr>
        <w:pStyle w:val="libNormal"/>
        <w:rPr>
          <w:rtl/>
          <w:lang w:bidi="fa-IR"/>
        </w:rPr>
      </w:pPr>
      <w:r>
        <w:rPr>
          <w:rtl/>
          <w:lang w:bidi="fa-IR"/>
        </w:rPr>
        <w:t>ستاد تفسير قرآن كريم با همكارى مركز فرهنگى درسهايى از قرآن ، تفسير سوره قَصص را كه يكى از آثار ارزشمند حجة الاسلام والمسلمين محسن قرائتى مى باشد، به تمام علاقمندان عرضه مى نمايد، البتّه به منظور توسعه ى هرچه بيشتر كار، متن اين كتاب بدون هيچ محدوديتى در اختيار مراكز فرهنگى قرار مى گيرد تا به هر شكلى مايلند آن را نشر دهند.</w:t>
      </w:r>
    </w:p>
    <w:p w:rsidR="00123678" w:rsidRPr="00DE30EA" w:rsidRDefault="00352890" w:rsidP="00DE30EA">
      <w:pPr>
        <w:rPr>
          <w:rtl/>
        </w:rPr>
      </w:pPr>
      <w:r>
        <w:rPr>
          <w:rtl/>
          <w:lang w:bidi="fa-IR"/>
        </w:rPr>
        <w:br w:type="page"/>
      </w:r>
    </w:p>
    <w:p w:rsidR="00123678" w:rsidRDefault="00123678" w:rsidP="004D48DE">
      <w:pPr>
        <w:pStyle w:val="libNormal"/>
        <w:rPr>
          <w:rtl/>
          <w:lang w:bidi="fa-IR"/>
        </w:rPr>
      </w:pPr>
      <w:r>
        <w:rPr>
          <w:rtl/>
          <w:lang w:bidi="fa-IR"/>
        </w:rPr>
        <w:lastRenderedPageBreak/>
        <w:t>در پايان از خوانندگان عزيز تقاضا داريم چنانكه در زمينه ى برگزارى مسابقات تفسير قرآن ويا مطالب اين كتاب ، پيشنهاد و انتقادى دارند، نظرات خود را به نشانى : تهران ميدان فلسطين ستاد مركزى اقامه نماز ستاد تفسير قرآن كريم ص .پ . 6373/14155 ارسال نموده و يا با تلفن : 8893928 و 8893950 و نمابر 8905150 تماس برقرار نمايند.</w:t>
      </w:r>
    </w:p>
    <w:p w:rsidR="00123678" w:rsidRDefault="00123678" w:rsidP="004D48DE">
      <w:pPr>
        <w:pStyle w:val="libNormal"/>
        <w:rPr>
          <w:rtl/>
          <w:lang w:bidi="fa-IR"/>
        </w:rPr>
      </w:pPr>
      <w:r>
        <w:rPr>
          <w:rtl/>
          <w:lang w:bidi="fa-IR"/>
        </w:rPr>
        <w:t>ستاد تفسير قرآن كريم</w:t>
      </w:r>
    </w:p>
    <w:p w:rsidR="00123678" w:rsidRDefault="002E3834" w:rsidP="002E3834">
      <w:pPr>
        <w:pStyle w:val="Heading1"/>
        <w:rPr>
          <w:rtl/>
          <w:lang w:bidi="fa-IR"/>
        </w:rPr>
      </w:pPr>
      <w:bookmarkStart w:id="1" w:name="_Toc362088568"/>
      <w:r>
        <w:rPr>
          <w:rtl/>
          <w:lang w:bidi="fa-IR"/>
        </w:rPr>
        <w:t>مقدّمه ى مؤلّف</w:t>
      </w:r>
      <w:bookmarkEnd w:id="1"/>
    </w:p>
    <w:p w:rsidR="00123678" w:rsidRDefault="00123678" w:rsidP="004D48DE">
      <w:pPr>
        <w:pStyle w:val="libNormal"/>
        <w:rPr>
          <w:rtl/>
          <w:lang w:bidi="fa-IR"/>
        </w:rPr>
      </w:pPr>
      <w:r>
        <w:rPr>
          <w:rtl/>
          <w:lang w:bidi="fa-IR"/>
        </w:rPr>
        <w:t>بسم اللّه الرّحمن الرّحيم</w:t>
      </w:r>
    </w:p>
    <w:p w:rsidR="00123678" w:rsidRDefault="00123678" w:rsidP="004D48DE">
      <w:pPr>
        <w:pStyle w:val="libNormal"/>
        <w:rPr>
          <w:rtl/>
          <w:lang w:bidi="fa-IR"/>
        </w:rPr>
      </w:pPr>
      <w:r>
        <w:rPr>
          <w:rtl/>
          <w:lang w:bidi="fa-IR"/>
        </w:rPr>
        <w:t>الحمدللّه ربّ العالمين و صلّى اللّه على سيّدنا و نبيّنا محمّد و اهل بيته الطاهرين</w:t>
      </w:r>
    </w:p>
    <w:p w:rsidR="00123678" w:rsidRDefault="00123678" w:rsidP="004D48DE">
      <w:pPr>
        <w:pStyle w:val="libNormal"/>
        <w:rPr>
          <w:rtl/>
          <w:lang w:bidi="fa-IR"/>
        </w:rPr>
      </w:pPr>
      <w:r>
        <w:rPr>
          <w:rtl/>
          <w:lang w:bidi="fa-IR"/>
        </w:rPr>
        <w:t>در زمانى زندگى مى كنيم كه انواع تبليغات ، توطئه ها و انحرافات ، فطرت ، عقل و دين انسان ها را مورد تهاجم قرار داده است .</w:t>
      </w:r>
    </w:p>
    <w:p w:rsidR="00123678" w:rsidRDefault="00123678" w:rsidP="004D48DE">
      <w:pPr>
        <w:pStyle w:val="libNormal"/>
        <w:rPr>
          <w:rtl/>
          <w:lang w:bidi="fa-IR"/>
        </w:rPr>
      </w:pPr>
      <w:r>
        <w:rPr>
          <w:rtl/>
          <w:lang w:bidi="fa-IR"/>
        </w:rPr>
        <w:t>جاى ترديد نيست كه هرچه تاريكى بيشتر شود به نور بيشترى نياز داريم و هرچه امواج خطرناك تر شوند، كشتى مطمئن ترى لازم است .</w:t>
      </w:r>
    </w:p>
    <w:p w:rsidR="00123678" w:rsidRDefault="00123678" w:rsidP="004D48DE">
      <w:pPr>
        <w:pStyle w:val="libNormal"/>
        <w:rPr>
          <w:rtl/>
          <w:lang w:bidi="fa-IR"/>
        </w:rPr>
      </w:pPr>
      <w:r>
        <w:rPr>
          <w:rtl/>
          <w:lang w:bidi="fa-IR"/>
        </w:rPr>
        <w:t>قرآن ، نور الهى و پيامبر واهل بيت او عليهم السلام كشتى نجاتند، ولى بهره گيرى از اين دو سرچشمه ى زلال ، نياز به شناخت و ايمان دارد.</w:t>
      </w:r>
    </w:p>
    <w:p w:rsidR="00123678" w:rsidRDefault="00123678" w:rsidP="004D48DE">
      <w:pPr>
        <w:pStyle w:val="libNormal"/>
        <w:rPr>
          <w:rtl/>
          <w:lang w:bidi="fa-IR"/>
        </w:rPr>
      </w:pPr>
      <w:r>
        <w:rPr>
          <w:rtl/>
          <w:lang w:bidi="fa-IR"/>
        </w:rPr>
        <w:t>لذا بايد به سراغ قرآن برويم ، امّا نه در حدّ تلاوت و تجويد، بلكه در حدّ تدبّر و تفسير و بالاتر از آن در حدّ عمل و تبليغ .</w:t>
      </w:r>
    </w:p>
    <w:p w:rsidR="00123678" w:rsidRDefault="00123678" w:rsidP="004D48DE">
      <w:pPr>
        <w:pStyle w:val="libNormal"/>
        <w:rPr>
          <w:rtl/>
          <w:lang w:bidi="fa-IR"/>
        </w:rPr>
      </w:pPr>
      <w:r>
        <w:rPr>
          <w:rtl/>
          <w:lang w:bidi="fa-IR"/>
        </w:rPr>
        <w:t>گاه با خود مى گويم :</w:t>
      </w:r>
    </w:p>
    <w:p w:rsidR="00352890" w:rsidRDefault="00123678" w:rsidP="004D48DE">
      <w:pPr>
        <w:pStyle w:val="libNormal"/>
        <w:rPr>
          <w:rtl/>
          <w:lang w:bidi="fa-IR"/>
        </w:rPr>
      </w:pPr>
      <w:r>
        <w:rPr>
          <w:rtl/>
          <w:lang w:bidi="fa-IR"/>
        </w:rPr>
        <w:t>اى كاش ، در مساجد ما پس از اداى نماز، پنج دقيقه اى يك آيه ى قرآن تفسير مى شد.</w:t>
      </w:r>
    </w:p>
    <w:p w:rsidR="00123678" w:rsidRPr="00DE30EA" w:rsidRDefault="00352890" w:rsidP="00DE30EA">
      <w:pPr>
        <w:rPr>
          <w:rtl/>
        </w:rPr>
      </w:pPr>
      <w:r>
        <w:rPr>
          <w:rtl/>
          <w:lang w:bidi="fa-IR"/>
        </w:rPr>
        <w:br w:type="page"/>
      </w:r>
    </w:p>
    <w:p w:rsidR="00123678" w:rsidRDefault="00123678" w:rsidP="00352890">
      <w:pPr>
        <w:pStyle w:val="libNormal"/>
        <w:rPr>
          <w:rtl/>
          <w:lang w:bidi="fa-IR"/>
        </w:rPr>
      </w:pPr>
      <w:r>
        <w:rPr>
          <w:rtl/>
          <w:lang w:bidi="fa-IR"/>
        </w:rPr>
        <w:lastRenderedPageBreak/>
        <w:t>اى كاش ، در نشريّات و روزنامه هاى ما يك ستون كوتاه براى مفاهيم قرآنى باز مى شد.</w:t>
      </w:r>
      <w:r w:rsidR="00352890">
        <w:rPr>
          <w:rFonts w:hint="cs"/>
          <w:rtl/>
          <w:lang w:bidi="fa-IR"/>
        </w:rPr>
        <w:t xml:space="preserve"> </w:t>
      </w:r>
      <w:r>
        <w:rPr>
          <w:rtl/>
          <w:lang w:bidi="fa-IR"/>
        </w:rPr>
        <w:t>اى كاش ، فارغ التحصيلان ما توان تلاوت صحيح قرآن و آشنايى با معارف آن را داشتند.</w:t>
      </w:r>
    </w:p>
    <w:p w:rsidR="00123678" w:rsidRDefault="00123678" w:rsidP="004D48DE">
      <w:pPr>
        <w:pStyle w:val="libNormal"/>
        <w:rPr>
          <w:rtl/>
          <w:lang w:bidi="fa-IR"/>
        </w:rPr>
      </w:pPr>
      <w:r>
        <w:rPr>
          <w:rtl/>
          <w:lang w:bidi="fa-IR"/>
        </w:rPr>
        <w:t>اى كاش ، محتواى منابر و برنامه مراكز تبليغى ما، بر محور قرآن و حديث بود.</w:t>
      </w:r>
    </w:p>
    <w:p w:rsidR="00123678" w:rsidRDefault="00123678" w:rsidP="004D48DE">
      <w:pPr>
        <w:pStyle w:val="libNormal"/>
        <w:rPr>
          <w:rtl/>
          <w:lang w:bidi="fa-IR"/>
        </w:rPr>
      </w:pPr>
      <w:r>
        <w:rPr>
          <w:rtl/>
          <w:lang w:bidi="fa-IR"/>
        </w:rPr>
        <w:t>اى كاش ، براى هر سنّ و صنفى ، آيات مخصوص آنان تفسير و در اختيارشان قرار مى گرفت .</w:t>
      </w:r>
    </w:p>
    <w:p w:rsidR="00123678" w:rsidRDefault="00123678" w:rsidP="004D48DE">
      <w:pPr>
        <w:pStyle w:val="libNormal"/>
        <w:rPr>
          <w:rtl/>
          <w:lang w:bidi="fa-IR"/>
        </w:rPr>
      </w:pPr>
      <w:r>
        <w:rPr>
          <w:rtl/>
          <w:lang w:bidi="fa-IR"/>
        </w:rPr>
        <w:t>اى كاش ، در كنار مسابقات حفظ و تلاوت ، مسابقات تفسير رونق بيشترى مى يافت .</w:t>
      </w:r>
    </w:p>
    <w:p w:rsidR="00123678" w:rsidRDefault="00123678" w:rsidP="004D48DE">
      <w:pPr>
        <w:pStyle w:val="libNormal"/>
        <w:rPr>
          <w:rtl/>
          <w:lang w:bidi="fa-IR"/>
        </w:rPr>
      </w:pPr>
      <w:r>
        <w:rPr>
          <w:rtl/>
          <w:lang w:bidi="fa-IR"/>
        </w:rPr>
        <w:t>و اى كاش ،...</w:t>
      </w:r>
    </w:p>
    <w:p w:rsidR="00123678" w:rsidRDefault="00123678" w:rsidP="004D48DE">
      <w:pPr>
        <w:pStyle w:val="libNormal"/>
        <w:rPr>
          <w:rtl/>
          <w:lang w:bidi="fa-IR"/>
        </w:rPr>
      </w:pPr>
      <w:r>
        <w:rPr>
          <w:rtl/>
          <w:lang w:bidi="fa-IR"/>
        </w:rPr>
        <w:t>به هرحال توفيق الهى شامل شد و در طول ده سال گذشته ، تفسير بيش از بيست و پنج جزء قرآن كريم در برنامه آينه وحى راديو گفته شد كه پس از تكميل و اصلاح و بازبينى ، به نام تفسير نور چاپ و در اختيار علاقمندان قرار گرفت .</w:t>
      </w:r>
    </w:p>
    <w:p w:rsidR="00123678" w:rsidRDefault="00123678" w:rsidP="004D48DE">
      <w:pPr>
        <w:pStyle w:val="libNormal"/>
        <w:rPr>
          <w:rtl/>
          <w:lang w:bidi="fa-IR"/>
        </w:rPr>
      </w:pPr>
      <w:r>
        <w:rPr>
          <w:rtl/>
          <w:lang w:bidi="fa-IR"/>
        </w:rPr>
        <w:t>بعضى سوره هاى قرآن با هدف گسترش فرهنگ مطالعاتى تفسير قرآن ، به صورت جداگانه و در قطعى كوچك به چاپ رسيد تا همگان بتوانند در هر مكانى آن را به همراه داشته و مطالعه نمايند.</w:t>
      </w:r>
    </w:p>
    <w:p w:rsidR="00123678" w:rsidRDefault="00123678" w:rsidP="004D48DE">
      <w:pPr>
        <w:pStyle w:val="libNormal"/>
        <w:rPr>
          <w:rtl/>
          <w:lang w:bidi="fa-IR"/>
        </w:rPr>
      </w:pPr>
      <w:r>
        <w:rPr>
          <w:rtl/>
          <w:lang w:bidi="fa-IR"/>
        </w:rPr>
        <w:t>در اين راستا و با توجّه به استقبال كم نظير اقشار مختلف مردم مخصوصا جوانان ، سوّمين اثر (كتاب حاضر)، تهيه و در اختيار شما عزيزان قرار گرفته است كه تقاضا داريم ضمن مطالعه دقيق ، ما را از نقطه نظرات خود آگاه سازيد.</w:t>
      </w:r>
    </w:p>
    <w:p w:rsidR="00352890" w:rsidRDefault="00123678" w:rsidP="004D48DE">
      <w:pPr>
        <w:pStyle w:val="libNormal"/>
        <w:rPr>
          <w:rtl/>
          <w:lang w:bidi="fa-IR"/>
        </w:rPr>
      </w:pPr>
      <w:r>
        <w:rPr>
          <w:rtl/>
          <w:lang w:bidi="fa-IR"/>
        </w:rPr>
        <w:t xml:space="preserve">محسن قرائتى </w:t>
      </w:r>
    </w:p>
    <w:p w:rsidR="00123678" w:rsidRPr="00DE30EA" w:rsidRDefault="00352890" w:rsidP="00DE30EA">
      <w:pPr>
        <w:rPr>
          <w:rtl/>
        </w:rPr>
      </w:pPr>
      <w:r>
        <w:rPr>
          <w:rtl/>
          <w:lang w:bidi="fa-IR"/>
        </w:rPr>
        <w:br w:type="page"/>
      </w:r>
    </w:p>
    <w:p w:rsidR="00123678" w:rsidRDefault="002E3834" w:rsidP="002E3834">
      <w:pPr>
        <w:pStyle w:val="Heading1"/>
        <w:rPr>
          <w:rtl/>
          <w:lang w:bidi="fa-IR"/>
        </w:rPr>
      </w:pPr>
      <w:bookmarkStart w:id="2" w:name="_Toc362088569"/>
      <w:r>
        <w:rPr>
          <w:rtl/>
          <w:lang w:bidi="fa-IR"/>
        </w:rPr>
        <w:lastRenderedPageBreak/>
        <w:t>سيماى سوره ى قصص</w:t>
      </w:r>
      <w:bookmarkEnd w:id="2"/>
    </w:p>
    <w:p w:rsidR="00123678" w:rsidRDefault="00123678" w:rsidP="004D48DE">
      <w:pPr>
        <w:pStyle w:val="libNormal"/>
        <w:rPr>
          <w:rtl/>
          <w:lang w:bidi="fa-IR"/>
        </w:rPr>
      </w:pPr>
      <w:r>
        <w:rPr>
          <w:rtl/>
          <w:lang w:bidi="fa-IR"/>
        </w:rPr>
        <w:t>اين سوره هشتاد و هشت آيه دارد و قبل از هجرت ، در مكّه نازل شده است . به مناسبت ورود كلمه «قَصَص» در آيه ى 25، اين سوره نيز «قَصص » نام گزفته است كه به معناى «بيان سرگذشت» مى باشد.</w:t>
      </w:r>
    </w:p>
    <w:p w:rsidR="00123678" w:rsidRDefault="00123678" w:rsidP="004D48DE">
      <w:pPr>
        <w:pStyle w:val="libNormal"/>
        <w:rPr>
          <w:rtl/>
          <w:lang w:bidi="fa-IR"/>
        </w:rPr>
      </w:pPr>
      <w:r>
        <w:rPr>
          <w:rtl/>
          <w:lang w:bidi="fa-IR"/>
        </w:rPr>
        <w:t>آيات 3 تا 46 اين سوره بطور مفصّل به ماجراى حضرت موسى وفرعون وآيات انتهايى آن نيز به داستان قارون مى پردازد و به سرنوشت صابران نيكوكار و فاسدان گناهكار اشاره مى فرمايد.</w:t>
      </w:r>
    </w:p>
    <w:p w:rsidR="00123678" w:rsidRDefault="00123678" w:rsidP="004D48DE">
      <w:pPr>
        <w:pStyle w:val="libNormal"/>
        <w:rPr>
          <w:rtl/>
          <w:lang w:bidi="fa-IR"/>
        </w:rPr>
      </w:pPr>
      <w:r>
        <w:rPr>
          <w:rtl/>
          <w:lang w:bidi="fa-IR"/>
        </w:rPr>
        <w:t xml:space="preserve">اگر چه در سى و چهار سوره از سوره هاى قرآن كريم به نحوى از ماجراى حضرت موسى و فرعون سخن رفته ولى تنها در اين سوره است كه به تمام زواياى زندگى آن حضرت از تولّد، كودكى ، جوانى تا ازدواج ، نبوّت و دعوت به يكتاپرستى توجّه شده است . </w:t>
      </w:r>
      <w:r w:rsidR="00144845" w:rsidRPr="00C96ECB">
        <w:rPr>
          <w:rStyle w:val="libFootnotenumChar"/>
          <w:rtl/>
          <w:lang w:bidi="fa-IR"/>
        </w:rPr>
        <w:t>(1)</w:t>
      </w:r>
    </w:p>
    <w:p w:rsidR="00123678" w:rsidRDefault="002E3834" w:rsidP="002E3834">
      <w:pPr>
        <w:pStyle w:val="Heading1"/>
        <w:rPr>
          <w:rtl/>
          <w:lang w:bidi="fa-IR"/>
        </w:rPr>
      </w:pPr>
      <w:bookmarkStart w:id="3" w:name="_Toc362088570"/>
      <w:r>
        <w:rPr>
          <w:rtl/>
          <w:lang w:bidi="fa-IR"/>
        </w:rPr>
        <w:t>بِسْمِ اللّه الرَّحْمنِ الرَّحِيمِ</w:t>
      </w:r>
      <w:bookmarkEnd w:id="3"/>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به نام خداوند بخشنده مهربان .</w:t>
      </w:r>
    </w:p>
    <w:p w:rsidR="00123678" w:rsidRPr="002E3834" w:rsidRDefault="002E3834" w:rsidP="002E3834">
      <w:pPr>
        <w:pStyle w:val="Heading1"/>
        <w:rPr>
          <w:rtl/>
        </w:rPr>
      </w:pPr>
      <w:r w:rsidRPr="002E3834">
        <w:rPr>
          <w:rtl/>
          <w:lang w:bidi="fa-IR"/>
        </w:rPr>
        <w:t xml:space="preserve"> </w:t>
      </w:r>
      <w:bookmarkStart w:id="4" w:name="_Toc362088571"/>
      <w:r w:rsidRPr="00035AB4">
        <w:rPr>
          <w:highlight w:val="yellow"/>
          <w:rtl/>
        </w:rPr>
        <w:t>(1)</w:t>
      </w:r>
      <w:r w:rsidRPr="002E3834">
        <w:rPr>
          <w:rtl/>
          <w:lang w:bidi="fa-IR"/>
        </w:rPr>
        <w:t xml:space="preserve"> طسَّمَّ</w:t>
      </w:r>
      <w:bookmarkEnd w:id="4"/>
    </w:p>
    <w:p w:rsidR="00123678" w:rsidRPr="00DF6A2E" w:rsidRDefault="002E3834" w:rsidP="00DF6A2E">
      <w:pPr>
        <w:pStyle w:val="Heading1"/>
        <w:rPr>
          <w:rtl/>
        </w:rPr>
      </w:pPr>
      <w:r w:rsidRPr="00DF6A2E">
        <w:rPr>
          <w:rtl/>
          <w:lang w:bidi="fa-IR"/>
        </w:rPr>
        <w:t xml:space="preserve"> </w:t>
      </w:r>
      <w:bookmarkStart w:id="5" w:name="_Toc362088572"/>
      <w:r w:rsidRPr="00035AB4">
        <w:rPr>
          <w:highlight w:val="yellow"/>
          <w:rtl/>
        </w:rPr>
        <w:t>(2)</w:t>
      </w:r>
      <w:r w:rsidRPr="00DF6A2E">
        <w:rPr>
          <w:rtl/>
          <w:lang w:bidi="fa-IR"/>
        </w:rPr>
        <w:t xml:space="preserve"> تِلْكَ ءَايَتُ الْكِتَبِ الْمُبِينِ</w:t>
      </w:r>
      <w:bookmarkEnd w:id="5"/>
    </w:p>
    <w:p w:rsidR="00123678" w:rsidRDefault="00123678" w:rsidP="004D48DE">
      <w:pPr>
        <w:pStyle w:val="libNormal"/>
        <w:rPr>
          <w:rtl/>
          <w:lang w:bidi="fa-IR"/>
        </w:rPr>
      </w:pPr>
      <w:r>
        <w:rPr>
          <w:rtl/>
          <w:lang w:bidi="fa-IR"/>
        </w:rPr>
        <w:t>ترجمه :</w:t>
      </w:r>
    </w:p>
    <w:p w:rsidR="00123678" w:rsidRDefault="00123678" w:rsidP="004D48DE">
      <w:pPr>
        <w:pStyle w:val="libNormal"/>
        <w:rPr>
          <w:rFonts w:hint="cs"/>
          <w:rtl/>
          <w:lang w:bidi="fa-IR"/>
        </w:rPr>
      </w:pPr>
      <w:r>
        <w:rPr>
          <w:rtl/>
          <w:lang w:bidi="fa-IR"/>
        </w:rPr>
        <w:t>طا، سين ، ميم . اينها آيات كتاب روشنگر است .</w:t>
      </w:r>
    </w:p>
    <w:p w:rsidR="00055B8A" w:rsidRDefault="00055B8A" w:rsidP="00055B8A">
      <w:pPr>
        <w:pStyle w:val="libLine"/>
        <w:rPr>
          <w:rtl/>
        </w:rPr>
      </w:pPr>
      <w:r w:rsidRPr="00AD5C7B">
        <w:rPr>
          <w:rtl/>
        </w:rPr>
        <w:t>_________________________</w:t>
      </w:r>
    </w:p>
    <w:p w:rsidR="00055B8A" w:rsidRDefault="00055B8A" w:rsidP="00055B8A">
      <w:pPr>
        <w:pStyle w:val="libFootnote"/>
        <w:rPr>
          <w:rtl/>
        </w:rPr>
      </w:pPr>
      <w:r>
        <w:rPr>
          <w:rtl/>
        </w:rPr>
        <w:t>1- تفسير فى ظلال القرآن .</w:t>
      </w:r>
    </w:p>
    <w:p w:rsidR="00055B8A" w:rsidRPr="00DE30EA" w:rsidRDefault="00055B8A" w:rsidP="00DE30EA">
      <w:pPr>
        <w:rPr>
          <w:rtl/>
        </w:rPr>
      </w:pPr>
      <w:r>
        <w:rPr>
          <w:rtl/>
          <w:lang w:bidi="fa-IR"/>
        </w:rPr>
        <w:br w:type="page"/>
      </w:r>
    </w:p>
    <w:p w:rsidR="00123678" w:rsidRPr="00DF6A2E" w:rsidRDefault="002E3834" w:rsidP="00DF6A2E">
      <w:pPr>
        <w:pStyle w:val="Heading1"/>
        <w:rPr>
          <w:rtl/>
        </w:rPr>
      </w:pPr>
      <w:r w:rsidRPr="00DF6A2E">
        <w:rPr>
          <w:rtl/>
          <w:lang w:bidi="fa-IR"/>
        </w:rPr>
        <w:lastRenderedPageBreak/>
        <w:t xml:space="preserve"> </w:t>
      </w:r>
      <w:bookmarkStart w:id="6" w:name="_Toc362088573"/>
      <w:r w:rsidRPr="00035AB4">
        <w:rPr>
          <w:highlight w:val="yellow"/>
          <w:rtl/>
        </w:rPr>
        <w:t>(3)</w:t>
      </w:r>
      <w:r w:rsidRPr="00DF6A2E">
        <w:rPr>
          <w:rtl/>
          <w:lang w:bidi="fa-IR"/>
        </w:rPr>
        <w:t xml:space="preserve"> نَتْلُواْ عَلَيْكَ مِن نَّبَإِ مُوسَى وَفِرْعَوْنَ بِالْحَقِّ لِقَوْمٍ يُؤْمِنُونَ</w:t>
      </w:r>
      <w:bookmarkEnd w:id="6"/>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ما بخشى از سرگذشت موسى و فرعون را براى (آگاهى) گروهى كه ايمان مى آورند، بدرستى بر تو مى خوانيم .</w:t>
      </w:r>
    </w:p>
    <w:p w:rsidR="00123678" w:rsidRDefault="00DF6A2E" w:rsidP="00DF6A2E">
      <w:pPr>
        <w:pStyle w:val="Heading2"/>
        <w:rPr>
          <w:rtl/>
          <w:lang w:bidi="fa-IR"/>
        </w:rPr>
      </w:pPr>
      <w:bookmarkStart w:id="7" w:name="_Toc362088574"/>
      <w:r>
        <w:rPr>
          <w:rtl/>
          <w:lang w:bidi="fa-IR"/>
        </w:rPr>
        <w:t>پيام ها :</w:t>
      </w:r>
      <w:bookmarkEnd w:id="7"/>
    </w:p>
    <w:p w:rsidR="00123678" w:rsidRDefault="00123678" w:rsidP="004D48DE">
      <w:pPr>
        <w:pStyle w:val="libNormal"/>
        <w:rPr>
          <w:rtl/>
          <w:lang w:bidi="fa-IR"/>
        </w:rPr>
      </w:pPr>
      <w:r>
        <w:rPr>
          <w:rtl/>
          <w:lang w:bidi="fa-IR"/>
        </w:rPr>
        <w:t xml:space="preserve">1- قرآن ، معجزه ابدى اسلام ، از همين حروف الفباى عربى تشكيل شده است ، اگر آن را كلام بشر مى دانيد شما نيز مثل آن را بياوريد. طسم ، تلك آيات </w:t>
      </w:r>
    </w:p>
    <w:p w:rsidR="00123678" w:rsidRDefault="00123678" w:rsidP="004D48DE">
      <w:pPr>
        <w:pStyle w:val="libNormal"/>
        <w:rPr>
          <w:rtl/>
          <w:lang w:bidi="fa-IR"/>
        </w:rPr>
      </w:pPr>
      <w:r>
        <w:rPr>
          <w:rtl/>
          <w:lang w:bidi="fa-IR"/>
        </w:rPr>
        <w:t xml:space="preserve">2- كتاب هدايت وتربيت بايد روشن و شفّاف باشد. الكتاب المبين </w:t>
      </w:r>
    </w:p>
    <w:p w:rsidR="00123678" w:rsidRDefault="00123678" w:rsidP="004D48DE">
      <w:pPr>
        <w:pStyle w:val="libNormal"/>
        <w:rPr>
          <w:rtl/>
          <w:lang w:bidi="fa-IR"/>
        </w:rPr>
      </w:pPr>
      <w:r>
        <w:rPr>
          <w:rtl/>
          <w:lang w:bidi="fa-IR"/>
        </w:rPr>
        <w:t xml:space="preserve">3- بيان سرگذشت پيشينيان ، نشانه ى قانونمند بودن سنّت هاى الهى در تاريخ است . اگر تاريخ ، حساب و كتاب و قانون نداشت ، ما نمى توانستيم از آن براى زندگى امروز خود استفاده كنيم . نتلوا... من نباء موسى ... لقوم يؤ منون </w:t>
      </w:r>
    </w:p>
    <w:p w:rsidR="00123678" w:rsidRDefault="00123678" w:rsidP="004D48DE">
      <w:pPr>
        <w:pStyle w:val="libNormal"/>
        <w:rPr>
          <w:rtl/>
          <w:lang w:bidi="fa-IR"/>
        </w:rPr>
      </w:pPr>
      <w:r>
        <w:rPr>
          <w:rtl/>
          <w:lang w:bidi="fa-IR"/>
        </w:rPr>
        <w:t xml:space="preserve">4- در نقل تاريخ ، به فرازهاى مهمّ و عبرت آموز توجه كنيم . </w:t>
      </w:r>
      <w:r w:rsidR="009E66F2">
        <w:rPr>
          <w:rtl/>
          <w:lang w:bidi="fa-IR"/>
        </w:rPr>
        <w:t>(</w:t>
      </w:r>
      <w:r>
        <w:rPr>
          <w:rtl/>
          <w:lang w:bidi="fa-IR"/>
        </w:rPr>
        <w:t>«نباء» به خبر مهم گفته مى شود)</w:t>
      </w:r>
    </w:p>
    <w:p w:rsidR="00123678" w:rsidRDefault="00123678" w:rsidP="004D48DE">
      <w:pPr>
        <w:pStyle w:val="libNormal"/>
        <w:rPr>
          <w:rtl/>
          <w:lang w:bidi="fa-IR"/>
        </w:rPr>
      </w:pPr>
      <w:r>
        <w:rPr>
          <w:rtl/>
          <w:lang w:bidi="fa-IR"/>
        </w:rPr>
        <w:t xml:space="preserve">5 مبارزه با طاغوت ها و ستمگران ، در راءس وظايف انبياست . نباء موسى وفرعون </w:t>
      </w:r>
    </w:p>
    <w:p w:rsidR="00123678" w:rsidRDefault="00123678" w:rsidP="004D48DE">
      <w:pPr>
        <w:pStyle w:val="libNormal"/>
        <w:rPr>
          <w:rtl/>
          <w:lang w:bidi="fa-IR"/>
        </w:rPr>
      </w:pPr>
      <w:r>
        <w:rPr>
          <w:rtl/>
          <w:lang w:bidi="fa-IR"/>
        </w:rPr>
        <w:t>6- داستان هاى قرآن ، خُرافه ، خيالى و گزافه نيست . نباء موسى وفرعون بالحقّ</w:t>
      </w:r>
    </w:p>
    <w:p w:rsidR="00123678" w:rsidRDefault="00123678" w:rsidP="004D48DE">
      <w:pPr>
        <w:pStyle w:val="libNormal"/>
        <w:rPr>
          <w:rtl/>
          <w:lang w:bidi="fa-IR"/>
        </w:rPr>
      </w:pPr>
      <w:r>
        <w:rPr>
          <w:rtl/>
          <w:lang w:bidi="fa-IR"/>
        </w:rPr>
        <w:t xml:space="preserve">7- هدفِ قرآن از بيان داستان ، هدايت مؤمنان است . لقوم يؤ منون </w:t>
      </w:r>
    </w:p>
    <w:p w:rsidR="00055B8A" w:rsidRDefault="00123678" w:rsidP="004D48DE">
      <w:pPr>
        <w:pStyle w:val="libNormal"/>
        <w:rPr>
          <w:rtl/>
          <w:lang w:bidi="fa-IR"/>
        </w:rPr>
      </w:pPr>
      <w:r>
        <w:rPr>
          <w:rtl/>
          <w:lang w:bidi="fa-IR"/>
        </w:rPr>
        <w:t xml:space="preserve">8 اوّلين شرط هدايت ، قابليّت است . لقوم يؤ منون </w:t>
      </w:r>
    </w:p>
    <w:p w:rsidR="00123678" w:rsidRPr="00DE30EA" w:rsidRDefault="00055B8A" w:rsidP="00DE30EA">
      <w:pPr>
        <w:rPr>
          <w:rtl/>
        </w:rPr>
      </w:pPr>
      <w:r>
        <w:rPr>
          <w:rtl/>
          <w:lang w:bidi="fa-IR"/>
        </w:rPr>
        <w:br w:type="page"/>
      </w:r>
    </w:p>
    <w:p w:rsidR="00123678" w:rsidRPr="00055B8A" w:rsidRDefault="002E3834" w:rsidP="00055B8A">
      <w:pPr>
        <w:pStyle w:val="Heading1"/>
        <w:rPr>
          <w:rtl/>
        </w:rPr>
      </w:pPr>
      <w:r w:rsidRPr="00055B8A">
        <w:rPr>
          <w:rtl/>
        </w:rPr>
        <w:lastRenderedPageBreak/>
        <w:t xml:space="preserve"> </w:t>
      </w:r>
      <w:bookmarkStart w:id="8" w:name="_Toc362088575"/>
      <w:r w:rsidRPr="00035AB4">
        <w:rPr>
          <w:highlight w:val="yellow"/>
          <w:rtl/>
        </w:rPr>
        <w:t>(4)</w:t>
      </w:r>
      <w:r w:rsidRPr="00055B8A">
        <w:rPr>
          <w:rtl/>
        </w:rPr>
        <w:t xml:space="preserve"> إِنَّ فِرْعَوْنَ عَلاَ فِى الاَْرْضِ وَجَعَلَ اءَهْلَهَا شِيَعاً يَسْتَضْعِفُ طَآئِفَةًمِّنْهُمْ يُذَبِّحُ اءَبْنَآءَهُمْ وَيَسْتَحْىِنِسَآءَهُمْ إِنَّهُ كَانَ مِنَ الْمُفْسِدِينَ</w:t>
      </w:r>
      <w:bookmarkEnd w:id="8"/>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همانا فرعون در سرزمين (مصر) سركشى كرده و مردم آنجا را فرقه فرقه نموده است ، گروهى از آنان را به زبونى و ناتوانى كشانده ، پسرانشان را سر مى برد و زنانشان را (براى كنيزى) زنده نگه مى دارد. براستى كه او از تبهكاران است .</w:t>
      </w:r>
    </w:p>
    <w:p w:rsidR="00123678" w:rsidRDefault="00DF6A2E" w:rsidP="00DF6A2E">
      <w:pPr>
        <w:pStyle w:val="Heading2"/>
        <w:rPr>
          <w:rtl/>
          <w:lang w:bidi="fa-IR"/>
        </w:rPr>
      </w:pPr>
      <w:bookmarkStart w:id="9" w:name="_Toc362088576"/>
      <w:r>
        <w:rPr>
          <w:rtl/>
          <w:lang w:bidi="fa-IR"/>
        </w:rPr>
        <w:t>نكته ها :</w:t>
      </w:r>
      <w:bookmarkEnd w:id="9"/>
    </w:p>
    <w:p w:rsidR="00123678" w:rsidRDefault="00123678" w:rsidP="004D48DE">
      <w:pPr>
        <w:pStyle w:val="libNormal"/>
        <w:rPr>
          <w:rtl/>
          <w:lang w:bidi="fa-IR"/>
        </w:rPr>
      </w:pPr>
      <w:r>
        <w:rPr>
          <w:rtl/>
          <w:lang w:bidi="fa-IR"/>
        </w:rPr>
        <w:t>كلمه «شِيَع» جمع «شيعة»، در اصل به معناى دنباله روى و تبعيّت است ولى از آنجا كه در يك گروه ، معمولا بعضى از بعضى ديگر پيروى مى كنند، به معناى گروه نيز مى آيد.</w:t>
      </w:r>
    </w:p>
    <w:p w:rsidR="00123678" w:rsidRDefault="00123678" w:rsidP="004D48DE">
      <w:pPr>
        <w:pStyle w:val="libNormal"/>
        <w:rPr>
          <w:rtl/>
          <w:lang w:bidi="fa-IR"/>
        </w:rPr>
      </w:pPr>
      <w:r>
        <w:rPr>
          <w:rtl/>
          <w:lang w:bidi="fa-IR"/>
        </w:rPr>
        <w:t>كلمه ى «نساء» به معناى زنان است ، ولى شايد در اين آيه مراد دختران باشند، زيرا در برابر پسران قرار گرفته اند.</w:t>
      </w:r>
    </w:p>
    <w:p w:rsidR="00123678" w:rsidRDefault="00123678" w:rsidP="004D48DE">
      <w:pPr>
        <w:pStyle w:val="libNormal"/>
        <w:rPr>
          <w:rtl/>
          <w:lang w:bidi="fa-IR"/>
        </w:rPr>
      </w:pPr>
      <w:r>
        <w:rPr>
          <w:rtl/>
          <w:lang w:bidi="fa-IR"/>
        </w:rPr>
        <w:t xml:space="preserve">كلمه «فرعون» نام شخص نيست ، بلكه عنوان پادشاهان مصر بوده است . چنانكه «كسرى» عنوان پادشاهان ايران و «قيصر» عنوانِ پادشاهان روم بوده است . </w:t>
      </w:r>
      <w:r w:rsidR="00144845" w:rsidRPr="00C96ECB">
        <w:rPr>
          <w:rStyle w:val="libFootnotenumChar"/>
          <w:rtl/>
          <w:lang w:bidi="fa-IR"/>
        </w:rPr>
        <w:t>(2)</w:t>
      </w:r>
    </w:p>
    <w:p w:rsidR="00123678" w:rsidRDefault="00DF6A2E" w:rsidP="00DF6A2E">
      <w:pPr>
        <w:pStyle w:val="Heading2"/>
        <w:rPr>
          <w:rtl/>
          <w:lang w:bidi="fa-IR"/>
        </w:rPr>
      </w:pPr>
      <w:bookmarkStart w:id="10" w:name="_Toc362088577"/>
      <w:r>
        <w:rPr>
          <w:rtl/>
          <w:lang w:bidi="fa-IR"/>
        </w:rPr>
        <w:t>پيام ها :</w:t>
      </w:r>
      <w:bookmarkEnd w:id="10"/>
    </w:p>
    <w:p w:rsidR="00123678" w:rsidRDefault="00123678" w:rsidP="004D48DE">
      <w:pPr>
        <w:pStyle w:val="libNormal"/>
        <w:rPr>
          <w:rFonts w:hint="cs"/>
          <w:rtl/>
          <w:lang w:bidi="fa-IR"/>
        </w:rPr>
      </w:pPr>
      <w:r>
        <w:rPr>
          <w:rtl/>
          <w:lang w:bidi="fa-IR"/>
        </w:rPr>
        <w:t>1- شناخت اوضاع و احوال جوامع در هنگام ظهور و بعثت پيامبران ، امرى راهگشاست . اِنّ فرعون ...</w:t>
      </w:r>
    </w:p>
    <w:p w:rsidR="00055B8A" w:rsidRDefault="00055B8A" w:rsidP="00055B8A">
      <w:pPr>
        <w:pStyle w:val="libLine"/>
        <w:rPr>
          <w:rtl/>
        </w:rPr>
      </w:pPr>
      <w:r w:rsidRPr="00AD5C7B">
        <w:rPr>
          <w:rtl/>
        </w:rPr>
        <w:t>_________________________</w:t>
      </w:r>
    </w:p>
    <w:p w:rsidR="00055B8A" w:rsidRDefault="00055B8A" w:rsidP="00055B8A">
      <w:pPr>
        <w:pStyle w:val="libFootnote"/>
        <w:rPr>
          <w:rtl/>
        </w:rPr>
      </w:pPr>
      <w:r>
        <w:rPr>
          <w:rtl/>
        </w:rPr>
        <w:t>2- لغتنامه دهخدا.</w:t>
      </w:r>
    </w:p>
    <w:p w:rsidR="00055B8A" w:rsidRPr="00DE30EA" w:rsidRDefault="00055B8A" w:rsidP="00DE30EA">
      <w:pPr>
        <w:rPr>
          <w:rtl/>
        </w:rPr>
      </w:pPr>
      <w:r>
        <w:rPr>
          <w:rtl/>
          <w:lang w:bidi="fa-IR"/>
        </w:rPr>
        <w:br w:type="page"/>
      </w:r>
    </w:p>
    <w:p w:rsidR="00123678" w:rsidRDefault="00123678" w:rsidP="004D48DE">
      <w:pPr>
        <w:pStyle w:val="libNormal"/>
        <w:rPr>
          <w:rtl/>
          <w:lang w:bidi="fa-IR"/>
        </w:rPr>
      </w:pPr>
      <w:r>
        <w:rPr>
          <w:rtl/>
          <w:lang w:bidi="fa-IR"/>
        </w:rPr>
        <w:lastRenderedPageBreak/>
        <w:t>2- در شناخت نظام ها، اشخاص مهم نيستند، بلكه عملكردها اهميّت دارند. انّ فرعون علا فى الارض (نام «فرعون» به خاطر عملكرد استكبارى و متجاوزانه اوست)</w:t>
      </w:r>
    </w:p>
    <w:p w:rsidR="00123678" w:rsidRDefault="00123678" w:rsidP="004D48DE">
      <w:pPr>
        <w:pStyle w:val="libNormal"/>
        <w:rPr>
          <w:rtl/>
          <w:lang w:bidi="fa-IR"/>
        </w:rPr>
      </w:pPr>
      <w:r>
        <w:rPr>
          <w:rtl/>
          <w:lang w:bidi="fa-IR"/>
        </w:rPr>
        <w:t>3- تكبّر و گردنكشى ، زمينه ى هر فساد و گناه است . علا فى الارض ... يستضعف ... يذبّح ...</w:t>
      </w:r>
    </w:p>
    <w:p w:rsidR="00123678" w:rsidRDefault="00123678" w:rsidP="004D48DE">
      <w:pPr>
        <w:pStyle w:val="libNormal"/>
        <w:rPr>
          <w:rtl/>
          <w:lang w:bidi="fa-IR"/>
        </w:rPr>
      </w:pPr>
      <w:r>
        <w:rPr>
          <w:rtl/>
          <w:lang w:bidi="fa-IR"/>
        </w:rPr>
        <w:t>4- تفرقه اندازى ، بارزترين اهرم سلطه مستكبرين بر مردم است . جعل اهلها شيعاتا وقتى مردم اتّحاد و همبستگى داشته باشند، طاغوت ها قدرتى ندارند و نمى توانند كارى از پيش ببرند.</w:t>
      </w:r>
    </w:p>
    <w:p w:rsidR="00123678" w:rsidRDefault="00123678" w:rsidP="004D48DE">
      <w:pPr>
        <w:pStyle w:val="libNormal"/>
        <w:rPr>
          <w:rtl/>
          <w:lang w:bidi="fa-IR"/>
        </w:rPr>
      </w:pPr>
      <w:r>
        <w:rPr>
          <w:rtl/>
          <w:lang w:bidi="fa-IR"/>
        </w:rPr>
        <w:t>5</w:t>
      </w:r>
      <w:r w:rsidR="009E66F2">
        <w:rPr>
          <w:rFonts w:hint="cs"/>
          <w:rtl/>
          <w:lang w:bidi="fa-IR"/>
        </w:rPr>
        <w:t>-</w:t>
      </w:r>
      <w:r>
        <w:rPr>
          <w:rtl/>
          <w:lang w:bidi="fa-IR"/>
        </w:rPr>
        <w:t xml:space="preserve"> تفرقه ، مقدّمه ى ذلّت پذيرى است . ابتدا مردم گروه گروه و متفرّق مى شوند سپس به استضعاف كشيده مى شوند. شيعا يستضعف </w:t>
      </w:r>
    </w:p>
    <w:p w:rsidR="00123678" w:rsidRDefault="00123678" w:rsidP="004D48DE">
      <w:pPr>
        <w:pStyle w:val="libNormal"/>
        <w:rPr>
          <w:rtl/>
          <w:lang w:bidi="fa-IR"/>
        </w:rPr>
      </w:pPr>
      <w:r>
        <w:rPr>
          <w:rtl/>
          <w:lang w:bidi="fa-IR"/>
        </w:rPr>
        <w:t xml:space="preserve">6- اعمال خلاف كارگزاران به پاى حاكم نيز حساب مى شود. در اين آيات تمام جنايات ياران فرعون ، به شخص او نسبت داده شده است . جعل ، يستضعف ، يذبّح </w:t>
      </w:r>
    </w:p>
    <w:p w:rsidR="00123678" w:rsidRDefault="00123678" w:rsidP="004D48DE">
      <w:pPr>
        <w:pStyle w:val="libNormal"/>
        <w:rPr>
          <w:rtl/>
          <w:lang w:bidi="fa-IR"/>
        </w:rPr>
      </w:pPr>
      <w:r>
        <w:rPr>
          <w:rtl/>
          <w:lang w:bidi="fa-IR"/>
        </w:rPr>
        <w:t xml:space="preserve">7- خداوند، مساءله تفرقه افكنى را قبل از قتل و كشتار ذكر فرموده است . شايد به خاطر آن كه تفرقه زمينه ى كشتن و يا مهم تر از كشتن است . شيعا... يذبّح </w:t>
      </w:r>
    </w:p>
    <w:p w:rsidR="00123678" w:rsidRDefault="00123678" w:rsidP="004D48DE">
      <w:pPr>
        <w:pStyle w:val="libNormal"/>
        <w:rPr>
          <w:rtl/>
          <w:lang w:bidi="fa-IR"/>
        </w:rPr>
      </w:pPr>
      <w:r>
        <w:rPr>
          <w:rtl/>
          <w:lang w:bidi="fa-IR"/>
        </w:rPr>
        <w:t>8</w:t>
      </w:r>
      <w:r w:rsidR="009E66F2">
        <w:rPr>
          <w:rFonts w:hint="cs"/>
          <w:rtl/>
          <w:lang w:bidi="fa-IR"/>
        </w:rPr>
        <w:t>-</w:t>
      </w:r>
      <w:r>
        <w:rPr>
          <w:rtl/>
          <w:lang w:bidi="fa-IR"/>
        </w:rPr>
        <w:t xml:space="preserve"> تفرقه افكنان مفسدند. كان من المفسدين </w:t>
      </w:r>
    </w:p>
    <w:p w:rsidR="00123678" w:rsidRDefault="00123678" w:rsidP="004D48DE">
      <w:pPr>
        <w:pStyle w:val="libNormal"/>
        <w:rPr>
          <w:rtl/>
          <w:lang w:bidi="fa-IR"/>
        </w:rPr>
      </w:pPr>
      <w:r>
        <w:rPr>
          <w:rtl/>
          <w:lang w:bidi="fa-IR"/>
        </w:rPr>
        <w:t>آرى هر جامعه كه حاكمش متكبّر، مردمش متفرّق ، نيروهاى فعّالش مورد تهديد و منافعش در كام طبقه مرفّه باشد، جامعه اى فرعونى و طاغوتى است .</w:t>
      </w:r>
    </w:p>
    <w:p w:rsidR="00436A35" w:rsidRPr="00DE30EA" w:rsidRDefault="00436A35" w:rsidP="00DE30EA">
      <w:pPr>
        <w:rPr>
          <w:rtl/>
        </w:rPr>
      </w:pPr>
      <w:r>
        <w:rPr>
          <w:rtl/>
        </w:rPr>
        <w:br w:type="page"/>
      </w:r>
    </w:p>
    <w:p w:rsidR="00123678" w:rsidRPr="00741FFE" w:rsidRDefault="002E3834" w:rsidP="00741FFE">
      <w:pPr>
        <w:pStyle w:val="Heading1"/>
        <w:rPr>
          <w:rtl/>
        </w:rPr>
      </w:pPr>
      <w:bookmarkStart w:id="11" w:name="_Toc362088578"/>
      <w:r w:rsidRPr="00035AB4">
        <w:rPr>
          <w:highlight w:val="yellow"/>
          <w:rtl/>
        </w:rPr>
        <w:lastRenderedPageBreak/>
        <w:t>(5)</w:t>
      </w:r>
      <w:r w:rsidRPr="00741FFE">
        <w:rPr>
          <w:rtl/>
        </w:rPr>
        <w:t xml:space="preserve"> وَنُرِيدُ اءَن نَّمُنَّ عَلَى الَّذِينَ اسْتُضْعِفُواْ فِى الاَْرْضِ وَ نَجْعَلَهُمْ اءَئِمَّةًوَ نَجْعَلَهُمُ الْوَرِثِينَ</w:t>
      </w:r>
      <w:bookmarkEnd w:id="11"/>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وما اراده كرده ايم كه بر كسانى كه در زمين به ضعف و زبونى كشيده شدند، منّت گذاريم و آنان را پيشوايان ووارثين (روى زمين) قرار دهيم .</w:t>
      </w:r>
    </w:p>
    <w:p w:rsidR="00123678" w:rsidRDefault="00DF6A2E" w:rsidP="00DF6A2E">
      <w:pPr>
        <w:pStyle w:val="Heading2"/>
        <w:rPr>
          <w:rtl/>
          <w:lang w:bidi="fa-IR"/>
        </w:rPr>
      </w:pPr>
      <w:bookmarkStart w:id="12" w:name="_Toc362088579"/>
      <w:r>
        <w:rPr>
          <w:rtl/>
          <w:lang w:bidi="fa-IR"/>
        </w:rPr>
        <w:t>نكته ها :</w:t>
      </w:r>
      <w:bookmarkEnd w:id="12"/>
    </w:p>
    <w:p w:rsidR="00123678" w:rsidRDefault="00123678" w:rsidP="004D48DE">
      <w:pPr>
        <w:pStyle w:val="libNormal"/>
        <w:rPr>
          <w:rtl/>
          <w:lang w:bidi="fa-IR"/>
        </w:rPr>
      </w:pPr>
      <w:r>
        <w:rPr>
          <w:rtl/>
          <w:lang w:bidi="fa-IR"/>
        </w:rPr>
        <w:t xml:space="preserve">كلمه ى «منّت» در اينجا به معناى نعمت بزرگ و با ارزش است ، </w:t>
      </w:r>
      <w:r w:rsidR="00144845" w:rsidRPr="00C96ECB">
        <w:rPr>
          <w:rStyle w:val="libFootnotenumChar"/>
          <w:rtl/>
          <w:lang w:bidi="fa-IR"/>
        </w:rPr>
        <w:t>(3)</w:t>
      </w:r>
      <w:r>
        <w:rPr>
          <w:rtl/>
          <w:lang w:bidi="fa-IR"/>
        </w:rPr>
        <w:t xml:space="preserve"> نه منّت زبانى كه بازگو كردن نعمت به قصد تحقير ديگران باشد و مسلّما كار زشت و ناپسندى است .</w:t>
      </w:r>
    </w:p>
    <w:p w:rsidR="00123678" w:rsidRDefault="00123678" w:rsidP="004D48DE">
      <w:pPr>
        <w:pStyle w:val="libNormal"/>
        <w:rPr>
          <w:rtl/>
          <w:lang w:bidi="fa-IR"/>
        </w:rPr>
      </w:pPr>
      <w:r>
        <w:rPr>
          <w:rtl/>
          <w:lang w:bidi="fa-IR"/>
        </w:rPr>
        <w:t>شكّى نيست كه هرگاه اراده ى الهى بر تحقّق امرى تعلّق گيرد، آن مسئله قطعا عملى خواهد شد و هيچ مانعى نمى تواند سدّ راه آن گردد، قرآن مى فرمايد: «</w:t>
      </w:r>
      <w:r w:rsidRPr="00612737">
        <w:rPr>
          <w:rStyle w:val="libAieChar"/>
          <w:rtl/>
        </w:rPr>
        <w:t>انّما اءمره اِذا اءراد شيئا اءن يقول له كُن فيكون</w:t>
      </w:r>
      <w:r>
        <w:rPr>
          <w:rtl/>
          <w:lang w:bidi="fa-IR"/>
        </w:rPr>
        <w:t xml:space="preserve">» </w:t>
      </w:r>
      <w:r w:rsidR="00144845" w:rsidRPr="00C96ECB">
        <w:rPr>
          <w:rStyle w:val="libFootnotenumChar"/>
          <w:rtl/>
          <w:lang w:bidi="fa-IR"/>
        </w:rPr>
        <w:t>(4)</w:t>
      </w:r>
      <w:r>
        <w:rPr>
          <w:rtl/>
          <w:lang w:bidi="fa-IR"/>
        </w:rPr>
        <w:t xml:space="preserve"> همانا فرمان اوست كه هرگاه چيزى را اراده كند كه باشد، پس آن چيز خواهد بود و محقّق خواهد شد.</w:t>
      </w:r>
    </w:p>
    <w:p w:rsidR="00123678" w:rsidRDefault="00123678" w:rsidP="004D48DE">
      <w:pPr>
        <w:pStyle w:val="libNormal"/>
        <w:rPr>
          <w:rtl/>
          <w:lang w:bidi="fa-IR"/>
        </w:rPr>
      </w:pPr>
      <w:r>
        <w:rPr>
          <w:rtl/>
          <w:lang w:bidi="fa-IR"/>
        </w:rPr>
        <w:t>با اينكه همه نعمت ها از جانب خداوند است وبندگان در هر نعمتى رهين منّت او هستند، لكن او در خصوص چند نعمت ، تعبير به منّت فرموده كه طبعا از اهميّت بالاى آنها حكايت دارد، از جمله :</w:t>
      </w:r>
    </w:p>
    <w:p w:rsidR="00123678" w:rsidRDefault="00123678" w:rsidP="004D48DE">
      <w:pPr>
        <w:pStyle w:val="libNormal"/>
        <w:rPr>
          <w:rStyle w:val="libFootnotenumChar"/>
          <w:rFonts w:hint="cs"/>
          <w:rtl/>
          <w:lang w:bidi="fa-IR"/>
        </w:rPr>
      </w:pPr>
      <w:r>
        <w:rPr>
          <w:rtl/>
          <w:lang w:bidi="fa-IR"/>
        </w:rPr>
        <w:t xml:space="preserve">الف : نعمت اسلام . </w:t>
      </w:r>
      <w:r w:rsidRPr="00612737">
        <w:rPr>
          <w:rStyle w:val="libAieChar"/>
          <w:rtl/>
        </w:rPr>
        <w:t>كذلك كنتم مِن قبل فمَنّاللّه عليكم</w:t>
      </w:r>
      <w:r>
        <w:rPr>
          <w:rtl/>
          <w:lang w:bidi="fa-IR"/>
        </w:rPr>
        <w:t xml:space="preserve"> </w:t>
      </w:r>
      <w:r w:rsidR="00144845" w:rsidRPr="00C96ECB">
        <w:rPr>
          <w:rStyle w:val="libFootnotenumChar"/>
          <w:rtl/>
          <w:lang w:bidi="fa-IR"/>
        </w:rPr>
        <w:t>(5)</w:t>
      </w:r>
    </w:p>
    <w:p w:rsidR="00436A35" w:rsidRDefault="00436A35" w:rsidP="00436A35">
      <w:pPr>
        <w:pStyle w:val="libLine"/>
        <w:rPr>
          <w:rtl/>
        </w:rPr>
      </w:pPr>
      <w:r w:rsidRPr="00AD5C7B">
        <w:rPr>
          <w:rtl/>
        </w:rPr>
        <w:t>_________________________</w:t>
      </w:r>
    </w:p>
    <w:p w:rsidR="00436A35" w:rsidRDefault="00436A35" w:rsidP="00436A35">
      <w:pPr>
        <w:pStyle w:val="libFootnote"/>
        <w:rPr>
          <w:rtl/>
        </w:rPr>
      </w:pPr>
      <w:r>
        <w:rPr>
          <w:rtl/>
        </w:rPr>
        <w:t>3- مفردات راغب .</w:t>
      </w:r>
    </w:p>
    <w:p w:rsidR="00436A35" w:rsidRDefault="00436A35" w:rsidP="00436A35">
      <w:pPr>
        <w:pStyle w:val="libFootnote"/>
        <w:rPr>
          <w:rtl/>
        </w:rPr>
      </w:pPr>
      <w:r>
        <w:rPr>
          <w:rtl/>
        </w:rPr>
        <w:t>4- يس ، 58.</w:t>
      </w:r>
    </w:p>
    <w:p w:rsidR="00436A35" w:rsidRDefault="00436A35" w:rsidP="00436A35">
      <w:pPr>
        <w:pStyle w:val="libFootnote"/>
        <w:rPr>
          <w:rtl/>
        </w:rPr>
      </w:pPr>
      <w:r>
        <w:rPr>
          <w:rtl/>
        </w:rPr>
        <w:t>5- نساء، 94.</w:t>
      </w:r>
    </w:p>
    <w:p w:rsidR="00436A35" w:rsidRPr="00DE30EA" w:rsidRDefault="00436A35" w:rsidP="00DE30EA">
      <w:pPr>
        <w:rPr>
          <w:rtl/>
        </w:rPr>
      </w:pPr>
      <w:r>
        <w:rPr>
          <w:rtl/>
          <w:lang w:bidi="fa-IR"/>
        </w:rPr>
        <w:br w:type="page"/>
      </w:r>
    </w:p>
    <w:p w:rsidR="00123678" w:rsidRDefault="00123678" w:rsidP="004D48DE">
      <w:pPr>
        <w:pStyle w:val="libNormal"/>
        <w:rPr>
          <w:rtl/>
          <w:lang w:bidi="fa-IR"/>
        </w:rPr>
      </w:pPr>
      <w:r>
        <w:rPr>
          <w:rtl/>
          <w:lang w:bidi="fa-IR"/>
        </w:rPr>
        <w:lastRenderedPageBreak/>
        <w:t xml:space="preserve">ب : نعمت نبوّت . </w:t>
      </w:r>
      <w:r w:rsidRPr="00612737">
        <w:rPr>
          <w:rStyle w:val="libAieChar"/>
          <w:rtl/>
        </w:rPr>
        <w:t>لقد مَنّ اللّه على المؤمنين اذ بَعثَ فيهم رسولا</w:t>
      </w:r>
      <w:r>
        <w:rPr>
          <w:rtl/>
          <w:lang w:bidi="fa-IR"/>
        </w:rPr>
        <w:t xml:space="preserve"> </w:t>
      </w:r>
      <w:r w:rsidR="00144845" w:rsidRPr="00C96ECB">
        <w:rPr>
          <w:rStyle w:val="libFootnotenumChar"/>
          <w:rtl/>
          <w:lang w:bidi="fa-IR"/>
        </w:rPr>
        <w:t>(6)</w:t>
      </w:r>
    </w:p>
    <w:p w:rsidR="00123678" w:rsidRDefault="00123678" w:rsidP="004D48DE">
      <w:pPr>
        <w:pStyle w:val="libNormal"/>
        <w:rPr>
          <w:rtl/>
          <w:lang w:bidi="fa-IR"/>
        </w:rPr>
      </w:pPr>
      <w:r>
        <w:rPr>
          <w:rtl/>
          <w:lang w:bidi="fa-IR"/>
        </w:rPr>
        <w:t xml:space="preserve">ج : نعمت هدايت . </w:t>
      </w:r>
      <w:r w:rsidRPr="00612737">
        <w:rPr>
          <w:rStyle w:val="libAieChar"/>
          <w:rtl/>
        </w:rPr>
        <w:t>بل اللّه يمُنّ عليكم اءن هَداكم</w:t>
      </w:r>
      <w:r>
        <w:rPr>
          <w:rtl/>
          <w:lang w:bidi="fa-IR"/>
        </w:rPr>
        <w:t xml:space="preserve"> </w:t>
      </w:r>
      <w:r w:rsidR="00144845" w:rsidRPr="00C96ECB">
        <w:rPr>
          <w:rStyle w:val="libFootnotenumChar"/>
          <w:rtl/>
          <w:lang w:bidi="fa-IR"/>
        </w:rPr>
        <w:t>(7)</w:t>
      </w:r>
    </w:p>
    <w:p w:rsidR="00123678" w:rsidRDefault="00123678" w:rsidP="004D48DE">
      <w:pPr>
        <w:pStyle w:val="libNormal"/>
        <w:rPr>
          <w:rtl/>
          <w:lang w:bidi="fa-IR"/>
        </w:rPr>
      </w:pPr>
      <w:r>
        <w:rPr>
          <w:rtl/>
          <w:lang w:bidi="fa-IR"/>
        </w:rPr>
        <w:t>د: نعمت حاكميّت مؤمنان . و نُريد اءن نمُ</w:t>
      </w:r>
      <w:r w:rsidR="00436A35">
        <w:rPr>
          <w:rtl/>
          <w:lang w:bidi="fa-IR"/>
        </w:rPr>
        <w:t>نّ على الّذين استضعفوا فى الارض</w:t>
      </w:r>
      <w:r>
        <w:rPr>
          <w:rtl/>
          <w:lang w:bidi="fa-IR"/>
        </w:rPr>
        <w:t>...</w:t>
      </w:r>
    </w:p>
    <w:p w:rsidR="00123678" w:rsidRDefault="00123678" w:rsidP="004D48DE">
      <w:pPr>
        <w:pStyle w:val="libNormal"/>
        <w:rPr>
          <w:rtl/>
          <w:lang w:bidi="fa-IR"/>
        </w:rPr>
      </w:pPr>
      <w:r>
        <w:rPr>
          <w:rtl/>
          <w:lang w:bidi="fa-IR"/>
        </w:rPr>
        <w:t xml:space="preserve">در روايات بسيار، حضرت مهدى عليه السلام وحكومت آن بزرگوار در آخرالزمان مصداق اين آيه معرّفى شده است . </w:t>
      </w:r>
      <w:r w:rsidR="00144845" w:rsidRPr="00C96ECB">
        <w:rPr>
          <w:rStyle w:val="libFootnotenumChar"/>
          <w:rtl/>
          <w:lang w:bidi="fa-IR"/>
        </w:rPr>
        <w:t>(8)</w:t>
      </w:r>
    </w:p>
    <w:p w:rsidR="00123678" w:rsidRDefault="00123678" w:rsidP="004D48DE">
      <w:pPr>
        <w:pStyle w:val="libNormal"/>
        <w:rPr>
          <w:rtl/>
          <w:lang w:bidi="fa-IR"/>
        </w:rPr>
      </w:pPr>
      <w:r>
        <w:rPr>
          <w:rtl/>
          <w:lang w:bidi="fa-IR"/>
        </w:rPr>
        <w:t>مسئله حاكميّت مستضعفان بر زمين ، با عبارات و بيان هاى مختلفى در قرآن آمده است :</w:t>
      </w:r>
    </w:p>
    <w:p w:rsidR="00123678" w:rsidRDefault="00123678" w:rsidP="004D48DE">
      <w:pPr>
        <w:pStyle w:val="libNormal"/>
        <w:rPr>
          <w:rtl/>
          <w:lang w:bidi="fa-IR"/>
        </w:rPr>
      </w:pPr>
      <w:r>
        <w:rPr>
          <w:rtl/>
          <w:lang w:bidi="fa-IR"/>
        </w:rPr>
        <w:t xml:space="preserve">الف : </w:t>
      </w:r>
      <w:r w:rsidRPr="00612737">
        <w:rPr>
          <w:rStyle w:val="libAieChar"/>
          <w:rtl/>
        </w:rPr>
        <w:t>وَعَداللّه الّذين آمنوا منكم و عملوا الصالحات ليستخلفنّهم فى الارض</w:t>
      </w:r>
      <w:r>
        <w:rPr>
          <w:rtl/>
          <w:lang w:bidi="fa-IR"/>
        </w:rPr>
        <w:t xml:space="preserve"> </w:t>
      </w:r>
      <w:r w:rsidR="00144845" w:rsidRPr="00C96ECB">
        <w:rPr>
          <w:rStyle w:val="libFootnotenumChar"/>
          <w:rtl/>
          <w:lang w:bidi="fa-IR"/>
        </w:rPr>
        <w:t>(9)</w:t>
      </w:r>
      <w:r>
        <w:rPr>
          <w:rtl/>
          <w:lang w:bidi="fa-IR"/>
        </w:rPr>
        <w:t xml:space="preserve"> خداوند به كسانى كه ايمان آورده و كار شايسته انجام داده اند، وعده خلافت در زمين را داده است .</w:t>
      </w:r>
    </w:p>
    <w:p w:rsidR="00123678" w:rsidRDefault="00123678" w:rsidP="004D48DE">
      <w:pPr>
        <w:pStyle w:val="libNormal"/>
        <w:rPr>
          <w:rFonts w:hint="cs"/>
          <w:rtl/>
          <w:lang w:bidi="fa-IR"/>
        </w:rPr>
      </w:pPr>
      <w:r>
        <w:rPr>
          <w:rtl/>
          <w:lang w:bidi="fa-IR"/>
        </w:rPr>
        <w:t>ب : و</w:t>
      </w:r>
      <w:r w:rsidRPr="00612737">
        <w:rPr>
          <w:rStyle w:val="libAieChar"/>
          <w:rtl/>
        </w:rPr>
        <w:t xml:space="preserve"> لقد اهلكنا القرون من قبلكم لمّا ظلموا ... ثم جعلناكم خلائف فى الارض</w:t>
      </w:r>
      <w:r>
        <w:rPr>
          <w:rtl/>
          <w:lang w:bidi="fa-IR"/>
        </w:rPr>
        <w:t xml:space="preserve"> </w:t>
      </w:r>
      <w:r w:rsidR="00144845" w:rsidRPr="00C96ECB">
        <w:rPr>
          <w:rStyle w:val="libFootnotenumChar"/>
          <w:rtl/>
          <w:lang w:bidi="fa-IR"/>
        </w:rPr>
        <w:t>(10)</w:t>
      </w:r>
      <w:r>
        <w:rPr>
          <w:rtl/>
          <w:lang w:bidi="fa-IR"/>
        </w:rPr>
        <w:t xml:space="preserve"> بعد از آنكه اقوام ستمگر پيشين را هلاك كرديم ... شما را جانشينان زمين قرار داديم .</w:t>
      </w:r>
    </w:p>
    <w:p w:rsidR="00436A35" w:rsidRDefault="00436A35" w:rsidP="00436A35">
      <w:pPr>
        <w:pStyle w:val="libLine"/>
        <w:rPr>
          <w:rtl/>
        </w:rPr>
      </w:pPr>
      <w:r w:rsidRPr="00AD5C7B">
        <w:rPr>
          <w:rtl/>
        </w:rPr>
        <w:t>_________________________</w:t>
      </w:r>
    </w:p>
    <w:p w:rsidR="00436A35" w:rsidRDefault="00436A35" w:rsidP="00436A35">
      <w:pPr>
        <w:pStyle w:val="libFootnote"/>
        <w:rPr>
          <w:rtl/>
        </w:rPr>
      </w:pPr>
      <w:r>
        <w:rPr>
          <w:rtl/>
        </w:rPr>
        <w:t>6- آل عمران ، 164.</w:t>
      </w:r>
    </w:p>
    <w:p w:rsidR="00436A35" w:rsidRDefault="00436A35" w:rsidP="00436A35">
      <w:pPr>
        <w:pStyle w:val="libFootnote"/>
        <w:rPr>
          <w:rtl/>
        </w:rPr>
      </w:pPr>
      <w:r>
        <w:rPr>
          <w:rtl/>
        </w:rPr>
        <w:t>7- حجرات ، 17.</w:t>
      </w:r>
    </w:p>
    <w:p w:rsidR="00436A35" w:rsidRDefault="00436A35" w:rsidP="00436A35">
      <w:pPr>
        <w:pStyle w:val="libFootnote"/>
        <w:rPr>
          <w:rtl/>
        </w:rPr>
      </w:pPr>
      <w:r>
        <w:rPr>
          <w:rtl/>
        </w:rPr>
        <w:t>8- تفسير كنزالدقايق .</w:t>
      </w:r>
    </w:p>
    <w:p w:rsidR="00436A35" w:rsidRDefault="00436A35" w:rsidP="00436A35">
      <w:pPr>
        <w:pStyle w:val="libFootnote"/>
        <w:rPr>
          <w:rtl/>
        </w:rPr>
      </w:pPr>
      <w:r>
        <w:rPr>
          <w:rtl/>
        </w:rPr>
        <w:t>9- نور، 55.</w:t>
      </w:r>
    </w:p>
    <w:p w:rsidR="00436A35" w:rsidRDefault="00436A35" w:rsidP="00436A35">
      <w:pPr>
        <w:pStyle w:val="libFootnote"/>
        <w:rPr>
          <w:rtl/>
        </w:rPr>
      </w:pPr>
      <w:r>
        <w:rPr>
          <w:rtl/>
        </w:rPr>
        <w:t>10- يونس ، 12 13.</w:t>
      </w:r>
    </w:p>
    <w:p w:rsidR="00436A35" w:rsidRPr="00DE30EA" w:rsidRDefault="00436A35" w:rsidP="00DE30EA">
      <w:pPr>
        <w:rPr>
          <w:rtl/>
        </w:rPr>
      </w:pPr>
      <w:r>
        <w:rPr>
          <w:rtl/>
          <w:lang w:bidi="fa-IR"/>
        </w:rPr>
        <w:br w:type="page"/>
      </w:r>
    </w:p>
    <w:p w:rsidR="00123678" w:rsidRDefault="00123678" w:rsidP="004D48DE">
      <w:pPr>
        <w:pStyle w:val="libNormal"/>
        <w:rPr>
          <w:rtl/>
          <w:lang w:bidi="fa-IR"/>
        </w:rPr>
      </w:pPr>
      <w:r>
        <w:rPr>
          <w:rtl/>
          <w:lang w:bidi="fa-IR"/>
        </w:rPr>
        <w:lastRenderedPageBreak/>
        <w:t xml:space="preserve">ج : </w:t>
      </w:r>
      <w:r w:rsidRPr="00612737">
        <w:rPr>
          <w:rStyle w:val="libAieChar"/>
          <w:rtl/>
        </w:rPr>
        <w:t>انّ الارض يرثها عبادى الصالحون</w:t>
      </w:r>
      <w:r>
        <w:rPr>
          <w:rtl/>
          <w:lang w:bidi="fa-IR"/>
        </w:rPr>
        <w:t xml:space="preserve"> </w:t>
      </w:r>
      <w:r w:rsidR="00144845" w:rsidRPr="00C96ECB">
        <w:rPr>
          <w:rStyle w:val="libFootnotenumChar"/>
          <w:rtl/>
          <w:lang w:bidi="fa-IR"/>
        </w:rPr>
        <w:t>(11)</w:t>
      </w:r>
      <w:r>
        <w:rPr>
          <w:rtl/>
          <w:lang w:bidi="fa-IR"/>
        </w:rPr>
        <w:t xml:space="preserve"> بندگان صالح ، وارث زمين مى شوند.</w:t>
      </w:r>
    </w:p>
    <w:p w:rsidR="00123678" w:rsidRDefault="00123678" w:rsidP="004D48DE">
      <w:pPr>
        <w:pStyle w:val="libNormal"/>
        <w:rPr>
          <w:rtl/>
          <w:lang w:bidi="fa-IR"/>
        </w:rPr>
      </w:pPr>
      <w:r>
        <w:rPr>
          <w:rtl/>
          <w:lang w:bidi="fa-IR"/>
        </w:rPr>
        <w:t xml:space="preserve">د: </w:t>
      </w:r>
      <w:r w:rsidRPr="00612737">
        <w:rPr>
          <w:rStyle w:val="libAieChar"/>
          <w:rtl/>
        </w:rPr>
        <w:t>واورثناالقوم الّذين كانوايستضعفون مشارق الارض و مغاربها</w:t>
      </w:r>
      <w:r>
        <w:rPr>
          <w:rtl/>
          <w:lang w:bidi="fa-IR"/>
        </w:rPr>
        <w:t xml:space="preserve"> </w:t>
      </w:r>
      <w:r w:rsidR="00144845" w:rsidRPr="00C96ECB">
        <w:rPr>
          <w:rStyle w:val="libFootnotenumChar"/>
          <w:rtl/>
          <w:lang w:bidi="fa-IR"/>
        </w:rPr>
        <w:t>(12)</w:t>
      </w:r>
      <w:r>
        <w:rPr>
          <w:rtl/>
          <w:lang w:bidi="fa-IR"/>
        </w:rPr>
        <w:t xml:space="preserve"> ما مستضعفان را وارث شرق و غرب زمين گردانديم .</w:t>
      </w:r>
    </w:p>
    <w:p w:rsidR="00123678" w:rsidRDefault="00123678" w:rsidP="004D48DE">
      <w:pPr>
        <w:pStyle w:val="libNormal"/>
        <w:rPr>
          <w:rtl/>
          <w:lang w:bidi="fa-IR"/>
        </w:rPr>
      </w:pPr>
      <w:r>
        <w:rPr>
          <w:rtl/>
          <w:lang w:bidi="fa-IR"/>
        </w:rPr>
        <w:t xml:space="preserve">ه‍ : </w:t>
      </w:r>
      <w:r w:rsidRPr="00612737">
        <w:rPr>
          <w:rStyle w:val="libAieChar"/>
          <w:rtl/>
        </w:rPr>
        <w:t>لنهلكنّالظالمين ولنسكننّكم الارض من بعدهم</w:t>
      </w:r>
      <w:r>
        <w:rPr>
          <w:rtl/>
          <w:lang w:bidi="fa-IR"/>
        </w:rPr>
        <w:t xml:space="preserve"> </w:t>
      </w:r>
      <w:r w:rsidR="00144845" w:rsidRPr="00C96ECB">
        <w:rPr>
          <w:rStyle w:val="libFootnotenumChar"/>
          <w:rtl/>
          <w:lang w:bidi="fa-IR"/>
        </w:rPr>
        <w:t>(13)</w:t>
      </w:r>
      <w:r>
        <w:rPr>
          <w:rtl/>
          <w:lang w:bidi="fa-IR"/>
        </w:rPr>
        <w:t xml:space="preserve"> ما ستمگران را نابود وبعد از آن شما را ساكن زمين مى گردانيم .</w:t>
      </w:r>
    </w:p>
    <w:p w:rsidR="00123678" w:rsidRDefault="00DF6A2E" w:rsidP="00DF6A2E">
      <w:pPr>
        <w:pStyle w:val="Heading2"/>
        <w:rPr>
          <w:rtl/>
          <w:lang w:bidi="fa-IR"/>
        </w:rPr>
      </w:pPr>
      <w:bookmarkStart w:id="13" w:name="_Toc362088580"/>
      <w:r>
        <w:rPr>
          <w:rtl/>
          <w:lang w:bidi="fa-IR"/>
        </w:rPr>
        <w:t>پيام ها :</w:t>
      </w:r>
      <w:bookmarkEnd w:id="13"/>
    </w:p>
    <w:p w:rsidR="00123678" w:rsidRDefault="00123678" w:rsidP="004D48DE">
      <w:pPr>
        <w:pStyle w:val="libNormal"/>
        <w:rPr>
          <w:rtl/>
          <w:lang w:bidi="fa-IR"/>
        </w:rPr>
      </w:pPr>
      <w:r>
        <w:rPr>
          <w:rtl/>
          <w:lang w:bidi="fa-IR"/>
        </w:rPr>
        <w:t>1- حكومت جهانى مستضعفين و حمايت از مظلومان تاريخ ، اراده وخواست الهى است . نُريد</w:t>
      </w:r>
    </w:p>
    <w:p w:rsidR="00123678" w:rsidRDefault="00123678" w:rsidP="004D48DE">
      <w:pPr>
        <w:pStyle w:val="libNormal"/>
        <w:rPr>
          <w:rtl/>
          <w:lang w:bidi="fa-IR"/>
        </w:rPr>
      </w:pPr>
      <w:r>
        <w:rPr>
          <w:rtl/>
          <w:lang w:bidi="fa-IR"/>
        </w:rPr>
        <w:t>2- در حكومت خودكامه طاغوتى ، نيروهاى كارآمد به ضعف ونابودى كشانده مى شوند. استضعفوا</w:t>
      </w:r>
    </w:p>
    <w:p w:rsidR="00123678" w:rsidRDefault="00123678" w:rsidP="004D48DE">
      <w:pPr>
        <w:pStyle w:val="libNormal"/>
        <w:rPr>
          <w:rtl/>
          <w:lang w:bidi="fa-IR"/>
        </w:rPr>
      </w:pPr>
      <w:r>
        <w:rPr>
          <w:rtl/>
          <w:lang w:bidi="fa-IR"/>
        </w:rPr>
        <w:t>3- خداوند از آينده جهان خبر مى دهد. نجعلهم ائمّة ...</w:t>
      </w:r>
    </w:p>
    <w:p w:rsidR="00123678" w:rsidRPr="00985FAC" w:rsidRDefault="002E3834" w:rsidP="00985FAC">
      <w:pPr>
        <w:pStyle w:val="Heading1"/>
        <w:rPr>
          <w:rtl/>
        </w:rPr>
      </w:pPr>
      <w:r w:rsidRPr="00985FAC">
        <w:rPr>
          <w:rtl/>
        </w:rPr>
        <w:t xml:space="preserve"> </w:t>
      </w:r>
      <w:bookmarkStart w:id="14" w:name="_Toc362088581"/>
      <w:r w:rsidRPr="00035AB4">
        <w:rPr>
          <w:highlight w:val="yellow"/>
          <w:rtl/>
        </w:rPr>
        <w:t>(6)</w:t>
      </w:r>
      <w:r w:rsidRPr="00985FAC">
        <w:rPr>
          <w:rtl/>
        </w:rPr>
        <w:t xml:space="preserve"> وَنُمَكِّنَ لَهُمْ فِى الاَْرْضِ وَنُرِىَ فِرْعَونَ وَهَمَنَ وَ جُنُودَهُمَا مِنْهُم مَّاكَانُواْ يَحْذَرُونَ</w:t>
      </w:r>
      <w:bookmarkEnd w:id="14"/>
    </w:p>
    <w:p w:rsidR="00123678" w:rsidRDefault="00123678" w:rsidP="004D48DE">
      <w:pPr>
        <w:pStyle w:val="libNormal"/>
        <w:rPr>
          <w:rtl/>
          <w:lang w:bidi="fa-IR"/>
        </w:rPr>
      </w:pPr>
      <w:r>
        <w:rPr>
          <w:rtl/>
          <w:lang w:bidi="fa-IR"/>
        </w:rPr>
        <w:t>ترجمه :</w:t>
      </w:r>
    </w:p>
    <w:p w:rsidR="00123678" w:rsidRDefault="00123678" w:rsidP="004D48DE">
      <w:pPr>
        <w:pStyle w:val="libNormal"/>
        <w:rPr>
          <w:rFonts w:hint="cs"/>
          <w:rtl/>
          <w:lang w:bidi="fa-IR"/>
        </w:rPr>
      </w:pPr>
      <w:r>
        <w:rPr>
          <w:rtl/>
          <w:lang w:bidi="fa-IR"/>
        </w:rPr>
        <w:t>وبه آنان (مستضعفين) در زمين ، قدرت وتمكّن بخشيم ، و از ناحيه آنان به فرعون و (وزيرش) هامان و سپاهيانشان آنچه را كه از آن بيمناك بودند نشان دهيم .</w:t>
      </w:r>
    </w:p>
    <w:p w:rsidR="00985FAC" w:rsidRDefault="00985FAC" w:rsidP="00985FAC">
      <w:pPr>
        <w:pStyle w:val="libLine"/>
        <w:rPr>
          <w:rtl/>
        </w:rPr>
      </w:pPr>
      <w:r w:rsidRPr="00AD5C7B">
        <w:rPr>
          <w:rtl/>
        </w:rPr>
        <w:t>_________________________</w:t>
      </w:r>
    </w:p>
    <w:p w:rsidR="00985FAC" w:rsidRDefault="00985FAC" w:rsidP="00985FAC">
      <w:pPr>
        <w:pStyle w:val="libFootnote"/>
        <w:rPr>
          <w:rtl/>
        </w:rPr>
      </w:pPr>
      <w:r>
        <w:rPr>
          <w:rtl/>
        </w:rPr>
        <w:t>11- انبياء، 105.</w:t>
      </w:r>
    </w:p>
    <w:p w:rsidR="00985FAC" w:rsidRDefault="00985FAC" w:rsidP="00985FAC">
      <w:pPr>
        <w:pStyle w:val="libFootnote"/>
        <w:rPr>
          <w:rtl/>
        </w:rPr>
      </w:pPr>
      <w:r>
        <w:rPr>
          <w:rtl/>
        </w:rPr>
        <w:t>12- اعراف ، 137.</w:t>
      </w:r>
    </w:p>
    <w:p w:rsidR="00985FAC" w:rsidRDefault="00985FAC" w:rsidP="00985FAC">
      <w:pPr>
        <w:pStyle w:val="libFootnote"/>
        <w:rPr>
          <w:rtl/>
        </w:rPr>
      </w:pPr>
      <w:r>
        <w:rPr>
          <w:rtl/>
        </w:rPr>
        <w:t>13- ابراهيم ، 13 14.</w:t>
      </w:r>
    </w:p>
    <w:p w:rsidR="00985FAC" w:rsidRPr="00DE30EA" w:rsidRDefault="00985FAC" w:rsidP="00DE30EA">
      <w:pPr>
        <w:rPr>
          <w:rtl/>
        </w:rPr>
      </w:pPr>
      <w:r>
        <w:rPr>
          <w:rtl/>
          <w:lang w:bidi="fa-IR"/>
        </w:rPr>
        <w:br w:type="page"/>
      </w:r>
    </w:p>
    <w:p w:rsidR="00123678" w:rsidRDefault="00DF6A2E" w:rsidP="00DF6A2E">
      <w:pPr>
        <w:pStyle w:val="Heading2"/>
        <w:rPr>
          <w:rtl/>
          <w:lang w:bidi="fa-IR"/>
        </w:rPr>
      </w:pPr>
      <w:bookmarkStart w:id="15" w:name="_Toc362088582"/>
      <w:r>
        <w:rPr>
          <w:rtl/>
          <w:lang w:bidi="fa-IR"/>
        </w:rPr>
        <w:lastRenderedPageBreak/>
        <w:t>پيام ها :</w:t>
      </w:r>
      <w:bookmarkEnd w:id="15"/>
    </w:p>
    <w:p w:rsidR="00123678" w:rsidRDefault="00123678" w:rsidP="004D48DE">
      <w:pPr>
        <w:pStyle w:val="libNormal"/>
        <w:rPr>
          <w:rtl/>
          <w:lang w:bidi="fa-IR"/>
        </w:rPr>
      </w:pPr>
      <w:r>
        <w:rPr>
          <w:rtl/>
          <w:lang w:bidi="fa-IR"/>
        </w:rPr>
        <w:t xml:space="preserve">1- مستضعفان ماءيوس نشوند كه خداوند به آنان نيز قدرت مى دهد. و نُمكّنَ لهم </w:t>
      </w:r>
    </w:p>
    <w:p w:rsidR="00123678" w:rsidRDefault="00123678" w:rsidP="004D48DE">
      <w:pPr>
        <w:pStyle w:val="libNormal"/>
        <w:rPr>
          <w:rtl/>
          <w:lang w:bidi="fa-IR"/>
        </w:rPr>
      </w:pPr>
      <w:r>
        <w:rPr>
          <w:rtl/>
          <w:lang w:bidi="fa-IR"/>
        </w:rPr>
        <w:t xml:space="preserve">2- اگر چه كيفر اصلى طاغوت ها در جهان ديگر است ، ولى در دنيا نيز از قهر الهى در امان نخواهند بود. </w:t>
      </w:r>
      <w:r w:rsidRPr="00A37F11">
        <w:rPr>
          <w:rStyle w:val="libAieChar"/>
          <w:rtl/>
        </w:rPr>
        <w:t>نُرىَ... ما كانوا يَحذرون</w:t>
      </w:r>
      <w:r>
        <w:rPr>
          <w:rtl/>
          <w:lang w:bidi="fa-IR"/>
        </w:rPr>
        <w:t xml:space="preserve"> </w:t>
      </w:r>
    </w:p>
    <w:p w:rsidR="00123678" w:rsidRDefault="00123678" w:rsidP="004D48DE">
      <w:pPr>
        <w:pStyle w:val="libNormal"/>
        <w:rPr>
          <w:rtl/>
          <w:lang w:bidi="fa-IR"/>
        </w:rPr>
      </w:pPr>
      <w:r>
        <w:rPr>
          <w:rtl/>
          <w:lang w:bidi="fa-IR"/>
        </w:rPr>
        <w:t xml:space="preserve">3- خداوند، كافران را به دست مؤمنان ، ذليل و خوار مى گرداند. </w:t>
      </w:r>
      <w:r w:rsidRPr="00A37F11">
        <w:rPr>
          <w:rStyle w:val="libAieChar"/>
          <w:rtl/>
        </w:rPr>
        <w:t>نُرىَ... ماكانوا يَحذرون</w:t>
      </w:r>
      <w:r>
        <w:rPr>
          <w:rtl/>
          <w:lang w:bidi="fa-IR"/>
        </w:rPr>
        <w:t xml:space="preserve"> </w:t>
      </w:r>
    </w:p>
    <w:p w:rsidR="00123678" w:rsidRPr="00985FAC" w:rsidRDefault="002E3834" w:rsidP="00985FAC">
      <w:pPr>
        <w:pStyle w:val="Heading1"/>
        <w:rPr>
          <w:rtl/>
        </w:rPr>
      </w:pPr>
      <w:r w:rsidRPr="00985FAC">
        <w:rPr>
          <w:rtl/>
        </w:rPr>
        <w:t xml:space="preserve"> </w:t>
      </w:r>
      <w:bookmarkStart w:id="16" w:name="_Toc362088583"/>
      <w:r w:rsidRPr="00035AB4">
        <w:rPr>
          <w:highlight w:val="yellow"/>
          <w:rtl/>
        </w:rPr>
        <w:t>(7)</w:t>
      </w:r>
      <w:r w:rsidRPr="00985FAC">
        <w:rPr>
          <w:rtl/>
        </w:rPr>
        <w:t xml:space="preserve"> وَاءَوْحَيْنَآ إِلَىَّ اءُمِّ مُوسَىَّ اءَنْ اءَرْضِعِيهِ فَإِذَا خِفْتِ عَلَيْهِ فَاءَلْقِيهِ فِى الْيَمِّ وَلاَتَخَافِى وَلاَ تَحْزَنِىَّ إِنَّ ارَآدُّوهُ إِلَيْكِ وَجَاعِلُوهُ مِنَ الْمُرْسَلِينَ</w:t>
      </w:r>
      <w:bookmarkEnd w:id="16"/>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و ما به مادر موسى الهام كرديم كه او را شير بده ، پس هرگاه (از فرعونيان) براو بيمناك شدى ، او را (در جعبه اى گذاشته و) به دريا بيفكن و (از اين فرمان) مترس و (از دوريش) غمگين مباش ، (زيرا) ما او را به توبازمى گردانيم و او را از پيامبران قرار مى دهيم .</w:t>
      </w:r>
    </w:p>
    <w:p w:rsidR="00123678" w:rsidRPr="00985FAC" w:rsidRDefault="002E3834" w:rsidP="00985FAC">
      <w:pPr>
        <w:pStyle w:val="Heading1"/>
        <w:rPr>
          <w:rtl/>
        </w:rPr>
      </w:pPr>
      <w:r w:rsidRPr="00985FAC">
        <w:rPr>
          <w:rtl/>
        </w:rPr>
        <w:t xml:space="preserve"> </w:t>
      </w:r>
      <w:bookmarkStart w:id="17" w:name="_Toc362088584"/>
      <w:r w:rsidRPr="00035AB4">
        <w:rPr>
          <w:highlight w:val="yellow"/>
          <w:rtl/>
        </w:rPr>
        <w:t>(8)</w:t>
      </w:r>
      <w:r w:rsidRPr="00985FAC">
        <w:rPr>
          <w:rtl/>
        </w:rPr>
        <w:t xml:space="preserve"> فَالْتَقَطَهُ ءَالُ فِرْعَوْنَ لِيَكُونَ لَهُمْ عَدُوّاً وَحَزَناً إِنَّ فِرْعَوْنَ وَهَمَنَ وَجُنُودَهُمَا كَانُواْخَطِئِينَ</w:t>
      </w:r>
      <w:bookmarkEnd w:id="17"/>
    </w:p>
    <w:p w:rsidR="00123678" w:rsidRDefault="00123678" w:rsidP="004D48DE">
      <w:pPr>
        <w:pStyle w:val="libNormal"/>
        <w:rPr>
          <w:rtl/>
          <w:lang w:bidi="fa-IR"/>
        </w:rPr>
      </w:pPr>
      <w:r>
        <w:rPr>
          <w:rtl/>
          <w:lang w:bidi="fa-IR"/>
        </w:rPr>
        <w:t>ترجمه :</w:t>
      </w:r>
    </w:p>
    <w:p w:rsidR="00985FAC" w:rsidRDefault="00123678" w:rsidP="004D48DE">
      <w:pPr>
        <w:pStyle w:val="libNormal"/>
        <w:rPr>
          <w:rtl/>
          <w:lang w:bidi="fa-IR"/>
        </w:rPr>
      </w:pPr>
      <w:r>
        <w:rPr>
          <w:rtl/>
          <w:lang w:bidi="fa-IR"/>
        </w:rPr>
        <w:t>پس (مادر موسى چنان كرد، چيزى نگذشت كه) فرعونيان ، او را (ديده و از آب) برگرفتند تا سرانجام ، دشمن و مايه اندوهشان گردد. همانا فرعون و هامان و سپاهيانشان خطاكار بودند.</w:t>
      </w:r>
    </w:p>
    <w:p w:rsidR="00123678" w:rsidRPr="00DE30EA" w:rsidRDefault="00985FAC" w:rsidP="00DE30EA">
      <w:pPr>
        <w:rPr>
          <w:rtl/>
        </w:rPr>
      </w:pPr>
      <w:r>
        <w:rPr>
          <w:rtl/>
          <w:lang w:bidi="fa-IR"/>
        </w:rPr>
        <w:br w:type="page"/>
      </w:r>
    </w:p>
    <w:p w:rsidR="00123678" w:rsidRDefault="00DF6A2E" w:rsidP="00DF6A2E">
      <w:pPr>
        <w:pStyle w:val="Heading2"/>
        <w:rPr>
          <w:rtl/>
          <w:lang w:bidi="fa-IR"/>
        </w:rPr>
      </w:pPr>
      <w:bookmarkStart w:id="18" w:name="_Toc362088585"/>
      <w:r>
        <w:rPr>
          <w:rtl/>
          <w:lang w:bidi="fa-IR"/>
        </w:rPr>
        <w:lastRenderedPageBreak/>
        <w:t>نكته ها :</w:t>
      </w:r>
      <w:bookmarkEnd w:id="18"/>
    </w:p>
    <w:p w:rsidR="00123678" w:rsidRDefault="00123678" w:rsidP="004D48DE">
      <w:pPr>
        <w:pStyle w:val="libNormal"/>
        <w:rPr>
          <w:rtl/>
          <w:lang w:bidi="fa-IR"/>
        </w:rPr>
      </w:pPr>
      <w:r>
        <w:rPr>
          <w:rtl/>
          <w:lang w:bidi="fa-IR"/>
        </w:rPr>
        <w:t>به فرعون گفته شده بود كه امسال كودكى به دنيا مى آيد كه اگر بزرگ شود تو را سرنگون مى كند. او دستور داد تمام نوزادانى را كه به دنيا مى آيند بكشند، امّا همين كه موسى به دنيا آمد، خداوند به مادرش الهام كرد كه او را شير دهد، آنگاه در صندوقى گذارده و به دريا اندازد.</w:t>
      </w:r>
    </w:p>
    <w:p w:rsidR="00123678" w:rsidRDefault="00123678" w:rsidP="004D48DE">
      <w:pPr>
        <w:pStyle w:val="libNormal"/>
        <w:rPr>
          <w:rtl/>
          <w:lang w:bidi="fa-IR"/>
        </w:rPr>
      </w:pPr>
      <w:r>
        <w:rPr>
          <w:rtl/>
          <w:lang w:bidi="fa-IR"/>
        </w:rPr>
        <w:t>در اين آيه نسبت به مادر حضرت موسى ، دو امر، دو نهى و دو بشارت آمده است : دو امر: «اَرضعيه اَلقيه»، دو نهى : «لا تخافى لا تحزنى»، دو بشارت : «رادّوه جاعلوه»</w:t>
      </w:r>
    </w:p>
    <w:p w:rsidR="00123678" w:rsidRDefault="00123678" w:rsidP="004D48DE">
      <w:pPr>
        <w:pStyle w:val="libNormal"/>
        <w:rPr>
          <w:rtl/>
          <w:lang w:bidi="fa-IR"/>
        </w:rPr>
      </w:pPr>
      <w:r>
        <w:rPr>
          <w:rtl/>
          <w:lang w:bidi="fa-IR"/>
        </w:rPr>
        <w:t xml:space="preserve">كلمه «خوف»، در مورد احتمال خطر و كلمه «حُزن» در مورد نگرانى قطعى بكار مى رود. </w:t>
      </w:r>
      <w:r w:rsidR="00144845" w:rsidRPr="00C96ECB">
        <w:rPr>
          <w:rStyle w:val="libFootnotenumChar"/>
          <w:rtl/>
          <w:lang w:bidi="fa-IR"/>
        </w:rPr>
        <w:t>(14)</w:t>
      </w:r>
    </w:p>
    <w:p w:rsidR="00123678" w:rsidRDefault="00123678" w:rsidP="004D48DE">
      <w:pPr>
        <w:pStyle w:val="libNormal"/>
        <w:rPr>
          <w:rtl/>
          <w:lang w:bidi="fa-IR"/>
        </w:rPr>
      </w:pPr>
      <w:r>
        <w:rPr>
          <w:rtl/>
          <w:lang w:bidi="fa-IR"/>
        </w:rPr>
        <w:t>مراد از دريا در اين آيه ، رود عظيم نيل در كشور مصر است كه به جهت بزرگى و عظمت ، دريا خوانده شده و كاخ فرعون در ساحل آن بنا شده بود.</w:t>
      </w:r>
    </w:p>
    <w:p w:rsidR="00123678" w:rsidRDefault="00DF6A2E" w:rsidP="00DF6A2E">
      <w:pPr>
        <w:pStyle w:val="Heading2"/>
        <w:rPr>
          <w:rtl/>
          <w:lang w:bidi="fa-IR"/>
        </w:rPr>
      </w:pPr>
      <w:bookmarkStart w:id="19" w:name="_Toc362088586"/>
      <w:r>
        <w:rPr>
          <w:rtl/>
          <w:lang w:bidi="fa-IR"/>
        </w:rPr>
        <w:t>پيام ها :</w:t>
      </w:r>
      <w:bookmarkEnd w:id="19"/>
    </w:p>
    <w:p w:rsidR="00123678" w:rsidRDefault="00123678" w:rsidP="004D48DE">
      <w:pPr>
        <w:pStyle w:val="libNormal"/>
        <w:rPr>
          <w:rtl/>
          <w:lang w:bidi="fa-IR"/>
        </w:rPr>
      </w:pPr>
      <w:r>
        <w:rPr>
          <w:rtl/>
          <w:lang w:bidi="fa-IR"/>
        </w:rPr>
        <w:t>1- در اضطراب ها و بن بست ها، خداوند بهترين هادى و حامى است . مادر موسى از قتل فرزندش توسّط ماءموران فرعون ، به شدّت ترسيده بود، ولى خداوند به او الهام كرد كه چگونه عمل كند. اوحينا</w:t>
      </w:r>
    </w:p>
    <w:p w:rsidR="00123678" w:rsidRDefault="00123678" w:rsidP="004D48DE">
      <w:pPr>
        <w:pStyle w:val="libNormal"/>
        <w:rPr>
          <w:rtl/>
          <w:lang w:bidi="fa-IR"/>
        </w:rPr>
      </w:pPr>
      <w:r>
        <w:rPr>
          <w:rtl/>
          <w:lang w:bidi="fa-IR"/>
        </w:rPr>
        <w:t xml:space="preserve">2- زن نيز مى تواند مورد الهام الهى قرار گيرد. اوحينا الى امّ موسى </w:t>
      </w:r>
    </w:p>
    <w:p w:rsidR="00123678" w:rsidRDefault="00123678" w:rsidP="004D48DE">
      <w:pPr>
        <w:pStyle w:val="libNormal"/>
        <w:rPr>
          <w:rFonts w:hint="cs"/>
          <w:rtl/>
          <w:lang w:bidi="fa-IR"/>
        </w:rPr>
      </w:pPr>
      <w:r>
        <w:rPr>
          <w:rtl/>
          <w:lang w:bidi="fa-IR"/>
        </w:rPr>
        <w:t xml:space="preserve">3- نزول امدادهاى غيبى با بهره گيرى از امكانات مادّى منافاتى ندارد. شيردادن و در صندوق گذاردن ، منافاتى با توكّل ندارد. ارضعيه </w:t>
      </w:r>
    </w:p>
    <w:p w:rsidR="00985FAC" w:rsidRDefault="00985FAC" w:rsidP="00985FAC">
      <w:pPr>
        <w:pStyle w:val="libLine"/>
        <w:rPr>
          <w:rtl/>
        </w:rPr>
      </w:pPr>
      <w:r w:rsidRPr="00AD5C7B">
        <w:rPr>
          <w:rtl/>
        </w:rPr>
        <w:t>_________________________</w:t>
      </w:r>
    </w:p>
    <w:p w:rsidR="00985FAC" w:rsidRDefault="00985FAC" w:rsidP="00985FAC">
      <w:pPr>
        <w:pStyle w:val="libFootnote"/>
        <w:rPr>
          <w:rtl/>
        </w:rPr>
      </w:pPr>
      <w:r>
        <w:rPr>
          <w:rtl/>
        </w:rPr>
        <w:t>14- تفسير الميزان .</w:t>
      </w:r>
    </w:p>
    <w:p w:rsidR="00985FAC" w:rsidRPr="00DE30EA" w:rsidRDefault="00985FAC" w:rsidP="00DE30EA">
      <w:pPr>
        <w:rPr>
          <w:rtl/>
        </w:rPr>
      </w:pPr>
      <w:r>
        <w:rPr>
          <w:rtl/>
          <w:lang w:bidi="fa-IR"/>
        </w:rPr>
        <w:br w:type="page"/>
      </w:r>
    </w:p>
    <w:p w:rsidR="00123678" w:rsidRDefault="00123678" w:rsidP="004D48DE">
      <w:pPr>
        <w:pStyle w:val="libNormal"/>
        <w:rPr>
          <w:rtl/>
          <w:lang w:bidi="fa-IR"/>
        </w:rPr>
      </w:pPr>
      <w:r>
        <w:rPr>
          <w:rtl/>
          <w:lang w:bidi="fa-IR"/>
        </w:rPr>
        <w:lastRenderedPageBreak/>
        <w:t xml:space="preserve">4- در هيچ شرايطى نبايد شير مادر را از فرزند دريغ داشت . ارضعيه </w:t>
      </w:r>
    </w:p>
    <w:p w:rsidR="00123678" w:rsidRDefault="00123678" w:rsidP="004D48DE">
      <w:pPr>
        <w:pStyle w:val="libNormal"/>
        <w:rPr>
          <w:rtl/>
          <w:lang w:bidi="fa-IR"/>
        </w:rPr>
      </w:pPr>
      <w:r>
        <w:rPr>
          <w:rtl/>
          <w:lang w:bidi="fa-IR"/>
        </w:rPr>
        <w:t xml:space="preserve">5 در دستورات الهى اسرارى نهفته است كه شايد در نظر ابتدايى ، معقول نيايد. القيه فى اليم </w:t>
      </w:r>
    </w:p>
    <w:p w:rsidR="00123678" w:rsidRDefault="00123678" w:rsidP="004D48DE">
      <w:pPr>
        <w:pStyle w:val="libNormal"/>
        <w:rPr>
          <w:rtl/>
          <w:lang w:bidi="fa-IR"/>
        </w:rPr>
      </w:pPr>
      <w:r>
        <w:rPr>
          <w:rtl/>
          <w:lang w:bidi="fa-IR"/>
        </w:rPr>
        <w:t>6- در راه اجراى فرامين الهى ، نه از چيزى بترسيم و نه نسبت به مسئله اى نگران باشيم . لا تخافى و لاتحزنى (مادر موسى دو نگرانى داشت : يكى ترس ‍ از كشته شدن فرزند و ديگرى غم فراق او، كه خداوند هر دو را همان گونه كه در آيات بعد خواهيم خواند به نحو احسن جبران فرمود.)</w:t>
      </w:r>
    </w:p>
    <w:p w:rsidR="00123678" w:rsidRDefault="00123678" w:rsidP="004D48DE">
      <w:pPr>
        <w:pStyle w:val="libNormal"/>
        <w:rPr>
          <w:rtl/>
          <w:lang w:bidi="fa-IR"/>
        </w:rPr>
      </w:pPr>
      <w:r>
        <w:rPr>
          <w:rtl/>
          <w:lang w:bidi="fa-IR"/>
        </w:rPr>
        <w:t>7- آنچه در راه خداوند داده شود، به بهترين وجه باز مى گردد. القيه رادّوه ، جاعلوه من المرسلين (مادر موسى به فرمان خداوند فرزندش را رها كرد، اما خداوند هم او را برگرداند و هم به مقام نبوّت رساند.)</w:t>
      </w:r>
    </w:p>
    <w:p w:rsidR="00123678" w:rsidRDefault="00123678" w:rsidP="004D48DE">
      <w:pPr>
        <w:pStyle w:val="libNormal"/>
        <w:rPr>
          <w:rtl/>
          <w:lang w:bidi="fa-IR"/>
        </w:rPr>
      </w:pPr>
      <w:r>
        <w:rPr>
          <w:rtl/>
          <w:lang w:bidi="fa-IR"/>
        </w:rPr>
        <w:t xml:space="preserve">8 خداوند، اخبارى از غيب را در اختيار افرادى كه بخواهد قرار مى دهد. جاعلوه من المرسلين </w:t>
      </w:r>
    </w:p>
    <w:p w:rsidR="00123678" w:rsidRDefault="00123678" w:rsidP="004D48DE">
      <w:pPr>
        <w:pStyle w:val="libNormal"/>
        <w:rPr>
          <w:rtl/>
          <w:lang w:bidi="fa-IR"/>
        </w:rPr>
      </w:pPr>
      <w:r>
        <w:rPr>
          <w:rtl/>
          <w:lang w:bidi="fa-IR"/>
        </w:rPr>
        <w:t>9- فرعون واسطه ى نجات موسى از دريا شد، ولى سرانجام به دست او در همان دريا غرق گرديد. التقطه آل فرعون ليكون لهم عدوّا و حزنا (آرى خدا مى تواند نوزاد بى دست وپا را در دريا حفظ كند، ولى انسان صاحب دست وپا را غرق سازد)</w:t>
      </w:r>
    </w:p>
    <w:p w:rsidR="00123678" w:rsidRDefault="00123678" w:rsidP="004D48DE">
      <w:pPr>
        <w:pStyle w:val="libNormal"/>
        <w:rPr>
          <w:rtl/>
          <w:lang w:bidi="fa-IR"/>
        </w:rPr>
      </w:pPr>
      <w:r>
        <w:rPr>
          <w:rtl/>
          <w:lang w:bidi="fa-IR"/>
        </w:rPr>
        <w:t>10- وقتى خداوند بخواهد، دشمن انسان نيز ماءمن و ملجاء او مى شود. التقطه آل فرعون (عدو شود سبب خير، گر خدا خواهد.)</w:t>
      </w:r>
    </w:p>
    <w:p w:rsidR="00123678" w:rsidRDefault="00123678" w:rsidP="004D48DE">
      <w:pPr>
        <w:pStyle w:val="libNormal"/>
        <w:rPr>
          <w:rtl/>
          <w:lang w:bidi="fa-IR"/>
        </w:rPr>
      </w:pPr>
      <w:r>
        <w:rPr>
          <w:rtl/>
          <w:lang w:bidi="fa-IR"/>
        </w:rPr>
        <w:t>گر نگهدار من آن است كه من مى دانم</w:t>
      </w:r>
    </w:p>
    <w:p w:rsidR="00123678" w:rsidRDefault="00123678" w:rsidP="004D48DE">
      <w:pPr>
        <w:pStyle w:val="libNormal"/>
        <w:rPr>
          <w:rtl/>
          <w:lang w:bidi="fa-IR"/>
        </w:rPr>
      </w:pPr>
      <w:r>
        <w:rPr>
          <w:rtl/>
          <w:lang w:bidi="fa-IR"/>
        </w:rPr>
        <w:t>شيشه را در بغل سنگ نگه مى دارد.</w:t>
      </w:r>
    </w:p>
    <w:p w:rsidR="00985FAC" w:rsidRPr="00DE30EA" w:rsidRDefault="00985FAC" w:rsidP="00DE30EA">
      <w:pPr>
        <w:rPr>
          <w:rtl/>
        </w:rPr>
      </w:pPr>
      <w:r>
        <w:rPr>
          <w:rtl/>
          <w:lang w:bidi="fa-IR"/>
        </w:rPr>
        <w:br w:type="page"/>
      </w:r>
    </w:p>
    <w:p w:rsidR="00123678" w:rsidRDefault="00123678" w:rsidP="004D48DE">
      <w:pPr>
        <w:pStyle w:val="libNormal"/>
        <w:rPr>
          <w:rtl/>
          <w:lang w:bidi="fa-IR"/>
        </w:rPr>
      </w:pPr>
      <w:r>
        <w:rPr>
          <w:rtl/>
          <w:lang w:bidi="fa-IR"/>
        </w:rPr>
        <w:lastRenderedPageBreak/>
        <w:t>11- خواست انسان در مقابل اراده ى الهى بى اثر است . ليكون لهم عدوّا و حزنا</w:t>
      </w:r>
    </w:p>
    <w:p w:rsidR="00123678" w:rsidRDefault="00123678" w:rsidP="004D48DE">
      <w:pPr>
        <w:pStyle w:val="libNormal"/>
        <w:rPr>
          <w:rtl/>
          <w:lang w:bidi="fa-IR"/>
        </w:rPr>
      </w:pPr>
      <w:r>
        <w:rPr>
          <w:rtl/>
          <w:lang w:bidi="fa-IR"/>
        </w:rPr>
        <w:t>فرعون گمان كرد كه هديه اى براى او رسيده است امّا خداوند اراده فرموده بود كه دشمنش را در دامان او بپروراند.</w:t>
      </w:r>
    </w:p>
    <w:p w:rsidR="00123678" w:rsidRDefault="00123678" w:rsidP="004D48DE">
      <w:pPr>
        <w:pStyle w:val="libNormal"/>
        <w:rPr>
          <w:rtl/>
          <w:lang w:bidi="fa-IR"/>
        </w:rPr>
      </w:pPr>
      <w:r>
        <w:rPr>
          <w:rtl/>
          <w:lang w:bidi="fa-IR"/>
        </w:rPr>
        <w:t xml:space="preserve">12- فرعون و وزير و لشكريانش طرح دادند و عمل كردند، ولى تدبير خداوند همه ى آنها را خنثى كرد. كانوا خاطئين </w:t>
      </w:r>
    </w:p>
    <w:p w:rsidR="00123678" w:rsidRPr="00985FAC" w:rsidRDefault="002E3834" w:rsidP="00985FAC">
      <w:pPr>
        <w:pStyle w:val="Heading1"/>
        <w:rPr>
          <w:rtl/>
        </w:rPr>
      </w:pPr>
      <w:r w:rsidRPr="00985FAC">
        <w:rPr>
          <w:rtl/>
        </w:rPr>
        <w:t xml:space="preserve"> </w:t>
      </w:r>
      <w:bookmarkStart w:id="20" w:name="_Toc362088587"/>
      <w:r w:rsidRPr="00035AB4">
        <w:rPr>
          <w:highlight w:val="yellow"/>
          <w:rtl/>
        </w:rPr>
        <w:t>(9)</w:t>
      </w:r>
      <w:r w:rsidRPr="00985FAC">
        <w:rPr>
          <w:rtl/>
        </w:rPr>
        <w:t xml:space="preserve"> وَقَالَتِ امْرَاءَتُ فِرْعَوْنَ قُرَّتُ عَيْنٍ لِّى وَلَكَ لاَتَقْتُلُوهُ عَسَىَّ اءَن يَنفَعَنَآ اءَوْ نَتَّخِذَهُ وَلَداً وَهُمْ لاَيَشْعُرُونَ</w:t>
      </w:r>
      <w:bookmarkEnd w:id="20"/>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و (چون) همسر فرعون (احساس كرد كه آنان قصد كشتن كودك را دارند خطاب به فرعون ) گفت : او را نكشيد (كه او) روشنى چشم من و توست . شايد به ما سودى برساند يا او را به فرزندى بگيريم ولى آنها نمى فهميدند (كه چه كسى را درآغوش خويش ‍ مى پرورانند)</w:t>
      </w:r>
    </w:p>
    <w:p w:rsidR="00123678" w:rsidRDefault="00DF6A2E" w:rsidP="00DF6A2E">
      <w:pPr>
        <w:pStyle w:val="Heading2"/>
        <w:rPr>
          <w:rtl/>
          <w:lang w:bidi="fa-IR"/>
        </w:rPr>
      </w:pPr>
      <w:bookmarkStart w:id="21" w:name="_Toc362088588"/>
      <w:r>
        <w:rPr>
          <w:rtl/>
          <w:lang w:bidi="fa-IR"/>
        </w:rPr>
        <w:t>نكته ها :</w:t>
      </w:r>
      <w:bookmarkEnd w:id="21"/>
    </w:p>
    <w:p w:rsidR="00123678" w:rsidRDefault="00123678" w:rsidP="004D48DE">
      <w:pPr>
        <w:pStyle w:val="libNormal"/>
        <w:rPr>
          <w:rtl/>
          <w:lang w:bidi="fa-IR"/>
        </w:rPr>
      </w:pPr>
      <w:r>
        <w:rPr>
          <w:rtl/>
          <w:lang w:bidi="fa-IR"/>
        </w:rPr>
        <w:t>در زندگى حضرت موسى ، چند زن ، نقش محورى و اساسى داشته اند: مادر موسى ، خواهر موسى ، زن فرعون و همسر موسى ، در اين آيه نقش زن فرعون در جلوگيرى از قتل او بيان شده است .</w:t>
      </w:r>
    </w:p>
    <w:p w:rsidR="00123678" w:rsidRDefault="00DF6A2E" w:rsidP="00DF6A2E">
      <w:pPr>
        <w:pStyle w:val="Heading2"/>
        <w:rPr>
          <w:rtl/>
          <w:lang w:bidi="fa-IR"/>
        </w:rPr>
      </w:pPr>
      <w:bookmarkStart w:id="22" w:name="_Toc362088589"/>
      <w:r>
        <w:rPr>
          <w:rtl/>
          <w:lang w:bidi="fa-IR"/>
        </w:rPr>
        <w:t>پيام ها :</w:t>
      </w:r>
      <w:bookmarkEnd w:id="22"/>
    </w:p>
    <w:p w:rsidR="00123678" w:rsidRDefault="00123678" w:rsidP="004D48DE">
      <w:pPr>
        <w:pStyle w:val="libNormal"/>
        <w:rPr>
          <w:rtl/>
          <w:lang w:bidi="fa-IR"/>
        </w:rPr>
      </w:pPr>
      <w:r>
        <w:rPr>
          <w:rtl/>
          <w:lang w:bidi="fa-IR"/>
        </w:rPr>
        <w:t xml:space="preserve">1- زنان ، داراى اراده اى مستقلّ و نقشى مؤثّرند. قالت امراءت فرعون </w:t>
      </w:r>
    </w:p>
    <w:p w:rsidR="00985FAC" w:rsidRPr="00DE30EA" w:rsidRDefault="00985FAC" w:rsidP="00DE30EA">
      <w:pPr>
        <w:rPr>
          <w:rtl/>
        </w:rPr>
      </w:pPr>
      <w:r>
        <w:rPr>
          <w:rtl/>
          <w:lang w:bidi="fa-IR"/>
        </w:rPr>
        <w:br w:type="page"/>
      </w:r>
    </w:p>
    <w:p w:rsidR="00123678" w:rsidRDefault="00123678" w:rsidP="004D48DE">
      <w:pPr>
        <w:pStyle w:val="libNormal"/>
        <w:rPr>
          <w:rtl/>
          <w:lang w:bidi="fa-IR"/>
        </w:rPr>
      </w:pPr>
      <w:r>
        <w:rPr>
          <w:rtl/>
          <w:lang w:bidi="fa-IR"/>
        </w:rPr>
        <w:lastRenderedPageBreak/>
        <w:t>(زن فرعون ، راءى فرعون را تغيير داد و شوكت ، سلطنت وثروت فرعون هيچ يك مانع او نشد)</w:t>
      </w:r>
    </w:p>
    <w:p w:rsidR="00123678" w:rsidRDefault="00123678" w:rsidP="004D48DE">
      <w:pPr>
        <w:pStyle w:val="libNormal"/>
        <w:rPr>
          <w:rtl/>
          <w:lang w:bidi="fa-IR"/>
        </w:rPr>
      </w:pPr>
      <w:r>
        <w:rPr>
          <w:rtl/>
          <w:lang w:bidi="fa-IR"/>
        </w:rPr>
        <w:t xml:space="preserve">2- با طرح پيشنهادات صحيح و سريع ، از القاى طرح هاى انحرافى جلوگيرى كنيم . قبل از آنكه فرعون تصميم خود را ابراز كند، همسرش راه درست برخورد با مسئله را القا نمود. قالت امراءت فرعون قُرّة عين لى و لك لاتقتلوه </w:t>
      </w:r>
    </w:p>
    <w:p w:rsidR="00123678" w:rsidRDefault="00123678" w:rsidP="004D48DE">
      <w:pPr>
        <w:pStyle w:val="libNormal"/>
        <w:rPr>
          <w:rtl/>
          <w:lang w:bidi="fa-IR"/>
        </w:rPr>
      </w:pPr>
      <w:r>
        <w:rPr>
          <w:rtl/>
          <w:lang w:bidi="fa-IR"/>
        </w:rPr>
        <w:t xml:space="preserve">3- در بيان پيشنهادات از كلمات عاطفى ودلنشين استفاده كنيم . قُرّة عين لى ولك </w:t>
      </w:r>
    </w:p>
    <w:p w:rsidR="00123678" w:rsidRDefault="00123678" w:rsidP="004D48DE">
      <w:pPr>
        <w:pStyle w:val="libNormal"/>
        <w:rPr>
          <w:rtl/>
          <w:lang w:bidi="fa-IR"/>
        </w:rPr>
      </w:pPr>
      <w:r>
        <w:rPr>
          <w:rtl/>
          <w:lang w:bidi="fa-IR"/>
        </w:rPr>
        <w:t xml:space="preserve">4- دلهاى همه به دست خداست . او مى تواند سخت ترين دلها همچون دل فرعون را نيز نرم سازد. </w:t>
      </w:r>
      <w:r w:rsidRPr="00A37F11">
        <w:rPr>
          <w:rStyle w:val="libAieChar"/>
          <w:rtl/>
        </w:rPr>
        <w:t>قُرّة عين لى و لك</w:t>
      </w:r>
      <w:r>
        <w:rPr>
          <w:rtl/>
          <w:lang w:bidi="fa-IR"/>
        </w:rPr>
        <w:t xml:space="preserve"> </w:t>
      </w:r>
    </w:p>
    <w:p w:rsidR="00123678" w:rsidRDefault="00123678" w:rsidP="004D48DE">
      <w:pPr>
        <w:pStyle w:val="libNormal"/>
        <w:rPr>
          <w:rtl/>
          <w:lang w:bidi="fa-IR"/>
        </w:rPr>
      </w:pPr>
      <w:r>
        <w:rPr>
          <w:rtl/>
          <w:lang w:bidi="fa-IR"/>
        </w:rPr>
        <w:t xml:space="preserve">5 در برخورد با منكرات ، ابتدا از راه عاطفه وارد شويم و سپس به امر و نهى بپردازيم . </w:t>
      </w:r>
      <w:r w:rsidRPr="00A37F11">
        <w:rPr>
          <w:rStyle w:val="libAieChar"/>
          <w:rtl/>
        </w:rPr>
        <w:t>قرة عين لى و لك لا تقتلوه</w:t>
      </w:r>
      <w:r>
        <w:rPr>
          <w:rtl/>
          <w:lang w:bidi="fa-IR"/>
        </w:rPr>
        <w:t xml:space="preserve"> </w:t>
      </w:r>
    </w:p>
    <w:p w:rsidR="00123678" w:rsidRDefault="00123678" w:rsidP="004D48DE">
      <w:pPr>
        <w:pStyle w:val="libNormal"/>
        <w:rPr>
          <w:rtl/>
          <w:lang w:bidi="fa-IR"/>
        </w:rPr>
      </w:pPr>
      <w:r>
        <w:rPr>
          <w:rtl/>
          <w:lang w:bidi="fa-IR"/>
        </w:rPr>
        <w:t>6- از نهى از منكر زبانى ، غفلت نورزيم كه بسيار كارساز است . لا تقتلوه (زن فرعون با گفتن «لاتقتلوه» از كشته شدن موسى جلوگيرى كرد، چنانكه يكى از برادران يوسف با گفتن «لاتقتلوا يوسف» از كشته شدن يوسف جلوگيرى كرد.)</w:t>
      </w:r>
    </w:p>
    <w:p w:rsidR="00123678" w:rsidRDefault="00123678" w:rsidP="004D48DE">
      <w:pPr>
        <w:pStyle w:val="libNormal"/>
        <w:rPr>
          <w:rtl/>
          <w:lang w:bidi="fa-IR"/>
        </w:rPr>
      </w:pPr>
      <w:r>
        <w:rPr>
          <w:rtl/>
          <w:lang w:bidi="fa-IR"/>
        </w:rPr>
        <w:t xml:space="preserve">7- زنان در نهى از منكر، سابقه اى درخشان دارند. لاتقتلوه </w:t>
      </w:r>
    </w:p>
    <w:p w:rsidR="00123678" w:rsidRDefault="00123678" w:rsidP="004D48DE">
      <w:pPr>
        <w:pStyle w:val="libNormal"/>
        <w:rPr>
          <w:rtl/>
          <w:lang w:bidi="fa-IR"/>
        </w:rPr>
      </w:pPr>
      <w:r>
        <w:rPr>
          <w:rtl/>
          <w:lang w:bidi="fa-IR"/>
        </w:rPr>
        <w:t xml:space="preserve">8 طاغوت ها از ابتدايى ترين عواطف انسانى نيز بى بهره اند و نياز به تذكّر دارند. لا تقتلوه </w:t>
      </w:r>
    </w:p>
    <w:p w:rsidR="00B354F8" w:rsidRDefault="00123678" w:rsidP="004D48DE">
      <w:pPr>
        <w:pStyle w:val="libNormal"/>
        <w:rPr>
          <w:rtl/>
          <w:lang w:bidi="fa-IR"/>
        </w:rPr>
      </w:pPr>
      <w:r>
        <w:rPr>
          <w:rtl/>
          <w:lang w:bidi="fa-IR"/>
        </w:rPr>
        <w:t xml:space="preserve">9- فوائد امر ونهى را بگوييم تا مردم آسان تر بپذيرند. </w:t>
      </w:r>
      <w:r w:rsidRPr="00A37F11">
        <w:rPr>
          <w:rStyle w:val="libAieChar"/>
          <w:rtl/>
        </w:rPr>
        <w:t>لاتقتلوه عسى اءن يَنفعنا</w:t>
      </w:r>
    </w:p>
    <w:p w:rsidR="00123678" w:rsidRPr="00DE30EA" w:rsidRDefault="00B354F8" w:rsidP="00DE30EA">
      <w:pPr>
        <w:rPr>
          <w:rtl/>
        </w:rPr>
      </w:pPr>
      <w:r>
        <w:rPr>
          <w:rtl/>
          <w:lang w:bidi="fa-IR"/>
        </w:rPr>
        <w:br w:type="page"/>
      </w:r>
    </w:p>
    <w:p w:rsidR="00123678" w:rsidRDefault="00123678" w:rsidP="004D48DE">
      <w:pPr>
        <w:pStyle w:val="libNormal"/>
        <w:rPr>
          <w:rtl/>
          <w:lang w:bidi="fa-IR"/>
        </w:rPr>
      </w:pPr>
      <w:r>
        <w:rPr>
          <w:rtl/>
          <w:lang w:bidi="fa-IR"/>
        </w:rPr>
        <w:lastRenderedPageBreak/>
        <w:t>10- در نظام طاغوتى ، ملاك وضع يا لغو قوانين ، هوسها و منافع شخصى طاغوت هاست . (قانون قتلِ عام نوزادانِ پسر، بر اساس منافع شخصى فرعون وضع شد و باز بر پايه اميد به منافع آينده در مورد نوزاد آب آورده (حضرت موسى) همين قانون لغو گرديد.) لا تقتلوه عسى اءن يَنفعنا</w:t>
      </w:r>
    </w:p>
    <w:p w:rsidR="00123678" w:rsidRDefault="00123678" w:rsidP="004D48DE">
      <w:pPr>
        <w:pStyle w:val="libNormal"/>
        <w:rPr>
          <w:rtl/>
          <w:lang w:bidi="fa-IR"/>
        </w:rPr>
      </w:pPr>
      <w:r>
        <w:rPr>
          <w:rtl/>
          <w:lang w:bidi="fa-IR"/>
        </w:rPr>
        <w:t>11- برخى انسان ها در ظاهر بسيار بلند پروازند، ولى درباطن اسير نيازهاى درونى خويش هستند. فرعون كه ادّعا مى كرد: انَاربّكم الاعلى سرانجام مى پذيرد كه ممكن است يك نوزاد آب آورده براى او سودمند واقع شود. عسى اءن يَنفعنا</w:t>
      </w:r>
    </w:p>
    <w:p w:rsidR="00123678" w:rsidRDefault="00123678" w:rsidP="004D48DE">
      <w:pPr>
        <w:pStyle w:val="libNormal"/>
        <w:rPr>
          <w:rtl/>
          <w:lang w:bidi="fa-IR"/>
        </w:rPr>
      </w:pPr>
      <w:r>
        <w:rPr>
          <w:rtl/>
          <w:lang w:bidi="fa-IR"/>
        </w:rPr>
        <w:t>12- خداوند، فرعون را از فرزند پسر محروم داشته بود تا او با پذيرش نوزاد از آب آورده ، به حقارت و عجز خود بيشتر پى ببرد. نتّخذه ولدا</w:t>
      </w:r>
    </w:p>
    <w:p w:rsidR="00123678" w:rsidRDefault="00123678" w:rsidP="004D48DE">
      <w:pPr>
        <w:pStyle w:val="libNormal"/>
        <w:rPr>
          <w:rtl/>
          <w:lang w:bidi="fa-IR"/>
        </w:rPr>
      </w:pPr>
      <w:r>
        <w:rPr>
          <w:rtl/>
          <w:lang w:bidi="fa-IR"/>
        </w:rPr>
        <w:t xml:space="preserve">13- گاه ايجاد علاقه ومحبّت ميان افراد بر اساس يك خط غيبى است كه خود طرفين نيز از آن غافلند. وهم لا يشعرون </w:t>
      </w:r>
    </w:p>
    <w:p w:rsidR="00123678" w:rsidRPr="00B354F8" w:rsidRDefault="002E3834" w:rsidP="00B354F8">
      <w:pPr>
        <w:pStyle w:val="Heading1"/>
        <w:rPr>
          <w:rtl/>
        </w:rPr>
      </w:pPr>
      <w:r w:rsidRPr="00B354F8">
        <w:rPr>
          <w:rtl/>
        </w:rPr>
        <w:t xml:space="preserve"> </w:t>
      </w:r>
      <w:bookmarkStart w:id="23" w:name="_Toc362088590"/>
      <w:r w:rsidRPr="00035AB4">
        <w:rPr>
          <w:highlight w:val="yellow"/>
          <w:rtl/>
        </w:rPr>
        <w:t>(10)</w:t>
      </w:r>
      <w:r w:rsidRPr="00B354F8">
        <w:rPr>
          <w:rtl/>
        </w:rPr>
        <w:t xml:space="preserve"> وَاءَصْبَحَ فُؤَادُ اءُمِّ مُوسَى فَرِغاً إِن كَادَتْ لَتُبْدِى بِهِ لَوْلاََّ اءَن رَّبَطْنَاعَلَى قَلْبِهَا لِتَكُونَ مِنَ الْمُؤْمِنِينَ</w:t>
      </w:r>
      <w:bookmarkEnd w:id="23"/>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ودل مادر موسى (از هر چيز، جز فكر فرزند) تهى شد (و) اگر قلب او را استوار نساخته بوديم تا از ايمان آورندگان (به وعده ى ما باقى) بماند، همانا نزديك بود كه (به واسطه جزع وفزع) آن (راز) را افشا كند.</w:t>
      </w:r>
    </w:p>
    <w:p w:rsidR="00B354F8" w:rsidRPr="00DE30EA" w:rsidRDefault="00B354F8" w:rsidP="00DE30EA">
      <w:pPr>
        <w:rPr>
          <w:rtl/>
        </w:rPr>
      </w:pPr>
      <w:r>
        <w:rPr>
          <w:rtl/>
        </w:rPr>
        <w:br w:type="page"/>
      </w:r>
    </w:p>
    <w:p w:rsidR="00123678" w:rsidRPr="00B354F8" w:rsidRDefault="002E3834" w:rsidP="00B354F8">
      <w:pPr>
        <w:pStyle w:val="Heading1"/>
        <w:rPr>
          <w:rtl/>
        </w:rPr>
      </w:pPr>
      <w:r w:rsidRPr="00B354F8">
        <w:rPr>
          <w:rtl/>
        </w:rPr>
        <w:lastRenderedPageBreak/>
        <w:t xml:space="preserve"> </w:t>
      </w:r>
      <w:bookmarkStart w:id="24" w:name="_Toc362088591"/>
      <w:r w:rsidRPr="00035AB4">
        <w:rPr>
          <w:highlight w:val="yellow"/>
          <w:rtl/>
        </w:rPr>
        <w:t>(11)</w:t>
      </w:r>
      <w:r w:rsidRPr="00B354F8">
        <w:rPr>
          <w:rtl/>
        </w:rPr>
        <w:t xml:space="preserve"> وَقَالَتْ لاُِخْتِهِ قُصِّيهِ فَبَصُرَتْ بِهِ عَن جُنُبٍ وَ هُمْ لاَيَشْعُرُونَ</w:t>
      </w:r>
      <w:bookmarkEnd w:id="24"/>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و (مادر موسى) به خواهر او گفت : (صندوق حامل موسى را) دنبال كن پس ‍ او از دور وى را زير نظر داشت ، در حالى كه (دشمنان) متوجّه نبودند (كه آنكه او را تعقيب مى كند خواهر موسى است و از اين تعقيب ،چه هدفى دارد).</w:t>
      </w:r>
    </w:p>
    <w:p w:rsidR="00123678" w:rsidRDefault="00DF6A2E" w:rsidP="00DF6A2E">
      <w:pPr>
        <w:pStyle w:val="Heading2"/>
        <w:rPr>
          <w:rtl/>
          <w:lang w:bidi="fa-IR"/>
        </w:rPr>
      </w:pPr>
      <w:bookmarkStart w:id="25" w:name="_Toc362088592"/>
      <w:r>
        <w:rPr>
          <w:rtl/>
          <w:lang w:bidi="fa-IR"/>
        </w:rPr>
        <w:t>نكته ها :</w:t>
      </w:r>
      <w:bookmarkEnd w:id="25"/>
    </w:p>
    <w:p w:rsidR="00123678" w:rsidRDefault="00123678" w:rsidP="004D48DE">
      <w:pPr>
        <w:pStyle w:val="libNormal"/>
        <w:rPr>
          <w:rtl/>
          <w:lang w:bidi="fa-IR"/>
        </w:rPr>
      </w:pPr>
      <w:r>
        <w:rPr>
          <w:rtl/>
          <w:lang w:bidi="fa-IR"/>
        </w:rPr>
        <w:t>تفسير الميزان ، آيه ى و اصبح فؤ اد اُمّ موسى فارغارا با توجّه به سياق و ظاهر آيات قبل و بعد، چنين معنا نموده اند: دلِ مادر موسى به واسطه ى وحى الهى آرام گرفت و ديگر خوف و ترسى نداشت واگر آن وعده الهى نبود، مادر موسى به سبب شدّت اضطراب ، آن راز را افشا مى كرد.</w:t>
      </w:r>
    </w:p>
    <w:p w:rsidR="00123678" w:rsidRDefault="00123678" w:rsidP="004D48DE">
      <w:pPr>
        <w:pStyle w:val="libNormal"/>
        <w:rPr>
          <w:rtl/>
          <w:lang w:bidi="fa-IR"/>
        </w:rPr>
      </w:pPr>
      <w:r>
        <w:rPr>
          <w:rtl/>
          <w:lang w:bidi="fa-IR"/>
        </w:rPr>
        <w:t>مادر موسى بعد از آنكه فرزندش را در صندوقى گذارده و در دريا انداخت ، به خواهر موسى ماءموريت داد تا مخفيانه اين جريان را پيگيرى كند. او نيز بدور از چشم ماءموران حكومتى ، صندوق را دنبال كرد تا اينكه از دريا نجات يافت و در دامان همسر فرعون قرار گرفت . او همچنان موسى را زير نظر داشت تا اينكه متوجّه شد درباريان فرعون بدنبال دايگانى براى شيردادن به كودك هستند. امّا موسى هيچ سينه اى را نمى پذيرد، سرانجام خواهر موسى با طرح پيشنهاد دايگى مادرش ، و پذيرش دربار، تعقيب و مراقبت و ماءموريتش خاتمه يافت .</w:t>
      </w:r>
    </w:p>
    <w:p w:rsidR="00123678" w:rsidRDefault="00DF6A2E" w:rsidP="00DF6A2E">
      <w:pPr>
        <w:pStyle w:val="Heading2"/>
        <w:rPr>
          <w:rtl/>
          <w:lang w:bidi="fa-IR"/>
        </w:rPr>
      </w:pPr>
      <w:bookmarkStart w:id="26" w:name="_Toc362088593"/>
      <w:r>
        <w:rPr>
          <w:rtl/>
          <w:lang w:bidi="fa-IR"/>
        </w:rPr>
        <w:t>پيام ها :</w:t>
      </w:r>
      <w:bookmarkEnd w:id="26"/>
    </w:p>
    <w:p w:rsidR="00123678" w:rsidRDefault="00123678" w:rsidP="004D48DE">
      <w:pPr>
        <w:pStyle w:val="libNormal"/>
        <w:rPr>
          <w:rtl/>
          <w:lang w:bidi="fa-IR"/>
        </w:rPr>
      </w:pPr>
      <w:r>
        <w:rPr>
          <w:rtl/>
          <w:lang w:bidi="fa-IR"/>
        </w:rPr>
        <w:t>1- افشاى اسرار از نشانه هاى سستى و ضعف ايمان است . لتبدى به لولا ان ربطنا على قلبها</w:t>
      </w:r>
    </w:p>
    <w:p w:rsidR="00B354F8" w:rsidRPr="00DE30EA" w:rsidRDefault="00B354F8" w:rsidP="00DE30EA">
      <w:pPr>
        <w:rPr>
          <w:rtl/>
        </w:rPr>
      </w:pPr>
      <w:r>
        <w:rPr>
          <w:rtl/>
          <w:lang w:bidi="fa-IR"/>
        </w:rPr>
        <w:br w:type="page"/>
      </w:r>
    </w:p>
    <w:p w:rsidR="00123678" w:rsidRDefault="00123678" w:rsidP="004D48DE">
      <w:pPr>
        <w:pStyle w:val="libNormal"/>
        <w:rPr>
          <w:rtl/>
          <w:lang w:bidi="fa-IR"/>
        </w:rPr>
      </w:pPr>
      <w:r>
        <w:rPr>
          <w:rtl/>
          <w:lang w:bidi="fa-IR"/>
        </w:rPr>
        <w:lastRenderedPageBreak/>
        <w:t xml:space="preserve">2- آرامش دلها به دست خداست . </w:t>
      </w:r>
      <w:r w:rsidRPr="00A37F11">
        <w:rPr>
          <w:rStyle w:val="libAieChar"/>
          <w:rtl/>
        </w:rPr>
        <w:t>ربطناعلى قلبها</w:t>
      </w:r>
    </w:p>
    <w:p w:rsidR="00123678" w:rsidRDefault="00123678" w:rsidP="004D48DE">
      <w:pPr>
        <w:pStyle w:val="libNormal"/>
        <w:rPr>
          <w:rtl/>
          <w:lang w:bidi="fa-IR"/>
        </w:rPr>
      </w:pPr>
      <w:r>
        <w:rPr>
          <w:rtl/>
          <w:lang w:bidi="fa-IR"/>
        </w:rPr>
        <w:t xml:space="preserve">3- يكى از نشانه هاى ايمان ، آرامش خاطر و دل آرام است . </w:t>
      </w:r>
      <w:r w:rsidRPr="00A37F11">
        <w:rPr>
          <w:rStyle w:val="libAieChar"/>
          <w:rtl/>
        </w:rPr>
        <w:t xml:space="preserve">ربطنا... لتكون من المؤمنين </w:t>
      </w:r>
    </w:p>
    <w:p w:rsidR="00123678" w:rsidRDefault="00123678" w:rsidP="004D48DE">
      <w:pPr>
        <w:pStyle w:val="libNormal"/>
        <w:rPr>
          <w:rtl/>
          <w:lang w:bidi="fa-IR"/>
        </w:rPr>
      </w:pPr>
      <w:r>
        <w:rPr>
          <w:rtl/>
          <w:lang w:bidi="fa-IR"/>
        </w:rPr>
        <w:t>4- آنچه در نظر الهى مهمّ است ، ايمان است و زن و مرد تفاوتى ندارند. لتكون من المؤ منين در صورتى كه بايد مى فرمود: «من المؤمنات»</w:t>
      </w:r>
    </w:p>
    <w:p w:rsidR="00123678" w:rsidRDefault="00123678" w:rsidP="004D48DE">
      <w:pPr>
        <w:pStyle w:val="libNormal"/>
        <w:rPr>
          <w:rtl/>
          <w:lang w:bidi="fa-IR"/>
        </w:rPr>
      </w:pPr>
      <w:r>
        <w:rPr>
          <w:rtl/>
          <w:lang w:bidi="fa-IR"/>
        </w:rPr>
        <w:t xml:space="preserve">5 زنان ودختران نيز بايد از تدبيرهاى لازم در مسائل اجتماعى برخوردار باشند. </w:t>
      </w:r>
      <w:r w:rsidRPr="00826F28">
        <w:rPr>
          <w:rStyle w:val="libAieChar"/>
          <w:rtl/>
        </w:rPr>
        <w:t>قالت لاخته قصّيه</w:t>
      </w:r>
      <w:r>
        <w:rPr>
          <w:rtl/>
          <w:lang w:bidi="fa-IR"/>
        </w:rPr>
        <w:t xml:space="preserve"> </w:t>
      </w:r>
    </w:p>
    <w:p w:rsidR="00123678" w:rsidRDefault="00123678" w:rsidP="004D48DE">
      <w:pPr>
        <w:pStyle w:val="libNormal"/>
        <w:rPr>
          <w:rtl/>
          <w:lang w:bidi="fa-IR"/>
        </w:rPr>
      </w:pPr>
      <w:r>
        <w:rPr>
          <w:rtl/>
          <w:lang w:bidi="fa-IR"/>
        </w:rPr>
        <w:t>6- در امور حساسيّت برانگيز، كارها را به ديگران واگذار كنيم . لاُخته در ماجراى موسى عليه السلام حساسيّت بر روى مادر بيشتر بود و امكان داشت كه مطلب افشا گردد.</w:t>
      </w:r>
    </w:p>
    <w:p w:rsidR="00123678" w:rsidRDefault="00123678" w:rsidP="004D48DE">
      <w:pPr>
        <w:pStyle w:val="libNormal"/>
        <w:rPr>
          <w:rtl/>
          <w:lang w:bidi="fa-IR"/>
        </w:rPr>
      </w:pPr>
      <w:r>
        <w:rPr>
          <w:rtl/>
          <w:lang w:bidi="fa-IR"/>
        </w:rPr>
        <w:t xml:space="preserve">7- توكّل بخدا به معناى بى تفاوتى در مسائل نيست . با اينكه مادر موسى زن باايمانى بود، ولى باز هم دخترش را براى تعقيب ماجرا فرستاد. </w:t>
      </w:r>
      <w:r w:rsidR="00826F28">
        <w:rPr>
          <w:rStyle w:val="libAieChar"/>
          <w:rtl/>
        </w:rPr>
        <w:t>من المؤمنين</w:t>
      </w:r>
      <w:r w:rsidRPr="00826F28">
        <w:rPr>
          <w:rStyle w:val="libAieChar"/>
          <w:rtl/>
        </w:rPr>
        <w:t>، قالت لاخته قُصّيه</w:t>
      </w:r>
      <w:r>
        <w:rPr>
          <w:rtl/>
          <w:lang w:bidi="fa-IR"/>
        </w:rPr>
        <w:t xml:space="preserve"> </w:t>
      </w:r>
    </w:p>
    <w:p w:rsidR="00123678" w:rsidRDefault="00123678" w:rsidP="004D48DE">
      <w:pPr>
        <w:pStyle w:val="libNormal"/>
        <w:rPr>
          <w:rtl/>
          <w:lang w:bidi="fa-IR"/>
        </w:rPr>
      </w:pPr>
      <w:r>
        <w:rPr>
          <w:rtl/>
          <w:lang w:bidi="fa-IR"/>
        </w:rPr>
        <w:t xml:space="preserve">8 در برخورد با نظام هاى طاغوتى و خفقان آور، تعقيب ومراقبت امرى ضرورى است . قُصيّه </w:t>
      </w:r>
    </w:p>
    <w:p w:rsidR="00123678" w:rsidRDefault="00123678" w:rsidP="004D48DE">
      <w:pPr>
        <w:pStyle w:val="libNormal"/>
        <w:rPr>
          <w:rtl/>
          <w:lang w:bidi="fa-IR"/>
        </w:rPr>
      </w:pPr>
      <w:r>
        <w:rPr>
          <w:rtl/>
          <w:lang w:bidi="fa-IR"/>
        </w:rPr>
        <w:t>9- براى حفظ اسرار، عادّى سازى در رفتار يك امر لازم است . عن جُنُب (خواهرموسى از دور صندوق برادر را زير نظر داشت ، تا اين مراقبت بسيار عادّى باشد وسبب حساسيّت وتحريك دشمن نشود.)</w:t>
      </w:r>
    </w:p>
    <w:p w:rsidR="00123678" w:rsidRDefault="00123678" w:rsidP="004D48DE">
      <w:pPr>
        <w:pStyle w:val="libNormal"/>
        <w:rPr>
          <w:rtl/>
          <w:lang w:bidi="fa-IR"/>
        </w:rPr>
      </w:pPr>
      <w:r>
        <w:rPr>
          <w:rtl/>
          <w:lang w:bidi="fa-IR"/>
        </w:rPr>
        <w:t xml:space="preserve">10- مؤمن بايد ماءموريّت خود را بدور از توجّه دشمن به انجام برساند. </w:t>
      </w:r>
      <w:r w:rsidRPr="00826F28">
        <w:rPr>
          <w:rStyle w:val="libAieChar"/>
          <w:rtl/>
        </w:rPr>
        <w:t>و هم لا يشعرون</w:t>
      </w:r>
      <w:r>
        <w:rPr>
          <w:rtl/>
          <w:lang w:bidi="fa-IR"/>
        </w:rPr>
        <w:t xml:space="preserve"> </w:t>
      </w:r>
    </w:p>
    <w:p w:rsidR="00B354F8" w:rsidRPr="00DE30EA" w:rsidRDefault="00B354F8" w:rsidP="00DE30EA">
      <w:pPr>
        <w:rPr>
          <w:rtl/>
        </w:rPr>
      </w:pPr>
      <w:r>
        <w:rPr>
          <w:rtl/>
          <w:lang w:bidi="fa-IR"/>
        </w:rPr>
        <w:br w:type="page"/>
      </w:r>
    </w:p>
    <w:p w:rsidR="00123678" w:rsidRDefault="00123678" w:rsidP="004D48DE">
      <w:pPr>
        <w:pStyle w:val="libNormal"/>
        <w:rPr>
          <w:rtl/>
          <w:lang w:bidi="fa-IR"/>
        </w:rPr>
      </w:pPr>
      <w:r>
        <w:rPr>
          <w:rtl/>
          <w:lang w:bidi="fa-IR"/>
        </w:rPr>
        <w:lastRenderedPageBreak/>
        <w:t xml:space="preserve">11- براى آنكه دشمن به اهداف ما پى نبرد، حركات خود را در برابر او كنترل كنيم . </w:t>
      </w:r>
      <w:r w:rsidRPr="00826F28">
        <w:rPr>
          <w:rStyle w:val="libAieChar"/>
          <w:rtl/>
        </w:rPr>
        <w:t>و هم لايشعرون</w:t>
      </w:r>
      <w:r>
        <w:rPr>
          <w:rtl/>
          <w:lang w:bidi="fa-IR"/>
        </w:rPr>
        <w:t xml:space="preserve"> </w:t>
      </w:r>
    </w:p>
    <w:p w:rsidR="00123678" w:rsidRPr="00B354F8" w:rsidRDefault="002E3834" w:rsidP="00B354F8">
      <w:pPr>
        <w:pStyle w:val="Heading1"/>
        <w:rPr>
          <w:rtl/>
        </w:rPr>
      </w:pPr>
      <w:r w:rsidRPr="00B354F8">
        <w:rPr>
          <w:rtl/>
        </w:rPr>
        <w:t xml:space="preserve"> </w:t>
      </w:r>
      <w:bookmarkStart w:id="27" w:name="_Toc362088594"/>
      <w:r w:rsidRPr="00035AB4">
        <w:rPr>
          <w:highlight w:val="yellow"/>
          <w:rtl/>
        </w:rPr>
        <w:t>(12)</w:t>
      </w:r>
      <w:r w:rsidRPr="00B354F8">
        <w:rPr>
          <w:rtl/>
        </w:rPr>
        <w:t xml:space="preserve"> وَحَرَّمْنَا عَلَيْهِ الْمَرَاضِعَ مِن قَبْلُ فَقَالَتْ هَلْ اءَدُلُّكُمْ عَلَىَّ اءَهْلِ بَيْتٍ يَكْفُلُونَهُ لَكُمْ وَهُمْ لَهُ نَصِحُونَ</w:t>
      </w:r>
      <w:bookmarkEnd w:id="27"/>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و ما (به دهان گرفتن سينه ى) زنان شيرده را از پيش بر او ممنوع كرديم ، پس ‍ (خواهر موسى كه ماءموران را در جستجوى دايه ديد) گفت : آيا مى خواهيد شما را بر خانواده اى راهنمايى كنم كه سرپرستى او را براى شمابپذيرند و براى او خيرخواه باشند؟</w:t>
      </w:r>
    </w:p>
    <w:p w:rsidR="00123678" w:rsidRDefault="00DF6A2E" w:rsidP="00DF6A2E">
      <w:pPr>
        <w:pStyle w:val="Heading2"/>
        <w:rPr>
          <w:rtl/>
          <w:lang w:bidi="fa-IR"/>
        </w:rPr>
      </w:pPr>
      <w:bookmarkStart w:id="28" w:name="_Toc362088595"/>
      <w:r>
        <w:rPr>
          <w:rtl/>
          <w:lang w:bidi="fa-IR"/>
        </w:rPr>
        <w:t>نكته ها :</w:t>
      </w:r>
      <w:bookmarkEnd w:id="28"/>
    </w:p>
    <w:p w:rsidR="00123678" w:rsidRDefault="00123678" w:rsidP="004D48DE">
      <w:pPr>
        <w:pStyle w:val="libNormal"/>
        <w:rPr>
          <w:rtl/>
          <w:lang w:bidi="fa-IR"/>
        </w:rPr>
      </w:pPr>
      <w:r>
        <w:rPr>
          <w:rtl/>
          <w:lang w:bidi="fa-IR"/>
        </w:rPr>
        <w:t>«مراضع» جمع «مرضع»، يعنى زنان شيرده و دايه .</w:t>
      </w:r>
    </w:p>
    <w:p w:rsidR="00123678" w:rsidRDefault="00DF6A2E" w:rsidP="00DF6A2E">
      <w:pPr>
        <w:pStyle w:val="Heading2"/>
        <w:rPr>
          <w:rtl/>
          <w:lang w:bidi="fa-IR"/>
        </w:rPr>
      </w:pPr>
      <w:bookmarkStart w:id="29" w:name="_Toc362088596"/>
      <w:r>
        <w:rPr>
          <w:rtl/>
          <w:lang w:bidi="fa-IR"/>
        </w:rPr>
        <w:t>پيام ها :</w:t>
      </w:r>
      <w:bookmarkEnd w:id="29"/>
    </w:p>
    <w:p w:rsidR="00123678" w:rsidRDefault="00123678" w:rsidP="004D48DE">
      <w:pPr>
        <w:pStyle w:val="libNormal"/>
        <w:rPr>
          <w:rtl/>
          <w:lang w:bidi="fa-IR"/>
        </w:rPr>
      </w:pPr>
      <w:r>
        <w:rPr>
          <w:rtl/>
          <w:lang w:bidi="fa-IR"/>
        </w:rPr>
        <w:t>1- اگر خداوند نخواهد، تشكيلات عريض و طويلى همچون دستگاه فرعون نيز از تاءمين غذاى يك كودك عاجز مى ماند. حرّمنا</w:t>
      </w:r>
    </w:p>
    <w:p w:rsidR="00123678" w:rsidRDefault="00123678" w:rsidP="004D48DE">
      <w:pPr>
        <w:pStyle w:val="libNormal"/>
        <w:rPr>
          <w:rtl/>
          <w:lang w:bidi="fa-IR"/>
        </w:rPr>
      </w:pPr>
      <w:r>
        <w:rPr>
          <w:rtl/>
          <w:lang w:bidi="fa-IR"/>
        </w:rPr>
        <w:t>2- ابتدايى ترين كارها مثل مكيدن نوزاد نيز با اراده ى الهى است و اگر او نخواهد، اتّفاق نخواهد افتاد. حرّمنا</w:t>
      </w:r>
    </w:p>
    <w:p w:rsidR="00123678" w:rsidRDefault="00123678" w:rsidP="004D48DE">
      <w:pPr>
        <w:pStyle w:val="libNormal"/>
        <w:rPr>
          <w:rtl/>
          <w:lang w:bidi="fa-IR"/>
        </w:rPr>
      </w:pPr>
      <w:r>
        <w:rPr>
          <w:rtl/>
          <w:lang w:bidi="fa-IR"/>
        </w:rPr>
        <w:t xml:space="preserve">3- رضاع و سپردن نوزاد به دايه براى شيردادن ، سابقه اى تاريخى و طولانى دارد. المراضع </w:t>
      </w:r>
    </w:p>
    <w:p w:rsidR="00123678" w:rsidRDefault="00123678" w:rsidP="004D48DE">
      <w:pPr>
        <w:pStyle w:val="libNormal"/>
        <w:rPr>
          <w:rtl/>
          <w:lang w:bidi="fa-IR"/>
        </w:rPr>
      </w:pPr>
      <w:r>
        <w:rPr>
          <w:rtl/>
          <w:lang w:bidi="fa-IR"/>
        </w:rPr>
        <w:t xml:space="preserve">4- وقتى سر انسان متكبّر به سنگ خورد، راهنمايى و پيشنهاد ديگران ، حتّى يك فرد ناشناس را نيز به راحتى مى پذيرد. </w:t>
      </w:r>
      <w:r w:rsidRPr="00826F28">
        <w:rPr>
          <w:rStyle w:val="libAieChar"/>
          <w:rtl/>
        </w:rPr>
        <w:t>فقالت هل ادلّكم</w:t>
      </w:r>
      <w:r>
        <w:rPr>
          <w:rtl/>
          <w:lang w:bidi="fa-IR"/>
        </w:rPr>
        <w:t xml:space="preserve"> </w:t>
      </w:r>
    </w:p>
    <w:p w:rsidR="00B354F8" w:rsidRPr="00DE30EA" w:rsidRDefault="00B354F8" w:rsidP="00DE30EA">
      <w:pPr>
        <w:rPr>
          <w:rtl/>
        </w:rPr>
      </w:pPr>
      <w:r>
        <w:rPr>
          <w:rtl/>
          <w:lang w:bidi="fa-IR"/>
        </w:rPr>
        <w:br w:type="page"/>
      </w:r>
    </w:p>
    <w:p w:rsidR="00123678" w:rsidRDefault="00B354F8" w:rsidP="004D48DE">
      <w:pPr>
        <w:pStyle w:val="libNormal"/>
        <w:rPr>
          <w:rtl/>
          <w:lang w:bidi="fa-IR"/>
        </w:rPr>
      </w:pPr>
      <w:r>
        <w:rPr>
          <w:rtl/>
          <w:lang w:bidi="fa-IR"/>
        </w:rPr>
        <w:lastRenderedPageBreak/>
        <w:t>5</w:t>
      </w:r>
      <w:r>
        <w:rPr>
          <w:rFonts w:hint="cs"/>
          <w:rtl/>
          <w:lang w:bidi="fa-IR"/>
        </w:rPr>
        <w:t xml:space="preserve">- </w:t>
      </w:r>
      <w:r w:rsidR="00123678">
        <w:rPr>
          <w:rtl/>
          <w:lang w:bidi="fa-IR"/>
        </w:rPr>
        <w:t xml:space="preserve">پيشنهادات خود را در رابطه با چيزى كه حساسيّت برانگيز است ، بطور عادّى مطرح كنيم . </w:t>
      </w:r>
      <w:r w:rsidR="00123678" w:rsidRPr="00826F28">
        <w:rPr>
          <w:rStyle w:val="libAieChar"/>
          <w:rtl/>
        </w:rPr>
        <w:t>هل ادلّكم</w:t>
      </w:r>
      <w:r w:rsidR="00123678">
        <w:rPr>
          <w:rtl/>
          <w:lang w:bidi="fa-IR"/>
        </w:rPr>
        <w:t xml:space="preserve"> </w:t>
      </w:r>
    </w:p>
    <w:p w:rsidR="00123678" w:rsidRDefault="00123678" w:rsidP="004D48DE">
      <w:pPr>
        <w:pStyle w:val="libNormal"/>
        <w:rPr>
          <w:rtl/>
          <w:lang w:bidi="fa-IR"/>
        </w:rPr>
      </w:pPr>
      <w:r>
        <w:rPr>
          <w:rtl/>
          <w:lang w:bidi="fa-IR"/>
        </w:rPr>
        <w:t xml:space="preserve">6- در برابر دشمن بايد زيرك بود. (خواهر موسى نامى از مادر موسى به ميان نياورد و نگفت : «عل ى اُمّه»، بلكه آن را به صورت ناشناس ذكر كرد.) </w:t>
      </w:r>
      <w:r w:rsidRPr="00826F28">
        <w:rPr>
          <w:rStyle w:val="libAieChar"/>
          <w:rtl/>
        </w:rPr>
        <w:t>على اهل بيتٍ</w:t>
      </w:r>
    </w:p>
    <w:p w:rsidR="00123678" w:rsidRDefault="00123678" w:rsidP="004D48DE">
      <w:pPr>
        <w:pStyle w:val="libNormal"/>
        <w:rPr>
          <w:rtl/>
          <w:lang w:bidi="fa-IR"/>
        </w:rPr>
      </w:pPr>
      <w:r>
        <w:rPr>
          <w:rtl/>
          <w:lang w:bidi="fa-IR"/>
        </w:rPr>
        <w:t xml:space="preserve">7- نيازمندى هاى نوزاد، منحصر در غذا نيست ، بلكه او به خانواده وكانون محبّت نيز احتياج دارد و لذا خواهر موسى سخن از سرپرستى همه جانبه كرد، نه تنها تغذيه . </w:t>
      </w:r>
      <w:r w:rsidRPr="00826F28">
        <w:rPr>
          <w:rStyle w:val="libAieChar"/>
          <w:rtl/>
        </w:rPr>
        <w:t>يكفلونه</w:t>
      </w:r>
      <w:r>
        <w:rPr>
          <w:rtl/>
          <w:lang w:bidi="fa-IR"/>
        </w:rPr>
        <w:t xml:space="preserve"> </w:t>
      </w:r>
    </w:p>
    <w:p w:rsidR="00123678" w:rsidRDefault="00123678" w:rsidP="004D48DE">
      <w:pPr>
        <w:pStyle w:val="libNormal"/>
        <w:rPr>
          <w:rtl/>
          <w:lang w:bidi="fa-IR"/>
        </w:rPr>
      </w:pPr>
      <w:r>
        <w:rPr>
          <w:rtl/>
          <w:lang w:bidi="fa-IR"/>
        </w:rPr>
        <w:t xml:space="preserve">8 پيشنهادات خود را به گونه اى مطرح كنيم كه مخاطب ، آن را به نفع خود بداند. </w:t>
      </w:r>
      <w:r w:rsidRPr="00826F28">
        <w:rPr>
          <w:rStyle w:val="libAieChar"/>
          <w:rtl/>
        </w:rPr>
        <w:t>يكفلونه لكم</w:t>
      </w:r>
      <w:r>
        <w:rPr>
          <w:rtl/>
          <w:lang w:bidi="fa-IR"/>
        </w:rPr>
        <w:t xml:space="preserve"> </w:t>
      </w:r>
    </w:p>
    <w:p w:rsidR="00123678" w:rsidRDefault="00123678" w:rsidP="004D48DE">
      <w:pPr>
        <w:pStyle w:val="libNormal"/>
        <w:rPr>
          <w:rtl/>
          <w:lang w:bidi="fa-IR"/>
        </w:rPr>
      </w:pPr>
      <w:r>
        <w:rPr>
          <w:rtl/>
          <w:lang w:bidi="fa-IR"/>
        </w:rPr>
        <w:t xml:space="preserve">9- كفالتى ارزشمند است كه با خيرخواهى ومحبّت همراه باشد. </w:t>
      </w:r>
      <w:r w:rsidRPr="00826F28">
        <w:rPr>
          <w:rStyle w:val="libAieChar"/>
          <w:rtl/>
        </w:rPr>
        <w:t xml:space="preserve">يكفلونه لكم و هم له ناصحون </w:t>
      </w:r>
    </w:p>
    <w:p w:rsidR="00123678" w:rsidRPr="00B354F8" w:rsidRDefault="002E3834" w:rsidP="00B354F8">
      <w:pPr>
        <w:pStyle w:val="Heading1"/>
        <w:rPr>
          <w:rtl/>
        </w:rPr>
      </w:pPr>
      <w:r w:rsidRPr="00B354F8">
        <w:rPr>
          <w:rtl/>
        </w:rPr>
        <w:t xml:space="preserve"> </w:t>
      </w:r>
      <w:bookmarkStart w:id="30" w:name="_Toc362088597"/>
      <w:r w:rsidRPr="00035AB4">
        <w:rPr>
          <w:highlight w:val="yellow"/>
          <w:rtl/>
        </w:rPr>
        <w:t>(13)</w:t>
      </w:r>
      <w:r w:rsidRPr="00B354F8">
        <w:rPr>
          <w:rtl/>
        </w:rPr>
        <w:t xml:space="preserve"> فَرَدَدْنَهُ إِلَىَّ اءُمِّهِ كَىْ تَقَرَّ عَيْنُهَا وَلاَ تَحْزَنَ وَ لِتَعْلَمَ اءَنَّ وَعْدَ اللّهِ حَقُّ وَلَكِنَّ اءَكْثَرَهُمْ لاَ يَعْلَمُونَ</w:t>
      </w:r>
      <w:bookmarkEnd w:id="30"/>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پس ما (اينگونه) او را به مادرش باز گردانيديم تا روشنى چشم او باشد و غم نخورد و بداند كه هماناوعده الهى حقّ است ، ولى بيشتر مردم نمى دانند.</w:t>
      </w:r>
    </w:p>
    <w:p w:rsidR="00123678" w:rsidRDefault="00DF6A2E" w:rsidP="00DF6A2E">
      <w:pPr>
        <w:pStyle w:val="Heading2"/>
        <w:rPr>
          <w:rtl/>
          <w:lang w:bidi="fa-IR"/>
        </w:rPr>
      </w:pPr>
      <w:bookmarkStart w:id="31" w:name="_Toc362088598"/>
      <w:r>
        <w:rPr>
          <w:rtl/>
          <w:lang w:bidi="fa-IR"/>
        </w:rPr>
        <w:t>نكته ها :</w:t>
      </w:r>
      <w:bookmarkEnd w:id="31"/>
    </w:p>
    <w:p w:rsidR="00B354F8" w:rsidRDefault="00123678" w:rsidP="004D48DE">
      <w:pPr>
        <w:pStyle w:val="libNormal"/>
        <w:rPr>
          <w:rtl/>
          <w:lang w:bidi="fa-IR"/>
        </w:rPr>
      </w:pPr>
      <w:r>
        <w:rPr>
          <w:rtl/>
          <w:lang w:bidi="fa-IR"/>
        </w:rPr>
        <w:t xml:space="preserve">گاهى اوقات عناوين براى انسان ، مزاحم ومانعند. مثلا در اين ماجرا مادر موسى پذيرفت كه </w:t>
      </w:r>
    </w:p>
    <w:p w:rsidR="00B354F8" w:rsidRPr="00DE30EA" w:rsidRDefault="00B354F8" w:rsidP="00DE30EA">
      <w:pPr>
        <w:rPr>
          <w:rtl/>
        </w:rPr>
      </w:pPr>
      <w:r>
        <w:rPr>
          <w:rtl/>
          <w:lang w:bidi="fa-IR"/>
        </w:rPr>
        <w:br w:type="page"/>
      </w:r>
    </w:p>
    <w:p w:rsidR="00123678" w:rsidRPr="00B354F8" w:rsidRDefault="00123678" w:rsidP="00B354F8">
      <w:pPr>
        <w:pStyle w:val="libNormal0"/>
        <w:rPr>
          <w:rtl/>
        </w:rPr>
      </w:pPr>
      <w:r w:rsidRPr="00B354F8">
        <w:rPr>
          <w:rtl/>
        </w:rPr>
        <w:lastRenderedPageBreak/>
        <w:t>به عنوان دايه فرزندش را شير دهد، زيرا عنوان مادر، سبب قتل فرزندوآزار مادر مى شد.</w:t>
      </w:r>
    </w:p>
    <w:p w:rsidR="00123678" w:rsidRDefault="00DF6A2E" w:rsidP="00DF6A2E">
      <w:pPr>
        <w:pStyle w:val="Heading2"/>
        <w:rPr>
          <w:rtl/>
          <w:lang w:bidi="fa-IR"/>
        </w:rPr>
      </w:pPr>
      <w:bookmarkStart w:id="32" w:name="_Toc362088599"/>
      <w:r>
        <w:rPr>
          <w:rtl/>
          <w:lang w:bidi="fa-IR"/>
        </w:rPr>
        <w:t>پيام ها :</w:t>
      </w:r>
      <w:bookmarkEnd w:id="32"/>
    </w:p>
    <w:p w:rsidR="00123678" w:rsidRDefault="00123678" w:rsidP="004D48DE">
      <w:pPr>
        <w:pStyle w:val="libNormal"/>
        <w:rPr>
          <w:rtl/>
          <w:lang w:bidi="fa-IR"/>
        </w:rPr>
      </w:pPr>
      <w:r>
        <w:rPr>
          <w:rtl/>
          <w:lang w:bidi="fa-IR"/>
        </w:rPr>
        <w:t xml:space="preserve">1- وعده هاى الهى تخلّف ندارد. در آيه ى هفتم خداوند وعده داد كه نوزاد را به مادر برگرداند و در اين آيه مى خوانيم كه او را برگرداند. </w:t>
      </w:r>
      <w:r w:rsidRPr="00826F28">
        <w:rPr>
          <w:rStyle w:val="libAieChar"/>
          <w:rtl/>
        </w:rPr>
        <w:t xml:space="preserve">انّا رادّوه اليك رددناه الى اُمّه </w:t>
      </w:r>
    </w:p>
    <w:p w:rsidR="00123678" w:rsidRDefault="00123678" w:rsidP="004D48DE">
      <w:pPr>
        <w:pStyle w:val="libNormal"/>
        <w:rPr>
          <w:rtl/>
          <w:lang w:bidi="fa-IR"/>
        </w:rPr>
      </w:pPr>
      <w:r>
        <w:rPr>
          <w:rtl/>
          <w:lang w:bidi="fa-IR"/>
        </w:rPr>
        <w:t xml:space="preserve">2- نوزاد، نور چشم مادر است . </w:t>
      </w:r>
      <w:r w:rsidRPr="00826F28">
        <w:rPr>
          <w:rStyle w:val="libAieChar"/>
          <w:rtl/>
        </w:rPr>
        <w:t>كى تَقَرّ عينها</w:t>
      </w:r>
    </w:p>
    <w:p w:rsidR="00123678" w:rsidRDefault="00123678" w:rsidP="004D48DE">
      <w:pPr>
        <w:pStyle w:val="libNormal"/>
        <w:rPr>
          <w:rtl/>
          <w:lang w:bidi="fa-IR"/>
        </w:rPr>
      </w:pPr>
      <w:r>
        <w:rPr>
          <w:rtl/>
          <w:lang w:bidi="fa-IR"/>
        </w:rPr>
        <w:t>3- براى اهل حقّ، اهداف مهم است ، نه عناوين . رددناه الى اُمّه سرانجام ، فرزند به آغوش مادر بازگشت گرچه اين بار، مادر به عنوان دايه استخدام شد، ولى عنوان مهم نيست ، برگشتن نوزاد مهم است .</w:t>
      </w:r>
    </w:p>
    <w:p w:rsidR="00123678" w:rsidRDefault="00123678" w:rsidP="004D48DE">
      <w:pPr>
        <w:pStyle w:val="libNormal"/>
        <w:rPr>
          <w:rtl/>
          <w:lang w:bidi="fa-IR"/>
        </w:rPr>
      </w:pPr>
      <w:r>
        <w:rPr>
          <w:rtl/>
          <w:lang w:bidi="fa-IR"/>
        </w:rPr>
        <w:t>4- مادر به واسطه ارتباط عميق با فرزند، بيشترين نقش را در زندگى او دارد. الى اُمّه (در اينجا نامى از پدر موسى به ميان نيامده است .)</w:t>
      </w:r>
    </w:p>
    <w:p w:rsidR="00123678" w:rsidRDefault="00123678" w:rsidP="004D48DE">
      <w:pPr>
        <w:pStyle w:val="libNormal"/>
        <w:rPr>
          <w:rtl/>
          <w:lang w:bidi="fa-IR"/>
        </w:rPr>
      </w:pPr>
      <w:r>
        <w:rPr>
          <w:rtl/>
          <w:lang w:bidi="fa-IR"/>
        </w:rPr>
        <w:t>5 گاه رازدارى مادر وخواهر مى تواند حيات انسان را تاءمين نمايد. الى اُمّه (مادر وخواهر موسى ، سالها راز مادرى را كتمان كردند.)</w:t>
      </w:r>
    </w:p>
    <w:p w:rsidR="00123678" w:rsidRDefault="00123678" w:rsidP="004D48DE">
      <w:pPr>
        <w:pStyle w:val="libNormal"/>
        <w:rPr>
          <w:rtl/>
          <w:lang w:bidi="fa-IR"/>
        </w:rPr>
      </w:pPr>
      <w:r>
        <w:rPr>
          <w:rtl/>
          <w:lang w:bidi="fa-IR"/>
        </w:rPr>
        <w:t>6- عاقبت ، سختى ها بسر آمده و فراق به وصال خواهد انجاميد. رددناه الى اُمّه كى تَقَرّ عينها (پس از مدّت ها نگرانى و غم ، سرانجام خداوند، موسى را به مادر بازگرداند. اِنّمع العسر يسرا)</w:t>
      </w:r>
    </w:p>
    <w:p w:rsidR="00123678" w:rsidRDefault="00123678" w:rsidP="004D48DE">
      <w:pPr>
        <w:pStyle w:val="libNormal"/>
        <w:rPr>
          <w:rtl/>
          <w:lang w:bidi="fa-IR"/>
        </w:rPr>
      </w:pPr>
      <w:r>
        <w:rPr>
          <w:rtl/>
          <w:lang w:bidi="fa-IR"/>
        </w:rPr>
        <w:t xml:space="preserve">7- اگر خداوند بخواهد، يك انسان ، مايه اميد ونور چشم دو گروه متضاد (خاندان فرعون و خاندان موسى) مى شود. </w:t>
      </w:r>
      <w:r w:rsidRPr="00826F28">
        <w:rPr>
          <w:rStyle w:val="libAieChar"/>
          <w:rtl/>
        </w:rPr>
        <w:t>قُرّة عينٍ لى ولك تَقَرّ عينها</w:t>
      </w:r>
    </w:p>
    <w:p w:rsidR="00B354F8" w:rsidRDefault="00B354F8" w:rsidP="004D48DE">
      <w:pPr>
        <w:pStyle w:val="libNormal"/>
        <w:rPr>
          <w:rtl/>
          <w:lang w:bidi="fa-IR"/>
        </w:rPr>
      </w:pPr>
      <w:r>
        <w:rPr>
          <w:rtl/>
          <w:lang w:bidi="fa-IR"/>
        </w:rPr>
        <w:t>8</w:t>
      </w:r>
      <w:r>
        <w:rPr>
          <w:rFonts w:hint="cs"/>
          <w:rtl/>
          <w:lang w:bidi="fa-IR"/>
        </w:rPr>
        <w:t xml:space="preserve">- </w:t>
      </w:r>
      <w:r w:rsidR="00123678">
        <w:rPr>
          <w:rtl/>
          <w:lang w:bidi="fa-IR"/>
        </w:rPr>
        <w:t xml:space="preserve">انبساط وشادى ، وحزن واندوه ، در بينايى انسان تاءثير دارد. تَقَرّ عينها چنانكه دورى حضرت يوسف ، باعث نابينايى حضرت يعقوب گرديد. </w:t>
      </w:r>
    </w:p>
    <w:p w:rsidR="00B354F8" w:rsidRPr="00DE30EA" w:rsidRDefault="00B354F8" w:rsidP="00DE30EA">
      <w:pPr>
        <w:rPr>
          <w:rtl/>
        </w:rPr>
      </w:pPr>
      <w:r>
        <w:rPr>
          <w:rtl/>
          <w:lang w:bidi="fa-IR"/>
        </w:rPr>
        <w:br w:type="page"/>
      </w:r>
    </w:p>
    <w:p w:rsidR="00123678" w:rsidRDefault="00123678" w:rsidP="004D48DE">
      <w:pPr>
        <w:pStyle w:val="libNormal"/>
        <w:rPr>
          <w:rtl/>
          <w:lang w:bidi="fa-IR"/>
        </w:rPr>
      </w:pPr>
      <w:r w:rsidRPr="00475524">
        <w:rPr>
          <w:rStyle w:val="libAieChar"/>
          <w:rtl/>
        </w:rPr>
        <w:lastRenderedPageBreak/>
        <w:t>وابيَضّت عيناه من الحُزن</w:t>
      </w:r>
      <w:r>
        <w:rPr>
          <w:rtl/>
          <w:lang w:bidi="fa-IR"/>
        </w:rPr>
        <w:t xml:space="preserve"> </w:t>
      </w:r>
      <w:r w:rsidR="00144845" w:rsidRPr="00C96ECB">
        <w:rPr>
          <w:rStyle w:val="libFootnotenumChar"/>
          <w:rtl/>
          <w:lang w:bidi="fa-IR"/>
        </w:rPr>
        <w:t>(15)</w:t>
      </w:r>
    </w:p>
    <w:p w:rsidR="00123678" w:rsidRDefault="00123678" w:rsidP="004D48DE">
      <w:pPr>
        <w:pStyle w:val="libNormal"/>
        <w:rPr>
          <w:rtl/>
          <w:lang w:bidi="fa-IR"/>
        </w:rPr>
      </w:pPr>
      <w:r>
        <w:rPr>
          <w:rtl/>
          <w:lang w:bidi="fa-IR"/>
        </w:rPr>
        <w:t xml:space="preserve">9- ايمان به خداوند داراى مراحل و درجاتى است . مادر موسى بانويى مؤمنه بود، «رَبَطنا على قلبها لتكون من المؤمنين» امّا يك مؤمن نيز بايد به مرحله يقين و علم عميق برسد. </w:t>
      </w:r>
      <w:r w:rsidRPr="00475524">
        <w:rPr>
          <w:rStyle w:val="libAieChar"/>
          <w:rtl/>
        </w:rPr>
        <w:t>لتَعلم اءنّ وعد اللّه حقّ</w:t>
      </w:r>
    </w:p>
    <w:p w:rsidR="00123678" w:rsidRDefault="00123678" w:rsidP="004D48DE">
      <w:pPr>
        <w:pStyle w:val="libNormal"/>
        <w:rPr>
          <w:rtl/>
          <w:lang w:bidi="fa-IR"/>
        </w:rPr>
      </w:pPr>
      <w:r>
        <w:rPr>
          <w:rtl/>
          <w:lang w:bidi="fa-IR"/>
        </w:rPr>
        <w:t xml:space="preserve">10- فلسفه و دليل بعضى حوادث ، درك حقّانيّت وعده هاى الهى است . </w:t>
      </w:r>
      <w:r w:rsidRPr="00475524">
        <w:rPr>
          <w:rStyle w:val="libAieChar"/>
          <w:rtl/>
        </w:rPr>
        <w:t>لتَعلم اءنّ وعد اللّه حقّ</w:t>
      </w:r>
    </w:p>
    <w:p w:rsidR="00123678" w:rsidRDefault="00123678" w:rsidP="004D48DE">
      <w:pPr>
        <w:pStyle w:val="libNormal"/>
        <w:rPr>
          <w:rtl/>
          <w:lang w:bidi="fa-IR"/>
        </w:rPr>
      </w:pPr>
      <w:r>
        <w:rPr>
          <w:rtl/>
          <w:lang w:bidi="fa-IR"/>
        </w:rPr>
        <w:t xml:space="preserve">11- اكثر مردم ظاهربين هستند و دركى از اسرار حكيمانه ونقشه هاى مدبّرانه ى خداوند ندارند. </w:t>
      </w:r>
      <w:r w:rsidRPr="00475524">
        <w:rPr>
          <w:rStyle w:val="libAieChar"/>
          <w:rtl/>
        </w:rPr>
        <w:t>اكثرهم لا يعلمون</w:t>
      </w:r>
      <w:r>
        <w:rPr>
          <w:rtl/>
          <w:lang w:bidi="fa-IR"/>
        </w:rPr>
        <w:t xml:space="preserve"> </w:t>
      </w:r>
    </w:p>
    <w:p w:rsidR="00123678" w:rsidRPr="00B354F8" w:rsidRDefault="002E3834" w:rsidP="00B354F8">
      <w:pPr>
        <w:pStyle w:val="Heading1"/>
        <w:rPr>
          <w:rtl/>
        </w:rPr>
      </w:pPr>
      <w:r w:rsidRPr="00B354F8">
        <w:rPr>
          <w:rtl/>
        </w:rPr>
        <w:t xml:space="preserve"> </w:t>
      </w:r>
      <w:bookmarkStart w:id="33" w:name="_Toc362088600"/>
      <w:r w:rsidRPr="00035AB4">
        <w:rPr>
          <w:highlight w:val="yellow"/>
          <w:rtl/>
        </w:rPr>
        <w:t>(14)</w:t>
      </w:r>
      <w:r w:rsidRPr="00B354F8">
        <w:rPr>
          <w:rtl/>
        </w:rPr>
        <w:t xml:space="preserve"> وَلَمَّا بَلَغَ اءَشُدَّهُ وَاسْتَوَىَّ ءَاتَيْنَهُ حُكْماً وَ عِلْماً وَ كَذَلِكَ نَجْزِى الْمُحْسِنِينَ</w:t>
      </w:r>
      <w:bookmarkEnd w:id="33"/>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چون موسى نيرومند شد و كامل گرديد، به او حكمت و دانش عطا كرديم و ما اينگونه نيكوكاران را پاداش مى دهيم .</w:t>
      </w:r>
    </w:p>
    <w:p w:rsidR="00123678" w:rsidRDefault="00DF6A2E" w:rsidP="00DF6A2E">
      <w:pPr>
        <w:pStyle w:val="Heading2"/>
        <w:rPr>
          <w:rtl/>
          <w:lang w:bidi="fa-IR"/>
        </w:rPr>
      </w:pPr>
      <w:bookmarkStart w:id="34" w:name="_Toc362088601"/>
      <w:r>
        <w:rPr>
          <w:rtl/>
          <w:lang w:bidi="fa-IR"/>
        </w:rPr>
        <w:t>نكته ها :</w:t>
      </w:r>
      <w:bookmarkEnd w:id="34"/>
    </w:p>
    <w:p w:rsidR="00123678" w:rsidRDefault="00123678" w:rsidP="004D48DE">
      <w:pPr>
        <w:pStyle w:val="libNormal"/>
        <w:rPr>
          <w:rtl/>
          <w:lang w:bidi="fa-IR"/>
        </w:rPr>
      </w:pPr>
      <w:r>
        <w:rPr>
          <w:rtl/>
          <w:lang w:bidi="fa-IR"/>
        </w:rPr>
        <w:t>«اءشدّ» از «شدّت»، به معنى نيرومند شدن و «استوى» از «استواء» به معناى كمال خلقت واعتدال آن است .</w:t>
      </w:r>
    </w:p>
    <w:p w:rsidR="00123678" w:rsidRDefault="00123678" w:rsidP="004D48DE">
      <w:pPr>
        <w:pStyle w:val="libNormal"/>
        <w:rPr>
          <w:rFonts w:hint="cs"/>
          <w:rtl/>
          <w:lang w:bidi="fa-IR"/>
        </w:rPr>
      </w:pPr>
      <w:r>
        <w:rPr>
          <w:rtl/>
          <w:lang w:bidi="fa-IR"/>
        </w:rPr>
        <w:t>عبارت «حُكما و عِلما» سه مرتبه در قرآن مجيد آمده كه در همه موارد، حُكم بر علم مقدّم شده است . «حُكم» به معناى فهم درست و قدرت بر داورى صحيح و «عِلم» به معناى داشتن آگاهى و اطلاعات است .</w:t>
      </w:r>
    </w:p>
    <w:p w:rsidR="00B354F8" w:rsidRDefault="00B354F8" w:rsidP="00B354F8">
      <w:pPr>
        <w:pStyle w:val="libLine"/>
        <w:rPr>
          <w:rtl/>
        </w:rPr>
      </w:pPr>
      <w:r w:rsidRPr="00AD5C7B">
        <w:rPr>
          <w:rtl/>
        </w:rPr>
        <w:t>_________________________</w:t>
      </w:r>
    </w:p>
    <w:p w:rsidR="00B354F8" w:rsidRDefault="00B354F8" w:rsidP="00B354F8">
      <w:pPr>
        <w:pStyle w:val="libFootnote"/>
        <w:rPr>
          <w:rtl/>
        </w:rPr>
      </w:pPr>
      <w:r>
        <w:rPr>
          <w:rtl/>
        </w:rPr>
        <w:t>15- يوسف ، 84.</w:t>
      </w:r>
    </w:p>
    <w:p w:rsidR="00B354F8" w:rsidRPr="00DE30EA" w:rsidRDefault="00B354F8" w:rsidP="00DE30EA">
      <w:pPr>
        <w:rPr>
          <w:rtl/>
        </w:rPr>
      </w:pPr>
      <w:r>
        <w:rPr>
          <w:rtl/>
          <w:lang w:bidi="fa-IR"/>
        </w:rPr>
        <w:br w:type="page"/>
      </w:r>
    </w:p>
    <w:p w:rsidR="00123678" w:rsidRDefault="00DF6A2E" w:rsidP="00DF6A2E">
      <w:pPr>
        <w:pStyle w:val="Heading2"/>
        <w:rPr>
          <w:rtl/>
          <w:lang w:bidi="fa-IR"/>
        </w:rPr>
      </w:pPr>
      <w:bookmarkStart w:id="35" w:name="_Toc362088602"/>
      <w:r>
        <w:rPr>
          <w:rtl/>
          <w:lang w:bidi="fa-IR"/>
        </w:rPr>
        <w:lastRenderedPageBreak/>
        <w:t>پيام ها :</w:t>
      </w:r>
      <w:bookmarkEnd w:id="35"/>
    </w:p>
    <w:p w:rsidR="00123678" w:rsidRDefault="00123678" w:rsidP="004D48DE">
      <w:pPr>
        <w:pStyle w:val="libNormal"/>
        <w:rPr>
          <w:rtl/>
          <w:lang w:bidi="fa-IR"/>
        </w:rPr>
      </w:pPr>
      <w:r>
        <w:rPr>
          <w:rtl/>
          <w:lang w:bidi="fa-IR"/>
        </w:rPr>
        <w:t xml:space="preserve">1- اوّلين شرط پذيرش مسئوليّت ، بلوغ جسمانى و توان فكرى و روحى است </w:t>
      </w:r>
      <w:r w:rsidRPr="00475524">
        <w:rPr>
          <w:rStyle w:val="libAieChar"/>
          <w:rtl/>
        </w:rPr>
        <w:t>. و لمّا بَلَغ</w:t>
      </w:r>
      <w:r>
        <w:rPr>
          <w:rtl/>
          <w:lang w:bidi="fa-IR"/>
        </w:rPr>
        <w:t xml:space="preserve"> </w:t>
      </w:r>
    </w:p>
    <w:p w:rsidR="00123678" w:rsidRDefault="00123678" w:rsidP="004D48DE">
      <w:pPr>
        <w:pStyle w:val="libNormal"/>
        <w:rPr>
          <w:rtl/>
          <w:lang w:bidi="fa-IR"/>
        </w:rPr>
      </w:pPr>
      <w:r>
        <w:rPr>
          <w:rtl/>
          <w:lang w:bidi="fa-IR"/>
        </w:rPr>
        <w:t xml:space="preserve">2- بلوغ واقعى ، تنها به رشد جسمى و نيروى جنسى نيست ، بلكه به كمال فكر و عقل نيز وابسته است . </w:t>
      </w:r>
      <w:r w:rsidRPr="00475524">
        <w:rPr>
          <w:rStyle w:val="libAieChar"/>
          <w:rtl/>
        </w:rPr>
        <w:t>و لمّا بَلَغ اءشدّه و استوى</w:t>
      </w:r>
      <w:r>
        <w:rPr>
          <w:rtl/>
          <w:lang w:bidi="fa-IR"/>
        </w:rPr>
        <w:t xml:space="preserve"> </w:t>
      </w:r>
    </w:p>
    <w:p w:rsidR="00123678" w:rsidRDefault="00123678" w:rsidP="004D48DE">
      <w:pPr>
        <w:pStyle w:val="libNormal"/>
        <w:rPr>
          <w:rtl/>
          <w:lang w:bidi="fa-IR"/>
        </w:rPr>
      </w:pPr>
      <w:r>
        <w:rPr>
          <w:rtl/>
          <w:lang w:bidi="fa-IR"/>
        </w:rPr>
        <w:t xml:space="preserve">3- وعده هاى الهى ، تخلّف ناپذير است . </w:t>
      </w:r>
      <w:r w:rsidRPr="00475524">
        <w:rPr>
          <w:rStyle w:val="libAieChar"/>
          <w:rtl/>
        </w:rPr>
        <w:t xml:space="preserve">جاعلوه من المرسلين ولمّا بَلغ ... آتيناه </w:t>
      </w:r>
    </w:p>
    <w:p w:rsidR="00123678" w:rsidRDefault="00123678" w:rsidP="004D48DE">
      <w:pPr>
        <w:pStyle w:val="libNormal"/>
        <w:rPr>
          <w:rtl/>
          <w:lang w:bidi="fa-IR"/>
        </w:rPr>
      </w:pPr>
      <w:r>
        <w:rPr>
          <w:rtl/>
          <w:lang w:bidi="fa-IR"/>
        </w:rPr>
        <w:t xml:space="preserve">4- نزول الطاف الهى زمينه ى مناسب مى خواهد. </w:t>
      </w:r>
      <w:r w:rsidRPr="00475524">
        <w:rPr>
          <w:rStyle w:val="libAieChar"/>
          <w:rtl/>
        </w:rPr>
        <w:t>و لمّا بَلَغ ... آتيناه</w:t>
      </w:r>
      <w:r>
        <w:rPr>
          <w:rtl/>
          <w:lang w:bidi="fa-IR"/>
        </w:rPr>
        <w:t xml:space="preserve"> </w:t>
      </w:r>
    </w:p>
    <w:p w:rsidR="00123678" w:rsidRDefault="00123678" w:rsidP="004D48DE">
      <w:pPr>
        <w:pStyle w:val="libNormal"/>
        <w:rPr>
          <w:rtl/>
          <w:lang w:bidi="fa-IR"/>
        </w:rPr>
      </w:pPr>
      <w:r>
        <w:rPr>
          <w:rtl/>
          <w:lang w:bidi="fa-IR"/>
        </w:rPr>
        <w:t>5 حكمت بر علم مقدّم است . حُكما و علما</w:t>
      </w:r>
    </w:p>
    <w:p w:rsidR="00123678" w:rsidRDefault="00123678" w:rsidP="004D48DE">
      <w:pPr>
        <w:pStyle w:val="libNormal"/>
        <w:rPr>
          <w:rtl/>
          <w:lang w:bidi="fa-IR"/>
        </w:rPr>
      </w:pPr>
      <w:r>
        <w:rPr>
          <w:rtl/>
          <w:lang w:bidi="fa-IR"/>
        </w:rPr>
        <w:t xml:space="preserve">6- لطف به نيكوكاران ، سنّت الهى است . وكذلك </w:t>
      </w:r>
    </w:p>
    <w:p w:rsidR="00123678" w:rsidRDefault="00123678" w:rsidP="004D48DE">
      <w:pPr>
        <w:pStyle w:val="libNormal"/>
        <w:rPr>
          <w:rtl/>
          <w:lang w:bidi="fa-IR"/>
        </w:rPr>
      </w:pPr>
      <w:r>
        <w:rPr>
          <w:rtl/>
          <w:lang w:bidi="fa-IR"/>
        </w:rPr>
        <w:t xml:space="preserve">7- پاداش نيكوكاران ، منحصر به آخرت نيست . </w:t>
      </w:r>
      <w:r w:rsidRPr="00475524">
        <w:rPr>
          <w:rStyle w:val="libAieChar"/>
          <w:rtl/>
        </w:rPr>
        <w:t>و كذلك نجزى المحسنين</w:t>
      </w:r>
      <w:r>
        <w:rPr>
          <w:rtl/>
          <w:lang w:bidi="fa-IR"/>
        </w:rPr>
        <w:t xml:space="preserve"> </w:t>
      </w:r>
    </w:p>
    <w:p w:rsidR="00123678" w:rsidRDefault="00123678" w:rsidP="004D48DE">
      <w:pPr>
        <w:pStyle w:val="libNormal"/>
        <w:rPr>
          <w:rtl/>
          <w:lang w:bidi="fa-IR"/>
        </w:rPr>
      </w:pPr>
      <w:r>
        <w:rPr>
          <w:rtl/>
          <w:lang w:bidi="fa-IR"/>
        </w:rPr>
        <w:t>(بهره مند شدن موسى از حكمت ودانش ،</w:t>
      </w:r>
      <w:r w:rsidR="00B354F8">
        <w:rPr>
          <w:rtl/>
          <w:lang w:bidi="fa-IR"/>
        </w:rPr>
        <w:t xml:space="preserve"> پاداش الهى در برابر احسان اوست</w:t>
      </w:r>
      <w:r>
        <w:rPr>
          <w:rtl/>
          <w:lang w:bidi="fa-IR"/>
        </w:rPr>
        <w:t>.)</w:t>
      </w:r>
    </w:p>
    <w:p w:rsidR="00123678" w:rsidRPr="00B354F8" w:rsidRDefault="002E3834" w:rsidP="00B354F8">
      <w:pPr>
        <w:pStyle w:val="Heading1"/>
        <w:rPr>
          <w:rtl/>
        </w:rPr>
      </w:pPr>
      <w:r w:rsidRPr="00B354F8">
        <w:rPr>
          <w:rtl/>
        </w:rPr>
        <w:t xml:space="preserve"> </w:t>
      </w:r>
      <w:bookmarkStart w:id="36" w:name="_Toc362088603"/>
      <w:r w:rsidRPr="00035AB4">
        <w:rPr>
          <w:highlight w:val="yellow"/>
          <w:rtl/>
        </w:rPr>
        <w:t>(15)</w:t>
      </w:r>
      <w:r w:rsidRPr="00B354F8">
        <w:rPr>
          <w:rtl/>
        </w:rPr>
        <w:t xml:space="preserve"> ودَخَلَ الْمَدِينَةَ عَلَى حِينِ غَفْلَةٍ مِّنْ اءَهْلِهَا فَوَجَدَ فِيهَا رَجُلَيْنِ يَقْتَتِلاَنِ هَذَا مِن شِيعَتِهِ وَهَذَا مِنْ عَدُوِّهِ فَاسْتَغَثَهُ الَّذِى مِن شِيعَتِهِ عَلَى الَّذِى مِنْ عَدُوِّهِ فَوَكَزَهُ مُوسَىفَقَضَى عَلَيْهِ قَالَ هَذَا مِنْ عَمَلِ الشَّيْطَنِ إِنَّهُ عَدُوُّ مُّضِلُّ مُّبِينٌ</w:t>
      </w:r>
      <w:bookmarkEnd w:id="36"/>
    </w:p>
    <w:p w:rsidR="00123678" w:rsidRDefault="00123678" w:rsidP="004D48DE">
      <w:pPr>
        <w:pStyle w:val="libNormal"/>
        <w:rPr>
          <w:rtl/>
          <w:lang w:bidi="fa-IR"/>
        </w:rPr>
      </w:pPr>
      <w:r>
        <w:rPr>
          <w:rtl/>
          <w:lang w:bidi="fa-IR"/>
        </w:rPr>
        <w:t>ترجمه :</w:t>
      </w:r>
    </w:p>
    <w:p w:rsidR="00475524" w:rsidRDefault="00123678" w:rsidP="004D48DE">
      <w:pPr>
        <w:pStyle w:val="libNormal"/>
        <w:rPr>
          <w:rtl/>
          <w:lang w:bidi="fa-IR"/>
        </w:rPr>
      </w:pPr>
      <w:r>
        <w:rPr>
          <w:rtl/>
          <w:lang w:bidi="fa-IR"/>
        </w:rPr>
        <w:t xml:space="preserve">وموسى وارد شهر شد، در حالى كه مردم (از ورودش) بى خبر بودند، پس در آنجا به دو مرد برخورد كه با يكديگر نزاع مى كردند، اين يكى از طرفدارانش ‍ و آن (ديگرى) از دشمنانش بود. </w:t>
      </w:r>
    </w:p>
    <w:p w:rsidR="00475524" w:rsidRPr="00DE30EA" w:rsidRDefault="00475524" w:rsidP="00DE30EA">
      <w:pPr>
        <w:rPr>
          <w:rtl/>
        </w:rPr>
      </w:pPr>
      <w:r>
        <w:rPr>
          <w:rtl/>
          <w:lang w:bidi="fa-IR"/>
        </w:rPr>
        <w:br w:type="page"/>
      </w:r>
    </w:p>
    <w:p w:rsidR="00123678" w:rsidRDefault="00123678" w:rsidP="00475524">
      <w:pPr>
        <w:pStyle w:val="libNormal0"/>
        <w:rPr>
          <w:rtl/>
          <w:lang w:bidi="fa-IR"/>
        </w:rPr>
      </w:pPr>
      <w:r>
        <w:rPr>
          <w:rtl/>
          <w:lang w:bidi="fa-IR"/>
        </w:rPr>
        <w:lastRenderedPageBreak/>
        <w:t>پس آن كه از پيروان موسى بود، از او در برابر دشمنش يارى خواست . پس موسى (به حمايت از دوست خود) مُشتى بر او زد كه كار او را ساخت (و با همان مشت كشته شد)، موسى (از اين پيشامد تكانى خورد و) گفت : اين از كار شيطان بود، همانا او دشمن گمراه كننده ى آشكارى است .</w:t>
      </w:r>
    </w:p>
    <w:p w:rsidR="00123678" w:rsidRDefault="00DF6A2E" w:rsidP="00DF6A2E">
      <w:pPr>
        <w:pStyle w:val="Heading2"/>
        <w:rPr>
          <w:rtl/>
          <w:lang w:bidi="fa-IR"/>
        </w:rPr>
      </w:pPr>
      <w:bookmarkStart w:id="37" w:name="_Toc362088604"/>
      <w:r>
        <w:rPr>
          <w:rtl/>
          <w:lang w:bidi="fa-IR"/>
        </w:rPr>
        <w:t>نكته ها :</w:t>
      </w:r>
      <w:bookmarkEnd w:id="37"/>
    </w:p>
    <w:p w:rsidR="00123678" w:rsidRDefault="00123678" w:rsidP="004D48DE">
      <w:pPr>
        <w:pStyle w:val="libNormal"/>
        <w:rPr>
          <w:rtl/>
          <w:lang w:bidi="fa-IR"/>
        </w:rPr>
      </w:pPr>
      <w:r>
        <w:rPr>
          <w:rtl/>
          <w:lang w:bidi="fa-IR"/>
        </w:rPr>
        <w:t>ظاهرا حضرت موسى قبل از نبوّتش ، بيرون از شهر زندگى مى كرده است ، واين يا بخاطر حركات انقلابى او بوده كه در آنجا بسر مى برده و يا بخاطر اينكه كاخ فرعون كه موسى عليه السلام در آن زندگى مى كرده ، خارج از شهر قرار داشته است .</w:t>
      </w:r>
    </w:p>
    <w:p w:rsidR="00123678" w:rsidRDefault="00123678" w:rsidP="004D48DE">
      <w:pPr>
        <w:pStyle w:val="libNormal"/>
        <w:rPr>
          <w:rtl/>
          <w:lang w:bidi="fa-IR"/>
        </w:rPr>
      </w:pPr>
      <w:r>
        <w:rPr>
          <w:rtl/>
          <w:lang w:bidi="fa-IR"/>
        </w:rPr>
        <w:t>سؤ ال : اگر پيامبران خدا معصومند، پس مشت زدن و آدم كشتن موسى عليه السلام چه توجيهى دارد وچگونه تفسير مى شود؟</w:t>
      </w:r>
    </w:p>
    <w:p w:rsidR="00123678" w:rsidRDefault="00123678" w:rsidP="004D48DE">
      <w:pPr>
        <w:pStyle w:val="libNormal"/>
        <w:rPr>
          <w:rtl/>
          <w:lang w:bidi="fa-IR"/>
        </w:rPr>
      </w:pPr>
      <w:r>
        <w:rPr>
          <w:rtl/>
          <w:lang w:bidi="fa-IR"/>
        </w:rPr>
        <w:t>پاسخ : كلمه «هذا» در جمله ى «هذا من عمل الشيطان» به نزاع و ستيز آن دو مرد اشاره دارد نه به عمل حضرت موسى ، يعنى اين درگيرى كار شيطان است .</w:t>
      </w:r>
    </w:p>
    <w:p w:rsidR="00123678" w:rsidRDefault="00123678" w:rsidP="004D48DE">
      <w:pPr>
        <w:pStyle w:val="libNormal"/>
        <w:rPr>
          <w:rFonts w:hint="cs"/>
          <w:rtl/>
          <w:lang w:bidi="fa-IR"/>
        </w:rPr>
      </w:pPr>
      <w:r>
        <w:rPr>
          <w:rtl/>
          <w:lang w:bidi="fa-IR"/>
        </w:rPr>
        <w:t xml:space="preserve">حضرت موسى قصد كشتن آن مرد را نداشت و فقط بخاطر دفاع از يك مؤمنى دست به اين كار زد. از اين روى خداوند از قتل او انتقاد نكرده و در جاى ديگر مى فرمايد: و </w:t>
      </w:r>
      <w:r w:rsidRPr="00475524">
        <w:rPr>
          <w:rStyle w:val="libAieChar"/>
          <w:rtl/>
        </w:rPr>
        <w:t>قَتَلت نفسا فنجّيناك من الغَمّ</w:t>
      </w:r>
      <w:r>
        <w:rPr>
          <w:rtl/>
          <w:lang w:bidi="fa-IR"/>
        </w:rPr>
        <w:t xml:space="preserve"> </w:t>
      </w:r>
      <w:r w:rsidR="00144845" w:rsidRPr="00C96ECB">
        <w:rPr>
          <w:rStyle w:val="libFootnotenumChar"/>
          <w:rtl/>
          <w:lang w:bidi="fa-IR"/>
        </w:rPr>
        <w:t>(16)</w:t>
      </w:r>
      <w:r>
        <w:rPr>
          <w:rtl/>
          <w:lang w:bidi="fa-IR"/>
        </w:rPr>
        <w:t xml:space="preserve"> تو يكى از فرعونيان را به قتل رساندى ودچار غم واندوه شدى و ما تورا از غم نجات داديم .</w:t>
      </w:r>
    </w:p>
    <w:p w:rsidR="00475524" w:rsidRDefault="00475524" w:rsidP="00475524">
      <w:pPr>
        <w:pStyle w:val="libLine"/>
        <w:rPr>
          <w:rtl/>
        </w:rPr>
      </w:pPr>
      <w:r w:rsidRPr="00AD5C7B">
        <w:rPr>
          <w:rtl/>
        </w:rPr>
        <w:t>_________________________</w:t>
      </w:r>
    </w:p>
    <w:p w:rsidR="00475524" w:rsidRDefault="00475524" w:rsidP="00475524">
      <w:pPr>
        <w:pStyle w:val="libFootnote"/>
        <w:rPr>
          <w:rtl/>
        </w:rPr>
      </w:pPr>
      <w:r>
        <w:rPr>
          <w:rtl/>
        </w:rPr>
        <w:t>16- طه ، 40.</w:t>
      </w:r>
    </w:p>
    <w:p w:rsidR="00475524" w:rsidRPr="00DE30EA" w:rsidRDefault="00475524" w:rsidP="00DE30EA">
      <w:pPr>
        <w:rPr>
          <w:rtl/>
        </w:rPr>
      </w:pPr>
      <w:r>
        <w:rPr>
          <w:rtl/>
          <w:lang w:bidi="fa-IR"/>
        </w:rPr>
        <w:br w:type="page"/>
      </w:r>
    </w:p>
    <w:p w:rsidR="00123678" w:rsidRDefault="00DF6A2E" w:rsidP="00DF6A2E">
      <w:pPr>
        <w:pStyle w:val="Heading2"/>
        <w:rPr>
          <w:rtl/>
          <w:lang w:bidi="fa-IR"/>
        </w:rPr>
      </w:pPr>
      <w:bookmarkStart w:id="38" w:name="_Toc362088605"/>
      <w:r>
        <w:rPr>
          <w:rtl/>
          <w:lang w:bidi="fa-IR"/>
        </w:rPr>
        <w:lastRenderedPageBreak/>
        <w:t>پيام ها :</w:t>
      </w:r>
      <w:bookmarkEnd w:id="38"/>
    </w:p>
    <w:p w:rsidR="00123678" w:rsidRDefault="00123678" w:rsidP="004D48DE">
      <w:pPr>
        <w:pStyle w:val="libNormal"/>
        <w:rPr>
          <w:rtl/>
          <w:lang w:bidi="fa-IR"/>
        </w:rPr>
      </w:pPr>
      <w:r>
        <w:rPr>
          <w:rtl/>
          <w:lang w:bidi="fa-IR"/>
        </w:rPr>
        <w:t xml:space="preserve">1- مصلحان جامعه بايد گاهى به صورت ناشناس و غير رسمى ، بدون نام و عنوان در ميان مردم حاضر شوند. </w:t>
      </w:r>
      <w:r w:rsidRPr="00475524">
        <w:rPr>
          <w:rStyle w:val="libAieChar"/>
          <w:rtl/>
        </w:rPr>
        <w:t>دخل المدينة على حين غفلة من اهلها</w:t>
      </w:r>
    </w:p>
    <w:p w:rsidR="00123678" w:rsidRDefault="00123678" w:rsidP="004D48DE">
      <w:pPr>
        <w:pStyle w:val="libNormal"/>
        <w:rPr>
          <w:rtl/>
          <w:lang w:bidi="fa-IR"/>
        </w:rPr>
      </w:pPr>
      <w:r>
        <w:rPr>
          <w:rtl/>
          <w:lang w:bidi="fa-IR"/>
        </w:rPr>
        <w:t xml:space="preserve">2- حضرت موسى قبل از نبوّت نيز داراى يار و پيرو بود. </w:t>
      </w:r>
      <w:r w:rsidRPr="00475524">
        <w:rPr>
          <w:rStyle w:val="libAieChar"/>
          <w:rtl/>
        </w:rPr>
        <w:t>مِن شيعته</w:t>
      </w:r>
      <w:r>
        <w:rPr>
          <w:rtl/>
          <w:lang w:bidi="fa-IR"/>
        </w:rPr>
        <w:t xml:space="preserve"> </w:t>
      </w:r>
    </w:p>
    <w:p w:rsidR="00123678" w:rsidRDefault="00123678" w:rsidP="004D48DE">
      <w:pPr>
        <w:pStyle w:val="libNormal"/>
        <w:rPr>
          <w:rtl/>
          <w:lang w:bidi="fa-IR"/>
        </w:rPr>
      </w:pPr>
      <w:r>
        <w:rPr>
          <w:rtl/>
          <w:lang w:bidi="fa-IR"/>
        </w:rPr>
        <w:t>3- گرچه موسى بزرگ شده كاخ فرعون بود، ولى مردم مستضعف به خاطر تفكّر ومنش ، او را حامى و رهبر خود مى دانستند.</w:t>
      </w:r>
      <w:r w:rsidRPr="00475524">
        <w:rPr>
          <w:rStyle w:val="libAieChar"/>
          <w:rtl/>
        </w:rPr>
        <w:t>فاستغاثه</w:t>
      </w:r>
      <w:r>
        <w:rPr>
          <w:rtl/>
          <w:lang w:bidi="fa-IR"/>
        </w:rPr>
        <w:t xml:space="preserve"> </w:t>
      </w:r>
    </w:p>
    <w:p w:rsidR="00123678" w:rsidRDefault="00123678" w:rsidP="004D48DE">
      <w:pPr>
        <w:pStyle w:val="libNormal"/>
        <w:rPr>
          <w:rtl/>
          <w:lang w:bidi="fa-IR"/>
        </w:rPr>
      </w:pPr>
      <w:r>
        <w:rPr>
          <w:rtl/>
          <w:lang w:bidi="fa-IR"/>
        </w:rPr>
        <w:t xml:space="preserve">4- دفاع و حمايت از مظلومان ، شيوه اولياى الهى است . </w:t>
      </w:r>
      <w:r w:rsidRPr="00475524">
        <w:rPr>
          <w:rStyle w:val="libAieChar"/>
          <w:rtl/>
        </w:rPr>
        <w:t>فوَكَزه موسى</w:t>
      </w:r>
      <w:r>
        <w:rPr>
          <w:rtl/>
          <w:lang w:bidi="fa-IR"/>
        </w:rPr>
        <w:t xml:space="preserve"> </w:t>
      </w:r>
    </w:p>
    <w:p w:rsidR="00123678" w:rsidRDefault="00123678" w:rsidP="004D48DE">
      <w:pPr>
        <w:pStyle w:val="libNormal"/>
        <w:rPr>
          <w:rtl/>
          <w:lang w:bidi="fa-IR"/>
        </w:rPr>
      </w:pPr>
      <w:r>
        <w:rPr>
          <w:rtl/>
          <w:lang w:bidi="fa-IR"/>
        </w:rPr>
        <w:t xml:space="preserve">5 انبيا، افرادى پرقدرت ، با غيرت ، جوانمرد، مظلوم نواز وظلم ستيز بوده اند. </w:t>
      </w:r>
      <w:r w:rsidRPr="00475524">
        <w:rPr>
          <w:rStyle w:val="libAieChar"/>
          <w:rtl/>
        </w:rPr>
        <w:t>فوكزه موسى</w:t>
      </w:r>
      <w:r>
        <w:rPr>
          <w:rtl/>
          <w:lang w:bidi="fa-IR"/>
        </w:rPr>
        <w:t xml:space="preserve"> </w:t>
      </w:r>
    </w:p>
    <w:p w:rsidR="00123678" w:rsidRDefault="00123678" w:rsidP="004D48DE">
      <w:pPr>
        <w:pStyle w:val="libNormal"/>
        <w:rPr>
          <w:rtl/>
          <w:lang w:bidi="fa-IR"/>
        </w:rPr>
      </w:pPr>
      <w:r>
        <w:rPr>
          <w:rtl/>
          <w:lang w:bidi="fa-IR"/>
        </w:rPr>
        <w:t xml:space="preserve">6- مردان خدا در صورت لزوم بادشمن درگير مى شدند و از زور بازو بهره مى بردند. </w:t>
      </w:r>
      <w:r w:rsidRPr="00475524">
        <w:rPr>
          <w:rStyle w:val="libAieChar"/>
          <w:rtl/>
        </w:rPr>
        <w:t>فوَكَزه موسى</w:t>
      </w:r>
      <w:r>
        <w:rPr>
          <w:rtl/>
          <w:lang w:bidi="fa-IR"/>
        </w:rPr>
        <w:t xml:space="preserve"> </w:t>
      </w:r>
    </w:p>
    <w:p w:rsidR="00123678" w:rsidRPr="004E0AF3" w:rsidRDefault="002E3834" w:rsidP="004E0AF3">
      <w:pPr>
        <w:pStyle w:val="Heading1"/>
        <w:rPr>
          <w:rtl/>
        </w:rPr>
      </w:pPr>
      <w:r w:rsidRPr="004E0AF3">
        <w:rPr>
          <w:rtl/>
        </w:rPr>
        <w:t xml:space="preserve"> </w:t>
      </w:r>
      <w:bookmarkStart w:id="39" w:name="_Toc362088606"/>
      <w:r w:rsidRPr="00DE30EA">
        <w:rPr>
          <w:highlight w:val="yellow"/>
          <w:rtl/>
        </w:rPr>
        <w:t>(16)</w:t>
      </w:r>
      <w:r w:rsidRPr="004E0AF3">
        <w:rPr>
          <w:rtl/>
        </w:rPr>
        <w:t xml:space="preserve"> قَالَ رَبِّ إِنِّى ظَلَمْتُ نَفْسِى فَاغْفِرْ لِى فَغَفَرَ لَهُ إِنَّهُ هُوَ الْغَفُورُ الرَّحِيمُ</w:t>
      </w:r>
      <w:bookmarkEnd w:id="39"/>
    </w:p>
    <w:p w:rsidR="00123678" w:rsidRDefault="00123678" w:rsidP="00C34EC5">
      <w:pPr>
        <w:pStyle w:val="libNormal"/>
        <w:rPr>
          <w:rtl/>
          <w:lang w:bidi="fa-IR"/>
        </w:rPr>
      </w:pPr>
      <w:r>
        <w:rPr>
          <w:rtl/>
          <w:lang w:bidi="fa-IR"/>
        </w:rPr>
        <w:t>ترجمه :</w:t>
      </w:r>
      <w:r w:rsidR="00C34EC5">
        <w:rPr>
          <w:rFonts w:hint="cs"/>
          <w:rtl/>
          <w:lang w:bidi="fa-IR"/>
        </w:rPr>
        <w:t xml:space="preserve"> </w:t>
      </w:r>
      <w:r>
        <w:rPr>
          <w:rtl/>
          <w:lang w:bidi="fa-IR"/>
        </w:rPr>
        <w:t>(موسى) گفت : پروردگارا! همانا من به خويشتن ستم كرده ام ، پس ‍ مراببخش ، پس (خداوند) او را آمرزيدبدرستى كه او آمرزنده ى مهربان است .</w:t>
      </w:r>
    </w:p>
    <w:p w:rsidR="00123678" w:rsidRDefault="00DF6A2E" w:rsidP="00DF6A2E">
      <w:pPr>
        <w:pStyle w:val="Heading2"/>
        <w:rPr>
          <w:rtl/>
          <w:lang w:bidi="fa-IR"/>
        </w:rPr>
      </w:pPr>
      <w:bookmarkStart w:id="40" w:name="_Toc362088607"/>
      <w:r>
        <w:rPr>
          <w:rtl/>
          <w:lang w:bidi="fa-IR"/>
        </w:rPr>
        <w:t>نكته ها :</w:t>
      </w:r>
      <w:bookmarkEnd w:id="40"/>
    </w:p>
    <w:p w:rsidR="00123678" w:rsidRDefault="00B40C7B" w:rsidP="004D48DE">
      <w:pPr>
        <w:pStyle w:val="libNormal"/>
        <w:rPr>
          <w:rtl/>
          <w:lang w:bidi="fa-IR"/>
        </w:rPr>
      </w:pPr>
      <w:r>
        <w:rPr>
          <w:rtl/>
          <w:lang w:bidi="fa-IR"/>
        </w:rPr>
        <w:t>سؤ</w:t>
      </w:r>
      <w:r w:rsidR="00123678">
        <w:rPr>
          <w:rtl/>
          <w:lang w:bidi="fa-IR"/>
        </w:rPr>
        <w:t>ال : جمله ى «ظَلمتُ نَفسى» به خودم ظلم كردم ، از زبان كسى كه به پيامبرى مى رسد چه معنايى دارد؟</w:t>
      </w:r>
    </w:p>
    <w:p w:rsidR="0078011D" w:rsidRDefault="00123678" w:rsidP="004D48DE">
      <w:pPr>
        <w:pStyle w:val="libNormal"/>
        <w:rPr>
          <w:rtl/>
          <w:lang w:bidi="fa-IR"/>
        </w:rPr>
      </w:pPr>
      <w:r>
        <w:rPr>
          <w:rtl/>
          <w:lang w:bidi="fa-IR"/>
        </w:rPr>
        <w:t xml:space="preserve">پاسخ : مراد از ظلم به خود در اينجا، گرفتار شدن به آثار اجتماعى قتل غير عمد است ، نه گناه ، تا با مقام عصمت منافات داشته باشد. زيرا خداوند، حضرت موسى را مخلَص مى داند؛ </w:t>
      </w:r>
    </w:p>
    <w:p w:rsidR="0078011D" w:rsidRPr="00DE30EA" w:rsidRDefault="0078011D" w:rsidP="00DE30EA">
      <w:pPr>
        <w:rPr>
          <w:rtl/>
        </w:rPr>
      </w:pPr>
      <w:r>
        <w:rPr>
          <w:rtl/>
          <w:lang w:bidi="fa-IR"/>
        </w:rPr>
        <w:br w:type="page"/>
      </w:r>
    </w:p>
    <w:p w:rsidR="00123678" w:rsidRDefault="00123678" w:rsidP="0078011D">
      <w:pPr>
        <w:pStyle w:val="libNormal0"/>
        <w:rPr>
          <w:rtl/>
          <w:lang w:bidi="fa-IR"/>
        </w:rPr>
      </w:pPr>
      <w:r>
        <w:rPr>
          <w:rtl/>
          <w:lang w:bidi="fa-IR"/>
        </w:rPr>
        <w:lastRenderedPageBreak/>
        <w:t>«</w:t>
      </w:r>
      <w:r w:rsidRPr="00826F28">
        <w:rPr>
          <w:rStyle w:val="libAieChar"/>
          <w:rtl/>
        </w:rPr>
        <w:t>اِنّه كانَ مُخلَصا</w:t>
      </w:r>
      <w:r>
        <w:rPr>
          <w:rtl/>
          <w:lang w:bidi="fa-IR"/>
        </w:rPr>
        <w:t xml:space="preserve">» </w:t>
      </w:r>
      <w:r w:rsidR="00144845" w:rsidRPr="00C96ECB">
        <w:rPr>
          <w:rStyle w:val="libFootnotenumChar"/>
          <w:rtl/>
          <w:lang w:bidi="fa-IR"/>
        </w:rPr>
        <w:t>(17)</w:t>
      </w:r>
      <w:r>
        <w:rPr>
          <w:rtl/>
          <w:lang w:bidi="fa-IR"/>
        </w:rPr>
        <w:t xml:space="preserve"> و كسى كه به اين درجه نائل گرديد ديگر گناه نمى كند، زيرا شيطان خود اقرار كرده است كه قدرت نفوذ در مخلصين را ندارد. «فَبِعزّتِك لاُغويّنّهم اَجمَعين اِلاّ عبادكَ منهُم المخلَصين» </w:t>
      </w:r>
      <w:r w:rsidR="00144845" w:rsidRPr="00C96ECB">
        <w:rPr>
          <w:rStyle w:val="libFootnotenumChar"/>
          <w:rtl/>
          <w:lang w:bidi="fa-IR"/>
        </w:rPr>
        <w:t>(18)</w:t>
      </w:r>
    </w:p>
    <w:p w:rsidR="00123678" w:rsidRDefault="00DF6A2E" w:rsidP="00DF6A2E">
      <w:pPr>
        <w:pStyle w:val="Heading2"/>
        <w:rPr>
          <w:rtl/>
          <w:lang w:bidi="fa-IR"/>
        </w:rPr>
      </w:pPr>
      <w:bookmarkStart w:id="41" w:name="_Toc362088608"/>
      <w:r>
        <w:rPr>
          <w:rtl/>
          <w:lang w:bidi="fa-IR"/>
        </w:rPr>
        <w:t>پيام ها :</w:t>
      </w:r>
      <w:bookmarkEnd w:id="41"/>
    </w:p>
    <w:p w:rsidR="00123678" w:rsidRDefault="00123678" w:rsidP="004D48DE">
      <w:pPr>
        <w:pStyle w:val="libNormal"/>
        <w:rPr>
          <w:rtl/>
          <w:lang w:bidi="fa-IR"/>
        </w:rPr>
      </w:pPr>
      <w:r>
        <w:rPr>
          <w:rtl/>
          <w:lang w:bidi="fa-IR"/>
        </w:rPr>
        <w:t>1- در دعا، خداوند را با كلمه مباركه ى «ربّ» بخوانيم . قال ربّ</w:t>
      </w:r>
    </w:p>
    <w:p w:rsidR="00123678" w:rsidRDefault="00123678" w:rsidP="004D48DE">
      <w:pPr>
        <w:pStyle w:val="libNormal"/>
        <w:rPr>
          <w:rtl/>
          <w:lang w:bidi="fa-IR"/>
        </w:rPr>
      </w:pPr>
      <w:r>
        <w:rPr>
          <w:rtl/>
          <w:lang w:bidi="fa-IR"/>
        </w:rPr>
        <w:t>2- هر چند كار خلاف ، عمدى نباشد ولى نبايد از آثار طبيعى و وضعى آن غافل بود. ظَلمتُ نفسى (حضرت موسى به قصد نجات يك مؤمن وارد صحنه شد و ناخواسته مرتكب قتل گرديد و در واقع گناهكار بحساب نمى آمد، امّا اين عمل ، كار او را دشوار كرد و اين يك آفت بود.)</w:t>
      </w:r>
    </w:p>
    <w:p w:rsidR="00123678" w:rsidRDefault="00123678" w:rsidP="004D48DE">
      <w:pPr>
        <w:pStyle w:val="libNormal"/>
        <w:rPr>
          <w:rtl/>
          <w:lang w:bidi="fa-IR"/>
        </w:rPr>
      </w:pPr>
      <w:r>
        <w:rPr>
          <w:rtl/>
          <w:lang w:bidi="fa-IR"/>
        </w:rPr>
        <w:t xml:space="preserve">3- افراد صالح حتّى در برابر كجى هاى غير عمدى نيز بلافاصله استغفار مى كنند و از تبعات آن دورى مى گزينند. فاغفرلى </w:t>
      </w:r>
    </w:p>
    <w:p w:rsidR="00123678" w:rsidRDefault="00123678" w:rsidP="004D48DE">
      <w:pPr>
        <w:pStyle w:val="libNormal"/>
        <w:rPr>
          <w:rtl/>
          <w:lang w:bidi="fa-IR"/>
        </w:rPr>
      </w:pPr>
      <w:r>
        <w:rPr>
          <w:rtl/>
          <w:lang w:bidi="fa-IR"/>
        </w:rPr>
        <w:t>(حضرت موسى با استغفار خود چند چيز را از خداوند درخواست كرد، هم محو آثار اجتماعى كار خود را، هم برطرف شدن نگرانى از آينده را و هم دفع توطئه هاى انتقام جويانه ى فرعونيان را.)</w:t>
      </w:r>
    </w:p>
    <w:p w:rsidR="00123678" w:rsidRDefault="00123678" w:rsidP="004D48DE">
      <w:pPr>
        <w:pStyle w:val="libNormal"/>
        <w:rPr>
          <w:rFonts w:hint="cs"/>
          <w:rtl/>
          <w:lang w:bidi="fa-IR"/>
        </w:rPr>
      </w:pPr>
      <w:r>
        <w:rPr>
          <w:rtl/>
          <w:lang w:bidi="fa-IR"/>
        </w:rPr>
        <w:t xml:space="preserve">4- دعاى انبيا مستجاب است . فَغَفرلَه </w:t>
      </w:r>
    </w:p>
    <w:p w:rsidR="0078011D" w:rsidRDefault="0078011D" w:rsidP="0078011D">
      <w:pPr>
        <w:pStyle w:val="libLine"/>
        <w:rPr>
          <w:rtl/>
        </w:rPr>
      </w:pPr>
      <w:r w:rsidRPr="00AD5C7B">
        <w:rPr>
          <w:rtl/>
        </w:rPr>
        <w:t>_________________________</w:t>
      </w:r>
    </w:p>
    <w:p w:rsidR="0078011D" w:rsidRDefault="0078011D" w:rsidP="0078011D">
      <w:pPr>
        <w:pStyle w:val="libFootnote"/>
        <w:rPr>
          <w:rtl/>
        </w:rPr>
      </w:pPr>
      <w:r>
        <w:rPr>
          <w:rtl/>
        </w:rPr>
        <w:t>17- مريم ، 51.</w:t>
      </w:r>
    </w:p>
    <w:p w:rsidR="0078011D" w:rsidRDefault="0078011D" w:rsidP="0078011D">
      <w:pPr>
        <w:pStyle w:val="libFootnote"/>
        <w:rPr>
          <w:rtl/>
        </w:rPr>
      </w:pPr>
      <w:r>
        <w:rPr>
          <w:rtl/>
        </w:rPr>
        <w:t>18- ص ، 82 83.</w:t>
      </w:r>
    </w:p>
    <w:p w:rsidR="0078011D" w:rsidRPr="00DE30EA" w:rsidRDefault="0078011D" w:rsidP="00DE30EA">
      <w:pPr>
        <w:rPr>
          <w:rtl/>
        </w:rPr>
      </w:pPr>
      <w:r>
        <w:rPr>
          <w:rtl/>
        </w:rPr>
        <w:br w:type="page"/>
      </w:r>
    </w:p>
    <w:p w:rsidR="00123678" w:rsidRPr="0078011D" w:rsidRDefault="002E3834" w:rsidP="0078011D">
      <w:pPr>
        <w:pStyle w:val="Heading1"/>
        <w:rPr>
          <w:rtl/>
        </w:rPr>
      </w:pPr>
      <w:r w:rsidRPr="0078011D">
        <w:rPr>
          <w:rtl/>
        </w:rPr>
        <w:lastRenderedPageBreak/>
        <w:t xml:space="preserve"> </w:t>
      </w:r>
      <w:bookmarkStart w:id="42" w:name="_Toc362088609"/>
      <w:r w:rsidRPr="00035AB4">
        <w:rPr>
          <w:highlight w:val="yellow"/>
          <w:rtl/>
        </w:rPr>
        <w:t>(17)</w:t>
      </w:r>
      <w:r w:rsidRPr="0078011D">
        <w:rPr>
          <w:rtl/>
        </w:rPr>
        <w:t xml:space="preserve"> قَالَ رَبِّ بِمَآ اءَنْعَمْتَ عَلَىَّ فَلَنْ اءَكُونَ ظَهِيراً لِّلْمُجْرِمِينَ</w:t>
      </w:r>
      <w:bookmarkEnd w:id="42"/>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(سپس موسى) گفت : پروردگارا! بخاطر (قدرت و) نعمتى كه بر من ارزانى داشتى ، پس هرگز پشتيبان تبهكاران نخواهم بود.</w:t>
      </w:r>
    </w:p>
    <w:p w:rsidR="00123678" w:rsidRDefault="00DF6A2E" w:rsidP="00DF6A2E">
      <w:pPr>
        <w:pStyle w:val="Heading2"/>
        <w:rPr>
          <w:rtl/>
          <w:lang w:bidi="fa-IR"/>
        </w:rPr>
      </w:pPr>
      <w:bookmarkStart w:id="43" w:name="_Toc362088610"/>
      <w:r>
        <w:rPr>
          <w:rtl/>
          <w:lang w:bidi="fa-IR"/>
        </w:rPr>
        <w:t>نكته ها :</w:t>
      </w:r>
      <w:bookmarkEnd w:id="43"/>
    </w:p>
    <w:p w:rsidR="00123678" w:rsidRDefault="00123678" w:rsidP="004D48DE">
      <w:pPr>
        <w:pStyle w:val="libNormal"/>
        <w:rPr>
          <w:rtl/>
          <w:lang w:bidi="fa-IR"/>
        </w:rPr>
      </w:pPr>
      <w:r>
        <w:rPr>
          <w:rtl/>
          <w:lang w:bidi="fa-IR"/>
        </w:rPr>
        <w:t>شايد مراد از نعمت در جمله ى «انعمت علىَّ»، غفران و بخشش الهى باشد.</w:t>
      </w:r>
    </w:p>
    <w:p w:rsidR="00123678" w:rsidRDefault="00DF6A2E" w:rsidP="00DF6A2E">
      <w:pPr>
        <w:pStyle w:val="Heading2"/>
        <w:rPr>
          <w:rtl/>
          <w:lang w:bidi="fa-IR"/>
        </w:rPr>
      </w:pPr>
      <w:bookmarkStart w:id="44" w:name="_Toc362088611"/>
      <w:r>
        <w:rPr>
          <w:rtl/>
          <w:lang w:bidi="fa-IR"/>
        </w:rPr>
        <w:t>پيام ها :</w:t>
      </w:r>
      <w:bookmarkEnd w:id="44"/>
    </w:p>
    <w:p w:rsidR="00123678" w:rsidRDefault="00123678" w:rsidP="004D48DE">
      <w:pPr>
        <w:pStyle w:val="libNormal"/>
        <w:rPr>
          <w:rtl/>
          <w:lang w:bidi="fa-IR"/>
        </w:rPr>
      </w:pPr>
      <w:r>
        <w:rPr>
          <w:rtl/>
          <w:lang w:bidi="fa-IR"/>
        </w:rPr>
        <w:t>1- قدرت جسمى ،از نعمت هاى الهى است . بما اَنعمتَ علىَّ (موسى قدرتى داشت كه با يك مشت توانست كافرى را از پا در آورد.)</w:t>
      </w:r>
    </w:p>
    <w:p w:rsidR="00123678" w:rsidRDefault="00123678" w:rsidP="004D48DE">
      <w:pPr>
        <w:pStyle w:val="libNormal"/>
        <w:rPr>
          <w:rtl/>
          <w:lang w:bidi="fa-IR"/>
        </w:rPr>
      </w:pPr>
      <w:r>
        <w:rPr>
          <w:rtl/>
          <w:lang w:bidi="fa-IR"/>
        </w:rPr>
        <w:t xml:space="preserve">2- شكر نعمت هاى الهى ، دورى از ستم به ديگران است . بما اَنعمتَ علىّ فلَن اءكون ظَهيرا للمجرمين </w:t>
      </w:r>
    </w:p>
    <w:p w:rsidR="00123678" w:rsidRDefault="00123678" w:rsidP="004D48DE">
      <w:pPr>
        <w:pStyle w:val="libNormal"/>
        <w:rPr>
          <w:rtl/>
          <w:lang w:bidi="fa-IR"/>
        </w:rPr>
      </w:pPr>
      <w:r>
        <w:rPr>
          <w:rtl/>
          <w:lang w:bidi="fa-IR"/>
        </w:rPr>
        <w:t>شكرانه ى بازوى توانا</w:t>
      </w:r>
    </w:p>
    <w:p w:rsidR="00123678" w:rsidRDefault="00123678" w:rsidP="004D48DE">
      <w:pPr>
        <w:pStyle w:val="libNormal"/>
        <w:rPr>
          <w:rtl/>
          <w:lang w:bidi="fa-IR"/>
        </w:rPr>
      </w:pPr>
      <w:r>
        <w:rPr>
          <w:rtl/>
          <w:lang w:bidi="fa-IR"/>
        </w:rPr>
        <w:t>بگرفتن دست ناتوان است</w:t>
      </w:r>
    </w:p>
    <w:p w:rsidR="00123678" w:rsidRDefault="00123678" w:rsidP="004D48DE">
      <w:pPr>
        <w:pStyle w:val="libNormal"/>
        <w:rPr>
          <w:rtl/>
          <w:lang w:bidi="fa-IR"/>
        </w:rPr>
      </w:pPr>
      <w:r>
        <w:rPr>
          <w:rtl/>
          <w:lang w:bidi="fa-IR"/>
        </w:rPr>
        <w:t xml:space="preserve">3- همكارى با گنهكاران نيز گناه است . فلن اءكونَ ظَهيرا للمجرمين </w:t>
      </w:r>
    </w:p>
    <w:p w:rsidR="00123678" w:rsidRDefault="00123678" w:rsidP="004D48DE">
      <w:pPr>
        <w:pStyle w:val="libNormal"/>
        <w:rPr>
          <w:rtl/>
          <w:lang w:bidi="fa-IR"/>
        </w:rPr>
      </w:pPr>
      <w:r>
        <w:rPr>
          <w:rtl/>
          <w:lang w:bidi="fa-IR"/>
        </w:rPr>
        <w:t>(به گفته ى روايات ، راضى بودن به گناه ديگران هم گناه بحساب مى آيد.)</w:t>
      </w:r>
    </w:p>
    <w:p w:rsidR="00123678" w:rsidRPr="00CD73BD" w:rsidRDefault="002E3834" w:rsidP="00CD73BD">
      <w:pPr>
        <w:pStyle w:val="Heading1"/>
        <w:rPr>
          <w:rtl/>
        </w:rPr>
      </w:pPr>
      <w:r w:rsidRPr="00CD73BD">
        <w:rPr>
          <w:rtl/>
        </w:rPr>
        <w:t xml:space="preserve"> </w:t>
      </w:r>
      <w:bookmarkStart w:id="45" w:name="_Toc362088612"/>
      <w:r w:rsidRPr="00035AB4">
        <w:rPr>
          <w:highlight w:val="yellow"/>
          <w:rtl/>
        </w:rPr>
        <w:t>(18)</w:t>
      </w:r>
      <w:r w:rsidRPr="00CD73BD">
        <w:rPr>
          <w:rtl/>
        </w:rPr>
        <w:t xml:space="preserve"> فَاءَصْبَحَ فِى الْمَدِينَةِ خَآئِفاً يَتَرَقَّبُ فَإِذَا الَّذِى اسْتَنصَرَهُ بِالاَْمْسِ يَسْتَصْرِخُهُ قَالَ لَهُ مُوسَىَّ إِنَّكَ لَغَوِىُّ مُّبِينٌ</w:t>
      </w:r>
      <w:bookmarkEnd w:id="45"/>
    </w:p>
    <w:p w:rsidR="00123678" w:rsidRDefault="00123678" w:rsidP="004D48DE">
      <w:pPr>
        <w:pStyle w:val="libNormal"/>
        <w:rPr>
          <w:rtl/>
          <w:lang w:bidi="fa-IR"/>
        </w:rPr>
      </w:pPr>
      <w:r>
        <w:rPr>
          <w:rtl/>
          <w:lang w:bidi="fa-IR"/>
        </w:rPr>
        <w:t>ترجمه :</w:t>
      </w:r>
    </w:p>
    <w:p w:rsidR="00CD73BD" w:rsidRPr="00DE30EA" w:rsidRDefault="00CD73BD" w:rsidP="00DE30EA">
      <w:pPr>
        <w:rPr>
          <w:rtl/>
        </w:rPr>
      </w:pPr>
      <w:r>
        <w:rPr>
          <w:rtl/>
          <w:lang w:bidi="fa-IR"/>
        </w:rPr>
        <w:br w:type="page"/>
      </w:r>
    </w:p>
    <w:p w:rsidR="00123678" w:rsidRDefault="00123678" w:rsidP="004D48DE">
      <w:pPr>
        <w:pStyle w:val="libNormal"/>
        <w:rPr>
          <w:rtl/>
          <w:lang w:bidi="fa-IR"/>
        </w:rPr>
      </w:pPr>
      <w:r>
        <w:rPr>
          <w:rtl/>
          <w:lang w:bidi="fa-IR"/>
        </w:rPr>
        <w:lastRenderedPageBreak/>
        <w:t>(ولى از آن پس ، موسى به سبب اين قتل) در شهر نگران و ترسان گرديد (و هر لحظه انتظار حادثه اى را مى كشيد) پس ناگهان (مشاهده كرد) همان كسيكه ديروز از او يارى طلبيده بود، با فرياد از او كمك مى خواهد!، موسى به او گفت : بدرستى كه تو در گمراهى آشكارى هستى !.</w:t>
      </w:r>
    </w:p>
    <w:p w:rsidR="00123678" w:rsidRDefault="00DF6A2E" w:rsidP="00DF6A2E">
      <w:pPr>
        <w:pStyle w:val="Heading2"/>
        <w:rPr>
          <w:rtl/>
          <w:lang w:bidi="fa-IR"/>
        </w:rPr>
      </w:pPr>
      <w:bookmarkStart w:id="46" w:name="_Toc362088613"/>
      <w:r>
        <w:rPr>
          <w:rtl/>
          <w:lang w:bidi="fa-IR"/>
        </w:rPr>
        <w:t>پيام ها :</w:t>
      </w:r>
      <w:bookmarkEnd w:id="46"/>
    </w:p>
    <w:p w:rsidR="00123678" w:rsidRDefault="00123678" w:rsidP="004D48DE">
      <w:pPr>
        <w:pStyle w:val="libNormal"/>
        <w:rPr>
          <w:rtl/>
          <w:lang w:bidi="fa-IR"/>
        </w:rPr>
      </w:pPr>
      <w:r>
        <w:rPr>
          <w:rtl/>
          <w:lang w:bidi="fa-IR"/>
        </w:rPr>
        <w:t xml:space="preserve">1- هر ترسى مذموم نيست ، ترس از نرسيدن به اهداف خود و يا دستيابى دشمن به آرزوهايش ، ترس پسنديده است . خائفا يَتَرقّب </w:t>
      </w:r>
    </w:p>
    <w:p w:rsidR="00123678" w:rsidRDefault="00123678" w:rsidP="004D48DE">
      <w:pPr>
        <w:pStyle w:val="libNormal"/>
        <w:rPr>
          <w:rtl/>
          <w:lang w:bidi="fa-IR"/>
        </w:rPr>
      </w:pPr>
      <w:r>
        <w:rPr>
          <w:rtl/>
          <w:lang w:bidi="fa-IR"/>
        </w:rPr>
        <w:t xml:space="preserve">2- از بازتاب كارها و تصميمات خود مراقبت كنيم . يَتَرقّب </w:t>
      </w:r>
    </w:p>
    <w:p w:rsidR="00123678" w:rsidRDefault="00123678" w:rsidP="004D48DE">
      <w:pPr>
        <w:pStyle w:val="libNormal"/>
        <w:rPr>
          <w:rtl/>
          <w:lang w:bidi="fa-IR"/>
        </w:rPr>
      </w:pPr>
      <w:r>
        <w:rPr>
          <w:rtl/>
          <w:lang w:bidi="fa-IR"/>
        </w:rPr>
        <w:t xml:space="preserve">3- با وجود آنكه موسى در كاخ فرعون زندگى مى كرد، ولى با مردم رابطه داشت و در ميان آنان به شخصى مصلح شهرت يافته بود. يَستَصرخُه </w:t>
      </w:r>
    </w:p>
    <w:p w:rsidR="00123678" w:rsidRDefault="00123678" w:rsidP="004D48DE">
      <w:pPr>
        <w:pStyle w:val="libNormal"/>
        <w:rPr>
          <w:rtl/>
          <w:lang w:bidi="fa-IR"/>
        </w:rPr>
      </w:pPr>
      <w:r>
        <w:rPr>
          <w:rtl/>
          <w:lang w:bidi="fa-IR"/>
        </w:rPr>
        <w:t xml:space="preserve">4- اگر در جايى وظيفه تقيّه است و بايد به خاطر مصالحى اهداف مكتوم بماند، نبايد هر روز دست به تحرّك وآشوبى زد و عدم رعايت اين موضوع ، گناه محسوب مى شود. اِنّك لَغَوىُّ مُبين </w:t>
      </w:r>
    </w:p>
    <w:p w:rsidR="00123678" w:rsidRDefault="00123678" w:rsidP="004D48DE">
      <w:pPr>
        <w:pStyle w:val="libNormal"/>
        <w:rPr>
          <w:rtl/>
          <w:lang w:bidi="fa-IR"/>
        </w:rPr>
      </w:pPr>
      <w:r>
        <w:rPr>
          <w:rtl/>
          <w:lang w:bidi="fa-IR"/>
        </w:rPr>
        <w:t xml:space="preserve">5 خودى هاى بى توجّه را بايد توبيخ كرد و نبايد به خاطر حزب و گروه ، خلاف آنان را ناديده گرفت . اِنّك لغَوىُّ مبين </w:t>
      </w:r>
    </w:p>
    <w:p w:rsidR="00123678" w:rsidRPr="00CD73BD" w:rsidRDefault="002E3834" w:rsidP="00CD73BD">
      <w:pPr>
        <w:pStyle w:val="Heading1"/>
      </w:pPr>
      <w:r w:rsidRPr="00CD73BD">
        <w:rPr>
          <w:rtl/>
        </w:rPr>
        <w:t xml:space="preserve"> </w:t>
      </w:r>
      <w:bookmarkStart w:id="47" w:name="_Toc362088614"/>
      <w:r w:rsidRPr="00035AB4">
        <w:rPr>
          <w:highlight w:val="yellow"/>
          <w:rtl/>
        </w:rPr>
        <w:t>(19)</w:t>
      </w:r>
      <w:r w:rsidRPr="00CD73BD">
        <w:rPr>
          <w:rtl/>
        </w:rPr>
        <w:t xml:space="preserve"> فَلَمَّآ اءَنْ اءَرَادَ اءَن يَبْطِشَ بِالَّذِى هُوَ عَدُوُّ لَّهُمَا قَالَ يَمُوسَىَّ اءَتُرِيدُاءَن تَقْتُلَنِىكَمَا قَتَلْتَ نَفْساً بِالاَْمْسِ إِن تُرِيدُ إِلاَّ اءَن تَكُونَ جَبَّاراً فِى الاَْرْضِ وَ مَاتُرِيدُ اءَن تَكُونَمِنَ الْمُصْلِحِينَ</w:t>
      </w:r>
      <w:bookmarkEnd w:id="47"/>
    </w:p>
    <w:p w:rsidR="00123678" w:rsidRDefault="00123678" w:rsidP="004D48DE">
      <w:pPr>
        <w:pStyle w:val="libNormal"/>
        <w:rPr>
          <w:rtl/>
          <w:lang w:bidi="fa-IR"/>
        </w:rPr>
      </w:pPr>
      <w:r>
        <w:rPr>
          <w:rtl/>
          <w:lang w:bidi="fa-IR"/>
        </w:rPr>
        <w:t>ترجمه :</w:t>
      </w:r>
    </w:p>
    <w:p w:rsidR="00CD73BD" w:rsidRPr="00DE30EA" w:rsidRDefault="00CD73BD" w:rsidP="00DE30EA">
      <w:pPr>
        <w:rPr>
          <w:rtl/>
        </w:rPr>
      </w:pPr>
      <w:r>
        <w:rPr>
          <w:rtl/>
          <w:lang w:bidi="fa-IR"/>
        </w:rPr>
        <w:br w:type="page"/>
      </w:r>
    </w:p>
    <w:p w:rsidR="00123678" w:rsidRDefault="00123678" w:rsidP="004D48DE">
      <w:pPr>
        <w:pStyle w:val="libNormal"/>
        <w:rPr>
          <w:rtl/>
          <w:lang w:bidi="fa-IR"/>
        </w:rPr>
      </w:pPr>
      <w:r>
        <w:rPr>
          <w:rtl/>
          <w:lang w:bidi="fa-IR"/>
        </w:rPr>
        <w:lastRenderedPageBreak/>
        <w:t>پس چون (موسى) خواست به آن كسى كه دشمن هر دوى آنها بود حمله كند (و با او درگير شود، او) گفت : اى موسى ! آيا تصميم گرفته اى كه مرا (هم) به قتل برسانى ، همان گونه كه ديروز (نيز) انسانى را كُشتى ؟! تو جز زورگويى در روى زمين هدفى ندارى و نمى خواهى كه از مصلحان باشى .</w:t>
      </w:r>
    </w:p>
    <w:p w:rsidR="00123678" w:rsidRDefault="00DF6A2E" w:rsidP="00DF6A2E">
      <w:pPr>
        <w:pStyle w:val="Heading2"/>
        <w:rPr>
          <w:rtl/>
          <w:lang w:bidi="fa-IR"/>
        </w:rPr>
      </w:pPr>
      <w:bookmarkStart w:id="48" w:name="_Toc362088615"/>
      <w:r>
        <w:rPr>
          <w:rtl/>
          <w:lang w:bidi="fa-IR"/>
        </w:rPr>
        <w:t>نكته ها :</w:t>
      </w:r>
      <w:bookmarkEnd w:id="48"/>
    </w:p>
    <w:p w:rsidR="00123678" w:rsidRDefault="00123678" w:rsidP="004D48DE">
      <w:pPr>
        <w:pStyle w:val="libNormal"/>
        <w:rPr>
          <w:rtl/>
          <w:lang w:bidi="fa-IR"/>
        </w:rPr>
      </w:pPr>
      <w:r>
        <w:rPr>
          <w:rtl/>
          <w:lang w:bidi="fa-IR"/>
        </w:rPr>
        <w:t>كلمه «بَطش» به معنى خشم همراه با شدّت وقدرت است .</w:t>
      </w:r>
    </w:p>
    <w:p w:rsidR="00123678" w:rsidRDefault="00DF6A2E" w:rsidP="00DF6A2E">
      <w:pPr>
        <w:pStyle w:val="Heading2"/>
        <w:rPr>
          <w:rtl/>
          <w:lang w:bidi="fa-IR"/>
        </w:rPr>
      </w:pPr>
      <w:bookmarkStart w:id="49" w:name="_Toc362088616"/>
      <w:r>
        <w:rPr>
          <w:rtl/>
          <w:lang w:bidi="fa-IR"/>
        </w:rPr>
        <w:t>پيام ها :</w:t>
      </w:r>
      <w:bookmarkEnd w:id="49"/>
    </w:p>
    <w:p w:rsidR="00123678" w:rsidRDefault="00123678" w:rsidP="004D48DE">
      <w:pPr>
        <w:pStyle w:val="libNormal"/>
        <w:rPr>
          <w:rtl/>
          <w:lang w:bidi="fa-IR"/>
        </w:rPr>
      </w:pPr>
      <w:r>
        <w:rPr>
          <w:rtl/>
          <w:lang w:bidi="fa-IR"/>
        </w:rPr>
        <w:t>1- انتقاد از خلاف دوستان ، نبايد سبب رها كردن و حمايت نكردن از حقّ آنان شود. (با اينكه حضرت موسى در آيه قبل با جمله «</w:t>
      </w:r>
      <w:r w:rsidRPr="00826F28">
        <w:rPr>
          <w:rStyle w:val="libAieChar"/>
          <w:rtl/>
        </w:rPr>
        <w:t>اِنّك لغوىّ مبين</w:t>
      </w:r>
      <w:r>
        <w:rPr>
          <w:rtl/>
          <w:lang w:bidi="fa-IR"/>
        </w:rPr>
        <w:t xml:space="preserve">» از يار خود انتقاد كرد، ولى باز هم تصميم به حمايت از او گرفت) اءرادَ اءن يَبطش </w:t>
      </w:r>
    </w:p>
    <w:p w:rsidR="00123678" w:rsidRDefault="00123678" w:rsidP="004D48DE">
      <w:pPr>
        <w:pStyle w:val="libNormal"/>
        <w:rPr>
          <w:rtl/>
          <w:lang w:bidi="fa-IR"/>
        </w:rPr>
      </w:pPr>
      <w:r>
        <w:rPr>
          <w:rtl/>
          <w:lang w:bidi="fa-IR"/>
        </w:rPr>
        <w:t xml:space="preserve">2- در همه جا موعظه كارساز و كافى نيست ، گاهى زور و قدرت لازم است . اءراد اءن يَبطش </w:t>
      </w:r>
    </w:p>
    <w:p w:rsidR="00123678" w:rsidRDefault="009E66F2" w:rsidP="004D48DE">
      <w:pPr>
        <w:pStyle w:val="libNormal"/>
        <w:rPr>
          <w:rtl/>
          <w:lang w:bidi="fa-IR"/>
        </w:rPr>
      </w:pPr>
      <w:r>
        <w:rPr>
          <w:rtl/>
          <w:lang w:bidi="fa-IR"/>
        </w:rPr>
        <w:t>(</w:t>
      </w:r>
      <w:r w:rsidR="00123678">
        <w:rPr>
          <w:rtl/>
          <w:lang w:bidi="fa-IR"/>
        </w:rPr>
        <w:t>«وقار» به معناى وارفتگى و بى حالى نيست ، حضرت موسى دو روز پى در پى درگيرى خيابانى داشت .)</w:t>
      </w:r>
    </w:p>
    <w:p w:rsidR="00123678" w:rsidRDefault="00123678" w:rsidP="004D48DE">
      <w:pPr>
        <w:pStyle w:val="libNormal"/>
        <w:rPr>
          <w:rtl/>
          <w:lang w:bidi="fa-IR"/>
        </w:rPr>
      </w:pPr>
      <w:r>
        <w:rPr>
          <w:rtl/>
          <w:lang w:bidi="fa-IR"/>
        </w:rPr>
        <w:t xml:space="preserve">3- در نظام استكبارى ، فرعون كه نوزادان معصوم را عمدا به قتل مى رساند، خدا خوانده مى شود! ولى موسى كه بدون قصد قتل به دشمن كافر ضربه اى وارد مى كند و منجر به مرگ او مى شود، جبّار معرّفى مى شود!! </w:t>
      </w:r>
      <w:r w:rsidRPr="00826F28">
        <w:rPr>
          <w:rStyle w:val="libAieChar"/>
          <w:rtl/>
        </w:rPr>
        <w:t>تَكون جبّارا فى الارض</w:t>
      </w:r>
      <w:r>
        <w:rPr>
          <w:rtl/>
          <w:lang w:bidi="fa-IR"/>
        </w:rPr>
        <w:t xml:space="preserve"> </w:t>
      </w:r>
    </w:p>
    <w:p w:rsidR="00CD73BD" w:rsidRPr="00DE30EA" w:rsidRDefault="00CD73BD" w:rsidP="00DE30EA">
      <w:pPr>
        <w:rPr>
          <w:rtl/>
        </w:rPr>
      </w:pPr>
      <w:r>
        <w:rPr>
          <w:rtl/>
        </w:rPr>
        <w:br w:type="page"/>
      </w:r>
    </w:p>
    <w:p w:rsidR="00123678" w:rsidRPr="00CD73BD" w:rsidRDefault="002E3834" w:rsidP="00CD73BD">
      <w:pPr>
        <w:pStyle w:val="Heading1"/>
        <w:rPr>
          <w:rtl/>
        </w:rPr>
      </w:pPr>
      <w:r w:rsidRPr="00CD73BD">
        <w:rPr>
          <w:rtl/>
        </w:rPr>
        <w:lastRenderedPageBreak/>
        <w:t xml:space="preserve"> </w:t>
      </w:r>
      <w:bookmarkStart w:id="50" w:name="_Toc362088617"/>
      <w:r w:rsidRPr="00035AB4">
        <w:rPr>
          <w:highlight w:val="yellow"/>
          <w:rtl/>
        </w:rPr>
        <w:t>(20)</w:t>
      </w:r>
      <w:r w:rsidRPr="00CD73BD">
        <w:rPr>
          <w:rtl/>
        </w:rPr>
        <w:t xml:space="preserve"> وَجَآءَ رَجُلٌ مِّنْ اءَقْصَا الْمَدِينَةِ يَسْعَى قَالَ يَا مُوسَىَّ إِنَّ الْمَلاََيَاءْتَمِرُونَ بِكَلِ يَقْتُلُوكَ فَاخْرُجْ إِنِّى لَكَ مِنَ النَّصِحِينَ</w:t>
      </w:r>
      <w:bookmarkEnd w:id="50"/>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و (در اين هنگام) مردى از دورترين نقطه شهر (كه مركز استقرار فرعونيان بود) شتابان (به سوى او) آمد و گفت : اى موسى ! همانا سران قوم در مورد تو مشورت مى كنند تا تو را بكشند، پس (فورا از اينجا) خارج شو، همانا كه من ازخيرخواهان و دلسوزان تو هستم .</w:t>
      </w:r>
    </w:p>
    <w:p w:rsidR="00123678" w:rsidRPr="00CD73BD" w:rsidRDefault="002E3834" w:rsidP="00CD73BD">
      <w:pPr>
        <w:pStyle w:val="Heading1"/>
        <w:rPr>
          <w:rtl/>
        </w:rPr>
      </w:pPr>
      <w:r w:rsidRPr="00CD73BD">
        <w:rPr>
          <w:rtl/>
        </w:rPr>
        <w:t xml:space="preserve"> </w:t>
      </w:r>
      <w:bookmarkStart w:id="51" w:name="_Toc362088618"/>
      <w:r w:rsidRPr="00035AB4">
        <w:rPr>
          <w:highlight w:val="yellow"/>
          <w:rtl/>
        </w:rPr>
        <w:t>(21)</w:t>
      </w:r>
      <w:r w:rsidRPr="00CD73BD">
        <w:rPr>
          <w:rtl/>
        </w:rPr>
        <w:t xml:space="preserve"> فَخَرَجَ مِنْهَا خَآئِفاً يَتَرَقَّبُ قَالَ رَبِّ نَجِّنِى مِنَ الْقَوْمِ الظَّلِمِينَ</w:t>
      </w:r>
      <w:bookmarkEnd w:id="51"/>
    </w:p>
    <w:p w:rsidR="00123678" w:rsidRDefault="00123678" w:rsidP="004D48DE">
      <w:pPr>
        <w:pStyle w:val="libNormal"/>
        <w:rPr>
          <w:rtl/>
          <w:lang w:bidi="fa-IR"/>
        </w:rPr>
      </w:pPr>
      <w:r>
        <w:rPr>
          <w:rtl/>
          <w:lang w:bidi="fa-IR"/>
        </w:rPr>
        <w:t>ترجمه :</w:t>
      </w:r>
    </w:p>
    <w:p w:rsidR="00123678" w:rsidRDefault="00123678" w:rsidP="004D48DE">
      <w:pPr>
        <w:pStyle w:val="libNormal"/>
        <w:rPr>
          <w:rtl/>
          <w:lang w:bidi="fa-IR"/>
        </w:rPr>
      </w:pPr>
      <w:r>
        <w:rPr>
          <w:rtl/>
          <w:lang w:bidi="fa-IR"/>
        </w:rPr>
        <w:t>پس (موسى) از شهر خارج شد در حالى كه نگران و ترسان بود. گفت : پروردگارا! مرا از (دست) اين گروه ستمگر نجات ده .</w:t>
      </w:r>
    </w:p>
    <w:p w:rsidR="00123678" w:rsidRDefault="00DF6A2E" w:rsidP="00DF6A2E">
      <w:pPr>
        <w:pStyle w:val="Heading2"/>
        <w:rPr>
          <w:rtl/>
          <w:lang w:bidi="fa-IR"/>
        </w:rPr>
      </w:pPr>
      <w:bookmarkStart w:id="52" w:name="_Toc362088619"/>
      <w:r>
        <w:rPr>
          <w:rtl/>
          <w:lang w:bidi="fa-IR"/>
        </w:rPr>
        <w:t>نكته ها :</w:t>
      </w:r>
      <w:bookmarkEnd w:id="52"/>
    </w:p>
    <w:p w:rsidR="00123678" w:rsidRDefault="00123678" w:rsidP="004D48DE">
      <w:pPr>
        <w:pStyle w:val="libNormal"/>
        <w:rPr>
          <w:rtl/>
          <w:lang w:bidi="fa-IR"/>
        </w:rPr>
      </w:pPr>
      <w:r>
        <w:rPr>
          <w:rtl/>
          <w:lang w:bidi="fa-IR"/>
        </w:rPr>
        <w:t>مراد از كلمه ى «رَجُل» در اين آيه ، همان «مؤمن آل فرعون» است كه سوره ى «مؤمن» (غافر) به نام اوست . او ايمان خود را كتمان و در لباس تقيّه به موسى كمك مى كرد.</w:t>
      </w:r>
    </w:p>
    <w:p w:rsidR="00123678" w:rsidRDefault="00DF6A2E" w:rsidP="00DF6A2E">
      <w:pPr>
        <w:pStyle w:val="Heading2"/>
        <w:rPr>
          <w:rtl/>
          <w:lang w:bidi="fa-IR"/>
        </w:rPr>
      </w:pPr>
      <w:bookmarkStart w:id="53" w:name="_Toc362088620"/>
      <w:r>
        <w:rPr>
          <w:rtl/>
          <w:lang w:bidi="fa-IR"/>
        </w:rPr>
        <w:t>پيام ها :</w:t>
      </w:r>
      <w:bookmarkEnd w:id="53"/>
    </w:p>
    <w:p w:rsidR="00123678" w:rsidRDefault="00123678" w:rsidP="004D48DE">
      <w:pPr>
        <w:pStyle w:val="libNormal"/>
        <w:rPr>
          <w:rtl/>
          <w:lang w:bidi="fa-IR"/>
        </w:rPr>
      </w:pPr>
      <w:r>
        <w:rPr>
          <w:rtl/>
          <w:lang w:bidi="fa-IR"/>
        </w:rPr>
        <w:t xml:space="preserve">1- حضرت موسى در دربار فرعون ، عامل نفوذى و طرفدار داشت . جاء رجل </w:t>
      </w:r>
    </w:p>
    <w:p w:rsidR="00CD73BD" w:rsidRPr="00DE30EA" w:rsidRDefault="00CD73BD" w:rsidP="00DE30EA">
      <w:pPr>
        <w:rPr>
          <w:rtl/>
        </w:rPr>
      </w:pPr>
      <w:r>
        <w:rPr>
          <w:rtl/>
          <w:lang w:bidi="fa-IR"/>
        </w:rPr>
        <w:br w:type="page"/>
      </w:r>
    </w:p>
    <w:p w:rsidR="00123678" w:rsidRDefault="00123678" w:rsidP="004D48DE">
      <w:pPr>
        <w:pStyle w:val="libNormal"/>
        <w:rPr>
          <w:rtl/>
          <w:lang w:bidi="fa-IR"/>
        </w:rPr>
      </w:pPr>
      <w:r>
        <w:rPr>
          <w:rtl/>
          <w:lang w:bidi="fa-IR"/>
        </w:rPr>
        <w:lastRenderedPageBreak/>
        <w:t>2- كمك به ظالم در هر شكلى حرام است ، ولى ورود و نفوذ در دستگاه براى كمك به اهل ايمان كارى پسنديده است . جاء رجل (حضور علىّ ابن يَقطين يكى از ياران امام كاظم عليه السلام در دستگاه ظلم بنى عبّاس نيز از همين باب بود.)</w:t>
      </w:r>
    </w:p>
    <w:p w:rsidR="00123678" w:rsidRDefault="00123678" w:rsidP="004D48DE">
      <w:pPr>
        <w:pStyle w:val="libNormal"/>
        <w:rPr>
          <w:rtl/>
          <w:lang w:bidi="fa-IR"/>
        </w:rPr>
      </w:pPr>
      <w:r>
        <w:rPr>
          <w:rtl/>
          <w:lang w:bidi="fa-IR"/>
        </w:rPr>
        <w:t xml:space="preserve">3- طاغوت ها براى امنيّت و آسايش بيشتر خود، در ميان مردم و مركز شهر زندگى نمى كنند. اَقصَى المدينة </w:t>
      </w:r>
    </w:p>
    <w:p w:rsidR="00123678" w:rsidRDefault="00123678" w:rsidP="004D48DE">
      <w:pPr>
        <w:pStyle w:val="libNormal"/>
        <w:rPr>
          <w:rtl/>
          <w:lang w:bidi="fa-IR"/>
        </w:rPr>
      </w:pPr>
      <w:r>
        <w:rPr>
          <w:rtl/>
          <w:lang w:bidi="fa-IR"/>
        </w:rPr>
        <w:t xml:space="preserve">4- در حفظ جان مردم ، نهايت تلاش خود را بكار ببريم . يَسعى </w:t>
      </w:r>
    </w:p>
    <w:p w:rsidR="00123678" w:rsidRDefault="00123678" w:rsidP="004D48DE">
      <w:pPr>
        <w:pStyle w:val="libNormal"/>
        <w:rPr>
          <w:rtl/>
          <w:lang w:bidi="fa-IR"/>
        </w:rPr>
      </w:pPr>
      <w:r>
        <w:rPr>
          <w:rtl/>
          <w:lang w:bidi="fa-IR"/>
        </w:rPr>
        <w:t>5 گاه ، خبررسانى به موقع وسوز و سرعت در كار، سرنوشت يك ملّت را عوض مى كند. يسعى (چه بسا كه اگر اين مرد، اخبار را به موسى عليه السلام نمى رساند و آن حضرت از شهر بيرون نمى رفت ، بدست ماءموران فرعون كشته مى شد.)</w:t>
      </w:r>
    </w:p>
    <w:p w:rsidR="00123678" w:rsidRDefault="00123678" w:rsidP="004D48DE">
      <w:pPr>
        <w:pStyle w:val="libNormal"/>
        <w:rPr>
          <w:rtl/>
          <w:lang w:bidi="fa-IR"/>
        </w:rPr>
      </w:pPr>
      <w:r>
        <w:rPr>
          <w:rtl/>
          <w:lang w:bidi="fa-IR"/>
        </w:rPr>
        <w:t xml:space="preserve">6- يك انسان انقلابى مثل موسى ، جبهه ى كفر و مهره هاى آن را به اضطراب و تكاپو مى اندازد. اِنّ المَلاء يَاءتَمِرون </w:t>
      </w:r>
    </w:p>
    <w:p w:rsidR="00123678" w:rsidRDefault="00123678" w:rsidP="004D48DE">
      <w:pPr>
        <w:pStyle w:val="libNormal"/>
        <w:rPr>
          <w:rtl/>
          <w:lang w:bidi="fa-IR"/>
        </w:rPr>
      </w:pPr>
      <w:r>
        <w:rPr>
          <w:rtl/>
          <w:lang w:bidi="fa-IR"/>
        </w:rPr>
        <w:t xml:space="preserve">7- اطرافيان طاغوت ها نيز در جرم آنها شريك هستند. يَاءتَمِرون بك </w:t>
      </w:r>
    </w:p>
    <w:p w:rsidR="00123678" w:rsidRDefault="00123678" w:rsidP="004D48DE">
      <w:pPr>
        <w:pStyle w:val="libNormal"/>
        <w:rPr>
          <w:rtl/>
          <w:lang w:bidi="fa-IR"/>
        </w:rPr>
      </w:pPr>
      <w:r>
        <w:rPr>
          <w:rtl/>
          <w:lang w:bidi="fa-IR"/>
        </w:rPr>
        <w:t xml:space="preserve">8 افشاى توطئه ها وطرحهاى خائنانه واجب است . يَاءتمِرون بك </w:t>
      </w:r>
    </w:p>
    <w:p w:rsidR="00123678" w:rsidRDefault="00123678" w:rsidP="004D48DE">
      <w:pPr>
        <w:pStyle w:val="libNormal"/>
        <w:rPr>
          <w:rtl/>
          <w:lang w:bidi="fa-IR"/>
        </w:rPr>
      </w:pPr>
      <w:r>
        <w:rPr>
          <w:rtl/>
          <w:lang w:bidi="fa-IR"/>
        </w:rPr>
        <w:t xml:space="preserve">9- مصلحان جامعه بايد همواره آمادگى هجرت و آوارگى را داشته باشند. فَخَرج </w:t>
      </w:r>
    </w:p>
    <w:p w:rsidR="00123678" w:rsidRDefault="00123678" w:rsidP="004D48DE">
      <w:pPr>
        <w:pStyle w:val="libNormal"/>
        <w:rPr>
          <w:rtl/>
          <w:lang w:bidi="fa-IR"/>
        </w:rPr>
      </w:pPr>
      <w:r>
        <w:rPr>
          <w:rtl/>
          <w:lang w:bidi="fa-IR"/>
        </w:rPr>
        <w:t xml:space="preserve">10- به هشدارهاى دلسوزانه بها دهيم و نصيحت ديگران را بپذيريم . فَاخرُج فَخَرَج </w:t>
      </w:r>
    </w:p>
    <w:p w:rsidR="00123678" w:rsidRDefault="00123678" w:rsidP="004D48DE">
      <w:pPr>
        <w:pStyle w:val="libNormal"/>
        <w:rPr>
          <w:rtl/>
          <w:lang w:bidi="fa-IR"/>
        </w:rPr>
      </w:pPr>
      <w:r>
        <w:rPr>
          <w:rtl/>
          <w:lang w:bidi="fa-IR"/>
        </w:rPr>
        <w:t xml:space="preserve">11- شجاعت ، به معناى در دسترسِ دشمن قرار گرفتن نيست . فخَرَج </w:t>
      </w:r>
    </w:p>
    <w:p w:rsidR="00CD73BD" w:rsidRPr="00DE30EA" w:rsidRDefault="00CD73BD" w:rsidP="00DE30EA">
      <w:pPr>
        <w:rPr>
          <w:rtl/>
        </w:rPr>
      </w:pPr>
      <w:r>
        <w:rPr>
          <w:rtl/>
          <w:lang w:bidi="fa-IR"/>
        </w:rPr>
        <w:br w:type="page"/>
      </w:r>
    </w:p>
    <w:p w:rsidR="00123678" w:rsidRDefault="00123678" w:rsidP="004D48DE">
      <w:pPr>
        <w:pStyle w:val="libNormal"/>
        <w:rPr>
          <w:rtl/>
          <w:lang w:bidi="fa-IR"/>
        </w:rPr>
      </w:pPr>
      <w:r>
        <w:rPr>
          <w:rtl/>
          <w:lang w:bidi="fa-IR"/>
        </w:rPr>
        <w:lastRenderedPageBreak/>
        <w:t xml:space="preserve">12- زندگى انبيا غالبا با آوارگى واضطراب همراه بوده است . فخَرَج </w:t>
      </w:r>
    </w:p>
    <w:p w:rsidR="00123678" w:rsidRDefault="00123678" w:rsidP="004D48DE">
      <w:pPr>
        <w:pStyle w:val="libNormal"/>
        <w:rPr>
          <w:rtl/>
          <w:lang w:bidi="fa-IR"/>
        </w:rPr>
      </w:pPr>
      <w:r>
        <w:rPr>
          <w:rtl/>
          <w:lang w:bidi="fa-IR"/>
        </w:rPr>
        <w:t xml:space="preserve">13- سعى و همّت خود را بكار بريم ، ولى نتيجه را از خداوند بخواهيم . فخَرَج قال رَبّ نَجّنى </w:t>
      </w:r>
    </w:p>
    <w:p w:rsidR="00123678" w:rsidRDefault="00123678" w:rsidP="004D48DE">
      <w:pPr>
        <w:pStyle w:val="libNormal"/>
        <w:rPr>
          <w:rtl/>
          <w:lang w:bidi="fa-IR"/>
        </w:rPr>
      </w:pPr>
      <w:r>
        <w:rPr>
          <w:rtl/>
          <w:lang w:bidi="fa-IR"/>
        </w:rPr>
        <w:t xml:space="preserve">14- دعا بايد با تلاش و حركت همراه باشد. فخَرَج منها قال رَبّ نَجّنى </w:t>
      </w:r>
    </w:p>
    <w:p w:rsidR="00A862D6" w:rsidRDefault="00123678" w:rsidP="004D48DE">
      <w:pPr>
        <w:pStyle w:val="libNormal"/>
        <w:rPr>
          <w:rFonts w:hint="cs"/>
          <w:rtl/>
          <w:lang w:bidi="fa-IR"/>
        </w:rPr>
      </w:pPr>
      <w:r>
        <w:rPr>
          <w:rtl/>
          <w:lang w:bidi="fa-IR"/>
        </w:rPr>
        <w:t xml:space="preserve">15- رهبران الهى ، در همه حالات از خداوند استمداد مى كنند. </w:t>
      </w:r>
      <w:r w:rsidRPr="00035AB4">
        <w:rPr>
          <w:rStyle w:val="libAieChar"/>
          <w:rtl/>
        </w:rPr>
        <w:t xml:space="preserve">ربّ نَجّنى من القوم الظالمين ، ربّ اِنّى ظَلمتُ نفسى فاغفرلى </w:t>
      </w:r>
      <w:r w:rsidR="00144845" w:rsidRPr="00035AB4">
        <w:rPr>
          <w:rStyle w:val="libFootnotenumChar"/>
          <w:rtl/>
        </w:rPr>
        <w:t>(19)</w:t>
      </w:r>
      <w:r w:rsidRPr="00035AB4">
        <w:rPr>
          <w:rStyle w:val="libAieChar"/>
          <w:rtl/>
        </w:rPr>
        <w:t xml:space="preserve">، ربّ بما اءنعمتَ علّى فلن اءكونَ ظهيرا للمجرمين </w:t>
      </w:r>
      <w:r w:rsidR="00144845" w:rsidRPr="00035AB4">
        <w:rPr>
          <w:rStyle w:val="libFootnotenumChar"/>
          <w:rtl/>
        </w:rPr>
        <w:t>(20)</w:t>
      </w:r>
      <w:r w:rsidRPr="00035AB4">
        <w:rPr>
          <w:rStyle w:val="libAieChar"/>
          <w:rtl/>
        </w:rPr>
        <w:t xml:space="preserve"> وربّ انّى لمااءنزلتَالىّ من خيرفَقير</w:t>
      </w:r>
      <w:r>
        <w:rPr>
          <w:rtl/>
          <w:lang w:bidi="fa-IR"/>
        </w:rPr>
        <w:t xml:space="preserve"> </w:t>
      </w:r>
      <w:r w:rsidR="00144845" w:rsidRPr="00C96ECB">
        <w:rPr>
          <w:rStyle w:val="libFootnotenumChar"/>
          <w:rtl/>
          <w:lang w:bidi="fa-IR"/>
        </w:rPr>
        <w:t>(21)</w:t>
      </w:r>
    </w:p>
    <w:p w:rsidR="00B33631" w:rsidRPr="007B0C58" w:rsidRDefault="002E3834" w:rsidP="007B0C58">
      <w:pPr>
        <w:pStyle w:val="Heading1"/>
        <w:rPr>
          <w:rtl/>
        </w:rPr>
      </w:pPr>
      <w:r w:rsidRPr="007B0C58">
        <w:rPr>
          <w:rtl/>
        </w:rPr>
        <w:t xml:space="preserve"> </w:t>
      </w:r>
      <w:bookmarkStart w:id="54" w:name="_Toc362088621"/>
      <w:r w:rsidRPr="00035AB4">
        <w:rPr>
          <w:highlight w:val="yellow"/>
          <w:rtl/>
        </w:rPr>
        <w:t>(22)</w:t>
      </w:r>
      <w:r w:rsidRPr="007B0C58">
        <w:rPr>
          <w:rtl/>
        </w:rPr>
        <w:t xml:space="preserve"> وَلَمَّا تَوَجَّهَ تِلْقَآءَ مَدْيَنَ قَالَ عَسَى رَبِّىَّ اءَن يَهْدِيَنِى سَوَآءَ السَّبِيلِ</w:t>
      </w:r>
      <w:bookmarkEnd w:id="54"/>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چون (موسى) به سوى مدين روى نهاد، گفت : اميد است كه پروردگارم مرا به راه راست هدايت فرمايد.</w:t>
      </w:r>
    </w:p>
    <w:p w:rsidR="00B33631" w:rsidRDefault="00DF6A2E" w:rsidP="00DF6A2E">
      <w:pPr>
        <w:pStyle w:val="Heading2"/>
        <w:rPr>
          <w:rtl/>
          <w:lang w:bidi="fa-IR"/>
        </w:rPr>
      </w:pPr>
      <w:bookmarkStart w:id="55" w:name="_Toc362088622"/>
      <w:r>
        <w:rPr>
          <w:rtl/>
          <w:lang w:bidi="fa-IR"/>
        </w:rPr>
        <w:t>نكته ها :</w:t>
      </w:r>
      <w:bookmarkEnd w:id="55"/>
    </w:p>
    <w:p w:rsidR="00B33631" w:rsidRDefault="00B33631" w:rsidP="004D48DE">
      <w:pPr>
        <w:pStyle w:val="libNormal"/>
        <w:rPr>
          <w:rtl/>
          <w:lang w:bidi="fa-IR"/>
        </w:rPr>
      </w:pPr>
      <w:r>
        <w:rPr>
          <w:rtl/>
          <w:lang w:bidi="fa-IR"/>
        </w:rPr>
        <w:t>«مَديَن» شهرى در جنوب شام وشمال حجاز، ونزديك تبوك است كه در آن زمان از قلمرو حكومت فرعون ، بيرون بوده است .</w:t>
      </w:r>
    </w:p>
    <w:p w:rsidR="00B33631" w:rsidRDefault="00DF6A2E" w:rsidP="00DF6A2E">
      <w:pPr>
        <w:pStyle w:val="Heading2"/>
        <w:rPr>
          <w:rtl/>
          <w:lang w:bidi="fa-IR"/>
        </w:rPr>
      </w:pPr>
      <w:bookmarkStart w:id="56" w:name="_Toc362088623"/>
      <w:r>
        <w:rPr>
          <w:rtl/>
          <w:lang w:bidi="fa-IR"/>
        </w:rPr>
        <w:t>پيام ها :</w:t>
      </w:r>
      <w:bookmarkEnd w:id="56"/>
    </w:p>
    <w:p w:rsidR="00B33631" w:rsidRDefault="00B33631" w:rsidP="004D48DE">
      <w:pPr>
        <w:pStyle w:val="libNormal"/>
        <w:rPr>
          <w:rFonts w:hint="cs"/>
          <w:rtl/>
          <w:lang w:bidi="fa-IR"/>
        </w:rPr>
      </w:pPr>
      <w:r>
        <w:rPr>
          <w:rtl/>
          <w:lang w:bidi="fa-IR"/>
        </w:rPr>
        <w:t xml:space="preserve">1- تحرّك ، هجرت و بكارگيرى تاكتيك هاى متفاوت از لوازم يك انقلاب است . و لمّا توجّه </w:t>
      </w:r>
    </w:p>
    <w:p w:rsidR="007B0C58" w:rsidRDefault="007B0C58" w:rsidP="007B0C58">
      <w:pPr>
        <w:pStyle w:val="libLine"/>
        <w:rPr>
          <w:rtl/>
        </w:rPr>
      </w:pPr>
      <w:r w:rsidRPr="00AD5C7B">
        <w:rPr>
          <w:rtl/>
        </w:rPr>
        <w:t>_________________________</w:t>
      </w:r>
    </w:p>
    <w:p w:rsidR="007B0C58" w:rsidRDefault="007B0C58" w:rsidP="007B0C58">
      <w:pPr>
        <w:pStyle w:val="libFootnote"/>
        <w:rPr>
          <w:rtl/>
        </w:rPr>
      </w:pPr>
      <w:r>
        <w:rPr>
          <w:rtl/>
        </w:rPr>
        <w:t>19- قصص ، 16.</w:t>
      </w:r>
    </w:p>
    <w:p w:rsidR="007B0C58" w:rsidRDefault="007B0C58" w:rsidP="007B0C58">
      <w:pPr>
        <w:pStyle w:val="libFootnote"/>
        <w:rPr>
          <w:rtl/>
        </w:rPr>
      </w:pPr>
      <w:r>
        <w:rPr>
          <w:rtl/>
        </w:rPr>
        <w:t>20- قصص ، 17.</w:t>
      </w:r>
    </w:p>
    <w:p w:rsidR="007B0C58" w:rsidRDefault="007B0C58" w:rsidP="007B0C58">
      <w:pPr>
        <w:pStyle w:val="libFootnote"/>
        <w:rPr>
          <w:rtl/>
        </w:rPr>
      </w:pPr>
      <w:r>
        <w:rPr>
          <w:rtl/>
        </w:rPr>
        <w:t>21- قصص ، 24.</w:t>
      </w:r>
    </w:p>
    <w:p w:rsidR="007B0C58" w:rsidRPr="00DE30EA" w:rsidRDefault="007B0C58" w:rsidP="00DE30EA">
      <w:pPr>
        <w:rPr>
          <w:rtl/>
        </w:rPr>
      </w:pPr>
      <w:r>
        <w:rPr>
          <w:rtl/>
          <w:lang w:bidi="fa-IR"/>
        </w:rPr>
        <w:br w:type="page"/>
      </w:r>
    </w:p>
    <w:p w:rsidR="00B33631" w:rsidRDefault="00B33631" w:rsidP="004D48DE">
      <w:pPr>
        <w:pStyle w:val="libNormal"/>
        <w:rPr>
          <w:rtl/>
          <w:lang w:bidi="fa-IR"/>
        </w:rPr>
      </w:pPr>
      <w:r>
        <w:rPr>
          <w:rtl/>
          <w:lang w:bidi="fa-IR"/>
        </w:rPr>
        <w:lastRenderedPageBreak/>
        <w:t>2- اوّل حركت كنيم ، سپس دعا كنيم و اميدوار باشيم . و</w:t>
      </w:r>
      <w:r w:rsidRPr="00035AB4">
        <w:rPr>
          <w:rStyle w:val="libAieChar"/>
          <w:rtl/>
        </w:rPr>
        <w:t xml:space="preserve"> لمّا توجّه ... قال عسى ربّى اءن يهدين</w:t>
      </w:r>
      <w:r>
        <w:rPr>
          <w:rtl/>
          <w:lang w:bidi="fa-IR"/>
        </w:rPr>
        <w:t xml:space="preserve"> </w:t>
      </w:r>
    </w:p>
    <w:p w:rsidR="00B33631" w:rsidRDefault="00B33631" w:rsidP="004D48DE">
      <w:pPr>
        <w:pStyle w:val="libNormal"/>
        <w:rPr>
          <w:rtl/>
          <w:lang w:bidi="fa-IR"/>
        </w:rPr>
      </w:pPr>
      <w:r>
        <w:rPr>
          <w:rtl/>
          <w:lang w:bidi="fa-IR"/>
        </w:rPr>
        <w:t xml:space="preserve">3- همواره در صدد انتخاب نزديك ترين وبهترين راه ها باشيم . </w:t>
      </w:r>
      <w:r w:rsidRPr="00035AB4">
        <w:rPr>
          <w:rStyle w:val="libAieChar"/>
          <w:rtl/>
        </w:rPr>
        <w:t>سواء السبيل</w:t>
      </w:r>
      <w:r>
        <w:rPr>
          <w:rtl/>
          <w:lang w:bidi="fa-IR"/>
        </w:rPr>
        <w:t xml:space="preserve"> </w:t>
      </w:r>
    </w:p>
    <w:p w:rsidR="00B33631" w:rsidRDefault="00B33631" w:rsidP="004D48DE">
      <w:pPr>
        <w:pStyle w:val="libNormal"/>
        <w:rPr>
          <w:rtl/>
          <w:lang w:bidi="fa-IR"/>
        </w:rPr>
      </w:pPr>
      <w:r>
        <w:rPr>
          <w:rtl/>
          <w:lang w:bidi="fa-IR"/>
        </w:rPr>
        <w:t xml:space="preserve">4- اميدوارى ، در همه ى حالات پسنديده است . </w:t>
      </w:r>
      <w:r w:rsidRPr="00035AB4">
        <w:rPr>
          <w:rStyle w:val="libAieChar"/>
          <w:rtl/>
        </w:rPr>
        <w:t>عسى ربّى</w:t>
      </w:r>
      <w:r>
        <w:rPr>
          <w:rtl/>
          <w:lang w:bidi="fa-IR"/>
        </w:rPr>
        <w:t xml:space="preserve"> </w:t>
      </w:r>
    </w:p>
    <w:p w:rsidR="00B33631" w:rsidRDefault="00B33631" w:rsidP="004D48DE">
      <w:pPr>
        <w:pStyle w:val="libNormal"/>
        <w:rPr>
          <w:rtl/>
          <w:lang w:bidi="fa-IR"/>
        </w:rPr>
      </w:pPr>
      <w:r>
        <w:rPr>
          <w:rtl/>
          <w:lang w:bidi="fa-IR"/>
        </w:rPr>
        <w:t xml:space="preserve">5 فراز ونشيب ها، يك سنّت الهى در راه تربيت انسان هاست . </w:t>
      </w:r>
      <w:r w:rsidRPr="00035AB4">
        <w:rPr>
          <w:rStyle w:val="libAieChar"/>
          <w:rtl/>
        </w:rPr>
        <w:t>ولمّا توجّه ... قال عسى ربّى</w:t>
      </w:r>
      <w:r>
        <w:rPr>
          <w:rtl/>
          <w:lang w:bidi="fa-IR"/>
        </w:rPr>
        <w:t xml:space="preserve"> </w:t>
      </w:r>
    </w:p>
    <w:p w:rsidR="00B33631" w:rsidRDefault="00B33631" w:rsidP="004D48DE">
      <w:pPr>
        <w:pStyle w:val="libNormal"/>
        <w:rPr>
          <w:rtl/>
          <w:lang w:bidi="fa-IR"/>
        </w:rPr>
      </w:pPr>
      <w:r>
        <w:rPr>
          <w:rtl/>
          <w:lang w:bidi="fa-IR"/>
        </w:rPr>
        <w:t xml:space="preserve">6- كار خود را با استمداد از پروردگار آغاز كنيم . و لمّا تَوجّه </w:t>
      </w:r>
      <w:r w:rsidRPr="00035AB4">
        <w:rPr>
          <w:rStyle w:val="libAieChar"/>
          <w:rtl/>
        </w:rPr>
        <w:t>... قال عسى ربّى ان يَهديَنى</w:t>
      </w:r>
      <w:r>
        <w:rPr>
          <w:rtl/>
          <w:lang w:bidi="fa-IR"/>
        </w:rPr>
        <w:t xml:space="preserve"> </w:t>
      </w:r>
    </w:p>
    <w:p w:rsidR="00B33631" w:rsidRDefault="00B33631" w:rsidP="004D48DE">
      <w:pPr>
        <w:pStyle w:val="libNormal"/>
        <w:rPr>
          <w:rtl/>
          <w:lang w:bidi="fa-IR"/>
        </w:rPr>
      </w:pPr>
      <w:r>
        <w:rPr>
          <w:rtl/>
          <w:lang w:bidi="fa-IR"/>
        </w:rPr>
        <w:t xml:space="preserve">7- در محيطهاى طاغوت زده كه زمينه ى انحراف و تصميمات نابخردانه فراهم است ، از خداوند، هدايت بجوييم . </w:t>
      </w:r>
      <w:r w:rsidRPr="00035AB4">
        <w:rPr>
          <w:rStyle w:val="libAieChar"/>
          <w:rtl/>
        </w:rPr>
        <w:t>يَهدِيَنى سواء السبيل</w:t>
      </w:r>
      <w:r>
        <w:rPr>
          <w:rtl/>
          <w:lang w:bidi="fa-IR"/>
        </w:rPr>
        <w:t xml:space="preserve"> </w:t>
      </w:r>
    </w:p>
    <w:p w:rsidR="00B33631" w:rsidRPr="007B0C58" w:rsidRDefault="002E3834" w:rsidP="007B0C58">
      <w:pPr>
        <w:pStyle w:val="Heading1"/>
        <w:rPr>
          <w:rtl/>
        </w:rPr>
      </w:pPr>
      <w:r w:rsidRPr="007B0C58">
        <w:rPr>
          <w:rtl/>
        </w:rPr>
        <w:t xml:space="preserve"> </w:t>
      </w:r>
      <w:bookmarkStart w:id="57" w:name="_Toc362088624"/>
      <w:r w:rsidRPr="00035AB4">
        <w:rPr>
          <w:highlight w:val="yellow"/>
          <w:rtl/>
        </w:rPr>
        <w:t>(23)</w:t>
      </w:r>
      <w:r w:rsidRPr="007B0C58">
        <w:rPr>
          <w:rtl/>
        </w:rPr>
        <w:t xml:space="preserve"> وَلَمَّا وَرَدَ مَآءَ مَدْيَنَ وَجَدَ عَلَيْهِ اءُمَّةً مِّنَ النَّاسِ يَسْقُونَ وَوَجَدَ مِنْ دُونِهِمُ امْرَاءَتَيْنِ تَذُودَانِ قَالَ مَا خَطْبُكُمَا قَالَتَا لاَ نَسْقِى حَتَّى يُصْدِرَ الرِّعَآءُ وَ اءَبُونَا شَيْخٌ كَبِيرٌ</w:t>
      </w:r>
      <w:bookmarkEnd w:id="57"/>
    </w:p>
    <w:p w:rsidR="00B33631" w:rsidRDefault="00B33631" w:rsidP="004D48DE">
      <w:pPr>
        <w:pStyle w:val="libNormal"/>
        <w:rPr>
          <w:rtl/>
          <w:lang w:bidi="fa-IR"/>
        </w:rPr>
      </w:pPr>
      <w:r>
        <w:rPr>
          <w:rtl/>
          <w:lang w:bidi="fa-IR"/>
        </w:rPr>
        <w:t>ترجمه :</w:t>
      </w:r>
    </w:p>
    <w:p w:rsidR="007B0C58" w:rsidRDefault="00B33631" w:rsidP="004D48DE">
      <w:pPr>
        <w:pStyle w:val="libNormal"/>
        <w:rPr>
          <w:rtl/>
          <w:lang w:bidi="fa-IR"/>
        </w:rPr>
      </w:pPr>
      <w:r>
        <w:rPr>
          <w:rtl/>
          <w:lang w:bidi="fa-IR"/>
        </w:rPr>
        <w:t xml:space="preserve">و چون موسى به (چاه) آب مدين رسيد، گروهى از مردم را در اطراف آن ديد كه به سيراب كردن (چهار پايان خويش) مشغولند و در كنار آنان به دو زن برخورد كه مراقب بودند (تا گوسفندانشان با گوسفندان ديگر مخلوط نشوند. پس موسى جلو رفته و به آنان) گفت : منظور شما (از اين كناره گيرى) چيست ؟ گفتند: ما (براى پرهيز از اختلاط با مردان ، گوسفندان خود را) آب نمى دهيم تا اينكه همه ى چوپانان خارج شوند </w:t>
      </w:r>
    </w:p>
    <w:p w:rsidR="007B0C58" w:rsidRPr="00DE30EA" w:rsidRDefault="007B0C58" w:rsidP="00DE30EA">
      <w:pPr>
        <w:rPr>
          <w:rtl/>
        </w:rPr>
      </w:pPr>
      <w:r>
        <w:rPr>
          <w:rtl/>
          <w:lang w:bidi="fa-IR"/>
        </w:rPr>
        <w:br w:type="page"/>
      </w:r>
    </w:p>
    <w:p w:rsidR="00B33631" w:rsidRDefault="00B33631" w:rsidP="007B0C58">
      <w:pPr>
        <w:pStyle w:val="libNormal0"/>
        <w:rPr>
          <w:rtl/>
          <w:lang w:bidi="fa-IR"/>
        </w:rPr>
      </w:pPr>
      <w:r>
        <w:rPr>
          <w:rtl/>
          <w:lang w:bidi="fa-IR"/>
        </w:rPr>
        <w:lastRenderedPageBreak/>
        <w:t>و (حضور ما در اينجا براى آن است كه) پدر ما پيرمردى كهنسال است .</w:t>
      </w:r>
    </w:p>
    <w:p w:rsidR="00B33631" w:rsidRPr="007B0C58" w:rsidRDefault="002E3834" w:rsidP="007B0C58">
      <w:pPr>
        <w:pStyle w:val="Heading1"/>
        <w:rPr>
          <w:rtl/>
        </w:rPr>
      </w:pPr>
      <w:r w:rsidRPr="007B0C58">
        <w:rPr>
          <w:rtl/>
        </w:rPr>
        <w:t xml:space="preserve"> </w:t>
      </w:r>
      <w:bookmarkStart w:id="58" w:name="_Toc362088625"/>
      <w:r w:rsidRPr="00035AB4">
        <w:rPr>
          <w:highlight w:val="yellow"/>
          <w:rtl/>
        </w:rPr>
        <w:t>(24)</w:t>
      </w:r>
      <w:r w:rsidRPr="007B0C58">
        <w:rPr>
          <w:rtl/>
        </w:rPr>
        <w:t xml:space="preserve"> فَسَقَى لَهُمَا ثُمَّ تَوَلَّىَّ إِلَى الظِّلِّ فَقَالَ رَبِّ إِنِّى لِمَآ اءَنزَلْتَ إِلَىَّ مِنْ خَيْرٍ فَقِيرٌ</w:t>
      </w:r>
      <w:bookmarkEnd w:id="58"/>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پس (موسى گوسفندانشان را) براى آنان آب داد، سپس رو به سوى سايه آورد وگفت : پروردگارا! همانا من به هر خيرى كه برايم بفرستى نيازمندم .</w:t>
      </w:r>
    </w:p>
    <w:p w:rsidR="00B33631" w:rsidRDefault="00DF6A2E" w:rsidP="00DF6A2E">
      <w:pPr>
        <w:pStyle w:val="Heading2"/>
        <w:rPr>
          <w:rtl/>
          <w:lang w:bidi="fa-IR"/>
        </w:rPr>
      </w:pPr>
      <w:bookmarkStart w:id="59" w:name="_Toc362088626"/>
      <w:r>
        <w:rPr>
          <w:rtl/>
          <w:lang w:bidi="fa-IR"/>
        </w:rPr>
        <w:t>نكته ها :</w:t>
      </w:r>
      <w:bookmarkEnd w:id="59"/>
    </w:p>
    <w:p w:rsidR="00B33631" w:rsidRDefault="00B33631" w:rsidP="004D48DE">
      <w:pPr>
        <w:pStyle w:val="libNormal"/>
        <w:rPr>
          <w:rtl/>
          <w:lang w:bidi="fa-IR"/>
        </w:rPr>
      </w:pPr>
      <w:r>
        <w:rPr>
          <w:rtl/>
          <w:lang w:bidi="fa-IR"/>
        </w:rPr>
        <w:t>«تذودان» از مادّه «ذود» به معناى منع كردن و جلوگيرى كردن است .</w:t>
      </w:r>
    </w:p>
    <w:p w:rsidR="00B33631" w:rsidRDefault="00B33631" w:rsidP="004D48DE">
      <w:pPr>
        <w:pStyle w:val="libNormal"/>
        <w:rPr>
          <w:rtl/>
          <w:lang w:bidi="fa-IR"/>
        </w:rPr>
      </w:pPr>
      <w:r>
        <w:rPr>
          <w:rtl/>
          <w:lang w:bidi="fa-IR"/>
        </w:rPr>
        <w:t>در اين آيه ، كلمه «وَجَدَ» دو مرتبه تكرار شده كه نشانه ى دو نگاه جداگانه است ، در حالى كه اگر مردان و زنان در كنار هم بودند با يك نگاه ديده مى شدند.</w:t>
      </w:r>
    </w:p>
    <w:p w:rsidR="00B33631" w:rsidRDefault="00DF6A2E" w:rsidP="00DF6A2E">
      <w:pPr>
        <w:pStyle w:val="Heading2"/>
        <w:rPr>
          <w:rtl/>
          <w:lang w:bidi="fa-IR"/>
        </w:rPr>
      </w:pPr>
      <w:bookmarkStart w:id="60" w:name="_Toc362088627"/>
      <w:r>
        <w:rPr>
          <w:rtl/>
          <w:lang w:bidi="fa-IR"/>
        </w:rPr>
        <w:t>پيام ها :</w:t>
      </w:r>
      <w:bookmarkEnd w:id="60"/>
    </w:p>
    <w:p w:rsidR="00B33631" w:rsidRDefault="00B33631" w:rsidP="004D48DE">
      <w:pPr>
        <w:pStyle w:val="libNormal"/>
        <w:rPr>
          <w:rtl/>
          <w:lang w:bidi="fa-IR"/>
        </w:rPr>
      </w:pPr>
      <w:r>
        <w:rPr>
          <w:rtl/>
          <w:lang w:bidi="fa-IR"/>
        </w:rPr>
        <w:t xml:space="preserve">1- آبها از منابع ملّى هستند، نه اموال شخصى . </w:t>
      </w:r>
      <w:r w:rsidRPr="00A67D79">
        <w:rPr>
          <w:rStyle w:val="libAieChar"/>
          <w:rtl/>
        </w:rPr>
        <w:t>ماء مدين ... النّاس ‍ يسقون</w:t>
      </w:r>
      <w:r>
        <w:rPr>
          <w:rtl/>
          <w:lang w:bidi="fa-IR"/>
        </w:rPr>
        <w:t xml:space="preserve"> </w:t>
      </w:r>
    </w:p>
    <w:p w:rsidR="00B33631" w:rsidRDefault="00B33631" w:rsidP="004D48DE">
      <w:pPr>
        <w:pStyle w:val="libNormal"/>
        <w:rPr>
          <w:rtl/>
          <w:lang w:bidi="fa-IR"/>
        </w:rPr>
      </w:pPr>
      <w:r>
        <w:rPr>
          <w:rtl/>
          <w:lang w:bidi="fa-IR"/>
        </w:rPr>
        <w:t xml:space="preserve">2- از حيا و ضعف زنان ، سوء استفاده نكنيم . اگر قانون و حمايتى در كار نباشد، بسيارى از مردان ، حقوق زنان را ناديده مى گيرند. </w:t>
      </w:r>
      <w:r w:rsidRPr="00A67D79">
        <w:rPr>
          <w:rStyle w:val="libAieChar"/>
          <w:rtl/>
        </w:rPr>
        <w:t xml:space="preserve">اُمّة ... يَسقون و وَجد من دونهم امراءتين </w:t>
      </w:r>
    </w:p>
    <w:p w:rsidR="00B33631" w:rsidRDefault="00B33631" w:rsidP="004D48DE">
      <w:pPr>
        <w:pStyle w:val="libNormal"/>
        <w:rPr>
          <w:rtl/>
          <w:lang w:bidi="fa-IR"/>
        </w:rPr>
      </w:pPr>
      <w:r>
        <w:rPr>
          <w:rtl/>
          <w:lang w:bidi="fa-IR"/>
        </w:rPr>
        <w:t xml:space="preserve">3- حريم ميان زن و مرد يك ارزش است كه دختران شعيب آن را مراعات مى كردند. </w:t>
      </w:r>
      <w:r w:rsidRPr="00A67D79">
        <w:rPr>
          <w:rStyle w:val="libAieChar"/>
          <w:rtl/>
        </w:rPr>
        <w:t>و وجَدَ من دونهم امراءتين</w:t>
      </w:r>
      <w:r>
        <w:rPr>
          <w:rtl/>
          <w:lang w:bidi="fa-IR"/>
        </w:rPr>
        <w:t xml:space="preserve"> </w:t>
      </w:r>
    </w:p>
    <w:p w:rsidR="007B0C58" w:rsidRDefault="00B33631" w:rsidP="004D48DE">
      <w:pPr>
        <w:pStyle w:val="libNormal"/>
        <w:rPr>
          <w:rtl/>
          <w:lang w:bidi="fa-IR"/>
        </w:rPr>
      </w:pPr>
      <w:r>
        <w:rPr>
          <w:rtl/>
          <w:lang w:bidi="fa-IR"/>
        </w:rPr>
        <w:t>4- از موقعيّت خود سوء استفاده نكنيم . و</w:t>
      </w:r>
      <w:r w:rsidR="007B0C58">
        <w:rPr>
          <w:rtl/>
          <w:lang w:bidi="fa-IR"/>
        </w:rPr>
        <w:t>جد من دونهم امراءتين (اين دو زن</w:t>
      </w:r>
      <w:r>
        <w:rPr>
          <w:rtl/>
          <w:lang w:bidi="fa-IR"/>
        </w:rPr>
        <w:t xml:space="preserve">، دختران شعيبِ پيامبر بودند، </w:t>
      </w:r>
    </w:p>
    <w:p w:rsidR="007B0C58" w:rsidRPr="00DE30EA" w:rsidRDefault="007B0C58" w:rsidP="00DE30EA">
      <w:pPr>
        <w:rPr>
          <w:rtl/>
        </w:rPr>
      </w:pPr>
      <w:r>
        <w:rPr>
          <w:rtl/>
          <w:lang w:bidi="fa-IR"/>
        </w:rPr>
        <w:br w:type="page"/>
      </w:r>
    </w:p>
    <w:p w:rsidR="00B33631" w:rsidRDefault="00B33631" w:rsidP="007B0C58">
      <w:pPr>
        <w:pStyle w:val="libNormal0"/>
        <w:rPr>
          <w:rtl/>
          <w:lang w:bidi="fa-IR"/>
        </w:rPr>
      </w:pPr>
      <w:r>
        <w:rPr>
          <w:rtl/>
          <w:lang w:bidi="fa-IR"/>
        </w:rPr>
        <w:lastRenderedPageBreak/>
        <w:t>ولى از مردم نخواستند تا بخاطر پدرشان ، راه را براى آنان باز كنند.)</w:t>
      </w:r>
    </w:p>
    <w:p w:rsidR="00B33631" w:rsidRDefault="00B33631" w:rsidP="004D48DE">
      <w:pPr>
        <w:pStyle w:val="libNormal"/>
        <w:rPr>
          <w:rtl/>
          <w:lang w:bidi="fa-IR"/>
        </w:rPr>
      </w:pPr>
      <w:r>
        <w:rPr>
          <w:rtl/>
          <w:lang w:bidi="fa-IR"/>
        </w:rPr>
        <w:t xml:space="preserve">5 دختران پيامبر خدا چوپانى مى كنند، ولى هرگز تن به ذلّت وگدايى نمى دهند. امراءتين تذودان </w:t>
      </w:r>
    </w:p>
    <w:p w:rsidR="00B33631" w:rsidRDefault="00B33631" w:rsidP="004D48DE">
      <w:pPr>
        <w:pStyle w:val="libNormal"/>
        <w:rPr>
          <w:rtl/>
          <w:lang w:bidi="fa-IR"/>
        </w:rPr>
      </w:pPr>
      <w:r>
        <w:rPr>
          <w:rtl/>
          <w:lang w:bidi="fa-IR"/>
        </w:rPr>
        <w:t>6- چوپانى ، شغل بسيارى از انبياى الهى بوده است . و اءبونا شيخ كبير اگر پدر ما پير نبود، خودش چوپانى مى كرد.</w:t>
      </w:r>
    </w:p>
    <w:p w:rsidR="00B33631" w:rsidRDefault="00B33631" w:rsidP="004D48DE">
      <w:pPr>
        <w:pStyle w:val="libNormal"/>
        <w:rPr>
          <w:rtl/>
          <w:lang w:bidi="fa-IR"/>
        </w:rPr>
      </w:pPr>
      <w:r>
        <w:rPr>
          <w:rtl/>
          <w:lang w:bidi="fa-IR"/>
        </w:rPr>
        <w:t>7- مشكلات شخصى ما را از حمايت ديگران باز ندارد. ماخَطبُكما (موسى كه جانش در خطر و در حال فرار بود، از كمك و حمايت ديگران دست برنداشت .)</w:t>
      </w:r>
    </w:p>
    <w:p w:rsidR="00B33631" w:rsidRDefault="00B33631" w:rsidP="004D48DE">
      <w:pPr>
        <w:pStyle w:val="libNormal"/>
        <w:rPr>
          <w:rtl/>
          <w:lang w:bidi="fa-IR"/>
        </w:rPr>
      </w:pPr>
      <w:r>
        <w:rPr>
          <w:rtl/>
          <w:lang w:bidi="fa-IR"/>
        </w:rPr>
        <w:t>8 حمايت از زنان يك ارزش انسانى است . ما خَطبُكما</w:t>
      </w:r>
    </w:p>
    <w:p w:rsidR="00B33631" w:rsidRDefault="00B33631" w:rsidP="004D48DE">
      <w:pPr>
        <w:pStyle w:val="libNormal"/>
        <w:rPr>
          <w:rtl/>
          <w:lang w:bidi="fa-IR"/>
        </w:rPr>
      </w:pPr>
      <w:r>
        <w:rPr>
          <w:rtl/>
          <w:lang w:bidi="fa-IR"/>
        </w:rPr>
        <w:t>9- گفتگوى مرد با زن در صورت لزوم مانعى ندارد. ما خَطبُكما</w:t>
      </w:r>
    </w:p>
    <w:p w:rsidR="00B33631" w:rsidRDefault="00B33631" w:rsidP="004D48DE">
      <w:pPr>
        <w:pStyle w:val="libNormal"/>
        <w:rPr>
          <w:rtl/>
          <w:lang w:bidi="fa-IR"/>
        </w:rPr>
      </w:pPr>
      <w:r>
        <w:rPr>
          <w:rtl/>
          <w:lang w:bidi="fa-IR"/>
        </w:rPr>
        <w:t>10- سعى كنيم در حرف زدن با نامحرم ، خلاصه سخن بگوييم . ما خَطبُكما</w:t>
      </w:r>
    </w:p>
    <w:p w:rsidR="00B33631" w:rsidRDefault="00B33631" w:rsidP="004D48DE">
      <w:pPr>
        <w:pStyle w:val="libNormal"/>
        <w:rPr>
          <w:rtl/>
          <w:lang w:bidi="fa-IR"/>
        </w:rPr>
      </w:pPr>
      <w:r>
        <w:rPr>
          <w:rtl/>
          <w:lang w:bidi="fa-IR"/>
        </w:rPr>
        <w:t>11- نسبت به آنچه در اطراف ما مى گذرد، بى تفاوت نباشيم . ما خطبكما</w:t>
      </w:r>
    </w:p>
    <w:p w:rsidR="00B33631" w:rsidRDefault="00B33631" w:rsidP="004D48DE">
      <w:pPr>
        <w:pStyle w:val="libNormal"/>
        <w:rPr>
          <w:rtl/>
          <w:lang w:bidi="fa-IR"/>
        </w:rPr>
      </w:pPr>
      <w:r>
        <w:rPr>
          <w:rtl/>
          <w:lang w:bidi="fa-IR"/>
        </w:rPr>
        <w:t>12- كار زن در خارج از منزل اشكالى ندارد، به شرط آنكه :</w:t>
      </w:r>
    </w:p>
    <w:p w:rsidR="00B33631" w:rsidRDefault="00B33631" w:rsidP="004D48DE">
      <w:pPr>
        <w:pStyle w:val="libNormal"/>
        <w:rPr>
          <w:rtl/>
          <w:lang w:bidi="fa-IR"/>
        </w:rPr>
      </w:pPr>
      <w:r>
        <w:rPr>
          <w:rtl/>
          <w:lang w:bidi="fa-IR"/>
        </w:rPr>
        <w:t xml:space="preserve">الف : زن در محيط كار، تنها نباشد. امراءتين </w:t>
      </w:r>
    </w:p>
    <w:p w:rsidR="00B33631" w:rsidRDefault="00B33631" w:rsidP="004D48DE">
      <w:pPr>
        <w:pStyle w:val="libNormal"/>
        <w:rPr>
          <w:rtl/>
          <w:lang w:bidi="fa-IR"/>
        </w:rPr>
      </w:pPr>
      <w:r>
        <w:rPr>
          <w:rtl/>
          <w:lang w:bidi="fa-IR"/>
        </w:rPr>
        <w:t>ب : با مردان اختلاطى نداشته باشد. من دونهم لانسقى حتّى يصدر الرّعاء</w:t>
      </w:r>
    </w:p>
    <w:p w:rsidR="00B33631" w:rsidRDefault="00B33631" w:rsidP="004D48DE">
      <w:pPr>
        <w:pStyle w:val="libNormal"/>
        <w:rPr>
          <w:rtl/>
          <w:lang w:bidi="fa-IR"/>
        </w:rPr>
      </w:pPr>
      <w:r>
        <w:rPr>
          <w:rtl/>
          <w:lang w:bidi="fa-IR"/>
        </w:rPr>
        <w:t>ج : مردى كه توان كار داشته باشد، در خانواده نباشد. اءبونا شيخ كبير</w:t>
      </w:r>
    </w:p>
    <w:p w:rsidR="00B33631" w:rsidRDefault="00B33631" w:rsidP="004D48DE">
      <w:pPr>
        <w:pStyle w:val="libNormal"/>
        <w:rPr>
          <w:rtl/>
          <w:lang w:bidi="fa-IR"/>
        </w:rPr>
      </w:pPr>
      <w:r>
        <w:rPr>
          <w:rtl/>
          <w:lang w:bidi="fa-IR"/>
        </w:rPr>
        <w:t>13- اگر در موضعى غير عادّى قرار داريم ، از خود دفع شبهه كنيم . اءبونا شيخ كبير</w:t>
      </w:r>
    </w:p>
    <w:p w:rsidR="00B33631" w:rsidRDefault="00B33631" w:rsidP="004D48DE">
      <w:pPr>
        <w:pStyle w:val="libNormal"/>
        <w:rPr>
          <w:rtl/>
          <w:lang w:bidi="fa-IR"/>
        </w:rPr>
      </w:pPr>
      <w:r>
        <w:rPr>
          <w:rtl/>
          <w:lang w:bidi="fa-IR"/>
        </w:rPr>
        <w:t>14- وقتى پدر و نان آور خانواده از كار مى افتد، همه ى فرزندان حتّى دختران نيز مسئول هستند. اءبونا شيخ كبير</w:t>
      </w:r>
    </w:p>
    <w:p w:rsidR="007B0C58" w:rsidRPr="00DE30EA" w:rsidRDefault="007B0C58" w:rsidP="00DE30EA">
      <w:pPr>
        <w:rPr>
          <w:rtl/>
        </w:rPr>
      </w:pPr>
      <w:r>
        <w:rPr>
          <w:rtl/>
          <w:lang w:bidi="fa-IR"/>
        </w:rPr>
        <w:br w:type="page"/>
      </w:r>
    </w:p>
    <w:p w:rsidR="00B33631" w:rsidRDefault="00B33631" w:rsidP="004D48DE">
      <w:pPr>
        <w:pStyle w:val="libNormal"/>
        <w:rPr>
          <w:rtl/>
          <w:lang w:bidi="fa-IR"/>
        </w:rPr>
      </w:pPr>
      <w:r>
        <w:rPr>
          <w:rtl/>
          <w:lang w:bidi="fa-IR"/>
        </w:rPr>
        <w:lastRenderedPageBreak/>
        <w:t>15- در كمك به ديگران ، شرطى قرار ندهيم و سريع اقدام كنيم . فسقى لهما</w:t>
      </w:r>
    </w:p>
    <w:p w:rsidR="00B33631" w:rsidRDefault="00B33631" w:rsidP="004D48DE">
      <w:pPr>
        <w:pStyle w:val="libNormal"/>
        <w:rPr>
          <w:rtl/>
          <w:lang w:bidi="fa-IR"/>
        </w:rPr>
      </w:pPr>
      <w:r>
        <w:rPr>
          <w:rtl/>
          <w:lang w:bidi="fa-IR"/>
        </w:rPr>
        <w:t>حضرت موسى همين كه دليل منطقى آن دو زن را شنيد، بدون هيچ گونه پرسش و درخواستى ، بى درنگ به رفع خواسته آنان پرداخت .</w:t>
      </w:r>
    </w:p>
    <w:p w:rsidR="00B33631" w:rsidRDefault="00B33631" w:rsidP="004D48DE">
      <w:pPr>
        <w:pStyle w:val="libNormal"/>
        <w:rPr>
          <w:rtl/>
          <w:lang w:bidi="fa-IR"/>
        </w:rPr>
      </w:pPr>
      <w:r>
        <w:rPr>
          <w:rtl/>
          <w:lang w:bidi="fa-IR"/>
        </w:rPr>
        <w:t>16- خدمت به مردم را خالصانه انجام دهيم و حل مشكلات خود را از خداوند بخواهيم . فسقى لهما ربّ انّى (موسى گوسفندان آن دو دختر را سيراب كرد، ولى براى رفع گرسنگى خود به جاى استمداد از آنان ، از خدا كمك طلبيد.)</w:t>
      </w:r>
    </w:p>
    <w:p w:rsidR="00B33631" w:rsidRDefault="00B33631" w:rsidP="004D48DE">
      <w:pPr>
        <w:pStyle w:val="libNormal"/>
        <w:rPr>
          <w:rtl/>
          <w:lang w:bidi="fa-IR"/>
        </w:rPr>
      </w:pPr>
      <w:r>
        <w:rPr>
          <w:rtl/>
          <w:lang w:bidi="fa-IR"/>
        </w:rPr>
        <w:t>17- همه چيز را از خداوند درخواست نماييم . ربّ انّى لما انزلت الىّ من خير فقير</w:t>
      </w:r>
    </w:p>
    <w:p w:rsidR="00B33631" w:rsidRDefault="00B33631" w:rsidP="004D48DE">
      <w:pPr>
        <w:pStyle w:val="libNormal"/>
        <w:rPr>
          <w:rtl/>
          <w:lang w:bidi="fa-IR"/>
        </w:rPr>
      </w:pPr>
      <w:r>
        <w:rPr>
          <w:rtl/>
          <w:lang w:bidi="fa-IR"/>
        </w:rPr>
        <w:t>18- در دعا، براى خداوند تكليف ومصداق معيّن نكنيم . لما انزلت الىّ من خير فقير (حضرت موسى با اينكه گرسنه بود، ولى از خدا، نان و غذا طلب نكرد.)</w:t>
      </w:r>
    </w:p>
    <w:p w:rsidR="00B33631" w:rsidRPr="007B0C58" w:rsidRDefault="002E3834" w:rsidP="007B0C58">
      <w:pPr>
        <w:pStyle w:val="Heading1"/>
        <w:rPr>
          <w:rtl/>
        </w:rPr>
      </w:pPr>
      <w:r w:rsidRPr="007B0C58">
        <w:rPr>
          <w:rtl/>
        </w:rPr>
        <w:t xml:space="preserve"> </w:t>
      </w:r>
      <w:bookmarkStart w:id="61" w:name="_Toc362088628"/>
      <w:r w:rsidRPr="00035AB4">
        <w:rPr>
          <w:highlight w:val="yellow"/>
          <w:rtl/>
        </w:rPr>
        <w:t>(25)</w:t>
      </w:r>
      <w:r w:rsidRPr="007B0C58">
        <w:rPr>
          <w:rtl/>
        </w:rPr>
        <w:t xml:space="preserve"> فَجَآءَتْهُ إِحْدَيهُمَا تَمْشِى عَلَى اسْتِحْيَآءٍ قَالَتْ إِنَّ اءَبِى يَدْعُوكَ لِيَجْزِيَكَ اءَجْرَ مَاسَقَيْتَ لَنَا فَلَمَّا جَآءَهُ وَ قَصَّ عَلَيْهِ الْقَصَصَ قَالَ لاَتَخَفْ نَجَوْتَ مِنَ الْقَوْمِ الظَّلِمِينَ</w:t>
      </w:r>
      <w:bookmarkEnd w:id="61"/>
    </w:p>
    <w:p w:rsidR="00B33631" w:rsidRDefault="00B33631" w:rsidP="004D48DE">
      <w:pPr>
        <w:pStyle w:val="libNormal"/>
        <w:rPr>
          <w:rtl/>
          <w:lang w:bidi="fa-IR"/>
        </w:rPr>
      </w:pPr>
      <w:r>
        <w:rPr>
          <w:rtl/>
          <w:lang w:bidi="fa-IR"/>
        </w:rPr>
        <w:t>ترجمه :</w:t>
      </w:r>
    </w:p>
    <w:p w:rsidR="007B0C58" w:rsidRDefault="00B33631" w:rsidP="004D48DE">
      <w:pPr>
        <w:pStyle w:val="libNormal"/>
        <w:rPr>
          <w:rtl/>
          <w:lang w:bidi="fa-IR"/>
        </w:rPr>
      </w:pPr>
      <w:r>
        <w:rPr>
          <w:rtl/>
          <w:lang w:bidi="fa-IR"/>
        </w:rPr>
        <w:t xml:space="preserve">پس (چيزى نگذشت كه) يكى از آن دو (زن) در حالى كه با حيا و عفّت راه مى رفت به نزد او آمد و گفت : همانا پدرم از شما دعوت مى كند تا مزد اينكه براى ما آب دادى به تو بپردازد. پس همين كه موسى به نزد آن پدر پير (حضرت شعيب) آمد و </w:t>
      </w:r>
    </w:p>
    <w:p w:rsidR="007B0C58" w:rsidRPr="00DE30EA" w:rsidRDefault="007B0C58" w:rsidP="00DE30EA">
      <w:pPr>
        <w:rPr>
          <w:rtl/>
        </w:rPr>
      </w:pPr>
      <w:r>
        <w:rPr>
          <w:rtl/>
          <w:lang w:bidi="fa-IR"/>
        </w:rPr>
        <w:br w:type="page"/>
      </w:r>
    </w:p>
    <w:p w:rsidR="00B33631" w:rsidRDefault="00B33631" w:rsidP="007B0C58">
      <w:pPr>
        <w:pStyle w:val="libNormal0"/>
        <w:rPr>
          <w:rtl/>
          <w:lang w:bidi="fa-IR"/>
        </w:rPr>
      </w:pPr>
      <w:r>
        <w:rPr>
          <w:rtl/>
          <w:lang w:bidi="fa-IR"/>
        </w:rPr>
        <w:lastRenderedPageBreak/>
        <w:t>سرگذشت خود را براى او بازگو كرد، او گفت : نترس ، تو از (دست) گروه ستمگران نجات يافتى .</w:t>
      </w:r>
    </w:p>
    <w:p w:rsidR="00B33631" w:rsidRDefault="00DF6A2E" w:rsidP="00DF6A2E">
      <w:pPr>
        <w:pStyle w:val="Heading2"/>
        <w:rPr>
          <w:rtl/>
          <w:lang w:bidi="fa-IR"/>
        </w:rPr>
      </w:pPr>
      <w:bookmarkStart w:id="62" w:name="_Toc362088629"/>
      <w:r>
        <w:rPr>
          <w:rtl/>
          <w:lang w:bidi="fa-IR"/>
        </w:rPr>
        <w:t>پيام ها :</w:t>
      </w:r>
      <w:bookmarkEnd w:id="62"/>
    </w:p>
    <w:p w:rsidR="00B33631" w:rsidRDefault="00B33631" w:rsidP="004D48DE">
      <w:pPr>
        <w:pStyle w:val="libNormal"/>
        <w:rPr>
          <w:rtl/>
          <w:lang w:bidi="fa-IR"/>
        </w:rPr>
      </w:pPr>
      <w:r>
        <w:rPr>
          <w:rtl/>
          <w:lang w:bidi="fa-IR"/>
        </w:rPr>
        <w:t>1- رفت وآمد زن در بيرون خانه بايد براساس حيا و عفّت باشد. تمشى على استحياء (حيا، از برجسته ترين كمالات زن در قرآن مى باشد.</w:t>
      </w:r>
    </w:p>
    <w:p w:rsidR="00B33631" w:rsidRDefault="00B33631" w:rsidP="004D48DE">
      <w:pPr>
        <w:pStyle w:val="libNormal"/>
        <w:rPr>
          <w:rtl/>
          <w:lang w:bidi="fa-IR"/>
        </w:rPr>
      </w:pPr>
      <w:r>
        <w:rPr>
          <w:rtl/>
          <w:lang w:bidi="fa-IR"/>
        </w:rPr>
        <w:t xml:space="preserve">2- در دعوت ، مرد از مرد و زن از زن دعوت كند. اِنّ اءبى يَدعوك </w:t>
      </w:r>
    </w:p>
    <w:p w:rsidR="00B33631" w:rsidRDefault="00B33631" w:rsidP="004D48DE">
      <w:pPr>
        <w:pStyle w:val="libNormal"/>
        <w:rPr>
          <w:rtl/>
          <w:lang w:bidi="fa-IR"/>
        </w:rPr>
      </w:pPr>
      <w:r>
        <w:rPr>
          <w:rtl/>
          <w:lang w:bidi="fa-IR"/>
        </w:rPr>
        <w:t xml:space="preserve">3- بدون دعوت ، خود را ميهمان نكنيم . اِنّاءبى يدعوك </w:t>
      </w:r>
    </w:p>
    <w:p w:rsidR="00B33631" w:rsidRDefault="00B33631" w:rsidP="004D48DE">
      <w:pPr>
        <w:pStyle w:val="libNormal"/>
        <w:rPr>
          <w:rtl/>
          <w:lang w:bidi="fa-IR"/>
        </w:rPr>
      </w:pPr>
      <w:r>
        <w:rPr>
          <w:rtl/>
          <w:lang w:bidi="fa-IR"/>
        </w:rPr>
        <w:t xml:space="preserve">4- كسى كه از دامن طاغوت بگريزد، به خانه پيامبر خدا ميهمان مى شود. اِنّ اءبى يدعوك </w:t>
      </w:r>
    </w:p>
    <w:p w:rsidR="00B33631" w:rsidRDefault="00B33631" w:rsidP="004D48DE">
      <w:pPr>
        <w:pStyle w:val="libNormal"/>
        <w:rPr>
          <w:rtl/>
          <w:lang w:bidi="fa-IR"/>
        </w:rPr>
      </w:pPr>
      <w:r>
        <w:rPr>
          <w:rtl/>
          <w:lang w:bidi="fa-IR"/>
        </w:rPr>
        <w:t>5 پدر، بايد از رفتار فرزندان خود آگاه باشد و در مقابل حركات آنان عكس العمل مناسب نشان دهد. اِنّ اءبى يدعوك (شعيب كه ديد دخترانش ‍ زودتر از روزهاى ديگر آمده اند، علّت را پرسيد و تصميم به تشكّر از موسى گرفت .)</w:t>
      </w:r>
    </w:p>
    <w:p w:rsidR="00B33631" w:rsidRDefault="00B33631" w:rsidP="004D48DE">
      <w:pPr>
        <w:pStyle w:val="libNormal"/>
        <w:rPr>
          <w:rtl/>
          <w:lang w:bidi="fa-IR"/>
        </w:rPr>
      </w:pPr>
      <w:r>
        <w:rPr>
          <w:rtl/>
          <w:lang w:bidi="fa-IR"/>
        </w:rPr>
        <w:t xml:space="preserve">6- غريب نوازى ، از صفات بارز پيامبران الهى است . يدعوك </w:t>
      </w:r>
    </w:p>
    <w:p w:rsidR="00B33631" w:rsidRDefault="00B33631" w:rsidP="004D48DE">
      <w:pPr>
        <w:pStyle w:val="libNormal"/>
        <w:rPr>
          <w:rtl/>
          <w:lang w:bidi="fa-IR"/>
        </w:rPr>
      </w:pPr>
      <w:r>
        <w:rPr>
          <w:rtl/>
          <w:lang w:bidi="fa-IR"/>
        </w:rPr>
        <w:t xml:space="preserve">7- براى خدمات مردم ، ارزش قائل شويم . ليجزيك </w:t>
      </w:r>
    </w:p>
    <w:p w:rsidR="00B33631" w:rsidRDefault="00B33631" w:rsidP="004D48DE">
      <w:pPr>
        <w:pStyle w:val="libNormal"/>
        <w:rPr>
          <w:rtl/>
          <w:lang w:bidi="fa-IR"/>
        </w:rPr>
      </w:pPr>
      <w:r>
        <w:rPr>
          <w:rtl/>
          <w:lang w:bidi="fa-IR"/>
        </w:rPr>
        <w:t>8 قصد قربت ، با قدردانى ديگران منافاتى ندارد. اءجر ما سقيت (حضرت موسى كار را براى رضاى خدا انجام داد، ولى حضرت شعيب با پرداخت مزد از زحمات او تقدير كرد.)</w:t>
      </w:r>
    </w:p>
    <w:p w:rsidR="00B33631" w:rsidRDefault="00B33631" w:rsidP="004D48DE">
      <w:pPr>
        <w:pStyle w:val="libNormal"/>
        <w:rPr>
          <w:rtl/>
          <w:lang w:bidi="fa-IR"/>
        </w:rPr>
      </w:pPr>
      <w:r>
        <w:rPr>
          <w:rtl/>
          <w:lang w:bidi="fa-IR"/>
        </w:rPr>
        <w:t xml:space="preserve">9- حوادث را براى خبرگان و اهل تفسير و تحليل بازگو نماييم . قصّ عليه القصص </w:t>
      </w:r>
    </w:p>
    <w:p w:rsidR="00B33631" w:rsidRDefault="00B33631" w:rsidP="004D48DE">
      <w:pPr>
        <w:pStyle w:val="libNormal"/>
        <w:rPr>
          <w:rtl/>
          <w:lang w:bidi="fa-IR"/>
        </w:rPr>
      </w:pPr>
      <w:r>
        <w:rPr>
          <w:rtl/>
          <w:lang w:bidi="fa-IR"/>
        </w:rPr>
        <w:t>10- عاقبت اهل ايمان ، نجات و رستگارى است . نَجوتَ</w:t>
      </w:r>
    </w:p>
    <w:p w:rsidR="007B0C58" w:rsidRPr="00DE30EA" w:rsidRDefault="007B0C58"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11- در كنار اولياى خدا بودن ، خود </w:t>
      </w:r>
      <w:r w:rsidR="007B0C58">
        <w:rPr>
          <w:rtl/>
          <w:lang w:bidi="fa-IR"/>
        </w:rPr>
        <w:t>يك نوع ايمنى و احساس امنيّت است</w:t>
      </w:r>
      <w:r>
        <w:rPr>
          <w:rtl/>
          <w:lang w:bidi="fa-IR"/>
        </w:rPr>
        <w:t>. نَجَوتَ</w:t>
      </w:r>
    </w:p>
    <w:p w:rsidR="00B33631" w:rsidRDefault="00B33631" w:rsidP="004D48DE">
      <w:pPr>
        <w:pStyle w:val="libNormal"/>
        <w:rPr>
          <w:rtl/>
          <w:lang w:bidi="fa-IR"/>
        </w:rPr>
      </w:pPr>
      <w:r>
        <w:rPr>
          <w:rtl/>
          <w:lang w:bidi="fa-IR"/>
        </w:rPr>
        <w:t xml:space="preserve">12- دعاى انبيا، مستجاب است . نجوتَحضرت موسى ديروز دعا كرد: </w:t>
      </w:r>
      <w:r w:rsidRPr="00F51EFF">
        <w:rPr>
          <w:rStyle w:val="libAieChar"/>
          <w:rtl/>
        </w:rPr>
        <w:t>ربّ نجّنى من القوم الظالمين</w:t>
      </w:r>
      <w:r>
        <w:rPr>
          <w:rtl/>
          <w:lang w:bidi="fa-IR"/>
        </w:rPr>
        <w:t xml:space="preserve"> </w:t>
      </w:r>
      <w:r w:rsidR="00144845" w:rsidRPr="00C96ECB">
        <w:rPr>
          <w:rStyle w:val="libFootnotenumChar"/>
          <w:rtl/>
          <w:lang w:bidi="fa-IR"/>
        </w:rPr>
        <w:t>(22)</w:t>
      </w:r>
      <w:r>
        <w:rPr>
          <w:rtl/>
          <w:lang w:bidi="fa-IR"/>
        </w:rPr>
        <w:t xml:space="preserve">، امروز مى شنود: </w:t>
      </w:r>
      <w:r w:rsidRPr="00F51EFF">
        <w:rPr>
          <w:rStyle w:val="libAieChar"/>
          <w:rtl/>
        </w:rPr>
        <w:t>لاتخف نجوت من القوم الظالمين</w:t>
      </w:r>
      <w:r>
        <w:rPr>
          <w:rtl/>
          <w:lang w:bidi="fa-IR"/>
        </w:rPr>
        <w:t xml:space="preserve"> </w:t>
      </w:r>
    </w:p>
    <w:p w:rsidR="00B33631" w:rsidRPr="007B0C58" w:rsidRDefault="002E3834" w:rsidP="007B0C58">
      <w:pPr>
        <w:pStyle w:val="Heading1"/>
        <w:rPr>
          <w:rtl/>
        </w:rPr>
      </w:pPr>
      <w:r w:rsidRPr="007B0C58">
        <w:rPr>
          <w:rtl/>
        </w:rPr>
        <w:t xml:space="preserve"> </w:t>
      </w:r>
      <w:bookmarkStart w:id="63" w:name="_Toc362088630"/>
      <w:r w:rsidRPr="00035AB4">
        <w:rPr>
          <w:highlight w:val="yellow"/>
          <w:rtl/>
        </w:rPr>
        <w:t>(26)</w:t>
      </w:r>
      <w:r w:rsidRPr="007B0C58">
        <w:rPr>
          <w:rtl/>
        </w:rPr>
        <w:t xml:space="preserve"> قَالَتْ إِحْدَيهُمَا يََّاءَبَتِ اسْتَئْجِرْهُ إِنَّ خَيْرَ مَنِ اسْتَئْجَرْتَ الْقَوِىُّ الاَْمِينُ</w:t>
      </w:r>
      <w:bookmarkEnd w:id="63"/>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يكى از آن دو (دختر، خطاب به پدر) گفت : اى پدر! او را استخدام كن ، زيرا بهترين كسى كه (مى توانى) استخدام كنى ، شخصِ توانا و امين است .</w:t>
      </w:r>
    </w:p>
    <w:p w:rsidR="00B33631" w:rsidRDefault="00DF6A2E" w:rsidP="00DF6A2E">
      <w:pPr>
        <w:pStyle w:val="Heading2"/>
        <w:rPr>
          <w:rtl/>
          <w:lang w:bidi="fa-IR"/>
        </w:rPr>
      </w:pPr>
      <w:bookmarkStart w:id="64" w:name="_Toc362088631"/>
      <w:r>
        <w:rPr>
          <w:rtl/>
          <w:lang w:bidi="fa-IR"/>
        </w:rPr>
        <w:t>نكته ها :</w:t>
      </w:r>
      <w:bookmarkEnd w:id="64"/>
    </w:p>
    <w:p w:rsidR="00B33631" w:rsidRDefault="00B33631" w:rsidP="004D48DE">
      <w:pPr>
        <w:pStyle w:val="libNormal"/>
        <w:rPr>
          <w:rtl/>
          <w:lang w:bidi="fa-IR"/>
        </w:rPr>
      </w:pPr>
      <w:r>
        <w:rPr>
          <w:rtl/>
          <w:lang w:bidi="fa-IR"/>
        </w:rPr>
        <w:t xml:space="preserve">امام رضا عليه السلام فرمود: حضرت شعيب از دخترش پرسيد: چگونه امانت دارى اين جوان را فهميدى كه او را امين مى خوانى ؟ گفت : وقتى دعوت شما را به او ابلاغ كردم ، به من گفت : از پشت سر من ، مرا راهنمايى كن . </w:t>
      </w:r>
      <w:r w:rsidR="00144845" w:rsidRPr="00C96ECB">
        <w:rPr>
          <w:rStyle w:val="libFootnotenumChar"/>
          <w:rtl/>
          <w:lang w:bidi="fa-IR"/>
        </w:rPr>
        <w:t>(23)</w:t>
      </w:r>
      <w:r>
        <w:rPr>
          <w:rtl/>
          <w:lang w:bidi="fa-IR"/>
        </w:rPr>
        <w:t xml:space="preserve"> تا مبادا به قامت من چشم بدوزد.</w:t>
      </w:r>
    </w:p>
    <w:p w:rsidR="00B33631" w:rsidRDefault="00DF6A2E" w:rsidP="00DF6A2E">
      <w:pPr>
        <w:pStyle w:val="Heading2"/>
        <w:rPr>
          <w:rtl/>
          <w:lang w:bidi="fa-IR"/>
        </w:rPr>
      </w:pPr>
      <w:bookmarkStart w:id="65" w:name="_Toc362088632"/>
      <w:r>
        <w:rPr>
          <w:rtl/>
          <w:lang w:bidi="fa-IR"/>
        </w:rPr>
        <w:t>پيام ها :</w:t>
      </w:r>
      <w:bookmarkEnd w:id="65"/>
    </w:p>
    <w:p w:rsidR="00B33631" w:rsidRDefault="00B33631" w:rsidP="004D48DE">
      <w:pPr>
        <w:pStyle w:val="libNormal"/>
        <w:rPr>
          <w:rFonts w:hint="cs"/>
          <w:rtl/>
          <w:lang w:bidi="fa-IR"/>
        </w:rPr>
      </w:pPr>
      <w:r>
        <w:rPr>
          <w:rtl/>
          <w:lang w:bidi="fa-IR"/>
        </w:rPr>
        <w:t xml:space="preserve">1- دختران نيز در خانواده بر اساس منطق و حكمت ، حقّ پيشنهاد دارند و فرقى با ديگران ندارند. </w:t>
      </w:r>
      <w:r w:rsidRPr="00F51EFF">
        <w:rPr>
          <w:rStyle w:val="libAieChar"/>
          <w:rtl/>
        </w:rPr>
        <w:t>قالت احداهما يا ابت استاءجره</w:t>
      </w:r>
      <w:r>
        <w:rPr>
          <w:rtl/>
          <w:lang w:bidi="fa-IR"/>
        </w:rPr>
        <w:t xml:space="preserve"> </w:t>
      </w:r>
    </w:p>
    <w:p w:rsidR="007B0C58" w:rsidRDefault="007B0C58" w:rsidP="007B0C58">
      <w:pPr>
        <w:pStyle w:val="libLine"/>
        <w:rPr>
          <w:rtl/>
        </w:rPr>
      </w:pPr>
      <w:r w:rsidRPr="00AD5C7B">
        <w:rPr>
          <w:rtl/>
        </w:rPr>
        <w:t>_________________________</w:t>
      </w:r>
    </w:p>
    <w:p w:rsidR="007B0C58" w:rsidRDefault="007B0C58" w:rsidP="007B0C58">
      <w:pPr>
        <w:pStyle w:val="libFootnote"/>
        <w:rPr>
          <w:rtl/>
        </w:rPr>
      </w:pPr>
      <w:r>
        <w:rPr>
          <w:rtl/>
        </w:rPr>
        <w:t>22- قصص ، 21.</w:t>
      </w:r>
    </w:p>
    <w:p w:rsidR="007B0C58" w:rsidRDefault="007B0C58" w:rsidP="007B0C58">
      <w:pPr>
        <w:pStyle w:val="libFootnote"/>
        <w:rPr>
          <w:rtl/>
        </w:rPr>
      </w:pPr>
      <w:r>
        <w:rPr>
          <w:rtl/>
        </w:rPr>
        <w:t>23- بحار، ج 13، ص 44.</w:t>
      </w:r>
    </w:p>
    <w:p w:rsidR="007B0C58" w:rsidRPr="00DE30EA" w:rsidRDefault="007B0C58"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2- روابط حسنه ميان والدين و فرزندان و آزادى بيان در خانواده ، يك ارزش ‍ است . </w:t>
      </w:r>
      <w:r w:rsidRPr="00F51EFF">
        <w:rPr>
          <w:rStyle w:val="libAieChar"/>
          <w:rtl/>
        </w:rPr>
        <w:t>يا اءبت استاءجره</w:t>
      </w:r>
      <w:r>
        <w:rPr>
          <w:rtl/>
          <w:lang w:bidi="fa-IR"/>
        </w:rPr>
        <w:t xml:space="preserve"> </w:t>
      </w:r>
    </w:p>
    <w:p w:rsidR="00B33631" w:rsidRDefault="00B33631" w:rsidP="004D48DE">
      <w:pPr>
        <w:pStyle w:val="libNormal"/>
        <w:rPr>
          <w:rtl/>
          <w:lang w:bidi="fa-IR"/>
        </w:rPr>
      </w:pPr>
      <w:r>
        <w:rPr>
          <w:rtl/>
          <w:lang w:bidi="fa-IR"/>
        </w:rPr>
        <w:t xml:space="preserve">3- همه ى اعضاى خانه پيشنهاد بدهند، ولى تصميم نهايى با سرپرست خانواده است . اِستاءجره </w:t>
      </w:r>
    </w:p>
    <w:p w:rsidR="00B33631" w:rsidRDefault="00B33631" w:rsidP="004D48DE">
      <w:pPr>
        <w:pStyle w:val="libNormal"/>
        <w:rPr>
          <w:rtl/>
          <w:lang w:bidi="fa-IR"/>
        </w:rPr>
      </w:pPr>
      <w:r>
        <w:rPr>
          <w:rtl/>
          <w:lang w:bidi="fa-IR"/>
        </w:rPr>
        <w:t>4- زنان عفيفه بدنبال آنند تا كمتر از منزل خارج شوند. استاءجره (براى كارهاى سخت خارج از منزل ، از مرد استفاده شود.)</w:t>
      </w:r>
    </w:p>
    <w:p w:rsidR="00B33631" w:rsidRDefault="00B33631" w:rsidP="004D48DE">
      <w:pPr>
        <w:pStyle w:val="libNormal"/>
        <w:rPr>
          <w:rtl/>
          <w:lang w:bidi="fa-IR"/>
        </w:rPr>
      </w:pPr>
      <w:r>
        <w:rPr>
          <w:rtl/>
          <w:lang w:bidi="fa-IR"/>
        </w:rPr>
        <w:t xml:space="preserve">5 كار، عار نيست ، اولياى خدا نيز كار مى كرده اند. استاءجرت </w:t>
      </w:r>
    </w:p>
    <w:p w:rsidR="00B33631" w:rsidRDefault="00B33631" w:rsidP="004D48DE">
      <w:pPr>
        <w:pStyle w:val="libNormal"/>
        <w:rPr>
          <w:rtl/>
          <w:lang w:bidi="fa-IR"/>
        </w:rPr>
      </w:pPr>
      <w:r>
        <w:rPr>
          <w:rtl/>
          <w:lang w:bidi="fa-IR"/>
        </w:rPr>
        <w:t xml:space="preserve">6- در گزينش ها، به بهترين ها توجّه كنيم . خير من استاءجرت </w:t>
      </w:r>
    </w:p>
    <w:p w:rsidR="00B33631" w:rsidRDefault="00B33631" w:rsidP="004D48DE">
      <w:pPr>
        <w:pStyle w:val="libNormal"/>
        <w:rPr>
          <w:rtl/>
          <w:lang w:bidi="fa-IR"/>
        </w:rPr>
      </w:pPr>
      <w:r>
        <w:rPr>
          <w:rtl/>
          <w:lang w:bidi="fa-IR"/>
        </w:rPr>
        <w:t xml:space="preserve">7- براى استخدام ، دو عنصر توانايى (تخصّص) و امانتدارى (تعهّد)، لازم است . القوىّ الامين </w:t>
      </w:r>
    </w:p>
    <w:p w:rsidR="00B33631" w:rsidRDefault="00B33631" w:rsidP="004D48DE">
      <w:pPr>
        <w:pStyle w:val="libNormal"/>
        <w:rPr>
          <w:rtl/>
          <w:lang w:bidi="fa-IR"/>
        </w:rPr>
      </w:pPr>
      <w:r>
        <w:rPr>
          <w:rtl/>
          <w:lang w:bidi="fa-IR"/>
        </w:rPr>
        <w:t>8 توانايى ها و امانتدارى ها را بايد در شرايط عادّى و بدون توجّه طرف ، شناسايى و احراز كرد. القوى الامين (غالب افراد با تصنّع ، تملّق و رياكارى ، واقعيّت خود را مى پوشانند. امّا حضرت موسى در يك صحنه طبيعى ، با يك كار حمايتى و برخورد عفيفانه ، خود را نشان داد.)</w:t>
      </w:r>
    </w:p>
    <w:p w:rsidR="00B33631" w:rsidRDefault="00B33631" w:rsidP="004D48DE">
      <w:pPr>
        <w:pStyle w:val="libNormal"/>
        <w:rPr>
          <w:rtl/>
          <w:lang w:bidi="fa-IR"/>
        </w:rPr>
      </w:pPr>
      <w:r>
        <w:rPr>
          <w:rtl/>
          <w:lang w:bidi="fa-IR"/>
        </w:rPr>
        <w:t>كار و كارگرى</w:t>
      </w:r>
    </w:p>
    <w:p w:rsidR="00B33631" w:rsidRDefault="00B33631" w:rsidP="004D48DE">
      <w:pPr>
        <w:pStyle w:val="libNormal"/>
        <w:rPr>
          <w:rtl/>
          <w:lang w:bidi="fa-IR"/>
        </w:rPr>
      </w:pPr>
      <w:r>
        <w:rPr>
          <w:rtl/>
          <w:lang w:bidi="fa-IR"/>
        </w:rPr>
        <w:t xml:space="preserve">خداوند از مردم ، عمران و آبادى زمين را خواسته كه بدون كار و تلاش محقّق نمى شود. </w:t>
      </w:r>
      <w:r w:rsidR="00144845" w:rsidRPr="00C96ECB">
        <w:rPr>
          <w:rStyle w:val="libFootnotenumChar"/>
          <w:rtl/>
          <w:lang w:bidi="fa-IR"/>
        </w:rPr>
        <w:t>(24)</w:t>
      </w:r>
    </w:p>
    <w:p w:rsidR="00B33631" w:rsidRDefault="00B33631" w:rsidP="004D48DE">
      <w:pPr>
        <w:pStyle w:val="libNormal"/>
        <w:rPr>
          <w:rtl/>
          <w:lang w:bidi="fa-IR"/>
        </w:rPr>
      </w:pPr>
      <w:r>
        <w:rPr>
          <w:rtl/>
          <w:lang w:bidi="fa-IR"/>
        </w:rPr>
        <w:t>در سراسر قرآن بر عمل صالح كه داراى معناى بسيار گسترده اى است ، تكيه شده است .</w:t>
      </w:r>
    </w:p>
    <w:p w:rsidR="00B33631" w:rsidRDefault="00B33631" w:rsidP="004D48DE">
      <w:pPr>
        <w:pStyle w:val="libNormal"/>
        <w:rPr>
          <w:rFonts w:hint="cs"/>
          <w:rtl/>
          <w:lang w:bidi="fa-IR"/>
        </w:rPr>
      </w:pPr>
      <w:r>
        <w:rPr>
          <w:rtl/>
          <w:lang w:bidi="fa-IR"/>
        </w:rPr>
        <w:t>انبياى الهى ، كشاورز، چوپان ، خيّاط و نجّار بوده اند.</w:t>
      </w:r>
    </w:p>
    <w:p w:rsidR="007B0C58" w:rsidRDefault="007B0C58" w:rsidP="007B0C58">
      <w:pPr>
        <w:pStyle w:val="libLine"/>
        <w:rPr>
          <w:rtl/>
        </w:rPr>
      </w:pPr>
      <w:r w:rsidRPr="00AD5C7B">
        <w:rPr>
          <w:rtl/>
        </w:rPr>
        <w:t>_________________________</w:t>
      </w:r>
    </w:p>
    <w:p w:rsidR="007B0C58" w:rsidRDefault="007B0C58" w:rsidP="007B0C58">
      <w:pPr>
        <w:pStyle w:val="libFootnote"/>
        <w:rPr>
          <w:rtl/>
        </w:rPr>
      </w:pPr>
      <w:r>
        <w:rPr>
          <w:rtl/>
        </w:rPr>
        <w:t>24- هو اءنشاءكم من الارض و استعمركم فيها هود، 61.</w:t>
      </w:r>
    </w:p>
    <w:p w:rsidR="007B0C58" w:rsidRPr="00DE30EA" w:rsidRDefault="007B0C58"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كار در اسلام عبادت و به منزله ى جهاد است . </w:t>
      </w:r>
      <w:r w:rsidR="00144845" w:rsidRPr="00C96ECB">
        <w:rPr>
          <w:rStyle w:val="libFootnotenumChar"/>
          <w:rtl/>
          <w:lang w:bidi="fa-IR"/>
        </w:rPr>
        <w:t>(25)</w:t>
      </w:r>
    </w:p>
    <w:p w:rsidR="00B33631" w:rsidRDefault="00B33631" w:rsidP="004D48DE">
      <w:pPr>
        <w:pStyle w:val="libNormal"/>
        <w:rPr>
          <w:rtl/>
          <w:lang w:bidi="fa-IR"/>
        </w:rPr>
      </w:pPr>
      <w:r>
        <w:rPr>
          <w:rtl/>
          <w:lang w:bidi="fa-IR"/>
        </w:rPr>
        <w:t>دعاى بيكار مستجاب نمى شود.</w:t>
      </w:r>
    </w:p>
    <w:p w:rsidR="00B33631" w:rsidRDefault="00B33631" w:rsidP="004D48DE">
      <w:pPr>
        <w:pStyle w:val="libNormal"/>
        <w:rPr>
          <w:rtl/>
          <w:lang w:bidi="fa-IR"/>
        </w:rPr>
      </w:pPr>
      <w:r>
        <w:rPr>
          <w:rtl/>
          <w:lang w:bidi="fa-IR"/>
        </w:rPr>
        <w:t>كار وسيله ى تربيت جسم و روح ، پركردن ايّام فراغت ، مانع فساد و فتنه ، عامل رشد و نبوغ و ابتكار، توسعه ى اقتصادى ، عزّت و خودكفائى و كمك به ديگران مى باشد.</w:t>
      </w:r>
    </w:p>
    <w:p w:rsidR="00B33631" w:rsidRDefault="00B33631" w:rsidP="004D48DE">
      <w:pPr>
        <w:pStyle w:val="libNormal"/>
        <w:rPr>
          <w:rtl/>
          <w:lang w:bidi="fa-IR"/>
        </w:rPr>
      </w:pPr>
      <w:r>
        <w:rPr>
          <w:rtl/>
          <w:lang w:bidi="fa-IR"/>
        </w:rPr>
        <w:t xml:space="preserve">قرآن مى فرمايد: ما زمين را براى شما رام قرار داديم پس از پشت آن بالا رويد و از رزق آن بخوريد. </w:t>
      </w:r>
      <w:r w:rsidR="00144845" w:rsidRPr="00C96ECB">
        <w:rPr>
          <w:rStyle w:val="libFootnotenumChar"/>
          <w:rtl/>
          <w:lang w:bidi="fa-IR"/>
        </w:rPr>
        <w:t>(26)</w:t>
      </w:r>
    </w:p>
    <w:p w:rsidR="00B33631" w:rsidRDefault="00B33631" w:rsidP="004D48DE">
      <w:pPr>
        <w:pStyle w:val="libNormal"/>
        <w:rPr>
          <w:rtl/>
          <w:lang w:bidi="fa-IR"/>
        </w:rPr>
      </w:pPr>
      <w:r>
        <w:rPr>
          <w:rtl/>
          <w:lang w:bidi="fa-IR"/>
        </w:rPr>
        <w:t>اسلام براى كار بازويى احترام ويژه اى قائل شده است و مراعات حقّ كارگر و تحصيل رضاى او و پرداخت سريع مزد او و اضافه پرداخت بر مقدار تعيين شده و احترام به او همه و همه مورد سفارش اسلام است . همان گونه كه براى كشاورزى سفارش نموده تا آنجا كه سيراب كردن درخت ، پاداش سيراب كردن مؤمن دارد.</w:t>
      </w:r>
    </w:p>
    <w:p w:rsidR="00B33631" w:rsidRDefault="00B33631" w:rsidP="004D48DE">
      <w:pPr>
        <w:pStyle w:val="libNormal"/>
        <w:rPr>
          <w:rtl/>
          <w:lang w:bidi="fa-IR"/>
        </w:rPr>
      </w:pPr>
      <w:r>
        <w:rPr>
          <w:rtl/>
          <w:lang w:bidi="fa-IR"/>
        </w:rPr>
        <w:t>حضرت على عليه السلام به استاندارش سفارش مى كند كه كشاورزان مورد ستم قرار نگيرند و در گرفتن ماليات مراعات آنان را بكن .</w:t>
      </w:r>
    </w:p>
    <w:p w:rsidR="00B33631" w:rsidRDefault="00B33631" w:rsidP="004D48DE">
      <w:pPr>
        <w:pStyle w:val="libNormal"/>
        <w:rPr>
          <w:rtl/>
          <w:lang w:bidi="fa-IR"/>
        </w:rPr>
      </w:pPr>
      <w:r>
        <w:rPr>
          <w:rtl/>
          <w:lang w:bidi="fa-IR"/>
        </w:rPr>
        <w:t>كارهاى فكرى نيز از ارزش بالايى برخوردار است تا آنجا كه يك ساعت فكر مفيد از ساعت ها عبادت بهتر است .</w:t>
      </w:r>
    </w:p>
    <w:p w:rsidR="00386A62" w:rsidRDefault="00B33631" w:rsidP="004D48DE">
      <w:pPr>
        <w:pStyle w:val="libNormal"/>
        <w:rPr>
          <w:rFonts w:hint="cs"/>
          <w:rtl/>
          <w:lang w:bidi="fa-IR"/>
        </w:rPr>
      </w:pPr>
      <w:r>
        <w:rPr>
          <w:rtl/>
          <w:lang w:bidi="fa-IR"/>
        </w:rPr>
        <w:t xml:space="preserve">كم كارى و سهل انگارى در كار، مورد انتقاد است تا آنجا كه رسول خدا صلّى اللّه عليه و آله فرمود: خداوند دوست دارد </w:t>
      </w:r>
    </w:p>
    <w:p w:rsidR="00386A62" w:rsidRDefault="00386A62" w:rsidP="00386A62">
      <w:pPr>
        <w:pStyle w:val="libLine"/>
        <w:rPr>
          <w:rtl/>
        </w:rPr>
      </w:pPr>
      <w:r w:rsidRPr="00AD5C7B">
        <w:rPr>
          <w:rtl/>
        </w:rPr>
        <w:t>_________________________</w:t>
      </w:r>
    </w:p>
    <w:p w:rsidR="00386A62" w:rsidRDefault="00386A62" w:rsidP="00386A62">
      <w:pPr>
        <w:pStyle w:val="libFootnote"/>
        <w:rPr>
          <w:rtl/>
        </w:rPr>
      </w:pPr>
      <w:r>
        <w:rPr>
          <w:rtl/>
        </w:rPr>
        <w:t>25- وسائل ، ج 12، ص 43.</w:t>
      </w:r>
    </w:p>
    <w:p w:rsidR="00386A62" w:rsidRDefault="00386A62" w:rsidP="00386A62">
      <w:pPr>
        <w:pStyle w:val="libFootnote"/>
        <w:rPr>
          <w:rtl/>
        </w:rPr>
      </w:pPr>
      <w:r>
        <w:rPr>
          <w:rtl/>
        </w:rPr>
        <w:t>26- هو الذى جعل لكم الارض ذلولا فامشوا فى مناكبها و كلوامن رزقه ملك ، 67.</w:t>
      </w:r>
    </w:p>
    <w:p w:rsidR="00386A62" w:rsidRPr="00DE30EA" w:rsidRDefault="00386A62" w:rsidP="00DE30EA">
      <w:pPr>
        <w:rPr>
          <w:rtl/>
        </w:rPr>
      </w:pPr>
      <w:r>
        <w:rPr>
          <w:rtl/>
          <w:lang w:bidi="fa-IR"/>
        </w:rPr>
        <w:br w:type="page"/>
      </w:r>
    </w:p>
    <w:p w:rsidR="00B33631" w:rsidRDefault="00B33631" w:rsidP="00386A62">
      <w:pPr>
        <w:pStyle w:val="libNormal0"/>
        <w:rPr>
          <w:rtl/>
          <w:lang w:bidi="fa-IR"/>
        </w:rPr>
      </w:pPr>
      <w:r>
        <w:rPr>
          <w:rtl/>
          <w:lang w:bidi="fa-IR"/>
        </w:rPr>
        <w:lastRenderedPageBreak/>
        <w:t>هر كس كارى انجام مى دهد آن را به نحو اءحسن انجام دهد.</w:t>
      </w:r>
    </w:p>
    <w:p w:rsidR="00B33631" w:rsidRDefault="00B33631" w:rsidP="004D48DE">
      <w:pPr>
        <w:pStyle w:val="libNormal"/>
        <w:rPr>
          <w:rtl/>
          <w:lang w:bidi="fa-IR"/>
        </w:rPr>
      </w:pPr>
      <w:r>
        <w:rPr>
          <w:rtl/>
          <w:lang w:bidi="fa-IR"/>
        </w:rPr>
        <w:t xml:space="preserve">قرآن مى فرمايد: هرگاه از كار مهمى فارغ شدى به كار مهم ديگرى بپرداز. فاذا فَرَغتَ فَانصَب </w:t>
      </w:r>
      <w:r w:rsidR="00144845" w:rsidRPr="00C96ECB">
        <w:rPr>
          <w:rStyle w:val="libFootnotenumChar"/>
          <w:rtl/>
          <w:lang w:bidi="fa-IR"/>
        </w:rPr>
        <w:t>(27)</w:t>
      </w:r>
      <w:r>
        <w:rPr>
          <w:rtl/>
          <w:lang w:bidi="fa-IR"/>
        </w:rPr>
        <w:t xml:space="preserve"> بنابراين بيكارى ، ممنوع .</w:t>
      </w:r>
    </w:p>
    <w:p w:rsidR="00B33631" w:rsidRDefault="00B33631" w:rsidP="004D48DE">
      <w:pPr>
        <w:pStyle w:val="libNormal"/>
        <w:rPr>
          <w:rtl/>
          <w:lang w:bidi="fa-IR"/>
        </w:rPr>
      </w:pPr>
      <w:r>
        <w:rPr>
          <w:rtl/>
          <w:lang w:bidi="fa-IR"/>
        </w:rPr>
        <w:t>آرى ، بيكارى مايه ى خستگى ، تنبلى ، فرسودگى ، فرصتى براى نفوذ شيطان ، ايجاد فتنه و گسترش گناه مى باشد.</w:t>
      </w:r>
    </w:p>
    <w:p w:rsidR="00B33631" w:rsidRDefault="00B33631" w:rsidP="004D48DE">
      <w:pPr>
        <w:pStyle w:val="libNormal"/>
        <w:rPr>
          <w:rtl/>
          <w:lang w:bidi="fa-IR"/>
        </w:rPr>
      </w:pPr>
      <w:r>
        <w:rPr>
          <w:rtl/>
          <w:lang w:bidi="fa-IR"/>
        </w:rPr>
        <w:t xml:space="preserve">البتّه اسلام براى كار، ساعت و مرز قرار داده و به كسانى كه در ايّام تعطيل كار مى كنند، لقب متجاوز داده است . </w:t>
      </w:r>
      <w:r w:rsidR="00144845" w:rsidRPr="00C96ECB">
        <w:rPr>
          <w:rStyle w:val="libFootnotenumChar"/>
          <w:rtl/>
          <w:lang w:bidi="fa-IR"/>
        </w:rPr>
        <w:t>(28)</w:t>
      </w:r>
    </w:p>
    <w:p w:rsidR="00B33631" w:rsidRDefault="00B33631" w:rsidP="004D48DE">
      <w:pPr>
        <w:pStyle w:val="libNormal"/>
        <w:rPr>
          <w:rtl/>
          <w:lang w:bidi="fa-IR"/>
        </w:rPr>
      </w:pPr>
      <w:r>
        <w:rPr>
          <w:rtl/>
          <w:lang w:bidi="fa-IR"/>
        </w:rPr>
        <w:t>امام رضا عليه السلام فرمود: مؤمن بايد ساعات خود را بر چهار بخش تقسيم كند: ساعتى براى كار، ساعتى براى عبادت ، ساعتى براى لذّت و ساعتى براى دوستان و رسيدگى به امور اجتماعى كه در غير اين صورت انسان به صورت عنصرى حريص در آمده و مورد تمام انتقادهايى كه درباره حرص است قرار مى گيرد.</w:t>
      </w:r>
    </w:p>
    <w:p w:rsidR="00B33631" w:rsidRDefault="00B33631" w:rsidP="004D48DE">
      <w:pPr>
        <w:pStyle w:val="libNormal"/>
        <w:rPr>
          <w:rtl/>
          <w:lang w:bidi="fa-IR"/>
        </w:rPr>
      </w:pPr>
      <w:r>
        <w:rPr>
          <w:rtl/>
          <w:lang w:bidi="fa-IR"/>
        </w:rPr>
        <w:t xml:space="preserve">اسلام توجّه خاصّى به كيفيت كار دارد، نه به مقدار و كمّيت آن . </w:t>
      </w:r>
      <w:r w:rsidR="00144845" w:rsidRPr="00C96ECB">
        <w:rPr>
          <w:rStyle w:val="libFootnotenumChar"/>
          <w:rtl/>
          <w:lang w:bidi="fa-IR"/>
        </w:rPr>
        <w:t>(29)</w:t>
      </w:r>
    </w:p>
    <w:p w:rsidR="00B33631" w:rsidRDefault="00B33631" w:rsidP="004D48DE">
      <w:pPr>
        <w:pStyle w:val="libNormal"/>
        <w:rPr>
          <w:rStyle w:val="libFootnotenumChar"/>
          <w:rFonts w:hint="cs"/>
          <w:rtl/>
          <w:lang w:bidi="fa-IR"/>
        </w:rPr>
      </w:pPr>
      <w:r>
        <w:rPr>
          <w:rtl/>
          <w:lang w:bidi="fa-IR"/>
        </w:rPr>
        <w:t xml:space="preserve">به هر حال اسلام به كار اهمّيت داده تا آنجا كه در حديث مى خوانيم : خداوند بنده پرخواب و انسان بيكار را دشمن دارد. </w:t>
      </w:r>
      <w:r w:rsidR="00144845" w:rsidRPr="00C96ECB">
        <w:rPr>
          <w:rStyle w:val="libFootnotenumChar"/>
          <w:rtl/>
          <w:lang w:bidi="fa-IR"/>
        </w:rPr>
        <w:t>(30)</w:t>
      </w:r>
      <w:r>
        <w:rPr>
          <w:rtl/>
          <w:lang w:bidi="fa-IR"/>
        </w:rPr>
        <w:t xml:space="preserve"> امام باقر عليه السلام فرمود: كسى كه در كار دنيايش تنبل باشد، در كار آخرتش تنبل تر است . </w:t>
      </w:r>
      <w:r w:rsidR="00144845" w:rsidRPr="00C96ECB">
        <w:rPr>
          <w:rStyle w:val="libFootnotenumChar"/>
          <w:rtl/>
          <w:lang w:bidi="fa-IR"/>
        </w:rPr>
        <w:t>(31)</w:t>
      </w:r>
    </w:p>
    <w:p w:rsidR="00386A62" w:rsidRDefault="00386A62" w:rsidP="00386A62">
      <w:pPr>
        <w:pStyle w:val="libLine"/>
        <w:rPr>
          <w:rtl/>
        </w:rPr>
      </w:pPr>
      <w:r w:rsidRPr="00AD5C7B">
        <w:rPr>
          <w:rtl/>
        </w:rPr>
        <w:t>_________________________</w:t>
      </w:r>
    </w:p>
    <w:p w:rsidR="00386A62" w:rsidRDefault="00386A62" w:rsidP="00386A62">
      <w:pPr>
        <w:pStyle w:val="libFootnote"/>
        <w:rPr>
          <w:rtl/>
        </w:rPr>
      </w:pPr>
      <w:r>
        <w:rPr>
          <w:rtl/>
        </w:rPr>
        <w:t>27- انشراح ، 7.</w:t>
      </w:r>
    </w:p>
    <w:p w:rsidR="00386A62" w:rsidRDefault="00386A62" w:rsidP="00386A62">
      <w:pPr>
        <w:pStyle w:val="libFootnote"/>
        <w:rPr>
          <w:rtl/>
        </w:rPr>
      </w:pPr>
      <w:r>
        <w:rPr>
          <w:rtl/>
        </w:rPr>
        <w:t>28- الّذين اعتدوا منكم فى السبت بقره ، 65.</w:t>
      </w:r>
    </w:p>
    <w:p w:rsidR="00386A62" w:rsidRDefault="00386A62" w:rsidP="00386A62">
      <w:pPr>
        <w:pStyle w:val="libFootnote"/>
        <w:rPr>
          <w:rtl/>
        </w:rPr>
      </w:pPr>
      <w:r>
        <w:rPr>
          <w:rtl/>
        </w:rPr>
        <w:t>29-ايّكم اءحسنُعملاهود،7.</w:t>
      </w:r>
    </w:p>
    <w:p w:rsidR="00386A62" w:rsidRDefault="00386A62" w:rsidP="00386A62">
      <w:pPr>
        <w:pStyle w:val="libFootnote"/>
        <w:rPr>
          <w:rtl/>
        </w:rPr>
      </w:pPr>
      <w:r>
        <w:rPr>
          <w:rtl/>
        </w:rPr>
        <w:t>30- وسائل ، ج 12، ص 37.</w:t>
      </w:r>
    </w:p>
    <w:p w:rsidR="00386A62" w:rsidRDefault="00386A62" w:rsidP="00386A62">
      <w:pPr>
        <w:pStyle w:val="libFootnote"/>
        <w:rPr>
          <w:rtl/>
        </w:rPr>
      </w:pPr>
      <w:r>
        <w:rPr>
          <w:rtl/>
        </w:rPr>
        <w:t>31- وسائل ، ج 12، ص 37.</w:t>
      </w:r>
    </w:p>
    <w:p w:rsidR="00386A62" w:rsidRPr="00DE30EA" w:rsidRDefault="00386A62" w:rsidP="00DE30EA">
      <w:pPr>
        <w:rPr>
          <w:rtl/>
        </w:rPr>
      </w:pPr>
      <w:r>
        <w:rPr>
          <w:rtl/>
          <w:lang w:bidi="fa-IR"/>
        </w:rPr>
        <w:br w:type="page"/>
      </w:r>
    </w:p>
    <w:p w:rsidR="00B33631" w:rsidRDefault="00B33631" w:rsidP="004D48DE">
      <w:pPr>
        <w:pStyle w:val="libNormal"/>
        <w:rPr>
          <w:rtl/>
          <w:lang w:bidi="fa-IR"/>
        </w:rPr>
      </w:pPr>
      <w:r>
        <w:rPr>
          <w:rtl/>
          <w:lang w:bidi="fa-IR"/>
        </w:rPr>
        <w:lastRenderedPageBreak/>
        <w:t>در حديث مى خوانيم : شخص فقير و بيكارى نزد پيامبر آمد و تقاضاى كمك كرد. حضرت فرمود: آيا كسى در منزلش تبرى دارد؟ يك نفر گفت : بله ، او تبر را آورد و پيامبر چوبى كه در كنارش بود دسته ى آن تبر قرار داد و به آن شخص بيكار تحويل داد و فرمود: اين ابزار كار، امّا تلاش با خودت .</w:t>
      </w:r>
    </w:p>
    <w:p w:rsidR="00B33631" w:rsidRDefault="00B33631" w:rsidP="004D48DE">
      <w:pPr>
        <w:pStyle w:val="libNormal"/>
        <w:rPr>
          <w:rtl/>
          <w:lang w:bidi="fa-IR"/>
        </w:rPr>
      </w:pPr>
      <w:r>
        <w:rPr>
          <w:rtl/>
          <w:lang w:bidi="fa-IR"/>
        </w:rPr>
        <w:t>از اين حركت چند نكته استفاده مى شود:</w:t>
      </w:r>
    </w:p>
    <w:p w:rsidR="00B33631" w:rsidRDefault="00B33631" w:rsidP="004D48DE">
      <w:pPr>
        <w:pStyle w:val="libNormal"/>
        <w:rPr>
          <w:rtl/>
          <w:lang w:bidi="fa-IR"/>
        </w:rPr>
      </w:pPr>
      <w:r>
        <w:rPr>
          <w:rtl/>
          <w:lang w:bidi="fa-IR"/>
        </w:rPr>
        <w:t>1- انبيا در فكر زندگى مردم نيز هستند.</w:t>
      </w:r>
    </w:p>
    <w:p w:rsidR="00B33631" w:rsidRDefault="00B33631" w:rsidP="004D48DE">
      <w:pPr>
        <w:pStyle w:val="libNormal"/>
        <w:rPr>
          <w:rtl/>
          <w:lang w:bidi="fa-IR"/>
        </w:rPr>
      </w:pPr>
      <w:r>
        <w:rPr>
          <w:rtl/>
          <w:lang w:bidi="fa-IR"/>
        </w:rPr>
        <w:t>2- ضعيف ترين فرد جامعه مى تواند با شخص اوّل جامعه ملاقات كند.</w:t>
      </w:r>
    </w:p>
    <w:p w:rsidR="00B33631" w:rsidRDefault="00B33631" w:rsidP="004D48DE">
      <w:pPr>
        <w:pStyle w:val="libNormal"/>
        <w:rPr>
          <w:rtl/>
          <w:lang w:bidi="fa-IR"/>
        </w:rPr>
      </w:pPr>
      <w:r>
        <w:rPr>
          <w:rtl/>
          <w:lang w:bidi="fa-IR"/>
        </w:rPr>
        <w:t>3- جامعه نياز به تعاون و همكارى دارد. تبر از يك نفر و چوب آن از ديگرى ، هماهنگى و سازندگى و تبر سازى از شخص پيامبر.</w:t>
      </w:r>
    </w:p>
    <w:p w:rsidR="00B33631" w:rsidRDefault="00B33631" w:rsidP="004D48DE">
      <w:pPr>
        <w:pStyle w:val="libNormal"/>
        <w:rPr>
          <w:rtl/>
          <w:lang w:bidi="fa-IR"/>
        </w:rPr>
      </w:pPr>
      <w:r>
        <w:rPr>
          <w:rtl/>
          <w:lang w:bidi="fa-IR"/>
        </w:rPr>
        <w:t>4- براى مبارزه با فقر، بايد ابزار توليد را در اختيار نيروهاى فعّال جامعه قرار داد.</w:t>
      </w:r>
    </w:p>
    <w:p w:rsidR="00B33631" w:rsidRPr="00386A62" w:rsidRDefault="002E3834" w:rsidP="00386A62">
      <w:pPr>
        <w:pStyle w:val="Heading1"/>
        <w:rPr>
          <w:rtl/>
        </w:rPr>
      </w:pPr>
      <w:r w:rsidRPr="00386A62">
        <w:rPr>
          <w:rtl/>
        </w:rPr>
        <w:t xml:space="preserve"> </w:t>
      </w:r>
      <w:bookmarkStart w:id="66" w:name="_Toc362088633"/>
      <w:r w:rsidRPr="00035AB4">
        <w:rPr>
          <w:highlight w:val="yellow"/>
          <w:rtl/>
        </w:rPr>
        <w:t>(27)</w:t>
      </w:r>
      <w:r w:rsidRPr="00386A62">
        <w:rPr>
          <w:rtl/>
        </w:rPr>
        <w:t xml:space="preserve"> قَالَ إِنِّىَّ اءُرِيدُ اءَنْ اءُنكِحَكَ إِحْدَى ابْنَتَىَّ هَتَيْنِ عَلَىَّ اءَن تَاءْجُرَنِى ثَمَنِىَ حِجَجٍ فَإِنْ اءَتْمَمْتَ عَشْراً فَمِنْ عِندِكَ وَ مَآ اءُرِيدُ اءَنْ اءَشُقَّ عَلَيْكَ سَتَجِدُنِىَّ إِن شَآءَ اللّهُ مِنَ الصَّلِحِينَ</w:t>
      </w:r>
      <w:bookmarkEnd w:id="66"/>
    </w:p>
    <w:p w:rsidR="00B33631" w:rsidRDefault="00B33631" w:rsidP="004D48DE">
      <w:pPr>
        <w:pStyle w:val="libNormal"/>
        <w:rPr>
          <w:rtl/>
          <w:lang w:bidi="fa-IR"/>
        </w:rPr>
      </w:pPr>
      <w:r>
        <w:rPr>
          <w:rtl/>
          <w:lang w:bidi="fa-IR"/>
        </w:rPr>
        <w:t>ترجمه :</w:t>
      </w:r>
    </w:p>
    <w:p w:rsidR="00386A62" w:rsidRDefault="00B33631" w:rsidP="004D48DE">
      <w:pPr>
        <w:pStyle w:val="libNormal"/>
        <w:rPr>
          <w:rtl/>
          <w:lang w:bidi="fa-IR"/>
        </w:rPr>
      </w:pPr>
      <w:r>
        <w:rPr>
          <w:rtl/>
          <w:lang w:bidi="fa-IR"/>
        </w:rPr>
        <w:t>(حضرت شعيب به موسى) گفت : من قصد دارم تا يكى از اين دو دخترم را به همسرى تو درآورم بر اين (شرط) كه هشت سال براى من كار كنى و اگر (اين مدّت را) به ده سال تمام كردى ، پس ‍ (بسته به خواست و محبّت) از ناحيه توست و من نمى خواهم كه بر تو سخت گيرم ، بزودى به خواست خداوند، مرا از صالحان خواهى يافت .</w:t>
      </w:r>
    </w:p>
    <w:p w:rsidR="00B33631" w:rsidRPr="00DE30EA" w:rsidRDefault="00386A62" w:rsidP="00DE30EA">
      <w:pPr>
        <w:rPr>
          <w:rtl/>
        </w:rPr>
      </w:pPr>
      <w:r>
        <w:rPr>
          <w:rtl/>
          <w:lang w:bidi="fa-IR"/>
        </w:rPr>
        <w:br w:type="page"/>
      </w:r>
    </w:p>
    <w:p w:rsidR="00B33631" w:rsidRDefault="00DF6A2E" w:rsidP="00DF6A2E">
      <w:pPr>
        <w:pStyle w:val="Heading2"/>
        <w:rPr>
          <w:rtl/>
          <w:lang w:bidi="fa-IR"/>
        </w:rPr>
      </w:pPr>
      <w:bookmarkStart w:id="67" w:name="_Toc362088634"/>
      <w:r>
        <w:rPr>
          <w:rtl/>
          <w:lang w:bidi="fa-IR"/>
        </w:rPr>
        <w:lastRenderedPageBreak/>
        <w:t>نكته ها :</w:t>
      </w:r>
      <w:bookmarkEnd w:id="67"/>
    </w:p>
    <w:p w:rsidR="00B33631" w:rsidRDefault="00B33631" w:rsidP="004D48DE">
      <w:pPr>
        <w:pStyle w:val="libNormal"/>
        <w:rPr>
          <w:rtl/>
          <w:lang w:bidi="fa-IR"/>
        </w:rPr>
      </w:pPr>
      <w:r>
        <w:rPr>
          <w:rtl/>
          <w:lang w:bidi="fa-IR"/>
        </w:rPr>
        <w:t xml:space="preserve">ما مى توانيم تمام كارهاى خود را رنگ الهى دهيم ، چنانكه قرآن مى فرمايد: </w:t>
      </w:r>
      <w:r w:rsidRPr="00254A86">
        <w:rPr>
          <w:rStyle w:val="libAieChar"/>
          <w:rtl/>
        </w:rPr>
        <w:t>صبغة اللّه و مَن اءحسن من اللّه صبغة</w:t>
      </w:r>
      <w:r>
        <w:rPr>
          <w:rtl/>
          <w:lang w:bidi="fa-IR"/>
        </w:rPr>
        <w:t xml:space="preserve"> </w:t>
      </w:r>
      <w:r w:rsidR="00144845" w:rsidRPr="00C96ECB">
        <w:rPr>
          <w:rStyle w:val="libFootnotenumChar"/>
          <w:rtl/>
          <w:lang w:bidi="fa-IR"/>
        </w:rPr>
        <w:t>(32)</w:t>
      </w:r>
      <w:r>
        <w:rPr>
          <w:rtl/>
          <w:lang w:bidi="fa-IR"/>
        </w:rPr>
        <w:t xml:space="preserve"> مثلا هرگاه صورت خود را مى شوييم ، قصد وضو نماييم ، هرگاه مى نشينيم مثل پيامبر صلّى اللّه عليه و آله روبه قبله نشينيم ، به جاى مدرك و مقام ، براى رضاى خداوند درس بخوانيم ، لباسى كه براى همسر مى خريم ، به مناسبت اعياد مذهبى همچون عيد غدير يا تولّد حضرت زهرا عليهاالسلام باشد، هديه اى كه براى فرزند خود مى خريم به مناسبت كسب يك كمال معنوى باشد، همان گونه كه در اين آيه به جاى هشت سال فرمود: به اندازه ى هشت حج .</w:t>
      </w:r>
    </w:p>
    <w:p w:rsidR="00B33631" w:rsidRDefault="00DF6A2E" w:rsidP="00DF6A2E">
      <w:pPr>
        <w:pStyle w:val="Heading2"/>
        <w:rPr>
          <w:rtl/>
          <w:lang w:bidi="fa-IR"/>
        </w:rPr>
      </w:pPr>
      <w:bookmarkStart w:id="68" w:name="_Toc362088635"/>
      <w:r>
        <w:rPr>
          <w:rtl/>
          <w:lang w:bidi="fa-IR"/>
        </w:rPr>
        <w:t>پيام ها :</w:t>
      </w:r>
      <w:bookmarkEnd w:id="68"/>
    </w:p>
    <w:p w:rsidR="00B33631" w:rsidRDefault="00B33631" w:rsidP="004D48DE">
      <w:pPr>
        <w:pStyle w:val="libNormal"/>
        <w:rPr>
          <w:rtl/>
          <w:lang w:bidi="fa-IR"/>
        </w:rPr>
      </w:pPr>
      <w:r>
        <w:rPr>
          <w:rtl/>
          <w:lang w:bidi="fa-IR"/>
        </w:rPr>
        <w:t>1- اگر كارى بر اساس جوانمردى و ضعيف نوازى انجام شود، علاوه بر اجر معنوى ، پاداش دنيوى نيز بدنبال دارد. قال اِنّى اُريد اءن اُنكِحُك (حضرت موسى كه تا ساعاتى پيش حتّى بر جان خود ايمن نبود، اينك علاوه بر امنيّت جانى ، صاحب زن و زندگى و كار مى شود.)</w:t>
      </w:r>
    </w:p>
    <w:p w:rsidR="00B33631" w:rsidRDefault="00B33631" w:rsidP="004D48DE">
      <w:pPr>
        <w:pStyle w:val="libNormal"/>
        <w:rPr>
          <w:rtl/>
          <w:lang w:bidi="fa-IR"/>
        </w:rPr>
      </w:pPr>
      <w:r>
        <w:rPr>
          <w:rtl/>
          <w:lang w:bidi="fa-IR"/>
        </w:rPr>
        <w:t xml:space="preserve">2- سنّت هاى خوب ازدواج (همچون حضور در منزل دختر و گفتگو با حضور پدرش) را از انبيا بياموزيم . </w:t>
      </w:r>
      <w:r w:rsidRPr="00254A86">
        <w:rPr>
          <w:rStyle w:val="libAieChar"/>
          <w:rtl/>
        </w:rPr>
        <w:t>اِنّ اءبى يَدعوك - اِنّى اُريد اءن اُنكحك</w:t>
      </w:r>
      <w:r>
        <w:rPr>
          <w:rtl/>
          <w:lang w:bidi="fa-IR"/>
        </w:rPr>
        <w:t xml:space="preserve"> </w:t>
      </w:r>
    </w:p>
    <w:p w:rsidR="00386A62" w:rsidRDefault="00B33631" w:rsidP="004D48DE">
      <w:pPr>
        <w:pStyle w:val="libNormal"/>
        <w:rPr>
          <w:rFonts w:hint="cs"/>
          <w:rtl/>
          <w:lang w:bidi="fa-IR"/>
        </w:rPr>
      </w:pPr>
      <w:r>
        <w:rPr>
          <w:rtl/>
          <w:lang w:bidi="fa-IR"/>
        </w:rPr>
        <w:t xml:space="preserve">3- شناخت داماد پيش از اقدام به ازدواج ، امرى ضرورى است . فلما قَصّ عليه القصص قال اِنّى اُريد اءن اُنكحك (موسى سرگذشت خود را صادقانه به شعيب گفت و او به موسى اطمينان پيدا كرد، </w:t>
      </w:r>
    </w:p>
    <w:p w:rsidR="00386A62" w:rsidRDefault="00386A62" w:rsidP="00386A62">
      <w:pPr>
        <w:pStyle w:val="libLine"/>
        <w:rPr>
          <w:rtl/>
        </w:rPr>
      </w:pPr>
      <w:r w:rsidRPr="00AD5C7B">
        <w:rPr>
          <w:rtl/>
        </w:rPr>
        <w:t>_________________________</w:t>
      </w:r>
    </w:p>
    <w:p w:rsidR="00386A62" w:rsidRDefault="00386A62" w:rsidP="00386A62">
      <w:pPr>
        <w:pStyle w:val="libFootnote"/>
        <w:rPr>
          <w:rtl/>
        </w:rPr>
      </w:pPr>
      <w:r>
        <w:rPr>
          <w:rtl/>
        </w:rPr>
        <w:t>32- بقره ، 138.</w:t>
      </w:r>
    </w:p>
    <w:p w:rsidR="00386A62" w:rsidRPr="00DE30EA" w:rsidRDefault="00386A62" w:rsidP="00DE30EA">
      <w:pPr>
        <w:rPr>
          <w:rtl/>
        </w:rPr>
      </w:pPr>
      <w:r>
        <w:rPr>
          <w:rtl/>
          <w:lang w:bidi="fa-IR"/>
        </w:rPr>
        <w:br w:type="page"/>
      </w:r>
    </w:p>
    <w:p w:rsidR="00B33631" w:rsidRDefault="00B33631" w:rsidP="00386A62">
      <w:pPr>
        <w:pStyle w:val="libNormal0"/>
        <w:rPr>
          <w:rtl/>
          <w:lang w:bidi="fa-IR"/>
        </w:rPr>
      </w:pPr>
      <w:r>
        <w:rPr>
          <w:rtl/>
          <w:lang w:bidi="fa-IR"/>
        </w:rPr>
        <w:lastRenderedPageBreak/>
        <w:t>آنگاه پيشنهاد دامادى او را براى دخترش مطرح نمود.)</w:t>
      </w:r>
    </w:p>
    <w:p w:rsidR="00B33631" w:rsidRDefault="00B33631" w:rsidP="004D48DE">
      <w:pPr>
        <w:pStyle w:val="libNormal"/>
        <w:rPr>
          <w:rtl/>
          <w:lang w:bidi="fa-IR"/>
        </w:rPr>
      </w:pPr>
      <w:r>
        <w:rPr>
          <w:rtl/>
          <w:lang w:bidi="fa-IR"/>
        </w:rPr>
        <w:t xml:space="preserve">4- اگر از امين بودن و توانايى و علاقمندى به كار جوان مطمئن شديم ، القوىّ الامين نداشتن امكانات و مسكن را مانع ازدواج قرار ندهيم . اِنّى اُريد اءن اُنكحك </w:t>
      </w:r>
    </w:p>
    <w:p w:rsidR="00B33631" w:rsidRDefault="00B33631" w:rsidP="004D48DE">
      <w:pPr>
        <w:pStyle w:val="libNormal"/>
        <w:rPr>
          <w:rtl/>
          <w:lang w:bidi="fa-IR"/>
        </w:rPr>
      </w:pPr>
      <w:r>
        <w:rPr>
          <w:rtl/>
          <w:lang w:bidi="fa-IR"/>
        </w:rPr>
        <w:t xml:space="preserve">5 پيشنهاد ازدواج از جانب پدر دختر مانعى ندارد. اِنّى اُريد اءن اُنكحك </w:t>
      </w:r>
    </w:p>
    <w:p w:rsidR="00B33631" w:rsidRDefault="00B33631" w:rsidP="004D48DE">
      <w:pPr>
        <w:pStyle w:val="libNormal"/>
        <w:rPr>
          <w:rtl/>
          <w:lang w:bidi="fa-IR"/>
        </w:rPr>
      </w:pPr>
      <w:r>
        <w:rPr>
          <w:rtl/>
          <w:lang w:bidi="fa-IR"/>
        </w:rPr>
        <w:t>6- رعايت نوبت ميان دختران ، و ازدواج دختر بزرگتر قبل از كوچكتر همه جا ضرورى نيست . احدى ابنتىّ (حضرت شعيب به موسى گفت : مى خواهم يكى از اين دو دخترم را به ازدواج تو درآورم وشرط نكرد كه دخترِ اوّل باشد يا دوّم .)</w:t>
      </w:r>
    </w:p>
    <w:p w:rsidR="00B33631" w:rsidRDefault="00B33631" w:rsidP="004D48DE">
      <w:pPr>
        <w:pStyle w:val="libNormal"/>
        <w:rPr>
          <w:rtl/>
          <w:lang w:bidi="fa-IR"/>
        </w:rPr>
      </w:pPr>
      <w:r>
        <w:rPr>
          <w:rtl/>
          <w:lang w:bidi="fa-IR"/>
        </w:rPr>
        <w:t xml:space="preserve">7- پدر نبايد در امر ازدواج ميان دختران ، تفاوت بگذارد. اِحدى ابنتىّ هاتين </w:t>
      </w:r>
    </w:p>
    <w:p w:rsidR="00B33631" w:rsidRDefault="00B33631" w:rsidP="004D48DE">
      <w:pPr>
        <w:pStyle w:val="libNormal"/>
        <w:rPr>
          <w:rtl/>
          <w:lang w:bidi="fa-IR"/>
        </w:rPr>
      </w:pPr>
      <w:r>
        <w:rPr>
          <w:rtl/>
          <w:lang w:bidi="fa-IR"/>
        </w:rPr>
        <w:t xml:space="preserve">8 دختر و پسر مى توانند در هنگام خواستگارى در برابر يكديگر قرار بگيرند. هاتين </w:t>
      </w:r>
    </w:p>
    <w:p w:rsidR="00B33631" w:rsidRDefault="00B33631" w:rsidP="004D48DE">
      <w:pPr>
        <w:pStyle w:val="libNormal"/>
        <w:rPr>
          <w:rtl/>
          <w:lang w:bidi="fa-IR"/>
        </w:rPr>
      </w:pPr>
      <w:r>
        <w:rPr>
          <w:rtl/>
          <w:lang w:bidi="fa-IR"/>
        </w:rPr>
        <w:t xml:space="preserve">9- غريزه ى جنسى را جدّى بگيريم . حتّى در خانه ى نبوّت ، براى سلامت محيط خانه و كار، ابتدا به امر ازدواج اقدام و سپس به استخدام توجّه مى شود. اُريد اءن اُنكِحَك على اءن تاءجرنى </w:t>
      </w:r>
    </w:p>
    <w:p w:rsidR="00B33631" w:rsidRDefault="00B33631" w:rsidP="004D48DE">
      <w:pPr>
        <w:pStyle w:val="libNormal"/>
        <w:rPr>
          <w:rtl/>
          <w:lang w:bidi="fa-IR"/>
        </w:rPr>
      </w:pPr>
      <w:r>
        <w:rPr>
          <w:rtl/>
          <w:lang w:bidi="fa-IR"/>
        </w:rPr>
        <w:t xml:space="preserve">10- ازدواج ، با مهريه همراه است . على اءن تاءجرنى </w:t>
      </w:r>
    </w:p>
    <w:p w:rsidR="00084263" w:rsidRDefault="00B33631" w:rsidP="004D48DE">
      <w:pPr>
        <w:pStyle w:val="libNormal"/>
        <w:rPr>
          <w:rtl/>
          <w:lang w:bidi="fa-IR"/>
        </w:rPr>
      </w:pPr>
      <w:r>
        <w:rPr>
          <w:rtl/>
          <w:lang w:bidi="fa-IR"/>
        </w:rPr>
        <w:t>11- لازم نيست مهريه مال وثروت باشد. حضرت شعيب به موسى گفت : دخترم را به ازدواج تو درمى آورم به شر</w:t>
      </w:r>
      <w:r w:rsidR="00084263">
        <w:rPr>
          <w:rtl/>
          <w:lang w:bidi="fa-IR"/>
        </w:rPr>
        <w:t>ط آن كه هشت سال براى من كار كنى</w:t>
      </w:r>
      <w:r>
        <w:rPr>
          <w:rtl/>
          <w:lang w:bidi="fa-IR"/>
        </w:rPr>
        <w:t>. تاءجرنى (البتّه در شريعت اسلام مى بايست به</w:t>
      </w:r>
      <w:r w:rsidR="00084263">
        <w:rPr>
          <w:rtl/>
          <w:lang w:bidi="fa-IR"/>
        </w:rPr>
        <w:t xml:space="preserve"> فتاواى مراجع تقليد مراجعه كنيم</w:t>
      </w:r>
      <w:r>
        <w:rPr>
          <w:rtl/>
          <w:lang w:bidi="fa-IR"/>
        </w:rPr>
        <w:t>.)</w:t>
      </w:r>
    </w:p>
    <w:p w:rsidR="00B33631" w:rsidRPr="00DE30EA" w:rsidRDefault="00084263" w:rsidP="00DE30EA">
      <w:pPr>
        <w:rPr>
          <w:rtl/>
        </w:rPr>
      </w:pPr>
      <w:r>
        <w:rPr>
          <w:rtl/>
          <w:lang w:bidi="fa-IR"/>
        </w:rPr>
        <w:br w:type="page"/>
      </w:r>
    </w:p>
    <w:p w:rsidR="00B33631" w:rsidRDefault="00B33631" w:rsidP="004D48DE">
      <w:pPr>
        <w:pStyle w:val="libNormal"/>
        <w:rPr>
          <w:rtl/>
          <w:lang w:bidi="fa-IR"/>
        </w:rPr>
      </w:pPr>
      <w:r>
        <w:rPr>
          <w:rtl/>
          <w:lang w:bidi="fa-IR"/>
        </w:rPr>
        <w:lastRenderedPageBreak/>
        <w:t>12- زمان بندى قراردادها را بر اساس زمان عبادات و امور معنوى قرار دهيم . ثمانِىَ حجج (به جاى هشت سال ، فرمود: هشت حج)</w:t>
      </w:r>
    </w:p>
    <w:p w:rsidR="00B33631" w:rsidRDefault="00B33631" w:rsidP="004D48DE">
      <w:pPr>
        <w:pStyle w:val="libNormal"/>
        <w:rPr>
          <w:rtl/>
          <w:lang w:bidi="fa-IR"/>
        </w:rPr>
      </w:pPr>
      <w:r>
        <w:rPr>
          <w:rtl/>
          <w:lang w:bidi="fa-IR"/>
        </w:rPr>
        <w:t>13- يكى از راه هاى ترويج معروف ، بزرگداشت اوقات معنوى و «</w:t>
      </w:r>
      <w:r w:rsidRPr="00254A86">
        <w:rPr>
          <w:rStyle w:val="libAieChar"/>
          <w:rtl/>
        </w:rPr>
        <w:t>ايّام اللّه</w:t>
      </w:r>
      <w:r>
        <w:rPr>
          <w:rtl/>
          <w:lang w:bidi="fa-IR"/>
        </w:rPr>
        <w:t xml:space="preserve">» است . ثمانِىَ حجج </w:t>
      </w:r>
    </w:p>
    <w:p w:rsidR="00B33631" w:rsidRDefault="00B33631" w:rsidP="004D48DE">
      <w:pPr>
        <w:pStyle w:val="libNormal"/>
        <w:rPr>
          <w:rtl/>
          <w:lang w:bidi="fa-IR"/>
        </w:rPr>
      </w:pPr>
      <w:r>
        <w:rPr>
          <w:rtl/>
          <w:lang w:bidi="fa-IR"/>
        </w:rPr>
        <w:t xml:space="preserve">14- مقام نبوّت مانع از صحبت پيرامون مقدار مهريه و مال الاجاره نيست . ثمانِىَ حجج </w:t>
      </w:r>
    </w:p>
    <w:p w:rsidR="00B33631" w:rsidRDefault="00B33631" w:rsidP="004D48DE">
      <w:pPr>
        <w:pStyle w:val="libNormal"/>
        <w:rPr>
          <w:rtl/>
          <w:lang w:bidi="fa-IR"/>
        </w:rPr>
      </w:pPr>
      <w:r>
        <w:rPr>
          <w:rtl/>
          <w:lang w:bidi="fa-IR"/>
        </w:rPr>
        <w:t xml:space="preserve">15- مراسم حج ، در اديان گذشته نيز سابقه داشته است . حِجَج </w:t>
      </w:r>
    </w:p>
    <w:p w:rsidR="00B33631" w:rsidRDefault="00B33631" w:rsidP="004D48DE">
      <w:pPr>
        <w:pStyle w:val="libNormal"/>
        <w:rPr>
          <w:rtl/>
          <w:lang w:bidi="fa-IR"/>
        </w:rPr>
      </w:pPr>
      <w:r>
        <w:rPr>
          <w:rtl/>
          <w:lang w:bidi="fa-IR"/>
        </w:rPr>
        <w:t>16- در هنگام صحبت براى مهريه ، پدر عروس ، حدّاقل مورد قبول را انتخاب كند و پذيرش بيشتر را به اختيار داماد بگذارد. فاِن اءتمَمت عَشرا فمن عندك حضرت شعيب به موسى گفت : اگر هشت سال را به ده سال برسانى اختيار با شماست .</w:t>
      </w:r>
    </w:p>
    <w:p w:rsidR="00B33631" w:rsidRDefault="00B33631" w:rsidP="004D48DE">
      <w:pPr>
        <w:pStyle w:val="libNormal"/>
        <w:rPr>
          <w:rtl/>
          <w:lang w:bidi="fa-IR"/>
        </w:rPr>
      </w:pPr>
      <w:r>
        <w:rPr>
          <w:rtl/>
          <w:lang w:bidi="fa-IR"/>
        </w:rPr>
        <w:t xml:space="preserve">17- در ميزان مهريه ، داماد را در تنگنا قرار ندهيد. </w:t>
      </w:r>
      <w:r w:rsidRPr="00254A86">
        <w:rPr>
          <w:rStyle w:val="libAieChar"/>
          <w:rtl/>
        </w:rPr>
        <w:t>فمن عندك</w:t>
      </w:r>
      <w:r>
        <w:rPr>
          <w:rtl/>
          <w:lang w:bidi="fa-IR"/>
        </w:rPr>
        <w:t xml:space="preserve"> </w:t>
      </w:r>
    </w:p>
    <w:p w:rsidR="00B33631" w:rsidRDefault="00B33631" w:rsidP="004D48DE">
      <w:pPr>
        <w:pStyle w:val="libNormal"/>
        <w:rPr>
          <w:rtl/>
          <w:lang w:bidi="fa-IR"/>
        </w:rPr>
      </w:pPr>
      <w:r>
        <w:rPr>
          <w:rtl/>
          <w:lang w:bidi="fa-IR"/>
        </w:rPr>
        <w:t xml:space="preserve">18- پدر عروس در امر ازدواج سخت گيرى نكند. </w:t>
      </w:r>
      <w:r w:rsidRPr="00254A86">
        <w:rPr>
          <w:rStyle w:val="libAieChar"/>
          <w:rtl/>
        </w:rPr>
        <w:t>وما اُريد اءن اءشقّ عليك</w:t>
      </w:r>
      <w:r>
        <w:rPr>
          <w:rtl/>
          <w:lang w:bidi="fa-IR"/>
        </w:rPr>
        <w:t xml:space="preserve"> </w:t>
      </w:r>
    </w:p>
    <w:p w:rsidR="00B33631" w:rsidRDefault="00B33631" w:rsidP="004D48DE">
      <w:pPr>
        <w:pStyle w:val="libNormal"/>
        <w:rPr>
          <w:rtl/>
          <w:lang w:bidi="fa-IR"/>
        </w:rPr>
      </w:pPr>
      <w:r>
        <w:rPr>
          <w:rtl/>
          <w:lang w:bidi="fa-IR"/>
        </w:rPr>
        <w:t xml:space="preserve">19- در پرداخت مهريه ، توان داماد را در نظر بگيريم . </w:t>
      </w:r>
      <w:r w:rsidRPr="00254A86">
        <w:rPr>
          <w:rStyle w:val="libAieChar"/>
          <w:rtl/>
        </w:rPr>
        <w:t>اَشُقّ عليك</w:t>
      </w:r>
      <w:r>
        <w:rPr>
          <w:rtl/>
          <w:lang w:bidi="fa-IR"/>
        </w:rPr>
        <w:t xml:space="preserve"> </w:t>
      </w:r>
    </w:p>
    <w:p w:rsidR="00B33631" w:rsidRDefault="00B33631" w:rsidP="004D48DE">
      <w:pPr>
        <w:pStyle w:val="libNormal"/>
        <w:rPr>
          <w:rtl/>
          <w:lang w:bidi="fa-IR"/>
        </w:rPr>
      </w:pPr>
      <w:r>
        <w:rPr>
          <w:rtl/>
          <w:lang w:bidi="fa-IR"/>
        </w:rPr>
        <w:t xml:space="preserve">20- كسانى كه به كارگران و زيردستان خود سخت گيرى مى كنند، انسان هايى ناصالح هستند. </w:t>
      </w:r>
      <w:r w:rsidRPr="00254A86">
        <w:rPr>
          <w:rStyle w:val="libAieChar"/>
          <w:rtl/>
        </w:rPr>
        <w:t>ستَجدُنى اِن شاء اللّه من الصالحين</w:t>
      </w:r>
      <w:r>
        <w:rPr>
          <w:rtl/>
          <w:lang w:bidi="fa-IR"/>
        </w:rPr>
        <w:t xml:space="preserve"> </w:t>
      </w:r>
    </w:p>
    <w:p w:rsidR="00B33631" w:rsidRDefault="00B33631" w:rsidP="004D48DE">
      <w:pPr>
        <w:pStyle w:val="libNormal"/>
        <w:rPr>
          <w:rtl/>
          <w:lang w:bidi="fa-IR"/>
        </w:rPr>
      </w:pPr>
      <w:r>
        <w:rPr>
          <w:rtl/>
          <w:lang w:bidi="fa-IR"/>
        </w:rPr>
        <w:t xml:space="preserve">21- داماد بايد از ناحيه بستگان جديد، آرامش خاطر داشته باشد. ستجدنى </w:t>
      </w:r>
      <w:r w:rsidRPr="00254A86">
        <w:rPr>
          <w:rStyle w:val="libAieChar"/>
          <w:rtl/>
        </w:rPr>
        <w:t>اِن شاء اللّه من الصالحين</w:t>
      </w:r>
      <w:r>
        <w:rPr>
          <w:rtl/>
          <w:lang w:bidi="fa-IR"/>
        </w:rPr>
        <w:t xml:space="preserve"> </w:t>
      </w:r>
    </w:p>
    <w:p w:rsidR="00084263" w:rsidRDefault="00B33631" w:rsidP="004D48DE">
      <w:pPr>
        <w:pStyle w:val="libNormal"/>
        <w:rPr>
          <w:rtl/>
          <w:lang w:bidi="fa-IR"/>
        </w:rPr>
      </w:pPr>
      <w:r>
        <w:rPr>
          <w:rtl/>
          <w:lang w:bidi="fa-IR"/>
        </w:rPr>
        <w:t xml:space="preserve">22- بدون استمداد از خدا وگفتن انشاء اللّه ، براى آينده وعده اى ندهيم . </w:t>
      </w:r>
      <w:r w:rsidRPr="00254A86">
        <w:rPr>
          <w:rStyle w:val="libAieChar"/>
          <w:rtl/>
        </w:rPr>
        <w:t>اِن شاء اللّه من الصالحين</w:t>
      </w:r>
      <w:r>
        <w:rPr>
          <w:rtl/>
          <w:lang w:bidi="fa-IR"/>
        </w:rPr>
        <w:t xml:space="preserve"> </w:t>
      </w:r>
    </w:p>
    <w:p w:rsidR="00B33631" w:rsidRPr="00DE30EA" w:rsidRDefault="00084263"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23- اعتمادِ متقابلِ داماد و خانواده ى عروس لازم است . </w:t>
      </w:r>
      <w:r w:rsidRPr="00672BC4">
        <w:rPr>
          <w:rStyle w:val="libAieChar"/>
          <w:rtl/>
        </w:rPr>
        <w:t>ستَجدُنى اِن شاءاللّه من الصالحين</w:t>
      </w:r>
      <w:r>
        <w:rPr>
          <w:rtl/>
          <w:lang w:bidi="fa-IR"/>
        </w:rPr>
        <w:t xml:space="preserve"> </w:t>
      </w:r>
    </w:p>
    <w:p w:rsidR="00B33631" w:rsidRDefault="002E3834" w:rsidP="002E3834">
      <w:pPr>
        <w:pStyle w:val="Heading1"/>
        <w:rPr>
          <w:rtl/>
          <w:lang w:bidi="fa-IR"/>
        </w:rPr>
      </w:pPr>
      <w:bookmarkStart w:id="69" w:name="_Toc362088636"/>
      <w:r>
        <w:rPr>
          <w:rtl/>
          <w:lang w:bidi="fa-IR"/>
        </w:rPr>
        <w:t>اهمّيت ازدواج</w:t>
      </w:r>
      <w:bookmarkEnd w:id="69"/>
    </w:p>
    <w:p w:rsidR="00B33631" w:rsidRDefault="00B33631" w:rsidP="004D48DE">
      <w:pPr>
        <w:pStyle w:val="libNormal"/>
        <w:rPr>
          <w:rtl/>
          <w:lang w:bidi="fa-IR"/>
        </w:rPr>
      </w:pPr>
      <w:r>
        <w:rPr>
          <w:rtl/>
          <w:lang w:bidi="fa-IR"/>
        </w:rPr>
        <w:t xml:space="preserve">در روايات مى خوانيم : ازدواج سبب حفظ نيمى از دين است . دو ركعت نماز كسى كه همسر دارد از هفتاد ركعت نماز افراد غير متاءهّل بهتر است . خواب افراد متاءهّل از روزه ى بيداران غير متاءهّل بهتر است . </w:t>
      </w:r>
      <w:r w:rsidR="00144845" w:rsidRPr="00C96ECB">
        <w:rPr>
          <w:rStyle w:val="libFootnotenumChar"/>
          <w:rtl/>
          <w:lang w:bidi="fa-IR"/>
        </w:rPr>
        <w:t>(33)</w:t>
      </w:r>
    </w:p>
    <w:p w:rsidR="00B33631" w:rsidRDefault="00B33631" w:rsidP="004D48DE">
      <w:pPr>
        <w:pStyle w:val="libNormal"/>
        <w:rPr>
          <w:rtl/>
          <w:lang w:bidi="fa-IR"/>
        </w:rPr>
      </w:pPr>
      <w:r>
        <w:rPr>
          <w:rtl/>
          <w:lang w:bidi="fa-IR"/>
        </w:rPr>
        <w:t>آرى بر خلاف كسانى كه ازدواج را عامل فقر مى پندارند، رسول خدا صلّى اللّه عليه و آله فرمودند: ازدواج روزى را بيشتر مى كند.</w:t>
      </w:r>
    </w:p>
    <w:p w:rsidR="00B33631" w:rsidRDefault="00B33631" w:rsidP="004D48DE">
      <w:pPr>
        <w:pStyle w:val="libNormal"/>
        <w:rPr>
          <w:rtl/>
          <w:lang w:bidi="fa-IR"/>
        </w:rPr>
      </w:pPr>
      <w:r>
        <w:rPr>
          <w:rtl/>
          <w:lang w:bidi="fa-IR"/>
        </w:rPr>
        <w:t xml:space="preserve">همچنين فرمودند: كسى كه از ترس تنگدستى ازدواج را ترك كند، از ما نيست و به خدا سوءظن برده است . </w:t>
      </w:r>
      <w:r w:rsidR="00144845" w:rsidRPr="00C96ECB">
        <w:rPr>
          <w:rStyle w:val="libFootnotenumChar"/>
          <w:rtl/>
          <w:lang w:bidi="fa-IR"/>
        </w:rPr>
        <w:t>(34)</w:t>
      </w:r>
    </w:p>
    <w:p w:rsidR="00B33631" w:rsidRDefault="00B33631" w:rsidP="004D48DE">
      <w:pPr>
        <w:pStyle w:val="libNormal"/>
        <w:rPr>
          <w:rtl/>
          <w:lang w:bidi="fa-IR"/>
        </w:rPr>
      </w:pPr>
      <w:r>
        <w:rPr>
          <w:rtl/>
          <w:lang w:bidi="fa-IR"/>
        </w:rPr>
        <w:t xml:space="preserve">در روايات مى خوانيم : كسى كه براى ازدواجِ برادران دينى خود اقدامى كند، در روز قيامت مورد لطف خاص خداوند قرار مى گيرد. </w:t>
      </w:r>
      <w:r w:rsidR="00144845" w:rsidRPr="00C96ECB">
        <w:rPr>
          <w:rStyle w:val="libFootnotenumChar"/>
          <w:rtl/>
          <w:lang w:bidi="fa-IR"/>
        </w:rPr>
        <w:t>(35)</w:t>
      </w:r>
    </w:p>
    <w:p w:rsidR="00B33631" w:rsidRDefault="00B33631" w:rsidP="004D48DE">
      <w:pPr>
        <w:pStyle w:val="libNormal"/>
        <w:rPr>
          <w:rtl/>
          <w:lang w:bidi="fa-IR"/>
        </w:rPr>
      </w:pPr>
      <w:r>
        <w:rPr>
          <w:rtl/>
          <w:lang w:bidi="fa-IR"/>
        </w:rPr>
        <w:t xml:space="preserve">قرآن نسبت به تشكيل خانواده واقدام براى ازدواج ، دستور اءكيد داده است . </w:t>
      </w:r>
      <w:r w:rsidR="00144845" w:rsidRPr="00C96ECB">
        <w:rPr>
          <w:rStyle w:val="libFootnotenumChar"/>
          <w:rtl/>
          <w:lang w:bidi="fa-IR"/>
        </w:rPr>
        <w:t>(36)</w:t>
      </w:r>
      <w:r>
        <w:rPr>
          <w:rtl/>
          <w:lang w:bidi="fa-IR"/>
        </w:rPr>
        <w:t xml:space="preserve"> و سفارش كرده كه از فقر نترسيد، اگر تنگ دست باشند، خداوند از فضل و كرم خود، شما را بى نياز خواهد كرد. </w:t>
      </w:r>
      <w:r w:rsidR="00144845" w:rsidRPr="00C96ECB">
        <w:rPr>
          <w:rStyle w:val="libFootnotenumChar"/>
          <w:rtl/>
          <w:lang w:bidi="fa-IR"/>
        </w:rPr>
        <w:t>(37)</w:t>
      </w:r>
    </w:p>
    <w:p w:rsidR="00084263" w:rsidRDefault="00B33631" w:rsidP="004D48DE">
      <w:pPr>
        <w:pStyle w:val="libNormal"/>
        <w:rPr>
          <w:rFonts w:hint="cs"/>
          <w:rtl/>
          <w:lang w:bidi="fa-IR"/>
        </w:rPr>
      </w:pPr>
      <w:r>
        <w:rPr>
          <w:rtl/>
          <w:lang w:bidi="fa-IR"/>
        </w:rPr>
        <w:t xml:space="preserve">ازدواج وسيله ى آرامش است . </w:t>
      </w:r>
      <w:r w:rsidR="00144845" w:rsidRPr="00C96ECB">
        <w:rPr>
          <w:rStyle w:val="libFootnotenumChar"/>
          <w:rtl/>
          <w:lang w:bidi="fa-IR"/>
        </w:rPr>
        <w:t>(38)</w:t>
      </w:r>
      <w:r>
        <w:rPr>
          <w:rtl/>
          <w:lang w:bidi="fa-IR"/>
        </w:rPr>
        <w:t xml:space="preserve"> در ازدواج فاميل ها به هم نزديك شده و </w:t>
      </w:r>
    </w:p>
    <w:p w:rsidR="00084263" w:rsidRDefault="00084263" w:rsidP="00084263">
      <w:pPr>
        <w:pStyle w:val="libLine"/>
        <w:rPr>
          <w:rtl/>
        </w:rPr>
      </w:pPr>
      <w:r w:rsidRPr="00AD5C7B">
        <w:rPr>
          <w:rtl/>
        </w:rPr>
        <w:t>_________________________</w:t>
      </w:r>
    </w:p>
    <w:p w:rsidR="00084263" w:rsidRDefault="00084263" w:rsidP="00084263">
      <w:pPr>
        <w:pStyle w:val="libFootnote"/>
        <w:rPr>
          <w:rtl/>
        </w:rPr>
      </w:pPr>
      <w:r>
        <w:rPr>
          <w:rtl/>
        </w:rPr>
        <w:t>33- ميزان الحكمه .</w:t>
      </w:r>
    </w:p>
    <w:p w:rsidR="00084263" w:rsidRDefault="00084263" w:rsidP="00084263">
      <w:pPr>
        <w:pStyle w:val="libFootnote"/>
        <w:rPr>
          <w:rtl/>
        </w:rPr>
      </w:pPr>
      <w:r>
        <w:rPr>
          <w:rtl/>
        </w:rPr>
        <w:t>34- ميزان الحكمه .</w:t>
      </w:r>
    </w:p>
    <w:p w:rsidR="00084263" w:rsidRDefault="00084263" w:rsidP="00084263">
      <w:pPr>
        <w:pStyle w:val="libFootnote"/>
        <w:rPr>
          <w:rtl/>
        </w:rPr>
      </w:pPr>
      <w:r>
        <w:rPr>
          <w:rtl/>
        </w:rPr>
        <w:t>35- كافى ، ج 5، ص 331.</w:t>
      </w:r>
    </w:p>
    <w:p w:rsidR="00084263" w:rsidRDefault="00084263" w:rsidP="00084263">
      <w:pPr>
        <w:pStyle w:val="libFootnote"/>
        <w:rPr>
          <w:rtl/>
        </w:rPr>
      </w:pPr>
      <w:r>
        <w:rPr>
          <w:rtl/>
        </w:rPr>
        <w:t>36- نور، 32.</w:t>
      </w:r>
    </w:p>
    <w:p w:rsidR="00084263" w:rsidRDefault="00084263" w:rsidP="00084263">
      <w:pPr>
        <w:pStyle w:val="libFootnote"/>
        <w:rPr>
          <w:rtl/>
        </w:rPr>
      </w:pPr>
      <w:r>
        <w:rPr>
          <w:rtl/>
        </w:rPr>
        <w:t>37- نور، 32.</w:t>
      </w:r>
    </w:p>
    <w:p w:rsidR="00084263" w:rsidRDefault="00084263" w:rsidP="00084263">
      <w:pPr>
        <w:pStyle w:val="libFootnote"/>
        <w:rPr>
          <w:rtl/>
        </w:rPr>
      </w:pPr>
      <w:r>
        <w:rPr>
          <w:rtl/>
        </w:rPr>
        <w:t>38- روم ، 21.</w:t>
      </w:r>
    </w:p>
    <w:p w:rsidR="00084263" w:rsidRPr="00DE30EA" w:rsidRDefault="00084263" w:rsidP="00DE30EA">
      <w:pPr>
        <w:rPr>
          <w:rtl/>
        </w:rPr>
      </w:pPr>
      <w:r>
        <w:rPr>
          <w:rtl/>
          <w:lang w:bidi="fa-IR"/>
        </w:rPr>
        <w:br w:type="page"/>
      </w:r>
    </w:p>
    <w:p w:rsidR="00B33631" w:rsidRDefault="00B33631" w:rsidP="00084263">
      <w:pPr>
        <w:pStyle w:val="libNormal0"/>
        <w:rPr>
          <w:rtl/>
          <w:lang w:bidi="fa-IR"/>
        </w:rPr>
      </w:pPr>
      <w:r>
        <w:rPr>
          <w:rtl/>
          <w:lang w:bidi="fa-IR"/>
        </w:rPr>
        <w:lastRenderedPageBreak/>
        <w:t>دلها مهربان مى شود و زمينه ى تربيت نسل پاك و روحيه تعاون فراهم مى شود.</w:t>
      </w:r>
      <w:r w:rsidR="00144845" w:rsidRPr="00C96ECB">
        <w:rPr>
          <w:rStyle w:val="libFootnotenumChar"/>
          <w:rtl/>
          <w:lang w:bidi="fa-IR"/>
        </w:rPr>
        <w:t>(39)</w:t>
      </w:r>
    </w:p>
    <w:p w:rsidR="00B33631" w:rsidRDefault="00B33631" w:rsidP="004D48DE">
      <w:pPr>
        <w:pStyle w:val="libNormal"/>
        <w:rPr>
          <w:rtl/>
          <w:lang w:bidi="fa-IR"/>
        </w:rPr>
      </w:pPr>
      <w:r>
        <w:rPr>
          <w:rtl/>
          <w:lang w:bidi="fa-IR"/>
        </w:rPr>
        <w:t xml:space="preserve">در روايات مى خوانيم : براى ازدواج عجله كنيد و دخترى كه وقت ازدواج او فرا رسيده ، مثل ميوه اى رسيده است كه اگر از درخت جدا نشود فاسد مى شود. </w:t>
      </w:r>
      <w:r w:rsidR="00144845" w:rsidRPr="00C96ECB">
        <w:rPr>
          <w:rStyle w:val="libFootnotenumChar"/>
          <w:rtl/>
          <w:lang w:bidi="fa-IR"/>
        </w:rPr>
        <w:t>(40)</w:t>
      </w:r>
    </w:p>
    <w:p w:rsidR="00B33631" w:rsidRDefault="002E3834" w:rsidP="002E3834">
      <w:pPr>
        <w:pStyle w:val="Heading1"/>
        <w:rPr>
          <w:rtl/>
          <w:lang w:bidi="fa-IR"/>
        </w:rPr>
      </w:pPr>
      <w:bookmarkStart w:id="70" w:name="_Toc362088637"/>
      <w:r>
        <w:rPr>
          <w:rtl/>
          <w:lang w:bidi="fa-IR"/>
        </w:rPr>
        <w:t>انتخاب همسر</w:t>
      </w:r>
      <w:bookmarkEnd w:id="70"/>
    </w:p>
    <w:p w:rsidR="00B33631" w:rsidRDefault="00B33631" w:rsidP="004D48DE">
      <w:pPr>
        <w:pStyle w:val="libNormal"/>
        <w:rPr>
          <w:rtl/>
          <w:lang w:bidi="fa-IR"/>
        </w:rPr>
      </w:pPr>
      <w:r>
        <w:rPr>
          <w:rtl/>
          <w:lang w:bidi="fa-IR"/>
        </w:rPr>
        <w:t>معيار انتخاب همسر در نزد مردم معمولا چند چيز است : ثروت ، زيبايى ، حَسب و نَسب .</w:t>
      </w:r>
    </w:p>
    <w:p w:rsidR="00B33631" w:rsidRDefault="00B33631" w:rsidP="004D48DE">
      <w:pPr>
        <w:pStyle w:val="libNormal"/>
        <w:rPr>
          <w:rtl/>
          <w:lang w:bidi="fa-IR"/>
        </w:rPr>
      </w:pPr>
      <w:r>
        <w:rPr>
          <w:rtl/>
          <w:lang w:bidi="fa-IR"/>
        </w:rPr>
        <w:t xml:space="preserve">ولى در حديث مى خوانيم : «عليك بذات الدّين» تو در انتخاب همسر، محور را عقيده وتفكّر وبينش او قرار ده . </w:t>
      </w:r>
      <w:r w:rsidR="00144845" w:rsidRPr="00C96ECB">
        <w:rPr>
          <w:rStyle w:val="libFootnotenumChar"/>
          <w:rtl/>
          <w:lang w:bidi="fa-IR"/>
        </w:rPr>
        <w:t>(41)</w:t>
      </w:r>
    </w:p>
    <w:p w:rsidR="00B33631" w:rsidRDefault="00B33631" w:rsidP="004D48DE">
      <w:pPr>
        <w:pStyle w:val="libNormal"/>
        <w:rPr>
          <w:rtl/>
          <w:lang w:bidi="fa-IR"/>
        </w:rPr>
      </w:pPr>
      <w:r>
        <w:rPr>
          <w:rtl/>
          <w:lang w:bidi="fa-IR"/>
        </w:rPr>
        <w:t xml:space="preserve">در حديث ديگر مى خوانيم : چه بسا زيبايى كه سبب هلاكت و ثروت كه سبب طغيان باشد. </w:t>
      </w:r>
      <w:r w:rsidR="00144845" w:rsidRPr="00C96ECB">
        <w:rPr>
          <w:rStyle w:val="libFootnotenumChar"/>
          <w:rtl/>
          <w:lang w:bidi="fa-IR"/>
        </w:rPr>
        <w:t>(42)</w:t>
      </w:r>
    </w:p>
    <w:p w:rsidR="00B33631" w:rsidRDefault="00B33631" w:rsidP="004D48DE">
      <w:pPr>
        <w:pStyle w:val="libNormal"/>
        <w:rPr>
          <w:rtl/>
          <w:lang w:bidi="fa-IR"/>
        </w:rPr>
      </w:pPr>
      <w:r>
        <w:rPr>
          <w:rtl/>
          <w:lang w:bidi="fa-IR"/>
        </w:rPr>
        <w:t xml:space="preserve">رسول خدا صلّى اللّه عليه و آله فرمود: هرگاه كسى به خواستگارى دختر شما آمد كه دين و امانت دارى او را پسنديد، جواب ردّ ندهيد و گرنه به فتنه و فساد بزرگى مبتلا مى شويد. </w:t>
      </w:r>
      <w:r w:rsidR="00144845" w:rsidRPr="00C96ECB">
        <w:rPr>
          <w:rStyle w:val="libFootnotenumChar"/>
          <w:rtl/>
          <w:lang w:bidi="fa-IR"/>
        </w:rPr>
        <w:t>(43)</w:t>
      </w:r>
    </w:p>
    <w:p w:rsidR="00084263" w:rsidRDefault="00B33631" w:rsidP="004D48DE">
      <w:pPr>
        <w:pStyle w:val="libNormal"/>
        <w:rPr>
          <w:rFonts w:hint="cs"/>
          <w:rtl/>
          <w:lang w:bidi="fa-IR"/>
        </w:rPr>
      </w:pPr>
      <w:r>
        <w:rPr>
          <w:rtl/>
          <w:lang w:bidi="fa-IR"/>
        </w:rPr>
        <w:t xml:space="preserve">امام حسن عليه السلام به كسى كه براى ازدواج دخترش مشورت مى كرد </w:t>
      </w:r>
    </w:p>
    <w:p w:rsidR="00084263" w:rsidRDefault="00084263" w:rsidP="00084263">
      <w:pPr>
        <w:pStyle w:val="libLine"/>
        <w:rPr>
          <w:rtl/>
        </w:rPr>
      </w:pPr>
      <w:r w:rsidRPr="00AD5C7B">
        <w:rPr>
          <w:rtl/>
        </w:rPr>
        <w:t>_________________________</w:t>
      </w:r>
    </w:p>
    <w:p w:rsidR="00084263" w:rsidRDefault="00084263" w:rsidP="00084263">
      <w:pPr>
        <w:pStyle w:val="libFootnote"/>
        <w:rPr>
          <w:rtl/>
        </w:rPr>
      </w:pPr>
      <w:r>
        <w:rPr>
          <w:rtl/>
        </w:rPr>
        <w:t>39- ميزان الحكمه .</w:t>
      </w:r>
    </w:p>
    <w:p w:rsidR="00084263" w:rsidRDefault="00084263" w:rsidP="00084263">
      <w:pPr>
        <w:pStyle w:val="libFootnote"/>
        <w:rPr>
          <w:rtl/>
        </w:rPr>
      </w:pPr>
      <w:r>
        <w:rPr>
          <w:rtl/>
        </w:rPr>
        <w:t>40- ميزان الحكمه .</w:t>
      </w:r>
    </w:p>
    <w:p w:rsidR="00084263" w:rsidRDefault="00084263" w:rsidP="00084263">
      <w:pPr>
        <w:pStyle w:val="libFootnote"/>
        <w:rPr>
          <w:rtl/>
        </w:rPr>
      </w:pPr>
      <w:r>
        <w:rPr>
          <w:rtl/>
        </w:rPr>
        <w:t>41- كنزالعمال ، ح 46602.</w:t>
      </w:r>
    </w:p>
    <w:p w:rsidR="00084263" w:rsidRDefault="00084263" w:rsidP="00084263">
      <w:pPr>
        <w:pStyle w:val="libFootnote"/>
        <w:rPr>
          <w:rtl/>
        </w:rPr>
      </w:pPr>
      <w:r>
        <w:rPr>
          <w:rtl/>
        </w:rPr>
        <w:t>42- ميزان الحكمه .</w:t>
      </w:r>
    </w:p>
    <w:p w:rsidR="00084263" w:rsidRDefault="00084263" w:rsidP="00084263">
      <w:pPr>
        <w:pStyle w:val="libFootnote"/>
        <w:rPr>
          <w:rtl/>
        </w:rPr>
      </w:pPr>
      <w:r>
        <w:rPr>
          <w:rtl/>
        </w:rPr>
        <w:t>43- بحار، ج 103، ص 372.</w:t>
      </w:r>
    </w:p>
    <w:p w:rsidR="00084263" w:rsidRPr="00DE30EA" w:rsidRDefault="00084263" w:rsidP="00DE30EA">
      <w:pPr>
        <w:rPr>
          <w:rtl/>
        </w:rPr>
      </w:pPr>
      <w:r>
        <w:rPr>
          <w:rtl/>
          <w:lang w:bidi="fa-IR"/>
        </w:rPr>
        <w:br w:type="page"/>
      </w:r>
    </w:p>
    <w:p w:rsidR="00B33631" w:rsidRDefault="00B33631" w:rsidP="00084263">
      <w:pPr>
        <w:pStyle w:val="libNormal0"/>
        <w:rPr>
          <w:rtl/>
          <w:lang w:bidi="fa-IR"/>
        </w:rPr>
      </w:pPr>
      <w:r>
        <w:rPr>
          <w:rtl/>
          <w:lang w:bidi="fa-IR"/>
        </w:rPr>
        <w:lastRenderedPageBreak/>
        <w:t xml:space="preserve">فرمود: دامادِ با تقوا انتخاب كن كه اگر دخترت را دوست داشته باشد گراميش مى دارد و اگر دوستش نداشته باشد، به خاطر تقوايى كه دارد به او ظلم نمى كند. </w:t>
      </w:r>
      <w:r w:rsidR="00144845" w:rsidRPr="00C96ECB">
        <w:rPr>
          <w:rStyle w:val="libFootnotenumChar"/>
          <w:rtl/>
          <w:lang w:bidi="fa-IR"/>
        </w:rPr>
        <w:t>(44)</w:t>
      </w:r>
    </w:p>
    <w:p w:rsidR="00B33631" w:rsidRDefault="00B33631" w:rsidP="004D48DE">
      <w:pPr>
        <w:pStyle w:val="libNormal"/>
        <w:rPr>
          <w:rtl/>
          <w:lang w:bidi="fa-IR"/>
        </w:rPr>
      </w:pPr>
      <w:r>
        <w:rPr>
          <w:rtl/>
          <w:lang w:bidi="fa-IR"/>
        </w:rPr>
        <w:t xml:space="preserve">در روايات مى خوانيم : به افرادى كه اهل مشروبات الكلى هستند و افراد بداخلاق وكسانى كه خط فكرى سالمى ندارند وآنان كه در خانوادهاى فاسد رشد كرده اند، دختر ندهيد. </w:t>
      </w:r>
      <w:r w:rsidR="00144845" w:rsidRPr="00C96ECB">
        <w:rPr>
          <w:rStyle w:val="libFootnotenumChar"/>
          <w:rtl/>
          <w:lang w:bidi="fa-IR"/>
        </w:rPr>
        <w:t>(45)</w:t>
      </w:r>
    </w:p>
    <w:p w:rsidR="00B33631" w:rsidRDefault="00B33631" w:rsidP="004D48DE">
      <w:pPr>
        <w:pStyle w:val="libNormal"/>
        <w:rPr>
          <w:rtl/>
          <w:lang w:bidi="fa-IR"/>
        </w:rPr>
      </w:pPr>
      <w:r>
        <w:rPr>
          <w:rtl/>
          <w:lang w:bidi="fa-IR"/>
        </w:rPr>
        <w:t>ناگفته نماند كه ازدواج دو نوع است : دائم و موقّت كه براى هر دو در قرآن و روايات اسلامى توصيه ها و دستورات خاصّى آمده است ، متاءسّفانه ازدواج دائم ، بخاطر برخى آداب و رسوم بى منطق و بهانه گيرى بعضى بستگان و توقّعات خانواده عروس و داماد و آرزوهاى دور و دراز، به صورت يك معمّا و گردنه ى صعب العبور در آمده است و ازدواج موقّت نيز آن گونه زشت و ناپسند شمرده شده كه فحشا جاى آن را گرفته است .</w:t>
      </w:r>
    </w:p>
    <w:p w:rsidR="00B33631" w:rsidRPr="00084263" w:rsidRDefault="002E3834" w:rsidP="00084263">
      <w:pPr>
        <w:pStyle w:val="Heading1"/>
        <w:rPr>
          <w:rtl/>
        </w:rPr>
      </w:pPr>
      <w:r w:rsidRPr="00084263">
        <w:rPr>
          <w:rtl/>
        </w:rPr>
        <w:t xml:space="preserve"> </w:t>
      </w:r>
      <w:bookmarkStart w:id="71" w:name="_Toc362088638"/>
      <w:r w:rsidRPr="00035AB4">
        <w:rPr>
          <w:highlight w:val="yellow"/>
          <w:rtl/>
        </w:rPr>
        <w:t>(28)</w:t>
      </w:r>
      <w:r w:rsidRPr="00084263">
        <w:rPr>
          <w:rtl/>
        </w:rPr>
        <w:t xml:space="preserve"> قَالَ ذَلِكَ بَيْنِى وَبَيْنَكَ اءَيَّمَا الاَْجَلَيْنِ قَضَيْتُ فَلاَ عُدْوَنَ عَلَىَّ وَاللّهُ عَلَى مَانَقُولُ وَكِيلٌ</w:t>
      </w:r>
      <w:bookmarkEnd w:id="71"/>
    </w:p>
    <w:p w:rsidR="00B33631" w:rsidRDefault="00B33631" w:rsidP="004D48DE">
      <w:pPr>
        <w:pStyle w:val="libNormal"/>
        <w:rPr>
          <w:rtl/>
          <w:lang w:bidi="fa-IR"/>
        </w:rPr>
      </w:pPr>
      <w:r>
        <w:rPr>
          <w:rtl/>
          <w:lang w:bidi="fa-IR"/>
        </w:rPr>
        <w:t>ترجمه :</w:t>
      </w:r>
    </w:p>
    <w:p w:rsidR="00B33631" w:rsidRDefault="00B33631" w:rsidP="004D48DE">
      <w:pPr>
        <w:pStyle w:val="libNormal"/>
        <w:rPr>
          <w:rFonts w:hint="cs"/>
          <w:rtl/>
          <w:lang w:bidi="fa-IR"/>
        </w:rPr>
      </w:pPr>
      <w:r>
        <w:rPr>
          <w:rtl/>
          <w:lang w:bidi="fa-IR"/>
        </w:rPr>
        <w:t>(موسى پيشنهاد شعيب را پذيرفت و) گفت : اين (قرارداد) بين من و تو (برقرار شد، البتّه) هر كدام از دو مدّت را كه به انجام رساندم ، پس ستمى بر من نخواهد بود، و خداوند بر آنچه ما مى گوييم (گواه و) وكيل است .</w:t>
      </w:r>
    </w:p>
    <w:p w:rsidR="00084263" w:rsidRDefault="00084263" w:rsidP="00084263">
      <w:pPr>
        <w:pStyle w:val="libLine"/>
        <w:rPr>
          <w:rtl/>
        </w:rPr>
      </w:pPr>
      <w:r w:rsidRPr="00AD5C7B">
        <w:rPr>
          <w:rtl/>
        </w:rPr>
        <w:t>_________________________</w:t>
      </w:r>
    </w:p>
    <w:p w:rsidR="00084263" w:rsidRDefault="00084263" w:rsidP="00084263">
      <w:pPr>
        <w:pStyle w:val="libFootnote"/>
        <w:rPr>
          <w:rtl/>
        </w:rPr>
      </w:pPr>
      <w:r>
        <w:rPr>
          <w:rtl/>
        </w:rPr>
        <w:t>44- مكارم الاخلاق ، ج 1، ص 446.</w:t>
      </w:r>
    </w:p>
    <w:p w:rsidR="00084263" w:rsidRDefault="00084263" w:rsidP="00084263">
      <w:pPr>
        <w:pStyle w:val="libFootnote"/>
        <w:rPr>
          <w:rtl/>
        </w:rPr>
      </w:pPr>
      <w:r>
        <w:rPr>
          <w:rtl/>
        </w:rPr>
        <w:t>45- ميزان الحكمه .</w:t>
      </w:r>
    </w:p>
    <w:p w:rsidR="00084263" w:rsidRPr="00DE30EA" w:rsidRDefault="00084263" w:rsidP="00DE30EA">
      <w:pPr>
        <w:rPr>
          <w:rtl/>
        </w:rPr>
      </w:pPr>
      <w:r>
        <w:rPr>
          <w:rtl/>
          <w:lang w:bidi="fa-IR"/>
        </w:rPr>
        <w:br w:type="page"/>
      </w:r>
    </w:p>
    <w:p w:rsidR="00B33631" w:rsidRDefault="00DF6A2E" w:rsidP="00DF6A2E">
      <w:pPr>
        <w:pStyle w:val="Heading2"/>
        <w:rPr>
          <w:rtl/>
          <w:lang w:bidi="fa-IR"/>
        </w:rPr>
      </w:pPr>
      <w:bookmarkStart w:id="72" w:name="_Toc362088639"/>
      <w:r>
        <w:rPr>
          <w:rtl/>
          <w:lang w:bidi="fa-IR"/>
        </w:rPr>
        <w:lastRenderedPageBreak/>
        <w:t>نكته ها :</w:t>
      </w:r>
      <w:bookmarkEnd w:id="72"/>
    </w:p>
    <w:p w:rsidR="00B33631" w:rsidRDefault="00B33631" w:rsidP="004D48DE">
      <w:pPr>
        <w:pStyle w:val="libNormal"/>
        <w:rPr>
          <w:rtl/>
          <w:lang w:bidi="fa-IR"/>
        </w:rPr>
      </w:pPr>
      <w:r>
        <w:rPr>
          <w:rtl/>
          <w:lang w:bidi="fa-IR"/>
        </w:rPr>
        <w:t>عبارت «اَيّما الاَجلَينِ قَضيتُ فلاعُدوان عَلىَّ» دو گونه معنا شده است ؛ يكى اينكه مهريّه دختر خواه هشت سال باشد و خواه ده سال ، هيچ يك بر من ستم نيست و معناى ديگر اين كه بعد از پايان هر يك از اين دو مدّت ، اگر خواستم از نزد شما بروم نبايد مانعى در كار باشد. من همين مدّت قرارداد را مى مانم و بعد از آن اختيار با خودم مى باشد.</w:t>
      </w:r>
    </w:p>
    <w:p w:rsidR="00B33631" w:rsidRDefault="00DF6A2E" w:rsidP="00DF6A2E">
      <w:pPr>
        <w:pStyle w:val="Heading2"/>
        <w:rPr>
          <w:rtl/>
          <w:lang w:bidi="fa-IR"/>
        </w:rPr>
      </w:pPr>
      <w:bookmarkStart w:id="73" w:name="_Toc362088640"/>
      <w:r>
        <w:rPr>
          <w:rtl/>
          <w:lang w:bidi="fa-IR"/>
        </w:rPr>
        <w:t>پيام ها :</w:t>
      </w:r>
      <w:bookmarkEnd w:id="73"/>
    </w:p>
    <w:p w:rsidR="00B33631" w:rsidRDefault="00B33631" w:rsidP="004D48DE">
      <w:pPr>
        <w:pStyle w:val="libNormal"/>
        <w:rPr>
          <w:rtl/>
          <w:lang w:bidi="fa-IR"/>
        </w:rPr>
      </w:pPr>
      <w:r>
        <w:rPr>
          <w:rtl/>
          <w:lang w:bidi="fa-IR"/>
        </w:rPr>
        <w:t xml:space="preserve">1- در عقد ازدواج (به خلاف طلاق)، حضور شهود لازم نيست . بَينى و بَينك </w:t>
      </w:r>
    </w:p>
    <w:p w:rsidR="00B33631" w:rsidRDefault="00B33631" w:rsidP="004D48DE">
      <w:pPr>
        <w:pStyle w:val="libNormal"/>
        <w:rPr>
          <w:rtl/>
          <w:lang w:bidi="fa-IR"/>
        </w:rPr>
      </w:pPr>
      <w:r>
        <w:rPr>
          <w:rtl/>
          <w:lang w:bidi="fa-IR"/>
        </w:rPr>
        <w:t>2- در قراردادها براى خود، اختياراتى در نظر بگيريم ودست خودرا در محورهايى بازبگذاريم . ايّما الاَجلَين قَضيتُ فلاعدوان علىّ</w:t>
      </w:r>
    </w:p>
    <w:p w:rsidR="00B33631" w:rsidRDefault="00B33631" w:rsidP="004D48DE">
      <w:pPr>
        <w:pStyle w:val="libNormal"/>
        <w:rPr>
          <w:rtl/>
          <w:lang w:bidi="fa-IR"/>
        </w:rPr>
      </w:pPr>
      <w:r>
        <w:rPr>
          <w:rtl/>
          <w:lang w:bidi="fa-IR"/>
        </w:rPr>
        <w:t xml:space="preserve">3- ايمان به خداوند، سلامت قراردادها را بيمه و تضمين مى كند. واللّه على ما نَقول وَكيل </w:t>
      </w:r>
    </w:p>
    <w:p w:rsidR="00B33631" w:rsidRPr="00084263" w:rsidRDefault="002E3834" w:rsidP="00084263">
      <w:pPr>
        <w:pStyle w:val="Heading1"/>
        <w:rPr>
          <w:rtl/>
        </w:rPr>
      </w:pPr>
      <w:r w:rsidRPr="00084263">
        <w:rPr>
          <w:rtl/>
        </w:rPr>
        <w:t xml:space="preserve"> </w:t>
      </w:r>
      <w:bookmarkStart w:id="74" w:name="_Toc362088641"/>
      <w:r w:rsidRPr="00035AB4">
        <w:rPr>
          <w:highlight w:val="yellow"/>
          <w:rtl/>
        </w:rPr>
        <w:t>(29)</w:t>
      </w:r>
      <w:r w:rsidRPr="00084263">
        <w:rPr>
          <w:rtl/>
        </w:rPr>
        <w:t xml:space="preserve"> فَلَمَّا قَضَى مُوسَى الاَْجَلَ وَسَارَ بِاءَهْلِهِ ءَانَسَ مِن جَانِبِ الطُّورِ نَاراً قَالَ لاَِهْلِهِ امْكُثُوَّاْ إِنِّىَّ ءَانَسْتُ نَاراً لَّعَلِّىَّ ءَاتِيكُم مِّنْهَا بِخَبَرٍاءَوْ جَذْوَةٍ مِّنَ النَّارِ لَعَلَّكُمْ تَصْطَلُونَ</w:t>
      </w:r>
      <w:bookmarkEnd w:id="74"/>
    </w:p>
    <w:p w:rsidR="00B33631" w:rsidRDefault="00B33631" w:rsidP="004D48DE">
      <w:pPr>
        <w:pStyle w:val="libNormal"/>
        <w:rPr>
          <w:rtl/>
          <w:lang w:bidi="fa-IR"/>
        </w:rPr>
      </w:pPr>
      <w:r>
        <w:rPr>
          <w:rtl/>
          <w:lang w:bidi="fa-IR"/>
        </w:rPr>
        <w:t>ترجمه :</w:t>
      </w:r>
    </w:p>
    <w:p w:rsidR="00084263" w:rsidRDefault="00B33631" w:rsidP="004D48DE">
      <w:pPr>
        <w:pStyle w:val="libNormal"/>
        <w:rPr>
          <w:rtl/>
          <w:lang w:bidi="fa-IR"/>
        </w:rPr>
      </w:pPr>
      <w:r>
        <w:rPr>
          <w:rtl/>
          <w:lang w:bidi="fa-IR"/>
        </w:rPr>
        <w:t xml:space="preserve">پس چون موسى ، مدّت (قرارداد خود با شعيب) را به پايان رساند و با خانواده اش رهسپار گرديد، از سوى (كوه) طور آتشى را ديد. به خانواده اش ‍ گفت : (همين جا) بمانيد، همانا من آتشى ديده ام ، (مى روم تا) شايد </w:t>
      </w:r>
    </w:p>
    <w:p w:rsidR="00084263" w:rsidRPr="00DE30EA" w:rsidRDefault="00084263" w:rsidP="00DE30EA">
      <w:pPr>
        <w:rPr>
          <w:rtl/>
        </w:rPr>
      </w:pPr>
      <w:r>
        <w:rPr>
          <w:rtl/>
          <w:lang w:bidi="fa-IR"/>
        </w:rPr>
        <w:br w:type="page"/>
      </w:r>
    </w:p>
    <w:p w:rsidR="00B33631" w:rsidRDefault="00B33631" w:rsidP="00084263">
      <w:pPr>
        <w:pStyle w:val="libNormal0"/>
        <w:rPr>
          <w:rtl/>
          <w:lang w:bidi="fa-IR"/>
        </w:rPr>
      </w:pPr>
      <w:r>
        <w:rPr>
          <w:rtl/>
          <w:lang w:bidi="fa-IR"/>
        </w:rPr>
        <w:lastRenderedPageBreak/>
        <w:t>از آن خبرى بيابم يا مقدارى آتش برايتان بياورم تا (با آن) گرم شويد.</w:t>
      </w:r>
    </w:p>
    <w:p w:rsidR="00B33631" w:rsidRDefault="00DF6A2E" w:rsidP="00DF6A2E">
      <w:pPr>
        <w:pStyle w:val="Heading2"/>
        <w:rPr>
          <w:rtl/>
          <w:lang w:bidi="fa-IR"/>
        </w:rPr>
      </w:pPr>
      <w:bookmarkStart w:id="75" w:name="_Toc362088642"/>
      <w:r>
        <w:rPr>
          <w:rtl/>
          <w:lang w:bidi="fa-IR"/>
        </w:rPr>
        <w:t>نكته ها :</w:t>
      </w:r>
      <w:bookmarkEnd w:id="75"/>
    </w:p>
    <w:p w:rsidR="00B33631" w:rsidRDefault="00B33631" w:rsidP="004D48DE">
      <w:pPr>
        <w:pStyle w:val="libNormal"/>
        <w:rPr>
          <w:rtl/>
          <w:lang w:bidi="fa-IR"/>
        </w:rPr>
      </w:pPr>
      <w:r>
        <w:rPr>
          <w:rtl/>
          <w:lang w:bidi="fa-IR"/>
        </w:rPr>
        <w:t>كلمه ى «آنَستُ» به معناى مشاهده كردنى است كه در آن اُنس و آرامش باشد. كلمه «جَذوَة» به معناى قطعه و كلمه ى «تَصطَلون» از ريشه «صَلَى» به معناى گرم شدن با آتش است .</w:t>
      </w:r>
    </w:p>
    <w:p w:rsidR="00B33631" w:rsidRDefault="00B33631" w:rsidP="004D48DE">
      <w:pPr>
        <w:pStyle w:val="libNormal"/>
        <w:rPr>
          <w:rtl/>
          <w:lang w:bidi="fa-IR"/>
        </w:rPr>
      </w:pPr>
      <w:r>
        <w:rPr>
          <w:rtl/>
          <w:lang w:bidi="fa-IR"/>
        </w:rPr>
        <w:t>تمام خطاب هاى حضرت موسى به همسرش ، با ضمير جمع آمده است . «اُمكُثوا آتِيكم لَعلّكم تَصطَلون» شايد بخاطر آن كه حضرت در آن ده سالى كه با همسرش ‍ زندگى مى كرده ، صاحب فرزند يا فرزندانى شده است .</w:t>
      </w:r>
    </w:p>
    <w:p w:rsidR="00B33631" w:rsidRDefault="00B33631" w:rsidP="004D48DE">
      <w:pPr>
        <w:pStyle w:val="libNormal"/>
        <w:rPr>
          <w:rtl/>
          <w:lang w:bidi="fa-IR"/>
        </w:rPr>
      </w:pPr>
      <w:r>
        <w:rPr>
          <w:rtl/>
          <w:lang w:bidi="fa-IR"/>
        </w:rPr>
        <w:t>از جملات «</w:t>
      </w:r>
      <w:r w:rsidRPr="00672BC4">
        <w:rPr>
          <w:rStyle w:val="libAieChar"/>
          <w:rtl/>
        </w:rPr>
        <w:t>سارَ باَهله</w:t>
      </w:r>
      <w:r>
        <w:rPr>
          <w:rtl/>
          <w:lang w:bidi="fa-IR"/>
        </w:rPr>
        <w:t>»، «</w:t>
      </w:r>
      <w:r w:rsidRPr="00672BC4">
        <w:rPr>
          <w:rStyle w:val="libAieChar"/>
          <w:rtl/>
        </w:rPr>
        <w:t>آتيكم بخَبَر</w:t>
      </w:r>
      <w:r>
        <w:rPr>
          <w:rtl/>
          <w:lang w:bidi="fa-IR"/>
        </w:rPr>
        <w:t>» و «</w:t>
      </w:r>
      <w:r w:rsidRPr="00672BC4">
        <w:rPr>
          <w:rStyle w:val="libAieChar"/>
          <w:rtl/>
        </w:rPr>
        <w:t>لعلّكم تَصطلون</w:t>
      </w:r>
      <w:r>
        <w:rPr>
          <w:rtl/>
          <w:lang w:bidi="fa-IR"/>
        </w:rPr>
        <w:t xml:space="preserve">» در اين آيه و از جمله ى اَجِدُ على النّار هدىً </w:t>
      </w:r>
      <w:r w:rsidR="00144845" w:rsidRPr="00C96ECB">
        <w:rPr>
          <w:rStyle w:val="libFootnotenumChar"/>
          <w:rtl/>
          <w:lang w:bidi="fa-IR"/>
        </w:rPr>
        <w:t>(46)</w:t>
      </w:r>
      <w:r>
        <w:rPr>
          <w:rtl/>
          <w:lang w:bidi="fa-IR"/>
        </w:rPr>
        <w:t xml:space="preserve"> در سوره طه استفاده مى شود كه حضرت موسى در شب حركت كرده است ، شبى سرد و ظلمانى كه در اين ميان راه را نيز گم كرده بود.</w:t>
      </w:r>
    </w:p>
    <w:p w:rsidR="00B33631" w:rsidRDefault="00DF6A2E" w:rsidP="00DF6A2E">
      <w:pPr>
        <w:pStyle w:val="Heading2"/>
        <w:rPr>
          <w:rtl/>
          <w:lang w:bidi="fa-IR"/>
        </w:rPr>
      </w:pPr>
      <w:bookmarkStart w:id="76" w:name="_Toc362088643"/>
      <w:r>
        <w:rPr>
          <w:rtl/>
          <w:lang w:bidi="fa-IR"/>
        </w:rPr>
        <w:t>پيام ها :</w:t>
      </w:r>
      <w:bookmarkEnd w:id="76"/>
    </w:p>
    <w:p w:rsidR="00B33631" w:rsidRDefault="00B33631" w:rsidP="004D48DE">
      <w:pPr>
        <w:pStyle w:val="libNormal"/>
        <w:rPr>
          <w:rtl/>
          <w:lang w:bidi="fa-IR"/>
        </w:rPr>
      </w:pPr>
      <w:r>
        <w:rPr>
          <w:rtl/>
          <w:lang w:bidi="fa-IR"/>
        </w:rPr>
        <w:t xml:space="preserve">1- مؤمن ، به شرط و قرارداد خود، وفادار است . قضى موسى الاجل </w:t>
      </w:r>
    </w:p>
    <w:p w:rsidR="00B33631" w:rsidRDefault="00B33631" w:rsidP="004D48DE">
      <w:pPr>
        <w:pStyle w:val="libNormal"/>
        <w:rPr>
          <w:rtl/>
          <w:lang w:bidi="fa-IR"/>
        </w:rPr>
      </w:pPr>
      <w:r>
        <w:rPr>
          <w:rtl/>
          <w:lang w:bidi="fa-IR"/>
        </w:rPr>
        <w:t xml:space="preserve">2- زن و فرزند نبايد مانع حركت ، هجرت و انجام مسئوليّت ها شوند، چنانكه مرد هم نبايد آنها را رها كند، بلكه بايد در كنار هم وهمراه يكديگر باشند. سارَ باهله </w:t>
      </w:r>
    </w:p>
    <w:p w:rsidR="00084263" w:rsidRDefault="00B33631" w:rsidP="004D48DE">
      <w:pPr>
        <w:pStyle w:val="libNormal"/>
        <w:rPr>
          <w:rFonts w:hint="cs"/>
          <w:rtl/>
          <w:lang w:bidi="fa-IR"/>
        </w:rPr>
      </w:pPr>
      <w:r>
        <w:rPr>
          <w:rtl/>
          <w:lang w:bidi="fa-IR"/>
        </w:rPr>
        <w:t>3- در جايى كه اطمينان خاطر نداريم ، خانواده خود را نبريم . اُمكُثوا ديدن آتش ، به قرينه جمله ى «</w:t>
      </w:r>
      <w:r w:rsidRPr="00672BC4">
        <w:rPr>
          <w:rStyle w:val="libAieChar"/>
          <w:rtl/>
        </w:rPr>
        <w:t>اِنّى آنَستُ نارا</w:t>
      </w:r>
      <w:r>
        <w:rPr>
          <w:rtl/>
          <w:lang w:bidi="fa-IR"/>
        </w:rPr>
        <w:t xml:space="preserve">»، مخصوص حضرت موسى بوده و </w:t>
      </w:r>
    </w:p>
    <w:p w:rsidR="00084263" w:rsidRDefault="00084263" w:rsidP="00084263">
      <w:pPr>
        <w:pStyle w:val="libLine"/>
        <w:rPr>
          <w:rtl/>
        </w:rPr>
      </w:pPr>
      <w:r w:rsidRPr="00AD5C7B">
        <w:rPr>
          <w:rtl/>
        </w:rPr>
        <w:t>_________________________</w:t>
      </w:r>
    </w:p>
    <w:p w:rsidR="00084263" w:rsidRDefault="00084263" w:rsidP="00084263">
      <w:pPr>
        <w:pStyle w:val="libFootnote"/>
        <w:rPr>
          <w:rtl/>
        </w:rPr>
      </w:pPr>
      <w:r>
        <w:rPr>
          <w:rtl/>
        </w:rPr>
        <w:t>46- طه ، 10.</w:t>
      </w:r>
    </w:p>
    <w:p w:rsidR="00084263" w:rsidRPr="00DE30EA" w:rsidRDefault="00084263" w:rsidP="00DE30EA">
      <w:pPr>
        <w:rPr>
          <w:rtl/>
        </w:rPr>
      </w:pPr>
      <w:r>
        <w:rPr>
          <w:rtl/>
          <w:lang w:bidi="fa-IR"/>
        </w:rPr>
        <w:br w:type="page"/>
      </w:r>
    </w:p>
    <w:p w:rsidR="00B33631" w:rsidRDefault="00B33631" w:rsidP="00084263">
      <w:pPr>
        <w:pStyle w:val="libNormal0"/>
        <w:rPr>
          <w:rtl/>
          <w:lang w:bidi="fa-IR"/>
        </w:rPr>
      </w:pPr>
      <w:r>
        <w:rPr>
          <w:rtl/>
          <w:lang w:bidi="fa-IR"/>
        </w:rPr>
        <w:lastRenderedPageBreak/>
        <w:t>براى آن حضرت مبهم بوده است ، لذا از خانواده اش خواست كه در همانجا منتظر بمانند تا خود تنها به نزد آتش رود و برگردد.</w:t>
      </w:r>
    </w:p>
    <w:p w:rsidR="00B33631" w:rsidRDefault="00B33631" w:rsidP="004D48DE">
      <w:pPr>
        <w:pStyle w:val="libNormal"/>
        <w:rPr>
          <w:rtl/>
          <w:lang w:bidi="fa-IR"/>
        </w:rPr>
      </w:pPr>
      <w:r>
        <w:rPr>
          <w:rtl/>
          <w:lang w:bidi="fa-IR"/>
        </w:rPr>
        <w:t xml:space="preserve">4- هر كجا كه به تحقّق قول خود مطمئن نيستيم ، وعده ى قطعى ندهيم . </w:t>
      </w:r>
      <w:r w:rsidRPr="00672BC4">
        <w:rPr>
          <w:rStyle w:val="libAieChar"/>
          <w:rtl/>
        </w:rPr>
        <w:t>لعلّى آتيكم لعلّكم تَصطلون</w:t>
      </w:r>
      <w:r>
        <w:rPr>
          <w:rtl/>
          <w:lang w:bidi="fa-IR"/>
        </w:rPr>
        <w:t xml:space="preserve"> (كلمه ى «لعلّ» به معناى شايد است ، يعنى شايد خبرى بياورم يا شايد قطعه آتشى براى گرم شدن بياورم .)</w:t>
      </w:r>
    </w:p>
    <w:p w:rsidR="00B33631" w:rsidRDefault="00B33631" w:rsidP="004D48DE">
      <w:pPr>
        <w:pStyle w:val="libNormal"/>
        <w:rPr>
          <w:rtl/>
          <w:lang w:bidi="fa-IR"/>
        </w:rPr>
      </w:pPr>
      <w:r>
        <w:rPr>
          <w:rtl/>
          <w:lang w:bidi="fa-IR"/>
        </w:rPr>
        <w:t xml:space="preserve">5 مرد، مسئول رفع نيازمندى هاى همسر وخانواده خود است . لعلّكم تَصطلون </w:t>
      </w:r>
    </w:p>
    <w:p w:rsidR="00B33631" w:rsidRDefault="00B33631" w:rsidP="004D48DE">
      <w:pPr>
        <w:pStyle w:val="libNormal"/>
        <w:rPr>
          <w:rtl/>
          <w:lang w:bidi="fa-IR"/>
        </w:rPr>
      </w:pPr>
      <w:r>
        <w:rPr>
          <w:rtl/>
          <w:lang w:bidi="fa-IR"/>
        </w:rPr>
        <w:t xml:space="preserve">6- براى رسيدن به مقامات عالى عرفان ، لازم نيست با زن وفرزند متاركه كنيم ، بلكه مى توان بطور عادّى وطبيعى و ساده زندگى كرد و به بالاترين درجات عرفان نيز رسيد. </w:t>
      </w:r>
      <w:r w:rsidRPr="00672BC4">
        <w:rPr>
          <w:rStyle w:val="libAieChar"/>
          <w:rtl/>
        </w:rPr>
        <w:t>سار باهله ... قال لاهله ... لعلّكم تصطلون</w:t>
      </w:r>
      <w:r>
        <w:rPr>
          <w:rtl/>
          <w:lang w:bidi="fa-IR"/>
        </w:rPr>
        <w:t xml:space="preserve"> </w:t>
      </w:r>
    </w:p>
    <w:p w:rsidR="00B33631" w:rsidRPr="00084263" w:rsidRDefault="002E3834" w:rsidP="00084263">
      <w:pPr>
        <w:pStyle w:val="Heading1"/>
        <w:rPr>
          <w:rtl/>
        </w:rPr>
      </w:pPr>
      <w:r w:rsidRPr="00084263">
        <w:rPr>
          <w:rtl/>
        </w:rPr>
        <w:t xml:space="preserve"> </w:t>
      </w:r>
      <w:bookmarkStart w:id="77" w:name="_Toc362088644"/>
      <w:r w:rsidRPr="00035AB4">
        <w:rPr>
          <w:highlight w:val="yellow"/>
          <w:rtl/>
        </w:rPr>
        <w:t>(30)</w:t>
      </w:r>
      <w:r w:rsidRPr="00084263">
        <w:rPr>
          <w:rtl/>
        </w:rPr>
        <w:t xml:space="preserve"> فَلَمَّآ اءَتَهَا نُودِىَ مِن شَطِئِ الْوَادِ الاَْيْمَنِ فِى الْبُقْعَةِ الْمُبَرَكَةِمِنَ الشَّجَرَةِ اءَنيَ مُوسَىَّ إِنِّىَّ اءَنَا اللّهُ رَبُّ الْعَلَمِينَ</w:t>
      </w:r>
      <w:bookmarkEnd w:id="77"/>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پس همين كه (موسى) به نزد آن (آتش) آمد، (ناگهان) از جانب راست آن درّه ، در آن منطقه مبارك و خجسته از (ميان) يك درخت ، ندا داده شد كه اى موسى ! همانا من ، اللّه ، پروردگار جهانيان هستم .</w:t>
      </w:r>
    </w:p>
    <w:p w:rsidR="00B33631" w:rsidRDefault="00DF6A2E" w:rsidP="00DF6A2E">
      <w:pPr>
        <w:pStyle w:val="Heading2"/>
        <w:rPr>
          <w:rtl/>
          <w:lang w:bidi="fa-IR"/>
        </w:rPr>
      </w:pPr>
      <w:bookmarkStart w:id="78" w:name="_Toc362088645"/>
      <w:r>
        <w:rPr>
          <w:rtl/>
          <w:lang w:bidi="fa-IR"/>
        </w:rPr>
        <w:t>نكته ها :</w:t>
      </w:r>
      <w:bookmarkEnd w:id="78"/>
    </w:p>
    <w:p w:rsidR="00F9180F" w:rsidRDefault="00B33631" w:rsidP="004D48DE">
      <w:pPr>
        <w:pStyle w:val="libNormal"/>
        <w:rPr>
          <w:rtl/>
          <w:lang w:bidi="fa-IR"/>
        </w:rPr>
      </w:pPr>
      <w:r>
        <w:rPr>
          <w:rtl/>
          <w:lang w:bidi="fa-IR"/>
        </w:rPr>
        <w:t xml:space="preserve">كلمه ى «شاطِى» به معناى جانب وساحل ، و كلمه «وادى» به معناى رودخانه و درّه است . </w:t>
      </w:r>
    </w:p>
    <w:p w:rsidR="00F9180F" w:rsidRPr="00DE30EA" w:rsidRDefault="00F9180F" w:rsidP="00DE30EA">
      <w:pPr>
        <w:rPr>
          <w:rtl/>
        </w:rPr>
      </w:pPr>
      <w:r>
        <w:rPr>
          <w:rtl/>
          <w:lang w:bidi="fa-IR"/>
        </w:rPr>
        <w:br w:type="page"/>
      </w:r>
    </w:p>
    <w:p w:rsidR="00B33631" w:rsidRDefault="00B33631" w:rsidP="00F9180F">
      <w:pPr>
        <w:pStyle w:val="libNormal0"/>
        <w:rPr>
          <w:rtl/>
          <w:lang w:bidi="fa-IR"/>
        </w:rPr>
      </w:pPr>
      <w:r>
        <w:rPr>
          <w:rtl/>
          <w:lang w:bidi="fa-IR"/>
        </w:rPr>
        <w:lastRenderedPageBreak/>
        <w:t xml:space="preserve">«بُقعة» به قطعه زمينى اطلاق مى شود كه با زمين هاى همجوارش ‍ تفاوت داشته باشد. </w:t>
      </w:r>
      <w:r w:rsidR="00144845" w:rsidRPr="00C96ECB">
        <w:rPr>
          <w:rStyle w:val="libFootnotenumChar"/>
          <w:rtl/>
          <w:lang w:bidi="fa-IR"/>
        </w:rPr>
        <w:t>(47)</w:t>
      </w:r>
    </w:p>
    <w:p w:rsidR="00B33631" w:rsidRDefault="00B33631" w:rsidP="004D48DE">
      <w:pPr>
        <w:pStyle w:val="libNormal"/>
        <w:rPr>
          <w:rtl/>
          <w:lang w:bidi="fa-IR"/>
        </w:rPr>
      </w:pPr>
      <w:r>
        <w:rPr>
          <w:rtl/>
          <w:lang w:bidi="fa-IR"/>
        </w:rPr>
        <w:t>دست خداوند در شيوه ى وحى باز است . خداوند مى تواند به دلها الهام كند، يا اينكه بر انسان ها فرشته نازل نمايد و يا حتّى ازدرون درختى ايجاد صوت نموده با پيامبر برگزيده اش سخن بگويد. چنانكه در سوره شورى مى فرمايد:</w:t>
      </w:r>
    </w:p>
    <w:p w:rsidR="00B33631" w:rsidRDefault="00B33631" w:rsidP="004D48DE">
      <w:pPr>
        <w:pStyle w:val="libNormal"/>
        <w:rPr>
          <w:rtl/>
          <w:lang w:bidi="fa-IR"/>
        </w:rPr>
      </w:pPr>
      <w:r w:rsidRPr="00672BC4">
        <w:rPr>
          <w:rStyle w:val="libAieChar"/>
          <w:rtl/>
        </w:rPr>
        <w:t>و ما كان لبشر اءن يكلّمه اللّه الاّ وحيا او من وراء حجاب او يرسل رسولا</w:t>
      </w:r>
      <w:r>
        <w:rPr>
          <w:rtl/>
          <w:lang w:bidi="fa-IR"/>
        </w:rPr>
        <w:t xml:space="preserve"> </w:t>
      </w:r>
      <w:r w:rsidR="00144845" w:rsidRPr="00C96ECB">
        <w:rPr>
          <w:rStyle w:val="libFootnotenumChar"/>
          <w:rtl/>
          <w:lang w:bidi="fa-IR"/>
        </w:rPr>
        <w:t>(48)</w:t>
      </w:r>
      <w:r>
        <w:rPr>
          <w:rtl/>
          <w:lang w:bidi="fa-IR"/>
        </w:rPr>
        <w:t xml:space="preserve"> خداوند با هيچ بشرى سخن نمى گويد مگر از طريق وحى يا از پشت حجاب يا اينكه فرشته اى بفرستد.</w:t>
      </w:r>
    </w:p>
    <w:p w:rsidR="00B33631" w:rsidRDefault="00DF6A2E" w:rsidP="00DF6A2E">
      <w:pPr>
        <w:pStyle w:val="Heading2"/>
        <w:rPr>
          <w:rtl/>
          <w:lang w:bidi="fa-IR"/>
        </w:rPr>
      </w:pPr>
      <w:bookmarkStart w:id="79" w:name="_Toc362088646"/>
      <w:r>
        <w:rPr>
          <w:rtl/>
          <w:lang w:bidi="fa-IR"/>
        </w:rPr>
        <w:t>پيام ها :</w:t>
      </w:r>
      <w:bookmarkEnd w:id="79"/>
    </w:p>
    <w:p w:rsidR="00B33631" w:rsidRDefault="00B33631" w:rsidP="004D48DE">
      <w:pPr>
        <w:pStyle w:val="libNormal"/>
        <w:rPr>
          <w:rtl/>
          <w:lang w:bidi="fa-IR"/>
        </w:rPr>
      </w:pPr>
      <w:r>
        <w:rPr>
          <w:rtl/>
          <w:lang w:bidi="fa-IR"/>
        </w:rPr>
        <w:t xml:space="preserve">1- بعضى مكان ها داراى قداست هستند. </w:t>
      </w:r>
      <w:r w:rsidRPr="00672BC4">
        <w:rPr>
          <w:rStyle w:val="libAieChar"/>
          <w:rtl/>
        </w:rPr>
        <w:t>البقعة المباركة</w:t>
      </w:r>
      <w:r>
        <w:rPr>
          <w:rtl/>
          <w:lang w:bidi="fa-IR"/>
        </w:rPr>
        <w:t xml:space="preserve"> </w:t>
      </w:r>
    </w:p>
    <w:p w:rsidR="00B33631" w:rsidRDefault="00B33631" w:rsidP="004D48DE">
      <w:pPr>
        <w:pStyle w:val="libNormal"/>
        <w:rPr>
          <w:rtl/>
          <w:lang w:bidi="fa-IR"/>
        </w:rPr>
      </w:pPr>
      <w:r>
        <w:rPr>
          <w:rtl/>
          <w:lang w:bidi="fa-IR"/>
        </w:rPr>
        <w:t>2- در جايى كه زمينه ى تعجّب وجود دارد، بايد تاءكيد بيشترى كرد. (موسى كه برى اوّلين بار صدايى از درخت مى شنود، تعجّب مى كند و لذا كلام خداوند با «</w:t>
      </w:r>
      <w:r w:rsidRPr="00672BC4">
        <w:rPr>
          <w:rStyle w:val="libAieChar"/>
          <w:rtl/>
        </w:rPr>
        <w:t>انّى و انَا</w:t>
      </w:r>
      <w:r>
        <w:rPr>
          <w:rtl/>
          <w:lang w:bidi="fa-IR"/>
        </w:rPr>
        <w:t>» همراه تاءكيد آمده است .) اِنّى اَنا</w:t>
      </w:r>
    </w:p>
    <w:p w:rsidR="00B33631" w:rsidRDefault="00B33631" w:rsidP="004D48DE">
      <w:pPr>
        <w:pStyle w:val="libNormal"/>
        <w:rPr>
          <w:rtl/>
          <w:lang w:bidi="fa-IR"/>
        </w:rPr>
      </w:pPr>
      <w:r>
        <w:rPr>
          <w:rtl/>
          <w:lang w:bidi="fa-IR"/>
        </w:rPr>
        <w:t xml:space="preserve">3- براى ناشناس ، خود را معرّفى كنيم . اِنّى اَنا اللّه </w:t>
      </w:r>
    </w:p>
    <w:p w:rsidR="00B33631" w:rsidRDefault="00B33631" w:rsidP="004D48DE">
      <w:pPr>
        <w:pStyle w:val="libNormal"/>
        <w:rPr>
          <w:rFonts w:hint="cs"/>
          <w:rtl/>
          <w:lang w:bidi="fa-IR"/>
        </w:rPr>
      </w:pPr>
      <w:r>
        <w:rPr>
          <w:rtl/>
          <w:lang w:bidi="fa-IR"/>
        </w:rPr>
        <w:t xml:space="preserve">4- خداوند براى اجراى اراده خود، فكرها وديدها را در مسير خاصّى قرار مى دهد. موسى در پى بدست آوردن آتشى براى پيدا كردن راه و گرم شدن خانواده اش ، به آن سوى كشيده شد، ولى هدف خداوند چيز ديگرى بود. اِنّى آتيكم بخبر... اِنّى انَا اللّه </w:t>
      </w:r>
    </w:p>
    <w:p w:rsidR="008306FC" w:rsidRDefault="008306FC" w:rsidP="008306FC">
      <w:pPr>
        <w:pStyle w:val="libLine"/>
        <w:rPr>
          <w:rtl/>
        </w:rPr>
      </w:pPr>
      <w:r w:rsidRPr="00AD5C7B">
        <w:rPr>
          <w:rtl/>
        </w:rPr>
        <w:t>_________________________</w:t>
      </w:r>
    </w:p>
    <w:p w:rsidR="008306FC" w:rsidRDefault="008306FC" w:rsidP="008306FC">
      <w:pPr>
        <w:pStyle w:val="libFootnote"/>
        <w:rPr>
          <w:rtl/>
        </w:rPr>
      </w:pPr>
      <w:r>
        <w:rPr>
          <w:rtl/>
        </w:rPr>
        <w:t>47- تفسير الميزان .</w:t>
      </w:r>
    </w:p>
    <w:p w:rsidR="008306FC" w:rsidRDefault="008306FC" w:rsidP="008306FC">
      <w:pPr>
        <w:pStyle w:val="libFootnote"/>
        <w:rPr>
          <w:rtl/>
        </w:rPr>
      </w:pPr>
      <w:r>
        <w:rPr>
          <w:rtl/>
        </w:rPr>
        <w:t>48- شورى ، 51.</w:t>
      </w:r>
    </w:p>
    <w:p w:rsidR="008306FC" w:rsidRPr="00DE30EA" w:rsidRDefault="008306FC" w:rsidP="00DE30EA">
      <w:pPr>
        <w:rPr>
          <w:rtl/>
        </w:rPr>
      </w:pPr>
      <w:r>
        <w:rPr>
          <w:rtl/>
        </w:rPr>
        <w:br w:type="page"/>
      </w:r>
    </w:p>
    <w:p w:rsidR="00B33631" w:rsidRPr="008306FC" w:rsidRDefault="002E3834" w:rsidP="008306FC">
      <w:pPr>
        <w:pStyle w:val="Heading1"/>
        <w:rPr>
          <w:rtl/>
        </w:rPr>
      </w:pPr>
      <w:r w:rsidRPr="008306FC">
        <w:rPr>
          <w:rtl/>
        </w:rPr>
        <w:lastRenderedPageBreak/>
        <w:t xml:space="preserve"> </w:t>
      </w:r>
      <w:bookmarkStart w:id="80" w:name="_Toc362088647"/>
      <w:r w:rsidRPr="00035AB4">
        <w:rPr>
          <w:highlight w:val="yellow"/>
          <w:rtl/>
        </w:rPr>
        <w:t>(31)</w:t>
      </w:r>
      <w:r w:rsidRPr="008306FC">
        <w:rPr>
          <w:rtl/>
        </w:rPr>
        <w:t xml:space="preserve"> وَاءَنْ اءَلْقِ عَصَاكَ فَلَمَّا رَءَاهَا تَهْتَزُّ كَاءَنَّهَا جَآنُّ وَلَّى مُدْبِراً وَلَمْيُعَقِّبْ يَمُوسَىَّ اءَقْبِلْ وَلاَ تَخَفْ إِنَّكَمِنَ الاَْمِنِينَ</w:t>
      </w:r>
      <w:bookmarkEnd w:id="80"/>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(از تو مى خواهم) اينكه عصايت را بيفكنى ! پس چون (موسى عصا را انداخت ناگهان) مشاهده كرد كه آن (عصا) چنان جست و خيز مى كند كه گويا مارى چالاك و كوچك است ، پشت كنان فرار كرد و به عقب (هم) نگاه نكرد! (به او ندا رسيد كه) اى موسى ! پيش بيا و نترس ، همانا تو درامان هستى .</w:t>
      </w:r>
    </w:p>
    <w:p w:rsidR="00B33631" w:rsidRDefault="00DF6A2E" w:rsidP="00DF6A2E">
      <w:pPr>
        <w:pStyle w:val="Heading2"/>
        <w:rPr>
          <w:rtl/>
          <w:lang w:bidi="fa-IR"/>
        </w:rPr>
      </w:pPr>
      <w:bookmarkStart w:id="81" w:name="_Toc362088648"/>
      <w:r>
        <w:rPr>
          <w:rtl/>
          <w:lang w:bidi="fa-IR"/>
        </w:rPr>
        <w:t>پيام ها :</w:t>
      </w:r>
      <w:bookmarkEnd w:id="81"/>
    </w:p>
    <w:p w:rsidR="00B33631" w:rsidRDefault="00B33631" w:rsidP="004D48DE">
      <w:pPr>
        <w:pStyle w:val="libNormal"/>
        <w:rPr>
          <w:rtl/>
          <w:lang w:bidi="fa-IR"/>
        </w:rPr>
      </w:pPr>
      <w:r>
        <w:rPr>
          <w:rtl/>
          <w:lang w:bidi="fa-IR"/>
        </w:rPr>
        <w:t xml:space="preserve">1- خداوند از هر چيز مى تواند معجزه اى بيافريند. </w:t>
      </w:r>
      <w:r w:rsidRPr="00672BC4">
        <w:rPr>
          <w:rStyle w:val="libAieChar"/>
          <w:rtl/>
        </w:rPr>
        <w:t>اَلقِ عصاك</w:t>
      </w:r>
      <w:r>
        <w:rPr>
          <w:rtl/>
          <w:lang w:bidi="fa-IR"/>
        </w:rPr>
        <w:t xml:space="preserve"> </w:t>
      </w:r>
    </w:p>
    <w:p w:rsidR="00B33631" w:rsidRDefault="00B33631" w:rsidP="004D48DE">
      <w:pPr>
        <w:pStyle w:val="libNormal"/>
        <w:rPr>
          <w:rtl/>
          <w:lang w:bidi="fa-IR"/>
        </w:rPr>
      </w:pPr>
      <w:r>
        <w:rPr>
          <w:rtl/>
          <w:lang w:bidi="fa-IR"/>
        </w:rPr>
        <w:t>2- براى انجام ماءموريّت هاى بزرگ ، بايد برنامه را قبلا تمرين و تكرار كرد. اَلقِ عصاك (حضرت موسى مى بايست ابتدا خود، معجزه را ببيند تا بتواند آن را در برابر ديگران تكرار نمايد.)</w:t>
      </w:r>
    </w:p>
    <w:p w:rsidR="00B33631" w:rsidRDefault="00B33631" w:rsidP="004D48DE">
      <w:pPr>
        <w:pStyle w:val="libNormal"/>
        <w:rPr>
          <w:rtl/>
          <w:lang w:bidi="fa-IR"/>
        </w:rPr>
      </w:pPr>
      <w:r>
        <w:rPr>
          <w:rtl/>
          <w:lang w:bidi="fa-IR"/>
        </w:rPr>
        <w:t xml:space="preserve">3- انبيا در جنبه ى بشرى ، همچون ساير انسان ها نسبت به امورى ، دغدغه وترس داشته اند. لاتَخَف </w:t>
      </w:r>
    </w:p>
    <w:p w:rsidR="00B33631" w:rsidRPr="008306FC" w:rsidRDefault="002E3834" w:rsidP="008306FC">
      <w:pPr>
        <w:pStyle w:val="Heading1"/>
        <w:rPr>
          <w:rtl/>
        </w:rPr>
      </w:pPr>
      <w:r w:rsidRPr="008306FC">
        <w:rPr>
          <w:rtl/>
        </w:rPr>
        <w:t xml:space="preserve"> </w:t>
      </w:r>
      <w:bookmarkStart w:id="82" w:name="_Toc362088649"/>
      <w:r w:rsidRPr="00035AB4">
        <w:rPr>
          <w:highlight w:val="yellow"/>
          <w:rtl/>
        </w:rPr>
        <w:t>(32)</w:t>
      </w:r>
      <w:r w:rsidRPr="008306FC">
        <w:rPr>
          <w:rtl/>
        </w:rPr>
        <w:t xml:space="preserve"> اُسْلُكْ يَدَكَ فِى جَيْبِكَ تَخْرُجْ بَيْضَآءَ مِنْ غَيْرِ سُوَّءٍ وَاضْمُمْ إِلَيْكَ جَنَاحَكَ مِنَ الرَّهْبِ فَذَنِكَ بُرْهَنَانِ مِن رَّبِّكَ إِلَى فِرْعَوْنَ وَمَلاَِيْهِ إِنَّهمْ كَانُواْ قَوْماً فَسِقِينَ</w:t>
      </w:r>
      <w:bookmarkEnd w:id="82"/>
    </w:p>
    <w:p w:rsidR="00B33631" w:rsidRDefault="00B33631" w:rsidP="004D48DE">
      <w:pPr>
        <w:pStyle w:val="libNormal"/>
        <w:rPr>
          <w:rtl/>
          <w:lang w:bidi="fa-IR"/>
        </w:rPr>
      </w:pPr>
      <w:r>
        <w:rPr>
          <w:rtl/>
          <w:lang w:bidi="fa-IR"/>
        </w:rPr>
        <w:t>ترجمه :</w:t>
      </w:r>
    </w:p>
    <w:p w:rsidR="008306FC" w:rsidRDefault="00B33631" w:rsidP="004D48DE">
      <w:pPr>
        <w:pStyle w:val="libNormal"/>
        <w:rPr>
          <w:rtl/>
          <w:lang w:bidi="fa-IR"/>
        </w:rPr>
      </w:pPr>
      <w:r>
        <w:rPr>
          <w:rtl/>
          <w:lang w:bidi="fa-IR"/>
        </w:rPr>
        <w:t xml:space="preserve">(اى موسى ! اكنون) دستت را در گريبانت فرو ببر (خواهى ديد كه) بدون هيچ بيمارى ، و نقص و عيبى ، سفيد و درخشان بيرون خواهد آمد، </w:t>
      </w:r>
    </w:p>
    <w:p w:rsidR="008306FC" w:rsidRPr="00DE30EA" w:rsidRDefault="008306FC" w:rsidP="00DE30EA">
      <w:pPr>
        <w:rPr>
          <w:rtl/>
        </w:rPr>
      </w:pPr>
      <w:r>
        <w:rPr>
          <w:rtl/>
          <w:lang w:bidi="fa-IR"/>
        </w:rPr>
        <w:br w:type="page"/>
      </w:r>
    </w:p>
    <w:p w:rsidR="00B33631" w:rsidRDefault="00B33631" w:rsidP="008306FC">
      <w:pPr>
        <w:pStyle w:val="libNormal0"/>
        <w:rPr>
          <w:rtl/>
          <w:lang w:bidi="fa-IR"/>
        </w:rPr>
      </w:pPr>
      <w:r>
        <w:rPr>
          <w:rtl/>
          <w:lang w:bidi="fa-IR"/>
        </w:rPr>
        <w:lastRenderedPageBreak/>
        <w:t>و براى رهايى از (تعجب و) ترس ، بازوى خود را جمع كن ، پس اين (دو معجزه ، دو دليل روشن و) دو برهان از طرف پروردگارت به سوى فرعون و اشراف اطراف اوست ،بدرستى كه آنان گروهى فاسق بوده اند.</w:t>
      </w:r>
    </w:p>
    <w:p w:rsidR="00B33631" w:rsidRPr="008306FC" w:rsidRDefault="002E3834" w:rsidP="008306FC">
      <w:pPr>
        <w:pStyle w:val="Heading1"/>
        <w:rPr>
          <w:rtl/>
        </w:rPr>
      </w:pPr>
      <w:r w:rsidRPr="008306FC">
        <w:rPr>
          <w:rtl/>
        </w:rPr>
        <w:t xml:space="preserve"> </w:t>
      </w:r>
      <w:bookmarkStart w:id="83" w:name="_Toc362088650"/>
      <w:r w:rsidRPr="00035AB4">
        <w:rPr>
          <w:highlight w:val="yellow"/>
          <w:rtl/>
        </w:rPr>
        <w:t>(33)</w:t>
      </w:r>
      <w:r w:rsidRPr="008306FC">
        <w:rPr>
          <w:rtl/>
        </w:rPr>
        <w:t xml:space="preserve"> قَالَ رَبِّ إِنِّى قَتَلْتُ مِنْهُمْ نَفْساً فَاءَخَافُ اءَن يَقْتُلُونِ</w:t>
      </w:r>
      <w:bookmarkEnd w:id="83"/>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(موسى) گفت : پروردگارا! همانا من يكى از آنها (فرعونيان) را كشته ام ، پس ‍ مى ترسم كه مرا (به قصاص او) به قتل رسانند.</w:t>
      </w:r>
    </w:p>
    <w:p w:rsidR="00B33631" w:rsidRDefault="00DF6A2E" w:rsidP="00DF6A2E">
      <w:pPr>
        <w:pStyle w:val="Heading2"/>
        <w:rPr>
          <w:rtl/>
          <w:lang w:bidi="fa-IR"/>
        </w:rPr>
      </w:pPr>
      <w:bookmarkStart w:id="84" w:name="_Toc362088651"/>
      <w:r>
        <w:rPr>
          <w:rtl/>
          <w:lang w:bidi="fa-IR"/>
        </w:rPr>
        <w:t>نكته ها :</w:t>
      </w:r>
      <w:bookmarkEnd w:id="84"/>
    </w:p>
    <w:p w:rsidR="00B33631" w:rsidRDefault="00B33631" w:rsidP="004D48DE">
      <w:pPr>
        <w:pStyle w:val="libNormal"/>
        <w:rPr>
          <w:rtl/>
          <w:lang w:bidi="fa-IR"/>
        </w:rPr>
      </w:pPr>
      <w:r>
        <w:rPr>
          <w:rtl/>
          <w:lang w:bidi="fa-IR"/>
        </w:rPr>
        <w:t xml:space="preserve">جمله ى «واضمُم اليك جَناحَك من الرَّهَب» يا به معناى آن است كه «به هنگام وحشت ، دست هايت را بر روى سينه و يا زير بغل بگذار» (بر خلاف بعضى كه وقتى مى ترسند، دست هايشان را بالا مى برند) و يا به معناى كمر همّت بستن و مصمّم شدن و پيش رفتن است . </w:t>
      </w:r>
      <w:r w:rsidR="00144845" w:rsidRPr="00C96ECB">
        <w:rPr>
          <w:rStyle w:val="libFootnotenumChar"/>
          <w:rtl/>
          <w:lang w:bidi="fa-IR"/>
        </w:rPr>
        <w:t>(49)</w:t>
      </w:r>
    </w:p>
    <w:p w:rsidR="00B33631" w:rsidRDefault="00B33631" w:rsidP="004D48DE">
      <w:pPr>
        <w:pStyle w:val="libNormal"/>
        <w:rPr>
          <w:rFonts w:hint="cs"/>
          <w:rtl/>
          <w:lang w:bidi="fa-IR"/>
        </w:rPr>
      </w:pPr>
      <w:r>
        <w:rPr>
          <w:rtl/>
          <w:lang w:bidi="fa-IR"/>
        </w:rPr>
        <w:t xml:space="preserve">در تورات آمده است : وقتى موسى دست در گريبان برد، دستش مرض پيسى گرفت و مانند برف سفيد شد، </w:t>
      </w:r>
      <w:r w:rsidR="00144845" w:rsidRPr="00C96ECB">
        <w:rPr>
          <w:rStyle w:val="libFootnotenumChar"/>
          <w:rtl/>
          <w:lang w:bidi="fa-IR"/>
        </w:rPr>
        <w:t>(50)</w:t>
      </w:r>
      <w:r>
        <w:rPr>
          <w:rtl/>
          <w:lang w:bidi="fa-IR"/>
        </w:rPr>
        <w:t xml:space="preserve"> ولى قرآن سفيدى دست موسى را از بيمارى نمى داند، بلكه آن را نشانه ى قدرت الهى مى داند كه در مقام ارائه برهان ، راه را بر هر گونه شبهه و انحراف ببندد. بيضاء من غير سوء</w:t>
      </w:r>
    </w:p>
    <w:p w:rsidR="008306FC" w:rsidRDefault="008306FC" w:rsidP="008306FC">
      <w:pPr>
        <w:pStyle w:val="libLine"/>
        <w:rPr>
          <w:rtl/>
        </w:rPr>
      </w:pPr>
      <w:r w:rsidRPr="00AD5C7B">
        <w:rPr>
          <w:rtl/>
        </w:rPr>
        <w:t>_________________________</w:t>
      </w:r>
    </w:p>
    <w:p w:rsidR="008306FC" w:rsidRDefault="008306FC" w:rsidP="008306FC">
      <w:pPr>
        <w:pStyle w:val="libFootnote"/>
        <w:rPr>
          <w:rtl/>
        </w:rPr>
      </w:pPr>
      <w:r>
        <w:rPr>
          <w:rtl/>
        </w:rPr>
        <w:t>49- تفسير الميزان .</w:t>
      </w:r>
    </w:p>
    <w:p w:rsidR="008306FC" w:rsidRDefault="008306FC" w:rsidP="008306FC">
      <w:pPr>
        <w:pStyle w:val="libFootnote"/>
        <w:rPr>
          <w:rtl/>
        </w:rPr>
      </w:pPr>
      <w:r>
        <w:rPr>
          <w:rtl/>
        </w:rPr>
        <w:t>50- تورات ، سِفر خروج ، باب 4، جمله 6.</w:t>
      </w:r>
    </w:p>
    <w:p w:rsidR="008306FC" w:rsidRPr="00DE30EA" w:rsidRDefault="008306FC" w:rsidP="00DE30EA">
      <w:pPr>
        <w:rPr>
          <w:rtl/>
        </w:rPr>
      </w:pPr>
      <w:r>
        <w:rPr>
          <w:rtl/>
          <w:lang w:bidi="fa-IR"/>
        </w:rPr>
        <w:br w:type="page"/>
      </w:r>
    </w:p>
    <w:p w:rsidR="00B33631" w:rsidRDefault="00DF6A2E" w:rsidP="00DF6A2E">
      <w:pPr>
        <w:pStyle w:val="Heading2"/>
        <w:rPr>
          <w:rtl/>
          <w:lang w:bidi="fa-IR"/>
        </w:rPr>
      </w:pPr>
      <w:bookmarkStart w:id="85" w:name="_Toc362088652"/>
      <w:r>
        <w:rPr>
          <w:rtl/>
          <w:lang w:bidi="fa-IR"/>
        </w:rPr>
        <w:lastRenderedPageBreak/>
        <w:t>پيام ها :</w:t>
      </w:r>
      <w:bookmarkEnd w:id="85"/>
    </w:p>
    <w:p w:rsidR="00B33631" w:rsidRDefault="00B33631" w:rsidP="004D48DE">
      <w:pPr>
        <w:pStyle w:val="libNormal"/>
        <w:rPr>
          <w:rtl/>
          <w:lang w:bidi="fa-IR"/>
        </w:rPr>
      </w:pPr>
      <w:r>
        <w:rPr>
          <w:rtl/>
          <w:lang w:bidi="fa-IR"/>
        </w:rPr>
        <w:t xml:space="preserve">1- همراه با نمود قهر، نمودى از لطف نيز ضرورى است . </w:t>
      </w:r>
      <w:r w:rsidRPr="00F001C2">
        <w:rPr>
          <w:rStyle w:val="libAieChar"/>
          <w:rtl/>
        </w:rPr>
        <w:t>تَهتَزّ كانّها جانّ</w:t>
      </w:r>
      <w:r>
        <w:rPr>
          <w:rtl/>
          <w:lang w:bidi="fa-IR"/>
        </w:rPr>
        <w:t xml:space="preserve"> تخرج بيضاء من غير سوء (در كنار مار ترسان ، دست درخشان لازم است)</w:t>
      </w:r>
    </w:p>
    <w:p w:rsidR="00B33631" w:rsidRDefault="00B33631" w:rsidP="004D48DE">
      <w:pPr>
        <w:pStyle w:val="libNormal"/>
        <w:rPr>
          <w:rtl/>
          <w:lang w:bidi="fa-IR"/>
        </w:rPr>
      </w:pPr>
      <w:r>
        <w:rPr>
          <w:rtl/>
          <w:lang w:bidi="fa-IR"/>
        </w:rPr>
        <w:t>2- معجزات الهى ، نقصان و عوارض سوئى ندارد. من غير سوء</w:t>
      </w:r>
    </w:p>
    <w:p w:rsidR="00B33631" w:rsidRDefault="00B33631" w:rsidP="004D48DE">
      <w:pPr>
        <w:pStyle w:val="libNormal"/>
        <w:rPr>
          <w:rtl/>
          <w:lang w:bidi="fa-IR"/>
        </w:rPr>
      </w:pPr>
      <w:r>
        <w:rPr>
          <w:rtl/>
          <w:lang w:bidi="fa-IR"/>
        </w:rPr>
        <w:t xml:space="preserve">3- ارشاد و دعوت بايد پشتوانه منطقى والهى داشته باشد. برهانان من ربّك </w:t>
      </w:r>
    </w:p>
    <w:p w:rsidR="00B33631" w:rsidRDefault="00B33631" w:rsidP="004D48DE">
      <w:pPr>
        <w:pStyle w:val="libNormal"/>
        <w:rPr>
          <w:rtl/>
          <w:lang w:bidi="fa-IR"/>
        </w:rPr>
      </w:pPr>
      <w:r>
        <w:rPr>
          <w:rtl/>
          <w:lang w:bidi="fa-IR"/>
        </w:rPr>
        <w:t xml:space="preserve">4- مار شدن عصا و سفيد شدن دست ، نشانه اى از تشويق و تنبيه ، انذار و بشارت است كه دو عنصر اساسى در زمينه تربيت است . برهانان من ربّك </w:t>
      </w:r>
    </w:p>
    <w:p w:rsidR="00B33631" w:rsidRDefault="00B33631" w:rsidP="004D48DE">
      <w:pPr>
        <w:pStyle w:val="libNormal"/>
        <w:rPr>
          <w:rtl/>
          <w:lang w:bidi="fa-IR"/>
        </w:rPr>
      </w:pPr>
      <w:r>
        <w:rPr>
          <w:rtl/>
          <w:lang w:bidi="fa-IR"/>
        </w:rPr>
        <w:t xml:space="preserve">5 براى اصلاح جامعه ، بايد ابتدا به سراغ ريشه ها و سرچشمه هاى فسق و فساد رفت . الى فرعون و ملائه </w:t>
      </w:r>
    </w:p>
    <w:p w:rsidR="00B33631" w:rsidRDefault="00B33631" w:rsidP="004D48DE">
      <w:pPr>
        <w:pStyle w:val="libNormal"/>
        <w:rPr>
          <w:rtl/>
          <w:lang w:bidi="fa-IR"/>
        </w:rPr>
      </w:pPr>
      <w:r>
        <w:rPr>
          <w:rtl/>
          <w:lang w:bidi="fa-IR"/>
        </w:rPr>
        <w:t xml:space="preserve">6- قانون قصاص ، سابقه اى طولانى دارد. قَتَلتُ منهم نَفسا فَاءخاف اءن يَقتلون </w:t>
      </w:r>
    </w:p>
    <w:p w:rsidR="00B33631" w:rsidRDefault="00B33631" w:rsidP="004D48DE">
      <w:pPr>
        <w:pStyle w:val="libNormal"/>
        <w:rPr>
          <w:rtl/>
          <w:lang w:bidi="fa-IR"/>
        </w:rPr>
      </w:pPr>
      <w:r>
        <w:rPr>
          <w:rtl/>
          <w:lang w:bidi="fa-IR"/>
        </w:rPr>
        <w:t xml:space="preserve">7- در پذيرش مسئوليّت ، موانع را مطرح و ارزيابى كنيم . فَاءخاف اءن يَقتلون </w:t>
      </w:r>
    </w:p>
    <w:p w:rsidR="00B33631" w:rsidRPr="008306FC" w:rsidRDefault="002E3834" w:rsidP="008306FC">
      <w:pPr>
        <w:pStyle w:val="Heading1"/>
        <w:rPr>
          <w:rtl/>
        </w:rPr>
      </w:pPr>
      <w:r w:rsidRPr="008306FC">
        <w:rPr>
          <w:rtl/>
        </w:rPr>
        <w:t xml:space="preserve"> </w:t>
      </w:r>
      <w:bookmarkStart w:id="86" w:name="_Toc362088653"/>
      <w:r w:rsidRPr="00035AB4">
        <w:rPr>
          <w:highlight w:val="yellow"/>
          <w:rtl/>
        </w:rPr>
        <w:t>(34)</w:t>
      </w:r>
      <w:r w:rsidRPr="008306FC">
        <w:rPr>
          <w:rtl/>
        </w:rPr>
        <w:t xml:space="preserve"> وَ اءَخِى هَرُونُ هُوَ اءَفْصَحُ مِنِّى لِسَاناً فَاءَرْسِلْهُ مَعِىَ رِدْءاً يُصَدِّقُنِىَّ إِنِّىَّ اءَخَافُ اءَن يُكَذِّبُونِ</w:t>
      </w:r>
      <w:bookmarkEnd w:id="86"/>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برادرم هارون را كه در بيان از من شيواتر است براى يارى ام با من بفرست تامرا تصديق كند، همانا مى ترسم كه (فرعونيان) مرا تكذيب كنند.</w:t>
      </w:r>
    </w:p>
    <w:p w:rsidR="008306FC" w:rsidRPr="00DE30EA" w:rsidRDefault="008306FC" w:rsidP="00DE30EA">
      <w:pPr>
        <w:rPr>
          <w:rtl/>
        </w:rPr>
      </w:pPr>
      <w:r>
        <w:rPr>
          <w:rtl/>
        </w:rPr>
        <w:br w:type="page"/>
      </w:r>
    </w:p>
    <w:p w:rsidR="00B33631" w:rsidRPr="008306FC" w:rsidRDefault="002E3834" w:rsidP="008306FC">
      <w:pPr>
        <w:pStyle w:val="Heading1"/>
        <w:rPr>
          <w:rtl/>
        </w:rPr>
      </w:pPr>
      <w:r w:rsidRPr="008306FC">
        <w:rPr>
          <w:rtl/>
        </w:rPr>
        <w:lastRenderedPageBreak/>
        <w:t xml:space="preserve"> </w:t>
      </w:r>
      <w:bookmarkStart w:id="87" w:name="_Toc362088654"/>
      <w:r w:rsidRPr="00035AB4">
        <w:rPr>
          <w:highlight w:val="yellow"/>
          <w:rtl/>
        </w:rPr>
        <w:t>(35)</w:t>
      </w:r>
      <w:r w:rsidRPr="008306FC">
        <w:rPr>
          <w:rtl/>
        </w:rPr>
        <w:t xml:space="preserve"> قَالَ سَنَشُدُّ عَضُدَكَ بِاءَخِيكَ وَنَجْعَلُ لَكُمَا سُلْطَناً فَلاَ يَصِلُونَ إِلَيْكُمَا بَِايَتِنَآ اءَنتُمَا وَمَنِا تَّبَعَكُمَا الْغَلِبُونَ</w:t>
      </w:r>
      <w:bookmarkEnd w:id="87"/>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(خداوند) فرمود: (نگران مباش) ما بازوى تو را به واسطه (همراهى) برادرت محكم خواهيم كرد و براى شما، برترى و سلطه قرار خواهيم داد، پس به بركت آيات (و نشانه هاى) ما بر شما دست نخواهند يافت (و)شما و هركس پيروى تان كند، پيروز خواهيد بود.</w:t>
      </w:r>
    </w:p>
    <w:p w:rsidR="00B33631" w:rsidRDefault="00DF6A2E" w:rsidP="00DF6A2E">
      <w:pPr>
        <w:pStyle w:val="Heading2"/>
        <w:rPr>
          <w:rtl/>
          <w:lang w:bidi="fa-IR"/>
        </w:rPr>
      </w:pPr>
      <w:bookmarkStart w:id="88" w:name="_Toc362088655"/>
      <w:r>
        <w:rPr>
          <w:rtl/>
          <w:lang w:bidi="fa-IR"/>
        </w:rPr>
        <w:t>نكته ها :</w:t>
      </w:r>
      <w:bookmarkEnd w:id="88"/>
    </w:p>
    <w:p w:rsidR="00B33631" w:rsidRDefault="00B33631" w:rsidP="004D48DE">
      <w:pPr>
        <w:pStyle w:val="libNormal"/>
        <w:rPr>
          <w:rtl/>
          <w:lang w:bidi="fa-IR"/>
        </w:rPr>
      </w:pPr>
      <w:r>
        <w:rPr>
          <w:rtl/>
          <w:lang w:bidi="fa-IR"/>
        </w:rPr>
        <w:t>هارون (كه در لغت ، به معناى كوه نشين يا قاصد است) برادر بزرگ حضرت موسى ، از انبياى بنى اسرائيل بوده و در قرآن از او ستايش شده است .</w:t>
      </w:r>
    </w:p>
    <w:p w:rsidR="00B33631" w:rsidRDefault="00B33631" w:rsidP="004D48DE">
      <w:pPr>
        <w:pStyle w:val="libNormal"/>
        <w:rPr>
          <w:rtl/>
          <w:lang w:bidi="fa-IR"/>
        </w:rPr>
      </w:pPr>
      <w:r>
        <w:rPr>
          <w:rtl/>
          <w:lang w:bidi="fa-IR"/>
        </w:rPr>
        <w:t>حضرت موسى در انجام ماءموريّتش ا</w:t>
      </w:r>
      <w:r w:rsidR="008306FC">
        <w:rPr>
          <w:rtl/>
          <w:lang w:bidi="fa-IR"/>
        </w:rPr>
        <w:t>ز دو چيز مى ترسيد، يكى قصاص قتل</w:t>
      </w:r>
      <w:r>
        <w:rPr>
          <w:rtl/>
          <w:lang w:bidi="fa-IR"/>
        </w:rPr>
        <w:t>، «</w:t>
      </w:r>
      <w:r w:rsidRPr="00F001C2">
        <w:rPr>
          <w:rStyle w:val="libAieChar"/>
          <w:rtl/>
        </w:rPr>
        <w:t>اِنّى اءخاف اءن يقتلون</w:t>
      </w:r>
      <w:r>
        <w:rPr>
          <w:rtl/>
          <w:lang w:bidi="fa-IR"/>
        </w:rPr>
        <w:t>» و ديگرى تكذيب حقّ، «</w:t>
      </w:r>
      <w:r w:rsidRPr="00F001C2">
        <w:rPr>
          <w:rStyle w:val="libAieChar"/>
          <w:rtl/>
        </w:rPr>
        <w:t>اِنّى اَخاف اءن يكذّبون</w:t>
      </w:r>
      <w:r>
        <w:rPr>
          <w:rtl/>
          <w:lang w:bidi="fa-IR"/>
        </w:rPr>
        <w:t>»</w:t>
      </w:r>
    </w:p>
    <w:p w:rsidR="00B33631" w:rsidRDefault="00B33631" w:rsidP="004D48DE">
      <w:pPr>
        <w:pStyle w:val="libNormal"/>
        <w:rPr>
          <w:rtl/>
          <w:lang w:bidi="fa-IR"/>
        </w:rPr>
      </w:pPr>
      <w:r>
        <w:rPr>
          <w:rtl/>
          <w:lang w:bidi="fa-IR"/>
        </w:rPr>
        <w:t>در واگذارى مسئوليّت هاى سنگين ، بايد به همه ى ابعاد شخص ، توجّه كرد. گرچه حضرت هارون از نظر سنّ و سخن ، از حضرت موسى بزرگتر و خوش بيان تر بود، ولى حضرت موسى به خاطر</w:t>
      </w:r>
      <w:r w:rsidR="008306FC">
        <w:rPr>
          <w:rtl/>
          <w:lang w:bidi="fa-IR"/>
        </w:rPr>
        <w:t xml:space="preserve"> صفات و لياقت هاى ديگرى كه داشت</w:t>
      </w:r>
      <w:r>
        <w:rPr>
          <w:rtl/>
          <w:lang w:bidi="fa-IR"/>
        </w:rPr>
        <w:t>، در اين ماءموريّت مسئول و ماءمور شد. هر چند هارون نيز پيامبر الهى بود.</w:t>
      </w:r>
    </w:p>
    <w:p w:rsidR="00B33631" w:rsidRDefault="00B33631" w:rsidP="004D48DE">
      <w:pPr>
        <w:pStyle w:val="libNormal"/>
        <w:rPr>
          <w:rtl/>
          <w:lang w:bidi="fa-IR"/>
        </w:rPr>
      </w:pPr>
      <w:r>
        <w:rPr>
          <w:rtl/>
          <w:lang w:bidi="fa-IR"/>
        </w:rPr>
        <w:t xml:space="preserve">در شيوه تبليغ ، ارشاد، امر به معروف ونهى از منكر، گاهى بايد افراد دو نفرى يا بيشتر اقدام كنند. ارسله معى </w:t>
      </w:r>
    </w:p>
    <w:p w:rsidR="008306FC" w:rsidRDefault="00B33631" w:rsidP="008306FC">
      <w:pPr>
        <w:pStyle w:val="libNormal"/>
        <w:rPr>
          <w:rtl/>
          <w:lang w:bidi="fa-IR"/>
        </w:rPr>
      </w:pPr>
      <w:r>
        <w:rPr>
          <w:rtl/>
          <w:lang w:bidi="fa-IR"/>
        </w:rPr>
        <w:t>در امر به معروف و نهى از منكر، محور اصلى اثر كردن است ؛ اگر با اشاره اثر مى كند بايد اشاره كرد، اگر فرياد اثر مى كند بايد فرياد زد.</w:t>
      </w:r>
    </w:p>
    <w:p w:rsidR="008306FC" w:rsidRPr="00DE30EA" w:rsidRDefault="008306FC" w:rsidP="00DE30EA">
      <w:pPr>
        <w:rPr>
          <w:rtl/>
        </w:rPr>
      </w:pPr>
      <w:r>
        <w:rPr>
          <w:rtl/>
          <w:lang w:bidi="fa-IR"/>
        </w:rPr>
        <w:br w:type="page"/>
      </w:r>
    </w:p>
    <w:p w:rsidR="00B33631" w:rsidRDefault="00B33631" w:rsidP="008306FC">
      <w:pPr>
        <w:pStyle w:val="libNormal0"/>
        <w:rPr>
          <w:rtl/>
          <w:lang w:bidi="fa-IR"/>
        </w:rPr>
      </w:pPr>
      <w:r>
        <w:rPr>
          <w:rtl/>
          <w:lang w:bidi="fa-IR"/>
        </w:rPr>
        <w:lastRenderedPageBreak/>
        <w:t>اگر با طومار و راهپيمايى و تحصّن و اعتصاب و تجمّع ، يا تهديد و تشويق ، بايد همان راه را طى كرد و به هر نحو ممكن ، قلبا و لسانا و عملا جلو مفاسد را گرفت ، حتّى اگر با تكرار اثر مى كند بايد امر ونهى را تكرار كرد.</w:t>
      </w:r>
    </w:p>
    <w:p w:rsidR="00B33631" w:rsidRDefault="00DF6A2E" w:rsidP="00DF6A2E">
      <w:pPr>
        <w:pStyle w:val="Heading2"/>
        <w:rPr>
          <w:rtl/>
          <w:lang w:bidi="fa-IR"/>
        </w:rPr>
      </w:pPr>
      <w:bookmarkStart w:id="89" w:name="_Toc362088656"/>
      <w:r>
        <w:rPr>
          <w:rtl/>
          <w:lang w:bidi="fa-IR"/>
        </w:rPr>
        <w:t>پيام ها :</w:t>
      </w:r>
      <w:bookmarkEnd w:id="89"/>
    </w:p>
    <w:p w:rsidR="00B33631" w:rsidRDefault="00B33631" w:rsidP="004D48DE">
      <w:pPr>
        <w:pStyle w:val="libNormal"/>
        <w:rPr>
          <w:rtl/>
          <w:lang w:bidi="fa-IR"/>
        </w:rPr>
      </w:pPr>
      <w:r>
        <w:rPr>
          <w:rtl/>
          <w:lang w:bidi="fa-IR"/>
        </w:rPr>
        <w:t>1- اقرار به كمالات ديگران ، خود يك كمال وارزش است . هو اءفصح منّى حضرت موسى با اين كه پيامبر اولوالعزم بود، به كمال برادرش اقرار كرد.</w:t>
      </w:r>
    </w:p>
    <w:p w:rsidR="00B33631" w:rsidRDefault="00B33631" w:rsidP="004D48DE">
      <w:pPr>
        <w:pStyle w:val="libNormal"/>
        <w:rPr>
          <w:rtl/>
          <w:lang w:bidi="fa-IR"/>
        </w:rPr>
      </w:pPr>
      <w:r>
        <w:rPr>
          <w:rtl/>
          <w:lang w:bidi="fa-IR"/>
        </w:rPr>
        <w:t xml:space="preserve">2- بيان روان ، از عوامل مؤثّر در جذب افراد وتبليغ موفّق است . هو اءفصح </w:t>
      </w:r>
    </w:p>
    <w:p w:rsidR="00B33631" w:rsidRDefault="00B33631" w:rsidP="004D48DE">
      <w:pPr>
        <w:pStyle w:val="libNormal"/>
        <w:rPr>
          <w:rtl/>
          <w:lang w:bidi="fa-IR"/>
        </w:rPr>
      </w:pPr>
      <w:r>
        <w:rPr>
          <w:rtl/>
          <w:lang w:bidi="fa-IR"/>
        </w:rPr>
        <w:t xml:space="preserve">3- براى ارشاد و دعوت به حقّ، از بهترين ها استفاده كنيم . هو اءفصح </w:t>
      </w:r>
    </w:p>
    <w:p w:rsidR="00B33631" w:rsidRDefault="00B33631" w:rsidP="004D48DE">
      <w:pPr>
        <w:pStyle w:val="libNormal"/>
        <w:rPr>
          <w:rtl/>
          <w:lang w:bidi="fa-IR"/>
        </w:rPr>
      </w:pPr>
      <w:r>
        <w:rPr>
          <w:rtl/>
          <w:lang w:bidi="fa-IR"/>
        </w:rPr>
        <w:t>4- هر نيرويى را در جاى خود بكار بگيريم . هو اءفصح (هارون داراى بيانى شيوا بود و در اين ماءموريّت تبليغى ، سخن رسا نقش اساسى داشت ، لذا حضرت موسى از خداوند همراهى او را درخواست كرد.)</w:t>
      </w:r>
    </w:p>
    <w:p w:rsidR="00B33631" w:rsidRDefault="00B33631" w:rsidP="004D48DE">
      <w:pPr>
        <w:pStyle w:val="libNormal"/>
        <w:rPr>
          <w:rtl/>
          <w:lang w:bidi="fa-IR"/>
        </w:rPr>
      </w:pPr>
      <w:r>
        <w:rPr>
          <w:rtl/>
          <w:lang w:bidi="fa-IR"/>
        </w:rPr>
        <w:t>5- لازم نيست كه مسئولين ، در همه ى كمالات ، برترين باشند. هواءفصح منّى (با اينكه مسئول اصلى موسى بود، ولى در بعضى جهات هارون قوى تر بود.)</w:t>
      </w:r>
    </w:p>
    <w:p w:rsidR="00B33631" w:rsidRDefault="00B33631" w:rsidP="004D48DE">
      <w:pPr>
        <w:pStyle w:val="libNormal"/>
        <w:rPr>
          <w:rtl/>
          <w:lang w:bidi="fa-IR"/>
        </w:rPr>
      </w:pPr>
      <w:r>
        <w:rPr>
          <w:rtl/>
          <w:lang w:bidi="fa-IR"/>
        </w:rPr>
        <w:t xml:space="preserve">6- در يك رسالت الهى ، نفر دوّم را نيز بايد خداوند تعيين فرمايد. سنشدّ عضدك باءخيك همان گونه كه ما معتقديم جانشين پيامبر را نيز بايد خدا تعيين كند. </w:t>
      </w:r>
    </w:p>
    <w:p w:rsidR="00B33631" w:rsidRDefault="00B33631" w:rsidP="004D48DE">
      <w:pPr>
        <w:pStyle w:val="libNormal"/>
        <w:rPr>
          <w:rtl/>
          <w:lang w:bidi="fa-IR"/>
        </w:rPr>
      </w:pPr>
    </w:p>
    <w:p w:rsidR="008306FC" w:rsidRDefault="00B33631" w:rsidP="004D48DE">
      <w:pPr>
        <w:pStyle w:val="libNormal"/>
        <w:rPr>
          <w:rtl/>
          <w:lang w:bidi="fa-IR"/>
        </w:rPr>
      </w:pPr>
      <w:r>
        <w:rPr>
          <w:rtl/>
          <w:lang w:bidi="fa-IR"/>
        </w:rPr>
        <w:t xml:space="preserve">7- ايمان و حمايت بستگان ، در پشت گرمى مبلّغ و تاءثيرگذارى او در ديگران ، بسيار مؤثّر است . اءخى يُصدّقنى </w:t>
      </w:r>
    </w:p>
    <w:p w:rsidR="00B33631" w:rsidRPr="00DE30EA" w:rsidRDefault="008306FC" w:rsidP="00DE30EA">
      <w:pPr>
        <w:rPr>
          <w:rtl/>
        </w:rPr>
      </w:pPr>
      <w:r>
        <w:rPr>
          <w:rtl/>
          <w:lang w:bidi="fa-IR"/>
        </w:rPr>
        <w:br w:type="page"/>
      </w:r>
    </w:p>
    <w:p w:rsidR="00B33631" w:rsidRDefault="00B33631" w:rsidP="004D48DE">
      <w:pPr>
        <w:pStyle w:val="libNormal"/>
        <w:rPr>
          <w:rtl/>
          <w:lang w:bidi="fa-IR"/>
        </w:rPr>
      </w:pPr>
      <w:r>
        <w:rPr>
          <w:rtl/>
          <w:lang w:bidi="fa-IR"/>
        </w:rPr>
        <w:lastRenderedPageBreak/>
        <w:t>8- دعا ودرخواست انبيا مستجاب است . ارسله معى سنشدّ عضدك حضرت موسى از خداوند درخواست كرد تا برادرش هارون را همراه و ياور او قرار دهد و خداوند آن را اجابت كرد.</w:t>
      </w:r>
    </w:p>
    <w:p w:rsidR="00B33631" w:rsidRDefault="00B33631" w:rsidP="004D48DE">
      <w:pPr>
        <w:pStyle w:val="libNormal"/>
        <w:rPr>
          <w:rtl/>
          <w:lang w:bidi="fa-IR"/>
        </w:rPr>
      </w:pPr>
      <w:r>
        <w:rPr>
          <w:rtl/>
          <w:lang w:bidi="fa-IR"/>
        </w:rPr>
        <w:t xml:space="preserve">9- بهترين نوع برادرى ، برادرى در تاءييد حقّ و بازوى يكديگر بودن در مسير خداوند است . سنشدّ عضدك باخيك </w:t>
      </w:r>
    </w:p>
    <w:p w:rsidR="00B33631" w:rsidRDefault="00B33631" w:rsidP="004D48DE">
      <w:pPr>
        <w:pStyle w:val="libNormal"/>
        <w:rPr>
          <w:rtl/>
          <w:lang w:bidi="fa-IR"/>
        </w:rPr>
      </w:pPr>
      <w:r>
        <w:rPr>
          <w:rtl/>
          <w:lang w:bidi="fa-IR"/>
        </w:rPr>
        <w:t>10- پيروزى انبيا، در سايه ى آيات الهى محقّق مى شود. فلايَصِلون اليكما باياتنا</w:t>
      </w:r>
    </w:p>
    <w:p w:rsidR="00B33631" w:rsidRDefault="00B33631" w:rsidP="004D48DE">
      <w:pPr>
        <w:pStyle w:val="libNormal"/>
        <w:rPr>
          <w:rtl/>
          <w:lang w:bidi="fa-IR"/>
        </w:rPr>
      </w:pPr>
      <w:r>
        <w:rPr>
          <w:rtl/>
          <w:lang w:bidi="fa-IR"/>
        </w:rPr>
        <w:t xml:space="preserve">11- حتّى انبيا به اميد واطمينانِ خاطر نياز دارند. خداوند به موسى و هارون و پيروانشان وعده ى پيروزى داد و آنان را اميدوار كرد. انتما ومَن اتّبعكما الغالبون </w:t>
      </w:r>
    </w:p>
    <w:p w:rsidR="00B33631" w:rsidRPr="008306FC" w:rsidRDefault="002E3834" w:rsidP="008306FC">
      <w:pPr>
        <w:pStyle w:val="Heading1"/>
        <w:rPr>
          <w:rtl/>
        </w:rPr>
      </w:pPr>
      <w:r w:rsidRPr="008306FC">
        <w:rPr>
          <w:rtl/>
        </w:rPr>
        <w:t xml:space="preserve"> </w:t>
      </w:r>
      <w:bookmarkStart w:id="90" w:name="_Toc362088657"/>
      <w:r w:rsidRPr="00035AB4">
        <w:rPr>
          <w:highlight w:val="yellow"/>
          <w:rtl/>
        </w:rPr>
        <w:t>(36)</w:t>
      </w:r>
      <w:r w:rsidRPr="008306FC">
        <w:rPr>
          <w:rtl/>
        </w:rPr>
        <w:t xml:space="preserve"> فَلَمَّا جَآءَهُم مُّوسَى بَِايَتِنَا بَيِّنَتٍ قَالُواْ مَا هَذَآ إِلا سِحْرٌ مُّفْتَرىً وَ مَا سَمِعْنَا بِهَذَافِىَّءَابَآئِنَا الاَْوَّلِينَ</w:t>
      </w:r>
      <w:bookmarkEnd w:id="90"/>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پس هنگامى كه موسى با (معجزات و) آيات روشن ما به سراغ آنان آمد، گفتند: اين چيزى جز سحر ساختگى نيست و ماچنين چيزى را در (ميان) نياكان خود نشنيده ايم .</w:t>
      </w:r>
    </w:p>
    <w:p w:rsidR="00B33631" w:rsidRDefault="00DF6A2E" w:rsidP="00DF6A2E">
      <w:pPr>
        <w:pStyle w:val="Heading2"/>
        <w:rPr>
          <w:rtl/>
          <w:lang w:bidi="fa-IR"/>
        </w:rPr>
      </w:pPr>
      <w:bookmarkStart w:id="91" w:name="_Toc362088658"/>
      <w:r>
        <w:rPr>
          <w:rtl/>
          <w:lang w:bidi="fa-IR"/>
        </w:rPr>
        <w:t>پيام ها :</w:t>
      </w:r>
      <w:bookmarkEnd w:id="91"/>
    </w:p>
    <w:p w:rsidR="00B33631" w:rsidRDefault="00B33631" w:rsidP="004D48DE">
      <w:pPr>
        <w:pStyle w:val="libNormal"/>
        <w:rPr>
          <w:rtl/>
          <w:lang w:bidi="fa-IR"/>
        </w:rPr>
      </w:pPr>
      <w:r>
        <w:rPr>
          <w:rtl/>
          <w:lang w:bidi="fa-IR"/>
        </w:rPr>
        <w:t xml:space="preserve">1- تهمت ، بزرگ ترين حربه ى مستكبران عليه مصلحان است . </w:t>
      </w:r>
      <w:r w:rsidRPr="00F001C2">
        <w:rPr>
          <w:rStyle w:val="libAieChar"/>
          <w:rtl/>
        </w:rPr>
        <w:t>ما هذا الاّ سحر مفترى</w:t>
      </w:r>
      <w:r>
        <w:rPr>
          <w:rtl/>
          <w:lang w:bidi="fa-IR"/>
        </w:rPr>
        <w:t xml:space="preserve"> </w:t>
      </w:r>
    </w:p>
    <w:p w:rsidR="008306FC" w:rsidRPr="00DE30EA" w:rsidRDefault="008306FC"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2- تعاليم پيامبران الهى ، تابع آداب ورسوم گذشتگان نيست . </w:t>
      </w:r>
      <w:r w:rsidRPr="00F001C2">
        <w:rPr>
          <w:rStyle w:val="libAieChar"/>
          <w:rtl/>
        </w:rPr>
        <w:t>ما سمعنا بهذا فى آبائنا</w:t>
      </w:r>
    </w:p>
    <w:p w:rsidR="00B33631" w:rsidRDefault="00B33631" w:rsidP="004D48DE">
      <w:pPr>
        <w:pStyle w:val="libNormal"/>
        <w:rPr>
          <w:rtl/>
          <w:lang w:bidi="fa-IR"/>
        </w:rPr>
      </w:pPr>
      <w:r>
        <w:rPr>
          <w:rtl/>
          <w:lang w:bidi="fa-IR"/>
        </w:rPr>
        <w:t>3- در پذيرش عقايد، منطق وبرهان ملاك است ، نه سيره ى پدران . ما سمعنا بهذا فى آبائنا (پيشينه نداشتن يك تفكّر، دليل نادرستى آن نيست)</w:t>
      </w:r>
    </w:p>
    <w:p w:rsidR="00B33631" w:rsidRDefault="00B33631" w:rsidP="004D48DE">
      <w:pPr>
        <w:pStyle w:val="libNormal"/>
        <w:rPr>
          <w:rtl/>
          <w:lang w:bidi="fa-IR"/>
        </w:rPr>
      </w:pPr>
      <w:r>
        <w:rPr>
          <w:rtl/>
          <w:lang w:bidi="fa-IR"/>
        </w:rPr>
        <w:t xml:space="preserve">4- برخى انسان ها، منطق روشن را فداى گذشته تاريك مى كنند. </w:t>
      </w:r>
      <w:r w:rsidRPr="00F001C2">
        <w:rPr>
          <w:rStyle w:val="libAieChar"/>
          <w:rtl/>
        </w:rPr>
        <w:t>جاءهم باياتنا بيّنات ما سمعنا بهذا فى آبائنا الاوّلين</w:t>
      </w:r>
      <w:r>
        <w:rPr>
          <w:rtl/>
          <w:lang w:bidi="fa-IR"/>
        </w:rPr>
        <w:t xml:space="preserve"> </w:t>
      </w:r>
    </w:p>
    <w:p w:rsidR="00B33631" w:rsidRPr="008306FC" w:rsidRDefault="002E3834" w:rsidP="008306FC">
      <w:pPr>
        <w:pStyle w:val="Heading1"/>
        <w:rPr>
          <w:rtl/>
        </w:rPr>
      </w:pPr>
      <w:r w:rsidRPr="008306FC">
        <w:rPr>
          <w:rtl/>
        </w:rPr>
        <w:t xml:space="preserve"> </w:t>
      </w:r>
      <w:bookmarkStart w:id="92" w:name="_Toc362088659"/>
      <w:r w:rsidRPr="00035AB4">
        <w:rPr>
          <w:highlight w:val="yellow"/>
          <w:rtl/>
        </w:rPr>
        <w:t>(37)</w:t>
      </w:r>
      <w:r w:rsidRPr="008306FC">
        <w:rPr>
          <w:rtl/>
        </w:rPr>
        <w:t xml:space="preserve"> وَ قَالَ مُوسَى رَبِّىَّ اءَعْلَمُ بِمَن جَآءَ بِالْهُدَى مِنْ عِندِهِ وَمَن تَكُونُ لَهُ عَقِبَةُ الدَّارِ إِنَّهُ لاَيُفْلِحُ الظَّلِمُونَ</w:t>
      </w:r>
      <w:bookmarkEnd w:id="92"/>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موسى (در پاسخ تكذيب فرعونيان) گفت : پروردگار من به كسانى كه از جانب او آمده اند، آگاه تر است و (مى داند) سرانجام (نيك) آخرت براى چه كسانى است . بدرستى كه ستمكاران رستگار نخواهند شد.</w:t>
      </w:r>
    </w:p>
    <w:p w:rsidR="00B33631" w:rsidRDefault="00DF6A2E" w:rsidP="00DF6A2E">
      <w:pPr>
        <w:pStyle w:val="Heading2"/>
        <w:rPr>
          <w:rtl/>
          <w:lang w:bidi="fa-IR"/>
        </w:rPr>
      </w:pPr>
      <w:bookmarkStart w:id="93" w:name="_Toc362088660"/>
      <w:r>
        <w:rPr>
          <w:rtl/>
          <w:lang w:bidi="fa-IR"/>
        </w:rPr>
        <w:t>نكته ها :</w:t>
      </w:r>
      <w:bookmarkEnd w:id="93"/>
    </w:p>
    <w:p w:rsidR="00B33631" w:rsidRDefault="00B33631" w:rsidP="004D48DE">
      <w:pPr>
        <w:pStyle w:val="libNormal"/>
        <w:rPr>
          <w:rtl/>
          <w:lang w:bidi="fa-IR"/>
        </w:rPr>
      </w:pPr>
      <w:r>
        <w:rPr>
          <w:rtl/>
          <w:lang w:bidi="fa-IR"/>
        </w:rPr>
        <w:t>در آيه ى قبل آمد كه فرعونيان با گستاخى كامل ، معجزات الهى را سحر معرّفى كرده و اظهار داشتند كه ما در تاريخ نياكانمان چنين حرف هايى نشنيده ايم ، در اين آيه حضرت موسى به كنايه به آنان مى فرمايد: شما دروغ مى گوييد، زيرا قبل از من ، كسانى چون حضرت يوسف چراغ هدايت نياكان شما را در دست داشته و دين ابراهيم را ترويج مى كرده اند.</w:t>
      </w:r>
    </w:p>
    <w:p w:rsidR="008306FC" w:rsidRPr="00DE30EA" w:rsidRDefault="008306FC" w:rsidP="00DE30EA">
      <w:pPr>
        <w:rPr>
          <w:rtl/>
        </w:rPr>
      </w:pPr>
      <w:r>
        <w:rPr>
          <w:rtl/>
          <w:lang w:bidi="fa-IR"/>
        </w:rPr>
        <w:br w:type="page"/>
      </w:r>
    </w:p>
    <w:p w:rsidR="00B33631" w:rsidRDefault="00DF6A2E" w:rsidP="00DF6A2E">
      <w:pPr>
        <w:pStyle w:val="Heading2"/>
        <w:rPr>
          <w:rtl/>
          <w:lang w:bidi="fa-IR"/>
        </w:rPr>
      </w:pPr>
      <w:bookmarkStart w:id="94" w:name="_Toc362088661"/>
      <w:r>
        <w:rPr>
          <w:rtl/>
          <w:lang w:bidi="fa-IR"/>
        </w:rPr>
        <w:lastRenderedPageBreak/>
        <w:t>پيام ها :</w:t>
      </w:r>
      <w:bookmarkEnd w:id="94"/>
    </w:p>
    <w:p w:rsidR="00B33631" w:rsidRDefault="00B33631" w:rsidP="004D48DE">
      <w:pPr>
        <w:pStyle w:val="libNormal"/>
        <w:rPr>
          <w:rtl/>
          <w:lang w:bidi="fa-IR"/>
        </w:rPr>
      </w:pPr>
      <w:r>
        <w:rPr>
          <w:rtl/>
          <w:lang w:bidi="fa-IR"/>
        </w:rPr>
        <w:t xml:space="preserve">1- در برابر تكذيب كفّار كه معجزات را سحر مى خوانند، بايد به خدا توكّل كرد. </w:t>
      </w:r>
      <w:r w:rsidRPr="00854D0A">
        <w:rPr>
          <w:rStyle w:val="libAieChar"/>
          <w:rtl/>
        </w:rPr>
        <w:t>ما هذا الاّ سحر... ربّى اعلم ...</w:t>
      </w:r>
    </w:p>
    <w:p w:rsidR="00B33631" w:rsidRDefault="00B33631" w:rsidP="004D48DE">
      <w:pPr>
        <w:pStyle w:val="libNormal"/>
        <w:rPr>
          <w:rtl/>
          <w:lang w:bidi="fa-IR"/>
        </w:rPr>
      </w:pPr>
      <w:r>
        <w:rPr>
          <w:rtl/>
          <w:lang w:bidi="fa-IR"/>
        </w:rPr>
        <w:t xml:space="preserve">2- ادّعاهاى پوچ را با شعارهاى الهى خنثى سازيم . </w:t>
      </w:r>
      <w:r w:rsidRPr="00854D0A">
        <w:rPr>
          <w:rStyle w:val="libAieChar"/>
          <w:rtl/>
        </w:rPr>
        <w:t>ما هذا الاّ سحر... ربّى اعلم</w:t>
      </w:r>
      <w:r>
        <w:rPr>
          <w:rtl/>
          <w:lang w:bidi="fa-IR"/>
        </w:rPr>
        <w:t xml:space="preserve"> </w:t>
      </w:r>
    </w:p>
    <w:p w:rsidR="00B33631" w:rsidRDefault="00B33631" w:rsidP="004D48DE">
      <w:pPr>
        <w:pStyle w:val="libNormal"/>
        <w:rPr>
          <w:rtl/>
          <w:lang w:bidi="fa-IR"/>
        </w:rPr>
      </w:pPr>
      <w:r>
        <w:rPr>
          <w:rtl/>
          <w:lang w:bidi="fa-IR"/>
        </w:rPr>
        <w:t xml:space="preserve">3- خداوند، هيچ گروهى را بى راهبر و راهنما نگذاشته است . </w:t>
      </w:r>
      <w:r w:rsidRPr="00854D0A">
        <w:rPr>
          <w:rStyle w:val="libAieChar"/>
          <w:rtl/>
        </w:rPr>
        <w:t>ربّى اعلم بمن جاء بالهُدى</w:t>
      </w:r>
      <w:r>
        <w:rPr>
          <w:rtl/>
          <w:lang w:bidi="fa-IR"/>
        </w:rPr>
        <w:t xml:space="preserve"> </w:t>
      </w:r>
    </w:p>
    <w:p w:rsidR="00B33631" w:rsidRDefault="00B33631" w:rsidP="004D48DE">
      <w:pPr>
        <w:pStyle w:val="libNormal"/>
        <w:rPr>
          <w:rtl/>
          <w:lang w:bidi="fa-IR"/>
        </w:rPr>
      </w:pPr>
      <w:r>
        <w:rPr>
          <w:rtl/>
          <w:lang w:bidi="fa-IR"/>
        </w:rPr>
        <w:t xml:space="preserve">4- هدايت يافتگان ، خوش عاقبتند. </w:t>
      </w:r>
      <w:r w:rsidRPr="00854D0A">
        <w:rPr>
          <w:rStyle w:val="libAieChar"/>
          <w:rtl/>
        </w:rPr>
        <w:t>له عاقبة الدّار</w:t>
      </w:r>
    </w:p>
    <w:p w:rsidR="00B33631" w:rsidRDefault="00B33631" w:rsidP="004D48DE">
      <w:pPr>
        <w:pStyle w:val="libNormal"/>
        <w:rPr>
          <w:rtl/>
          <w:lang w:bidi="fa-IR"/>
        </w:rPr>
      </w:pPr>
      <w:r>
        <w:rPr>
          <w:rtl/>
          <w:lang w:bidi="fa-IR"/>
        </w:rPr>
        <w:t>5</w:t>
      </w:r>
      <w:r w:rsidR="00854D0A">
        <w:rPr>
          <w:rFonts w:hint="cs"/>
          <w:rtl/>
          <w:lang w:bidi="fa-IR"/>
        </w:rPr>
        <w:t>-</w:t>
      </w:r>
      <w:r>
        <w:rPr>
          <w:rtl/>
          <w:lang w:bidi="fa-IR"/>
        </w:rPr>
        <w:t xml:space="preserve"> توجّه به معاد، در راءس برنامه هاى انبيا بوده است . </w:t>
      </w:r>
      <w:r w:rsidRPr="00854D0A">
        <w:rPr>
          <w:rStyle w:val="libAieChar"/>
          <w:rtl/>
        </w:rPr>
        <w:t>مَن تكون له عاقبة الدّار</w:t>
      </w:r>
    </w:p>
    <w:p w:rsidR="00B33631" w:rsidRDefault="00B33631" w:rsidP="004D48DE">
      <w:pPr>
        <w:pStyle w:val="libNormal"/>
        <w:rPr>
          <w:rtl/>
          <w:lang w:bidi="fa-IR"/>
        </w:rPr>
      </w:pPr>
      <w:r>
        <w:rPr>
          <w:rtl/>
          <w:lang w:bidi="fa-IR"/>
        </w:rPr>
        <w:t xml:space="preserve">6- كسانى كه انبيا را ساحر مى نامند، ستمگرانى بد عاقبت اند. </w:t>
      </w:r>
      <w:r w:rsidRPr="00854D0A">
        <w:rPr>
          <w:rStyle w:val="libAieChar"/>
          <w:rtl/>
        </w:rPr>
        <w:t xml:space="preserve">لايفلح الظالمون </w:t>
      </w:r>
    </w:p>
    <w:p w:rsidR="00B33631" w:rsidRPr="008306FC" w:rsidRDefault="002E3834" w:rsidP="008306FC">
      <w:pPr>
        <w:pStyle w:val="Heading1"/>
        <w:rPr>
          <w:rtl/>
        </w:rPr>
      </w:pPr>
      <w:r w:rsidRPr="008306FC">
        <w:rPr>
          <w:rtl/>
        </w:rPr>
        <w:t xml:space="preserve"> </w:t>
      </w:r>
      <w:bookmarkStart w:id="95" w:name="_Toc362088662"/>
      <w:r w:rsidRPr="00035AB4">
        <w:rPr>
          <w:highlight w:val="yellow"/>
          <w:rtl/>
        </w:rPr>
        <w:t>(38)</w:t>
      </w:r>
      <w:r w:rsidRPr="008306FC">
        <w:rPr>
          <w:rtl/>
        </w:rPr>
        <w:t xml:space="preserve"> وَقَالَ فِرْعَوْنُ يََّاءَيُّهَا الْمَلاَُ مَا عَلِمْتُ لَكُم مِّنْ إِلَهٍ غَيْرِى فَاءَوْقِدْ لِى يَهَمَنُ عَلَىالطِّينِ فَاجْعَل لِّى صَرْحاً لَّعَلِّىَّ اءَطَّلِعُ إِلَىَّ إِلَهِ مُوسَى وَإِنِّى لاََظُنُّهُ مِنَ الْكَذِبِينَ</w:t>
      </w:r>
      <w:bookmarkEnd w:id="95"/>
    </w:p>
    <w:p w:rsidR="00B33631" w:rsidRDefault="00B33631" w:rsidP="004D48DE">
      <w:pPr>
        <w:pStyle w:val="libNormal"/>
        <w:rPr>
          <w:rtl/>
          <w:lang w:bidi="fa-IR"/>
        </w:rPr>
      </w:pPr>
      <w:r>
        <w:rPr>
          <w:rtl/>
          <w:lang w:bidi="fa-IR"/>
        </w:rPr>
        <w:t>ترجمه :</w:t>
      </w:r>
    </w:p>
    <w:p w:rsidR="008306FC" w:rsidRDefault="00B33631" w:rsidP="004D48DE">
      <w:pPr>
        <w:pStyle w:val="libNormal"/>
        <w:rPr>
          <w:rtl/>
          <w:lang w:bidi="fa-IR"/>
        </w:rPr>
      </w:pPr>
      <w:r>
        <w:rPr>
          <w:rtl/>
          <w:lang w:bidi="fa-IR"/>
        </w:rPr>
        <w:t>وفرعون گفت : اى بزرگان قوم ! (اگرچه) من جز خودم معبودى براى شما نمى شناسم (امّابراى تحقيق بيشتر) اى هامان ! براى من آتشى بر گِل بيفروز (و آجر تهيه كن) پس برجى بلند براى من بساز، شايد (به واسطه بالا رفتن از آن) به خداى موسى دست يابم . و همانا من او را از دروغگويان مى پندارم .</w:t>
      </w:r>
    </w:p>
    <w:p w:rsidR="00B33631" w:rsidRPr="00DE30EA" w:rsidRDefault="008306FC" w:rsidP="00DE30EA">
      <w:pPr>
        <w:rPr>
          <w:rtl/>
        </w:rPr>
      </w:pPr>
      <w:r>
        <w:rPr>
          <w:rtl/>
          <w:lang w:bidi="fa-IR"/>
        </w:rPr>
        <w:br w:type="page"/>
      </w:r>
    </w:p>
    <w:p w:rsidR="00B33631" w:rsidRDefault="00DF6A2E" w:rsidP="00DF6A2E">
      <w:pPr>
        <w:pStyle w:val="Heading2"/>
        <w:rPr>
          <w:rtl/>
          <w:lang w:bidi="fa-IR"/>
        </w:rPr>
      </w:pPr>
      <w:bookmarkStart w:id="96" w:name="_Toc362088663"/>
      <w:r>
        <w:rPr>
          <w:rtl/>
          <w:lang w:bidi="fa-IR"/>
        </w:rPr>
        <w:lastRenderedPageBreak/>
        <w:t>نكته ها :</w:t>
      </w:r>
      <w:bookmarkEnd w:id="96"/>
    </w:p>
    <w:p w:rsidR="00B33631" w:rsidRDefault="00B33631" w:rsidP="004D48DE">
      <w:pPr>
        <w:pStyle w:val="libNormal"/>
        <w:rPr>
          <w:rtl/>
          <w:lang w:bidi="fa-IR"/>
        </w:rPr>
      </w:pPr>
      <w:r>
        <w:rPr>
          <w:rtl/>
          <w:lang w:bidi="fa-IR"/>
        </w:rPr>
        <w:t>كلمه ى «صَرح» به معناى ساختمان بلند است . اين آيه نشان مى دهد كه در مصر قديم ، هم كوره هاى آجرپزى بوده و هم قدرت بر ساختن برج داشتند.</w:t>
      </w:r>
    </w:p>
    <w:p w:rsidR="00B33631" w:rsidRDefault="00DF6A2E" w:rsidP="00DF6A2E">
      <w:pPr>
        <w:pStyle w:val="Heading2"/>
        <w:rPr>
          <w:rtl/>
          <w:lang w:bidi="fa-IR"/>
        </w:rPr>
      </w:pPr>
      <w:bookmarkStart w:id="97" w:name="_Toc362088664"/>
      <w:r>
        <w:rPr>
          <w:rtl/>
          <w:lang w:bidi="fa-IR"/>
        </w:rPr>
        <w:t>پيام ها :</w:t>
      </w:r>
      <w:bookmarkEnd w:id="97"/>
    </w:p>
    <w:p w:rsidR="00B33631" w:rsidRDefault="00B33631" w:rsidP="004D48DE">
      <w:pPr>
        <w:pStyle w:val="libNormal"/>
        <w:rPr>
          <w:rtl/>
          <w:lang w:bidi="fa-IR"/>
        </w:rPr>
      </w:pPr>
      <w:r>
        <w:rPr>
          <w:rtl/>
          <w:lang w:bidi="fa-IR"/>
        </w:rPr>
        <w:t xml:space="preserve">1- روحيّه ى استكبارى ، مانع پذيرش حقّ است . فرعون گفت : جز خودم هيچ خدايى براى شما نمى شناسم . ما علمت لكم من اله غيرى </w:t>
      </w:r>
    </w:p>
    <w:p w:rsidR="00B33631" w:rsidRDefault="00B33631" w:rsidP="004D48DE">
      <w:pPr>
        <w:pStyle w:val="libNormal"/>
        <w:rPr>
          <w:rtl/>
          <w:lang w:bidi="fa-IR"/>
        </w:rPr>
      </w:pPr>
      <w:r>
        <w:rPr>
          <w:rtl/>
          <w:lang w:bidi="fa-IR"/>
        </w:rPr>
        <w:t xml:space="preserve">2- مستكبران ، عقايد و افكار خود را به ديگران تحميل مى كنند. ما علمت لكم من اله </w:t>
      </w:r>
    </w:p>
    <w:p w:rsidR="00B33631" w:rsidRDefault="00B33631" w:rsidP="004D48DE">
      <w:pPr>
        <w:pStyle w:val="libNormal"/>
        <w:rPr>
          <w:rtl/>
          <w:lang w:bidi="fa-IR"/>
        </w:rPr>
      </w:pPr>
      <w:r>
        <w:rPr>
          <w:rtl/>
          <w:lang w:bidi="fa-IR"/>
        </w:rPr>
        <w:t>3- شعار مستكبران اين است : هر چه را من نمى شناسم ، پس وجود ندارد. ما علمت ...</w:t>
      </w:r>
    </w:p>
    <w:p w:rsidR="00B33631" w:rsidRDefault="00B33631" w:rsidP="004D48DE">
      <w:pPr>
        <w:pStyle w:val="libNormal"/>
        <w:rPr>
          <w:rtl/>
          <w:lang w:bidi="fa-IR"/>
        </w:rPr>
      </w:pPr>
      <w:r>
        <w:rPr>
          <w:rtl/>
          <w:lang w:bidi="fa-IR"/>
        </w:rPr>
        <w:t xml:space="preserve">4- توقّع ديدن خداوند با چشم ظاهرى ، تفكّر فرعونى است . اَطّلع الى اله موسى </w:t>
      </w:r>
    </w:p>
    <w:p w:rsidR="00B33631" w:rsidRDefault="00B33631" w:rsidP="004D48DE">
      <w:pPr>
        <w:pStyle w:val="libNormal"/>
        <w:rPr>
          <w:rtl/>
          <w:lang w:bidi="fa-IR"/>
        </w:rPr>
      </w:pPr>
      <w:r>
        <w:rPr>
          <w:rtl/>
          <w:lang w:bidi="fa-IR"/>
        </w:rPr>
        <w:t>5 قدرت نمايى ، عوام فريبى با ژست تحقيق و بررسى ، و منحرف كردن افكار عمومى ، از شيوه هاى مستكبران است . فاوقد لى يا هامان ...</w:t>
      </w:r>
    </w:p>
    <w:p w:rsidR="00B33631" w:rsidRDefault="00B33631" w:rsidP="004D48DE">
      <w:pPr>
        <w:pStyle w:val="libNormal"/>
        <w:rPr>
          <w:rtl/>
          <w:lang w:bidi="fa-IR"/>
        </w:rPr>
      </w:pPr>
      <w:r>
        <w:rPr>
          <w:rtl/>
          <w:lang w:bidi="fa-IR"/>
        </w:rPr>
        <w:t xml:space="preserve">6- مستكبران ، خود را محور همه چيز مى دانند. (فرعون به هر مناسبتى خود را مطرح مى كرد) </w:t>
      </w:r>
      <w:r w:rsidRPr="00791D4F">
        <w:rPr>
          <w:rStyle w:val="libAieChar"/>
          <w:rtl/>
        </w:rPr>
        <w:t>ما علمتُ غيرى اءوقد لى فاجعل لى لعلّى اطّلع اِنّى لاظّنه</w:t>
      </w:r>
      <w:r>
        <w:rPr>
          <w:rtl/>
          <w:lang w:bidi="fa-IR"/>
        </w:rPr>
        <w:t xml:space="preserve"> </w:t>
      </w:r>
    </w:p>
    <w:p w:rsidR="008306FC" w:rsidRPr="00DE30EA" w:rsidRDefault="008306FC" w:rsidP="00DE30EA">
      <w:pPr>
        <w:rPr>
          <w:rtl/>
        </w:rPr>
      </w:pPr>
      <w:r>
        <w:rPr>
          <w:rtl/>
        </w:rPr>
        <w:br w:type="page"/>
      </w:r>
    </w:p>
    <w:p w:rsidR="00B33631" w:rsidRPr="008306FC" w:rsidRDefault="002E3834" w:rsidP="008306FC">
      <w:pPr>
        <w:pStyle w:val="Heading1"/>
        <w:rPr>
          <w:rtl/>
        </w:rPr>
      </w:pPr>
      <w:r w:rsidRPr="008306FC">
        <w:rPr>
          <w:rtl/>
        </w:rPr>
        <w:lastRenderedPageBreak/>
        <w:t xml:space="preserve"> </w:t>
      </w:r>
      <w:bookmarkStart w:id="98" w:name="_Toc362088665"/>
      <w:r w:rsidRPr="00035AB4">
        <w:rPr>
          <w:highlight w:val="yellow"/>
          <w:rtl/>
        </w:rPr>
        <w:t>(39)</w:t>
      </w:r>
      <w:r w:rsidRPr="008306FC">
        <w:rPr>
          <w:rtl/>
        </w:rPr>
        <w:t xml:space="preserve"> وَاسْتَكْبَرَ هُوَ وَجُنُودُهُ فِى الاَْرْضِ بِغَيْرِ الْحَقِّ وَ ظَنُّوَّاْ اءَنَّهُمْ إِلَيْنَالاَ يُرْجَعُونَ</w:t>
      </w:r>
      <w:bookmarkEnd w:id="98"/>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او (فرعون) و سپاهيانش به ناحقّ در زمين تكبّر ورزيدند و پنداشتند كه آنان به سوى ما بازگردانده نمى شوند.</w:t>
      </w:r>
    </w:p>
    <w:p w:rsidR="00B33631" w:rsidRDefault="00DF6A2E" w:rsidP="00DF6A2E">
      <w:pPr>
        <w:pStyle w:val="Heading2"/>
        <w:rPr>
          <w:rtl/>
          <w:lang w:bidi="fa-IR"/>
        </w:rPr>
      </w:pPr>
      <w:bookmarkStart w:id="99" w:name="_Toc362088666"/>
      <w:r>
        <w:rPr>
          <w:rtl/>
          <w:lang w:bidi="fa-IR"/>
        </w:rPr>
        <w:t>پيام ها :</w:t>
      </w:r>
      <w:bookmarkEnd w:id="99"/>
    </w:p>
    <w:p w:rsidR="00B33631" w:rsidRDefault="00B33631" w:rsidP="004D48DE">
      <w:pPr>
        <w:pStyle w:val="libNormal"/>
        <w:rPr>
          <w:rtl/>
          <w:lang w:bidi="fa-IR"/>
        </w:rPr>
      </w:pPr>
      <w:r>
        <w:rPr>
          <w:rtl/>
          <w:lang w:bidi="fa-IR"/>
        </w:rPr>
        <w:t xml:space="preserve">1- مردم از دين حاكمان پيروى مى كنند. استكبر هو و جنوده </w:t>
      </w:r>
    </w:p>
    <w:p w:rsidR="00B33631" w:rsidRDefault="00B33631" w:rsidP="004D48DE">
      <w:pPr>
        <w:pStyle w:val="libNormal"/>
        <w:rPr>
          <w:rtl/>
          <w:lang w:bidi="fa-IR"/>
        </w:rPr>
      </w:pPr>
      <w:r>
        <w:rPr>
          <w:rtl/>
          <w:lang w:bidi="fa-IR"/>
        </w:rPr>
        <w:t>2- معيار ستايش ها و انتقادهاى قرآن ، حقّ است . بغير الحقّ</w:t>
      </w:r>
    </w:p>
    <w:p w:rsidR="00B33631" w:rsidRDefault="00B33631" w:rsidP="004D48DE">
      <w:pPr>
        <w:pStyle w:val="libNormal"/>
        <w:rPr>
          <w:rtl/>
          <w:lang w:bidi="fa-IR"/>
        </w:rPr>
      </w:pPr>
      <w:r>
        <w:rPr>
          <w:rtl/>
          <w:lang w:bidi="fa-IR"/>
        </w:rPr>
        <w:t xml:space="preserve">3- غفلت از گذرا بودن دنيا و گمان به جاودانگى ، زمينه ساز خوى استكبارى است . وظنّوا اءنّهم الينا لا يرجعون </w:t>
      </w:r>
    </w:p>
    <w:p w:rsidR="00B33631" w:rsidRDefault="003248C8" w:rsidP="004D48DE">
      <w:pPr>
        <w:pStyle w:val="libNormal"/>
        <w:rPr>
          <w:rtl/>
          <w:lang w:bidi="fa-IR"/>
        </w:rPr>
      </w:pPr>
      <w:r>
        <w:rPr>
          <w:rFonts w:hint="cs"/>
          <w:rtl/>
          <w:lang w:bidi="fa-IR"/>
        </w:rPr>
        <w:t>4-</w:t>
      </w:r>
      <w:r w:rsidR="00B33631">
        <w:rPr>
          <w:rtl/>
          <w:lang w:bidi="fa-IR"/>
        </w:rPr>
        <w:t xml:space="preserve"> عدم اعتقاد و توجّه به معاد و حساب</w:t>
      </w:r>
      <w:r w:rsidR="008306FC">
        <w:rPr>
          <w:rtl/>
          <w:lang w:bidi="fa-IR"/>
        </w:rPr>
        <w:t xml:space="preserve"> ، زمينه ى شكل گيرى استكبار است</w:t>
      </w:r>
      <w:r w:rsidR="00B33631">
        <w:rPr>
          <w:rtl/>
          <w:lang w:bidi="fa-IR"/>
        </w:rPr>
        <w:t xml:space="preserve">. لايرجعون </w:t>
      </w:r>
    </w:p>
    <w:p w:rsidR="00B33631" w:rsidRDefault="00B33631" w:rsidP="003248C8">
      <w:pPr>
        <w:pStyle w:val="libBold1"/>
        <w:rPr>
          <w:rtl/>
          <w:lang w:bidi="fa-IR"/>
        </w:rPr>
      </w:pPr>
      <w:r>
        <w:rPr>
          <w:rtl/>
          <w:lang w:bidi="fa-IR"/>
        </w:rPr>
        <w:t>استكبار و مستكبر</w:t>
      </w:r>
    </w:p>
    <w:p w:rsidR="00B33631" w:rsidRDefault="00B33631" w:rsidP="004D48DE">
      <w:pPr>
        <w:pStyle w:val="libNormal"/>
        <w:rPr>
          <w:rtl/>
          <w:lang w:bidi="fa-IR"/>
        </w:rPr>
      </w:pPr>
      <w:r>
        <w:rPr>
          <w:rtl/>
          <w:lang w:bidi="fa-IR"/>
        </w:rPr>
        <w:t>در طول تاريخ ، افراد مغرور و متكبّرى بوده اند كه خودشان را محور و مركز همه چيز مى پنداشتند. در اين سوره فرعون مى گويد: ما علمتم لكم من اله غيرى من جز خودم براى شما معبودى سراغ ندارم و هنگامى كه ساحران به موسى ايمان آوردند گفت : آمنتم به قبل اءن آذن لكم آيا بدون اجازه ى من به موسى ايمان آورده ايد.</w:t>
      </w:r>
    </w:p>
    <w:p w:rsidR="00D827EF" w:rsidRDefault="00B33631" w:rsidP="004D48DE">
      <w:pPr>
        <w:pStyle w:val="libNormal"/>
        <w:rPr>
          <w:rtl/>
          <w:lang w:bidi="fa-IR"/>
        </w:rPr>
      </w:pPr>
      <w:r>
        <w:rPr>
          <w:rtl/>
          <w:lang w:bidi="fa-IR"/>
        </w:rPr>
        <w:t xml:space="preserve">فرعون توقّع دارد كه هيچ كس بدون اجازه او، هيچ عقيده اى نداشته باشد. امروز نيز فرعون ها و ابرقدرت هايى هستند </w:t>
      </w:r>
    </w:p>
    <w:p w:rsidR="00D827EF" w:rsidRPr="00DE30EA" w:rsidRDefault="00D827EF" w:rsidP="00DE30EA">
      <w:pPr>
        <w:rPr>
          <w:rtl/>
        </w:rPr>
      </w:pPr>
      <w:r>
        <w:rPr>
          <w:rtl/>
          <w:lang w:bidi="fa-IR"/>
        </w:rPr>
        <w:br w:type="page"/>
      </w:r>
    </w:p>
    <w:p w:rsidR="00B33631" w:rsidRPr="00D827EF" w:rsidRDefault="00B33631" w:rsidP="00D827EF">
      <w:pPr>
        <w:pStyle w:val="libNormal"/>
        <w:rPr>
          <w:rtl/>
        </w:rPr>
      </w:pPr>
      <w:r w:rsidRPr="00D827EF">
        <w:rPr>
          <w:rtl/>
        </w:rPr>
        <w:lastRenderedPageBreak/>
        <w:t>كه مى خواهند خود را محور سياست و اقتصاد جهان بدانند.</w:t>
      </w:r>
    </w:p>
    <w:p w:rsidR="00B33631" w:rsidRDefault="00B33631" w:rsidP="004D48DE">
      <w:pPr>
        <w:pStyle w:val="libNormal"/>
        <w:rPr>
          <w:lang w:bidi="fa-IR"/>
        </w:rPr>
      </w:pPr>
      <w:r>
        <w:rPr>
          <w:rtl/>
          <w:lang w:bidi="fa-IR"/>
        </w:rPr>
        <w:t xml:space="preserve">مستكبران گاهى براى قدرت نمايى ، فرد يا گروه يا كشورى را نابود مى كنند يا مورد لطف قرار مى دهند. نظير نمرود كه به حضرت ابراهيم گفت : اَنا اُحيى و اُميت </w:t>
      </w:r>
      <w:r w:rsidR="00144845" w:rsidRPr="00C96ECB">
        <w:rPr>
          <w:rStyle w:val="libFootnotenumChar"/>
          <w:rtl/>
          <w:lang w:bidi="fa-IR"/>
        </w:rPr>
        <w:t>(51)</w:t>
      </w:r>
      <w:r>
        <w:rPr>
          <w:rtl/>
          <w:lang w:bidi="fa-IR"/>
        </w:rPr>
        <w:t xml:space="preserve"> حيات و مرگ اين مردم به دست من است ، هر كه را بخواهم مى كشم و هر كه را بخواهم از زندان آزاد مى كنم .</w:t>
      </w:r>
    </w:p>
    <w:p w:rsidR="00B33631" w:rsidRDefault="00B33631" w:rsidP="004D48DE">
      <w:pPr>
        <w:pStyle w:val="libNormal"/>
        <w:rPr>
          <w:rtl/>
          <w:lang w:bidi="fa-IR"/>
        </w:rPr>
      </w:pPr>
      <w:r>
        <w:rPr>
          <w:rtl/>
          <w:lang w:bidi="fa-IR"/>
        </w:rPr>
        <w:t xml:space="preserve">مستكبران ، گاهى زرق و برق و جلوه هاى مادى را به رخ مردم مى كشند، همان گونه كه فرعون مى گفت : اءليس لى مُلك مصر وهذه الانهار تجرى من تحتى </w:t>
      </w:r>
      <w:r w:rsidR="00144845" w:rsidRPr="00C96ECB">
        <w:rPr>
          <w:rStyle w:val="libFootnotenumChar"/>
          <w:rtl/>
          <w:lang w:bidi="fa-IR"/>
        </w:rPr>
        <w:t>(52)</w:t>
      </w:r>
      <w:r>
        <w:rPr>
          <w:rtl/>
          <w:lang w:bidi="fa-IR"/>
        </w:rPr>
        <w:t xml:space="preserve"> آيا حكومت مصر از آنِ من نيست ؟ آيا نمى بينيد كه اين نهرها از زير كاخ من جارى است ؟</w:t>
      </w:r>
    </w:p>
    <w:p w:rsidR="00B33631" w:rsidRDefault="00B33631" w:rsidP="004D48DE">
      <w:pPr>
        <w:pStyle w:val="libNormal"/>
        <w:rPr>
          <w:rtl/>
          <w:lang w:bidi="fa-IR"/>
        </w:rPr>
      </w:pPr>
      <w:r>
        <w:rPr>
          <w:rtl/>
          <w:lang w:bidi="fa-IR"/>
        </w:rPr>
        <w:t xml:space="preserve">مستكبران ، گاهى با ارعاب ، مردم را به تسليم وادار مى كنند. فرعون به ساحرانى كه به موسى ايمان آوردند گفت : </w:t>
      </w:r>
      <w:r w:rsidRPr="00791D4F">
        <w:rPr>
          <w:rStyle w:val="libAieChar"/>
          <w:rtl/>
        </w:rPr>
        <w:t>لاُقطّعنّ اءيديكم و اءرجُلكم من خلاف</w:t>
      </w:r>
      <w:r>
        <w:rPr>
          <w:rtl/>
          <w:lang w:bidi="fa-IR"/>
        </w:rPr>
        <w:t xml:space="preserve"> </w:t>
      </w:r>
      <w:r w:rsidR="00144845" w:rsidRPr="00C96ECB">
        <w:rPr>
          <w:rStyle w:val="libFootnotenumChar"/>
          <w:rtl/>
          <w:lang w:bidi="fa-IR"/>
        </w:rPr>
        <w:t>(53)</w:t>
      </w:r>
      <w:r>
        <w:rPr>
          <w:rtl/>
          <w:lang w:bidi="fa-IR"/>
        </w:rPr>
        <w:t xml:space="preserve"> من دست و پاى شما را بر خلاف يكديگر قطع مى كنم .</w:t>
      </w:r>
    </w:p>
    <w:p w:rsidR="00B33631" w:rsidRDefault="00B33631" w:rsidP="004D48DE">
      <w:pPr>
        <w:pStyle w:val="libNormal"/>
        <w:rPr>
          <w:rStyle w:val="libFootnotenumChar"/>
          <w:rFonts w:hint="cs"/>
          <w:rtl/>
          <w:lang w:bidi="fa-IR"/>
        </w:rPr>
      </w:pPr>
      <w:r>
        <w:rPr>
          <w:rtl/>
          <w:lang w:bidi="fa-IR"/>
        </w:rPr>
        <w:t xml:space="preserve">مستكبران ، گاهى با مانور وخودنمايى ، مردم ساده لوح را فريفته ى خود مى كنند. قارون به گونه اى در كوچه وبازار راه مى رفت كه مردم دنياپرست ، آه از دل كشيده و مى گفتند: اى كاش براى ما نيز آنچه براى قارون است وجود داشت . </w:t>
      </w:r>
      <w:r w:rsidR="00144845" w:rsidRPr="00C96ECB">
        <w:rPr>
          <w:rStyle w:val="libFootnotenumChar"/>
          <w:rtl/>
          <w:lang w:bidi="fa-IR"/>
        </w:rPr>
        <w:t>(54)</w:t>
      </w:r>
    </w:p>
    <w:p w:rsidR="00D827EF" w:rsidRDefault="00D827EF" w:rsidP="00D827EF">
      <w:pPr>
        <w:pStyle w:val="libLine"/>
        <w:rPr>
          <w:rtl/>
        </w:rPr>
      </w:pPr>
      <w:r w:rsidRPr="00AD5C7B">
        <w:rPr>
          <w:rtl/>
        </w:rPr>
        <w:t>_________________________</w:t>
      </w:r>
    </w:p>
    <w:p w:rsidR="00D827EF" w:rsidRDefault="00D827EF" w:rsidP="00D827EF">
      <w:pPr>
        <w:pStyle w:val="libFootnote"/>
        <w:rPr>
          <w:rtl/>
        </w:rPr>
      </w:pPr>
      <w:r>
        <w:rPr>
          <w:rtl/>
        </w:rPr>
        <w:t>51- بقره ، 258.</w:t>
      </w:r>
    </w:p>
    <w:p w:rsidR="00D827EF" w:rsidRDefault="00D827EF" w:rsidP="00D827EF">
      <w:pPr>
        <w:pStyle w:val="libFootnote"/>
        <w:rPr>
          <w:rtl/>
        </w:rPr>
      </w:pPr>
      <w:r>
        <w:rPr>
          <w:rtl/>
        </w:rPr>
        <w:t>52- زخرف ، 51.</w:t>
      </w:r>
    </w:p>
    <w:p w:rsidR="00D827EF" w:rsidRDefault="00D827EF" w:rsidP="00D827EF">
      <w:pPr>
        <w:pStyle w:val="libFootnote"/>
        <w:rPr>
          <w:rtl/>
        </w:rPr>
      </w:pPr>
      <w:r>
        <w:rPr>
          <w:rtl/>
        </w:rPr>
        <w:t>53- اعراف ، 124.</w:t>
      </w:r>
    </w:p>
    <w:p w:rsidR="00D827EF" w:rsidRDefault="00D827EF" w:rsidP="00D827EF">
      <w:pPr>
        <w:pStyle w:val="libFootnote"/>
        <w:rPr>
          <w:rtl/>
        </w:rPr>
      </w:pPr>
      <w:r>
        <w:rPr>
          <w:rtl/>
        </w:rPr>
        <w:t>54- قصص ، 79.</w:t>
      </w:r>
    </w:p>
    <w:p w:rsidR="00D827EF" w:rsidRPr="00DE30EA" w:rsidRDefault="00D827EF"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مستكبران ، گاهى با تطميع مى خواهند مغزها و فكرها را بخرند. فرعون به ساحران گفت : اگر آبروى موسى را بريزيد، من به شما پاداش بزرگى مى دهم وشما را از مقرّبان دربارم قرار مى دهم . </w:t>
      </w:r>
      <w:r w:rsidR="00144845" w:rsidRPr="00C96ECB">
        <w:rPr>
          <w:rStyle w:val="libFootnotenumChar"/>
          <w:rtl/>
          <w:lang w:bidi="fa-IR"/>
        </w:rPr>
        <w:t>(55)</w:t>
      </w:r>
    </w:p>
    <w:p w:rsidR="00B33631" w:rsidRDefault="00B33631" w:rsidP="004D48DE">
      <w:pPr>
        <w:pStyle w:val="libNormal"/>
        <w:rPr>
          <w:rtl/>
          <w:lang w:bidi="fa-IR"/>
        </w:rPr>
      </w:pPr>
      <w:r>
        <w:rPr>
          <w:rtl/>
          <w:lang w:bidi="fa-IR"/>
        </w:rPr>
        <w:t xml:space="preserve">مستكبران ، گاهى با سفرهاى خود دلها را متزلزل مى كنند. قرآن مى فرمايد: گردش كفّار در شهرها تورا مغرور نكند. </w:t>
      </w:r>
      <w:r w:rsidR="00144845" w:rsidRPr="00C96ECB">
        <w:rPr>
          <w:rStyle w:val="libFootnotenumChar"/>
          <w:rtl/>
          <w:lang w:bidi="fa-IR"/>
        </w:rPr>
        <w:t>(56)</w:t>
      </w:r>
    </w:p>
    <w:p w:rsidR="00B33631" w:rsidRDefault="00B33631" w:rsidP="004D48DE">
      <w:pPr>
        <w:pStyle w:val="libNormal"/>
        <w:rPr>
          <w:rtl/>
          <w:lang w:bidi="fa-IR"/>
        </w:rPr>
      </w:pPr>
      <w:r>
        <w:rPr>
          <w:rtl/>
          <w:lang w:bidi="fa-IR"/>
        </w:rPr>
        <w:t>مستكبران گاهى با تحقير ديگران جنگ روانى به راه مى اندازند و به طرفداران انبيا نسبت هاى ناروا مى دهند و آنان را اراذل و اوباش مى خوانند.</w:t>
      </w:r>
      <w:r w:rsidR="00144845" w:rsidRPr="00C96ECB">
        <w:rPr>
          <w:rStyle w:val="libFootnotenumChar"/>
          <w:rtl/>
          <w:lang w:bidi="fa-IR"/>
        </w:rPr>
        <w:t>(57)</w:t>
      </w:r>
    </w:p>
    <w:p w:rsidR="00B33631" w:rsidRDefault="00B33631" w:rsidP="004D48DE">
      <w:pPr>
        <w:pStyle w:val="libNormal"/>
        <w:rPr>
          <w:rtl/>
          <w:lang w:bidi="fa-IR"/>
        </w:rPr>
      </w:pPr>
      <w:r>
        <w:rPr>
          <w:rtl/>
          <w:lang w:bidi="fa-IR"/>
        </w:rPr>
        <w:t xml:space="preserve">مستكبران ، گاهى با ايجاد ساختمان هاى بلند و رفيع ، دلربايى مى كنند. فرعون به وزيرش هامان گفت : برجى براى من بساز تا از آن بالا روم و خداى موسى را ببينم ! </w:t>
      </w:r>
      <w:r w:rsidR="00144845" w:rsidRPr="00C96ECB">
        <w:rPr>
          <w:rStyle w:val="libFootnotenumChar"/>
          <w:rtl/>
          <w:lang w:bidi="fa-IR"/>
        </w:rPr>
        <w:t>(58)</w:t>
      </w:r>
    </w:p>
    <w:p w:rsidR="00123678" w:rsidRDefault="00B33631" w:rsidP="004D48DE">
      <w:pPr>
        <w:pStyle w:val="libNormal"/>
        <w:rPr>
          <w:rFonts w:hint="cs"/>
          <w:rtl/>
          <w:lang w:bidi="fa-IR"/>
        </w:rPr>
      </w:pPr>
      <w:r>
        <w:rPr>
          <w:rtl/>
          <w:lang w:bidi="fa-IR"/>
        </w:rPr>
        <w:t>واقعاً قرآن چقدر زنده است كه خلق و خوى و رفتار و كردار زشت مستكبران را به گونه اى ترسيم كرده كه با زمان ما نيز قابل تطبيق است .</w:t>
      </w:r>
    </w:p>
    <w:p w:rsidR="00D827EF" w:rsidRDefault="00D827EF" w:rsidP="00D827EF">
      <w:pPr>
        <w:pStyle w:val="libLine"/>
        <w:rPr>
          <w:rtl/>
        </w:rPr>
      </w:pPr>
      <w:r w:rsidRPr="00AD5C7B">
        <w:rPr>
          <w:rtl/>
        </w:rPr>
        <w:t>_________________________</w:t>
      </w:r>
    </w:p>
    <w:p w:rsidR="00D827EF" w:rsidRDefault="00D827EF" w:rsidP="00D827EF">
      <w:pPr>
        <w:pStyle w:val="libFootnote"/>
        <w:rPr>
          <w:rtl/>
        </w:rPr>
      </w:pPr>
      <w:r>
        <w:rPr>
          <w:rtl/>
        </w:rPr>
        <w:t>55- اعراف ، 114.</w:t>
      </w:r>
    </w:p>
    <w:p w:rsidR="00D827EF" w:rsidRDefault="00D827EF" w:rsidP="00D827EF">
      <w:pPr>
        <w:pStyle w:val="libFootnote"/>
        <w:rPr>
          <w:rtl/>
        </w:rPr>
      </w:pPr>
      <w:r>
        <w:rPr>
          <w:rtl/>
        </w:rPr>
        <w:t>56- آل عمران ، 196.</w:t>
      </w:r>
    </w:p>
    <w:p w:rsidR="00D827EF" w:rsidRDefault="00D827EF" w:rsidP="00D827EF">
      <w:pPr>
        <w:pStyle w:val="libFootnote"/>
        <w:rPr>
          <w:rtl/>
        </w:rPr>
      </w:pPr>
      <w:r>
        <w:rPr>
          <w:rtl/>
        </w:rPr>
        <w:t>57- شعراء، 111.</w:t>
      </w:r>
    </w:p>
    <w:p w:rsidR="00D827EF" w:rsidRDefault="00D827EF" w:rsidP="00D827EF">
      <w:pPr>
        <w:pStyle w:val="libFootnote"/>
        <w:rPr>
          <w:rFonts w:hint="cs"/>
          <w:rtl/>
        </w:rPr>
      </w:pPr>
      <w:r>
        <w:rPr>
          <w:rtl/>
        </w:rPr>
        <w:t>58- غافر، 36.</w:t>
      </w:r>
    </w:p>
    <w:p w:rsidR="00D827EF" w:rsidRPr="00DE30EA" w:rsidRDefault="00D827EF" w:rsidP="00DE30EA">
      <w:pPr>
        <w:rPr>
          <w:rtl/>
        </w:rPr>
      </w:pPr>
      <w:r>
        <w:rPr>
          <w:rtl/>
        </w:rPr>
        <w:br w:type="page"/>
      </w:r>
    </w:p>
    <w:p w:rsidR="00B33631" w:rsidRPr="00D827EF" w:rsidRDefault="002E3834" w:rsidP="00D827EF">
      <w:pPr>
        <w:pStyle w:val="Heading1"/>
        <w:rPr>
          <w:rtl/>
        </w:rPr>
      </w:pPr>
      <w:r w:rsidRPr="00D827EF">
        <w:rPr>
          <w:rtl/>
        </w:rPr>
        <w:lastRenderedPageBreak/>
        <w:t xml:space="preserve"> </w:t>
      </w:r>
      <w:bookmarkStart w:id="100" w:name="_Toc362088667"/>
      <w:r w:rsidRPr="00035AB4">
        <w:rPr>
          <w:highlight w:val="yellow"/>
          <w:rtl/>
        </w:rPr>
        <w:t>(40)</w:t>
      </w:r>
      <w:r w:rsidRPr="00D827EF">
        <w:rPr>
          <w:rtl/>
        </w:rPr>
        <w:t xml:space="preserve"> فَاءَخَذْنَهُ وَجُنُودَهُ فَنَبَذْنَهُمْ فِى الْيَمِّ فَانظُرْ كَيْفَ كَانَ عَقِبَةُ الظَّلِمِينَ</w:t>
      </w:r>
      <w:bookmarkEnd w:id="100"/>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پس ما (نيز) او و لشكريانش را (با قهر خود) گرفتيم و به دريا افكنديم . پس بنگر كه پايان كار ستمگران چگونه است .</w:t>
      </w:r>
    </w:p>
    <w:p w:rsidR="00B33631" w:rsidRDefault="00DF6A2E" w:rsidP="00DF6A2E">
      <w:pPr>
        <w:pStyle w:val="Heading2"/>
        <w:rPr>
          <w:rtl/>
          <w:lang w:bidi="fa-IR"/>
        </w:rPr>
      </w:pPr>
      <w:bookmarkStart w:id="101" w:name="_Toc362088668"/>
      <w:r>
        <w:rPr>
          <w:rtl/>
          <w:lang w:bidi="fa-IR"/>
        </w:rPr>
        <w:t>نكته ها :</w:t>
      </w:r>
      <w:bookmarkEnd w:id="101"/>
    </w:p>
    <w:p w:rsidR="00B33631" w:rsidRDefault="00B33631" w:rsidP="004D48DE">
      <w:pPr>
        <w:pStyle w:val="libNormal"/>
        <w:rPr>
          <w:rtl/>
          <w:lang w:bidi="fa-IR"/>
        </w:rPr>
      </w:pPr>
      <w:r>
        <w:rPr>
          <w:rtl/>
          <w:lang w:bidi="fa-IR"/>
        </w:rPr>
        <w:t>در اين آيه فرعون و لشكرش به چيز بى ارزشى كه از زمين برگرفته وبه دريا پرتاب شود، تشبيه شده اند. اين تحقير براى آن است كه تمام قدرت ها در برابرقدرت وقهر الهى ناچيزند.</w:t>
      </w:r>
    </w:p>
    <w:p w:rsidR="00B33631" w:rsidRDefault="00B33631" w:rsidP="004D48DE">
      <w:pPr>
        <w:pStyle w:val="libNormal"/>
        <w:rPr>
          <w:rtl/>
          <w:lang w:bidi="fa-IR"/>
        </w:rPr>
      </w:pPr>
      <w:r>
        <w:rPr>
          <w:rtl/>
          <w:lang w:bidi="fa-IR"/>
        </w:rPr>
        <w:t>«نَبذ»، يعنى دورانداختن اشياى بى ارزش و بى مقدار است .</w:t>
      </w:r>
    </w:p>
    <w:p w:rsidR="00B33631" w:rsidRDefault="00DF6A2E" w:rsidP="00DF6A2E">
      <w:pPr>
        <w:pStyle w:val="Heading2"/>
        <w:rPr>
          <w:rtl/>
          <w:lang w:bidi="fa-IR"/>
        </w:rPr>
      </w:pPr>
      <w:bookmarkStart w:id="102" w:name="_Toc362088669"/>
      <w:r>
        <w:rPr>
          <w:rtl/>
          <w:lang w:bidi="fa-IR"/>
        </w:rPr>
        <w:t>پيام ها :</w:t>
      </w:r>
      <w:bookmarkEnd w:id="102"/>
    </w:p>
    <w:p w:rsidR="00B33631" w:rsidRDefault="00B33631" w:rsidP="004D48DE">
      <w:pPr>
        <w:pStyle w:val="libNormal"/>
        <w:rPr>
          <w:rtl/>
          <w:lang w:bidi="fa-IR"/>
        </w:rPr>
      </w:pPr>
      <w:r>
        <w:rPr>
          <w:rtl/>
          <w:lang w:bidi="fa-IR"/>
        </w:rPr>
        <w:t xml:space="preserve">1- كيفرهاى الهى ، اختصاص به آخرت ندارد. (فرعون در همين دنيا غرق شد) فاخذناه </w:t>
      </w:r>
    </w:p>
    <w:p w:rsidR="00B33631" w:rsidRDefault="00B33631" w:rsidP="004D48DE">
      <w:pPr>
        <w:pStyle w:val="libNormal"/>
        <w:rPr>
          <w:rtl/>
          <w:lang w:bidi="fa-IR"/>
        </w:rPr>
      </w:pPr>
      <w:r>
        <w:rPr>
          <w:rtl/>
          <w:lang w:bidi="fa-IR"/>
        </w:rPr>
        <w:t xml:space="preserve">2- ياران فرد ستمكار، در سرنوشت او سهيم و شريكند. فاخذناه و جنوده </w:t>
      </w:r>
    </w:p>
    <w:p w:rsidR="00B33631" w:rsidRDefault="00B33631" w:rsidP="004D48DE">
      <w:pPr>
        <w:pStyle w:val="libNormal"/>
        <w:rPr>
          <w:rtl/>
          <w:lang w:bidi="fa-IR"/>
        </w:rPr>
      </w:pPr>
      <w:r>
        <w:rPr>
          <w:rtl/>
          <w:lang w:bidi="fa-IR"/>
        </w:rPr>
        <w:t xml:space="preserve">3- سرانجام مستكبران ، ذلّت و قهر است . نبذناه </w:t>
      </w:r>
    </w:p>
    <w:p w:rsidR="00B33631" w:rsidRDefault="00B33631" w:rsidP="004D48DE">
      <w:pPr>
        <w:pStyle w:val="libNormal"/>
        <w:rPr>
          <w:rtl/>
          <w:lang w:bidi="fa-IR"/>
        </w:rPr>
      </w:pPr>
      <w:r>
        <w:rPr>
          <w:rtl/>
          <w:lang w:bidi="fa-IR"/>
        </w:rPr>
        <w:t>4- به حوادث تاريخى به ديده ى عبرت بنگريم . فانظر</w:t>
      </w:r>
    </w:p>
    <w:p w:rsidR="00B33631" w:rsidRDefault="00B33631" w:rsidP="004D48DE">
      <w:pPr>
        <w:pStyle w:val="libNormal"/>
        <w:rPr>
          <w:rtl/>
          <w:lang w:bidi="fa-IR"/>
        </w:rPr>
      </w:pPr>
      <w:r>
        <w:rPr>
          <w:rtl/>
          <w:lang w:bidi="fa-IR"/>
        </w:rPr>
        <w:t>5 ستمگران ، سرنوشت مشتركى دارند. عاقبة الظالمين (به جاى عاقبت فرعون فرمود: عاقبت همه ستمگران چنين است)</w:t>
      </w:r>
    </w:p>
    <w:p w:rsidR="00B33631" w:rsidRDefault="00B33631" w:rsidP="004D48DE">
      <w:pPr>
        <w:pStyle w:val="libNormal"/>
        <w:rPr>
          <w:rtl/>
          <w:lang w:bidi="fa-IR"/>
        </w:rPr>
      </w:pPr>
      <w:r>
        <w:rPr>
          <w:rtl/>
          <w:lang w:bidi="fa-IR"/>
        </w:rPr>
        <w:t xml:space="preserve">6- مهم عاقبت كار است ، نه جلوه هاى زودگذر آن . فانظر... عاقبة الظالمين </w:t>
      </w:r>
    </w:p>
    <w:p w:rsidR="00D827EF" w:rsidRPr="00DE30EA" w:rsidRDefault="00D827EF" w:rsidP="00DE30EA">
      <w:pPr>
        <w:rPr>
          <w:rtl/>
        </w:rPr>
      </w:pPr>
      <w:r>
        <w:rPr>
          <w:rtl/>
        </w:rPr>
        <w:br w:type="page"/>
      </w:r>
    </w:p>
    <w:p w:rsidR="00B33631" w:rsidRPr="00D827EF" w:rsidRDefault="002E3834" w:rsidP="00D827EF">
      <w:pPr>
        <w:pStyle w:val="Heading1"/>
        <w:rPr>
          <w:rtl/>
        </w:rPr>
      </w:pPr>
      <w:r w:rsidRPr="00D827EF">
        <w:rPr>
          <w:rtl/>
        </w:rPr>
        <w:lastRenderedPageBreak/>
        <w:t xml:space="preserve"> </w:t>
      </w:r>
      <w:bookmarkStart w:id="103" w:name="_Toc362088670"/>
      <w:r w:rsidRPr="00035AB4">
        <w:rPr>
          <w:highlight w:val="yellow"/>
          <w:rtl/>
        </w:rPr>
        <w:t>(41)</w:t>
      </w:r>
      <w:r w:rsidRPr="00D827EF">
        <w:rPr>
          <w:rtl/>
        </w:rPr>
        <w:t xml:space="preserve"> وَجَعَلْنَهُمْ اءَئِمَّةً يَدْعُونَ إِلَى النَّارِ وَيَوْمَ الْقِيَمَةِ لاَ يُنصَرُونَ</w:t>
      </w:r>
      <w:bookmarkEnd w:id="103"/>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وآنان (فرعونيان) را پيشوايانى قرارداديم كه به آتش (دوزخ) دعوت مى كنند و (البتّه در) روز قيامت ، يارى نخواهند شد.</w:t>
      </w:r>
    </w:p>
    <w:p w:rsidR="00B33631" w:rsidRPr="00D827EF" w:rsidRDefault="002E3834" w:rsidP="00D827EF">
      <w:pPr>
        <w:pStyle w:val="Heading1"/>
        <w:rPr>
          <w:rtl/>
        </w:rPr>
      </w:pPr>
      <w:r w:rsidRPr="00D827EF">
        <w:rPr>
          <w:rtl/>
        </w:rPr>
        <w:t xml:space="preserve"> </w:t>
      </w:r>
      <w:bookmarkStart w:id="104" w:name="_Toc362088671"/>
      <w:r w:rsidRPr="00035AB4">
        <w:rPr>
          <w:highlight w:val="yellow"/>
          <w:rtl/>
        </w:rPr>
        <w:t>(42)</w:t>
      </w:r>
      <w:r w:rsidRPr="00D827EF">
        <w:rPr>
          <w:rtl/>
        </w:rPr>
        <w:t xml:space="preserve"> وَاءَتْبَعْنَهُمْ فِى هَذِهِ الدُّنْيَا لَعْنَةً وَيَوْمَ الْقِيَمَةِ هُم مِّنَ الْمَقْبُوحِينَ</w:t>
      </w:r>
      <w:bookmarkEnd w:id="104"/>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ودر اين دنيا، لعنتى بدرقه آنان كرديم و روز قيامت ، آنان از زشت چهره گان خواهند بود.</w:t>
      </w:r>
    </w:p>
    <w:p w:rsidR="00B33631" w:rsidRDefault="00DF6A2E" w:rsidP="00DF6A2E">
      <w:pPr>
        <w:pStyle w:val="Heading2"/>
        <w:rPr>
          <w:rtl/>
          <w:lang w:bidi="fa-IR"/>
        </w:rPr>
      </w:pPr>
      <w:bookmarkStart w:id="105" w:name="_Toc362088672"/>
      <w:r>
        <w:rPr>
          <w:rtl/>
          <w:lang w:bidi="fa-IR"/>
        </w:rPr>
        <w:t>نكته ها :</w:t>
      </w:r>
      <w:bookmarkEnd w:id="105"/>
    </w:p>
    <w:p w:rsidR="00B33631" w:rsidRDefault="00B33631" w:rsidP="004D48DE">
      <w:pPr>
        <w:pStyle w:val="libNormal"/>
        <w:rPr>
          <w:rStyle w:val="libFootnotenumChar"/>
          <w:rFonts w:hint="cs"/>
          <w:rtl/>
          <w:lang w:bidi="fa-IR"/>
        </w:rPr>
      </w:pPr>
      <w:r>
        <w:rPr>
          <w:rtl/>
          <w:lang w:bidi="fa-IR"/>
        </w:rPr>
        <w:t xml:space="preserve">قرآن مجيد همچنان كه در مورد پيشوايان هدايت و نور، كلمه ى «ائمّة» را بكار برده است ، </w:t>
      </w:r>
      <w:r w:rsidRPr="00791D4F">
        <w:rPr>
          <w:rStyle w:val="libAieChar"/>
          <w:rtl/>
        </w:rPr>
        <w:t>و جعلناهم ائمّة يَهدون باَمرنا</w:t>
      </w:r>
      <w:r>
        <w:rPr>
          <w:rtl/>
          <w:lang w:bidi="fa-IR"/>
        </w:rPr>
        <w:t xml:space="preserve"> </w:t>
      </w:r>
      <w:r w:rsidR="00144845" w:rsidRPr="00C96ECB">
        <w:rPr>
          <w:rStyle w:val="libFootnotenumChar"/>
          <w:rtl/>
          <w:lang w:bidi="fa-IR"/>
        </w:rPr>
        <w:t>(59)</w:t>
      </w:r>
      <w:r>
        <w:rPr>
          <w:rtl/>
          <w:lang w:bidi="fa-IR"/>
        </w:rPr>
        <w:t xml:space="preserve"> اين كلمه را بر جلوداران ضلالت و نار نيز اطلاق فرموده است ، «</w:t>
      </w:r>
      <w:r w:rsidRPr="00791D4F">
        <w:rPr>
          <w:rStyle w:val="libAieChar"/>
          <w:rtl/>
        </w:rPr>
        <w:t>و جعلناهم ائمّة يدعون الى النّار</w:t>
      </w:r>
      <w:r>
        <w:rPr>
          <w:rtl/>
          <w:lang w:bidi="fa-IR"/>
        </w:rPr>
        <w:t xml:space="preserve">» و از اينروست كه در قيامت ، هر كس با رهبرى كه در دنيا انتخاب كرده به دادگاه عدل الهى احضار مى شود. </w:t>
      </w:r>
      <w:r w:rsidRPr="00791D4F">
        <w:rPr>
          <w:rStyle w:val="libAieChar"/>
          <w:rtl/>
        </w:rPr>
        <w:t>يوم نَدعوا كلّ اُناس بامامهم</w:t>
      </w:r>
      <w:r>
        <w:rPr>
          <w:rtl/>
          <w:lang w:bidi="fa-IR"/>
        </w:rPr>
        <w:t xml:space="preserve"> </w:t>
      </w:r>
      <w:r w:rsidR="00144845" w:rsidRPr="00C96ECB">
        <w:rPr>
          <w:rStyle w:val="libFootnotenumChar"/>
          <w:rtl/>
          <w:lang w:bidi="fa-IR"/>
        </w:rPr>
        <w:t>(60)</w:t>
      </w:r>
      <w:r>
        <w:rPr>
          <w:rtl/>
          <w:lang w:bidi="fa-IR"/>
        </w:rPr>
        <w:t xml:space="preserve"> فرعون نيز به عنوان يكى از همين پيشوايان در آن روز قومش را به دوزخ وارد مى كند. يقدم قومه فاوردهم النّار </w:t>
      </w:r>
      <w:r w:rsidR="00144845" w:rsidRPr="00C96ECB">
        <w:rPr>
          <w:rStyle w:val="libFootnotenumChar"/>
          <w:rtl/>
          <w:lang w:bidi="fa-IR"/>
        </w:rPr>
        <w:t>(61)</w:t>
      </w:r>
    </w:p>
    <w:p w:rsidR="00D827EF" w:rsidRDefault="00D827EF" w:rsidP="00D827EF">
      <w:pPr>
        <w:pStyle w:val="libLine"/>
        <w:rPr>
          <w:rtl/>
        </w:rPr>
      </w:pPr>
      <w:r w:rsidRPr="00AD5C7B">
        <w:rPr>
          <w:rtl/>
        </w:rPr>
        <w:t>_________________________</w:t>
      </w:r>
    </w:p>
    <w:p w:rsidR="00D827EF" w:rsidRDefault="00D827EF" w:rsidP="00D827EF">
      <w:pPr>
        <w:pStyle w:val="libFootnote"/>
        <w:rPr>
          <w:rtl/>
        </w:rPr>
      </w:pPr>
      <w:r>
        <w:rPr>
          <w:rtl/>
        </w:rPr>
        <w:t>59- انبياء، 73.</w:t>
      </w:r>
    </w:p>
    <w:p w:rsidR="00D827EF" w:rsidRDefault="00D827EF" w:rsidP="00D827EF">
      <w:pPr>
        <w:pStyle w:val="libFootnote"/>
        <w:rPr>
          <w:rtl/>
        </w:rPr>
      </w:pPr>
      <w:r>
        <w:rPr>
          <w:rtl/>
        </w:rPr>
        <w:t>60- اسراء، 71.</w:t>
      </w:r>
    </w:p>
    <w:p w:rsidR="00D827EF" w:rsidRDefault="00D827EF" w:rsidP="00D827EF">
      <w:pPr>
        <w:pStyle w:val="libFootnote"/>
        <w:rPr>
          <w:rtl/>
        </w:rPr>
      </w:pPr>
      <w:r>
        <w:rPr>
          <w:rtl/>
        </w:rPr>
        <w:t>61- هود، 98.</w:t>
      </w:r>
    </w:p>
    <w:p w:rsidR="00D827EF" w:rsidRPr="00DE30EA" w:rsidRDefault="00D827EF" w:rsidP="00DE30EA">
      <w:pPr>
        <w:rPr>
          <w:rtl/>
        </w:rPr>
      </w:pPr>
      <w:r>
        <w:rPr>
          <w:rtl/>
          <w:lang w:bidi="fa-IR"/>
        </w:rPr>
        <w:br w:type="page"/>
      </w:r>
    </w:p>
    <w:p w:rsidR="00B33631" w:rsidRDefault="00DF6A2E" w:rsidP="00DF6A2E">
      <w:pPr>
        <w:pStyle w:val="Heading2"/>
        <w:rPr>
          <w:rtl/>
          <w:lang w:bidi="fa-IR"/>
        </w:rPr>
      </w:pPr>
      <w:bookmarkStart w:id="106" w:name="_Toc362088673"/>
      <w:r>
        <w:rPr>
          <w:rtl/>
          <w:lang w:bidi="fa-IR"/>
        </w:rPr>
        <w:lastRenderedPageBreak/>
        <w:t>پيام ها :</w:t>
      </w:r>
      <w:bookmarkEnd w:id="106"/>
    </w:p>
    <w:p w:rsidR="00B33631" w:rsidRDefault="00B33631" w:rsidP="004D48DE">
      <w:pPr>
        <w:pStyle w:val="libNormal"/>
        <w:rPr>
          <w:rtl/>
          <w:lang w:bidi="fa-IR"/>
        </w:rPr>
      </w:pPr>
      <w:r>
        <w:rPr>
          <w:rtl/>
          <w:lang w:bidi="fa-IR"/>
        </w:rPr>
        <w:t xml:space="preserve">1- روحيّه استكبارى ، انسان را رهبر دوزخيان مى سازد. </w:t>
      </w:r>
      <w:r w:rsidRPr="00791D4F">
        <w:rPr>
          <w:rStyle w:val="libAieChar"/>
          <w:rtl/>
        </w:rPr>
        <w:t>جعلناهم ائمة يدعون الى النّار</w:t>
      </w:r>
    </w:p>
    <w:p w:rsidR="00B33631" w:rsidRDefault="00B33631" w:rsidP="004D48DE">
      <w:pPr>
        <w:pStyle w:val="libNormal"/>
        <w:rPr>
          <w:rtl/>
          <w:lang w:bidi="fa-IR"/>
        </w:rPr>
      </w:pPr>
      <w:r>
        <w:rPr>
          <w:rtl/>
          <w:lang w:bidi="fa-IR"/>
        </w:rPr>
        <w:t xml:space="preserve">2- تبليغات مستكبرين ، در واقع دعوت به دوزخ است . </w:t>
      </w:r>
      <w:r w:rsidRPr="00791D4F">
        <w:rPr>
          <w:rStyle w:val="libAieChar"/>
          <w:rtl/>
        </w:rPr>
        <w:t>يدعون الى النّار</w:t>
      </w:r>
    </w:p>
    <w:p w:rsidR="00B33631" w:rsidRDefault="00B33631" w:rsidP="004D48DE">
      <w:pPr>
        <w:pStyle w:val="libNormal"/>
        <w:rPr>
          <w:rtl/>
          <w:lang w:bidi="fa-IR"/>
        </w:rPr>
      </w:pPr>
      <w:r>
        <w:rPr>
          <w:rtl/>
          <w:lang w:bidi="fa-IR"/>
        </w:rPr>
        <w:t xml:space="preserve">3- مستكبرينى كه امروز به عِدّه و عُدّه دل خوش دارند، در قيامت ، بى كس ‍ وياور خواهند بود. يوم القيامة لا ينصرون </w:t>
      </w:r>
    </w:p>
    <w:p w:rsidR="00B33631" w:rsidRDefault="00B33631" w:rsidP="004D48DE">
      <w:pPr>
        <w:pStyle w:val="libNormal"/>
        <w:rPr>
          <w:rtl/>
          <w:lang w:bidi="fa-IR"/>
        </w:rPr>
      </w:pPr>
      <w:r>
        <w:rPr>
          <w:rtl/>
          <w:lang w:bidi="fa-IR"/>
        </w:rPr>
        <w:t xml:space="preserve">4- كيفرهاى الهى ، مخصوص آخرت نيست . </w:t>
      </w:r>
      <w:r w:rsidRPr="00791D4F">
        <w:rPr>
          <w:rStyle w:val="libAieChar"/>
          <w:rtl/>
        </w:rPr>
        <w:t>و اَتبعناهم فى هذه الدّنيا</w:t>
      </w:r>
    </w:p>
    <w:p w:rsidR="00B33631" w:rsidRDefault="00B33631" w:rsidP="004D48DE">
      <w:pPr>
        <w:pStyle w:val="libNormal"/>
        <w:rPr>
          <w:rtl/>
          <w:lang w:bidi="fa-IR"/>
        </w:rPr>
      </w:pPr>
      <w:r>
        <w:rPr>
          <w:rtl/>
          <w:lang w:bidi="fa-IR"/>
        </w:rPr>
        <w:t xml:space="preserve">5 لعنت ونفرين مردم ، تبلور قهر الهى است . </w:t>
      </w:r>
      <w:r w:rsidRPr="00791D4F">
        <w:rPr>
          <w:rStyle w:val="libAieChar"/>
          <w:rtl/>
        </w:rPr>
        <w:t>اتبعناهم فى هذه الدّنيا لعنة</w:t>
      </w:r>
      <w:r>
        <w:rPr>
          <w:rtl/>
          <w:lang w:bidi="fa-IR"/>
        </w:rPr>
        <w:t xml:space="preserve"> چنانكه دعاى خير مردم و نام نيك ، نشانه ى لطف خداست . واجعل لى لسان صدق فى الاخرين </w:t>
      </w:r>
      <w:r w:rsidR="00144845" w:rsidRPr="00C96ECB">
        <w:rPr>
          <w:rStyle w:val="libFootnotenumChar"/>
          <w:rtl/>
          <w:lang w:bidi="fa-IR"/>
        </w:rPr>
        <w:t>(62)</w:t>
      </w:r>
    </w:p>
    <w:p w:rsidR="00B33631" w:rsidRDefault="00B33631" w:rsidP="004D48DE">
      <w:pPr>
        <w:pStyle w:val="libNormal"/>
        <w:rPr>
          <w:rtl/>
          <w:lang w:bidi="fa-IR"/>
        </w:rPr>
      </w:pPr>
      <w:r>
        <w:rPr>
          <w:rtl/>
          <w:lang w:bidi="fa-IR"/>
        </w:rPr>
        <w:t xml:space="preserve">6- نفرين بر ظالم حتّى بعد از نابودى او لازم است . </w:t>
      </w:r>
      <w:r w:rsidRPr="00791D4F">
        <w:rPr>
          <w:rStyle w:val="libAieChar"/>
          <w:rtl/>
        </w:rPr>
        <w:t>اتبعناهم ... لعنة</w:t>
      </w:r>
      <w:r>
        <w:rPr>
          <w:rtl/>
          <w:lang w:bidi="fa-IR"/>
        </w:rPr>
        <w:t xml:space="preserve"> </w:t>
      </w:r>
    </w:p>
    <w:p w:rsidR="00B33631" w:rsidRDefault="00B33631" w:rsidP="004D48DE">
      <w:pPr>
        <w:pStyle w:val="libNormal"/>
        <w:rPr>
          <w:rtl/>
          <w:lang w:bidi="fa-IR"/>
        </w:rPr>
      </w:pPr>
      <w:r>
        <w:rPr>
          <w:rtl/>
          <w:lang w:bidi="fa-IR"/>
        </w:rPr>
        <w:t xml:space="preserve">7- زشت كارى هاى دنيوى ، به زشت روئى هاى اُخروى مى انجامد. </w:t>
      </w:r>
      <w:r w:rsidRPr="00791D4F">
        <w:rPr>
          <w:rStyle w:val="libAieChar"/>
          <w:rtl/>
        </w:rPr>
        <w:t>يوم القيامة هم من المقبوحين</w:t>
      </w:r>
      <w:r>
        <w:rPr>
          <w:rtl/>
          <w:lang w:bidi="fa-IR"/>
        </w:rPr>
        <w:t xml:space="preserve"> </w:t>
      </w:r>
    </w:p>
    <w:p w:rsidR="00B33631" w:rsidRPr="00D827EF" w:rsidRDefault="002E3834" w:rsidP="00D827EF">
      <w:pPr>
        <w:pStyle w:val="Heading1"/>
        <w:rPr>
          <w:rtl/>
        </w:rPr>
      </w:pPr>
      <w:r w:rsidRPr="00D827EF">
        <w:rPr>
          <w:rtl/>
        </w:rPr>
        <w:t xml:space="preserve"> </w:t>
      </w:r>
      <w:bookmarkStart w:id="107" w:name="_Toc362088674"/>
      <w:r w:rsidRPr="00035AB4">
        <w:rPr>
          <w:highlight w:val="yellow"/>
          <w:rtl/>
        </w:rPr>
        <w:t>(43)</w:t>
      </w:r>
      <w:r w:rsidRPr="00D827EF">
        <w:rPr>
          <w:rtl/>
        </w:rPr>
        <w:t xml:space="preserve"> وَ لَقَدْ ءَاتَيْنَا مُوسَى الْكِتَبَ مِن بَعْدِ مَآ اءَهْلَكْنَا الْقُرُونَ الاُْولَى بَصَآئِرَ لِلنَّاسِ وَهُدىً وَرَحْمَةً لَّعَلَّهُمْ يَتَذَكَّرُونَ</w:t>
      </w:r>
      <w:bookmarkEnd w:id="107"/>
    </w:p>
    <w:p w:rsidR="00B33631" w:rsidRDefault="00B33631" w:rsidP="004D48DE">
      <w:pPr>
        <w:pStyle w:val="libNormal"/>
        <w:rPr>
          <w:rtl/>
          <w:lang w:bidi="fa-IR"/>
        </w:rPr>
      </w:pPr>
      <w:r>
        <w:rPr>
          <w:rtl/>
          <w:lang w:bidi="fa-IR"/>
        </w:rPr>
        <w:t>ترجمه :</w:t>
      </w:r>
    </w:p>
    <w:p w:rsidR="00B33631" w:rsidRDefault="00B33631" w:rsidP="004D48DE">
      <w:pPr>
        <w:pStyle w:val="libNormal"/>
        <w:rPr>
          <w:rFonts w:hint="cs"/>
          <w:rtl/>
          <w:lang w:bidi="fa-IR"/>
        </w:rPr>
      </w:pPr>
      <w:r>
        <w:rPr>
          <w:rtl/>
          <w:lang w:bidi="fa-IR"/>
        </w:rPr>
        <w:t>و به تحقيق بعداز آنكه نسل هاى نخستين را نابود ساختيم ، به موسى كتاب (آسمانى تورات را) عطاكرديم (تا وسيله اى) براى بصيرت مردم و هدايت و رحمت باشد، شايد كه آنان پند گيرند.</w:t>
      </w:r>
    </w:p>
    <w:p w:rsidR="00D827EF" w:rsidRDefault="00D827EF" w:rsidP="00D827EF">
      <w:pPr>
        <w:pStyle w:val="libLine"/>
        <w:rPr>
          <w:rtl/>
        </w:rPr>
      </w:pPr>
      <w:r w:rsidRPr="00AD5C7B">
        <w:rPr>
          <w:rtl/>
        </w:rPr>
        <w:t>_________________________</w:t>
      </w:r>
    </w:p>
    <w:p w:rsidR="00D827EF" w:rsidRDefault="00D827EF" w:rsidP="00D827EF">
      <w:pPr>
        <w:pStyle w:val="libFootnote"/>
        <w:rPr>
          <w:rtl/>
        </w:rPr>
      </w:pPr>
      <w:r>
        <w:rPr>
          <w:rtl/>
        </w:rPr>
        <w:t>62- شعراء، 84.</w:t>
      </w:r>
    </w:p>
    <w:p w:rsidR="00D827EF" w:rsidRPr="00DE30EA" w:rsidRDefault="00D827EF" w:rsidP="00DE30EA">
      <w:pPr>
        <w:rPr>
          <w:rtl/>
        </w:rPr>
      </w:pPr>
      <w:r>
        <w:rPr>
          <w:rtl/>
          <w:lang w:bidi="fa-IR"/>
        </w:rPr>
        <w:br w:type="page"/>
      </w:r>
    </w:p>
    <w:p w:rsidR="00B33631" w:rsidRDefault="00DF6A2E" w:rsidP="00DF6A2E">
      <w:pPr>
        <w:pStyle w:val="Heading2"/>
        <w:rPr>
          <w:rtl/>
          <w:lang w:bidi="fa-IR"/>
        </w:rPr>
      </w:pPr>
      <w:bookmarkStart w:id="108" w:name="_Toc362088675"/>
      <w:r>
        <w:rPr>
          <w:rtl/>
          <w:lang w:bidi="fa-IR"/>
        </w:rPr>
        <w:lastRenderedPageBreak/>
        <w:t>نكته ها :</w:t>
      </w:r>
      <w:bookmarkEnd w:id="108"/>
    </w:p>
    <w:p w:rsidR="00B33631" w:rsidRDefault="00B33631" w:rsidP="004D48DE">
      <w:pPr>
        <w:pStyle w:val="libNormal"/>
        <w:rPr>
          <w:rtl/>
          <w:lang w:bidi="fa-IR"/>
        </w:rPr>
      </w:pPr>
      <w:r>
        <w:rPr>
          <w:rtl/>
          <w:lang w:bidi="fa-IR"/>
        </w:rPr>
        <w:t>كلمه «بصائر» جمع «بَصيرت» به معناى بينش و آگاهى و كلمه ى «اءبصار» جمع «بَصَر» به معناى چشم است .</w:t>
      </w:r>
    </w:p>
    <w:p w:rsidR="00B33631" w:rsidRDefault="00DF6A2E" w:rsidP="00DF6A2E">
      <w:pPr>
        <w:pStyle w:val="Heading2"/>
        <w:rPr>
          <w:rtl/>
          <w:lang w:bidi="fa-IR"/>
        </w:rPr>
      </w:pPr>
      <w:bookmarkStart w:id="109" w:name="_Toc362088676"/>
      <w:r>
        <w:rPr>
          <w:rtl/>
          <w:lang w:bidi="fa-IR"/>
        </w:rPr>
        <w:t>پيام ها :</w:t>
      </w:r>
      <w:bookmarkEnd w:id="109"/>
    </w:p>
    <w:p w:rsidR="00B33631" w:rsidRDefault="00B33631" w:rsidP="004D48DE">
      <w:pPr>
        <w:pStyle w:val="libNormal"/>
        <w:rPr>
          <w:rtl/>
          <w:lang w:bidi="fa-IR"/>
        </w:rPr>
      </w:pPr>
      <w:r>
        <w:rPr>
          <w:rtl/>
          <w:lang w:bidi="fa-IR"/>
        </w:rPr>
        <w:t>1- با شكست طاغوت ، زمينه براى صالحان فراهم مى گردد. آتينا موسى الكتاب من بعد ما اهلكنا</w:t>
      </w:r>
    </w:p>
    <w:p w:rsidR="00B33631" w:rsidRDefault="00B33631" w:rsidP="004D48DE">
      <w:pPr>
        <w:pStyle w:val="libNormal"/>
        <w:rPr>
          <w:rtl/>
          <w:lang w:bidi="fa-IR"/>
        </w:rPr>
      </w:pPr>
      <w:r>
        <w:rPr>
          <w:rtl/>
          <w:lang w:bidi="fa-IR"/>
        </w:rPr>
        <w:t xml:space="preserve">2- پايان كار مستكبران ، هلاكت و نابودى است . اهلكنا القرون الاولى </w:t>
      </w:r>
    </w:p>
    <w:p w:rsidR="00B33631" w:rsidRDefault="00B33631" w:rsidP="004D48DE">
      <w:pPr>
        <w:pStyle w:val="libNormal"/>
        <w:rPr>
          <w:rtl/>
          <w:lang w:bidi="fa-IR"/>
        </w:rPr>
      </w:pPr>
      <w:r>
        <w:rPr>
          <w:rtl/>
          <w:lang w:bidi="fa-IR"/>
        </w:rPr>
        <w:t>3- ديندارى بايد براساس بصيرت باشد. بصائر</w:t>
      </w:r>
    </w:p>
    <w:p w:rsidR="00B33631" w:rsidRDefault="00B33631" w:rsidP="004D48DE">
      <w:pPr>
        <w:pStyle w:val="libNormal"/>
        <w:rPr>
          <w:rtl/>
          <w:lang w:bidi="fa-IR"/>
        </w:rPr>
      </w:pPr>
      <w:r>
        <w:rPr>
          <w:rtl/>
          <w:lang w:bidi="fa-IR"/>
        </w:rPr>
        <w:t xml:space="preserve">4- احكام الهى ، مايه ى رحمت براى مردم است . للنّاس ... رحمة </w:t>
      </w:r>
    </w:p>
    <w:p w:rsidR="00B33631" w:rsidRDefault="00B33631" w:rsidP="004D48DE">
      <w:pPr>
        <w:pStyle w:val="libNormal"/>
        <w:rPr>
          <w:rtl/>
          <w:lang w:bidi="fa-IR"/>
        </w:rPr>
      </w:pPr>
      <w:r>
        <w:rPr>
          <w:rtl/>
          <w:lang w:bidi="fa-IR"/>
        </w:rPr>
        <w:t xml:space="preserve">5 كتب آسمانى ، عامل بصيرت و هدايت است . بصائر للناس و هدى </w:t>
      </w:r>
    </w:p>
    <w:p w:rsidR="00B33631" w:rsidRDefault="00B33631" w:rsidP="004D48DE">
      <w:pPr>
        <w:pStyle w:val="libNormal"/>
        <w:rPr>
          <w:rtl/>
          <w:lang w:bidi="fa-IR"/>
        </w:rPr>
      </w:pPr>
      <w:r>
        <w:rPr>
          <w:rtl/>
          <w:lang w:bidi="fa-IR"/>
        </w:rPr>
        <w:t xml:space="preserve">6- تا انسان بصيرت پيدا نكند، هدايت نمى شود و تا هدايت نشود، لطف ورحمت الهى را دريافت نمى كند. بصائر للنّاس وهُدىً ورحمة </w:t>
      </w:r>
    </w:p>
    <w:p w:rsidR="00B33631" w:rsidRDefault="00B33631" w:rsidP="004D48DE">
      <w:pPr>
        <w:pStyle w:val="libNormal"/>
        <w:rPr>
          <w:rtl/>
          <w:lang w:bidi="fa-IR"/>
        </w:rPr>
      </w:pPr>
      <w:r>
        <w:rPr>
          <w:rtl/>
          <w:lang w:bidi="fa-IR"/>
        </w:rPr>
        <w:t xml:space="preserve">7- دين ، جزو فطرت انسان هاست و كتب آسمانى آن فطرت را غبارزدايى مى كنند. يتذكّرون </w:t>
      </w:r>
    </w:p>
    <w:p w:rsidR="00B33631" w:rsidRPr="00D827EF" w:rsidRDefault="002E3834" w:rsidP="00D827EF">
      <w:pPr>
        <w:pStyle w:val="Heading1"/>
        <w:rPr>
          <w:rtl/>
        </w:rPr>
      </w:pPr>
      <w:r w:rsidRPr="00D827EF">
        <w:rPr>
          <w:rtl/>
        </w:rPr>
        <w:t xml:space="preserve"> </w:t>
      </w:r>
      <w:bookmarkStart w:id="110" w:name="_Toc362088677"/>
      <w:r w:rsidRPr="00035AB4">
        <w:rPr>
          <w:highlight w:val="yellow"/>
          <w:rtl/>
        </w:rPr>
        <w:t>(44)</w:t>
      </w:r>
      <w:r w:rsidRPr="00D827EF">
        <w:rPr>
          <w:rtl/>
        </w:rPr>
        <w:t xml:space="preserve"> وَمَا كُنتَ بِجَانِبِ الْغَرْبِىِّ إِذْ قَضَيْنَآ إِلَى مُوسَى الاَْمْرَ وَمَا كُنتَمِنَ الشَّهِدِينَ</w:t>
      </w:r>
      <w:bookmarkEnd w:id="110"/>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هنگامى كه فرمان (نبوّت) را به موسى داديم ، تو در جانب غربى (كوه طور) حضور نداشتى و از شاهدان نبودى .</w:t>
      </w:r>
    </w:p>
    <w:p w:rsidR="00D827EF" w:rsidRPr="00DE30EA" w:rsidRDefault="00D827EF" w:rsidP="00DE30EA">
      <w:pPr>
        <w:rPr>
          <w:rtl/>
        </w:rPr>
      </w:pPr>
      <w:r>
        <w:rPr>
          <w:rtl/>
          <w:lang w:bidi="fa-IR"/>
        </w:rPr>
        <w:br w:type="page"/>
      </w:r>
    </w:p>
    <w:p w:rsidR="00B33631" w:rsidRDefault="00DF6A2E" w:rsidP="00DF6A2E">
      <w:pPr>
        <w:pStyle w:val="Heading2"/>
        <w:rPr>
          <w:rtl/>
          <w:lang w:bidi="fa-IR"/>
        </w:rPr>
      </w:pPr>
      <w:bookmarkStart w:id="111" w:name="_Toc362088678"/>
      <w:r>
        <w:rPr>
          <w:rtl/>
          <w:lang w:bidi="fa-IR"/>
        </w:rPr>
        <w:lastRenderedPageBreak/>
        <w:t>نكته ها :</w:t>
      </w:r>
      <w:bookmarkEnd w:id="111"/>
    </w:p>
    <w:p w:rsidR="00B33631" w:rsidRDefault="00B33631" w:rsidP="004D48DE">
      <w:pPr>
        <w:pStyle w:val="libNormal"/>
        <w:rPr>
          <w:rtl/>
          <w:lang w:bidi="fa-IR"/>
        </w:rPr>
      </w:pPr>
      <w:r>
        <w:rPr>
          <w:rtl/>
          <w:lang w:bidi="fa-IR"/>
        </w:rPr>
        <w:t>عبارت «ما كُنتَ» چهار مرتبه در اين آيه و آيات بعد تكرار گرديده كه بر غيبى بودن اخبارِ تاريخى قرآن تاءكيد دارد.</w:t>
      </w:r>
    </w:p>
    <w:p w:rsidR="00B33631" w:rsidRDefault="00B33631" w:rsidP="004D48DE">
      <w:pPr>
        <w:pStyle w:val="libNormal"/>
        <w:rPr>
          <w:rtl/>
          <w:lang w:bidi="fa-IR"/>
        </w:rPr>
      </w:pPr>
      <w:r>
        <w:rPr>
          <w:rtl/>
          <w:lang w:bidi="fa-IR"/>
        </w:rPr>
        <w:t xml:space="preserve">با مطالعه تاريخ گذشتگان ، مى توان با آنان زندگى كرد، هر چند درميانشان حضور فيزيكى نداشت . حضرت على عليه السلام به فرزندش امام حسن عليه السلام مى فرمايد: من گرچه عمر پيشينيان را نداشته ام امّا بخاطر مطالعه ، تفكّر و دقّت در زندگانى وآثار آنان ، گويى يكى از آنان شده و با آنان زندگى كرده ام . </w:t>
      </w:r>
      <w:r w:rsidR="00144845" w:rsidRPr="00C96ECB">
        <w:rPr>
          <w:rStyle w:val="libFootnotenumChar"/>
          <w:rtl/>
          <w:lang w:bidi="fa-IR"/>
        </w:rPr>
        <w:t>(63)</w:t>
      </w:r>
    </w:p>
    <w:p w:rsidR="00B33631" w:rsidRDefault="00DF6A2E" w:rsidP="00DF6A2E">
      <w:pPr>
        <w:pStyle w:val="Heading2"/>
        <w:rPr>
          <w:rtl/>
          <w:lang w:bidi="fa-IR"/>
        </w:rPr>
      </w:pPr>
      <w:bookmarkStart w:id="112" w:name="_Toc362088679"/>
      <w:r>
        <w:rPr>
          <w:rtl/>
          <w:lang w:bidi="fa-IR"/>
        </w:rPr>
        <w:t>پيام ها :</w:t>
      </w:r>
      <w:bookmarkEnd w:id="112"/>
    </w:p>
    <w:p w:rsidR="00B33631" w:rsidRDefault="00B33631" w:rsidP="004D48DE">
      <w:pPr>
        <w:pStyle w:val="libNormal"/>
        <w:rPr>
          <w:rtl/>
          <w:lang w:bidi="fa-IR"/>
        </w:rPr>
      </w:pPr>
      <w:r>
        <w:rPr>
          <w:rtl/>
          <w:lang w:bidi="fa-IR"/>
        </w:rPr>
        <w:t>1- نقل ماجراى نبوّت حضرت موسى با همه ى ريزه كارى هاى آن ، از زبان كسى كه اُمّى است و در آن زمان ها حضور نداشته ، نشانه ى حقّانيّت و اعجاز قرآن است . ما كنتَ... و ما كنتَ...</w:t>
      </w:r>
    </w:p>
    <w:p w:rsidR="00B33631" w:rsidRDefault="00B33631" w:rsidP="004D48DE">
      <w:pPr>
        <w:pStyle w:val="libNormal"/>
        <w:rPr>
          <w:rtl/>
          <w:lang w:bidi="fa-IR"/>
        </w:rPr>
      </w:pPr>
      <w:r>
        <w:rPr>
          <w:rtl/>
          <w:lang w:bidi="fa-IR"/>
        </w:rPr>
        <w:t>2- داستان هاى قرآن ، از اخبار غيبى است نه از نقل شاهدان عينى . وما كنتَ</w:t>
      </w:r>
    </w:p>
    <w:p w:rsidR="00B33631" w:rsidRDefault="00B33631" w:rsidP="004D48DE">
      <w:pPr>
        <w:pStyle w:val="libNormal"/>
        <w:rPr>
          <w:rtl/>
          <w:lang w:bidi="fa-IR"/>
        </w:rPr>
      </w:pPr>
      <w:r>
        <w:rPr>
          <w:rtl/>
          <w:lang w:bidi="fa-IR"/>
        </w:rPr>
        <w:t xml:space="preserve">3- بخش غربى كوه طور، محلّ نزول تورات بوده است . بجانب الغربى </w:t>
      </w:r>
    </w:p>
    <w:p w:rsidR="00B33631" w:rsidRPr="00D827EF" w:rsidRDefault="002E3834" w:rsidP="00D827EF">
      <w:pPr>
        <w:pStyle w:val="Heading1"/>
        <w:rPr>
          <w:rtl/>
        </w:rPr>
      </w:pPr>
      <w:r w:rsidRPr="00D827EF">
        <w:rPr>
          <w:rtl/>
        </w:rPr>
        <w:t xml:space="preserve"> </w:t>
      </w:r>
      <w:bookmarkStart w:id="113" w:name="_Toc362088680"/>
      <w:r w:rsidRPr="00035AB4">
        <w:rPr>
          <w:highlight w:val="yellow"/>
          <w:rtl/>
        </w:rPr>
        <w:t>(45)</w:t>
      </w:r>
      <w:r w:rsidRPr="00D827EF">
        <w:rPr>
          <w:rtl/>
        </w:rPr>
        <w:t xml:space="preserve"> وَلَكِنَّآ اءَنشَاءْنَا قُرُوناً فَتَطَاوَلَ عَلَيْهِمُ الْعُمُرُ وَ مَا كُنتَ ثَاوِياً فِىَّ اءَهْلِ مَدْيَنَ تَتْلُواْ عَلَيْهِمْ ءَايَتِنَا وَلَكِنَّا كُنَّا مُرْسِلِينَ</w:t>
      </w:r>
      <w:bookmarkEnd w:id="113"/>
    </w:p>
    <w:p w:rsidR="00B33631" w:rsidRDefault="00B33631" w:rsidP="004D48DE">
      <w:pPr>
        <w:pStyle w:val="libNormal"/>
        <w:rPr>
          <w:rtl/>
          <w:lang w:bidi="fa-IR"/>
        </w:rPr>
      </w:pPr>
      <w:r>
        <w:rPr>
          <w:rtl/>
          <w:lang w:bidi="fa-IR"/>
        </w:rPr>
        <w:t>ترجمه :</w:t>
      </w:r>
    </w:p>
    <w:p w:rsidR="00FC6013" w:rsidRDefault="00B33631" w:rsidP="004D48DE">
      <w:pPr>
        <w:pStyle w:val="libNormal"/>
        <w:rPr>
          <w:rFonts w:hint="cs"/>
          <w:rtl/>
          <w:lang w:bidi="fa-IR"/>
        </w:rPr>
      </w:pPr>
      <w:r>
        <w:rPr>
          <w:rtl/>
          <w:lang w:bidi="fa-IR"/>
        </w:rPr>
        <w:t xml:space="preserve">ولى ما (اقوامى را) در اعصار مختلف خلق كرديم ، پس زمان هاى طولانى بر آنها گذشت </w:t>
      </w:r>
    </w:p>
    <w:p w:rsidR="00FC6013" w:rsidRDefault="00FC6013" w:rsidP="00FC6013">
      <w:pPr>
        <w:pStyle w:val="libLine"/>
        <w:rPr>
          <w:rtl/>
        </w:rPr>
      </w:pPr>
      <w:r w:rsidRPr="00AD5C7B">
        <w:rPr>
          <w:rtl/>
        </w:rPr>
        <w:t>_________________________</w:t>
      </w:r>
    </w:p>
    <w:p w:rsidR="00FC6013" w:rsidRDefault="00FC6013" w:rsidP="00FC6013">
      <w:pPr>
        <w:pStyle w:val="libFootnote"/>
        <w:rPr>
          <w:rtl/>
        </w:rPr>
      </w:pPr>
      <w:r>
        <w:rPr>
          <w:rtl/>
        </w:rPr>
        <w:t>63- نهج البلاغه ، نامه 31.</w:t>
      </w:r>
    </w:p>
    <w:p w:rsidR="00FC6013" w:rsidRPr="00DE30EA" w:rsidRDefault="00FC6013" w:rsidP="00DE30EA">
      <w:pPr>
        <w:rPr>
          <w:rtl/>
        </w:rPr>
      </w:pPr>
      <w:r>
        <w:rPr>
          <w:rtl/>
          <w:lang w:bidi="fa-IR"/>
        </w:rPr>
        <w:br w:type="page"/>
      </w:r>
    </w:p>
    <w:p w:rsidR="00B33631" w:rsidRDefault="00B33631" w:rsidP="00FC6013">
      <w:pPr>
        <w:pStyle w:val="libNormal0"/>
        <w:rPr>
          <w:rtl/>
          <w:lang w:bidi="fa-IR"/>
        </w:rPr>
      </w:pPr>
      <w:r>
        <w:rPr>
          <w:rtl/>
          <w:lang w:bidi="fa-IR"/>
        </w:rPr>
        <w:lastRenderedPageBreak/>
        <w:t>(و آثار انبيا از دلهايشان محو شد، پس تو را با كتاب آسمانى به سوى مردم فرستاديم)، و تو در ميان اهل مَدين اقامت نداشته اى تا (از وضع آنان آگاه باشى و بتوانى) آيات ما را (پيرامون مردم مَديَن) بر آنان (مردم مكّه) بخوانى ، ليكن اين ما بوديم كه تو را فرستاديم (و اخبار قرن هاى پيشين را در اختيار تو قرار داديم).</w:t>
      </w:r>
    </w:p>
    <w:p w:rsidR="00B33631" w:rsidRPr="00FC6013" w:rsidRDefault="002E3834" w:rsidP="00FC6013">
      <w:pPr>
        <w:pStyle w:val="Heading1"/>
        <w:rPr>
          <w:rtl/>
        </w:rPr>
      </w:pPr>
      <w:r w:rsidRPr="00FC6013">
        <w:rPr>
          <w:rtl/>
        </w:rPr>
        <w:t xml:space="preserve"> </w:t>
      </w:r>
      <w:bookmarkStart w:id="114" w:name="_Toc362088681"/>
      <w:r w:rsidRPr="00035AB4">
        <w:rPr>
          <w:highlight w:val="yellow"/>
          <w:rtl/>
        </w:rPr>
        <w:t>(46)</w:t>
      </w:r>
      <w:r w:rsidRPr="00FC6013">
        <w:rPr>
          <w:rtl/>
        </w:rPr>
        <w:t xml:space="preserve"> وَ مَا كُنتَ بِجَانِبِ الطُّورِ إِذْ نَادَيْنَا وَلَكِن رَّحْمَةً مِّن رَّبِّكَ لِتُنذِرَ قَوْماً مَّآ اءَتَهُم مِّن نَّذِيرٍ مِّن قَبْلِكَ لَعَلَّهُمْ يَتَذَكَّرُونَ</w:t>
      </w:r>
      <w:bookmarkEnd w:id="114"/>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وآنگاه كه ما (موسى را) ندا داديم ، تو در كنار كوه طور نبودى ، ليكن (اين وحى و اطلاع از اخبار گذشتگان) رحمتى است از جانب پروردگارت تا تو (به واسطه ى آن) قومى را كه پيش از تو هشدار دهنده اى برايشان نيامده بود، هشداردهى ، شايد آنان متذكّر شوند.</w:t>
      </w:r>
    </w:p>
    <w:p w:rsidR="00B33631" w:rsidRDefault="00DF6A2E" w:rsidP="00DF6A2E">
      <w:pPr>
        <w:pStyle w:val="Heading2"/>
        <w:rPr>
          <w:rtl/>
          <w:lang w:bidi="fa-IR"/>
        </w:rPr>
      </w:pPr>
      <w:bookmarkStart w:id="115" w:name="_Toc362088682"/>
      <w:r>
        <w:rPr>
          <w:rtl/>
          <w:lang w:bidi="fa-IR"/>
        </w:rPr>
        <w:t>نكته ها :</w:t>
      </w:r>
      <w:bookmarkEnd w:id="115"/>
    </w:p>
    <w:p w:rsidR="00B33631" w:rsidRDefault="00B33631" w:rsidP="004D48DE">
      <w:pPr>
        <w:pStyle w:val="libNormal"/>
        <w:rPr>
          <w:rtl/>
          <w:lang w:bidi="fa-IR"/>
        </w:rPr>
      </w:pPr>
      <w:r>
        <w:rPr>
          <w:rtl/>
          <w:lang w:bidi="fa-IR"/>
        </w:rPr>
        <w:t>كلمه ى «ثاويا» از ماده ى «ثَوى» و به معناى مقيم مى باشد، چنانكه كلمه ى «مَثوى» از همين ماده ، به معناى جايگاه و قرارگاه است .</w:t>
      </w:r>
    </w:p>
    <w:p w:rsidR="00B33631" w:rsidRDefault="00DF6A2E" w:rsidP="00DF6A2E">
      <w:pPr>
        <w:pStyle w:val="Heading2"/>
        <w:rPr>
          <w:rtl/>
          <w:lang w:bidi="fa-IR"/>
        </w:rPr>
      </w:pPr>
      <w:bookmarkStart w:id="116" w:name="_Toc362088683"/>
      <w:r>
        <w:rPr>
          <w:rtl/>
          <w:lang w:bidi="fa-IR"/>
        </w:rPr>
        <w:t>پيام ها :</w:t>
      </w:r>
      <w:bookmarkEnd w:id="116"/>
    </w:p>
    <w:p w:rsidR="00B33631" w:rsidRDefault="00B33631" w:rsidP="004D48DE">
      <w:pPr>
        <w:pStyle w:val="libNormal"/>
        <w:rPr>
          <w:rtl/>
          <w:lang w:bidi="fa-IR"/>
        </w:rPr>
      </w:pPr>
      <w:r>
        <w:rPr>
          <w:rtl/>
          <w:lang w:bidi="fa-IR"/>
        </w:rPr>
        <w:t xml:space="preserve">1- گذشت زمان ، آثار انبياى گذشته را كم رنگ و زمينه را براى آمدن پيامبر اسلام فراهم كرده است . فتَطاول عليهم العُمُر... كنّا مرسلين </w:t>
      </w:r>
    </w:p>
    <w:p w:rsidR="00B33631" w:rsidRDefault="00B33631" w:rsidP="004D48DE">
      <w:pPr>
        <w:pStyle w:val="libNormal"/>
        <w:rPr>
          <w:rtl/>
          <w:lang w:bidi="fa-IR"/>
        </w:rPr>
      </w:pPr>
      <w:r>
        <w:rPr>
          <w:rtl/>
          <w:lang w:bidi="fa-IR"/>
        </w:rPr>
        <w:t xml:space="preserve">2- بعثت ، سنّت خداوند است . كنّا مرسلين </w:t>
      </w:r>
    </w:p>
    <w:p w:rsidR="00FC6013" w:rsidRPr="00DE30EA" w:rsidRDefault="00FC6013" w:rsidP="00DE30EA">
      <w:pPr>
        <w:rPr>
          <w:rtl/>
        </w:rPr>
      </w:pPr>
      <w:r>
        <w:rPr>
          <w:rtl/>
          <w:lang w:bidi="fa-IR"/>
        </w:rPr>
        <w:br w:type="page"/>
      </w:r>
    </w:p>
    <w:p w:rsidR="00B33631" w:rsidRDefault="00B33631" w:rsidP="004D48DE">
      <w:pPr>
        <w:pStyle w:val="libNormal"/>
        <w:rPr>
          <w:rtl/>
          <w:lang w:bidi="fa-IR"/>
        </w:rPr>
      </w:pPr>
      <w:r>
        <w:rPr>
          <w:rtl/>
          <w:lang w:bidi="fa-IR"/>
        </w:rPr>
        <w:lastRenderedPageBreak/>
        <w:t>3- انبيا بدون اتصال به عالم وحى ، همچون ساير مردم اخبار غيبى را نمى دانند. ما كنت ...</w:t>
      </w:r>
    </w:p>
    <w:p w:rsidR="00B33631" w:rsidRDefault="00B33631" w:rsidP="004D48DE">
      <w:pPr>
        <w:pStyle w:val="libNormal"/>
        <w:rPr>
          <w:rtl/>
          <w:lang w:bidi="fa-IR"/>
        </w:rPr>
      </w:pPr>
      <w:r>
        <w:rPr>
          <w:rtl/>
          <w:lang w:bidi="fa-IR"/>
        </w:rPr>
        <w:t xml:space="preserve">4- مقايسه بين جهل و علم ، عجز و قدرت ، فقر و غنا، نقص و كمال ، كليد خودشناسى و خداخواهى است . ما كنت ... لكن رحمة من ربّك </w:t>
      </w:r>
    </w:p>
    <w:p w:rsidR="00B33631" w:rsidRDefault="00B33631" w:rsidP="004D48DE">
      <w:pPr>
        <w:pStyle w:val="libNormal"/>
        <w:rPr>
          <w:rtl/>
          <w:lang w:bidi="fa-IR"/>
        </w:rPr>
      </w:pPr>
      <w:r>
        <w:rPr>
          <w:rtl/>
          <w:lang w:bidi="fa-IR"/>
        </w:rPr>
        <w:t>5 خاطرات قرآنى ، همگى از سرچشمه وحى است . ما كنت اذ نادينا</w:t>
      </w:r>
    </w:p>
    <w:p w:rsidR="00B33631" w:rsidRDefault="00B33631" w:rsidP="004D48DE">
      <w:pPr>
        <w:pStyle w:val="libNormal"/>
        <w:rPr>
          <w:rtl/>
          <w:lang w:bidi="fa-IR"/>
        </w:rPr>
      </w:pPr>
      <w:r>
        <w:rPr>
          <w:rtl/>
          <w:lang w:bidi="fa-IR"/>
        </w:rPr>
        <w:t>6- بيان داستان هاى حقيقى و عبرت آموز قرآن ، وسيله اى براى رحمت ، تربيت و هشدار است . رحمة من ربّك لتنذر</w:t>
      </w:r>
    </w:p>
    <w:p w:rsidR="00B33631" w:rsidRDefault="00B33631" w:rsidP="004D48DE">
      <w:pPr>
        <w:pStyle w:val="libNormal"/>
        <w:rPr>
          <w:rtl/>
          <w:lang w:bidi="fa-IR"/>
        </w:rPr>
      </w:pPr>
      <w:r>
        <w:rPr>
          <w:rtl/>
          <w:lang w:bidi="fa-IR"/>
        </w:rPr>
        <w:t>7- براى هدايت افراد غافل ، انذار و هشدار، كارسازتر است . لتنذر من نذير (با اينكه رسالت پيامبران در قالب مجموعه اى از بشارات و انذارهاست ، ولى از آنجاكه انذار اثر بيشترى در روحهاى غفلت زده دارد، در قرآن توجّه بيشترى به مساءله ى انذار شده است .)</w:t>
      </w:r>
    </w:p>
    <w:p w:rsidR="00B33631" w:rsidRDefault="00B33631" w:rsidP="004D48DE">
      <w:pPr>
        <w:pStyle w:val="libNormal"/>
        <w:rPr>
          <w:rtl/>
          <w:lang w:bidi="fa-IR"/>
        </w:rPr>
      </w:pPr>
      <w:r>
        <w:rPr>
          <w:rtl/>
          <w:lang w:bidi="fa-IR"/>
        </w:rPr>
        <w:t xml:space="preserve">8 مردم در انتخاب راه و عقيده آزادند و اجبارى در پذيرش دعوت پيامبران ندارند. لتنذر... لعلّهم يتذكّرون </w:t>
      </w:r>
    </w:p>
    <w:p w:rsidR="00B33631" w:rsidRDefault="00B33631" w:rsidP="004D48DE">
      <w:pPr>
        <w:pStyle w:val="libNormal"/>
        <w:rPr>
          <w:rtl/>
          <w:lang w:bidi="fa-IR"/>
        </w:rPr>
      </w:pPr>
      <w:r>
        <w:rPr>
          <w:rtl/>
          <w:lang w:bidi="fa-IR"/>
        </w:rPr>
        <w:t xml:space="preserve">9- انسان ها، به واسطه ى فطرت ، مسائلى را در ضمير خويش مى دانند، ولى براى جلوگيرى از فراموشى ، بايد آنها را تذكّر داد. يتذكّرون </w:t>
      </w:r>
    </w:p>
    <w:p w:rsidR="00B33631" w:rsidRPr="00FC6013" w:rsidRDefault="002E3834" w:rsidP="00FC6013">
      <w:pPr>
        <w:pStyle w:val="Heading1"/>
        <w:rPr>
          <w:rtl/>
        </w:rPr>
      </w:pPr>
      <w:r w:rsidRPr="00FC6013">
        <w:rPr>
          <w:rtl/>
        </w:rPr>
        <w:t xml:space="preserve"> </w:t>
      </w:r>
      <w:bookmarkStart w:id="117" w:name="_Toc362088684"/>
      <w:r w:rsidRPr="00035AB4">
        <w:rPr>
          <w:highlight w:val="yellow"/>
          <w:rtl/>
        </w:rPr>
        <w:t>(47)</w:t>
      </w:r>
      <w:r w:rsidRPr="00FC6013">
        <w:rPr>
          <w:rtl/>
        </w:rPr>
        <w:t xml:space="preserve"> وَ لَوْلاََّ اءَن تُصِيبَهُم مُّصِيبَةُ بِمَا قَدَّمَتْ اءَيْدِيِهمْ فَيَقُولُواْ رَبَّنَا لَوْلاََّ اءَرْسَلْتَ إِلَيْنَا رَسُولاً فَنَتَّبِعَ ءَايَتِكَ وَ نَكُونَ مِنَ الْمُؤْمِنِينَ</w:t>
      </w:r>
      <w:bookmarkEnd w:id="117"/>
    </w:p>
    <w:p w:rsidR="00B33631" w:rsidRDefault="00B33631" w:rsidP="004D48DE">
      <w:pPr>
        <w:pStyle w:val="libNormal"/>
        <w:rPr>
          <w:rtl/>
          <w:lang w:bidi="fa-IR"/>
        </w:rPr>
      </w:pPr>
      <w:r>
        <w:rPr>
          <w:rtl/>
          <w:lang w:bidi="fa-IR"/>
        </w:rPr>
        <w:t>ترجمه :</w:t>
      </w:r>
    </w:p>
    <w:p w:rsidR="00FC6013" w:rsidRDefault="00B33631" w:rsidP="004D48DE">
      <w:pPr>
        <w:pStyle w:val="libNormal"/>
        <w:rPr>
          <w:rtl/>
          <w:lang w:bidi="fa-IR"/>
        </w:rPr>
      </w:pPr>
      <w:r>
        <w:rPr>
          <w:rtl/>
          <w:lang w:bidi="fa-IR"/>
        </w:rPr>
        <w:t xml:space="preserve">و اگر نبود اينكه هرگاه مصيبتى در اثر عملكردشان به آنان برسد، مى گويند: پروردگارا! (ما كه نمى دانستيم) چرا براى ما پيامبرى نفرستادى تا آيات تو را پيروى كنيم و از ايمان آورندگان باشيم ، </w:t>
      </w:r>
    </w:p>
    <w:p w:rsidR="00FC6013" w:rsidRPr="00DE30EA" w:rsidRDefault="00FC6013" w:rsidP="00DE30EA">
      <w:pPr>
        <w:rPr>
          <w:rtl/>
        </w:rPr>
      </w:pPr>
      <w:r>
        <w:rPr>
          <w:rtl/>
          <w:lang w:bidi="fa-IR"/>
        </w:rPr>
        <w:br w:type="page"/>
      </w:r>
    </w:p>
    <w:p w:rsidR="00B33631" w:rsidRDefault="00B33631" w:rsidP="00FC6013">
      <w:pPr>
        <w:pStyle w:val="libNormal0"/>
        <w:rPr>
          <w:rtl/>
          <w:lang w:bidi="fa-IR"/>
        </w:rPr>
      </w:pPr>
      <w:r>
        <w:rPr>
          <w:rtl/>
          <w:lang w:bidi="fa-IR"/>
        </w:rPr>
        <w:lastRenderedPageBreak/>
        <w:t>(ما هرگز پيامبرى به سوى آنان نمى فرستاديم).</w:t>
      </w:r>
    </w:p>
    <w:p w:rsidR="00B33631" w:rsidRDefault="00DF6A2E" w:rsidP="00DF6A2E">
      <w:pPr>
        <w:pStyle w:val="Heading2"/>
        <w:rPr>
          <w:rtl/>
          <w:lang w:bidi="fa-IR"/>
        </w:rPr>
      </w:pPr>
      <w:bookmarkStart w:id="118" w:name="_Toc362088685"/>
      <w:r>
        <w:rPr>
          <w:rtl/>
          <w:lang w:bidi="fa-IR"/>
        </w:rPr>
        <w:t>نكته ها :</w:t>
      </w:r>
      <w:bookmarkEnd w:id="118"/>
    </w:p>
    <w:p w:rsidR="00B33631" w:rsidRDefault="00B33631" w:rsidP="004D48DE">
      <w:pPr>
        <w:pStyle w:val="libNormal"/>
        <w:rPr>
          <w:rtl/>
          <w:lang w:bidi="fa-IR"/>
        </w:rPr>
      </w:pPr>
      <w:r>
        <w:rPr>
          <w:rtl/>
          <w:lang w:bidi="fa-IR"/>
        </w:rPr>
        <w:t>آيه ى قبل هدف آمدن انبيا را انذار و هشدار دانست ، اين آيه هدف ديگر بعثت را كه اتمام حجّت و بستن راه بهانه و عذر است بيان مى كند.</w:t>
      </w:r>
    </w:p>
    <w:p w:rsidR="00B33631" w:rsidRDefault="00B33631" w:rsidP="004D48DE">
      <w:pPr>
        <w:pStyle w:val="libNormal"/>
        <w:rPr>
          <w:rtl/>
          <w:lang w:bidi="fa-IR"/>
        </w:rPr>
      </w:pPr>
      <w:r>
        <w:rPr>
          <w:rtl/>
          <w:lang w:bidi="fa-IR"/>
        </w:rPr>
        <w:t>مفهوم آيه اين است كه كفّار مى گويند: بدبختى ومصيبت ما به خاطر عمل فاسدى است كه به سبب نداشتن پيامبر مرتكب شده ايم ، اگرپيامبر مى داشتيم گرفتار نمى شديم ، خداونددر پاسخ مى فرمايد: ما براى اتمام حجّت بر آنها پيامبرانى فرستاديم .</w:t>
      </w:r>
    </w:p>
    <w:p w:rsidR="00B33631" w:rsidRDefault="00DF6A2E" w:rsidP="00DF6A2E">
      <w:pPr>
        <w:pStyle w:val="Heading2"/>
        <w:rPr>
          <w:rtl/>
          <w:lang w:bidi="fa-IR"/>
        </w:rPr>
      </w:pPr>
      <w:bookmarkStart w:id="119" w:name="_Toc362088686"/>
      <w:r>
        <w:rPr>
          <w:rtl/>
          <w:lang w:bidi="fa-IR"/>
        </w:rPr>
        <w:t>پيام ها :</w:t>
      </w:r>
      <w:bookmarkEnd w:id="119"/>
    </w:p>
    <w:p w:rsidR="00B33631" w:rsidRDefault="00B33631" w:rsidP="004D48DE">
      <w:pPr>
        <w:pStyle w:val="libNormal"/>
        <w:rPr>
          <w:rtl/>
          <w:lang w:bidi="fa-IR"/>
        </w:rPr>
      </w:pPr>
      <w:r>
        <w:rPr>
          <w:rtl/>
          <w:lang w:bidi="fa-IR"/>
        </w:rPr>
        <w:t>1- بسيارى از مصائب و حوادث تلخ ، مولود عملكرد خود انسان است . تصيبهم مصيبة بما قدمت ايديهم آرى اعمال نيك و بد، در همين دنيا نيز اثر خود را مى گذارند.</w:t>
      </w:r>
    </w:p>
    <w:p w:rsidR="00B33631" w:rsidRDefault="00B33631" w:rsidP="004D48DE">
      <w:pPr>
        <w:pStyle w:val="libNormal"/>
        <w:rPr>
          <w:rtl/>
          <w:lang w:bidi="fa-IR"/>
        </w:rPr>
      </w:pPr>
      <w:r>
        <w:rPr>
          <w:rtl/>
          <w:lang w:bidi="fa-IR"/>
        </w:rPr>
        <w:t xml:space="preserve">2- ايمان به خدا و پيروى از انبيا، رمز نجات از مصيبت هاست . تصيبهم مصيبة لولا ارسلت </w:t>
      </w:r>
    </w:p>
    <w:p w:rsidR="00B33631" w:rsidRDefault="00B33631" w:rsidP="004D48DE">
      <w:pPr>
        <w:pStyle w:val="libNormal"/>
        <w:rPr>
          <w:rtl/>
          <w:lang w:bidi="fa-IR"/>
        </w:rPr>
      </w:pPr>
      <w:r>
        <w:rPr>
          <w:rtl/>
          <w:lang w:bidi="fa-IR"/>
        </w:rPr>
        <w:t xml:space="preserve">3- عقل ، علم و فطرت ، به تنهايى كافى و كارساز نيست ، وحى لازم است . لولاارسلت </w:t>
      </w:r>
    </w:p>
    <w:p w:rsidR="00B33631" w:rsidRDefault="00B33631" w:rsidP="004D48DE">
      <w:pPr>
        <w:pStyle w:val="libNormal"/>
        <w:rPr>
          <w:rtl/>
          <w:lang w:bidi="fa-IR"/>
        </w:rPr>
      </w:pPr>
      <w:r>
        <w:rPr>
          <w:rtl/>
          <w:lang w:bidi="fa-IR"/>
        </w:rPr>
        <w:t>4- عقاب بدون بيان ، قبيح است . لولا ارسلت (بعثت انبيا يك اتمام حجّت است تا كسى نگويد: ما كه خبر نداشتيم و ندانسته مرتكب خلاف شده ايم .)</w:t>
      </w:r>
    </w:p>
    <w:p w:rsidR="00FC6013" w:rsidRDefault="00B33631" w:rsidP="004D48DE">
      <w:pPr>
        <w:pStyle w:val="libNormal"/>
        <w:rPr>
          <w:rtl/>
          <w:lang w:bidi="fa-IR"/>
        </w:rPr>
      </w:pPr>
      <w:r>
        <w:rPr>
          <w:rtl/>
          <w:lang w:bidi="fa-IR"/>
        </w:rPr>
        <w:t xml:space="preserve">7- پيروى و اطاعت ، نشانه ى ايمان واقعى است . نتّبع آياتك و نكون من المؤمنين </w:t>
      </w:r>
    </w:p>
    <w:p w:rsidR="00B33631" w:rsidRPr="00DE30EA" w:rsidRDefault="00FC6013" w:rsidP="00DE30EA">
      <w:pPr>
        <w:rPr>
          <w:rtl/>
        </w:rPr>
      </w:pPr>
      <w:r>
        <w:rPr>
          <w:rtl/>
          <w:lang w:bidi="fa-IR"/>
        </w:rPr>
        <w:br w:type="page"/>
      </w:r>
    </w:p>
    <w:p w:rsidR="00B33631" w:rsidRPr="00FC6013" w:rsidRDefault="002E3834" w:rsidP="00FC6013">
      <w:pPr>
        <w:pStyle w:val="Heading1"/>
        <w:rPr>
          <w:rtl/>
        </w:rPr>
      </w:pPr>
      <w:r w:rsidRPr="00FC6013">
        <w:rPr>
          <w:rtl/>
        </w:rPr>
        <w:lastRenderedPageBreak/>
        <w:t xml:space="preserve"> </w:t>
      </w:r>
      <w:bookmarkStart w:id="120" w:name="_Toc362088687"/>
      <w:r w:rsidRPr="00035AB4">
        <w:rPr>
          <w:highlight w:val="yellow"/>
          <w:rtl/>
        </w:rPr>
        <w:t>(48)</w:t>
      </w:r>
      <w:r w:rsidRPr="00FC6013">
        <w:rPr>
          <w:rtl/>
        </w:rPr>
        <w:t xml:space="preserve"> فَلَمَّا جَآءَهُمُ الْحَقُّ مِنْ عِندِنَا قَالُواْ لَوْلاََّ اءُوتِىَ مِثْلَ مَآ اءُوتِىَ مُوسَىَّ اءَوَلَمْ يَكْفُرُواْبِمَآ اءُوتِىَ مُوسَى مِن قَبْلُ قَالُواْ سِحْرَانِ تَظَهَرَا وَقَالُوَّاْ إِنَّا بِكُلٍّ كَفِرُونَ</w:t>
      </w:r>
      <w:bookmarkEnd w:id="120"/>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پس هرگاه از جانب ما (آيات) حقّ براى آنان آمد، گفتند: چرا آنچه (به اين پيامبر) داده شده ، شبيه آن چه به موسى داده شده نيست ؟ (چرا معجزاتى مثل تبديل عصا به اژدها ويا نزول دفعى كتاب ، مثل تورات كه قابل مشاهده باشد ندارد؟! اما) مگر (همين كافران لجوج و بهانه گير) به آنچه قبلا به موسى داده شده بود، كفر نورزيدند؟ (مگر آنها نبودند كه) گفتند: (اين دو كتاب تورات و قرآن) سحرهايى هستند كه پشتيبان يكديگرند و (نيز) گفتند: همانا ما به همه ى آنها كافريم ؟!</w:t>
      </w:r>
    </w:p>
    <w:p w:rsidR="00B33631" w:rsidRDefault="00DF6A2E" w:rsidP="00DF6A2E">
      <w:pPr>
        <w:pStyle w:val="Heading2"/>
        <w:rPr>
          <w:rtl/>
          <w:lang w:bidi="fa-IR"/>
        </w:rPr>
      </w:pPr>
      <w:bookmarkStart w:id="121" w:name="_Toc362088688"/>
      <w:r>
        <w:rPr>
          <w:rtl/>
          <w:lang w:bidi="fa-IR"/>
        </w:rPr>
        <w:t>نكته ها :</w:t>
      </w:r>
      <w:bookmarkEnd w:id="121"/>
    </w:p>
    <w:p w:rsidR="00B33631" w:rsidRDefault="00B33631" w:rsidP="004D48DE">
      <w:pPr>
        <w:pStyle w:val="libNormal"/>
        <w:rPr>
          <w:rtl/>
          <w:lang w:bidi="fa-IR"/>
        </w:rPr>
      </w:pPr>
      <w:r>
        <w:rPr>
          <w:rtl/>
          <w:lang w:bidi="fa-IR"/>
        </w:rPr>
        <w:t>در اينكه جمله ى «سِحران تَظاهرا» اشاره به كدام دو چيز است ، احتمالات زيادى داده شده كه با توجّه به آيه بعد معلو</w:t>
      </w:r>
      <w:r w:rsidR="00FC6013">
        <w:rPr>
          <w:rtl/>
          <w:lang w:bidi="fa-IR"/>
        </w:rPr>
        <w:t>م مى شود مراد، قرآن و تورات است</w:t>
      </w:r>
      <w:r>
        <w:rPr>
          <w:rtl/>
          <w:lang w:bidi="fa-IR"/>
        </w:rPr>
        <w:t>.</w:t>
      </w:r>
    </w:p>
    <w:p w:rsidR="00B33631" w:rsidRDefault="00DF6A2E" w:rsidP="00DF6A2E">
      <w:pPr>
        <w:pStyle w:val="Heading2"/>
        <w:rPr>
          <w:rtl/>
          <w:lang w:bidi="fa-IR"/>
        </w:rPr>
      </w:pPr>
      <w:bookmarkStart w:id="122" w:name="_Toc362088689"/>
      <w:r>
        <w:rPr>
          <w:rtl/>
          <w:lang w:bidi="fa-IR"/>
        </w:rPr>
        <w:t>پيام ها :</w:t>
      </w:r>
      <w:bookmarkEnd w:id="122"/>
    </w:p>
    <w:p w:rsidR="00B33631" w:rsidRDefault="00B33631" w:rsidP="004D48DE">
      <w:pPr>
        <w:pStyle w:val="libNormal"/>
        <w:rPr>
          <w:rtl/>
          <w:lang w:bidi="fa-IR"/>
        </w:rPr>
      </w:pPr>
      <w:r>
        <w:rPr>
          <w:rtl/>
          <w:lang w:bidi="fa-IR"/>
        </w:rPr>
        <w:t xml:space="preserve">1- رسالت پيامبر وقرآن ، حقّ است . </w:t>
      </w:r>
      <w:r w:rsidRPr="00DB61EC">
        <w:rPr>
          <w:rStyle w:val="libAieChar"/>
          <w:rtl/>
        </w:rPr>
        <w:t>لولا ارسلت الينا رسولا فلما جاءهم الحقّ</w:t>
      </w:r>
    </w:p>
    <w:p w:rsidR="00B33631" w:rsidRDefault="00B33631" w:rsidP="004D48DE">
      <w:pPr>
        <w:pStyle w:val="libNormal"/>
        <w:rPr>
          <w:rtl/>
          <w:lang w:bidi="fa-IR"/>
        </w:rPr>
      </w:pPr>
      <w:r>
        <w:rPr>
          <w:rtl/>
          <w:lang w:bidi="fa-IR"/>
        </w:rPr>
        <w:t>2- منكرين حقّ، بجاى توجّه به حقّانيّت ، تنها به مقايسه هاى بى اساس ‍ وباطل نظر دارند.</w:t>
      </w:r>
      <w:r w:rsidRPr="00DB61EC">
        <w:rPr>
          <w:rStyle w:val="libAieChar"/>
          <w:rtl/>
        </w:rPr>
        <w:t>جاءهم الحقّ لولا اوتى مثل ما اوتى</w:t>
      </w:r>
      <w:r>
        <w:rPr>
          <w:rtl/>
          <w:lang w:bidi="fa-IR"/>
        </w:rPr>
        <w:t xml:space="preserve"> </w:t>
      </w:r>
    </w:p>
    <w:p w:rsidR="00FC6013" w:rsidRPr="00DE30EA" w:rsidRDefault="00FC6013"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3- افراد متحجّر، حاضر به پذيرش حرف جديد و منطقى نيستند. </w:t>
      </w:r>
      <w:r w:rsidRPr="00DB61EC">
        <w:rPr>
          <w:rStyle w:val="libAieChar"/>
          <w:rtl/>
        </w:rPr>
        <w:t>لولا اُوتى مثل ما اوتى موسى</w:t>
      </w:r>
      <w:r>
        <w:rPr>
          <w:rtl/>
          <w:lang w:bidi="fa-IR"/>
        </w:rPr>
        <w:t xml:space="preserve"> </w:t>
      </w:r>
    </w:p>
    <w:p w:rsidR="00B33631" w:rsidRDefault="00B33631" w:rsidP="004D48DE">
      <w:pPr>
        <w:pStyle w:val="libNormal"/>
        <w:rPr>
          <w:rtl/>
          <w:lang w:bidi="fa-IR"/>
        </w:rPr>
      </w:pPr>
      <w:r>
        <w:rPr>
          <w:rtl/>
          <w:lang w:bidi="fa-IR"/>
        </w:rPr>
        <w:t>4- سحر و ساحرى ، شايع ترين تهمتى است كه به انبيا زده مى شود. سحران (منكرين بهانه جو اظهار مى داشتند كه اين قرآن و آن تورات ، دو كتاب سحرند كه از يكديگر پشتيبانى مى كنند.)</w:t>
      </w:r>
    </w:p>
    <w:p w:rsidR="00B33631" w:rsidRDefault="00B33631" w:rsidP="004D48DE">
      <w:pPr>
        <w:pStyle w:val="libNormal"/>
        <w:rPr>
          <w:rtl/>
          <w:lang w:bidi="fa-IR"/>
        </w:rPr>
      </w:pPr>
      <w:r>
        <w:rPr>
          <w:rtl/>
          <w:lang w:bidi="fa-IR"/>
        </w:rPr>
        <w:t>5</w:t>
      </w:r>
      <w:r w:rsidR="00DB61EC">
        <w:rPr>
          <w:rFonts w:hint="cs"/>
          <w:rtl/>
          <w:lang w:bidi="fa-IR"/>
        </w:rPr>
        <w:t>-</w:t>
      </w:r>
      <w:r>
        <w:rPr>
          <w:rtl/>
          <w:lang w:bidi="fa-IR"/>
        </w:rPr>
        <w:t xml:space="preserve"> غالب بهانه گيران ، داراى سوء سابقه هستند. </w:t>
      </w:r>
      <w:r w:rsidRPr="00DB61EC">
        <w:rPr>
          <w:rStyle w:val="libAieChar"/>
          <w:rtl/>
        </w:rPr>
        <w:t>اءولم يكفروا... من قبل</w:t>
      </w:r>
      <w:r>
        <w:rPr>
          <w:rtl/>
          <w:lang w:bidi="fa-IR"/>
        </w:rPr>
        <w:t xml:space="preserve"> </w:t>
      </w:r>
    </w:p>
    <w:p w:rsidR="00B33631" w:rsidRDefault="00B33631" w:rsidP="004D48DE">
      <w:pPr>
        <w:pStyle w:val="libNormal"/>
        <w:rPr>
          <w:rtl/>
          <w:lang w:bidi="fa-IR"/>
        </w:rPr>
      </w:pPr>
      <w:r>
        <w:rPr>
          <w:rtl/>
          <w:lang w:bidi="fa-IR"/>
        </w:rPr>
        <w:t xml:space="preserve">6- دشمنان ، منطق و كلام حقّ را خدشه دار مى كنند تا راه را براى انكار خود باز كنند. </w:t>
      </w:r>
      <w:r w:rsidRPr="00DB61EC">
        <w:rPr>
          <w:rStyle w:val="libAieChar"/>
          <w:rtl/>
        </w:rPr>
        <w:t>سحران ... انّا بكلّ كافرون</w:t>
      </w:r>
      <w:r>
        <w:rPr>
          <w:rtl/>
          <w:lang w:bidi="fa-IR"/>
        </w:rPr>
        <w:t xml:space="preserve"> </w:t>
      </w:r>
    </w:p>
    <w:p w:rsidR="00B33631" w:rsidRPr="00FC6013" w:rsidRDefault="002E3834" w:rsidP="00FC6013">
      <w:pPr>
        <w:pStyle w:val="Heading1"/>
        <w:rPr>
          <w:rtl/>
        </w:rPr>
      </w:pPr>
      <w:r w:rsidRPr="00FC6013">
        <w:rPr>
          <w:rtl/>
        </w:rPr>
        <w:t xml:space="preserve"> </w:t>
      </w:r>
      <w:bookmarkStart w:id="123" w:name="_Toc362088690"/>
      <w:r w:rsidRPr="00035AB4">
        <w:rPr>
          <w:highlight w:val="yellow"/>
          <w:rtl/>
        </w:rPr>
        <w:t>(49)</w:t>
      </w:r>
      <w:r w:rsidRPr="00FC6013">
        <w:rPr>
          <w:rtl/>
        </w:rPr>
        <w:t xml:space="preserve"> قُلْ فَاءْتُواْ بِكِتَبٍ مِّنْ عِندِ اللّهِ هُوَ اءَهْدَى مِنْهُمَآ اءَتَّبِعْهُ إِن كُنتُمْ صَدِقِينَ</w:t>
      </w:r>
      <w:bookmarkEnd w:id="123"/>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(اى پيامبر! به آنان) بگو: (اكنون كه منكر هر دو كتاب هستيد) اگر راست مى گوييد، شما كتابى از جانب خداوند بياوريد كه از اين دو (كتاب تورات و قرآن) هدايت بخش تر باشد تا من از آن پيروى كنم .</w:t>
      </w:r>
    </w:p>
    <w:p w:rsidR="00B33631" w:rsidRDefault="00DF6A2E" w:rsidP="00DF6A2E">
      <w:pPr>
        <w:pStyle w:val="Heading2"/>
        <w:rPr>
          <w:rtl/>
          <w:lang w:bidi="fa-IR"/>
        </w:rPr>
      </w:pPr>
      <w:bookmarkStart w:id="124" w:name="_Toc362088691"/>
      <w:r>
        <w:rPr>
          <w:rtl/>
          <w:lang w:bidi="fa-IR"/>
        </w:rPr>
        <w:t>پيام ها :</w:t>
      </w:r>
      <w:bookmarkEnd w:id="124"/>
    </w:p>
    <w:p w:rsidR="00B33631" w:rsidRDefault="00B33631" w:rsidP="004D48DE">
      <w:pPr>
        <w:pStyle w:val="libNormal"/>
        <w:rPr>
          <w:rtl/>
          <w:lang w:bidi="fa-IR"/>
        </w:rPr>
      </w:pPr>
      <w:r>
        <w:rPr>
          <w:rtl/>
          <w:lang w:bidi="fa-IR"/>
        </w:rPr>
        <w:t>1- بايد به ياوه سرايى منكران ، جواب مناسب داد. قل ...</w:t>
      </w:r>
    </w:p>
    <w:p w:rsidR="00B33631" w:rsidRDefault="00B33631" w:rsidP="004D48DE">
      <w:pPr>
        <w:pStyle w:val="libNormal"/>
        <w:rPr>
          <w:rtl/>
          <w:lang w:bidi="fa-IR"/>
        </w:rPr>
      </w:pPr>
      <w:r>
        <w:rPr>
          <w:rtl/>
          <w:lang w:bidi="fa-IR"/>
        </w:rPr>
        <w:t xml:space="preserve">2- انتقاد به تنهايى كافى نيست ، بايد همراه آن طرح و پيشنهاد داد. سحران تظاهرا... فاءتوا بكتاب </w:t>
      </w:r>
    </w:p>
    <w:p w:rsidR="00B33631" w:rsidRDefault="00B33631" w:rsidP="004D48DE">
      <w:pPr>
        <w:pStyle w:val="libNormal"/>
        <w:rPr>
          <w:rtl/>
          <w:lang w:bidi="fa-IR"/>
        </w:rPr>
      </w:pPr>
      <w:r>
        <w:rPr>
          <w:rtl/>
          <w:lang w:bidi="fa-IR"/>
        </w:rPr>
        <w:t xml:space="preserve">3- از جمله امتيازات انبيا، تحدّى ومبارزه طلبى در آوردن كتاب يا معجزه است . فاءتوا بكتاب اهدى </w:t>
      </w:r>
    </w:p>
    <w:p w:rsidR="00FC6013" w:rsidRPr="00DE30EA" w:rsidRDefault="00FC6013" w:rsidP="00DE30EA">
      <w:pPr>
        <w:rPr>
          <w:rtl/>
        </w:rPr>
      </w:pPr>
      <w:r>
        <w:rPr>
          <w:rtl/>
          <w:lang w:bidi="fa-IR"/>
        </w:rPr>
        <w:br w:type="page"/>
      </w:r>
    </w:p>
    <w:p w:rsidR="00B33631" w:rsidRDefault="00B33631" w:rsidP="004D48DE">
      <w:pPr>
        <w:pStyle w:val="libNormal"/>
        <w:rPr>
          <w:rtl/>
          <w:lang w:bidi="fa-IR"/>
        </w:rPr>
      </w:pPr>
      <w:r>
        <w:rPr>
          <w:rtl/>
          <w:lang w:bidi="fa-IR"/>
        </w:rPr>
        <w:lastRenderedPageBreak/>
        <w:t>4- توراتِ اصلى وقرآن ، بهترين كتاب هاى آسمانى براى هدايت بشر مى باشند. فاءتوا بكتاب ... اهدى منهما</w:t>
      </w:r>
    </w:p>
    <w:p w:rsidR="00B33631" w:rsidRDefault="00B33631" w:rsidP="004D48DE">
      <w:pPr>
        <w:pStyle w:val="libNormal"/>
        <w:rPr>
          <w:rtl/>
          <w:lang w:bidi="fa-IR"/>
        </w:rPr>
      </w:pPr>
      <w:r>
        <w:rPr>
          <w:rtl/>
          <w:lang w:bidi="fa-IR"/>
        </w:rPr>
        <w:t>5</w:t>
      </w:r>
      <w:r w:rsidR="00FC6013">
        <w:rPr>
          <w:rFonts w:hint="cs"/>
          <w:rtl/>
          <w:lang w:bidi="fa-IR"/>
        </w:rPr>
        <w:t>-</w:t>
      </w:r>
      <w:r>
        <w:rPr>
          <w:rtl/>
          <w:lang w:bidi="fa-IR"/>
        </w:rPr>
        <w:t xml:space="preserve"> در مقابل كفر و انكار بايد پيروان اديان الهى حامى يكديگر باشند. اءهدى منهماو نفرمود: «اءهدى منّى» آرى ، با اينكه قرآن ، تورات را تحريف شده مى داند، ولى در برابر دشمن مشتركى كه به همه ى كتب آسمانى كافر است و شعار اِنّا بكلٍّ كافرون سر مى دهد، از آن حمايت كرده و آن را در كنار خويش قرار مى دهد.</w:t>
      </w:r>
    </w:p>
    <w:p w:rsidR="00B33631" w:rsidRDefault="00B33631" w:rsidP="004D48DE">
      <w:pPr>
        <w:pStyle w:val="libNormal"/>
        <w:rPr>
          <w:rtl/>
          <w:lang w:bidi="fa-IR"/>
        </w:rPr>
      </w:pPr>
      <w:r>
        <w:rPr>
          <w:rtl/>
          <w:lang w:bidi="fa-IR"/>
        </w:rPr>
        <w:t xml:space="preserve">6- رهبر آسمانى بايد بهترين سخن و منطقى ترين شيوه را در مقابل مخالفان ارائه دهد. </w:t>
      </w:r>
      <w:r w:rsidRPr="00DB61EC">
        <w:rPr>
          <w:rStyle w:val="libAieChar"/>
          <w:rtl/>
        </w:rPr>
        <w:t>فاءتوا بكتاب ... اهدى منهما اتّبعه</w:t>
      </w:r>
      <w:r>
        <w:rPr>
          <w:rtl/>
          <w:lang w:bidi="fa-IR"/>
        </w:rPr>
        <w:t xml:space="preserve"> </w:t>
      </w:r>
    </w:p>
    <w:p w:rsidR="00B33631" w:rsidRDefault="00B33631" w:rsidP="004D48DE">
      <w:pPr>
        <w:pStyle w:val="libNormal"/>
        <w:rPr>
          <w:rtl/>
          <w:lang w:bidi="fa-IR"/>
        </w:rPr>
      </w:pPr>
      <w:r>
        <w:rPr>
          <w:rtl/>
          <w:lang w:bidi="fa-IR"/>
        </w:rPr>
        <w:t xml:space="preserve">7- ملاك ومعيار، تبعيّت از بهترين هاست . </w:t>
      </w:r>
      <w:r w:rsidRPr="00DB61EC">
        <w:rPr>
          <w:rStyle w:val="libAieChar"/>
          <w:rtl/>
        </w:rPr>
        <w:t>اهدى منهما اتّبعه</w:t>
      </w:r>
      <w:r>
        <w:rPr>
          <w:rtl/>
          <w:lang w:bidi="fa-IR"/>
        </w:rPr>
        <w:t xml:space="preserve"> </w:t>
      </w:r>
    </w:p>
    <w:p w:rsidR="00B33631" w:rsidRDefault="00B33631" w:rsidP="004D48DE">
      <w:pPr>
        <w:pStyle w:val="libNormal"/>
        <w:rPr>
          <w:rtl/>
          <w:lang w:bidi="fa-IR"/>
        </w:rPr>
      </w:pPr>
      <w:r>
        <w:rPr>
          <w:rtl/>
          <w:lang w:bidi="fa-IR"/>
        </w:rPr>
        <w:t xml:space="preserve">8 در گزينش مربّى ، دوست وكتاب ، هدايت بخش بودن ، معيار است . </w:t>
      </w:r>
      <w:r w:rsidRPr="00DB61EC">
        <w:rPr>
          <w:rStyle w:val="libAieChar"/>
          <w:rtl/>
        </w:rPr>
        <w:t>اهدى منهما اتّبعه</w:t>
      </w:r>
      <w:r>
        <w:rPr>
          <w:rtl/>
          <w:lang w:bidi="fa-IR"/>
        </w:rPr>
        <w:t xml:space="preserve"> </w:t>
      </w:r>
    </w:p>
    <w:p w:rsidR="00B33631" w:rsidRDefault="00B33631" w:rsidP="004D48DE">
      <w:pPr>
        <w:pStyle w:val="libNormal"/>
        <w:rPr>
          <w:rtl/>
          <w:lang w:bidi="fa-IR"/>
        </w:rPr>
      </w:pPr>
      <w:r>
        <w:rPr>
          <w:rtl/>
          <w:lang w:bidi="fa-IR"/>
        </w:rPr>
        <w:t xml:space="preserve">9- انسان از آوردن كتابى برتر از قرآن وتورات اصلى عاجز است . اِن كنتم صادقين </w:t>
      </w:r>
    </w:p>
    <w:p w:rsidR="00B33631" w:rsidRPr="00FC6013" w:rsidRDefault="002E3834" w:rsidP="00FC6013">
      <w:pPr>
        <w:pStyle w:val="Heading1"/>
        <w:rPr>
          <w:rtl/>
        </w:rPr>
      </w:pPr>
      <w:r w:rsidRPr="00FC6013">
        <w:rPr>
          <w:rtl/>
        </w:rPr>
        <w:t xml:space="preserve"> </w:t>
      </w:r>
      <w:bookmarkStart w:id="125" w:name="_Toc362088692"/>
      <w:r w:rsidRPr="00035AB4">
        <w:rPr>
          <w:highlight w:val="yellow"/>
          <w:rtl/>
        </w:rPr>
        <w:t>(50)</w:t>
      </w:r>
      <w:r w:rsidRPr="00FC6013">
        <w:rPr>
          <w:rtl/>
        </w:rPr>
        <w:t xml:space="preserve"> فَإِن لَّمْ يَسْتَجِيبُواْ لَكَ فَاعْلَمْ اءَنَّمَا يَتَّبِعُونَ اءَهْوَآءَهُمْ وَ مَنْ اءَضَلُّ مِمَّن اتَّبَعَ هَوَيَهُ بِغَيْرِ هُدىً مِّنَ اللّهِ إِنَّ اللّهَ لاَ يَهْدِى الْقَوْمَ الظَّلِمِينَ</w:t>
      </w:r>
      <w:bookmarkEnd w:id="125"/>
    </w:p>
    <w:p w:rsidR="00B33631" w:rsidRDefault="00B33631" w:rsidP="004D48DE">
      <w:pPr>
        <w:pStyle w:val="libNormal"/>
        <w:rPr>
          <w:rtl/>
          <w:lang w:bidi="fa-IR"/>
        </w:rPr>
      </w:pPr>
      <w:r>
        <w:rPr>
          <w:rtl/>
          <w:lang w:bidi="fa-IR"/>
        </w:rPr>
        <w:t>ترجمه :</w:t>
      </w:r>
    </w:p>
    <w:p w:rsidR="00FC6013" w:rsidRDefault="00B33631" w:rsidP="004D48DE">
      <w:pPr>
        <w:pStyle w:val="libNormal"/>
        <w:rPr>
          <w:rtl/>
          <w:lang w:bidi="fa-IR"/>
        </w:rPr>
      </w:pPr>
      <w:r>
        <w:rPr>
          <w:rtl/>
          <w:lang w:bidi="fa-IR"/>
        </w:rPr>
        <w:t>پس اگر (خواسته و پيشنهاد) تو را نپذيرفتند، بدان كه آنان پيرو هوسهاى نفسانى خويش اند و كيست گمراه تر از آن كس كه بدون (پذيرش حقّ و توجّه به) هدايت و رهنمون الهى ، از هوس خود پيروى نمايد؟همانا خداوند، قوم ستمگر را هدايت نمى كند.</w:t>
      </w:r>
    </w:p>
    <w:p w:rsidR="00B33631" w:rsidRPr="00DE30EA" w:rsidRDefault="00FC6013" w:rsidP="00DE30EA">
      <w:pPr>
        <w:rPr>
          <w:rtl/>
        </w:rPr>
      </w:pPr>
      <w:r>
        <w:rPr>
          <w:rtl/>
          <w:lang w:bidi="fa-IR"/>
        </w:rPr>
        <w:br w:type="page"/>
      </w:r>
    </w:p>
    <w:p w:rsidR="00B33631" w:rsidRDefault="00DF6A2E" w:rsidP="00DF6A2E">
      <w:pPr>
        <w:pStyle w:val="Heading2"/>
        <w:rPr>
          <w:rtl/>
          <w:lang w:bidi="fa-IR"/>
        </w:rPr>
      </w:pPr>
      <w:bookmarkStart w:id="126" w:name="_Toc362088693"/>
      <w:r>
        <w:rPr>
          <w:rtl/>
          <w:lang w:bidi="fa-IR"/>
        </w:rPr>
        <w:lastRenderedPageBreak/>
        <w:t>نكته ها :</w:t>
      </w:r>
      <w:bookmarkEnd w:id="126"/>
    </w:p>
    <w:p w:rsidR="00B33631" w:rsidRDefault="00B33631" w:rsidP="004D48DE">
      <w:pPr>
        <w:pStyle w:val="libNormal"/>
        <w:rPr>
          <w:rtl/>
          <w:lang w:bidi="fa-IR"/>
        </w:rPr>
      </w:pPr>
      <w:r>
        <w:rPr>
          <w:rtl/>
          <w:lang w:bidi="fa-IR"/>
        </w:rPr>
        <w:t xml:space="preserve">براى انسان سه دشمن معنوى شمرده اند: جلوه هاى دنيوى ، تمايلات نفسانى و وسوسه هاى شيطانى . در اين ميان ، دنيا و جلوه هاى آن همچون كليدى است كه با حركت به يك سوى ، در را باز مى كند و با حركت به سوى ديگر مى بندد، يعنى هم مى توان از آن بهره ى خوب گرفت و هم مى توان آن را در راه بد بكار برد. وسوسه هاى شيطانى نيز اگر چه نقش آفرين هستند ولى انسان را به گناه مجبور نمى كنند، مضافا بر اينكه ، شيطان در دل اولياى خدا راه نفوذ و تسلّطى ندارد. امّا دشمن دوّم كه از همه كارسازتر است ، هواها و تمايلات نفسانى است كه خطرناك ترين دشمن انسان بشمار مى رود. </w:t>
      </w:r>
      <w:r w:rsidR="00144845" w:rsidRPr="00C96ECB">
        <w:rPr>
          <w:rStyle w:val="libFootnotenumChar"/>
          <w:rtl/>
          <w:lang w:bidi="fa-IR"/>
        </w:rPr>
        <w:t>(64)</w:t>
      </w:r>
    </w:p>
    <w:p w:rsidR="00B33631" w:rsidRDefault="00DF6A2E" w:rsidP="00DF6A2E">
      <w:pPr>
        <w:pStyle w:val="Heading2"/>
        <w:rPr>
          <w:rtl/>
          <w:lang w:bidi="fa-IR"/>
        </w:rPr>
      </w:pPr>
      <w:bookmarkStart w:id="127" w:name="_Toc362088694"/>
      <w:r>
        <w:rPr>
          <w:rtl/>
          <w:lang w:bidi="fa-IR"/>
        </w:rPr>
        <w:t>پيام ها :</w:t>
      </w:r>
      <w:bookmarkEnd w:id="127"/>
    </w:p>
    <w:p w:rsidR="00B33631" w:rsidRDefault="00B33631" w:rsidP="004D48DE">
      <w:pPr>
        <w:pStyle w:val="libNormal"/>
        <w:rPr>
          <w:rtl/>
          <w:lang w:bidi="fa-IR"/>
        </w:rPr>
      </w:pPr>
      <w:r>
        <w:rPr>
          <w:rtl/>
          <w:lang w:bidi="fa-IR"/>
        </w:rPr>
        <w:t xml:space="preserve">1- گاه هواپرستى با تبليغات ، توجيهات ، مغالطه كارى و طرفدارى اكثريّت چنان جلوه مى كند كه شناخت آن ، بصيرت و دقّت لازم دارد. فاعلم </w:t>
      </w:r>
    </w:p>
    <w:p w:rsidR="00B33631" w:rsidRDefault="00B33631" w:rsidP="004D48DE">
      <w:pPr>
        <w:pStyle w:val="libNormal"/>
        <w:rPr>
          <w:rtl/>
          <w:lang w:bidi="fa-IR"/>
        </w:rPr>
      </w:pPr>
      <w:r>
        <w:rPr>
          <w:rtl/>
          <w:lang w:bidi="fa-IR"/>
        </w:rPr>
        <w:t xml:space="preserve">2- آنجا كه هدايت پذيرى نباشد، هواپرستى حاكم است . </w:t>
      </w:r>
      <w:r w:rsidRPr="0010122E">
        <w:rPr>
          <w:rStyle w:val="libAieChar"/>
          <w:rtl/>
        </w:rPr>
        <w:t>لم يستجيبوا... يتّبعون اهوائهم</w:t>
      </w:r>
      <w:r>
        <w:rPr>
          <w:rtl/>
          <w:lang w:bidi="fa-IR"/>
        </w:rPr>
        <w:t xml:space="preserve"> </w:t>
      </w:r>
    </w:p>
    <w:p w:rsidR="00B33631" w:rsidRDefault="00B33631" w:rsidP="004D48DE">
      <w:pPr>
        <w:pStyle w:val="libNormal"/>
        <w:rPr>
          <w:rtl/>
          <w:lang w:bidi="fa-IR"/>
        </w:rPr>
      </w:pPr>
      <w:r>
        <w:rPr>
          <w:rtl/>
          <w:lang w:bidi="fa-IR"/>
        </w:rPr>
        <w:t xml:space="preserve">3- منكران حقّ وهواپرستان ، گمراه ترين مردم هستند. </w:t>
      </w:r>
      <w:r w:rsidRPr="0010122E">
        <w:rPr>
          <w:rStyle w:val="libAieChar"/>
          <w:rtl/>
        </w:rPr>
        <w:t>من اضلّ ممّن اتّبع هواه</w:t>
      </w:r>
      <w:r>
        <w:rPr>
          <w:rtl/>
          <w:lang w:bidi="fa-IR"/>
        </w:rPr>
        <w:t xml:space="preserve"> </w:t>
      </w:r>
    </w:p>
    <w:p w:rsidR="00B33631" w:rsidRDefault="00B33631" w:rsidP="004D48DE">
      <w:pPr>
        <w:pStyle w:val="libNormal"/>
        <w:rPr>
          <w:rFonts w:hint="cs"/>
          <w:rtl/>
          <w:lang w:bidi="fa-IR"/>
        </w:rPr>
      </w:pPr>
      <w:r>
        <w:rPr>
          <w:rtl/>
          <w:lang w:bidi="fa-IR"/>
        </w:rPr>
        <w:t xml:space="preserve">4- هدايت واقعى ، هدايتى است كه از علم و حكمت بى نهايت سرچشمه گرفته باشد. </w:t>
      </w:r>
      <w:r w:rsidRPr="0010122E">
        <w:rPr>
          <w:rStyle w:val="libAieChar"/>
          <w:rtl/>
        </w:rPr>
        <w:t>هدىً من اللّه</w:t>
      </w:r>
      <w:r>
        <w:rPr>
          <w:rtl/>
          <w:lang w:bidi="fa-IR"/>
        </w:rPr>
        <w:t xml:space="preserve"> </w:t>
      </w:r>
    </w:p>
    <w:p w:rsidR="00FC6013" w:rsidRDefault="00FC6013" w:rsidP="00FC6013">
      <w:pPr>
        <w:pStyle w:val="libLine"/>
        <w:rPr>
          <w:rtl/>
        </w:rPr>
      </w:pPr>
      <w:r w:rsidRPr="00AD5C7B">
        <w:rPr>
          <w:rtl/>
        </w:rPr>
        <w:t>_________________________</w:t>
      </w:r>
    </w:p>
    <w:p w:rsidR="00FC6013" w:rsidRDefault="00FC6013" w:rsidP="00FC6013">
      <w:pPr>
        <w:pStyle w:val="libFootnote"/>
        <w:rPr>
          <w:rtl/>
        </w:rPr>
      </w:pPr>
      <w:r>
        <w:rPr>
          <w:rtl/>
        </w:rPr>
        <w:t>64- تفسير اطيب البيان .</w:t>
      </w:r>
    </w:p>
    <w:p w:rsidR="00FC6013" w:rsidRPr="00DE30EA" w:rsidRDefault="00FC6013" w:rsidP="00DE30EA">
      <w:pPr>
        <w:rPr>
          <w:rtl/>
        </w:rPr>
      </w:pPr>
      <w:r>
        <w:rPr>
          <w:rtl/>
          <w:lang w:bidi="fa-IR"/>
        </w:rPr>
        <w:br w:type="page"/>
      </w:r>
    </w:p>
    <w:p w:rsidR="00B33631" w:rsidRDefault="00B33631" w:rsidP="004D48DE">
      <w:pPr>
        <w:pStyle w:val="libNormal"/>
        <w:rPr>
          <w:rtl/>
          <w:lang w:bidi="fa-IR"/>
        </w:rPr>
      </w:pPr>
      <w:r>
        <w:rPr>
          <w:rtl/>
          <w:lang w:bidi="fa-IR"/>
        </w:rPr>
        <w:lastRenderedPageBreak/>
        <w:t>5</w:t>
      </w:r>
      <w:r w:rsidR="00FC6013">
        <w:rPr>
          <w:rFonts w:hint="cs"/>
          <w:rtl/>
          <w:lang w:bidi="fa-IR"/>
        </w:rPr>
        <w:t>-</w:t>
      </w:r>
      <w:r>
        <w:rPr>
          <w:rtl/>
          <w:lang w:bidi="fa-IR"/>
        </w:rPr>
        <w:t xml:space="preserve"> هواپرستى ظلم است وهواپرستان از هدايت الهى بدورند. </w:t>
      </w:r>
      <w:r w:rsidRPr="0010122E">
        <w:rPr>
          <w:rStyle w:val="libAieChar"/>
          <w:rtl/>
        </w:rPr>
        <w:t>انّ اللّه لايهدى القوم الظالمين</w:t>
      </w:r>
      <w:r>
        <w:rPr>
          <w:rtl/>
          <w:lang w:bidi="fa-IR"/>
        </w:rPr>
        <w:t xml:space="preserve"> </w:t>
      </w:r>
    </w:p>
    <w:p w:rsidR="00B33631" w:rsidRPr="00FC6013" w:rsidRDefault="002E3834" w:rsidP="00FC6013">
      <w:pPr>
        <w:pStyle w:val="Heading1"/>
        <w:rPr>
          <w:rtl/>
        </w:rPr>
      </w:pPr>
      <w:r w:rsidRPr="00FC6013">
        <w:rPr>
          <w:rtl/>
        </w:rPr>
        <w:t xml:space="preserve"> </w:t>
      </w:r>
      <w:bookmarkStart w:id="128" w:name="_Toc362088695"/>
      <w:r w:rsidRPr="00035AB4">
        <w:rPr>
          <w:highlight w:val="yellow"/>
          <w:rtl/>
        </w:rPr>
        <w:t>(51)</w:t>
      </w:r>
      <w:r w:rsidRPr="00FC6013">
        <w:rPr>
          <w:rtl/>
        </w:rPr>
        <w:t xml:space="preserve"> وَلَقَدْ وَصَّلْنَا لَهُمُ الْقَوْلَ لَعَلَّهُمْ يَتَذَكَّرُونَ</w:t>
      </w:r>
      <w:bookmarkEnd w:id="128"/>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وما پيوسته براى آنان سخن گفتيم (و آيات قرآن را برايشان نازل كرديم) شايد كه پندگيرند ومتذكّر شوند.</w:t>
      </w:r>
    </w:p>
    <w:p w:rsidR="00B33631" w:rsidRPr="00FC6013" w:rsidRDefault="002E3834" w:rsidP="00FC6013">
      <w:pPr>
        <w:pStyle w:val="Heading1"/>
        <w:rPr>
          <w:rtl/>
        </w:rPr>
      </w:pPr>
      <w:r w:rsidRPr="00FC6013">
        <w:rPr>
          <w:rtl/>
        </w:rPr>
        <w:t xml:space="preserve"> </w:t>
      </w:r>
      <w:bookmarkStart w:id="129" w:name="_Toc362088696"/>
      <w:r w:rsidRPr="00035AB4">
        <w:rPr>
          <w:highlight w:val="yellow"/>
          <w:rtl/>
        </w:rPr>
        <w:t>(52)</w:t>
      </w:r>
      <w:r w:rsidRPr="00FC6013">
        <w:rPr>
          <w:rtl/>
        </w:rPr>
        <w:t xml:space="preserve"> اءلَّذِينَ ءَاتَيْنَهُمُ الْكِتَبَ مِن قَبْلِهِ هُم بِهِ يُؤْمِنُونَ</w:t>
      </w:r>
      <w:bookmarkEnd w:id="129"/>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(برخى از) آنان كه پيش از اين (قرآن) كتابشان داديم ، همانها به آن (قرآن) ايمان مى آورند.</w:t>
      </w:r>
    </w:p>
    <w:p w:rsidR="00B33631" w:rsidRDefault="00DF6A2E" w:rsidP="00DF6A2E">
      <w:pPr>
        <w:pStyle w:val="Heading2"/>
        <w:rPr>
          <w:rtl/>
          <w:lang w:bidi="fa-IR"/>
        </w:rPr>
      </w:pPr>
      <w:bookmarkStart w:id="130" w:name="_Toc362088697"/>
      <w:r>
        <w:rPr>
          <w:rtl/>
          <w:lang w:bidi="fa-IR"/>
        </w:rPr>
        <w:t>نكته ها :</w:t>
      </w:r>
      <w:bookmarkEnd w:id="130"/>
    </w:p>
    <w:p w:rsidR="00B33631" w:rsidRDefault="00B33631" w:rsidP="004D48DE">
      <w:pPr>
        <w:pStyle w:val="libNormal"/>
        <w:rPr>
          <w:rtl/>
          <w:lang w:bidi="fa-IR"/>
        </w:rPr>
      </w:pPr>
      <w:r>
        <w:rPr>
          <w:rtl/>
          <w:lang w:bidi="fa-IR"/>
        </w:rPr>
        <w:t>كلمه «وَصّلنا» از «وَصل»، به معناى ارتباطدادن ومتّصل كردن است . مراد از اين اتّصال يا پى در پى بودن تذكّرات است و يا هماهنگى و هم سويى مطالبى كه ارائه مى شود.</w:t>
      </w:r>
    </w:p>
    <w:p w:rsidR="00BE6861" w:rsidRDefault="00B33631" w:rsidP="004D48DE">
      <w:pPr>
        <w:pStyle w:val="libNormal"/>
        <w:rPr>
          <w:rFonts w:hint="cs"/>
          <w:rtl/>
          <w:lang w:bidi="fa-IR"/>
        </w:rPr>
      </w:pPr>
      <w:r>
        <w:rPr>
          <w:rtl/>
          <w:lang w:bidi="fa-IR"/>
        </w:rPr>
        <w:t xml:space="preserve">از سنّت هاى خداوند، هدايت انسان هاست كه لحظه اى قطع نمى شود؛ </w:t>
      </w:r>
      <w:r w:rsidRPr="009631C9">
        <w:rPr>
          <w:rStyle w:val="libAieChar"/>
          <w:rtl/>
        </w:rPr>
        <w:t xml:space="preserve">اِنّ علينا للهُدى </w:t>
      </w:r>
      <w:r w:rsidR="00144845" w:rsidRPr="00C96ECB">
        <w:rPr>
          <w:rStyle w:val="libFootnotenumChar"/>
          <w:rtl/>
          <w:lang w:bidi="fa-IR"/>
        </w:rPr>
        <w:t>(65)</w:t>
      </w:r>
      <w:r>
        <w:rPr>
          <w:rtl/>
          <w:lang w:bidi="fa-IR"/>
        </w:rPr>
        <w:t xml:space="preserve"> و از طريق آيات الهى ، انبيا </w:t>
      </w:r>
      <w:r w:rsidR="00BE6861">
        <w:rPr>
          <w:rtl/>
          <w:lang w:bidi="fa-IR"/>
        </w:rPr>
        <w:t>واوصيا عليهم السلام و علماى دين</w:t>
      </w:r>
      <w:r>
        <w:rPr>
          <w:rtl/>
          <w:lang w:bidi="fa-IR"/>
        </w:rPr>
        <w:t>، تداوم مى يابد؛ وَصّلنالهم وچنانچه منطقه اى</w:t>
      </w:r>
      <w:r w:rsidR="00BE6861">
        <w:rPr>
          <w:rtl/>
          <w:lang w:bidi="fa-IR"/>
        </w:rPr>
        <w:t xml:space="preserve"> به اين هدايت الهى دسترسى نداشت</w:t>
      </w:r>
      <w:r>
        <w:rPr>
          <w:rtl/>
          <w:lang w:bidi="fa-IR"/>
        </w:rPr>
        <w:t xml:space="preserve">، مى بايست </w:t>
      </w:r>
    </w:p>
    <w:p w:rsidR="00BE6861" w:rsidRDefault="00BE6861" w:rsidP="00BE6861">
      <w:pPr>
        <w:pStyle w:val="libLine"/>
        <w:rPr>
          <w:rtl/>
        </w:rPr>
      </w:pPr>
      <w:r w:rsidRPr="00AD5C7B">
        <w:rPr>
          <w:rtl/>
        </w:rPr>
        <w:t>_________________________</w:t>
      </w:r>
    </w:p>
    <w:p w:rsidR="00BE6861" w:rsidRDefault="00BE6861" w:rsidP="00BE6861">
      <w:pPr>
        <w:pStyle w:val="libFootnote"/>
        <w:rPr>
          <w:rtl/>
        </w:rPr>
      </w:pPr>
      <w:r>
        <w:rPr>
          <w:rtl/>
        </w:rPr>
        <w:t>65- ليل ، 12.</w:t>
      </w:r>
    </w:p>
    <w:p w:rsidR="00BE6861" w:rsidRPr="00DE30EA" w:rsidRDefault="00BE6861" w:rsidP="00DE30EA">
      <w:pPr>
        <w:rPr>
          <w:rtl/>
        </w:rPr>
      </w:pPr>
      <w:r>
        <w:rPr>
          <w:rtl/>
          <w:lang w:bidi="fa-IR"/>
        </w:rPr>
        <w:br w:type="page"/>
      </w:r>
    </w:p>
    <w:p w:rsidR="00B33631" w:rsidRDefault="00B33631" w:rsidP="00BE6861">
      <w:pPr>
        <w:pStyle w:val="libNormal0"/>
        <w:rPr>
          <w:rtl/>
          <w:lang w:bidi="fa-IR"/>
        </w:rPr>
      </w:pPr>
      <w:r>
        <w:rPr>
          <w:rtl/>
          <w:lang w:bidi="fa-IR"/>
        </w:rPr>
        <w:lastRenderedPageBreak/>
        <w:t>گروهى از آن منطقه كوچ كرده و با تفقّه در دين ، مردم را از آن بهره مند سازند.</w:t>
      </w:r>
      <w:r w:rsidR="00144845" w:rsidRPr="00C96ECB">
        <w:rPr>
          <w:rStyle w:val="libFootnotenumChar"/>
          <w:rtl/>
          <w:lang w:bidi="fa-IR"/>
        </w:rPr>
        <w:t>(66)</w:t>
      </w:r>
    </w:p>
    <w:p w:rsidR="00B33631" w:rsidRDefault="00DF6A2E" w:rsidP="00DF6A2E">
      <w:pPr>
        <w:pStyle w:val="Heading2"/>
        <w:rPr>
          <w:rtl/>
          <w:lang w:bidi="fa-IR"/>
        </w:rPr>
      </w:pPr>
      <w:bookmarkStart w:id="131" w:name="_Toc362088698"/>
      <w:r>
        <w:rPr>
          <w:rtl/>
          <w:lang w:bidi="fa-IR"/>
        </w:rPr>
        <w:t>پيام ها :</w:t>
      </w:r>
      <w:bookmarkEnd w:id="131"/>
    </w:p>
    <w:p w:rsidR="00B33631" w:rsidRDefault="00B33631" w:rsidP="004D48DE">
      <w:pPr>
        <w:pStyle w:val="libNormal"/>
        <w:rPr>
          <w:rtl/>
          <w:lang w:bidi="fa-IR"/>
        </w:rPr>
      </w:pPr>
      <w:r>
        <w:rPr>
          <w:rtl/>
          <w:lang w:bidi="fa-IR"/>
        </w:rPr>
        <w:t>1- در تربيت بايد تذكّرات ، تدريجى ، گام به گام ، مكرّر و متنوّع باشد. وصّلنا (آرى با يك يا دو تذكّر مختصر نبايد انتظار اصلاح وتربيت داشت)</w:t>
      </w:r>
    </w:p>
    <w:p w:rsidR="00B33631" w:rsidRDefault="00B33631" w:rsidP="004D48DE">
      <w:pPr>
        <w:pStyle w:val="libNormal"/>
        <w:rPr>
          <w:rtl/>
          <w:lang w:bidi="fa-IR"/>
        </w:rPr>
      </w:pPr>
      <w:r>
        <w:rPr>
          <w:rtl/>
          <w:lang w:bidi="fa-IR"/>
        </w:rPr>
        <w:t xml:space="preserve">2- آيات قرآن داراى يك نوع همسويى و پيوستگى است . وصّلنالهم القول </w:t>
      </w:r>
    </w:p>
    <w:p w:rsidR="00B33631" w:rsidRDefault="00B33631" w:rsidP="004D48DE">
      <w:pPr>
        <w:pStyle w:val="libNormal"/>
        <w:rPr>
          <w:rtl/>
          <w:lang w:bidi="fa-IR"/>
        </w:rPr>
      </w:pPr>
      <w:r>
        <w:rPr>
          <w:rtl/>
          <w:lang w:bidi="fa-IR"/>
        </w:rPr>
        <w:t xml:space="preserve">3- همه ى آيات الهى ، كتب آسمانى و رهبران دينى ، يك حرف و هدف را دنبال مى كنند. وصّلنا لهم القول </w:t>
      </w:r>
    </w:p>
    <w:p w:rsidR="00B33631" w:rsidRDefault="00B33631" w:rsidP="004D48DE">
      <w:pPr>
        <w:pStyle w:val="libNormal"/>
        <w:rPr>
          <w:rtl/>
          <w:lang w:bidi="fa-IR"/>
        </w:rPr>
      </w:pPr>
      <w:r>
        <w:rPr>
          <w:rtl/>
          <w:lang w:bidi="fa-IR"/>
        </w:rPr>
        <w:t xml:space="preserve">4- انسان ، موجودى فراموشكار است و نياز به تذكّر دارد. يتذكّرون </w:t>
      </w:r>
    </w:p>
    <w:p w:rsidR="00B33631" w:rsidRDefault="00B33631" w:rsidP="004D48DE">
      <w:pPr>
        <w:pStyle w:val="libNormal"/>
        <w:rPr>
          <w:rtl/>
          <w:lang w:bidi="fa-IR"/>
        </w:rPr>
      </w:pPr>
      <w:r>
        <w:rPr>
          <w:rtl/>
          <w:lang w:bidi="fa-IR"/>
        </w:rPr>
        <w:t xml:space="preserve">5 اهل كتاب واقعى ، كسانى هستند كه با ديدن اسلام ، ايمان مى آورند. الّذين آتيناهم الكتاب ... به يؤ منون </w:t>
      </w:r>
    </w:p>
    <w:p w:rsidR="00B33631" w:rsidRPr="00BE6861" w:rsidRDefault="002E3834" w:rsidP="00BE6861">
      <w:pPr>
        <w:pStyle w:val="Heading1"/>
        <w:rPr>
          <w:rtl/>
        </w:rPr>
      </w:pPr>
      <w:r w:rsidRPr="00BE6861">
        <w:rPr>
          <w:rtl/>
        </w:rPr>
        <w:t xml:space="preserve"> </w:t>
      </w:r>
      <w:bookmarkStart w:id="132" w:name="_Toc362088699"/>
      <w:r w:rsidRPr="00035AB4">
        <w:rPr>
          <w:highlight w:val="yellow"/>
          <w:rtl/>
        </w:rPr>
        <w:t>(53)</w:t>
      </w:r>
      <w:r w:rsidRPr="00BE6861">
        <w:rPr>
          <w:rtl/>
        </w:rPr>
        <w:t xml:space="preserve"> وَإِذَا يُتْلَى عَلَيْهِمْ قَالُوَّاْ ءَامَنَّا بِهِ إِنَّهُ الْحَقُّ مِن رَّبِّنَآ إِنَّا كُنَّا مِن قَبْلِهِ مُسْلِمِينَ</w:t>
      </w:r>
      <w:bookmarkEnd w:id="132"/>
    </w:p>
    <w:p w:rsidR="00B33631" w:rsidRDefault="00B33631" w:rsidP="004D48DE">
      <w:pPr>
        <w:pStyle w:val="libNormal"/>
        <w:rPr>
          <w:rtl/>
          <w:lang w:bidi="fa-IR"/>
        </w:rPr>
      </w:pPr>
      <w:r>
        <w:rPr>
          <w:rtl/>
          <w:lang w:bidi="fa-IR"/>
        </w:rPr>
        <w:t>ترجمه :</w:t>
      </w:r>
    </w:p>
    <w:p w:rsidR="00B33631" w:rsidRDefault="00B33631" w:rsidP="004D48DE">
      <w:pPr>
        <w:pStyle w:val="libNormal"/>
        <w:rPr>
          <w:rFonts w:hint="cs"/>
          <w:rtl/>
          <w:lang w:bidi="fa-IR"/>
        </w:rPr>
      </w:pPr>
      <w:r>
        <w:rPr>
          <w:rtl/>
          <w:lang w:bidi="fa-IR"/>
        </w:rPr>
        <w:t>و زمانى كه (قرآن) بر آنان تلاوت شود، گويند: ما به آن ايمان آورديم ، همانا آن ، حقّى است از طرف پروردگارما (و) ما پيش از اين (نيز) اهل تسليم بوده ايم .</w:t>
      </w:r>
    </w:p>
    <w:p w:rsidR="00BE6861" w:rsidRDefault="00BE6861" w:rsidP="00BE6861">
      <w:pPr>
        <w:pStyle w:val="libLine"/>
        <w:rPr>
          <w:rtl/>
        </w:rPr>
      </w:pPr>
      <w:r w:rsidRPr="00AD5C7B">
        <w:rPr>
          <w:rtl/>
        </w:rPr>
        <w:t>_________________________</w:t>
      </w:r>
    </w:p>
    <w:p w:rsidR="00BE6861" w:rsidRDefault="00BE6861" w:rsidP="00BE6861">
      <w:pPr>
        <w:pStyle w:val="libFootnote"/>
        <w:rPr>
          <w:rtl/>
        </w:rPr>
      </w:pPr>
      <w:r>
        <w:rPr>
          <w:rtl/>
        </w:rPr>
        <w:t>66- توبه ، 122.</w:t>
      </w:r>
    </w:p>
    <w:p w:rsidR="00BE6861" w:rsidRPr="00DE30EA" w:rsidRDefault="00BE6861" w:rsidP="00DE30EA">
      <w:pPr>
        <w:rPr>
          <w:rtl/>
        </w:rPr>
      </w:pPr>
      <w:r>
        <w:rPr>
          <w:rtl/>
        </w:rPr>
        <w:br w:type="page"/>
      </w:r>
    </w:p>
    <w:p w:rsidR="00B33631" w:rsidRPr="00BE6861" w:rsidRDefault="002E3834" w:rsidP="00BE6861">
      <w:pPr>
        <w:pStyle w:val="Heading1"/>
        <w:rPr>
          <w:rtl/>
        </w:rPr>
      </w:pPr>
      <w:r w:rsidRPr="00BE6861">
        <w:rPr>
          <w:rtl/>
        </w:rPr>
        <w:lastRenderedPageBreak/>
        <w:t xml:space="preserve"> </w:t>
      </w:r>
      <w:bookmarkStart w:id="133" w:name="_Toc362088700"/>
      <w:r w:rsidRPr="00035AB4">
        <w:rPr>
          <w:highlight w:val="yellow"/>
          <w:rtl/>
        </w:rPr>
        <w:t>(54)</w:t>
      </w:r>
      <w:r w:rsidRPr="00BE6861">
        <w:rPr>
          <w:rtl/>
        </w:rPr>
        <w:t xml:space="preserve"> اءُوْلََّئِكَ يُؤْتَوْنَ اءَجْرَهُم مَّرَّتَيْنِ بِمَا صَبَرُواْ وَ يَدْرَءُونَ بِالْحَسَنَةِالسَّيِّئَةَ وَمِمَّارَزَقْنَهُمْ يُنفِقُونَ</w:t>
      </w:r>
      <w:bookmarkEnd w:id="133"/>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آنان به خاطر صبرشان ، دو برابر پاداش داده مى شوند. و (آنانند كه) بدى هارا با نيكى دفع مى كنند و از آنچه روزى آنان كرده ايم (به ديگران) انفاق مى نمايند.</w:t>
      </w:r>
    </w:p>
    <w:p w:rsidR="00B33631" w:rsidRDefault="00DF6A2E" w:rsidP="00DF6A2E">
      <w:pPr>
        <w:pStyle w:val="Heading2"/>
        <w:rPr>
          <w:rtl/>
          <w:lang w:bidi="fa-IR"/>
        </w:rPr>
      </w:pPr>
      <w:bookmarkStart w:id="134" w:name="_Toc362088701"/>
      <w:r>
        <w:rPr>
          <w:rtl/>
          <w:lang w:bidi="fa-IR"/>
        </w:rPr>
        <w:t>پيام ها :</w:t>
      </w:r>
      <w:bookmarkEnd w:id="134"/>
    </w:p>
    <w:p w:rsidR="00B33631" w:rsidRDefault="00B33631" w:rsidP="004D48DE">
      <w:pPr>
        <w:pStyle w:val="libNormal"/>
        <w:rPr>
          <w:rtl/>
          <w:lang w:bidi="fa-IR"/>
        </w:rPr>
      </w:pPr>
      <w:r>
        <w:rPr>
          <w:rtl/>
          <w:lang w:bidi="fa-IR"/>
        </w:rPr>
        <w:t xml:space="preserve">1- طالبان حقّ، بدنبال حقّ هستند و توجّهى به اينكه چه كسى ، از چه نژادى و با چه زبانى آن را مى گويد ندارند. </w:t>
      </w:r>
      <w:r w:rsidRPr="009631C9">
        <w:rPr>
          <w:rStyle w:val="libAieChar"/>
          <w:rtl/>
        </w:rPr>
        <w:t>اذا يُتلى ... قالوا آمنّا</w:t>
      </w:r>
      <w:r>
        <w:rPr>
          <w:rtl/>
          <w:lang w:bidi="fa-IR"/>
        </w:rPr>
        <w:t xml:space="preserve"> </w:t>
      </w:r>
      <w:r w:rsidR="009E66F2">
        <w:rPr>
          <w:rtl/>
          <w:lang w:bidi="fa-IR"/>
        </w:rPr>
        <w:t>(</w:t>
      </w:r>
      <w:r>
        <w:rPr>
          <w:rtl/>
          <w:lang w:bidi="fa-IR"/>
        </w:rPr>
        <w:t>«يُتلى» به صورت مجهول ، يعنى گوينده مطرح نيست .)</w:t>
      </w:r>
    </w:p>
    <w:p w:rsidR="00B33631" w:rsidRDefault="00B33631" w:rsidP="004D48DE">
      <w:pPr>
        <w:pStyle w:val="libNormal"/>
        <w:rPr>
          <w:rtl/>
          <w:lang w:bidi="fa-IR"/>
        </w:rPr>
      </w:pPr>
      <w:r>
        <w:rPr>
          <w:rtl/>
          <w:lang w:bidi="fa-IR"/>
        </w:rPr>
        <w:t>2- اگر روح پاك باشد، با شنيدن حقّ ايمان مى آورد. يُتلى ... آمنّا (به عكس ، اگر زمينه فراهم نباشد، با تلاوت پيوسته هم اميدى به ايمان نيست .)</w:t>
      </w:r>
    </w:p>
    <w:p w:rsidR="00B33631" w:rsidRDefault="00B33631" w:rsidP="004D48DE">
      <w:pPr>
        <w:pStyle w:val="libNormal"/>
        <w:rPr>
          <w:rtl/>
          <w:lang w:bidi="fa-IR"/>
        </w:rPr>
      </w:pPr>
      <w:r>
        <w:rPr>
          <w:rtl/>
          <w:lang w:bidi="fa-IR"/>
        </w:rPr>
        <w:t xml:space="preserve">3- ايمانى ارزش دارد كه بر اساس معرفت و شناخت حقّ باشد. </w:t>
      </w:r>
      <w:r w:rsidRPr="009631C9">
        <w:rPr>
          <w:rStyle w:val="libAieChar"/>
          <w:rtl/>
        </w:rPr>
        <w:t>آمنّا به اِنّه الحقّ</w:t>
      </w:r>
    </w:p>
    <w:p w:rsidR="00B33631" w:rsidRDefault="00B33631" w:rsidP="004D48DE">
      <w:pPr>
        <w:pStyle w:val="libNormal"/>
        <w:rPr>
          <w:rtl/>
          <w:lang w:bidi="fa-IR"/>
        </w:rPr>
      </w:pPr>
      <w:r>
        <w:rPr>
          <w:rtl/>
          <w:lang w:bidi="fa-IR"/>
        </w:rPr>
        <w:t>4- شرايط وزمينه هاى افراد، در دريافت الطاف الهى متفاوتند. يؤ تون اجرهم مرّتين بما صبروا</w:t>
      </w:r>
    </w:p>
    <w:p w:rsidR="00B33631" w:rsidRDefault="00B33631" w:rsidP="004D48DE">
      <w:pPr>
        <w:pStyle w:val="libNormal"/>
        <w:rPr>
          <w:rtl/>
          <w:lang w:bidi="fa-IR"/>
        </w:rPr>
      </w:pPr>
      <w:r>
        <w:rPr>
          <w:rtl/>
          <w:lang w:bidi="fa-IR"/>
        </w:rPr>
        <w:t>5</w:t>
      </w:r>
      <w:r w:rsidR="009631C9">
        <w:rPr>
          <w:rFonts w:hint="cs"/>
          <w:rtl/>
          <w:lang w:bidi="fa-IR"/>
        </w:rPr>
        <w:t>-</w:t>
      </w:r>
      <w:r>
        <w:rPr>
          <w:rtl/>
          <w:lang w:bidi="fa-IR"/>
        </w:rPr>
        <w:t xml:space="preserve"> پذيرش حقّ، نيازمند صبر در مقابل انواع انتقادها ومشكلات است . </w:t>
      </w:r>
      <w:r w:rsidRPr="00672031">
        <w:rPr>
          <w:rStyle w:val="libAieChar"/>
          <w:rtl/>
        </w:rPr>
        <w:t>قالوا آمنّا... يؤ تون اءجرهم ... بماصبروا</w:t>
      </w:r>
    </w:p>
    <w:p w:rsidR="00BE6861" w:rsidRDefault="00B33631" w:rsidP="00BE6861">
      <w:pPr>
        <w:pStyle w:val="libNormal"/>
        <w:rPr>
          <w:rtl/>
          <w:lang w:bidi="fa-IR"/>
        </w:rPr>
      </w:pPr>
      <w:r>
        <w:rPr>
          <w:rtl/>
          <w:lang w:bidi="fa-IR"/>
        </w:rPr>
        <w:t xml:space="preserve">6- گذشت از بدى هاى ديگران و انفاق به آنان در صورتى ارزش دارد كه خصلت و خوى انسان باشد. </w:t>
      </w:r>
      <w:r w:rsidRPr="00672031">
        <w:rPr>
          <w:rStyle w:val="libAieChar"/>
          <w:rtl/>
        </w:rPr>
        <w:t>يدرؤ ن ينفقون</w:t>
      </w:r>
      <w:r>
        <w:rPr>
          <w:rtl/>
          <w:lang w:bidi="fa-IR"/>
        </w:rPr>
        <w:t xml:space="preserve"> (فعل مضارع نشانه دوام و استمرار است. </w:t>
      </w:r>
    </w:p>
    <w:p w:rsidR="00BE6861" w:rsidRPr="00DE30EA" w:rsidRDefault="00BE6861" w:rsidP="00DE30EA">
      <w:pPr>
        <w:rPr>
          <w:rtl/>
        </w:rPr>
      </w:pPr>
      <w:r>
        <w:rPr>
          <w:rtl/>
          <w:lang w:bidi="fa-IR"/>
        </w:rPr>
        <w:br w:type="page"/>
      </w:r>
    </w:p>
    <w:p w:rsidR="00B33631" w:rsidRDefault="00B33631" w:rsidP="00BE6861">
      <w:pPr>
        <w:pStyle w:val="libNormal0"/>
        <w:rPr>
          <w:rtl/>
          <w:lang w:bidi="fa-IR"/>
        </w:rPr>
      </w:pPr>
      <w:r>
        <w:rPr>
          <w:rtl/>
          <w:lang w:bidi="fa-IR"/>
        </w:rPr>
        <w:lastRenderedPageBreak/>
        <w:t>آرى مؤ منانى مورد ستايش اند كه داراى پشتكار، گذشت و اهل بخشش باشند.)</w:t>
      </w:r>
    </w:p>
    <w:p w:rsidR="00B33631" w:rsidRDefault="00B33631" w:rsidP="004D48DE">
      <w:pPr>
        <w:pStyle w:val="libNormal"/>
        <w:rPr>
          <w:rtl/>
          <w:lang w:bidi="fa-IR"/>
        </w:rPr>
      </w:pPr>
      <w:r>
        <w:rPr>
          <w:rtl/>
          <w:lang w:bidi="fa-IR"/>
        </w:rPr>
        <w:t xml:space="preserve">7- اگر بدانيم كه رزق از طرف خداست ، انفاق براى ما آسان مى شود. </w:t>
      </w:r>
      <w:r w:rsidRPr="009E7350">
        <w:rPr>
          <w:rStyle w:val="libAieChar"/>
          <w:rtl/>
        </w:rPr>
        <w:t>ممّا رزقناهم ينفقون</w:t>
      </w:r>
      <w:r>
        <w:rPr>
          <w:rtl/>
          <w:lang w:bidi="fa-IR"/>
        </w:rPr>
        <w:t xml:space="preserve"> </w:t>
      </w:r>
    </w:p>
    <w:p w:rsidR="00B33631" w:rsidRDefault="00B33631" w:rsidP="004D48DE">
      <w:pPr>
        <w:pStyle w:val="libNormal"/>
        <w:rPr>
          <w:rtl/>
          <w:lang w:bidi="fa-IR"/>
        </w:rPr>
      </w:pPr>
      <w:r>
        <w:rPr>
          <w:rtl/>
          <w:lang w:bidi="fa-IR"/>
        </w:rPr>
        <w:t xml:space="preserve">8 مورد انفاق تنها مال نيست ، از علم ، توان و آبرو نيز مى توان انفاق كرد. </w:t>
      </w:r>
      <w:r w:rsidRPr="009E7350">
        <w:rPr>
          <w:rStyle w:val="libAieChar"/>
          <w:rtl/>
        </w:rPr>
        <w:t>ممّا رزقناهم ينفقون</w:t>
      </w:r>
      <w:r>
        <w:rPr>
          <w:rtl/>
          <w:lang w:bidi="fa-IR"/>
        </w:rPr>
        <w:t xml:space="preserve"> </w:t>
      </w:r>
    </w:p>
    <w:p w:rsidR="00B33631" w:rsidRPr="00BE6861" w:rsidRDefault="002E3834" w:rsidP="00BE6861">
      <w:pPr>
        <w:pStyle w:val="Heading1"/>
        <w:rPr>
          <w:rtl/>
        </w:rPr>
      </w:pPr>
      <w:r w:rsidRPr="00BE6861">
        <w:rPr>
          <w:rtl/>
        </w:rPr>
        <w:t xml:space="preserve"> </w:t>
      </w:r>
      <w:bookmarkStart w:id="135" w:name="_Toc362088702"/>
      <w:r w:rsidRPr="00035AB4">
        <w:rPr>
          <w:highlight w:val="yellow"/>
          <w:rtl/>
        </w:rPr>
        <w:t>(55)</w:t>
      </w:r>
      <w:r w:rsidRPr="00BE6861">
        <w:rPr>
          <w:rtl/>
        </w:rPr>
        <w:t xml:space="preserve"> وَإِذَاسَمِعُواْ اللَّغْوَ اءَعْرَضُواْ عَنْهُ وَقَالُواْ لَنَآ اءَعْمَلُنَا وَ لَكُمْاءَعْمَلُكُمْ سَلَمٌ عَلَيْكُمْ لاَنَبْتَغِى الْجَهِلِينَ</w:t>
      </w:r>
      <w:bookmarkEnd w:id="135"/>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هرگاه (سخن) لَغوى را بشنوند، از آن روى برگردانند و گويند: اعمال ما براى ما وكارهاى شما براى شما باشد، سلام (وِداعِ ما) بر شماباد، ما به سراغ جاهلان نمى رويم .</w:t>
      </w:r>
    </w:p>
    <w:p w:rsidR="00B33631" w:rsidRDefault="00DF6A2E" w:rsidP="00DF6A2E">
      <w:pPr>
        <w:pStyle w:val="Heading2"/>
        <w:rPr>
          <w:rtl/>
          <w:lang w:bidi="fa-IR"/>
        </w:rPr>
      </w:pPr>
      <w:bookmarkStart w:id="136" w:name="_Toc362088703"/>
      <w:r>
        <w:rPr>
          <w:rtl/>
          <w:lang w:bidi="fa-IR"/>
        </w:rPr>
        <w:t>نكته ها :</w:t>
      </w:r>
      <w:bookmarkEnd w:id="136"/>
    </w:p>
    <w:p w:rsidR="00B33631" w:rsidRDefault="00B33631" w:rsidP="004D48DE">
      <w:pPr>
        <w:pStyle w:val="libNormal"/>
        <w:rPr>
          <w:rtl/>
          <w:lang w:bidi="fa-IR"/>
        </w:rPr>
      </w:pPr>
      <w:r>
        <w:rPr>
          <w:rtl/>
          <w:lang w:bidi="fa-IR"/>
        </w:rPr>
        <w:t>در آيه ى قبل خداوند به كسانى كه در راه او صبر كنند و بدى ها را با خوبى پاسخ دهند و از اموالشان در راه خدا بخشند، پاداشِ دو برابر وعده داد، اين آيه به يكى از نمونه هاى صبر و برخوردهاى خوب ، اشاره مى فرمايد.</w:t>
      </w:r>
    </w:p>
    <w:p w:rsidR="00B33631" w:rsidRDefault="00B33631" w:rsidP="004D48DE">
      <w:pPr>
        <w:pStyle w:val="libNormal"/>
        <w:rPr>
          <w:rStyle w:val="libFootnotenumChar"/>
          <w:rFonts w:hint="cs"/>
          <w:rtl/>
          <w:lang w:bidi="fa-IR"/>
        </w:rPr>
      </w:pPr>
      <w:r>
        <w:rPr>
          <w:rtl/>
          <w:lang w:bidi="fa-IR"/>
        </w:rPr>
        <w:t xml:space="preserve">«لَغو» يعنى امر بيهوده كه هم در كلام و هم در عمل قابل بروز است و مؤمنين به اعراض از آن سفارش شده اند. از جمله ويژگى هاى بهشت آن است كه لغو و بيهودگى در آنجا نيست . </w:t>
      </w:r>
      <w:r w:rsidRPr="009E7350">
        <w:rPr>
          <w:rStyle w:val="libAieChar"/>
          <w:rtl/>
        </w:rPr>
        <w:t>لا لغو فيها و لا تاءثيم</w:t>
      </w:r>
      <w:r>
        <w:rPr>
          <w:rtl/>
          <w:lang w:bidi="fa-IR"/>
        </w:rPr>
        <w:t xml:space="preserve"> </w:t>
      </w:r>
      <w:r w:rsidR="00144845" w:rsidRPr="00C96ECB">
        <w:rPr>
          <w:rStyle w:val="libFootnotenumChar"/>
          <w:rtl/>
          <w:lang w:bidi="fa-IR"/>
        </w:rPr>
        <w:t>(67)</w:t>
      </w:r>
    </w:p>
    <w:p w:rsidR="00BE6861" w:rsidRDefault="00BE6861" w:rsidP="00BE6861">
      <w:pPr>
        <w:pStyle w:val="libLine"/>
        <w:rPr>
          <w:rtl/>
        </w:rPr>
      </w:pPr>
      <w:r w:rsidRPr="00AD5C7B">
        <w:rPr>
          <w:rtl/>
        </w:rPr>
        <w:t>_________________________</w:t>
      </w:r>
    </w:p>
    <w:p w:rsidR="00BE6861" w:rsidRDefault="00BE6861" w:rsidP="00BE6861">
      <w:pPr>
        <w:pStyle w:val="libFootnote"/>
        <w:rPr>
          <w:rtl/>
        </w:rPr>
      </w:pPr>
      <w:r>
        <w:rPr>
          <w:rtl/>
        </w:rPr>
        <w:t>67- طور، 23.</w:t>
      </w:r>
    </w:p>
    <w:p w:rsidR="00BE6861" w:rsidRPr="00DE30EA" w:rsidRDefault="00BE6861" w:rsidP="00DE30EA">
      <w:pPr>
        <w:rPr>
          <w:rtl/>
        </w:rPr>
      </w:pPr>
      <w:r>
        <w:rPr>
          <w:rtl/>
          <w:lang w:bidi="fa-IR"/>
        </w:rPr>
        <w:br w:type="page"/>
      </w:r>
    </w:p>
    <w:p w:rsidR="00B33631" w:rsidRDefault="00B33631" w:rsidP="004D48DE">
      <w:pPr>
        <w:pStyle w:val="libNormal"/>
        <w:rPr>
          <w:rtl/>
          <w:lang w:bidi="fa-IR"/>
        </w:rPr>
      </w:pPr>
      <w:r>
        <w:rPr>
          <w:rtl/>
          <w:lang w:bidi="fa-IR"/>
        </w:rPr>
        <w:lastRenderedPageBreak/>
        <w:t>«مُدارا»، كوتاه آمدن از موضع قدرت است ، نظير پدرى كه دست كودكش را در دست دارد وقدرت بر تند رفتن دارد، ولى آهسته راه مى رود، امّا «مُداهنه»، كوتاه آمدن از موضع ضعف است . نظير بسيارى از رؤ ساى كشورها كه به خاطر نداشتن شجاعت ، در اختيار ابرقدرت ها قرار دارند. انبيا و اولياى الهى با مردم مدارا مى كنند، امّا در برابر كفر مداهنه نمى ورزند.</w:t>
      </w:r>
    </w:p>
    <w:p w:rsidR="00B33631" w:rsidRDefault="00DF6A2E" w:rsidP="00DF6A2E">
      <w:pPr>
        <w:pStyle w:val="Heading2"/>
        <w:rPr>
          <w:rtl/>
          <w:lang w:bidi="fa-IR"/>
        </w:rPr>
      </w:pPr>
      <w:bookmarkStart w:id="137" w:name="_Toc362088704"/>
      <w:r>
        <w:rPr>
          <w:rtl/>
          <w:lang w:bidi="fa-IR"/>
        </w:rPr>
        <w:t>پيام ها :</w:t>
      </w:r>
      <w:bookmarkEnd w:id="137"/>
    </w:p>
    <w:p w:rsidR="00B33631" w:rsidRDefault="00B33631" w:rsidP="004D48DE">
      <w:pPr>
        <w:pStyle w:val="libNormal"/>
        <w:rPr>
          <w:rtl/>
          <w:lang w:bidi="fa-IR"/>
        </w:rPr>
      </w:pPr>
      <w:r>
        <w:rPr>
          <w:rtl/>
          <w:lang w:bidi="fa-IR"/>
        </w:rPr>
        <w:t xml:space="preserve">1- مؤمن واقعى كسى است كه نه تنها به مجلس لغو نمى رود و به سخن لغو گوش نمى دهد، بلكه اگر كلام بيهوده اى هم شنيد، عكس العمل نشان مى دهد. و </w:t>
      </w:r>
      <w:r w:rsidRPr="009E7350">
        <w:rPr>
          <w:rStyle w:val="libAieChar"/>
          <w:rtl/>
        </w:rPr>
        <w:t>اذا سمعوا اللغو اعرضوا عنه</w:t>
      </w:r>
      <w:r>
        <w:rPr>
          <w:rtl/>
          <w:lang w:bidi="fa-IR"/>
        </w:rPr>
        <w:t xml:space="preserve"> </w:t>
      </w:r>
    </w:p>
    <w:p w:rsidR="00B33631" w:rsidRDefault="00B33631" w:rsidP="004D48DE">
      <w:pPr>
        <w:pStyle w:val="libNormal"/>
        <w:rPr>
          <w:rtl/>
          <w:lang w:bidi="fa-IR"/>
        </w:rPr>
      </w:pPr>
      <w:r>
        <w:rPr>
          <w:rtl/>
          <w:lang w:bidi="fa-IR"/>
        </w:rPr>
        <w:t xml:space="preserve">2- يكى از نمونه هاى صبر، بى اعتنايى به لغو و اعراض از آن است . صبروا اعرضوا عنه </w:t>
      </w:r>
    </w:p>
    <w:p w:rsidR="00B33631" w:rsidRDefault="00B33631" w:rsidP="004D48DE">
      <w:pPr>
        <w:pStyle w:val="libNormal"/>
        <w:rPr>
          <w:rtl/>
          <w:lang w:bidi="fa-IR"/>
        </w:rPr>
      </w:pPr>
      <w:r>
        <w:rPr>
          <w:rtl/>
          <w:lang w:bidi="fa-IR"/>
        </w:rPr>
        <w:t xml:space="preserve">3- اعراض از لغو در گفتن ، شنيدن ، ديدن و معاشرت ، كمالى است كه در همه ى اديان الهى از آن ستايش شده است . </w:t>
      </w:r>
      <w:r w:rsidRPr="009E7350">
        <w:rPr>
          <w:rStyle w:val="libAieChar"/>
          <w:rtl/>
        </w:rPr>
        <w:t>سمعوا اللغو اعرضوا عنه</w:t>
      </w:r>
      <w:r>
        <w:rPr>
          <w:rtl/>
          <w:lang w:bidi="fa-IR"/>
        </w:rPr>
        <w:t xml:space="preserve"> (آيه فوق در توصيف گروهى از اهل كتاب است .)</w:t>
      </w:r>
    </w:p>
    <w:p w:rsidR="00B33631" w:rsidRDefault="00B33631" w:rsidP="004D48DE">
      <w:pPr>
        <w:pStyle w:val="libNormal"/>
        <w:rPr>
          <w:rtl/>
          <w:lang w:bidi="fa-IR"/>
        </w:rPr>
      </w:pPr>
      <w:r>
        <w:rPr>
          <w:rtl/>
          <w:lang w:bidi="fa-IR"/>
        </w:rPr>
        <w:t>4- از شيوه هاى عمومى وساده ى نهى از منكر، اعراض از منكر است . سمعوا... اعرضوا عنه (لغو را با لغو پاسخ نگوييم .)</w:t>
      </w:r>
    </w:p>
    <w:p w:rsidR="00B33631" w:rsidRDefault="00B33631" w:rsidP="009E7350">
      <w:pPr>
        <w:pStyle w:val="libNormal"/>
        <w:rPr>
          <w:rtl/>
          <w:lang w:bidi="fa-IR"/>
        </w:rPr>
      </w:pPr>
      <w:r>
        <w:rPr>
          <w:rtl/>
          <w:lang w:bidi="fa-IR"/>
        </w:rPr>
        <w:t>5</w:t>
      </w:r>
      <w:r w:rsidR="009E7350">
        <w:rPr>
          <w:rFonts w:hint="cs"/>
          <w:rtl/>
          <w:lang w:bidi="fa-IR"/>
        </w:rPr>
        <w:t xml:space="preserve">- </w:t>
      </w:r>
      <w:r>
        <w:rPr>
          <w:rtl/>
          <w:lang w:bidi="fa-IR"/>
        </w:rPr>
        <w:t xml:space="preserve">انسان در برابر آنچه مى شنود، مسئول است . </w:t>
      </w:r>
      <w:r w:rsidRPr="009E7350">
        <w:rPr>
          <w:rStyle w:val="libAieChar"/>
          <w:rtl/>
        </w:rPr>
        <w:t>سمعوا... اعرضوا</w:t>
      </w:r>
    </w:p>
    <w:p w:rsidR="00B33631" w:rsidRDefault="00B33631" w:rsidP="004D48DE">
      <w:pPr>
        <w:pStyle w:val="libNormal"/>
        <w:rPr>
          <w:rtl/>
          <w:lang w:bidi="fa-IR"/>
        </w:rPr>
      </w:pPr>
      <w:r>
        <w:rPr>
          <w:rtl/>
          <w:lang w:bidi="fa-IR"/>
        </w:rPr>
        <w:t xml:space="preserve">6- قاطعيّت ، صلابت و عدم سازش ، نشانگر ايمان راسخ است . </w:t>
      </w:r>
      <w:r w:rsidRPr="009E7350">
        <w:rPr>
          <w:rStyle w:val="libAieChar"/>
          <w:rtl/>
        </w:rPr>
        <w:t>لنا اعمالنا و لكم اعمالكم</w:t>
      </w:r>
      <w:r>
        <w:rPr>
          <w:rtl/>
          <w:lang w:bidi="fa-IR"/>
        </w:rPr>
        <w:t xml:space="preserve"> </w:t>
      </w:r>
    </w:p>
    <w:p w:rsidR="00B33631" w:rsidRDefault="00B33631" w:rsidP="004D48DE">
      <w:pPr>
        <w:pStyle w:val="libNormal"/>
        <w:rPr>
          <w:rtl/>
          <w:lang w:bidi="fa-IR"/>
        </w:rPr>
      </w:pPr>
      <w:r>
        <w:rPr>
          <w:rtl/>
          <w:lang w:bidi="fa-IR"/>
        </w:rPr>
        <w:t xml:space="preserve">7- سود و زيان عمل هر كس به خود او برمى گردد. </w:t>
      </w:r>
      <w:r w:rsidRPr="009E7350">
        <w:rPr>
          <w:rStyle w:val="libAieChar"/>
          <w:rtl/>
        </w:rPr>
        <w:t>لنا اعمالنا و لكم اعمالكم</w:t>
      </w:r>
      <w:r>
        <w:rPr>
          <w:rtl/>
          <w:lang w:bidi="fa-IR"/>
        </w:rPr>
        <w:t xml:space="preserve"> </w:t>
      </w:r>
    </w:p>
    <w:p w:rsidR="00BE6861" w:rsidRPr="00DE30EA" w:rsidRDefault="00BE6861" w:rsidP="00DE30EA">
      <w:pPr>
        <w:rPr>
          <w:rtl/>
        </w:rPr>
      </w:pPr>
      <w:r>
        <w:rPr>
          <w:rtl/>
          <w:lang w:bidi="fa-IR"/>
        </w:rPr>
        <w:br w:type="page"/>
      </w:r>
    </w:p>
    <w:p w:rsidR="00B33631" w:rsidRDefault="00B33631" w:rsidP="00BE6861">
      <w:pPr>
        <w:pStyle w:val="libNormal"/>
        <w:rPr>
          <w:rtl/>
          <w:lang w:bidi="fa-IR"/>
        </w:rPr>
      </w:pPr>
      <w:r>
        <w:rPr>
          <w:rtl/>
          <w:lang w:bidi="fa-IR"/>
        </w:rPr>
        <w:lastRenderedPageBreak/>
        <w:t>8</w:t>
      </w:r>
      <w:r w:rsidR="00BE6861">
        <w:rPr>
          <w:rFonts w:hint="cs"/>
          <w:rtl/>
          <w:lang w:bidi="fa-IR"/>
        </w:rPr>
        <w:t>-</w:t>
      </w:r>
      <w:r>
        <w:rPr>
          <w:rtl/>
          <w:lang w:bidi="fa-IR"/>
        </w:rPr>
        <w:t xml:space="preserve"> اعراض ، بايد كريمانه باشد. </w:t>
      </w:r>
      <w:r w:rsidRPr="009E7350">
        <w:rPr>
          <w:rStyle w:val="libAieChar"/>
          <w:rtl/>
        </w:rPr>
        <w:t>اعرضوا... سلام عليكم</w:t>
      </w:r>
      <w:r>
        <w:rPr>
          <w:rtl/>
          <w:lang w:bidi="fa-IR"/>
        </w:rPr>
        <w:t xml:space="preserve"> </w:t>
      </w:r>
    </w:p>
    <w:p w:rsidR="00B33631" w:rsidRDefault="00B33631" w:rsidP="004D48DE">
      <w:pPr>
        <w:pStyle w:val="libNormal"/>
        <w:rPr>
          <w:rtl/>
          <w:lang w:bidi="fa-IR"/>
        </w:rPr>
      </w:pPr>
      <w:r>
        <w:rPr>
          <w:rtl/>
          <w:lang w:bidi="fa-IR"/>
        </w:rPr>
        <w:t xml:space="preserve">9- اعراض بايد همراه هشدار به اهل لغو باشد. </w:t>
      </w:r>
      <w:r w:rsidRPr="009E7350">
        <w:rPr>
          <w:rStyle w:val="libAieChar"/>
          <w:rtl/>
        </w:rPr>
        <w:t>اعرضوا... لانبتغى الجاهلين</w:t>
      </w:r>
      <w:r>
        <w:rPr>
          <w:rtl/>
          <w:lang w:bidi="fa-IR"/>
        </w:rPr>
        <w:t xml:space="preserve"> </w:t>
      </w:r>
    </w:p>
    <w:p w:rsidR="00B33631" w:rsidRDefault="00B33631" w:rsidP="004D48DE">
      <w:pPr>
        <w:pStyle w:val="libNormal"/>
        <w:rPr>
          <w:rtl/>
          <w:lang w:bidi="fa-IR"/>
        </w:rPr>
      </w:pPr>
      <w:r>
        <w:rPr>
          <w:rtl/>
          <w:lang w:bidi="fa-IR"/>
        </w:rPr>
        <w:t xml:space="preserve">10- لغو، ميوه ى جهل و بيهوده گو، جاهل است . </w:t>
      </w:r>
      <w:r w:rsidRPr="009E7350">
        <w:rPr>
          <w:rStyle w:val="libAieChar"/>
          <w:rtl/>
        </w:rPr>
        <w:t>لانبتغى الجاهلين</w:t>
      </w:r>
      <w:r>
        <w:rPr>
          <w:rtl/>
          <w:lang w:bidi="fa-IR"/>
        </w:rPr>
        <w:t xml:space="preserve"> </w:t>
      </w:r>
    </w:p>
    <w:p w:rsidR="00B33631" w:rsidRPr="00BE6861" w:rsidRDefault="002E3834" w:rsidP="00BE6861">
      <w:pPr>
        <w:pStyle w:val="Heading1"/>
        <w:rPr>
          <w:rtl/>
        </w:rPr>
      </w:pPr>
      <w:r w:rsidRPr="00BE6861">
        <w:rPr>
          <w:rtl/>
        </w:rPr>
        <w:t xml:space="preserve"> </w:t>
      </w:r>
      <w:bookmarkStart w:id="138" w:name="_Toc362088705"/>
      <w:r w:rsidRPr="00035AB4">
        <w:rPr>
          <w:highlight w:val="yellow"/>
          <w:rtl/>
        </w:rPr>
        <w:t>(56)</w:t>
      </w:r>
      <w:r w:rsidRPr="00BE6861">
        <w:rPr>
          <w:rtl/>
        </w:rPr>
        <w:t xml:space="preserve"> إِنَّكَ لاَ تَهْدِى مَنْ اءَحْبَبْتَ وَلَكِنَّ اللّهَ يَهْدِى مَن يَشَآءُ وَهُوَ اءَعْلَمُ بِالْمُهْتَدِينَ</w:t>
      </w:r>
      <w:bookmarkEnd w:id="138"/>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(اى پيامبر!) همانا تو نمى توانى هر كه را دوست دارى هدايت كنى (و به مقصد برسانى )، بلكه اين خداوند است كه هر كس را بخواهد هدايت مى كند و او به ره يافتگان آگاه تر است .</w:t>
      </w:r>
    </w:p>
    <w:p w:rsidR="00B33631" w:rsidRDefault="00DF6A2E" w:rsidP="00DF6A2E">
      <w:pPr>
        <w:pStyle w:val="Heading2"/>
        <w:rPr>
          <w:rtl/>
          <w:lang w:bidi="fa-IR"/>
        </w:rPr>
      </w:pPr>
      <w:bookmarkStart w:id="139" w:name="_Toc362088706"/>
      <w:r>
        <w:rPr>
          <w:rtl/>
          <w:lang w:bidi="fa-IR"/>
        </w:rPr>
        <w:t>نكته ها :</w:t>
      </w:r>
      <w:bookmarkEnd w:id="139"/>
    </w:p>
    <w:p w:rsidR="00B33631" w:rsidRDefault="00B33631" w:rsidP="004D48DE">
      <w:pPr>
        <w:pStyle w:val="libNormal"/>
        <w:rPr>
          <w:rtl/>
          <w:lang w:bidi="fa-IR"/>
        </w:rPr>
      </w:pPr>
      <w:r>
        <w:rPr>
          <w:rtl/>
          <w:lang w:bidi="fa-IR"/>
        </w:rPr>
        <w:t xml:space="preserve">مضمون اين آيه كه در مقام دلدارى پيامبر اكرم صلّى اللّه عليه و آله است ، در آيات ديگر وبا بيانات وتعابير مختلف تكرار شده است ، از جمله در سوره ى يوسف مى خوانيم : و ما اكثر الناس و لو حَرَصتَ بمؤمنين </w:t>
      </w:r>
      <w:r w:rsidR="00144845" w:rsidRPr="00C96ECB">
        <w:rPr>
          <w:rStyle w:val="libFootnotenumChar"/>
          <w:rtl/>
          <w:lang w:bidi="fa-IR"/>
        </w:rPr>
        <w:t>(68)</w:t>
      </w:r>
      <w:r>
        <w:rPr>
          <w:rtl/>
          <w:lang w:bidi="fa-IR"/>
        </w:rPr>
        <w:t xml:space="preserve">، اى پيامبر! هر چند به هدايت آنان حريص باشى ، باز اكثر مردم ايمان نمى آورند، يا در سوره بقره آمده است : ليس ‍ عليك هداهم ولكن اللّه يهدى من يشاء </w:t>
      </w:r>
      <w:r w:rsidR="00144845" w:rsidRPr="00C96ECB">
        <w:rPr>
          <w:rStyle w:val="libFootnotenumChar"/>
          <w:rtl/>
          <w:lang w:bidi="fa-IR"/>
        </w:rPr>
        <w:t>(69)</w:t>
      </w:r>
      <w:r>
        <w:rPr>
          <w:rtl/>
          <w:lang w:bidi="fa-IR"/>
        </w:rPr>
        <w:t xml:space="preserve"> هدايت پذيرى مردم بر عهده تو نيست وخداوند، هر كه را بخواهد، هدايت مى فرمايد.</w:t>
      </w:r>
    </w:p>
    <w:p w:rsidR="00BE6861" w:rsidRDefault="00B33631" w:rsidP="004D48DE">
      <w:pPr>
        <w:pStyle w:val="libNormal"/>
        <w:rPr>
          <w:rFonts w:hint="cs"/>
          <w:rtl/>
          <w:lang w:bidi="fa-IR"/>
        </w:rPr>
      </w:pPr>
      <w:r>
        <w:rPr>
          <w:rtl/>
          <w:lang w:bidi="fa-IR"/>
        </w:rPr>
        <w:t>در جلد پنجم تفسير درّالمنثور (از تفاسير اهل سنّت) رواياتى به اين مضمون نقل شده است كه در آستانه ى فوت ابوطا</w:t>
      </w:r>
      <w:r w:rsidR="00BE6861">
        <w:rPr>
          <w:rtl/>
          <w:lang w:bidi="fa-IR"/>
        </w:rPr>
        <w:t>لب ، پدر حضرت على عليهما السلام</w:t>
      </w:r>
      <w:r>
        <w:rPr>
          <w:rtl/>
          <w:lang w:bidi="fa-IR"/>
        </w:rPr>
        <w:t xml:space="preserve">، پيامبر اكرم صلّى اللّه عليه و آله به نزد او حاضر شد </w:t>
      </w:r>
    </w:p>
    <w:p w:rsidR="00BE6861" w:rsidRDefault="00BE6861" w:rsidP="00BE6861">
      <w:pPr>
        <w:pStyle w:val="libLine"/>
        <w:rPr>
          <w:rtl/>
        </w:rPr>
      </w:pPr>
      <w:r w:rsidRPr="00AD5C7B">
        <w:rPr>
          <w:rtl/>
        </w:rPr>
        <w:t>_________________________</w:t>
      </w:r>
    </w:p>
    <w:p w:rsidR="00BE6861" w:rsidRDefault="00BE6861" w:rsidP="00BE6861">
      <w:pPr>
        <w:pStyle w:val="libFootnote"/>
        <w:rPr>
          <w:rtl/>
        </w:rPr>
      </w:pPr>
      <w:r>
        <w:rPr>
          <w:rtl/>
        </w:rPr>
        <w:t>68- يوسف ، 103.</w:t>
      </w:r>
    </w:p>
    <w:p w:rsidR="00BE6861" w:rsidRDefault="00BE6861" w:rsidP="00BE6861">
      <w:pPr>
        <w:pStyle w:val="libFootnote"/>
        <w:rPr>
          <w:rtl/>
        </w:rPr>
      </w:pPr>
      <w:r>
        <w:rPr>
          <w:rtl/>
        </w:rPr>
        <w:t>69- بقره ، 272.</w:t>
      </w:r>
    </w:p>
    <w:p w:rsidR="00BE6861" w:rsidRPr="00DE30EA" w:rsidRDefault="00BE6861" w:rsidP="00DE30EA">
      <w:pPr>
        <w:rPr>
          <w:rtl/>
        </w:rPr>
      </w:pPr>
      <w:r>
        <w:rPr>
          <w:rtl/>
          <w:lang w:bidi="fa-IR"/>
        </w:rPr>
        <w:br w:type="page"/>
      </w:r>
    </w:p>
    <w:p w:rsidR="00B33631" w:rsidRDefault="00B33631" w:rsidP="00BE6861">
      <w:pPr>
        <w:pStyle w:val="libNormal0"/>
        <w:rPr>
          <w:lang w:bidi="fa-IR"/>
        </w:rPr>
      </w:pPr>
      <w:r>
        <w:rPr>
          <w:rtl/>
          <w:lang w:bidi="fa-IR"/>
        </w:rPr>
        <w:lastRenderedPageBreak/>
        <w:t>و اسلام را بر او عرضه فرمود، امّا او نپذيرفت و اين آيه نازل شد!!</w:t>
      </w:r>
    </w:p>
    <w:p w:rsidR="00B33631" w:rsidRDefault="00B33631" w:rsidP="004D48DE">
      <w:pPr>
        <w:pStyle w:val="libNormal"/>
        <w:rPr>
          <w:rtl/>
          <w:lang w:bidi="fa-IR"/>
        </w:rPr>
      </w:pPr>
      <w:r>
        <w:rPr>
          <w:rtl/>
          <w:lang w:bidi="fa-IR"/>
        </w:rPr>
        <w:t>ما با قطع نظر از اينكه شاءن نزول آيه چيست و آيا اصلا ارتباطى با پدر بزرگوار اميرالمؤمنين على عليه السلام دارد يا خير، (كه با اندك تاءمّلى ، عدم اين ارتباط ثابت مى شود، زيرا آيه در ادامه ى بحث پيرامون گروهى از مؤمنان اهل كتاب در مقابل مشركان مكّه است) كمى به بحث پيرامون اين روايات و ايمان حضرت ابوطالب مى پردازيم .</w:t>
      </w:r>
    </w:p>
    <w:p w:rsidR="00B33631" w:rsidRDefault="00B33631" w:rsidP="004D48DE">
      <w:pPr>
        <w:pStyle w:val="libNormal"/>
        <w:rPr>
          <w:rtl/>
          <w:lang w:bidi="fa-IR"/>
        </w:rPr>
      </w:pPr>
      <w:r>
        <w:rPr>
          <w:rtl/>
          <w:lang w:bidi="fa-IR"/>
        </w:rPr>
        <w:t>علاّمه امينى ، صاحب كتاب گرانقدر «الغدير» در جلد هشتم اين كتاب از صفحه ى 19 به بعد با نقد و ردّ تمامى اين روايات مجعول و با استناد به منابع تاريخى ، معتقد است كه راويان اينگونه روايات ، در زمان فوت حضرت ابوطالب يا اطفالى شيرخوار بودند و يا همچون ابوهريره ، هنوز اسلام نياورده بودند.</w:t>
      </w:r>
    </w:p>
    <w:p w:rsidR="00B33631" w:rsidRDefault="00B33631" w:rsidP="004D48DE">
      <w:pPr>
        <w:pStyle w:val="libNormal"/>
        <w:rPr>
          <w:rtl/>
          <w:lang w:bidi="fa-IR"/>
        </w:rPr>
      </w:pPr>
      <w:r>
        <w:rPr>
          <w:rtl/>
          <w:lang w:bidi="fa-IR"/>
        </w:rPr>
        <w:t>همچنين ايشان از صفحه 330 تا 410 همان جلد، به دلايل مؤمن بودن حضرت ابوطالب مى پردازد و صدها شعر از خود آن حضرت ، ده ها خاطره و چهل حديث از اهل بيت پيامبر ذكر مى كند كه حاكى از ايمان او به خداوند و رسول اللّه صلى اللّه عليه و آله ست . بعضى از اين دلائل عبارتند از:</w:t>
      </w:r>
    </w:p>
    <w:p w:rsidR="00B33631" w:rsidRDefault="00B33631" w:rsidP="004D48DE">
      <w:pPr>
        <w:pStyle w:val="libNormal"/>
        <w:rPr>
          <w:rtl/>
          <w:lang w:bidi="fa-IR"/>
        </w:rPr>
      </w:pPr>
      <w:r>
        <w:rPr>
          <w:rtl/>
          <w:lang w:bidi="fa-IR"/>
        </w:rPr>
        <w:t>1- سخنان پيامبر و ائمّه معصومين عليهم السلام پيرامون ايمان او.</w:t>
      </w:r>
    </w:p>
    <w:p w:rsidR="00B33631" w:rsidRDefault="00B33631" w:rsidP="004D48DE">
      <w:pPr>
        <w:pStyle w:val="libNormal"/>
        <w:rPr>
          <w:rtl/>
          <w:lang w:bidi="fa-IR"/>
        </w:rPr>
      </w:pPr>
      <w:r>
        <w:rPr>
          <w:rtl/>
          <w:lang w:bidi="fa-IR"/>
        </w:rPr>
        <w:t>2- حزن و اندوه پيامبر صلّى اللّه عليه و آله در فوت او.</w:t>
      </w:r>
    </w:p>
    <w:p w:rsidR="00B33631" w:rsidRDefault="00B33631" w:rsidP="004D48DE">
      <w:pPr>
        <w:pStyle w:val="libNormal"/>
        <w:rPr>
          <w:rtl/>
          <w:lang w:bidi="fa-IR"/>
        </w:rPr>
      </w:pPr>
      <w:r>
        <w:rPr>
          <w:rtl/>
          <w:lang w:bidi="fa-IR"/>
        </w:rPr>
        <w:t>3- دعاى پيامبر صلّى اللّه عليه و آله بالاى منبر، به ابوطالب وتشييع جنازه او.</w:t>
      </w:r>
    </w:p>
    <w:p w:rsidR="00B33631" w:rsidRDefault="00B33631" w:rsidP="004D48DE">
      <w:pPr>
        <w:pStyle w:val="libNormal"/>
        <w:rPr>
          <w:rtl/>
          <w:lang w:bidi="fa-IR"/>
        </w:rPr>
      </w:pPr>
      <w:r>
        <w:rPr>
          <w:rtl/>
          <w:lang w:bidi="fa-IR"/>
        </w:rPr>
        <w:t>4- حديث پيامبر صلّى اللّه عليه و آله كه من شفيع والدين و عمويم ابوطالب در قيامت هستم .</w:t>
      </w:r>
    </w:p>
    <w:p w:rsidR="00BE6861" w:rsidRPr="00DE30EA" w:rsidRDefault="00BE6861" w:rsidP="00DE30EA">
      <w:pPr>
        <w:rPr>
          <w:rtl/>
        </w:rPr>
      </w:pPr>
      <w:r>
        <w:rPr>
          <w:rtl/>
          <w:lang w:bidi="fa-IR"/>
        </w:rPr>
        <w:br w:type="page"/>
      </w:r>
    </w:p>
    <w:p w:rsidR="00B33631" w:rsidRDefault="00B33631" w:rsidP="004D48DE">
      <w:pPr>
        <w:pStyle w:val="libNormal"/>
        <w:rPr>
          <w:rtl/>
          <w:lang w:bidi="fa-IR"/>
        </w:rPr>
      </w:pPr>
      <w:r>
        <w:rPr>
          <w:rtl/>
          <w:lang w:bidi="fa-IR"/>
        </w:rPr>
        <w:lastRenderedPageBreak/>
        <w:t>5</w:t>
      </w:r>
      <w:r w:rsidR="00BE6861">
        <w:rPr>
          <w:rFonts w:hint="cs"/>
          <w:rtl/>
          <w:lang w:bidi="fa-IR"/>
        </w:rPr>
        <w:t>-</w:t>
      </w:r>
      <w:r>
        <w:rPr>
          <w:rtl/>
          <w:lang w:bidi="fa-IR"/>
        </w:rPr>
        <w:t xml:space="preserve"> وصيّت نامه او مبنى بر حمايت بنى هاشم از پيامبر اسلام .</w:t>
      </w:r>
    </w:p>
    <w:p w:rsidR="00B33631" w:rsidRDefault="00B33631" w:rsidP="004D48DE">
      <w:pPr>
        <w:pStyle w:val="libNormal"/>
        <w:rPr>
          <w:rtl/>
          <w:lang w:bidi="fa-IR"/>
        </w:rPr>
      </w:pPr>
      <w:r>
        <w:rPr>
          <w:rtl/>
          <w:lang w:bidi="fa-IR"/>
        </w:rPr>
        <w:t>6- سفارش او به همسر و فرزندش جعفر، براى حمايت از پيامبر صلّى اللّه عليه و آله و توجّه به اسلام ونماز.</w:t>
      </w:r>
    </w:p>
    <w:p w:rsidR="00B33631" w:rsidRDefault="00B33631" w:rsidP="004D48DE">
      <w:pPr>
        <w:pStyle w:val="libNormal"/>
        <w:rPr>
          <w:rtl/>
          <w:lang w:bidi="fa-IR"/>
        </w:rPr>
      </w:pPr>
      <w:r>
        <w:rPr>
          <w:rtl/>
          <w:lang w:bidi="fa-IR"/>
        </w:rPr>
        <w:t>7- حمايت هاى بيدريغ او از پيامبر كه در شب هاى خطرناك ، جاى خواب آن حضرت را با جاى خواب فرزندش على عليه السلام عوض مى كرد وفرزندش را در معرض خطر قرار مى داد.</w:t>
      </w:r>
    </w:p>
    <w:p w:rsidR="00B33631" w:rsidRDefault="00B33631" w:rsidP="004D48DE">
      <w:pPr>
        <w:pStyle w:val="libNormal"/>
        <w:rPr>
          <w:rtl/>
          <w:lang w:bidi="fa-IR"/>
        </w:rPr>
      </w:pPr>
      <w:r>
        <w:rPr>
          <w:rtl/>
          <w:lang w:bidi="fa-IR"/>
        </w:rPr>
        <w:t>8 زندگى فاطمه بنت اسد با ابوطالب كه در اسلام او شكّى نيست ، زيرا اگر ابوطالب مسلمان نبود، نبايد زن مسلمان همسرش باشد.</w:t>
      </w:r>
    </w:p>
    <w:p w:rsidR="00B33631" w:rsidRDefault="00B33631" w:rsidP="004D48DE">
      <w:pPr>
        <w:pStyle w:val="libNormal"/>
        <w:rPr>
          <w:rtl/>
          <w:lang w:bidi="fa-IR"/>
        </w:rPr>
      </w:pPr>
      <w:r>
        <w:rPr>
          <w:rtl/>
          <w:lang w:bidi="fa-IR"/>
        </w:rPr>
        <w:t>9- اشعار فراوان او كه از اقرارش به اسلام حكايت دارد.</w:t>
      </w:r>
    </w:p>
    <w:p w:rsidR="00B33631" w:rsidRDefault="00B33631" w:rsidP="004D48DE">
      <w:pPr>
        <w:pStyle w:val="libNormal"/>
        <w:rPr>
          <w:rtl/>
          <w:lang w:bidi="fa-IR"/>
        </w:rPr>
      </w:pPr>
      <w:r>
        <w:rPr>
          <w:rtl/>
          <w:lang w:bidi="fa-IR"/>
        </w:rPr>
        <w:t>البتّه نبايد فراموش كرد كه تنها گناه نابخشودنى او اين است كه پدر على عليه السلام است ! و دشمنان آن حضرت چه بودجه هايى را در راه ضربه زدن به آن حضرت هزينه كردند و رواياتى را جَعل نمودند و براى اينكه ميان ابوطالب پدر حضرت على عليهما السلام و ابوسفيان پدر معاويه تعادلى برقرار كنند، سابقه ى شرك را تهمت زدند.</w:t>
      </w:r>
    </w:p>
    <w:p w:rsidR="00B33631" w:rsidRDefault="00DF6A2E" w:rsidP="00DF6A2E">
      <w:pPr>
        <w:pStyle w:val="Heading2"/>
        <w:rPr>
          <w:rtl/>
          <w:lang w:bidi="fa-IR"/>
        </w:rPr>
      </w:pPr>
      <w:bookmarkStart w:id="140" w:name="_Toc362088707"/>
      <w:r>
        <w:rPr>
          <w:rtl/>
          <w:lang w:bidi="fa-IR"/>
        </w:rPr>
        <w:t>پيام ها :</w:t>
      </w:r>
      <w:bookmarkEnd w:id="140"/>
    </w:p>
    <w:p w:rsidR="00B33631" w:rsidRDefault="00B33631" w:rsidP="004D48DE">
      <w:pPr>
        <w:pStyle w:val="libNormal"/>
        <w:rPr>
          <w:rtl/>
          <w:lang w:bidi="fa-IR"/>
        </w:rPr>
      </w:pPr>
      <w:r>
        <w:rPr>
          <w:rtl/>
          <w:lang w:bidi="fa-IR"/>
        </w:rPr>
        <w:t xml:space="preserve">1- وظيفه ى انبيا ابلاغ پيام هاى الهى و ارائه راه است . پذيرفتن يا عدم پذيرش مردم ربطى به آن بزرگواران ندارد. انّك لا تهدى </w:t>
      </w:r>
    </w:p>
    <w:p w:rsidR="00B33631" w:rsidRDefault="00B33631" w:rsidP="004D48DE">
      <w:pPr>
        <w:pStyle w:val="libNormal"/>
        <w:rPr>
          <w:rtl/>
          <w:lang w:bidi="fa-IR"/>
        </w:rPr>
      </w:pPr>
      <w:r>
        <w:rPr>
          <w:rtl/>
          <w:lang w:bidi="fa-IR"/>
        </w:rPr>
        <w:t>2- پيامبران ، براى هدايت منحرفان سوز وشور داشتند. مَن اءحبَبتَ</w:t>
      </w:r>
    </w:p>
    <w:p w:rsidR="00B33631" w:rsidRDefault="00B33631" w:rsidP="004D48DE">
      <w:pPr>
        <w:pStyle w:val="libNormal"/>
        <w:rPr>
          <w:rtl/>
          <w:lang w:bidi="fa-IR"/>
        </w:rPr>
      </w:pPr>
      <w:r>
        <w:rPr>
          <w:rtl/>
          <w:lang w:bidi="fa-IR"/>
        </w:rPr>
        <w:t xml:space="preserve">3- هدايت ، كار خداوند است كه فقط شامل دلهاى پاك و آماده مى شود. ولكن اللّه يهدى </w:t>
      </w:r>
    </w:p>
    <w:p w:rsidR="00BE6861" w:rsidRPr="00DE30EA" w:rsidRDefault="00BE6861"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4- خواست خداوند بر اساس حكمت و علم اوست . يهدى من يشاء و هو اعلم </w:t>
      </w:r>
    </w:p>
    <w:p w:rsidR="00B33631" w:rsidRPr="00BE6861" w:rsidRDefault="002E3834" w:rsidP="00BE6861">
      <w:pPr>
        <w:pStyle w:val="Heading1"/>
        <w:rPr>
          <w:rtl/>
        </w:rPr>
      </w:pPr>
      <w:r w:rsidRPr="00BE6861">
        <w:rPr>
          <w:rtl/>
        </w:rPr>
        <w:t xml:space="preserve"> </w:t>
      </w:r>
      <w:bookmarkStart w:id="141" w:name="_Toc362088708"/>
      <w:r w:rsidRPr="00035AB4">
        <w:rPr>
          <w:highlight w:val="yellow"/>
          <w:rtl/>
        </w:rPr>
        <w:t>(57)</w:t>
      </w:r>
      <w:r w:rsidRPr="00BE6861">
        <w:rPr>
          <w:rtl/>
        </w:rPr>
        <w:t xml:space="preserve"> وَقَالُوَّاْ إِن نَّتَّبِعِ الْهُدَى مَعَكَ نُتَخَطَّفْ مِنْ اءَرْضِنَآ اءَوَلَمْ نُمَكِّن لَّهُمْ حَرَماً ءَامِناً يُجْبَىَّ إِلَيْهِ ثَمَرَتُ كُلِّ شَىْءٍ رِّزْقاً مِّن لَّدُنَّا وَلَكِنَّ اءَكْثَرَهُمْ لاَ يَعْلَمُونَ</w:t>
      </w:r>
      <w:bookmarkEnd w:id="141"/>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(كفّار مكّه) گفتند: اگر ما با (قبول برنامه هاى) تو، هدايت را بپذيريم ، (بزودى) از سرزمينمان آواره خواهيم شد. (بگو:) آيا ما آنان را در حرم اءمنى قرار نداديم كه بهره هاى هر چيزى به عنوان روزى از جانب ما به سوى آن سرازير مى شود؟ولى بيشتر آنان نمى دانند!</w:t>
      </w:r>
    </w:p>
    <w:p w:rsidR="00B33631" w:rsidRDefault="00DF6A2E" w:rsidP="00DF6A2E">
      <w:pPr>
        <w:pStyle w:val="Heading2"/>
        <w:rPr>
          <w:rtl/>
          <w:lang w:bidi="fa-IR"/>
        </w:rPr>
      </w:pPr>
      <w:bookmarkStart w:id="142" w:name="_Toc362088709"/>
      <w:r>
        <w:rPr>
          <w:rtl/>
          <w:lang w:bidi="fa-IR"/>
        </w:rPr>
        <w:t>نكته ها :</w:t>
      </w:r>
      <w:bookmarkEnd w:id="142"/>
    </w:p>
    <w:p w:rsidR="00B33631" w:rsidRDefault="00B33631" w:rsidP="004D48DE">
      <w:pPr>
        <w:pStyle w:val="libNormal"/>
        <w:rPr>
          <w:rtl/>
          <w:lang w:bidi="fa-IR"/>
        </w:rPr>
      </w:pPr>
      <w:r>
        <w:rPr>
          <w:rtl/>
          <w:lang w:bidi="fa-IR"/>
        </w:rPr>
        <w:t>گروهى از مشركان مكّه به پيامبراسلام صلّى اللّه عليه و آله اظهار داشتند كه اگر ما هدايت را به همراه تو پذيرا شويم ، به سرعت از خانه و كاشانه خود رانده و آواره ، و از زندگى و هستى خويش ساقط و درمانده مى گرديم .</w:t>
      </w:r>
    </w:p>
    <w:p w:rsidR="00B33631" w:rsidRDefault="00B33631" w:rsidP="004D48DE">
      <w:pPr>
        <w:pStyle w:val="libNormal"/>
        <w:rPr>
          <w:rtl/>
          <w:lang w:bidi="fa-IR"/>
        </w:rPr>
      </w:pPr>
      <w:r>
        <w:rPr>
          <w:rtl/>
          <w:lang w:bidi="fa-IR"/>
        </w:rPr>
        <w:t>خداوند با سه پاسخ بهانه ى آنان را ردّ مى فرمايد:</w:t>
      </w:r>
    </w:p>
    <w:p w:rsidR="00B33631" w:rsidRDefault="00B33631" w:rsidP="004D48DE">
      <w:pPr>
        <w:pStyle w:val="libNormal"/>
        <w:rPr>
          <w:rtl/>
          <w:lang w:bidi="fa-IR"/>
        </w:rPr>
      </w:pPr>
      <w:r>
        <w:rPr>
          <w:rtl/>
          <w:lang w:bidi="fa-IR"/>
        </w:rPr>
        <w:t>پاسخ اوّل كه در همين آيه مورد اشاره قرار گرفته است اين كه ؛ همان خدايى كه مكّه را پايگاه اءمن ومحلّ جلب و سرازير شدن روزى فراوان براى شما قرار داد، باز مى تواند آن را تداوم بخشد. (در اين جواب دلگرمى و بشارت است)</w:t>
      </w:r>
    </w:p>
    <w:p w:rsidR="00BE6861" w:rsidRDefault="00B33631" w:rsidP="004D48DE">
      <w:pPr>
        <w:pStyle w:val="libNormal"/>
        <w:rPr>
          <w:rtl/>
          <w:lang w:bidi="fa-IR"/>
        </w:rPr>
      </w:pPr>
      <w:r>
        <w:rPr>
          <w:rtl/>
          <w:lang w:bidi="fa-IR"/>
        </w:rPr>
        <w:t>پاسخ دوّم كه در آيه ى بعد آمده است اينكه ؛ بر فرض بخاطر حفظ رفاه و منافع خود، ايمان نياوريد، قهر خدا را چه خواهيد كرد؟</w:t>
      </w:r>
    </w:p>
    <w:p w:rsidR="00BE6861" w:rsidRPr="00DE30EA" w:rsidRDefault="00BE6861" w:rsidP="00DE30EA">
      <w:pPr>
        <w:rPr>
          <w:rtl/>
        </w:rPr>
      </w:pPr>
      <w:r>
        <w:rPr>
          <w:rtl/>
          <w:lang w:bidi="fa-IR"/>
        </w:rPr>
        <w:br w:type="page"/>
      </w:r>
    </w:p>
    <w:p w:rsidR="00B33631" w:rsidRPr="00BE6861" w:rsidRDefault="00B33631" w:rsidP="00BE6861">
      <w:pPr>
        <w:pStyle w:val="libNormal0"/>
        <w:rPr>
          <w:rtl/>
        </w:rPr>
      </w:pPr>
      <w:r w:rsidRPr="00BE6861">
        <w:rPr>
          <w:rtl/>
        </w:rPr>
        <w:lastRenderedPageBreak/>
        <w:t xml:space="preserve"> (در اين جواب انذار و هشدار است)</w:t>
      </w:r>
    </w:p>
    <w:p w:rsidR="00B33631" w:rsidRDefault="00B33631" w:rsidP="004D48DE">
      <w:pPr>
        <w:pStyle w:val="libNormal"/>
        <w:rPr>
          <w:rtl/>
          <w:lang w:bidi="fa-IR"/>
        </w:rPr>
      </w:pPr>
      <w:r>
        <w:rPr>
          <w:rtl/>
          <w:lang w:bidi="fa-IR"/>
        </w:rPr>
        <w:t>پاسخ سوّم كه در آيه 60 همين سوره مطرح شده است اين كه ؛ مگر مال و متاع دنيا چقدر ارزش دارد كه به واسطه آن ايمان نمى آوريد بدانيد آنچه در نزد خداست ، بهتر و پايدارتر است . پس عدم ايمان شما هيچ وجه و توجيهى ندارد.</w:t>
      </w:r>
    </w:p>
    <w:p w:rsidR="00B33631" w:rsidRDefault="00DF6A2E" w:rsidP="00DF6A2E">
      <w:pPr>
        <w:pStyle w:val="Heading2"/>
        <w:rPr>
          <w:rtl/>
          <w:lang w:bidi="fa-IR"/>
        </w:rPr>
      </w:pPr>
      <w:bookmarkStart w:id="143" w:name="_Toc362088710"/>
      <w:r>
        <w:rPr>
          <w:rtl/>
          <w:lang w:bidi="fa-IR"/>
        </w:rPr>
        <w:t>پيام ها :</w:t>
      </w:r>
      <w:bookmarkEnd w:id="143"/>
    </w:p>
    <w:p w:rsidR="00B33631" w:rsidRDefault="00B33631" w:rsidP="004D48DE">
      <w:pPr>
        <w:pStyle w:val="libNormal"/>
        <w:rPr>
          <w:rtl/>
          <w:lang w:bidi="fa-IR"/>
        </w:rPr>
      </w:pPr>
      <w:r>
        <w:rPr>
          <w:rtl/>
          <w:lang w:bidi="fa-IR"/>
        </w:rPr>
        <w:t xml:space="preserve">1- دين ، تنها عقيده نيست ، بلكه برنامه هاى عملى نيز دارد. نتّبع الهُدى معك </w:t>
      </w:r>
    </w:p>
    <w:p w:rsidR="00B33631" w:rsidRDefault="00B33631" w:rsidP="004D48DE">
      <w:pPr>
        <w:pStyle w:val="libNormal"/>
        <w:rPr>
          <w:rtl/>
          <w:lang w:bidi="fa-IR"/>
        </w:rPr>
      </w:pPr>
      <w:r>
        <w:rPr>
          <w:rtl/>
          <w:lang w:bidi="fa-IR"/>
        </w:rPr>
        <w:t xml:space="preserve">2- حساسيّت دشمنان تنها نسبت به راه حقّ و مسير الهى نيست كه آنها، هم به راه حقّ و هم به رهبرى حقّ اعتراض دارند. ان نتّبع الهُدى معك </w:t>
      </w:r>
    </w:p>
    <w:p w:rsidR="00B33631" w:rsidRDefault="00B33631" w:rsidP="004D48DE">
      <w:pPr>
        <w:pStyle w:val="libNormal"/>
        <w:rPr>
          <w:rtl/>
          <w:lang w:bidi="fa-IR"/>
        </w:rPr>
      </w:pPr>
      <w:r>
        <w:rPr>
          <w:rtl/>
          <w:lang w:bidi="fa-IR"/>
        </w:rPr>
        <w:t>3- ايمان آوردن ، تنها به آگاهى داشتن نيست ، بلكه به جراءت هم نياز دارد. ان نتّبع الهُدى معك نتخطّف (آرى ، گروهى حقّانيّت اسلام را مى فهمند، ولى بخاطر حفظ منافع شخصى از آن سرباز مى زنند.)</w:t>
      </w:r>
    </w:p>
    <w:p w:rsidR="00B33631" w:rsidRDefault="00B33631" w:rsidP="004D48DE">
      <w:pPr>
        <w:pStyle w:val="libNormal"/>
        <w:rPr>
          <w:rtl/>
          <w:lang w:bidi="fa-IR"/>
        </w:rPr>
      </w:pPr>
      <w:r>
        <w:rPr>
          <w:rtl/>
          <w:lang w:bidi="fa-IR"/>
        </w:rPr>
        <w:t>4- انسان ، وطن دوست است . من ارضنا</w:t>
      </w:r>
    </w:p>
    <w:p w:rsidR="00B33631" w:rsidRDefault="00B33631" w:rsidP="004D48DE">
      <w:pPr>
        <w:pStyle w:val="libNormal"/>
        <w:rPr>
          <w:rtl/>
          <w:lang w:bidi="fa-IR"/>
        </w:rPr>
      </w:pPr>
      <w:r>
        <w:rPr>
          <w:rtl/>
          <w:lang w:bidi="fa-IR"/>
        </w:rPr>
        <w:t>5</w:t>
      </w:r>
      <w:r w:rsidR="00BE6861">
        <w:rPr>
          <w:rFonts w:hint="cs"/>
          <w:rtl/>
          <w:lang w:bidi="fa-IR"/>
        </w:rPr>
        <w:t>-</w:t>
      </w:r>
      <w:r>
        <w:rPr>
          <w:rtl/>
          <w:lang w:bidi="fa-IR"/>
        </w:rPr>
        <w:t xml:space="preserve"> ترس از دست دادن نعمت ها را با ياد الطاف الهى دفع كنيم . اءولم نمكّن لهم حرما آمنا (آرى ياد نعمت ها، عامل توكّل و رفع نگرانى هاست .)</w:t>
      </w:r>
    </w:p>
    <w:p w:rsidR="00B33631" w:rsidRDefault="00B33631" w:rsidP="004D48DE">
      <w:pPr>
        <w:pStyle w:val="libNormal"/>
        <w:rPr>
          <w:rtl/>
          <w:lang w:bidi="fa-IR"/>
        </w:rPr>
      </w:pPr>
      <w:r>
        <w:rPr>
          <w:rtl/>
          <w:lang w:bidi="fa-IR"/>
        </w:rPr>
        <w:t xml:space="preserve">6- بهبود، رونق و رشد اقتصادى در گرو امنيّت و آرامش اجتماعى است . آمنا يُحبى اليه ثمرات </w:t>
      </w:r>
    </w:p>
    <w:p w:rsidR="00B33631" w:rsidRDefault="00B33631" w:rsidP="004D48DE">
      <w:pPr>
        <w:pStyle w:val="libNormal"/>
        <w:rPr>
          <w:rtl/>
          <w:lang w:bidi="fa-IR"/>
        </w:rPr>
      </w:pPr>
      <w:r>
        <w:rPr>
          <w:rtl/>
          <w:lang w:bidi="fa-IR"/>
        </w:rPr>
        <w:t>7- امنيّت و رزق ، دو نعمت تضمين شده ى حرم الهى (مكّه) است . آمنا يُحبى اليه ثمرات كلّ شى ء</w:t>
      </w:r>
    </w:p>
    <w:p w:rsidR="00BE6861" w:rsidRDefault="00B33631" w:rsidP="004D48DE">
      <w:pPr>
        <w:pStyle w:val="libNormal"/>
        <w:rPr>
          <w:rtl/>
          <w:lang w:bidi="fa-IR"/>
        </w:rPr>
      </w:pPr>
      <w:r>
        <w:rPr>
          <w:rtl/>
          <w:lang w:bidi="fa-IR"/>
        </w:rPr>
        <w:t xml:space="preserve">8 برترى ايمان بر رفاه و آسايش ، براى اكثر مردم پنهان است . ولكنّ اكثرهم لا يعلمون </w:t>
      </w:r>
    </w:p>
    <w:p w:rsidR="00B33631" w:rsidRPr="00DE30EA" w:rsidRDefault="00BE6861" w:rsidP="00DE30EA">
      <w:pPr>
        <w:rPr>
          <w:rtl/>
        </w:rPr>
      </w:pPr>
      <w:r>
        <w:rPr>
          <w:rtl/>
          <w:lang w:bidi="fa-IR"/>
        </w:rPr>
        <w:br w:type="page"/>
      </w:r>
    </w:p>
    <w:p w:rsidR="00B33631" w:rsidRPr="00BE6861" w:rsidRDefault="002E3834" w:rsidP="00BE6861">
      <w:pPr>
        <w:pStyle w:val="Heading1"/>
        <w:rPr>
          <w:rtl/>
        </w:rPr>
      </w:pPr>
      <w:r w:rsidRPr="00BE6861">
        <w:rPr>
          <w:rtl/>
        </w:rPr>
        <w:lastRenderedPageBreak/>
        <w:t xml:space="preserve"> </w:t>
      </w:r>
      <w:bookmarkStart w:id="144" w:name="_Toc362088711"/>
      <w:r w:rsidRPr="00035AB4">
        <w:rPr>
          <w:highlight w:val="yellow"/>
          <w:rtl/>
        </w:rPr>
        <w:t>(58)</w:t>
      </w:r>
      <w:r w:rsidRPr="00BE6861">
        <w:rPr>
          <w:rtl/>
        </w:rPr>
        <w:t xml:space="preserve"> وَكَمْ اءَهْلَكْنَا مِن قَرْيَةٍ بَطِرَتْ مَعِيشَتَهَا فَتِلْكَ مَسَكِنُهُمْ لَمْ تُسْكَن مِّن بَعْدِهِمْ إِلاقَلِيلاً وَكُنَّا نَحْنُ الْوَرِثِينَ</w:t>
      </w:r>
      <w:bookmarkEnd w:id="144"/>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چه بسيار مناطقى كه ما (آنها را) بخاطر طغيان در زندگى ، هلاك كرديم ، اين خانه هاى آنهاست كه بعد از آنان جز اندكى (از انسان ها در آن) سكونت نكردند و ما وارث آنان هستيم .</w:t>
      </w:r>
    </w:p>
    <w:p w:rsidR="00B33631" w:rsidRDefault="00DF6A2E" w:rsidP="00DF6A2E">
      <w:pPr>
        <w:pStyle w:val="Heading2"/>
        <w:rPr>
          <w:rtl/>
          <w:lang w:bidi="fa-IR"/>
        </w:rPr>
      </w:pPr>
      <w:bookmarkStart w:id="145" w:name="_Toc362088712"/>
      <w:r>
        <w:rPr>
          <w:rtl/>
          <w:lang w:bidi="fa-IR"/>
        </w:rPr>
        <w:t>نكته ها :</w:t>
      </w:r>
      <w:bookmarkEnd w:id="145"/>
    </w:p>
    <w:p w:rsidR="00B33631" w:rsidRDefault="00B33631" w:rsidP="004D48DE">
      <w:pPr>
        <w:pStyle w:val="libNormal"/>
        <w:rPr>
          <w:rtl/>
          <w:lang w:bidi="fa-IR"/>
        </w:rPr>
      </w:pPr>
      <w:r>
        <w:rPr>
          <w:rtl/>
          <w:lang w:bidi="fa-IR"/>
        </w:rPr>
        <w:t>كلمه ى «بَطِر» به معناى طغيان و سرمستى بر اثر فزونى ثروت و رفاه است .</w:t>
      </w:r>
    </w:p>
    <w:p w:rsidR="00B33631" w:rsidRDefault="00B33631" w:rsidP="004D48DE">
      <w:pPr>
        <w:pStyle w:val="libNormal"/>
        <w:rPr>
          <w:rtl/>
          <w:lang w:bidi="fa-IR"/>
        </w:rPr>
      </w:pPr>
      <w:r>
        <w:rPr>
          <w:rtl/>
          <w:lang w:bidi="fa-IR"/>
        </w:rPr>
        <w:t>در آيه قبل خوانديم كه گروهى به پيامبر اكرم صلّى اللّه عليه و آله گفتند: اگر ما به تو ايمان بياوريم ، كفّار مكّه ما را آواره خواهند كرد، و خداوند فرمود: همان قدرتى كه مكّه را محل امن و رزق فراوان براى شما قرار داد، بعد از ايمان نيز مى تواند نعمت هايش ‍ را براى شما حفظ نمايد. در اين آيه خداوند مى فرمايد: فراموش نكنيد كه ما بسيارى از شهرها را كه سرمست از نعمت ها و غرق در رفاه بودند نابود كرديم ، شما نيز كه بخاطر حفظ رفاه و اموال خود ايمان نمى آوريد، با قهر الهى چه مى كنيد؟!</w:t>
      </w:r>
    </w:p>
    <w:p w:rsidR="00B33631" w:rsidRDefault="00B33631" w:rsidP="004D48DE">
      <w:pPr>
        <w:pStyle w:val="libNormal"/>
        <w:rPr>
          <w:rtl/>
          <w:lang w:bidi="fa-IR"/>
        </w:rPr>
      </w:pPr>
      <w:r>
        <w:rPr>
          <w:rtl/>
          <w:lang w:bidi="fa-IR"/>
        </w:rPr>
        <w:t>منظور از «تلك مساكنهم»، مساكن مخروبه ى قوم عاد در منطقه احقاف (ميان يمن و شام)، يا قوم ثمود در منطقه سَدوم است كه مردم حجاز در مسافرت هاى تجارى از كنار آنها عبور مى كردند و با چشم خود مى ديدند.</w:t>
      </w:r>
    </w:p>
    <w:p w:rsidR="00BE6861" w:rsidRPr="00DE30EA" w:rsidRDefault="00BE6861" w:rsidP="00DE30EA">
      <w:pPr>
        <w:rPr>
          <w:rtl/>
        </w:rPr>
      </w:pPr>
      <w:r>
        <w:rPr>
          <w:rtl/>
          <w:lang w:bidi="fa-IR"/>
        </w:rPr>
        <w:br w:type="page"/>
      </w:r>
    </w:p>
    <w:p w:rsidR="00B33631" w:rsidRDefault="00DF6A2E" w:rsidP="00DF6A2E">
      <w:pPr>
        <w:pStyle w:val="Heading2"/>
        <w:rPr>
          <w:rtl/>
          <w:lang w:bidi="fa-IR"/>
        </w:rPr>
      </w:pPr>
      <w:bookmarkStart w:id="146" w:name="_Toc362088713"/>
      <w:r>
        <w:rPr>
          <w:rtl/>
          <w:lang w:bidi="fa-IR"/>
        </w:rPr>
        <w:lastRenderedPageBreak/>
        <w:t>پيام ها :</w:t>
      </w:r>
      <w:bookmarkEnd w:id="146"/>
    </w:p>
    <w:p w:rsidR="00B33631" w:rsidRDefault="00B33631" w:rsidP="004D48DE">
      <w:pPr>
        <w:pStyle w:val="libNormal"/>
        <w:rPr>
          <w:rtl/>
          <w:lang w:bidi="fa-IR"/>
        </w:rPr>
      </w:pPr>
      <w:r>
        <w:rPr>
          <w:rtl/>
          <w:lang w:bidi="fa-IR"/>
        </w:rPr>
        <w:t>1- گاه ثروت و رفاه نه تنها مايه ى سعادت نيست كه باعث غرور، طغيان و هلاكت است . كم اهلكنا... بطرت معيشتها</w:t>
      </w:r>
    </w:p>
    <w:p w:rsidR="00B33631" w:rsidRDefault="00B33631" w:rsidP="004D48DE">
      <w:pPr>
        <w:pStyle w:val="libNormal"/>
        <w:rPr>
          <w:rtl/>
          <w:lang w:bidi="fa-IR"/>
        </w:rPr>
      </w:pPr>
      <w:r>
        <w:rPr>
          <w:rtl/>
          <w:lang w:bidi="fa-IR"/>
        </w:rPr>
        <w:t>2- سرنوشت افراد و جوامع ، در گرو اعمال خود آنهاست . كم اهلكنا... بطرت معيشتها</w:t>
      </w:r>
    </w:p>
    <w:p w:rsidR="00B33631" w:rsidRDefault="00B33631" w:rsidP="004D48DE">
      <w:pPr>
        <w:pStyle w:val="libNormal"/>
        <w:rPr>
          <w:rtl/>
          <w:lang w:bidi="fa-IR"/>
        </w:rPr>
      </w:pPr>
      <w:r>
        <w:rPr>
          <w:rtl/>
          <w:lang w:bidi="fa-IR"/>
        </w:rPr>
        <w:t xml:space="preserve">3- سنّت الهى ، هلاكت مرفّهان بى ايمان است . اهلكنا من قرية بطرت </w:t>
      </w:r>
    </w:p>
    <w:p w:rsidR="00B33631" w:rsidRDefault="00B33631" w:rsidP="004D48DE">
      <w:pPr>
        <w:pStyle w:val="libNormal"/>
        <w:rPr>
          <w:rtl/>
          <w:lang w:bidi="fa-IR"/>
        </w:rPr>
      </w:pPr>
      <w:r>
        <w:rPr>
          <w:rtl/>
          <w:lang w:bidi="fa-IR"/>
        </w:rPr>
        <w:t>4- خرابه ها وبقاياى تمدّن هاى گذشته ، بهترين پندآموز نسل هاى بعدى است . تلك مساكنهم (از جمله برنامه هاى تربيتى ، بازديد از همين اما</w:t>
      </w:r>
      <w:r w:rsidR="00BE6861">
        <w:rPr>
          <w:rtl/>
          <w:lang w:bidi="fa-IR"/>
        </w:rPr>
        <w:t>كن است</w:t>
      </w:r>
      <w:r>
        <w:rPr>
          <w:rtl/>
          <w:lang w:bidi="fa-IR"/>
        </w:rPr>
        <w:t>.)</w:t>
      </w:r>
    </w:p>
    <w:p w:rsidR="00B33631" w:rsidRDefault="00B33631" w:rsidP="004D48DE">
      <w:pPr>
        <w:pStyle w:val="libNormal"/>
        <w:rPr>
          <w:rtl/>
          <w:lang w:bidi="fa-IR"/>
        </w:rPr>
      </w:pPr>
      <w:r>
        <w:rPr>
          <w:rtl/>
          <w:lang w:bidi="fa-IR"/>
        </w:rPr>
        <w:t xml:space="preserve">5 مرفّهان ، اموال خود را رها كرده و خواهند رفت . پس هدايت وسعادت ابدى را با رفاه زودگذر دنيوى معامله نكنيم . نحن الوارثين </w:t>
      </w:r>
    </w:p>
    <w:p w:rsidR="00B33631" w:rsidRPr="00BE6861" w:rsidRDefault="002E3834" w:rsidP="00BE6861">
      <w:pPr>
        <w:pStyle w:val="Heading1"/>
        <w:rPr>
          <w:rtl/>
        </w:rPr>
      </w:pPr>
      <w:r w:rsidRPr="00BE6861">
        <w:rPr>
          <w:rtl/>
        </w:rPr>
        <w:t xml:space="preserve"> </w:t>
      </w:r>
      <w:bookmarkStart w:id="147" w:name="_Toc362088714"/>
      <w:r w:rsidRPr="00035AB4">
        <w:rPr>
          <w:highlight w:val="yellow"/>
          <w:rtl/>
        </w:rPr>
        <w:t>(59)</w:t>
      </w:r>
      <w:r w:rsidRPr="00BE6861">
        <w:rPr>
          <w:rtl/>
        </w:rPr>
        <w:t xml:space="preserve"> وَمَا كَانَ رَبُّكَ مُهْلِكَ الْقُرَى حَتَّى يَبْعَثَ فِىَّ اءُمِّهَا رَسُولاً يَتْلُواْعَلَيْهِمْ ءَايَتِنَا وَمَاكُنَّا مُهْلِكِى الْقُرَىَّإِلا وَ اءَهْلُهَا ظَلِمُونَ</w:t>
      </w:r>
      <w:bookmarkEnd w:id="147"/>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پروردگارت قريه ها (و شهرها) را نابود نمى كند، مگر اينكه در ميان آنان پيامبرى برانگيزد، كه آيات ما را بر آنان تلاوت كند. و ما هيچ آبادى را هلاك نكرديم مگر آنكه اهل آن ظالم بودند.</w:t>
      </w:r>
    </w:p>
    <w:p w:rsidR="00B33631" w:rsidRDefault="00DF6A2E" w:rsidP="00DF6A2E">
      <w:pPr>
        <w:pStyle w:val="Heading2"/>
        <w:rPr>
          <w:rtl/>
          <w:lang w:bidi="fa-IR"/>
        </w:rPr>
      </w:pPr>
      <w:bookmarkStart w:id="148" w:name="_Toc362088715"/>
      <w:r>
        <w:rPr>
          <w:rtl/>
          <w:lang w:bidi="fa-IR"/>
        </w:rPr>
        <w:t>پيام ها :</w:t>
      </w:r>
      <w:bookmarkEnd w:id="148"/>
    </w:p>
    <w:p w:rsidR="00B33631" w:rsidRDefault="00B33631" w:rsidP="004D48DE">
      <w:pPr>
        <w:pStyle w:val="libNormal"/>
        <w:rPr>
          <w:rtl/>
          <w:lang w:bidi="fa-IR"/>
        </w:rPr>
      </w:pPr>
      <w:r>
        <w:rPr>
          <w:rtl/>
          <w:lang w:bidi="fa-IR"/>
        </w:rPr>
        <w:t xml:space="preserve">1- از مهم ترين وظايف انبيا، تلاوت آيات الهى بر مردم است . يتلوا عليهم </w:t>
      </w:r>
    </w:p>
    <w:p w:rsidR="00B33631" w:rsidRDefault="00B33631" w:rsidP="004D48DE">
      <w:pPr>
        <w:pStyle w:val="libNormal"/>
        <w:rPr>
          <w:rtl/>
          <w:lang w:bidi="fa-IR"/>
        </w:rPr>
      </w:pPr>
      <w:r>
        <w:rPr>
          <w:rtl/>
          <w:lang w:bidi="fa-IR"/>
        </w:rPr>
        <w:t>2- مكّه ، اُمّالقراى اسلام است . يبعث فى اُمّهارسولا</w:t>
      </w:r>
    </w:p>
    <w:p w:rsidR="00BE6861" w:rsidRPr="00DE30EA" w:rsidRDefault="00BE6861" w:rsidP="00DE30EA">
      <w:pPr>
        <w:rPr>
          <w:rtl/>
        </w:rPr>
      </w:pPr>
      <w:r>
        <w:rPr>
          <w:rtl/>
          <w:lang w:bidi="fa-IR"/>
        </w:rPr>
        <w:br w:type="page"/>
      </w:r>
    </w:p>
    <w:p w:rsidR="00B33631" w:rsidRDefault="00B33631" w:rsidP="004D48DE">
      <w:pPr>
        <w:pStyle w:val="libNormal"/>
        <w:rPr>
          <w:rtl/>
          <w:lang w:bidi="fa-IR"/>
        </w:rPr>
      </w:pPr>
      <w:r>
        <w:rPr>
          <w:rtl/>
          <w:lang w:bidi="fa-IR"/>
        </w:rPr>
        <w:lastRenderedPageBreak/>
        <w:t>3- جوامع ستمگر در معرض قهر الهى هستند. ربّك مهلكى القرى ...</w:t>
      </w:r>
    </w:p>
    <w:p w:rsidR="00B33631" w:rsidRDefault="00B33631" w:rsidP="004D48DE">
      <w:pPr>
        <w:pStyle w:val="libNormal"/>
        <w:rPr>
          <w:rtl/>
          <w:lang w:bidi="fa-IR"/>
        </w:rPr>
      </w:pPr>
      <w:r>
        <w:rPr>
          <w:rtl/>
          <w:lang w:bidi="fa-IR"/>
        </w:rPr>
        <w:t>4- تا اتمام حجّت نشود، قهرى از جانب خدا نازل نمى شود. ماكان ربّك مهلك القرى حتّى يبعث رسولا</w:t>
      </w:r>
    </w:p>
    <w:p w:rsidR="00B33631" w:rsidRDefault="00B33631" w:rsidP="004D48DE">
      <w:pPr>
        <w:pStyle w:val="libNormal"/>
        <w:rPr>
          <w:rtl/>
          <w:lang w:bidi="fa-IR"/>
        </w:rPr>
      </w:pPr>
      <w:r>
        <w:rPr>
          <w:rtl/>
          <w:lang w:bidi="fa-IR"/>
        </w:rPr>
        <w:t xml:space="preserve">5 قهر الهى ، يكى از شيوه هاى تربيتى خداوند است . (هلاكت بدنبال كلمه ى «ربّك» آمده است) ربّك مهلك القُرى </w:t>
      </w:r>
    </w:p>
    <w:p w:rsidR="00B33631" w:rsidRDefault="00B33631" w:rsidP="004D48DE">
      <w:pPr>
        <w:pStyle w:val="libNormal"/>
        <w:rPr>
          <w:rtl/>
          <w:lang w:bidi="fa-IR"/>
        </w:rPr>
      </w:pPr>
      <w:r>
        <w:rPr>
          <w:rtl/>
          <w:lang w:bidi="fa-IR"/>
        </w:rPr>
        <w:t>6- محل هاى تبليغى بايد در مراكز وكانون هاى اصلى اجتماعات وشهرها باشد. يبعث فى اُمّها رسولا (آيه ، نشانگر نقش مكان در تبليغ است .)</w:t>
      </w:r>
    </w:p>
    <w:p w:rsidR="00B33631" w:rsidRDefault="00B33631" w:rsidP="004D48DE">
      <w:pPr>
        <w:pStyle w:val="libNormal"/>
        <w:rPr>
          <w:rtl/>
          <w:lang w:bidi="fa-IR"/>
        </w:rPr>
      </w:pPr>
      <w:r>
        <w:rPr>
          <w:rtl/>
          <w:lang w:bidi="fa-IR"/>
        </w:rPr>
        <w:t xml:space="preserve">7- پاسخ مثبت ندادن به دعوت انبيا، ظلم است . يتلوا عليهم ... واهلها ظالمون </w:t>
      </w:r>
    </w:p>
    <w:p w:rsidR="00B33631" w:rsidRDefault="00B33631" w:rsidP="004D48DE">
      <w:pPr>
        <w:pStyle w:val="libNormal"/>
        <w:rPr>
          <w:rtl/>
          <w:lang w:bidi="fa-IR"/>
        </w:rPr>
      </w:pPr>
      <w:r>
        <w:rPr>
          <w:rtl/>
          <w:lang w:bidi="fa-IR"/>
        </w:rPr>
        <w:t xml:space="preserve">8 هلاكت ستمگران در دنيا، سنّت وبرنامه ى الهى است . مهلكى القرى ... اهلها ظالمون </w:t>
      </w:r>
    </w:p>
    <w:p w:rsidR="00B33631" w:rsidRPr="00BE6861" w:rsidRDefault="002E3834" w:rsidP="00BE6861">
      <w:pPr>
        <w:pStyle w:val="Heading1"/>
        <w:rPr>
          <w:rtl/>
        </w:rPr>
      </w:pPr>
      <w:r w:rsidRPr="00BE6861">
        <w:rPr>
          <w:rtl/>
        </w:rPr>
        <w:t xml:space="preserve"> </w:t>
      </w:r>
      <w:bookmarkStart w:id="149" w:name="_Toc362088716"/>
      <w:r w:rsidRPr="00035AB4">
        <w:rPr>
          <w:highlight w:val="yellow"/>
          <w:rtl/>
        </w:rPr>
        <w:t>(60)</w:t>
      </w:r>
      <w:r w:rsidR="00BE6861" w:rsidRPr="00035AB4">
        <w:rPr>
          <w:rFonts w:hint="cs"/>
          <w:rtl/>
        </w:rPr>
        <w:t xml:space="preserve"> </w:t>
      </w:r>
      <w:r w:rsidRPr="00BE6861">
        <w:rPr>
          <w:rtl/>
        </w:rPr>
        <w:t>وَمَآ اءُوتِيتُم مِّن شَىْءٍ فَمَتَعُ الْحَيَوةِ الدُّنْيَا وَ زِينَتُهَا وَمَا عِندَ اللّهِ خَيْرٌ وَاءَبْقَىَّ اءَفَلاَ تَعْقِلُونَ</w:t>
      </w:r>
      <w:bookmarkEnd w:id="149"/>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وآنچه به شما داده شده ، بهره ى زندگى دنيا و زينت آن است (كه فانى و زودگذر است )، در حالى كه آنچه نزدخداست ، بهتر و پايدارتر است . پس آيا نمى انديشيد؟!</w:t>
      </w:r>
    </w:p>
    <w:p w:rsidR="00B33631" w:rsidRDefault="00DF6A2E" w:rsidP="00DF6A2E">
      <w:pPr>
        <w:pStyle w:val="Heading2"/>
        <w:rPr>
          <w:rtl/>
          <w:lang w:bidi="fa-IR"/>
        </w:rPr>
      </w:pPr>
      <w:bookmarkStart w:id="150" w:name="_Toc362088717"/>
      <w:r>
        <w:rPr>
          <w:rtl/>
          <w:lang w:bidi="fa-IR"/>
        </w:rPr>
        <w:t>نكته ها :</w:t>
      </w:r>
      <w:bookmarkEnd w:id="150"/>
    </w:p>
    <w:p w:rsidR="00BE6861" w:rsidRDefault="00B33631" w:rsidP="004D48DE">
      <w:pPr>
        <w:pStyle w:val="libNormal"/>
        <w:rPr>
          <w:rtl/>
          <w:lang w:bidi="fa-IR"/>
        </w:rPr>
      </w:pPr>
      <w:r>
        <w:rPr>
          <w:rtl/>
          <w:lang w:bidi="fa-IR"/>
        </w:rPr>
        <w:t xml:space="preserve">در واقع اين سوّمين جوابى است كه خداوند در پاسخ بهانه جويى كفّار مكّه (كه اگر ما ايمان بياوريم ، زندگانى ما مختل مى شود) مى دهد، </w:t>
      </w:r>
    </w:p>
    <w:p w:rsidR="00BE6861" w:rsidRPr="00DE30EA" w:rsidRDefault="00BE6861" w:rsidP="00DE30EA">
      <w:pPr>
        <w:rPr>
          <w:rtl/>
        </w:rPr>
      </w:pPr>
      <w:r>
        <w:rPr>
          <w:rtl/>
          <w:lang w:bidi="fa-IR"/>
        </w:rPr>
        <w:br w:type="page"/>
      </w:r>
    </w:p>
    <w:p w:rsidR="00B33631" w:rsidRDefault="00B33631" w:rsidP="00BE6861">
      <w:pPr>
        <w:pStyle w:val="libNormal0"/>
        <w:rPr>
          <w:rtl/>
          <w:lang w:bidi="fa-IR"/>
        </w:rPr>
      </w:pPr>
      <w:r>
        <w:rPr>
          <w:rtl/>
          <w:lang w:bidi="fa-IR"/>
        </w:rPr>
        <w:lastRenderedPageBreak/>
        <w:t>كه آنچه به گمان خام خود از رهگذر عدم ايمان بدست مى آوريد، متاع وكالاى بى ارزش و فانى زندگى محدود دنياست ، در حالى كه آنچه نزد خداست ، بهتر و ماندگارتر است .</w:t>
      </w:r>
    </w:p>
    <w:p w:rsidR="00B33631" w:rsidRDefault="00DF6A2E" w:rsidP="00DF6A2E">
      <w:pPr>
        <w:pStyle w:val="Heading2"/>
        <w:rPr>
          <w:rtl/>
          <w:lang w:bidi="fa-IR"/>
        </w:rPr>
      </w:pPr>
      <w:bookmarkStart w:id="151" w:name="_Toc362088718"/>
      <w:r>
        <w:rPr>
          <w:rtl/>
          <w:lang w:bidi="fa-IR"/>
        </w:rPr>
        <w:t>پيام ها :</w:t>
      </w:r>
      <w:bookmarkEnd w:id="151"/>
    </w:p>
    <w:p w:rsidR="00B33631" w:rsidRDefault="00B33631" w:rsidP="004D48DE">
      <w:pPr>
        <w:pStyle w:val="libNormal"/>
        <w:rPr>
          <w:rtl/>
          <w:lang w:bidi="fa-IR"/>
        </w:rPr>
      </w:pPr>
      <w:r>
        <w:rPr>
          <w:rtl/>
          <w:lang w:bidi="fa-IR"/>
        </w:rPr>
        <w:t xml:space="preserve">1- ثروت و دارايى خود را محصول تلاش و زرنگى خويش نپنداريم كه هر چه هست از خداوند است . ما اوتيتم </w:t>
      </w:r>
    </w:p>
    <w:p w:rsidR="00B33631" w:rsidRDefault="00B33631" w:rsidP="004D48DE">
      <w:pPr>
        <w:pStyle w:val="libNormal"/>
        <w:rPr>
          <w:rtl/>
          <w:lang w:bidi="fa-IR"/>
        </w:rPr>
      </w:pPr>
      <w:r>
        <w:rPr>
          <w:rtl/>
          <w:lang w:bidi="fa-IR"/>
        </w:rPr>
        <w:t xml:space="preserve">2- نعمت هاى دنيوى ، محدود است ؛ من شى ءولى پاداش الهى ، نامحدود و غير قابل تصوّر است . ما عنداللّه خير و ابقى </w:t>
      </w:r>
    </w:p>
    <w:p w:rsidR="00B33631" w:rsidRDefault="00B33631" w:rsidP="004D48DE">
      <w:pPr>
        <w:pStyle w:val="libNormal"/>
        <w:rPr>
          <w:rtl/>
          <w:lang w:bidi="fa-IR"/>
        </w:rPr>
      </w:pPr>
      <w:r>
        <w:rPr>
          <w:rtl/>
          <w:lang w:bidi="fa-IR"/>
        </w:rPr>
        <w:t xml:space="preserve">3- اگر بخاطر پذيرش ايمان ، دنيا را از دست بدهيد، به نعمت هاى بى منتها وبى زوال دست خواهيد يافت . ما عنداللّه خيرٌ و ابقى </w:t>
      </w:r>
    </w:p>
    <w:p w:rsidR="00B33631" w:rsidRDefault="00B33631" w:rsidP="004D48DE">
      <w:pPr>
        <w:pStyle w:val="libNormal"/>
        <w:rPr>
          <w:rtl/>
          <w:lang w:bidi="fa-IR"/>
        </w:rPr>
      </w:pPr>
      <w:r>
        <w:rPr>
          <w:rtl/>
          <w:lang w:bidi="fa-IR"/>
        </w:rPr>
        <w:t xml:space="preserve">4- هر كس باقى را فداى فانى ، و بهره ى ناب را با لذّات آميخته با مشكلات عوض كند، در حقيقت عاقل نيست . اءفلا تعقلون </w:t>
      </w:r>
    </w:p>
    <w:p w:rsidR="00B33631" w:rsidRDefault="00B33631" w:rsidP="00657A10">
      <w:pPr>
        <w:pStyle w:val="libBold1"/>
        <w:rPr>
          <w:rtl/>
          <w:lang w:bidi="fa-IR"/>
        </w:rPr>
      </w:pPr>
      <w:r>
        <w:rPr>
          <w:rtl/>
          <w:lang w:bidi="fa-IR"/>
        </w:rPr>
        <w:t>نگاهى به دنيا از منظر قرآن</w:t>
      </w:r>
    </w:p>
    <w:p w:rsidR="00B33631" w:rsidRDefault="00B33631" w:rsidP="004D48DE">
      <w:pPr>
        <w:pStyle w:val="libNormal"/>
        <w:rPr>
          <w:rtl/>
          <w:lang w:bidi="fa-IR"/>
        </w:rPr>
      </w:pPr>
      <w:r>
        <w:rPr>
          <w:rtl/>
          <w:lang w:bidi="fa-IR"/>
        </w:rPr>
        <w:t>در قرآن مجيد، از دنيا وزندگانى دنيا با تعبيرات مختلفى ياد گرديده و انسان ها را از اقبال به آن و اغفال در برابر آن برحذر داشته است ، از جمله :</w:t>
      </w:r>
    </w:p>
    <w:p w:rsidR="00B33631" w:rsidRDefault="00B33631" w:rsidP="004D48DE">
      <w:pPr>
        <w:pStyle w:val="libNormal"/>
        <w:rPr>
          <w:rtl/>
          <w:lang w:bidi="fa-IR"/>
        </w:rPr>
      </w:pPr>
      <w:r>
        <w:rPr>
          <w:rtl/>
          <w:lang w:bidi="fa-IR"/>
        </w:rPr>
        <w:t xml:space="preserve">دنيا، عارضى است . عَرَض الحيوة الدّنيا </w:t>
      </w:r>
      <w:r w:rsidR="00144845" w:rsidRPr="00C96ECB">
        <w:rPr>
          <w:rStyle w:val="libFootnotenumChar"/>
          <w:rtl/>
          <w:lang w:bidi="fa-IR"/>
        </w:rPr>
        <w:t>(70)</w:t>
      </w:r>
    </w:p>
    <w:p w:rsidR="00B33631" w:rsidRDefault="00B33631" w:rsidP="004D48DE">
      <w:pPr>
        <w:pStyle w:val="libNormal"/>
        <w:rPr>
          <w:rtl/>
          <w:lang w:bidi="fa-IR"/>
        </w:rPr>
      </w:pPr>
      <w:r>
        <w:rPr>
          <w:rtl/>
          <w:lang w:bidi="fa-IR"/>
        </w:rPr>
        <w:t xml:space="preserve">دنيا، بازيچه است . و ماالحيوة الدّنيا الاّ لعبٌ و لَهو </w:t>
      </w:r>
      <w:r w:rsidR="00144845" w:rsidRPr="00C96ECB">
        <w:rPr>
          <w:rStyle w:val="libFootnotenumChar"/>
          <w:rtl/>
          <w:lang w:bidi="fa-IR"/>
        </w:rPr>
        <w:t>(71)</w:t>
      </w:r>
    </w:p>
    <w:p w:rsidR="00B33631" w:rsidRDefault="00B33631" w:rsidP="004D48DE">
      <w:pPr>
        <w:pStyle w:val="libNormal"/>
        <w:rPr>
          <w:rStyle w:val="libFootnotenumChar"/>
          <w:rFonts w:hint="cs"/>
          <w:rtl/>
          <w:lang w:bidi="fa-IR"/>
        </w:rPr>
      </w:pPr>
      <w:r>
        <w:rPr>
          <w:rtl/>
          <w:lang w:bidi="fa-IR"/>
        </w:rPr>
        <w:t xml:space="preserve">دنيا، اندك و ناچيز است . فما متاع الحيوة الدّنيا فى الا خرة الاّ قليل </w:t>
      </w:r>
      <w:r w:rsidR="00144845" w:rsidRPr="00C96ECB">
        <w:rPr>
          <w:rStyle w:val="libFootnotenumChar"/>
          <w:rtl/>
          <w:lang w:bidi="fa-IR"/>
        </w:rPr>
        <w:t>(72)</w:t>
      </w:r>
    </w:p>
    <w:p w:rsidR="00657A10" w:rsidRDefault="00657A10" w:rsidP="00657A10">
      <w:pPr>
        <w:pStyle w:val="libLine"/>
        <w:rPr>
          <w:rtl/>
        </w:rPr>
      </w:pPr>
      <w:r w:rsidRPr="00AD5C7B">
        <w:rPr>
          <w:rtl/>
        </w:rPr>
        <w:t>_________________________</w:t>
      </w:r>
    </w:p>
    <w:p w:rsidR="00657A10" w:rsidRDefault="00657A10" w:rsidP="00657A10">
      <w:pPr>
        <w:pStyle w:val="libFootnote"/>
        <w:rPr>
          <w:rtl/>
        </w:rPr>
      </w:pPr>
      <w:r>
        <w:rPr>
          <w:rtl/>
        </w:rPr>
        <w:t>70- نساء، 94.</w:t>
      </w:r>
    </w:p>
    <w:p w:rsidR="00657A10" w:rsidRDefault="00657A10" w:rsidP="00657A10">
      <w:pPr>
        <w:pStyle w:val="libFootnote"/>
        <w:rPr>
          <w:rtl/>
        </w:rPr>
      </w:pPr>
      <w:r>
        <w:rPr>
          <w:rtl/>
        </w:rPr>
        <w:t>71- انعام ، 32.</w:t>
      </w:r>
    </w:p>
    <w:p w:rsidR="00657A10" w:rsidRDefault="00657A10" w:rsidP="00657A10">
      <w:pPr>
        <w:pStyle w:val="libFootnote"/>
        <w:rPr>
          <w:rtl/>
        </w:rPr>
      </w:pPr>
      <w:r>
        <w:rPr>
          <w:rtl/>
        </w:rPr>
        <w:t>72- توبه ، 38.</w:t>
      </w:r>
    </w:p>
    <w:p w:rsidR="00657A10" w:rsidRPr="00DE30EA" w:rsidRDefault="00657A10"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زندگى دنيا، مايه ى غرور و اغفال است . وما الحيوة الدّنيا الاّ متاع الغرور </w:t>
      </w:r>
      <w:r w:rsidR="00144845" w:rsidRPr="00C96ECB">
        <w:rPr>
          <w:rStyle w:val="libFootnotenumChar"/>
          <w:rtl/>
          <w:lang w:bidi="fa-IR"/>
        </w:rPr>
        <w:t>(73)</w:t>
      </w:r>
    </w:p>
    <w:p w:rsidR="00B33631" w:rsidRDefault="00B33631" w:rsidP="004D48DE">
      <w:pPr>
        <w:pStyle w:val="libNormal"/>
        <w:rPr>
          <w:rtl/>
          <w:lang w:bidi="fa-IR"/>
        </w:rPr>
      </w:pPr>
      <w:r>
        <w:rPr>
          <w:rtl/>
          <w:lang w:bidi="fa-IR"/>
        </w:rPr>
        <w:t xml:space="preserve">زندگى دنيا، براى كفّار جلوه دارد. زيّن للّذين كفروا الحيوة الدّنيا </w:t>
      </w:r>
      <w:r w:rsidR="00144845" w:rsidRPr="00C96ECB">
        <w:rPr>
          <w:rStyle w:val="libFootnotenumChar"/>
          <w:rtl/>
          <w:lang w:bidi="fa-IR"/>
        </w:rPr>
        <w:t>(74)</w:t>
      </w:r>
    </w:p>
    <w:p w:rsidR="00B33631" w:rsidRDefault="00B33631" w:rsidP="004D48DE">
      <w:pPr>
        <w:pStyle w:val="libNormal"/>
        <w:rPr>
          <w:rtl/>
          <w:lang w:bidi="fa-IR"/>
        </w:rPr>
      </w:pPr>
      <w:r>
        <w:rPr>
          <w:rtl/>
          <w:lang w:bidi="fa-IR"/>
        </w:rPr>
        <w:t xml:space="preserve">مال و فرزند، جلوه هاى دنيا هستند. المال والبنون زينة الحيوة الدّنيا </w:t>
      </w:r>
      <w:r w:rsidR="00144845" w:rsidRPr="00C96ECB">
        <w:rPr>
          <w:rStyle w:val="libFootnotenumChar"/>
          <w:rtl/>
          <w:lang w:bidi="fa-IR"/>
        </w:rPr>
        <w:t>(75)</w:t>
      </w:r>
    </w:p>
    <w:p w:rsidR="00B33631" w:rsidRDefault="00B33631" w:rsidP="004D48DE">
      <w:pPr>
        <w:pStyle w:val="libNormal"/>
        <w:rPr>
          <w:rtl/>
          <w:lang w:bidi="fa-IR"/>
        </w:rPr>
      </w:pPr>
      <w:r>
        <w:rPr>
          <w:rtl/>
          <w:lang w:bidi="fa-IR"/>
        </w:rPr>
        <w:t xml:space="preserve">دنيا، غنچه اى است كه براى هيچ كس گُل نمى شود. زهرة الحيوة الدّنيا </w:t>
      </w:r>
      <w:r w:rsidR="00144845" w:rsidRPr="00C96ECB">
        <w:rPr>
          <w:rStyle w:val="libFootnotenumChar"/>
          <w:rtl/>
          <w:lang w:bidi="fa-IR"/>
        </w:rPr>
        <w:t>(76)</w:t>
      </w:r>
    </w:p>
    <w:p w:rsidR="00B33631" w:rsidRDefault="00B33631" w:rsidP="004D48DE">
      <w:pPr>
        <w:pStyle w:val="libNormal"/>
        <w:rPr>
          <w:rtl/>
          <w:lang w:bidi="fa-IR"/>
        </w:rPr>
      </w:pPr>
      <w:r>
        <w:rPr>
          <w:rtl/>
          <w:lang w:bidi="fa-IR"/>
        </w:rPr>
        <w:t xml:space="preserve">چرا آخرت را به دنيا مى فروشيد؟ اشتروا الحيوة الدّنيا بالا خره </w:t>
      </w:r>
      <w:r w:rsidR="00144845" w:rsidRPr="00C96ECB">
        <w:rPr>
          <w:rStyle w:val="libFootnotenumChar"/>
          <w:rtl/>
          <w:lang w:bidi="fa-IR"/>
        </w:rPr>
        <w:t>(77)</w:t>
      </w:r>
    </w:p>
    <w:p w:rsidR="00B33631" w:rsidRDefault="00B33631" w:rsidP="004D48DE">
      <w:pPr>
        <w:pStyle w:val="libNormal"/>
        <w:rPr>
          <w:rtl/>
          <w:lang w:bidi="fa-IR"/>
        </w:rPr>
      </w:pPr>
      <w:r>
        <w:rPr>
          <w:rtl/>
          <w:lang w:bidi="fa-IR"/>
        </w:rPr>
        <w:t xml:space="preserve">چرا به دنياى فانى و محدود، راضى مى شويد؟ اءرَضِيتم بالحيوة الدّنيا </w:t>
      </w:r>
      <w:r w:rsidR="00144845" w:rsidRPr="00C96ECB">
        <w:rPr>
          <w:rStyle w:val="libFootnotenumChar"/>
          <w:rtl/>
          <w:lang w:bidi="fa-IR"/>
        </w:rPr>
        <w:t>(78)</w:t>
      </w:r>
    </w:p>
    <w:p w:rsidR="00B33631" w:rsidRDefault="00B33631" w:rsidP="004D48DE">
      <w:pPr>
        <w:pStyle w:val="libNormal"/>
        <w:rPr>
          <w:rtl/>
          <w:lang w:bidi="fa-IR"/>
        </w:rPr>
      </w:pPr>
      <w:r>
        <w:rPr>
          <w:rtl/>
          <w:lang w:bidi="fa-IR"/>
        </w:rPr>
        <w:t xml:space="preserve">چرا به دنياى كوچك و زودگذر شاد مى گرديد؟ فَرِحوا بالحيوة الدّنيا </w:t>
      </w:r>
      <w:r w:rsidR="00144845" w:rsidRPr="00C96ECB">
        <w:rPr>
          <w:rStyle w:val="libFootnotenumChar"/>
          <w:rtl/>
          <w:lang w:bidi="fa-IR"/>
        </w:rPr>
        <w:t>(79)</w:t>
      </w:r>
    </w:p>
    <w:p w:rsidR="00B33631" w:rsidRDefault="00B33631" w:rsidP="004D48DE">
      <w:pPr>
        <w:pStyle w:val="libNormal"/>
        <w:rPr>
          <w:rtl/>
          <w:lang w:bidi="fa-IR"/>
        </w:rPr>
      </w:pPr>
      <w:r>
        <w:rPr>
          <w:rtl/>
          <w:lang w:bidi="fa-IR"/>
        </w:rPr>
        <w:t>چرا دنيا را به آخرت ترجيح مى دهيد؟ يَستحبّون الحيوة الدّنيا على الا خره</w:t>
      </w:r>
      <w:r w:rsidR="00144845" w:rsidRPr="00C96ECB">
        <w:rPr>
          <w:rStyle w:val="libFootnotenumChar"/>
          <w:rtl/>
          <w:lang w:bidi="fa-IR"/>
        </w:rPr>
        <w:t>(80)</w:t>
      </w:r>
    </w:p>
    <w:p w:rsidR="00B33631" w:rsidRDefault="00B33631" w:rsidP="004D48DE">
      <w:pPr>
        <w:pStyle w:val="libNormal"/>
        <w:rPr>
          <w:rtl/>
          <w:lang w:bidi="fa-IR"/>
        </w:rPr>
      </w:pPr>
      <w:r>
        <w:rPr>
          <w:rtl/>
          <w:lang w:bidi="fa-IR"/>
        </w:rPr>
        <w:t xml:space="preserve">چرا به دنياداران خيره مى شويد؟ لاتمدّنّ عينيك الى ما متّعنا به </w:t>
      </w:r>
      <w:r w:rsidR="00144845" w:rsidRPr="00C96ECB">
        <w:rPr>
          <w:rStyle w:val="libFootnotenumChar"/>
          <w:rtl/>
          <w:lang w:bidi="fa-IR"/>
        </w:rPr>
        <w:t>(81)</w:t>
      </w:r>
    </w:p>
    <w:p w:rsidR="00B33631" w:rsidRDefault="00B33631" w:rsidP="004D48DE">
      <w:pPr>
        <w:pStyle w:val="libNormal"/>
        <w:rPr>
          <w:rStyle w:val="libFootnotenumChar"/>
          <w:rFonts w:hint="cs"/>
          <w:rtl/>
          <w:lang w:bidi="fa-IR"/>
        </w:rPr>
      </w:pPr>
      <w:r>
        <w:rPr>
          <w:rtl/>
          <w:lang w:bidi="fa-IR"/>
        </w:rPr>
        <w:t xml:space="preserve">چرا فقط به دنيا فكر مى كنيد؟ لم يردالاّالحيوة الدّنيا </w:t>
      </w:r>
      <w:r w:rsidR="00144845" w:rsidRPr="00C96ECB">
        <w:rPr>
          <w:rStyle w:val="libFootnotenumChar"/>
          <w:rtl/>
          <w:lang w:bidi="fa-IR"/>
        </w:rPr>
        <w:t>(82)</w:t>
      </w:r>
    </w:p>
    <w:p w:rsidR="00657A10" w:rsidRDefault="00657A10" w:rsidP="00657A10">
      <w:pPr>
        <w:pStyle w:val="libLine"/>
        <w:rPr>
          <w:rtl/>
        </w:rPr>
      </w:pPr>
      <w:r w:rsidRPr="00AD5C7B">
        <w:rPr>
          <w:rtl/>
        </w:rPr>
        <w:t>_________________________</w:t>
      </w:r>
    </w:p>
    <w:p w:rsidR="00657A10" w:rsidRDefault="00657A10" w:rsidP="00657A10">
      <w:pPr>
        <w:pStyle w:val="libFootnote"/>
        <w:rPr>
          <w:rtl/>
        </w:rPr>
      </w:pPr>
      <w:r>
        <w:rPr>
          <w:rtl/>
        </w:rPr>
        <w:t>73- آل عمران ، 185.</w:t>
      </w:r>
    </w:p>
    <w:p w:rsidR="00657A10" w:rsidRDefault="00657A10" w:rsidP="00657A10">
      <w:pPr>
        <w:pStyle w:val="libFootnote"/>
        <w:rPr>
          <w:rtl/>
        </w:rPr>
      </w:pPr>
      <w:r>
        <w:rPr>
          <w:rtl/>
        </w:rPr>
        <w:t>74- بقره ، 212.</w:t>
      </w:r>
    </w:p>
    <w:p w:rsidR="00657A10" w:rsidRDefault="00657A10" w:rsidP="00657A10">
      <w:pPr>
        <w:pStyle w:val="libFootnote"/>
        <w:rPr>
          <w:rtl/>
        </w:rPr>
      </w:pPr>
      <w:r>
        <w:rPr>
          <w:rtl/>
        </w:rPr>
        <w:t>75- كهف ، 46.</w:t>
      </w:r>
    </w:p>
    <w:p w:rsidR="00657A10" w:rsidRDefault="00657A10" w:rsidP="00657A10">
      <w:pPr>
        <w:pStyle w:val="libFootnote"/>
        <w:rPr>
          <w:rtl/>
        </w:rPr>
      </w:pPr>
      <w:r>
        <w:rPr>
          <w:rtl/>
        </w:rPr>
        <w:t>76- طه ، 131.</w:t>
      </w:r>
    </w:p>
    <w:p w:rsidR="00657A10" w:rsidRDefault="00657A10" w:rsidP="00657A10">
      <w:pPr>
        <w:pStyle w:val="libFootnote"/>
        <w:rPr>
          <w:rtl/>
        </w:rPr>
      </w:pPr>
      <w:r>
        <w:rPr>
          <w:rtl/>
        </w:rPr>
        <w:t>77- بقره ، 86.</w:t>
      </w:r>
    </w:p>
    <w:p w:rsidR="00657A10" w:rsidRDefault="00657A10" w:rsidP="00657A10">
      <w:pPr>
        <w:pStyle w:val="libFootnote"/>
        <w:rPr>
          <w:rtl/>
        </w:rPr>
      </w:pPr>
      <w:r>
        <w:rPr>
          <w:rtl/>
        </w:rPr>
        <w:t>78- توبه ، 38.</w:t>
      </w:r>
    </w:p>
    <w:p w:rsidR="00657A10" w:rsidRDefault="00657A10" w:rsidP="00657A10">
      <w:pPr>
        <w:pStyle w:val="libFootnote"/>
        <w:rPr>
          <w:rtl/>
        </w:rPr>
      </w:pPr>
      <w:r>
        <w:rPr>
          <w:rtl/>
        </w:rPr>
        <w:t>79- رعد، 26.</w:t>
      </w:r>
    </w:p>
    <w:p w:rsidR="00657A10" w:rsidRDefault="00657A10" w:rsidP="00657A10">
      <w:pPr>
        <w:pStyle w:val="libFootnote"/>
        <w:rPr>
          <w:rtl/>
        </w:rPr>
      </w:pPr>
      <w:r>
        <w:rPr>
          <w:rtl/>
        </w:rPr>
        <w:t>80- ابراهيم ، 3.</w:t>
      </w:r>
    </w:p>
    <w:p w:rsidR="00657A10" w:rsidRDefault="00657A10" w:rsidP="00657A10">
      <w:pPr>
        <w:pStyle w:val="libFootnote"/>
        <w:rPr>
          <w:rtl/>
        </w:rPr>
      </w:pPr>
      <w:r>
        <w:rPr>
          <w:rtl/>
        </w:rPr>
        <w:t>81- حجر، 88.</w:t>
      </w:r>
    </w:p>
    <w:p w:rsidR="00657A10" w:rsidRDefault="00657A10" w:rsidP="00657A10">
      <w:pPr>
        <w:pStyle w:val="libFootnote"/>
        <w:rPr>
          <w:rtl/>
        </w:rPr>
      </w:pPr>
      <w:r>
        <w:rPr>
          <w:rtl/>
        </w:rPr>
        <w:t>82- نجم ، 29.</w:t>
      </w:r>
    </w:p>
    <w:p w:rsidR="00657A10" w:rsidRPr="00DE30EA" w:rsidRDefault="00657A10"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آيا دنياگرايان نمى دانند كه جايگاهشان دوزخ است ؟ و آثر الحيوة الدّنيا، فانّ الجحيم هى الماءوى </w:t>
      </w:r>
      <w:r w:rsidR="00144845" w:rsidRPr="00C96ECB">
        <w:rPr>
          <w:rStyle w:val="libFootnotenumChar"/>
          <w:rtl/>
          <w:lang w:bidi="fa-IR"/>
        </w:rPr>
        <w:t>(83)</w:t>
      </w:r>
    </w:p>
    <w:p w:rsidR="00B33631" w:rsidRDefault="00B33631" w:rsidP="004D48DE">
      <w:pPr>
        <w:pStyle w:val="libNormal"/>
        <w:rPr>
          <w:rtl/>
          <w:lang w:bidi="fa-IR"/>
        </w:rPr>
      </w:pPr>
      <w:r>
        <w:rPr>
          <w:rtl/>
          <w:lang w:bidi="fa-IR"/>
        </w:rPr>
        <w:t>البتّه اين همه هشدار به خاطر كنترل مردم دنياگرا است و آنچه در آيات و روايات انتقاد شده ، از دنياپرستى ، آخرت فروشى ، غافل شدن ، سرمست شدن و حقّ فقرا را ندادن است ، ولى اگر افرادى در چهارچوب عدل و انصاف سراغ دنيا بروند و از كمالات ديگر و آخرت غافل نشوند و حقّ محرومان را ادا كنند و در تحصيل دنيا يا مصرف آن ظلم نكنند، اين گونه مال و دنيا فضل و رحمت الهى است .</w:t>
      </w:r>
    </w:p>
    <w:p w:rsidR="00B33631" w:rsidRPr="00657A10" w:rsidRDefault="002E3834" w:rsidP="00657A10">
      <w:pPr>
        <w:pStyle w:val="Heading1"/>
        <w:rPr>
          <w:rtl/>
        </w:rPr>
      </w:pPr>
      <w:r w:rsidRPr="00657A10">
        <w:rPr>
          <w:rtl/>
        </w:rPr>
        <w:t xml:space="preserve"> </w:t>
      </w:r>
      <w:bookmarkStart w:id="152" w:name="_Toc362088719"/>
      <w:r w:rsidRPr="00035AB4">
        <w:rPr>
          <w:highlight w:val="yellow"/>
          <w:rtl/>
        </w:rPr>
        <w:t>(61)</w:t>
      </w:r>
      <w:r w:rsidRPr="00657A10">
        <w:rPr>
          <w:rtl/>
        </w:rPr>
        <w:t xml:space="preserve"> اءَفَمَن وَعَدْنَهُ وَعْداً حَسَناً فَهُوَ لَقِيهِ كَمَن مَّتَّعْنَهُ مَتَعَ الْحَيَوةِالدُّنْيَا ثُمَّ هُوَ يَوْمَ الْقِيَمَةِ مِنَ الْمُحْضَرِينَ</w:t>
      </w:r>
      <w:bookmarkEnd w:id="152"/>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پس آيا كسى كه به او وعده اى نيكو داده ايم و او آن را خواهد ديد، مانند كسى است كه او را از بهره ى زندگى دنيا بهره مند ساختيم (و) سپس او در روز قيامت از احضارشدگان (براى حساب و جزا) خواهد بود؟!</w:t>
      </w:r>
    </w:p>
    <w:p w:rsidR="00B33631" w:rsidRDefault="00DF6A2E" w:rsidP="00DF6A2E">
      <w:pPr>
        <w:pStyle w:val="Heading2"/>
        <w:rPr>
          <w:rtl/>
          <w:lang w:bidi="fa-IR"/>
        </w:rPr>
      </w:pPr>
      <w:bookmarkStart w:id="153" w:name="_Toc362088720"/>
      <w:r>
        <w:rPr>
          <w:rtl/>
          <w:lang w:bidi="fa-IR"/>
        </w:rPr>
        <w:t>نكته ها :</w:t>
      </w:r>
      <w:bookmarkEnd w:id="153"/>
    </w:p>
    <w:p w:rsidR="00B33631" w:rsidRDefault="00B33631" w:rsidP="004D48DE">
      <w:pPr>
        <w:pStyle w:val="libNormal"/>
        <w:rPr>
          <w:rFonts w:hint="cs"/>
          <w:rtl/>
          <w:lang w:bidi="fa-IR"/>
        </w:rPr>
      </w:pPr>
      <w:r>
        <w:rPr>
          <w:rtl/>
          <w:lang w:bidi="fa-IR"/>
        </w:rPr>
        <w:t>اين آيه در ادامه ى آيات قبل ، پيرامون كسانى است كه بخاطر حفظ زندگانى دنيا، بر كفر باقى ماندند.</w:t>
      </w:r>
    </w:p>
    <w:p w:rsidR="00987F40" w:rsidRDefault="00987F40" w:rsidP="00987F40">
      <w:pPr>
        <w:pStyle w:val="libLine"/>
        <w:rPr>
          <w:rtl/>
        </w:rPr>
      </w:pPr>
      <w:r w:rsidRPr="00AD5C7B">
        <w:rPr>
          <w:rtl/>
        </w:rPr>
        <w:t>_________________________</w:t>
      </w:r>
    </w:p>
    <w:p w:rsidR="00987F40" w:rsidRDefault="00987F40" w:rsidP="00987F40">
      <w:pPr>
        <w:pStyle w:val="libFootnote"/>
        <w:rPr>
          <w:rtl/>
        </w:rPr>
      </w:pPr>
      <w:r>
        <w:rPr>
          <w:rtl/>
        </w:rPr>
        <w:t>83- نازعات ، 38.</w:t>
      </w:r>
    </w:p>
    <w:p w:rsidR="00987F40" w:rsidRPr="00DE30EA" w:rsidRDefault="00987F40" w:rsidP="00DE30EA">
      <w:pPr>
        <w:rPr>
          <w:rtl/>
        </w:rPr>
      </w:pPr>
      <w:r>
        <w:rPr>
          <w:rtl/>
          <w:lang w:bidi="fa-IR"/>
        </w:rPr>
        <w:br w:type="page"/>
      </w:r>
    </w:p>
    <w:p w:rsidR="00B33631" w:rsidRDefault="00B33631" w:rsidP="004D48DE">
      <w:pPr>
        <w:pStyle w:val="libNormal"/>
        <w:rPr>
          <w:rtl/>
          <w:lang w:bidi="fa-IR"/>
        </w:rPr>
      </w:pPr>
      <w:r>
        <w:rPr>
          <w:rtl/>
          <w:lang w:bidi="fa-IR"/>
        </w:rPr>
        <w:lastRenderedPageBreak/>
        <w:t>وعده اى كه در اين آيه به آن اشاره گرديده ، همان وعده اى است كه در آيات مختلف قرآن به اهل ايمان و عمل صالح داده شده است ، از جمله آيه ى نهم سوره ى مائده :</w:t>
      </w:r>
    </w:p>
    <w:p w:rsidR="00B33631" w:rsidRDefault="00B33631" w:rsidP="00987F40">
      <w:pPr>
        <w:pStyle w:val="libAie"/>
        <w:rPr>
          <w:rtl/>
          <w:lang w:bidi="fa-IR"/>
        </w:rPr>
      </w:pPr>
      <w:r>
        <w:rPr>
          <w:rtl/>
          <w:lang w:bidi="fa-IR"/>
        </w:rPr>
        <w:t>وَعَدَ اللّهُ الّذين آمنوا و عملوا الصالحاتِ لهم مغفرةٌ و اءجرٌ عظيم .</w:t>
      </w:r>
    </w:p>
    <w:p w:rsidR="00B33631" w:rsidRDefault="00B33631" w:rsidP="004D48DE">
      <w:pPr>
        <w:pStyle w:val="libNormal"/>
        <w:rPr>
          <w:rtl/>
          <w:lang w:bidi="fa-IR"/>
        </w:rPr>
      </w:pPr>
      <w:r>
        <w:rPr>
          <w:rtl/>
          <w:lang w:bidi="fa-IR"/>
        </w:rPr>
        <w:t>مخالفان پيامبر اكرم صلّى اللّه عليه و آله در صدر اسلام ، افراد مرفّه و كامياب بوده اند.</w:t>
      </w:r>
    </w:p>
    <w:p w:rsidR="00B33631" w:rsidRDefault="00DF6A2E" w:rsidP="00DF6A2E">
      <w:pPr>
        <w:pStyle w:val="Heading2"/>
        <w:rPr>
          <w:rtl/>
          <w:lang w:bidi="fa-IR"/>
        </w:rPr>
      </w:pPr>
      <w:bookmarkStart w:id="154" w:name="_Toc362088721"/>
      <w:r>
        <w:rPr>
          <w:rtl/>
          <w:lang w:bidi="fa-IR"/>
        </w:rPr>
        <w:t>پيام ها :</w:t>
      </w:r>
      <w:bookmarkEnd w:id="154"/>
    </w:p>
    <w:p w:rsidR="00B33631" w:rsidRDefault="00B33631" w:rsidP="004D48DE">
      <w:pPr>
        <w:pStyle w:val="libNormal"/>
        <w:rPr>
          <w:rtl/>
          <w:lang w:bidi="fa-IR"/>
        </w:rPr>
      </w:pPr>
      <w:r>
        <w:rPr>
          <w:rtl/>
          <w:lang w:bidi="fa-IR"/>
        </w:rPr>
        <w:t>1- وعده هاى الهى و پاداش هاى اخروى ، هم بزرگ است و هم نيكو. وعدا حسنا (كلمه «وَعدا» كه با تنوين آمده ، اشاره به بزرگى امر و كلمه «حسنا» نشان از نيكويى دارد.)</w:t>
      </w:r>
    </w:p>
    <w:p w:rsidR="00B33631" w:rsidRDefault="00B33631" w:rsidP="004D48DE">
      <w:pPr>
        <w:pStyle w:val="libNormal"/>
        <w:rPr>
          <w:rtl/>
          <w:lang w:bidi="fa-IR"/>
        </w:rPr>
      </w:pPr>
      <w:r>
        <w:rPr>
          <w:rtl/>
          <w:lang w:bidi="fa-IR"/>
        </w:rPr>
        <w:t xml:space="preserve">2- وعده هاى الهى ، قطعى و مسلّم است . وعدناه ...فهو لاقيه </w:t>
      </w:r>
    </w:p>
    <w:p w:rsidR="00B33631" w:rsidRDefault="00B33631" w:rsidP="004D48DE">
      <w:pPr>
        <w:pStyle w:val="libNormal"/>
        <w:rPr>
          <w:rtl/>
          <w:lang w:bidi="fa-IR"/>
        </w:rPr>
      </w:pPr>
      <w:r>
        <w:rPr>
          <w:rtl/>
          <w:lang w:bidi="fa-IR"/>
        </w:rPr>
        <w:t>3- شيوه ى مقايسه ، از بهترين اسلوب هاى تبليغ و تربيت است . اءفمَن وعَدناه ... كمَن متّعناه (كسانى كه وعده هاى الهى را دريافت مى كنند، قابل مقايسه با ديگران نيستند)</w:t>
      </w:r>
    </w:p>
    <w:p w:rsidR="00B33631" w:rsidRDefault="00B33631" w:rsidP="004D48DE">
      <w:pPr>
        <w:pStyle w:val="libNormal"/>
        <w:rPr>
          <w:rtl/>
          <w:lang w:bidi="fa-IR"/>
        </w:rPr>
      </w:pPr>
      <w:r>
        <w:rPr>
          <w:rtl/>
          <w:lang w:bidi="fa-IR"/>
        </w:rPr>
        <w:t xml:space="preserve">4- توفيق بهره گيرى از متاع دنيا نيز بدست خداست . متّعناه </w:t>
      </w:r>
    </w:p>
    <w:p w:rsidR="00B33631" w:rsidRDefault="00B33631" w:rsidP="004D48DE">
      <w:pPr>
        <w:pStyle w:val="libNormal"/>
        <w:rPr>
          <w:rtl/>
          <w:lang w:bidi="fa-IR"/>
        </w:rPr>
      </w:pPr>
      <w:r>
        <w:rPr>
          <w:rtl/>
          <w:lang w:bidi="fa-IR"/>
        </w:rPr>
        <w:t xml:space="preserve">5 كاميابى دنيوى ، نشانه آسودگى اُخروى نيست . متّعناه ... من المحضرين </w:t>
      </w:r>
    </w:p>
    <w:p w:rsidR="00B33631" w:rsidRDefault="00B33631" w:rsidP="004D48DE">
      <w:pPr>
        <w:pStyle w:val="libNormal"/>
        <w:rPr>
          <w:rtl/>
          <w:lang w:bidi="fa-IR"/>
        </w:rPr>
      </w:pPr>
      <w:r>
        <w:rPr>
          <w:rtl/>
          <w:lang w:bidi="fa-IR"/>
        </w:rPr>
        <w:t xml:space="preserve">6- بهره مندى هاى دنيوى ، حساب و كتاب دارد. متّعناه ... من المحضرين </w:t>
      </w:r>
    </w:p>
    <w:p w:rsidR="005C3659" w:rsidRDefault="00B33631" w:rsidP="004D48DE">
      <w:pPr>
        <w:pStyle w:val="libNormal"/>
        <w:rPr>
          <w:rFonts w:hint="cs"/>
          <w:rtl/>
          <w:lang w:bidi="fa-IR"/>
        </w:rPr>
      </w:pPr>
      <w:r>
        <w:rPr>
          <w:rtl/>
          <w:lang w:bidi="fa-IR"/>
        </w:rPr>
        <w:t xml:space="preserve">حضرت على عليه السلام مى فرمايد: «فى حلالها حساب و فى حرامها عقاب » </w:t>
      </w:r>
      <w:r w:rsidR="00144845" w:rsidRPr="00C96ECB">
        <w:rPr>
          <w:rStyle w:val="libFootnotenumChar"/>
          <w:rtl/>
          <w:lang w:bidi="fa-IR"/>
        </w:rPr>
        <w:t>(84)</w:t>
      </w:r>
      <w:r>
        <w:rPr>
          <w:rtl/>
          <w:lang w:bidi="fa-IR"/>
        </w:rPr>
        <w:t xml:space="preserve"> در حلال دنيا حساب و در حرام آن عقاب است .</w:t>
      </w:r>
    </w:p>
    <w:p w:rsidR="005C3659" w:rsidRDefault="005C3659" w:rsidP="005C3659">
      <w:pPr>
        <w:pStyle w:val="libLine"/>
        <w:rPr>
          <w:rtl/>
        </w:rPr>
      </w:pPr>
      <w:r w:rsidRPr="00AD5C7B">
        <w:rPr>
          <w:rtl/>
        </w:rPr>
        <w:t>_________________________</w:t>
      </w:r>
    </w:p>
    <w:p w:rsidR="005C3659" w:rsidRDefault="005C3659" w:rsidP="005C3659">
      <w:pPr>
        <w:pStyle w:val="libFootnote"/>
        <w:rPr>
          <w:rtl/>
        </w:rPr>
      </w:pPr>
      <w:r>
        <w:rPr>
          <w:rtl/>
        </w:rPr>
        <w:t>84- نهج البلاغه ، خطبه 82.</w:t>
      </w:r>
    </w:p>
    <w:p w:rsidR="00B33631" w:rsidRPr="00DE30EA" w:rsidRDefault="005C3659" w:rsidP="00DE30EA">
      <w:pPr>
        <w:rPr>
          <w:rtl/>
        </w:rPr>
      </w:pPr>
      <w:r>
        <w:rPr>
          <w:rtl/>
          <w:lang w:bidi="fa-IR"/>
        </w:rPr>
        <w:br w:type="page"/>
      </w:r>
    </w:p>
    <w:p w:rsidR="00B33631" w:rsidRDefault="00B33631" w:rsidP="004D48DE">
      <w:pPr>
        <w:pStyle w:val="libNormal"/>
        <w:rPr>
          <w:rtl/>
          <w:lang w:bidi="fa-IR"/>
        </w:rPr>
      </w:pPr>
      <w:r>
        <w:rPr>
          <w:rtl/>
          <w:lang w:bidi="fa-IR"/>
        </w:rPr>
        <w:lastRenderedPageBreak/>
        <w:t>7- كاميابى غافلانه ، احضار ذليلانه ى اُخروى در پى دارد. من المحضرين آرى در لذّتى كه پايانش آتش است ، خيرى نيست .</w:t>
      </w:r>
    </w:p>
    <w:p w:rsidR="00B33631" w:rsidRPr="005C3659" w:rsidRDefault="002E3834" w:rsidP="005C3659">
      <w:pPr>
        <w:pStyle w:val="Heading1"/>
        <w:rPr>
          <w:rtl/>
        </w:rPr>
      </w:pPr>
      <w:r w:rsidRPr="005C3659">
        <w:rPr>
          <w:rtl/>
        </w:rPr>
        <w:t xml:space="preserve"> </w:t>
      </w:r>
      <w:bookmarkStart w:id="155" w:name="_Toc362088722"/>
      <w:r w:rsidRPr="00035AB4">
        <w:rPr>
          <w:highlight w:val="yellow"/>
          <w:rtl/>
        </w:rPr>
        <w:t>(62)</w:t>
      </w:r>
      <w:r w:rsidRPr="005C3659">
        <w:rPr>
          <w:rtl/>
        </w:rPr>
        <w:t xml:space="preserve"> وَ يَوْمَ يُنَادِيهِمْ فَيَقُولُ اءَيْنَ شَرَكَآءِىَ الَّذِينَ كُنتُمْ تَزْعُمُونَ</w:t>
      </w:r>
      <w:bookmarkEnd w:id="155"/>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روزى كه (خداوند) آنها را ندا مى دهد، پس مى گويد: كجايند آن شريكانى كه براى من مى پنداشتيد؟</w:t>
      </w:r>
    </w:p>
    <w:p w:rsidR="00B33631" w:rsidRPr="005C3659" w:rsidRDefault="002E3834" w:rsidP="005C3659">
      <w:pPr>
        <w:pStyle w:val="Heading1"/>
        <w:rPr>
          <w:rtl/>
        </w:rPr>
      </w:pPr>
      <w:r w:rsidRPr="005C3659">
        <w:rPr>
          <w:rtl/>
        </w:rPr>
        <w:t xml:space="preserve"> </w:t>
      </w:r>
      <w:bookmarkStart w:id="156" w:name="_Toc362088723"/>
      <w:r w:rsidRPr="00035AB4">
        <w:rPr>
          <w:highlight w:val="yellow"/>
          <w:rtl/>
        </w:rPr>
        <w:t>(63)</w:t>
      </w:r>
      <w:r w:rsidRPr="005C3659">
        <w:rPr>
          <w:rtl/>
        </w:rPr>
        <w:t xml:space="preserve"> قَالَ الَّذِينَ حَقَّ عَلَيْهِمُ الْقَوْلُ رَبَّنَا هََّؤُلاََّءِ الَّذِينَ اءَغْوَيْنَآ اءَغْوَيْنَ هُمْ كَمَا غَوَيْنَا تَبَرَّاءْنَآ إِلَيْكَ مَاكَانُوَّاْ إِيَّانَا يَعْبُدُونَ</w:t>
      </w:r>
      <w:bookmarkEnd w:id="156"/>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آن (شريكان و) كسانى كه حكم عذاب بر آنان محقّق گشته ، مى گويند: پروردگارا! اينان كسانى هستند كه ما گمراه كرده ايم . همان گونه كه خود گمراه بوديم ، آنها را (نيز) گمراه نموديم ، (امّا اينك از آنان) به سوى تو بيزارى مى جوييم . (اينان در واقع ) ما را نمى پرستيدند (بلكه بدنبال هواپرستى و هوسرانى خود بودند.)</w:t>
      </w:r>
    </w:p>
    <w:p w:rsidR="00B33631" w:rsidRPr="005C3659" w:rsidRDefault="002E3834" w:rsidP="005C3659">
      <w:pPr>
        <w:pStyle w:val="Heading1"/>
        <w:rPr>
          <w:rtl/>
        </w:rPr>
      </w:pPr>
      <w:r w:rsidRPr="005C3659">
        <w:rPr>
          <w:rtl/>
        </w:rPr>
        <w:t xml:space="preserve"> </w:t>
      </w:r>
      <w:bookmarkStart w:id="157" w:name="_Toc362088724"/>
      <w:r w:rsidRPr="00035AB4">
        <w:rPr>
          <w:highlight w:val="yellow"/>
          <w:rtl/>
        </w:rPr>
        <w:t>(64)</w:t>
      </w:r>
      <w:r w:rsidRPr="005C3659">
        <w:rPr>
          <w:rtl/>
        </w:rPr>
        <w:t xml:space="preserve"> وَقِيلَ ادْعُواْ شُرَكَآءَكُمْ فَدَعَوْهُمْ فَلَمْ يَسْتَجِيبُواْ لَهُمْ وَرَاءَوُاْ الْعَذَابَ لَوْ اءَنَّهُمْ كَانُواْيَهْتَدُونَ</w:t>
      </w:r>
      <w:bookmarkEnd w:id="157"/>
    </w:p>
    <w:p w:rsidR="00B33631" w:rsidRDefault="00B33631" w:rsidP="004D48DE">
      <w:pPr>
        <w:pStyle w:val="libNormal"/>
        <w:rPr>
          <w:rtl/>
          <w:lang w:bidi="fa-IR"/>
        </w:rPr>
      </w:pPr>
      <w:r>
        <w:rPr>
          <w:rtl/>
          <w:lang w:bidi="fa-IR"/>
        </w:rPr>
        <w:t>ترجمه :</w:t>
      </w:r>
    </w:p>
    <w:p w:rsidR="005C3659" w:rsidRDefault="00B33631" w:rsidP="004D48DE">
      <w:pPr>
        <w:pStyle w:val="libNormal"/>
        <w:rPr>
          <w:rtl/>
          <w:lang w:bidi="fa-IR"/>
        </w:rPr>
      </w:pPr>
      <w:r>
        <w:rPr>
          <w:rtl/>
          <w:lang w:bidi="fa-IR"/>
        </w:rPr>
        <w:t xml:space="preserve">و (در اين هنگام به مشركان) گفته مى شود: (اكنون آن) معبودانى را كه شريك خدا مى پنداشتيد بخوانيد، پس آنها را مى خوانند، امّا جوابى به آنها نمى دهند و (در اين حال) عذاب الهى را مى بينند </w:t>
      </w:r>
    </w:p>
    <w:p w:rsidR="005C3659" w:rsidRPr="00DE30EA" w:rsidRDefault="005C3659" w:rsidP="00DE30EA">
      <w:pPr>
        <w:rPr>
          <w:rtl/>
        </w:rPr>
      </w:pPr>
      <w:r>
        <w:rPr>
          <w:rtl/>
          <w:lang w:bidi="fa-IR"/>
        </w:rPr>
        <w:br w:type="page"/>
      </w:r>
    </w:p>
    <w:p w:rsidR="00B33631" w:rsidRDefault="00B33631" w:rsidP="005C3659">
      <w:pPr>
        <w:pStyle w:val="libNormal0"/>
        <w:rPr>
          <w:rtl/>
          <w:lang w:bidi="fa-IR"/>
        </w:rPr>
      </w:pPr>
      <w:r>
        <w:rPr>
          <w:rtl/>
          <w:lang w:bidi="fa-IR"/>
        </w:rPr>
        <w:lastRenderedPageBreak/>
        <w:t>(كه آنان را در برمى گيرد،پس آرزو مى كنند) اى كاش ، هدايت يافته بودند.</w:t>
      </w:r>
    </w:p>
    <w:p w:rsidR="00B33631" w:rsidRDefault="00DF6A2E" w:rsidP="00DF6A2E">
      <w:pPr>
        <w:pStyle w:val="Heading2"/>
        <w:rPr>
          <w:rtl/>
          <w:lang w:bidi="fa-IR"/>
        </w:rPr>
      </w:pPr>
      <w:bookmarkStart w:id="158" w:name="_Toc362088725"/>
      <w:r>
        <w:rPr>
          <w:rtl/>
          <w:lang w:bidi="fa-IR"/>
        </w:rPr>
        <w:t>نكته ها :</w:t>
      </w:r>
      <w:bookmarkEnd w:id="158"/>
    </w:p>
    <w:p w:rsidR="00B33631" w:rsidRDefault="00B33631" w:rsidP="004D48DE">
      <w:pPr>
        <w:pStyle w:val="libNormal"/>
        <w:rPr>
          <w:rtl/>
          <w:lang w:bidi="fa-IR"/>
        </w:rPr>
      </w:pPr>
      <w:r>
        <w:rPr>
          <w:rtl/>
          <w:lang w:bidi="fa-IR"/>
        </w:rPr>
        <w:t xml:space="preserve">با بر پايى قيامت ، صحنه هاى عجيب و گوناگونى اتفاق مى افتد كه اين آيات به بعضى از آنها اشاره مى فرمايد؛ يكى از صحنه ها، سؤ الات توبيخ ‌آميز خداوند، از مشركان است . صحنه ى ديگر، اظهار تنفّر و بيزارى معبودها از كسانى است كه آنها را مى پرستيدند و صحنه ى سوّم ، ملامت منحرفان از شيطان است كه شيطان هم در جواب مى گويد: مرا سرزنش نكنيد، بلكه خودتان را ملامت نماييد؛ فلاتلومونى و لوموا انفسكم </w:t>
      </w:r>
      <w:r w:rsidR="00144845" w:rsidRPr="00C96ECB">
        <w:rPr>
          <w:rStyle w:val="libFootnotenumChar"/>
          <w:rtl/>
          <w:lang w:bidi="fa-IR"/>
        </w:rPr>
        <w:t>(85)</w:t>
      </w:r>
      <w:r>
        <w:rPr>
          <w:rtl/>
          <w:lang w:bidi="fa-IR"/>
        </w:rPr>
        <w:t xml:space="preserve"> در قيامت ، هر كس گناه خود را به گردن ديگرى مى اندازد، ولى از طرف مقابل هم جواب مى شنود كه : بل كنتم قوما طاغين </w:t>
      </w:r>
      <w:r w:rsidR="00144845" w:rsidRPr="00C96ECB">
        <w:rPr>
          <w:rStyle w:val="libFootnotenumChar"/>
          <w:rtl/>
          <w:lang w:bidi="fa-IR"/>
        </w:rPr>
        <w:t>(86)</w:t>
      </w:r>
      <w:r>
        <w:rPr>
          <w:rtl/>
          <w:lang w:bidi="fa-IR"/>
        </w:rPr>
        <w:t xml:space="preserve"> گناه را به گردن ما نياندازيد، بلكه شما خودتان اهل طغيان بوديد.</w:t>
      </w:r>
    </w:p>
    <w:p w:rsidR="00B33631" w:rsidRDefault="00B33631" w:rsidP="004D48DE">
      <w:pPr>
        <w:pStyle w:val="libNormal"/>
        <w:rPr>
          <w:rtl/>
          <w:lang w:bidi="fa-IR"/>
        </w:rPr>
      </w:pPr>
      <w:r>
        <w:rPr>
          <w:rtl/>
          <w:lang w:bidi="fa-IR"/>
        </w:rPr>
        <w:t>بعضى از معبودها همچون حضرت عيسى و فرشتگان الهى ، تقصيرى ندارند، امّا كسانى نظير شياطين ، طاغوت ها دانشمندانى كه سبب بدعت و انحراف در دين گشته اند، مقصّرند و عذاب خداوند در مورد آنان قطعى است .</w:t>
      </w:r>
    </w:p>
    <w:p w:rsidR="00B33631" w:rsidRDefault="00DF6A2E" w:rsidP="00DF6A2E">
      <w:pPr>
        <w:pStyle w:val="Heading2"/>
        <w:rPr>
          <w:rtl/>
          <w:lang w:bidi="fa-IR"/>
        </w:rPr>
      </w:pPr>
      <w:bookmarkStart w:id="159" w:name="_Toc362088726"/>
      <w:r>
        <w:rPr>
          <w:rtl/>
          <w:lang w:bidi="fa-IR"/>
        </w:rPr>
        <w:t>پيام ها :</w:t>
      </w:r>
      <w:bookmarkEnd w:id="159"/>
    </w:p>
    <w:p w:rsidR="00B33631" w:rsidRDefault="00B33631" w:rsidP="004D48DE">
      <w:pPr>
        <w:pStyle w:val="libNormal"/>
        <w:rPr>
          <w:rtl/>
          <w:lang w:bidi="fa-IR"/>
        </w:rPr>
      </w:pPr>
      <w:r>
        <w:rPr>
          <w:rtl/>
          <w:lang w:bidi="fa-IR"/>
        </w:rPr>
        <w:t>1- صحنه هاى قيامت را فراموش نكنيم . و يوم ...</w:t>
      </w:r>
    </w:p>
    <w:p w:rsidR="00B33631" w:rsidRDefault="00B33631" w:rsidP="004D48DE">
      <w:pPr>
        <w:pStyle w:val="libNormal"/>
        <w:rPr>
          <w:rtl/>
          <w:lang w:bidi="fa-IR"/>
        </w:rPr>
      </w:pPr>
      <w:r>
        <w:rPr>
          <w:rtl/>
          <w:lang w:bidi="fa-IR"/>
        </w:rPr>
        <w:t xml:space="preserve">2- دادگاه قيامت ، علنى و حضورى است . اءين شركائى </w:t>
      </w:r>
    </w:p>
    <w:p w:rsidR="00B33631" w:rsidRDefault="00B33631" w:rsidP="004D48DE">
      <w:pPr>
        <w:pStyle w:val="libNormal"/>
        <w:rPr>
          <w:rFonts w:hint="cs"/>
          <w:rtl/>
          <w:lang w:bidi="fa-IR"/>
        </w:rPr>
      </w:pPr>
      <w:r>
        <w:rPr>
          <w:rtl/>
          <w:lang w:bidi="fa-IR"/>
        </w:rPr>
        <w:t xml:space="preserve">3- كارى نكنيم كه در قيامت ، از پاسخ آن كار، درمانده و عاجز باشيم . اءين شركايى </w:t>
      </w:r>
    </w:p>
    <w:p w:rsidR="005C3659" w:rsidRDefault="005C3659" w:rsidP="005C3659">
      <w:pPr>
        <w:pStyle w:val="libLine"/>
        <w:rPr>
          <w:rtl/>
        </w:rPr>
      </w:pPr>
      <w:r w:rsidRPr="00AD5C7B">
        <w:rPr>
          <w:rtl/>
        </w:rPr>
        <w:t>_________________________</w:t>
      </w:r>
    </w:p>
    <w:p w:rsidR="005C3659" w:rsidRDefault="005C3659" w:rsidP="005C3659">
      <w:pPr>
        <w:pStyle w:val="libFootnote"/>
        <w:rPr>
          <w:rtl/>
        </w:rPr>
      </w:pPr>
      <w:r>
        <w:rPr>
          <w:rtl/>
        </w:rPr>
        <w:t>85- ابراهيم ، 22.</w:t>
      </w:r>
    </w:p>
    <w:p w:rsidR="005C3659" w:rsidRDefault="005C3659" w:rsidP="005C3659">
      <w:pPr>
        <w:pStyle w:val="libFootnote"/>
        <w:rPr>
          <w:rtl/>
        </w:rPr>
      </w:pPr>
      <w:r>
        <w:rPr>
          <w:rtl/>
        </w:rPr>
        <w:t>86- صافّات ، 30.</w:t>
      </w:r>
    </w:p>
    <w:p w:rsidR="005C3659" w:rsidRPr="00DE30EA" w:rsidRDefault="005C3659"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4- شرك و تكيه بر هرچه غير خداست ، گمان ، خيال و سراب است . تزعمون </w:t>
      </w:r>
    </w:p>
    <w:p w:rsidR="00B33631" w:rsidRDefault="00B33631" w:rsidP="004D48DE">
      <w:pPr>
        <w:pStyle w:val="libNormal"/>
        <w:rPr>
          <w:rtl/>
          <w:lang w:bidi="fa-IR"/>
        </w:rPr>
      </w:pPr>
      <w:r>
        <w:rPr>
          <w:rtl/>
          <w:lang w:bidi="fa-IR"/>
        </w:rPr>
        <w:t xml:space="preserve">5 معبودهاى عزيز دنيوى ، ذليلان و محكومان اُخروى اند. حقّ عليهم القول </w:t>
      </w:r>
    </w:p>
    <w:p w:rsidR="00B33631" w:rsidRDefault="00B33631" w:rsidP="004D48DE">
      <w:pPr>
        <w:pStyle w:val="libNormal"/>
        <w:rPr>
          <w:rtl/>
          <w:lang w:bidi="fa-IR"/>
        </w:rPr>
      </w:pPr>
      <w:r>
        <w:rPr>
          <w:rtl/>
          <w:lang w:bidi="fa-IR"/>
        </w:rPr>
        <w:t xml:space="preserve">6- هركس ديگران را به جاى خداوند به سوى خويش بخواند، عذاب الهى برايش حتمى است . حقّ عليهم القول </w:t>
      </w:r>
    </w:p>
    <w:p w:rsidR="00B33631" w:rsidRDefault="00B33631" w:rsidP="004D48DE">
      <w:pPr>
        <w:pStyle w:val="libNormal"/>
        <w:rPr>
          <w:rtl/>
          <w:lang w:bidi="fa-IR"/>
        </w:rPr>
      </w:pPr>
      <w:r>
        <w:rPr>
          <w:rtl/>
          <w:lang w:bidi="fa-IR"/>
        </w:rPr>
        <w:t>7- پرستش غير خدا، يك فريب است . اغوينا</w:t>
      </w:r>
    </w:p>
    <w:p w:rsidR="00B33631" w:rsidRDefault="00B33631" w:rsidP="004D48DE">
      <w:pPr>
        <w:pStyle w:val="libNormal"/>
        <w:rPr>
          <w:rtl/>
          <w:lang w:bidi="fa-IR"/>
        </w:rPr>
      </w:pPr>
      <w:r>
        <w:rPr>
          <w:rtl/>
          <w:lang w:bidi="fa-IR"/>
        </w:rPr>
        <w:t>8 فريب خوردگان ، بدنبال فريب ديگران نيز هستند. اغويناهم كما غوينا</w:t>
      </w:r>
    </w:p>
    <w:p w:rsidR="00B33631" w:rsidRDefault="00B33631" w:rsidP="004D48DE">
      <w:pPr>
        <w:pStyle w:val="libNormal"/>
        <w:rPr>
          <w:rtl/>
          <w:lang w:bidi="fa-IR"/>
        </w:rPr>
      </w:pPr>
      <w:r>
        <w:rPr>
          <w:rtl/>
          <w:lang w:bidi="fa-IR"/>
        </w:rPr>
        <w:t>9- انسان ها در انتخاب راه آزادند و مى توانند راههاى انحرافى را نيز برگزينند. غوينا</w:t>
      </w:r>
    </w:p>
    <w:p w:rsidR="00B33631" w:rsidRDefault="00B33631" w:rsidP="004D48DE">
      <w:pPr>
        <w:pStyle w:val="libNormal"/>
        <w:rPr>
          <w:rtl/>
          <w:lang w:bidi="fa-IR"/>
        </w:rPr>
      </w:pPr>
      <w:r>
        <w:rPr>
          <w:rtl/>
          <w:lang w:bidi="fa-IR"/>
        </w:rPr>
        <w:t>10- معبودهاى غير خدايى ، روزى از عابدانِ خود متنفّر خواهند بود. تبرّاءنا</w:t>
      </w:r>
    </w:p>
    <w:p w:rsidR="00B33631" w:rsidRDefault="00B33631" w:rsidP="004D48DE">
      <w:pPr>
        <w:pStyle w:val="libNormal"/>
        <w:rPr>
          <w:rtl/>
          <w:lang w:bidi="fa-IR"/>
        </w:rPr>
      </w:pPr>
      <w:r>
        <w:rPr>
          <w:rtl/>
          <w:lang w:bidi="fa-IR"/>
        </w:rPr>
        <w:t xml:space="preserve">11- حقيقت شرك ، هوى پرستى است . ما كانوا ايّانا يعبدون </w:t>
      </w:r>
    </w:p>
    <w:p w:rsidR="00B33631" w:rsidRDefault="00B33631" w:rsidP="004D48DE">
      <w:pPr>
        <w:pStyle w:val="libNormal"/>
        <w:rPr>
          <w:rtl/>
          <w:lang w:bidi="fa-IR"/>
        </w:rPr>
      </w:pPr>
      <w:r>
        <w:rPr>
          <w:rtl/>
          <w:lang w:bidi="fa-IR"/>
        </w:rPr>
        <w:t>12- معبودهاى دروغين ، به ناله هاى شما در وقت نياز پاسخى نخواهند داد. فدعوهم فلم يستجيبوادلبستن به غير خدا در دنيا، مايه ى محروم شدن از يارى او در قيامت است)</w:t>
      </w:r>
    </w:p>
    <w:p w:rsidR="00B33631" w:rsidRDefault="00B33631" w:rsidP="004D48DE">
      <w:pPr>
        <w:pStyle w:val="libNormal"/>
        <w:rPr>
          <w:rFonts w:hint="cs"/>
          <w:rtl/>
          <w:lang w:bidi="fa-IR"/>
        </w:rPr>
      </w:pPr>
      <w:r>
        <w:rPr>
          <w:rtl/>
          <w:lang w:bidi="fa-IR"/>
        </w:rPr>
        <w:t xml:space="preserve">13- قيامت ، روز حسرت است . لو انّهم كانوا يهتدون </w:t>
      </w:r>
    </w:p>
    <w:p w:rsidR="00B33631" w:rsidRPr="005C3659" w:rsidRDefault="002E3834" w:rsidP="005C3659">
      <w:pPr>
        <w:pStyle w:val="Heading1"/>
        <w:rPr>
          <w:rtl/>
        </w:rPr>
      </w:pPr>
      <w:r w:rsidRPr="005C3659">
        <w:rPr>
          <w:rtl/>
        </w:rPr>
        <w:t xml:space="preserve"> </w:t>
      </w:r>
      <w:bookmarkStart w:id="160" w:name="_Toc362088727"/>
      <w:r w:rsidRPr="00035AB4">
        <w:rPr>
          <w:highlight w:val="yellow"/>
          <w:rtl/>
        </w:rPr>
        <w:t>(65)</w:t>
      </w:r>
      <w:r w:rsidRPr="005C3659">
        <w:rPr>
          <w:rtl/>
        </w:rPr>
        <w:t xml:space="preserve"> وَيَوْمَ يُنَادِيهِمْ فَيَقُولُ مَاذَآ اءَجَبْتُمُ الْمُرْسَلِينَ</w:t>
      </w:r>
      <w:bookmarkEnd w:id="160"/>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(به ياد آوريد) روزى كه (خداوند) آنها را ندا مى دهد، پس مى گويد: به پيامبران (و فرستادگان من) چه پاسخى داديد؟</w:t>
      </w:r>
    </w:p>
    <w:p w:rsidR="005C3659" w:rsidRPr="00DE30EA" w:rsidRDefault="005C3659" w:rsidP="00DE30EA">
      <w:pPr>
        <w:rPr>
          <w:rtl/>
        </w:rPr>
      </w:pPr>
      <w:r>
        <w:rPr>
          <w:rtl/>
        </w:rPr>
        <w:br w:type="page"/>
      </w:r>
    </w:p>
    <w:p w:rsidR="00B33631" w:rsidRPr="005C3659" w:rsidRDefault="002E3834" w:rsidP="005C3659">
      <w:pPr>
        <w:pStyle w:val="Heading1"/>
        <w:rPr>
          <w:rtl/>
        </w:rPr>
      </w:pPr>
      <w:r w:rsidRPr="005C3659">
        <w:rPr>
          <w:rtl/>
        </w:rPr>
        <w:lastRenderedPageBreak/>
        <w:t xml:space="preserve"> </w:t>
      </w:r>
      <w:bookmarkStart w:id="161" w:name="_Toc362088728"/>
      <w:r w:rsidRPr="00035AB4">
        <w:rPr>
          <w:highlight w:val="yellow"/>
          <w:rtl/>
        </w:rPr>
        <w:t>(66)</w:t>
      </w:r>
      <w:r w:rsidRPr="005C3659">
        <w:rPr>
          <w:rtl/>
        </w:rPr>
        <w:t xml:space="preserve"> فَعَمِيَتْ عَلَيْهِمُ الاَْنبَآءُ يَوْمَئِذٍ فَهُمْ لاَيَتَسَآءَلُونَ</w:t>
      </w:r>
      <w:bookmarkEnd w:id="161"/>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پس در آن روز، همه ى اخبار (و پاسخهايى كه مى توان از ديگران گرفت) بر آنان پوشيده مى ماند، و آنان ازيكديگر سؤ الى نمى كنند.</w:t>
      </w:r>
    </w:p>
    <w:p w:rsidR="00B33631" w:rsidRPr="005C3659" w:rsidRDefault="002E3834" w:rsidP="005C3659">
      <w:pPr>
        <w:pStyle w:val="Heading1"/>
        <w:rPr>
          <w:rtl/>
        </w:rPr>
      </w:pPr>
      <w:r w:rsidRPr="005C3659">
        <w:rPr>
          <w:rtl/>
        </w:rPr>
        <w:t xml:space="preserve"> </w:t>
      </w:r>
      <w:bookmarkStart w:id="162" w:name="_Toc362088729"/>
      <w:r w:rsidRPr="00035AB4">
        <w:rPr>
          <w:highlight w:val="yellow"/>
          <w:rtl/>
        </w:rPr>
        <w:t>(67)</w:t>
      </w:r>
      <w:r w:rsidRPr="005C3659">
        <w:rPr>
          <w:rtl/>
        </w:rPr>
        <w:t xml:space="preserve"> فَاءَمَّا مَن تَابَ وَءَامَنَ وَعَمِلَ صَلِحاً فَعَسَىَّ اءَن يَكُونَ مِنَ الْمُفْلِحِينَ</w:t>
      </w:r>
      <w:bookmarkEnd w:id="162"/>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امّا هر كس (در اين دنيا) توبه كند و ايمان بياورد و كار شايسته اى انجام دهد، پس اميد است كه از رستگاران باشد.</w:t>
      </w:r>
    </w:p>
    <w:p w:rsidR="00B33631" w:rsidRDefault="00DF6A2E" w:rsidP="00DF6A2E">
      <w:pPr>
        <w:pStyle w:val="Heading2"/>
        <w:rPr>
          <w:rtl/>
          <w:lang w:bidi="fa-IR"/>
        </w:rPr>
      </w:pPr>
      <w:bookmarkStart w:id="163" w:name="_Toc362088730"/>
      <w:r>
        <w:rPr>
          <w:rtl/>
          <w:lang w:bidi="fa-IR"/>
        </w:rPr>
        <w:t>نكته ها :</w:t>
      </w:r>
      <w:bookmarkEnd w:id="163"/>
    </w:p>
    <w:p w:rsidR="00B33631" w:rsidRDefault="00B33631" w:rsidP="004D48DE">
      <w:pPr>
        <w:pStyle w:val="libNormal"/>
        <w:rPr>
          <w:rtl/>
          <w:lang w:bidi="fa-IR"/>
        </w:rPr>
      </w:pPr>
      <w:r>
        <w:rPr>
          <w:rtl/>
          <w:lang w:bidi="fa-IR"/>
        </w:rPr>
        <w:t xml:space="preserve">در آيه قبل ، سؤ ال از توحيد بود؛ اين شركايى ادعوا شركائكم و در اين آيات به مساءله نبوّت اشاره گرديده است . ماذا اءجَبتُم المرسلين </w:t>
      </w:r>
    </w:p>
    <w:p w:rsidR="00B33631" w:rsidRDefault="00DF6A2E" w:rsidP="00DF6A2E">
      <w:pPr>
        <w:pStyle w:val="Heading2"/>
        <w:rPr>
          <w:rtl/>
          <w:lang w:bidi="fa-IR"/>
        </w:rPr>
      </w:pPr>
      <w:bookmarkStart w:id="164" w:name="_Toc362088731"/>
      <w:r>
        <w:rPr>
          <w:rtl/>
          <w:lang w:bidi="fa-IR"/>
        </w:rPr>
        <w:t>پيام ها :</w:t>
      </w:r>
      <w:bookmarkEnd w:id="164"/>
    </w:p>
    <w:p w:rsidR="00B33631" w:rsidRDefault="00B33631" w:rsidP="004D48DE">
      <w:pPr>
        <w:pStyle w:val="libNormal"/>
        <w:rPr>
          <w:rtl/>
          <w:lang w:bidi="fa-IR"/>
        </w:rPr>
      </w:pPr>
      <w:r>
        <w:rPr>
          <w:rtl/>
          <w:lang w:bidi="fa-IR"/>
        </w:rPr>
        <w:t xml:space="preserve">1- همه در برابر دعوت پيامبران مسئوليم . ماذا اءجَبتم المرسلين </w:t>
      </w:r>
    </w:p>
    <w:p w:rsidR="00B33631" w:rsidRDefault="00B33631" w:rsidP="004D48DE">
      <w:pPr>
        <w:pStyle w:val="libNormal"/>
        <w:rPr>
          <w:rtl/>
          <w:lang w:bidi="fa-IR"/>
        </w:rPr>
      </w:pPr>
      <w:r>
        <w:rPr>
          <w:rtl/>
          <w:lang w:bidi="fa-IR"/>
        </w:rPr>
        <w:t>2- در قيامت ، راه هاى دريافت خبر، بسته و همه متحيّر و درمانده اند. فَعَميَت عليهم الانباء</w:t>
      </w:r>
    </w:p>
    <w:p w:rsidR="00B33631" w:rsidRDefault="00B33631" w:rsidP="004D48DE">
      <w:pPr>
        <w:pStyle w:val="libNormal"/>
        <w:rPr>
          <w:rtl/>
          <w:lang w:bidi="fa-IR"/>
        </w:rPr>
      </w:pPr>
      <w:r>
        <w:rPr>
          <w:rtl/>
          <w:lang w:bidi="fa-IR"/>
        </w:rPr>
        <w:t xml:space="preserve">3- در قيامت ، مردم نمى توانند با همفكرى و مشورت و با سؤ ال از يكديگر، جوابى براى دادگاه عدل الهى آماده كنند. فهم لا يتسائلون </w:t>
      </w:r>
    </w:p>
    <w:p w:rsidR="005C3659" w:rsidRDefault="00B33631" w:rsidP="004D48DE">
      <w:pPr>
        <w:pStyle w:val="libNormal"/>
        <w:rPr>
          <w:rtl/>
          <w:lang w:bidi="fa-IR"/>
        </w:rPr>
      </w:pPr>
      <w:r>
        <w:rPr>
          <w:rtl/>
          <w:lang w:bidi="fa-IR"/>
        </w:rPr>
        <w:t xml:space="preserve">4- در اسلام ، بن بست وجود ندارد. راه بازگشت و توبه براى همگان باز است . مَن تاب </w:t>
      </w:r>
    </w:p>
    <w:p w:rsidR="00B33631" w:rsidRPr="00DE30EA" w:rsidRDefault="005C3659" w:rsidP="00DE30EA">
      <w:pPr>
        <w:rPr>
          <w:rtl/>
        </w:rPr>
      </w:pPr>
      <w:r>
        <w:rPr>
          <w:rtl/>
          <w:lang w:bidi="fa-IR"/>
        </w:rPr>
        <w:br w:type="page"/>
      </w:r>
    </w:p>
    <w:p w:rsidR="00B33631" w:rsidRDefault="00B33631" w:rsidP="004D48DE">
      <w:pPr>
        <w:pStyle w:val="libNormal"/>
        <w:rPr>
          <w:rtl/>
          <w:lang w:bidi="fa-IR"/>
        </w:rPr>
      </w:pPr>
      <w:r>
        <w:rPr>
          <w:rtl/>
          <w:lang w:bidi="fa-IR"/>
        </w:rPr>
        <w:lastRenderedPageBreak/>
        <w:t>5 توبه ، تنها پشيمانى قلبى نيست ، ايمان واقعى و عمل صالح مى خواهد. تاب وآمن وعمل صالحا</w:t>
      </w:r>
    </w:p>
    <w:p w:rsidR="00B33631" w:rsidRDefault="00B33631" w:rsidP="004D48DE">
      <w:pPr>
        <w:pStyle w:val="libNormal"/>
        <w:rPr>
          <w:rtl/>
          <w:lang w:bidi="fa-IR"/>
        </w:rPr>
      </w:pPr>
      <w:r>
        <w:rPr>
          <w:rtl/>
          <w:lang w:bidi="fa-IR"/>
        </w:rPr>
        <w:t>6- توفيق توبه با تمام شرايط و قبول و تداوم آن براى كسى تضمين نشده است ، از اين روى بايد انسان هميشه در حال خوف و رجا باشد. (كلمه «عسى» به معناى اميد است ، يعنى با توبه وايمان وعمل صالح ، اميد رستگارى هست .)</w:t>
      </w:r>
    </w:p>
    <w:p w:rsidR="00B33631" w:rsidRPr="005C3659" w:rsidRDefault="002E3834" w:rsidP="005C3659">
      <w:pPr>
        <w:pStyle w:val="Heading1"/>
        <w:rPr>
          <w:rtl/>
        </w:rPr>
      </w:pPr>
      <w:r w:rsidRPr="005C3659">
        <w:rPr>
          <w:rtl/>
        </w:rPr>
        <w:t xml:space="preserve"> </w:t>
      </w:r>
      <w:bookmarkStart w:id="165" w:name="_Toc362088732"/>
      <w:r w:rsidRPr="00035AB4">
        <w:rPr>
          <w:highlight w:val="yellow"/>
          <w:rtl/>
        </w:rPr>
        <w:t>(68)</w:t>
      </w:r>
      <w:r w:rsidRPr="005C3659">
        <w:rPr>
          <w:rtl/>
        </w:rPr>
        <w:t xml:space="preserve"> وَرَبُّكَ يَخْلُقُ مَا يَشَآءُ وَيَخْتَارُ مَا كَانَ لَهُمُ الْخِيَرَةُ سُبْحَنَ اللّهِ وَتَعَلَى عَمَّايُشْرِكُونَ</w:t>
      </w:r>
      <w:bookmarkEnd w:id="165"/>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پروردگارت آنچه را بخواهد مى آفريند و (آنچه را بخواهد) برمى گزيند، براى آنان (در برابر خداوند) حقّ انتخابى نيست ، منزّه است خدا وبرتر است از آنچه (براى او) شرك مى ورزند.</w:t>
      </w:r>
    </w:p>
    <w:p w:rsidR="00B33631" w:rsidRPr="005C3659" w:rsidRDefault="002E3834" w:rsidP="005C3659">
      <w:pPr>
        <w:pStyle w:val="Heading1"/>
        <w:rPr>
          <w:rtl/>
        </w:rPr>
      </w:pPr>
      <w:r w:rsidRPr="005C3659">
        <w:rPr>
          <w:rtl/>
        </w:rPr>
        <w:t xml:space="preserve"> </w:t>
      </w:r>
      <w:bookmarkStart w:id="166" w:name="_Toc362088733"/>
      <w:r w:rsidRPr="00035AB4">
        <w:rPr>
          <w:highlight w:val="yellow"/>
          <w:rtl/>
        </w:rPr>
        <w:t>(69)</w:t>
      </w:r>
      <w:r w:rsidRPr="005C3659">
        <w:rPr>
          <w:rtl/>
        </w:rPr>
        <w:t xml:space="preserve"> وَرَبُّكَ يَعْلَمُ مَا تُكِنُّ صُدُورُهُمْ وَمَا يُعْلِنُونَ</w:t>
      </w:r>
      <w:bookmarkEnd w:id="166"/>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پروردگار تو آنچه را دل هاى آنان پنهان مى دارند و آنچه را آشكارمى سازند، مى داند.</w:t>
      </w:r>
    </w:p>
    <w:p w:rsidR="005C3659" w:rsidRPr="00DE30EA" w:rsidRDefault="005C3659" w:rsidP="00DE30EA">
      <w:pPr>
        <w:rPr>
          <w:rtl/>
        </w:rPr>
      </w:pPr>
      <w:r>
        <w:rPr>
          <w:rtl/>
        </w:rPr>
        <w:br w:type="page"/>
      </w:r>
    </w:p>
    <w:p w:rsidR="00B33631" w:rsidRPr="005C3659" w:rsidRDefault="002E3834" w:rsidP="005C3659">
      <w:pPr>
        <w:pStyle w:val="Heading1"/>
        <w:rPr>
          <w:rtl/>
        </w:rPr>
      </w:pPr>
      <w:r w:rsidRPr="005C3659">
        <w:rPr>
          <w:rtl/>
        </w:rPr>
        <w:lastRenderedPageBreak/>
        <w:t xml:space="preserve"> </w:t>
      </w:r>
      <w:bookmarkStart w:id="167" w:name="_Toc362088734"/>
      <w:r w:rsidRPr="00035AB4">
        <w:rPr>
          <w:highlight w:val="yellow"/>
          <w:rtl/>
        </w:rPr>
        <w:t>(70)</w:t>
      </w:r>
      <w:r w:rsidRPr="005C3659">
        <w:rPr>
          <w:rtl/>
        </w:rPr>
        <w:t xml:space="preserve"> وَهُوَ اللّهُ لاََّ إِلَهَ إِلا هُوَ لَهُ الْحَمْدُ فِى الاُْولَى وَ الاَْخِرَةِ وَلَهُ الْحُكْمُ وَإِلَيْهِ تُرْجَعُونَ</w:t>
      </w:r>
      <w:bookmarkEnd w:id="167"/>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او اللّه است ، معبودى جز او نيست ، ستايش در دنيا و آخرت (و آغاز و فرجام) مخصوص اوست ، حاكميّت تنها از آنِ اوست و به سوى او باز گردانده مى شويد.</w:t>
      </w:r>
    </w:p>
    <w:p w:rsidR="00B33631" w:rsidRDefault="00DF6A2E" w:rsidP="00DF6A2E">
      <w:pPr>
        <w:pStyle w:val="Heading2"/>
        <w:rPr>
          <w:rtl/>
          <w:lang w:bidi="fa-IR"/>
        </w:rPr>
      </w:pPr>
      <w:bookmarkStart w:id="168" w:name="_Toc362088735"/>
      <w:r>
        <w:rPr>
          <w:rtl/>
          <w:lang w:bidi="fa-IR"/>
        </w:rPr>
        <w:t>پيام ها :</w:t>
      </w:r>
      <w:bookmarkEnd w:id="168"/>
    </w:p>
    <w:p w:rsidR="00B33631" w:rsidRDefault="00B33631" w:rsidP="004D48DE">
      <w:pPr>
        <w:pStyle w:val="libNormal"/>
        <w:rPr>
          <w:rtl/>
          <w:lang w:bidi="fa-IR"/>
        </w:rPr>
      </w:pPr>
      <w:r>
        <w:rPr>
          <w:rtl/>
          <w:lang w:bidi="fa-IR"/>
        </w:rPr>
        <w:t>1- قدرت مطلقه ، از آنِ خداوند است . يخلق ما يشاء و يختار</w:t>
      </w:r>
    </w:p>
    <w:p w:rsidR="00B33631" w:rsidRDefault="00B33631" w:rsidP="004D48DE">
      <w:pPr>
        <w:pStyle w:val="libNormal"/>
        <w:rPr>
          <w:rtl/>
          <w:lang w:bidi="fa-IR"/>
        </w:rPr>
      </w:pPr>
      <w:r>
        <w:rPr>
          <w:rtl/>
          <w:lang w:bidi="fa-IR"/>
        </w:rPr>
        <w:t>2- تكوين (آفرينش هستى) و تشريع (قانون زندگى) به دست خداوند است . يخلق ما يشاء و يختار</w:t>
      </w:r>
    </w:p>
    <w:p w:rsidR="00B33631" w:rsidRDefault="00B33631" w:rsidP="004D48DE">
      <w:pPr>
        <w:pStyle w:val="libNormal"/>
        <w:rPr>
          <w:rtl/>
          <w:lang w:bidi="fa-IR"/>
        </w:rPr>
      </w:pPr>
      <w:r>
        <w:rPr>
          <w:rtl/>
          <w:lang w:bidi="fa-IR"/>
        </w:rPr>
        <w:t xml:space="preserve">3- انتخاب رهبر آسمانى به دست خداوند است ، نه مردم . ويختار ما كان لهم الخيرة </w:t>
      </w:r>
    </w:p>
    <w:p w:rsidR="00B33631" w:rsidRDefault="00B33631" w:rsidP="004D48DE">
      <w:pPr>
        <w:pStyle w:val="libNormal"/>
        <w:rPr>
          <w:rtl/>
          <w:lang w:bidi="fa-IR"/>
        </w:rPr>
      </w:pPr>
      <w:r>
        <w:rPr>
          <w:rtl/>
          <w:lang w:bidi="fa-IR"/>
        </w:rPr>
        <w:t xml:space="preserve">4- كسى حقّ قانون گذارى دارد كه آفريدگار هستى باشد. يخلق ما يشاء... له الحكم </w:t>
      </w:r>
    </w:p>
    <w:p w:rsidR="00B33631" w:rsidRDefault="00B33631" w:rsidP="004D48DE">
      <w:pPr>
        <w:pStyle w:val="libNormal"/>
        <w:rPr>
          <w:rtl/>
          <w:lang w:bidi="fa-IR"/>
        </w:rPr>
      </w:pPr>
      <w:r>
        <w:rPr>
          <w:rtl/>
          <w:lang w:bidi="fa-IR"/>
        </w:rPr>
        <w:t xml:space="preserve">5 كسى كه در برابر قانون خدا قانون بشرى را بپذيرد، در حقيقت براى خدا شريك پذيرفته است . ما كان لهم الخيرة سبحان اللّه و تعالى عمّا يشركون </w:t>
      </w:r>
    </w:p>
    <w:p w:rsidR="00B33631" w:rsidRDefault="00B33631" w:rsidP="004D48DE">
      <w:pPr>
        <w:pStyle w:val="libNormal"/>
        <w:rPr>
          <w:rtl/>
          <w:lang w:bidi="fa-IR"/>
        </w:rPr>
      </w:pPr>
      <w:r>
        <w:rPr>
          <w:rtl/>
          <w:lang w:bidi="fa-IR"/>
        </w:rPr>
        <w:t>6- چون معبودى جز او نيست ، پس ستايش ها مخصوص اوست . لا اله الا هو له الحمد</w:t>
      </w:r>
    </w:p>
    <w:p w:rsidR="005C3659" w:rsidRDefault="00B33631" w:rsidP="004D48DE">
      <w:pPr>
        <w:pStyle w:val="libNormal"/>
        <w:rPr>
          <w:rtl/>
          <w:lang w:bidi="fa-IR"/>
        </w:rPr>
      </w:pPr>
      <w:r>
        <w:rPr>
          <w:rtl/>
          <w:lang w:bidi="fa-IR"/>
        </w:rPr>
        <w:t xml:space="preserve">7- آفرينش و گزينش ، كار خداوند است ، ولى او كار باطل نمى كند. سبحان اللّه </w:t>
      </w:r>
    </w:p>
    <w:p w:rsidR="00B33631" w:rsidRPr="00DE30EA" w:rsidRDefault="005C3659" w:rsidP="00DE30EA">
      <w:pPr>
        <w:rPr>
          <w:rtl/>
        </w:rPr>
      </w:pPr>
      <w:r>
        <w:rPr>
          <w:rtl/>
          <w:lang w:bidi="fa-IR"/>
        </w:rPr>
        <w:br w:type="page"/>
      </w:r>
    </w:p>
    <w:p w:rsidR="00B33631" w:rsidRPr="005C3659" w:rsidRDefault="002E3834" w:rsidP="005C3659">
      <w:pPr>
        <w:pStyle w:val="Heading1"/>
        <w:rPr>
          <w:rtl/>
        </w:rPr>
      </w:pPr>
      <w:r w:rsidRPr="005C3659">
        <w:rPr>
          <w:rtl/>
        </w:rPr>
        <w:lastRenderedPageBreak/>
        <w:t xml:space="preserve"> </w:t>
      </w:r>
      <w:bookmarkStart w:id="169" w:name="_Toc362088736"/>
      <w:r w:rsidRPr="00035AB4">
        <w:rPr>
          <w:highlight w:val="yellow"/>
          <w:rtl/>
        </w:rPr>
        <w:t>(71)</w:t>
      </w:r>
      <w:r w:rsidRPr="005C3659">
        <w:rPr>
          <w:rtl/>
        </w:rPr>
        <w:t xml:space="preserve"> قُلْ اءَرَءَيْتُمْ إِن جَعَلَ اللّهُ عَلَيْكُمُ الَّيْلَ سَرْمَداً إِلَى يَوْمِ الْقِيَمَةِ مَنْ إِلَهٌ غَيْرُ اللّهِ يَاءْتِيكُم بِضِيَآءٍاءَفَلاَ تَسْمَعُونَ</w:t>
      </w:r>
      <w:bookmarkEnd w:id="169"/>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بگو: آيا انديشيده ايد كه اگر خدا شب را تا روز رستاخيز پايدار بدارد، كدام خدايى غير از «اللّه» براى شما روشنى خواهد آورد؟ پس آيا نمى شنويد؟</w:t>
      </w:r>
    </w:p>
    <w:p w:rsidR="00B33631" w:rsidRDefault="00DF6A2E" w:rsidP="00DF6A2E">
      <w:pPr>
        <w:pStyle w:val="Heading2"/>
        <w:rPr>
          <w:rtl/>
          <w:lang w:bidi="fa-IR"/>
        </w:rPr>
      </w:pPr>
      <w:bookmarkStart w:id="170" w:name="_Toc362088737"/>
      <w:r>
        <w:rPr>
          <w:rtl/>
          <w:lang w:bidi="fa-IR"/>
        </w:rPr>
        <w:t>نكته ها :</w:t>
      </w:r>
      <w:bookmarkEnd w:id="170"/>
    </w:p>
    <w:p w:rsidR="00B33631" w:rsidRDefault="00B33631" w:rsidP="004D48DE">
      <w:pPr>
        <w:pStyle w:val="libNormal"/>
        <w:rPr>
          <w:rtl/>
          <w:lang w:bidi="fa-IR"/>
        </w:rPr>
      </w:pPr>
      <w:r>
        <w:rPr>
          <w:rtl/>
          <w:lang w:bidi="fa-IR"/>
        </w:rPr>
        <w:t>كلمه ى «سَرمَد» به معناى دائم و هميشگى است .</w:t>
      </w:r>
    </w:p>
    <w:p w:rsidR="00B33631" w:rsidRDefault="00B33631" w:rsidP="004D48DE">
      <w:pPr>
        <w:pStyle w:val="libNormal"/>
        <w:rPr>
          <w:rtl/>
          <w:lang w:bidi="fa-IR"/>
        </w:rPr>
      </w:pPr>
      <w:r>
        <w:rPr>
          <w:rtl/>
          <w:lang w:bidi="fa-IR"/>
        </w:rPr>
        <w:t>جمله ى «اءفلاتَسمعون»، با محتواى آيه كه پيرامون شب است تناسب دارد، زيرا قدرت شنيدن انسان در شب ، همچنان محفوظ است ، هرچند چشمان او چيزى نبيند، چنانكه در آيه بعد كه بحث در ارتباط با روز است ، جمله «اءفلا تبصرون» آمده است .</w:t>
      </w:r>
    </w:p>
    <w:p w:rsidR="00B33631" w:rsidRDefault="00B33631" w:rsidP="004D48DE">
      <w:pPr>
        <w:pStyle w:val="libNormal"/>
        <w:rPr>
          <w:rtl/>
          <w:lang w:bidi="fa-IR"/>
        </w:rPr>
      </w:pPr>
      <w:r>
        <w:rPr>
          <w:rtl/>
          <w:lang w:bidi="fa-IR"/>
        </w:rPr>
        <w:t>از جمله راه هاى شناخت خداوند، انديشه پيرامون زوال يا تغيير نعمت هاست ، البتّه جابجايى و توالى شب و روز، يكى از بزرگ ترين نعمت ها و آيات الهى است .</w:t>
      </w:r>
    </w:p>
    <w:p w:rsidR="00B33631" w:rsidRDefault="00DF6A2E" w:rsidP="00DF6A2E">
      <w:pPr>
        <w:pStyle w:val="Heading2"/>
        <w:rPr>
          <w:rtl/>
          <w:lang w:bidi="fa-IR"/>
        </w:rPr>
      </w:pPr>
      <w:bookmarkStart w:id="171" w:name="_Toc362088738"/>
      <w:r>
        <w:rPr>
          <w:rtl/>
          <w:lang w:bidi="fa-IR"/>
        </w:rPr>
        <w:t>پيام ها :</w:t>
      </w:r>
      <w:bookmarkEnd w:id="171"/>
    </w:p>
    <w:p w:rsidR="00B33631" w:rsidRDefault="00B33631" w:rsidP="004D48DE">
      <w:pPr>
        <w:pStyle w:val="libNormal"/>
        <w:rPr>
          <w:rtl/>
          <w:lang w:bidi="fa-IR"/>
        </w:rPr>
      </w:pPr>
      <w:r>
        <w:rPr>
          <w:rtl/>
          <w:lang w:bidi="fa-IR"/>
        </w:rPr>
        <w:t xml:space="preserve">1- شيوه احتجاج با مخالفان را از خداوند بياموزيم . قل اءرايتم </w:t>
      </w:r>
    </w:p>
    <w:p w:rsidR="00B33631" w:rsidRDefault="00B33631" w:rsidP="004D48DE">
      <w:pPr>
        <w:pStyle w:val="libNormal"/>
        <w:rPr>
          <w:rtl/>
          <w:lang w:bidi="fa-IR"/>
        </w:rPr>
      </w:pPr>
      <w:r>
        <w:rPr>
          <w:rtl/>
          <w:lang w:bidi="fa-IR"/>
        </w:rPr>
        <w:t xml:space="preserve">2- بهترين نشانه هاى خداشناسى آن است كه براى همه كس ، در همه جا و در همه وقت ، قابل دسترسى باشد. قل اءرايتم </w:t>
      </w:r>
    </w:p>
    <w:p w:rsidR="00B33631" w:rsidRDefault="00B33631" w:rsidP="004D48DE">
      <w:pPr>
        <w:pStyle w:val="libNormal"/>
        <w:rPr>
          <w:rtl/>
          <w:lang w:bidi="fa-IR"/>
        </w:rPr>
      </w:pPr>
      <w:r>
        <w:rPr>
          <w:rtl/>
          <w:lang w:bidi="fa-IR"/>
        </w:rPr>
        <w:t>3- يكى از شيوه هاى قرآن ، طرح پرسش هاى بيدار كننده است . اِن جعل اللّه ...</w:t>
      </w:r>
    </w:p>
    <w:p w:rsidR="005C3659" w:rsidRPr="00DE30EA" w:rsidRDefault="005C3659" w:rsidP="00DE30EA">
      <w:pPr>
        <w:rPr>
          <w:rtl/>
        </w:rPr>
      </w:pPr>
      <w:r>
        <w:rPr>
          <w:rtl/>
          <w:lang w:bidi="fa-IR"/>
        </w:rPr>
        <w:br w:type="page"/>
      </w:r>
    </w:p>
    <w:p w:rsidR="00B33631" w:rsidRDefault="00B33631" w:rsidP="004D48DE">
      <w:pPr>
        <w:pStyle w:val="libNormal"/>
        <w:rPr>
          <w:rtl/>
          <w:lang w:bidi="fa-IR"/>
        </w:rPr>
      </w:pPr>
      <w:r>
        <w:rPr>
          <w:rtl/>
          <w:lang w:bidi="fa-IR"/>
        </w:rPr>
        <w:lastRenderedPageBreak/>
        <w:t>4- حركت زمين و ايجاد شب و روز، با اراده ى الهى است . جعل ... الليل سرمدا</w:t>
      </w:r>
    </w:p>
    <w:p w:rsidR="00B33631" w:rsidRDefault="00B33631" w:rsidP="004D48DE">
      <w:pPr>
        <w:pStyle w:val="libNormal"/>
        <w:rPr>
          <w:rtl/>
          <w:lang w:bidi="fa-IR"/>
        </w:rPr>
      </w:pPr>
      <w:r>
        <w:rPr>
          <w:rtl/>
          <w:lang w:bidi="fa-IR"/>
        </w:rPr>
        <w:t>5 طبيعت ، زيباترين تابلو و كتاب معرفت الهى است . الليل ضياء</w:t>
      </w:r>
    </w:p>
    <w:p w:rsidR="00B33631" w:rsidRDefault="00B33631" w:rsidP="004D48DE">
      <w:pPr>
        <w:pStyle w:val="libNormal"/>
        <w:rPr>
          <w:rtl/>
          <w:lang w:bidi="fa-IR"/>
        </w:rPr>
      </w:pPr>
      <w:r>
        <w:rPr>
          <w:rtl/>
          <w:lang w:bidi="fa-IR"/>
        </w:rPr>
        <w:t xml:space="preserve">6- در عقايد نبايد تقليد كرد. اءراءيتم اءفلا تسمعون </w:t>
      </w:r>
    </w:p>
    <w:p w:rsidR="00B33631" w:rsidRDefault="00B33631" w:rsidP="004D48DE">
      <w:pPr>
        <w:pStyle w:val="libNormal"/>
        <w:rPr>
          <w:rtl/>
          <w:lang w:bidi="fa-IR"/>
        </w:rPr>
      </w:pPr>
      <w:r>
        <w:rPr>
          <w:rtl/>
          <w:lang w:bidi="fa-IR"/>
        </w:rPr>
        <w:t xml:space="preserve">7- در تبليغ ، از وجدان مخاطبين استمداد بطلبيم . اءراءيتم ... من اله ... اءفلا تسمعون </w:t>
      </w:r>
    </w:p>
    <w:p w:rsidR="00B33631" w:rsidRPr="005C3659" w:rsidRDefault="002E3834" w:rsidP="005C3659">
      <w:pPr>
        <w:pStyle w:val="Heading1"/>
        <w:rPr>
          <w:rtl/>
        </w:rPr>
      </w:pPr>
      <w:r w:rsidRPr="005C3659">
        <w:rPr>
          <w:rtl/>
        </w:rPr>
        <w:t xml:space="preserve"> </w:t>
      </w:r>
      <w:bookmarkStart w:id="172" w:name="_Toc362088739"/>
      <w:r w:rsidRPr="00035AB4">
        <w:rPr>
          <w:highlight w:val="yellow"/>
          <w:rtl/>
        </w:rPr>
        <w:t>(72)</w:t>
      </w:r>
      <w:r w:rsidRPr="005C3659">
        <w:rPr>
          <w:rtl/>
        </w:rPr>
        <w:t xml:space="preserve"> قُلْ اءَرَءَيْتُمْ إِن جَعَلَ اللّهُ عَلَيْكُمُ النَّهَارَ سَرْمَداً إِلَى يَوْمِ الْقِيَمَةِ مَنْ إِلَهٌ غَيْرُ اللّهِ يَاءْتِيكُم بِلَيْلٍ تَسْكُنُونَ فِيهِ اءَفَلاَ تُبْصِرُونَ</w:t>
      </w:r>
      <w:bookmarkEnd w:id="172"/>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بگو: به من خبر دهيد كه اگر خداوند، روز شما را تا روز رستاخيز جاودان بدارد، كدام خدايى غير از «اللّه» براى شما شب خواهد آورد تا در آن آرامش (و آسايش) يابيد؟ پس آيا نمى نگريد؟</w:t>
      </w:r>
    </w:p>
    <w:p w:rsidR="00B33631" w:rsidRDefault="00DF6A2E" w:rsidP="00DF6A2E">
      <w:pPr>
        <w:pStyle w:val="Heading2"/>
        <w:rPr>
          <w:rtl/>
          <w:lang w:bidi="fa-IR"/>
        </w:rPr>
      </w:pPr>
      <w:bookmarkStart w:id="173" w:name="_Toc362088740"/>
      <w:r>
        <w:rPr>
          <w:rtl/>
          <w:lang w:bidi="fa-IR"/>
        </w:rPr>
        <w:t>پيام ها :</w:t>
      </w:r>
      <w:bookmarkEnd w:id="173"/>
    </w:p>
    <w:p w:rsidR="00B33631" w:rsidRDefault="00B33631" w:rsidP="004D48DE">
      <w:pPr>
        <w:pStyle w:val="libNormal"/>
        <w:rPr>
          <w:rtl/>
          <w:lang w:bidi="fa-IR"/>
        </w:rPr>
      </w:pPr>
      <w:r>
        <w:rPr>
          <w:rtl/>
          <w:lang w:bidi="fa-IR"/>
        </w:rPr>
        <w:t>1- نظام حاكم بر هستى ، از طرف خداوند است واگر بخواهد آن را به نظام ديگرى تبديل مى كند. اِن جعل اللّه ...</w:t>
      </w:r>
    </w:p>
    <w:p w:rsidR="00B33631" w:rsidRDefault="00B33631" w:rsidP="004D48DE">
      <w:pPr>
        <w:pStyle w:val="libNormal"/>
        <w:rPr>
          <w:rtl/>
          <w:lang w:bidi="fa-IR"/>
        </w:rPr>
      </w:pPr>
      <w:r>
        <w:rPr>
          <w:rtl/>
          <w:lang w:bidi="fa-IR"/>
        </w:rPr>
        <w:t>2- قدرت خداوند نسبت به همه ى پديده ها يكسان است . جعل ... الليل سرمدا، جعل ... النهار سرمدا</w:t>
      </w:r>
    </w:p>
    <w:p w:rsidR="00B33631" w:rsidRDefault="00B33631" w:rsidP="004D48DE">
      <w:pPr>
        <w:pStyle w:val="libNormal"/>
        <w:rPr>
          <w:rtl/>
          <w:lang w:bidi="fa-IR"/>
        </w:rPr>
      </w:pPr>
      <w:r>
        <w:rPr>
          <w:rtl/>
          <w:lang w:bidi="fa-IR"/>
        </w:rPr>
        <w:t xml:space="preserve">3- شب براى آسايش است و انسان نيازمند آسايش . تسكنون فيه </w:t>
      </w:r>
    </w:p>
    <w:p w:rsidR="00B33631" w:rsidRDefault="00B33631" w:rsidP="004D48DE">
      <w:pPr>
        <w:pStyle w:val="libNormal"/>
        <w:rPr>
          <w:rtl/>
          <w:lang w:bidi="fa-IR"/>
        </w:rPr>
      </w:pPr>
      <w:r>
        <w:rPr>
          <w:rtl/>
          <w:lang w:bidi="fa-IR"/>
        </w:rPr>
        <w:t xml:space="preserve">4- افراد بى بصيرت ، قابل توبيخ و سرزنش هستند. اءفلا تبصرون </w:t>
      </w:r>
    </w:p>
    <w:p w:rsidR="005C3659" w:rsidRDefault="00B33631" w:rsidP="004D48DE">
      <w:pPr>
        <w:pStyle w:val="libNormal"/>
        <w:rPr>
          <w:rtl/>
          <w:lang w:bidi="fa-IR"/>
        </w:rPr>
      </w:pPr>
      <w:r>
        <w:rPr>
          <w:rtl/>
          <w:lang w:bidi="fa-IR"/>
        </w:rPr>
        <w:t>5</w:t>
      </w:r>
      <w:r w:rsidR="005C3659">
        <w:rPr>
          <w:rFonts w:hint="cs"/>
          <w:rtl/>
          <w:lang w:bidi="fa-IR"/>
        </w:rPr>
        <w:t>-</w:t>
      </w:r>
      <w:r>
        <w:rPr>
          <w:rtl/>
          <w:lang w:bidi="fa-IR"/>
        </w:rPr>
        <w:t xml:space="preserve"> شرك ، معلول نداشتن بصيرت است . مَن اله غير اللّه ... اءفلا تبصرون </w:t>
      </w:r>
    </w:p>
    <w:p w:rsidR="00B33631" w:rsidRPr="00DE30EA" w:rsidRDefault="005C3659" w:rsidP="00DE30EA">
      <w:pPr>
        <w:rPr>
          <w:rtl/>
        </w:rPr>
      </w:pPr>
      <w:r>
        <w:rPr>
          <w:rtl/>
          <w:lang w:bidi="fa-IR"/>
        </w:rPr>
        <w:br w:type="page"/>
      </w:r>
    </w:p>
    <w:p w:rsidR="00B33631" w:rsidRPr="005C3659" w:rsidRDefault="002E3834" w:rsidP="005C3659">
      <w:pPr>
        <w:pStyle w:val="Heading1"/>
        <w:rPr>
          <w:rtl/>
        </w:rPr>
      </w:pPr>
      <w:r w:rsidRPr="005C3659">
        <w:rPr>
          <w:rtl/>
        </w:rPr>
        <w:lastRenderedPageBreak/>
        <w:t xml:space="preserve"> </w:t>
      </w:r>
      <w:bookmarkStart w:id="174" w:name="_Toc362088741"/>
      <w:r w:rsidRPr="00035AB4">
        <w:rPr>
          <w:highlight w:val="yellow"/>
          <w:rtl/>
        </w:rPr>
        <w:t>(73)</w:t>
      </w:r>
      <w:r w:rsidRPr="005C3659">
        <w:rPr>
          <w:rtl/>
        </w:rPr>
        <w:t xml:space="preserve"> وَمِن رَّحْمَتِهِ جَعَلَ لَكُمُ الَّيْلَ وَالنَّهَارَ لِتَسْكُنُواْ فِيهِ وَلِتَبْتَغُواْ مِن فَضْلِهِ وَلَعَلَّكُمْ تَشْكُرُونَ</w:t>
      </w:r>
      <w:bookmarkEnd w:id="174"/>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از رحمت اوست كه براى شما شب و روز را قرار داد تا در آن آرامش يابيد و از فضل او (روزى خود را)بجوييد، و باشد كه شكر گزاريد.</w:t>
      </w:r>
    </w:p>
    <w:p w:rsidR="00B33631" w:rsidRDefault="00DF6A2E" w:rsidP="00DF6A2E">
      <w:pPr>
        <w:pStyle w:val="Heading2"/>
        <w:rPr>
          <w:rtl/>
          <w:lang w:bidi="fa-IR"/>
        </w:rPr>
      </w:pPr>
      <w:bookmarkStart w:id="175" w:name="_Toc362088742"/>
      <w:r>
        <w:rPr>
          <w:rtl/>
          <w:lang w:bidi="fa-IR"/>
        </w:rPr>
        <w:t>نكته ها :</w:t>
      </w:r>
      <w:bookmarkEnd w:id="175"/>
    </w:p>
    <w:p w:rsidR="00B33631" w:rsidRDefault="00B33631" w:rsidP="004D48DE">
      <w:pPr>
        <w:pStyle w:val="libNormal"/>
        <w:rPr>
          <w:rtl/>
          <w:lang w:bidi="fa-IR"/>
        </w:rPr>
      </w:pPr>
      <w:r>
        <w:rPr>
          <w:rtl/>
          <w:lang w:bidi="fa-IR"/>
        </w:rPr>
        <w:t>در آيات قرآن ، هميشه شب بر روز مقدّم است . شايد از آن جهت كه تاريكى شب ، ذاتى زمين واز خود آن است ، ولى روشنى روز، از خورشيد است كه بر زمين عارض ‍ مى شود.</w:t>
      </w:r>
    </w:p>
    <w:p w:rsidR="00B33631" w:rsidRDefault="00DF6A2E" w:rsidP="00DF6A2E">
      <w:pPr>
        <w:pStyle w:val="Heading2"/>
        <w:rPr>
          <w:rtl/>
          <w:lang w:bidi="fa-IR"/>
        </w:rPr>
      </w:pPr>
      <w:bookmarkStart w:id="176" w:name="_Toc362088743"/>
      <w:r>
        <w:rPr>
          <w:rtl/>
          <w:lang w:bidi="fa-IR"/>
        </w:rPr>
        <w:t>پيام ها :</w:t>
      </w:r>
      <w:bookmarkEnd w:id="176"/>
    </w:p>
    <w:p w:rsidR="00B33631" w:rsidRDefault="00B33631" w:rsidP="004D48DE">
      <w:pPr>
        <w:pStyle w:val="libNormal"/>
        <w:rPr>
          <w:rtl/>
          <w:lang w:bidi="fa-IR"/>
        </w:rPr>
      </w:pPr>
      <w:r>
        <w:rPr>
          <w:rtl/>
          <w:lang w:bidi="fa-IR"/>
        </w:rPr>
        <w:t xml:space="preserve">1- منشاء خلقت و اعطاى نعمت ، نياز او، يا طلب ما نيست ، بلكه بخشندگى و رحمانيّت اوست . و من رحمته جعل </w:t>
      </w:r>
    </w:p>
    <w:p w:rsidR="00B33631" w:rsidRDefault="00B33631" w:rsidP="004D48DE">
      <w:pPr>
        <w:pStyle w:val="libNormal"/>
        <w:rPr>
          <w:rtl/>
          <w:lang w:bidi="fa-IR"/>
        </w:rPr>
      </w:pPr>
      <w:r>
        <w:rPr>
          <w:rtl/>
          <w:lang w:bidi="fa-IR"/>
        </w:rPr>
        <w:t>2- آرامش شب ، مقدّمه تلاش روز است . لتسكنوا فيه و لتبتغوا</w:t>
      </w:r>
    </w:p>
    <w:p w:rsidR="00B33631" w:rsidRDefault="00B33631" w:rsidP="004D48DE">
      <w:pPr>
        <w:pStyle w:val="libNormal"/>
        <w:rPr>
          <w:rtl/>
          <w:lang w:bidi="fa-IR"/>
        </w:rPr>
      </w:pPr>
      <w:r>
        <w:rPr>
          <w:rtl/>
          <w:lang w:bidi="fa-IR"/>
        </w:rPr>
        <w:t>3- خداوند، بخشنده است ، ولى انسان بايد تلاش كند. من رحمته جعل ... لتبتغوا</w:t>
      </w:r>
    </w:p>
    <w:p w:rsidR="00B33631" w:rsidRDefault="00B33631" w:rsidP="004D48DE">
      <w:pPr>
        <w:pStyle w:val="libNormal"/>
        <w:rPr>
          <w:rtl/>
          <w:lang w:bidi="fa-IR"/>
        </w:rPr>
      </w:pPr>
      <w:r>
        <w:rPr>
          <w:rtl/>
          <w:lang w:bidi="fa-IR"/>
        </w:rPr>
        <w:t xml:space="preserve">4- شب براى آسايش وروز براى كار وفعاليّت است . لتسكنوا فيه ولتبتغوامن فضله </w:t>
      </w:r>
    </w:p>
    <w:p w:rsidR="00B33631" w:rsidRDefault="00B33631" w:rsidP="004D48DE">
      <w:pPr>
        <w:pStyle w:val="libNormal"/>
        <w:rPr>
          <w:rtl/>
          <w:lang w:bidi="fa-IR"/>
        </w:rPr>
      </w:pPr>
      <w:r>
        <w:rPr>
          <w:rtl/>
          <w:lang w:bidi="fa-IR"/>
        </w:rPr>
        <w:t>5</w:t>
      </w:r>
      <w:r w:rsidR="005C3659">
        <w:rPr>
          <w:rFonts w:hint="cs"/>
          <w:rtl/>
          <w:lang w:bidi="fa-IR"/>
        </w:rPr>
        <w:t>-</w:t>
      </w:r>
      <w:r>
        <w:rPr>
          <w:rtl/>
          <w:lang w:bidi="fa-IR"/>
        </w:rPr>
        <w:t xml:space="preserve"> آنچه بدست آوريم از فضل اوست ، به زرنگى خود ننازيم . من فضله </w:t>
      </w:r>
    </w:p>
    <w:p w:rsidR="00B33631" w:rsidRDefault="00B33631" w:rsidP="004D48DE">
      <w:pPr>
        <w:pStyle w:val="libNormal"/>
        <w:rPr>
          <w:rtl/>
          <w:lang w:bidi="fa-IR"/>
        </w:rPr>
      </w:pPr>
      <w:r>
        <w:rPr>
          <w:rtl/>
          <w:lang w:bidi="fa-IR"/>
        </w:rPr>
        <w:t xml:space="preserve">6- نعمت هاى مادّى بايد مقدّمه ى شكر وكسب مراتب معنوى باشد. لتسكنوا... لتبتغوا... لعلّكم تشكرون </w:t>
      </w:r>
    </w:p>
    <w:p w:rsidR="005C3659" w:rsidRPr="00DE30EA" w:rsidRDefault="005C3659"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7- دنيا اگر وسيله ى رشد، قرب و شكر بدرگاه الهى باشد، منفور و مذموم نيست . لعلّكم تشكرون </w:t>
      </w:r>
    </w:p>
    <w:p w:rsidR="00B33631" w:rsidRPr="005C3659" w:rsidRDefault="002E3834" w:rsidP="005C3659">
      <w:pPr>
        <w:pStyle w:val="Heading1"/>
        <w:rPr>
          <w:rtl/>
        </w:rPr>
      </w:pPr>
      <w:r w:rsidRPr="005C3659">
        <w:rPr>
          <w:rtl/>
        </w:rPr>
        <w:t xml:space="preserve"> </w:t>
      </w:r>
      <w:bookmarkStart w:id="177" w:name="_Toc362088744"/>
      <w:r w:rsidRPr="00035AB4">
        <w:rPr>
          <w:highlight w:val="yellow"/>
          <w:rtl/>
        </w:rPr>
        <w:t>(74)</w:t>
      </w:r>
      <w:r w:rsidRPr="005C3659">
        <w:rPr>
          <w:rtl/>
        </w:rPr>
        <w:t xml:space="preserve"> وَيَوْمَ يُنَادِيهِمْ فَيَقُولُ اءَيْنَ شُرَكَآءِىَ الَّذِينَ كُنتُمْ تَزْعُمُونَ</w:t>
      </w:r>
      <w:bookmarkEnd w:id="177"/>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(باز بخاطر آوريد) روزى را كه (خداوند) آنها را ندا مى دهد، پس مى گويد: كجايند آن (همتايان و) شريكانى كه براى من مى پنداشتيد؟!</w:t>
      </w:r>
    </w:p>
    <w:p w:rsidR="00B33631" w:rsidRDefault="00DF6A2E" w:rsidP="00DF6A2E">
      <w:pPr>
        <w:pStyle w:val="Heading2"/>
        <w:rPr>
          <w:rtl/>
          <w:lang w:bidi="fa-IR"/>
        </w:rPr>
      </w:pPr>
      <w:bookmarkStart w:id="178" w:name="_Toc362088745"/>
      <w:r>
        <w:rPr>
          <w:rtl/>
          <w:lang w:bidi="fa-IR"/>
        </w:rPr>
        <w:t>نكته ها :</w:t>
      </w:r>
      <w:bookmarkEnd w:id="178"/>
    </w:p>
    <w:p w:rsidR="00B33631" w:rsidRDefault="00B33631" w:rsidP="004D48DE">
      <w:pPr>
        <w:pStyle w:val="libNormal"/>
        <w:rPr>
          <w:rtl/>
          <w:lang w:bidi="fa-IR"/>
        </w:rPr>
      </w:pPr>
      <w:r>
        <w:rPr>
          <w:rtl/>
          <w:lang w:bidi="fa-IR"/>
        </w:rPr>
        <w:t>اين آيه ، شبيه آيه ى 62 همين سوره است كه قبلا گذشت .</w:t>
      </w:r>
    </w:p>
    <w:p w:rsidR="00B33631" w:rsidRDefault="00DF6A2E" w:rsidP="00DF6A2E">
      <w:pPr>
        <w:pStyle w:val="Heading2"/>
        <w:rPr>
          <w:rtl/>
          <w:lang w:bidi="fa-IR"/>
        </w:rPr>
      </w:pPr>
      <w:bookmarkStart w:id="179" w:name="_Toc362088746"/>
      <w:r>
        <w:rPr>
          <w:rtl/>
          <w:lang w:bidi="fa-IR"/>
        </w:rPr>
        <w:t>پيام ها :</w:t>
      </w:r>
      <w:bookmarkEnd w:id="179"/>
    </w:p>
    <w:p w:rsidR="00B33631" w:rsidRDefault="00B33631" w:rsidP="004D48DE">
      <w:pPr>
        <w:pStyle w:val="libNormal"/>
        <w:rPr>
          <w:rtl/>
          <w:lang w:bidi="fa-IR"/>
        </w:rPr>
      </w:pPr>
      <w:r>
        <w:rPr>
          <w:rtl/>
          <w:lang w:bidi="fa-IR"/>
        </w:rPr>
        <w:t xml:space="preserve">1- صحنه ى حضور مشركان در قيامت ، صحنه اى قابل يادآورى است . و يوم يناديهم </w:t>
      </w:r>
    </w:p>
    <w:p w:rsidR="00B33631" w:rsidRDefault="00B33631" w:rsidP="004D48DE">
      <w:pPr>
        <w:pStyle w:val="libNormal"/>
        <w:rPr>
          <w:rtl/>
          <w:lang w:bidi="fa-IR"/>
        </w:rPr>
      </w:pPr>
      <w:r>
        <w:rPr>
          <w:rtl/>
          <w:lang w:bidi="fa-IR"/>
        </w:rPr>
        <w:t>2- آنان كه براى خداوند، شريكى قائلند، خود را براى پاسخگويى آماده نمايند. اءين شركائى (انسان مسئول انديشه و گرايش خود است)</w:t>
      </w:r>
    </w:p>
    <w:p w:rsidR="00B33631" w:rsidRDefault="00B33631" w:rsidP="004D48DE">
      <w:pPr>
        <w:pStyle w:val="libNormal"/>
        <w:rPr>
          <w:rtl/>
          <w:lang w:bidi="fa-IR"/>
        </w:rPr>
      </w:pPr>
      <w:r>
        <w:rPr>
          <w:rtl/>
          <w:lang w:bidi="fa-IR"/>
        </w:rPr>
        <w:t xml:space="preserve">3- قيامت ، روز ظهور پوچى معبودان و درماندگى مشركان است . اءين شركائى </w:t>
      </w:r>
    </w:p>
    <w:p w:rsidR="00B33631" w:rsidRDefault="00B33631" w:rsidP="004D48DE">
      <w:pPr>
        <w:pStyle w:val="libNormal"/>
        <w:rPr>
          <w:rtl/>
          <w:lang w:bidi="fa-IR"/>
        </w:rPr>
      </w:pPr>
      <w:r>
        <w:rPr>
          <w:rtl/>
          <w:lang w:bidi="fa-IR"/>
        </w:rPr>
        <w:t xml:space="preserve">4- تمام معبودان در بى اثرى و همه مشركان در بى جوابى يكسانند. اءين شركائى </w:t>
      </w:r>
    </w:p>
    <w:p w:rsidR="00B33631" w:rsidRDefault="00B33631" w:rsidP="004D48DE">
      <w:pPr>
        <w:pStyle w:val="libNormal"/>
        <w:rPr>
          <w:rtl/>
          <w:lang w:bidi="fa-IR"/>
        </w:rPr>
      </w:pPr>
      <w:r>
        <w:rPr>
          <w:rtl/>
          <w:lang w:bidi="fa-IR"/>
        </w:rPr>
        <w:t>5</w:t>
      </w:r>
      <w:r w:rsidR="003B6A34">
        <w:rPr>
          <w:rFonts w:hint="cs"/>
          <w:rtl/>
          <w:lang w:bidi="fa-IR"/>
        </w:rPr>
        <w:t>-</w:t>
      </w:r>
      <w:r>
        <w:rPr>
          <w:rtl/>
          <w:lang w:bidi="fa-IR"/>
        </w:rPr>
        <w:t xml:space="preserve"> قاضى دادگاه قيامت ، ذات مقدّس خداوند است . اين شركائى </w:t>
      </w:r>
    </w:p>
    <w:p w:rsidR="00B33631" w:rsidRDefault="00B33631" w:rsidP="004D48DE">
      <w:pPr>
        <w:pStyle w:val="libNormal"/>
        <w:rPr>
          <w:rtl/>
          <w:lang w:bidi="fa-IR"/>
        </w:rPr>
      </w:pPr>
      <w:r>
        <w:rPr>
          <w:rtl/>
          <w:lang w:bidi="fa-IR"/>
        </w:rPr>
        <w:t xml:space="preserve">6- براى غير خداوند، در قيامت ، هيچ قدرتى نيست . اين شركائى </w:t>
      </w:r>
    </w:p>
    <w:p w:rsidR="003B6A34" w:rsidRPr="00DE30EA" w:rsidRDefault="003B6A34"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7- خداوند شريك ندارد، آنچه را شريك او مى شمرند، پندار و توهّم است . كنتم تزعمون </w:t>
      </w:r>
    </w:p>
    <w:p w:rsidR="00B33631" w:rsidRPr="003B6A34" w:rsidRDefault="002E3834" w:rsidP="003B6A34">
      <w:pPr>
        <w:pStyle w:val="Heading1"/>
        <w:rPr>
          <w:rtl/>
        </w:rPr>
      </w:pPr>
      <w:r w:rsidRPr="003B6A34">
        <w:rPr>
          <w:rtl/>
        </w:rPr>
        <w:t xml:space="preserve"> </w:t>
      </w:r>
      <w:bookmarkStart w:id="180" w:name="_Toc362088747"/>
      <w:r w:rsidRPr="00035AB4">
        <w:rPr>
          <w:highlight w:val="yellow"/>
          <w:rtl/>
        </w:rPr>
        <w:t>(75)</w:t>
      </w:r>
      <w:r w:rsidRPr="003B6A34">
        <w:rPr>
          <w:rtl/>
        </w:rPr>
        <w:t xml:space="preserve"> وَنَزَعْنَا مِن كُلِّ اءُمَّةٍ شَهِيداً فَقُلْنَا هَاتُواْ بُرْهَنَكُمْ فَعَلِمُوَّاْ اءَنَّ الْحَقَّ لِلَّهِ وَضَلَّ عَنْهُم مَّاكَانُواْ يَفْتَرُونَ</w:t>
      </w:r>
      <w:bookmarkEnd w:id="180"/>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(در آن روز) از هر امّتى ، گواهى بيرون مى آوريم ، پس (به مشركان) مى گوييم دليل خود را (بر شرك) بياوريد پس مى فهمند كه حقّ، مخصوص ‍ خداست و هر چه به دروغ مى بافتند از (دست) آنان رفته و محو شده است .</w:t>
      </w:r>
    </w:p>
    <w:p w:rsidR="00B33631" w:rsidRDefault="00DF6A2E" w:rsidP="00DF6A2E">
      <w:pPr>
        <w:pStyle w:val="Heading2"/>
        <w:rPr>
          <w:rtl/>
          <w:lang w:bidi="fa-IR"/>
        </w:rPr>
      </w:pPr>
      <w:bookmarkStart w:id="181" w:name="_Toc362088748"/>
      <w:r>
        <w:rPr>
          <w:rtl/>
          <w:lang w:bidi="fa-IR"/>
        </w:rPr>
        <w:t>نكته ها :</w:t>
      </w:r>
      <w:bookmarkEnd w:id="181"/>
    </w:p>
    <w:p w:rsidR="003B6A34" w:rsidRDefault="00B33631" w:rsidP="003B6A34">
      <w:pPr>
        <w:pStyle w:val="libNormal"/>
        <w:rPr>
          <w:rFonts w:hint="cs"/>
          <w:rtl/>
          <w:lang w:bidi="fa-IR"/>
        </w:rPr>
      </w:pPr>
      <w:r>
        <w:rPr>
          <w:rtl/>
          <w:lang w:bidi="fa-IR"/>
        </w:rPr>
        <w:t xml:space="preserve">مواقف قيامت ، متعدّد است ، در يك موقف بر لب هاى انسان مُهر خورده و اعضا و جوارح ديگر به شهادت مى پردازند؛ شَهِد عليهم سَمعُهم و ابصارهم و جُلودهم </w:t>
      </w:r>
      <w:r w:rsidR="00144845" w:rsidRPr="00C96ECB">
        <w:rPr>
          <w:rStyle w:val="libFootnotenumChar"/>
          <w:rtl/>
          <w:lang w:bidi="fa-IR"/>
        </w:rPr>
        <w:t>(87)</w:t>
      </w:r>
      <w:r>
        <w:rPr>
          <w:rtl/>
          <w:lang w:bidi="fa-IR"/>
        </w:rPr>
        <w:t xml:space="preserve"> در موقفى ديگر، انسان مى تواند سخن بگويد؛ وَقِفوهم اِنّهم مسئولون </w:t>
      </w:r>
      <w:r w:rsidR="00144845" w:rsidRPr="00C96ECB">
        <w:rPr>
          <w:rStyle w:val="libFootnotenumChar"/>
          <w:rtl/>
          <w:lang w:bidi="fa-IR"/>
        </w:rPr>
        <w:t>(88)</w:t>
      </w:r>
      <w:r>
        <w:rPr>
          <w:rtl/>
          <w:lang w:bidi="fa-IR"/>
        </w:rPr>
        <w:t xml:space="preserve"> در يك جا سخنى با انسان گفته نمى شود؛ لا يكلّمهم اللّه </w:t>
      </w:r>
      <w:r w:rsidR="00144845" w:rsidRPr="00C96ECB">
        <w:rPr>
          <w:rStyle w:val="libFootnotenumChar"/>
          <w:rtl/>
          <w:lang w:bidi="fa-IR"/>
        </w:rPr>
        <w:t>(89)</w:t>
      </w:r>
      <w:r>
        <w:rPr>
          <w:rtl/>
          <w:lang w:bidi="fa-IR"/>
        </w:rPr>
        <w:t xml:space="preserve"> ولى در جاى ديگر، خداوند مى فرمايد: هاتوا برهانكم</w:t>
      </w:r>
      <w:r w:rsidR="003B6A34">
        <w:rPr>
          <w:rFonts w:hint="cs"/>
          <w:rtl/>
          <w:lang w:bidi="fa-IR"/>
        </w:rPr>
        <w:t>.</w:t>
      </w:r>
      <w:r>
        <w:rPr>
          <w:rtl/>
          <w:lang w:bidi="fa-IR"/>
        </w:rPr>
        <w:t xml:space="preserve"> گرچه بعضى احتمال داده اند كه مراد آيه اين باشد كه خداوند از هر گروه مشرك ، يكى از افراد برجسته را به عنوان شاهد و سخنگو بيرون مى كشد و از او مى پرسد: برهان شرك شما چيست ؟ ولى با توجّه به روايتى كه در ذيل آيه از امام باقر عليه السلام آمده است </w:t>
      </w:r>
      <w:r w:rsidR="00144845" w:rsidRPr="00C96ECB">
        <w:rPr>
          <w:rStyle w:val="libFootnotenumChar"/>
          <w:rtl/>
          <w:lang w:bidi="fa-IR"/>
        </w:rPr>
        <w:t>(90)</w:t>
      </w:r>
      <w:r>
        <w:rPr>
          <w:rtl/>
          <w:lang w:bidi="fa-IR"/>
        </w:rPr>
        <w:t xml:space="preserve"> </w:t>
      </w:r>
    </w:p>
    <w:p w:rsidR="003B6A34" w:rsidRDefault="003B6A34" w:rsidP="003B6A34">
      <w:pPr>
        <w:pStyle w:val="libLine"/>
        <w:rPr>
          <w:rtl/>
        </w:rPr>
      </w:pPr>
      <w:r w:rsidRPr="00AD5C7B">
        <w:rPr>
          <w:rtl/>
        </w:rPr>
        <w:t>_________________________</w:t>
      </w:r>
    </w:p>
    <w:p w:rsidR="003B6A34" w:rsidRDefault="003B6A34" w:rsidP="003B6A34">
      <w:pPr>
        <w:pStyle w:val="libFootnote"/>
        <w:rPr>
          <w:rtl/>
        </w:rPr>
      </w:pPr>
      <w:r>
        <w:rPr>
          <w:rtl/>
        </w:rPr>
        <w:t>87- فصّلت ، 20.</w:t>
      </w:r>
    </w:p>
    <w:p w:rsidR="003B6A34" w:rsidRDefault="003B6A34" w:rsidP="003B6A34">
      <w:pPr>
        <w:pStyle w:val="libFootnote"/>
        <w:rPr>
          <w:rtl/>
        </w:rPr>
      </w:pPr>
      <w:r>
        <w:rPr>
          <w:rtl/>
        </w:rPr>
        <w:t>88- صافّات ، 24.</w:t>
      </w:r>
    </w:p>
    <w:p w:rsidR="003B6A34" w:rsidRDefault="003B6A34" w:rsidP="003B6A34">
      <w:pPr>
        <w:pStyle w:val="libFootnote"/>
        <w:rPr>
          <w:rtl/>
        </w:rPr>
      </w:pPr>
      <w:r>
        <w:rPr>
          <w:rtl/>
        </w:rPr>
        <w:t>89- بقره ، 174.</w:t>
      </w:r>
    </w:p>
    <w:p w:rsidR="003B6A34" w:rsidRDefault="003B6A34" w:rsidP="003B6A34">
      <w:pPr>
        <w:pStyle w:val="libFootnote"/>
        <w:rPr>
          <w:rtl/>
        </w:rPr>
      </w:pPr>
      <w:r>
        <w:rPr>
          <w:rtl/>
        </w:rPr>
        <w:t>90- تفسير الميزان ، ج 16، ص 20.</w:t>
      </w:r>
    </w:p>
    <w:p w:rsidR="003B6A34" w:rsidRPr="00DE30EA" w:rsidRDefault="003B6A34" w:rsidP="00DE30EA">
      <w:pPr>
        <w:rPr>
          <w:rtl/>
        </w:rPr>
      </w:pPr>
      <w:r>
        <w:rPr>
          <w:rtl/>
          <w:lang w:bidi="fa-IR"/>
        </w:rPr>
        <w:br w:type="page"/>
      </w:r>
    </w:p>
    <w:p w:rsidR="00B33631" w:rsidRDefault="00B33631" w:rsidP="003B6A34">
      <w:pPr>
        <w:pStyle w:val="libNormal0"/>
        <w:rPr>
          <w:rtl/>
          <w:lang w:bidi="fa-IR"/>
        </w:rPr>
      </w:pPr>
      <w:r>
        <w:rPr>
          <w:rtl/>
          <w:lang w:bidi="fa-IR"/>
        </w:rPr>
        <w:lastRenderedPageBreak/>
        <w:t>مراد اين است كه در هر عصر و زمانى ، انسان معصومى (پيامبر يا وصىّ پيامبر) كه به اعمال مردم آگاه باشد، وجود دارد تا در قيامت به عنوان گواه رفتار مردم ، شاهد قرار گيرد.</w:t>
      </w:r>
    </w:p>
    <w:p w:rsidR="00B33631" w:rsidRDefault="00DF6A2E" w:rsidP="00DF6A2E">
      <w:pPr>
        <w:pStyle w:val="Heading2"/>
        <w:rPr>
          <w:rtl/>
          <w:lang w:bidi="fa-IR"/>
        </w:rPr>
      </w:pPr>
      <w:bookmarkStart w:id="182" w:name="_Toc362088749"/>
      <w:r>
        <w:rPr>
          <w:rtl/>
          <w:lang w:bidi="fa-IR"/>
        </w:rPr>
        <w:t>پيام ها :</w:t>
      </w:r>
      <w:bookmarkEnd w:id="182"/>
    </w:p>
    <w:p w:rsidR="00B33631" w:rsidRDefault="00B33631" w:rsidP="004D48DE">
      <w:pPr>
        <w:pStyle w:val="libNormal"/>
        <w:rPr>
          <w:rtl/>
          <w:lang w:bidi="fa-IR"/>
        </w:rPr>
      </w:pPr>
      <w:r>
        <w:rPr>
          <w:rtl/>
          <w:lang w:bidi="fa-IR"/>
        </w:rPr>
        <w:t>1- در قيامت ، گواهان از خود امّت ها برمى خيزند. من كلّ امّة شهيدا</w:t>
      </w:r>
    </w:p>
    <w:p w:rsidR="00B33631" w:rsidRDefault="00B33631" w:rsidP="004D48DE">
      <w:pPr>
        <w:pStyle w:val="libNormal"/>
        <w:rPr>
          <w:rtl/>
          <w:lang w:bidi="fa-IR"/>
        </w:rPr>
      </w:pPr>
      <w:r>
        <w:rPr>
          <w:rtl/>
          <w:lang w:bidi="fa-IR"/>
        </w:rPr>
        <w:t>2- محاكمات روز قيامت ، علنى و حضورى است . شهيدا فقلنا</w:t>
      </w:r>
    </w:p>
    <w:p w:rsidR="00B33631" w:rsidRDefault="00B33631" w:rsidP="004D48DE">
      <w:pPr>
        <w:pStyle w:val="libNormal"/>
        <w:rPr>
          <w:rtl/>
          <w:lang w:bidi="fa-IR"/>
        </w:rPr>
      </w:pPr>
      <w:r>
        <w:rPr>
          <w:rtl/>
          <w:lang w:bidi="fa-IR"/>
        </w:rPr>
        <w:t xml:space="preserve">3- عقايد و افكار خود را بر اساس برهان و دليلِ محكم تنظيم كنيم . زيرا شرك برهانى ندارد و در آخرت بهانه ، خريدارى ندارد. هاتوا برهانكم </w:t>
      </w:r>
    </w:p>
    <w:p w:rsidR="00B33631" w:rsidRDefault="00B33631" w:rsidP="004D48DE">
      <w:pPr>
        <w:pStyle w:val="libNormal"/>
        <w:rPr>
          <w:rtl/>
          <w:lang w:bidi="fa-IR"/>
        </w:rPr>
      </w:pPr>
      <w:r>
        <w:rPr>
          <w:rtl/>
          <w:lang w:bidi="fa-IR"/>
        </w:rPr>
        <w:t xml:space="preserve">4- مشركان ، منطق و برهان ندارند. هاتوا برهانكم </w:t>
      </w:r>
    </w:p>
    <w:p w:rsidR="00B33631" w:rsidRDefault="00B33631" w:rsidP="004D48DE">
      <w:pPr>
        <w:pStyle w:val="libNormal"/>
        <w:rPr>
          <w:rtl/>
          <w:lang w:bidi="fa-IR"/>
        </w:rPr>
      </w:pPr>
      <w:r>
        <w:rPr>
          <w:rtl/>
          <w:lang w:bidi="fa-IR"/>
        </w:rPr>
        <w:t xml:space="preserve">5 هر نوع كتمانِ حقايق ، فقط در دنياست ، در آخرت با كنار رفتن پرده ها، حقّ و حقيقت ، ظاهر و متجلّى مى شود. فعلموا انّ الحقّ للّه </w:t>
      </w:r>
    </w:p>
    <w:p w:rsidR="00B33631" w:rsidRDefault="00B33631" w:rsidP="004D48DE">
      <w:pPr>
        <w:pStyle w:val="libNormal"/>
        <w:rPr>
          <w:rtl/>
          <w:lang w:bidi="fa-IR"/>
        </w:rPr>
      </w:pPr>
      <w:r>
        <w:rPr>
          <w:rtl/>
          <w:lang w:bidi="fa-IR"/>
        </w:rPr>
        <w:t xml:space="preserve">6- اگر چه مجرمين در قيامت به فكر انكار هستند، ولى حضور گواه ، آنان را به بن بست مى كشاند. شهيدا... فعلموا اَنّ الحقّ للّه </w:t>
      </w:r>
    </w:p>
    <w:p w:rsidR="00B33631" w:rsidRDefault="00B33631" w:rsidP="004D48DE">
      <w:pPr>
        <w:pStyle w:val="libNormal"/>
        <w:rPr>
          <w:rtl/>
          <w:lang w:bidi="fa-IR"/>
        </w:rPr>
      </w:pPr>
      <w:r>
        <w:rPr>
          <w:rtl/>
          <w:lang w:bidi="fa-IR"/>
        </w:rPr>
        <w:t xml:space="preserve">7- باطل ، رفتنى است . ضلّ عنهم ما كانوا يفترون </w:t>
      </w:r>
    </w:p>
    <w:p w:rsidR="00B33631" w:rsidRPr="003B6A34" w:rsidRDefault="002E3834" w:rsidP="003B6A34">
      <w:pPr>
        <w:pStyle w:val="Heading1"/>
        <w:rPr>
          <w:rtl/>
        </w:rPr>
      </w:pPr>
      <w:r w:rsidRPr="003B6A34">
        <w:rPr>
          <w:rtl/>
        </w:rPr>
        <w:t xml:space="preserve"> </w:t>
      </w:r>
      <w:bookmarkStart w:id="183" w:name="_Toc362088750"/>
      <w:r w:rsidRPr="00035AB4">
        <w:rPr>
          <w:highlight w:val="yellow"/>
          <w:rtl/>
        </w:rPr>
        <w:t>(76)</w:t>
      </w:r>
      <w:r w:rsidRPr="003B6A34">
        <w:rPr>
          <w:rtl/>
        </w:rPr>
        <w:t xml:space="preserve"> إِنَّ قَرُونَ كَانَ مِن قَوْمِ مُوسَى فَبَغَى عَلَيْهِمْ وَ ءَاتَيْنَهُ مِنَ الْكُنُوزِ مَآ إِنَّ مَفَاتِحَهُ لَتَنُوَّاءُ بِالْعُصْبَةِ اءُوْلِى الْقُوَّةِ إِذْ قَالَ لَهُ قَوْمُهُ لاَتَفْرَحْ إِنَّ اللّهَ لاَ يُحِبُّ الْفَرِحِينَ</w:t>
      </w:r>
      <w:bookmarkEnd w:id="183"/>
    </w:p>
    <w:p w:rsidR="00B33631" w:rsidRDefault="00B33631" w:rsidP="004D48DE">
      <w:pPr>
        <w:pStyle w:val="libNormal"/>
        <w:rPr>
          <w:rtl/>
          <w:lang w:bidi="fa-IR"/>
        </w:rPr>
      </w:pPr>
      <w:r>
        <w:rPr>
          <w:rtl/>
          <w:lang w:bidi="fa-IR"/>
        </w:rPr>
        <w:t>ترجمه :</w:t>
      </w:r>
    </w:p>
    <w:p w:rsidR="003B6A34" w:rsidRDefault="00B33631" w:rsidP="004D48DE">
      <w:pPr>
        <w:pStyle w:val="libNormal"/>
        <w:rPr>
          <w:rtl/>
          <w:lang w:bidi="fa-IR"/>
        </w:rPr>
      </w:pPr>
      <w:r>
        <w:rPr>
          <w:rtl/>
          <w:lang w:bidi="fa-IR"/>
        </w:rPr>
        <w:t xml:space="preserve">همانا قارون از قوم موسى بود و بر آنان ستم نمود، با آن كه ما آنقدر از گنج ها (و صندوق جواهرات) به او داده بوديم كه حمل (آن ذخاير و)كليدهايش بر گروه نيرومند نيز سنگين بود. روزى قومش به او گفتند: </w:t>
      </w:r>
    </w:p>
    <w:p w:rsidR="003B6A34" w:rsidRPr="00DE30EA" w:rsidRDefault="003B6A34" w:rsidP="00DE30EA">
      <w:pPr>
        <w:rPr>
          <w:rtl/>
        </w:rPr>
      </w:pPr>
      <w:r>
        <w:rPr>
          <w:rtl/>
          <w:lang w:bidi="fa-IR"/>
        </w:rPr>
        <w:br w:type="page"/>
      </w:r>
    </w:p>
    <w:p w:rsidR="00B33631" w:rsidRDefault="00B33631" w:rsidP="003B6A34">
      <w:pPr>
        <w:pStyle w:val="libNormal0"/>
        <w:rPr>
          <w:rtl/>
          <w:lang w:bidi="fa-IR"/>
        </w:rPr>
      </w:pPr>
      <w:r>
        <w:rPr>
          <w:rtl/>
          <w:lang w:bidi="fa-IR"/>
        </w:rPr>
        <w:lastRenderedPageBreak/>
        <w:t>مغرورانه شادى مكن ، بدرستى كه خداوند شادمانان مغرور را دوست نمى دارد.</w:t>
      </w:r>
    </w:p>
    <w:p w:rsidR="00B33631" w:rsidRDefault="00DF6A2E" w:rsidP="00DF6A2E">
      <w:pPr>
        <w:pStyle w:val="Heading2"/>
        <w:rPr>
          <w:rtl/>
          <w:lang w:bidi="fa-IR"/>
        </w:rPr>
      </w:pPr>
      <w:bookmarkStart w:id="184" w:name="_Toc362088751"/>
      <w:r>
        <w:rPr>
          <w:rtl/>
          <w:lang w:bidi="fa-IR"/>
        </w:rPr>
        <w:t>نكته ها :</w:t>
      </w:r>
      <w:bookmarkEnd w:id="184"/>
    </w:p>
    <w:p w:rsidR="00B33631" w:rsidRDefault="00B33631" w:rsidP="004D48DE">
      <w:pPr>
        <w:pStyle w:val="libNormal"/>
        <w:rPr>
          <w:rtl/>
          <w:lang w:bidi="fa-IR"/>
        </w:rPr>
      </w:pPr>
      <w:r>
        <w:rPr>
          <w:rtl/>
          <w:lang w:bidi="fa-IR"/>
        </w:rPr>
        <w:t>در تفسير مجمع البيان حديثى نقل شده كه قارون پسرخاله ى حضرت موسى و انسانى دانشمند بود و در خواندن تورات ، مهارت بى نظيرى داشت . او ابتدا از ياران موسى عليه السلام و از جمله گروه هفتاد نفرى ملازم آن حضرت براى اعزام به كوه طور و مناجات در آنجا بود، امّا به واسطه بدست آوردن ثروت بى حساب ، عَلَم مخالفت برداشت و سرانجام مورد خشم و قهر الهى واقع گرديد.</w:t>
      </w:r>
    </w:p>
    <w:p w:rsidR="00B33631" w:rsidRDefault="00B33631" w:rsidP="004D48DE">
      <w:pPr>
        <w:pStyle w:val="libNormal"/>
        <w:rPr>
          <w:rtl/>
          <w:lang w:bidi="fa-IR"/>
        </w:rPr>
      </w:pPr>
      <w:r>
        <w:rPr>
          <w:rtl/>
          <w:lang w:bidi="fa-IR"/>
        </w:rPr>
        <w:t>حضرت موسى درطول دوران مبارزه اش با سه محور اصلى فساد و طغيان ، درگير بود: يكى محور قدرت و زور كه فرعون ، سردمدار آن بود. ديگرى اهرم ثروت و زَر كه قارون ، مظهر آن بشمار مى رفت ، و سوّمى عامل فريب و تزوير كه سامرى رهبرى آن را به عهده داشت . به عبارت ديگر، حضرت موسى با مثلّث شومِ زور، زر و تزوير، دست به گريبان بود.</w:t>
      </w:r>
    </w:p>
    <w:p w:rsidR="00B33631" w:rsidRDefault="00DF6A2E" w:rsidP="00DF6A2E">
      <w:pPr>
        <w:pStyle w:val="Heading2"/>
        <w:rPr>
          <w:rtl/>
          <w:lang w:bidi="fa-IR"/>
        </w:rPr>
      </w:pPr>
      <w:bookmarkStart w:id="185" w:name="_Toc362088752"/>
      <w:r>
        <w:rPr>
          <w:rtl/>
          <w:lang w:bidi="fa-IR"/>
        </w:rPr>
        <w:t>پيام ها :</w:t>
      </w:r>
      <w:bookmarkEnd w:id="185"/>
    </w:p>
    <w:p w:rsidR="00B33631" w:rsidRDefault="00B33631" w:rsidP="004D48DE">
      <w:pPr>
        <w:pStyle w:val="libNormal"/>
        <w:rPr>
          <w:rtl/>
          <w:lang w:bidi="fa-IR"/>
        </w:rPr>
      </w:pPr>
      <w:r>
        <w:rPr>
          <w:rtl/>
          <w:lang w:bidi="fa-IR"/>
        </w:rPr>
        <w:t>1- ذكر نمونه هاى تاريخى ، مايه ى عبرتِ آيندگان است . اِنّ قارون ...</w:t>
      </w:r>
    </w:p>
    <w:p w:rsidR="00B33631" w:rsidRDefault="00B33631" w:rsidP="004D48DE">
      <w:pPr>
        <w:pStyle w:val="libNormal"/>
        <w:rPr>
          <w:rtl/>
          <w:lang w:bidi="fa-IR"/>
        </w:rPr>
      </w:pPr>
      <w:r>
        <w:rPr>
          <w:rtl/>
          <w:lang w:bidi="fa-IR"/>
        </w:rPr>
        <w:t xml:space="preserve">2- سابقه ى خوب ، دليل برآينده خوب ويا چشم پوشى از انحرافات امروز نيست . كان من قوم موسى </w:t>
      </w:r>
    </w:p>
    <w:p w:rsidR="00B33631" w:rsidRDefault="00B33631" w:rsidP="004D48DE">
      <w:pPr>
        <w:pStyle w:val="libNormal"/>
        <w:rPr>
          <w:rtl/>
          <w:lang w:bidi="fa-IR"/>
        </w:rPr>
      </w:pPr>
      <w:r>
        <w:rPr>
          <w:rtl/>
          <w:lang w:bidi="fa-IR"/>
        </w:rPr>
        <w:t xml:space="preserve">3- فاميل پيامبر بودن ، به تنهايى عامل موفّقيّت ونجات نيست . كان من قوم موسى </w:t>
      </w:r>
    </w:p>
    <w:p w:rsidR="00B33631" w:rsidRDefault="00B33631" w:rsidP="004D48DE">
      <w:pPr>
        <w:pStyle w:val="libNormal"/>
        <w:rPr>
          <w:rtl/>
          <w:lang w:bidi="fa-IR"/>
        </w:rPr>
      </w:pPr>
      <w:r>
        <w:rPr>
          <w:rtl/>
          <w:lang w:bidi="fa-IR"/>
        </w:rPr>
        <w:t xml:space="preserve">4- وجود بستگان منحرف ، نبايد از مقام افراد صالح و مصلح بكاهد. اِنّ قارون كان من قوم موسى </w:t>
      </w:r>
    </w:p>
    <w:p w:rsidR="003B6A34" w:rsidRPr="00DE30EA" w:rsidRDefault="003B6A34" w:rsidP="00DE30EA">
      <w:pPr>
        <w:rPr>
          <w:rtl/>
        </w:rPr>
      </w:pPr>
      <w:r>
        <w:rPr>
          <w:rtl/>
          <w:lang w:bidi="fa-IR"/>
        </w:rPr>
        <w:br w:type="page"/>
      </w:r>
    </w:p>
    <w:p w:rsidR="00B33631" w:rsidRDefault="00B33631" w:rsidP="004D48DE">
      <w:pPr>
        <w:pStyle w:val="libNormal"/>
        <w:rPr>
          <w:rtl/>
          <w:lang w:bidi="fa-IR"/>
        </w:rPr>
      </w:pPr>
      <w:r>
        <w:rPr>
          <w:rtl/>
          <w:lang w:bidi="fa-IR"/>
        </w:rPr>
        <w:lastRenderedPageBreak/>
        <w:t>5</w:t>
      </w:r>
      <w:r w:rsidR="003B6A34">
        <w:rPr>
          <w:rFonts w:hint="cs"/>
          <w:rtl/>
          <w:lang w:bidi="fa-IR"/>
        </w:rPr>
        <w:t>-</w:t>
      </w:r>
      <w:r>
        <w:rPr>
          <w:rtl/>
          <w:lang w:bidi="fa-IR"/>
        </w:rPr>
        <w:t xml:space="preserve"> ثروت بدون حساب ، وسيله ى قدرت و قدرت ، عاملى براى تجاوزگرى و عيّاشى است . الكنوز فبَغى عليهم لا تفرح </w:t>
      </w:r>
    </w:p>
    <w:p w:rsidR="00B33631" w:rsidRDefault="00B33631" w:rsidP="004D48DE">
      <w:pPr>
        <w:pStyle w:val="libNormal"/>
        <w:rPr>
          <w:rtl/>
          <w:lang w:bidi="fa-IR"/>
        </w:rPr>
      </w:pPr>
      <w:r>
        <w:rPr>
          <w:rtl/>
          <w:lang w:bidi="fa-IR"/>
        </w:rPr>
        <w:t xml:space="preserve">6- ثروت ، ما را مغرور و سرمست نسازد. لاتفرح </w:t>
      </w:r>
    </w:p>
    <w:p w:rsidR="00B33631" w:rsidRDefault="00B33631" w:rsidP="004D48DE">
      <w:pPr>
        <w:pStyle w:val="libNormal"/>
        <w:rPr>
          <w:rtl/>
          <w:lang w:bidi="fa-IR"/>
        </w:rPr>
      </w:pPr>
      <w:r>
        <w:rPr>
          <w:rtl/>
          <w:lang w:bidi="fa-IR"/>
        </w:rPr>
        <w:t xml:space="preserve">7- نهى از منكر در مقابل سرمايه داران ، حتّى بر طبقه محروم نيز لازم است . قال له قومه لا تفرح </w:t>
      </w:r>
    </w:p>
    <w:p w:rsidR="00B33631" w:rsidRDefault="00B33631" w:rsidP="004D48DE">
      <w:pPr>
        <w:pStyle w:val="libNormal"/>
        <w:rPr>
          <w:rtl/>
          <w:lang w:bidi="fa-IR"/>
        </w:rPr>
      </w:pPr>
      <w:r>
        <w:rPr>
          <w:rtl/>
          <w:lang w:bidi="fa-IR"/>
        </w:rPr>
        <w:t>8</w:t>
      </w:r>
      <w:r w:rsidR="003B6A34">
        <w:rPr>
          <w:rFonts w:hint="cs"/>
          <w:rtl/>
          <w:lang w:bidi="fa-IR"/>
        </w:rPr>
        <w:t>-</w:t>
      </w:r>
      <w:r>
        <w:rPr>
          <w:rtl/>
          <w:lang w:bidi="fa-IR"/>
        </w:rPr>
        <w:t xml:space="preserve"> افراد سرمست ، از محبّت الهى محرومند. اِنّ اللّه لايحبّ الفرحين (آرى ثروت ودارايى نشانه ى محبوبيّت نزد خداوند نيست .)</w:t>
      </w:r>
    </w:p>
    <w:p w:rsidR="00B33631" w:rsidRPr="00705A72" w:rsidRDefault="002E3834" w:rsidP="00705A72">
      <w:pPr>
        <w:pStyle w:val="Heading1"/>
        <w:rPr>
          <w:rtl/>
        </w:rPr>
      </w:pPr>
      <w:r w:rsidRPr="00705A72">
        <w:rPr>
          <w:rtl/>
        </w:rPr>
        <w:t xml:space="preserve"> </w:t>
      </w:r>
      <w:bookmarkStart w:id="186" w:name="_Toc362088753"/>
      <w:r w:rsidRPr="00035AB4">
        <w:rPr>
          <w:highlight w:val="yellow"/>
          <w:rtl/>
        </w:rPr>
        <w:t>(77)</w:t>
      </w:r>
      <w:r w:rsidRPr="00705A72">
        <w:rPr>
          <w:rtl/>
        </w:rPr>
        <w:t xml:space="preserve"> وَابْتَغِ فِيمَآ ءَاتَكَ اللّهُ الدَّارَ الاَْخِرَةَ وَلاَ تَنسَ نَصِيبَكَ مِنَ الدُّنْيَا وَ اءَحْسِن كَمَآاءَحْسَنَ اللّهُ إِلَيْكَ وَلاَتَبْغِ الْفَسَادَ فِى الاَْرْضِ إِنَّ اللّهَ لاَيُحِبُّ الْمُفْسِدِينَ</w:t>
      </w:r>
      <w:bookmarkEnd w:id="186"/>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(اى قارون !) در آنچه خداوند به تو داده است ، سراى آخرت را جستجو نما و (در عين حال) بهره ات را نيز از اين دنيا فراموش مكن و همان گونه كه خداوند به تو احسان كرده است ، تو نيز (از اين ثروت به ديگران) احسان نما وبدنبال فساد در زمين مباش كه خداوند، فسادگران را دوست نمى دارد.</w:t>
      </w:r>
    </w:p>
    <w:p w:rsidR="00B33631" w:rsidRDefault="00DF6A2E" w:rsidP="00DF6A2E">
      <w:pPr>
        <w:pStyle w:val="Heading2"/>
        <w:rPr>
          <w:rtl/>
          <w:lang w:bidi="fa-IR"/>
        </w:rPr>
      </w:pPr>
      <w:bookmarkStart w:id="187" w:name="_Toc362088754"/>
      <w:r>
        <w:rPr>
          <w:rtl/>
          <w:lang w:bidi="fa-IR"/>
        </w:rPr>
        <w:t>نكته ها :</w:t>
      </w:r>
      <w:bookmarkEnd w:id="187"/>
    </w:p>
    <w:p w:rsidR="00B33631" w:rsidRDefault="00B33631" w:rsidP="004D48DE">
      <w:pPr>
        <w:pStyle w:val="libNormal"/>
        <w:rPr>
          <w:rtl/>
          <w:lang w:bidi="fa-IR"/>
        </w:rPr>
      </w:pPr>
      <w:r>
        <w:rPr>
          <w:rtl/>
          <w:lang w:bidi="fa-IR"/>
        </w:rPr>
        <w:t>در اين آيه به چند دستور ورهنمود تربيتى اشاره شده است :</w:t>
      </w:r>
    </w:p>
    <w:p w:rsidR="00B33631" w:rsidRDefault="00B33631" w:rsidP="004D48DE">
      <w:pPr>
        <w:pStyle w:val="libNormal"/>
        <w:rPr>
          <w:rtl/>
          <w:lang w:bidi="fa-IR"/>
        </w:rPr>
      </w:pPr>
      <w:r>
        <w:rPr>
          <w:rtl/>
          <w:lang w:bidi="fa-IR"/>
        </w:rPr>
        <w:t>الف : توجّه داشتن به آخرت ، همراه با بهره مندى از دنيا.</w:t>
      </w:r>
    </w:p>
    <w:p w:rsidR="00B33631" w:rsidRDefault="00B33631" w:rsidP="004D48DE">
      <w:pPr>
        <w:pStyle w:val="libNormal"/>
        <w:rPr>
          <w:rtl/>
          <w:lang w:bidi="fa-IR"/>
        </w:rPr>
      </w:pPr>
      <w:r>
        <w:rPr>
          <w:rtl/>
          <w:lang w:bidi="fa-IR"/>
        </w:rPr>
        <w:t>ب : احسان به ديگران با توجّه به الطاف خداوند به انسان .</w:t>
      </w:r>
    </w:p>
    <w:p w:rsidR="00705A72" w:rsidRDefault="00B33631" w:rsidP="004D48DE">
      <w:pPr>
        <w:pStyle w:val="libNormal"/>
        <w:rPr>
          <w:rtl/>
          <w:lang w:bidi="fa-IR"/>
        </w:rPr>
      </w:pPr>
      <w:r>
        <w:rPr>
          <w:rtl/>
          <w:lang w:bidi="fa-IR"/>
        </w:rPr>
        <w:t>ج : دورى از فساد با توجّه به «اِنّ اللّه لايحبّ المفسدين»</w:t>
      </w:r>
    </w:p>
    <w:p w:rsidR="00B33631" w:rsidRPr="00DE30EA" w:rsidRDefault="00705A72"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حضرت على عليه السلام در تفسير جمله ى لاتَنسَ نصيبك من الدنيافرمود: يعنى از سلامتى ، قوّت ، فراغت ، جوانى و شادابى خود براى آخرت استفاده كن . </w:t>
      </w:r>
      <w:r w:rsidR="00144845" w:rsidRPr="00C96ECB">
        <w:rPr>
          <w:rStyle w:val="libFootnotenumChar"/>
          <w:rtl/>
          <w:lang w:bidi="fa-IR"/>
        </w:rPr>
        <w:t>(91)</w:t>
      </w:r>
    </w:p>
    <w:p w:rsidR="00B33631" w:rsidRDefault="00DF6A2E" w:rsidP="00DF6A2E">
      <w:pPr>
        <w:pStyle w:val="Heading2"/>
        <w:rPr>
          <w:rtl/>
          <w:lang w:bidi="fa-IR"/>
        </w:rPr>
      </w:pPr>
      <w:bookmarkStart w:id="188" w:name="_Toc362088755"/>
      <w:r>
        <w:rPr>
          <w:rtl/>
          <w:lang w:bidi="fa-IR"/>
        </w:rPr>
        <w:t>پيام ها :</w:t>
      </w:r>
      <w:bookmarkEnd w:id="188"/>
    </w:p>
    <w:p w:rsidR="00B33631" w:rsidRDefault="00B33631" w:rsidP="004D48DE">
      <w:pPr>
        <w:pStyle w:val="libNormal"/>
        <w:rPr>
          <w:rtl/>
          <w:lang w:bidi="fa-IR"/>
        </w:rPr>
      </w:pPr>
      <w:r>
        <w:rPr>
          <w:rtl/>
          <w:lang w:bidi="fa-IR"/>
        </w:rPr>
        <w:t>1- دنيا مزرعه ى آخرت است . وابتغ فيما اتاك اللّه الدار الا خرة (به قارون گفته شد: از اين امكانات سراى آخرت را دنبال كن .)</w:t>
      </w:r>
    </w:p>
    <w:p w:rsidR="00B33631" w:rsidRDefault="00B33631" w:rsidP="004D48DE">
      <w:pPr>
        <w:pStyle w:val="libNormal"/>
        <w:rPr>
          <w:rtl/>
          <w:lang w:bidi="fa-IR"/>
        </w:rPr>
      </w:pPr>
      <w:r>
        <w:rPr>
          <w:rtl/>
          <w:lang w:bidi="fa-IR"/>
        </w:rPr>
        <w:t xml:space="preserve">2- دارايى ثروتمندان ، از آنِ خداست . اتاك اللّه </w:t>
      </w:r>
    </w:p>
    <w:p w:rsidR="00B33631" w:rsidRDefault="00B33631" w:rsidP="004D48DE">
      <w:pPr>
        <w:pStyle w:val="libNormal"/>
        <w:rPr>
          <w:rtl/>
          <w:lang w:bidi="fa-IR"/>
        </w:rPr>
      </w:pPr>
      <w:r>
        <w:rPr>
          <w:rtl/>
          <w:lang w:bidi="fa-IR"/>
        </w:rPr>
        <w:t xml:space="preserve">3- آخرت را بايد با جديّت دنبال نمود، هر چند دنيا را نيز نبايد فراموش ‍ كرد. ابتغ لا تنس </w:t>
      </w:r>
    </w:p>
    <w:p w:rsidR="00B33631" w:rsidRDefault="00B33631" w:rsidP="004D48DE">
      <w:pPr>
        <w:pStyle w:val="libNormal"/>
        <w:rPr>
          <w:rtl/>
          <w:lang w:bidi="fa-IR"/>
        </w:rPr>
      </w:pPr>
      <w:r>
        <w:rPr>
          <w:rtl/>
          <w:lang w:bidi="fa-IR"/>
        </w:rPr>
        <w:t xml:space="preserve">4- مال و ثروت مى تواند وسيله ى سعادت اُخروى گردد. وابتغ فيما اتاك اللّه الدّار الا خرة </w:t>
      </w:r>
    </w:p>
    <w:p w:rsidR="00B33631" w:rsidRDefault="00B33631" w:rsidP="004D48DE">
      <w:pPr>
        <w:pStyle w:val="libNormal"/>
        <w:rPr>
          <w:rtl/>
          <w:lang w:bidi="fa-IR"/>
        </w:rPr>
      </w:pPr>
      <w:r>
        <w:rPr>
          <w:rtl/>
          <w:lang w:bidi="fa-IR"/>
        </w:rPr>
        <w:t>5 موعظه ى ثروتمندان ، كار پسنديده اى است . وابتغ ...</w:t>
      </w:r>
    </w:p>
    <w:p w:rsidR="00B33631" w:rsidRDefault="00B33631" w:rsidP="004D48DE">
      <w:pPr>
        <w:pStyle w:val="libNormal"/>
        <w:rPr>
          <w:rtl/>
          <w:lang w:bidi="fa-IR"/>
        </w:rPr>
      </w:pPr>
      <w:r>
        <w:rPr>
          <w:rtl/>
          <w:lang w:bidi="fa-IR"/>
        </w:rPr>
        <w:t>6- هركس به سهم و نصيب خود اكتفا كند وباقى را صرف آخرت نمايد. وابتغ ... و لاتنس نصيبك ...</w:t>
      </w:r>
    </w:p>
    <w:p w:rsidR="00B33631" w:rsidRDefault="00B33631" w:rsidP="004D48DE">
      <w:pPr>
        <w:pStyle w:val="libNormal"/>
        <w:rPr>
          <w:rtl/>
          <w:lang w:bidi="fa-IR"/>
        </w:rPr>
      </w:pPr>
      <w:r>
        <w:rPr>
          <w:rtl/>
          <w:lang w:bidi="fa-IR"/>
        </w:rPr>
        <w:t xml:space="preserve">7- در موعظه ، به نيازهاى طبيعى هم توجّه داشته باشيم . لاتنس ‍ نصيبك </w:t>
      </w:r>
    </w:p>
    <w:p w:rsidR="00B33631" w:rsidRDefault="00B33631" w:rsidP="004D48DE">
      <w:pPr>
        <w:pStyle w:val="libNormal"/>
        <w:rPr>
          <w:rtl/>
          <w:lang w:bidi="fa-IR"/>
        </w:rPr>
      </w:pPr>
      <w:r>
        <w:rPr>
          <w:rtl/>
          <w:lang w:bidi="fa-IR"/>
        </w:rPr>
        <w:t xml:space="preserve">8 ثروت بى حدّ، بهره مندى بى حساب رابدنبال ندارد. نصيب هركس ‍ محدود و مشخّص است . نصيبك </w:t>
      </w:r>
    </w:p>
    <w:p w:rsidR="00B33631" w:rsidRDefault="00B33631" w:rsidP="004D48DE">
      <w:pPr>
        <w:pStyle w:val="libNormal"/>
        <w:rPr>
          <w:rtl/>
          <w:lang w:bidi="fa-IR"/>
        </w:rPr>
      </w:pPr>
      <w:r>
        <w:rPr>
          <w:rtl/>
          <w:lang w:bidi="fa-IR"/>
        </w:rPr>
        <w:t xml:space="preserve">9- آخرت طلبى از طريق احسان به ديگران است . وابتغ ... و اَحسن </w:t>
      </w:r>
    </w:p>
    <w:p w:rsidR="00B33631" w:rsidRDefault="00B33631" w:rsidP="004D48DE">
      <w:pPr>
        <w:pStyle w:val="libNormal"/>
        <w:rPr>
          <w:rFonts w:hint="cs"/>
          <w:rtl/>
          <w:lang w:bidi="fa-IR"/>
        </w:rPr>
      </w:pPr>
      <w:r>
        <w:rPr>
          <w:rtl/>
          <w:lang w:bidi="fa-IR"/>
        </w:rPr>
        <w:t xml:space="preserve">10- براى دعوت ديگران به احسان ، يادآورى احسان الهى در حقّ آنان كارساز است . اَحسن كما اَحسن اللّه اليك </w:t>
      </w:r>
    </w:p>
    <w:p w:rsidR="00705A72" w:rsidRDefault="00705A72" w:rsidP="00705A72">
      <w:pPr>
        <w:pStyle w:val="libLine"/>
        <w:rPr>
          <w:rtl/>
        </w:rPr>
      </w:pPr>
      <w:r w:rsidRPr="00AD5C7B">
        <w:rPr>
          <w:rtl/>
        </w:rPr>
        <w:t>_________________________</w:t>
      </w:r>
    </w:p>
    <w:p w:rsidR="00705A72" w:rsidRDefault="00705A72" w:rsidP="00705A72">
      <w:pPr>
        <w:pStyle w:val="libFootnote"/>
        <w:rPr>
          <w:rtl/>
        </w:rPr>
      </w:pPr>
      <w:r>
        <w:rPr>
          <w:rtl/>
        </w:rPr>
        <w:t>91- تفسير نورالثقلين .</w:t>
      </w:r>
    </w:p>
    <w:p w:rsidR="00705A72" w:rsidRPr="00DE30EA" w:rsidRDefault="00705A72" w:rsidP="00DE30EA">
      <w:pPr>
        <w:rPr>
          <w:rtl/>
        </w:rPr>
      </w:pPr>
      <w:r>
        <w:rPr>
          <w:rtl/>
          <w:lang w:bidi="fa-IR"/>
        </w:rPr>
        <w:br w:type="page"/>
      </w:r>
    </w:p>
    <w:p w:rsidR="00B33631" w:rsidRDefault="00B33631" w:rsidP="004D48DE">
      <w:pPr>
        <w:pStyle w:val="libNormal"/>
        <w:rPr>
          <w:rtl/>
          <w:lang w:bidi="fa-IR"/>
        </w:rPr>
      </w:pPr>
      <w:r>
        <w:rPr>
          <w:rtl/>
          <w:lang w:bidi="fa-IR"/>
        </w:rPr>
        <w:lastRenderedPageBreak/>
        <w:t>11- سرمايه داران بى ايمان ، در معرض فساد هستند. لا تبغ الفساد</w:t>
      </w:r>
    </w:p>
    <w:p w:rsidR="00B33631" w:rsidRPr="00705A72" w:rsidRDefault="002E3834" w:rsidP="00705A72">
      <w:pPr>
        <w:pStyle w:val="Heading1"/>
        <w:rPr>
          <w:rtl/>
        </w:rPr>
      </w:pPr>
      <w:r w:rsidRPr="00705A72">
        <w:rPr>
          <w:rtl/>
        </w:rPr>
        <w:t xml:space="preserve"> </w:t>
      </w:r>
      <w:bookmarkStart w:id="189" w:name="_Toc362088756"/>
      <w:r w:rsidRPr="00035AB4">
        <w:rPr>
          <w:highlight w:val="yellow"/>
          <w:rtl/>
        </w:rPr>
        <w:t>(78)</w:t>
      </w:r>
      <w:r w:rsidRPr="00705A72">
        <w:rPr>
          <w:rtl/>
        </w:rPr>
        <w:t xml:space="preserve"> قَالَ إِنَّمَآ اءُوتِيتُهُ عَلَى عِلْمٍ عِندِىَّ اءَوَلَمْ يَعْلَمْ اءَنَّ اللّهَ قَدْ اءَهْلَكَ مِن قَبْلِهِ مِنَ الْقُرُونِ مَنْ هُوَ اءَشَدُّ مِنْهُ قُوَّةً وَ اءَكْثَرُ جَمْعاً وَلاَ يُسْئَلُ عَن ذُنُوبِهِمُ الْمُجْرِمُونَ</w:t>
      </w:r>
      <w:bookmarkEnd w:id="189"/>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(قارون در جواب) گفت : همانا اين (ثروت فراوان) به واسطه دانشى كه نزد من است ، به من داده شده ، آيا او نمى دانست كه خداوند، قبل از او از ميان نسل ها، كسانى را كه از او نيرومندتر و مال اندوزتر بودند، هلاك كرده است ؟ و (در آن هنگام حتّى) از گناهان مجرمان (هم)سؤ الى نمى شود؟!</w:t>
      </w:r>
    </w:p>
    <w:p w:rsidR="00B33631" w:rsidRDefault="00DF6A2E" w:rsidP="00DF6A2E">
      <w:pPr>
        <w:pStyle w:val="Heading2"/>
        <w:rPr>
          <w:rtl/>
          <w:lang w:bidi="fa-IR"/>
        </w:rPr>
      </w:pPr>
      <w:bookmarkStart w:id="190" w:name="_Toc362088757"/>
      <w:r>
        <w:rPr>
          <w:rtl/>
          <w:lang w:bidi="fa-IR"/>
        </w:rPr>
        <w:t>نكته ها :</w:t>
      </w:r>
      <w:bookmarkEnd w:id="190"/>
    </w:p>
    <w:p w:rsidR="00B33631" w:rsidRDefault="00B33631" w:rsidP="004D48DE">
      <w:pPr>
        <w:pStyle w:val="libNormal"/>
        <w:rPr>
          <w:rFonts w:hint="cs"/>
          <w:rtl/>
          <w:lang w:bidi="fa-IR"/>
        </w:rPr>
      </w:pPr>
      <w:r>
        <w:rPr>
          <w:rtl/>
          <w:lang w:bidi="fa-IR"/>
        </w:rPr>
        <w:t xml:space="preserve">سؤ ال : با اينكه در آيات بسيارى از قرآن مى خوانيم كه سؤ الِ قيامت از همه كس ؛ فلنسئلنّ الّذين اُرسل اليهم و لنسئلنّ المرسلين </w:t>
      </w:r>
      <w:r w:rsidR="00144845" w:rsidRPr="00C96ECB">
        <w:rPr>
          <w:rStyle w:val="libFootnotenumChar"/>
          <w:rtl/>
          <w:lang w:bidi="fa-IR"/>
        </w:rPr>
        <w:t>(92)</w:t>
      </w:r>
      <w:r>
        <w:rPr>
          <w:rtl/>
          <w:lang w:bidi="fa-IR"/>
        </w:rPr>
        <w:t xml:space="preserve">، از همه چيز؛ ولتسئلنّ عما كنتم تعلمون </w:t>
      </w:r>
      <w:r w:rsidR="00144845" w:rsidRPr="00C96ECB">
        <w:rPr>
          <w:rStyle w:val="libFootnotenumChar"/>
          <w:rtl/>
          <w:lang w:bidi="fa-IR"/>
        </w:rPr>
        <w:t>(93)</w:t>
      </w:r>
      <w:r>
        <w:rPr>
          <w:rtl/>
          <w:lang w:bidi="fa-IR"/>
        </w:rPr>
        <w:t xml:space="preserve">، از همه حال ؛ اِنْ تُبدوا ما فى انفسكم او تُخفوه يُحاسبكم به اللّه </w:t>
      </w:r>
      <w:r w:rsidR="00144845" w:rsidRPr="00C96ECB">
        <w:rPr>
          <w:rStyle w:val="libFootnotenumChar"/>
          <w:rtl/>
          <w:lang w:bidi="fa-IR"/>
        </w:rPr>
        <w:t>(94)</w:t>
      </w:r>
      <w:r>
        <w:rPr>
          <w:rtl/>
          <w:lang w:bidi="fa-IR"/>
        </w:rPr>
        <w:t xml:space="preserve"> و از همه جا؛ اِنْ تَك مثقال حبّة مِن خَردَلٍ فَتكن فى صَخرةٍ او فى السموات او فى الارض ياءتِ بها اللّه </w:t>
      </w:r>
      <w:r w:rsidR="00144845" w:rsidRPr="00C96ECB">
        <w:rPr>
          <w:rStyle w:val="libFootnotenumChar"/>
          <w:rtl/>
          <w:lang w:bidi="fa-IR"/>
        </w:rPr>
        <w:t>(95)</w:t>
      </w:r>
      <w:r>
        <w:rPr>
          <w:rtl/>
          <w:lang w:bidi="fa-IR"/>
        </w:rPr>
        <w:t xml:space="preserve"> خواهد بود، پس چرا در اين آيه آمده است : لا يسئل عن ذنوبهم المجرمون ؟!</w:t>
      </w:r>
    </w:p>
    <w:p w:rsidR="00705A72" w:rsidRDefault="00705A72" w:rsidP="00705A72">
      <w:pPr>
        <w:pStyle w:val="libLine"/>
        <w:rPr>
          <w:rtl/>
        </w:rPr>
      </w:pPr>
      <w:r w:rsidRPr="00AD5C7B">
        <w:rPr>
          <w:rtl/>
        </w:rPr>
        <w:t>_________________________</w:t>
      </w:r>
    </w:p>
    <w:p w:rsidR="00705A72" w:rsidRDefault="00705A72" w:rsidP="00705A72">
      <w:pPr>
        <w:pStyle w:val="libFootnote"/>
        <w:rPr>
          <w:rtl/>
        </w:rPr>
      </w:pPr>
      <w:r>
        <w:rPr>
          <w:rtl/>
        </w:rPr>
        <w:t>92- اعراف ، 6.</w:t>
      </w:r>
    </w:p>
    <w:p w:rsidR="00705A72" w:rsidRDefault="00705A72" w:rsidP="00705A72">
      <w:pPr>
        <w:pStyle w:val="libFootnote"/>
        <w:rPr>
          <w:rtl/>
        </w:rPr>
      </w:pPr>
      <w:r>
        <w:rPr>
          <w:rtl/>
        </w:rPr>
        <w:t>93- نحل ، 93.</w:t>
      </w:r>
    </w:p>
    <w:p w:rsidR="00705A72" w:rsidRDefault="00705A72" w:rsidP="00705A72">
      <w:pPr>
        <w:pStyle w:val="libFootnote"/>
        <w:rPr>
          <w:rtl/>
        </w:rPr>
      </w:pPr>
      <w:r>
        <w:rPr>
          <w:rtl/>
        </w:rPr>
        <w:t>94- بقره ، 284.</w:t>
      </w:r>
    </w:p>
    <w:p w:rsidR="00705A72" w:rsidRDefault="00705A72" w:rsidP="00705A72">
      <w:pPr>
        <w:pStyle w:val="libFootnote"/>
        <w:rPr>
          <w:rtl/>
        </w:rPr>
      </w:pPr>
      <w:r>
        <w:rPr>
          <w:rtl/>
        </w:rPr>
        <w:t>95- لقمان ، 16.</w:t>
      </w:r>
    </w:p>
    <w:p w:rsidR="00705A72" w:rsidRPr="00DE30EA" w:rsidRDefault="00705A72" w:rsidP="00DE30EA">
      <w:pPr>
        <w:rPr>
          <w:rtl/>
        </w:rPr>
      </w:pPr>
      <w:r>
        <w:rPr>
          <w:rtl/>
          <w:lang w:bidi="fa-IR"/>
        </w:rPr>
        <w:br w:type="page"/>
      </w:r>
    </w:p>
    <w:p w:rsidR="00B33631" w:rsidRDefault="00B33631" w:rsidP="004D48DE">
      <w:pPr>
        <w:pStyle w:val="libNormal"/>
        <w:rPr>
          <w:rtl/>
          <w:lang w:bidi="fa-IR"/>
        </w:rPr>
      </w:pPr>
      <w:r>
        <w:rPr>
          <w:rtl/>
          <w:lang w:bidi="fa-IR"/>
        </w:rPr>
        <w:lastRenderedPageBreak/>
        <w:t>پاسخ : آياتى كه دلالت بر سؤ ال دارد، مربوط به قيامت است ولى آيه اخير، اشاره به زمان نزول قهر الهى در دنياست كه در آن هنگام ديگر مهلتى براى سؤ ال و جواب وجود ندارد.</w:t>
      </w:r>
    </w:p>
    <w:p w:rsidR="00B33631" w:rsidRDefault="00DF6A2E" w:rsidP="00DF6A2E">
      <w:pPr>
        <w:pStyle w:val="Heading2"/>
        <w:rPr>
          <w:rtl/>
          <w:lang w:bidi="fa-IR"/>
        </w:rPr>
      </w:pPr>
      <w:bookmarkStart w:id="191" w:name="_Toc362088758"/>
      <w:r>
        <w:rPr>
          <w:rtl/>
          <w:lang w:bidi="fa-IR"/>
        </w:rPr>
        <w:t>پيام ها :</w:t>
      </w:r>
      <w:bookmarkEnd w:id="191"/>
    </w:p>
    <w:p w:rsidR="00B33631" w:rsidRDefault="00B33631" w:rsidP="004D48DE">
      <w:pPr>
        <w:pStyle w:val="libNormal"/>
        <w:rPr>
          <w:rtl/>
          <w:lang w:bidi="fa-IR"/>
        </w:rPr>
      </w:pPr>
      <w:r>
        <w:rPr>
          <w:rtl/>
          <w:lang w:bidi="fa-IR"/>
        </w:rPr>
        <w:t xml:space="preserve">1- غرور علمى ، گاهى آنچنان انسان را خودمحور مى سازد كه ديگر نقش ‍ هيچ كس يا هيچ چيز را قبول ندارد. انّما اوتيته على عِلمٍ عندى </w:t>
      </w:r>
    </w:p>
    <w:p w:rsidR="00B33631" w:rsidRDefault="00B33631" w:rsidP="004D48DE">
      <w:pPr>
        <w:pStyle w:val="libNormal"/>
        <w:rPr>
          <w:rtl/>
          <w:lang w:bidi="fa-IR"/>
        </w:rPr>
      </w:pPr>
      <w:r>
        <w:rPr>
          <w:rtl/>
          <w:lang w:bidi="fa-IR"/>
        </w:rPr>
        <w:t xml:space="preserve">2- به علم خود نازيدن ، اخلاق قارونى است . على عِلمٍ عندى </w:t>
      </w:r>
    </w:p>
    <w:p w:rsidR="00B33631" w:rsidRDefault="00B33631" w:rsidP="004D48DE">
      <w:pPr>
        <w:pStyle w:val="libNormal"/>
        <w:rPr>
          <w:rtl/>
          <w:lang w:bidi="fa-IR"/>
        </w:rPr>
      </w:pPr>
      <w:r>
        <w:rPr>
          <w:rtl/>
          <w:lang w:bidi="fa-IR"/>
        </w:rPr>
        <w:t xml:space="preserve">3- ثروت و قدرت را احسان الهى بدانيم ، نه محصول علم و تلاش خود. (مردم مى گفتند: اين خداوند است كه به تو ثروت داده است ، قارون مى گفت : خودم بر اساس علم ، آن را پيدا نموده ام .) احسن اللّه على عِلمٍ عندى </w:t>
      </w:r>
    </w:p>
    <w:p w:rsidR="00B33631" w:rsidRDefault="00B33631" w:rsidP="004D48DE">
      <w:pPr>
        <w:pStyle w:val="libNormal"/>
        <w:rPr>
          <w:rtl/>
          <w:lang w:bidi="fa-IR"/>
        </w:rPr>
      </w:pPr>
      <w:r>
        <w:rPr>
          <w:rtl/>
          <w:lang w:bidi="fa-IR"/>
        </w:rPr>
        <w:t xml:space="preserve">4- آشنايى با تاريخ ، بهترين درس عبرت است . اءولم يعلم ... من قبله </w:t>
      </w:r>
    </w:p>
    <w:p w:rsidR="00B33631" w:rsidRDefault="00B33631" w:rsidP="004D48DE">
      <w:pPr>
        <w:pStyle w:val="libNormal"/>
        <w:rPr>
          <w:rtl/>
          <w:lang w:bidi="fa-IR"/>
        </w:rPr>
      </w:pPr>
      <w:r>
        <w:rPr>
          <w:rtl/>
          <w:lang w:bidi="fa-IR"/>
        </w:rPr>
        <w:t xml:space="preserve">5 قلع و قمع گردنكشان ، از سنّت هاى خداوندى است . (قدرت و ثروت ، مانع نزول قهر الهى نيست .) اهلك من قبله </w:t>
      </w:r>
    </w:p>
    <w:p w:rsidR="00B33631" w:rsidRDefault="00B33631" w:rsidP="004D48DE">
      <w:pPr>
        <w:pStyle w:val="libNormal"/>
        <w:rPr>
          <w:rtl/>
          <w:lang w:bidi="fa-IR"/>
        </w:rPr>
      </w:pPr>
      <w:r>
        <w:rPr>
          <w:rtl/>
          <w:lang w:bidi="fa-IR"/>
        </w:rPr>
        <w:t>6- قدرت وثروت ، سعادت آفرين نيست . اهلك ... اشدّ منه قوّة و اكثر جمعا</w:t>
      </w:r>
    </w:p>
    <w:p w:rsidR="00B33631" w:rsidRDefault="00B33631" w:rsidP="004D48DE">
      <w:pPr>
        <w:pStyle w:val="libNormal"/>
        <w:rPr>
          <w:rtl/>
          <w:lang w:bidi="fa-IR"/>
        </w:rPr>
      </w:pPr>
      <w:r>
        <w:rPr>
          <w:rtl/>
          <w:lang w:bidi="fa-IR"/>
        </w:rPr>
        <w:t xml:space="preserve">7- دست بالاى دست بسيار است . من هواشدّمنه </w:t>
      </w:r>
    </w:p>
    <w:p w:rsidR="00B33631" w:rsidRDefault="00B33631" w:rsidP="004D48DE">
      <w:pPr>
        <w:pStyle w:val="libNormal"/>
        <w:rPr>
          <w:rtl/>
          <w:lang w:bidi="fa-IR"/>
        </w:rPr>
      </w:pPr>
      <w:r>
        <w:rPr>
          <w:rtl/>
          <w:lang w:bidi="fa-IR"/>
        </w:rPr>
        <w:t xml:space="preserve">8 هشدار! اگر قهر الهى فرا رسد، ديگر فرصتى براى سؤ ال و جواب و چون و چرا نخواهد بود. لا يُسئل عن ذنوبهم المجرمون </w:t>
      </w:r>
    </w:p>
    <w:p w:rsidR="005015BD" w:rsidRPr="00DE30EA" w:rsidRDefault="005015BD" w:rsidP="00DE30EA">
      <w:pPr>
        <w:rPr>
          <w:rtl/>
        </w:rPr>
      </w:pPr>
      <w:r>
        <w:rPr>
          <w:rtl/>
        </w:rPr>
        <w:br w:type="page"/>
      </w:r>
    </w:p>
    <w:p w:rsidR="00B33631" w:rsidRPr="005015BD" w:rsidRDefault="002E3834" w:rsidP="005015BD">
      <w:pPr>
        <w:pStyle w:val="Heading1"/>
        <w:rPr>
          <w:rtl/>
        </w:rPr>
      </w:pPr>
      <w:r w:rsidRPr="005015BD">
        <w:rPr>
          <w:rtl/>
        </w:rPr>
        <w:lastRenderedPageBreak/>
        <w:t xml:space="preserve"> </w:t>
      </w:r>
      <w:bookmarkStart w:id="192" w:name="_Toc362088759"/>
      <w:r w:rsidRPr="00035AB4">
        <w:rPr>
          <w:highlight w:val="yellow"/>
          <w:rtl/>
        </w:rPr>
        <w:t>(79)</w:t>
      </w:r>
      <w:r w:rsidRPr="005015BD">
        <w:rPr>
          <w:rtl/>
        </w:rPr>
        <w:t xml:space="preserve"> فَخَرَجَ عَلَى قَوْمِهِ فِى زِينَتِهِ قَالَ الَّذِينَ يُرِيدُونَ الْحَيَوةَ الدُّنْيَا يَلَيْتَ لَنَا مِثْلَ مَآاءُوتِىَقَرُونُ إِنَّهُ لَذُو حَظٍّ عَظِيمٍ</w:t>
      </w:r>
      <w:bookmarkEnd w:id="192"/>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(روزى قارون) با تمام تجمّل خود در ميان قومش ظاهر شد، (با ديدن اين صحنه) آنان كه خواهان زندگانى دنيا بودند (آهى كشيده و) گفتند: اى كاش ‍ مثل آنچه به قارون داده شده ، براى ما نيز بود. براستى كه او بهره ى بزرگى (از نعمت ها) دارد.</w:t>
      </w:r>
    </w:p>
    <w:p w:rsidR="00B33631" w:rsidRDefault="00DF6A2E" w:rsidP="00DF6A2E">
      <w:pPr>
        <w:pStyle w:val="Heading2"/>
        <w:rPr>
          <w:rtl/>
          <w:lang w:bidi="fa-IR"/>
        </w:rPr>
      </w:pPr>
      <w:bookmarkStart w:id="193" w:name="_Toc362088760"/>
      <w:r>
        <w:rPr>
          <w:rtl/>
          <w:lang w:bidi="fa-IR"/>
        </w:rPr>
        <w:t>پيام ها :</w:t>
      </w:r>
      <w:bookmarkEnd w:id="193"/>
    </w:p>
    <w:p w:rsidR="00B33631" w:rsidRDefault="00B33631" w:rsidP="004D48DE">
      <w:pPr>
        <w:pStyle w:val="libNormal"/>
        <w:rPr>
          <w:rtl/>
          <w:lang w:bidi="fa-IR"/>
        </w:rPr>
      </w:pPr>
      <w:r>
        <w:rPr>
          <w:rtl/>
          <w:lang w:bidi="fa-IR"/>
        </w:rPr>
        <w:t xml:space="preserve">1- قدرت و ثروت در دست انسان هاى غافل ، سبب فخرفروشى ، خودنمايى وتجمّل گرايى است . فخرج على قومه فى زينته </w:t>
      </w:r>
    </w:p>
    <w:p w:rsidR="00B33631" w:rsidRDefault="00B33631" w:rsidP="004D48DE">
      <w:pPr>
        <w:pStyle w:val="libNormal"/>
        <w:rPr>
          <w:rtl/>
          <w:lang w:bidi="fa-IR"/>
        </w:rPr>
      </w:pPr>
      <w:r>
        <w:rPr>
          <w:rtl/>
          <w:lang w:bidi="fa-IR"/>
        </w:rPr>
        <w:t xml:space="preserve">2- به رخ كشيدن ثروت ، صفتى قارونى است . فخرج على قومه فى زينته </w:t>
      </w:r>
    </w:p>
    <w:p w:rsidR="00B33631" w:rsidRDefault="00B33631" w:rsidP="004D48DE">
      <w:pPr>
        <w:pStyle w:val="libNormal"/>
        <w:rPr>
          <w:rtl/>
          <w:lang w:bidi="fa-IR"/>
        </w:rPr>
      </w:pPr>
      <w:r>
        <w:rPr>
          <w:rtl/>
          <w:lang w:bidi="fa-IR"/>
        </w:rPr>
        <w:t xml:space="preserve">3- قارون صفتان ، خود را برتر از ديگران مى دانند. على قومه </w:t>
      </w:r>
    </w:p>
    <w:p w:rsidR="00B33631" w:rsidRDefault="00B33631" w:rsidP="004D48DE">
      <w:pPr>
        <w:pStyle w:val="libNormal"/>
        <w:rPr>
          <w:rtl/>
          <w:lang w:bidi="fa-IR"/>
        </w:rPr>
      </w:pPr>
      <w:r>
        <w:rPr>
          <w:rtl/>
          <w:lang w:bidi="fa-IR"/>
        </w:rPr>
        <w:t>4- اشرافى گرىِ حاكمان ، مى تواند فرهنگ مردم را تغيير دهد. فى زينته ... يا ليت لنا...</w:t>
      </w:r>
    </w:p>
    <w:p w:rsidR="00B33631" w:rsidRDefault="00B33631" w:rsidP="004D48DE">
      <w:pPr>
        <w:pStyle w:val="libNormal"/>
        <w:rPr>
          <w:rtl/>
          <w:lang w:bidi="fa-IR"/>
        </w:rPr>
      </w:pPr>
      <w:r>
        <w:rPr>
          <w:rtl/>
          <w:lang w:bidi="fa-IR"/>
        </w:rPr>
        <w:t>5 ظواهرِ زيباى دنيا، دامى براى جذب و انحراف كوته فكران است . قال الّذين يريدون الحياة الدّنيا</w:t>
      </w:r>
    </w:p>
    <w:p w:rsidR="00B33631" w:rsidRDefault="00B33631" w:rsidP="004D48DE">
      <w:pPr>
        <w:pStyle w:val="libNormal"/>
        <w:rPr>
          <w:rtl/>
          <w:lang w:bidi="fa-IR"/>
        </w:rPr>
      </w:pPr>
      <w:r>
        <w:rPr>
          <w:rtl/>
          <w:lang w:bidi="fa-IR"/>
        </w:rPr>
        <w:t>6- آرزوى قارون شدن ، آرزوى دنياپرستان كم خرد است . يريدون الحياة الدّنيا ياليت لنا...</w:t>
      </w:r>
    </w:p>
    <w:p w:rsidR="005015BD" w:rsidRPr="00DE30EA" w:rsidRDefault="005015BD" w:rsidP="00DE30EA">
      <w:pPr>
        <w:rPr>
          <w:rtl/>
        </w:rPr>
      </w:pPr>
      <w:r>
        <w:rPr>
          <w:rtl/>
        </w:rPr>
        <w:br w:type="page"/>
      </w:r>
    </w:p>
    <w:p w:rsidR="00B33631" w:rsidRPr="005015BD" w:rsidRDefault="002E3834" w:rsidP="005015BD">
      <w:pPr>
        <w:pStyle w:val="Heading1"/>
        <w:rPr>
          <w:rtl/>
        </w:rPr>
      </w:pPr>
      <w:r w:rsidRPr="005015BD">
        <w:rPr>
          <w:rtl/>
        </w:rPr>
        <w:lastRenderedPageBreak/>
        <w:t xml:space="preserve"> </w:t>
      </w:r>
      <w:bookmarkStart w:id="194" w:name="_Toc362088761"/>
      <w:r w:rsidRPr="00035AB4">
        <w:rPr>
          <w:highlight w:val="yellow"/>
          <w:rtl/>
        </w:rPr>
        <w:t>(80)</w:t>
      </w:r>
      <w:r w:rsidRPr="005015BD">
        <w:rPr>
          <w:rtl/>
        </w:rPr>
        <w:t xml:space="preserve"> وَقَالَ الَّذِينَ اءُوتُواْ الْعِلْمَ وَيْلَكُمْ ثَوَابُ اللّهِ خَيْرٌ لِّمَنْ ءَامَنَ وَ عَمِلَ صَلِحاً وَلاَ يُلَقَّهَآإِلا الصَّبِرُونَ</w:t>
      </w:r>
      <w:bookmarkEnd w:id="194"/>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(امّا) كسانى كه علم و آگاهى (واقعى) به آنان داده شده بود، گفتند: واى بر شما! پاداش الهى براى كسانى كه ايمان آورند و كار شايسته انجام دهند (از اين مال و ثروت)، بهتر است ، و (البتّه) جز صابران ، آن (پاداش) را دريافت نخواهند كرد.</w:t>
      </w:r>
    </w:p>
    <w:p w:rsidR="00B33631" w:rsidRDefault="00DF6A2E" w:rsidP="00DF6A2E">
      <w:pPr>
        <w:pStyle w:val="Heading2"/>
        <w:rPr>
          <w:rtl/>
          <w:lang w:bidi="fa-IR"/>
        </w:rPr>
      </w:pPr>
      <w:bookmarkStart w:id="195" w:name="_Toc362088762"/>
      <w:r>
        <w:rPr>
          <w:rtl/>
          <w:lang w:bidi="fa-IR"/>
        </w:rPr>
        <w:t>نكته ها :</w:t>
      </w:r>
      <w:bookmarkEnd w:id="195"/>
    </w:p>
    <w:p w:rsidR="00B33631" w:rsidRDefault="00B33631" w:rsidP="004D48DE">
      <w:pPr>
        <w:pStyle w:val="libNormal"/>
        <w:rPr>
          <w:rtl/>
          <w:lang w:bidi="fa-IR"/>
        </w:rPr>
      </w:pPr>
      <w:r>
        <w:rPr>
          <w:rtl/>
          <w:lang w:bidi="fa-IR"/>
        </w:rPr>
        <w:t>قارون ، خود را عالم وكسب ثروت را به واسطه ى علم خود مى دانست ؛ اوتيته على علم عندى امّا خداوند در اين آيه مى فرمايد: علم حقيقى با مال اندوزى سازگار نيست .</w:t>
      </w:r>
    </w:p>
    <w:p w:rsidR="00B33631" w:rsidRDefault="00DF6A2E" w:rsidP="00DF6A2E">
      <w:pPr>
        <w:pStyle w:val="Heading2"/>
        <w:rPr>
          <w:rtl/>
          <w:lang w:bidi="fa-IR"/>
        </w:rPr>
      </w:pPr>
      <w:bookmarkStart w:id="196" w:name="_Toc362088763"/>
      <w:r>
        <w:rPr>
          <w:rtl/>
          <w:lang w:bidi="fa-IR"/>
        </w:rPr>
        <w:t>پيام ها :</w:t>
      </w:r>
      <w:bookmarkEnd w:id="196"/>
    </w:p>
    <w:p w:rsidR="00B33631" w:rsidRDefault="00B33631" w:rsidP="004D48DE">
      <w:pPr>
        <w:pStyle w:val="libNormal"/>
        <w:rPr>
          <w:rtl/>
          <w:lang w:bidi="fa-IR"/>
        </w:rPr>
      </w:pPr>
      <w:r>
        <w:rPr>
          <w:rtl/>
          <w:lang w:bidi="fa-IR"/>
        </w:rPr>
        <w:t xml:space="preserve">1- دلباختگان دنيا سزاوار سرزنش و نكوهش اند. ويلكم </w:t>
      </w:r>
    </w:p>
    <w:p w:rsidR="00B33631" w:rsidRDefault="00B33631" w:rsidP="004D48DE">
      <w:pPr>
        <w:pStyle w:val="libNormal"/>
        <w:rPr>
          <w:rtl/>
          <w:lang w:bidi="fa-IR"/>
        </w:rPr>
      </w:pPr>
      <w:r>
        <w:rPr>
          <w:rtl/>
          <w:lang w:bidi="fa-IR"/>
        </w:rPr>
        <w:t>2- خداوند از فرزانگان بنى اسرائيل به خاطر برخورد با دلباختگان دنيا ستايش مى كند. قال الّذين اوتوا العلم ويلكم ...</w:t>
      </w:r>
    </w:p>
    <w:p w:rsidR="00B33631" w:rsidRDefault="00B33631" w:rsidP="004D48DE">
      <w:pPr>
        <w:pStyle w:val="libNormal"/>
        <w:rPr>
          <w:rtl/>
          <w:lang w:bidi="fa-IR"/>
        </w:rPr>
      </w:pPr>
      <w:r>
        <w:rPr>
          <w:rtl/>
          <w:lang w:bidi="fa-IR"/>
        </w:rPr>
        <w:t>3- علم واقعى ، انسان را به سوى آخرت و تقوى و عمل صالح سوق مى دهد. قال الّذين اوتوا العلم ويلكم ثواب اللّه خير</w:t>
      </w:r>
    </w:p>
    <w:p w:rsidR="00B33631" w:rsidRDefault="00B33631" w:rsidP="004D48DE">
      <w:pPr>
        <w:pStyle w:val="libNormal"/>
        <w:rPr>
          <w:rtl/>
          <w:lang w:bidi="fa-IR"/>
        </w:rPr>
      </w:pPr>
      <w:r>
        <w:rPr>
          <w:rtl/>
          <w:lang w:bidi="fa-IR"/>
        </w:rPr>
        <w:t>4- عالم آگاه كسى است كه زرق و برق دنيا او را مجذوب نسازد و دنياگرايان را تحقير كند. قال الّذين اوتوا العلم ويلكم ثواب اللّه خير</w:t>
      </w:r>
    </w:p>
    <w:p w:rsidR="005015BD" w:rsidRDefault="00B33631" w:rsidP="004D48DE">
      <w:pPr>
        <w:pStyle w:val="libNormal"/>
        <w:rPr>
          <w:rtl/>
          <w:lang w:bidi="fa-IR"/>
        </w:rPr>
      </w:pPr>
      <w:r>
        <w:rPr>
          <w:rtl/>
          <w:lang w:bidi="fa-IR"/>
        </w:rPr>
        <w:t>5 علما بايد مردم را از عشق به دنيا برحذر دارند. قال الّذين اوتوا العلم ويلكم ثواب اللّه خير</w:t>
      </w:r>
    </w:p>
    <w:p w:rsidR="00B33631" w:rsidRPr="00DE30EA" w:rsidRDefault="005015BD" w:rsidP="00DE30EA">
      <w:pPr>
        <w:rPr>
          <w:rtl/>
        </w:rPr>
      </w:pPr>
      <w:r>
        <w:rPr>
          <w:rtl/>
          <w:lang w:bidi="fa-IR"/>
        </w:rPr>
        <w:br w:type="page"/>
      </w:r>
    </w:p>
    <w:p w:rsidR="00B33631" w:rsidRDefault="00B33631" w:rsidP="004D48DE">
      <w:pPr>
        <w:pStyle w:val="libNormal"/>
        <w:rPr>
          <w:rtl/>
          <w:lang w:bidi="fa-IR"/>
        </w:rPr>
      </w:pPr>
      <w:r>
        <w:rPr>
          <w:rtl/>
          <w:lang w:bidi="fa-IR"/>
        </w:rPr>
        <w:lastRenderedPageBreak/>
        <w:t>6- اگر چيزى را از كسى منع مى كنيم ، در صورت لزوم و توان ، بهتر از آن را به او عرضه نماييم . ثواب اللّه خير</w:t>
      </w:r>
    </w:p>
    <w:p w:rsidR="00B33631" w:rsidRDefault="00B33631" w:rsidP="004D48DE">
      <w:pPr>
        <w:pStyle w:val="libNormal"/>
        <w:rPr>
          <w:rtl/>
          <w:lang w:bidi="fa-IR"/>
        </w:rPr>
      </w:pPr>
      <w:r>
        <w:rPr>
          <w:rtl/>
          <w:lang w:bidi="fa-IR"/>
        </w:rPr>
        <w:t xml:space="preserve">7- ايمان و عمل صالح ، زمانى سعادت آفرين است كه انسان بر آن پايدار باشد. آمن و عمل صالحا و لا يلقّيها الاّ الصّابرون </w:t>
      </w:r>
    </w:p>
    <w:p w:rsidR="00B33631" w:rsidRPr="005015BD" w:rsidRDefault="002E3834" w:rsidP="005015BD">
      <w:pPr>
        <w:pStyle w:val="Heading1"/>
        <w:rPr>
          <w:rtl/>
        </w:rPr>
      </w:pPr>
      <w:r w:rsidRPr="005015BD">
        <w:rPr>
          <w:rtl/>
        </w:rPr>
        <w:t xml:space="preserve"> </w:t>
      </w:r>
      <w:bookmarkStart w:id="197" w:name="_Toc362088764"/>
      <w:r w:rsidRPr="00035AB4">
        <w:rPr>
          <w:highlight w:val="yellow"/>
          <w:rtl/>
        </w:rPr>
        <w:t>(81)</w:t>
      </w:r>
      <w:r w:rsidRPr="005015BD">
        <w:rPr>
          <w:rtl/>
        </w:rPr>
        <w:t xml:space="preserve"> فَخَسَفْنَا بِهِ وَبِدَارِهِ الاَْرْضَ فَمَا كَانَ لَهُ مِن فِئَةٍ يَنصُرُونَهُ مِن دُونِ اللّهِ وَمَا كَانَ مِنَ الْمُنْتَصِرِينَ</w:t>
      </w:r>
      <w:bookmarkEnd w:id="197"/>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پس ما، او و خانه اش را به زمين فرو برديم و هيچ گروهى نبود كه او رادر برابر قهر خداوند يارى كند وخودش نيز نمى توانست از خويش دفاع نمايد.</w:t>
      </w:r>
    </w:p>
    <w:p w:rsidR="00B33631" w:rsidRDefault="00DF6A2E" w:rsidP="00DF6A2E">
      <w:pPr>
        <w:pStyle w:val="Heading2"/>
        <w:rPr>
          <w:rtl/>
          <w:lang w:bidi="fa-IR"/>
        </w:rPr>
      </w:pPr>
      <w:bookmarkStart w:id="198" w:name="_Toc362088765"/>
      <w:r>
        <w:rPr>
          <w:rtl/>
          <w:lang w:bidi="fa-IR"/>
        </w:rPr>
        <w:t>نكته ها :</w:t>
      </w:r>
      <w:bookmarkEnd w:id="198"/>
    </w:p>
    <w:p w:rsidR="00B33631" w:rsidRDefault="00B33631" w:rsidP="004D48DE">
      <w:pPr>
        <w:pStyle w:val="libNormal"/>
        <w:rPr>
          <w:rtl/>
          <w:lang w:bidi="fa-IR"/>
        </w:rPr>
      </w:pPr>
      <w:r>
        <w:rPr>
          <w:rtl/>
          <w:lang w:bidi="fa-IR"/>
        </w:rPr>
        <w:t>انسان مى تواند در دو قوس حركت كند: قوس صعودى كه به معراج رسد و قوس ‍ نزولى كه به زمين فرو رود.</w:t>
      </w:r>
    </w:p>
    <w:p w:rsidR="00B33631" w:rsidRDefault="00DF6A2E" w:rsidP="00DF6A2E">
      <w:pPr>
        <w:pStyle w:val="Heading2"/>
        <w:rPr>
          <w:rtl/>
          <w:lang w:bidi="fa-IR"/>
        </w:rPr>
      </w:pPr>
      <w:bookmarkStart w:id="199" w:name="_Toc362088766"/>
      <w:r>
        <w:rPr>
          <w:rtl/>
          <w:lang w:bidi="fa-IR"/>
        </w:rPr>
        <w:t>پيام ها :</w:t>
      </w:r>
      <w:bookmarkEnd w:id="199"/>
    </w:p>
    <w:p w:rsidR="00B33631" w:rsidRDefault="00B33631" w:rsidP="004D48DE">
      <w:pPr>
        <w:pStyle w:val="libNormal"/>
        <w:rPr>
          <w:rtl/>
          <w:lang w:bidi="fa-IR"/>
        </w:rPr>
      </w:pPr>
      <w:r>
        <w:rPr>
          <w:rtl/>
          <w:lang w:bidi="fa-IR"/>
        </w:rPr>
        <w:t xml:space="preserve">1- نتيجه ظلم ، هلاكت است . فبغى عليهم ... فخسفنابه </w:t>
      </w:r>
    </w:p>
    <w:p w:rsidR="00B33631" w:rsidRDefault="00B33631" w:rsidP="004D48DE">
      <w:pPr>
        <w:pStyle w:val="libNormal"/>
        <w:rPr>
          <w:rtl/>
          <w:lang w:bidi="fa-IR"/>
        </w:rPr>
      </w:pPr>
      <w:r>
        <w:rPr>
          <w:rtl/>
          <w:lang w:bidi="fa-IR"/>
        </w:rPr>
        <w:t xml:space="preserve">2- زمين ، گاهى ماءمور قهر خداوند است . فخسفنا به و بداره الارض </w:t>
      </w:r>
    </w:p>
    <w:p w:rsidR="00B33631" w:rsidRDefault="00B33631" w:rsidP="004D48DE">
      <w:pPr>
        <w:pStyle w:val="libNormal"/>
        <w:rPr>
          <w:rtl/>
          <w:lang w:bidi="fa-IR"/>
        </w:rPr>
      </w:pPr>
      <w:r>
        <w:rPr>
          <w:rtl/>
          <w:lang w:bidi="fa-IR"/>
        </w:rPr>
        <w:t xml:space="preserve">3- سرانجام ثروت اندوزى ، بخل و غرور و هلاكت است . فخسفنا به و بداره الارض </w:t>
      </w:r>
    </w:p>
    <w:p w:rsidR="005015BD" w:rsidRDefault="00B33631" w:rsidP="004D48DE">
      <w:pPr>
        <w:pStyle w:val="libNormal"/>
        <w:rPr>
          <w:rtl/>
          <w:lang w:bidi="fa-IR"/>
        </w:rPr>
      </w:pPr>
      <w:r>
        <w:rPr>
          <w:rtl/>
          <w:lang w:bidi="fa-IR"/>
        </w:rPr>
        <w:t xml:space="preserve">4- ثروت ، وسيله ى نجات نيست . ما كان من المنتصرين </w:t>
      </w:r>
    </w:p>
    <w:p w:rsidR="00B33631" w:rsidRPr="00DE30EA" w:rsidRDefault="005015BD" w:rsidP="00DE30EA">
      <w:pPr>
        <w:rPr>
          <w:rtl/>
        </w:rPr>
      </w:pPr>
      <w:r>
        <w:rPr>
          <w:rtl/>
          <w:lang w:bidi="fa-IR"/>
        </w:rPr>
        <w:br w:type="page"/>
      </w:r>
    </w:p>
    <w:p w:rsidR="00B33631" w:rsidRPr="005015BD" w:rsidRDefault="002E3834" w:rsidP="005015BD">
      <w:pPr>
        <w:pStyle w:val="Heading1"/>
        <w:rPr>
          <w:rtl/>
        </w:rPr>
      </w:pPr>
      <w:r w:rsidRPr="005015BD">
        <w:rPr>
          <w:rtl/>
        </w:rPr>
        <w:lastRenderedPageBreak/>
        <w:t xml:space="preserve"> </w:t>
      </w:r>
      <w:bookmarkStart w:id="200" w:name="_Toc362088767"/>
      <w:r w:rsidRPr="00035AB4">
        <w:rPr>
          <w:highlight w:val="yellow"/>
          <w:rtl/>
        </w:rPr>
        <w:t>(82)</w:t>
      </w:r>
      <w:r w:rsidRPr="005015BD">
        <w:rPr>
          <w:rtl/>
        </w:rPr>
        <w:t xml:space="preserve"> وَاءَصْبَحَ الَّذِينَ تَمَنَّوْاْ مَكَانَهُ بِالاَْمْسِ يَقُولُونَ وَ يْكَاءَنَّ اللّهَ يَبْسُطُ الرِّزْقَ لِمَن يَشَآءُ مِنْ عِبَادِهِ وَ يَقْدِرُ لَوْلاََّ اءَن مَّنَّ اللّهُ عَلَيْنَا لَخَسَفَ بِنَا وَيْكَاءَنَّهُ لاَيُفْلِحُ الْكَفِرُونَ</w:t>
      </w:r>
      <w:bookmarkEnd w:id="200"/>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همان كسانى كه موقعيّت ديروز او (قارون) را آرزو مى كردند (با ديدن صحنه هلاكت او) مى گفتند: واى ! (بر ما) گويا خداوند، (رزق و) روزى را بر هر كس از بندگانش كه بخواهد، گشاده و يا تنگ مى گرداند، (و) اگر خداوند بر ما منت ننهاده بود، هر آينه ما را نيز (با او) به قعر زمين برده بود، واى ! گويى كافران ، رستگار نمى شوند.</w:t>
      </w:r>
    </w:p>
    <w:p w:rsidR="00B33631" w:rsidRDefault="00DF6A2E" w:rsidP="00DF6A2E">
      <w:pPr>
        <w:pStyle w:val="Heading2"/>
        <w:rPr>
          <w:rtl/>
          <w:lang w:bidi="fa-IR"/>
        </w:rPr>
      </w:pPr>
      <w:bookmarkStart w:id="201" w:name="_Toc362088768"/>
      <w:r>
        <w:rPr>
          <w:rtl/>
          <w:lang w:bidi="fa-IR"/>
        </w:rPr>
        <w:t>پيام ها :</w:t>
      </w:r>
      <w:bookmarkEnd w:id="201"/>
    </w:p>
    <w:p w:rsidR="00B33631" w:rsidRDefault="00B33631" w:rsidP="004D48DE">
      <w:pPr>
        <w:pStyle w:val="libNormal"/>
        <w:rPr>
          <w:rtl/>
          <w:lang w:bidi="fa-IR"/>
        </w:rPr>
      </w:pPr>
      <w:r>
        <w:rPr>
          <w:rtl/>
          <w:lang w:bidi="fa-IR"/>
        </w:rPr>
        <w:t>1- در برخورد با مسائل ، زود قضاوت نكنيم . (آنان كه ديروز حسرت مى خوردند اى كاش مثل قارون بودند، امروز مى گويند: چه خوب شد كه ما مثل او نبوديم) تمنّوا مكانه بالامس يقولون و يكاءنّه ...</w:t>
      </w:r>
    </w:p>
    <w:p w:rsidR="00B33631" w:rsidRDefault="00B33631" w:rsidP="004D48DE">
      <w:pPr>
        <w:pStyle w:val="libNormal"/>
        <w:rPr>
          <w:rtl/>
          <w:lang w:bidi="fa-IR"/>
        </w:rPr>
      </w:pPr>
      <w:r>
        <w:rPr>
          <w:rtl/>
          <w:lang w:bidi="fa-IR"/>
        </w:rPr>
        <w:t>2- هرگز نخواهيم كه مانند ثروتمندانِ مغرور و غافل باشيم . تمنّوا مكانه ... و يكاءنّ</w:t>
      </w:r>
    </w:p>
    <w:p w:rsidR="00B33631" w:rsidRDefault="00B33631" w:rsidP="004D48DE">
      <w:pPr>
        <w:pStyle w:val="libNormal"/>
        <w:rPr>
          <w:rtl/>
          <w:lang w:bidi="fa-IR"/>
        </w:rPr>
      </w:pPr>
      <w:r>
        <w:rPr>
          <w:rtl/>
          <w:lang w:bidi="fa-IR"/>
        </w:rPr>
        <w:t>3- به جاى تمنّاى ثروت ديگران ، به داده هاى الهى قانع باشيم . تمنّوا مكانه ... يبسط الرّزق ... و يقدر</w:t>
      </w:r>
    </w:p>
    <w:p w:rsidR="00B33631" w:rsidRDefault="00B33631" w:rsidP="004D48DE">
      <w:pPr>
        <w:pStyle w:val="libNormal"/>
        <w:rPr>
          <w:rtl/>
          <w:lang w:bidi="fa-IR"/>
        </w:rPr>
      </w:pPr>
      <w:r>
        <w:rPr>
          <w:rtl/>
          <w:lang w:bidi="fa-IR"/>
        </w:rPr>
        <w:t xml:space="preserve">4- همه آرزوها، به صلاح نيست . تمنّوا مكانه </w:t>
      </w:r>
    </w:p>
    <w:p w:rsidR="00B33631" w:rsidRDefault="00B33631" w:rsidP="004D48DE">
      <w:pPr>
        <w:pStyle w:val="libNormal"/>
        <w:rPr>
          <w:rtl/>
          <w:lang w:bidi="fa-IR"/>
        </w:rPr>
      </w:pPr>
      <w:r>
        <w:rPr>
          <w:rtl/>
          <w:lang w:bidi="fa-IR"/>
        </w:rPr>
        <w:t>5 گاه ، مستجاب نشدن دعا و برآورده نگرديدن آرزو، بزرگ ترين لطف و منت الهى بر انسان است . تمنّوا مكانه ... منّ اللّه علينا</w:t>
      </w:r>
    </w:p>
    <w:p w:rsidR="005015BD" w:rsidRPr="00DE30EA" w:rsidRDefault="005015BD" w:rsidP="00DE30EA">
      <w:pPr>
        <w:rPr>
          <w:rtl/>
        </w:rPr>
      </w:pPr>
      <w:r>
        <w:rPr>
          <w:rtl/>
          <w:lang w:bidi="fa-IR"/>
        </w:rPr>
        <w:br w:type="page"/>
      </w:r>
    </w:p>
    <w:p w:rsidR="00B33631" w:rsidRDefault="00B33631" w:rsidP="004D48DE">
      <w:pPr>
        <w:pStyle w:val="libNormal"/>
        <w:rPr>
          <w:rtl/>
          <w:lang w:bidi="fa-IR"/>
        </w:rPr>
      </w:pPr>
      <w:r>
        <w:rPr>
          <w:rtl/>
          <w:lang w:bidi="fa-IR"/>
        </w:rPr>
        <w:lastRenderedPageBreak/>
        <w:t>6- حوادث ، سبب بيدارى فطرت ها و تغيير پندارها و خواسته هاى غلط است . لولا اءن منّ اللّه علينا</w:t>
      </w:r>
    </w:p>
    <w:p w:rsidR="00B33631" w:rsidRDefault="00B33631" w:rsidP="004D48DE">
      <w:pPr>
        <w:pStyle w:val="libNormal"/>
        <w:rPr>
          <w:rtl/>
          <w:lang w:bidi="fa-IR"/>
        </w:rPr>
      </w:pPr>
      <w:r>
        <w:rPr>
          <w:rtl/>
          <w:lang w:bidi="fa-IR"/>
        </w:rPr>
        <w:t xml:space="preserve">7- ثروتى كه انسان ، آن را از جانب خدا و براى او نداند، او را به كفر مى رساند. لايفلح الكافرون </w:t>
      </w:r>
    </w:p>
    <w:p w:rsidR="00B33631" w:rsidRPr="005015BD" w:rsidRDefault="002E3834" w:rsidP="005015BD">
      <w:pPr>
        <w:pStyle w:val="Heading1"/>
        <w:rPr>
          <w:rtl/>
        </w:rPr>
      </w:pPr>
      <w:r w:rsidRPr="005015BD">
        <w:rPr>
          <w:rtl/>
        </w:rPr>
        <w:t xml:space="preserve"> </w:t>
      </w:r>
      <w:bookmarkStart w:id="202" w:name="_Toc362088769"/>
      <w:r w:rsidRPr="00035AB4">
        <w:rPr>
          <w:highlight w:val="yellow"/>
          <w:rtl/>
        </w:rPr>
        <w:t>(83)</w:t>
      </w:r>
      <w:r w:rsidRPr="005015BD">
        <w:rPr>
          <w:rtl/>
        </w:rPr>
        <w:t xml:space="preserve"> تِلْكَ الدَّارُ الاَْخِرَةُ نَجْعَلُهَا لِلَّذِينَ لاَ يُرِيدُونَ عُلُوّاً فِى الاَْرْضِ وَلاَفَسَاداً وَالْعَقِبَةُ لِلْمُتَّقِينَ</w:t>
      </w:r>
      <w:bookmarkEnd w:id="202"/>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(ما، نجات و سعادت در) آن سراى آخرت را (تنها) براى كسانى قرار مى دهيم كه خواستار برترى و فساد در زمين نباشند و سرانجام ، (رستگارى) از آن پرهيزكاران است .</w:t>
      </w:r>
    </w:p>
    <w:p w:rsidR="00B33631" w:rsidRDefault="00DF6A2E" w:rsidP="00DF6A2E">
      <w:pPr>
        <w:pStyle w:val="Heading2"/>
        <w:rPr>
          <w:rtl/>
          <w:lang w:bidi="fa-IR"/>
        </w:rPr>
      </w:pPr>
      <w:bookmarkStart w:id="203" w:name="_Toc362088770"/>
      <w:r>
        <w:rPr>
          <w:rtl/>
          <w:lang w:bidi="fa-IR"/>
        </w:rPr>
        <w:t>نكته ها :</w:t>
      </w:r>
      <w:bookmarkEnd w:id="203"/>
    </w:p>
    <w:p w:rsidR="00B33631" w:rsidRDefault="00B33631" w:rsidP="004D48DE">
      <w:pPr>
        <w:pStyle w:val="libNormal"/>
        <w:rPr>
          <w:rtl/>
          <w:lang w:bidi="fa-IR"/>
        </w:rPr>
      </w:pPr>
      <w:r>
        <w:rPr>
          <w:rtl/>
          <w:lang w:bidi="fa-IR"/>
        </w:rPr>
        <w:t xml:space="preserve">اين آيه به منزله ى قطعنامه ى داستان قارون است كه هر گونه ثروت اندوزى و برترى جويى ، مايه ى هلاكت در دنيا و شقاوت در آخرت مى شود. بر اساس ‍ روايات ، حضرت على عليه السلام ، اين آيه را براى تاجران بازار تلاوت مى فرمود. </w:t>
      </w:r>
      <w:r w:rsidR="00144845" w:rsidRPr="00C96ECB">
        <w:rPr>
          <w:rStyle w:val="libFootnotenumChar"/>
          <w:rtl/>
          <w:lang w:bidi="fa-IR"/>
        </w:rPr>
        <w:t>(96)</w:t>
      </w:r>
      <w:r>
        <w:rPr>
          <w:rtl/>
          <w:lang w:bidi="fa-IR"/>
        </w:rPr>
        <w:t xml:space="preserve"> امام خمينى قدس سرّه بنيانگذار جمهورى اسلامى نيز در پايان درس اخلاقشان براى طلاّب و فضلاى حوزه ى علميّه ى قم به آن عنايت داشتند.</w:t>
      </w:r>
    </w:p>
    <w:p w:rsidR="00B33631" w:rsidRDefault="00B33631" w:rsidP="004D48DE">
      <w:pPr>
        <w:pStyle w:val="libNormal"/>
        <w:rPr>
          <w:rFonts w:hint="cs"/>
          <w:rtl/>
          <w:lang w:bidi="fa-IR"/>
        </w:rPr>
      </w:pPr>
      <w:r>
        <w:rPr>
          <w:rtl/>
          <w:lang w:bidi="fa-IR"/>
        </w:rPr>
        <w:t>در حديث مى خوانيم كه اگر كسى به واسطه بهتر بودن بند كفشش بر ديگرى خود را برتر ببيند، جزو كسانى است كه اراده ى علوّ در زمين دارند.</w:t>
      </w:r>
    </w:p>
    <w:p w:rsidR="005015BD" w:rsidRDefault="005015BD" w:rsidP="005015BD">
      <w:pPr>
        <w:pStyle w:val="libLine"/>
        <w:rPr>
          <w:rtl/>
        </w:rPr>
      </w:pPr>
      <w:r w:rsidRPr="00AD5C7B">
        <w:rPr>
          <w:rtl/>
        </w:rPr>
        <w:t>_________________________</w:t>
      </w:r>
    </w:p>
    <w:p w:rsidR="005015BD" w:rsidRDefault="005015BD" w:rsidP="005015BD">
      <w:pPr>
        <w:pStyle w:val="libFootnote"/>
        <w:rPr>
          <w:rtl/>
        </w:rPr>
      </w:pPr>
      <w:r>
        <w:rPr>
          <w:rtl/>
        </w:rPr>
        <w:t>96- تفاسير مجمع البيان و روح البيان .</w:t>
      </w:r>
    </w:p>
    <w:p w:rsidR="005015BD" w:rsidRPr="00DE30EA" w:rsidRDefault="005015BD" w:rsidP="00DE30EA">
      <w:pPr>
        <w:rPr>
          <w:rtl/>
        </w:rPr>
      </w:pPr>
      <w:r>
        <w:rPr>
          <w:rtl/>
          <w:lang w:bidi="fa-IR"/>
        </w:rPr>
        <w:br w:type="page"/>
      </w:r>
    </w:p>
    <w:p w:rsidR="00B33631" w:rsidRDefault="00B33631" w:rsidP="004D48DE">
      <w:pPr>
        <w:pStyle w:val="libNormal"/>
        <w:rPr>
          <w:rtl/>
          <w:lang w:bidi="fa-IR"/>
        </w:rPr>
      </w:pPr>
      <w:r>
        <w:rPr>
          <w:rtl/>
          <w:lang w:bidi="fa-IR"/>
        </w:rPr>
        <w:lastRenderedPageBreak/>
        <w:t>چه بسيارند كسانى كه در تهيه مسكن ، مركب ، لباس ، كلام ، ازدواج و نام گذارى فرزند، كارى مى كنند كه در جامعه نمودى داشته باشند و مردم متوجّه آنان شوند كه به فرموده روايت ، اين افراد اراده برترى در زمين دارند و از بهشت محرومند.</w:t>
      </w:r>
    </w:p>
    <w:p w:rsidR="00B33631" w:rsidRDefault="00DF6A2E" w:rsidP="00DF6A2E">
      <w:pPr>
        <w:pStyle w:val="Heading2"/>
        <w:rPr>
          <w:rtl/>
          <w:lang w:bidi="fa-IR"/>
        </w:rPr>
      </w:pPr>
      <w:bookmarkStart w:id="204" w:name="_Toc362088771"/>
      <w:r>
        <w:rPr>
          <w:rtl/>
          <w:lang w:bidi="fa-IR"/>
        </w:rPr>
        <w:t>پيام ها :</w:t>
      </w:r>
      <w:bookmarkEnd w:id="204"/>
    </w:p>
    <w:p w:rsidR="00B33631" w:rsidRDefault="00B33631" w:rsidP="004D48DE">
      <w:pPr>
        <w:pStyle w:val="libNormal"/>
        <w:rPr>
          <w:rtl/>
          <w:lang w:bidi="fa-IR"/>
        </w:rPr>
      </w:pPr>
      <w:r>
        <w:rPr>
          <w:rtl/>
          <w:lang w:bidi="fa-IR"/>
        </w:rPr>
        <w:t>1- سراى آخرت بس عظيم است . (كلمه ى «تلك» براى بيان عظمت است)</w:t>
      </w:r>
    </w:p>
    <w:p w:rsidR="00B33631" w:rsidRDefault="00B33631" w:rsidP="004D48DE">
      <w:pPr>
        <w:pStyle w:val="libNormal"/>
        <w:rPr>
          <w:rtl/>
          <w:lang w:bidi="fa-IR"/>
        </w:rPr>
      </w:pPr>
      <w:r>
        <w:rPr>
          <w:rtl/>
          <w:lang w:bidi="fa-IR"/>
        </w:rPr>
        <w:t>2- هرگونه برترى طلبى ، ممنوع است . لا يريدون علوّا</w:t>
      </w:r>
    </w:p>
    <w:p w:rsidR="00B33631" w:rsidRDefault="00B33631" w:rsidP="004D48DE">
      <w:pPr>
        <w:pStyle w:val="libNormal"/>
        <w:rPr>
          <w:rtl/>
          <w:lang w:bidi="fa-IR"/>
        </w:rPr>
      </w:pPr>
      <w:r>
        <w:rPr>
          <w:rtl/>
          <w:lang w:bidi="fa-IR"/>
        </w:rPr>
        <w:t>3- منشاء فساد، برترى جويى است . لايريدون علوّا... و لا فسادا</w:t>
      </w:r>
    </w:p>
    <w:p w:rsidR="00B33631" w:rsidRDefault="00B33631" w:rsidP="004D48DE">
      <w:pPr>
        <w:pStyle w:val="libNormal"/>
        <w:rPr>
          <w:rtl/>
          <w:lang w:bidi="fa-IR"/>
        </w:rPr>
      </w:pPr>
      <w:r>
        <w:rPr>
          <w:rtl/>
          <w:lang w:bidi="fa-IR"/>
        </w:rPr>
        <w:t xml:space="preserve">4- پرهيزكار كسى است كه اراده ى تفاخر وبرترى بر ديگران ندارد. لايريدون علوّا... والعاقبة للمتّقين </w:t>
      </w:r>
    </w:p>
    <w:p w:rsidR="00B33631" w:rsidRPr="005015BD" w:rsidRDefault="002E3834" w:rsidP="005015BD">
      <w:pPr>
        <w:pStyle w:val="Heading1"/>
        <w:rPr>
          <w:rtl/>
        </w:rPr>
      </w:pPr>
      <w:r w:rsidRPr="005015BD">
        <w:rPr>
          <w:rtl/>
        </w:rPr>
        <w:t xml:space="preserve"> </w:t>
      </w:r>
      <w:bookmarkStart w:id="205" w:name="_Toc362088772"/>
      <w:r w:rsidRPr="00035AB4">
        <w:rPr>
          <w:highlight w:val="yellow"/>
          <w:rtl/>
        </w:rPr>
        <w:t>(84)</w:t>
      </w:r>
      <w:r w:rsidRPr="005015BD">
        <w:rPr>
          <w:rtl/>
        </w:rPr>
        <w:t xml:space="preserve"> مَن جَآءَ بِالْحَسَنَةِ فَلَهُ خَيْرٌ مِّنْهَا وَمَن جَآءَ بِالسَّيِّئَةِ فَلاَ يُجْزَى الَّذِينَ عَمِلُواْالسَّيِّئَاتِ إِلا مَاكَانُواْ يَعْمَلُونَ</w:t>
      </w:r>
      <w:bookmarkEnd w:id="205"/>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هر كس نيكى آورد، براى او (پاداشى) بهتر از آن خواهد بود، و هر كس بدى آورد، پس كسانى كه كارهاى ناروا انجام دهند، جز (به اندازه ى) آنچه كرده اند، مجازات نمى شوند.</w:t>
      </w:r>
    </w:p>
    <w:p w:rsidR="00B33631" w:rsidRDefault="00DF6A2E" w:rsidP="00DF6A2E">
      <w:pPr>
        <w:pStyle w:val="Heading2"/>
        <w:rPr>
          <w:rtl/>
          <w:lang w:bidi="fa-IR"/>
        </w:rPr>
      </w:pPr>
      <w:bookmarkStart w:id="206" w:name="_Toc362088773"/>
      <w:r>
        <w:rPr>
          <w:rtl/>
          <w:lang w:bidi="fa-IR"/>
        </w:rPr>
        <w:t>پيام ها :</w:t>
      </w:r>
      <w:bookmarkEnd w:id="206"/>
    </w:p>
    <w:p w:rsidR="00B33631" w:rsidRDefault="00B33631" w:rsidP="004D48DE">
      <w:pPr>
        <w:pStyle w:val="libNormal"/>
        <w:rPr>
          <w:rtl/>
          <w:lang w:bidi="fa-IR"/>
        </w:rPr>
      </w:pPr>
      <w:r>
        <w:rPr>
          <w:rtl/>
          <w:lang w:bidi="fa-IR"/>
        </w:rPr>
        <w:t xml:space="preserve">1- كار نيك ، مطلوب و پسنديده است ، از هر كس و به هر مقدار كه باشد. مَن جاء بالحسنة </w:t>
      </w:r>
    </w:p>
    <w:p w:rsidR="005015BD" w:rsidRPr="00DE30EA" w:rsidRDefault="005015BD" w:rsidP="00DE30EA">
      <w:pPr>
        <w:rPr>
          <w:rtl/>
        </w:rPr>
      </w:pPr>
      <w:r>
        <w:rPr>
          <w:rtl/>
          <w:lang w:bidi="fa-IR"/>
        </w:rPr>
        <w:br w:type="page"/>
      </w:r>
    </w:p>
    <w:p w:rsidR="00B33631" w:rsidRDefault="00B33631" w:rsidP="004D48DE">
      <w:pPr>
        <w:pStyle w:val="libNormal"/>
        <w:rPr>
          <w:lang w:bidi="fa-IR"/>
        </w:rPr>
      </w:pPr>
      <w:r>
        <w:rPr>
          <w:rtl/>
          <w:lang w:bidi="fa-IR"/>
        </w:rPr>
        <w:lastRenderedPageBreak/>
        <w:t>2- مهم تر از انجام كار نيك ، به سلامت رساندن آن به صحنه ى قيامت است . جاء بالحسنة (چه بسيارند كسانى كه كارهاى خوبى انجام مى دهند، ولى به واسطه گناه ، منّت گذاشتن ، عُجب و يا تحقير ديگران ، آن را از بين مى برند و نمى توانند كار خوب خود را به قيامت برسانند.)</w:t>
      </w:r>
    </w:p>
    <w:p w:rsidR="00B33631" w:rsidRDefault="00B33631" w:rsidP="004D48DE">
      <w:pPr>
        <w:pStyle w:val="libNormal"/>
        <w:rPr>
          <w:rtl/>
          <w:lang w:bidi="fa-IR"/>
        </w:rPr>
      </w:pPr>
      <w:r>
        <w:rPr>
          <w:rtl/>
          <w:lang w:bidi="fa-IR"/>
        </w:rPr>
        <w:t xml:space="preserve">3- انسان ها در انتخاب راه زندگى آزادند. مَن جاء بالحسنة مَن جاء بالسيئة </w:t>
      </w:r>
    </w:p>
    <w:p w:rsidR="00B33631" w:rsidRDefault="00B33631" w:rsidP="004D48DE">
      <w:pPr>
        <w:pStyle w:val="libNormal"/>
        <w:rPr>
          <w:rtl/>
          <w:lang w:bidi="fa-IR"/>
        </w:rPr>
      </w:pPr>
      <w:r>
        <w:rPr>
          <w:rtl/>
          <w:lang w:bidi="fa-IR"/>
        </w:rPr>
        <w:t>4- حتّى در گفتار، سخن خويش را از خوبى ها آغاز كنيم . (ابتدا كلمه «الحسنة» آمده ، سپس «السيئة»)</w:t>
      </w:r>
    </w:p>
    <w:p w:rsidR="00B33631" w:rsidRDefault="00B33631" w:rsidP="004D48DE">
      <w:pPr>
        <w:pStyle w:val="libNormal"/>
        <w:rPr>
          <w:rtl/>
          <w:lang w:bidi="fa-IR"/>
        </w:rPr>
      </w:pPr>
      <w:r>
        <w:rPr>
          <w:rtl/>
          <w:lang w:bidi="fa-IR"/>
        </w:rPr>
        <w:t xml:space="preserve">5 در نظام سراسر لطف الهى ، پاداش نيكى ها بيشتر از خود نيكى هاست هر چند به مرحله عمل نرسد و در حالت انديشه و طرح باقى بماند، ولى كيفر كار بد به اندازه كار بد و به شرطى است كه از درجه ى فكر و انديشه بگذرد و لباس عمل بپوشد. عملواالسيئات </w:t>
      </w:r>
    </w:p>
    <w:p w:rsidR="00B33631" w:rsidRDefault="00B33631" w:rsidP="004D48DE">
      <w:pPr>
        <w:pStyle w:val="libNormal"/>
        <w:rPr>
          <w:rtl/>
          <w:lang w:bidi="fa-IR"/>
        </w:rPr>
      </w:pPr>
      <w:r>
        <w:rPr>
          <w:rtl/>
          <w:lang w:bidi="fa-IR"/>
        </w:rPr>
        <w:t xml:space="preserve">6- كار نيك ديگران را فراموش نكنيم حتّى اگر يك عمل ساده باشد، الحسنة ولى بدكاران را وقتى جزا دهيم كه بركار بد خود اصرار داشته باشند. كانوا يعملون </w:t>
      </w:r>
    </w:p>
    <w:p w:rsidR="00B33631" w:rsidRDefault="00B33631" w:rsidP="004D48DE">
      <w:pPr>
        <w:pStyle w:val="libNormal"/>
        <w:rPr>
          <w:rtl/>
          <w:lang w:bidi="fa-IR"/>
        </w:rPr>
      </w:pPr>
      <w:r>
        <w:rPr>
          <w:rtl/>
          <w:lang w:bidi="fa-IR"/>
        </w:rPr>
        <w:t xml:space="preserve">7- خداوند پاداش نيكى ها را با فضل خود مى دهد، ولى در كيفر بدكاران با عدل خويش رفتار مى كند. فله خيرٌ منهالايجزى ... الاّ ما كانوا يعملون </w:t>
      </w:r>
    </w:p>
    <w:p w:rsidR="00B33631" w:rsidRPr="005015BD" w:rsidRDefault="002E3834" w:rsidP="005015BD">
      <w:pPr>
        <w:pStyle w:val="Heading1"/>
        <w:rPr>
          <w:rtl/>
        </w:rPr>
      </w:pPr>
      <w:r w:rsidRPr="005015BD">
        <w:rPr>
          <w:rtl/>
        </w:rPr>
        <w:t xml:space="preserve"> </w:t>
      </w:r>
      <w:bookmarkStart w:id="207" w:name="_Toc362088774"/>
      <w:r w:rsidRPr="00035AB4">
        <w:rPr>
          <w:highlight w:val="yellow"/>
          <w:rtl/>
        </w:rPr>
        <w:t>(85)</w:t>
      </w:r>
      <w:r w:rsidRPr="005015BD">
        <w:rPr>
          <w:rtl/>
        </w:rPr>
        <w:t xml:space="preserve"> إِنَّ الَّذِى فَرَضَ عَلَيْكَ الْقُرْءَانَ لَرََّادُّكَ إِلَى مَعَادٍ قُلْ رَّبِّىَّ اءَعْلَمُ مَن جَآءَ بِالْهُدَى وَ مَنْ هُوَ فِى ضَلَلٍ مُّبِينٍ</w:t>
      </w:r>
      <w:bookmarkEnd w:id="207"/>
    </w:p>
    <w:p w:rsidR="00B33631" w:rsidRDefault="00B33631" w:rsidP="004D48DE">
      <w:pPr>
        <w:pStyle w:val="libNormal"/>
        <w:rPr>
          <w:rtl/>
          <w:lang w:bidi="fa-IR"/>
        </w:rPr>
      </w:pPr>
      <w:r>
        <w:rPr>
          <w:rtl/>
          <w:lang w:bidi="fa-IR"/>
        </w:rPr>
        <w:t>ترجمه :</w:t>
      </w:r>
    </w:p>
    <w:p w:rsidR="005015BD" w:rsidRDefault="00B33631" w:rsidP="004D48DE">
      <w:pPr>
        <w:pStyle w:val="libNormal"/>
        <w:rPr>
          <w:rtl/>
          <w:lang w:bidi="fa-IR"/>
        </w:rPr>
      </w:pPr>
      <w:r>
        <w:rPr>
          <w:rtl/>
          <w:lang w:bidi="fa-IR"/>
        </w:rPr>
        <w:t xml:space="preserve">همانا آن كس كه قرآن را (بر تو نازل و عمل به آن را) بر تو واجب كرد، قطعا تو را به وعده گاه (و زادگاهت) باز خواهد گردانيد. </w:t>
      </w:r>
    </w:p>
    <w:p w:rsidR="005015BD" w:rsidRPr="00DE30EA" w:rsidRDefault="005015BD" w:rsidP="00DE30EA">
      <w:pPr>
        <w:rPr>
          <w:rtl/>
        </w:rPr>
      </w:pPr>
      <w:r>
        <w:rPr>
          <w:rtl/>
          <w:lang w:bidi="fa-IR"/>
        </w:rPr>
        <w:br w:type="page"/>
      </w:r>
    </w:p>
    <w:p w:rsidR="00B33631" w:rsidRDefault="00B33631" w:rsidP="005015BD">
      <w:pPr>
        <w:pStyle w:val="libNormal0"/>
        <w:rPr>
          <w:rtl/>
          <w:lang w:bidi="fa-IR"/>
        </w:rPr>
      </w:pPr>
      <w:r>
        <w:rPr>
          <w:rtl/>
          <w:lang w:bidi="fa-IR"/>
        </w:rPr>
        <w:lastRenderedPageBreak/>
        <w:t>بگو: پروردگارم آگاه تر است كه چه كسى هدايت آورده وچه كسى در گمراهى آشكار است .</w:t>
      </w:r>
    </w:p>
    <w:p w:rsidR="00B33631" w:rsidRDefault="00DF6A2E" w:rsidP="00DF6A2E">
      <w:pPr>
        <w:pStyle w:val="Heading2"/>
        <w:rPr>
          <w:rtl/>
          <w:lang w:bidi="fa-IR"/>
        </w:rPr>
      </w:pPr>
      <w:bookmarkStart w:id="208" w:name="_Toc362088775"/>
      <w:r>
        <w:rPr>
          <w:rtl/>
          <w:lang w:bidi="fa-IR"/>
        </w:rPr>
        <w:t>نكته ها :</w:t>
      </w:r>
      <w:bookmarkEnd w:id="208"/>
    </w:p>
    <w:p w:rsidR="00B33631" w:rsidRDefault="00B33631" w:rsidP="004D48DE">
      <w:pPr>
        <w:pStyle w:val="libNormal"/>
        <w:rPr>
          <w:rtl/>
          <w:lang w:bidi="fa-IR"/>
        </w:rPr>
      </w:pPr>
      <w:r>
        <w:rPr>
          <w:rtl/>
          <w:lang w:bidi="fa-IR"/>
        </w:rPr>
        <w:t>در آيه ى هفتم گذشت كه خداوند به مادر موسى الهام فرمود كه فرزندت را به دريا بينداز و نگران مباش كه ما او را به تو باز خواهيم گرداند، القيه فى اليمّ انّا رادّوه اليك در اين آيه نيز خداوند به پيامبر اسلام وعده مى دهد كه او را به زادگاهش باز گرداند. لرادّك الى معاد آرى ، همان قدرتى كه موسى را به مادر برگرداند، تو را نيز (بعد از هجرت) به مكّه برخواهد گرداند.</w:t>
      </w:r>
    </w:p>
    <w:p w:rsidR="00B33631" w:rsidRDefault="00B33631" w:rsidP="004D48DE">
      <w:pPr>
        <w:pStyle w:val="libNormal"/>
        <w:rPr>
          <w:rtl/>
          <w:lang w:bidi="fa-IR"/>
        </w:rPr>
      </w:pPr>
      <w:r>
        <w:rPr>
          <w:rtl/>
          <w:lang w:bidi="fa-IR"/>
        </w:rPr>
        <w:t>در اينكه «معاد» اشاره به چه معنايى دارد و مصداق آن چيست ، نظرات متفاوتى ارائه شده است ؛ بعضى آن را «مكّه» زادگاه پيامبر صلّى اللّه عليه و آله و اين آيه را يك خبر غيبى دانسته اند، كه اى پيامبر! روزى همين مكّه به دست تو فتح خواهد شد و به آن بازخواهى گشت . عده اى نيز آن را مقام محمود پيامبر (مقام شفاعت)، و جمعى هم آن را به قيامت و بهشت ، معنا و تفسير كرده اند. امّا روايات ، مراد از معاد در اين آيه را رجعت پيامبر اسلام به دنيا مى دانند.</w:t>
      </w:r>
    </w:p>
    <w:p w:rsidR="00B33631" w:rsidRDefault="00B33631" w:rsidP="004D48DE">
      <w:pPr>
        <w:pStyle w:val="libNormal"/>
        <w:rPr>
          <w:rtl/>
          <w:lang w:bidi="fa-IR"/>
        </w:rPr>
      </w:pPr>
      <w:r>
        <w:rPr>
          <w:rtl/>
          <w:lang w:bidi="fa-IR"/>
        </w:rPr>
        <w:t>از عقايد قطعى ما كه از آيات و روايات بسيارى بر مى آيد، «رَجعت» است . يعنى اينكه خداوند گروهى از اولياى خود را قبل از قيامت به دنيا برخواهد گرداند.</w:t>
      </w:r>
    </w:p>
    <w:p w:rsidR="00B33631" w:rsidRDefault="00DF6A2E" w:rsidP="00DF6A2E">
      <w:pPr>
        <w:pStyle w:val="Heading2"/>
        <w:rPr>
          <w:rtl/>
          <w:lang w:bidi="fa-IR"/>
        </w:rPr>
      </w:pPr>
      <w:bookmarkStart w:id="209" w:name="_Toc362088776"/>
      <w:r>
        <w:rPr>
          <w:rtl/>
          <w:lang w:bidi="fa-IR"/>
        </w:rPr>
        <w:t>پيام ها :</w:t>
      </w:r>
      <w:bookmarkEnd w:id="209"/>
    </w:p>
    <w:p w:rsidR="00B33631" w:rsidRDefault="00B33631" w:rsidP="004D48DE">
      <w:pPr>
        <w:pStyle w:val="libNormal"/>
        <w:rPr>
          <w:rtl/>
          <w:lang w:bidi="fa-IR"/>
        </w:rPr>
      </w:pPr>
      <w:r>
        <w:rPr>
          <w:rtl/>
          <w:lang w:bidi="fa-IR"/>
        </w:rPr>
        <w:t xml:space="preserve">1- ابلاغ قرآن سبب تمرّد كفّار و هجرت پيامبر شد، امّا خداى قرآن دوباره پيامبر را به زادگاهش برخواهد گرداند. </w:t>
      </w:r>
      <w:r w:rsidRPr="00974D56">
        <w:rPr>
          <w:rStyle w:val="libAieChar"/>
          <w:rtl/>
        </w:rPr>
        <w:t>لرادّك الى معاد</w:t>
      </w:r>
    </w:p>
    <w:p w:rsidR="005015BD" w:rsidRPr="00DE30EA" w:rsidRDefault="005015BD"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2- تلاوت ، تبليغ و عمل به قرآن ، قبل از هر كس بر خود پيامبر واجب است . </w:t>
      </w:r>
      <w:r w:rsidRPr="00974D56">
        <w:rPr>
          <w:rStyle w:val="libAieChar"/>
          <w:rtl/>
        </w:rPr>
        <w:t>فرض عليك القرآن</w:t>
      </w:r>
      <w:r>
        <w:rPr>
          <w:rtl/>
          <w:lang w:bidi="fa-IR"/>
        </w:rPr>
        <w:t xml:space="preserve"> </w:t>
      </w:r>
    </w:p>
    <w:p w:rsidR="00B33631" w:rsidRDefault="00B33631" w:rsidP="004D48DE">
      <w:pPr>
        <w:pStyle w:val="libNormal"/>
        <w:rPr>
          <w:rtl/>
          <w:lang w:bidi="fa-IR"/>
        </w:rPr>
      </w:pPr>
      <w:r>
        <w:rPr>
          <w:rtl/>
          <w:lang w:bidi="fa-IR"/>
        </w:rPr>
        <w:t xml:space="preserve">3- تعبير به فريضه بودن قرآن ، نشانگر اهميّت و جايگاه والاى آن است . </w:t>
      </w:r>
      <w:r w:rsidRPr="00974D56">
        <w:rPr>
          <w:rStyle w:val="libAieChar"/>
          <w:rtl/>
        </w:rPr>
        <w:t>فرض عليك القرآن</w:t>
      </w:r>
      <w:r>
        <w:rPr>
          <w:rtl/>
          <w:lang w:bidi="fa-IR"/>
        </w:rPr>
        <w:t xml:space="preserve"> </w:t>
      </w:r>
    </w:p>
    <w:p w:rsidR="00B33631" w:rsidRDefault="00B33631" w:rsidP="004D48DE">
      <w:pPr>
        <w:pStyle w:val="libNormal"/>
        <w:rPr>
          <w:rtl/>
          <w:lang w:bidi="fa-IR"/>
        </w:rPr>
      </w:pPr>
      <w:r>
        <w:rPr>
          <w:rtl/>
          <w:lang w:bidi="fa-IR"/>
        </w:rPr>
        <w:t xml:space="preserve">4- مهاجر فى سبيل اللّه ، با عزّت به موطن خويش باز خواهد گشت . لرادّك الى معادٍ تنوين كلمه ى «معادٍ»، نشانه ى عظمت و عزّتمندى است . </w:t>
      </w:r>
      <w:r w:rsidR="00144845" w:rsidRPr="00C96ECB">
        <w:rPr>
          <w:rStyle w:val="libFootnotenumChar"/>
          <w:rtl/>
          <w:lang w:bidi="fa-IR"/>
        </w:rPr>
        <w:t>(97)</w:t>
      </w:r>
    </w:p>
    <w:p w:rsidR="00B33631" w:rsidRDefault="005015BD" w:rsidP="004D48DE">
      <w:pPr>
        <w:pStyle w:val="libNormal"/>
        <w:rPr>
          <w:rtl/>
          <w:lang w:bidi="fa-IR"/>
        </w:rPr>
      </w:pPr>
      <w:r>
        <w:rPr>
          <w:rFonts w:hint="cs"/>
          <w:rtl/>
          <w:lang w:bidi="fa-IR"/>
        </w:rPr>
        <w:t>5</w:t>
      </w:r>
      <w:r w:rsidR="00B33631">
        <w:rPr>
          <w:rtl/>
          <w:lang w:bidi="fa-IR"/>
        </w:rPr>
        <w:t xml:space="preserve">- در مقام بيان نيز ابتدا از نقاط مثبت شروع كنيم . </w:t>
      </w:r>
      <w:r w:rsidR="00B33631" w:rsidRPr="00974D56">
        <w:rPr>
          <w:rStyle w:val="libAieChar"/>
          <w:rtl/>
        </w:rPr>
        <w:t xml:space="preserve">مَن جاء بالهُدى مَن هو فى ضلال </w:t>
      </w:r>
    </w:p>
    <w:p w:rsidR="00B33631" w:rsidRPr="003E1927" w:rsidRDefault="002E3834" w:rsidP="003E1927">
      <w:pPr>
        <w:pStyle w:val="Heading1"/>
        <w:rPr>
          <w:rtl/>
        </w:rPr>
      </w:pPr>
      <w:r w:rsidRPr="003E1927">
        <w:rPr>
          <w:rtl/>
        </w:rPr>
        <w:t xml:space="preserve"> </w:t>
      </w:r>
      <w:bookmarkStart w:id="210" w:name="_Toc362088777"/>
      <w:r w:rsidRPr="00035AB4">
        <w:rPr>
          <w:highlight w:val="yellow"/>
          <w:rtl/>
        </w:rPr>
        <w:t>(86)</w:t>
      </w:r>
      <w:r w:rsidRPr="003E1927">
        <w:rPr>
          <w:rtl/>
        </w:rPr>
        <w:t xml:space="preserve"> وَمَا كُنتَ تَرْجُوَّاْ اءَن يُلْقَىَّ إِلَيْكَ الْكِتَبُ إِلا رَحْمَةً مِّن رَّبِّكَ فَلاَتَكُونَنَّ ظَهِيراًلِّلْكَفِرِينَ</w:t>
      </w:r>
      <w:bookmarkEnd w:id="210"/>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تو اميد نداشتى كه (اين) كتاب (آسمانى) به تو القا گردد، (و اين نزول نبود) مگر رحمتى از سوى پروردگارت ، پس (به شكرانه ى آن) هرگز پشتيبان كافران مباش .</w:t>
      </w:r>
    </w:p>
    <w:p w:rsidR="00B33631" w:rsidRDefault="00DF6A2E" w:rsidP="00DF6A2E">
      <w:pPr>
        <w:pStyle w:val="Heading2"/>
        <w:rPr>
          <w:rtl/>
          <w:lang w:bidi="fa-IR"/>
        </w:rPr>
      </w:pPr>
      <w:bookmarkStart w:id="211" w:name="_Toc362088778"/>
      <w:r>
        <w:rPr>
          <w:rtl/>
          <w:lang w:bidi="fa-IR"/>
        </w:rPr>
        <w:t>نكته ها :</w:t>
      </w:r>
      <w:bookmarkEnd w:id="211"/>
    </w:p>
    <w:p w:rsidR="00B33631" w:rsidRDefault="00B33631" w:rsidP="004D48DE">
      <w:pPr>
        <w:pStyle w:val="libNormal"/>
        <w:rPr>
          <w:rtl/>
          <w:lang w:bidi="fa-IR"/>
        </w:rPr>
      </w:pPr>
      <w:r>
        <w:rPr>
          <w:rtl/>
          <w:lang w:bidi="fa-IR"/>
        </w:rPr>
        <w:t>دو شباهت ميان حضرت موسى عليه السلام و حضرت محمّد صلّى اللّه عليه و آله در آيات اين سوره به چيم مى خورد:</w:t>
      </w:r>
    </w:p>
    <w:p w:rsidR="00443043" w:rsidRDefault="00B33631" w:rsidP="004D48DE">
      <w:pPr>
        <w:pStyle w:val="libNormal"/>
        <w:rPr>
          <w:rFonts w:hint="cs"/>
          <w:rtl/>
          <w:lang w:bidi="fa-IR"/>
        </w:rPr>
      </w:pPr>
      <w:r>
        <w:rPr>
          <w:rtl/>
          <w:lang w:bidi="fa-IR"/>
        </w:rPr>
        <w:t xml:space="preserve">1- حضرت موسى به اميد به دست آوردن آتش ، به سوى آن رفت و به نور رسيد، </w:t>
      </w:r>
      <w:r w:rsidRPr="00974D56">
        <w:rPr>
          <w:rStyle w:val="libAieChar"/>
          <w:rtl/>
        </w:rPr>
        <w:t>فلمّا اتاها نودى</w:t>
      </w:r>
      <w:r>
        <w:rPr>
          <w:rtl/>
          <w:lang w:bidi="fa-IR"/>
        </w:rPr>
        <w:t xml:space="preserve"> ... (آيه 30)، </w:t>
      </w:r>
    </w:p>
    <w:p w:rsidR="00443043" w:rsidRDefault="00443043" w:rsidP="00443043">
      <w:pPr>
        <w:pStyle w:val="libLine"/>
        <w:rPr>
          <w:rtl/>
        </w:rPr>
      </w:pPr>
      <w:r w:rsidRPr="00AD5C7B">
        <w:rPr>
          <w:rtl/>
        </w:rPr>
        <w:t>_________________________</w:t>
      </w:r>
    </w:p>
    <w:p w:rsidR="00443043" w:rsidRDefault="00443043" w:rsidP="00443043">
      <w:pPr>
        <w:pStyle w:val="libFootnote"/>
        <w:rPr>
          <w:rtl/>
        </w:rPr>
      </w:pPr>
      <w:r>
        <w:rPr>
          <w:rtl/>
        </w:rPr>
        <w:t>97- بازگشت شكوهمندانه امام خمينى قدس سرّه پس از سالها هجرت در راه خدا، نمونه اى عينى بود كه خود آن را ديده و بخاطر داريم .</w:t>
      </w:r>
    </w:p>
    <w:p w:rsidR="00443043" w:rsidRPr="00DE30EA" w:rsidRDefault="00443043" w:rsidP="00DE30EA">
      <w:pPr>
        <w:rPr>
          <w:rtl/>
        </w:rPr>
      </w:pPr>
      <w:r>
        <w:rPr>
          <w:rtl/>
          <w:lang w:bidi="fa-IR"/>
        </w:rPr>
        <w:br w:type="page"/>
      </w:r>
    </w:p>
    <w:p w:rsidR="00B33631" w:rsidRDefault="00B33631" w:rsidP="00443043">
      <w:pPr>
        <w:pStyle w:val="libNormal0"/>
        <w:rPr>
          <w:rtl/>
          <w:lang w:bidi="fa-IR"/>
        </w:rPr>
      </w:pPr>
      <w:r>
        <w:rPr>
          <w:rtl/>
          <w:lang w:bidi="fa-IR"/>
        </w:rPr>
        <w:lastRenderedPageBreak/>
        <w:t>پيامبر اسلام صلّى اللّه عليه و آله نيز به قصد عبادت به غار حرا رفت كه با وحى آسمانى آشنا شد. ما كنت ترجوا ان ...</w:t>
      </w:r>
    </w:p>
    <w:p w:rsidR="00B33631" w:rsidRDefault="00B33631" w:rsidP="004D48DE">
      <w:pPr>
        <w:pStyle w:val="libNormal"/>
        <w:rPr>
          <w:rtl/>
          <w:lang w:bidi="fa-IR"/>
        </w:rPr>
      </w:pPr>
      <w:r>
        <w:rPr>
          <w:rtl/>
          <w:lang w:bidi="fa-IR"/>
        </w:rPr>
        <w:t>2- در آيه هفده حضرت موسى اظهار داشت : ربّ بما اَنعمتَ علىّ فلن اكون ظهيرا للمجرمين پروردگارا! به خاطر لطفى كه به من كردى من هرگز ياور تبهكاران نخواهم بود. در اين آيه نيز خداوند به پيامبر اكرم صلّى اللّه عليه و آله مى فرمايد: يُ</w:t>
      </w:r>
      <w:r w:rsidRPr="00974D56">
        <w:rPr>
          <w:rStyle w:val="libAieChar"/>
          <w:rtl/>
        </w:rPr>
        <w:t>لقى اليك الكتاب ... فلا تكوننّ ظهيرا للكافرين</w:t>
      </w:r>
      <w:r>
        <w:rPr>
          <w:rtl/>
          <w:lang w:bidi="fa-IR"/>
        </w:rPr>
        <w:t xml:space="preserve"> به خاطر كتاب آسمانى كه به تو القا شده ، هرگز ياور كافران مباش .</w:t>
      </w:r>
    </w:p>
    <w:p w:rsidR="00B33631" w:rsidRDefault="00DF6A2E" w:rsidP="00DF6A2E">
      <w:pPr>
        <w:pStyle w:val="Heading2"/>
        <w:rPr>
          <w:rtl/>
          <w:lang w:bidi="fa-IR"/>
        </w:rPr>
      </w:pPr>
      <w:bookmarkStart w:id="212" w:name="_Toc362088779"/>
      <w:r>
        <w:rPr>
          <w:rtl/>
          <w:lang w:bidi="fa-IR"/>
        </w:rPr>
        <w:t>پيام ها :</w:t>
      </w:r>
      <w:bookmarkEnd w:id="212"/>
    </w:p>
    <w:p w:rsidR="00B33631" w:rsidRDefault="00B33631" w:rsidP="004D48DE">
      <w:pPr>
        <w:pStyle w:val="libNormal"/>
        <w:rPr>
          <w:rtl/>
          <w:lang w:bidi="fa-IR"/>
        </w:rPr>
      </w:pPr>
      <w:r>
        <w:rPr>
          <w:rtl/>
          <w:lang w:bidi="fa-IR"/>
        </w:rPr>
        <w:t xml:space="preserve">1- حتّى انبيا با آن پاكى روح و كمال عبوديّت ، توقّع دريافت وحى نداشته اند، وحى ، رحمت الهى بوده است . </w:t>
      </w:r>
      <w:r w:rsidRPr="00B40B1A">
        <w:rPr>
          <w:rStyle w:val="libAieChar"/>
          <w:rtl/>
        </w:rPr>
        <w:t>ما كنت ترجوا ...الاّ رحمة من ربّك</w:t>
      </w:r>
      <w:r>
        <w:rPr>
          <w:rtl/>
          <w:lang w:bidi="fa-IR"/>
        </w:rPr>
        <w:t xml:space="preserve"> </w:t>
      </w:r>
    </w:p>
    <w:p w:rsidR="00B33631" w:rsidRDefault="00B33631" w:rsidP="004D48DE">
      <w:pPr>
        <w:pStyle w:val="libNormal"/>
        <w:rPr>
          <w:rtl/>
          <w:lang w:bidi="fa-IR"/>
        </w:rPr>
      </w:pPr>
      <w:r>
        <w:rPr>
          <w:rtl/>
          <w:lang w:bidi="fa-IR"/>
        </w:rPr>
        <w:t xml:space="preserve">2- بعثت پيامبران و نزول كتب آسمانى ، از شئون ربوبيّت خداوند است . </w:t>
      </w:r>
      <w:r w:rsidRPr="00B40B1A">
        <w:rPr>
          <w:rStyle w:val="libAieChar"/>
          <w:rtl/>
        </w:rPr>
        <w:t>رحمة من ربّك</w:t>
      </w:r>
      <w:r>
        <w:rPr>
          <w:rtl/>
          <w:lang w:bidi="fa-IR"/>
        </w:rPr>
        <w:t xml:space="preserve"> </w:t>
      </w:r>
    </w:p>
    <w:p w:rsidR="00B33631" w:rsidRDefault="00B33631" w:rsidP="004D48DE">
      <w:pPr>
        <w:pStyle w:val="libNormal"/>
        <w:rPr>
          <w:rtl/>
          <w:lang w:bidi="fa-IR"/>
        </w:rPr>
      </w:pPr>
      <w:r>
        <w:rPr>
          <w:rtl/>
          <w:lang w:bidi="fa-IR"/>
        </w:rPr>
        <w:t xml:space="preserve">3- برائت و پرهيز از پشتيبانى كافران به قدرى مهم است كه شكرانه ى نزول وحى قرار گرفته است . </w:t>
      </w:r>
      <w:r w:rsidRPr="00B40B1A">
        <w:rPr>
          <w:rStyle w:val="libAieChar"/>
          <w:rtl/>
        </w:rPr>
        <w:t>يُلقى اليك الكتاب ... فلا تكوننّ</w:t>
      </w:r>
      <w:r>
        <w:rPr>
          <w:rtl/>
          <w:lang w:bidi="fa-IR"/>
        </w:rPr>
        <w:t>...</w:t>
      </w:r>
    </w:p>
    <w:p w:rsidR="00B33631" w:rsidRDefault="00B33631" w:rsidP="004D48DE">
      <w:pPr>
        <w:pStyle w:val="libNormal"/>
        <w:rPr>
          <w:rtl/>
          <w:lang w:bidi="fa-IR"/>
        </w:rPr>
      </w:pPr>
      <w:r>
        <w:rPr>
          <w:rtl/>
          <w:lang w:bidi="fa-IR"/>
        </w:rPr>
        <w:t>4- هرگونه حمايت از كفر وپشتيبانى از جرم ممنوع است .</w:t>
      </w:r>
      <w:r w:rsidRPr="00B40B1A">
        <w:rPr>
          <w:rStyle w:val="libAieChar"/>
          <w:rtl/>
        </w:rPr>
        <w:t>فلاتكوننّ ظهيرا للكافرين</w:t>
      </w:r>
      <w:r>
        <w:rPr>
          <w:rtl/>
          <w:lang w:bidi="fa-IR"/>
        </w:rPr>
        <w:t xml:space="preserve"> </w:t>
      </w:r>
    </w:p>
    <w:p w:rsidR="00B33631" w:rsidRPr="00443043" w:rsidRDefault="002E3834" w:rsidP="00443043">
      <w:pPr>
        <w:pStyle w:val="Heading1"/>
        <w:rPr>
          <w:rtl/>
        </w:rPr>
      </w:pPr>
      <w:r w:rsidRPr="00443043">
        <w:rPr>
          <w:rtl/>
        </w:rPr>
        <w:t xml:space="preserve"> </w:t>
      </w:r>
      <w:bookmarkStart w:id="213" w:name="_Toc362088780"/>
      <w:r w:rsidRPr="00035AB4">
        <w:rPr>
          <w:highlight w:val="yellow"/>
          <w:rtl/>
        </w:rPr>
        <w:t>(87)</w:t>
      </w:r>
      <w:r w:rsidRPr="00443043">
        <w:rPr>
          <w:rtl/>
        </w:rPr>
        <w:t xml:space="preserve"> وَ لاَ يَصُدُّنَّكَ عَنْ ءَايَتِ اللّهِ بَعْدَ إِذْ اءُنزِلَتْ إِلَيْكَ وَ ادْعُ إِلَى رَبِّكَ وَلاَ تَكُونَنَّ مِنَ الْمُشْرِكِينَ</w:t>
      </w:r>
      <w:bookmarkEnd w:id="213"/>
    </w:p>
    <w:p w:rsidR="00B33631" w:rsidRDefault="00B33631" w:rsidP="004D48DE">
      <w:pPr>
        <w:pStyle w:val="libNormal"/>
        <w:rPr>
          <w:rtl/>
          <w:lang w:bidi="fa-IR"/>
        </w:rPr>
      </w:pPr>
      <w:r>
        <w:rPr>
          <w:rtl/>
          <w:lang w:bidi="fa-IR"/>
        </w:rPr>
        <w:t>ترجمه :</w:t>
      </w:r>
    </w:p>
    <w:p w:rsidR="00443043" w:rsidRDefault="00B33631" w:rsidP="004D48DE">
      <w:pPr>
        <w:pStyle w:val="libNormal"/>
        <w:rPr>
          <w:rtl/>
          <w:lang w:bidi="fa-IR"/>
        </w:rPr>
      </w:pPr>
      <w:r>
        <w:rPr>
          <w:rtl/>
          <w:lang w:bidi="fa-IR"/>
        </w:rPr>
        <w:t xml:space="preserve">و (به هوش باش) پس از آنكه آيات الهى به سوى تو نازل گرديد، (وسوسه ها و تهديدات كفّار) تو را (از تبليغ و عمل به آن) باز ندارد </w:t>
      </w:r>
    </w:p>
    <w:p w:rsidR="00443043" w:rsidRPr="00DE30EA" w:rsidRDefault="00443043" w:rsidP="00DE30EA">
      <w:pPr>
        <w:rPr>
          <w:rtl/>
        </w:rPr>
      </w:pPr>
      <w:r>
        <w:rPr>
          <w:rtl/>
          <w:lang w:bidi="fa-IR"/>
        </w:rPr>
        <w:br w:type="page"/>
      </w:r>
    </w:p>
    <w:p w:rsidR="00B33631" w:rsidRDefault="00B33631" w:rsidP="00443043">
      <w:pPr>
        <w:pStyle w:val="libNormal0"/>
        <w:rPr>
          <w:rtl/>
          <w:lang w:bidi="fa-IR"/>
        </w:rPr>
      </w:pPr>
      <w:r>
        <w:rPr>
          <w:rtl/>
          <w:lang w:bidi="fa-IR"/>
        </w:rPr>
        <w:lastRenderedPageBreak/>
        <w:t>و (همچنان ديگران را) به سوى پروردگارت دعوت كن و هرگز از مشركان مباش .</w:t>
      </w:r>
    </w:p>
    <w:p w:rsidR="00B33631" w:rsidRDefault="00DF6A2E" w:rsidP="00DF6A2E">
      <w:pPr>
        <w:pStyle w:val="Heading2"/>
        <w:rPr>
          <w:rtl/>
          <w:lang w:bidi="fa-IR"/>
        </w:rPr>
      </w:pPr>
      <w:bookmarkStart w:id="214" w:name="_Toc362088781"/>
      <w:r>
        <w:rPr>
          <w:rtl/>
          <w:lang w:bidi="fa-IR"/>
        </w:rPr>
        <w:t>نكته ها :</w:t>
      </w:r>
      <w:bookmarkEnd w:id="214"/>
    </w:p>
    <w:p w:rsidR="00B33631" w:rsidRDefault="00B33631" w:rsidP="004D48DE">
      <w:pPr>
        <w:pStyle w:val="libNormal"/>
        <w:rPr>
          <w:rtl/>
          <w:lang w:bidi="fa-IR"/>
        </w:rPr>
      </w:pPr>
      <w:r>
        <w:rPr>
          <w:rtl/>
          <w:lang w:bidi="fa-IR"/>
        </w:rPr>
        <w:t>بعثت ، مراحلى دارد:</w:t>
      </w:r>
    </w:p>
    <w:p w:rsidR="00B33631" w:rsidRDefault="00B33631" w:rsidP="004D48DE">
      <w:pPr>
        <w:pStyle w:val="libNormal"/>
        <w:rPr>
          <w:rtl/>
          <w:lang w:bidi="fa-IR"/>
        </w:rPr>
      </w:pPr>
      <w:r>
        <w:rPr>
          <w:rtl/>
          <w:lang w:bidi="fa-IR"/>
        </w:rPr>
        <w:t xml:space="preserve">الف : گرفتن وحى . يُلقى اليك الكتاب </w:t>
      </w:r>
    </w:p>
    <w:p w:rsidR="00B33631" w:rsidRDefault="00B33631" w:rsidP="004D48DE">
      <w:pPr>
        <w:pStyle w:val="libNormal"/>
        <w:rPr>
          <w:rtl/>
          <w:lang w:bidi="fa-IR"/>
        </w:rPr>
      </w:pPr>
      <w:r>
        <w:rPr>
          <w:rtl/>
          <w:lang w:bidi="fa-IR"/>
        </w:rPr>
        <w:t>ب : برائت از كفّار. فلا تكوننّ ظهيرا</w:t>
      </w:r>
    </w:p>
    <w:p w:rsidR="00B33631" w:rsidRDefault="00B33631" w:rsidP="004D48DE">
      <w:pPr>
        <w:pStyle w:val="libNormal"/>
        <w:rPr>
          <w:rtl/>
          <w:lang w:bidi="fa-IR"/>
        </w:rPr>
      </w:pPr>
      <w:r>
        <w:rPr>
          <w:rtl/>
          <w:lang w:bidi="fa-IR"/>
        </w:rPr>
        <w:t xml:space="preserve">ج : صلابت در كار. لا يصدنّك </w:t>
      </w:r>
    </w:p>
    <w:p w:rsidR="00B33631" w:rsidRDefault="00B33631" w:rsidP="004D48DE">
      <w:pPr>
        <w:pStyle w:val="libNormal"/>
        <w:rPr>
          <w:rtl/>
          <w:lang w:bidi="fa-IR"/>
        </w:rPr>
      </w:pPr>
      <w:r>
        <w:rPr>
          <w:rtl/>
          <w:lang w:bidi="fa-IR"/>
        </w:rPr>
        <w:t xml:space="preserve">د: دعوت ديگران . ادع الى ربّك </w:t>
      </w:r>
    </w:p>
    <w:p w:rsidR="00B33631" w:rsidRDefault="00B33631" w:rsidP="004D48DE">
      <w:pPr>
        <w:pStyle w:val="libNormal"/>
        <w:rPr>
          <w:rtl/>
          <w:lang w:bidi="fa-IR"/>
        </w:rPr>
      </w:pPr>
      <w:r>
        <w:rPr>
          <w:rtl/>
          <w:lang w:bidi="fa-IR"/>
        </w:rPr>
        <w:t xml:space="preserve">ه‍ : اخلاص در عقيده و عمل . لا تكوننّ من المشركين </w:t>
      </w:r>
    </w:p>
    <w:p w:rsidR="00B33631" w:rsidRDefault="00B33631" w:rsidP="004D48DE">
      <w:pPr>
        <w:pStyle w:val="libNormal"/>
        <w:rPr>
          <w:rtl/>
          <w:lang w:bidi="fa-IR"/>
        </w:rPr>
      </w:pPr>
      <w:r>
        <w:rPr>
          <w:rtl/>
          <w:lang w:bidi="fa-IR"/>
        </w:rPr>
        <w:t>توجّه به توحيد و نفى شرك و كفر آنچنان مهم است كه خداوند در اين آيات بارها پيامبر صلّى اللّه عليه و آله را بر آن هشدار مى دهد. غالب جملات پيرامون اين مسئله در آيات اخير، با نون تاءكيد</w:t>
      </w:r>
      <w:r w:rsidR="00443043">
        <w:rPr>
          <w:rtl/>
          <w:lang w:bidi="fa-IR"/>
        </w:rPr>
        <w:t xml:space="preserve"> ثقيله و با لحن مبالغه آمده است</w:t>
      </w:r>
      <w:r>
        <w:rPr>
          <w:rtl/>
          <w:lang w:bidi="fa-IR"/>
        </w:rPr>
        <w:t>. لا تكوننَّ لايصدّنّك لا تكوننّ</w:t>
      </w:r>
    </w:p>
    <w:p w:rsidR="00B33631" w:rsidRDefault="00DF6A2E" w:rsidP="00DF6A2E">
      <w:pPr>
        <w:pStyle w:val="Heading2"/>
        <w:rPr>
          <w:rtl/>
          <w:lang w:bidi="fa-IR"/>
        </w:rPr>
      </w:pPr>
      <w:bookmarkStart w:id="215" w:name="_Toc362088782"/>
      <w:r>
        <w:rPr>
          <w:rtl/>
          <w:lang w:bidi="fa-IR"/>
        </w:rPr>
        <w:t>پيام ها :</w:t>
      </w:r>
      <w:bookmarkEnd w:id="215"/>
    </w:p>
    <w:p w:rsidR="00B33631" w:rsidRDefault="00B33631" w:rsidP="004D48DE">
      <w:pPr>
        <w:pStyle w:val="libNormal"/>
        <w:rPr>
          <w:rtl/>
          <w:lang w:bidi="fa-IR"/>
        </w:rPr>
      </w:pPr>
      <w:r>
        <w:rPr>
          <w:rtl/>
          <w:lang w:bidi="fa-IR"/>
        </w:rPr>
        <w:t xml:space="preserve">1- كوتاه آمدن در ابلاغ وحى ، نوعى تقويت كفر است . </w:t>
      </w:r>
      <w:r w:rsidRPr="00B40B1A">
        <w:rPr>
          <w:rStyle w:val="libAieChar"/>
          <w:rtl/>
        </w:rPr>
        <w:t>فلا تكوننّ ظهيرا للكافرين و لا يصدّنّك</w:t>
      </w:r>
      <w:r>
        <w:rPr>
          <w:rtl/>
          <w:lang w:bidi="fa-IR"/>
        </w:rPr>
        <w:t xml:space="preserve"> </w:t>
      </w:r>
    </w:p>
    <w:p w:rsidR="00B33631" w:rsidRDefault="00B33631" w:rsidP="004D48DE">
      <w:pPr>
        <w:pStyle w:val="libNormal"/>
        <w:rPr>
          <w:rtl/>
          <w:lang w:bidi="fa-IR"/>
        </w:rPr>
      </w:pPr>
      <w:r>
        <w:rPr>
          <w:rtl/>
          <w:lang w:bidi="fa-IR"/>
        </w:rPr>
        <w:t>2- دشمنان حتّى براى شخص پيامبر صلّى اللّه عليه و آله نيز نقشه دارند</w:t>
      </w:r>
      <w:r w:rsidRPr="00B40B1A">
        <w:rPr>
          <w:rStyle w:val="libAieChar"/>
          <w:rtl/>
        </w:rPr>
        <w:t>. لا يصدّنّك</w:t>
      </w:r>
      <w:r>
        <w:rPr>
          <w:rtl/>
          <w:lang w:bidi="fa-IR"/>
        </w:rPr>
        <w:t xml:space="preserve"> </w:t>
      </w:r>
    </w:p>
    <w:p w:rsidR="00B33631" w:rsidRDefault="00B33631" w:rsidP="004D48DE">
      <w:pPr>
        <w:pStyle w:val="libNormal"/>
        <w:rPr>
          <w:rtl/>
          <w:lang w:bidi="fa-IR"/>
        </w:rPr>
      </w:pPr>
      <w:r>
        <w:rPr>
          <w:rtl/>
          <w:lang w:bidi="fa-IR"/>
        </w:rPr>
        <w:t>3- رهبران آسمانى نيز به تذكّرات الهى نيازمندند. ل</w:t>
      </w:r>
      <w:r w:rsidRPr="00B40B1A">
        <w:rPr>
          <w:rStyle w:val="libAieChar"/>
          <w:rtl/>
        </w:rPr>
        <w:t xml:space="preserve">ايصدّنّك </w:t>
      </w:r>
    </w:p>
    <w:p w:rsidR="00B33631" w:rsidRDefault="00B33631" w:rsidP="004D48DE">
      <w:pPr>
        <w:pStyle w:val="libNormal"/>
        <w:rPr>
          <w:rtl/>
          <w:lang w:bidi="fa-IR"/>
        </w:rPr>
      </w:pPr>
      <w:r>
        <w:rPr>
          <w:rtl/>
          <w:lang w:bidi="fa-IR"/>
        </w:rPr>
        <w:t xml:space="preserve">4- رسالت بايد همراه عزّت و قاطعيّت باشد. لايصدّنّك ... </w:t>
      </w:r>
      <w:r w:rsidRPr="00B40B1A">
        <w:rPr>
          <w:rStyle w:val="libAieChar"/>
          <w:rtl/>
        </w:rPr>
        <w:t>بعد اذ انزلت</w:t>
      </w:r>
      <w:r>
        <w:rPr>
          <w:rtl/>
          <w:lang w:bidi="fa-IR"/>
        </w:rPr>
        <w:t xml:space="preserve"> </w:t>
      </w:r>
    </w:p>
    <w:p w:rsidR="00443043" w:rsidRPr="00DE30EA" w:rsidRDefault="00443043" w:rsidP="00DE30EA">
      <w:pPr>
        <w:rPr>
          <w:rtl/>
        </w:rPr>
      </w:pPr>
      <w:r>
        <w:rPr>
          <w:rtl/>
          <w:lang w:bidi="fa-IR"/>
        </w:rPr>
        <w:br w:type="page"/>
      </w:r>
    </w:p>
    <w:p w:rsidR="00B33631" w:rsidRDefault="00B33631" w:rsidP="004D48DE">
      <w:pPr>
        <w:pStyle w:val="libNormal"/>
        <w:rPr>
          <w:rtl/>
          <w:lang w:bidi="fa-IR"/>
        </w:rPr>
      </w:pPr>
      <w:r>
        <w:rPr>
          <w:rtl/>
          <w:lang w:bidi="fa-IR"/>
        </w:rPr>
        <w:lastRenderedPageBreak/>
        <w:t>5</w:t>
      </w:r>
      <w:r w:rsidR="00443043">
        <w:rPr>
          <w:rFonts w:hint="cs"/>
          <w:rtl/>
          <w:lang w:bidi="fa-IR"/>
        </w:rPr>
        <w:t>-</w:t>
      </w:r>
      <w:r>
        <w:rPr>
          <w:rtl/>
          <w:lang w:bidi="fa-IR"/>
        </w:rPr>
        <w:t xml:space="preserve"> علم و آگاهى ، مسئوليّت را سنگين تر مى كند. </w:t>
      </w:r>
      <w:r w:rsidRPr="00B40B1A">
        <w:rPr>
          <w:rStyle w:val="libAieChar"/>
          <w:rtl/>
        </w:rPr>
        <w:t>بعد اذ انزلت اليك</w:t>
      </w:r>
      <w:r>
        <w:rPr>
          <w:rtl/>
          <w:lang w:bidi="fa-IR"/>
        </w:rPr>
        <w:t xml:space="preserve"> </w:t>
      </w:r>
    </w:p>
    <w:p w:rsidR="00B33631" w:rsidRDefault="00B33631" w:rsidP="004D48DE">
      <w:pPr>
        <w:pStyle w:val="libNormal"/>
        <w:rPr>
          <w:rtl/>
          <w:lang w:bidi="fa-IR"/>
        </w:rPr>
      </w:pPr>
      <w:r>
        <w:rPr>
          <w:rtl/>
          <w:lang w:bidi="fa-IR"/>
        </w:rPr>
        <w:t xml:space="preserve">6- كسى در دعوت به حقّ موفّق مى شود كه قاطع و نفوذناپذير باشد. </w:t>
      </w:r>
      <w:r w:rsidRPr="00B40B1A">
        <w:rPr>
          <w:rStyle w:val="libAieChar"/>
          <w:rtl/>
        </w:rPr>
        <w:t>لايصدّنّك ... اُدع الى ربّك</w:t>
      </w:r>
      <w:r>
        <w:rPr>
          <w:rtl/>
          <w:lang w:bidi="fa-IR"/>
        </w:rPr>
        <w:t xml:space="preserve"> </w:t>
      </w:r>
    </w:p>
    <w:p w:rsidR="00B33631" w:rsidRDefault="00B33631" w:rsidP="004D48DE">
      <w:pPr>
        <w:pStyle w:val="libNormal"/>
        <w:rPr>
          <w:rtl/>
          <w:lang w:bidi="fa-IR"/>
        </w:rPr>
      </w:pPr>
      <w:r>
        <w:rPr>
          <w:rtl/>
          <w:lang w:bidi="fa-IR"/>
        </w:rPr>
        <w:t>7- دعوت بايد خالصانه باشد و هيچ مسئله اى را جز رضاى خداوند در نظر نگيرد. اُدع الى ربّك ولا تكوننّ من المشركين آرى كسى كه به خاطر ملاحظه ديگران دعوت به خدا نكند، در مدار شرك قرار گرفته است .</w:t>
      </w:r>
    </w:p>
    <w:p w:rsidR="00B33631" w:rsidRDefault="00B33631" w:rsidP="004D48DE">
      <w:pPr>
        <w:pStyle w:val="libNormal"/>
        <w:rPr>
          <w:rtl/>
          <w:lang w:bidi="fa-IR"/>
        </w:rPr>
      </w:pPr>
      <w:r>
        <w:rPr>
          <w:rtl/>
          <w:lang w:bidi="fa-IR"/>
        </w:rPr>
        <w:t xml:space="preserve">8 دعوت بايد به سوى خدا باشد، نه خود. </w:t>
      </w:r>
      <w:r w:rsidRPr="00B40B1A">
        <w:rPr>
          <w:rStyle w:val="libAieChar"/>
          <w:rtl/>
        </w:rPr>
        <w:t>اُدع الى ربّك</w:t>
      </w:r>
      <w:r>
        <w:rPr>
          <w:rtl/>
          <w:lang w:bidi="fa-IR"/>
        </w:rPr>
        <w:t xml:space="preserve"> </w:t>
      </w:r>
    </w:p>
    <w:p w:rsidR="00B33631" w:rsidRDefault="00B33631" w:rsidP="004D48DE">
      <w:pPr>
        <w:pStyle w:val="libNormal"/>
        <w:rPr>
          <w:rtl/>
          <w:lang w:bidi="fa-IR"/>
        </w:rPr>
      </w:pPr>
      <w:r>
        <w:rPr>
          <w:rtl/>
          <w:lang w:bidi="fa-IR"/>
        </w:rPr>
        <w:t xml:space="preserve">9- شرك زدايى و مبارزه با كفر، سرلوحه ى فعاليّت پيامبران و از تاءكيدات بسيار جدّى خداوند است . </w:t>
      </w:r>
      <w:r w:rsidRPr="00B40B1A">
        <w:rPr>
          <w:rStyle w:val="libAieChar"/>
          <w:rtl/>
        </w:rPr>
        <w:t>لا تكوننّ من المشركين</w:t>
      </w:r>
      <w:r>
        <w:rPr>
          <w:rtl/>
          <w:lang w:bidi="fa-IR"/>
        </w:rPr>
        <w:t xml:space="preserve"> </w:t>
      </w:r>
    </w:p>
    <w:p w:rsidR="00B33631" w:rsidRPr="00443043" w:rsidRDefault="002E3834" w:rsidP="00443043">
      <w:pPr>
        <w:pStyle w:val="Heading1"/>
        <w:rPr>
          <w:rtl/>
        </w:rPr>
      </w:pPr>
      <w:r w:rsidRPr="00443043">
        <w:rPr>
          <w:rtl/>
        </w:rPr>
        <w:t xml:space="preserve"> </w:t>
      </w:r>
      <w:bookmarkStart w:id="216" w:name="_Toc362088783"/>
      <w:r w:rsidRPr="00035AB4">
        <w:rPr>
          <w:highlight w:val="yellow"/>
          <w:rtl/>
        </w:rPr>
        <w:t>(88)</w:t>
      </w:r>
      <w:r w:rsidRPr="00443043">
        <w:rPr>
          <w:rtl/>
        </w:rPr>
        <w:t xml:space="preserve"> وَلاَ تَدْعُ مَعَ اللّهِ إِلَهاً ءَاخَرَ لاََّ إِلَهَ إِلا هُوَ كُلُّ شَىْءٍ هَالِكٌ إِلا وَجْهَهُ لَهُ الْحُكْمُ وَ إِلَيْهِ تُرْجَعُونَ</w:t>
      </w:r>
      <w:bookmarkEnd w:id="216"/>
    </w:p>
    <w:p w:rsidR="00B33631" w:rsidRDefault="00B33631" w:rsidP="004D48DE">
      <w:pPr>
        <w:pStyle w:val="libNormal"/>
        <w:rPr>
          <w:rtl/>
          <w:lang w:bidi="fa-IR"/>
        </w:rPr>
      </w:pPr>
      <w:r>
        <w:rPr>
          <w:rtl/>
          <w:lang w:bidi="fa-IR"/>
        </w:rPr>
        <w:t>ترجمه :</w:t>
      </w:r>
    </w:p>
    <w:p w:rsidR="00B33631" w:rsidRDefault="00B33631" w:rsidP="004D48DE">
      <w:pPr>
        <w:pStyle w:val="libNormal"/>
        <w:rPr>
          <w:rtl/>
          <w:lang w:bidi="fa-IR"/>
        </w:rPr>
      </w:pPr>
      <w:r>
        <w:rPr>
          <w:rtl/>
          <w:lang w:bidi="fa-IR"/>
        </w:rPr>
        <w:t>و (هرگز) معبود ديگرى را با «اللّه» مخوان كه معبودى جز او نيست . همه چيز جز وجه او نابود است ، حُكم (و حاكميّت ، تنها) از آن اوست ، و همه به سوى او بازگردانده مى شويد.</w:t>
      </w:r>
    </w:p>
    <w:p w:rsidR="00B33631" w:rsidRDefault="00DF6A2E" w:rsidP="00DF6A2E">
      <w:pPr>
        <w:pStyle w:val="Heading2"/>
        <w:rPr>
          <w:rtl/>
          <w:lang w:bidi="fa-IR"/>
        </w:rPr>
      </w:pPr>
      <w:bookmarkStart w:id="217" w:name="_Toc362088784"/>
      <w:r>
        <w:rPr>
          <w:rtl/>
          <w:lang w:bidi="fa-IR"/>
        </w:rPr>
        <w:t>نكته ها :</w:t>
      </w:r>
      <w:bookmarkEnd w:id="217"/>
    </w:p>
    <w:p w:rsidR="00443043" w:rsidRDefault="00B33631" w:rsidP="004D48DE">
      <w:pPr>
        <w:pStyle w:val="libNormal"/>
        <w:rPr>
          <w:rFonts w:hint="cs"/>
          <w:rtl/>
          <w:lang w:bidi="fa-IR"/>
        </w:rPr>
      </w:pPr>
      <w:r>
        <w:rPr>
          <w:rtl/>
          <w:lang w:bidi="fa-IR"/>
        </w:rPr>
        <w:t xml:space="preserve">فرقه «وهّابيّت» اظهار مى دارند كه هر كس ، غير خدا را بخواند، مشرك مى شود، زيرا خداوند فرموده است : </w:t>
      </w:r>
      <w:r w:rsidRPr="005D3F3D">
        <w:rPr>
          <w:rStyle w:val="libAieChar"/>
          <w:rtl/>
        </w:rPr>
        <w:t>لاتدع مع اللّه احدا</w:t>
      </w:r>
      <w:r>
        <w:rPr>
          <w:rtl/>
          <w:lang w:bidi="fa-IR"/>
        </w:rPr>
        <w:t xml:space="preserve"> </w:t>
      </w:r>
      <w:r w:rsidR="00144845" w:rsidRPr="00C96ECB">
        <w:rPr>
          <w:rStyle w:val="libFootnotenumChar"/>
          <w:rtl/>
          <w:lang w:bidi="fa-IR"/>
        </w:rPr>
        <w:t>(98)</w:t>
      </w:r>
      <w:r>
        <w:rPr>
          <w:rtl/>
          <w:lang w:bidi="fa-IR"/>
        </w:rPr>
        <w:t xml:space="preserve">، بنابراين كسانى كه در توسّل ، اولياى خدا را صدا مى زنند، مشركند! </w:t>
      </w:r>
    </w:p>
    <w:p w:rsidR="00443043" w:rsidRDefault="00443043" w:rsidP="00443043">
      <w:pPr>
        <w:pStyle w:val="libLine"/>
        <w:rPr>
          <w:rtl/>
        </w:rPr>
      </w:pPr>
      <w:r w:rsidRPr="00AD5C7B">
        <w:rPr>
          <w:rtl/>
        </w:rPr>
        <w:t>_________________________</w:t>
      </w:r>
    </w:p>
    <w:p w:rsidR="00443043" w:rsidRDefault="00443043" w:rsidP="00443043">
      <w:pPr>
        <w:pStyle w:val="libFootnote"/>
        <w:rPr>
          <w:rtl/>
        </w:rPr>
      </w:pPr>
      <w:r>
        <w:rPr>
          <w:rtl/>
        </w:rPr>
        <w:t>98- جنّ، 18.</w:t>
      </w:r>
    </w:p>
    <w:p w:rsidR="00443043" w:rsidRPr="00DE30EA" w:rsidRDefault="00443043" w:rsidP="00DE30EA">
      <w:pPr>
        <w:rPr>
          <w:rtl/>
        </w:rPr>
      </w:pPr>
      <w:r>
        <w:rPr>
          <w:rtl/>
          <w:lang w:bidi="fa-IR"/>
        </w:rPr>
        <w:br w:type="page"/>
      </w:r>
    </w:p>
    <w:p w:rsidR="00B33631" w:rsidRDefault="00B33631" w:rsidP="00443043">
      <w:pPr>
        <w:pStyle w:val="libNormal0"/>
        <w:rPr>
          <w:rtl/>
          <w:lang w:bidi="fa-IR"/>
        </w:rPr>
      </w:pPr>
      <w:r>
        <w:rPr>
          <w:rtl/>
          <w:lang w:bidi="fa-IR"/>
        </w:rPr>
        <w:lastRenderedPageBreak/>
        <w:t>امّا اين آيه توضيح مى دهد كه مشرك ، كسى است كه غير خدا را به عنوان خداى ديگر بخواند: لا تدع مع اللّه الها آخر و ناگفته پيداست كه شيعيان هيچ مقامى را به عنوان خدا صدا نمى زنند، بلكه به عنوان كسى كه نزد خداوند آبرو دارد صدا مى زنند، آن هم آبرويى كه از طرف خداوند به او داده شده است ، نظير انبيا و اولياى الهى ، نه هر شفيع و آبرومند موهومى . زيرا بت پرستان نيز در دنياى خيال خود، براى بت ها آبرويى تصوّر مى كردند.</w:t>
      </w:r>
    </w:p>
    <w:p w:rsidR="00B33631" w:rsidRDefault="00B33631" w:rsidP="004D48DE">
      <w:pPr>
        <w:pStyle w:val="libNormal"/>
        <w:rPr>
          <w:rtl/>
          <w:lang w:bidi="fa-IR"/>
        </w:rPr>
      </w:pPr>
      <w:r>
        <w:rPr>
          <w:rtl/>
          <w:lang w:bidi="fa-IR"/>
        </w:rPr>
        <w:t>در اين آيه ، شرك زدايى با عبارات مختلفى بيان شده است ؛</w:t>
      </w:r>
    </w:p>
    <w:p w:rsidR="00B33631" w:rsidRDefault="00B33631" w:rsidP="004D48DE">
      <w:pPr>
        <w:pStyle w:val="libNormal"/>
        <w:rPr>
          <w:rtl/>
          <w:lang w:bidi="fa-IR"/>
        </w:rPr>
      </w:pPr>
      <w:r>
        <w:rPr>
          <w:rtl/>
          <w:lang w:bidi="fa-IR"/>
        </w:rPr>
        <w:t>الف : خداى ديگرى را با «اللّه» مخوانيد.</w:t>
      </w:r>
    </w:p>
    <w:p w:rsidR="00B33631" w:rsidRDefault="00B33631" w:rsidP="004D48DE">
      <w:pPr>
        <w:pStyle w:val="libNormal"/>
        <w:rPr>
          <w:rtl/>
          <w:lang w:bidi="fa-IR"/>
        </w:rPr>
      </w:pPr>
      <w:r>
        <w:rPr>
          <w:rtl/>
          <w:lang w:bidi="fa-IR"/>
        </w:rPr>
        <w:t>ب : معبودى جز اللّه نيست .</w:t>
      </w:r>
    </w:p>
    <w:p w:rsidR="00B33631" w:rsidRDefault="00B33631" w:rsidP="004D48DE">
      <w:pPr>
        <w:pStyle w:val="libNormal"/>
        <w:rPr>
          <w:rtl/>
          <w:lang w:bidi="fa-IR"/>
        </w:rPr>
      </w:pPr>
      <w:r>
        <w:rPr>
          <w:rtl/>
          <w:lang w:bidi="fa-IR"/>
        </w:rPr>
        <w:t>ج : همه چيز جز او نابود شدنى است .</w:t>
      </w:r>
    </w:p>
    <w:p w:rsidR="00B33631" w:rsidRDefault="00B33631" w:rsidP="004D48DE">
      <w:pPr>
        <w:pStyle w:val="libNormal"/>
        <w:rPr>
          <w:rtl/>
          <w:lang w:bidi="fa-IR"/>
        </w:rPr>
      </w:pPr>
      <w:r>
        <w:rPr>
          <w:rtl/>
          <w:lang w:bidi="fa-IR"/>
        </w:rPr>
        <w:t>د: حاكميّت ، تنها از آن اوست .</w:t>
      </w:r>
    </w:p>
    <w:p w:rsidR="00B33631" w:rsidRDefault="00B33631" w:rsidP="004D48DE">
      <w:pPr>
        <w:pStyle w:val="libNormal"/>
        <w:rPr>
          <w:rtl/>
          <w:lang w:bidi="fa-IR"/>
        </w:rPr>
      </w:pPr>
      <w:r>
        <w:rPr>
          <w:rtl/>
          <w:lang w:bidi="fa-IR"/>
        </w:rPr>
        <w:t>ه‍ : تنها به سوى او باز مى گرديد.</w:t>
      </w:r>
    </w:p>
    <w:p w:rsidR="00B33631" w:rsidRDefault="00B33631" w:rsidP="004D48DE">
      <w:pPr>
        <w:pStyle w:val="libNormal"/>
        <w:rPr>
          <w:rtl/>
          <w:lang w:bidi="fa-IR"/>
        </w:rPr>
      </w:pPr>
      <w:r>
        <w:rPr>
          <w:rtl/>
          <w:lang w:bidi="fa-IR"/>
        </w:rPr>
        <w:t>پادشاه كشور سعودى هر سال روز عيد قربان علماى فرقه هاى اسلامى را ميهمان مى كند. در يكى از سالها علاّمه سيّد شرف الدين جبل عاملى (از علماى برجسته لبنانى) به مهمانى دعوت مى شود. علاّمه همين كه وارد جلسه شد، قرآنى را كه جلد چرمى داشت به شاه هديه كرد. شاه آن را گرفت و بوسيد. علاّمه گفت : تو مشرك هستى ! شاه ناراحت شد كه چرا چنين تهمتى مى زنى ؟ علاّمه گفت : چون شما چرمى را بوسيدى كه پوست حيوان است و احترام به پوست حيوان شرك است !</w:t>
      </w:r>
    </w:p>
    <w:p w:rsidR="003046BF" w:rsidRDefault="00B33631" w:rsidP="004D48DE">
      <w:pPr>
        <w:pStyle w:val="libNormal"/>
        <w:rPr>
          <w:rtl/>
          <w:lang w:bidi="fa-IR"/>
        </w:rPr>
      </w:pPr>
      <w:r>
        <w:rPr>
          <w:rtl/>
          <w:lang w:bidi="fa-IR"/>
        </w:rPr>
        <w:t>شاه گفت : من هر پوستى را نمى بوسم ، كفش من از چرم و پوست حيوان است ، ولى هرگز آن را نمى بوسم ، اين قطع</w:t>
      </w:r>
      <w:r w:rsidR="00443043">
        <w:rPr>
          <w:rtl/>
          <w:lang w:bidi="fa-IR"/>
        </w:rPr>
        <w:t>ه چرم ، جلد قرآن قرار گرفته است</w:t>
      </w:r>
      <w:r>
        <w:rPr>
          <w:rtl/>
          <w:lang w:bidi="fa-IR"/>
        </w:rPr>
        <w:t>.</w:t>
      </w:r>
    </w:p>
    <w:p w:rsidR="00B33631" w:rsidRPr="00DE30EA" w:rsidRDefault="003046BF" w:rsidP="00DE30EA">
      <w:pPr>
        <w:rPr>
          <w:rtl/>
        </w:rPr>
      </w:pPr>
      <w:r>
        <w:rPr>
          <w:rtl/>
          <w:lang w:bidi="fa-IR"/>
        </w:rPr>
        <w:br w:type="page"/>
      </w:r>
    </w:p>
    <w:p w:rsidR="00B33631" w:rsidRDefault="00B33631" w:rsidP="004D48DE">
      <w:pPr>
        <w:pStyle w:val="libNormal"/>
        <w:rPr>
          <w:rtl/>
          <w:lang w:bidi="fa-IR"/>
        </w:rPr>
      </w:pPr>
      <w:r>
        <w:rPr>
          <w:rtl/>
          <w:lang w:bidi="fa-IR"/>
        </w:rPr>
        <w:lastRenderedPageBreak/>
        <w:t>علاّمه فرمود: ما نيز هر آهنى را نمى بوسيم ، آهنى را مى بوسيم كه صندوق يا ضريح و درب و پنجره ى قبر پيامبر يا امامان معصوم عليهم السلام باشد.</w:t>
      </w:r>
    </w:p>
    <w:p w:rsidR="00B33631" w:rsidRDefault="00B33631" w:rsidP="004D48DE">
      <w:pPr>
        <w:pStyle w:val="libNormal"/>
        <w:rPr>
          <w:rtl/>
          <w:lang w:bidi="fa-IR"/>
        </w:rPr>
      </w:pPr>
      <w:r>
        <w:rPr>
          <w:rtl/>
          <w:lang w:bidi="fa-IR"/>
        </w:rPr>
        <w:t>آرى ، شرك آن است كه ما كسى يا چيزى را در برابر خدا عَلم كنيم و براى او قدرتى مستقلّ قائل شويم ، در حالى كه شيعه قدرت اولياى خدا را مستقل نمى داند، بلكه قدرتى وابسته به قدرت الهى مى داند و اگر گنبد وبارگاهى مى سازد به خاطر آن است كه به مردم اعلام كند در اين جا مرد توحيد دفن شده است . كسى كه در اينجا دفن شده در راه خداشهيد گشته و فدا و فناى توحيد شده است . پس گنبد و بارگاه ، يعنى مركزى</w:t>
      </w:r>
      <w:r w:rsidR="003046BF">
        <w:rPr>
          <w:rtl/>
          <w:lang w:bidi="fa-IR"/>
        </w:rPr>
        <w:t xml:space="preserve"> كه زير آن فرياد توحيد بلند است</w:t>
      </w:r>
      <w:r>
        <w:rPr>
          <w:rtl/>
          <w:lang w:bidi="fa-IR"/>
        </w:rPr>
        <w:t>، نه مركزى در برابر مسجد.</w:t>
      </w:r>
    </w:p>
    <w:p w:rsidR="00B33631" w:rsidRDefault="00B33631" w:rsidP="004D48DE">
      <w:pPr>
        <w:pStyle w:val="libNormal"/>
        <w:rPr>
          <w:rtl/>
          <w:lang w:bidi="fa-IR"/>
        </w:rPr>
      </w:pPr>
      <w:r>
        <w:rPr>
          <w:rtl/>
          <w:lang w:bidi="fa-IR"/>
        </w:rPr>
        <w:t xml:space="preserve">امام رضا عليه السلام فرمودند: «وجه اللّه» پيامبر خدا و حجّت هاى او در زمين هستند كه به وسيله ى آنان به خدا، دين و معرفت او توجّه مى شود. </w:t>
      </w:r>
      <w:r w:rsidR="00144845" w:rsidRPr="00C96ECB">
        <w:rPr>
          <w:rStyle w:val="libFootnotenumChar"/>
          <w:rtl/>
          <w:lang w:bidi="fa-IR"/>
        </w:rPr>
        <w:t>(99)</w:t>
      </w:r>
      <w:r>
        <w:rPr>
          <w:rtl/>
          <w:lang w:bidi="fa-IR"/>
        </w:rPr>
        <w:t xml:space="preserve"> در دعاى ندبه درباره ى امام زمان عليه السلام مى خوانيم : «اءين وجه اللّه الّذى يُؤ تى» و نيز مى خوانيم : «اءين وجه الّذى يتوجّه الاولياء»</w:t>
      </w:r>
    </w:p>
    <w:p w:rsidR="00B33631" w:rsidRDefault="00DF6A2E" w:rsidP="00DF6A2E">
      <w:pPr>
        <w:pStyle w:val="Heading2"/>
        <w:rPr>
          <w:rtl/>
          <w:lang w:bidi="fa-IR"/>
        </w:rPr>
      </w:pPr>
      <w:bookmarkStart w:id="218" w:name="_Toc362088785"/>
      <w:r>
        <w:rPr>
          <w:rtl/>
          <w:lang w:bidi="fa-IR"/>
        </w:rPr>
        <w:t>پيام ها :</w:t>
      </w:r>
      <w:bookmarkEnd w:id="218"/>
    </w:p>
    <w:p w:rsidR="00B33631" w:rsidRDefault="00B33631" w:rsidP="004D48DE">
      <w:pPr>
        <w:pStyle w:val="libNormal"/>
        <w:rPr>
          <w:rtl/>
          <w:lang w:bidi="fa-IR"/>
        </w:rPr>
      </w:pPr>
      <w:r>
        <w:rPr>
          <w:rtl/>
          <w:lang w:bidi="fa-IR"/>
        </w:rPr>
        <w:t>1- موحّد واقعى كسى است كه از همه ى معبودها، اَبَرقدرت ها، ايسم ها وطاغوت ها آزاد باشد. لا تدع مع اللّه الها آخر</w:t>
      </w:r>
    </w:p>
    <w:p w:rsidR="00B33631" w:rsidRDefault="00B33631" w:rsidP="004D48DE">
      <w:pPr>
        <w:pStyle w:val="libNormal"/>
        <w:rPr>
          <w:rStyle w:val="libFootnotenumChar"/>
          <w:rFonts w:hint="cs"/>
          <w:rtl/>
          <w:lang w:bidi="fa-IR"/>
        </w:rPr>
      </w:pPr>
      <w:r>
        <w:rPr>
          <w:rtl/>
          <w:lang w:bidi="fa-IR"/>
        </w:rPr>
        <w:t xml:space="preserve">2- به آنچه رفتنى است ، دل نبنديم و خود را اسير آنها نسازيم . كلّ شى ءٍ هالك الاّ وجهه چنانكه حضرت ابراهيم فرمود: اِنّى لا اُحبّ الا فلين </w:t>
      </w:r>
      <w:r w:rsidR="00144845" w:rsidRPr="00C96ECB">
        <w:rPr>
          <w:rStyle w:val="libFootnotenumChar"/>
          <w:rtl/>
          <w:lang w:bidi="fa-IR"/>
        </w:rPr>
        <w:t>(100)</w:t>
      </w:r>
    </w:p>
    <w:p w:rsidR="003046BF" w:rsidRDefault="003046BF" w:rsidP="003046BF">
      <w:pPr>
        <w:pStyle w:val="libLine"/>
        <w:rPr>
          <w:rtl/>
        </w:rPr>
      </w:pPr>
      <w:r w:rsidRPr="00AD5C7B">
        <w:rPr>
          <w:rtl/>
        </w:rPr>
        <w:t>_________________________</w:t>
      </w:r>
    </w:p>
    <w:p w:rsidR="003046BF" w:rsidRDefault="003046BF" w:rsidP="003046BF">
      <w:pPr>
        <w:pStyle w:val="libFootnote"/>
        <w:rPr>
          <w:rtl/>
        </w:rPr>
      </w:pPr>
      <w:r>
        <w:rPr>
          <w:rtl/>
        </w:rPr>
        <w:t>99- توحيد صدوق ، ص 117.</w:t>
      </w:r>
    </w:p>
    <w:p w:rsidR="003046BF" w:rsidRDefault="003046BF" w:rsidP="003046BF">
      <w:pPr>
        <w:pStyle w:val="libFootnote"/>
        <w:rPr>
          <w:rtl/>
        </w:rPr>
      </w:pPr>
      <w:r>
        <w:rPr>
          <w:rtl/>
        </w:rPr>
        <w:t>100- انعام ، 76.</w:t>
      </w:r>
    </w:p>
    <w:p w:rsidR="003046BF" w:rsidRPr="00DE30EA" w:rsidRDefault="003046BF" w:rsidP="00DE30EA">
      <w:pPr>
        <w:rPr>
          <w:rtl/>
        </w:rPr>
      </w:pPr>
      <w:r>
        <w:rPr>
          <w:rtl/>
          <w:lang w:bidi="fa-IR"/>
        </w:rPr>
        <w:br w:type="page"/>
      </w:r>
    </w:p>
    <w:p w:rsidR="00B33631" w:rsidRDefault="00B33631" w:rsidP="004D48DE">
      <w:pPr>
        <w:pStyle w:val="libNormal"/>
        <w:rPr>
          <w:rtl/>
          <w:lang w:bidi="fa-IR"/>
        </w:rPr>
      </w:pPr>
      <w:r>
        <w:rPr>
          <w:rtl/>
          <w:lang w:bidi="fa-IR"/>
        </w:rPr>
        <w:lastRenderedPageBreak/>
        <w:t xml:space="preserve">3- حاكميّت ، مخصوص خداوند است . له الحكم </w:t>
      </w:r>
    </w:p>
    <w:p w:rsidR="00B33631" w:rsidRDefault="00B33631" w:rsidP="004D48DE">
      <w:pPr>
        <w:pStyle w:val="libNormal"/>
        <w:rPr>
          <w:rtl/>
          <w:lang w:bidi="fa-IR"/>
        </w:rPr>
      </w:pPr>
      <w:r>
        <w:rPr>
          <w:rtl/>
          <w:lang w:bidi="fa-IR"/>
        </w:rPr>
        <w:t>4- معبود واقعى چند شرط دارد:</w:t>
      </w:r>
    </w:p>
    <w:p w:rsidR="00B33631" w:rsidRDefault="00B33631" w:rsidP="004D48DE">
      <w:pPr>
        <w:pStyle w:val="libNormal"/>
        <w:rPr>
          <w:rtl/>
          <w:lang w:bidi="fa-IR"/>
        </w:rPr>
      </w:pPr>
      <w:r>
        <w:rPr>
          <w:rtl/>
          <w:lang w:bidi="fa-IR"/>
        </w:rPr>
        <w:t xml:space="preserve">الف : فناپذير نباشد. كلّ شى ء هالك الا وجهه </w:t>
      </w:r>
    </w:p>
    <w:p w:rsidR="00B33631" w:rsidRDefault="00B33631" w:rsidP="004D48DE">
      <w:pPr>
        <w:pStyle w:val="libNormal"/>
        <w:rPr>
          <w:rtl/>
          <w:lang w:bidi="fa-IR"/>
        </w:rPr>
      </w:pPr>
      <w:r>
        <w:rPr>
          <w:rtl/>
          <w:lang w:bidi="fa-IR"/>
        </w:rPr>
        <w:t xml:space="preserve">ب : بر هستى فرمانروا باشد. له الحكم </w:t>
      </w:r>
    </w:p>
    <w:p w:rsidR="00B33631" w:rsidRDefault="00B33631" w:rsidP="004D48DE">
      <w:pPr>
        <w:pStyle w:val="libNormal"/>
        <w:rPr>
          <w:rtl/>
          <w:lang w:bidi="fa-IR"/>
        </w:rPr>
      </w:pPr>
      <w:r>
        <w:rPr>
          <w:rtl/>
          <w:lang w:bidi="fa-IR"/>
        </w:rPr>
        <w:t xml:space="preserve">ج : فرجام همه به دست او باشد. اليه ترجعون </w:t>
      </w:r>
    </w:p>
    <w:p w:rsidR="00B33631" w:rsidRDefault="00B33631" w:rsidP="004D48DE">
      <w:pPr>
        <w:pStyle w:val="libNormal"/>
        <w:rPr>
          <w:rtl/>
          <w:lang w:bidi="fa-IR"/>
        </w:rPr>
      </w:pPr>
      <w:r>
        <w:rPr>
          <w:rtl/>
          <w:lang w:bidi="fa-IR"/>
        </w:rPr>
        <w:t>5</w:t>
      </w:r>
      <w:r w:rsidR="004D48DE">
        <w:rPr>
          <w:rFonts w:hint="cs"/>
          <w:rtl/>
          <w:lang w:bidi="fa-IR"/>
        </w:rPr>
        <w:t>-</w:t>
      </w:r>
      <w:r>
        <w:rPr>
          <w:rtl/>
          <w:lang w:bidi="fa-IR"/>
        </w:rPr>
        <w:t xml:space="preserve"> مرگ ، نابودى نيست ، بازگشت به مبداء است . اليه ترجعون </w:t>
      </w:r>
    </w:p>
    <w:p w:rsidR="00B33631" w:rsidRDefault="00B33631" w:rsidP="004D48DE">
      <w:pPr>
        <w:pStyle w:val="libNormal"/>
        <w:rPr>
          <w:rtl/>
          <w:lang w:bidi="fa-IR"/>
        </w:rPr>
      </w:pPr>
      <w:r>
        <w:rPr>
          <w:rtl/>
          <w:lang w:bidi="fa-IR"/>
        </w:rPr>
        <w:t>پروردگارا! مزه ى تلاوت ، تدبّر و پندگيرى از قرآن را به ما بچشان .</w:t>
      </w:r>
    </w:p>
    <w:p w:rsidR="00B33631" w:rsidRDefault="00B33631" w:rsidP="004D48DE">
      <w:pPr>
        <w:pStyle w:val="libNormal"/>
        <w:rPr>
          <w:rtl/>
          <w:lang w:bidi="fa-IR"/>
        </w:rPr>
      </w:pPr>
      <w:r>
        <w:rPr>
          <w:rtl/>
          <w:lang w:bidi="fa-IR"/>
        </w:rPr>
        <w:t>پروردگارا! چراغ دل ما را به نور قرآن روشن و وجود ما را روشنى بخش قرار ده .</w:t>
      </w:r>
    </w:p>
    <w:p w:rsidR="00B33631" w:rsidRDefault="00B33631" w:rsidP="004D48DE">
      <w:pPr>
        <w:pStyle w:val="libNormal"/>
        <w:rPr>
          <w:rtl/>
          <w:lang w:bidi="fa-IR"/>
        </w:rPr>
      </w:pPr>
      <w:r>
        <w:rPr>
          <w:rtl/>
          <w:lang w:bidi="fa-IR"/>
        </w:rPr>
        <w:t>پروردگارا! رفتار و گفتار ما را برخاسته از قرآن و سيره وسنّت پيامبراكرم صلّى اللّه عليه و آله واهل بيت معصومش عليهم السلام قرار بده .</w:t>
      </w:r>
    </w:p>
    <w:p w:rsidR="00514B31" w:rsidRDefault="00B33631" w:rsidP="004D48DE">
      <w:pPr>
        <w:pStyle w:val="libNormal"/>
        <w:rPr>
          <w:rtl/>
          <w:lang w:bidi="fa-IR"/>
        </w:rPr>
      </w:pPr>
      <w:r>
        <w:rPr>
          <w:rtl/>
          <w:lang w:bidi="fa-IR"/>
        </w:rPr>
        <w:t xml:space="preserve">آمين ربّ العالمين </w:t>
      </w:r>
    </w:p>
    <w:p w:rsidR="00514B31" w:rsidRPr="00DE30EA" w:rsidRDefault="00514B31" w:rsidP="00DE30EA">
      <w:pPr>
        <w:rPr>
          <w:rtl/>
        </w:rPr>
      </w:pPr>
      <w:r>
        <w:rPr>
          <w:rtl/>
          <w:lang w:bidi="fa-IR"/>
        </w:rPr>
        <w:br w:type="page"/>
      </w:r>
    </w:p>
    <w:sdt>
      <w:sdtPr>
        <w:id w:val="964867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14B31" w:rsidRDefault="00514B31" w:rsidP="00514B31">
          <w:pPr>
            <w:pStyle w:val="TOCHeading"/>
          </w:pPr>
        </w:p>
        <w:p w:rsidR="00514B31" w:rsidRDefault="00514B31">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362088567" w:history="1">
            <w:r w:rsidRPr="00BA665B">
              <w:rPr>
                <w:rStyle w:val="Hyperlink"/>
                <w:rFonts w:hint="eastAsia"/>
                <w:rtl/>
                <w:lang w:bidi="fa-IR"/>
              </w:rPr>
              <w:t>مقدمه</w:t>
            </w:r>
            <w:r w:rsidRPr="00BA665B">
              <w:rPr>
                <w:rStyle w:val="Hyperlink"/>
                <w:rtl/>
                <w:lang w:bidi="fa-IR"/>
              </w:rPr>
              <w:t xml:space="preserve"> </w:t>
            </w:r>
            <w:r w:rsidRPr="00BA665B">
              <w:rPr>
                <w:rStyle w:val="Hyperlink"/>
                <w:rFonts w:hint="eastAsia"/>
                <w:rtl/>
                <w:lang w:bidi="fa-IR"/>
              </w:rPr>
              <w:t>ناشر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Toc362088567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568" w:history="1">
            <w:r w:rsidRPr="00BA665B">
              <w:rPr>
                <w:rStyle w:val="Hyperlink"/>
                <w:rFonts w:hint="eastAsia"/>
                <w:rtl/>
                <w:lang w:bidi="fa-IR"/>
              </w:rPr>
              <w:t>مقدّمه</w:t>
            </w:r>
            <w:r w:rsidRPr="00BA665B">
              <w:rPr>
                <w:rStyle w:val="Hyperlink"/>
                <w:rtl/>
                <w:lang w:bidi="fa-IR"/>
              </w:rPr>
              <w:t xml:space="preserve"> </w:t>
            </w:r>
            <w:r w:rsidRPr="00BA665B">
              <w:rPr>
                <w:rStyle w:val="Hyperlink"/>
                <w:rFonts w:hint="eastAsia"/>
                <w:rtl/>
                <w:lang w:bidi="fa-IR"/>
              </w:rPr>
              <w:t>ى</w:t>
            </w:r>
            <w:r w:rsidRPr="00BA665B">
              <w:rPr>
                <w:rStyle w:val="Hyperlink"/>
                <w:rtl/>
                <w:lang w:bidi="fa-IR"/>
              </w:rPr>
              <w:t xml:space="preserve"> </w:t>
            </w:r>
            <w:r w:rsidRPr="00BA665B">
              <w:rPr>
                <w:rStyle w:val="Hyperlink"/>
                <w:rFonts w:hint="eastAsia"/>
                <w:rtl/>
                <w:lang w:bidi="fa-IR"/>
              </w:rPr>
              <w:t>مؤلّف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Toc362088568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569" w:history="1">
            <w:r w:rsidRPr="00BA665B">
              <w:rPr>
                <w:rStyle w:val="Hyperlink"/>
                <w:rFonts w:hint="eastAsia"/>
                <w:rtl/>
                <w:lang w:bidi="fa-IR"/>
              </w:rPr>
              <w:t>سيماى</w:t>
            </w:r>
            <w:r w:rsidRPr="00BA665B">
              <w:rPr>
                <w:rStyle w:val="Hyperlink"/>
                <w:rtl/>
                <w:lang w:bidi="fa-IR"/>
              </w:rPr>
              <w:t xml:space="preserve"> </w:t>
            </w:r>
            <w:r w:rsidRPr="00BA665B">
              <w:rPr>
                <w:rStyle w:val="Hyperlink"/>
                <w:rFonts w:hint="eastAsia"/>
                <w:rtl/>
                <w:lang w:bidi="fa-IR"/>
              </w:rPr>
              <w:t>سوره</w:t>
            </w:r>
            <w:r w:rsidRPr="00BA665B">
              <w:rPr>
                <w:rStyle w:val="Hyperlink"/>
                <w:rtl/>
                <w:lang w:bidi="fa-IR"/>
              </w:rPr>
              <w:t xml:space="preserve"> </w:t>
            </w:r>
            <w:r w:rsidRPr="00BA665B">
              <w:rPr>
                <w:rStyle w:val="Hyperlink"/>
                <w:rFonts w:hint="eastAsia"/>
                <w:rtl/>
                <w:lang w:bidi="fa-IR"/>
              </w:rPr>
              <w:t>ى</w:t>
            </w:r>
            <w:r w:rsidRPr="00BA665B">
              <w:rPr>
                <w:rStyle w:val="Hyperlink"/>
                <w:rtl/>
                <w:lang w:bidi="fa-IR"/>
              </w:rPr>
              <w:t xml:space="preserve"> </w:t>
            </w:r>
            <w:r w:rsidRPr="00BA665B">
              <w:rPr>
                <w:rStyle w:val="Hyperlink"/>
                <w:rFonts w:hint="eastAsia"/>
                <w:rtl/>
                <w:lang w:bidi="fa-IR"/>
              </w:rPr>
              <w:t>قصص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Toc362088569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570" w:history="1">
            <w:r w:rsidRPr="00BA665B">
              <w:rPr>
                <w:rStyle w:val="Hyperlink"/>
                <w:rFonts w:hint="eastAsia"/>
                <w:rtl/>
                <w:lang w:bidi="fa-IR"/>
              </w:rPr>
              <w:t>بِسْمِ</w:t>
            </w:r>
            <w:r w:rsidRPr="00BA665B">
              <w:rPr>
                <w:rStyle w:val="Hyperlink"/>
                <w:rtl/>
                <w:lang w:bidi="fa-IR"/>
              </w:rPr>
              <w:t xml:space="preserve"> </w:t>
            </w:r>
            <w:r w:rsidRPr="00BA665B">
              <w:rPr>
                <w:rStyle w:val="Hyperlink"/>
                <w:rFonts w:hint="eastAsia"/>
                <w:rtl/>
                <w:lang w:bidi="fa-IR"/>
              </w:rPr>
              <w:t>اللّه</w:t>
            </w:r>
            <w:r w:rsidRPr="00BA665B">
              <w:rPr>
                <w:rStyle w:val="Hyperlink"/>
                <w:rtl/>
                <w:lang w:bidi="fa-IR"/>
              </w:rPr>
              <w:t xml:space="preserve"> </w:t>
            </w:r>
            <w:r w:rsidRPr="00BA665B">
              <w:rPr>
                <w:rStyle w:val="Hyperlink"/>
                <w:rFonts w:hint="eastAsia"/>
                <w:rtl/>
                <w:lang w:bidi="fa-IR"/>
              </w:rPr>
              <w:t>الرَّحْمنِ</w:t>
            </w:r>
            <w:r w:rsidRPr="00BA665B">
              <w:rPr>
                <w:rStyle w:val="Hyperlink"/>
                <w:rtl/>
                <w:lang w:bidi="fa-IR"/>
              </w:rPr>
              <w:t xml:space="preserve"> </w:t>
            </w:r>
            <w:r w:rsidRPr="00BA665B">
              <w:rPr>
                <w:rStyle w:val="Hyperlink"/>
                <w:rFonts w:hint="eastAsia"/>
                <w:rtl/>
                <w:lang w:bidi="fa-IR"/>
              </w:rPr>
              <w:t>الرَّحِيمِ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Toc362088570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571" w:history="1">
            <w:r w:rsidRPr="00BA665B">
              <w:rPr>
                <w:rStyle w:val="Hyperlink"/>
                <w:rtl/>
              </w:rPr>
              <w:t>(1)</w:t>
            </w:r>
            <w:r w:rsidRPr="00BA665B">
              <w:rPr>
                <w:rStyle w:val="Hyperlink"/>
                <w:rtl/>
                <w:lang w:bidi="fa-IR"/>
              </w:rPr>
              <w:t xml:space="preserve"> </w:t>
            </w:r>
            <w:r w:rsidRPr="00BA665B">
              <w:rPr>
                <w:rStyle w:val="Hyperlink"/>
                <w:rFonts w:hint="eastAsia"/>
                <w:rtl/>
                <w:lang w:bidi="fa-IR"/>
              </w:rPr>
              <w:t>طسَّمَّ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Toc362088571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572" w:history="1">
            <w:r w:rsidRPr="00BA665B">
              <w:rPr>
                <w:rStyle w:val="Hyperlink"/>
                <w:rtl/>
              </w:rPr>
              <w:t>(2)</w:t>
            </w:r>
            <w:r w:rsidRPr="00BA665B">
              <w:rPr>
                <w:rStyle w:val="Hyperlink"/>
                <w:rtl/>
                <w:lang w:bidi="fa-IR"/>
              </w:rPr>
              <w:t xml:space="preserve"> </w:t>
            </w:r>
            <w:r w:rsidRPr="00BA665B">
              <w:rPr>
                <w:rStyle w:val="Hyperlink"/>
                <w:rFonts w:hint="eastAsia"/>
                <w:rtl/>
                <w:lang w:bidi="fa-IR"/>
              </w:rPr>
              <w:t>تِلْكَ</w:t>
            </w:r>
            <w:r w:rsidRPr="00BA665B">
              <w:rPr>
                <w:rStyle w:val="Hyperlink"/>
                <w:rtl/>
                <w:lang w:bidi="fa-IR"/>
              </w:rPr>
              <w:t xml:space="preserve"> </w:t>
            </w:r>
            <w:r w:rsidRPr="00BA665B">
              <w:rPr>
                <w:rStyle w:val="Hyperlink"/>
                <w:rFonts w:hint="eastAsia"/>
                <w:rtl/>
                <w:lang w:bidi="fa-IR"/>
              </w:rPr>
              <w:t>ءَايَتُ</w:t>
            </w:r>
            <w:r w:rsidRPr="00BA665B">
              <w:rPr>
                <w:rStyle w:val="Hyperlink"/>
                <w:rtl/>
                <w:lang w:bidi="fa-IR"/>
              </w:rPr>
              <w:t xml:space="preserve"> </w:t>
            </w:r>
            <w:r w:rsidRPr="00BA665B">
              <w:rPr>
                <w:rStyle w:val="Hyperlink"/>
                <w:rFonts w:hint="eastAsia"/>
                <w:rtl/>
                <w:lang w:bidi="fa-IR"/>
              </w:rPr>
              <w:t>الْكِتَبِ</w:t>
            </w:r>
            <w:r w:rsidRPr="00BA665B">
              <w:rPr>
                <w:rStyle w:val="Hyperlink"/>
                <w:rtl/>
                <w:lang w:bidi="fa-IR"/>
              </w:rPr>
              <w:t xml:space="preserve"> </w:t>
            </w:r>
            <w:r w:rsidRPr="00BA665B">
              <w:rPr>
                <w:rStyle w:val="Hyperlink"/>
                <w:rFonts w:hint="eastAsia"/>
                <w:rtl/>
                <w:lang w:bidi="fa-IR"/>
              </w:rPr>
              <w:t>الْمُبِينِ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Toc362088572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573" w:history="1">
            <w:r w:rsidRPr="00BA665B">
              <w:rPr>
                <w:rStyle w:val="Hyperlink"/>
                <w:rtl/>
              </w:rPr>
              <w:t>(3)</w:t>
            </w:r>
            <w:r w:rsidRPr="00BA665B">
              <w:rPr>
                <w:rStyle w:val="Hyperlink"/>
                <w:rtl/>
                <w:lang w:bidi="fa-IR"/>
              </w:rPr>
              <w:t xml:space="preserve"> </w:t>
            </w:r>
            <w:r w:rsidRPr="00BA665B">
              <w:rPr>
                <w:rStyle w:val="Hyperlink"/>
                <w:rFonts w:hint="eastAsia"/>
                <w:rtl/>
                <w:lang w:bidi="fa-IR"/>
              </w:rPr>
              <w:t>نَتْلُواْ</w:t>
            </w:r>
            <w:r w:rsidRPr="00BA665B">
              <w:rPr>
                <w:rStyle w:val="Hyperlink"/>
                <w:rtl/>
                <w:lang w:bidi="fa-IR"/>
              </w:rPr>
              <w:t xml:space="preserve"> </w:t>
            </w:r>
            <w:r w:rsidRPr="00BA665B">
              <w:rPr>
                <w:rStyle w:val="Hyperlink"/>
                <w:rFonts w:hint="eastAsia"/>
                <w:rtl/>
                <w:lang w:bidi="fa-IR"/>
              </w:rPr>
              <w:t>عَلَيْكَ</w:t>
            </w:r>
            <w:r w:rsidRPr="00BA665B">
              <w:rPr>
                <w:rStyle w:val="Hyperlink"/>
                <w:rtl/>
                <w:lang w:bidi="fa-IR"/>
              </w:rPr>
              <w:t xml:space="preserve"> </w:t>
            </w:r>
            <w:r w:rsidRPr="00BA665B">
              <w:rPr>
                <w:rStyle w:val="Hyperlink"/>
                <w:rFonts w:hint="eastAsia"/>
                <w:rtl/>
                <w:lang w:bidi="fa-IR"/>
              </w:rPr>
              <w:t>مِن</w:t>
            </w:r>
            <w:r w:rsidRPr="00BA665B">
              <w:rPr>
                <w:rStyle w:val="Hyperlink"/>
                <w:rtl/>
                <w:lang w:bidi="fa-IR"/>
              </w:rPr>
              <w:t xml:space="preserve"> </w:t>
            </w:r>
            <w:r w:rsidRPr="00BA665B">
              <w:rPr>
                <w:rStyle w:val="Hyperlink"/>
                <w:rFonts w:hint="eastAsia"/>
                <w:rtl/>
                <w:lang w:bidi="fa-IR"/>
              </w:rPr>
              <w:t>نَّبَإِ</w:t>
            </w:r>
            <w:r w:rsidRPr="00BA665B">
              <w:rPr>
                <w:rStyle w:val="Hyperlink"/>
                <w:rtl/>
                <w:lang w:bidi="fa-IR"/>
              </w:rPr>
              <w:t xml:space="preserve"> </w:t>
            </w:r>
            <w:r w:rsidRPr="00BA665B">
              <w:rPr>
                <w:rStyle w:val="Hyperlink"/>
                <w:rFonts w:hint="eastAsia"/>
                <w:rtl/>
                <w:lang w:bidi="fa-IR"/>
              </w:rPr>
              <w:t>مُوسَى</w:t>
            </w:r>
            <w:r w:rsidRPr="00BA665B">
              <w:rPr>
                <w:rStyle w:val="Hyperlink"/>
                <w:rtl/>
                <w:lang w:bidi="fa-IR"/>
              </w:rPr>
              <w:t xml:space="preserve"> </w:t>
            </w:r>
            <w:r w:rsidRPr="00BA665B">
              <w:rPr>
                <w:rStyle w:val="Hyperlink"/>
                <w:rFonts w:hint="eastAsia"/>
                <w:rtl/>
                <w:lang w:bidi="fa-IR"/>
              </w:rPr>
              <w:t>وَفِرْعَوْنَ</w:t>
            </w:r>
            <w:r w:rsidRPr="00BA665B">
              <w:rPr>
                <w:rStyle w:val="Hyperlink"/>
                <w:rtl/>
                <w:lang w:bidi="fa-IR"/>
              </w:rPr>
              <w:t xml:space="preserve"> </w:t>
            </w:r>
            <w:r w:rsidRPr="00BA665B">
              <w:rPr>
                <w:rStyle w:val="Hyperlink"/>
                <w:rFonts w:hint="eastAsia"/>
                <w:rtl/>
                <w:lang w:bidi="fa-IR"/>
              </w:rPr>
              <w:t>بِالْحَقِّ</w:t>
            </w:r>
            <w:r w:rsidRPr="00BA665B">
              <w:rPr>
                <w:rStyle w:val="Hyperlink"/>
                <w:rtl/>
                <w:lang w:bidi="fa-IR"/>
              </w:rPr>
              <w:t xml:space="preserve"> </w:t>
            </w:r>
            <w:r w:rsidRPr="00BA665B">
              <w:rPr>
                <w:rStyle w:val="Hyperlink"/>
                <w:rFonts w:hint="eastAsia"/>
                <w:rtl/>
                <w:lang w:bidi="fa-IR"/>
              </w:rPr>
              <w:t>لِقَوْمٍ</w:t>
            </w:r>
            <w:r w:rsidRPr="00BA665B">
              <w:rPr>
                <w:rStyle w:val="Hyperlink"/>
                <w:rtl/>
                <w:lang w:bidi="fa-IR"/>
              </w:rPr>
              <w:t xml:space="preserve"> </w:t>
            </w:r>
            <w:r w:rsidRPr="00BA665B">
              <w:rPr>
                <w:rStyle w:val="Hyperlink"/>
                <w:rFonts w:hint="eastAsia"/>
                <w:rtl/>
                <w:lang w:bidi="fa-IR"/>
              </w:rPr>
              <w:t>يُؤْمِنُونَ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Toc362088573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74"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Toc362088574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14B31" w:rsidRPr="00DE30EA" w:rsidRDefault="00514B31" w:rsidP="00DE30EA">
          <w:pPr>
            <w:pStyle w:val="TOC1"/>
            <w:rPr>
              <w:rFonts w:eastAsiaTheme="minorEastAsia"/>
              <w:sz w:val="22"/>
              <w:rtl/>
            </w:rPr>
          </w:pPr>
          <w:hyperlink w:anchor="_Toc362088575" w:history="1">
            <w:r w:rsidRPr="00DE30EA">
              <w:rPr>
                <w:rStyle w:val="Hyperlink"/>
                <w:color w:val="000000"/>
                <w:u w:val="none"/>
                <w:rtl/>
              </w:rPr>
              <w:t>(4)</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فِرْعَوْنَ</w:t>
            </w:r>
            <w:r w:rsidRPr="00DE30EA">
              <w:rPr>
                <w:rStyle w:val="Hyperlink"/>
                <w:color w:val="000000"/>
                <w:u w:val="none"/>
                <w:rtl/>
              </w:rPr>
              <w:t xml:space="preserve"> </w:t>
            </w:r>
            <w:r w:rsidRPr="00DE30EA">
              <w:rPr>
                <w:rStyle w:val="Hyperlink"/>
                <w:rFonts w:hint="eastAsia"/>
                <w:color w:val="000000"/>
                <w:u w:val="none"/>
                <w:rtl/>
              </w:rPr>
              <w:t>عَلاَ</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الاَْرْضِ</w:t>
            </w:r>
            <w:r w:rsidRPr="00DE30EA">
              <w:rPr>
                <w:rStyle w:val="Hyperlink"/>
                <w:color w:val="000000"/>
                <w:u w:val="none"/>
                <w:rtl/>
              </w:rPr>
              <w:t xml:space="preserve"> </w:t>
            </w:r>
            <w:r w:rsidRPr="00DE30EA">
              <w:rPr>
                <w:rStyle w:val="Hyperlink"/>
                <w:rFonts w:hint="eastAsia"/>
                <w:color w:val="000000"/>
                <w:u w:val="none"/>
                <w:rtl/>
              </w:rPr>
              <w:t>وَجَعَلَ</w:t>
            </w:r>
            <w:r w:rsidRPr="00DE30EA">
              <w:rPr>
                <w:rStyle w:val="Hyperlink"/>
                <w:color w:val="000000"/>
                <w:u w:val="none"/>
                <w:rtl/>
              </w:rPr>
              <w:t xml:space="preserve"> </w:t>
            </w:r>
            <w:r w:rsidRPr="00DE30EA">
              <w:rPr>
                <w:rStyle w:val="Hyperlink"/>
                <w:rFonts w:hint="eastAsia"/>
                <w:color w:val="000000"/>
                <w:u w:val="none"/>
                <w:rtl/>
              </w:rPr>
              <w:t>اءَهْلَهَا</w:t>
            </w:r>
            <w:r w:rsidRPr="00DE30EA">
              <w:rPr>
                <w:rStyle w:val="Hyperlink"/>
                <w:color w:val="000000"/>
                <w:u w:val="none"/>
                <w:rtl/>
              </w:rPr>
              <w:t xml:space="preserve"> </w:t>
            </w:r>
            <w:r w:rsidRPr="00DE30EA">
              <w:rPr>
                <w:rStyle w:val="Hyperlink"/>
                <w:rFonts w:hint="eastAsia"/>
                <w:color w:val="000000"/>
                <w:u w:val="none"/>
                <w:rtl/>
              </w:rPr>
              <w:t>شِيَعاً</w:t>
            </w:r>
            <w:r w:rsidRPr="00DE30EA">
              <w:rPr>
                <w:rStyle w:val="Hyperlink"/>
                <w:color w:val="000000"/>
                <w:u w:val="none"/>
                <w:rtl/>
              </w:rPr>
              <w:t xml:space="preserve"> </w:t>
            </w:r>
            <w:r w:rsidRPr="00DE30EA">
              <w:rPr>
                <w:rStyle w:val="Hyperlink"/>
                <w:rFonts w:hint="eastAsia"/>
                <w:color w:val="000000"/>
                <w:u w:val="none"/>
                <w:rtl/>
              </w:rPr>
              <w:t>يَسْتَضْعِفُ</w:t>
            </w:r>
            <w:r w:rsidRPr="00DE30EA">
              <w:rPr>
                <w:rStyle w:val="Hyperlink"/>
                <w:color w:val="000000"/>
                <w:u w:val="none"/>
                <w:rtl/>
              </w:rPr>
              <w:t xml:space="preserve"> </w:t>
            </w:r>
            <w:r w:rsidRPr="00DE30EA">
              <w:rPr>
                <w:rStyle w:val="Hyperlink"/>
                <w:rFonts w:hint="eastAsia"/>
                <w:color w:val="000000"/>
                <w:u w:val="none"/>
                <w:rtl/>
              </w:rPr>
              <w:t>طَآئِفَةًمِّنْهُمْ</w:t>
            </w:r>
            <w:r w:rsidRPr="00DE30EA">
              <w:rPr>
                <w:rStyle w:val="Hyperlink"/>
                <w:color w:val="000000"/>
                <w:u w:val="none"/>
                <w:rtl/>
              </w:rPr>
              <w:t xml:space="preserve"> </w:t>
            </w:r>
            <w:r w:rsidRPr="00DE30EA">
              <w:rPr>
                <w:rStyle w:val="Hyperlink"/>
                <w:rFonts w:hint="eastAsia"/>
                <w:color w:val="000000"/>
                <w:u w:val="none"/>
                <w:rtl/>
              </w:rPr>
              <w:t>يُذَبِّحُ</w:t>
            </w:r>
            <w:r w:rsidRPr="00DE30EA">
              <w:rPr>
                <w:rStyle w:val="Hyperlink"/>
                <w:color w:val="000000"/>
                <w:u w:val="none"/>
                <w:rtl/>
              </w:rPr>
              <w:t xml:space="preserve"> </w:t>
            </w:r>
            <w:r w:rsidRPr="00DE30EA">
              <w:rPr>
                <w:rStyle w:val="Hyperlink"/>
                <w:rFonts w:hint="eastAsia"/>
                <w:color w:val="000000"/>
                <w:u w:val="none"/>
                <w:rtl/>
              </w:rPr>
              <w:t>اءَبْنَآءَهُمْ</w:t>
            </w:r>
            <w:r w:rsidRPr="00DE30EA">
              <w:rPr>
                <w:rStyle w:val="Hyperlink"/>
                <w:color w:val="000000"/>
                <w:u w:val="none"/>
                <w:rtl/>
              </w:rPr>
              <w:t xml:space="preserve"> </w:t>
            </w:r>
            <w:r w:rsidRPr="00DE30EA">
              <w:rPr>
                <w:rStyle w:val="Hyperlink"/>
                <w:rFonts w:hint="eastAsia"/>
                <w:color w:val="000000"/>
                <w:u w:val="none"/>
                <w:rtl/>
              </w:rPr>
              <w:t>وَيَسْتَحْىِنِسَآءَهُمْ</w:t>
            </w:r>
            <w:r w:rsidRPr="00DE30EA">
              <w:rPr>
                <w:rStyle w:val="Hyperlink"/>
                <w:color w:val="000000"/>
                <w:u w:val="none"/>
                <w:rtl/>
              </w:rPr>
              <w:t xml:space="preserve"> </w:t>
            </w:r>
            <w:r w:rsidRPr="00DE30EA">
              <w:rPr>
                <w:rStyle w:val="Hyperlink"/>
                <w:rFonts w:hint="eastAsia"/>
                <w:color w:val="000000"/>
                <w:u w:val="none"/>
                <w:rtl/>
              </w:rPr>
              <w:t>إِنَّهُ</w:t>
            </w:r>
            <w:r w:rsidRPr="00DE30EA">
              <w:rPr>
                <w:rStyle w:val="Hyperlink"/>
                <w:color w:val="000000"/>
                <w:u w:val="none"/>
                <w:rtl/>
              </w:rPr>
              <w:t xml:space="preserve"> </w:t>
            </w:r>
            <w:r w:rsidRPr="00DE30EA">
              <w:rPr>
                <w:rStyle w:val="Hyperlink"/>
                <w:rFonts w:hint="eastAsia"/>
                <w:color w:val="000000"/>
                <w:u w:val="none"/>
                <w:rtl/>
              </w:rPr>
              <w:t>كَانَ</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الْمُفْسِدِينَ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Toc362088575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8</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76"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Toc362088576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77"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Toc362088577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14B31" w:rsidRPr="00DE30EA" w:rsidRDefault="00514B31" w:rsidP="00DE30EA">
          <w:pPr>
            <w:pStyle w:val="TOC1"/>
            <w:rPr>
              <w:rFonts w:eastAsiaTheme="minorEastAsia"/>
              <w:sz w:val="22"/>
              <w:rtl/>
            </w:rPr>
          </w:pPr>
          <w:hyperlink w:anchor="_Toc362088578" w:history="1">
            <w:r w:rsidRPr="00DE30EA">
              <w:rPr>
                <w:rStyle w:val="Hyperlink"/>
                <w:color w:val="000000"/>
                <w:u w:val="none"/>
                <w:rtl/>
              </w:rPr>
              <w:t>(5)</w:t>
            </w:r>
            <w:r w:rsidRPr="00DE30EA">
              <w:rPr>
                <w:rStyle w:val="Hyperlink"/>
                <w:color w:val="000000"/>
                <w:u w:val="none"/>
                <w:rtl/>
              </w:rPr>
              <w:t xml:space="preserve"> </w:t>
            </w:r>
            <w:r w:rsidRPr="00DE30EA">
              <w:rPr>
                <w:rStyle w:val="Hyperlink"/>
                <w:rFonts w:hint="eastAsia"/>
                <w:color w:val="000000"/>
                <w:u w:val="none"/>
                <w:rtl/>
              </w:rPr>
              <w:t>وَنُرِيدُ</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نَّمُنَّ</w:t>
            </w:r>
            <w:r w:rsidRPr="00DE30EA">
              <w:rPr>
                <w:rStyle w:val="Hyperlink"/>
                <w:color w:val="000000"/>
                <w:u w:val="none"/>
                <w:rtl/>
              </w:rPr>
              <w:t xml:space="preserve"> </w:t>
            </w:r>
            <w:r w:rsidRPr="00DE30EA">
              <w:rPr>
                <w:rStyle w:val="Hyperlink"/>
                <w:rFonts w:hint="eastAsia"/>
                <w:color w:val="000000"/>
                <w:u w:val="none"/>
                <w:rtl/>
              </w:rPr>
              <w:t>عَلَى</w:t>
            </w:r>
            <w:r w:rsidRPr="00DE30EA">
              <w:rPr>
                <w:rStyle w:val="Hyperlink"/>
                <w:color w:val="000000"/>
                <w:u w:val="none"/>
                <w:rtl/>
              </w:rPr>
              <w:t xml:space="preserve"> </w:t>
            </w:r>
            <w:r w:rsidRPr="00DE30EA">
              <w:rPr>
                <w:rStyle w:val="Hyperlink"/>
                <w:rFonts w:hint="eastAsia"/>
                <w:color w:val="000000"/>
                <w:u w:val="none"/>
                <w:rtl/>
              </w:rPr>
              <w:t>الَّذِينَ</w:t>
            </w:r>
            <w:r w:rsidRPr="00DE30EA">
              <w:rPr>
                <w:rStyle w:val="Hyperlink"/>
                <w:color w:val="000000"/>
                <w:u w:val="none"/>
                <w:rtl/>
              </w:rPr>
              <w:t xml:space="preserve"> </w:t>
            </w:r>
            <w:r w:rsidRPr="00DE30EA">
              <w:rPr>
                <w:rStyle w:val="Hyperlink"/>
                <w:rFonts w:hint="eastAsia"/>
                <w:color w:val="000000"/>
                <w:u w:val="none"/>
                <w:rtl/>
              </w:rPr>
              <w:t>اسْتُضْعِفُواْ</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الاَْرْضِ</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نَجْعَلَهُمْ</w:t>
            </w:r>
            <w:r w:rsidRPr="00DE30EA">
              <w:rPr>
                <w:rStyle w:val="Hyperlink"/>
                <w:color w:val="000000"/>
                <w:u w:val="none"/>
                <w:rtl/>
              </w:rPr>
              <w:t xml:space="preserve"> </w:t>
            </w:r>
            <w:r w:rsidRPr="00DE30EA">
              <w:rPr>
                <w:rStyle w:val="Hyperlink"/>
                <w:rFonts w:hint="eastAsia"/>
                <w:color w:val="000000"/>
                <w:u w:val="none"/>
                <w:rtl/>
              </w:rPr>
              <w:t>اءَئِمَّةًوَ</w:t>
            </w:r>
            <w:r w:rsidRPr="00DE30EA">
              <w:rPr>
                <w:rStyle w:val="Hyperlink"/>
                <w:color w:val="000000"/>
                <w:u w:val="none"/>
                <w:rtl/>
              </w:rPr>
              <w:t xml:space="preserve"> </w:t>
            </w:r>
            <w:r w:rsidRPr="00DE30EA">
              <w:rPr>
                <w:rStyle w:val="Hyperlink"/>
                <w:rFonts w:hint="eastAsia"/>
                <w:color w:val="000000"/>
                <w:u w:val="none"/>
                <w:rtl/>
              </w:rPr>
              <w:t>نَجْعَلَهُمُ</w:t>
            </w:r>
            <w:r w:rsidRPr="00DE30EA">
              <w:rPr>
                <w:rStyle w:val="Hyperlink"/>
                <w:color w:val="000000"/>
                <w:u w:val="none"/>
                <w:rtl/>
              </w:rPr>
              <w:t xml:space="preserve"> </w:t>
            </w:r>
            <w:r w:rsidRPr="00DE30EA">
              <w:rPr>
                <w:rStyle w:val="Hyperlink"/>
                <w:rFonts w:hint="eastAsia"/>
                <w:color w:val="000000"/>
                <w:u w:val="none"/>
                <w:rtl/>
              </w:rPr>
              <w:t>الْوَرِثِينَ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Toc362088578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10</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79"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Toc362088579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80"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Toc362088580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14B31" w:rsidRPr="00DE30EA" w:rsidRDefault="00514B31" w:rsidP="00DE30EA">
          <w:pPr>
            <w:pStyle w:val="TOC1"/>
            <w:rPr>
              <w:rFonts w:eastAsiaTheme="minorEastAsia"/>
              <w:sz w:val="22"/>
              <w:rtl/>
            </w:rPr>
          </w:pPr>
          <w:hyperlink w:anchor="_Toc362088581" w:history="1">
            <w:r w:rsidRPr="00DE30EA">
              <w:rPr>
                <w:rStyle w:val="Hyperlink"/>
                <w:color w:val="000000"/>
                <w:u w:val="none"/>
                <w:rtl/>
              </w:rPr>
              <w:t>(6)</w:t>
            </w:r>
            <w:r w:rsidRPr="00DE30EA">
              <w:rPr>
                <w:rStyle w:val="Hyperlink"/>
                <w:color w:val="000000"/>
                <w:u w:val="none"/>
                <w:rtl/>
              </w:rPr>
              <w:t xml:space="preserve"> </w:t>
            </w:r>
            <w:r w:rsidRPr="00DE30EA">
              <w:rPr>
                <w:rStyle w:val="Hyperlink"/>
                <w:rFonts w:hint="eastAsia"/>
                <w:color w:val="000000"/>
                <w:u w:val="none"/>
                <w:rtl/>
              </w:rPr>
              <w:t>وَنُمَكِّنَ</w:t>
            </w:r>
            <w:r w:rsidRPr="00DE30EA">
              <w:rPr>
                <w:rStyle w:val="Hyperlink"/>
                <w:color w:val="000000"/>
                <w:u w:val="none"/>
                <w:rtl/>
              </w:rPr>
              <w:t xml:space="preserve"> </w:t>
            </w:r>
            <w:r w:rsidRPr="00DE30EA">
              <w:rPr>
                <w:rStyle w:val="Hyperlink"/>
                <w:rFonts w:hint="eastAsia"/>
                <w:color w:val="000000"/>
                <w:u w:val="none"/>
                <w:rtl/>
              </w:rPr>
              <w:t>لَهُمْ</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الاَْرْضِ</w:t>
            </w:r>
            <w:r w:rsidRPr="00DE30EA">
              <w:rPr>
                <w:rStyle w:val="Hyperlink"/>
                <w:color w:val="000000"/>
                <w:u w:val="none"/>
                <w:rtl/>
              </w:rPr>
              <w:t xml:space="preserve"> </w:t>
            </w:r>
            <w:r w:rsidRPr="00DE30EA">
              <w:rPr>
                <w:rStyle w:val="Hyperlink"/>
                <w:rFonts w:hint="eastAsia"/>
                <w:color w:val="000000"/>
                <w:u w:val="none"/>
                <w:rtl/>
              </w:rPr>
              <w:t>وَنُرِىَ</w:t>
            </w:r>
            <w:r w:rsidRPr="00DE30EA">
              <w:rPr>
                <w:rStyle w:val="Hyperlink"/>
                <w:color w:val="000000"/>
                <w:u w:val="none"/>
                <w:rtl/>
              </w:rPr>
              <w:t xml:space="preserve"> </w:t>
            </w:r>
            <w:r w:rsidRPr="00DE30EA">
              <w:rPr>
                <w:rStyle w:val="Hyperlink"/>
                <w:rFonts w:hint="eastAsia"/>
                <w:color w:val="000000"/>
                <w:u w:val="none"/>
                <w:rtl/>
              </w:rPr>
              <w:t>فِرْعَونَ</w:t>
            </w:r>
            <w:r w:rsidRPr="00DE30EA">
              <w:rPr>
                <w:rStyle w:val="Hyperlink"/>
                <w:color w:val="000000"/>
                <w:u w:val="none"/>
                <w:rtl/>
              </w:rPr>
              <w:t xml:space="preserve"> </w:t>
            </w:r>
            <w:r w:rsidRPr="00DE30EA">
              <w:rPr>
                <w:rStyle w:val="Hyperlink"/>
                <w:rFonts w:hint="eastAsia"/>
                <w:color w:val="000000"/>
                <w:u w:val="none"/>
                <w:rtl/>
              </w:rPr>
              <w:t>وَهَمَنَ</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جُنُودَهُمَا</w:t>
            </w:r>
            <w:r w:rsidRPr="00DE30EA">
              <w:rPr>
                <w:rStyle w:val="Hyperlink"/>
                <w:color w:val="000000"/>
                <w:u w:val="none"/>
                <w:rtl/>
              </w:rPr>
              <w:t xml:space="preserve"> </w:t>
            </w:r>
            <w:r w:rsidRPr="00DE30EA">
              <w:rPr>
                <w:rStyle w:val="Hyperlink"/>
                <w:rFonts w:hint="eastAsia"/>
                <w:color w:val="000000"/>
                <w:u w:val="none"/>
                <w:rtl/>
              </w:rPr>
              <w:t>مِنْهُم</w:t>
            </w:r>
            <w:r w:rsidRPr="00DE30EA">
              <w:rPr>
                <w:rStyle w:val="Hyperlink"/>
                <w:color w:val="000000"/>
                <w:u w:val="none"/>
                <w:rtl/>
              </w:rPr>
              <w:t xml:space="preserve"> </w:t>
            </w:r>
            <w:r w:rsidRPr="00DE30EA">
              <w:rPr>
                <w:rStyle w:val="Hyperlink"/>
                <w:rFonts w:hint="eastAsia"/>
                <w:color w:val="000000"/>
                <w:u w:val="none"/>
                <w:rtl/>
              </w:rPr>
              <w:t>مَّاكَانُواْ</w:t>
            </w:r>
            <w:r w:rsidRPr="00DE30EA">
              <w:rPr>
                <w:rStyle w:val="Hyperlink"/>
                <w:color w:val="000000"/>
                <w:u w:val="none"/>
                <w:rtl/>
              </w:rPr>
              <w:t xml:space="preserve"> </w:t>
            </w:r>
            <w:r w:rsidRPr="00DE30EA">
              <w:rPr>
                <w:rStyle w:val="Hyperlink"/>
                <w:rFonts w:hint="eastAsia"/>
                <w:color w:val="000000"/>
                <w:u w:val="none"/>
                <w:rtl/>
              </w:rPr>
              <w:t>يَحْذَرُونَ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Toc362088581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12</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82"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Toc362088582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14B31" w:rsidRPr="00DE30EA" w:rsidRDefault="00514B31" w:rsidP="00DE30EA">
          <w:pPr>
            <w:pStyle w:val="TOC1"/>
            <w:rPr>
              <w:rFonts w:eastAsiaTheme="minorEastAsia"/>
              <w:sz w:val="22"/>
              <w:rtl/>
            </w:rPr>
          </w:pPr>
          <w:hyperlink w:anchor="_Toc362088583" w:history="1">
            <w:r w:rsidRPr="00DE30EA">
              <w:rPr>
                <w:rStyle w:val="Hyperlink"/>
                <w:color w:val="000000"/>
                <w:u w:val="none"/>
                <w:rtl/>
              </w:rPr>
              <w:t>(7)</w:t>
            </w:r>
            <w:r w:rsidRPr="00DE30EA">
              <w:rPr>
                <w:rStyle w:val="Hyperlink"/>
                <w:color w:val="000000"/>
                <w:u w:val="none"/>
                <w:rtl/>
              </w:rPr>
              <w:t xml:space="preserve"> </w:t>
            </w:r>
            <w:r w:rsidRPr="00DE30EA">
              <w:rPr>
                <w:rStyle w:val="Hyperlink"/>
                <w:rFonts w:hint="eastAsia"/>
                <w:color w:val="000000"/>
                <w:u w:val="none"/>
                <w:rtl/>
              </w:rPr>
              <w:t>وَاءَوْحَيْنَآ</w:t>
            </w:r>
            <w:r w:rsidRPr="00DE30EA">
              <w:rPr>
                <w:rStyle w:val="Hyperlink"/>
                <w:color w:val="000000"/>
                <w:u w:val="none"/>
                <w:rtl/>
              </w:rPr>
              <w:t xml:space="preserve"> </w:t>
            </w:r>
            <w:r w:rsidRPr="00DE30EA">
              <w:rPr>
                <w:rStyle w:val="Hyperlink"/>
                <w:rFonts w:hint="eastAsia"/>
                <w:color w:val="000000"/>
                <w:u w:val="none"/>
                <w:rtl/>
              </w:rPr>
              <w:t>إِلَىَّ</w:t>
            </w:r>
            <w:r w:rsidRPr="00DE30EA">
              <w:rPr>
                <w:rStyle w:val="Hyperlink"/>
                <w:color w:val="000000"/>
                <w:u w:val="none"/>
                <w:rtl/>
              </w:rPr>
              <w:t xml:space="preserve"> </w:t>
            </w:r>
            <w:r w:rsidRPr="00DE30EA">
              <w:rPr>
                <w:rStyle w:val="Hyperlink"/>
                <w:rFonts w:hint="eastAsia"/>
                <w:color w:val="000000"/>
                <w:u w:val="none"/>
                <w:rtl/>
              </w:rPr>
              <w:t>اءُمِّ</w:t>
            </w:r>
            <w:r w:rsidRPr="00DE30EA">
              <w:rPr>
                <w:rStyle w:val="Hyperlink"/>
                <w:color w:val="000000"/>
                <w:u w:val="none"/>
                <w:rtl/>
              </w:rPr>
              <w:t xml:space="preserve"> </w:t>
            </w:r>
            <w:r w:rsidRPr="00DE30EA">
              <w:rPr>
                <w:rStyle w:val="Hyperlink"/>
                <w:rFonts w:hint="eastAsia"/>
                <w:color w:val="000000"/>
                <w:u w:val="none"/>
                <w:rtl/>
              </w:rPr>
              <w:t>مُوسَىَّ</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اءَرْضِعِيهِ</w:t>
            </w:r>
            <w:r w:rsidRPr="00DE30EA">
              <w:rPr>
                <w:rStyle w:val="Hyperlink"/>
                <w:color w:val="000000"/>
                <w:u w:val="none"/>
                <w:rtl/>
              </w:rPr>
              <w:t xml:space="preserve"> </w:t>
            </w:r>
            <w:r w:rsidRPr="00DE30EA">
              <w:rPr>
                <w:rStyle w:val="Hyperlink"/>
                <w:rFonts w:hint="eastAsia"/>
                <w:color w:val="000000"/>
                <w:u w:val="none"/>
                <w:rtl/>
              </w:rPr>
              <w:t>فَإِذَا</w:t>
            </w:r>
            <w:r w:rsidRPr="00DE30EA">
              <w:rPr>
                <w:rStyle w:val="Hyperlink"/>
                <w:color w:val="000000"/>
                <w:u w:val="none"/>
                <w:rtl/>
              </w:rPr>
              <w:t xml:space="preserve"> </w:t>
            </w:r>
            <w:r w:rsidRPr="00DE30EA">
              <w:rPr>
                <w:rStyle w:val="Hyperlink"/>
                <w:rFonts w:hint="eastAsia"/>
                <w:color w:val="000000"/>
                <w:u w:val="none"/>
                <w:rtl/>
              </w:rPr>
              <w:t>خِفْتِ</w:t>
            </w:r>
            <w:r w:rsidRPr="00DE30EA">
              <w:rPr>
                <w:rStyle w:val="Hyperlink"/>
                <w:color w:val="000000"/>
                <w:u w:val="none"/>
                <w:rtl/>
              </w:rPr>
              <w:t xml:space="preserve"> </w:t>
            </w:r>
            <w:r w:rsidRPr="00DE30EA">
              <w:rPr>
                <w:rStyle w:val="Hyperlink"/>
                <w:rFonts w:hint="eastAsia"/>
                <w:color w:val="000000"/>
                <w:u w:val="none"/>
                <w:rtl/>
              </w:rPr>
              <w:t>عَلَيْهِ</w:t>
            </w:r>
            <w:r w:rsidRPr="00DE30EA">
              <w:rPr>
                <w:rStyle w:val="Hyperlink"/>
                <w:color w:val="000000"/>
                <w:u w:val="none"/>
                <w:rtl/>
              </w:rPr>
              <w:t xml:space="preserve"> </w:t>
            </w:r>
            <w:r w:rsidRPr="00DE30EA">
              <w:rPr>
                <w:rStyle w:val="Hyperlink"/>
                <w:rFonts w:hint="eastAsia"/>
                <w:color w:val="000000"/>
                <w:u w:val="none"/>
                <w:rtl/>
              </w:rPr>
              <w:t>فَاءَلْقِيهِ</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الْيَمِّ</w:t>
            </w:r>
            <w:r w:rsidRPr="00DE30EA">
              <w:rPr>
                <w:rStyle w:val="Hyperlink"/>
                <w:color w:val="000000"/>
                <w:u w:val="none"/>
                <w:rtl/>
              </w:rPr>
              <w:t xml:space="preserve"> </w:t>
            </w:r>
            <w:r w:rsidRPr="00DE30EA">
              <w:rPr>
                <w:rStyle w:val="Hyperlink"/>
                <w:rFonts w:hint="eastAsia"/>
                <w:color w:val="000000"/>
                <w:u w:val="none"/>
                <w:rtl/>
              </w:rPr>
              <w:t>وَلاَتَخَافِى</w:t>
            </w:r>
            <w:r w:rsidRPr="00DE30EA">
              <w:rPr>
                <w:rStyle w:val="Hyperlink"/>
                <w:color w:val="000000"/>
                <w:u w:val="none"/>
                <w:rtl/>
              </w:rPr>
              <w:t xml:space="preserve"> </w:t>
            </w:r>
            <w:r w:rsidRPr="00DE30EA">
              <w:rPr>
                <w:rStyle w:val="Hyperlink"/>
                <w:rFonts w:hint="eastAsia"/>
                <w:color w:val="000000"/>
                <w:u w:val="none"/>
                <w:rtl/>
              </w:rPr>
              <w:t>وَلاَ</w:t>
            </w:r>
            <w:r w:rsidRPr="00DE30EA">
              <w:rPr>
                <w:rStyle w:val="Hyperlink"/>
                <w:color w:val="000000"/>
                <w:u w:val="none"/>
                <w:rtl/>
              </w:rPr>
              <w:t xml:space="preserve"> </w:t>
            </w:r>
            <w:r w:rsidRPr="00DE30EA">
              <w:rPr>
                <w:rStyle w:val="Hyperlink"/>
                <w:rFonts w:hint="eastAsia"/>
                <w:color w:val="000000"/>
                <w:u w:val="none"/>
                <w:rtl/>
              </w:rPr>
              <w:t>تَحْزَنِىَّ</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ارَآدُّوهُ</w:t>
            </w:r>
            <w:r w:rsidRPr="00DE30EA">
              <w:rPr>
                <w:rStyle w:val="Hyperlink"/>
                <w:color w:val="000000"/>
                <w:u w:val="none"/>
                <w:rtl/>
              </w:rPr>
              <w:t xml:space="preserve"> </w:t>
            </w:r>
            <w:r w:rsidRPr="00DE30EA">
              <w:rPr>
                <w:rStyle w:val="Hyperlink"/>
                <w:rFonts w:hint="eastAsia"/>
                <w:color w:val="000000"/>
                <w:u w:val="none"/>
                <w:rtl/>
              </w:rPr>
              <w:t>إِلَيْكِ</w:t>
            </w:r>
            <w:r w:rsidRPr="00DE30EA">
              <w:rPr>
                <w:rStyle w:val="Hyperlink"/>
                <w:color w:val="000000"/>
                <w:u w:val="none"/>
                <w:rtl/>
              </w:rPr>
              <w:t xml:space="preserve"> </w:t>
            </w:r>
            <w:r w:rsidRPr="00DE30EA">
              <w:rPr>
                <w:rStyle w:val="Hyperlink"/>
                <w:rFonts w:hint="eastAsia"/>
                <w:color w:val="000000"/>
                <w:u w:val="none"/>
                <w:rtl/>
              </w:rPr>
              <w:t>وَجَاعِلُوهُ</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الْمُرْسَلِينَ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Toc362088583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13</w:t>
            </w:r>
            <w:r w:rsidRPr="00DE30EA">
              <w:rPr>
                <w:webHidden/>
                <w:rtl/>
              </w:rPr>
              <w:fldChar w:fldCharType="end"/>
            </w:r>
          </w:hyperlink>
        </w:p>
        <w:p w:rsidR="00514B31" w:rsidRPr="00DE30EA" w:rsidRDefault="00514B31" w:rsidP="00DE30EA">
          <w:pPr>
            <w:pStyle w:val="TOC1"/>
            <w:rPr>
              <w:rFonts w:eastAsiaTheme="minorEastAsia"/>
              <w:sz w:val="22"/>
              <w:rtl/>
            </w:rPr>
          </w:pPr>
          <w:hyperlink w:anchor="_Toc362088584" w:history="1">
            <w:r w:rsidRPr="00DE30EA">
              <w:rPr>
                <w:rStyle w:val="Hyperlink"/>
                <w:color w:val="000000"/>
                <w:u w:val="none"/>
                <w:rtl/>
              </w:rPr>
              <w:t>(8)</w:t>
            </w:r>
            <w:r w:rsidRPr="00DE30EA">
              <w:rPr>
                <w:rStyle w:val="Hyperlink"/>
                <w:color w:val="000000"/>
                <w:u w:val="none"/>
                <w:rtl/>
              </w:rPr>
              <w:t xml:space="preserve"> </w:t>
            </w:r>
            <w:r w:rsidRPr="00DE30EA">
              <w:rPr>
                <w:rStyle w:val="Hyperlink"/>
                <w:rFonts w:hint="eastAsia"/>
                <w:color w:val="000000"/>
                <w:u w:val="none"/>
                <w:rtl/>
              </w:rPr>
              <w:t>فَالْتَقَطَهُ</w:t>
            </w:r>
            <w:r w:rsidRPr="00DE30EA">
              <w:rPr>
                <w:rStyle w:val="Hyperlink"/>
                <w:color w:val="000000"/>
                <w:u w:val="none"/>
                <w:rtl/>
              </w:rPr>
              <w:t xml:space="preserve"> </w:t>
            </w:r>
            <w:r w:rsidRPr="00DE30EA">
              <w:rPr>
                <w:rStyle w:val="Hyperlink"/>
                <w:rFonts w:hint="eastAsia"/>
                <w:color w:val="000000"/>
                <w:u w:val="none"/>
                <w:rtl/>
              </w:rPr>
              <w:t>ءَالُ</w:t>
            </w:r>
            <w:r w:rsidRPr="00DE30EA">
              <w:rPr>
                <w:rStyle w:val="Hyperlink"/>
                <w:color w:val="000000"/>
                <w:u w:val="none"/>
                <w:rtl/>
              </w:rPr>
              <w:t xml:space="preserve"> </w:t>
            </w:r>
            <w:r w:rsidRPr="00DE30EA">
              <w:rPr>
                <w:rStyle w:val="Hyperlink"/>
                <w:rFonts w:hint="eastAsia"/>
                <w:color w:val="000000"/>
                <w:u w:val="none"/>
                <w:rtl/>
              </w:rPr>
              <w:t>فِرْعَوْنَ</w:t>
            </w:r>
            <w:r w:rsidRPr="00DE30EA">
              <w:rPr>
                <w:rStyle w:val="Hyperlink"/>
                <w:color w:val="000000"/>
                <w:u w:val="none"/>
                <w:rtl/>
              </w:rPr>
              <w:t xml:space="preserve"> </w:t>
            </w:r>
            <w:r w:rsidRPr="00DE30EA">
              <w:rPr>
                <w:rStyle w:val="Hyperlink"/>
                <w:rFonts w:hint="eastAsia"/>
                <w:color w:val="000000"/>
                <w:u w:val="none"/>
                <w:rtl/>
              </w:rPr>
              <w:t>لِيَكُونَ</w:t>
            </w:r>
            <w:r w:rsidRPr="00DE30EA">
              <w:rPr>
                <w:rStyle w:val="Hyperlink"/>
                <w:color w:val="000000"/>
                <w:u w:val="none"/>
                <w:rtl/>
              </w:rPr>
              <w:t xml:space="preserve"> </w:t>
            </w:r>
            <w:r w:rsidRPr="00DE30EA">
              <w:rPr>
                <w:rStyle w:val="Hyperlink"/>
                <w:rFonts w:hint="eastAsia"/>
                <w:color w:val="000000"/>
                <w:u w:val="none"/>
                <w:rtl/>
              </w:rPr>
              <w:t>لَهُمْ</w:t>
            </w:r>
            <w:r w:rsidRPr="00DE30EA">
              <w:rPr>
                <w:rStyle w:val="Hyperlink"/>
                <w:color w:val="000000"/>
                <w:u w:val="none"/>
                <w:rtl/>
              </w:rPr>
              <w:t xml:space="preserve"> </w:t>
            </w:r>
            <w:r w:rsidRPr="00DE30EA">
              <w:rPr>
                <w:rStyle w:val="Hyperlink"/>
                <w:rFonts w:hint="eastAsia"/>
                <w:color w:val="000000"/>
                <w:u w:val="none"/>
                <w:rtl/>
              </w:rPr>
              <w:t>عَدُوّاً</w:t>
            </w:r>
            <w:r w:rsidRPr="00DE30EA">
              <w:rPr>
                <w:rStyle w:val="Hyperlink"/>
                <w:color w:val="000000"/>
                <w:u w:val="none"/>
                <w:rtl/>
              </w:rPr>
              <w:t xml:space="preserve"> </w:t>
            </w:r>
            <w:r w:rsidRPr="00DE30EA">
              <w:rPr>
                <w:rStyle w:val="Hyperlink"/>
                <w:rFonts w:hint="eastAsia"/>
                <w:color w:val="000000"/>
                <w:u w:val="none"/>
                <w:rtl/>
              </w:rPr>
              <w:t>وَحَزَناً</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فِرْعَوْنَ</w:t>
            </w:r>
            <w:r w:rsidRPr="00DE30EA">
              <w:rPr>
                <w:rStyle w:val="Hyperlink"/>
                <w:color w:val="000000"/>
                <w:u w:val="none"/>
                <w:rtl/>
              </w:rPr>
              <w:t xml:space="preserve"> </w:t>
            </w:r>
            <w:r w:rsidRPr="00DE30EA">
              <w:rPr>
                <w:rStyle w:val="Hyperlink"/>
                <w:rFonts w:hint="eastAsia"/>
                <w:color w:val="000000"/>
                <w:u w:val="none"/>
                <w:rtl/>
              </w:rPr>
              <w:t>وَهَمَنَ</w:t>
            </w:r>
            <w:r w:rsidRPr="00DE30EA">
              <w:rPr>
                <w:rStyle w:val="Hyperlink"/>
                <w:color w:val="000000"/>
                <w:u w:val="none"/>
                <w:rtl/>
              </w:rPr>
              <w:t xml:space="preserve"> </w:t>
            </w:r>
            <w:r w:rsidRPr="00DE30EA">
              <w:rPr>
                <w:rStyle w:val="Hyperlink"/>
                <w:rFonts w:hint="eastAsia"/>
                <w:color w:val="000000"/>
                <w:u w:val="none"/>
                <w:rtl/>
              </w:rPr>
              <w:t>وَجُنُودَهُمَا</w:t>
            </w:r>
            <w:r w:rsidRPr="00DE30EA">
              <w:rPr>
                <w:rStyle w:val="Hyperlink"/>
                <w:color w:val="000000"/>
                <w:u w:val="none"/>
                <w:rtl/>
              </w:rPr>
              <w:t xml:space="preserve"> </w:t>
            </w:r>
            <w:r w:rsidRPr="00DE30EA">
              <w:rPr>
                <w:rStyle w:val="Hyperlink"/>
                <w:rFonts w:hint="eastAsia"/>
                <w:color w:val="000000"/>
                <w:u w:val="none"/>
                <w:rtl/>
              </w:rPr>
              <w:t>كَانُواْخَطِئِينَ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Toc362088584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13</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85"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Toc362088585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8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Toc362088586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14B31" w:rsidRPr="00DE30EA" w:rsidRDefault="00514B31" w:rsidP="00DE30EA">
          <w:pPr>
            <w:pStyle w:val="TOC1"/>
            <w:rPr>
              <w:rFonts w:eastAsiaTheme="minorEastAsia"/>
              <w:sz w:val="22"/>
              <w:rtl/>
            </w:rPr>
          </w:pPr>
          <w:hyperlink w:anchor="_Toc362088587" w:history="1">
            <w:r w:rsidRPr="00DE30EA">
              <w:rPr>
                <w:rStyle w:val="Hyperlink"/>
                <w:color w:val="000000"/>
                <w:u w:val="none"/>
                <w:rtl/>
              </w:rPr>
              <w:t>(9)</w:t>
            </w:r>
            <w:r w:rsidRPr="00DE30EA">
              <w:rPr>
                <w:rStyle w:val="Hyperlink"/>
                <w:color w:val="000000"/>
                <w:u w:val="none"/>
                <w:rtl/>
              </w:rPr>
              <w:t xml:space="preserve"> </w:t>
            </w:r>
            <w:r w:rsidRPr="00DE30EA">
              <w:rPr>
                <w:rStyle w:val="Hyperlink"/>
                <w:rFonts w:hint="eastAsia"/>
                <w:color w:val="000000"/>
                <w:u w:val="none"/>
                <w:rtl/>
              </w:rPr>
              <w:t>وَقَالَتِ</w:t>
            </w:r>
            <w:r w:rsidRPr="00DE30EA">
              <w:rPr>
                <w:rStyle w:val="Hyperlink"/>
                <w:color w:val="000000"/>
                <w:u w:val="none"/>
                <w:rtl/>
              </w:rPr>
              <w:t xml:space="preserve"> </w:t>
            </w:r>
            <w:r w:rsidRPr="00DE30EA">
              <w:rPr>
                <w:rStyle w:val="Hyperlink"/>
                <w:rFonts w:hint="eastAsia"/>
                <w:color w:val="000000"/>
                <w:u w:val="none"/>
                <w:rtl/>
              </w:rPr>
              <w:t>امْرَاءَتُ</w:t>
            </w:r>
            <w:r w:rsidRPr="00DE30EA">
              <w:rPr>
                <w:rStyle w:val="Hyperlink"/>
                <w:color w:val="000000"/>
                <w:u w:val="none"/>
                <w:rtl/>
              </w:rPr>
              <w:t xml:space="preserve"> </w:t>
            </w:r>
            <w:r w:rsidRPr="00DE30EA">
              <w:rPr>
                <w:rStyle w:val="Hyperlink"/>
                <w:rFonts w:hint="eastAsia"/>
                <w:color w:val="000000"/>
                <w:u w:val="none"/>
                <w:rtl/>
              </w:rPr>
              <w:t>فِرْعَوْنَ</w:t>
            </w:r>
            <w:r w:rsidRPr="00DE30EA">
              <w:rPr>
                <w:rStyle w:val="Hyperlink"/>
                <w:color w:val="000000"/>
                <w:u w:val="none"/>
                <w:rtl/>
              </w:rPr>
              <w:t xml:space="preserve"> </w:t>
            </w:r>
            <w:r w:rsidRPr="00DE30EA">
              <w:rPr>
                <w:rStyle w:val="Hyperlink"/>
                <w:rFonts w:hint="eastAsia"/>
                <w:color w:val="000000"/>
                <w:u w:val="none"/>
                <w:rtl/>
              </w:rPr>
              <w:t>قُرَّتُ</w:t>
            </w:r>
            <w:r w:rsidRPr="00DE30EA">
              <w:rPr>
                <w:rStyle w:val="Hyperlink"/>
                <w:color w:val="000000"/>
                <w:u w:val="none"/>
                <w:rtl/>
              </w:rPr>
              <w:t xml:space="preserve"> </w:t>
            </w:r>
            <w:r w:rsidRPr="00DE30EA">
              <w:rPr>
                <w:rStyle w:val="Hyperlink"/>
                <w:rFonts w:hint="eastAsia"/>
                <w:color w:val="000000"/>
                <w:u w:val="none"/>
                <w:rtl/>
              </w:rPr>
              <w:t>عَيْنٍ</w:t>
            </w:r>
            <w:r w:rsidRPr="00DE30EA">
              <w:rPr>
                <w:rStyle w:val="Hyperlink"/>
                <w:color w:val="000000"/>
                <w:u w:val="none"/>
                <w:rtl/>
              </w:rPr>
              <w:t xml:space="preserve"> </w:t>
            </w:r>
            <w:r w:rsidRPr="00DE30EA">
              <w:rPr>
                <w:rStyle w:val="Hyperlink"/>
                <w:rFonts w:hint="eastAsia"/>
                <w:color w:val="000000"/>
                <w:u w:val="none"/>
                <w:rtl/>
              </w:rPr>
              <w:t>لِّى</w:t>
            </w:r>
            <w:r w:rsidRPr="00DE30EA">
              <w:rPr>
                <w:rStyle w:val="Hyperlink"/>
                <w:color w:val="000000"/>
                <w:u w:val="none"/>
                <w:rtl/>
              </w:rPr>
              <w:t xml:space="preserve"> </w:t>
            </w:r>
            <w:r w:rsidRPr="00DE30EA">
              <w:rPr>
                <w:rStyle w:val="Hyperlink"/>
                <w:rFonts w:hint="eastAsia"/>
                <w:color w:val="000000"/>
                <w:u w:val="none"/>
                <w:rtl/>
              </w:rPr>
              <w:t>وَلَكَ</w:t>
            </w:r>
            <w:r w:rsidRPr="00DE30EA">
              <w:rPr>
                <w:rStyle w:val="Hyperlink"/>
                <w:color w:val="000000"/>
                <w:u w:val="none"/>
                <w:rtl/>
              </w:rPr>
              <w:t xml:space="preserve"> </w:t>
            </w:r>
            <w:r w:rsidRPr="00DE30EA">
              <w:rPr>
                <w:rStyle w:val="Hyperlink"/>
                <w:rFonts w:hint="eastAsia"/>
                <w:color w:val="000000"/>
                <w:u w:val="none"/>
                <w:rtl/>
              </w:rPr>
              <w:t>لاَتَقْتُلُوهُ</w:t>
            </w:r>
            <w:r w:rsidRPr="00DE30EA">
              <w:rPr>
                <w:rStyle w:val="Hyperlink"/>
                <w:color w:val="000000"/>
                <w:u w:val="none"/>
                <w:rtl/>
              </w:rPr>
              <w:t xml:space="preserve"> </w:t>
            </w:r>
            <w:r w:rsidRPr="00DE30EA">
              <w:rPr>
                <w:rStyle w:val="Hyperlink"/>
                <w:rFonts w:hint="eastAsia"/>
                <w:color w:val="000000"/>
                <w:u w:val="none"/>
                <w:rtl/>
              </w:rPr>
              <w:t>عَسَىَّ</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يَنفَعَنَآ</w:t>
            </w:r>
            <w:r w:rsidRPr="00DE30EA">
              <w:rPr>
                <w:rStyle w:val="Hyperlink"/>
                <w:color w:val="000000"/>
                <w:u w:val="none"/>
                <w:rtl/>
              </w:rPr>
              <w:t xml:space="preserve"> </w:t>
            </w:r>
            <w:r w:rsidRPr="00DE30EA">
              <w:rPr>
                <w:rStyle w:val="Hyperlink"/>
                <w:rFonts w:hint="eastAsia"/>
                <w:color w:val="000000"/>
                <w:u w:val="none"/>
                <w:rtl/>
              </w:rPr>
              <w:t>اءَوْ</w:t>
            </w:r>
            <w:r w:rsidRPr="00DE30EA">
              <w:rPr>
                <w:rStyle w:val="Hyperlink"/>
                <w:color w:val="000000"/>
                <w:u w:val="none"/>
                <w:rtl/>
              </w:rPr>
              <w:t xml:space="preserve"> </w:t>
            </w:r>
            <w:r w:rsidRPr="00DE30EA">
              <w:rPr>
                <w:rStyle w:val="Hyperlink"/>
                <w:rFonts w:hint="eastAsia"/>
                <w:color w:val="000000"/>
                <w:u w:val="none"/>
                <w:rtl/>
              </w:rPr>
              <w:t>نَتَّخِذَهُ</w:t>
            </w:r>
            <w:r w:rsidRPr="00DE30EA">
              <w:rPr>
                <w:rStyle w:val="Hyperlink"/>
                <w:color w:val="000000"/>
                <w:u w:val="none"/>
                <w:rtl/>
              </w:rPr>
              <w:t xml:space="preserve"> </w:t>
            </w:r>
            <w:r w:rsidRPr="00DE30EA">
              <w:rPr>
                <w:rStyle w:val="Hyperlink"/>
                <w:rFonts w:hint="eastAsia"/>
                <w:color w:val="000000"/>
                <w:u w:val="none"/>
                <w:rtl/>
              </w:rPr>
              <w:t>وَلَداً</w:t>
            </w:r>
            <w:r w:rsidRPr="00DE30EA">
              <w:rPr>
                <w:rStyle w:val="Hyperlink"/>
                <w:color w:val="000000"/>
                <w:u w:val="none"/>
                <w:rtl/>
              </w:rPr>
              <w:t xml:space="preserve"> </w:t>
            </w:r>
            <w:r w:rsidRPr="00DE30EA">
              <w:rPr>
                <w:rStyle w:val="Hyperlink"/>
                <w:rFonts w:hint="eastAsia"/>
                <w:color w:val="000000"/>
                <w:u w:val="none"/>
                <w:rtl/>
              </w:rPr>
              <w:t>وَهُمْ</w:t>
            </w:r>
            <w:r w:rsidRPr="00DE30EA">
              <w:rPr>
                <w:rStyle w:val="Hyperlink"/>
                <w:color w:val="000000"/>
                <w:u w:val="none"/>
                <w:rtl/>
              </w:rPr>
              <w:t xml:space="preserve"> </w:t>
            </w:r>
            <w:r w:rsidRPr="00DE30EA">
              <w:rPr>
                <w:rStyle w:val="Hyperlink"/>
                <w:rFonts w:hint="eastAsia"/>
                <w:color w:val="000000"/>
                <w:u w:val="none"/>
                <w:rtl/>
              </w:rPr>
              <w:t>لاَيَشْعُرُونَ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Toc362088587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16</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88"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Toc362088588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89"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Toc362088589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590" w:history="1">
            <w:r w:rsidRPr="00BA665B">
              <w:rPr>
                <w:rStyle w:val="Hyperlink"/>
                <w:rtl/>
              </w:rPr>
              <w:t>(10)</w:t>
            </w:r>
            <w:r w:rsidRPr="00BA665B">
              <w:rPr>
                <w:rStyle w:val="Hyperlink"/>
                <w:rtl/>
              </w:rPr>
              <w:t xml:space="preserve"> </w:t>
            </w:r>
            <w:r w:rsidRPr="00BA665B">
              <w:rPr>
                <w:rStyle w:val="Hyperlink"/>
                <w:rFonts w:hint="eastAsia"/>
                <w:rtl/>
              </w:rPr>
              <w:t>وَاءَصْبَحَ</w:t>
            </w:r>
            <w:r w:rsidRPr="00BA665B">
              <w:rPr>
                <w:rStyle w:val="Hyperlink"/>
                <w:rtl/>
              </w:rPr>
              <w:t xml:space="preserve"> </w:t>
            </w:r>
            <w:r w:rsidRPr="00BA665B">
              <w:rPr>
                <w:rStyle w:val="Hyperlink"/>
                <w:rFonts w:hint="eastAsia"/>
                <w:rtl/>
              </w:rPr>
              <w:t>فُؤَادُ</w:t>
            </w:r>
            <w:r w:rsidRPr="00BA665B">
              <w:rPr>
                <w:rStyle w:val="Hyperlink"/>
                <w:rtl/>
              </w:rPr>
              <w:t xml:space="preserve"> </w:t>
            </w:r>
            <w:r w:rsidRPr="00BA665B">
              <w:rPr>
                <w:rStyle w:val="Hyperlink"/>
                <w:rFonts w:hint="eastAsia"/>
                <w:rtl/>
              </w:rPr>
              <w:t>اءُمِّ</w:t>
            </w:r>
            <w:r w:rsidRPr="00BA665B">
              <w:rPr>
                <w:rStyle w:val="Hyperlink"/>
                <w:rtl/>
              </w:rPr>
              <w:t xml:space="preserve"> </w:t>
            </w:r>
            <w:r w:rsidRPr="00BA665B">
              <w:rPr>
                <w:rStyle w:val="Hyperlink"/>
                <w:rFonts w:hint="eastAsia"/>
                <w:rtl/>
              </w:rPr>
              <w:t>مُوسَى</w:t>
            </w:r>
            <w:r w:rsidRPr="00BA665B">
              <w:rPr>
                <w:rStyle w:val="Hyperlink"/>
                <w:rtl/>
              </w:rPr>
              <w:t xml:space="preserve"> </w:t>
            </w:r>
            <w:r w:rsidRPr="00BA665B">
              <w:rPr>
                <w:rStyle w:val="Hyperlink"/>
                <w:rFonts w:hint="eastAsia"/>
                <w:rtl/>
              </w:rPr>
              <w:t>فَرِغاً</w:t>
            </w:r>
            <w:r w:rsidRPr="00BA665B">
              <w:rPr>
                <w:rStyle w:val="Hyperlink"/>
                <w:rtl/>
              </w:rPr>
              <w:t xml:space="preserve"> </w:t>
            </w:r>
            <w:r w:rsidRPr="00BA665B">
              <w:rPr>
                <w:rStyle w:val="Hyperlink"/>
                <w:rFonts w:hint="eastAsia"/>
                <w:rtl/>
              </w:rPr>
              <w:t>إِن</w:t>
            </w:r>
            <w:r w:rsidRPr="00BA665B">
              <w:rPr>
                <w:rStyle w:val="Hyperlink"/>
                <w:rtl/>
              </w:rPr>
              <w:t xml:space="preserve"> </w:t>
            </w:r>
            <w:r w:rsidRPr="00BA665B">
              <w:rPr>
                <w:rStyle w:val="Hyperlink"/>
                <w:rFonts w:hint="eastAsia"/>
                <w:rtl/>
              </w:rPr>
              <w:t>كَادَتْ</w:t>
            </w:r>
            <w:r w:rsidRPr="00BA665B">
              <w:rPr>
                <w:rStyle w:val="Hyperlink"/>
                <w:rtl/>
              </w:rPr>
              <w:t xml:space="preserve"> </w:t>
            </w:r>
            <w:r w:rsidRPr="00BA665B">
              <w:rPr>
                <w:rStyle w:val="Hyperlink"/>
                <w:rFonts w:hint="eastAsia"/>
                <w:rtl/>
              </w:rPr>
              <w:t>لَتُبْدِى</w:t>
            </w:r>
            <w:r w:rsidRPr="00BA665B">
              <w:rPr>
                <w:rStyle w:val="Hyperlink"/>
                <w:rtl/>
              </w:rPr>
              <w:t xml:space="preserve"> </w:t>
            </w:r>
            <w:r w:rsidRPr="00BA665B">
              <w:rPr>
                <w:rStyle w:val="Hyperlink"/>
                <w:rFonts w:hint="eastAsia"/>
                <w:rtl/>
              </w:rPr>
              <w:t>بِهِ</w:t>
            </w:r>
            <w:r w:rsidRPr="00BA665B">
              <w:rPr>
                <w:rStyle w:val="Hyperlink"/>
                <w:rtl/>
              </w:rPr>
              <w:t xml:space="preserve"> </w:t>
            </w:r>
            <w:r w:rsidRPr="00BA665B">
              <w:rPr>
                <w:rStyle w:val="Hyperlink"/>
                <w:rFonts w:hint="eastAsia"/>
                <w:rtl/>
              </w:rPr>
              <w:t>لَوْلاََّ</w:t>
            </w:r>
            <w:r w:rsidRPr="00BA665B">
              <w:rPr>
                <w:rStyle w:val="Hyperlink"/>
                <w:rtl/>
              </w:rPr>
              <w:t xml:space="preserve"> </w:t>
            </w:r>
            <w:r w:rsidRPr="00BA665B">
              <w:rPr>
                <w:rStyle w:val="Hyperlink"/>
                <w:rFonts w:hint="eastAsia"/>
                <w:rtl/>
              </w:rPr>
              <w:t>اءَن</w:t>
            </w:r>
            <w:r w:rsidRPr="00BA665B">
              <w:rPr>
                <w:rStyle w:val="Hyperlink"/>
                <w:rtl/>
              </w:rPr>
              <w:t xml:space="preserve"> </w:t>
            </w:r>
            <w:r w:rsidRPr="00BA665B">
              <w:rPr>
                <w:rStyle w:val="Hyperlink"/>
                <w:rFonts w:hint="eastAsia"/>
                <w:rtl/>
              </w:rPr>
              <w:t>رَّبَطْنَاعَلَى</w:t>
            </w:r>
            <w:r w:rsidRPr="00BA665B">
              <w:rPr>
                <w:rStyle w:val="Hyperlink"/>
                <w:rtl/>
              </w:rPr>
              <w:t xml:space="preserve"> </w:t>
            </w:r>
            <w:r w:rsidRPr="00BA665B">
              <w:rPr>
                <w:rStyle w:val="Hyperlink"/>
                <w:rFonts w:hint="eastAsia"/>
                <w:rtl/>
              </w:rPr>
              <w:t>قَلْبِهَا</w:t>
            </w:r>
            <w:r w:rsidRPr="00BA665B">
              <w:rPr>
                <w:rStyle w:val="Hyperlink"/>
                <w:rtl/>
              </w:rPr>
              <w:t xml:space="preserve"> </w:t>
            </w:r>
            <w:r w:rsidRPr="00BA665B">
              <w:rPr>
                <w:rStyle w:val="Hyperlink"/>
                <w:rFonts w:hint="eastAsia"/>
                <w:rtl/>
              </w:rPr>
              <w:t>لِتَكُونَ</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الْمُؤْمِنِينَ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Toc362088590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591" w:history="1">
            <w:r w:rsidRPr="00BA665B">
              <w:rPr>
                <w:rStyle w:val="Hyperlink"/>
                <w:rtl/>
              </w:rPr>
              <w:t>(11)</w:t>
            </w:r>
            <w:r w:rsidRPr="00BA665B">
              <w:rPr>
                <w:rStyle w:val="Hyperlink"/>
                <w:rtl/>
              </w:rPr>
              <w:t xml:space="preserve"> </w:t>
            </w:r>
            <w:r w:rsidRPr="00BA665B">
              <w:rPr>
                <w:rStyle w:val="Hyperlink"/>
                <w:rFonts w:hint="eastAsia"/>
                <w:rtl/>
              </w:rPr>
              <w:t>وَقَالَتْ</w:t>
            </w:r>
            <w:r w:rsidRPr="00BA665B">
              <w:rPr>
                <w:rStyle w:val="Hyperlink"/>
                <w:rtl/>
              </w:rPr>
              <w:t xml:space="preserve"> </w:t>
            </w:r>
            <w:r w:rsidRPr="00BA665B">
              <w:rPr>
                <w:rStyle w:val="Hyperlink"/>
                <w:rFonts w:hint="eastAsia"/>
                <w:rtl/>
              </w:rPr>
              <w:t>لاُِخْتِهِ</w:t>
            </w:r>
            <w:r w:rsidRPr="00BA665B">
              <w:rPr>
                <w:rStyle w:val="Hyperlink"/>
                <w:rtl/>
              </w:rPr>
              <w:t xml:space="preserve"> </w:t>
            </w:r>
            <w:r w:rsidRPr="00BA665B">
              <w:rPr>
                <w:rStyle w:val="Hyperlink"/>
                <w:rFonts w:hint="eastAsia"/>
                <w:rtl/>
              </w:rPr>
              <w:t>قُصِّيهِ</w:t>
            </w:r>
            <w:r w:rsidRPr="00BA665B">
              <w:rPr>
                <w:rStyle w:val="Hyperlink"/>
                <w:rtl/>
              </w:rPr>
              <w:t xml:space="preserve"> </w:t>
            </w:r>
            <w:r w:rsidRPr="00BA665B">
              <w:rPr>
                <w:rStyle w:val="Hyperlink"/>
                <w:rFonts w:hint="eastAsia"/>
                <w:rtl/>
              </w:rPr>
              <w:t>فَبَصُرَتْ</w:t>
            </w:r>
            <w:r w:rsidRPr="00BA665B">
              <w:rPr>
                <w:rStyle w:val="Hyperlink"/>
                <w:rtl/>
              </w:rPr>
              <w:t xml:space="preserve"> </w:t>
            </w:r>
            <w:r w:rsidRPr="00BA665B">
              <w:rPr>
                <w:rStyle w:val="Hyperlink"/>
                <w:rFonts w:hint="eastAsia"/>
                <w:rtl/>
              </w:rPr>
              <w:t>بِهِ</w:t>
            </w:r>
            <w:r w:rsidRPr="00BA665B">
              <w:rPr>
                <w:rStyle w:val="Hyperlink"/>
                <w:rtl/>
              </w:rPr>
              <w:t xml:space="preserve"> </w:t>
            </w:r>
            <w:r w:rsidRPr="00BA665B">
              <w:rPr>
                <w:rStyle w:val="Hyperlink"/>
                <w:rFonts w:hint="eastAsia"/>
                <w:rtl/>
              </w:rPr>
              <w:t>عَن</w:t>
            </w:r>
            <w:r w:rsidRPr="00BA665B">
              <w:rPr>
                <w:rStyle w:val="Hyperlink"/>
                <w:rtl/>
              </w:rPr>
              <w:t xml:space="preserve"> </w:t>
            </w:r>
            <w:r w:rsidRPr="00BA665B">
              <w:rPr>
                <w:rStyle w:val="Hyperlink"/>
                <w:rFonts w:hint="eastAsia"/>
                <w:rtl/>
              </w:rPr>
              <w:t>جُنُبٍ</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هُمْ</w:t>
            </w:r>
            <w:r w:rsidRPr="00BA665B">
              <w:rPr>
                <w:rStyle w:val="Hyperlink"/>
                <w:rtl/>
              </w:rPr>
              <w:t xml:space="preserve"> </w:t>
            </w:r>
            <w:r w:rsidRPr="00BA665B">
              <w:rPr>
                <w:rStyle w:val="Hyperlink"/>
                <w:rFonts w:hint="eastAsia"/>
                <w:rtl/>
              </w:rPr>
              <w:t>لاَيَشْعُرُونَ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Toc362088591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92"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Toc362088592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93"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Toc362088593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14B31" w:rsidRPr="00DE30EA" w:rsidRDefault="00514B31" w:rsidP="00DE30EA">
          <w:pPr>
            <w:pStyle w:val="TOC1"/>
            <w:rPr>
              <w:rFonts w:eastAsiaTheme="minorEastAsia"/>
              <w:sz w:val="22"/>
              <w:rtl/>
            </w:rPr>
          </w:pPr>
          <w:hyperlink w:anchor="_Toc362088594" w:history="1">
            <w:r w:rsidRPr="00DE30EA">
              <w:rPr>
                <w:rStyle w:val="Hyperlink"/>
                <w:color w:val="000000"/>
                <w:u w:val="none"/>
                <w:rtl/>
              </w:rPr>
              <w:t>(12)</w:t>
            </w:r>
            <w:r w:rsidRPr="00DE30EA">
              <w:rPr>
                <w:rStyle w:val="Hyperlink"/>
                <w:color w:val="000000"/>
                <w:u w:val="none"/>
                <w:rtl/>
              </w:rPr>
              <w:t xml:space="preserve"> </w:t>
            </w:r>
            <w:r w:rsidRPr="00DE30EA">
              <w:rPr>
                <w:rStyle w:val="Hyperlink"/>
                <w:rFonts w:hint="eastAsia"/>
                <w:color w:val="000000"/>
                <w:u w:val="none"/>
                <w:rtl/>
              </w:rPr>
              <w:t>وَحَرَّمْنَا</w:t>
            </w:r>
            <w:r w:rsidRPr="00DE30EA">
              <w:rPr>
                <w:rStyle w:val="Hyperlink"/>
                <w:color w:val="000000"/>
                <w:u w:val="none"/>
                <w:rtl/>
              </w:rPr>
              <w:t xml:space="preserve"> </w:t>
            </w:r>
            <w:r w:rsidRPr="00DE30EA">
              <w:rPr>
                <w:rStyle w:val="Hyperlink"/>
                <w:rFonts w:hint="eastAsia"/>
                <w:color w:val="000000"/>
                <w:u w:val="none"/>
                <w:rtl/>
              </w:rPr>
              <w:t>عَلَيْهِ</w:t>
            </w:r>
            <w:r w:rsidRPr="00DE30EA">
              <w:rPr>
                <w:rStyle w:val="Hyperlink"/>
                <w:color w:val="000000"/>
                <w:u w:val="none"/>
                <w:rtl/>
              </w:rPr>
              <w:t xml:space="preserve"> </w:t>
            </w:r>
            <w:r w:rsidRPr="00DE30EA">
              <w:rPr>
                <w:rStyle w:val="Hyperlink"/>
                <w:rFonts w:hint="eastAsia"/>
                <w:color w:val="000000"/>
                <w:u w:val="none"/>
                <w:rtl/>
              </w:rPr>
              <w:t>الْمَرَاضِعَ</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قَبْلُ</w:t>
            </w:r>
            <w:r w:rsidRPr="00DE30EA">
              <w:rPr>
                <w:rStyle w:val="Hyperlink"/>
                <w:color w:val="000000"/>
                <w:u w:val="none"/>
                <w:rtl/>
              </w:rPr>
              <w:t xml:space="preserve"> </w:t>
            </w:r>
            <w:r w:rsidRPr="00DE30EA">
              <w:rPr>
                <w:rStyle w:val="Hyperlink"/>
                <w:rFonts w:hint="eastAsia"/>
                <w:color w:val="000000"/>
                <w:u w:val="none"/>
                <w:rtl/>
              </w:rPr>
              <w:t>فَقَالَتْ</w:t>
            </w:r>
            <w:r w:rsidRPr="00DE30EA">
              <w:rPr>
                <w:rStyle w:val="Hyperlink"/>
                <w:color w:val="000000"/>
                <w:u w:val="none"/>
                <w:rtl/>
              </w:rPr>
              <w:t xml:space="preserve"> </w:t>
            </w:r>
            <w:r w:rsidRPr="00DE30EA">
              <w:rPr>
                <w:rStyle w:val="Hyperlink"/>
                <w:rFonts w:hint="eastAsia"/>
                <w:color w:val="000000"/>
                <w:u w:val="none"/>
                <w:rtl/>
              </w:rPr>
              <w:t>هَلْ</w:t>
            </w:r>
            <w:r w:rsidRPr="00DE30EA">
              <w:rPr>
                <w:rStyle w:val="Hyperlink"/>
                <w:color w:val="000000"/>
                <w:u w:val="none"/>
                <w:rtl/>
              </w:rPr>
              <w:t xml:space="preserve"> </w:t>
            </w:r>
            <w:r w:rsidRPr="00DE30EA">
              <w:rPr>
                <w:rStyle w:val="Hyperlink"/>
                <w:rFonts w:hint="eastAsia"/>
                <w:color w:val="000000"/>
                <w:u w:val="none"/>
                <w:rtl/>
              </w:rPr>
              <w:t>اءَدُلُّكُمْ</w:t>
            </w:r>
            <w:r w:rsidRPr="00DE30EA">
              <w:rPr>
                <w:rStyle w:val="Hyperlink"/>
                <w:color w:val="000000"/>
                <w:u w:val="none"/>
                <w:rtl/>
              </w:rPr>
              <w:t xml:space="preserve"> </w:t>
            </w:r>
            <w:r w:rsidRPr="00DE30EA">
              <w:rPr>
                <w:rStyle w:val="Hyperlink"/>
                <w:rFonts w:hint="eastAsia"/>
                <w:color w:val="000000"/>
                <w:u w:val="none"/>
                <w:rtl/>
              </w:rPr>
              <w:t>عَلَىَّ</w:t>
            </w:r>
            <w:r w:rsidRPr="00DE30EA">
              <w:rPr>
                <w:rStyle w:val="Hyperlink"/>
                <w:color w:val="000000"/>
                <w:u w:val="none"/>
                <w:rtl/>
              </w:rPr>
              <w:t xml:space="preserve"> </w:t>
            </w:r>
            <w:r w:rsidRPr="00DE30EA">
              <w:rPr>
                <w:rStyle w:val="Hyperlink"/>
                <w:rFonts w:hint="eastAsia"/>
                <w:color w:val="000000"/>
                <w:u w:val="none"/>
                <w:rtl/>
              </w:rPr>
              <w:t>اءَهْلِ</w:t>
            </w:r>
            <w:r w:rsidRPr="00DE30EA">
              <w:rPr>
                <w:rStyle w:val="Hyperlink"/>
                <w:color w:val="000000"/>
                <w:u w:val="none"/>
                <w:rtl/>
              </w:rPr>
              <w:t xml:space="preserve"> </w:t>
            </w:r>
            <w:r w:rsidRPr="00DE30EA">
              <w:rPr>
                <w:rStyle w:val="Hyperlink"/>
                <w:rFonts w:hint="eastAsia"/>
                <w:color w:val="000000"/>
                <w:u w:val="none"/>
                <w:rtl/>
              </w:rPr>
              <w:t>بَيْتٍ</w:t>
            </w:r>
            <w:r w:rsidRPr="00DE30EA">
              <w:rPr>
                <w:rStyle w:val="Hyperlink"/>
                <w:color w:val="000000"/>
                <w:u w:val="none"/>
                <w:rtl/>
              </w:rPr>
              <w:t xml:space="preserve"> </w:t>
            </w:r>
            <w:r w:rsidRPr="00DE30EA">
              <w:rPr>
                <w:rStyle w:val="Hyperlink"/>
                <w:rFonts w:hint="eastAsia"/>
                <w:color w:val="000000"/>
                <w:u w:val="none"/>
                <w:rtl/>
              </w:rPr>
              <w:t>يَكْفُلُونَهُ</w:t>
            </w:r>
            <w:r w:rsidRPr="00DE30EA">
              <w:rPr>
                <w:rStyle w:val="Hyperlink"/>
                <w:color w:val="000000"/>
                <w:u w:val="none"/>
                <w:rtl/>
              </w:rPr>
              <w:t xml:space="preserve"> </w:t>
            </w:r>
            <w:r w:rsidRPr="00DE30EA">
              <w:rPr>
                <w:rStyle w:val="Hyperlink"/>
                <w:rFonts w:hint="eastAsia"/>
                <w:color w:val="000000"/>
                <w:u w:val="none"/>
                <w:rtl/>
              </w:rPr>
              <w:t>لَكُمْ</w:t>
            </w:r>
            <w:r w:rsidRPr="00DE30EA">
              <w:rPr>
                <w:rStyle w:val="Hyperlink"/>
                <w:color w:val="000000"/>
                <w:u w:val="none"/>
                <w:rtl/>
              </w:rPr>
              <w:t xml:space="preserve"> </w:t>
            </w:r>
            <w:r w:rsidRPr="00DE30EA">
              <w:rPr>
                <w:rStyle w:val="Hyperlink"/>
                <w:rFonts w:hint="eastAsia"/>
                <w:color w:val="000000"/>
                <w:u w:val="none"/>
                <w:rtl/>
              </w:rPr>
              <w:t>وَهُمْ</w:t>
            </w:r>
            <w:r w:rsidRPr="00DE30EA">
              <w:rPr>
                <w:rStyle w:val="Hyperlink"/>
                <w:color w:val="000000"/>
                <w:u w:val="none"/>
                <w:rtl/>
              </w:rPr>
              <w:t xml:space="preserve"> </w:t>
            </w:r>
            <w:r w:rsidRPr="00DE30EA">
              <w:rPr>
                <w:rStyle w:val="Hyperlink"/>
                <w:rFonts w:hint="eastAsia"/>
                <w:color w:val="000000"/>
                <w:u w:val="none"/>
                <w:rtl/>
              </w:rPr>
              <w:t>لَهُ</w:t>
            </w:r>
            <w:r w:rsidRPr="00DE30EA">
              <w:rPr>
                <w:rStyle w:val="Hyperlink"/>
                <w:color w:val="000000"/>
                <w:u w:val="none"/>
                <w:rtl/>
              </w:rPr>
              <w:t xml:space="preserve"> </w:t>
            </w:r>
            <w:r w:rsidRPr="00DE30EA">
              <w:rPr>
                <w:rStyle w:val="Hyperlink"/>
                <w:rFonts w:hint="eastAsia"/>
                <w:color w:val="000000"/>
                <w:u w:val="none"/>
                <w:rtl/>
              </w:rPr>
              <w:t>نَصِحُونَ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Toc362088594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21</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95"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Toc362088595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9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Toc362088596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14B31" w:rsidRPr="00DE30EA" w:rsidRDefault="00514B31" w:rsidP="00DE30EA">
          <w:pPr>
            <w:pStyle w:val="TOC1"/>
            <w:rPr>
              <w:rFonts w:eastAsiaTheme="minorEastAsia"/>
              <w:sz w:val="22"/>
              <w:rtl/>
            </w:rPr>
          </w:pPr>
          <w:hyperlink w:anchor="_Toc362088597" w:history="1">
            <w:r w:rsidRPr="00DE30EA">
              <w:rPr>
                <w:rStyle w:val="Hyperlink"/>
                <w:color w:val="000000"/>
                <w:u w:val="none"/>
                <w:rtl/>
              </w:rPr>
              <w:t>(13)</w:t>
            </w:r>
            <w:r w:rsidRPr="00DE30EA">
              <w:rPr>
                <w:rStyle w:val="Hyperlink"/>
                <w:color w:val="000000"/>
                <w:u w:val="none"/>
                <w:rtl/>
              </w:rPr>
              <w:t xml:space="preserve"> </w:t>
            </w:r>
            <w:r w:rsidRPr="00DE30EA">
              <w:rPr>
                <w:rStyle w:val="Hyperlink"/>
                <w:rFonts w:hint="eastAsia"/>
                <w:color w:val="000000"/>
                <w:u w:val="none"/>
                <w:rtl/>
              </w:rPr>
              <w:t>فَرَدَدْنَهُ</w:t>
            </w:r>
            <w:r w:rsidRPr="00DE30EA">
              <w:rPr>
                <w:rStyle w:val="Hyperlink"/>
                <w:color w:val="000000"/>
                <w:u w:val="none"/>
                <w:rtl/>
              </w:rPr>
              <w:t xml:space="preserve"> </w:t>
            </w:r>
            <w:r w:rsidRPr="00DE30EA">
              <w:rPr>
                <w:rStyle w:val="Hyperlink"/>
                <w:rFonts w:hint="eastAsia"/>
                <w:color w:val="000000"/>
                <w:u w:val="none"/>
                <w:rtl/>
              </w:rPr>
              <w:t>إِلَىَّ</w:t>
            </w:r>
            <w:r w:rsidRPr="00DE30EA">
              <w:rPr>
                <w:rStyle w:val="Hyperlink"/>
                <w:color w:val="000000"/>
                <w:u w:val="none"/>
                <w:rtl/>
              </w:rPr>
              <w:t xml:space="preserve"> </w:t>
            </w:r>
            <w:r w:rsidRPr="00DE30EA">
              <w:rPr>
                <w:rStyle w:val="Hyperlink"/>
                <w:rFonts w:hint="eastAsia"/>
                <w:color w:val="000000"/>
                <w:u w:val="none"/>
                <w:rtl/>
              </w:rPr>
              <w:t>اءُمِّهِ</w:t>
            </w:r>
            <w:r w:rsidRPr="00DE30EA">
              <w:rPr>
                <w:rStyle w:val="Hyperlink"/>
                <w:color w:val="000000"/>
                <w:u w:val="none"/>
                <w:rtl/>
              </w:rPr>
              <w:t xml:space="preserve"> </w:t>
            </w:r>
            <w:r w:rsidRPr="00DE30EA">
              <w:rPr>
                <w:rStyle w:val="Hyperlink"/>
                <w:rFonts w:hint="eastAsia"/>
                <w:color w:val="000000"/>
                <w:u w:val="none"/>
                <w:rtl/>
              </w:rPr>
              <w:t>كَىْ</w:t>
            </w:r>
            <w:r w:rsidRPr="00DE30EA">
              <w:rPr>
                <w:rStyle w:val="Hyperlink"/>
                <w:color w:val="000000"/>
                <w:u w:val="none"/>
                <w:rtl/>
              </w:rPr>
              <w:t xml:space="preserve"> </w:t>
            </w:r>
            <w:r w:rsidRPr="00DE30EA">
              <w:rPr>
                <w:rStyle w:val="Hyperlink"/>
                <w:rFonts w:hint="eastAsia"/>
                <w:color w:val="000000"/>
                <w:u w:val="none"/>
                <w:rtl/>
              </w:rPr>
              <w:t>تَقَرَّ</w:t>
            </w:r>
            <w:r w:rsidRPr="00DE30EA">
              <w:rPr>
                <w:rStyle w:val="Hyperlink"/>
                <w:color w:val="000000"/>
                <w:u w:val="none"/>
                <w:rtl/>
              </w:rPr>
              <w:t xml:space="preserve"> </w:t>
            </w:r>
            <w:r w:rsidRPr="00DE30EA">
              <w:rPr>
                <w:rStyle w:val="Hyperlink"/>
                <w:rFonts w:hint="eastAsia"/>
                <w:color w:val="000000"/>
                <w:u w:val="none"/>
                <w:rtl/>
              </w:rPr>
              <w:t>عَيْنُهَا</w:t>
            </w:r>
            <w:r w:rsidRPr="00DE30EA">
              <w:rPr>
                <w:rStyle w:val="Hyperlink"/>
                <w:color w:val="000000"/>
                <w:u w:val="none"/>
                <w:rtl/>
              </w:rPr>
              <w:t xml:space="preserve"> </w:t>
            </w:r>
            <w:r w:rsidRPr="00DE30EA">
              <w:rPr>
                <w:rStyle w:val="Hyperlink"/>
                <w:rFonts w:hint="eastAsia"/>
                <w:color w:val="000000"/>
                <w:u w:val="none"/>
                <w:rtl/>
              </w:rPr>
              <w:t>وَلاَ</w:t>
            </w:r>
            <w:r w:rsidRPr="00DE30EA">
              <w:rPr>
                <w:rStyle w:val="Hyperlink"/>
                <w:color w:val="000000"/>
                <w:u w:val="none"/>
                <w:rtl/>
              </w:rPr>
              <w:t xml:space="preserve"> </w:t>
            </w:r>
            <w:r w:rsidRPr="00DE30EA">
              <w:rPr>
                <w:rStyle w:val="Hyperlink"/>
                <w:rFonts w:hint="eastAsia"/>
                <w:color w:val="000000"/>
                <w:u w:val="none"/>
                <w:rtl/>
              </w:rPr>
              <w:t>تَحْزَنَ</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لِتَعْلَمَ</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وَعْدَ</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حَقُّ</w:t>
            </w:r>
            <w:r w:rsidRPr="00DE30EA">
              <w:rPr>
                <w:rStyle w:val="Hyperlink"/>
                <w:color w:val="000000"/>
                <w:u w:val="none"/>
                <w:rtl/>
              </w:rPr>
              <w:t xml:space="preserve"> </w:t>
            </w:r>
            <w:r w:rsidRPr="00DE30EA">
              <w:rPr>
                <w:rStyle w:val="Hyperlink"/>
                <w:rFonts w:hint="eastAsia"/>
                <w:color w:val="000000"/>
                <w:u w:val="none"/>
                <w:rtl/>
              </w:rPr>
              <w:t>وَلَكِنَّ</w:t>
            </w:r>
            <w:r w:rsidRPr="00DE30EA">
              <w:rPr>
                <w:rStyle w:val="Hyperlink"/>
                <w:color w:val="000000"/>
                <w:u w:val="none"/>
                <w:rtl/>
              </w:rPr>
              <w:t xml:space="preserve"> </w:t>
            </w:r>
            <w:r w:rsidRPr="00DE30EA">
              <w:rPr>
                <w:rStyle w:val="Hyperlink"/>
                <w:rFonts w:hint="eastAsia"/>
                <w:color w:val="000000"/>
                <w:u w:val="none"/>
                <w:rtl/>
              </w:rPr>
              <w:t>اءَكْثَرَهُمْ</w:t>
            </w:r>
            <w:r w:rsidRPr="00DE30EA">
              <w:rPr>
                <w:rStyle w:val="Hyperlink"/>
                <w:color w:val="000000"/>
                <w:u w:val="none"/>
                <w:rtl/>
              </w:rPr>
              <w:t xml:space="preserve"> </w:t>
            </w:r>
            <w:r w:rsidRPr="00DE30EA">
              <w:rPr>
                <w:rStyle w:val="Hyperlink"/>
                <w:rFonts w:hint="eastAsia"/>
                <w:color w:val="000000"/>
                <w:u w:val="none"/>
                <w:rtl/>
              </w:rPr>
              <w:t>لاَ</w:t>
            </w:r>
            <w:r w:rsidRPr="00DE30EA">
              <w:rPr>
                <w:rStyle w:val="Hyperlink"/>
                <w:color w:val="000000"/>
                <w:u w:val="none"/>
                <w:rtl/>
              </w:rPr>
              <w:t xml:space="preserve"> </w:t>
            </w:r>
            <w:r w:rsidRPr="00DE30EA">
              <w:rPr>
                <w:rStyle w:val="Hyperlink"/>
                <w:rFonts w:hint="eastAsia"/>
                <w:color w:val="000000"/>
                <w:u w:val="none"/>
                <w:rtl/>
              </w:rPr>
              <w:t>يَعْلَمُونَ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Toc362088597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22</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98"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Toc362088598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599"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Toc362088599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00" w:history="1">
            <w:r w:rsidRPr="00BA665B">
              <w:rPr>
                <w:rStyle w:val="Hyperlink"/>
                <w:rtl/>
              </w:rPr>
              <w:t>(14)</w:t>
            </w:r>
            <w:r w:rsidRPr="00BA665B">
              <w:rPr>
                <w:rStyle w:val="Hyperlink"/>
                <w:rtl/>
              </w:rPr>
              <w:t xml:space="preserve"> </w:t>
            </w:r>
            <w:r w:rsidRPr="00BA665B">
              <w:rPr>
                <w:rStyle w:val="Hyperlink"/>
                <w:rFonts w:hint="eastAsia"/>
                <w:rtl/>
              </w:rPr>
              <w:t>وَلَمَّا</w:t>
            </w:r>
            <w:r w:rsidRPr="00BA665B">
              <w:rPr>
                <w:rStyle w:val="Hyperlink"/>
                <w:rtl/>
              </w:rPr>
              <w:t xml:space="preserve"> </w:t>
            </w:r>
            <w:r w:rsidRPr="00BA665B">
              <w:rPr>
                <w:rStyle w:val="Hyperlink"/>
                <w:rFonts w:hint="eastAsia"/>
                <w:rtl/>
              </w:rPr>
              <w:t>بَلَغَ</w:t>
            </w:r>
            <w:r w:rsidRPr="00BA665B">
              <w:rPr>
                <w:rStyle w:val="Hyperlink"/>
                <w:rtl/>
              </w:rPr>
              <w:t xml:space="preserve"> </w:t>
            </w:r>
            <w:r w:rsidRPr="00BA665B">
              <w:rPr>
                <w:rStyle w:val="Hyperlink"/>
                <w:rFonts w:hint="eastAsia"/>
                <w:rtl/>
              </w:rPr>
              <w:t>اءَشُدَّهُ</w:t>
            </w:r>
            <w:r w:rsidRPr="00BA665B">
              <w:rPr>
                <w:rStyle w:val="Hyperlink"/>
                <w:rtl/>
              </w:rPr>
              <w:t xml:space="preserve"> </w:t>
            </w:r>
            <w:r w:rsidRPr="00BA665B">
              <w:rPr>
                <w:rStyle w:val="Hyperlink"/>
                <w:rFonts w:hint="eastAsia"/>
                <w:rtl/>
              </w:rPr>
              <w:t>وَاسْتَوَىَّ</w:t>
            </w:r>
            <w:r w:rsidRPr="00BA665B">
              <w:rPr>
                <w:rStyle w:val="Hyperlink"/>
                <w:rtl/>
              </w:rPr>
              <w:t xml:space="preserve"> </w:t>
            </w:r>
            <w:r w:rsidRPr="00BA665B">
              <w:rPr>
                <w:rStyle w:val="Hyperlink"/>
                <w:rFonts w:hint="eastAsia"/>
                <w:rtl/>
              </w:rPr>
              <w:t>ءَاتَيْنَهُ</w:t>
            </w:r>
            <w:r w:rsidRPr="00BA665B">
              <w:rPr>
                <w:rStyle w:val="Hyperlink"/>
                <w:rtl/>
              </w:rPr>
              <w:t xml:space="preserve"> </w:t>
            </w:r>
            <w:r w:rsidRPr="00BA665B">
              <w:rPr>
                <w:rStyle w:val="Hyperlink"/>
                <w:rFonts w:hint="eastAsia"/>
                <w:rtl/>
              </w:rPr>
              <w:t>حُكْماً</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عِلْماً</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كَذَلِكَ</w:t>
            </w:r>
            <w:r w:rsidRPr="00BA665B">
              <w:rPr>
                <w:rStyle w:val="Hyperlink"/>
                <w:rtl/>
              </w:rPr>
              <w:t xml:space="preserve"> </w:t>
            </w:r>
            <w:r w:rsidRPr="00BA665B">
              <w:rPr>
                <w:rStyle w:val="Hyperlink"/>
                <w:rFonts w:hint="eastAsia"/>
                <w:rtl/>
              </w:rPr>
              <w:t>نَجْزِى</w:t>
            </w:r>
            <w:r w:rsidRPr="00BA665B">
              <w:rPr>
                <w:rStyle w:val="Hyperlink"/>
                <w:rtl/>
              </w:rPr>
              <w:t xml:space="preserve"> </w:t>
            </w:r>
            <w:r w:rsidRPr="00BA665B">
              <w:rPr>
                <w:rStyle w:val="Hyperlink"/>
                <w:rFonts w:hint="eastAsia"/>
                <w:rtl/>
              </w:rPr>
              <w:t>الْمُحْسِنِينَ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Toc362088600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01"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Toc362088601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02"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Toc362088602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03" w:history="1">
            <w:r w:rsidRPr="00BA665B">
              <w:rPr>
                <w:rStyle w:val="Hyperlink"/>
                <w:rtl/>
              </w:rPr>
              <w:t>(15)</w:t>
            </w:r>
            <w:r w:rsidRPr="00BA665B">
              <w:rPr>
                <w:rStyle w:val="Hyperlink"/>
                <w:rtl/>
              </w:rPr>
              <w:t xml:space="preserve"> </w:t>
            </w:r>
            <w:r w:rsidRPr="00BA665B">
              <w:rPr>
                <w:rStyle w:val="Hyperlink"/>
                <w:rFonts w:hint="eastAsia"/>
                <w:rtl/>
              </w:rPr>
              <w:t>ودَخَلَ</w:t>
            </w:r>
            <w:r w:rsidRPr="00BA665B">
              <w:rPr>
                <w:rStyle w:val="Hyperlink"/>
                <w:rtl/>
              </w:rPr>
              <w:t xml:space="preserve"> </w:t>
            </w:r>
            <w:r w:rsidRPr="00BA665B">
              <w:rPr>
                <w:rStyle w:val="Hyperlink"/>
                <w:rFonts w:hint="eastAsia"/>
                <w:rtl/>
              </w:rPr>
              <w:t>الْمَدِينَةَ</w:t>
            </w:r>
            <w:r w:rsidRPr="00BA665B">
              <w:rPr>
                <w:rStyle w:val="Hyperlink"/>
                <w:rtl/>
              </w:rPr>
              <w:t xml:space="preserve"> </w:t>
            </w:r>
            <w:r w:rsidRPr="00BA665B">
              <w:rPr>
                <w:rStyle w:val="Hyperlink"/>
                <w:rFonts w:hint="eastAsia"/>
                <w:rtl/>
              </w:rPr>
              <w:t>عَلَى</w:t>
            </w:r>
            <w:r w:rsidRPr="00BA665B">
              <w:rPr>
                <w:rStyle w:val="Hyperlink"/>
                <w:rtl/>
              </w:rPr>
              <w:t xml:space="preserve"> </w:t>
            </w:r>
            <w:r w:rsidRPr="00BA665B">
              <w:rPr>
                <w:rStyle w:val="Hyperlink"/>
                <w:rFonts w:hint="eastAsia"/>
                <w:rtl/>
              </w:rPr>
              <w:t>حِينِ</w:t>
            </w:r>
            <w:r w:rsidRPr="00BA665B">
              <w:rPr>
                <w:rStyle w:val="Hyperlink"/>
                <w:rtl/>
              </w:rPr>
              <w:t xml:space="preserve"> </w:t>
            </w:r>
            <w:r w:rsidRPr="00BA665B">
              <w:rPr>
                <w:rStyle w:val="Hyperlink"/>
                <w:rFonts w:hint="eastAsia"/>
                <w:rtl/>
              </w:rPr>
              <w:t>غَفْلَةٍ</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اءَهْلِهَا</w:t>
            </w:r>
            <w:r w:rsidRPr="00BA665B">
              <w:rPr>
                <w:rStyle w:val="Hyperlink"/>
                <w:rtl/>
              </w:rPr>
              <w:t xml:space="preserve"> </w:t>
            </w:r>
            <w:r w:rsidRPr="00BA665B">
              <w:rPr>
                <w:rStyle w:val="Hyperlink"/>
                <w:rFonts w:hint="eastAsia"/>
                <w:rtl/>
              </w:rPr>
              <w:t>فَوَجَدَ</w:t>
            </w:r>
            <w:r w:rsidRPr="00BA665B">
              <w:rPr>
                <w:rStyle w:val="Hyperlink"/>
                <w:rtl/>
              </w:rPr>
              <w:t xml:space="preserve"> </w:t>
            </w:r>
            <w:r w:rsidRPr="00BA665B">
              <w:rPr>
                <w:rStyle w:val="Hyperlink"/>
                <w:rFonts w:hint="eastAsia"/>
                <w:rtl/>
              </w:rPr>
              <w:t>فِيهَا</w:t>
            </w:r>
            <w:r w:rsidRPr="00BA665B">
              <w:rPr>
                <w:rStyle w:val="Hyperlink"/>
                <w:rtl/>
              </w:rPr>
              <w:t xml:space="preserve"> </w:t>
            </w:r>
            <w:r w:rsidRPr="00BA665B">
              <w:rPr>
                <w:rStyle w:val="Hyperlink"/>
                <w:rFonts w:hint="eastAsia"/>
                <w:rtl/>
              </w:rPr>
              <w:t>رَجُلَيْنِ</w:t>
            </w:r>
            <w:r w:rsidRPr="00BA665B">
              <w:rPr>
                <w:rStyle w:val="Hyperlink"/>
                <w:rtl/>
              </w:rPr>
              <w:t xml:space="preserve"> </w:t>
            </w:r>
            <w:r w:rsidRPr="00BA665B">
              <w:rPr>
                <w:rStyle w:val="Hyperlink"/>
                <w:rFonts w:hint="eastAsia"/>
                <w:rtl/>
              </w:rPr>
              <w:t>يَقْتَتِلاَنِ</w:t>
            </w:r>
            <w:r w:rsidRPr="00BA665B">
              <w:rPr>
                <w:rStyle w:val="Hyperlink"/>
                <w:rtl/>
              </w:rPr>
              <w:t xml:space="preserve"> </w:t>
            </w:r>
            <w:r w:rsidRPr="00BA665B">
              <w:rPr>
                <w:rStyle w:val="Hyperlink"/>
                <w:rFonts w:hint="eastAsia"/>
                <w:rtl/>
              </w:rPr>
              <w:t>هَذَا</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شِيعَتِهِ</w:t>
            </w:r>
            <w:r w:rsidRPr="00BA665B">
              <w:rPr>
                <w:rStyle w:val="Hyperlink"/>
                <w:rtl/>
              </w:rPr>
              <w:t xml:space="preserve"> </w:t>
            </w:r>
            <w:r w:rsidRPr="00BA665B">
              <w:rPr>
                <w:rStyle w:val="Hyperlink"/>
                <w:rFonts w:hint="eastAsia"/>
                <w:rtl/>
              </w:rPr>
              <w:t>وَهَذَا</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عَدُوِّهِ</w:t>
            </w:r>
            <w:r w:rsidRPr="00BA665B">
              <w:rPr>
                <w:rStyle w:val="Hyperlink"/>
                <w:rtl/>
              </w:rPr>
              <w:t xml:space="preserve"> </w:t>
            </w:r>
            <w:r w:rsidRPr="00BA665B">
              <w:rPr>
                <w:rStyle w:val="Hyperlink"/>
                <w:rFonts w:hint="eastAsia"/>
                <w:rtl/>
              </w:rPr>
              <w:t>فَاسْتَغَثَهُ</w:t>
            </w:r>
            <w:r w:rsidRPr="00BA665B">
              <w:rPr>
                <w:rStyle w:val="Hyperlink"/>
                <w:rtl/>
              </w:rPr>
              <w:t xml:space="preserve"> </w:t>
            </w:r>
            <w:r w:rsidRPr="00BA665B">
              <w:rPr>
                <w:rStyle w:val="Hyperlink"/>
                <w:rFonts w:hint="eastAsia"/>
                <w:rtl/>
              </w:rPr>
              <w:t>الَّذِى</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شِيعَتِهِ</w:t>
            </w:r>
            <w:r w:rsidRPr="00BA665B">
              <w:rPr>
                <w:rStyle w:val="Hyperlink"/>
                <w:rtl/>
              </w:rPr>
              <w:t xml:space="preserve"> </w:t>
            </w:r>
            <w:r w:rsidRPr="00BA665B">
              <w:rPr>
                <w:rStyle w:val="Hyperlink"/>
                <w:rFonts w:hint="eastAsia"/>
                <w:rtl/>
              </w:rPr>
              <w:t>عَلَى</w:t>
            </w:r>
            <w:r w:rsidRPr="00BA665B">
              <w:rPr>
                <w:rStyle w:val="Hyperlink"/>
                <w:rtl/>
              </w:rPr>
              <w:t xml:space="preserve"> </w:t>
            </w:r>
            <w:r w:rsidRPr="00BA665B">
              <w:rPr>
                <w:rStyle w:val="Hyperlink"/>
                <w:rFonts w:hint="eastAsia"/>
                <w:rtl/>
              </w:rPr>
              <w:t>الَّذِى</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عَدُوِّهِ</w:t>
            </w:r>
            <w:r w:rsidRPr="00BA665B">
              <w:rPr>
                <w:rStyle w:val="Hyperlink"/>
                <w:rtl/>
              </w:rPr>
              <w:t xml:space="preserve"> </w:t>
            </w:r>
            <w:r w:rsidRPr="00BA665B">
              <w:rPr>
                <w:rStyle w:val="Hyperlink"/>
                <w:rFonts w:hint="eastAsia"/>
                <w:rtl/>
              </w:rPr>
              <w:t>فَوَكَزَهُ</w:t>
            </w:r>
            <w:r w:rsidRPr="00BA665B">
              <w:rPr>
                <w:rStyle w:val="Hyperlink"/>
                <w:rtl/>
              </w:rPr>
              <w:t xml:space="preserve"> </w:t>
            </w:r>
            <w:r w:rsidRPr="00BA665B">
              <w:rPr>
                <w:rStyle w:val="Hyperlink"/>
                <w:rFonts w:hint="eastAsia"/>
                <w:rtl/>
              </w:rPr>
              <w:t>مُوسَىفَقَضَى</w:t>
            </w:r>
            <w:r w:rsidRPr="00BA665B">
              <w:rPr>
                <w:rStyle w:val="Hyperlink"/>
                <w:rtl/>
              </w:rPr>
              <w:t xml:space="preserve"> </w:t>
            </w:r>
            <w:r w:rsidRPr="00BA665B">
              <w:rPr>
                <w:rStyle w:val="Hyperlink"/>
                <w:rFonts w:hint="eastAsia"/>
                <w:rtl/>
              </w:rPr>
              <w:t>عَلَيْهِ</w:t>
            </w:r>
            <w:r w:rsidRPr="00BA665B">
              <w:rPr>
                <w:rStyle w:val="Hyperlink"/>
                <w:rtl/>
              </w:rPr>
              <w:t xml:space="preserve"> </w:t>
            </w:r>
            <w:r w:rsidRPr="00BA665B">
              <w:rPr>
                <w:rStyle w:val="Hyperlink"/>
                <w:rFonts w:hint="eastAsia"/>
                <w:rtl/>
              </w:rPr>
              <w:t>قَالَ</w:t>
            </w:r>
            <w:r w:rsidRPr="00BA665B">
              <w:rPr>
                <w:rStyle w:val="Hyperlink"/>
                <w:rtl/>
              </w:rPr>
              <w:t xml:space="preserve"> </w:t>
            </w:r>
            <w:r w:rsidRPr="00BA665B">
              <w:rPr>
                <w:rStyle w:val="Hyperlink"/>
                <w:rFonts w:hint="eastAsia"/>
                <w:rtl/>
              </w:rPr>
              <w:t>هَذَا</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عَمَلِ</w:t>
            </w:r>
            <w:r w:rsidRPr="00BA665B">
              <w:rPr>
                <w:rStyle w:val="Hyperlink"/>
                <w:rtl/>
              </w:rPr>
              <w:t xml:space="preserve"> </w:t>
            </w:r>
            <w:r w:rsidRPr="00BA665B">
              <w:rPr>
                <w:rStyle w:val="Hyperlink"/>
                <w:rFonts w:hint="eastAsia"/>
                <w:rtl/>
              </w:rPr>
              <w:t>الشَّيْطَنِ</w:t>
            </w:r>
            <w:r w:rsidRPr="00BA665B">
              <w:rPr>
                <w:rStyle w:val="Hyperlink"/>
                <w:rtl/>
              </w:rPr>
              <w:t xml:space="preserve"> </w:t>
            </w:r>
            <w:r w:rsidRPr="00BA665B">
              <w:rPr>
                <w:rStyle w:val="Hyperlink"/>
                <w:rFonts w:hint="eastAsia"/>
                <w:rtl/>
              </w:rPr>
              <w:t>إِنَّهُ</w:t>
            </w:r>
            <w:r w:rsidRPr="00BA665B">
              <w:rPr>
                <w:rStyle w:val="Hyperlink"/>
                <w:rtl/>
              </w:rPr>
              <w:t xml:space="preserve"> </w:t>
            </w:r>
            <w:r w:rsidRPr="00BA665B">
              <w:rPr>
                <w:rStyle w:val="Hyperlink"/>
                <w:rFonts w:hint="eastAsia"/>
                <w:rtl/>
              </w:rPr>
              <w:t>عَدُوُّ</w:t>
            </w:r>
            <w:r w:rsidRPr="00BA665B">
              <w:rPr>
                <w:rStyle w:val="Hyperlink"/>
                <w:rtl/>
              </w:rPr>
              <w:t xml:space="preserve"> </w:t>
            </w:r>
            <w:r w:rsidRPr="00BA665B">
              <w:rPr>
                <w:rStyle w:val="Hyperlink"/>
                <w:rFonts w:hint="eastAsia"/>
                <w:rtl/>
              </w:rPr>
              <w:t>مُّضِلُّ</w:t>
            </w:r>
            <w:r w:rsidRPr="00BA665B">
              <w:rPr>
                <w:rStyle w:val="Hyperlink"/>
                <w:rtl/>
              </w:rPr>
              <w:t xml:space="preserve"> </w:t>
            </w:r>
            <w:r w:rsidRPr="00BA665B">
              <w:rPr>
                <w:rStyle w:val="Hyperlink"/>
                <w:rFonts w:hint="eastAsia"/>
                <w:rtl/>
              </w:rPr>
              <w:t>مُّبِينٌ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Toc362088603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04"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Toc362088604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05"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Toc362088605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06" w:history="1">
            <w:r w:rsidRPr="004E0AF3">
              <w:rPr>
                <w:rStyle w:val="Hyperlink"/>
                <w:rtl/>
                <w:lang w:bidi="fa-IR"/>
              </w:rPr>
              <w:t>(16)</w:t>
            </w:r>
            <w:r w:rsidRPr="004E0AF3">
              <w:rPr>
                <w:rStyle w:val="Hyperlink"/>
                <w:rtl/>
                <w:lang w:bidi="fa-IR"/>
              </w:rPr>
              <w:t xml:space="preserve"> </w:t>
            </w:r>
            <w:r w:rsidRPr="00BA665B">
              <w:rPr>
                <w:rStyle w:val="Hyperlink"/>
                <w:rFonts w:hint="eastAsia"/>
                <w:rtl/>
                <w:lang w:bidi="fa-IR"/>
              </w:rPr>
              <w:t>قَالَ</w:t>
            </w:r>
            <w:r w:rsidRPr="00BA665B">
              <w:rPr>
                <w:rStyle w:val="Hyperlink"/>
                <w:rtl/>
                <w:lang w:bidi="fa-IR"/>
              </w:rPr>
              <w:t xml:space="preserve"> </w:t>
            </w:r>
            <w:r w:rsidRPr="00BA665B">
              <w:rPr>
                <w:rStyle w:val="Hyperlink"/>
                <w:rFonts w:hint="eastAsia"/>
                <w:rtl/>
                <w:lang w:bidi="fa-IR"/>
              </w:rPr>
              <w:t>ر</w:t>
            </w:r>
            <w:r w:rsidRPr="00BA665B">
              <w:rPr>
                <w:rStyle w:val="Hyperlink"/>
                <w:rFonts w:hint="eastAsia"/>
                <w:rtl/>
                <w:lang w:bidi="fa-IR"/>
              </w:rPr>
              <w:t>َبِّ</w:t>
            </w:r>
            <w:r w:rsidRPr="00BA665B">
              <w:rPr>
                <w:rStyle w:val="Hyperlink"/>
                <w:rtl/>
                <w:lang w:bidi="fa-IR"/>
              </w:rPr>
              <w:t xml:space="preserve"> </w:t>
            </w:r>
            <w:r w:rsidRPr="00BA665B">
              <w:rPr>
                <w:rStyle w:val="Hyperlink"/>
                <w:rFonts w:hint="eastAsia"/>
                <w:rtl/>
                <w:lang w:bidi="fa-IR"/>
              </w:rPr>
              <w:t>إِنِّى</w:t>
            </w:r>
            <w:r w:rsidRPr="00BA665B">
              <w:rPr>
                <w:rStyle w:val="Hyperlink"/>
                <w:rtl/>
                <w:lang w:bidi="fa-IR"/>
              </w:rPr>
              <w:t xml:space="preserve"> </w:t>
            </w:r>
            <w:r w:rsidRPr="00BA665B">
              <w:rPr>
                <w:rStyle w:val="Hyperlink"/>
                <w:rFonts w:hint="eastAsia"/>
                <w:rtl/>
                <w:lang w:bidi="fa-IR"/>
              </w:rPr>
              <w:t>ظَلَمْتُ</w:t>
            </w:r>
            <w:r w:rsidRPr="00BA665B">
              <w:rPr>
                <w:rStyle w:val="Hyperlink"/>
                <w:rtl/>
                <w:lang w:bidi="fa-IR"/>
              </w:rPr>
              <w:t xml:space="preserve"> </w:t>
            </w:r>
            <w:r w:rsidRPr="00BA665B">
              <w:rPr>
                <w:rStyle w:val="Hyperlink"/>
                <w:rFonts w:hint="eastAsia"/>
                <w:rtl/>
                <w:lang w:bidi="fa-IR"/>
              </w:rPr>
              <w:t>نَفْسِى</w:t>
            </w:r>
            <w:r w:rsidRPr="00BA665B">
              <w:rPr>
                <w:rStyle w:val="Hyperlink"/>
                <w:rtl/>
                <w:lang w:bidi="fa-IR"/>
              </w:rPr>
              <w:t xml:space="preserve"> </w:t>
            </w:r>
            <w:r w:rsidRPr="00BA665B">
              <w:rPr>
                <w:rStyle w:val="Hyperlink"/>
                <w:rFonts w:hint="eastAsia"/>
                <w:rtl/>
                <w:lang w:bidi="fa-IR"/>
              </w:rPr>
              <w:t>فَاغْفِرْ</w:t>
            </w:r>
            <w:r w:rsidRPr="00BA665B">
              <w:rPr>
                <w:rStyle w:val="Hyperlink"/>
                <w:rtl/>
                <w:lang w:bidi="fa-IR"/>
              </w:rPr>
              <w:t xml:space="preserve"> </w:t>
            </w:r>
            <w:r w:rsidRPr="00BA665B">
              <w:rPr>
                <w:rStyle w:val="Hyperlink"/>
                <w:rFonts w:hint="eastAsia"/>
                <w:rtl/>
                <w:lang w:bidi="fa-IR"/>
              </w:rPr>
              <w:t>لِى</w:t>
            </w:r>
            <w:r w:rsidRPr="00BA665B">
              <w:rPr>
                <w:rStyle w:val="Hyperlink"/>
                <w:rtl/>
                <w:lang w:bidi="fa-IR"/>
              </w:rPr>
              <w:t xml:space="preserve"> </w:t>
            </w:r>
            <w:r w:rsidRPr="00BA665B">
              <w:rPr>
                <w:rStyle w:val="Hyperlink"/>
                <w:rFonts w:hint="eastAsia"/>
                <w:rtl/>
                <w:lang w:bidi="fa-IR"/>
              </w:rPr>
              <w:t>فَغَفَرَ</w:t>
            </w:r>
            <w:r w:rsidRPr="00BA665B">
              <w:rPr>
                <w:rStyle w:val="Hyperlink"/>
                <w:rtl/>
                <w:lang w:bidi="fa-IR"/>
              </w:rPr>
              <w:t xml:space="preserve"> </w:t>
            </w:r>
            <w:r w:rsidRPr="00BA665B">
              <w:rPr>
                <w:rStyle w:val="Hyperlink"/>
                <w:rFonts w:hint="eastAsia"/>
                <w:rtl/>
                <w:lang w:bidi="fa-IR"/>
              </w:rPr>
              <w:t>لَهُ</w:t>
            </w:r>
            <w:r w:rsidRPr="00BA665B">
              <w:rPr>
                <w:rStyle w:val="Hyperlink"/>
                <w:rtl/>
                <w:lang w:bidi="fa-IR"/>
              </w:rPr>
              <w:t xml:space="preserve"> </w:t>
            </w:r>
            <w:r w:rsidRPr="00BA665B">
              <w:rPr>
                <w:rStyle w:val="Hyperlink"/>
                <w:rFonts w:hint="eastAsia"/>
                <w:rtl/>
                <w:lang w:bidi="fa-IR"/>
              </w:rPr>
              <w:t>إِنَّهُ</w:t>
            </w:r>
            <w:r w:rsidRPr="00BA665B">
              <w:rPr>
                <w:rStyle w:val="Hyperlink"/>
                <w:rtl/>
                <w:lang w:bidi="fa-IR"/>
              </w:rPr>
              <w:t xml:space="preserve"> </w:t>
            </w:r>
            <w:r w:rsidRPr="00BA665B">
              <w:rPr>
                <w:rStyle w:val="Hyperlink"/>
                <w:rFonts w:hint="eastAsia"/>
                <w:rtl/>
                <w:lang w:bidi="fa-IR"/>
              </w:rPr>
              <w:t>هُوَ</w:t>
            </w:r>
            <w:r w:rsidRPr="00BA665B">
              <w:rPr>
                <w:rStyle w:val="Hyperlink"/>
                <w:rtl/>
                <w:lang w:bidi="fa-IR"/>
              </w:rPr>
              <w:t xml:space="preserve"> </w:t>
            </w:r>
            <w:r w:rsidRPr="00BA665B">
              <w:rPr>
                <w:rStyle w:val="Hyperlink"/>
                <w:rFonts w:hint="eastAsia"/>
                <w:rtl/>
                <w:lang w:bidi="fa-IR"/>
              </w:rPr>
              <w:t>الْغَفُورُ</w:t>
            </w:r>
            <w:r w:rsidRPr="00BA665B">
              <w:rPr>
                <w:rStyle w:val="Hyperlink"/>
                <w:rtl/>
                <w:lang w:bidi="fa-IR"/>
              </w:rPr>
              <w:t xml:space="preserve"> </w:t>
            </w:r>
            <w:r w:rsidRPr="00BA665B">
              <w:rPr>
                <w:rStyle w:val="Hyperlink"/>
                <w:rFonts w:hint="eastAsia"/>
                <w:rtl/>
                <w:lang w:bidi="fa-IR"/>
              </w:rPr>
              <w:t>الرَّحِيمُ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Toc362088606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07"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Toc362088607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08"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Toc362088608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09" w:history="1">
            <w:r w:rsidRPr="00BA665B">
              <w:rPr>
                <w:rStyle w:val="Hyperlink"/>
                <w:rtl/>
              </w:rPr>
              <w:t>(17)</w:t>
            </w:r>
            <w:r w:rsidRPr="00BA665B">
              <w:rPr>
                <w:rStyle w:val="Hyperlink"/>
                <w:rtl/>
              </w:rPr>
              <w:t xml:space="preserve"> </w:t>
            </w:r>
            <w:r w:rsidRPr="00BA665B">
              <w:rPr>
                <w:rStyle w:val="Hyperlink"/>
                <w:rFonts w:hint="eastAsia"/>
                <w:rtl/>
              </w:rPr>
              <w:t>قَالَ</w:t>
            </w:r>
            <w:r w:rsidRPr="00BA665B">
              <w:rPr>
                <w:rStyle w:val="Hyperlink"/>
                <w:rtl/>
              </w:rPr>
              <w:t xml:space="preserve"> </w:t>
            </w:r>
            <w:r w:rsidRPr="00BA665B">
              <w:rPr>
                <w:rStyle w:val="Hyperlink"/>
                <w:rFonts w:hint="eastAsia"/>
                <w:rtl/>
              </w:rPr>
              <w:t>رَبِّ</w:t>
            </w:r>
            <w:r w:rsidRPr="00BA665B">
              <w:rPr>
                <w:rStyle w:val="Hyperlink"/>
                <w:rtl/>
              </w:rPr>
              <w:t xml:space="preserve"> </w:t>
            </w:r>
            <w:r w:rsidRPr="00BA665B">
              <w:rPr>
                <w:rStyle w:val="Hyperlink"/>
                <w:rFonts w:hint="eastAsia"/>
                <w:rtl/>
              </w:rPr>
              <w:t>بِمَآ</w:t>
            </w:r>
            <w:r w:rsidRPr="00BA665B">
              <w:rPr>
                <w:rStyle w:val="Hyperlink"/>
                <w:rtl/>
              </w:rPr>
              <w:t xml:space="preserve"> </w:t>
            </w:r>
            <w:r w:rsidRPr="00BA665B">
              <w:rPr>
                <w:rStyle w:val="Hyperlink"/>
                <w:rFonts w:hint="eastAsia"/>
                <w:rtl/>
              </w:rPr>
              <w:t>اءَنْعَمْتَ</w:t>
            </w:r>
            <w:r w:rsidRPr="00BA665B">
              <w:rPr>
                <w:rStyle w:val="Hyperlink"/>
                <w:rtl/>
              </w:rPr>
              <w:t xml:space="preserve"> </w:t>
            </w:r>
            <w:r w:rsidRPr="00BA665B">
              <w:rPr>
                <w:rStyle w:val="Hyperlink"/>
                <w:rFonts w:hint="eastAsia"/>
                <w:rtl/>
              </w:rPr>
              <w:t>عَلَىَّ</w:t>
            </w:r>
            <w:r w:rsidRPr="00BA665B">
              <w:rPr>
                <w:rStyle w:val="Hyperlink"/>
                <w:rtl/>
              </w:rPr>
              <w:t xml:space="preserve"> </w:t>
            </w:r>
            <w:r w:rsidRPr="00BA665B">
              <w:rPr>
                <w:rStyle w:val="Hyperlink"/>
                <w:rFonts w:hint="eastAsia"/>
                <w:rtl/>
              </w:rPr>
              <w:t>فَلَنْ</w:t>
            </w:r>
            <w:r w:rsidRPr="00BA665B">
              <w:rPr>
                <w:rStyle w:val="Hyperlink"/>
                <w:rtl/>
              </w:rPr>
              <w:t xml:space="preserve"> </w:t>
            </w:r>
            <w:r w:rsidRPr="00BA665B">
              <w:rPr>
                <w:rStyle w:val="Hyperlink"/>
                <w:rFonts w:hint="eastAsia"/>
                <w:rtl/>
              </w:rPr>
              <w:t>اءَكُونَ</w:t>
            </w:r>
            <w:r w:rsidRPr="00BA665B">
              <w:rPr>
                <w:rStyle w:val="Hyperlink"/>
                <w:rtl/>
              </w:rPr>
              <w:t xml:space="preserve"> </w:t>
            </w:r>
            <w:r w:rsidRPr="00BA665B">
              <w:rPr>
                <w:rStyle w:val="Hyperlink"/>
                <w:rFonts w:hint="eastAsia"/>
                <w:rtl/>
              </w:rPr>
              <w:t>ظَهِيراً</w:t>
            </w:r>
            <w:r w:rsidRPr="00BA665B">
              <w:rPr>
                <w:rStyle w:val="Hyperlink"/>
                <w:rtl/>
              </w:rPr>
              <w:t xml:space="preserve"> </w:t>
            </w:r>
            <w:r w:rsidRPr="00BA665B">
              <w:rPr>
                <w:rStyle w:val="Hyperlink"/>
                <w:rFonts w:hint="eastAsia"/>
                <w:rtl/>
              </w:rPr>
              <w:t>لِّلْمُجْرِمِينَ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Toc362088609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10"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Toc362088610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11"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Toc362088611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14B31" w:rsidRPr="00DE30EA" w:rsidRDefault="00514B31" w:rsidP="00DE30EA">
          <w:pPr>
            <w:pStyle w:val="TOC1"/>
            <w:rPr>
              <w:rFonts w:eastAsiaTheme="minorEastAsia"/>
              <w:sz w:val="22"/>
              <w:rtl/>
            </w:rPr>
          </w:pPr>
          <w:hyperlink w:anchor="_Toc362088612" w:history="1">
            <w:r w:rsidRPr="00DE30EA">
              <w:rPr>
                <w:rStyle w:val="Hyperlink"/>
                <w:color w:val="000000"/>
                <w:u w:val="none"/>
                <w:rtl/>
              </w:rPr>
              <w:t>(18)</w:t>
            </w:r>
            <w:r w:rsidRPr="00DE30EA">
              <w:rPr>
                <w:rStyle w:val="Hyperlink"/>
                <w:color w:val="000000"/>
                <w:u w:val="none"/>
                <w:rtl/>
              </w:rPr>
              <w:t xml:space="preserve"> </w:t>
            </w:r>
            <w:r w:rsidRPr="00DE30EA">
              <w:rPr>
                <w:rStyle w:val="Hyperlink"/>
                <w:rFonts w:hint="eastAsia"/>
                <w:color w:val="000000"/>
                <w:u w:val="none"/>
                <w:rtl/>
              </w:rPr>
              <w:t>فَاءَصْبَحَ</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الْمَدِينَةِ</w:t>
            </w:r>
            <w:r w:rsidRPr="00DE30EA">
              <w:rPr>
                <w:rStyle w:val="Hyperlink"/>
                <w:color w:val="000000"/>
                <w:u w:val="none"/>
                <w:rtl/>
              </w:rPr>
              <w:t xml:space="preserve"> </w:t>
            </w:r>
            <w:r w:rsidRPr="00DE30EA">
              <w:rPr>
                <w:rStyle w:val="Hyperlink"/>
                <w:rFonts w:hint="eastAsia"/>
                <w:color w:val="000000"/>
                <w:u w:val="none"/>
                <w:rtl/>
              </w:rPr>
              <w:t>خَآئِفاً</w:t>
            </w:r>
            <w:r w:rsidRPr="00DE30EA">
              <w:rPr>
                <w:rStyle w:val="Hyperlink"/>
                <w:color w:val="000000"/>
                <w:u w:val="none"/>
                <w:rtl/>
              </w:rPr>
              <w:t xml:space="preserve"> </w:t>
            </w:r>
            <w:r w:rsidRPr="00DE30EA">
              <w:rPr>
                <w:rStyle w:val="Hyperlink"/>
                <w:rFonts w:hint="eastAsia"/>
                <w:color w:val="000000"/>
                <w:u w:val="none"/>
                <w:rtl/>
              </w:rPr>
              <w:t>يَتَرَقَّبُ</w:t>
            </w:r>
            <w:r w:rsidRPr="00DE30EA">
              <w:rPr>
                <w:rStyle w:val="Hyperlink"/>
                <w:color w:val="000000"/>
                <w:u w:val="none"/>
                <w:rtl/>
              </w:rPr>
              <w:t xml:space="preserve"> </w:t>
            </w:r>
            <w:r w:rsidRPr="00DE30EA">
              <w:rPr>
                <w:rStyle w:val="Hyperlink"/>
                <w:rFonts w:hint="eastAsia"/>
                <w:color w:val="000000"/>
                <w:u w:val="none"/>
                <w:rtl/>
              </w:rPr>
              <w:t>فَإِذَا</w:t>
            </w:r>
            <w:r w:rsidRPr="00DE30EA">
              <w:rPr>
                <w:rStyle w:val="Hyperlink"/>
                <w:color w:val="000000"/>
                <w:u w:val="none"/>
                <w:rtl/>
              </w:rPr>
              <w:t xml:space="preserve"> </w:t>
            </w:r>
            <w:r w:rsidRPr="00DE30EA">
              <w:rPr>
                <w:rStyle w:val="Hyperlink"/>
                <w:rFonts w:hint="eastAsia"/>
                <w:color w:val="000000"/>
                <w:u w:val="none"/>
                <w:rtl/>
              </w:rPr>
              <w:t>الَّذِى</w:t>
            </w:r>
            <w:r w:rsidRPr="00DE30EA">
              <w:rPr>
                <w:rStyle w:val="Hyperlink"/>
                <w:color w:val="000000"/>
                <w:u w:val="none"/>
                <w:rtl/>
              </w:rPr>
              <w:t xml:space="preserve"> </w:t>
            </w:r>
            <w:r w:rsidRPr="00DE30EA">
              <w:rPr>
                <w:rStyle w:val="Hyperlink"/>
                <w:rFonts w:hint="eastAsia"/>
                <w:color w:val="000000"/>
                <w:u w:val="none"/>
                <w:rtl/>
              </w:rPr>
              <w:t>اسْتَنصَرَهُ</w:t>
            </w:r>
            <w:r w:rsidRPr="00DE30EA">
              <w:rPr>
                <w:rStyle w:val="Hyperlink"/>
                <w:color w:val="000000"/>
                <w:u w:val="none"/>
                <w:rtl/>
              </w:rPr>
              <w:t xml:space="preserve"> </w:t>
            </w:r>
            <w:r w:rsidRPr="00DE30EA">
              <w:rPr>
                <w:rStyle w:val="Hyperlink"/>
                <w:rFonts w:hint="eastAsia"/>
                <w:color w:val="000000"/>
                <w:u w:val="none"/>
                <w:rtl/>
              </w:rPr>
              <w:t>بِالاَْمْسِ</w:t>
            </w:r>
            <w:r w:rsidRPr="00DE30EA">
              <w:rPr>
                <w:rStyle w:val="Hyperlink"/>
                <w:color w:val="000000"/>
                <w:u w:val="none"/>
                <w:rtl/>
              </w:rPr>
              <w:t xml:space="preserve"> </w:t>
            </w:r>
            <w:r w:rsidRPr="00DE30EA">
              <w:rPr>
                <w:rStyle w:val="Hyperlink"/>
                <w:rFonts w:hint="eastAsia"/>
                <w:color w:val="000000"/>
                <w:u w:val="none"/>
                <w:rtl/>
              </w:rPr>
              <w:t>يَسْتَصْرِخُهُ</w:t>
            </w:r>
            <w:r w:rsidRPr="00DE30EA">
              <w:rPr>
                <w:rStyle w:val="Hyperlink"/>
                <w:color w:val="000000"/>
                <w:u w:val="none"/>
                <w:rtl/>
              </w:rPr>
              <w:t xml:space="preserve"> </w:t>
            </w:r>
            <w:r w:rsidRPr="00DE30EA">
              <w:rPr>
                <w:rStyle w:val="Hyperlink"/>
                <w:rFonts w:hint="eastAsia"/>
                <w:color w:val="000000"/>
                <w:u w:val="none"/>
                <w:rtl/>
              </w:rPr>
              <w:t>قَالَ</w:t>
            </w:r>
            <w:r w:rsidRPr="00DE30EA">
              <w:rPr>
                <w:rStyle w:val="Hyperlink"/>
                <w:color w:val="000000"/>
                <w:u w:val="none"/>
                <w:rtl/>
              </w:rPr>
              <w:t xml:space="preserve"> </w:t>
            </w:r>
            <w:r w:rsidRPr="00DE30EA">
              <w:rPr>
                <w:rStyle w:val="Hyperlink"/>
                <w:rFonts w:hint="eastAsia"/>
                <w:color w:val="000000"/>
                <w:u w:val="none"/>
                <w:rtl/>
              </w:rPr>
              <w:t>لَهُ</w:t>
            </w:r>
            <w:r w:rsidRPr="00DE30EA">
              <w:rPr>
                <w:rStyle w:val="Hyperlink"/>
                <w:color w:val="000000"/>
                <w:u w:val="none"/>
                <w:rtl/>
              </w:rPr>
              <w:t xml:space="preserve"> </w:t>
            </w:r>
            <w:r w:rsidRPr="00DE30EA">
              <w:rPr>
                <w:rStyle w:val="Hyperlink"/>
                <w:rFonts w:hint="eastAsia"/>
                <w:color w:val="000000"/>
                <w:u w:val="none"/>
                <w:rtl/>
              </w:rPr>
              <w:t>مُوسَىَّ</w:t>
            </w:r>
            <w:r w:rsidRPr="00DE30EA">
              <w:rPr>
                <w:rStyle w:val="Hyperlink"/>
                <w:color w:val="000000"/>
                <w:u w:val="none"/>
                <w:rtl/>
              </w:rPr>
              <w:t xml:space="preserve"> </w:t>
            </w:r>
            <w:r w:rsidRPr="00DE30EA">
              <w:rPr>
                <w:rStyle w:val="Hyperlink"/>
                <w:rFonts w:hint="eastAsia"/>
                <w:color w:val="000000"/>
                <w:u w:val="none"/>
                <w:rtl/>
              </w:rPr>
              <w:t>إِنَّكَ</w:t>
            </w:r>
            <w:r w:rsidRPr="00DE30EA">
              <w:rPr>
                <w:rStyle w:val="Hyperlink"/>
                <w:color w:val="000000"/>
                <w:u w:val="none"/>
                <w:rtl/>
              </w:rPr>
              <w:t xml:space="preserve"> </w:t>
            </w:r>
            <w:r w:rsidRPr="00DE30EA">
              <w:rPr>
                <w:rStyle w:val="Hyperlink"/>
                <w:rFonts w:hint="eastAsia"/>
                <w:color w:val="000000"/>
                <w:u w:val="none"/>
                <w:rtl/>
              </w:rPr>
              <w:t>لَغَوِىُّ</w:t>
            </w:r>
            <w:r w:rsidRPr="00DE30EA">
              <w:rPr>
                <w:rStyle w:val="Hyperlink"/>
                <w:color w:val="000000"/>
                <w:u w:val="none"/>
                <w:rtl/>
              </w:rPr>
              <w:t xml:space="preserve"> </w:t>
            </w:r>
            <w:r w:rsidRPr="00DE30EA">
              <w:rPr>
                <w:rStyle w:val="Hyperlink"/>
                <w:rFonts w:hint="eastAsia"/>
                <w:color w:val="000000"/>
                <w:u w:val="none"/>
                <w:rtl/>
              </w:rPr>
              <w:t>مُّبِينٌ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Toc362088612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29</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13"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Toc362088613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14B31" w:rsidRPr="00DE30EA" w:rsidRDefault="00514B31" w:rsidP="00DE30EA">
          <w:pPr>
            <w:pStyle w:val="TOC1"/>
            <w:rPr>
              <w:rFonts w:eastAsiaTheme="minorEastAsia"/>
              <w:sz w:val="22"/>
              <w:rtl/>
            </w:rPr>
          </w:pPr>
          <w:hyperlink w:anchor="_Toc362088614" w:history="1">
            <w:r w:rsidRPr="00DE30EA">
              <w:rPr>
                <w:rStyle w:val="Hyperlink"/>
                <w:color w:val="000000"/>
                <w:u w:val="none"/>
                <w:rtl/>
              </w:rPr>
              <w:t>(19)</w:t>
            </w:r>
            <w:r w:rsidRPr="00DE30EA">
              <w:rPr>
                <w:rStyle w:val="Hyperlink"/>
                <w:color w:val="000000"/>
                <w:u w:val="none"/>
                <w:rtl/>
              </w:rPr>
              <w:t xml:space="preserve"> </w:t>
            </w:r>
            <w:r w:rsidRPr="00DE30EA">
              <w:rPr>
                <w:rStyle w:val="Hyperlink"/>
                <w:rFonts w:hint="eastAsia"/>
                <w:color w:val="000000"/>
                <w:u w:val="none"/>
                <w:rtl/>
              </w:rPr>
              <w:t>فَلَمَّآ</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اءَرَادَ</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يَبْطِشَ</w:t>
            </w:r>
            <w:r w:rsidRPr="00DE30EA">
              <w:rPr>
                <w:rStyle w:val="Hyperlink"/>
                <w:color w:val="000000"/>
                <w:u w:val="none"/>
                <w:rtl/>
              </w:rPr>
              <w:t xml:space="preserve"> </w:t>
            </w:r>
            <w:r w:rsidRPr="00DE30EA">
              <w:rPr>
                <w:rStyle w:val="Hyperlink"/>
                <w:rFonts w:hint="eastAsia"/>
                <w:color w:val="000000"/>
                <w:u w:val="none"/>
                <w:rtl/>
              </w:rPr>
              <w:t>بِالَّذِى</w:t>
            </w:r>
            <w:r w:rsidRPr="00DE30EA">
              <w:rPr>
                <w:rStyle w:val="Hyperlink"/>
                <w:color w:val="000000"/>
                <w:u w:val="none"/>
                <w:rtl/>
              </w:rPr>
              <w:t xml:space="preserve"> </w:t>
            </w:r>
            <w:r w:rsidRPr="00DE30EA">
              <w:rPr>
                <w:rStyle w:val="Hyperlink"/>
                <w:rFonts w:hint="eastAsia"/>
                <w:color w:val="000000"/>
                <w:u w:val="none"/>
                <w:rtl/>
              </w:rPr>
              <w:t>هُوَ</w:t>
            </w:r>
            <w:r w:rsidRPr="00DE30EA">
              <w:rPr>
                <w:rStyle w:val="Hyperlink"/>
                <w:color w:val="000000"/>
                <w:u w:val="none"/>
                <w:rtl/>
              </w:rPr>
              <w:t xml:space="preserve"> </w:t>
            </w:r>
            <w:r w:rsidRPr="00DE30EA">
              <w:rPr>
                <w:rStyle w:val="Hyperlink"/>
                <w:rFonts w:hint="eastAsia"/>
                <w:color w:val="000000"/>
                <w:u w:val="none"/>
                <w:rtl/>
              </w:rPr>
              <w:t>عَدُوُّ</w:t>
            </w:r>
            <w:r w:rsidRPr="00DE30EA">
              <w:rPr>
                <w:rStyle w:val="Hyperlink"/>
                <w:color w:val="000000"/>
                <w:u w:val="none"/>
                <w:rtl/>
              </w:rPr>
              <w:t xml:space="preserve"> </w:t>
            </w:r>
            <w:r w:rsidRPr="00DE30EA">
              <w:rPr>
                <w:rStyle w:val="Hyperlink"/>
                <w:rFonts w:hint="eastAsia"/>
                <w:color w:val="000000"/>
                <w:u w:val="none"/>
                <w:rtl/>
              </w:rPr>
              <w:t>لَّهُمَا</w:t>
            </w:r>
            <w:r w:rsidRPr="00DE30EA">
              <w:rPr>
                <w:rStyle w:val="Hyperlink"/>
                <w:color w:val="000000"/>
                <w:u w:val="none"/>
                <w:rtl/>
              </w:rPr>
              <w:t xml:space="preserve"> </w:t>
            </w:r>
            <w:r w:rsidRPr="00DE30EA">
              <w:rPr>
                <w:rStyle w:val="Hyperlink"/>
                <w:rFonts w:hint="eastAsia"/>
                <w:color w:val="000000"/>
                <w:u w:val="none"/>
                <w:rtl/>
              </w:rPr>
              <w:t>قَالَ</w:t>
            </w:r>
            <w:r w:rsidRPr="00DE30EA">
              <w:rPr>
                <w:rStyle w:val="Hyperlink"/>
                <w:color w:val="000000"/>
                <w:u w:val="none"/>
                <w:rtl/>
              </w:rPr>
              <w:t xml:space="preserve"> </w:t>
            </w:r>
            <w:r w:rsidRPr="00DE30EA">
              <w:rPr>
                <w:rStyle w:val="Hyperlink"/>
                <w:rFonts w:hint="eastAsia"/>
                <w:color w:val="000000"/>
                <w:u w:val="none"/>
                <w:rtl/>
              </w:rPr>
              <w:t>يَمُوسَىَّ</w:t>
            </w:r>
            <w:r w:rsidRPr="00DE30EA">
              <w:rPr>
                <w:rStyle w:val="Hyperlink"/>
                <w:color w:val="000000"/>
                <w:u w:val="none"/>
                <w:rtl/>
              </w:rPr>
              <w:t xml:space="preserve"> </w:t>
            </w:r>
            <w:r w:rsidRPr="00DE30EA">
              <w:rPr>
                <w:rStyle w:val="Hyperlink"/>
                <w:rFonts w:hint="eastAsia"/>
                <w:color w:val="000000"/>
                <w:u w:val="none"/>
                <w:rtl/>
              </w:rPr>
              <w:t>اءَتُرِيدُاءَن</w:t>
            </w:r>
            <w:r w:rsidRPr="00DE30EA">
              <w:rPr>
                <w:rStyle w:val="Hyperlink"/>
                <w:color w:val="000000"/>
                <w:u w:val="none"/>
                <w:rtl/>
              </w:rPr>
              <w:t xml:space="preserve"> </w:t>
            </w:r>
            <w:r w:rsidRPr="00DE30EA">
              <w:rPr>
                <w:rStyle w:val="Hyperlink"/>
                <w:rFonts w:hint="eastAsia"/>
                <w:color w:val="000000"/>
                <w:u w:val="none"/>
                <w:rtl/>
              </w:rPr>
              <w:t>تَقْتُلَنِىكَمَا</w:t>
            </w:r>
            <w:r w:rsidRPr="00DE30EA">
              <w:rPr>
                <w:rStyle w:val="Hyperlink"/>
                <w:color w:val="000000"/>
                <w:u w:val="none"/>
                <w:rtl/>
              </w:rPr>
              <w:t xml:space="preserve"> </w:t>
            </w:r>
            <w:r w:rsidRPr="00DE30EA">
              <w:rPr>
                <w:rStyle w:val="Hyperlink"/>
                <w:rFonts w:hint="eastAsia"/>
                <w:color w:val="000000"/>
                <w:u w:val="none"/>
                <w:rtl/>
              </w:rPr>
              <w:t>قَتَلْتَ</w:t>
            </w:r>
            <w:r w:rsidRPr="00DE30EA">
              <w:rPr>
                <w:rStyle w:val="Hyperlink"/>
                <w:color w:val="000000"/>
                <w:u w:val="none"/>
                <w:rtl/>
              </w:rPr>
              <w:t xml:space="preserve"> </w:t>
            </w:r>
            <w:r w:rsidRPr="00DE30EA">
              <w:rPr>
                <w:rStyle w:val="Hyperlink"/>
                <w:rFonts w:hint="eastAsia"/>
                <w:color w:val="000000"/>
                <w:u w:val="none"/>
                <w:rtl/>
              </w:rPr>
              <w:t>نَفْساً</w:t>
            </w:r>
            <w:r w:rsidRPr="00DE30EA">
              <w:rPr>
                <w:rStyle w:val="Hyperlink"/>
                <w:color w:val="000000"/>
                <w:u w:val="none"/>
                <w:rtl/>
              </w:rPr>
              <w:t xml:space="preserve"> </w:t>
            </w:r>
            <w:r w:rsidRPr="00DE30EA">
              <w:rPr>
                <w:rStyle w:val="Hyperlink"/>
                <w:rFonts w:hint="eastAsia"/>
                <w:color w:val="000000"/>
                <w:u w:val="none"/>
                <w:rtl/>
              </w:rPr>
              <w:t>بِالاَْمْسِ</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تُرِيدُ</w:t>
            </w:r>
            <w:r w:rsidRPr="00DE30EA">
              <w:rPr>
                <w:rStyle w:val="Hyperlink"/>
                <w:color w:val="000000"/>
                <w:u w:val="none"/>
                <w:rtl/>
              </w:rPr>
              <w:t xml:space="preserve"> </w:t>
            </w:r>
            <w:r w:rsidRPr="00DE30EA">
              <w:rPr>
                <w:rStyle w:val="Hyperlink"/>
                <w:rFonts w:hint="eastAsia"/>
                <w:color w:val="000000"/>
                <w:u w:val="none"/>
                <w:rtl/>
              </w:rPr>
              <w:t>إِلاَّ</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تَكُونَ</w:t>
            </w:r>
            <w:r w:rsidRPr="00DE30EA">
              <w:rPr>
                <w:rStyle w:val="Hyperlink"/>
                <w:color w:val="000000"/>
                <w:u w:val="none"/>
                <w:rtl/>
              </w:rPr>
              <w:t xml:space="preserve"> </w:t>
            </w:r>
            <w:r w:rsidRPr="00DE30EA">
              <w:rPr>
                <w:rStyle w:val="Hyperlink"/>
                <w:rFonts w:hint="eastAsia"/>
                <w:color w:val="000000"/>
                <w:u w:val="none"/>
                <w:rtl/>
              </w:rPr>
              <w:t>جَبَّاراً</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الاَْرْضِ</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مَاتُرِيدُ</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تَكُونَمِنَ</w:t>
            </w:r>
            <w:r w:rsidRPr="00DE30EA">
              <w:rPr>
                <w:rStyle w:val="Hyperlink"/>
                <w:color w:val="000000"/>
                <w:u w:val="none"/>
                <w:rtl/>
              </w:rPr>
              <w:t xml:space="preserve"> </w:t>
            </w:r>
            <w:r w:rsidRPr="00DE30EA">
              <w:rPr>
                <w:rStyle w:val="Hyperlink"/>
                <w:rFonts w:hint="eastAsia"/>
                <w:color w:val="000000"/>
                <w:u w:val="none"/>
                <w:rtl/>
              </w:rPr>
              <w:t>الْمُصْلِحِينَ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Toc362088614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30</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15"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Toc362088615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1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Toc362088616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14B31" w:rsidRPr="00DE30EA" w:rsidRDefault="00514B31" w:rsidP="00DE30EA">
          <w:pPr>
            <w:pStyle w:val="TOC1"/>
            <w:rPr>
              <w:rFonts w:eastAsiaTheme="minorEastAsia"/>
              <w:sz w:val="22"/>
              <w:rtl/>
            </w:rPr>
          </w:pPr>
          <w:hyperlink w:anchor="_Toc362088617" w:history="1">
            <w:r w:rsidRPr="00DE30EA">
              <w:rPr>
                <w:rStyle w:val="Hyperlink"/>
                <w:color w:val="000000"/>
                <w:u w:val="none"/>
                <w:rtl/>
              </w:rPr>
              <w:t>(20)</w:t>
            </w:r>
            <w:r w:rsidRPr="00DE30EA">
              <w:rPr>
                <w:rStyle w:val="Hyperlink"/>
                <w:color w:val="000000"/>
                <w:u w:val="none"/>
                <w:rtl/>
              </w:rPr>
              <w:t xml:space="preserve"> </w:t>
            </w:r>
            <w:r w:rsidRPr="00DE30EA">
              <w:rPr>
                <w:rStyle w:val="Hyperlink"/>
                <w:rFonts w:hint="eastAsia"/>
                <w:color w:val="000000"/>
                <w:u w:val="none"/>
                <w:rtl/>
              </w:rPr>
              <w:t>وَجَآءَ</w:t>
            </w:r>
            <w:r w:rsidRPr="00DE30EA">
              <w:rPr>
                <w:rStyle w:val="Hyperlink"/>
                <w:color w:val="000000"/>
                <w:u w:val="none"/>
                <w:rtl/>
              </w:rPr>
              <w:t xml:space="preserve"> </w:t>
            </w:r>
            <w:r w:rsidRPr="00DE30EA">
              <w:rPr>
                <w:rStyle w:val="Hyperlink"/>
                <w:rFonts w:hint="eastAsia"/>
                <w:color w:val="000000"/>
                <w:u w:val="none"/>
                <w:rtl/>
              </w:rPr>
              <w:t>رَجُلٌ</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اءَقْصَا</w:t>
            </w:r>
            <w:r w:rsidRPr="00DE30EA">
              <w:rPr>
                <w:rStyle w:val="Hyperlink"/>
                <w:color w:val="000000"/>
                <w:u w:val="none"/>
                <w:rtl/>
              </w:rPr>
              <w:t xml:space="preserve"> </w:t>
            </w:r>
            <w:r w:rsidRPr="00DE30EA">
              <w:rPr>
                <w:rStyle w:val="Hyperlink"/>
                <w:rFonts w:hint="eastAsia"/>
                <w:color w:val="000000"/>
                <w:u w:val="none"/>
                <w:rtl/>
              </w:rPr>
              <w:t>الْمَدِينَةِ</w:t>
            </w:r>
            <w:r w:rsidRPr="00DE30EA">
              <w:rPr>
                <w:rStyle w:val="Hyperlink"/>
                <w:color w:val="000000"/>
                <w:u w:val="none"/>
                <w:rtl/>
              </w:rPr>
              <w:t xml:space="preserve"> </w:t>
            </w:r>
            <w:r w:rsidRPr="00DE30EA">
              <w:rPr>
                <w:rStyle w:val="Hyperlink"/>
                <w:rFonts w:hint="eastAsia"/>
                <w:color w:val="000000"/>
                <w:u w:val="none"/>
                <w:rtl/>
              </w:rPr>
              <w:t>يَسْعَى</w:t>
            </w:r>
            <w:r w:rsidRPr="00DE30EA">
              <w:rPr>
                <w:rStyle w:val="Hyperlink"/>
                <w:color w:val="000000"/>
                <w:u w:val="none"/>
                <w:rtl/>
              </w:rPr>
              <w:t xml:space="preserve"> </w:t>
            </w:r>
            <w:r w:rsidRPr="00DE30EA">
              <w:rPr>
                <w:rStyle w:val="Hyperlink"/>
                <w:rFonts w:hint="eastAsia"/>
                <w:color w:val="000000"/>
                <w:u w:val="none"/>
                <w:rtl/>
              </w:rPr>
              <w:t>قَالَ</w:t>
            </w:r>
            <w:r w:rsidRPr="00DE30EA">
              <w:rPr>
                <w:rStyle w:val="Hyperlink"/>
                <w:color w:val="000000"/>
                <w:u w:val="none"/>
                <w:rtl/>
              </w:rPr>
              <w:t xml:space="preserve"> </w:t>
            </w:r>
            <w:r w:rsidRPr="00DE30EA">
              <w:rPr>
                <w:rStyle w:val="Hyperlink"/>
                <w:rFonts w:hint="eastAsia"/>
                <w:color w:val="000000"/>
                <w:u w:val="none"/>
                <w:rtl/>
              </w:rPr>
              <w:t>يَا</w:t>
            </w:r>
            <w:r w:rsidRPr="00DE30EA">
              <w:rPr>
                <w:rStyle w:val="Hyperlink"/>
                <w:color w:val="000000"/>
                <w:u w:val="none"/>
                <w:rtl/>
              </w:rPr>
              <w:t xml:space="preserve"> </w:t>
            </w:r>
            <w:r w:rsidRPr="00DE30EA">
              <w:rPr>
                <w:rStyle w:val="Hyperlink"/>
                <w:rFonts w:hint="eastAsia"/>
                <w:color w:val="000000"/>
                <w:u w:val="none"/>
                <w:rtl/>
              </w:rPr>
              <w:t>مُوسَىَّ</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الْمَلاََيَاءْتَمِرُونَ</w:t>
            </w:r>
            <w:r w:rsidRPr="00DE30EA">
              <w:rPr>
                <w:rStyle w:val="Hyperlink"/>
                <w:color w:val="000000"/>
                <w:u w:val="none"/>
                <w:rtl/>
              </w:rPr>
              <w:t xml:space="preserve"> </w:t>
            </w:r>
            <w:r w:rsidRPr="00DE30EA">
              <w:rPr>
                <w:rStyle w:val="Hyperlink"/>
                <w:rFonts w:hint="eastAsia"/>
                <w:color w:val="000000"/>
                <w:u w:val="none"/>
                <w:rtl/>
              </w:rPr>
              <w:t>بِكَلِ</w:t>
            </w:r>
            <w:r w:rsidRPr="00DE30EA">
              <w:rPr>
                <w:rStyle w:val="Hyperlink"/>
                <w:color w:val="000000"/>
                <w:u w:val="none"/>
                <w:rtl/>
              </w:rPr>
              <w:t xml:space="preserve"> </w:t>
            </w:r>
            <w:r w:rsidRPr="00DE30EA">
              <w:rPr>
                <w:rStyle w:val="Hyperlink"/>
                <w:rFonts w:hint="eastAsia"/>
                <w:color w:val="000000"/>
                <w:u w:val="none"/>
                <w:rtl/>
              </w:rPr>
              <w:t>يَقْتُلُوكَ</w:t>
            </w:r>
            <w:r w:rsidRPr="00DE30EA">
              <w:rPr>
                <w:rStyle w:val="Hyperlink"/>
                <w:color w:val="000000"/>
                <w:u w:val="none"/>
                <w:rtl/>
              </w:rPr>
              <w:t xml:space="preserve"> </w:t>
            </w:r>
            <w:r w:rsidRPr="00DE30EA">
              <w:rPr>
                <w:rStyle w:val="Hyperlink"/>
                <w:rFonts w:hint="eastAsia"/>
                <w:color w:val="000000"/>
                <w:u w:val="none"/>
                <w:rtl/>
              </w:rPr>
              <w:t>فَاخْرُجْ</w:t>
            </w:r>
            <w:r w:rsidRPr="00DE30EA">
              <w:rPr>
                <w:rStyle w:val="Hyperlink"/>
                <w:color w:val="000000"/>
                <w:u w:val="none"/>
                <w:rtl/>
              </w:rPr>
              <w:t xml:space="preserve"> </w:t>
            </w:r>
            <w:r w:rsidRPr="00DE30EA">
              <w:rPr>
                <w:rStyle w:val="Hyperlink"/>
                <w:rFonts w:hint="eastAsia"/>
                <w:color w:val="000000"/>
                <w:u w:val="none"/>
                <w:rtl/>
              </w:rPr>
              <w:t>إِنِّى</w:t>
            </w:r>
            <w:r w:rsidRPr="00DE30EA">
              <w:rPr>
                <w:rStyle w:val="Hyperlink"/>
                <w:color w:val="000000"/>
                <w:u w:val="none"/>
                <w:rtl/>
              </w:rPr>
              <w:t xml:space="preserve"> </w:t>
            </w:r>
            <w:r w:rsidRPr="00DE30EA">
              <w:rPr>
                <w:rStyle w:val="Hyperlink"/>
                <w:rFonts w:hint="eastAsia"/>
                <w:color w:val="000000"/>
                <w:u w:val="none"/>
                <w:rtl/>
              </w:rPr>
              <w:t>لَكَ</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النَّصِحِينَ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Toc362088617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32</w:t>
            </w:r>
            <w:r w:rsidRPr="00DE30EA">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18" w:history="1">
            <w:r w:rsidRPr="00BA665B">
              <w:rPr>
                <w:rStyle w:val="Hyperlink"/>
                <w:rtl/>
              </w:rPr>
              <w:t>(21)</w:t>
            </w:r>
            <w:r w:rsidRPr="00BA665B">
              <w:rPr>
                <w:rStyle w:val="Hyperlink"/>
                <w:rtl/>
              </w:rPr>
              <w:t xml:space="preserve"> </w:t>
            </w:r>
            <w:r w:rsidRPr="00BA665B">
              <w:rPr>
                <w:rStyle w:val="Hyperlink"/>
                <w:rFonts w:hint="eastAsia"/>
                <w:rtl/>
              </w:rPr>
              <w:t>فَخَرَجَ</w:t>
            </w:r>
            <w:r w:rsidRPr="00BA665B">
              <w:rPr>
                <w:rStyle w:val="Hyperlink"/>
                <w:rtl/>
              </w:rPr>
              <w:t xml:space="preserve"> </w:t>
            </w:r>
            <w:r w:rsidRPr="00BA665B">
              <w:rPr>
                <w:rStyle w:val="Hyperlink"/>
                <w:rFonts w:hint="eastAsia"/>
                <w:rtl/>
              </w:rPr>
              <w:t>مِنْهَا</w:t>
            </w:r>
            <w:r w:rsidRPr="00BA665B">
              <w:rPr>
                <w:rStyle w:val="Hyperlink"/>
                <w:rtl/>
              </w:rPr>
              <w:t xml:space="preserve"> </w:t>
            </w:r>
            <w:r w:rsidRPr="00BA665B">
              <w:rPr>
                <w:rStyle w:val="Hyperlink"/>
                <w:rFonts w:hint="eastAsia"/>
                <w:rtl/>
              </w:rPr>
              <w:t>خَآئِفاً</w:t>
            </w:r>
            <w:r w:rsidRPr="00BA665B">
              <w:rPr>
                <w:rStyle w:val="Hyperlink"/>
                <w:rtl/>
              </w:rPr>
              <w:t xml:space="preserve"> </w:t>
            </w:r>
            <w:r w:rsidRPr="00BA665B">
              <w:rPr>
                <w:rStyle w:val="Hyperlink"/>
                <w:rFonts w:hint="eastAsia"/>
                <w:rtl/>
              </w:rPr>
              <w:t>يَتَرَقَّبُ</w:t>
            </w:r>
            <w:r w:rsidRPr="00BA665B">
              <w:rPr>
                <w:rStyle w:val="Hyperlink"/>
                <w:rtl/>
              </w:rPr>
              <w:t xml:space="preserve"> </w:t>
            </w:r>
            <w:r w:rsidRPr="00BA665B">
              <w:rPr>
                <w:rStyle w:val="Hyperlink"/>
                <w:rFonts w:hint="eastAsia"/>
                <w:rtl/>
              </w:rPr>
              <w:t>قَالَ</w:t>
            </w:r>
            <w:r w:rsidRPr="00BA665B">
              <w:rPr>
                <w:rStyle w:val="Hyperlink"/>
                <w:rtl/>
              </w:rPr>
              <w:t xml:space="preserve"> </w:t>
            </w:r>
            <w:r w:rsidRPr="00BA665B">
              <w:rPr>
                <w:rStyle w:val="Hyperlink"/>
                <w:rFonts w:hint="eastAsia"/>
                <w:rtl/>
              </w:rPr>
              <w:t>رَبِّ</w:t>
            </w:r>
            <w:r w:rsidRPr="00BA665B">
              <w:rPr>
                <w:rStyle w:val="Hyperlink"/>
                <w:rtl/>
              </w:rPr>
              <w:t xml:space="preserve"> </w:t>
            </w:r>
            <w:r w:rsidRPr="00BA665B">
              <w:rPr>
                <w:rStyle w:val="Hyperlink"/>
                <w:rFonts w:hint="eastAsia"/>
                <w:rtl/>
              </w:rPr>
              <w:t>نَجِّنِى</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الْقَوْمِ</w:t>
            </w:r>
            <w:r w:rsidRPr="00BA665B">
              <w:rPr>
                <w:rStyle w:val="Hyperlink"/>
                <w:rtl/>
              </w:rPr>
              <w:t xml:space="preserve"> </w:t>
            </w:r>
            <w:r w:rsidRPr="00BA665B">
              <w:rPr>
                <w:rStyle w:val="Hyperlink"/>
                <w:rFonts w:hint="eastAsia"/>
                <w:rtl/>
              </w:rPr>
              <w:t>الظَّلِمِينَ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Toc362088618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19"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Toc362088619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20"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Toc362088620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21" w:history="1">
            <w:r w:rsidRPr="00BA665B">
              <w:rPr>
                <w:rStyle w:val="Hyperlink"/>
                <w:rtl/>
              </w:rPr>
              <w:t>(22)</w:t>
            </w:r>
            <w:r w:rsidRPr="00BA665B">
              <w:rPr>
                <w:rStyle w:val="Hyperlink"/>
                <w:rtl/>
              </w:rPr>
              <w:t xml:space="preserve"> </w:t>
            </w:r>
            <w:r w:rsidRPr="00BA665B">
              <w:rPr>
                <w:rStyle w:val="Hyperlink"/>
                <w:rFonts w:hint="eastAsia"/>
                <w:rtl/>
              </w:rPr>
              <w:t>وَلَمَّا</w:t>
            </w:r>
            <w:r w:rsidRPr="00BA665B">
              <w:rPr>
                <w:rStyle w:val="Hyperlink"/>
                <w:rtl/>
              </w:rPr>
              <w:t xml:space="preserve"> </w:t>
            </w:r>
            <w:r w:rsidRPr="00BA665B">
              <w:rPr>
                <w:rStyle w:val="Hyperlink"/>
                <w:rFonts w:hint="eastAsia"/>
                <w:rtl/>
              </w:rPr>
              <w:t>تَوَجَّهَ</w:t>
            </w:r>
            <w:r w:rsidRPr="00BA665B">
              <w:rPr>
                <w:rStyle w:val="Hyperlink"/>
                <w:rtl/>
              </w:rPr>
              <w:t xml:space="preserve"> </w:t>
            </w:r>
            <w:r w:rsidRPr="00BA665B">
              <w:rPr>
                <w:rStyle w:val="Hyperlink"/>
                <w:rFonts w:hint="eastAsia"/>
                <w:rtl/>
              </w:rPr>
              <w:t>تِلْقَآءَ</w:t>
            </w:r>
            <w:r w:rsidRPr="00BA665B">
              <w:rPr>
                <w:rStyle w:val="Hyperlink"/>
                <w:rtl/>
              </w:rPr>
              <w:t xml:space="preserve"> </w:t>
            </w:r>
            <w:r w:rsidRPr="00BA665B">
              <w:rPr>
                <w:rStyle w:val="Hyperlink"/>
                <w:rFonts w:hint="eastAsia"/>
                <w:rtl/>
              </w:rPr>
              <w:t>مَدْيَنَ</w:t>
            </w:r>
            <w:r w:rsidRPr="00BA665B">
              <w:rPr>
                <w:rStyle w:val="Hyperlink"/>
                <w:rtl/>
              </w:rPr>
              <w:t xml:space="preserve"> </w:t>
            </w:r>
            <w:r w:rsidRPr="00BA665B">
              <w:rPr>
                <w:rStyle w:val="Hyperlink"/>
                <w:rFonts w:hint="eastAsia"/>
                <w:rtl/>
              </w:rPr>
              <w:t>قَالَ</w:t>
            </w:r>
            <w:r w:rsidRPr="00BA665B">
              <w:rPr>
                <w:rStyle w:val="Hyperlink"/>
                <w:rtl/>
              </w:rPr>
              <w:t xml:space="preserve"> </w:t>
            </w:r>
            <w:r w:rsidRPr="00BA665B">
              <w:rPr>
                <w:rStyle w:val="Hyperlink"/>
                <w:rFonts w:hint="eastAsia"/>
                <w:rtl/>
              </w:rPr>
              <w:t>عَسَى</w:t>
            </w:r>
            <w:r w:rsidRPr="00BA665B">
              <w:rPr>
                <w:rStyle w:val="Hyperlink"/>
                <w:rtl/>
              </w:rPr>
              <w:t xml:space="preserve"> </w:t>
            </w:r>
            <w:r w:rsidRPr="00BA665B">
              <w:rPr>
                <w:rStyle w:val="Hyperlink"/>
                <w:rFonts w:hint="eastAsia"/>
                <w:rtl/>
              </w:rPr>
              <w:t>رَبِّىَّ</w:t>
            </w:r>
            <w:r w:rsidRPr="00BA665B">
              <w:rPr>
                <w:rStyle w:val="Hyperlink"/>
                <w:rtl/>
              </w:rPr>
              <w:t xml:space="preserve"> </w:t>
            </w:r>
            <w:r w:rsidRPr="00BA665B">
              <w:rPr>
                <w:rStyle w:val="Hyperlink"/>
                <w:rFonts w:hint="eastAsia"/>
                <w:rtl/>
              </w:rPr>
              <w:t>اءَن</w:t>
            </w:r>
            <w:r w:rsidRPr="00BA665B">
              <w:rPr>
                <w:rStyle w:val="Hyperlink"/>
                <w:rtl/>
              </w:rPr>
              <w:t xml:space="preserve"> </w:t>
            </w:r>
            <w:r w:rsidRPr="00BA665B">
              <w:rPr>
                <w:rStyle w:val="Hyperlink"/>
                <w:rFonts w:hint="eastAsia"/>
                <w:rtl/>
              </w:rPr>
              <w:t>يَهْدِيَنِى</w:t>
            </w:r>
            <w:r w:rsidRPr="00BA665B">
              <w:rPr>
                <w:rStyle w:val="Hyperlink"/>
                <w:rtl/>
              </w:rPr>
              <w:t xml:space="preserve"> </w:t>
            </w:r>
            <w:r w:rsidRPr="00BA665B">
              <w:rPr>
                <w:rStyle w:val="Hyperlink"/>
                <w:rFonts w:hint="eastAsia"/>
                <w:rtl/>
              </w:rPr>
              <w:t>سَوَآءَ</w:t>
            </w:r>
            <w:r w:rsidRPr="00BA665B">
              <w:rPr>
                <w:rStyle w:val="Hyperlink"/>
                <w:rtl/>
              </w:rPr>
              <w:t xml:space="preserve"> </w:t>
            </w:r>
            <w:r w:rsidRPr="00BA665B">
              <w:rPr>
                <w:rStyle w:val="Hyperlink"/>
                <w:rFonts w:hint="eastAsia"/>
                <w:rtl/>
              </w:rPr>
              <w:t>السَّبِيلِ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Toc362088621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22"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Toc362088622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23"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Toc362088623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14B31" w:rsidRPr="00DE30EA" w:rsidRDefault="00514B31" w:rsidP="00DE30EA">
          <w:pPr>
            <w:pStyle w:val="TOC1"/>
            <w:rPr>
              <w:rFonts w:eastAsiaTheme="minorEastAsia"/>
              <w:sz w:val="22"/>
              <w:rtl/>
            </w:rPr>
          </w:pPr>
          <w:hyperlink w:anchor="_Toc362088624" w:history="1">
            <w:r w:rsidRPr="00DE30EA">
              <w:rPr>
                <w:rStyle w:val="Hyperlink"/>
                <w:color w:val="000000"/>
                <w:u w:val="none"/>
                <w:rtl/>
              </w:rPr>
              <w:t>(23)</w:t>
            </w:r>
            <w:r w:rsidRPr="00DE30EA">
              <w:rPr>
                <w:rStyle w:val="Hyperlink"/>
                <w:color w:val="000000"/>
                <w:u w:val="none"/>
                <w:rtl/>
              </w:rPr>
              <w:t xml:space="preserve"> </w:t>
            </w:r>
            <w:r w:rsidRPr="00DE30EA">
              <w:rPr>
                <w:rStyle w:val="Hyperlink"/>
                <w:rFonts w:hint="eastAsia"/>
                <w:color w:val="000000"/>
                <w:u w:val="none"/>
                <w:rtl/>
              </w:rPr>
              <w:t>وَلَمَّا</w:t>
            </w:r>
            <w:r w:rsidRPr="00DE30EA">
              <w:rPr>
                <w:rStyle w:val="Hyperlink"/>
                <w:color w:val="000000"/>
                <w:u w:val="none"/>
                <w:rtl/>
              </w:rPr>
              <w:t xml:space="preserve"> </w:t>
            </w:r>
            <w:r w:rsidRPr="00DE30EA">
              <w:rPr>
                <w:rStyle w:val="Hyperlink"/>
                <w:rFonts w:hint="eastAsia"/>
                <w:color w:val="000000"/>
                <w:u w:val="none"/>
                <w:rtl/>
              </w:rPr>
              <w:t>وَرَدَ</w:t>
            </w:r>
            <w:r w:rsidRPr="00DE30EA">
              <w:rPr>
                <w:rStyle w:val="Hyperlink"/>
                <w:color w:val="000000"/>
                <w:u w:val="none"/>
                <w:rtl/>
              </w:rPr>
              <w:t xml:space="preserve"> </w:t>
            </w:r>
            <w:r w:rsidRPr="00DE30EA">
              <w:rPr>
                <w:rStyle w:val="Hyperlink"/>
                <w:rFonts w:hint="eastAsia"/>
                <w:color w:val="000000"/>
                <w:u w:val="none"/>
                <w:rtl/>
              </w:rPr>
              <w:t>مَآءَ</w:t>
            </w:r>
            <w:r w:rsidRPr="00DE30EA">
              <w:rPr>
                <w:rStyle w:val="Hyperlink"/>
                <w:color w:val="000000"/>
                <w:u w:val="none"/>
                <w:rtl/>
              </w:rPr>
              <w:t xml:space="preserve"> </w:t>
            </w:r>
            <w:r w:rsidRPr="00DE30EA">
              <w:rPr>
                <w:rStyle w:val="Hyperlink"/>
                <w:rFonts w:hint="eastAsia"/>
                <w:color w:val="000000"/>
                <w:u w:val="none"/>
                <w:rtl/>
              </w:rPr>
              <w:t>مَدْيَنَ</w:t>
            </w:r>
            <w:r w:rsidRPr="00DE30EA">
              <w:rPr>
                <w:rStyle w:val="Hyperlink"/>
                <w:color w:val="000000"/>
                <w:u w:val="none"/>
                <w:rtl/>
              </w:rPr>
              <w:t xml:space="preserve"> </w:t>
            </w:r>
            <w:r w:rsidRPr="00DE30EA">
              <w:rPr>
                <w:rStyle w:val="Hyperlink"/>
                <w:rFonts w:hint="eastAsia"/>
                <w:color w:val="000000"/>
                <w:u w:val="none"/>
                <w:rtl/>
              </w:rPr>
              <w:t>وَجَدَ</w:t>
            </w:r>
            <w:r w:rsidRPr="00DE30EA">
              <w:rPr>
                <w:rStyle w:val="Hyperlink"/>
                <w:color w:val="000000"/>
                <w:u w:val="none"/>
                <w:rtl/>
              </w:rPr>
              <w:t xml:space="preserve"> </w:t>
            </w:r>
            <w:r w:rsidRPr="00DE30EA">
              <w:rPr>
                <w:rStyle w:val="Hyperlink"/>
                <w:rFonts w:hint="eastAsia"/>
                <w:color w:val="000000"/>
                <w:u w:val="none"/>
                <w:rtl/>
              </w:rPr>
              <w:t>عَلَيْهِ</w:t>
            </w:r>
            <w:r w:rsidRPr="00DE30EA">
              <w:rPr>
                <w:rStyle w:val="Hyperlink"/>
                <w:color w:val="000000"/>
                <w:u w:val="none"/>
                <w:rtl/>
              </w:rPr>
              <w:t xml:space="preserve"> </w:t>
            </w:r>
            <w:r w:rsidRPr="00DE30EA">
              <w:rPr>
                <w:rStyle w:val="Hyperlink"/>
                <w:rFonts w:hint="eastAsia"/>
                <w:color w:val="000000"/>
                <w:u w:val="none"/>
                <w:rtl/>
              </w:rPr>
              <w:t>اءُمَّةً</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النَّاسِ</w:t>
            </w:r>
            <w:r w:rsidRPr="00DE30EA">
              <w:rPr>
                <w:rStyle w:val="Hyperlink"/>
                <w:color w:val="000000"/>
                <w:u w:val="none"/>
                <w:rtl/>
              </w:rPr>
              <w:t xml:space="preserve"> </w:t>
            </w:r>
            <w:r w:rsidRPr="00DE30EA">
              <w:rPr>
                <w:rStyle w:val="Hyperlink"/>
                <w:rFonts w:hint="eastAsia"/>
                <w:color w:val="000000"/>
                <w:u w:val="none"/>
                <w:rtl/>
              </w:rPr>
              <w:t>يَسْقُونَ</w:t>
            </w:r>
            <w:r w:rsidRPr="00DE30EA">
              <w:rPr>
                <w:rStyle w:val="Hyperlink"/>
                <w:color w:val="000000"/>
                <w:u w:val="none"/>
                <w:rtl/>
              </w:rPr>
              <w:t xml:space="preserve"> </w:t>
            </w:r>
            <w:r w:rsidRPr="00DE30EA">
              <w:rPr>
                <w:rStyle w:val="Hyperlink"/>
                <w:rFonts w:hint="eastAsia"/>
                <w:color w:val="000000"/>
                <w:u w:val="none"/>
                <w:rtl/>
              </w:rPr>
              <w:t>وَوَجَدَ</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دُونِهِمُ</w:t>
            </w:r>
            <w:r w:rsidRPr="00DE30EA">
              <w:rPr>
                <w:rStyle w:val="Hyperlink"/>
                <w:color w:val="000000"/>
                <w:u w:val="none"/>
                <w:rtl/>
              </w:rPr>
              <w:t xml:space="preserve"> </w:t>
            </w:r>
            <w:r w:rsidRPr="00DE30EA">
              <w:rPr>
                <w:rStyle w:val="Hyperlink"/>
                <w:rFonts w:hint="eastAsia"/>
                <w:color w:val="000000"/>
                <w:u w:val="none"/>
                <w:rtl/>
              </w:rPr>
              <w:t>امْرَاءَتَيْنِ</w:t>
            </w:r>
            <w:r w:rsidRPr="00DE30EA">
              <w:rPr>
                <w:rStyle w:val="Hyperlink"/>
                <w:color w:val="000000"/>
                <w:u w:val="none"/>
                <w:rtl/>
              </w:rPr>
              <w:t xml:space="preserve"> </w:t>
            </w:r>
            <w:r w:rsidRPr="00DE30EA">
              <w:rPr>
                <w:rStyle w:val="Hyperlink"/>
                <w:rFonts w:hint="eastAsia"/>
                <w:color w:val="000000"/>
                <w:u w:val="none"/>
                <w:rtl/>
              </w:rPr>
              <w:t>تَذُودَانِ</w:t>
            </w:r>
            <w:r w:rsidRPr="00DE30EA">
              <w:rPr>
                <w:rStyle w:val="Hyperlink"/>
                <w:color w:val="000000"/>
                <w:u w:val="none"/>
                <w:rtl/>
              </w:rPr>
              <w:t xml:space="preserve"> </w:t>
            </w:r>
            <w:r w:rsidRPr="00DE30EA">
              <w:rPr>
                <w:rStyle w:val="Hyperlink"/>
                <w:rFonts w:hint="eastAsia"/>
                <w:color w:val="000000"/>
                <w:u w:val="none"/>
                <w:rtl/>
              </w:rPr>
              <w:t>قَالَ</w:t>
            </w:r>
            <w:r w:rsidRPr="00DE30EA">
              <w:rPr>
                <w:rStyle w:val="Hyperlink"/>
                <w:color w:val="000000"/>
                <w:u w:val="none"/>
                <w:rtl/>
              </w:rPr>
              <w:t xml:space="preserve"> </w:t>
            </w:r>
            <w:r w:rsidRPr="00DE30EA">
              <w:rPr>
                <w:rStyle w:val="Hyperlink"/>
                <w:rFonts w:hint="eastAsia"/>
                <w:color w:val="000000"/>
                <w:u w:val="none"/>
                <w:rtl/>
              </w:rPr>
              <w:t>مَا</w:t>
            </w:r>
            <w:r w:rsidRPr="00DE30EA">
              <w:rPr>
                <w:rStyle w:val="Hyperlink"/>
                <w:color w:val="000000"/>
                <w:u w:val="none"/>
                <w:rtl/>
              </w:rPr>
              <w:t xml:space="preserve"> </w:t>
            </w:r>
            <w:r w:rsidRPr="00DE30EA">
              <w:rPr>
                <w:rStyle w:val="Hyperlink"/>
                <w:rFonts w:hint="eastAsia"/>
                <w:color w:val="000000"/>
                <w:u w:val="none"/>
                <w:rtl/>
              </w:rPr>
              <w:t>خَطْبُكُمَا</w:t>
            </w:r>
            <w:r w:rsidRPr="00DE30EA">
              <w:rPr>
                <w:rStyle w:val="Hyperlink"/>
                <w:color w:val="000000"/>
                <w:u w:val="none"/>
                <w:rtl/>
              </w:rPr>
              <w:t xml:space="preserve"> </w:t>
            </w:r>
            <w:r w:rsidRPr="00DE30EA">
              <w:rPr>
                <w:rStyle w:val="Hyperlink"/>
                <w:rFonts w:hint="eastAsia"/>
                <w:color w:val="000000"/>
                <w:u w:val="none"/>
                <w:rtl/>
              </w:rPr>
              <w:t>قَالَتَا</w:t>
            </w:r>
            <w:r w:rsidRPr="00DE30EA">
              <w:rPr>
                <w:rStyle w:val="Hyperlink"/>
                <w:color w:val="000000"/>
                <w:u w:val="none"/>
                <w:rtl/>
              </w:rPr>
              <w:t xml:space="preserve"> </w:t>
            </w:r>
            <w:r w:rsidRPr="00DE30EA">
              <w:rPr>
                <w:rStyle w:val="Hyperlink"/>
                <w:rFonts w:hint="eastAsia"/>
                <w:color w:val="000000"/>
                <w:u w:val="none"/>
                <w:rtl/>
              </w:rPr>
              <w:t>لاَ</w:t>
            </w:r>
            <w:r w:rsidRPr="00DE30EA">
              <w:rPr>
                <w:rStyle w:val="Hyperlink"/>
                <w:color w:val="000000"/>
                <w:u w:val="none"/>
                <w:rtl/>
              </w:rPr>
              <w:t xml:space="preserve"> </w:t>
            </w:r>
            <w:r w:rsidRPr="00DE30EA">
              <w:rPr>
                <w:rStyle w:val="Hyperlink"/>
                <w:rFonts w:hint="eastAsia"/>
                <w:color w:val="000000"/>
                <w:u w:val="none"/>
                <w:rtl/>
              </w:rPr>
              <w:t>نَسْقِى</w:t>
            </w:r>
            <w:r w:rsidRPr="00DE30EA">
              <w:rPr>
                <w:rStyle w:val="Hyperlink"/>
                <w:color w:val="000000"/>
                <w:u w:val="none"/>
                <w:rtl/>
              </w:rPr>
              <w:t xml:space="preserve"> </w:t>
            </w:r>
            <w:r w:rsidRPr="00DE30EA">
              <w:rPr>
                <w:rStyle w:val="Hyperlink"/>
                <w:rFonts w:hint="eastAsia"/>
                <w:color w:val="000000"/>
                <w:u w:val="none"/>
                <w:rtl/>
              </w:rPr>
              <w:t>حَتَّى</w:t>
            </w:r>
            <w:r w:rsidRPr="00DE30EA">
              <w:rPr>
                <w:rStyle w:val="Hyperlink"/>
                <w:color w:val="000000"/>
                <w:u w:val="none"/>
                <w:rtl/>
              </w:rPr>
              <w:t xml:space="preserve"> </w:t>
            </w:r>
            <w:r w:rsidRPr="00DE30EA">
              <w:rPr>
                <w:rStyle w:val="Hyperlink"/>
                <w:rFonts w:hint="eastAsia"/>
                <w:color w:val="000000"/>
                <w:u w:val="none"/>
                <w:rtl/>
              </w:rPr>
              <w:t>يُصْدِرَ</w:t>
            </w:r>
            <w:r w:rsidRPr="00DE30EA">
              <w:rPr>
                <w:rStyle w:val="Hyperlink"/>
                <w:color w:val="000000"/>
                <w:u w:val="none"/>
                <w:rtl/>
              </w:rPr>
              <w:t xml:space="preserve"> </w:t>
            </w:r>
            <w:r w:rsidRPr="00DE30EA">
              <w:rPr>
                <w:rStyle w:val="Hyperlink"/>
                <w:rFonts w:hint="eastAsia"/>
                <w:color w:val="000000"/>
                <w:u w:val="none"/>
                <w:rtl/>
              </w:rPr>
              <w:t>الرِّعَآءُ</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اءَبُونَا</w:t>
            </w:r>
            <w:r w:rsidRPr="00DE30EA">
              <w:rPr>
                <w:rStyle w:val="Hyperlink"/>
                <w:color w:val="000000"/>
                <w:u w:val="none"/>
                <w:rtl/>
              </w:rPr>
              <w:t xml:space="preserve"> </w:t>
            </w:r>
            <w:r w:rsidRPr="00DE30EA">
              <w:rPr>
                <w:rStyle w:val="Hyperlink"/>
                <w:rFonts w:hint="eastAsia"/>
                <w:color w:val="000000"/>
                <w:u w:val="none"/>
                <w:rtl/>
              </w:rPr>
              <w:t>شَيْخٌ</w:t>
            </w:r>
            <w:r w:rsidRPr="00DE30EA">
              <w:rPr>
                <w:rStyle w:val="Hyperlink"/>
                <w:color w:val="000000"/>
                <w:u w:val="none"/>
                <w:rtl/>
              </w:rPr>
              <w:t xml:space="preserve"> </w:t>
            </w:r>
            <w:r w:rsidRPr="00DE30EA">
              <w:rPr>
                <w:rStyle w:val="Hyperlink"/>
                <w:rFonts w:hint="eastAsia"/>
                <w:color w:val="000000"/>
                <w:u w:val="none"/>
                <w:rtl/>
              </w:rPr>
              <w:t>كَبِيرٌ</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Toc362088624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35</w:t>
            </w:r>
            <w:r w:rsidRPr="00DE30EA">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25" w:history="1">
            <w:r w:rsidRPr="00BA665B">
              <w:rPr>
                <w:rStyle w:val="Hyperlink"/>
                <w:rtl/>
              </w:rPr>
              <w:t>(24)</w:t>
            </w:r>
            <w:r w:rsidRPr="00BA665B">
              <w:rPr>
                <w:rStyle w:val="Hyperlink"/>
                <w:rtl/>
              </w:rPr>
              <w:t xml:space="preserve"> </w:t>
            </w:r>
            <w:r w:rsidRPr="00BA665B">
              <w:rPr>
                <w:rStyle w:val="Hyperlink"/>
                <w:rFonts w:hint="eastAsia"/>
                <w:rtl/>
              </w:rPr>
              <w:t>فَسَقَى</w:t>
            </w:r>
            <w:r w:rsidRPr="00BA665B">
              <w:rPr>
                <w:rStyle w:val="Hyperlink"/>
                <w:rtl/>
              </w:rPr>
              <w:t xml:space="preserve"> </w:t>
            </w:r>
            <w:r w:rsidRPr="00BA665B">
              <w:rPr>
                <w:rStyle w:val="Hyperlink"/>
                <w:rFonts w:hint="eastAsia"/>
                <w:rtl/>
              </w:rPr>
              <w:t>لَهُمَا</w:t>
            </w:r>
            <w:r w:rsidRPr="00BA665B">
              <w:rPr>
                <w:rStyle w:val="Hyperlink"/>
                <w:rtl/>
              </w:rPr>
              <w:t xml:space="preserve"> </w:t>
            </w:r>
            <w:r w:rsidRPr="00BA665B">
              <w:rPr>
                <w:rStyle w:val="Hyperlink"/>
                <w:rFonts w:hint="eastAsia"/>
                <w:rtl/>
              </w:rPr>
              <w:t>ثُمَّ</w:t>
            </w:r>
            <w:r w:rsidRPr="00BA665B">
              <w:rPr>
                <w:rStyle w:val="Hyperlink"/>
                <w:rtl/>
              </w:rPr>
              <w:t xml:space="preserve"> </w:t>
            </w:r>
            <w:r w:rsidRPr="00BA665B">
              <w:rPr>
                <w:rStyle w:val="Hyperlink"/>
                <w:rFonts w:hint="eastAsia"/>
                <w:rtl/>
              </w:rPr>
              <w:t>تَوَلَّىَّ</w:t>
            </w:r>
            <w:r w:rsidRPr="00BA665B">
              <w:rPr>
                <w:rStyle w:val="Hyperlink"/>
                <w:rtl/>
              </w:rPr>
              <w:t xml:space="preserve"> </w:t>
            </w:r>
            <w:r w:rsidRPr="00BA665B">
              <w:rPr>
                <w:rStyle w:val="Hyperlink"/>
                <w:rFonts w:hint="eastAsia"/>
                <w:rtl/>
              </w:rPr>
              <w:t>إِلَى</w:t>
            </w:r>
            <w:r w:rsidRPr="00BA665B">
              <w:rPr>
                <w:rStyle w:val="Hyperlink"/>
                <w:rtl/>
              </w:rPr>
              <w:t xml:space="preserve"> </w:t>
            </w:r>
            <w:r w:rsidRPr="00BA665B">
              <w:rPr>
                <w:rStyle w:val="Hyperlink"/>
                <w:rFonts w:hint="eastAsia"/>
                <w:rtl/>
              </w:rPr>
              <w:t>الظِّلِّ</w:t>
            </w:r>
            <w:r w:rsidRPr="00BA665B">
              <w:rPr>
                <w:rStyle w:val="Hyperlink"/>
                <w:rtl/>
              </w:rPr>
              <w:t xml:space="preserve"> </w:t>
            </w:r>
            <w:r w:rsidRPr="00BA665B">
              <w:rPr>
                <w:rStyle w:val="Hyperlink"/>
                <w:rFonts w:hint="eastAsia"/>
                <w:rtl/>
              </w:rPr>
              <w:t>فَقَالَ</w:t>
            </w:r>
            <w:r w:rsidRPr="00BA665B">
              <w:rPr>
                <w:rStyle w:val="Hyperlink"/>
                <w:rtl/>
              </w:rPr>
              <w:t xml:space="preserve"> </w:t>
            </w:r>
            <w:r w:rsidRPr="00BA665B">
              <w:rPr>
                <w:rStyle w:val="Hyperlink"/>
                <w:rFonts w:hint="eastAsia"/>
                <w:rtl/>
              </w:rPr>
              <w:t>رَبِّ</w:t>
            </w:r>
            <w:r w:rsidRPr="00BA665B">
              <w:rPr>
                <w:rStyle w:val="Hyperlink"/>
                <w:rtl/>
              </w:rPr>
              <w:t xml:space="preserve"> </w:t>
            </w:r>
            <w:r w:rsidRPr="00BA665B">
              <w:rPr>
                <w:rStyle w:val="Hyperlink"/>
                <w:rFonts w:hint="eastAsia"/>
                <w:rtl/>
              </w:rPr>
              <w:t>إِنِّى</w:t>
            </w:r>
            <w:r w:rsidRPr="00BA665B">
              <w:rPr>
                <w:rStyle w:val="Hyperlink"/>
                <w:rtl/>
              </w:rPr>
              <w:t xml:space="preserve"> </w:t>
            </w:r>
            <w:r w:rsidRPr="00BA665B">
              <w:rPr>
                <w:rStyle w:val="Hyperlink"/>
                <w:rFonts w:hint="eastAsia"/>
                <w:rtl/>
              </w:rPr>
              <w:t>لِمَآ</w:t>
            </w:r>
            <w:r w:rsidRPr="00BA665B">
              <w:rPr>
                <w:rStyle w:val="Hyperlink"/>
                <w:rtl/>
              </w:rPr>
              <w:t xml:space="preserve"> </w:t>
            </w:r>
            <w:r w:rsidRPr="00BA665B">
              <w:rPr>
                <w:rStyle w:val="Hyperlink"/>
                <w:rFonts w:hint="eastAsia"/>
                <w:rtl/>
              </w:rPr>
              <w:t>اءَنزَلْتَ</w:t>
            </w:r>
            <w:r w:rsidRPr="00BA665B">
              <w:rPr>
                <w:rStyle w:val="Hyperlink"/>
                <w:rtl/>
              </w:rPr>
              <w:t xml:space="preserve"> </w:t>
            </w:r>
            <w:r w:rsidRPr="00BA665B">
              <w:rPr>
                <w:rStyle w:val="Hyperlink"/>
                <w:rFonts w:hint="eastAsia"/>
                <w:rtl/>
              </w:rPr>
              <w:t>إِلَىَّ</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خَيْرٍ</w:t>
            </w:r>
            <w:r w:rsidRPr="00BA665B">
              <w:rPr>
                <w:rStyle w:val="Hyperlink"/>
                <w:rtl/>
              </w:rPr>
              <w:t xml:space="preserve"> </w:t>
            </w:r>
            <w:r w:rsidRPr="00BA665B">
              <w:rPr>
                <w:rStyle w:val="Hyperlink"/>
                <w:rFonts w:hint="eastAsia"/>
                <w:rtl/>
              </w:rPr>
              <w:t>فَقِيرٌ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Toc362088625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26"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Toc362088626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27"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Toc362088627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28" w:history="1">
            <w:r w:rsidRPr="00BA665B">
              <w:rPr>
                <w:rStyle w:val="Hyperlink"/>
                <w:rtl/>
              </w:rPr>
              <w:t>(25)</w:t>
            </w:r>
            <w:r w:rsidRPr="00BA665B">
              <w:rPr>
                <w:rStyle w:val="Hyperlink"/>
                <w:rtl/>
              </w:rPr>
              <w:t xml:space="preserve"> </w:t>
            </w:r>
            <w:r w:rsidRPr="00BA665B">
              <w:rPr>
                <w:rStyle w:val="Hyperlink"/>
                <w:rFonts w:hint="eastAsia"/>
                <w:rtl/>
              </w:rPr>
              <w:t>فَجَآءَتْهُ</w:t>
            </w:r>
            <w:r w:rsidRPr="00BA665B">
              <w:rPr>
                <w:rStyle w:val="Hyperlink"/>
                <w:rtl/>
              </w:rPr>
              <w:t xml:space="preserve"> </w:t>
            </w:r>
            <w:r w:rsidRPr="00BA665B">
              <w:rPr>
                <w:rStyle w:val="Hyperlink"/>
                <w:rFonts w:hint="eastAsia"/>
                <w:rtl/>
              </w:rPr>
              <w:t>إِحْدَيهُمَا</w:t>
            </w:r>
            <w:r w:rsidRPr="00BA665B">
              <w:rPr>
                <w:rStyle w:val="Hyperlink"/>
                <w:rtl/>
              </w:rPr>
              <w:t xml:space="preserve"> </w:t>
            </w:r>
            <w:r w:rsidRPr="00BA665B">
              <w:rPr>
                <w:rStyle w:val="Hyperlink"/>
                <w:rFonts w:hint="eastAsia"/>
                <w:rtl/>
              </w:rPr>
              <w:t>تَمْشِى</w:t>
            </w:r>
            <w:r w:rsidRPr="00BA665B">
              <w:rPr>
                <w:rStyle w:val="Hyperlink"/>
                <w:rtl/>
              </w:rPr>
              <w:t xml:space="preserve"> </w:t>
            </w:r>
            <w:r w:rsidRPr="00BA665B">
              <w:rPr>
                <w:rStyle w:val="Hyperlink"/>
                <w:rFonts w:hint="eastAsia"/>
                <w:rtl/>
              </w:rPr>
              <w:t>عَلَى</w:t>
            </w:r>
            <w:r w:rsidRPr="00BA665B">
              <w:rPr>
                <w:rStyle w:val="Hyperlink"/>
                <w:rtl/>
              </w:rPr>
              <w:t xml:space="preserve"> </w:t>
            </w:r>
            <w:r w:rsidRPr="00BA665B">
              <w:rPr>
                <w:rStyle w:val="Hyperlink"/>
                <w:rFonts w:hint="eastAsia"/>
                <w:rtl/>
              </w:rPr>
              <w:t>اسْتِحْيَآءٍ</w:t>
            </w:r>
            <w:r w:rsidRPr="00BA665B">
              <w:rPr>
                <w:rStyle w:val="Hyperlink"/>
                <w:rtl/>
              </w:rPr>
              <w:t xml:space="preserve"> </w:t>
            </w:r>
            <w:r w:rsidRPr="00BA665B">
              <w:rPr>
                <w:rStyle w:val="Hyperlink"/>
                <w:rFonts w:hint="eastAsia"/>
                <w:rtl/>
              </w:rPr>
              <w:t>قَالَتْ</w:t>
            </w:r>
            <w:r w:rsidRPr="00BA665B">
              <w:rPr>
                <w:rStyle w:val="Hyperlink"/>
                <w:rtl/>
              </w:rPr>
              <w:t xml:space="preserve"> </w:t>
            </w:r>
            <w:r w:rsidRPr="00BA665B">
              <w:rPr>
                <w:rStyle w:val="Hyperlink"/>
                <w:rFonts w:hint="eastAsia"/>
                <w:rtl/>
              </w:rPr>
              <w:t>إِنَّ</w:t>
            </w:r>
            <w:r w:rsidRPr="00BA665B">
              <w:rPr>
                <w:rStyle w:val="Hyperlink"/>
                <w:rtl/>
              </w:rPr>
              <w:t xml:space="preserve"> </w:t>
            </w:r>
            <w:r w:rsidRPr="00BA665B">
              <w:rPr>
                <w:rStyle w:val="Hyperlink"/>
                <w:rFonts w:hint="eastAsia"/>
                <w:rtl/>
              </w:rPr>
              <w:t>اءَبِى</w:t>
            </w:r>
            <w:r w:rsidRPr="00BA665B">
              <w:rPr>
                <w:rStyle w:val="Hyperlink"/>
                <w:rtl/>
              </w:rPr>
              <w:t xml:space="preserve"> </w:t>
            </w:r>
            <w:r w:rsidRPr="00BA665B">
              <w:rPr>
                <w:rStyle w:val="Hyperlink"/>
                <w:rFonts w:hint="eastAsia"/>
                <w:rtl/>
              </w:rPr>
              <w:t>يَدْعُوكَ</w:t>
            </w:r>
            <w:r w:rsidRPr="00BA665B">
              <w:rPr>
                <w:rStyle w:val="Hyperlink"/>
                <w:rtl/>
              </w:rPr>
              <w:t xml:space="preserve"> </w:t>
            </w:r>
            <w:r w:rsidRPr="00BA665B">
              <w:rPr>
                <w:rStyle w:val="Hyperlink"/>
                <w:rFonts w:hint="eastAsia"/>
                <w:rtl/>
              </w:rPr>
              <w:t>لِيَجْزِيَكَ</w:t>
            </w:r>
            <w:r w:rsidRPr="00BA665B">
              <w:rPr>
                <w:rStyle w:val="Hyperlink"/>
                <w:rtl/>
              </w:rPr>
              <w:t xml:space="preserve"> </w:t>
            </w:r>
            <w:r w:rsidRPr="00BA665B">
              <w:rPr>
                <w:rStyle w:val="Hyperlink"/>
                <w:rFonts w:hint="eastAsia"/>
                <w:rtl/>
              </w:rPr>
              <w:t>اءَجْرَ</w:t>
            </w:r>
            <w:r w:rsidRPr="00BA665B">
              <w:rPr>
                <w:rStyle w:val="Hyperlink"/>
                <w:rtl/>
              </w:rPr>
              <w:t xml:space="preserve"> </w:t>
            </w:r>
            <w:r w:rsidRPr="00BA665B">
              <w:rPr>
                <w:rStyle w:val="Hyperlink"/>
                <w:rFonts w:hint="eastAsia"/>
                <w:rtl/>
              </w:rPr>
              <w:t>مَاسَقَيْتَ</w:t>
            </w:r>
            <w:r w:rsidRPr="00BA665B">
              <w:rPr>
                <w:rStyle w:val="Hyperlink"/>
                <w:rtl/>
              </w:rPr>
              <w:t xml:space="preserve"> </w:t>
            </w:r>
            <w:r w:rsidRPr="00BA665B">
              <w:rPr>
                <w:rStyle w:val="Hyperlink"/>
                <w:rFonts w:hint="eastAsia"/>
                <w:rtl/>
              </w:rPr>
              <w:t>لَنَا</w:t>
            </w:r>
            <w:r w:rsidRPr="00BA665B">
              <w:rPr>
                <w:rStyle w:val="Hyperlink"/>
                <w:rtl/>
              </w:rPr>
              <w:t xml:space="preserve"> </w:t>
            </w:r>
            <w:r w:rsidRPr="00BA665B">
              <w:rPr>
                <w:rStyle w:val="Hyperlink"/>
                <w:rFonts w:hint="eastAsia"/>
                <w:rtl/>
              </w:rPr>
              <w:t>فَلَمَّا</w:t>
            </w:r>
            <w:r w:rsidRPr="00BA665B">
              <w:rPr>
                <w:rStyle w:val="Hyperlink"/>
                <w:rtl/>
              </w:rPr>
              <w:t xml:space="preserve"> </w:t>
            </w:r>
            <w:r w:rsidRPr="00BA665B">
              <w:rPr>
                <w:rStyle w:val="Hyperlink"/>
                <w:rFonts w:hint="eastAsia"/>
                <w:rtl/>
              </w:rPr>
              <w:t>جَآءَهُ</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قَصَّ</w:t>
            </w:r>
            <w:r w:rsidRPr="00BA665B">
              <w:rPr>
                <w:rStyle w:val="Hyperlink"/>
                <w:rtl/>
              </w:rPr>
              <w:t xml:space="preserve"> </w:t>
            </w:r>
            <w:r w:rsidRPr="00BA665B">
              <w:rPr>
                <w:rStyle w:val="Hyperlink"/>
                <w:rFonts w:hint="eastAsia"/>
                <w:rtl/>
              </w:rPr>
              <w:t>عَلَيْهِ</w:t>
            </w:r>
            <w:r w:rsidRPr="00BA665B">
              <w:rPr>
                <w:rStyle w:val="Hyperlink"/>
                <w:rtl/>
              </w:rPr>
              <w:t xml:space="preserve"> </w:t>
            </w:r>
            <w:r w:rsidRPr="00BA665B">
              <w:rPr>
                <w:rStyle w:val="Hyperlink"/>
                <w:rFonts w:hint="eastAsia"/>
                <w:rtl/>
              </w:rPr>
              <w:t>الْقَصَصَ</w:t>
            </w:r>
            <w:r w:rsidRPr="00BA665B">
              <w:rPr>
                <w:rStyle w:val="Hyperlink"/>
                <w:rtl/>
              </w:rPr>
              <w:t xml:space="preserve"> </w:t>
            </w:r>
            <w:r w:rsidRPr="00BA665B">
              <w:rPr>
                <w:rStyle w:val="Hyperlink"/>
                <w:rFonts w:hint="eastAsia"/>
                <w:rtl/>
              </w:rPr>
              <w:t>قَالَ</w:t>
            </w:r>
            <w:r w:rsidRPr="00BA665B">
              <w:rPr>
                <w:rStyle w:val="Hyperlink"/>
                <w:rtl/>
              </w:rPr>
              <w:t xml:space="preserve"> </w:t>
            </w:r>
            <w:r w:rsidRPr="00BA665B">
              <w:rPr>
                <w:rStyle w:val="Hyperlink"/>
                <w:rFonts w:hint="eastAsia"/>
                <w:rtl/>
              </w:rPr>
              <w:t>لاَتَخَفْ</w:t>
            </w:r>
            <w:r w:rsidRPr="00BA665B">
              <w:rPr>
                <w:rStyle w:val="Hyperlink"/>
                <w:rtl/>
              </w:rPr>
              <w:t xml:space="preserve"> </w:t>
            </w:r>
            <w:r w:rsidRPr="00BA665B">
              <w:rPr>
                <w:rStyle w:val="Hyperlink"/>
                <w:rFonts w:hint="eastAsia"/>
                <w:rtl/>
              </w:rPr>
              <w:t>نَجَوْتَ</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الْقَوْمِ</w:t>
            </w:r>
            <w:r w:rsidRPr="00BA665B">
              <w:rPr>
                <w:rStyle w:val="Hyperlink"/>
                <w:rtl/>
              </w:rPr>
              <w:t xml:space="preserve"> </w:t>
            </w:r>
            <w:r w:rsidRPr="00BA665B">
              <w:rPr>
                <w:rStyle w:val="Hyperlink"/>
                <w:rFonts w:hint="eastAsia"/>
                <w:rtl/>
              </w:rPr>
              <w:t>الظَّلِمِينَ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Toc362088628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29"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Toc362088629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30" w:history="1">
            <w:r w:rsidRPr="00BA665B">
              <w:rPr>
                <w:rStyle w:val="Hyperlink"/>
                <w:rtl/>
              </w:rPr>
              <w:t>(26)</w:t>
            </w:r>
            <w:r w:rsidRPr="00BA665B">
              <w:rPr>
                <w:rStyle w:val="Hyperlink"/>
                <w:rtl/>
              </w:rPr>
              <w:t xml:space="preserve"> </w:t>
            </w:r>
            <w:r w:rsidRPr="00BA665B">
              <w:rPr>
                <w:rStyle w:val="Hyperlink"/>
                <w:rFonts w:hint="eastAsia"/>
                <w:rtl/>
              </w:rPr>
              <w:t>قَالَتْ</w:t>
            </w:r>
            <w:r w:rsidRPr="00BA665B">
              <w:rPr>
                <w:rStyle w:val="Hyperlink"/>
                <w:rtl/>
              </w:rPr>
              <w:t xml:space="preserve"> </w:t>
            </w:r>
            <w:r w:rsidRPr="00BA665B">
              <w:rPr>
                <w:rStyle w:val="Hyperlink"/>
                <w:rFonts w:hint="eastAsia"/>
                <w:rtl/>
              </w:rPr>
              <w:t>إِحْدَيهُمَا</w:t>
            </w:r>
            <w:r w:rsidRPr="00BA665B">
              <w:rPr>
                <w:rStyle w:val="Hyperlink"/>
                <w:rtl/>
              </w:rPr>
              <w:t xml:space="preserve"> </w:t>
            </w:r>
            <w:r w:rsidRPr="00BA665B">
              <w:rPr>
                <w:rStyle w:val="Hyperlink"/>
                <w:rFonts w:hint="eastAsia"/>
                <w:rtl/>
              </w:rPr>
              <w:t>يََّاءَبَتِ</w:t>
            </w:r>
            <w:r w:rsidRPr="00BA665B">
              <w:rPr>
                <w:rStyle w:val="Hyperlink"/>
                <w:rtl/>
              </w:rPr>
              <w:t xml:space="preserve"> </w:t>
            </w:r>
            <w:r w:rsidRPr="00BA665B">
              <w:rPr>
                <w:rStyle w:val="Hyperlink"/>
                <w:rFonts w:hint="eastAsia"/>
                <w:rtl/>
              </w:rPr>
              <w:t>اسْتَئْجِرْهُ</w:t>
            </w:r>
            <w:r w:rsidRPr="00BA665B">
              <w:rPr>
                <w:rStyle w:val="Hyperlink"/>
                <w:rtl/>
              </w:rPr>
              <w:t xml:space="preserve"> </w:t>
            </w:r>
            <w:r w:rsidRPr="00BA665B">
              <w:rPr>
                <w:rStyle w:val="Hyperlink"/>
                <w:rFonts w:hint="eastAsia"/>
                <w:rtl/>
              </w:rPr>
              <w:t>إِنَّ</w:t>
            </w:r>
            <w:r w:rsidRPr="00BA665B">
              <w:rPr>
                <w:rStyle w:val="Hyperlink"/>
                <w:rtl/>
              </w:rPr>
              <w:t xml:space="preserve"> </w:t>
            </w:r>
            <w:r w:rsidRPr="00BA665B">
              <w:rPr>
                <w:rStyle w:val="Hyperlink"/>
                <w:rFonts w:hint="eastAsia"/>
                <w:rtl/>
              </w:rPr>
              <w:t>خَيْرَ</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اسْتَئْجَرْتَ</w:t>
            </w:r>
            <w:r w:rsidRPr="00BA665B">
              <w:rPr>
                <w:rStyle w:val="Hyperlink"/>
                <w:rtl/>
              </w:rPr>
              <w:t xml:space="preserve"> </w:t>
            </w:r>
            <w:r w:rsidRPr="00BA665B">
              <w:rPr>
                <w:rStyle w:val="Hyperlink"/>
                <w:rFonts w:hint="eastAsia"/>
                <w:rtl/>
              </w:rPr>
              <w:t>الْقَوِىُّ</w:t>
            </w:r>
            <w:r w:rsidRPr="00BA665B">
              <w:rPr>
                <w:rStyle w:val="Hyperlink"/>
                <w:rtl/>
              </w:rPr>
              <w:t xml:space="preserve"> </w:t>
            </w:r>
            <w:r w:rsidRPr="00BA665B">
              <w:rPr>
                <w:rStyle w:val="Hyperlink"/>
                <w:rFonts w:hint="eastAsia"/>
                <w:rtl/>
              </w:rPr>
              <w:t>الاَْمِينُ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Toc362088630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31"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Toc362088631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32"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Toc362088632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14B31" w:rsidRPr="00DE30EA" w:rsidRDefault="00514B31" w:rsidP="00DE30EA">
          <w:pPr>
            <w:pStyle w:val="TOC1"/>
            <w:rPr>
              <w:rFonts w:eastAsiaTheme="minorEastAsia"/>
              <w:sz w:val="22"/>
              <w:rtl/>
            </w:rPr>
          </w:pPr>
          <w:hyperlink w:anchor="_Toc362088633" w:history="1">
            <w:r w:rsidRPr="00DE30EA">
              <w:rPr>
                <w:rStyle w:val="Hyperlink"/>
                <w:color w:val="000000"/>
                <w:u w:val="none"/>
                <w:rtl/>
              </w:rPr>
              <w:t>(27)</w:t>
            </w:r>
            <w:r w:rsidRPr="00DE30EA">
              <w:rPr>
                <w:rStyle w:val="Hyperlink"/>
                <w:color w:val="000000"/>
                <w:u w:val="none"/>
                <w:rtl/>
              </w:rPr>
              <w:t xml:space="preserve"> </w:t>
            </w:r>
            <w:r w:rsidRPr="00DE30EA">
              <w:rPr>
                <w:rStyle w:val="Hyperlink"/>
                <w:rFonts w:hint="eastAsia"/>
                <w:color w:val="000000"/>
                <w:u w:val="none"/>
                <w:rtl/>
              </w:rPr>
              <w:t>قَالَ</w:t>
            </w:r>
            <w:r w:rsidRPr="00DE30EA">
              <w:rPr>
                <w:rStyle w:val="Hyperlink"/>
                <w:color w:val="000000"/>
                <w:u w:val="none"/>
                <w:rtl/>
              </w:rPr>
              <w:t xml:space="preserve"> </w:t>
            </w:r>
            <w:r w:rsidRPr="00DE30EA">
              <w:rPr>
                <w:rStyle w:val="Hyperlink"/>
                <w:rFonts w:hint="eastAsia"/>
                <w:color w:val="000000"/>
                <w:u w:val="none"/>
                <w:rtl/>
              </w:rPr>
              <w:t>إِنِّىَّ</w:t>
            </w:r>
            <w:r w:rsidRPr="00DE30EA">
              <w:rPr>
                <w:rStyle w:val="Hyperlink"/>
                <w:color w:val="000000"/>
                <w:u w:val="none"/>
                <w:rtl/>
              </w:rPr>
              <w:t xml:space="preserve"> </w:t>
            </w:r>
            <w:r w:rsidRPr="00DE30EA">
              <w:rPr>
                <w:rStyle w:val="Hyperlink"/>
                <w:rFonts w:hint="eastAsia"/>
                <w:color w:val="000000"/>
                <w:u w:val="none"/>
                <w:rtl/>
              </w:rPr>
              <w:t>اءُرِيدُ</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اءُنكِحَكَ</w:t>
            </w:r>
            <w:r w:rsidRPr="00DE30EA">
              <w:rPr>
                <w:rStyle w:val="Hyperlink"/>
                <w:color w:val="000000"/>
                <w:u w:val="none"/>
                <w:rtl/>
              </w:rPr>
              <w:t xml:space="preserve"> </w:t>
            </w:r>
            <w:r w:rsidRPr="00DE30EA">
              <w:rPr>
                <w:rStyle w:val="Hyperlink"/>
                <w:rFonts w:hint="eastAsia"/>
                <w:color w:val="000000"/>
                <w:u w:val="none"/>
                <w:rtl/>
              </w:rPr>
              <w:t>إِحْدَى</w:t>
            </w:r>
            <w:r w:rsidRPr="00DE30EA">
              <w:rPr>
                <w:rStyle w:val="Hyperlink"/>
                <w:color w:val="000000"/>
                <w:u w:val="none"/>
                <w:rtl/>
              </w:rPr>
              <w:t xml:space="preserve"> </w:t>
            </w:r>
            <w:r w:rsidRPr="00DE30EA">
              <w:rPr>
                <w:rStyle w:val="Hyperlink"/>
                <w:rFonts w:hint="eastAsia"/>
                <w:color w:val="000000"/>
                <w:u w:val="none"/>
                <w:rtl/>
              </w:rPr>
              <w:t>ابْنَتَىَّ</w:t>
            </w:r>
            <w:r w:rsidRPr="00DE30EA">
              <w:rPr>
                <w:rStyle w:val="Hyperlink"/>
                <w:color w:val="000000"/>
                <w:u w:val="none"/>
                <w:rtl/>
              </w:rPr>
              <w:t xml:space="preserve"> </w:t>
            </w:r>
            <w:r w:rsidRPr="00DE30EA">
              <w:rPr>
                <w:rStyle w:val="Hyperlink"/>
                <w:rFonts w:hint="eastAsia"/>
                <w:color w:val="000000"/>
                <w:u w:val="none"/>
                <w:rtl/>
              </w:rPr>
              <w:t>هَتَيْنِ</w:t>
            </w:r>
            <w:r w:rsidRPr="00DE30EA">
              <w:rPr>
                <w:rStyle w:val="Hyperlink"/>
                <w:color w:val="000000"/>
                <w:u w:val="none"/>
                <w:rtl/>
              </w:rPr>
              <w:t xml:space="preserve"> </w:t>
            </w:r>
            <w:r w:rsidRPr="00DE30EA">
              <w:rPr>
                <w:rStyle w:val="Hyperlink"/>
                <w:rFonts w:hint="eastAsia"/>
                <w:color w:val="000000"/>
                <w:u w:val="none"/>
                <w:rtl/>
              </w:rPr>
              <w:t>عَلَىَّ</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تَاءْجُرَنِى</w:t>
            </w:r>
            <w:r w:rsidRPr="00DE30EA">
              <w:rPr>
                <w:rStyle w:val="Hyperlink"/>
                <w:color w:val="000000"/>
                <w:u w:val="none"/>
                <w:rtl/>
              </w:rPr>
              <w:t xml:space="preserve"> </w:t>
            </w:r>
            <w:r w:rsidRPr="00DE30EA">
              <w:rPr>
                <w:rStyle w:val="Hyperlink"/>
                <w:rFonts w:hint="eastAsia"/>
                <w:color w:val="000000"/>
                <w:u w:val="none"/>
                <w:rtl/>
              </w:rPr>
              <w:t>ثَمَنِىَ</w:t>
            </w:r>
            <w:r w:rsidRPr="00DE30EA">
              <w:rPr>
                <w:rStyle w:val="Hyperlink"/>
                <w:color w:val="000000"/>
                <w:u w:val="none"/>
                <w:rtl/>
              </w:rPr>
              <w:t xml:space="preserve"> </w:t>
            </w:r>
            <w:r w:rsidRPr="00DE30EA">
              <w:rPr>
                <w:rStyle w:val="Hyperlink"/>
                <w:rFonts w:hint="eastAsia"/>
                <w:color w:val="000000"/>
                <w:u w:val="none"/>
                <w:rtl/>
              </w:rPr>
              <w:t>حِجَجٍ</w:t>
            </w:r>
            <w:r w:rsidRPr="00DE30EA">
              <w:rPr>
                <w:rStyle w:val="Hyperlink"/>
                <w:color w:val="000000"/>
                <w:u w:val="none"/>
                <w:rtl/>
              </w:rPr>
              <w:t xml:space="preserve"> </w:t>
            </w:r>
            <w:r w:rsidRPr="00DE30EA">
              <w:rPr>
                <w:rStyle w:val="Hyperlink"/>
                <w:rFonts w:hint="eastAsia"/>
                <w:color w:val="000000"/>
                <w:u w:val="none"/>
                <w:rtl/>
              </w:rPr>
              <w:t>فَإِنْ</w:t>
            </w:r>
            <w:r w:rsidRPr="00DE30EA">
              <w:rPr>
                <w:rStyle w:val="Hyperlink"/>
                <w:color w:val="000000"/>
                <w:u w:val="none"/>
                <w:rtl/>
              </w:rPr>
              <w:t xml:space="preserve"> </w:t>
            </w:r>
            <w:r w:rsidRPr="00DE30EA">
              <w:rPr>
                <w:rStyle w:val="Hyperlink"/>
                <w:rFonts w:hint="eastAsia"/>
                <w:color w:val="000000"/>
                <w:u w:val="none"/>
                <w:rtl/>
              </w:rPr>
              <w:t>اءَتْمَمْتَ</w:t>
            </w:r>
            <w:r w:rsidRPr="00DE30EA">
              <w:rPr>
                <w:rStyle w:val="Hyperlink"/>
                <w:color w:val="000000"/>
                <w:u w:val="none"/>
                <w:rtl/>
              </w:rPr>
              <w:t xml:space="preserve"> </w:t>
            </w:r>
            <w:r w:rsidRPr="00DE30EA">
              <w:rPr>
                <w:rStyle w:val="Hyperlink"/>
                <w:rFonts w:hint="eastAsia"/>
                <w:color w:val="000000"/>
                <w:u w:val="none"/>
                <w:rtl/>
              </w:rPr>
              <w:t>عَشْراً</w:t>
            </w:r>
            <w:r w:rsidRPr="00DE30EA">
              <w:rPr>
                <w:rStyle w:val="Hyperlink"/>
                <w:color w:val="000000"/>
                <w:u w:val="none"/>
                <w:rtl/>
              </w:rPr>
              <w:t xml:space="preserve"> </w:t>
            </w:r>
            <w:r w:rsidRPr="00DE30EA">
              <w:rPr>
                <w:rStyle w:val="Hyperlink"/>
                <w:rFonts w:hint="eastAsia"/>
                <w:color w:val="000000"/>
                <w:u w:val="none"/>
                <w:rtl/>
              </w:rPr>
              <w:t>فَمِنْ</w:t>
            </w:r>
            <w:r w:rsidRPr="00DE30EA">
              <w:rPr>
                <w:rStyle w:val="Hyperlink"/>
                <w:color w:val="000000"/>
                <w:u w:val="none"/>
                <w:rtl/>
              </w:rPr>
              <w:t xml:space="preserve"> </w:t>
            </w:r>
            <w:r w:rsidRPr="00DE30EA">
              <w:rPr>
                <w:rStyle w:val="Hyperlink"/>
                <w:rFonts w:hint="eastAsia"/>
                <w:color w:val="000000"/>
                <w:u w:val="none"/>
                <w:rtl/>
              </w:rPr>
              <w:t>عِندِكَ</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مَآ</w:t>
            </w:r>
            <w:r w:rsidRPr="00DE30EA">
              <w:rPr>
                <w:rStyle w:val="Hyperlink"/>
                <w:color w:val="000000"/>
                <w:u w:val="none"/>
                <w:rtl/>
              </w:rPr>
              <w:t xml:space="preserve"> </w:t>
            </w:r>
            <w:r w:rsidRPr="00DE30EA">
              <w:rPr>
                <w:rStyle w:val="Hyperlink"/>
                <w:rFonts w:hint="eastAsia"/>
                <w:color w:val="000000"/>
                <w:u w:val="none"/>
                <w:rtl/>
              </w:rPr>
              <w:t>اءُرِيدُ</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اءَشُقَّ</w:t>
            </w:r>
            <w:r w:rsidRPr="00DE30EA">
              <w:rPr>
                <w:rStyle w:val="Hyperlink"/>
                <w:color w:val="000000"/>
                <w:u w:val="none"/>
                <w:rtl/>
              </w:rPr>
              <w:t xml:space="preserve"> </w:t>
            </w:r>
            <w:r w:rsidRPr="00DE30EA">
              <w:rPr>
                <w:rStyle w:val="Hyperlink"/>
                <w:rFonts w:hint="eastAsia"/>
                <w:color w:val="000000"/>
                <w:u w:val="none"/>
                <w:rtl/>
              </w:rPr>
              <w:t>عَلَيْكَ</w:t>
            </w:r>
            <w:r w:rsidRPr="00DE30EA">
              <w:rPr>
                <w:rStyle w:val="Hyperlink"/>
                <w:color w:val="000000"/>
                <w:u w:val="none"/>
                <w:rtl/>
              </w:rPr>
              <w:t xml:space="preserve"> </w:t>
            </w:r>
            <w:r w:rsidRPr="00DE30EA">
              <w:rPr>
                <w:rStyle w:val="Hyperlink"/>
                <w:rFonts w:hint="eastAsia"/>
                <w:color w:val="000000"/>
                <w:u w:val="none"/>
                <w:rtl/>
              </w:rPr>
              <w:t>سَتَجِدُنِىَّ</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شَآءَ</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الصَّلِحِينَ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Toc362088633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44</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34"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Toc362088634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35"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Toc362088635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36" w:history="1">
            <w:r w:rsidRPr="00BA665B">
              <w:rPr>
                <w:rStyle w:val="Hyperlink"/>
                <w:rFonts w:hint="eastAsia"/>
                <w:rtl/>
                <w:lang w:bidi="fa-IR"/>
              </w:rPr>
              <w:t>اهمّيت</w:t>
            </w:r>
            <w:r w:rsidRPr="00BA665B">
              <w:rPr>
                <w:rStyle w:val="Hyperlink"/>
                <w:rtl/>
                <w:lang w:bidi="fa-IR"/>
              </w:rPr>
              <w:t xml:space="preserve"> </w:t>
            </w:r>
            <w:r w:rsidRPr="00BA665B">
              <w:rPr>
                <w:rStyle w:val="Hyperlink"/>
                <w:rFonts w:hint="eastAsia"/>
                <w:rtl/>
                <w:lang w:bidi="fa-IR"/>
              </w:rPr>
              <w:t>ازدواج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Toc362088636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37" w:history="1">
            <w:r w:rsidRPr="00BA665B">
              <w:rPr>
                <w:rStyle w:val="Hyperlink"/>
                <w:rFonts w:hint="eastAsia"/>
                <w:rtl/>
                <w:lang w:bidi="fa-IR"/>
              </w:rPr>
              <w:t>انتخاب</w:t>
            </w:r>
            <w:r w:rsidRPr="00BA665B">
              <w:rPr>
                <w:rStyle w:val="Hyperlink"/>
                <w:rtl/>
                <w:lang w:bidi="fa-IR"/>
              </w:rPr>
              <w:t xml:space="preserve"> </w:t>
            </w:r>
            <w:r w:rsidRPr="00BA665B">
              <w:rPr>
                <w:rStyle w:val="Hyperlink"/>
                <w:rFonts w:hint="eastAsia"/>
                <w:rtl/>
                <w:lang w:bidi="fa-IR"/>
              </w:rPr>
              <w:t>همسر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Toc362088637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514B31" w:rsidRPr="00DE30EA" w:rsidRDefault="00514B31" w:rsidP="00DE30EA">
          <w:pPr>
            <w:pStyle w:val="TOC1"/>
            <w:rPr>
              <w:rFonts w:eastAsiaTheme="minorEastAsia"/>
              <w:sz w:val="22"/>
              <w:rtl/>
            </w:rPr>
          </w:pPr>
          <w:hyperlink w:anchor="_Toc362088638" w:history="1">
            <w:r w:rsidRPr="00DE30EA">
              <w:rPr>
                <w:rStyle w:val="Hyperlink"/>
                <w:color w:val="000000"/>
                <w:u w:val="none"/>
                <w:rtl/>
              </w:rPr>
              <w:t>(28)</w:t>
            </w:r>
            <w:r w:rsidRPr="00DE30EA">
              <w:rPr>
                <w:rStyle w:val="Hyperlink"/>
                <w:color w:val="000000"/>
                <w:u w:val="none"/>
                <w:rtl/>
              </w:rPr>
              <w:t xml:space="preserve"> </w:t>
            </w:r>
            <w:r w:rsidRPr="00DE30EA">
              <w:rPr>
                <w:rStyle w:val="Hyperlink"/>
                <w:rFonts w:hint="eastAsia"/>
                <w:color w:val="000000"/>
                <w:u w:val="none"/>
                <w:rtl/>
              </w:rPr>
              <w:t>قَالَ</w:t>
            </w:r>
            <w:r w:rsidRPr="00DE30EA">
              <w:rPr>
                <w:rStyle w:val="Hyperlink"/>
                <w:color w:val="000000"/>
                <w:u w:val="none"/>
                <w:rtl/>
              </w:rPr>
              <w:t xml:space="preserve"> </w:t>
            </w:r>
            <w:r w:rsidRPr="00DE30EA">
              <w:rPr>
                <w:rStyle w:val="Hyperlink"/>
                <w:rFonts w:hint="eastAsia"/>
                <w:color w:val="000000"/>
                <w:u w:val="none"/>
                <w:rtl/>
              </w:rPr>
              <w:t>ذَلِكَ</w:t>
            </w:r>
            <w:r w:rsidRPr="00DE30EA">
              <w:rPr>
                <w:rStyle w:val="Hyperlink"/>
                <w:color w:val="000000"/>
                <w:u w:val="none"/>
                <w:rtl/>
              </w:rPr>
              <w:t xml:space="preserve"> </w:t>
            </w:r>
            <w:r w:rsidRPr="00DE30EA">
              <w:rPr>
                <w:rStyle w:val="Hyperlink"/>
                <w:rFonts w:hint="eastAsia"/>
                <w:color w:val="000000"/>
                <w:u w:val="none"/>
                <w:rtl/>
              </w:rPr>
              <w:t>بَيْنِى</w:t>
            </w:r>
            <w:r w:rsidRPr="00DE30EA">
              <w:rPr>
                <w:rStyle w:val="Hyperlink"/>
                <w:color w:val="000000"/>
                <w:u w:val="none"/>
                <w:rtl/>
              </w:rPr>
              <w:t xml:space="preserve"> </w:t>
            </w:r>
            <w:r w:rsidRPr="00DE30EA">
              <w:rPr>
                <w:rStyle w:val="Hyperlink"/>
                <w:rFonts w:hint="eastAsia"/>
                <w:color w:val="000000"/>
                <w:u w:val="none"/>
                <w:rtl/>
              </w:rPr>
              <w:t>وَبَيْنَكَ</w:t>
            </w:r>
            <w:r w:rsidRPr="00DE30EA">
              <w:rPr>
                <w:rStyle w:val="Hyperlink"/>
                <w:color w:val="000000"/>
                <w:u w:val="none"/>
                <w:rtl/>
              </w:rPr>
              <w:t xml:space="preserve"> </w:t>
            </w:r>
            <w:r w:rsidRPr="00DE30EA">
              <w:rPr>
                <w:rStyle w:val="Hyperlink"/>
                <w:rFonts w:hint="eastAsia"/>
                <w:color w:val="000000"/>
                <w:u w:val="none"/>
                <w:rtl/>
              </w:rPr>
              <w:t>اءَيَّمَا</w:t>
            </w:r>
            <w:r w:rsidRPr="00DE30EA">
              <w:rPr>
                <w:rStyle w:val="Hyperlink"/>
                <w:color w:val="000000"/>
                <w:u w:val="none"/>
                <w:rtl/>
              </w:rPr>
              <w:t xml:space="preserve"> </w:t>
            </w:r>
            <w:r w:rsidRPr="00DE30EA">
              <w:rPr>
                <w:rStyle w:val="Hyperlink"/>
                <w:rFonts w:hint="eastAsia"/>
                <w:color w:val="000000"/>
                <w:u w:val="none"/>
                <w:rtl/>
              </w:rPr>
              <w:t>الاَْجَلَيْنِ</w:t>
            </w:r>
            <w:r w:rsidRPr="00DE30EA">
              <w:rPr>
                <w:rStyle w:val="Hyperlink"/>
                <w:color w:val="000000"/>
                <w:u w:val="none"/>
                <w:rtl/>
              </w:rPr>
              <w:t xml:space="preserve"> </w:t>
            </w:r>
            <w:r w:rsidRPr="00DE30EA">
              <w:rPr>
                <w:rStyle w:val="Hyperlink"/>
                <w:rFonts w:hint="eastAsia"/>
                <w:color w:val="000000"/>
                <w:u w:val="none"/>
                <w:rtl/>
              </w:rPr>
              <w:t>قَضَيْتُ</w:t>
            </w:r>
            <w:r w:rsidRPr="00DE30EA">
              <w:rPr>
                <w:rStyle w:val="Hyperlink"/>
                <w:color w:val="000000"/>
                <w:u w:val="none"/>
                <w:rtl/>
              </w:rPr>
              <w:t xml:space="preserve"> </w:t>
            </w:r>
            <w:r w:rsidRPr="00DE30EA">
              <w:rPr>
                <w:rStyle w:val="Hyperlink"/>
                <w:rFonts w:hint="eastAsia"/>
                <w:color w:val="000000"/>
                <w:u w:val="none"/>
                <w:rtl/>
              </w:rPr>
              <w:t>فَلاَ</w:t>
            </w:r>
            <w:r w:rsidRPr="00DE30EA">
              <w:rPr>
                <w:rStyle w:val="Hyperlink"/>
                <w:color w:val="000000"/>
                <w:u w:val="none"/>
                <w:rtl/>
              </w:rPr>
              <w:t xml:space="preserve"> </w:t>
            </w:r>
            <w:r w:rsidRPr="00DE30EA">
              <w:rPr>
                <w:rStyle w:val="Hyperlink"/>
                <w:rFonts w:hint="eastAsia"/>
                <w:color w:val="000000"/>
                <w:u w:val="none"/>
                <w:rtl/>
              </w:rPr>
              <w:t>عُدْوَنَ</w:t>
            </w:r>
            <w:r w:rsidRPr="00DE30EA">
              <w:rPr>
                <w:rStyle w:val="Hyperlink"/>
                <w:color w:val="000000"/>
                <w:u w:val="none"/>
                <w:rtl/>
              </w:rPr>
              <w:t xml:space="preserve"> </w:t>
            </w:r>
            <w:r w:rsidRPr="00DE30EA">
              <w:rPr>
                <w:rStyle w:val="Hyperlink"/>
                <w:rFonts w:hint="eastAsia"/>
                <w:color w:val="000000"/>
                <w:u w:val="none"/>
                <w:rtl/>
              </w:rPr>
              <w:t>عَلَىَّ</w:t>
            </w:r>
            <w:r w:rsidRPr="00DE30EA">
              <w:rPr>
                <w:rStyle w:val="Hyperlink"/>
                <w:color w:val="000000"/>
                <w:u w:val="none"/>
                <w:rtl/>
              </w:rPr>
              <w:t xml:space="preserve"> </w:t>
            </w:r>
            <w:r w:rsidRPr="00DE30EA">
              <w:rPr>
                <w:rStyle w:val="Hyperlink"/>
                <w:rFonts w:hint="eastAsia"/>
                <w:color w:val="000000"/>
                <w:u w:val="none"/>
                <w:rtl/>
              </w:rPr>
              <w:t>وَاللّهُ</w:t>
            </w:r>
            <w:r w:rsidRPr="00DE30EA">
              <w:rPr>
                <w:rStyle w:val="Hyperlink"/>
                <w:color w:val="000000"/>
                <w:u w:val="none"/>
                <w:rtl/>
              </w:rPr>
              <w:t xml:space="preserve"> </w:t>
            </w:r>
            <w:r w:rsidRPr="00DE30EA">
              <w:rPr>
                <w:rStyle w:val="Hyperlink"/>
                <w:rFonts w:hint="eastAsia"/>
                <w:color w:val="000000"/>
                <w:u w:val="none"/>
                <w:rtl/>
              </w:rPr>
              <w:t>عَلَى</w:t>
            </w:r>
            <w:r w:rsidRPr="00DE30EA">
              <w:rPr>
                <w:rStyle w:val="Hyperlink"/>
                <w:color w:val="000000"/>
                <w:u w:val="none"/>
                <w:rtl/>
              </w:rPr>
              <w:t xml:space="preserve"> </w:t>
            </w:r>
            <w:r w:rsidRPr="00DE30EA">
              <w:rPr>
                <w:rStyle w:val="Hyperlink"/>
                <w:rFonts w:hint="eastAsia"/>
                <w:color w:val="000000"/>
                <w:u w:val="none"/>
                <w:rtl/>
              </w:rPr>
              <w:t>مَانَقُولُ</w:t>
            </w:r>
            <w:r w:rsidRPr="00DE30EA">
              <w:rPr>
                <w:rStyle w:val="Hyperlink"/>
                <w:color w:val="000000"/>
                <w:u w:val="none"/>
                <w:rtl/>
              </w:rPr>
              <w:t xml:space="preserve"> </w:t>
            </w:r>
            <w:r w:rsidRPr="00DE30EA">
              <w:rPr>
                <w:rStyle w:val="Hyperlink"/>
                <w:rFonts w:hint="eastAsia"/>
                <w:color w:val="000000"/>
                <w:u w:val="none"/>
                <w:rtl/>
              </w:rPr>
              <w:t>وَكِيلٌ</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Toc362088638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50</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39"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Toc362088639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40"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Toc362088640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41" w:history="1">
            <w:r w:rsidRPr="00BA665B">
              <w:rPr>
                <w:rStyle w:val="Hyperlink"/>
                <w:rtl/>
              </w:rPr>
              <w:t>(29)</w:t>
            </w:r>
            <w:r w:rsidRPr="00BA665B">
              <w:rPr>
                <w:rStyle w:val="Hyperlink"/>
                <w:rtl/>
              </w:rPr>
              <w:t xml:space="preserve"> </w:t>
            </w:r>
            <w:r w:rsidRPr="00BA665B">
              <w:rPr>
                <w:rStyle w:val="Hyperlink"/>
                <w:rFonts w:hint="eastAsia"/>
                <w:rtl/>
              </w:rPr>
              <w:t>فَلَمَّا</w:t>
            </w:r>
            <w:r w:rsidRPr="00BA665B">
              <w:rPr>
                <w:rStyle w:val="Hyperlink"/>
                <w:rtl/>
              </w:rPr>
              <w:t xml:space="preserve"> </w:t>
            </w:r>
            <w:r w:rsidRPr="00BA665B">
              <w:rPr>
                <w:rStyle w:val="Hyperlink"/>
                <w:rFonts w:hint="eastAsia"/>
                <w:rtl/>
              </w:rPr>
              <w:t>قَضَى</w:t>
            </w:r>
            <w:r w:rsidRPr="00BA665B">
              <w:rPr>
                <w:rStyle w:val="Hyperlink"/>
                <w:rtl/>
              </w:rPr>
              <w:t xml:space="preserve"> </w:t>
            </w:r>
            <w:r w:rsidRPr="00BA665B">
              <w:rPr>
                <w:rStyle w:val="Hyperlink"/>
                <w:rFonts w:hint="eastAsia"/>
                <w:rtl/>
              </w:rPr>
              <w:t>مُوسَى</w:t>
            </w:r>
            <w:r w:rsidRPr="00BA665B">
              <w:rPr>
                <w:rStyle w:val="Hyperlink"/>
                <w:rtl/>
              </w:rPr>
              <w:t xml:space="preserve"> </w:t>
            </w:r>
            <w:r w:rsidRPr="00BA665B">
              <w:rPr>
                <w:rStyle w:val="Hyperlink"/>
                <w:rFonts w:hint="eastAsia"/>
                <w:rtl/>
              </w:rPr>
              <w:t>الاَْجَلَ</w:t>
            </w:r>
            <w:r w:rsidRPr="00BA665B">
              <w:rPr>
                <w:rStyle w:val="Hyperlink"/>
                <w:rtl/>
              </w:rPr>
              <w:t xml:space="preserve"> </w:t>
            </w:r>
            <w:r w:rsidRPr="00BA665B">
              <w:rPr>
                <w:rStyle w:val="Hyperlink"/>
                <w:rFonts w:hint="eastAsia"/>
                <w:rtl/>
              </w:rPr>
              <w:t>وَسَارَ</w:t>
            </w:r>
            <w:r w:rsidRPr="00BA665B">
              <w:rPr>
                <w:rStyle w:val="Hyperlink"/>
                <w:rtl/>
              </w:rPr>
              <w:t xml:space="preserve"> </w:t>
            </w:r>
            <w:r w:rsidRPr="00BA665B">
              <w:rPr>
                <w:rStyle w:val="Hyperlink"/>
                <w:rFonts w:hint="eastAsia"/>
                <w:rtl/>
              </w:rPr>
              <w:t>بِاءَهْلِهِ</w:t>
            </w:r>
            <w:r w:rsidRPr="00BA665B">
              <w:rPr>
                <w:rStyle w:val="Hyperlink"/>
                <w:rtl/>
              </w:rPr>
              <w:t xml:space="preserve"> </w:t>
            </w:r>
            <w:r w:rsidRPr="00BA665B">
              <w:rPr>
                <w:rStyle w:val="Hyperlink"/>
                <w:rFonts w:hint="eastAsia"/>
                <w:rtl/>
              </w:rPr>
              <w:t>ءَانَسَ</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جَانِبِ</w:t>
            </w:r>
            <w:r w:rsidRPr="00BA665B">
              <w:rPr>
                <w:rStyle w:val="Hyperlink"/>
                <w:rtl/>
              </w:rPr>
              <w:t xml:space="preserve"> </w:t>
            </w:r>
            <w:r w:rsidRPr="00BA665B">
              <w:rPr>
                <w:rStyle w:val="Hyperlink"/>
                <w:rFonts w:hint="eastAsia"/>
                <w:rtl/>
              </w:rPr>
              <w:t>الطُّورِ</w:t>
            </w:r>
            <w:r w:rsidRPr="00BA665B">
              <w:rPr>
                <w:rStyle w:val="Hyperlink"/>
                <w:rtl/>
              </w:rPr>
              <w:t xml:space="preserve"> </w:t>
            </w:r>
            <w:r w:rsidRPr="00BA665B">
              <w:rPr>
                <w:rStyle w:val="Hyperlink"/>
                <w:rFonts w:hint="eastAsia"/>
                <w:rtl/>
              </w:rPr>
              <w:t>نَاراً</w:t>
            </w:r>
            <w:r w:rsidRPr="00BA665B">
              <w:rPr>
                <w:rStyle w:val="Hyperlink"/>
                <w:rtl/>
              </w:rPr>
              <w:t xml:space="preserve"> </w:t>
            </w:r>
            <w:r w:rsidRPr="00BA665B">
              <w:rPr>
                <w:rStyle w:val="Hyperlink"/>
                <w:rFonts w:hint="eastAsia"/>
                <w:rtl/>
              </w:rPr>
              <w:t>قَالَ</w:t>
            </w:r>
            <w:r w:rsidRPr="00BA665B">
              <w:rPr>
                <w:rStyle w:val="Hyperlink"/>
                <w:rtl/>
              </w:rPr>
              <w:t xml:space="preserve"> </w:t>
            </w:r>
            <w:r w:rsidRPr="00BA665B">
              <w:rPr>
                <w:rStyle w:val="Hyperlink"/>
                <w:rFonts w:hint="eastAsia"/>
                <w:rtl/>
              </w:rPr>
              <w:t>لاَِهْلِهِ</w:t>
            </w:r>
            <w:r w:rsidRPr="00BA665B">
              <w:rPr>
                <w:rStyle w:val="Hyperlink"/>
                <w:rtl/>
              </w:rPr>
              <w:t xml:space="preserve"> </w:t>
            </w:r>
            <w:r w:rsidRPr="00BA665B">
              <w:rPr>
                <w:rStyle w:val="Hyperlink"/>
                <w:rFonts w:hint="eastAsia"/>
                <w:rtl/>
              </w:rPr>
              <w:t>امْكُثُوَّاْ</w:t>
            </w:r>
            <w:r w:rsidRPr="00BA665B">
              <w:rPr>
                <w:rStyle w:val="Hyperlink"/>
                <w:rtl/>
              </w:rPr>
              <w:t xml:space="preserve"> </w:t>
            </w:r>
            <w:r w:rsidRPr="00BA665B">
              <w:rPr>
                <w:rStyle w:val="Hyperlink"/>
                <w:rFonts w:hint="eastAsia"/>
                <w:rtl/>
              </w:rPr>
              <w:t>إِنِّىَّ</w:t>
            </w:r>
            <w:r w:rsidRPr="00BA665B">
              <w:rPr>
                <w:rStyle w:val="Hyperlink"/>
                <w:rtl/>
              </w:rPr>
              <w:t xml:space="preserve"> </w:t>
            </w:r>
            <w:r w:rsidRPr="00BA665B">
              <w:rPr>
                <w:rStyle w:val="Hyperlink"/>
                <w:rFonts w:hint="eastAsia"/>
                <w:rtl/>
              </w:rPr>
              <w:t>ءَانَسْتُ</w:t>
            </w:r>
            <w:r w:rsidRPr="00BA665B">
              <w:rPr>
                <w:rStyle w:val="Hyperlink"/>
                <w:rtl/>
              </w:rPr>
              <w:t xml:space="preserve"> </w:t>
            </w:r>
            <w:r w:rsidRPr="00BA665B">
              <w:rPr>
                <w:rStyle w:val="Hyperlink"/>
                <w:rFonts w:hint="eastAsia"/>
                <w:rtl/>
              </w:rPr>
              <w:t>نَاراً</w:t>
            </w:r>
            <w:r w:rsidRPr="00BA665B">
              <w:rPr>
                <w:rStyle w:val="Hyperlink"/>
                <w:rtl/>
              </w:rPr>
              <w:t xml:space="preserve"> </w:t>
            </w:r>
            <w:r w:rsidRPr="00BA665B">
              <w:rPr>
                <w:rStyle w:val="Hyperlink"/>
                <w:rFonts w:hint="eastAsia"/>
                <w:rtl/>
              </w:rPr>
              <w:t>لَّعَلِّىَّ</w:t>
            </w:r>
            <w:r w:rsidRPr="00BA665B">
              <w:rPr>
                <w:rStyle w:val="Hyperlink"/>
                <w:rtl/>
              </w:rPr>
              <w:t xml:space="preserve"> </w:t>
            </w:r>
            <w:r w:rsidRPr="00BA665B">
              <w:rPr>
                <w:rStyle w:val="Hyperlink"/>
                <w:rFonts w:hint="eastAsia"/>
                <w:rtl/>
              </w:rPr>
              <w:t>ءَاتِيكُم</w:t>
            </w:r>
            <w:r w:rsidRPr="00BA665B">
              <w:rPr>
                <w:rStyle w:val="Hyperlink"/>
                <w:rtl/>
              </w:rPr>
              <w:t xml:space="preserve"> </w:t>
            </w:r>
            <w:r w:rsidRPr="00BA665B">
              <w:rPr>
                <w:rStyle w:val="Hyperlink"/>
                <w:rFonts w:hint="eastAsia"/>
                <w:rtl/>
              </w:rPr>
              <w:t>مِّنْهَا</w:t>
            </w:r>
            <w:r w:rsidRPr="00BA665B">
              <w:rPr>
                <w:rStyle w:val="Hyperlink"/>
                <w:rtl/>
              </w:rPr>
              <w:t xml:space="preserve"> </w:t>
            </w:r>
            <w:r w:rsidRPr="00BA665B">
              <w:rPr>
                <w:rStyle w:val="Hyperlink"/>
                <w:rFonts w:hint="eastAsia"/>
                <w:rtl/>
              </w:rPr>
              <w:t>بِخَبَرٍاءَوْ</w:t>
            </w:r>
            <w:r w:rsidRPr="00BA665B">
              <w:rPr>
                <w:rStyle w:val="Hyperlink"/>
                <w:rtl/>
              </w:rPr>
              <w:t xml:space="preserve"> </w:t>
            </w:r>
            <w:r w:rsidRPr="00BA665B">
              <w:rPr>
                <w:rStyle w:val="Hyperlink"/>
                <w:rFonts w:hint="eastAsia"/>
                <w:rtl/>
              </w:rPr>
              <w:t>جَذْوَةٍ</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النَّارِ</w:t>
            </w:r>
            <w:r w:rsidRPr="00BA665B">
              <w:rPr>
                <w:rStyle w:val="Hyperlink"/>
                <w:rtl/>
              </w:rPr>
              <w:t xml:space="preserve"> </w:t>
            </w:r>
            <w:r w:rsidRPr="00BA665B">
              <w:rPr>
                <w:rStyle w:val="Hyperlink"/>
                <w:rFonts w:hint="eastAsia"/>
                <w:rtl/>
              </w:rPr>
              <w:t>لَعَلَّكُمْ</w:t>
            </w:r>
            <w:r w:rsidRPr="00BA665B">
              <w:rPr>
                <w:rStyle w:val="Hyperlink"/>
                <w:rtl/>
              </w:rPr>
              <w:t xml:space="preserve"> </w:t>
            </w:r>
            <w:r w:rsidRPr="00BA665B">
              <w:rPr>
                <w:rStyle w:val="Hyperlink"/>
                <w:rFonts w:hint="eastAsia"/>
                <w:rtl/>
              </w:rPr>
              <w:t>تَصْطَلُونَ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Toc362088641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42"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Toc362088642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43"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Toc362088643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14B31" w:rsidRPr="00DE30EA" w:rsidRDefault="00514B31" w:rsidP="00DE30EA">
          <w:pPr>
            <w:pStyle w:val="TOC1"/>
            <w:rPr>
              <w:rFonts w:eastAsiaTheme="minorEastAsia"/>
              <w:sz w:val="22"/>
              <w:rtl/>
            </w:rPr>
          </w:pPr>
          <w:hyperlink w:anchor="_Toc362088644" w:history="1">
            <w:r w:rsidRPr="00DE30EA">
              <w:rPr>
                <w:rStyle w:val="Hyperlink"/>
                <w:color w:val="000000"/>
                <w:u w:val="none"/>
                <w:rtl/>
              </w:rPr>
              <w:t>(30)</w:t>
            </w:r>
            <w:r w:rsidRPr="00DE30EA">
              <w:rPr>
                <w:rStyle w:val="Hyperlink"/>
                <w:color w:val="000000"/>
                <w:u w:val="none"/>
                <w:rtl/>
              </w:rPr>
              <w:t xml:space="preserve"> </w:t>
            </w:r>
            <w:r w:rsidRPr="00DE30EA">
              <w:rPr>
                <w:rStyle w:val="Hyperlink"/>
                <w:rFonts w:hint="eastAsia"/>
                <w:color w:val="000000"/>
                <w:u w:val="none"/>
                <w:rtl/>
              </w:rPr>
              <w:t>فَلَمَّآ</w:t>
            </w:r>
            <w:r w:rsidRPr="00DE30EA">
              <w:rPr>
                <w:rStyle w:val="Hyperlink"/>
                <w:color w:val="000000"/>
                <w:u w:val="none"/>
                <w:rtl/>
              </w:rPr>
              <w:t xml:space="preserve"> </w:t>
            </w:r>
            <w:r w:rsidRPr="00DE30EA">
              <w:rPr>
                <w:rStyle w:val="Hyperlink"/>
                <w:rFonts w:hint="eastAsia"/>
                <w:color w:val="000000"/>
                <w:u w:val="none"/>
                <w:rtl/>
              </w:rPr>
              <w:t>اءَتَهَا</w:t>
            </w:r>
            <w:r w:rsidRPr="00DE30EA">
              <w:rPr>
                <w:rStyle w:val="Hyperlink"/>
                <w:color w:val="000000"/>
                <w:u w:val="none"/>
                <w:rtl/>
              </w:rPr>
              <w:t xml:space="preserve"> </w:t>
            </w:r>
            <w:r w:rsidRPr="00DE30EA">
              <w:rPr>
                <w:rStyle w:val="Hyperlink"/>
                <w:rFonts w:hint="eastAsia"/>
                <w:color w:val="000000"/>
                <w:u w:val="none"/>
                <w:rtl/>
              </w:rPr>
              <w:t>نُودِىَ</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شَطِئِ</w:t>
            </w:r>
            <w:r w:rsidRPr="00DE30EA">
              <w:rPr>
                <w:rStyle w:val="Hyperlink"/>
                <w:color w:val="000000"/>
                <w:u w:val="none"/>
                <w:rtl/>
              </w:rPr>
              <w:t xml:space="preserve"> </w:t>
            </w:r>
            <w:r w:rsidRPr="00DE30EA">
              <w:rPr>
                <w:rStyle w:val="Hyperlink"/>
                <w:rFonts w:hint="eastAsia"/>
                <w:color w:val="000000"/>
                <w:u w:val="none"/>
                <w:rtl/>
              </w:rPr>
              <w:t>الْوَادِ</w:t>
            </w:r>
            <w:r w:rsidRPr="00DE30EA">
              <w:rPr>
                <w:rStyle w:val="Hyperlink"/>
                <w:color w:val="000000"/>
                <w:u w:val="none"/>
                <w:rtl/>
              </w:rPr>
              <w:t xml:space="preserve"> </w:t>
            </w:r>
            <w:r w:rsidRPr="00DE30EA">
              <w:rPr>
                <w:rStyle w:val="Hyperlink"/>
                <w:rFonts w:hint="eastAsia"/>
                <w:color w:val="000000"/>
                <w:u w:val="none"/>
                <w:rtl/>
              </w:rPr>
              <w:t>الاَْيْمَنِ</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الْبُقْعَةِ</w:t>
            </w:r>
            <w:r w:rsidRPr="00DE30EA">
              <w:rPr>
                <w:rStyle w:val="Hyperlink"/>
                <w:color w:val="000000"/>
                <w:u w:val="none"/>
                <w:rtl/>
              </w:rPr>
              <w:t xml:space="preserve"> </w:t>
            </w:r>
            <w:r w:rsidRPr="00DE30EA">
              <w:rPr>
                <w:rStyle w:val="Hyperlink"/>
                <w:rFonts w:hint="eastAsia"/>
                <w:color w:val="000000"/>
                <w:u w:val="none"/>
                <w:rtl/>
              </w:rPr>
              <w:t>الْمُبَرَكَةِمِنَ</w:t>
            </w:r>
            <w:r w:rsidRPr="00DE30EA">
              <w:rPr>
                <w:rStyle w:val="Hyperlink"/>
                <w:color w:val="000000"/>
                <w:u w:val="none"/>
                <w:rtl/>
              </w:rPr>
              <w:t xml:space="preserve"> </w:t>
            </w:r>
            <w:r w:rsidRPr="00DE30EA">
              <w:rPr>
                <w:rStyle w:val="Hyperlink"/>
                <w:rFonts w:hint="eastAsia"/>
                <w:color w:val="000000"/>
                <w:u w:val="none"/>
                <w:rtl/>
              </w:rPr>
              <w:t>الشَّجَرَةِ</w:t>
            </w:r>
            <w:r w:rsidRPr="00DE30EA">
              <w:rPr>
                <w:rStyle w:val="Hyperlink"/>
                <w:color w:val="000000"/>
                <w:u w:val="none"/>
                <w:rtl/>
              </w:rPr>
              <w:t xml:space="preserve"> </w:t>
            </w:r>
            <w:r w:rsidRPr="00DE30EA">
              <w:rPr>
                <w:rStyle w:val="Hyperlink"/>
                <w:rFonts w:hint="eastAsia"/>
                <w:color w:val="000000"/>
                <w:u w:val="none"/>
                <w:rtl/>
              </w:rPr>
              <w:t>اءَنيَ</w:t>
            </w:r>
            <w:r w:rsidRPr="00DE30EA">
              <w:rPr>
                <w:rStyle w:val="Hyperlink"/>
                <w:color w:val="000000"/>
                <w:u w:val="none"/>
                <w:rtl/>
              </w:rPr>
              <w:t xml:space="preserve"> </w:t>
            </w:r>
            <w:r w:rsidRPr="00DE30EA">
              <w:rPr>
                <w:rStyle w:val="Hyperlink"/>
                <w:rFonts w:hint="eastAsia"/>
                <w:color w:val="000000"/>
                <w:u w:val="none"/>
                <w:rtl/>
              </w:rPr>
              <w:t>مُوسَىَّ</w:t>
            </w:r>
            <w:r w:rsidRPr="00DE30EA">
              <w:rPr>
                <w:rStyle w:val="Hyperlink"/>
                <w:color w:val="000000"/>
                <w:u w:val="none"/>
                <w:rtl/>
              </w:rPr>
              <w:t xml:space="preserve"> </w:t>
            </w:r>
            <w:r w:rsidRPr="00DE30EA">
              <w:rPr>
                <w:rStyle w:val="Hyperlink"/>
                <w:rFonts w:hint="eastAsia"/>
                <w:color w:val="000000"/>
                <w:u w:val="none"/>
                <w:rtl/>
              </w:rPr>
              <w:t>إِنِّىَّ</w:t>
            </w:r>
            <w:r w:rsidRPr="00DE30EA">
              <w:rPr>
                <w:rStyle w:val="Hyperlink"/>
                <w:color w:val="000000"/>
                <w:u w:val="none"/>
                <w:rtl/>
              </w:rPr>
              <w:t xml:space="preserve"> </w:t>
            </w:r>
            <w:r w:rsidRPr="00DE30EA">
              <w:rPr>
                <w:rStyle w:val="Hyperlink"/>
                <w:rFonts w:hint="eastAsia"/>
                <w:color w:val="000000"/>
                <w:u w:val="none"/>
                <w:rtl/>
              </w:rPr>
              <w:t>اءَنَا</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رَبُّ</w:t>
            </w:r>
            <w:r w:rsidRPr="00DE30EA">
              <w:rPr>
                <w:rStyle w:val="Hyperlink"/>
                <w:color w:val="000000"/>
                <w:u w:val="none"/>
                <w:rtl/>
              </w:rPr>
              <w:t xml:space="preserve"> </w:t>
            </w:r>
            <w:r w:rsidRPr="00DE30EA">
              <w:rPr>
                <w:rStyle w:val="Hyperlink"/>
                <w:rFonts w:hint="eastAsia"/>
                <w:color w:val="000000"/>
                <w:u w:val="none"/>
                <w:rtl/>
              </w:rPr>
              <w:t>الْعَلَمِينَ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Toc362088644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53</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45"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Toc362088645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4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Toc362088646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47" w:history="1">
            <w:r w:rsidRPr="00BA665B">
              <w:rPr>
                <w:rStyle w:val="Hyperlink"/>
                <w:rtl/>
              </w:rPr>
              <w:t>(31)</w:t>
            </w:r>
            <w:r w:rsidRPr="00BA665B">
              <w:rPr>
                <w:rStyle w:val="Hyperlink"/>
                <w:rtl/>
              </w:rPr>
              <w:t xml:space="preserve"> </w:t>
            </w:r>
            <w:r w:rsidRPr="00BA665B">
              <w:rPr>
                <w:rStyle w:val="Hyperlink"/>
                <w:rFonts w:hint="eastAsia"/>
                <w:rtl/>
              </w:rPr>
              <w:t>وَاءَنْ</w:t>
            </w:r>
            <w:r w:rsidRPr="00BA665B">
              <w:rPr>
                <w:rStyle w:val="Hyperlink"/>
                <w:rtl/>
              </w:rPr>
              <w:t xml:space="preserve"> </w:t>
            </w:r>
            <w:r w:rsidRPr="00BA665B">
              <w:rPr>
                <w:rStyle w:val="Hyperlink"/>
                <w:rFonts w:hint="eastAsia"/>
                <w:rtl/>
              </w:rPr>
              <w:t>اءَلْقِ</w:t>
            </w:r>
            <w:r w:rsidRPr="00BA665B">
              <w:rPr>
                <w:rStyle w:val="Hyperlink"/>
                <w:rtl/>
              </w:rPr>
              <w:t xml:space="preserve"> </w:t>
            </w:r>
            <w:r w:rsidRPr="00BA665B">
              <w:rPr>
                <w:rStyle w:val="Hyperlink"/>
                <w:rFonts w:hint="eastAsia"/>
                <w:rtl/>
              </w:rPr>
              <w:t>عَصَاكَ</w:t>
            </w:r>
            <w:r w:rsidRPr="00BA665B">
              <w:rPr>
                <w:rStyle w:val="Hyperlink"/>
                <w:rtl/>
              </w:rPr>
              <w:t xml:space="preserve"> </w:t>
            </w:r>
            <w:r w:rsidRPr="00BA665B">
              <w:rPr>
                <w:rStyle w:val="Hyperlink"/>
                <w:rFonts w:hint="eastAsia"/>
                <w:rtl/>
              </w:rPr>
              <w:t>فَلَمَّا</w:t>
            </w:r>
            <w:r w:rsidRPr="00BA665B">
              <w:rPr>
                <w:rStyle w:val="Hyperlink"/>
                <w:rtl/>
              </w:rPr>
              <w:t xml:space="preserve"> </w:t>
            </w:r>
            <w:r w:rsidRPr="00BA665B">
              <w:rPr>
                <w:rStyle w:val="Hyperlink"/>
                <w:rFonts w:hint="eastAsia"/>
                <w:rtl/>
              </w:rPr>
              <w:t>رَءَاهَا</w:t>
            </w:r>
            <w:r w:rsidRPr="00BA665B">
              <w:rPr>
                <w:rStyle w:val="Hyperlink"/>
                <w:rtl/>
              </w:rPr>
              <w:t xml:space="preserve"> </w:t>
            </w:r>
            <w:r w:rsidRPr="00BA665B">
              <w:rPr>
                <w:rStyle w:val="Hyperlink"/>
                <w:rFonts w:hint="eastAsia"/>
                <w:rtl/>
              </w:rPr>
              <w:t>تَهْتَزُّ</w:t>
            </w:r>
            <w:r w:rsidRPr="00BA665B">
              <w:rPr>
                <w:rStyle w:val="Hyperlink"/>
                <w:rtl/>
              </w:rPr>
              <w:t xml:space="preserve"> </w:t>
            </w:r>
            <w:r w:rsidRPr="00BA665B">
              <w:rPr>
                <w:rStyle w:val="Hyperlink"/>
                <w:rFonts w:hint="eastAsia"/>
                <w:rtl/>
              </w:rPr>
              <w:t>كَاءَنَّهَا</w:t>
            </w:r>
            <w:r w:rsidRPr="00BA665B">
              <w:rPr>
                <w:rStyle w:val="Hyperlink"/>
                <w:rtl/>
              </w:rPr>
              <w:t xml:space="preserve"> </w:t>
            </w:r>
            <w:r w:rsidRPr="00BA665B">
              <w:rPr>
                <w:rStyle w:val="Hyperlink"/>
                <w:rFonts w:hint="eastAsia"/>
                <w:rtl/>
              </w:rPr>
              <w:t>جَآنُّ</w:t>
            </w:r>
            <w:r w:rsidRPr="00BA665B">
              <w:rPr>
                <w:rStyle w:val="Hyperlink"/>
                <w:rtl/>
              </w:rPr>
              <w:t xml:space="preserve"> </w:t>
            </w:r>
            <w:r w:rsidRPr="00BA665B">
              <w:rPr>
                <w:rStyle w:val="Hyperlink"/>
                <w:rFonts w:hint="eastAsia"/>
                <w:rtl/>
              </w:rPr>
              <w:t>وَلَّى</w:t>
            </w:r>
            <w:r w:rsidRPr="00BA665B">
              <w:rPr>
                <w:rStyle w:val="Hyperlink"/>
                <w:rtl/>
              </w:rPr>
              <w:t xml:space="preserve"> </w:t>
            </w:r>
            <w:r w:rsidRPr="00BA665B">
              <w:rPr>
                <w:rStyle w:val="Hyperlink"/>
                <w:rFonts w:hint="eastAsia"/>
                <w:rtl/>
              </w:rPr>
              <w:t>مُدْبِراً</w:t>
            </w:r>
            <w:r w:rsidRPr="00BA665B">
              <w:rPr>
                <w:rStyle w:val="Hyperlink"/>
                <w:rtl/>
              </w:rPr>
              <w:t xml:space="preserve"> </w:t>
            </w:r>
            <w:r w:rsidRPr="00BA665B">
              <w:rPr>
                <w:rStyle w:val="Hyperlink"/>
                <w:rFonts w:hint="eastAsia"/>
                <w:rtl/>
              </w:rPr>
              <w:t>وَلَمْيُعَقِّبْ</w:t>
            </w:r>
            <w:r w:rsidRPr="00BA665B">
              <w:rPr>
                <w:rStyle w:val="Hyperlink"/>
                <w:rtl/>
              </w:rPr>
              <w:t xml:space="preserve"> </w:t>
            </w:r>
            <w:r w:rsidRPr="00BA665B">
              <w:rPr>
                <w:rStyle w:val="Hyperlink"/>
                <w:rFonts w:hint="eastAsia"/>
                <w:rtl/>
              </w:rPr>
              <w:t>يَمُوسَىَّ</w:t>
            </w:r>
            <w:r w:rsidRPr="00BA665B">
              <w:rPr>
                <w:rStyle w:val="Hyperlink"/>
                <w:rtl/>
              </w:rPr>
              <w:t xml:space="preserve"> </w:t>
            </w:r>
            <w:r w:rsidRPr="00BA665B">
              <w:rPr>
                <w:rStyle w:val="Hyperlink"/>
                <w:rFonts w:hint="eastAsia"/>
                <w:rtl/>
              </w:rPr>
              <w:t>اءَقْبِلْ</w:t>
            </w:r>
            <w:r w:rsidRPr="00BA665B">
              <w:rPr>
                <w:rStyle w:val="Hyperlink"/>
                <w:rtl/>
              </w:rPr>
              <w:t xml:space="preserve"> </w:t>
            </w:r>
            <w:r w:rsidRPr="00BA665B">
              <w:rPr>
                <w:rStyle w:val="Hyperlink"/>
                <w:rFonts w:hint="eastAsia"/>
                <w:rtl/>
              </w:rPr>
              <w:t>وَلاَ</w:t>
            </w:r>
            <w:r w:rsidRPr="00BA665B">
              <w:rPr>
                <w:rStyle w:val="Hyperlink"/>
                <w:rtl/>
              </w:rPr>
              <w:t xml:space="preserve"> </w:t>
            </w:r>
            <w:r w:rsidRPr="00BA665B">
              <w:rPr>
                <w:rStyle w:val="Hyperlink"/>
                <w:rFonts w:hint="eastAsia"/>
                <w:rtl/>
              </w:rPr>
              <w:t>تَخَفْ</w:t>
            </w:r>
            <w:r w:rsidRPr="00BA665B">
              <w:rPr>
                <w:rStyle w:val="Hyperlink"/>
                <w:rtl/>
              </w:rPr>
              <w:t xml:space="preserve"> </w:t>
            </w:r>
            <w:r w:rsidRPr="00BA665B">
              <w:rPr>
                <w:rStyle w:val="Hyperlink"/>
                <w:rFonts w:hint="eastAsia"/>
                <w:rtl/>
              </w:rPr>
              <w:t>إِنَّكَمِنَ</w:t>
            </w:r>
            <w:r w:rsidRPr="00BA665B">
              <w:rPr>
                <w:rStyle w:val="Hyperlink"/>
                <w:rtl/>
              </w:rPr>
              <w:t xml:space="preserve"> </w:t>
            </w:r>
            <w:r w:rsidRPr="00BA665B">
              <w:rPr>
                <w:rStyle w:val="Hyperlink"/>
                <w:rFonts w:hint="eastAsia"/>
                <w:rtl/>
              </w:rPr>
              <w:t>الاَْمِنِينَ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Toc362088647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48"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Toc362088648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14B31" w:rsidRPr="00DE30EA" w:rsidRDefault="00514B31" w:rsidP="00DE30EA">
          <w:pPr>
            <w:pStyle w:val="TOC1"/>
            <w:rPr>
              <w:rFonts w:eastAsiaTheme="minorEastAsia"/>
              <w:sz w:val="22"/>
              <w:rtl/>
            </w:rPr>
          </w:pPr>
          <w:hyperlink w:anchor="_Toc362088649" w:history="1">
            <w:r w:rsidRPr="00DE30EA">
              <w:rPr>
                <w:rStyle w:val="Hyperlink"/>
                <w:color w:val="000000"/>
                <w:u w:val="none"/>
                <w:rtl/>
              </w:rPr>
              <w:t>(32)</w:t>
            </w:r>
            <w:r w:rsidRPr="00DE30EA">
              <w:rPr>
                <w:rStyle w:val="Hyperlink"/>
                <w:color w:val="000000"/>
                <w:u w:val="none"/>
                <w:rtl/>
              </w:rPr>
              <w:t xml:space="preserve"> </w:t>
            </w:r>
            <w:r w:rsidRPr="00DE30EA">
              <w:rPr>
                <w:rStyle w:val="Hyperlink"/>
                <w:rFonts w:hint="eastAsia"/>
                <w:color w:val="000000"/>
                <w:u w:val="none"/>
                <w:rtl/>
              </w:rPr>
              <w:t>اُسْلُكْ</w:t>
            </w:r>
            <w:r w:rsidRPr="00DE30EA">
              <w:rPr>
                <w:rStyle w:val="Hyperlink"/>
                <w:color w:val="000000"/>
                <w:u w:val="none"/>
                <w:rtl/>
              </w:rPr>
              <w:t xml:space="preserve"> </w:t>
            </w:r>
            <w:r w:rsidRPr="00DE30EA">
              <w:rPr>
                <w:rStyle w:val="Hyperlink"/>
                <w:rFonts w:hint="eastAsia"/>
                <w:color w:val="000000"/>
                <w:u w:val="none"/>
                <w:rtl/>
              </w:rPr>
              <w:t>يَدَكَ</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جَيْبِكَ</w:t>
            </w:r>
            <w:r w:rsidRPr="00DE30EA">
              <w:rPr>
                <w:rStyle w:val="Hyperlink"/>
                <w:color w:val="000000"/>
                <w:u w:val="none"/>
                <w:rtl/>
              </w:rPr>
              <w:t xml:space="preserve"> </w:t>
            </w:r>
            <w:r w:rsidRPr="00DE30EA">
              <w:rPr>
                <w:rStyle w:val="Hyperlink"/>
                <w:rFonts w:hint="eastAsia"/>
                <w:color w:val="000000"/>
                <w:u w:val="none"/>
                <w:rtl/>
              </w:rPr>
              <w:t>تَخْرُجْ</w:t>
            </w:r>
            <w:r w:rsidRPr="00DE30EA">
              <w:rPr>
                <w:rStyle w:val="Hyperlink"/>
                <w:color w:val="000000"/>
                <w:u w:val="none"/>
                <w:rtl/>
              </w:rPr>
              <w:t xml:space="preserve"> </w:t>
            </w:r>
            <w:r w:rsidRPr="00DE30EA">
              <w:rPr>
                <w:rStyle w:val="Hyperlink"/>
                <w:rFonts w:hint="eastAsia"/>
                <w:color w:val="000000"/>
                <w:u w:val="none"/>
                <w:rtl/>
              </w:rPr>
              <w:t>بَيْضَآءَ</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غَيْرِ</w:t>
            </w:r>
            <w:r w:rsidRPr="00DE30EA">
              <w:rPr>
                <w:rStyle w:val="Hyperlink"/>
                <w:color w:val="000000"/>
                <w:u w:val="none"/>
                <w:rtl/>
              </w:rPr>
              <w:t xml:space="preserve"> </w:t>
            </w:r>
            <w:r w:rsidRPr="00DE30EA">
              <w:rPr>
                <w:rStyle w:val="Hyperlink"/>
                <w:rFonts w:hint="eastAsia"/>
                <w:color w:val="000000"/>
                <w:u w:val="none"/>
                <w:rtl/>
              </w:rPr>
              <w:t>سُوَّءٍ</w:t>
            </w:r>
            <w:r w:rsidRPr="00DE30EA">
              <w:rPr>
                <w:rStyle w:val="Hyperlink"/>
                <w:color w:val="000000"/>
                <w:u w:val="none"/>
                <w:rtl/>
              </w:rPr>
              <w:t xml:space="preserve"> </w:t>
            </w:r>
            <w:r w:rsidRPr="00DE30EA">
              <w:rPr>
                <w:rStyle w:val="Hyperlink"/>
                <w:rFonts w:hint="eastAsia"/>
                <w:color w:val="000000"/>
                <w:u w:val="none"/>
                <w:rtl/>
              </w:rPr>
              <w:t>وَاضْمُمْ</w:t>
            </w:r>
            <w:r w:rsidRPr="00DE30EA">
              <w:rPr>
                <w:rStyle w:val="Hyperlink"/>
                <w:color w:val="000000"/>
                <w:u w:val="none"/>
                <w:rtl/>
              </w:rPr>
              <w:t xml:space="preserve"> </w:t>
            </w:r>
            <w:r w:rsidRPr="00DE30EA">
              <w:rPr>
                <w:rStyle w:val="Hyperlink"/>
                <w:rFonts w:hint="eastAsia"/>
                <w:color w:val="000000"/>
                <w:u w:val="none"/>
                <w:rtl/>
              </w:rPr>
              <w:t>إِلَيْكَ</w:t>
            </w:r>
            <w:r w:rsidRPr="00DE30EA">
              <w:rPr>
                <w:rStyle w:val="Hyperlink"/>
                <w:color w:val="000000"/>
                <w:u w:val="none"/>
                <w:rtl/>
              </w:rPr>
              <w:t xml:space="preserve"> </w:t>
            </w:r>
            <w:r w:rsidRPr="00DE30EA">
              <w:rPr>
                <w:rStyle w:val="Hyperlink"/>
                <w:rFonts w:hint="eastAsia"/>
                <w:color w:val="000000"/>
                <w:u w:val="none"/>
                <w:rtl/>
              </w:rPr>
              <w:t>جَنَاحَكَ</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الرَّهْبِ</w:t>
            </w:r>
            <w:r w:rsidRPr="00DE30EA">
              <w:rPr>
                <w:rStyle w:val="Hyperlink"/>
                <w:color w:val="000000"/>
                <w:u w:val="none"/>
                <w:rtl/>
              </w:rPr>
              <w:t xml:space="preserve"> </w:t>
            </w:r>
            <w:r w:rsidRPr="00DE30EA">
              <w:rPr>
                <w:rStyle w:val="Hyperlink"/>
                <w:rFonts w:hint="eastAsia"/>
                <w:color w:val="000000"/>
                <w:u w:val="none"/>
                <w:rtl/>
              </w:rPr>
              <w:t>فَذَنِكَ</w:t>
            </w:r>
            <w:r w:rsidRPr="00DE30EA">
              <w:rPr>
                <w:rStyle w:val="Hyperlink"/>
                <w:color w:val="000000"/>
                <w:u w:val="none"/>
                <w:rtl/>
              </w:rPr>
              <w:t xml:space="preserve"> </w:t>
            </w:r>
            <w:r w:rsidRPr="00DE30EA">
              <w:rPr>
                <w:rStyle w:val="Hyperlink"/>
                <w:rFonts w:hint="eastAsia"/>
                <w:color w:val="000000"/>
                <w:u w:val="none"/>
                <w:rtl/>
              </w:rPr>
              <w:t>بُرْهَنَانِ</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رَّبِّكَ</w:t>
            </w:r>
            <w:r w:rsidRPr="00DE30EA">
              <w:rPr>
                <w:rStyle w:val="Hyperlink"/>
                <w:color w:val="000000"/>
                <w:u w:val="none"/>
                <w:rtl/>
              </w:rPr>
              <w:t xml:space="preserve"> </w:t>
            </w:r>
            <w:r w:rsidRPr="00DE30EA">
              <w:rPr>
                <w:rStyle w:val="Hyperlink"/>
                <w:rFonts w:hint="eastAsia"/>
                <w:color w:val="000000"/>
                <w:u w:val="none"/>
                <w:rtl/>
              </w:rPr>
              <w:t>إِلَى</w:t>
            </w:r>
            <w:r w:rsidRPr="00DE30EA">
              <w:rPr>
                <w:rStyle w:val="Hyperlink"/>
                <w:color w:val="000000"/>
                <w:u w:val="none"/>
                <w:rtl/>
              </w:rPr>
              <w:t xml:space="preserve"> </w:t>
            </w:r>
            <w:r w:rsidRPr="00DE30EA">
              <w:rPr>
                <w:rStyle w:val="Hyperlink"/>
                <w:rFonts w:hint="eastAsia"/>
                <w:color w:val="000000"/>
                <w:u w:val="none"/>
                <w:rtl/>
              </w:rPr>
              <w:t>فِرْعَوْنَ</w:t>
            </w:r>
            <w:r w:rsidRPr="00DE30EA">
              <w:rPr>
                <w:rStyle w:val="Hyperlink"/>
                <w:color w:val="000000"/>
                <w:u w:val="none"/>
                <w:rtl/>
              </w:rPr>
              <w:t xml:space="preserve"> </w:t>
            </w:r>
            <w:r w:rsidRPr="00DE30EA">
              <w:rPr>
                <w:rStyle w:val="Hyperlink"/>
                <w:rFonts w:hint="eastAsia"/>
                <w:color w:val="000000"/>
                <w:u w:val="none"/>
                <w:rtl/>
              </w:rPr>
              <w:t>وَمَلاَِيْهِ</w:t>
            </w:r>
            <w:r w:rsidRPr="00DE30EA">
              <w:rPr>
                <w:rStyle w:val="Hyperlink"/>
                <w:color w:val="000000"/>
                <w:u w:val="none"/>
                <w:rtl/>
              </w:rPr>
              <w:t xml:space="preserve"> </w:t>
            </w:r>
            <w:r w:rsidRPr="00DE30EA">
              <w:rPr>
                <w:rStyle w:val="Hyperlink"/>
                <w:rFonts w:hint="eastAsia"/>
                <w:color w:val="000000"/>
                <w:u w:val="none"/>
                <w:rtl/>
              </w:rPr>
              <w:t>إِنَّهمْ</w:t>
            </w:r>
            <w:r w:rsidRPr="00DE30EA">
              <w:rPr>
                <w:rStyle w:val="Hyperlink"/>
                <w:color w:val="000000"/>
                <w:u w:val="none"/>
                <w:rtl/>
              </w:rPr>
              <w:t xml:space="preserve"> </w:t>
            </w:r>
            <w:r w:rsidRPr="00DE30EA">
              <w:rPr>
                <w:rStyle w:val="Hyperlink"/>
                <w:rFonts w:hint="eastAsia"/>
                <w:color w:val="000000"/>
                <w:u w:val="none"/>
                <w:rtl/>
              </w:rPr>
              <w:t>كَانُواْ</w:t>
            </w:r>
            <w:r w:rsidRPr="00DE30EA">
              <w:rPr>
                <w:rStyle w:val="Hyperlink"/>
                <w:color w:val="000000"/>
                <w:u w:val="none"/>
                <w:rtl/>
              </w:rPr>
              <w:t xml:space="preserve"> </w:t>
            </w:r>
            <w:r w:rsidRPr="00DE30EA">
              <w:rPr>
                <w:rStyle w:val="Hyperlink"/>
                <w:rFonts w:hint="eastAsia"/>
                <w:color w:val="000000"/>
                <w:u w:val="none"/>
                <w:rtl/>
              </w:rPr>
              <w:t>قَوْماً</w:t>
            </w:r>
            <w:r w:rsidRPr="00DE30EA">
              <w:rPr>
                <w:rStyle w:val="Hyperlink"/>
                <w:color w:val="000000"/>
                <w:u w:val="none"/>
                <w:rtl/>
              </w:rPr>
              <w:t xml:space="preserve"> </w:t>
            </w:r>
            <w:r w:rsidRPr="00DE30EA">
              <w:rPr>
                <w:rStyle w:val="Hyperlink"/>
                <w:rFonts w:hint="eastAsia"/>
                <w:color w:val="000000"/>
                <w:u w:val="none"/>
                <w:rtl/>
              </w:rPr>
              <w:t>فَسِقِينَ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Toc362088649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55</w:t>
            </w:r>
            <w:r w:rsidRPr="00DE30EA">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50" w:history="1">
            <w:r w:rsidRPr="00BA665B">
              <w:rPr>
                <w:rStyle w:val="Hyperlink"/>
                <w:rtl/>
              </w:rPr>
              <w:t>(33)</w:t>
            </w:r>
            <w:r w:rsidRPr="00BA665B">
              <w:rPr>
                <w:rStyle w:val="Hyperlink"/>
                <w:rtl/>
              </w:rPr>
              <w:t xml:space="preserve"> </w:t>
            </w:r>
            <w:r w:rsidRPr="00BA665B">
              <w:rPr>
                <w:rStyle w:val="Hyperlink"/>
                <w:rFonts w:hint="eastAsia"/>
                <w:rtl/>
              </w:rPr>
              <w:t>قَالَ</w:t>
            </w:r>
            <w:r w:rsidRPr="00BA665B">
              <w:rPr>
                <w:rStyle w:val="Hyperlink"/>
                <w:rtl/>
              </w:rPr>
              <w:t xml:space="preserve"> </w:t>
            </w:r>
            <w:r w:rsidRPr="00BA665B">
              <w:rPr>
                <w:rStyle w:val="Hyperlink"/>
                <w:rFonts w:hint="eastAsia"/>
                <w:rtl/>
              </w:rPr>
              <w:t>رَبِّ</w:t>
            </w:r>
            <w:r w:rsidRPr="00BA665B">
              <w:rPr>
                <w:rStyle w:val="Hyperlink"/>
                <w:rtl/>
              </w:rPr>
              <w:t xml:space="preserve"> </w:t>
            </w:r>
            <w:r w:rsidRPr="00BA665B">
              <w:rPr>
                <w:rStyle w:val="Hyperlink"/>
                <w:rFonts w:hint="eastAsia"/>
                <w:rtl/>
              </w:rPr>
              <w:t>إِنِّى</w:t>
            </w:r>
            <w:r w:rsidRPr="00BA665B">
              <w:rPr>
                <w:rStyle w:val="Hyperlink"/>
                <w:rtl/>
              </w:rPr>
              <w:t xml:space="preserve"> </w:t>
            </w:r>
            <w:r w:rsidRPr="00BA665B">
              <w:rPr>
                <w:rStyle w:val="Hyperlink"/>
                <w:rFonts w:hint="eastAsia"/>
                <w:rtl/>
              </w:rPr>
              <w:t>قَتَلْتُ</w:t>
            </w:r>
            <w:r w:rsidRPr="00BA665B">
              <w:rPr>
                <w:rStyle w:val="Hyperlink"/>
                <w:rtl/>
              </w:rPr>
              <w:t xml:space="preserve"> </w:t>
            </w:r>
            <w:r w:rsidRPr="00BA665B">
              <w:rPr>
                <w:rStyle w:val="Hyperlink"/>
                <w:rFonts w:hint="eastAsia"/>
                <w:rtl/>
              </w:rPr>
              <w:t>مِنْهُمْ</w:t>
            </w:r>
            <w:r w:rsidRPr="00BA665B">
              <w:rPr>
                <w:rStyle w:val="Hyperlink"/>
                <w:rtl/>
              </w:rPr>
              <w:t xml:space="preserve"> </w:t>
            </w:r>
            <w:r w:rsidRPr="00BA665B">
              <w:rPr>
                <w:rStyle w:val="Hyperlink"/>
                <w:rFonts w:hint="eastAsia"/>
                <w:rtl/>
              </w:rPr>
              <w:t>نَفْساً</w:t>
            </w:r>
            <w:r w:rsidRPr="00BA665B">
              <w:rPr>
                <w:rStyle w:val="Hyperlink"/>
                <w:rtl/>
              </w:rPr>
              <w:t xml:space="preserve"> </w:t>
            </w:r>
            <w:r w:rsidRPr="00BA665B">
              <w:rPr>
                <w:rStyle w:val="Hyperlink"/>
                <w:rFonts w:hint="eastAsia"/>
                <w:rtl/>
              </w:rPr>
              <w:t>فَاءَخَافُ</w:t>
            </w:r>
            <w:r w:rsidRPr="00BA665B">
              <w:rPr>
                <w:rStyle w:val="Hyperlink"/>
                <w:rtl/>
              </w:rPr>
              <w:t xml:space="preserve"> </w:t>
            </w:r>
            <w:r w:rsidRPr="00BA665B">
              <w:rPr>
                <w:rStyle w:val="Hyperlink"/>
                <w:rFonts w:hint="eastAsia"/>
                <w:rtl/>
              </w:rPr>
              <w:t>اءَن</w:t>
            </w:r>
            <w:r w:rsidRPr="00BA665B">
              <w:rPr>
                <w:rStyle w:val="Hyperlink"/>
                <w:rtl/>
              </w:rPr>
              <w:t xml:space="preserve"> </w:t>
            </w:r>
            <w:r w:rsidRPr="00BA665B">
              <w:rPr>
                <w:rStyle w:val="Hyperlink"/>
                <w:rFonts w:hint="eastAsia"/>
                <w:rtl/>
              </w:rPr>
              <w:t>يَقْتُلُونِ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Toc362088650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51"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Toc362088651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52"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Toc362088652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14B31" w:rsidRPr="00DE30EA" w:rsidRDefault="00514B31" w:rsidP="00DE30EA">
          <w:pPr>
            <w:pStyle w:val="TOC1"/>
            <w:rPr>
              <w:rFonts w:eastAsiaTheme="minorEastAsia"/>
              <w:sz w:val="22"/>
              <w:rtl/>
            </w:rPr>
          </w:pPr>
          <w:hyperlink w:anchor="_Toc362088653" w:history="1">
            <w:r w:rsidRPr="00DE30EA">
              <w:rPr>
                <w:rStyle w:val="Hyperlink"/>
                <w:color w:val="000000"/>
                <w:u w:val="none"/>
                <w:rtl/>
              </w:rPr>
              <w:t>(34)</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اءَخِى</w:t>
            </w:r>
            <w:r w:rsidRPr="00DE30EA">
              <w:rPr>
                <w:rStyle w:val="Hyperlink"/>
                <w:color w:val="000000"/>
                <w:u w:val="none"/>
                <w:rtl/>
              </w:rPr>
              <w:t xml:space="preserve"> </w:t>
            </w:r>
            <w:r w:rsidRPr="00DE30EA">
              <w:rPr>
                <w:rStyle w:val="Hyperlink"/>
                <w:rFonts w:hint="eastAsia"/>
                <w:color w:val="000000"/>
                <w:u w:val="none"/>
                <w:rtl/>
              </w:rPr>
              <w:t>هَرُونُ</w:t>
            </w:r>
            <w:r w:rsidRPr="00DE30EA">
              <w:rPr>
                <w:rStyle w:val="Hyperlink"/>
                <w:color w:val="000000"/>
                <w:u w:val="none"/>
                <w:rtl/>
              </w:rPr>
              <w:t xml:space="preserve"> </w:t>
            </w:r>
            <w:r w:rsidRPr="00DE30EA">
              <w:rPr>
                <w:rStyle w:val="Hyperlink"/>
                <w:rFonts w:hint="eastAsia"/>
                <w:color w:val="000000"/>
                <w:u w:val="none"/>
                <w:rtl/>
              </w:rPr>
              <w:t>هُوَ</w:t>
            </w:r>
            <w:r w:rsidRPr="00DE30EA">
              <w:rPr>
                <w:rStyle w:val="Hyperlink"/>
                <w:color w:val="000000"/>
                <w:u w:val="none"/>
                <w:rtl/>
              </w:rPr>
              <w:t xml:space="preserve"> </w:t>
            </w:r>
            <w:r w:rsidRPr="00DE30EA">
              <w:rPr>
                <w:rStyle w:val="Hyperlink"/>
                <w:rFonts w:hint="eastAsia"/>
                <w:color w:val="000000"/>
                <w:u w:val="none"/>
                <w:rtl/>
              </w:rPr>
              <w:t>اءَفْصَحُ</w:t>
            </w:r>
            <w:r w:rsidRPr="00DE30EA">
              <w:rPr>
                <w:rStyle w:val="Hyperlink"/>
                <w:color w:val="000000"/>
                <w:u w:val="none"/>
                <w:rtl/>
              </w:rPr>
              <w:t xml:space="preserve"> </w:t>
            </w:r>
            <w:r w:rsidRPr="00DE30EA">
              <w:rPr>
                <w:rStyle w:val="Hyperlink"/>
                <w:rFonts w:hint="eastAsia"/>
                <w:color w:val="000000"/>
                <w:u w:val="none"/>
                <w:rtl/>
              </w:rPr>
              <w:t>مِنِّى</w:t>
            </w:r>
            <w:r w:rsidRPr="00DE30EA">
              <w:rPr>
                <w:rStyle w:val="Hyperlink"/>
                <w:color w:val="000000"/>
                <w:u w:val="none"/>
                <w:rtl/>
              </w:rPr>
              <w:t xml:space="preserve"> </w:t>
            </w:r>
            <w:r w:rsidRPr="00DE30EA">
              <w:rPr>
                <w:rStyle w:val="Hyperlink"/>
                <w:rFonts w:hint="eastAsia"/>
                <w:color w:val="000000"/>
                <w:u w:val="none"/>
                <w:rtl/>
              </w:rPr>
              <w:t>لِسَاناً</w:t>
            </w:r>
            <w:r w:rsidRPr="00DE30EA">
              <w:rPr>
                <w:rStyle w:val="Hyperlink"/>
                <w:color w:val="000000"/>
                <w:u w:val="none"/>
                <w:rtl/>
              </w:rPr>
              <w:t xml:space="preserve"> </w:t>
            </w:r>
            <w:r w:rsidRPr="00DE30EA">
              <w:rPr>
                <w:rStyle w:val="Hyperlink"/>
                <w:rFonts w:hint="eastAsia"/>
                <w:color w:val="000000"/>
                <w:u w:val="none"/>
                <w:rtl/>
              </w:rPr>
              <w:t>فَاءَرْسِلْهُ</w:t>
            </w:r>
            <w:r w:rsidRPr="00DE30EA">
              <w:rPr>
                <w:rStyle w:val="Hyperlink"/>
                <w:color w:val="000000"/>
                <w:u w:val="none"/>
                <w:rtl/>
              </w:rPr>
              <w:t xml:space="preserve"> </w:t>
            </w:r>
            <w:r w:rsidRPr="00DE30EA">
              <w:rPr>
                <w:rStyle w:val="Hyperlink"/>
                <w:rFonts w:hint="eastAsia"/>
                <w:color w:val="000000"/>
                <w:u w:val="none"/>
                <w:rtl/>
              </w:rPr>
              <w:t>مَعِىَ</w:t>
            </w:r>
            <w:r w:rsidRPr="00DE30EA">
              <w:rPr>
                <w:rStyle w:val="Hyperlink"/>
                <w:color w:val="000000"/>
                <w:u w:val="none"/>
                <w:rtl/>
              </w:rPr>
              <w:t xml:space="preserve"> </w:t>
            </w:r>
            <w:r w:rsidRPr="00DE30EA">
              <w:rPr>
                <w:rStyle w:val="Hyperlink"/>
                <w:rFonts w:hint="eastAsia"/>
                <w:color w:val="000000"/>
                <w:u w:val="none"/>
                <w:rtl/>
              </w:rPr>
              <w:t>رِدْءاً</w:t>
            </w:r>
            <w:r w:rsidRPr="00DE30EA">
              <w:rPr>
                <w:rStyle w:val="Hyperlink"/>
                <w:color w:val="000000"/>
                <w:u w:val="none"/>
                <w:rtl/>
              </w:rPr>
              <w:t xml:space="preserve"> </w:t>
            </w:r>
            <w:r w:rsidRPr="00DE30EA">
              <w:rPr>
                <w:rStyle w:val="Hyperlink"/>
                <w:rFonts w:hint="eastAsia"/>
                <w:color w:val="000000"/>
                <w:u w:val="none"/>
                <w:rtl/>
              </w:rPr>
              <w:t>يُصَدِّقُنِىَّ</w:t>
            </w:r>
            <w:r w:rsidRPr="00DE30EA">
              <w:rPr>
                <w:rStyle w:val="Hyperlink"/>
                <w:color w:val="000000"/>
                <w:u w:val="none"/>
                <w:rtl/>
              </w:rPr>
              <w:t xml:space="preserve"> </w:t>
            </w:r>
            <w:r w:rsidRPr="00DE30EA">
              <w:rPr>
                <w:rStyle w:val="Hyperlink"/>
                <w:rFonts w:hint="eastAsia"/>
                <w:color w:val="000000"/>
                <w:u w:val="none"/>
                <w:rtl/>
              </w:rPr>
              <w:t>إِنِّىَّ</w:t>
            </w:r>
            <w:r w:rsidRPr="00DE30EA">
              <w:rPr>
                <w:rStyle w:val="Hyperlink"/>
                <w:color w:val="000000"/>
                <w:u w:val="none"/>
                <w:rtl/>
              </w:rPr>
              <w:t xml:space="preserve"> </w:t>
            </w:r>
            <w:r w:rsidRPr="00DE30EA">
              <w:rPr>
                <w:rStyle w:val="Hyperlink"/>
                <w:rFonts w:hint="eastAsia"/>
                <w:color w:val="000000"/>
                <w:u w:val="none"/>
                <w:rtl/>
              </w:rPr>
              <w:t>اءَخَافُ</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يُكَذِّبُونِ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Toc362088653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57</w:t>
            </w:r>
            <w:r w:rsidRPr="00DE30EA">
              <w:rPr>
                <w:webHidden/>
                <w:rtl/>
              </w:rPr>
              <w:fldChar w:fldCharType="end"/>
            </w:r>
          </w:hyperlink>
        </w:p>
        <w:p w:rsidR="00514B31" w:rsidRPr="00DE30EA" w:rsidRDefault="00514B31" w:rsidP="00DE30EA">
          <w:pPr>
            <w:pStyle w:val="TOC1"/>
            <w:rPr>
              <w:rFonts w:eastAsiaTheme="minorEastAsia"/>
              <w:sz w:val="22"/>
              <w:rtl/>
            </w:rPr>
          </w:pPr>
          <w:hyperlink w:anchor="_Toc362088654" w:history="1">
            <w:r w:rsidRPr="00DE30EA">
              <w:rPr>
                <w:rStyle w:val="Hyperlink"/>
                <w:color w:val="000000"/>
                <w:u w:val="none"/>
                <w:rtl/>
              </w:rPr>
              <w:t>(35)</w:t>
            </w:r>
            <w:r w:rsidRPr="00DE30EA">
              <w:rPr>
                <w:rStyle w:val="Hyperlink"/>
                <w:color w:val="000000"/>
                <w:u w:val="none"/>
                <w:rtl/>
              </w:rPr>
              <w:t xml:space="preserve"> </w:t>
            </w:r>
            <w:r w:rsidRPr="00DE30EA">
              <w:rPr>
                <w:rStyle w:val="Hyperlink"/>
                <w:rFonts w:hint="eastAsia"/>
                <w:color w:val="000000"/>
                <w:u w:val="none"/>
                <w:rtl/>
              </w:rPr>
              <w:t>قَالَ</w:t>
            </w:r>
            <w:r w:rsidRPr="00DE30EA">
              <w:rPr>
                <w:rStyle w:val="Hyperlink"/>
                <w:color w:val="000000"/>
                <w:u w:val="none"/>
                <w:rtl/>
              </w:rPr>
              <w:t xml:space="preserve"> </w:t>
            </w:r>
            <w:r w:rsidRPr="00DE30EA">
              <w:rPr>
                <w:rStyle w:val="Hyperlink"/>
                <w:rFonts w:hint="eastAsia"/>
                <w:color w:val="000000"/>
                <w:u w:val="none"/>
                <w:rtl/>
              </w:rPr>
              <w:t>سَنَشُدُّ</w:t>
            </w:r>
            <w:r w:rsidRPr="00DE30EA">
              <w:rPr>
                <w:rStyle w:val="Hyperlink"/>
                <w:color w:val="000000"/>
                <w:u w:val="none"/>
                <w:rtl/>
              </w:rPr>
              <w:t xml:space="preserve"> </w:t>
            </w:r>
            <w:r w:rsidRPr="00DE30EA">
              <w:rPr>
                <w:rStyle w:val="Hyperlink"/>
                <w:rFonts w:hint="eastAsia"/>
                <w:color w:val="000000"/>
                <w:u w:val="none"/>
                <w:rtl/>
              </w:rPr>
              <w:t>عَضُدَكَ</w:t>
            </w:r>
            <w:r w:rsidRPr="00DE30EA">
              <w:rPr>
                <w:rStyle w:val="Hyperlink"/>
                <w:color w:val="000000"/>
                <w:u w:val="none"/>
                <w:rtl/>
              </w:rPr>
              <w:t xml:space="preserve"> </w:t>
            </w:r>
            <w:r w:rsidRPr="00DE30EA">
              <w:rPr>
                <w:rStyle w:val="Hyperlink"/>
                <w:rFonts w:hint="eastAsia"/>
                <w:color w:val="000000"/>
                <w:u w:val="none"/>
                <w:rtl/>
              </w:rPr>
              <w:t>بِاءَخِيكَ</w:t>
            </w:r>
            <w:r w:rsidRPr="00DE30EA">
              <w:rPr>
                <w:rStyle w:val="Hyperlink"/>
                <w:color w:val="000000"/>
                <w:u w:val="none"/>
                <w:rtl/>
              </w:rPr>
              <w:t xml:space="preserve"> </w:t>
            </w:r>
            <w:r w:rsidRPr="00DE30EA">
              <w:rPr>
                <w:rStyle w:val="Hyperlink"/>
                <w:rFonts w:hint="eastAsia"/>
                <w:color w:val="000000"/>
                <w:u w:val="none"/>
                <w:rtl/>
              </w:rPr>
              <w:t>وَنَجْعَلُ</w:t>
            </w:r>
            <w:r w:rsidRPr="00DE30EA">
              <w:rPr>
                <w:rStyle w:val="Hyperlink"/>
                <w:color w:val="000000"/>
                <w:u w:val="none"/>
                <w:rtl/>
              </w:rPr>
              <w:t xml:space="preserve"> </w:t>
            </w:r>
            <w:r w:rsidRPr="00DE30EA">
              <w:rPr>
                <w:rStyle w:val="Hyperlink"/>
                <w:rFonts w:hint="eastAsia"/>
                <w:color w:val="000000"/>
                <w:u w:val="none"/>
                <w:rtl/>
              </w:rPr>
              <w:t>لَكُمَا</w:t>
            </w:r>
            <w:r w:rsidRPr="00DE30EA">
              <w:rPr>
                <w:rStyle w:val="Hyperlink"/>
                <w:color w:val="000000"/>
                <w:u w:val="none"/>
                <w:rtl/>
              </w:rPr>
              <w:t xml:space="preserve"> </w:t>
            </w:r>
            <w:r w:rsidRPr="00DE30EA">
              <w:rPr>
                <w:rStyle w:val="Hyperlink"/>
                <w:rFonts w:hint="eastAsia"/>
                <w:color w:val="000000"/>
                <w:u w:val="none"/>
                <w:rtl/>
              </w:rPr>
              <w:t>سُلْطَناً</w:t>
            </w:r>
            <w:r w:rsidRPr="00DE30EA">
              <w:rPr>
                <w:rStyle w:val="Hyperlink"/>
                <w:color w:val="000000"/>
                <w:u w:val="none"/>
                <w:rtl/>
              </w:rPr>
              <w:t xml:space="preserve"> </w:t>
            </w:r>
            <w:r w:rsidRPr="00DE30EA">
              <w:rPr>
                <w:rStyle w:val="Hyperlink"/>
                <w:rFonts w:hint="eastAsia"/>
                <w:color w:val="000000"/>
                <w:u w:val="none"/>
                <w:rtl/>
              </w:rPr>
              <w:t>فَلاَ</w:t>
            </w:r>
            <w:r w:rsidRPr="00DE30EA">
              <w:rPr>
                <w:rStyle w:val="Hyperlink"/>
                <w:color w:val="000000"/>
                <w:u w:val="none"/>
                <w:rtl/>
              </w:rPr>
              <w:t xml:space="preserve"> </w:t>
            </w:r>
            <w:r w:rsidRPr="00DE30EA">
              <w:rPr>
                <w:rStyle w:val="Hyperlink"/>
                <w:rFonts w:hint="eastAsia"/>
                <w:color w:val="000000"/>
                <w:u w:val="none"/>
                <w:rtl/>
              </w:rPr>
              <w:t>يَصِلُونَ</w:t>
            </w:r>
            <w:r w:rsidRPr="00DE30EA">
              <w:rPr>
                <w:rStyle w:val="Hyperlink"/>
                <w:color w:val="000000"/>
                <w:u w:val="none"/>
                <w:rtl/>
              </w:rPr>
              <w:t xml:space="preserve"> </w:t>
            </w:r>
            <w:r w:rsidRPr="00DE30EA">
              <w:rPr>
                <w:rStyle w:val="Hyperlink"/>
                <w:rFonts w:hint="eastAsia"/>
                <w:color w:val="000000"/>
                <w:u w:val="none"/>
                <w:rtl/>
              </w:rPr>
              <w:t>إِلَيْكُمَا</w:t>
            </w:r>
            <w:r w:rsidRPr="00DE30EA">
              <w:rPr>
                <w:rStyle w:val="Hyperlink"/>
                <w:color w:val="000000"/>
                <w:u w:val="none"/>
                <w:rtl/>
              </w:rPr>
              <w:t xml:space="preserve"> </w:t>
            </w:r>
            <w:r w:rsidRPr="00DE30EA">
              <w:rPr>
                <w:rStyle w:val="Hyperlink"/>
                <w:rFonts w:hint="eastAsia"/>
                <w:color w:val="000000"/>
                <w:u w:val="none"/>
                <w:rtl/>
              </w:rPr>
              <w:t>بَِايَتِنَآ</w:t>
            </w:r>
            <w:r w:rsidRPr="00DE30EA">
              <w:rPr>
                <w:rStyle w:val="Hyperlink"/>
                <w:color w:val="000000"/>
                <w:u w:val="none"/>
                <w:rtl/>
              </w:rPr>
              <w:t xml:space="preserve"> </w:t>
            </w:r>
            <w:r w:rsidRPr="00DE30EA">
              <w:rPr>
                <w:rStyle w:val="Hyperlink"/>
                <w:rFonts w:hint="eastAsia"/>
                <w:color w:val="000000"/>
                <w:u w:val="none"/>
                <w:rtl/>
              </w:rPr>
              <w:t>اءَنتُمَا</w:t>
            </w:r>
            <w:r w:rsidRPr="00DE30EA">
              <w:rPr>
                <w:rStyle w:val="Hyperlink"/>
                <w:color w:val="000000"/>
                <w:u w:val="none"/>
                <w:rtl/>
              </w:rPr>
              <w:t xml:space="preserve"> </w:t>
            </w:r>
            <w:r w:rsidRPr="00DE30EA">
              <w:rPr>
                <w:rStyle w:val="Hyperlink"/>
                <w:rFonts w:hint="eastAsia"/>
                <w:color w:val="000000"/>
                <w:u w:val="none"/>
                <w:rtl/>
              </w:rPr>
              <w:t>وَمَنِا</w:t>
            </w:r>
            <w:r w:rsidRPr="00DE30EA">
              <w:rPr>
                <w:rStyle w:val="Hyperlink"/>
                <w:color w:val="000000"/>
                <w:u w:val="none"/>
                <w:rtl/>
              </w:rPr>
              <w:t xml:space="preserve"> </w:t>
            </w:r>
            <w:r w:rsidRPr="00DE30EA">
              <w:rPr>
                <w:rStyle w:val="Hyperlink"/>
                <w:rFonts w:hint="eastAsia"/>
                <w:color w:val="000000"/>
                <w:u w:val="none"/>
                <w:rtl/>
              </w:rPr>
              <w:t>تَّبَعَكُمَا</w:t>
            </w:r>
            <w:r w:rsidRPr="00DE30EA">
              <w:rPr>
                <w:rStyle w:val="Hyperlink"/>
                <w:color w:val="000000"/>
                <w:u w:val="none"/>
                <w:rtl/>
              </w:rPr>
              <w:t xml:space="preserve"> </w:t>
            </w:r>
            <w:r w:rsidRPr="00DE30EA">
              <w:rPr>
                <w:rStyle w:val="Hyperlink"/>
                <w:rFonts w:hint="eastAsia"/>
                <w:color w:val="000000"/>
                <w:u w:val="none"/>
                <w:rtl/>
              </w:rPr>
              <w:t>الْغَلِبُونَ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Toc362088654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58</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55"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Toc362088655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5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Toc362088656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14B31" w:rsidRPr="00DE30EA" w:rsidRDefault="00514B31" w:rsidP="00DE30EA">
          <w:pPr>
            <w:pStyle w:val="TOC1"/>
            <w:rPr>
              <w:rFonts w:eastAsiaTheme="minorEastAsia"/>
              <w:sz w:val="22"/>
              <w:rtl/>
            </w:rPr>
          </w:pPr>
          <w:hyperlink w:anchor="_Toc362088657" w:history="1">
            <w:r w:rsidRPr="00DE30EA">
              <w:rPr>
                <w:rStyle w:val="Hyperlink"/>
                <w:color w:val="000000"/>
                <w:u w:val="none"/>
                <w:rtl/>
              </w:rPr>
              <w:t>(36)</w:t>
            </w:r>
            <w:r w:rsidRPr="00DE30EA">
              <w:rPr>
                <w:rStyle w:val="Hyperlink"/>
                <w:color w:val="000000"/>
                <w:u w:val="none"/>
                <w:rtl/>
              </w:rPr>
              <w:t xml:space="preserve"> </w:t>
            </w:r>
            <w:r w:rsidRPr="00DE30EA">
              <w:rPr>
                <w:rStyle w:val="Hyperlink"/>
                <w:rFonts w:hint="eastAsia"/>
                <w:color w:val="000000"/>
                <w:u w:val="none"/>
                <w:rtl/>
              </w:rPr>
              <w:t>فَلَمَّا</w:t>
            </w:r>
            <w:r w:rsidRPr="00DE30EA">
              <w:rPr>
                <w:rStyle w:val="Hyperlink"/>
                <w:color w:val="000000"/>
                <w:u w:val="none"/>
                <w:rtl/>
              </w:rPr>
              <w:t xml:space="preserve"> </w:t>
            </w:r>
            <w:r w:rsidRPr="00DE30EA">
              <w:rPr>
                <w:rStyle w:val="Hyperlink"/>
                <w:rFonts w:hint="eastAsia"/>
                <w:color w:val="000000"/>
                <w:u w:val="none"/>
                <w:rtl/>
              </w:rPr>
              <w:t>جَآءَهُم</w:t>
            </w:r>
            <w:r w:rsidRPr="00DE30EA">
              <w:rPr>
                <w:rStyle w:val="Hyperlink"/>
                <w:color w:val="000000"/>
                <w:u w:val="none"/>
                <w:rtl/>
              </w:rPr>
              <w:t xml:space="preserve"> </w:t>
            </w:r>
            <w:r w:rsidRPr="00DE30EA">
              <w:rPr>
                <w:rStyle w:val="Hyperlink"/>
                <w:rFonts w:hint="eastAsia"/>
                <w:color w:val="000000"/>
                <w:u w:val="none"/>
                <w:rtl/>
              </w:rPr>
              <w:t>مُّوسَى</w:t>
            </w:r>
            <w:r w:rsidRPr="00DE30EA">
              <w:rPr>
                <w:rStyle w:val="Hyperlink"/>
                <w:color w:val="000000"/>
                <w:u w:val="none"/>
                <w:rtl/>
              </w:rPr>
              <w:t xml:space="preserve"> </w:t>
            </w:r>
            <w:r w:rsidRPr="00DE30EA">
              <w:rPr>
                <w:rStyle w:val="Hyperlink"/>
                <w:rFonts w:hint="eastAsia"/>
                <w:color w:val="000000"/>
                <w:u w:val="none"/>
                <w:rtl/>
              </w:rPr>
              <w:t>بَِايَتِنَا</w:t>
            </w:r>
            <w:r w:rsidRPr="00DE30EA">
              <w:rPr>
                <w:rStyle w:val="Hyperlink"/>
                <w:color w:val="000000"/>
                <w:u w:val="none"/>
                <w:rtl/>
              </w:rPr>
              <w:t xml:space="preserve"> </w:t>
            </w:r>
            <w:r w:rsidRPr="00DE30EA">
              <w:rPr>
                <w:rStyle w:val="Hyperlink"/>
                <w:rFonts w:hint="eastAsia"/>
                <w:color w:val="000000"/>
                <w:u w:val="none"/>
                <w:rtl/>
              </w:rPr>
              <w:t>بَيِّنَتٍ</w:t>
            </w:r>
            <w:r w:rsidRPr="00DE30EA">
              <w:rPr>
                <w:rStyle w:val="Hyperlink"/>
                <w:color w:val="000000"/>
                <w:u w:val="none"/>
                <w:rtl/>
              </w:rPr>
              <w:t xml:space="preserve"> </w:t>
            </w:r>
            <w:r w:rsidRPr="00DE30EA">
              <w:rPr>
                <w:rStyle w:val="Hyperlink"/>
                <w:rFonts w:hint="eastAsia"/>
                <w:color w:val="000000"/>
                <w:u w:val="none"/>
                <w:rtl/>
              </w:rPr>
              <w:t>قَالُواْ</w:t>
            </w:r>
            <w:r w:rsidRPr="00DE30EA">
              <w:rPr>
                <w:rStyle w:val="Hyperlink"/>
                <w:color w:val="000000"/>
                <w:u w:val="none"/>
                <w:rtl/>
              </w:rPr>
              <w:t xml:space="preserve"> </w:t>
            </w:r>
            <w:r w:rsidRPr="00DE30EA">
              <w:rPr>
                <w:rStyle w:val="Hyperlink"/>
                <w:rFonts w:hint="eastAsia"/>
                <w:color w:val="000000"/>
                <w:u w:val="none"/>
                <w:rtl/>
              </w:rPr>
              <w:t>مَا</w:t>
            </w:r>
            <w:r w:rsidRPr="00DE30EA">
              <w:rPr>
                <w:rStyle w:val="Hyperlink"/>
                <w:color w:val="000000"/>
                <w:u w:val="none"/>
                <w:rtl/>
              </w:rPr>
              <w:t xml:space="preserve"> </w:t>
            </w:r>
            <w:r w:rsidRPr="00DE30EA">
              <w:rPr>
                <w:rStyle w:val="Hyperlink"/>
                <w:rFonts w:hint="eastAsia"/>
                <w:color w:val="000000"/>
                <w:u w:val="none"/>
                <w:rtl/>
              </w:rPr>
              <w:t>هَذَآ</w:t>
            </w:r>
            <w:r w:rsidRPr="00DE30EA">
              <w:rPr>
                <w:rStyle w:val="Hyperlink"/>
                <w:color w:val="000000"/>
                <w:u w:val="none"/>
                <w:rtl/>
              </w:rPr>
              <w:t xml:space="preserve"> </w:t>
            </w:r>
            <w:r w:rsidRPr="00DE30EA">
              <w:rPr>
                <w:rStyle w:val="Hyperlink"/>
                <w:rFonts w:hint="eastAsia"/>
                <w:color w:val="000000"/>
                <w:u w:val="none"/>
                <w:rtl/>
              </w:rPr>
              <w:t>إِلا</w:t>
            </w:r>
            <w:r w:rsidRPr="00DE30EA">
              <w:rPr>
                <w:rStyle w:val="Hyperlink"/>
                <w:color w:val="000000"/>
                <w:u w:val="none"/>
                <w:rtl/>
              </w:rPr>
              <w:t xml:space="preserve"> </w:t>
            </w:r>
            <w:r w:rsidRPr="00DE30EA">
              <w:rPr>
                <w:rStyle w:val="Hyperlink"/>
                <w:rFonts w:hint="eastAsia"/>
                <w:color w:val="000000"/>
                <w:u w:val="none"/>
                <w:rtl/>
              </w:rPr>
              <w:t>سِحْرٌ</w:t>
            </w:r>
            <w:r w:rsidRPr="00DE30EA">
              <w:rPr>
                <w:rStyle w:val="Hyperlink"/>
                <w:color w:val="000000"/>
                <w:u w:val="none"/>
                <w:rtl/>
              </w:rPr>
              <w:t xml:space="preserve"> </w:t>
            </w:r>
            <w:r w:rsidRPr="00DE30EA">
              <w:rPr>
                <w:rStyle w:val="Hyperlink"/>
                <w:rFonts w:hint="eastAsia"/>
                <w:color w:val="000000"/>
                <w:u w:val="none"/>
                <w:rtl/>
              </w:rPr>
              <w:t>مُّفْتَرىً</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مَا</w:t>
            </w:r>
            <w:r w:rsidRPr="00DE30EA">
              <w:rPr>
                <w:rStyle w:val="Hyperlink"/>
                <w:color w:val="000000"/>
                <w:u w:val="none"/>
                <w:rtl/>
              </w:rPr>
              <w:t xml:space="preserve"> </w:t>
            </w:r>
            <w:r w:rsidRPr="00DE30EA">
              <w:rPr>
                <w:rStyle w:val="Hyperlink"/>
                <w:rFonts w:hint="eastAsia"/>
                <w:color w:val="000000"/>
                <w:u w:val="none"/>
                <w:rtl/>
              </w:rPr>
              <w:t>سَمِعْنَا</w:t>
            </w:r>
            <w:r w:rsidRPr="00DE30EA">
              <w:rPr>
                <w:rStyle w:val="Hyperlink"/>
                <w:color w:val="000000"/>
                <w:u w:val="none"/>
                <w:rtl/>
              </w:rPr>
              <w:t xml:space="preserve"> </w:t>
            </w:r>
            <w:r w:rsidRPr="00DE30EA">
              <w:rPr>
                <w:rStyle w:val="Hyperlink"/>
                <w:rFonts w:hint="eastAsia"/>
                <w:color w:val="000000"/>
                <w:u w:val="none"/>
                <w:rtl/>
              </w:rPr>
              <w:t>بِهَذَافِىَّءَابَآئِنَا</w:t>
            </w:r>
            <w:r w:rsidRPr="00DE30EA">
              <w:rPr>
                <w:rStyle w:val="Hyperlink"/>
                <w:color w:val="000000"/>
                <w:u w:val="none"/>
                <w:rtl/>
              </w:rPr>
              <w:t xml:space="preserve"> </w:t>
            </w:r>
            <w:r w:rsidRPr="00DE30EA">
              <w:rPr>
                <w:rStyle w:val="Hyperlink"/>
                <w:rFonts w:hint="eastAsia"/>
                <w:color w:val="000000"/>
                <w:u w:val="none"/>
                <w:rtl/>
              </w:rPr>
              <w:t>الاَْوَّلِينَ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Toc362088657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60</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58"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Toc362088658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14B31" w:rsidRPr="00DE30EA" w:rsidRDefault="00514B31" w:rsidP="00DE30EA">
          <w:pPr>
            <w:pStyle w:val="TOC1"/>
            <w:rPr>
              <w:rFonts w:eastAsiaTheme="minorEastAsia"/>
              <w:sz w:val="22"/>
              <w:rtl/>
            </w:rPr>
          </w:pPr>
          <w:hyperlink w:anchor="_Toc362088659" w:history="1">
            <w:r w:rsidRPr="00DE30EA">
              <w:rPr>
                <w:rStyle w:val="Hyperlink"/>
                <w:color w:val="000000"/>
                <w:u w:val="none"/>
                <w:rtl/>
              </w:rPr>
              <w:t>(37)</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قَالَ</w:t>
            </w:r>
            <w:r w:rsidRPr="00DE30EA">
              <w:rPr>
                <w:rStyle w:val="Hyperlink"/>
                <w:color w:val="000000"/>
                <w:u w:val="none"/>
                <w:rtl/>
              </w:rPr>
              <w:t xml:space="preserve"> </w:t>
            </w:r>
            <w:r w:rsidRPr="00DE30EA">
              <w:rPr>
                <w:rStyle w:val="Hyperlink"/>
                <w:rFonts w:hint="eastAsia"/>
                <w:color w:val="000000"/>
                <w:u w:val="none"/>
                <w:rtl/>
              </w:rPr>
              <w:t>مُوسَى</w:t>
            </w:r>
            <w:r w:rsidRPr="00DE30EA">
              <w:rPr>
                <w:rStyle w:val="Hyperlink"/>
                <w:color w:val="000000"/>
                <w:u w:val="none"/>
                <w:rtl/>
              </w:rPr>
              <w:t xml:space="preserve"> </w:t>
            </w:r>
            <w:r w:rsidRPr="00DE30EA">
              <w:rPr>
                <w:rStyle w:val="Hyperlink"/>
                <w:rFonts w:hint="eastAsia"/>
                <w:color w:val="000000"/>
                <w:u w:val="none"/>
                <w:rtl/>
              </w:rPr>
              <w:t>رَبِّىَّ</w:t>
            </w:r>
            <w:r w:rsidRPr="00DE30EA">
              <w:rPr>
                <w:rStyle w:val="Hyperlink"/>
                <w:color w:val="000000"/>
                <w:u w:val="none"/>
                <w:rtl/>
              </w:rPr>
              <w:t xml:space="preserve"> </w:t>
            </w:r>
            <w:r w:rsidRPr="00DE30EA">
              <w:rPr>
                <w:rStyle w:val="Hyperlink"/>
                <w:rFonts w:hint="eastAsia"/>
                <w:color w:val="000000"/>
                <w:u w:val="none"/>
                <w:rtl/>
              </w:rPr>
              <w:t>اءَعْلَمُ</w:t>
            </w:r>
            <w:r w:rsidRPr="00DE30EA">
              <w:rPr>
                <w:rStyle w:val="Hyperlink"/>
                <w:color w:val="000000"/>
                <w:u w:val="none"/>
                <w:rtl/>
              </w:rPr>
              <w:t xml:space="preserve"> </w:t>
            </w:r>
            <w:r w:rsidRPr="00DE30EA">
              <w:rPr>
                <w:rStyle w:val="Hyperlink"/>
                <w:rFonts w:hint="eastAsia"/>
                <w:color w:val="000000"/>
                <w:u w:val="none"/>
                <w:rtl/>
              </w:rPr>
              <w:t>بِمَن</w:t>
            </w:r>
            <w:r w:rsidRPr="00DE30EA">
              <w:rPr>
                <w:rStyle w:val="Hyperlink"/>
                <w:color w:val="000000"/>
                <w:u w:val="none"/>
                <w:rtl/>
              </w:rPr>
              <w:t xml:space="preserve"> </w:t>
            </w:r>
            <w:r w:rsidRPr="00DE30EA">
              <w:rPr>
                <w:rStyle w:val="Hyperlink"/>
                <w:rFonts w:hint="eastAsia"/>
                <w:color w:val="000000"/>
                <w:u w:val="none"/>
                <w:rtl/>
              </w:rPr>
              <w:t>جَآءَ</w:t>
            </w:r>
            <w:r w:rsidRPr="00DE30EA">
              <w:rPr>
                <w:rStyle w:val="Hyperlink"/>
                <w:color w:val="000000"/>
                <w:u w:val="none"/>
                <w:rtl/>
              </w:rPr>
              <w:t xml:space="preserve"> </w:t>
            </w:r>
            <w:r w:rsidRPr="00DE30EA">
              <w:rPr>
                <w:rStyle w:val="Hyperlink"/>
                <w:rFonts w:hint="eastAsia"/>
                <w:color w:val="000000"/>
                <w:u w:val="none"/>
                <w:rtl/>
              </w:rPr>
              <w:t>بِالْهُدَى</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عِندِهِ</w:t>
            </w:r>
            <w:r w:rsidRPr="00DE30EA">
              <w:rPr>
                <w:rStyle w:val="Hyperlink"/>
                <w:color w:val="000000"/>
                <w:u w:val="none"/>
                <w:rtl/>
              </w:rPr>
              <w:t xml:space="preserve"> </w:t>
            </w:r>
            <w:r w:rsidRPr="00DE30EA">
              <w:rPr>
                <w:rStyle w:val="Hyperlink"/>
                <w:rFonts w:hint="eastAsia"/>
                <w:color w:val="000000"/>
                <w:u w:val="none"/>
                <w:rtl/>
              </w:rPr>
              <w:t>وَمَن</w:t>
            </w:r>
            <w:r w:rsidRPr="00DE30EA">
              <w:rPr>
                <w:rStyle w:val="Hyperlink"/>
                <w:color w:val="000000"/>
                <w:u w:val="none"/>
                <w:rtl/>
              </w:rPr>
              <w:t xml:space="preserve"> </w:t>
            </w:r>
            <w:r w:rsidRPr="00DE30EA">
              <w:rPr>
                <w:rStyle w:val="Hyperlink"/>
                <w:rFonts w:hint="eastAsia"/>
                <w:color w:val="000000"/>
                <w:u w:val="none"/>
                <w:rtl/>
              </w:rPr>
              <w:t>تَكُونُ</w:t>
            </w:r>
            <w:r w:rsidRPr="00DE30EA">
              <w:rPr>
                <w:rStyle w:val="Hyperlink"/>
                <w:color w:val="000000"/>
                <w:u w:val="none"/>
                <w:rtl/>
              </w:rPr>
              <w:t xml:space="preserve"> </w:t>
            </w:r>
            <w:r w:rsidRPr="00DE30EA">
              <w:rPr>
                <w:rStyle w:val="Hyperlink"/>
                <w:rFonts w:hint="eastAsia"/>
                <w:color w:val="000000"/>
                <w:u w:val="none"/>
                <w:rtl/>
              </w:rPr>
              <w:t>لَهُ</w:t>
            </w:r>
            <w:r w:rsidRPr="00DE30EA">
              <w:rPr>
                <w:rStyle w:val="Hyperlink"/>
                <w:color w:val="000000"/>
                <w:u w:val="none"/>
                <w:rtl/>
              </w:rPr>
              <w:t xml:space="preserve"> </w:t>
            </w:r>
            <w:r w:rsidRPr="00DE30EA">
              <w:rPr>
                <w:rStyle w:val="Hyperlink"/>
                <w:rFonts w:hint="eastAsia"/>
                <w:color w:val="000000"/>
                <w:u w:val="none"/>
                <w:rtl/>
              </w:rPr>
              <w:t>عَقِبَةُ</w:t>
            </w:r>
            <w:r w:rsidRPr="00DE30EA">
              <w:rPr>
                <w:rStyle w:val="Hyperlink"/>
                <w:color w:val="000000"/>
                <w:u w:val="none"/>
                <w:rtl/>
              </w:rPr>
              <w:t xml:space="preserve"> </w:t>
            </w:r>
            <w:r w:rsidRPr="00DE30EA">
              <w:rPr>
                <w:rStyle w:val="Hyperlink"/>
                <w:rFonts w:hint="eastAsia"/>
                <w:color w:val="000000"/>
                <w:u w:val="none"/>
                <w:rtl/>
              </w:rPr>
              <w:t>الدَّارِ</w:t>
            </w:r>
            <w:r w:rsidRPr="00DE30EA">
              <w:rPr>
                <w:rStyle w:val="Hyperlink"/>
                <w:color w:val="000000"/>
                <w:u w:val="none"/>
                <w:rtl/>
              </w:rPr>
              <w:t xml:space="preserve"> </w:t>
            </w:r>
            <w:r w:rsidRPr="00DE30EA">
              <w:rPr>
                <w:rStyle w:val="Hyperlink"/>
                <w:rFonts w:hint="eastAsia"/>
                <w:color w:val="000000"/>
                <w:u w:val="none"/>
                <w:rtl/>
              </w:rPr>
              <w:t>إِنَّهُ</w:t>
            </w:r>
            <w:r w:rsidRPr="00DE30EA">
              <w:rPr>
                <w:rStyle w:val="Hyperlink"/>
                <w:color w:val="000000"/>
                <w:u w:val="none"/>
                <w:rtl/>
              </w:rPr>
              <w:t xml:space="preserve"> </w:t>
            </w:r>
            <w:r w:rsidRPr="00DE30EA">
              <w:rPr>
                <w:rStyle w:val="Hyperlink"/>
                <w:rFonts w:hint="eastAsia"/>
                <w:color w:val="000000"/>
                <w:u w:val="none"/>
                <w:rtl/>
              </w:rPr>
              <w:t>لاَيُفْلِحُ</w:t>
            </w:r>
            <w:r w:rsidRPr="00DE30EA">
              <w:rPr>
                <w:rStyle w:val="Hyperlink"/>
                <w:color w:val="000000"/>
                <w:u w:val="none"/>
                <w:rtl/>
              </w:rPr>
              <w:t xml:space="preserve"> </w:t>
            </w:r>
            <w:r w:rsidRPr="00DE30EA">
              <w:rPr>
                <w:rStyle w:val="Hyperlink"/>
                <w:rFonts w:hint="eastAsia"/>
                <w:color w:val="000000"/>
                <w:u w:val="none"/>
                <w:rtl/>
              </w:rPr>
              <w:t>الظَّلِمُونَ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Toc362088659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61</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60"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Toc362088660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61"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Toc362088661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14B31" w:rsidRPr="00DE30EA" w:rsidRDefault="00514B31" w:rsidP="00DE30EA">
          <w:pPr>
            <w:pStyle w:val="TOC1"/>
            <w:rPr>
              <w:rFonts w:eastAsiaTheme="minorEastAsia"/>
              <w:sz w:val="22"/>
              <w:rtl/>
            </w:rPr>
          </w:pPr>
          <w:hyperlink w:anchor="_Toc362088662" w:history="1">
            <w:r w:rsidRPr="00DE30EA">
              <w:rPr>
                <w:rStyle w:val="Hyperlink"/>
                <w:color w:val="000000"/>
                <w:u w:val="none"/>
                <w:rtl/>
              </w:rPr>
              <w:t>(38)</w:t>
            </w:r>
            <w:r w:rsidRPr="00DE30EA">
              <w:rPr>
                <w:rStyle w:val="Hyperlink"/>
                <w:color w:val="000000"/>
                <w:u w:val="none"/>
                <w:rtl/>
              </w:rPr>
              <w:t xml:space="preserve"> </w:t>
            </w:r>
            <w:r w:rsidRPr="00DE30EA">
              <w:rPr>
                <w:rStyle w:val="Hyperlink"/>
                <w:rFonts w:hint="eastAsia"/>
                <w:color w:val="000000"/>
                <w:u w:val="none"/>
                <w:rtl/>
              </w:rPr>
              <w:t>وَقَالَ</w:t>
            </w:r>
            <w:r w:rsidRPr="00DE30EA">
              <w:rPr>
                <w:rStyle w:val="Hyperlink"/>
                <w:color w:val="000000"/>
                <w:u w:val="none"/>
                <w:rtl/>
              </w:rPr>
              <w:t xml:space="preserve"> </w:t>
            </w:r>
            <w:r w:rsidRPr="00DE30EA">
              <w:rPr>
                <w:rStyle w:val="Hyperlink"/>
                <w:rFonts w:hint="eastAsia"/>
                <w:color w:val="000000"/>
                <w:u w:val="none"/>
                <w:rtl/>
              </w:rPr>
              <w:t>فِرْعَوْنُ</w:t>
            </w:r>
            <w:r w:rsidRPr="00DE30EA">
              <w:rPr>
                <w:rStyle w:val="Hyperlink"/>
                <w:color w:val="000000"/>
                <w:u w:val="none"/>
                <w:rtl/>
              </w:rPr>
              <w:t xml:space="preserve"> </w:t>
            </w:r>
            <w:r w:rsidRPr="00DE30EA">
              <w:rPr>
                <w:rStyle w:val="Hyperlink"/>
                <w:rFonts w:hint="eastAsia"/>
                <w:color w:val="000000"/>
                <w:u w:val="none"/>
                <w:rtl/>
              </w:rPr>
              <w:t>يََّاءَيُّهَا</w:t>
            </w:r>
            <w:r w:rsidRPr="00DE30EA">
              <w:rPr>
                <w:rStyle w:val="Hyperlink"/>
                <w:color w:val="000000"/>
                <w:u w:val="none"/>
                <w:rtl/>
              </w:rPr>
              <w:t xml:space="preserve"> </w:t>
            </w:r>
            <w:r w:rsidRPr="00DE30EA">
              <w:rPr>
                <w:rStyle w:val="Hyperlink"/>
                <w:rFonts w:hint="eastAsia"/>
                <w:color w:val="000000"/>
                <w:u w:val="none"/>
                <w:rtl/>
              </w:rPr>
              <w:t>الْمَلاَُ</w:t>
            </w:r>
            <w:r w:rsidRPr="00DE30EA">
              <w:rPr>
                <w:rStyle w:val="Hyperlink"/>
                <w:color w:val="000000"/>
                <w:u w:val="none"/>
                <w:rtl/>
              </w:rPr>
              <w:t xml:space="preserve"> </w:t>
            </w:r>
            <w:r w:rsidRPr="00DE30EA">
              <w:rPr>
                <w:rStyle w:val="Hyperlink"/>
                <w:rFonts w:hint="eastAsia"/>
                <w:color w:val="000000"/>
                <w:u w:val="none"/>
                <w:rtl/>
              </w:rPr>
              <w:t>مَا</w:t>
            </w:r>
            <w:r w:rsidRPr="00DE30EA">
              <w:rPr>
                <w:rStyle w:val="Hyperlink"/>
                <w:color w:val="000000"/>
                <w:u w:val="none"/>
                <w:rtl/>
              </w:rPr>
              <w:t xml:space="preserve"> </w:t>
            </w:r>
            <w:r w:rsidRPr="00DE30EA">
              <w:rPr>
                <w:rStyle w:val="Hyperlink"/>
                <w:rFonts w:hint="eastAsia"/>
                <w:color w:val="000000"/>
                <w:u w:val="none"/>
                <w:rtl/>
              </w:rPr>
              <w:t>عَلِمْتُ</w:t>
            </w:r>
            <w:r w:rsidRPr="00DE30EA">
              <w:rPr>
                <w:rStyle w:val="Hyperlink"/>
                <w:color w:val="000000"/>
                <w:u w:val="none"/>
                <w:rtl/>
              </w:rPr>
              <w:t xml:space="preserve"> </w:t>
            </w:r>
            <w:r w:rsidRPr="00DE30EA">
              <w:rPr>
                <w:rStyle w:val="Hyperlink"/>
                <w:rFonts w:hint="eastAsia"/>
                <w:color w:val="000000"/>
                <w:u w:val="none"/>
                <w:rtl/>
              </w:rPr>
              <w:t>لَكُم</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إِلَهٍ</w:t>
            </w:r>
            <w:r w:rsidRPr="00DE30EA">
              <w:rPr>
                <w:rStyle w:val="Hyperlink"/>
                <w:color w:val="000000"/>
                <w:u w:val="none"/>
                <w:rtl/>
              </w:rPr>
              <w:t xml:space="preserve"> </w:t>
            </w:r>
            <w:r w:rsidRPr="00DE30EA">
              <w:rPr>
                <w:rStyle w:val="Hyperlink"/>
                <w:rFonts w:hint="eastAsia"/>
                <w:color w:val="000000"/>
                <w:u w:val="none"/>
                <w:rtl/>
              </w:rPr>
              <w:t>غَيْرِى</w:t>
            </w:r>
            <w:r w:rsidRPr="00DE30EA">
              <w:rPr>
                <w:rStyle w:val="Hyperlink"/>
                <w:color w:val="000000"/>
                <w:u w:val="none"/>
                <w:rtl/>
              </w:rPr>
              <w:t xml:space="preserve"> </w:t>
            </w:r>
            <w:r w:rsidRPr="00DE30EA">
              <w:rPr>
                <w:rStyle w:val="Hyperlink"/>
                <w:rFonts w:hint="eastAsia"/>
                <w:color w:val="000000"/>
                <w:u w:val="none"/>
                <w:rtl/>
              </w:rPr>
              <w:t>فَاءَوْقِدْ</w:t>
            </w:r>
            <w:r w:rsidRPr="00DE30EA">
              <w:rPr>
                <w:rStyle w:val="Hyperlink"/>
                <w:color w:val="000000"/>
                <w:u w:val="none"/>
                <w:rtl/>
              </w:rPr>
              <w:t xml:space="preserve"> </w:t>
            </w:r>
            <w:r w:rsidRPr="00DE30EA">
              <w:rPr>
                <w:rStyle w:val="Hyperlink"/>
                <w:rFonts w:hint="eastAsia"/>
                <w:color w:val="000000"/>
                <w:u w:val="none"/>
                <w:rtl/>
              </w:rPr>
              <w:t>لِى</w:t>
            </w:r>
            <w:r w:rsidRPr="00DE30EA">
              <w:rPr>
                <w:rStyle w:val="Hyperlink"/>
                <w:color w:val="000000"/>
                <w:u w:val="none"/>
                <w:rtl/>
              </w:rPr>
              <w:t xml:space="preserve"> </w:t>
            </w:r>
            <w:r w:rsidRPr="00DE30EA">
              <w:rPr>
                <w:rStyle w:val="Hyperlink"/>
                <w:rFonts w:hint="eastAsia"/>
                <w:color w:val="000000"/>
                <w:u w:val="none"/>
                <w:rtl/>
              </w:rPr>
              <w:t>يَهَمَنُ</w:t>
            </w:r>
            <w:r w:rsidRPr="00DE30EA">
              <w:rPr>
                <w:rStyle w:val="Hyperlink"/>
                <w:color w:val="000000"/>
                <w:u w:val="none"/>
                <w:rtl/>
              </w:rPr>
              <w:t xml:space="preserve"> </w:t>
            </w:r>
            <w:r w:rsidRPr="00DE30EA">
              <w:rPr>
                <w:rStyle w:val="Hyperlink"/>
                <w:rFonts w:hint="eastAsia"/>
                <w:color w:val="000000"/>
                <w:u w:val="none"/>
                <w:rtl/>
              </w:rPr>
              <w:t>عَلَىالطِّينِ</w:t>
            </w:r>
            <w:r w:rsidRPr="00DE30EA">
              <w:rPr>
                <w:rStyle w:val="Hyperlink"/>
                <w:color w:val="000000"/>
                <w:u w:val="none"/>
                <w:rtl/>
              </w:rPr>
              <w:t xml:space="preserve"> </w:t>
            </w:r>
            <w:r w:rsidRPr="00DE30EA">
              <w:rPr>
                <w:rStyle w:val="Hyperlink"/>
                <w:rFonts w:hint="eastAsia"/>
                <w:color w:val="000000"/>
                <w:u w:val="none"/>
                <w:rtl/>
              </w:rPr>
              <w:t>فَاجْعَل</w:t>
            </w:r>
            <w:r w:rsidRPr="00DE30EA">
              <w:rPr>
                <w:rStyle w:val="Hyperlink"/>
                <w:color w:val="000000"/>
                <w:u w:val="none"/>
                <w:rtl/>
              </w:rPr>
              <w:t xml:space="preserve"> </w:t>
            </w:r>
            <w:r w:rsidRPr="00DE30EA">
              <w:rPr>
                <w:rStyle w:val="Hyperlink"/>
                <w:rFonts w:hint="eastAsia"/>
                <w:color w:val="000000"/>
                <w:u w:val="none"/>
                <w:rtl/>
              </w:rPr>
              <w:t>لِّى</w:t>
            </w:r>
            <w:r w:rsidRPr="00DE30EA">
              <w:rPr>
                <w:rStyle w:val="Hyperlink"/>
                <w:color w:val="000000"/>
                <w:u w:val="none"/>
                <w:rtl/>
              </w:rPr>
              <w:t xml:space="preserve"> </w:t>
            </w:r>
            <w:r w:rsidRPr="00DE30EA">
              <w:rPr>
                <w:rStyle w:val="Hyperlink"/>
                <w:rFonts w:hint="eastAsia"/>
                <w:color w:val="000000"/>
                <w:u w:val="none"/>
                <w:rtl/>
              </w:rPr>
              <w:t>صَرْحاً</w:t>
            </w:r>
            <w:r w:rsidRPr="00DE30EA">
              <w:rPr>
                <w:rStyle w:val="Hyperlink"/>
                <w:color w:val="000000"/>
                <w:u w:val="none"/>
                <w:rtl/>
              </w:rPr>
              <w:t xml:space="preserve"> </w:t>
            </w:r>
            <w:r w:rsidRPr="00DE30EA">
              <w:rPr>
                <w:rStyle w:val="Hyperlink"/>
                <w:rFonts w:hint="eastAsia"/>
                <w:color w:val="000000"/>
                <w:u w:val="none"/>
                <w:rtl/>
              </w:rPr>
              <w:t>لَّعَلِّىَّ</w:t>
            </w:r>
            <w:r w:rsidRPr="00DE30EA">
              <w:rPr>
                <w:rStyle w:val="Hyperlink"/>
                <w:color w:val="000000"/>
                <w:u w:val="none"/>
                <w:rtl/>
              </w:rPr>
              <w:t xml:space="preserve"> </w:t>
            </w:r>
            <w:r w:rsidRPr="00DE30EA">
              <w:rPr>
                <w:rStyle w:val="Hyperlink"/>
                <w:rFonts w:hint="eastAsia"/>
                <w:color w:val="000000"/>
                <w:u w:val="none"/>
                <w:rtl/>
              </w:rPr>
              <w:t>اءَطَّلِعُ</w:t>
            </w:r>
            <w:r w:rsidRPr="00DE30EA">
              <w:rPr>
                <w:rStyle w:val="Hyperlink"/>
                <w:color w:val="000000"/>
                <w:u w:val="none"/>
                <w:rtl/>
              </w:rPr>
              <w:t xml:space="preserve"> </w:t>
            </w:r>
            <w:r w:rsidRPr="00DE30EA">
              <w:rPr>
                <w:rStyle w:val="Hyperlink"/>
                <w:rFonts w:hint="eastAsia"/>
                <w:color w:val="000000"/>
                <w:u w:val="none"/>
                <w:rtl/>
              </w:rPr>
              <w:t>إِلَىَّ</w:t>
            </w:r>
            <w:r w:rsidRPr="00DE30EA">
              <w:rPr>
                <w:rStyle w:val="Hyperlink"/>
                <w:color w:val="000000"/>
                <w:u w:val="none"/>
                <w:rtl/>
              </w:rPr>
              <w:t xml:space="preserve"> </w:t>
            </w:r>
            <w:r w:rsidRPr="00DE30EA">
              <w:rPr>
                <w:rStyle w:val="Hyperlink"/>
                <w:rFonts w:hint="eastAsia"/>
                <w:color w:val="000000"/>
                <w:u w:val="none"/>
                <w:rtl/>
              </w:rPr>
              <w:t>إِلَهِ</w:t>
            </w:r>
            <w:r w:rsidRPr="00DE30EA">
              <w:rPr>
                <w:rStyle w:val="Hyperlink"/>
                <w:color w:val="000000"/>
                <w:u w:val="none"/>
                <w:rtl/>
              </w:rPr>
              <w:t xml:space="preserve"> </w:t>
            </w:r>
            <w:r w:rsidRPr="00DE30EA">
              <w:rPr>
                <w:rStyle w:val="Hyperlink"/>
                <w:rFonts w:hint="eastAsia"/>
                <w:color w:val="000000"/>
                <w:u w:val="none"/>
                <w:rtl/>
              </w:rPr>
              <w:t>مُوسَى</w:t>
            </w:r>
            <w:r w:rsidRPr="00DE30EA">
              <w:rPr>
                <w:rStyle w:val="Hyperlink"/>
                <w:color w:val="000000"/>
                <w:u w:val="none"/>
                <w:rtl/>
              </w:rPr>
              <w:t xml:space="preserve"> </w:t>
            </w:r>
            <w:r w:rsidRPr="00DE30EA">
              <w:rPr>
                <w:rStyle w:val="Hyperlink"/>
                <w:rFonts w:hint="eastAsia"/>
                <w:color w:val="000000"/>
                <w:u w:val="none"/>
                <w:rtl/>
              </w:rPr>
              <w:t>وَإِنِّى</w:t>
            </w:r>
            <w:r w:rsidRPr="00DE30EA">
              <w:rPr>
                <w:rStyle w:val="Hyperlink"/>
                <w:color w:val="000000"/>
                <w:u w:val="none"/>
                <w:rtl/>
              </w:rPr>
              <w:t xml:space="preserve"> </w:t>
            </w:r>
            <w:r w:rsidRPr="00DE30EA">
              <w:rPr>
                <w:rStyle w:val="Hyperlink"/>
                <w:rFonts w:hint="eastAsia"/>
                <w:color w:val="000000"/>
                <w:u w:val="none"/>
                <w:rtl/>
              </w:rPr>
              <w:t>لاََظُنُّهُ</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الْكَذِبِينَ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Toc362088662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62</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63"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Toc362088663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64"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Toc362088664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65" w:history="1">
            <w:r w:rsidRPr="00BA665B">
              <w:rPr>
                <w:rStyle w:val="Hyperlink"/>
                <w:rtl/>
              </w:rPr>
              <w:t>(39)</w:t>
            </w:r>
            <w:r w:rsidRPr="00BA665B">
              <w:rPr>
                <w:rStyle w:val="Hyperlink"/>
                <w:rtl/>
              </w:rPr>
              <w:t xml:space="preserve"> </w:t>
            </w:r>
            <w:r w:rsidRPr="00BA665B">
              <w:rPr>
                <w:rStyle w:val="Hyperlink"/>
                <w:rFonts w:hint="eastAsia"/>
                <w:rtl/>
              </w:rPr>
              <w:t>وَاسْتَكْبَرَ</w:t>
            </w:r>
            <w:r w:rsidRPr="00BA665B">
              <w:rPr>
                <w:rStyle w:val="Hyperlink"/>
                <w:rtl/>
              </w:rPr>
              <w:t xml:space="preserve"> </w:t>
            </w:r>
            <w:r w:rsidRPr="00BA665B">
              <w:rPr>
                <w:rStyle w:val="Hyperlink"/>
                <w:rFonts w:hint="eastAsia"/>
                <w:rtl/>
              </w:rPr>
              <w:t>هُوَ</w:t>
            </w:r>
            <w:r w:rsidRPr="00BA665B">
              <w:rPr>
                <w:rStyle w:val="Hyperlink"/>
                <w:rtl/>
              </w:rPr>
              <w:t xml:space="preserve"> </w:t>
            </w:r>
            <w:r w:rsidRPr="00BA665B">
              <w:rPr>
                <w:rStyle w:val="Hyperlink"/>
                <w:rFonts w:hint="eastAsia"/>
                <w:rtl/>
              </w:rPr>
              <w:t>وَجُنُودُهُ</w:t>
            </w:r>
            <w:r w:rsidRPr="00BA665B">
              <w:rPr>
                <w:rStyle w:val="Hyperlink"/>
                <w:rtl/>
              </w:rPr>
              <w:t xml:space="preserve"> </w:t>
            </w:r>
            <w:r w:rsidRPr="00BA665B">
              <w:rPr>
                <w:rStyle w:val="Hyperlink"/>
                <w:rFonts w:hint="eastAsia"/>
                <w:rtl/>
              </w:rPr>
              <w:t>فِى</w:t>
            </w:r>
            <w:r w:rsidRPr="00BA665B">
              <w:rPr>
                <w:rStyle w:val="Hyperlink"/>
                <w:rtl/>
              </w:rPr>
              <w:t xml:space="preserve"> </w:t>
            </w:r>
            <w:r w:rsidRPr="00BA665B">
              <w:rPr>
                <w:rStyle w:val="Hyperlink"/>
                <w:rFonts w:hint="eastAsia"/>
                <w:rtl/>
              </w:rPr>
              <w:t>الاَْرْضِ</w:t>
            </w:r>
            <w:r w:rsidRPr="00BA665B">
              <w:rPr>
                <w:rStyle w:val="Hyperlink"/>
                <w:rtl/>
              </w:rPr>
              <w:t xml:space="preserve"> </w:t>
            </w:r>
            <w:r w:rsidRPr="00BA665B">
              <w:rPr>
                <w:rStyle w:val="Hyperlink"/>
                <w:rFonts w:hint="eastAsia"/>
                <w:rtl/>
              </w:rPr>
              <w:t>بِغَيْرِ</w:t>
            </w:r>
            <w:r w:rsidRPr="00BA665B">
              <w:rPr>
                <w:rStyle w:val="Hyperlink"/>
                <w:rtl/>
              </w:rPr>
              <w:t xml:space="preserve"> </w:t>
            </w:r>
            <w:r w:rsidRPr="00BA665B">
              <w:rPr>
                <w:rStyle w:val="Hyperlink"/>
                <w:rFonts w:hint="eastAsia"/>
                <w:rtl/>
              </w:rPr>
              <w:t>الْحَقِّ</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ظَنُّوَّاْ</w:t>
            </w:r>
            <w:r w:rsidRPr="00BA665B">
              <w:rPr>
                <w:rStyle w:val="Hyperlink"/>
                <w:rtl/>
              </w:rPr>
              <w:t xml:space="preserve"> </w:t>
            </w:r>
            <w:r w:rsidRPr="00BA665B">
              <w:rPr>
                <w:rStyle w:val="Hyperlink"/>
                <w:rFonts w:hint="eastAsia"/>
                <w:rtl/>
              </w:rPr>
              <w:t>اءَنَّهُمْ</w:t>
            </w:r>
            <w:r w:rsidRPr="00BA665B">
              <w:rPr>
                <w:rStyle w:val="Hyperlink"/>
                <w:rtl/>
              </w:rPr>
              <w:t xml:space="preserve"> </w:t>
            </w:r>
            <w:r w:rsidRPr="00BA665B">
              <w:rPr>
                <w:rStyle w:val="Hyperlink"/>
                <w:rFonts w:hint="eastAsia"/>
                <w:rtl/>
              </w:rPr>
              <w:t>إِلَيْنَالاَ</w:t>
            </w:r>
            <w:r w:rsidRPr="00BA665B">
              <w:rPr>
                <w:rStyle w:val="Hyperlink"/>
                <w:rtl/>
              </w:rPr>
              <w:t xml:space="preserve"> </w:t>
            </w:r>
            <w:r w:rsidRPr="00BA665B">
              <w:rPr>
                <w:rStyle w:val="Hyperlink"/>
                <w:rFonts w:hint="eastAsia"/>
                <w:rtl/>
              </w:rPr>
              <w:t>يُرْجَعُونَ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Toc362088665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6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Toc362088666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67" w:history="1">
            <w:r w:rsidRPr="00BA665B">
              <w:rPr>
                <w:rStyle w:val="Hyperlink"/>
                <w:rtl/>
              </w:rPr>
              <w:t>(40)</w:t>
            </w:r>
            <w:r w:rsidRPr="00BA665B">
              <w:rPr>
                <w:rStyle w:val="Hyperlink"/>
                <w:rtl/>
              </w:rPr>
              <w:t xml:space="preserve"> </w:t>
            </w:r>
            <w:r w:rsidRPr="00BA665B">
              <w:rPr>
                <w:rStyle w:val="Hyperlink"/>
                <w:rFonts w:hint="eastAsia"/>
                <w:rtl/>
              </w:rPr>
              <w:t>فَاءَخَذْنَهُ</w:t>
            </w:r>
            <w:r w:rsidRPr="00BA665B">
              <w:rPr>
                <w:rStyle w:val="Hyperlink"/>
                <w:rtl/>
              </w:rPr>
              <w:t xml:space="preserve"> </w:t>
            </w:r>
            <w:r w:rsidRPr="00BA665B">
              <w:rPr>
                <w:rStyle w:val="Hyperlink"/>
                <w:rFonts w:hint="eastAsia"/>
                <w:rtl/>
              </w:rPr>
              <w:t>وَجُنُودَهُ</w:t>
            </w:r>
            <w:r w:rsidRPr="00BA665B">
              <w:rPr>
                <w:rStyle w:val="Hyperlink"/>
                <w:rtl/>
              </w:rPr>
              <w:t xml:space="preserve"> </w:t>
            </w:r>
            <w:r w:rsidRPr="00BA665B">
              <w:rPr>
                <w:rStyle w:val="Hyperlink"/>
                <w:rFonts w:hint="eastAsia"/>
                <w:rtl/>
              </w:rPr>
              <w:t>فَنَبَذْنَهُمْ</w:t>
            </w:r>
            <w:r w:rsidRPr="00BA665B">
              <w:rPr>
                <w:rStyle w:val="Hyperlink"/>
                <w:rtl/>
              </w:rPr>
              <w:t xml:space="preserve"> </w:t>
            </w:r>
            <w:r w:rsidRPr="00BA665B">
              <w:rPr>
                <w:rStyle w:val="Hyperlink"/>
                <w:rFonts w:hint="eastAsia"/>
                <w:rtl/>
              </w:rPr>
              <w:t>فِى</w:t>
            </w:r>
            <w:r w:rsidRPr="00BA665B">
              <w:rPr>
                <w:rStyle w:val="Hyperlink"/>
                <w:rtl/>
              </w:rPr>
              <w:t xml:space="preserve"> </w:t>
            </w:r>
            <w:r w:rsidRPr="00BA665B">
              <w:rPr>
                <w:rStyle w:val="Hyperlink"/>
                <w:rFonts w:hint="eastAsia"/>
                <w:rtl/>
              </w:rPr>
              <w:t>الْيَمِّ</w:t>
            </w:r>
            <w:r w:rsidRPr="00BA665B">
              <w:rPr>
                <w:rStyle w:val="Hyperlink"/>
                <w:rtl/>
              </w:rPr>
              <w:t xml:space="preserve"> </w:t>
            </w:r>
            <w:r w:rsidRPr="00BA665B">
              <w:rPr>
                <w:rStyle w:val="Hyperlink"/>
                <w:rFonts w:hint="eastAsia"/>
                <w:rtl/>
              </w:rPr>
              <w:t>فَانظُرْ</w:t>
            </w:r>
            <w:r w:rsidRPr="00BA665B">
              <w:rPr>
                <w:rStyle w:val="Hyperlink"/>
                <w:rtl/>
              </w:rPr>
              <w:t xml:space="preserve"> </w:t>
            </w:r>
            <w:r w:rsidRPr="00BA665B">
              <w:rPr>
                <w:rStyle w:val="Hyperlink"/>
                <w:rFonts w:hint="eastAsia"/>
                <w:rtl/>
              </w:rPr>
              <w:t>كَيْفَ</w:t>
            </w:r>
            <w:r w:rsidRPr="00BA665B">
              <w:rPr>
                <w:rStyle w:val="Hyperlink"/>
                <w:rtl/>
              </w:rPr>
              <w:t xml:space="preserve"> </w:t>
            </w:r>
            <w:r w:rsidRPr="00BA665B">
              <w:rPr>
                <w:rStyle w:val="Hyperlink"/>
                <w:rFonts w:hint="eastAsia"/>
                <w:rtl/>
              </w:rPr>
              <w:t>كَانَ</w:t>
            </w:r>
            <w:r w:rsidRPr="00BA665B">
              <w:rPr>
                <w:rStyle w:val="Hyperlink"/>
                <w:rtl/>
              </w:rPr>
              <w:t xml:space="preserve"> </w:t>
            </w:r>
            <w:r w:rsidRPr="00BA665B">
              <w:rPr>
                <w:rStyle w:val="Hyperlink"/>
                <w:rFonts w:hint="eastAsia"/>
                <w:rtl/>
              </w:rPr>
              <w:t>عَقِبَةُ</w:t>
            </w:r>
            <w:r w:rsidRPr="00BA665B">
              <w:rPr>
                <w:rStyle w:val="Hyperlink"/>
                <w:rtl/>
              </w:rPr>
              <w:t xml:space="preserve"> </w:t>
            </w:r>
            <w:r w:rsidRPr="00BA665B">
              <w:rPr>
                <w:rStyle w:val="Hyperlink"/>
                <w:rFonts w:hint="eastAsia"/>
                <w:rtl/>
              </w:rPr>
              <w:t>الظَّلِمِينَ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Toc362088667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68"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Toc362088668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69"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Toc362088669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70" w:history="1">
            <w:r w:rsidRPr="00BA665B">
              <w:rPr>
                <w:rStyle w:val="Hyperlink"/>
                <w:rtl/>
              </w:rPr>
              <w:t>(41)</w:t>
            </w:r>
            <w:r w:rsidRPr="00BA665B">
              <w:rPr>
                <w:rStyle w:val="Hyperlink"/>
                <w:rtl/>
              </w:rPr>
              <w:t xml:space="preserve"> </w:t>
            </w:r>
            <w:r w:rsidRPr="00BA665B">
              <w:rPr>
                <w:rStyle w:val="Hyperlink"/>
                <w:rFonts w:hint="eastAsia"/>
                <w:rtl/>
              </w:rPr>
              <w:t>وَجَعَلْنَهُمْ</w:t>
            </w:r>
            <w:r w:rsidRPr="00BA665B">
              <w:rPr>
                <w:rStyle w:val="Hyperlink"/>
                <w:rtl/>
              </w:rPr>
              <w:t xml:space="preserve"> </w:t>
            </w:r>
            <w:r w:rsidRPr="00BA665B">
              <w:rPr>
                <w:rStyle w:val="Hyperlink"/>
                <w:rFonts w:hint="eastAsia"/>
                <w:rtl/>
              </w:rPr>
              <w:t>اءَئِمَّةً</w:t>
            </w:r>
            <w:r w:rsidRPr="00BA665B">
              <w:rPr>
                <w:rStyle w:val="Hyperlink"/>
                <w:rtl/>
              </w:rPr>
              <w:t xml:space="preserve"> </w:t>
            </w:r>
            <w:r w:rsidRPr="00BA665B">
              <w:rPr>
                <w:rStyle w:val="Hyperlink"/>
                <w:rFonts w:hint="eastAsia"/>
                <w:rtl/>
              </w:rPr>
              <w:t>يَدْعُونَ</w:t>
            </w:r>
            <w:r w:rsidRPr="00BA665B">
              <w:rPr>
                <w:rStyle w:val="Hyperlink"/>
                <w:rtl/>
              </w:rPr>
              <w:t xml:space="preserve"> </w:t>
            </w:r>
            <w:r w:rsidRPr="00BA665B">
              <w:rPr>
                <w:rStyle w:val="Hyperlink"/>
                <w:rFonts w:hint="eastAsia"/>
                <w:rtl/>
              </w:rPr>
              <w:t>إِلَى</w:t>
            </w:r>
            <w:r w:rsidRPr="00BA665B">
              <w:rPr>
                <w:rStyle w:val="Hyperlink"/>
                <w:rtl/>
              </w:rPr>
              <w:t xml:space="preserve"> </w:t>
            </w:r>
            <w:r w:rsidRPr="00BA665B">
              <w:rPr>
                <w:rStyle w:val="Hyperlink"/>
                <w:rFonts w:hint="eastAsia"/>
                <w:rtl/>
              </w:rPr>
              <w:t>النَّارِ</w:t>
            </w:r>
            <w:r w:rsidRPr="00BA665B">
              <w:rPr>
                <w:rStyle w:val="Hyperlink"/>
                <w:rtl/>
              </w:rPr>
              <w:t xml:space="preserve"> </w:t>
            </w:r>
            <w:r w:rsidRPr="00BA665B">
              <w:rPr>
                <w:rStyle w:val="Hyperlink"/>
                <w:rFonts w:hint="eastAsia"/>
                <w:rtl/>
              </w:rPr>
              <w:t>وَيَوْمَ</w:t>
            </w:r>
            <w:r w:rsidRPr="00BA665B">
              <w:rPr>
                <w:rStyle w:val="Hyperlink"/>
                <w:rtl/>
              </w:rPr>
              <w:t xml:space="preserve"> </w:t>
            </w:r>
            <w:r w:rsidRPr="00BA665B">
              <w:rPr>
                <w:rStyle w:val="Hyperlink"/>
                <w:rFonts w:hint="eastAsia"/>
                <w:rtl/>
              </w:rPr>
              <w:t>الْقِيَمَةِ</w:t>
            </w:r>
            <w:r w:rsidRPr="00BA665B">
              <w:rPr>
                <w:rStyle w:val="Hyperlink"/>
                <w:rtl/>
              </w:rPr>
              <w:t xml:space="preserve"> </w:t>
            </w:r>
            <w:r w:rsidRPr="00BA665B">
              <w:rPr>
                <w:rStyle w:val="Hyperlink"/>
                <w:rFonts w:hint="eastAsia"/>
                <w:rtl/>
              </w:rPr>
              <w:t>لاَ</w:t>
            </w:r>
            <w:r w:rsidRPr="00BA665B">
              <w:rPr>
                <w:rStyle w:val="Hyperlink"/>
                <w:rtl/>
              </w:rPr>
              <w:t xml:space="preserve"> </w:t>
            </w:r>
            <w:r w:rsidRPr="00BA665B">
              <w:rPr>
                <w:rStyle w:val="Hyperlink"/>
                <w:rFonts w:hint="eastAsia"/>
                <w:rtl/>
              </w:rPr>
              <w:t>يُنصَرُونَ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Toc362088670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71" w:history="1">
            <w:r w:rsidRPr="00BA665B">
              <w:rPr>
                <w:rStyle w:val="Hyperlink"/>
                <w:rtl/>
              </w:rPr>
              <w:t>(42)</w:t>
            </w:r>
            <w:r w:rsidRPr="00BA665B">
              <w:rPr>
                <w:rStyle w:val="Hyperlink"/>
                <w:rtl/>
              </w:rPr>
              <w:t xml:space="preserve"> </w:t>
            </w:r>
            <w:r w:rsidRPr="00BA665B">
              <w:rPr>
                <w:rStyle w:val="Hyperlink"/>
                <w:rFonts w:hint="eastAsia"/>
                <w:rtl/>
              </w:rPr>
              <w:t>وَاءَتْبَعْنَهُمْ</w:t>
            </w:r>
            <w:r w:rsidRPr="00BA665B">
              <w:rPr>
                <w:rStyle w:val="Hyperlink"/>
                <w:rtl/>
              </w:rPr>
              <w:t xml:space="preserve"> </w:t>
            </w:r>
            <w:r w:rsidRPr="00BA665B">
              <w:rPr>
                <w:rStyle w:val="Hyperlink"/>
                <w:rFonts w:hint="eastAsia"/>
                <w:rtl/>
              </w:rPr>
              <w:t>فِى</w:t>
            </w:r>
            <w:r w:rsidRPr="00BA665B">
              <w:rPr>
                <w:rStyle w:val="Hyperlink"/>
                <w:rtl/>
              </w:rPr>
              <w:t xml:space="preserve"> </w:t>
            </w:r>
            <w:r w:rsidRPr="00BA665B">
              <w:rPr>
                <w:rStyle w:val="Hyperlink"/>
                <w:rFonts w:hint="eastAsia"/>
                <w:rtl/>
              </w:rPr>
              <w:t>هَذِهِ</w:t>
            </w:r>
            <w:r w:rsidRPr="00BA665B">
              <w:rPr>
                <w:rStyle w:val="Hyperlink"/>
                <w:rtl/>
              </w:rPr>
              <w:t xml:space="preserve"> </w:t>
            </w:r>
            <w:r w:rsidRPr="00BA665B">
              <w:rPr>
                <w:rStyle w:val="Hyperlink"/>
                <w:rFonts w:hint="eastAsia"/>
                <w:rtl/>
              </w:rPr>
              <w:t>الدُّنْيَا</w:t>
            </w:r>
            <w:r w:rsidRPr="00BA665B">
              <w:rPr>
                <w:rStyle w:val="Hyperlink"/>
                <w:rtl/>
              </w:rPr>
              <w:t xml:space="preserve"> </w:t>
            </w:r>
            <w:r w:rsidRPr="00BA665B">
              <w:rPr>
                <w:rStyle w:val="Hyperlink"/>
                <w:rFonts w:hint="eastAsia"/>
                <w:rtl/>
              </w:rPr>
              <w:t>لَعْنَةً</w:t>
            </w:r>
            <w:r w:rsidRPr="00BA665B">
              <w:rPr>
                <w:rStyle w:val="Hyperlink"/>
                <w:rtl/>
              </w:rPr>
              <w:t xml:space="preserve"> </w:t>
            </w:r>
            <w:r w:rsidRPr="00BA665B">
              <w:rPr>
                <w:rStyle w:val="Hyperlink"/>
                <w:rFonts w:hint="eastAsia"/>
                <w:rtl/>
              </w:rPr>
              <w:t>وَيَوْمَ</w:t>
            </w:r>
            <w:r w:rsidRPr="00BA665B">
              <w:rPr>
                <w:rStyle w:val="Hyperlink"/>
                <w:rtl/>
              </w:rPr>
              <w:t xml:space="preserve"> </w:t>
            </w:r>
            <w:r w:rsidRPr="00BA665B">
              <w:rPr>
                <w:rStyle w:val="Hyperlink"/>
                <w:rFonts w:hint="eastAsia"/>
                <w:rtl/>
              </w:rPr>
              <w:t>الْقِيَمَةِ</w:t>
            </w:r>
            <w:r w:rsidRPr="00BA665B">
              <w:rPr>
                <w:rStyle w:val="Hyperlink"/>
                <w:rtl/>
              </w:rPr>
              <w:t xml:space="preserve"> </w:t>
            </w:r>
            <w:r w:rsidRPr="00BA665B">
              <w:rPr>
                <w:rStyle w:val="Hyperlink"/>
                <w:rFonts w:hint="eastAsia"/>
                <w:rtl/>
              </w:rPr>
              <w:t>هُم</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الْمَقْبُوحِينَ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Toc362088671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72"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Toc362088672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73"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Toc362088673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14B31" w:rsidRPr="00DE30EA" w:rsidRDefault="00514B31" w:rsidP="00DE30EA">
          <w:pPr>
            <w:pStyle w:val="TOC1"/>
            <w:rPr>
              <w:rFonts w:eastAsiaTheme="minorEastAsia"/>
              <w:sz w:val="22"/>
              <w:rtl/>
            </w:rPr>
          </w:pPr>
          <w:hyperlink w:anchor="_Toc362088674" w:history="1">
            <w:r w:rsidRPr="00DE30EA">
              <w:rPr>
                <w:rStyle w:val="Hyperlink"/>
                <w:color w:val="000000"/>
                <w:u w:val="none"/>
                <w:rtl/>
              </w:rPr>
              <w:t>(43)</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لَقَدْ</w:t>
            </w:r>
            <w:r w:rsidRPr="00DE30EA">
              <w:rPr>
                <w:rStyle w:val="Hyperlink"/>
                <w:color w:val="000000"/>
                <w:u w:val="none"/>
                <w:rtl/>
              </w:rPr>
              <w:t xml:space="preserve"> </w:t>
            </w:r>
            <w:r w:rsidRPr="00DE30EA">
              <w:rPr>
                <w:rStyle w:val="Hyperlink"/>
                <w:rFonts w:hint="eastAsia"/>
                <w:color w:val="000000"/>
                <w:u w:val="none"/>
                <w:rtl/>
              </w:rPr>
              <w:t>ءَاتَيْنَا</w:t>
            </w:r>
            <w:r w:rsidRPr="00DE30EA">
              <w:rPr>
                <w:rStyle w:val="Hyperlink"/>
                <w:color w:val="000000"/>
                <w:u w:val="none"/>
                <w:rtl/>
              </w:rPr>
              <w:t xml:space="preserve"> </w:t>
            </w:r>
            <w:r w:rsidRPr="00DE30EA">
              <w:rPr>
                <w:rStyle w:val="Hyperlink"/>
                <w:rFonts w:hint="eastAsia"/>
                <w:color w:val="000000"/>
                <w:u w:val="none"/>
                <w:rtl/>
              </w:rPr>
              <w:t>مُوسَى</w:t>
            </w:r>
            <w:r w:rsidRPr="00DE30EA">
              <w:rPr>
                <w:rStyle w:val="Hyperlink"/>
                <w:color w:val="000000"/>
                <w:u w:val="none"/>
                <w:rtl/>
              </w:rPr>
              <w:t xml:space="preserve"> </w:t>
            </w:r>
            <w:r w:rsidRPr="00DE30EA">
              <w:rPr>
                <w:rStyle w:val="Hyperlink"/>
                <w:rFonts w:hint="eastAsia"/>
                <w:color w:val="000000"/>
                <w:u w:val="none"/>
                <w:rtl/>
              </w:rPr>
              <w:t>الْكِتَبَ</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بَعْدِ</w:t>
            </w:r>
            <w:r w:rsidRPr="00DE30EA">
              <w:rPr>
                <w:rStyle w:val="Hyperlink"/>
                <w:color w:val="000000"/>
                <w:u w:val="none"/>
                <w:rtl/>
              </w:rPr>
              <w:t xml:space="preserve"> </w:t>
            </w:r>
            <w:r w:rsidRPr="00DE30EA">
              <w:rPr>
                <w:rStyle w:val="Hyperlink"/>
                <w:rFonts w:hint="eastAsia"/>
                <w:color w:val="000000"/>
                <w:u w:val="none"/>
                <w:rtl/>
              </w:rPr>
              <w:t>مَآ</w:t>
            </w:r>
            <w:r w:rsidRPr="00DE30EA">
              <w:rPr>
                <w:rStyle w:val="Hyperlink"/>
                <w:color w:val="000000"/>
                <w:u w:val="none"/>
                <w:rtl/>
              </w:rPr>
              <w:t xml:space="preserve"> </w:t>
            </w:r>
            <w:r w:rsidRPr="00DE30EA">
              <w:rPr>
                <w:rStyle w:val="Hyperlink"/>
                <w:rFonts w:hint="eastAsia"/>
                <w:color w:val="000000"/>
                <w:u w:val="none"/>
                <w:rtl/>
              </w:rPr>
              <w:t>اءَهْلَكْنَا</w:t>
            </w:r>
            <w:r w:rsidRPr="00DE30EA">
              <w:rPr>
                <w:rStyle w:val="Hyperlink"/>
                <w:color w:val="000000"/>
                <w:u w:val="none"/>
                <w:rtl/>
              </w:rPr>
              <w:t xml:space="preserve"> </w:t>
            </w:r>
            <w:r w:rsidRPr="00DE30EA">
              <w:rPr>
                <w:rStyle w:val="Hyperlink"/>
                <w:rFonts w:hint="eastAsia"/>
                <w:color w:val="000000"/>
                <w:u w:val="none"/>
                <w:rtl/>
              </w:rPr>
              <w:t>الْقُرُونَ</w:t>
            </w:r>
            <w:r w:rsidRPr="00DE30EA">
              <w:rPr>
                <w:rStyle w:val="Hyperlink"/>
                <w:color w:val="000000"/>
                <w:u w:val="none"/>
                <w:rtl/>
              </w:rPr>
              <w:t xml:space="preserve"> </w:t>
            </w:r>
            <w:r w:rsidRPr="00DE30EA">
              <w:rPr>
                <w:rStyle w:val="Hyperlink"/>
                <w:rFonts w:hint="eastAsia"/>
                <w:color w:val="000000"/>
                <w:u w:val="none"/>
                <w:rtl/>
              </w:rPr>
              <w:t>الاُْولَى</w:t>
            </w:r>
            <w:r w:rsidRPr="00DE30EA">
              <w:rPr>
                <w:rStyle w:val="Hyperlink"/>
                <w:color w:val="000000"/>
                <w:u w:val="none"/>
                <w:rtl/>
              </w:rPr>
              <w:t xml:space="preserve"> </w:t>
            </w:r>
            <w:r w:rsidRPr="00DE30EA">
              <w:rPr>
                <w:rStyle w:val="Hyperlink"/>
                <w:rFonts w:hint="eastAsia"/>
                <w:color w:val="000000"/>
                <w:u w:val="none"/>
                <w:rtl/>
              </w:rPr>
              <w:t>بَصَآئِرَ</w:t>
            </w:r>
            <w:r w:rsidRPr="00DE30EA">
              <w:rPr>
                <w:rStyle w:val="Hyperlink"/>
                <w:color w:val="000000"/>
                <w:u w:val="none"/>
                <w:rtl/>
              </w:rPr>
              <w:t xml:space="preserve"> </w:t>
            </w:r>
            <w:r w:rsidRPr="00DE30EA">
              <w:rPr>
                <w:rStyle w:val="Hyperlink"/>
                <w:rFonts w:hint="eastAsia"/>
                <w:color w:val="000000"/>
                <w:u w:val="none"/>
                <w:rtl/>
              </w:rPr>
              <w:t>لِلنَّاسِ</w:t>
            </w:r>
            <w:r w:rsidRPr="00DE30EA">
              <w:rPr>
                <w:rStyle w:val="Hyperlink"/>
                <w:color w:val="000000"/>
                <w:u w:val="none"/>
                <w:rtl/>
              </w:rPr>
              <w:t xml:space="preserve"> </w:t>
            </w:r>
            <w:r w:rsidRPr="00DE30EA">
              <w:rPr>
                <w:rStyle w:val="Hyperlink"/>
                <w:rFonts w:hint="eastAsia"/>
                <w:color w:val="000000"/>
                <w:u w:val="none"/>
                <w:rtl/>
              </w:rPr>
              <w:t>وَهُدىً</w:t>
            </w:r>
            <w:r w:rsidRPr="00DE30EA">
              <w:rPr>
                <w:rStyle w:val="Hyperlink"/>
                <w:color w:val="000000"/>
                <w:u w:val="none"/>
                <w:rtl/>
              </w:rPr>
              <w:t xml:space="preserve"> </w:t>
            </w:r>
            <w:r w:rsidRPr="00DE30EA">
              <w:rPr>
                <w:rStyle w:val="Hyperlink"/>
                <w:rFonts w:hint="eastAsia"/>
                <w:color w:val="000000"/>
                <w:u w:val="none"/>
                <w:rtl/>
              </w:rPr>
              <w:t>وَرَحْمَةً</w:t>
            </w:r>
            <w:r w:rsidRPr="00DE30EA">
              <w:rPr>
                <w:rStyle w:val="Hyperlink"/>
                <w:color w:val="000000"/>
                <w:u w:val="none"/>
                <w:rtl/>
              </w:rPr>
              <w:t xml:space="preserve"> </w:t>
            </w:r>
            <w:r w:rsidRPr="00DE30EA">
              <w:rPr>
                <w:rStyle w:val="Hyperlink"/>
                <w:rFonts w:hint="eastAsia"/>
                <w:color w:val="000000"/>
                <w:u w:val="none"/>
                <w:rtl/>
              </w:rPr>
              <w:t>لَّعَلَّهُمْ</w:t>
            </w:r>
            <w:r w:rsidRPr="00DE30EA">
              <w:rPr>
                <w:rStyle w:val="Hyperlink"/>
                <w:color w:val="000000"/>
                <w:u w:val="none"/>
                <w:rtl/>
              </w:rPr>
              <w:t xml:space="preserve"> </w:t>
            </w:r>
            <w:r w:rsidRPr="00DE30EA">
              <w:rPr>
                <w:rStyle w:val="Hyperlink"/>
                <w:rFonts w:hint="eastAsia"/>
                <w:color w:val="000000"/>
                <w:u w:val="none"/>
                <w:rtl/>
              </w:rPr>
              <w:t>يَتَذَكَّرُونَ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Toc362088674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69</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75"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Toc362088675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7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Toc362088676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77" w:history="1">
            <w:r w:rsidRPr="00BA665B">
              <w:rPr>
                <w:rStyle w:val="Hyperlink"/>
                <w:rtl/>
              </w:rPr>
              <w:t>(44)</w:t>
            </w:r>
            <w:r w:rsidRPr="00BA665B">
              <w:rPr>
                <w:rStyle w:val="Hyperlink"/>
                <w:rtl/>
              </w:rPr>
              <w:t xml:space="preserve"> </w:t>
            </w:r>
            <w:r w:rsidRPr="00BA665B">
              <w:rPr>
                <w:rStyle w:val="Hyperlink"/>
                <w:rFonts w:hint="eastAsia"/>
                <w:rtl/>
              </w:rPr>
              <w:t>وَمَا</w:t>
            </w:r>
            <w:r w:rsidRPr="00BA665B">
              <w:rPr>
                <w:rStyle w:val="Hyperlink"/>
                <w:rtl/>
              </w:rPr>
              <w:t xml:space="preserve"> </w:t>
            </w:r>
            <w:r w:rsidRPr="00BA665B">
              <w:rPr>
                <w:rStyle w:val="Hyperlink"/>
                <w:rFonts w:hint="eastAsia"/>
                <w:rtl/>
              </w:rPr>
              <w:t>كُنتَ</w:t>
            </w:r>
            <w:r w:rsidRPr="00BA665B">
              <w:rPr>
                <w:rStyle w:val="Hyperlink"/>
                <w:rtl/>
              </w:rPr>
              <w:t xml:space="preserve"> </w:t>
            </w:r>
            <w:r w:rsidRPr="00BA665B">
              <w:rPr>
                <w:rStyle w:val="Hyperlink"/>
                <w:rFonts w:hint="eastAsia"/>
                <w:rtl/>
              </w:rPr>
              <w:t>بِجَانِبِ</w:t>
            </w:r>
            <w:r w:rsidRPr="00BA665B">
              <w:rPr>
                <w:rStyle w:val="Hyperlink"/>
                <w:rtl/>
              </w:rPr>
              <w:t xml:space="preserve"> </w:t>
            </w:r>
            <w:r w:rsidRPr="00BA665B">
              <w:rPr>
                <w:rStyle w:val="Hyperlink"/>
                <w:rFonts w:hint="eastAsia"/>
                <w:rtl/>
              </w:rPr>
              <w:t>الْغَرْبِىِّ</w:t>
            </w:r>
            <w:r w:rsidRPr="00BA665B">
              <w:rPr>
                <w:rStyle w:val="Hyperlink"/>
                <w:rtl/>
              </w:rPr>
              <w:t xml:space="preserve"> </w:t>
            </w:r>
            <w:r w:rsidRPr="00BA665B">
              <w:rPr>
                <w:rStyle w:val="Hyperlink"/>
                <w:rFonts w:hint="eastAsia"/>
                <w:rtl/>
              </w:rPr>
              <w:t>إِذْ</w:t>
            </w:r>
            <w:r w:rsidRPr="00BA665B">
              <w:rPr>
                <w:rStyle w:val="Hyperlink"/>
                <w:rtl/>
              </w:rPr>
              <w:t xml:space="preserve"> </w:t>
            </w:r>
            <w:r w:rsidRPr="00BA665B">
              <w:rPr>
                <w:rStyle w:val="Hyperlink"/>
                <w:rFonts w:hint="eastAsia"/>
                <w:rtl/>
              </w:rPr>
              <w:t>قَضَيْنَآ</w:t>
            </w:r>
            <w:r w:rsidRPr="00BA665B">
              <w:rPr>
                <w:rStyle w:val="Hyperlink"/>
                <w:rtl/>
              </w:rPr>
              <w:t xml:space="preserve"> </w:t>
            </w:r>
            <w:r w:rsidRPr="00BA665B">
              <w:rPr>
                <w:rStyle w:val="Hyperlink"/>
                <w:rFonts w:hint="eastAsia"/>
                <w:rtl/>
              </w:rPr>
              <w:t>إِلَى</w:t>
            </w:r>
            <w:r w:rsidRPr="00BA665B">
              <w:rPr>
                <w:rStyle w:val="Hyperlink"/>
                <w:rtl/>
              </w:rPr>
              <w:t xml:space="preserve"> </w:t>
            </w:r>
            <w:r w:rsidRPr="00BA665B">
              <w:rPr>
                <w:rStyle w:val="Hyperlink"/>
                <w:rFonts w:hint="eastAsia"/>
                <w:rtl/>
              </w:rPr>
              <w:t>مُوسَى</w:t>
            </w:r>
            <w:r w:rsidRPr="00BA665B">
              <w:rPr>
                <w:rStyle w:val="Hyperlink"/>
                <w:rtl/>
              </w:rPr>
              <w:t xml:space="preserve"> </w:t>
            </w:r>
            <w:r w:rsidRPr="00BA665B">
              <w:rPr>
                <w:rStyle w:val="Hyperlink"/>
                <w:rFonts w:hint="eastAsia"/>
                <w:rtl/>
              </w:rPr>
              <w:t>الاَْمْرَ</w:t>
            </w:r>
            <w:r w:rsidRPr="00BA665B">
              <w:rPr>
                <w:rStyle w:val="Hyperlink"/>
                <w:rtl/>
              </w:rPr>
              <w:t xml:space="preserve"> </w:t>
            </w:r>
            <w:r w:rsidRPr="00BA665B">
              <w:rPr>
                <w:rStyle w:val="Hyperlink"/>
                <w:rFonts w:hint="eastAsia"/>
                <w:rtl/>
              </w:rPr>
              <w:t>وَمَا</w:t>
            </w:r>
            <w:r w:rsidRPr="00BA665B">
              <w:rPr>
                <w:rStyle w:val="Hyperlink"/>
                <w:rtl/>
              </w:rPr>
              <w:t xml:space="preserve"> </w:t>
            </w:r>
            <w:r w:rsidRPr="00BA665B">
              <w:rPr>
                <w:rStyle w:val="Hyperlink"/>
                <w:rFonts w:hint="eastAsia"/>
                <w:rtl/>
              </w:rPr>
              <w:t>كُنتَمِنَ</w:t>
            </w:r>
            <w:r w:rsidRPr="00BA665B">
              <w:rPr>
                <w:rStyle w:val="Hyperlink"/>
                <w:rtl/>
              </w:rPr>
              <w:t xml:space="preserve"> </w:t>
            </w:r>
            <w:r w:rsidRPr="00BA665B">
              <w:rPr>
                <w:rStyle w:val="Hyperlink"/>
                <w:rFonts w:hint="eastAsia"/>
                <w:rtl/>
              </w:rPr>
              <w:t>الشَّهِدِينَ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Toc362088677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78"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Toc362088678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79"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Toc362088679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80" w:history="1">
            <w:r w:rsidRPr="00BA665B">
              <w:rPr>
                <w:rStyle w:val="Hyperlink"/>
                <w:rtl/>
              </w:rPr>
              <w:t>(45)</w:t>
            </w:r>
            <w:r w:rsidRPr="00BA665B">
              <w:rPr>
                <w:rStyle w:val="Hyperlink"/>
                <w:rtl/>
              </w:rPr>
              <w:t xml:space="preserve"> </w:t>
            </w:r>
            <w:r w:rsidRPr="00BA665B">
              <w:rPr>
                <w:rStyle w:val="Hyperlink"/>
                <w:rFonts w:hint="eastAsia"/>
                <w:rtl/>
              </w:rPr>
              <w:t>وَلَكِنَّآ</w:t>
            </w:r>
            <w:r w:rsidRPr="00BA665B">
              <w:rPr>
                <w:rStyle w:val="Hyperlink"/>
                <w:rtl/>
              </w:rPr>
              <w:t xml:space="preserve"> </w:t>
            </w:r>
            <w:r w:rsidRPr="00BA665B">
              <w:rPr>
                <w:rStyle w:val="Hyperlink"/>
                <w:rFonts w:hint="eastAsia"/>
                <w:rtl/>
              </w:rPr>
              <w:t>اءَنشَاءْنَا</w:t>
            </w:r>
            <w:r w:rsidRPr="00BA665B">
              <w:rPr>
                <w:rStyle w:val="Hyperlink"/>
                <w:rtl/>
              </w:rPr>
              <w:t xml:space="preserve"> </w:t>
            </w:r>
            <w:r w:rsidRPr="00BA665B">
              <w:rPr>
                <w:rStyle w:val="Hyperlink"/>
                <w:rFonts w:hint="eastAsia"/>
                <w:rtl/>
              </w:rPr>
              <w:t>قُرُوناً</w:t>
            </w:r>
            <w:r w:rsidRPr="00BA665B">
              <w:rPr>
                <w:rStyle w:val="Hyperlink"/>
                <w:rtl/>
              </w:rPr>
              <w:t xml:space="preserve"> </w:t>
            </w:r>
            <w:r w:rsidRPr="00BA665B">
              <w:rPr>
                <w:rStyle w:val="Hyperlink"/>
                <w:rFonts w:hint="eastAsia"/>
                <w:rtl/>
              </w:rPr>
              <w:t>فَتَطَاوَلَ</w:t>
            </w:r>
            <w:r w:rsidRPr="00BA665B">
              <w:rPr>
                <w:rStyle w:val="Hyperlink"/>
                <w:rtl/>
              </w:rPr>
              <w:t xml:space="preserve"> </w:t>
            </w:r>
            <w:r w:rsidRPr="00BA665B">
              <w:rPr>
                <w:rStyle w:val="Hyperlink"/>
                <w:rFonts w:hint="eastAsia"/>
                <w:rtl/>
              </w:rPr>
              <w:t>عَلَيْهِمُ</w:t>
            </w:r>
            <w:r w:rsidRPr="00BA665B">
              <w:rPr>
                <w:rStyle w:val="Hyperlink"/>
                <w:rtl/>
              </w:rPr>
              <w:t xml:space="preserve"> </w:t>
            </w:r>
            <w:r w:rsidRPr="00BA665B">
              <w:rPr>
                <w:rStyle w:val="Hyperlink"/>
                <w:rFonts w:hint="eastAsia"/>
                <w:rtl/>
              </w:rPr>
              <w:t>الْعُمُرُ</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مَا</w:t>
            </w:r>
            <w:r w:rsidRPr="00BA665B">
              <w:rPr>
                <w:rStyle w:val="Hyperlink"/>
                <w:rtl/>
              </w:rPr>
              <w:t xml:space="preserve"> </w:t>
            </w:r>
            <w:r w:rsidRPr="00BA665B">
              <w:rPr>
                <w:rStyle w:val="Hyperlink"/>
                <w:rFonts w:hint="eastAsia"/>
                <w:rtl/>
              </w:rPr>
              <w:t>كُنتَ</w:t>
            </w:r>
            <w:r w:rsidRPr="00BA665B">
              <w:rPr>
                <w:rStyle w:val="Hyperlink"/>
                <w:rtl/>
              </w:rPr>
              <w:t xml:space="preserve"> </w:t>
            </w:r>
            <w:r w:rsidRPr="00BA665B">
              <w:rPr>
                <w:rStyle w:val="Hyperlink"/>
                <w:rFonts w:hint="eastAsia"/>
                <w:rtl/>
              </w:rPr>
              <w:t>ثَاوِياً</w:t>
            </w:r>
            <w:r w:rsidRPr="00BA665B">
              <w:rPr>
                <w:rStyle w:val="Hyperlink"/>
                <w:rtl/>
              </w:rPr>
              <w:t xml:space="preserve"> </w:t>
            </w:r>
            <w:r w:rsidRPr="00BA665B">
              <w:rPr>
                <w:rStyle w:val="Hyperlink"/>
                <w:rFonts w:hint="eastAsia"/>
                <w:rtl/>
              </w:rPr>
              <w:t>فِىَّ</w:t>
            </w:r>
            <w:r w:rsidRPr="00BA665B">
              <w:rPr>
                <w:rStyle w:val="Hyperlink"/>
                <w:rtl/>
              </w:rPr>
              <w:t xml:space="preserve"> </w:t>
            </w:r>
            <w:r w:rsidRPr="00BA665B">
              <w:rPr>
                <w:rStyle w:val="Hyperlink"/>
                <w:rFonts w:hint="eastAsia"/>
                <w:rtl/>
              </w:rPr>
              <w:t>اءَهْلِ</w:t>
            </w:r>
            <w:r w:rsidRPr="00BA665B">
              <w:rPr>
                <w:rStyle w:val="Hyperlink"/>
                <w:rtl/>
              </w:rPr>
              <w:t xml:space="preserve"> </w:t>
            </w:r>
            <w:r w:rsidRPr="00BA665B">
              <w:rPr>
                <w:rStyle w:val="Hyperlink"/>
                <w:rFonts w:hint="eastAsia"/>
                <w:rtl/>
              </w:rPr>
              <w:t>مَدْيَنَ</w:t>
            </w:r>
            <w:r w:rsidRPr="00BA665B">
              <w:rPr>
                <w:rStyle w:val="Hyperlink"/>
                <w:rtl/>
              </w:rPr>
              <w:t xml:space="preserve"> </w:t>
            </w:r>
            <w:r w:rsidRPr="00BA665B">
              <w:rPr>
                <w:rStyle w:val="Hyperlink"/>
                <w:rFonts w:hint="eastAsia"/>
                <w:rtl/>
              </w:rPr>
              <w:t>تَتْلُواْ</w:t>
            </w:r>
            <w:r w:rsidRPr="00BA665B">
              <w:rPr>
                <w:rStyle w:val="Hyperlink"/>
                <w:rtl/>
              </w:rPr>
              <w:t xml:space="preserve"> </w:t>
            </w:r>
            <w:r w:rsidRPr="00BA665B">
              <w:rPr>
                <w:rStyle w:val="Hyperlink"/>
                <w:rFonts w:hint="eastAsia"/>
                <w:rtl/>
              </w:rPr>
              <w:t>عَلَيْهِمْ</w:t>
            </w:r>
            <w:r w:rsidRPr="00BA665B">
              <w:rPr>
                <w:rStyle w:val="Hyperlink"/>
                <w:rtl/>
              </w:rPr>
              <w:t xml:space="preserve"> </w:t>
            </w:r>
            <w:r w:rsidRPr="00BA665B">
              <w:rPr>
                <w:rStyle w:val="Hyperlink"/>
                <w:rFonts w:hint="eastAsia"/>
                <w:rtl/>
              </w:rPr>
              <w:t>ءَايَتِنَا</w:t>
            </w:r>
            <w:r w:rsidRPr="00BA665B">
              <w:rPr>
                <w:rStyle w:val="Hyperlink"/>
                <w:rtl/>
              </w:rPr>
              <w:t xml:space="preserve"> </w:t>
            </w:r>
            <w:r w:rsidRPr="00BA665B">
              <w:rPr>
                <w:rStyle w:val="Hyperlink"/>
                <w:rFonts w:hint="eastAsia"/>
                <w:rtl/>
              </w:rPr>
              <w:t>وَلَكِنَّا</w:t>
            </w:r>
            <w:r w:rsidRPr="00BA665B">
              <w:rPr>
                <w:rStyle w:val="Hyperlink"/>
                <w:rtl/>
              </w:rPr>
              <w:t xml:space="preserve"> </w:t>
            </w:r>
            <w:r w:rsidRPr="00BA665B">
              <w:rPr>
                <w:rStyle w:val="Hyperlink"/>
                <w:rFonts w:hint="eastAsia"/>
                <w:rtl/>
              </w:rPr>
              <w:t>كُنَّا</w:t>
            </w:r>
            <w:r w:rsidRPr="00BA665B">
              <w:rPr>
                <w:rStyle w:val="Hyperlink"/>
                <w:rtl/>
              </w:rPr>
              <w:t xml:space="preserve"> </w:t>
            </w:r>
            <w:r w:rsidRPr="00BA665B">
              <w:rPr>
                <w:rStyle w:val="Hyperlink"/>
                <w:rFonts w:hint="eastAsia"/>
                <w:rtl/>
              </w:rPr>
              <w:t>مُرْسِلِينَ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Toc362088680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514B31" w:rsidRPr="00DE30EA" w:rsidRDefault="00514B31" w:rsidP="00DE30EA">
          <w:pPr>
            <w:pStyle w:val="TOC1"/>
            <w:rPr>
              <w:rFonts w:eastAsiaTheme="minorEastAsia"/>
              <w:sz w:val="22"/>
              <w:rtl/>
            </w:rPr>
          </w:pPr>
          <w:hyperlink w:anchor="_Toc362088681" w:history="1">
            <w:r w:rsidRPr="00DE30EA">
              <w:rPr>
                <w:rStyle w:val="Hyperlink"/>
                <w:color w:val="000000"/>
                <w:u w:val="none"/>
                <w:rtl/>
              </w:rPr>
              <w:t>(46)</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مَا</w:t>
            </w:r>
            <w:r w:rsidRPr="00DE30EA">
              <w:rPr>
                <w:rStyle w:val="Hyperlink"/>
                <w:color w:val="000000"/>
                <w:u w:val="none"/>
                <w:rtl/>
              </w:rPr>
              <w:t xml:space="preserve"> </w:t>
            </w:r>
            <w:r w:rsidRPr="00DE30EA">
              <w:rPr>
                <w:rStyle w:val="Hyperlink"/>
                <w:rFonts w:hint="eastAsia"/>
                <w:color w:val="000000"/>
                <w:u w:val="none"/>
                <w:rtl/>
              </w:rPr>
              <w:t>كُنتَ</w:t>
            </w:r>
            <w:r w:rsidRPr="00DE30EA">
              <w:rPr>
                <w:rStyle w:val="Hyperlink"/>
                <w:color w:val="000000"/>
                <w:u w:val="none"/>
                <w:rtl/>
              </w:rPr>
              <w:t xml:space="preserve"> </w:t>
            </w:r>
            <w:r w:rsidRPr="00DE30EA">
              <w:rPr>
                <w:rStyle w:val="Hyperlink"/>
                <w:rFonts w:hint="eastAsia"/>
                <w:color w:val="000000"/>
                <w:u w:val="none"/>
                <w:rtl/>
              </w:rPr>
              <w:t>بِجَانِبِ</w:t>
            </w:r>
            <w:r w:rsidRPr="00DE30EA">
              <w:rPr>
                <w:rStyle w:val="Hyperlink"/>
                <w:color w:val="000000"/>
                <w:u w:val="none"/>
                <w:rtl/>
              </w:rPr>
              <w:t xml:space="preserve"> </w:t>
            </w:r>
            <w:r w:rsidRPr="00DE30EA">
              <w:rPr>
                <w:rStyle w:val="Hyperlink"/>
                <w:rFonts w:hint="eastAsia"/>
                <w:color w:val="000000"/>
                <w:u w:val="none"/>
                <w:rtl/>
              </w:rPr>
              <w:t>الطُّورِ</w:t>
            </w:r>
            <w:r w:rsidRPr="00DE30EA">
              <w:rPr>
                <w:rStyle w:val="Hyperlink"/>
                <w:color w:val="000000"/>
                <w:u w:val="none"/>
                <w:rtl/>
              </w:rPr>
              <w:t xml:space="preserve"> </w:t>
            </w:r>
            <w:r w:rsidRPr="00DE30EA">
              <w:rPr>
                <w:rStyle w:val="Hyperlink"/>
                <w:rFonts w:hint="eastAsia"/>
                <w:color w:val="000000"/>
                <w:u w:val="none"/>
                <w:rtl/>
              </w:rPr>
              <w:t>إِذْ</w:t>
            </w:r>
            <w:r w:rsidRPr="00DE30EA">
              <w:rPr>
                <w:rStyle w:val="Hyperlink"/>
                <w:color w:val="000000"/>
                <w:u w:val="none"/>
                <w:rtl/>
              </w:rPr>
              <w:t xml:space="preserve"> </w:t>
            </w:r>
            <w:r w:rsidRPr="00DE30EA">
              <w:rPr>
                <w:rStyle w:val="Hyperlink"/>
                <w:rFonts w:hint="eastAsia"/>
                <w:color w:val="000000"/>
                <w:u w:val="none"/>
                <w:rtl/>
              </w:rPr>
              <w:t>نَادَيْنَا</w:t>
            </w:r>
            <w:r w:rsidRPr="00DE30EA">
              <w:rPr>
                <w:rStyle w:val="Hyperlink"/>
                <w:color w:val="000000"/>
                <w:u w:val="none"/>
                <w:rtl/>
              </w:rPr>
              <w:t xml:space="preserve"> </w:t>
            </w:r>
            <w:r w:rsidRPr="00DE30EA">
              <w:rPr>
                <w:rStyle w:val="Hyperlink"/>
                <w:rFonts w:hint="eastAsia"/>
                <w:color w:val="000000"/>
                <w:u w:val="none"/>
                <w:rtl/>
              </w:rPr>
              <w:t>وَلَكِن</w:t>
            </w:r>
            <w:r w:rsidRPr="00DE30EA">
              <w:rPr>
                <w:rStyle w:val="Hyperlink"/>
                <w:color w:val="000000"/>
                <w:u w:val="none"/>
                <w:rtl/>
              </w:rPr>
              <w:t xml:space="preserve"> </w:t>
            </w:r>
            <w:r w:rsidRPr="00DE30EA">
              <w:rPr>
                <w:rStyle w:val="Hyperlink"/>
                <w:rFonts w:hint="eastAsia"/>
                <w:color w:val="000000"/>
                <w:u w:val="none"/>
                <w:rtl/>
              </w:rPr>
              <w:t>رَّحْمَةً</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رَّبِّكَ</w:t>
            </w:r>
            <w:r w:rsidRPr="00DE30EA">
              <w:rPr>
                <w:rStyle w:val="Hyperlink"/>
                <w:color w:val="000000"/>
                <w:u w:val="none"/>
                <w:rtl/>
              </w:rPr>
              <w:t xml:space="preserve"> </w:t>
            </w:r>
            <w:r w:rsidRPr="00DE30EA">
              <w:rPr>
                <w:rStyle w:val="Hyperlink"/>
                <w:rFonts w:hint="eastAsia"/>
                <w:color w:val="000000"/>
                <w:u w:val="none"/>
                <w:rtl/>
              </w:rPr>
              <w:t>لِتُنذِرَ</w:t>
            </w:r>
            <w:r w:rsidRPr="00DE30EA">
              <w:rPr>
                <w:rStyle w:val="Hyperlink"/>
                <w:color w:val="000000"/>
                <w:u w:val="none"/>
                <w:rtl/>
              </w:rPr>
              <w:t xml:space="preserve"> </w:t>
            </w:r>
            <w:r w:rsidRPr="00DE30EA">
              <w:rPr>
                <w:rStyle w:val="Hyperlink"/>
                <w:rFonts w:hint="eastAsia"/>
                <w:color w:val="000000"/>
                <w:u w:val="none"/>
                <w:rtl/>
              </w:rPr>
              <w:t>قَوْماً</w:t>
            </w:r>
            <w:r w:rsidRPr="00DE30EA">
              <w:rPr>
                <w:rStyle w:val="Hyperlink"/>
                <w:color w:val="000000"/>
                <w:u w:val="none"/>
                <w:rtl/>
              </w:rPr>
              <w:t xml:space="preserve"> </w:t>
            </w:r>
            <w:r w:rsidRPr="00DE30EA">
              <w:rPr>
                <w:rStyle w:val="Hyperlink"/>
                <w:rFonts w:hint="eastAsia"/>
                <w:color w:val="000000"/>
                <w:u w:val="none"/>
                <w:rtl/>
              </w:rPr>
              <w:t>مَّآ</w:t>
            </w:r>
            <w:r w:rsidRPr="00DE30EA">
              <w:rPr>
                <w:rStyle w:val="Hyperlink"/>
                <w:color w:val="000000"/>
                <w:u w:val="none"/>
                <w:rtl/>
              </w:rPr>
              <w:t xml:space="preserve"> </w:t>
            </w:r>
            <w:r w:rsidRPr="00DE30EA">
              <w:rPr>
                <w:rStyle w:val="Hyperlink"/>
                <w:rFonts w:hint="eastAsia"/>
                <w:color w:val="000000"/>
                <w:u w:val="none"/>
                <w:rtl/>
              </w:rPr>
              <w:t>اءَتَهُم</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نَّذِيرٍ</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قَبْلِكَ</w:t>
            </w:r>
            <w:r w:rsidRPr="00DE30EA">
              <w:rPr>
                <w:rStyle w:val="Hyperlink"/>
                <w:color w:val="000000"/>
                <w:u w:val="none"/>
                <w:rtl/>
              </w:rPr>
              <w:t xml:space="preserve"> </w:t>
            </w:r>
            <w:r w:rsidRPr="00DE30EA">
              <w:rPr>
                <w:rStyle w:val="Hyperlink"/>
                <w:rFonts w:hint="eastAsia"/>
                <w:color w:val="000000"/>
                <w:u w:val="none"/>
                <w:rtl/>
              </w:rPr>
              <w:t>لَعَلَّهُمْ</w:t>
            </w:r>
            <w:r w:rsidRPr="00DE30EA">
              <w:rPr>
                <w:rStyle w:val="Hyperlink"/>
                <w:color w:val="000000"/>
                <w:u w:val="none"/>
                <w:rtl/>
              </w:rPr>
              <w:t xml:space="preserve"> </w:t>
            </w:r>
            <w:r w:rsidRPr="00DE30EA">
              <w:rPr>
                <w:rStyle w:val="Hyperlink"/>
                <w:rFonts w:hint="eastAsia"/>
                <w:color w:val="000000"/>
                <w:u w:val="none"/>
                <w:rtl/>
              </w:rPr>
              <w:t>يَتَذَكَّرُونَ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Toc362088681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72</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82"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Toc362088682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83"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Toc362088683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84" w:history="1">
            <w:r w:rsidRPr="00BA665B">
              <w:rPr>
                <w:rStyle w:val="Hyperlink"/>
                <w:rtl/>
              </w:rPr>
              <w:t>(47)</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لَوْلاََّ</w:t>
            </w:r>
            <w:r w:rsidRPr="00BA665B">
              <w:rPr>
                <w:rStyle w:val="Hyperlink"/>
                <w:rtl/>
              </w:rPr>
              <w:t xml:space="preserve"> </w:t>
            </w:r>
            <w:r w:rsidRPr="00BA665B">
              <w:rPr>
                <w:rStyle w:val="Hyperlink"/>
                <w:rFonts w:hint="eastAsia"/>
                <w:rtl/>
              </w:rPr>
              <w:t>اءَن</w:t>
            </w:r>
            <w:r w:rsidRPr="00BA665B">
              <w:rPr>
                <w:rStyle w:val="Hyperlink"/>
                <w:rtl/>
              </w:rPr>
              <w:t xml:space="preserve"> </w:t>
            </w:r>
            <w:r w:rsidRPr="00BA665B">
              <w:rPr>
                <w:rStyle w:val="Hyperlink"/>
                <w:rFonts w:hint="eastAsia"/>
                <w:rtl/>
              </w:rPr>
              <w:t>تُصِيبَهُم</w:t>
            </w:r>
            <w:r w:rsidRPr="00BA665B">
              <w:rPr>
                <w:rStyle w:val="Hyperlink"/>
                <w:rtl/>
              </w:rPr>
              <w:t xml:space="preserve"> </w:t>
            </w:r>
            <w:r w:rsidRPr="00BA665B">
              <w:rPr>
                <w:rStyle w:val="Hyperlink"/>
                <w:rFonts w:hint="eastAsia"/>
                <w:rtl/>
              </w:rPr>
              <w:t>مُّصِيبَةُ</w:t>
            </w:r>
            <w:r w:rsidRPr="00BA665B">
              <w:rPr>
                <w:rStyle w:val="Hyperlink"/>
                <w:rtl/>
              </w:rPr>
              <w:t xml:space="preserve"> </w:t>
            </w:r>
            <w:r w:rsidRPr="00BA665B">
              <w:rPr>
                <w:rStyle w:val="Hyperlink"/>
                <w:rFonts w:hint="eastAsia"/>
                <w:rtl/>
              </w:rPr>
              <w:t>بِمَا</w:t>
            </w:r>
            <w:r w:rsidRPr="00BA665B">
              <w:rPr>
                <w:rStyle w:val="Hyperlink"/>
                <w:rtl/>
              </w:rPr>
              <w:t xml:space="preserve"> </w:t>
            </w:r>
            <w:r w:rsidRPr="00BA665B">
              <w:rPr>
                <w:rStyle w:val="Hyperlink"/>
                <w:rFonts w:hint="eastAsia"/>
                <w:rtl/>
              </w:rPr>
              <w:t>قَدَّمَتْ</w:t>
            </w:r>
            <w:r w:rsidRPr="00BA665B">
              <w:rPr>
                <w:rStyle w:val="Hyperlink"/>
                <w:rtl/>
              </w:rPr>
              <w:t xml:space="preserve"> </w:t>
            </w:r>
            <w:r w:rsidRPr="00BA665B">
              <w:rPr>
                <w:rStyle w:val="Hyperlink"/>
                <w:rFonts w:hint="eastAsia"/>
                <w:rtl/>
              </w:rPr>
              <w:t>اءَيْدِيِهمْ</w:t>
            </w:r>
            <w:r w:rsidRPr="00BA665B">
              <w:rPr>
                <w:rStyle w:val="Hyperlink"/>
                <w:rtl/>
              </w:rPr>
              <w:t xml:space="preserve"> </w:t>
            </w:r>
            <w:r w:rsidRPr="00BA665B">
              <w:rPr>
                <w:rStyle w:val="Hyperlink"/>
                <w:rFonts w:hint="eastAsia"/>
                <w:rtl/>
              </w:rPr>
              <w:t>فَيَقُولُواْ</w:t>
            </w:r>
            <w:r w:rsidRPr="00BA665B">
              <w:rPr>
                <w:rStyle w:val="Hyperlink"/>
                <w:rtl/>
              </w:rPr>
              <w:t xml:space="preserve"> </w:t>
            </w:r>
            <w:r w:rsidRPr="00BA665B">
              <w:rPr>
                <w:rStyle w:val="Hyperlink"/>
                <w:rFonts w:hint="eastAsia"/>
                <w:rtl/>
              </w:rPr>
              <w:t>رَبَّنَا</w:t>
            </w:r>
            <w:r w:rsidRPr="00BA665B">
              <w:rPr>
                <w:rStyle w:val="Hyperlink"/>
                <w:rtl/>
              </w:rPr>
              <w:t xml:space="preserve"> </w:t>
            </w:r>
            <w:r w:rsidRPr="00BA665B">
              <w:rPr>
                <w:rStyle w:val="Hyperlink"/>
                <w:rFonts w:hint="eastAsia"/>
                <w:rtl/>
              </w:rPr>
              <w:t>لَوْلاََّ</w:t>
            </w:r>
            <w:r w:rsidRPr="00BA665B">
              <w:rPr>
                <w:rStyle w:val="Hyperlink"/>
                <w:rtl/>
              </w:rPr>
              <w:t xml:space="preserve"> </w:t>
            </w:r>
            <w:r w:rsidRPr="00BA665B">
              <w:rPr>
                <w:rStyle w:val="Hyperlink"/>
                <w:rFonts w:hint="eastAsia"/>
                <w:rtl/>
              </w:rPr>
              <w:t>اءَرْسَلْتَ</w:t>
            </w:r>
            <w:r w:rsidRPr="00BA665B">
              <w:rPr>
                <w:rStyle w:val="Hyperlink"/>
                <w:rtl/>
              </w:rPr>
              <w:t xml:space="preserve"> </w:t>
            </w:r>
            <w:r w:rsidRPr="00BA665B">
              <w:rPr>
                <w:rStyle w:val="Hyperlink"/>
                <w:rFonts w:hint="eastAsia"/>
                <w:rtl/>
              </w:rPr>
              <w:t>إِلَيْنَا</w:t>
            </w:r>
            <w:r w:rsidRPr="00BA665B">
              <w:rPr>
                <w:rStyle w:val="Hyperlink"/>
                <w:rtl/>
              </w:rPr>
              <w:t xml:space="preserve"> </w:t>
            </w:r>
            <w:r w:rsidRPr="00BA665B">
              <w:rPr>
                <w:rStyle w:val="Hyperlink"/>
                <w:rFonts w:hint="eastAsia"/>
                <w:rtl/>
              </w:rPr>
              <w:t>رَسُولاً</w:t>
            </w:r>
            <w:r w:rsidRPr="00BA665B">
              <w:rPr>
                <w:rStyle w:val="Hyperlink"/>
                <w:rtl/>
              </w:rPr>
              <w:t xml:space="preserve"> </w:t>
            </w:r>
            <w:r w:rsidRPr="00BA665B">
              <w:rPr>
                <w:rStyle w:val="Hyperlink"/>
                <w:rFonts w:hint="eastAsia"/>
                <w:rtl/>
              </w:rPr>
              <w:t>فَنَتَّبِعَ</w:t>
            </w:r>
            <w:r w:rsidRPr="00BA665B">
              <w:rPr>
                <w:rStyle w:val="Hyperlink"/>
                <w:rtl/>
              </w:rPr>
              <w:t xml:space="preserve"> </w:t>
            </w:r>
            <w:r w:rsidRPr="00BA665B">
              <w:rPr>
                <w:rStyle w:val="Hyperlink"/>
                <w:rFonts w:hint="eastAsia"/>
                <w:rtl/>
              </w:rPr>
              <w:t>ءَايَتِكَ</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نَكُونَ</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الْمُؤْمِنِينَ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Toc362088684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85"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Toc362088685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8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Toc362088686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514B31" w:rsidRPr="00DE30EA" w:rsidRDefault="00514B31" w:rsidP="00DE30EA">
          <w:pPr>
            <w:pStyle w:val="TOC1"/>
            <w:rPr>
              <w:rFonts w:eastAsiaTheme="minorEastAsia"/>
              <w:sz w:val="22"/>
              <w:rtl/>
            </w:rPr>
          </w:pPr>
          <w:hyperlink w:anchor="_Toc362088687" w:history="1">
            <w:r w:rsidRPr="00DE30EA">
              <w:rPr>
                <w:rStyle w:val="Hyperlink"/>
                <w:color w:val="000000"/>
                <w:u w:val="none"/>
                <w:rtl/>
              </w:rPr>
              <w:t>(48)</w:t>
            </w:r>
            <w:r w:rsidRPr="00DE30EA">
              <w:rPr>
                <w:rStyle w:val="Hyperlink"/>
                <w:color w:val="000000"/>
                <w:u w:val="none"/>
                <w:rtl/>
              </w:rPr>
              <w:t xml:space="preserve"> </w:t>
            </w:r>
            <w:r w:rsidRPr="00DE30EA">
              <w:rPr>
                <w:rStyle w:val="Hyperlink"/>
                <w:rFonts w:hint="eastAsia"/>
                <w:color w:val="000000"/>
                <w:u w:val="none"/>
                <w:rtl/>
              </w:rPr>
              <w:t>فَلَمَّا</w:t>
            </w:r>
            <w:r w:rsidRPr="00DE30EA">
              <w:rPr>
                <w:rStyle w:val="Hyperlink"/>
                <w:color w:val="000000"/>
                <w:u w:val="none"/>
                <w:rtl/>
              </w:rPr>
              <w:t xml:space="preserve"> </w:t>
            </w:r>
            <w:r w:rsidRPr="00DE30EA">
              <w:rPr>
                <w:rStyle w:val="Hyperlink"/>
                <w:rFonts w:hint="eastAsia"/>
                <w:color w:val="000000"/>
                <w:u w:val="none"/>
                <w:rtl/>
              </w:rPr>
              <w:t>جَآءَهُمُ</w:t>
            </w:r>
            <w:r w:rsidRPr="00DE30EA">
              <w:rPr>
                <w:rStyle w:val="Hyperlink"/>
                <w:color w:val="000000"/>
                <w:u w:val="none"/>
                <w:rtl/>
              </w:rPr>
              <w:t xml:space="preserve"> </w:t>
            </w:r>
            <w:r w:rsidRPr="00DE30EA">
              <w:rPr>
                <w:rStyle w:val="Hyperlink"/>
                <w:rFonts w:hint="eastAsia"/>
                <w:color w:val="000000"/>
                <w:u w:val="none"/>
                <w:rtl/>
              </w:rPr>
              <w:t>الْحَقُّ</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عِندِنَا</w:t>
            </w:r>
            <w:r w:rsidRPr="00DE30EA">
              <w:rPr>
                <w:rStyle w:val="Hyperlink"/>
                <w:color w:val="000000"/>
                <w:u w:val="none"/>
                <w:rtl/>
              </w:rPr>
              <w:t xml:space="preserve"> </w:t>
            </w:r>
            <w:r w:rsidRPr="00DE30EA">
              <w:rPr>
                <w:rStyle w:val="Hyperlink"/>
                <w:rFonts w:hint="eastAsia"/>
                <w:color w:val="000000"/>
                <w:u w:val="none"/>
                <w:rtl/>
              </w:rPr>
              <w:t>قَالُواْ</w:t>
            </w:r>
            <w:r w:rsidRPr="00DE30EA">
              <w:rPr>
                <w:rStyle w:val="Hyperlink"/>
                <w:color w:val="000000"/>
                <w:u w:val="none"/>
                <w:rtl/>
              </w:rPr>
              <w:t xml:space="preserve"> </w:t>
            </w:r>
            <w:r w:rsidRPr="00DE30EA">
              <w:rPr>
                <w:rStyle w:val="Hyperlink"/>
                <w:rFonts w:hint="eastAsia"/>
                <w:color w:val="000000"/>
                <w:u w:val="none"/>
                <w:rtl/>
              </w:rPr>
              <w:t>لَوْلاََّ</w:t>
            </w:r>
            <w:r w:rsidRPr="00DE30EA">
              <w:rPr>
                <w:rStyle w:val="Hyperlink"/>
                <w:color w:val="000000"/>
                <w:u w:val="none"/>
                <w:rtl/>
              </w:rPr>
              <w:t xml:space="preserve"> </w:t>
            </w:r>
            <w:r w:rsidRPr="00DE30EA">
              <w:rPr>
                <w:rStyle w:val="Hyperlink"/>
                <w:rFonts w:hint="eastAsia"/>
                <w:color w:val="000000"/>
                <w:u w:val="none"/>
                <w:rtl/>
              </w:rPr>
              <w:t>اءُوتِىَ</w:t>
            </w:r>
            <w:r w:rsidRPr="00DE30EA">
              <w:rPr>
                <w:rStyle w:val="Hyperlink"/>
                <w:color w:val="000000"/>
                <w:u w:val="none"/>
                <w:rtl/>
              </w:rPr>
              <w:t xml:space="preserve"> </w:t>
            </w:r>
            <w:r w:rsidRPr="00DE30EA">
              <w:rPr>
                <w:rStyle w:val="Hyperlink"/>
                <w:rFonts w:hint="eastAsia"/>
                <w:color w:val="000000"/>
                <w:u w:val="none"/>
                <w:rtl/>
              </w:rPr>
              <w:t>مِثْلَ</w:t>
            </w:r>
            <w:r w:rsidRPr="00DE30EA">
              <w:rPr>
                <w:rStyle w:val="Hyperlink"/>
                <w:color w:val="000000"/>
                <w:u w:val="none"/>
                <w:rtl/>
              </w:rPr>
              <w:t xml:space="preserve"> </w:t>
            </w:r>
            <w:r w:rsidRPr="00DE30EA">
              <w:rPr>
                <w:rStyle w:val="Hyperlink"/>
                <w:rFonts w:hint="eastAsia"/>
                <w:color w:val="000000"/>
                <w:u w:val="none"/>
                <w:rtl/>
              </w:rPr>
              <w:t>مَآ</w:t>
            </w:r>
            <w:r w:rsidRPr="00DE30EA">
              <w:rPr>
                <w:rStyle w:val="Hyperlink"/>
                <w:color w:val="000000"/>
                <w:u w:val="none"/>
                <w:rtl/>
              </w:rPr>
              <w:t xml:space="preserve"> </w:t>
            </w:r>
            <w:r w:rsidRPr="00DE30EA">
              <w:rPr>
                <w:rStyle w:val="Hyperlink"/>
                <w:rFonts w:hint="eastAsia"/>
                <w:color w:val="000000"/>
                <w:u w:val="none"/>
                <w:rtl/>
              </w:rPr>
              <w:t>اءُوتِىَ</w:t>
            </w:r>
            <w:r w:rsidRPr="00DE30EA">
              <w:rPr>
                <w:rStyle w:val="Hyperlink"/>
                <w:color w:val="000000"/>
                <w:u w:val="none"/>
                <w:rtl/>
              </w:rPr>
              <w:t xml:space="preserve"> </w:t>
            </w:r>
            <w:r w:rsidRPr="00DE30EA">
              <w:rPr>
                <w:rStyle w:val="Hyperlink"/>
                <w:rFonts w:hint="eastAsia"/>
                <w:color w:val="000000"/>
                <w:u w:val="none"/>
                <w:rtl/>
              </w:rPr>
              <w:t>مُوسَىَّ</w:t>
            </w:r>
            <w:r w:rsidRPr="00DE30EA">
              <w:rPr>
                <w:rStyle w:val="Hyperlink"/>
                <w:color w:val="000000"/>
                <w:u w:val="none"/>
                <w:rtl/>
              </w:rPr>
              <w:t xml:space="preserve"> </w:t>
            </w:r>
            <w:r w:rsidRPr="00DE30EA">
              <w:rPr>
                <w:rStyle w:val="Hyperlink"/>
                <w:rFonts w:hint="eastAsia"/>
                <w:color w:val="000000"/>
                <w:u w:val="none"/>
                <w:rtl/>
              </w:rPr>
              <w:t>اءَوَلَمْ</w:t>
            </w:r>
            <w:r w:rsidRPr="00DE30EA">
              <w:rPr>
                <w:rStyle w:val="Hyperlink"/>
                <w:color w:val="000000"/>
                <w:u w:val="none"/>
                <w:rtl/>
              </w:rPr>
              <w:t xml:space="preserve"> </w:t>
            </w:r>
            <w:r w:rsidRPr="00DE30EA">
              <w:rPr>
                <w:rStyle w:val="Hyperlink"/>
                <w:rFonts w:hint="eastAsia"/>
                <w:color w:val="000000"/>
                <w:u w:val="none"/>
                <w:rtl/>
              </w:rPr>
              <w:t>يَكْفُرُواْبِمَآ</w:t>
            </w:r>
            <w:r w:rsidRPr="00DE30EA">
              <w:rPr>
                <w:rStyle w:val="Hyperlink"/>
                <w:color w:val="000000"/>
                <w:u w:val="none"/>
                <w:rtl/>
              </w:rPr>
              <w:t xml:space="preserve"> </w:t>
            </w:r>
            <w:r w:rsidRPr="00DE30EA">
              <w:rPr>
                <w:rStyle w:val="Hyperlink"/>
                <w:rFonts w:hint="eastAsia"/>
                <w:color w:val="000000"/>
                <w:u w:val="none"/>
                <w:rtl/>
              </w:rPr>
              <w:t>اءُوتِىَ</w:t>
            </w:r>
            <w:r w:rsidRPr="00DE30EA">
              <w:rPr>
                <w:rStyle w:val="Hyperlink"/>
                <w:color w:val="000000"/>
                <w:u w:val="none"/>
                <w:rtl/>
              </w:rPr>
              <w:t xml:space="preserve"> </w:t>
            </w:r>
            <w:r w:rsidRPr="00DE30EA">
              <w:rPr>
                <w:rStyle w:val="Hyperlink"/>
                <w:rFonts w:hint="eastAsia"/>
                <w:color w:val="000000"/>
                <w:u w:val="none"/>
                <w:rtl/>
              </w:rPr>
              <w:t>مُوسَى</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قَبْلُ</w:t>
            </w:r>
            <w:r w:rsidRPr="00DE30EA">
              <w:rPr>
                <w:rStyle w:val="Hyperlink"/>
                <w:color w:val="000000"/>
                <w:u w:val="none"/>
                <w:rtl/>
              </w:rPr>
              <w:t xml:space="preserve"> </w:t>
            </w:r>
            <w:r w:rsidRPr="00DE30EA">
              <w:rPr>
                <w:rStyle w:val="Hyperlink"/>
                <w:rFonts w:hint="eastAsia"/>
                <w:color w:val="000000"/>
                <w:u w:val="none"/>
                <w:rtl/>
              </w:rPr>
              <w:t>قَالُواْ</w:t>
            </w:r>
            <w:r w:rsidRPr="00DE30EA">
              <w:rPr>
                <w:rStyle w:val="Hyperlink"/>
                <w:color w:val="000000"/>
                <w:u w:val="none"/>
                <w:rtl/>
              </w:rPr>
              <w:t xml:space="preserve"> </w:t>
            </w:r>
            <w:r w:rsidRPr="00DE30EA">
              <w:rPr>
                <w:rStyle w:val="Hyperlink"/>
                <w:rFonts w:hint="eastAsia"/>
                <w:color w:val="000000"/>
                <w:u w:val="none"/>
                <w:rtl/>
              </w:rPr>
              <w:t>سِحْرَانِ</w:t>
            </w:r>
            <w:r w:rsidRPr="00DE30EA">
              <w:rPr>
                <w:rStyle w:val="Hyperlink"/>
                <w:color w:val="000000"/>
                <w:u w:val="none"/>
                <w:rtl/>
              </w:rPr>
              <w:t xml:space="preserve"> </w:t>
            </w:r>
            <w:r w:rsidRPr="00DE30EA">
              <w:rPr>
                <w:rStyle w:val="Hyperlink"/>
                <w:rFonts w:hint="eastAsia"/>
                <w:color w:val="000000"/>
                <w:u w:val="none"/>
                <w:rtl/>
              </w:rPr>
              <w:t>تَظَهَرَا</w:t>
            </w:r>
            <w:r w:rsidRPr="00DE30EA">
              <w:rPr>
                <w:rStyle w:val="Hyperlink"/>
                <w:color w:val="000000"/>
                <w:u w:val="none"/>
                <w:rtl/>
              </w:rPr>
              <w:t xml:space="preserve"> </w:t>
            </w:r>
            <w:r w:rsidRPr="00DE30EA">
              <w:rPr>
                <w:rStyle w:val="Hyperlink"/>
                <w:rFonts w:hint="eastAsia"/>
                <w:color w:val="000000"/>
                <w:u w:val="none"/>
                <w:rtl/>
              </w:rPr>
              <w:t>وَقَالُوَّاْ</w:t>
            </w:r>
            <w:r w:rsidRPr="00DE30EA">
              <w:rPr>
                <w:rStyle w:val="Hyperlink"/>
                <w:color w:val="000000"/>
                <w:u w:val="none"/>
                <w:rtl/>
              </w:rPr>
              <w:t xml:space="preserve"> </w:t>
            </w:r>
            <w:r w:rsidRPr="00DE30EA">
              <w:rPr>
                <w:rStyle w:val="Hyperlink"/>
                <w:rFonts w:hint="eastAsia"/>
                <w:color w:val="000000"/>
                <w:u w:val="none"/>
                <w:rtl/>
              </w:rPr>
              <w:t>إِنَّا</w:t>
            </w:r>
            <w:r w:rsidRPr="00DE30EA">
              <w:rPr>
                <w:rStyle w:val="Hyperlink"/>
                <w:color w:val="000000"/>
                <w:u w:val="none"/>
                <w:rtl/>
              </w:rPr>
              <w:t xml:space="preserve"> </w:t>
            </w:r>
            <w:r w:rsidRPr="00DE30EA">
              <w:rPr>
                <w:rStyle w:val="Hyperlink"/>
                <w:rFonts w:hint="eastAsia"/>
                <w:color w:val="000000"/>
                <w:u w:val="none"/>
                <w:rtl/>
              </w:rPr>
              <w:t>بِكُلٍّ</w:t>
            </w:r>
            <w:r w:rsidRPr="00DE30EA">
              <w:rPr>
                <w:rStyle w:val="Hyperlink"/>
                <w:color w:val="000000"/>
                <w:u w:val="none"/>
                <w:rtl/>
              </w:rPr>
              <w:t xml:space="preserve"> </w:t>
            </w:r>
            <w:r w:rsidRPr="00DE30EA">
              <w:rPr>
                <w:rStyle w:val="Hyperlink"/>
                <w:rFonts w:hint="eastAsia"/>
                <w:color w:val="000000"/>
                <w:u w:val="none"/>
                <w:rtl/>
              </w:rPr>
              <w:t>كَفِرُونَ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Toc362088687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75</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88"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Toc362088688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89"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Toc362088689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90" w:history="1">
            <w:r w:rsidRPr="00BA665B">
              <w:rPr>
                <w:rStyle w:val="Hyperlink"/>
                <w:rtl/>
              </w:rPr>
              <w:t>(49)</w:t>
            </w:r>
            <w:r w:rsidRPr="00BA665B">
              <w:rPr>
                <w:rStyle w:val="Hyperlink"/>
                <w:rtl/>
              </w:rPr>
              <w:t xml:space="preserve"> </w:t>
            </w:r>
            <w:r w:rsidRPr="00BA665B">
              <w:rPr>
                <w:rStyle w:val="Hyperlink"/>
                <w:rFonts w:hint="eastAsia"/>
                <w:rtl/>
              </w:rPr>
              <w:t>قُلْ</w:t>
            </w:r>
            <w:r w:rsidRPr="00BA665B">
              <w:rPr>
                <w:rStyle w:val="Hyperlink"/>
                <w:rtl/>
              </w:rPr>
              <w:t xml:space="preserve"> </w:t>
            </w:r>
            <w:r w:rsidRPr="00BA665B">
              <w:rPr>
                <w:rStyle w:val="Hyperlink"/>
                <w:rFonts w:hint="eastAsia"/>
                <w:rtl/>
              </w:rPr>
              <w:t>فَاءْتُواْ</w:t>
            </w:r>
            <w:r w:rsidRPr="00BA665B">
              <w:rPr>
                <w:rStyle w:val="Hyperlink"/>
                <w:rtl/>
              </w:rPr>
              <w:t xml:space="preserve"> </w:t>
            </w:r>
            <w:r w:rsidRPr="00BA665B">
              <w:rPr>
                <w:rStyle w:val="Hyperlink"/>
                <w:rFonts w:hint="eastAsia"/>
                <w:rtl/>
              </w:rPr>
              <w:t>بِكِتَبٍ</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عِندِ</w:t>
            </w:r>
            <w:r w:rsidRPr="00BA665B">
              <w:rPr>
                <w:rStyle w:val="Hyperlink"/>
                <w:rtl/>
              </w:rPr>
              <w:t xml:space="preserve"> </w:t>
            </w:r>
            <w:r w:rsidRPr="00BA665B">
              <w:rPr>
                <w:rStyle w:val="Hyperlink"/>
                <w:rFonts w:hint="eastAsia"/>
                <w:rtl/>
              </w:rPr>
              <w:t>اللّهِ</w:t>
            </w:r>
            <w:r w:rsidRPr="00BA665B">
              <w:rPr>
                <w:rStyle w:val="Hyperlink"/>
                <w:rtl/>
              </w:rPr>
              <w:t xml:space="preserve"> </w:t>
            </w:r>
            <w:r w:rsidRPr="00BA665B">
              <w:rPr>
                <w:rStyle w:val="Hyperlink"/>
                <w:rFonts w:hint="eastAsia"/>
                <w:rtl/>
              </w:rPr>
              <w:t>هُوَ</w:t>
            </w:r>
            <w:r w:rsidRPr="00BA665B">
              <w:rPr>
                <w:rStyle w:val="Hyperlink"/>
                <w:rtl/>
              </w:rPr>
              <w:t xml:space="preserve"> </w:t>
            </w:r>
            <w:r w:rsidRPr="00BA665B">
              <w:rPr>
                <w:rStyle w:val="Hyperlink"/>
                <w:rFonts w:hint="eastAsia"/>
                <w:rtl/>
              </w:rPr>
              <w:t>اءَهْدَى</w:t>
            </w:r>
            <w:r w:rsidRPr="00BA665B">
              <w:rPr>
                <w:rStyle w:val="Hyperlink"/>
                <w:rtl/>
              </w:rPr>
              <w:t xml:space="preserve"> </w:t>
            </w:r>
            <w:r w:rsidRPr="00BA665B">
              <w:rPr>
                <w:rStyle w:val="Hyperlink"/>
                <w:rFonts w:hint="eastAsia"/>
                <w:rtl/>
              </w:rPr>
              <w:t>مِنْهُمَآ</w:t>
            </w:r>
            <w:r w:rsidRPr="00BA665B">
              <w:rPr>
                <w:rStyle w:val="Hyperlink"/>
                <w:rtl/>
              </w:rPr>
              <w:t xml:space="preserve"> </w:t>
            </w:r>
            <w:r w:rsidRPr="00BA665B">
              <w:rPr>
                <w:rStyle w:val="Hyperlink"/>
                <w:rFonts w:hint="eastAsia"/>
                <w:rtl/>
              </w:rPr>
              <w:t>اءَتَّبِعْهُ</w:t>
            </w:r>
            <w:r w:rsidRPr="00BA665B">
              <w:rPr>
                <w:rStyle w:val="Hyperlink"/>
                <w:rtl/>
              </w:rPr>
              <w:t xml:space="preserve"> </w:t>
            </w:r>
            <w:r w:rsidRPr="00BA665B">
              <w:rPr>
                <w:rStyle w:val="Hyperlink"/>
                <w:rFonts w:hint="eastAsia"/>
                <w:rtl/>
              </w:rPr>
              <w:t>إِن</w:t>
            </w:r>
            <w:r w:rsidRPr="00BA665B">
              <w:rPr>
                <w:rStyle w:val="Hyperlink"/>
                <w:rtl/>
              </w:rPr>
              <w:t xml:space="preserve"> </w:t>
            </w:r>
            <w:r w:rsidRPr="00BA665B">
              <w:rPr>
                <w:rStyle w:val="Hyperlink"/>
                <w:rFonts w:hint="eastAsia"/>
                <w:rtl/>
              </w:rPr>
              <w:t>كُنتُمْ</w:t>
            </w:r>
            <w:r w:rsidRPr="00BA665B">
              <w:rPr>
                <w:rStyle w:val="Hyperlink"/>
                <w:rtl/>
              </w:rPr>
              <w:t xml:space="preserve"> </w:t>
            </w:r>
            <w:r w:rsidRPr="00BA665B">
              <w:rPr>
                <w:rStyle w:val="Hyperlink"/>
                <w:rFonts w:hint="eastAsia"/>
                <w:rtl/>
              </w:rPr>
              <w:t>صَدِقِينَ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Toc362088690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91"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Toc362088691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514B31" w:rsidRPr="00DE30EA" w:rsidRDefault="00514B31" w:rsidP="00DE30EA">
          <w:pPr>
            <w:pStyle w:val="TOC1"/>
            <w:rPr>
              <w:rFonts w:eastAsiaTheme="minorEastAsia"/>
              <w:sz w:val="22"/>
              <w:rtl/>
            </w:rPr>
          </w:pPr>
          <w:hyperlink w:anchor="_Toc362088692" w:history="1">
            <w:r w:rsidRPr="00DE30EA">
              <w:rPr>
                <w:rStyle w:val="Hyperlink"/>
                <w:color w:val="000000"/>
                <w:u w:val="none"/>
                <w:rtl/>
              </w:rPr>
              <w:t>(50)</w:t>
            </w:r>
            <w:r w:rsidRPr="00DE30EA">
              <w:rPr>
                <w:rStyle w:val="Hyperlink"/>
                <w:color w:val="000000"/>
                <w:u w:val="none"/>
                <w:rtl/>
              </w:rPr>
              <w:t xml:space="preserve"> </w:t>
            </w:r>
            <w:r w:rsidRPr="00DE30EA">
              <w:rPr>
                <w:rStyle w:val="Hyperlink"/>
                <w:rFonts w:hint="eastAsia"/>
                <w:color w:val="000000"/>
                <w:u w:val="none"/>
                <w:rtl/>
              </w:rPr>
              <w:t>فَإِن</w:t>
            </w:r>
            <w:r w:rsidRPr="00DE30EA">
              <w:rPr>
                <w:rStyle w:val="Hyperlink"/>
                <w:color w:val="000000"/>
                <w:u w:val="none"/>
                <w:rtl/>
              </w:rPr>
              <w:t xml:space="preserve"> </w:t>
            </w:r>
            <w:r w:rsidRPr="00DE30EA">
              <w:rPr>
                <w:rStyle w:val="Hyperlink"/>
                <w:rFonts w:hint="eastAsia"/>
                <w:color w:val="000000"/>
                <w:u w:val="none"/>
                <w:rtl/>
              </w:rPr>
              <w:t>لَّمْ</w:t>
            </w:r>
            <w:r w:rsidRPr="00DE30EA">
              <w:rPr>
                <w:rStyle w:val="Hyperlink"/>
                <w:color w:val="000000"/>
                <w:u w:val="none"/>
                <w:rtl/>
              </w:rPr>
              <w:t xml:space="preserve"> </w:t>
            </w:r>
            <w:r w:rsidRPr="00DE30EA">
              <w:rPr>
                <w:rStyle w:val="Hyperlink"/>
                <w:rFonts w:hint="eastAsia"/>
                <w:color w:val="000000"/>
                <w:u w:val="none"/>
                <w:rtl/>
              </w:rPr>
              <w:t>يَسْتَجِيبُواْ</w:t>
            </w:r>
            <w:r w:rsidRPr="00DE30EA">
              <w:rPr>
                <w:rStyle w:val="Hyperlink"/>
                <w:color w:val="000000"/>
                <w:u w:val="none"/>
                <w:rtl/>
              </w:rPr>
              <w:t xml:space="preserve"> </w:t>
            </w:r>
            <w:r w:rsidRPr="00DE30EA">
              <w:rPr>
                <w:rStyle w:val="Hyperlink"/>
                <w:rFonts w:hint="eastAsia"/>
                <w:color w:val="000000"/>
                <w:u w:val="none"/>
                <w:rtl/>
              </w:rPr>
              <w:t>لَكَ</w:t>
            </w:r>
            <w:r w:rsidRPr="00DE30EA">
              <w:rPr>
                <w:rStyle w:val="Hyperlink"/>
                <w:color w:val="000000"/>
                <w:u w:val="none"/>
                <w:rtl/>
              </w:rPr>
              <w:t xml:space="preserve"> </w:t>
            </w:r>
            <w:r w:rsidRPr="00DE30EA">
              <w:rPr>
                <w:rStyle w:val="Hyperlink"/>
                <w:rFonts w:hint="eastAsia"/>
                <w:color w:val="000000"/>
                <w:u w:val="none"/>
                <w:rtl/>
              </w:rPr>
              <w:t>فَاعْلَمْ</w:t>
            </w:r>
            <w:r w:rsidRPr="00DE30EA">
              <w:rPr>
                <w:rStyle w:val="Hyperlink"/>
                <w:color w:val="000000"/>
                <w:u w:val="none"/>
                <w:rtl/>
              </w:rPr>
              <w:t xml:space="preserve"> </w:t>
            </w:r>
            <w:r w:rsidRPr="00DE30EA">
              <w:rPr>
                <w:rStyle w:val="Hyperlink"/>
                <w:rFonts w:hint="eastAsia"/>
                <w:color w:val="000000"/>
                <w:u w:val="none"/>
                <w:rtl/>
              </w:rPr>
              <w:t>اءَنَّمَا</w:t>
            </w:r>
            <w:r w:rsidRPr="00DE30EA">
              <w:rPr>
                <w:rStyle w:val="Hyperlink"/>
                <w:color w:val="000000"/>
                <w:u w:val="none"/>
                <w:rtl/>
              </w:rPr>
              <w:t xml:space="preserve"> </w:t>
            </w:r>
            <w:r w:rsidRPr="00DE30EA">
              <w:rPr>
                <w:rStyle w:val="Hyperlink"/>
                <w:rFonts w:hint="eastAsia"/>
                <w:color w:val="000000"/>
                <w:u w:val="none"/>
                <w:rtl/>
              </w:rPr>
              <w:t>يَتَّبِعُونَ</w:t>
            </w:r>
            <w:r w:rsidRPr="00DE30EA">
              <w:rPr>
                <w:rStyle w:val="Hyperlink"/>
                <w:color w:val="000000"/>
                <w:u w:val="none"/>
                <w:rtl/>
              </w:rPr>
              <w:t xml:space="preserve"> </w:t>
            </w:r>
            <w:r w:rsidRPr="00DE30EA">
              <w:rPr>
                <w:rStyle w:val="Hyperlink"/>
                <w:rFonts w:hint="eastAsia"/>
                <w:color w:val="000000"/>
                <w:u w:val="none"/>
                <w:rtl/>
              </w:rPr>
              <w:t>اءَهْوَآءَهُمْ</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اءَضَلُّ</w:t>
            </w:r>
            <w:r w:rsidRPr="00DE30EA">
              <w:rPr>
                <w:rStyle w:val="Hyperlink"/>
                <w:color w:val="000000"/>
                <w:u w:val="none"/>
                <w:rtl/>
              </w:rPr>
              <w:t xml:space="preserve"> </w:t>
            </w:r>
            <w:r w:rsidRPr="00DE30EA">
              <w:rPr>
                <w:rStyle w:val="Hyperlink"/>
                <w:rFonts w:hint="eastAsia"/>
                <w:color w:val="000000"/>
                <w:u w:val="none"/>
                <w:rtl/>
              </w:rPr>
              <w:t>مِمَّن</w:t>
            </w:r>
            <w:r w:rsidRPr="00DE30EA">
              <w:rPr>
                <w:rStyle w:val="Hyperlink"/>
                <w:color w:val="000000"/>
                <w:u w:val="none"/>
                <w:rtl/>
              </w:rPr>
              <w:t xml:space="preserve"> </w:t>
            </w:r>
            <w:r w:rsidRPr="00DE30EA">
              <w:rPr>
                <w:rStyle w:val="Hyperlink"/>
                <w:rFonts w:hint="eastAsia"/>
                <w:color w:val="000000"/>
                <w:u w:val="none"/>
                <w:rtl/>
              </w:rPr>
              <w:t>اتَّبَعَ</w:t>
            </w:r>
            <w:r w:rsidRPr="00DE30EA">
              <w:rPr>
                <w:rStyle w:val="Hyperlink"/>
                <w:color w:val="000000"/>
                <w:u w:val="none"/>
                <w:rtl/>
              </w:rPr>
              <w:t xml:space="preserve"> </w:t>
            </w:r>
            <w:r w:rsidRPr="00DE30EA">
              <w:rPr>
                <w:rStyle w:val="Hyperlink"/>
                <w:rFonts w:hint="eastAsia"/>
                <w:color w:val="000000"/>
                <w:u w:val="none"/>
                <w:rtl/>
              </w:rPr>
              <w:t>هَوَيَهُ</w:t>
            </w:r>
            <w:r w:rsidRPr="00DE30EA">
              <w:rPr>
                <w:rStyle w:val="Hyperlink"/>
                <w:color w:val="000000"/>
                <w:u w:val="none"/>
                <w:rtl/>
              </w:rPr>
              <w:t xml:space="preserve"> </w:t>
            </w:r>
            <w:r w:rsidRPr="00DE30EA">
              <w:rPr>
                <w:rStyle w:val="Hyperlink"/>
                <w:rFonts w:hint="eastAsia"/>
                <w:color w:val="000000"/>
                <w:u w:val="none"/>
                <w:rtl/>
              </w:rPr>
              <w:t>بِغَيْرِ</w:t>
            </w:r>
            <w:r w:rsidRPr="00DE30EA">
              <w:rPr>
                <w:rStyle w:val="Hyperlink"/>
                <w:color w:val="000000"/>
                <w:u w:val="none"/>
                <w:rtl/>
              </w:rPr>
              <w:t xml:space="preserve"> </w:t>
            </w:r>
            <w:r w:rsidRPr="00DE30EA">
              <w:rPr>
                <w:rStyle w:val="Hyperlink"/>
                <w:rFonts w:hint="eastAsia"/>
                <w:color w:val="000000"/>
                <w:u w:val="none"/>
                <w:rtl/>
              </w:rPr>
              <w:t>هُدىً</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لاَ</w:t>
            </w:r>
            <w:r w:rsidRPr="00DE30EA">
              <w:rPr>
                <w:rStyle w:val="Hyperlink"/>
                <w:color w:val="000000"/>
                <w:u w:val="none"/>
                <w:rtl/>
              </w:rPr>
              <w:t xml:space="preserve"> </w:t>
            </w:r>
            <w:r w:rsidRPr="00DE30EA">
              <w:rPr>
                <w:rStyle w:val="Hyperlink"/>
                <w:rFonts w:hint="eastAsia"/>
                <w:color w:val="000000"/>
                <w:u w:val="none"/>
                <w:rtl/>
              </w:rPr>
              <w:t>يَهْدِى</w:t>
            </w:r>
            <w:r w:rsidRPr="00DE30EA">
              <w:rPr>
                <w:rStyle w:val="Hyperlink"/>
                <w:color w:val="000000"/>
                <w:u w:val="none"/>
                <w:rtl/>
              </w:rPr>
              <w:t xml:space="preserve"> </w:t>
            </w:r>
            <w:r w:rsidRPr="00DE30EA">
              <w:rPr>
                <w:rStyle w:val="Hyperlink"/>
                <w:rFonts w:hint="eastAsia"/>
                <w:color w:val="000000"/>
                <w:u w:val="none"/>
                <w:rtl/>
              </w:rPr>
              <w:t>الْقَوْمَ</w:t>
            </w:r>
            <w:r w:rsidRPr="00DE30EA">
              <w:rPr>
                <w:rStyle w:val="Hyperlink"/>
                <w:color w:val="000000"/>
                <w:u w:val="none"/>
                <w:rtl/>
              </w:rPr>
              <w:t xml:space="preserve"> </w:t>
            </w:r>
            <w:r w:rsidRPr="00DE30EA">
              <w:rPr>
                <w:rStyle w:val="Hyperlink"/>
                <w:rFonts w:hint="eastAsia"/>
                <w:color w:val="000000"/>
                <w:u w:val="none"/>
                <w:rtl/>
              </w:rPr>
              <w:t>الظَّلِمِينَ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Toc362088692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77</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93"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Toc362088693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94"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Toc362088694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95" w:history="1">
            <w:r w:rsidRPr="00BA665B">
              <w:rPr>
                <w:rStyle w:val="Hyperlink"/>
                <w:rtl/>
              </w:rPr>
              <w:t>(51)</w:t>
            </w:r>
            <w:r w:rsidRPr="00BA665B">
              <w:rPr>
                <w:rStyle w:val="Hyperlink"/>
                <w:rtl/>
              </w:rPr>
              <w:t xml:space="preserve"> </w:t>
            </w:r>
            <w:r w:rsidRPr="00BA665B">
              <w:rPr>
                <w:rStyle w:val="Hyperlink"/>
                <w:rFonts w:hint="eastAsia"/>
                <w:rtl/>
              </w:rPr>
              <w:t>وَلَقَدْ</w:t>
            </w:r>
            <w:r w:rsidRPr="00BA665B">
              <w:rPr>
                <w:rStyle w:val="Hyperlink"/>
                <w:rtl/>
              </w:rPr>
              <w:t xml:space="preserve"> </w:t>
            </w:r>
            <w:r w:rsidRPr="00BA665B">
              <w:rPr>
                <w:rStyle w:val="Hyperlink"/>
                <w:rFonts w:hint="eastAsia"/>
                <w:rtl/>
              </w:rPr>
              <w:t>وَصَّلْنَا</w:t>
            </w:r>
            <w:r w:rsidRPr="00BA665B">
              <w:rPr>
                <w:rStyle w:val="Hyperlink"/>
                <w:rtl/>
              </w:rPr>
              <w:t xml:space="preserve"> </w:t>
            </w:r>
            <w:r w:rsidRPr="00BA665B">
              <w:rPr>
                <w:rStyle w:val="Hyperlink"/>
                <w:rFonts w:hint="eastAsia"/>
                <w:rtl/>
              </w:rPr>
              <w:t>لَهُمُ</w:t>
            </w:r>
            <w:r w:rsidRPr="00BA665B">
              <w:rPr>
                <w:rStyle w:val="Hyperlink"/>
                <w:rtl/>
              </w:rPr>
              <w:t xml:space="preserve"> </w:t>
            </w:r>
            <w:r w:rsidRPr="00BA665B">
              <w:rPr>
                <w:rStyle w:val="Hyperlink"/>
                <w:rFonts w:hint="eastAsia"/>
                <w:rtl/>
              </w:rPr>
              <w:t>الْقَوْلَ</w:t>
            </w:r>
            <w:r w:rsidRPr="00BA665B">
              <w:rPr>
                <w:rStyle w:val="Hyperlink"/>
                <w:rtl/>
              </w:rPr>
              <w:t xml:space="preserve"> </w:t>
            </w:r>
            <w:r w:rsidRPr="00BA665B">
              <w:rPr>
                <w:rStyle w:val="Hyperlink"/>
                <w:rFonts w:hint="eastAsia"/>
                <w:rtl/>
              </w:rPr>
              <w:t>لَعَلَّهُمْ</w:t>
            </w:r>
            <w:r w:rsidRPr="00BA665B">
              <w:rPr>
                <w:rStyle w:val="Hyperlink"/>
                <w:rtl/>
              </w:rPr>
              <w:t xml:space="preserve"> </w:t>
            </w:r>
            <w:r w:rsidRPr="00BA665B">
              <w:rPr>
                <w:rStyle w:val="Hyperlink"/>
                <w:rFonts w:hint="eastAsia"/>
                <w:rtl/>
              </w:rPr>
              <w:t>يَتَذَكَّرُونَ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Toc362088695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96" w:history="1">
            <w:r w:rsidRPr="00BA665B">
              <w:rPr>
                <w:rStyle w:val="Hyperlink"/>
                <w:rtl/>
              </w:rPr>
              <w:t>(52)</w:t>
            </w:r>
            <w:r w:rsidRPr="00BA665B">
              <w:rPr>
                <w:rStyle w:val="Hyperlink"/>
                <w:rtl/>
              </w:rPr>
              <w:t xml:space="preserve"> </w:t>
            </w:r>
            <w:r w:rsidRPr="00BA665B">
              <w:rPr>
                <w:rStyle w:val="Hyperlink"/>
                <w:rFonts w:hint="eastAsia"/>
                <w:rtl/>
              </w:rPr>
              <w:t>اءلَّذِينَ</w:t>
            </w:r>
            <w:r w:rsidRPr="00BA665B">
              <w:rPr>
                <w:rStyle w:val="Hyperlink"/>
                <w:rtl/>
              </w:rPr>
              <w:t xml:space="preserve"> </w:t>
            </w:r>
            <w:r w:rsidRPr="00BA665B">
              <w:rPr>
                <w:rStyle w:val="Hyperlink"/>
                <w:rFonts w:hint="eastAsia"/>
                <w:rtl/>
              </w:rPr>
              <w:t>ءَاتَيْنَهُمُ</w:t>
            </w:r>
            <w:r w:rsidRPr="00BA665B">
              <w:rPr>
                <w:rStyle w:val="Hyperlink"/>
                <w:rtl/>
              </w:rPr>
              <w:t xml:space="preserve"> </w:t>
            </w:r>
            <w:r w:rsidRPr="00BA665B">
              <w:rPr>
                <w:rStyle w:val="Hyperlink"/>
                <w:rFonts w:hint="eastAsia"/>
                <w:rtl/>
              </w:rPr>
              <w:t>الْكِتَبَ</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قَبْلِهِ</w:t>
            </w:r>
            <w:r w:rsidRPr="00BA665B">
              <w:rPr>
                <w:rStyle w:val="Hyperlink"/>
                <w:rtl/>
              </w:rPr>
              <w:t xml:space="preserve"> </w:t>
            </w:r>
            <w:r w:rsidRPr="00BA665B">
              <w:rPr>
                <w:rStyle w:val="Hyperlink"/>
                <w:rFonts w:hint="eastAsia"/>
                <w:rtl/>
              </w:rPr>
              <w:t>هُم</w:t>
            </w:r>
            <w:r w:rsidRPr="00BA665B">
              <w:rPr>
                <w:rStyle w:val="Hyperlink"/>
                <w:rtl/>
              </w:rPr>
              <w:t xml:space="preserve"> </w:t>
            </w:r>
            <w:r w:rsidRPr="00BA665B">
              <w:rPr>
                <w:rStyle w:val="Hyperlink"/>
                <w:rFonts w:hint="eastAsia"/>
                <w:rtl/>
              </w:rPr>
              <w:t>بِهِ</w:t>
            </w:r>
            <w:r w:rsidRPr="00BA665B">
              <w:rPr>
                <w:rStyle w:val="Hyperlink"/>
                <w:rtl/>
              </w:rPr>
              <w:t xml:space="preserve"> </w:t>
            </w:r>
            <w:r w:rsidRPr="00BA665B">
              <w:rPr>
                <w:rStyle w:val="Hyperlink"/>
                <w:rFonts w:hint="eastAsia"/>
                <w:rtl/>
              </w:rPr>
              <w:t>يُؤْمِنُونَ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Toc362088696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97"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Toc362088697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698"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Toc362088698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699" w:history="1">
            <w:r w:rsidRPr="00BA665B">
              <w:rPr>
                <w:rStyle w:val="Hyperlink"/>
                <w:rtl/>
              </w:rPr>
              <w:t>(53)</w:t>
            </w:r>
            <w:r w:rsidRPr="00BA665B">
              <w:rPr>
                <w:rStyle w:val="Hyperlink"/>
                <w:rtl/>
              </w:rPr>
              <w:t xml:space="preserve"> </w:t>
            </w:r>
            <w:r w:rsidRPr="00BA665B">
              <w:rPr>
                <w:rStyle w:val="Hyperlink"/>
                <w:rFonts w:hint="eastAsia"/>
                <w:rtl/>
              </w:rPr>
              <w:t>وَإِذَا</w:t>
            </w:r>
            <w:r w:rsidRPr="00BA665B">
              <w:rPr>
                <w:rStyle w:val="Hyperlink"/>
                <w:rtl/>
              </w:rPr>
              <w:t xml:space="preserve"> </w:t>
            </w:r>
            <w:r w:rsidRPr="00BA665B">
              <w:rPr>
                <w:rStyle w:val="Hyperlink"/>
                <w:rFonts w:hint="eastAsia"/>
                <w:rtl/>
              </w:rPr>
              <w:t>يُتْلَى</w:t>
            </w:r>
            <w:r w:rsidRPr="00BA665B">
              <w:rPr>
                <w:rStyle w:val="Hyperlink"/>
                <w:rtl/>
              </w:rPr>
              <w:t xml:space="preserve"> </w:t>
            </w:r>
            <w:r w:rsidRPr="00BA665B">
              <w:rPr>
                <w:rStyle w:val="Hyperlink"/>
                <w:rFonts w:hint="eastAsia"/>
                <w:rtl/>
              </w:rPr>
              <w:t>عَلَيْهِمْ</w:t>
            </w:r>
            <w:r w:rsidRPr="00BA665B">
              <w:rPr>
                <w:rStyle w:val="Hyperlink"/>
                <w:rtl/>
              </w:rPr>
              <w:t xml:space="preserve"> </w:t>
            </w:r>
            <w:r w:rsidRPr="00BA665B">
              <w:rPr>
                <w:rStyle w:val="Hyperlink"/>
                <w:rFonts w:hint="eastAsia"/>
                <w:rtl/>
              </w:rPr>
              <w:t>قَالُوَّاْ</w:t>
            </w:r>
            <w:r w:rsidRPr="00BA665B">
              <w:rPr>
                <w:rStyle w:val="Hyperlink"/>
                <w:rtl/>
              </w:rPr>
              <w:t xml:space="preserve"> </w:t>
            </w:r>
            <w:r w:rsidRPr="00BA665B">
              <w:rPr>
                <w:rStyle w:val="Hyperlink"/>
                <w:rFonts w:hint="eastAsia"/>
                <w:rtl/>
              </w:rPr>
              <w:t>ءَامَنَّا</w:t>
            </w:r>
            <w:r w:rsidRPr="00BA665B">
              <w:rPr>
                <w:rStyle w:val="Hyperlink"/>
                <w:rtl/>
              </w:rPr>
              <w:t xml:space="preserve"> </w:t>
            </w:r>
            <w:r w:rsidRPr="00BA665B">
              <w:rPr>
                <w:rStyle w:val="Hyperlink"/>
                <w:rFonts w:hint="eastAsia"/>
                <w:rtl/>
              </w:rPr>
              <w:t>بِهِ</w:t>
            </w:r>
            <w:r w:rsidRPr="00BA665B">
              <w:rPr>
                <w:rStyle w:val="Hyperlink"/>
                <w:rtl/>
              </w:rPr>
              <w:t xml:space="preserve"> </w:t>
            </w:r>
            <w:r w:rsidRPr="00BA665B">
              <w:rPr>
                <w:rStyle w:val="Hyperlink"/>
                <w:rFonts w:hint="eastAsia"/>
                <w:rtl/>
              </w:rPr>
              <w:t>إِنَّهُ</w:t>
            </w:r>
            <w:r w:rsidRPr="00BA665B">
              <w:rPr>
                <w:rStyle w:val="Hyperlink"/>
                <w:rtl/>
              </w:rPr>
              <w:t xml:space="preserve"> </w:t>
            </w:r>
            <w:r w:rsidRPr="00BA665B">
              <w:rPr>
                <w:rStyle w:val="Hyperlink"/>
                <w:rFonts w:hint="eastAsia"/>
                <w:rtl/>
              </w:rPr>
              <w:t>الْحَقُّ</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رَّبِّنَآ</w:t>
            </w:r>
            <w:r w:rsidRPr="00BA665B">
              <w:rPr>
                <w:rStyle w:val="Hyperlink"/>
                <w:rtl/>
              </w:rPr>
              <w:t xml:space="preserve"> </w:t>
            </w:r>
            <w:r w:rsidRPr="00BA665B">
              <w:rPr>
                <w:rStyle w:val="Hyperlink"/>
                <w:rFonts w:hint="eastAsia"/>
                <w:rtl/>
              </w:rPr>
              <w:t>إِنَّا</w:t>
            </w:r>
            <w:r w:rsidRPr="00BA665B">
              <w:rPr>
                <w:rStyle w:val="Hyperlink"/>
                <w:rtl/>
              </w:rPr>
              <w:t xml:space="preserve"> </w:t>
            </w:r>
            <w:r w:rsidRPr="00BA665B">
              <w:rPr>
                <w:rStyle w:val="Hyperlink"/>
                <w:rFonts w:hint="eastAsia"/>
                <w:rtl/>
              </w:rPr>
              <w:t>كُنَّا</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قَبْلِهِ</w:t>
            </w:r>
            <w:r w:rsidRPr="00BA665B">
              <w:rPr>
                <w:rStyle w:val="Hyperlink"/>
                <w:rtl/>
              </w:rPr>
              <w:t xml:space="preserve"> </w:t>
            </w:r>
            <w:r w:rsidRPr="00BA665B">
              <w:rPr>
                <w:rStyle w:val="Hyperlink"/>
                <w:rFonts w:hint="eastAsia"/>
                <w:rtl/>
              </w:rPr>
              <w:t>مُسْلِمِينَ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Toc362088699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514B31" w:rsidRPr="00DE30EA" w:rsidRDefault="00514B31" w:rsidP="00DE30EA">
          <w:pPr>
            <w:pStyle w:val="TOC1"/>
            <w:rPr>
              <w:rFonts w:eastAsiaTheme="minorEastAsia"/>
              <w:sz w:val="22"/>
              <w:rtl/>
            </w:rPr>
          </w:pPr>
          <w:hyperlink w:anchor="_Toc362088700" w:history="1">
            <w:r w:rsidRPr="00DE30EA">
              <w:rPr>
                <w:rStyle w:val="Hyperlink"/>
                <w:color w:val="000000"/>
                <w:u w:val="none"/>
                <w:rtl/>
              </w:rPr>
              <w:t>(54)</w:t>
            </w:r>
            <w:r w:rsidRPr="00DE30EA">
              <w:rPr>
                <w:rStyle w:val="Hyperlink"/>
                <w:color w:val="000000"/>
                <w:u w:val="none"/>
                <w:rtl/>
              </w:rPr>
              <w:t xml:space="preserve"> </w:t>
            </w:r>
            <w:r w:rsidRPr="00DE30EA">
              <w:rPr>
                <w:rStyle w:val="Hyperlink"/>
                <w:rFonts w:hint="eastAsia"/>
                <w:color w:val="000000"/>
                <w:u w:val="none"/>
                <w:rtl/>
              </w:rPr>
              <w:t>اءُوْلََّئِكَ</w:t>
            </w:r>
            <w:r w:rsidRPr="00DE30EA">
              <w:rPr>
                <w:rStyle w:val="Hyperlink"/>
                <w:color w:val="000000"/>
                <w:u w:val="none"/>
                <w:rtl/>
              </w:rPr>
              <w:t xml:space="preserve"> </w:t>
            </w:r>
            <w:r w:rsidRPr="00DE30EA">
              <w:rPr>
                <w:rStyle w:val="Hyperlink"/>
                <w:rFonts w:hint="eastAsia"/>
                <w:color w:val="000000"/>
                <w:u w:val="none"/>
                <w:rtl/>
              </w:rPr>
              <w:t>يُؤْتَوْنَ</w:t>
            </w:r>
            <w:r w:rsidRPr="00DE30EA">
              <w:rPr>
                <w:rStyle w:val="Hyperlink"/>
                <w:color w:val="000000"/>
                <w:u w:val="none"/>
                <w:rtl/>
              </w:rPr>
              <w:t xml:space="preserve"> </w:t>
            </w:r>
            <w:r w:rsidRPr="00DE30EA">
              <w:rPr>
                <w:rStyle w:val="Hyperlink"/>
                <w:rFonts w:hint="eastAsia"/>
                <w:color w:val="000000"/>
                <w:u w:val="none"/>
                <w:rtl/>
              </w:rPr>
              <w:t>اءَجْرَهُم</w:t>
            </w:r>
            <w:r w:rsidRPr="00DE30EA">
              <w:rPr>
                <w:rStyle w:val="Hyperlink"/>
                <w:color w:val="000000"/>
                <w:u w:val="none"/>
                <w:rtl/>
              </w:rPr>
              <w:t xml:space="preserve"> </w:t>
            </w:r>
            <w:r w:rsidRPr="00DE30EA">
              <w:rPr>
                <w:rStyle w:val="Hyperlink"/>
                <w:rFonts w:hint="eastAsia"/>
                <w:color w:val="000000"/>
                <w:u w:val="none"/>
                <w:rtl/>
              </w:rPr>
              <w:t>مَّرَّتَيْنِ</w:t>
            </w:r>
            <w:r w:rsidRPr="00DE30EA">
              <w:rPr>
                <w:rStyle w:val="Hyperlink"/>
                <w:color w:val="000000"/>
                <w:u w:val="none"/>
                <w:rtl/>
              </w:rPr>
              <w:t xml:space="preserve"> </w:t>
            </w:r>
            <w:r w:rsidRPr="00DE30EA">
              <w:rPr>
                <w:rStyle w:val="Hyperlink"/>
                <w:rFonts w:hint="eastAsia"/>
                <w:color w:val="000000"/>
                <w:u w:val="none"/>
                <w:rtl/>
              </w:rPr>
              <w:t>بِمَا</w:t>
            </w:r>
            <w:r w:rsidRPr="00DE30EA">
              <w:rPr>
                <w:rStyle w:val="Hyperlink"/>
                <w:color w:val="000000"/>
                <w:u w:val="none"/>
                <w:rtl/>
              </w:rPr>
              <w:t xml:space="preserve"> </w:t>
            </w:r>
            <w:r w:rsidRPr="00DE30EA">
              <w:rPr>
                <w:rStyle w:val="Hyperlink"/>
                <w:rFonts w:hint="eastAsia"/>
                <w:color w:val="000000"/>
                <w:u w:val="none"/>
                <w:rtl/>
              </w:rPr>
              <w:t>صَبَرُواْ</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يَدْرَءُونَ</w:t>
            </w:r>
            <w:r w:rsidRPr="00DE30EA">
              <w:rPr>
                <w:rStyle w:val="Hyperlink"/>
                <w:color w:val="000000"/>
                <w:u w:val="none"/>
                <w:rtl/>
              </w:rPr>
              <w:t xml:space="preserve"> </w:t>
            </w:r>
            <w:r w:rsidRPr="00DE30EA">
              <w:rPr>
                <w:rStyle w:val="Hyperlink"/>
                <w:rFonts w:hint="eastAsia"/>
                <w:color w:val="000000"/>
                <w:u w:val="none"/>
                <w:rtl/>
              </w:rPr>
              <w:t>بِالْحَسَنَةِالسَّيِّئَةَ</w:t>
            </w:r>
            <w:r w:rsidRPr="00DE30EA">
              <w:rPr>
                <w:rStyle w:val="Hyperlink"/>
                <w:color w:val="000000"/>
                <w:u w:val="none"/>
                <w:rtl/>
              </w:rPr>
              <w:t xml:space="preserve"> </w:t>
            </w:r>
            <w:r w:rsidRPr="00DE30EA">
              <w:rPr>
                <w:rStyle w:val="Hyperlink"/>
                <w:rFonts w:hint="eastAsia"/>
                <w:color w:val="000000"/>
                <w:u w:val="none"/>
                <w:rtl/>
              </w:rPr>
              <w:t>وَمِمَّارَزَقْنَهُمْ</w:t>
            </w:r>
            <w:r w:rsidRPr="00DE30EA">
              <w:rPr>
                <w:rStyle w:val="Hyperlink"/>
                <w:color w:val="000000"/>
                <w:u w:val="none"/>
                <w:rtl/>
              </w:rPr>
              <w:t xml:space="preserve"> </w:t>
            </w:r>
            <w:r w:rsidRPr="00DE30EA">
              <w:rPr>
                <w:rStyle w:val="Hyperlink"/>
                <w:rFonts w:hint="eastAsia"/>
                <w:color w:val="000000"/>
                <w:u w:val="none"/>
                <w:rtl/>
              </w:rPr>
              <w:t>يُنفِقُونَ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Toc362088700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81</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01"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Toc362088701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514B31" w:rsidRPr="00DE30EA" w:rsidRDefault="00514B31" w:rsidP="00DE30EA">
          <w:pPr>
            <w:pStyle w:val="TOC1"/>
            <w:rPr>
              <w:rFonts w:eastAsiaTheme="minorEastAsia"/>
              <w:sz w:val="22"/>
              <w:rtl/>
            </w:rPr>
          </w:pPr>
          <w:hyperlink w:anchor="_Toc362088702" w:history="1">
            <w:r w:rsidRPr="00DE30EA">
              <w:rPr>
                <w:rStyle w:val="Hyperlink"/>
                <w:color w:val="000000"/>
                <w:u w:val="none"/>
                <w:rtl/>
              </w:rPr>
              <w:t>(55)</w:t>
            </w:r>
            <w:r w:rsidRPr="00DE30EA">
              <w:rPr>
                <w:rStyle w:val="Hyperlink"/>
                <w:color w:val="000000"/>
                <w:u w:val="none"/>
                <w:rtl/>
              </w:rPr>
              <w:t xml:space="preserve"> </w:t>
            </w:r>
            <w:r w:rsidRPr="00DE30EA">
              <w:rPr>
                <w:rStyle w:val="Hyperlink"/>
                <w:rFonts w:hint="eastAsia"/>
                <w:color w:val="000000"/>
                <w:u w:val="none"/>
                <w:rtl/>
              </w:rPr>
              <w:t>وَإِذَاسَمِعُواْ</w:t>
            </w:r>
            <w:r w:rsidRPr="00DE30EA">
              <w:rPr>
                <w:rStyle w:val="Hyperlink"/>
                <w:color w:val="000000"/>
                <w:u w:val="none"/>
                <w:rtl/>
              </w:rPr>
              <w:t xml:space="preserve"> </w:t>
            </w:r>
            <w:r w:rsidRPr="00DE30EA">
              <w:rPr>
                <w:rStyle w:val="Hyperlink"/>
                <w:rFonts w:hint="eastAsia"/>
                <w:color w:val="000000"/>
                <w:u w:val="none"/>
                <w:rtl/>
              </w:rPr>
              <w:t>اللَّغْوَ</w:t>
            </w:r>
            <w:r w:rsidRPr="00DE30EA">
              <w:rPr>
                <w:rStyle w:val="Hyperlink"/>
                <w:color w:val="000000"/>
                <w:u w:val="none"/>
                <w:rtl/>
              </w:rPr>
              <w:t xml:space="preserve"> </w:t>
            </w:r>
            <w:r w:rsidRPr="00DE30EA">
              <w:rPr>
                <w:rStyle w:val="Hyperlink"/>
                <w:rFonts w:hint="eastAsia"/>
                <w:color w:val="000000"/>
                <w:u w:val="none"/>
                <w:rtl/>
              </w:rPr>
              <w:t>اءَعْرَضُواْ</w:t>
            </w:r>
            <w:r w:rsidRPr="00DE30EA">
              <w:rPr>
                <w:rStyle w:val="Hyperlink"/>
                <w:color w:val="000000"/>
                <w:u w:val="none"/>
                <w:rtl/>
              </w:rPr>
              <w:t xml:space="preserve"> </w:t>
            </w:r>
            <w:r w:rsidRPr="00DE30EA">
              <w:rPr>
                <w:rStyle w:val="Hyperlink"/>
                <w:rFonts w:hint="eastAsia"/>
                <w:color w:val="000000"/>
                <w:u w:val="none"/>
                <w:rtl/>
              </w:rPr>
              <w:t>عَنْهُ</w:t>
            </w:r>
            <w:r w:rsidRPr="00DE30EA">
              <w:rPr>
                <w:rStyle w:val="Hyperlink"/>
                <w:color w:val="000000"/>
                <w:u w:val="none"/>
                <w:rtl/>
              </w:rPr>
              <w:t xml:space="preserve"> </w:t>
            </w:r>
            <w:r w:rsidRPr="00DE30EA">
              <w:rPr>
                <w:rStyle w:val="Hyperlink"/>
                <w:rFonts w:hint="eastAsia"/>
                <w:color w:val="000000"/>
                <w:u w:val="none"/>
                <w:rtl/>
              </w:rPr>
              <w:t>وَقَالُواْ</w:t>
            </w:r>
            <w:r w:rsidRPr="00DE30EA">
              <w:rPr>
                <w:rStyle w:val="Hyperlink"/>
                <w:color w:val="000000"/>
                <w:u w:val="none"/>
                <w:rtl/>
              </w:rPr>
              <w:t xml:space="preserve"> </w:t>
            </w:r>
            <w:r w:rsidRPr="00DE30EA">
              <w:rPr>
                <w:rStyle w:val="Hyperlink"/>
                <w:rFonts w:hint="eastAsia"/>
                <w:color w:val="000000"/>
                <w:u w:val="none"/>
                <w:rtl/>
              </w:rPr>
              <w:t>لَنَآ</w:t>
            </w:r>
            <w:r w:rsidRPr="00DE30EA">
              <w:rPr>
                <w:rStyle w:val="Hyperlink"/>
                <w:color w:val="000000"/>
                <w:u w:val="none"/>
                <w:rtl/>
              </w:rPr>
              <w:t xml:space="preserve"> </w:t>
            </w:r>
            <w:r w:rsidRPr="00DE30EA">
              <w:rPr>
                <w:rStyle w:val="Hyperlink"/>
                <w:rFonts w:hint="eastAsia"/>
                <w:color w:val="000000"/>
                <w:u w:val="none"/>
                <w:rtl/>
              </w:rPr>
              <w:t>اءَعْمَلُنَا</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لَكُمْاءَعْمَلُكُمْ</w:t>
            </w:r>
            <w:r w:rsidRPr="00DE30EA">
              <w:rPr>
                <w:rStyle w:val="Hyperlink"/>
                <w:color w:val="000000"/>
                <w:u w:val="none"/>
                <w:rtl/>
              </w:rPr>
              <w:t xml:space="preserve"> </w:t>
            </w:r>
            <w:r w:rsidRPr="00DE30EA">
              <w:rPr>
                <w:rStyle w:val="Hyperlink"/>
                <w:rFonts w:hint="eastAsia"/>
                <w:color w:val="000000"/>
                <w:u w:val="none"/>
                <w:rtl/>
              </w:rPr>
              <w:t>سَلَمٌ</w:t>
            </w:r>
            <w:r w:rsidRPr="00DE30EA">
              <w:rPr>
                <w:rStyle w:val="Hyperlink"/>
                <w:color w:val="000000"/>
                <w:u w:val="none"/>
                <w:rtl/>
              </w:rPr>
              <w:t xml:space="preserve"> </w:t>
            </w:r>
            <w:r w:rsidRPr="00DE30EA">
              <w:rPr>
                <w:rStyle w:val="Hyperlink"/>
                <w:rFonts w:hint="eastAsia"/>
                <w:color w:val="000000"/>
                <w:u w:val="none"/>
                <w:rtl/>
              </w:rPr>
              <w:t>عَلَيْكُمْ</w:t>
            </w:r>
            <w:r w:rsidRPr="00DE30EA">
              <w:rPr>
                <w:rStyle w:val="Hyperlink"/>
                <w:color w:val="000000"/>
                <w:u w:val="none"/>
                <w:rtl/>
              </w:rPr>
              <w:t xml:space="preserve"> </w:t>
            </w:r>
            <w:r w:rsidRPr="00DE30EA">
              <w:rPr>
                <w:rStyle w:val="Hyperlink"/>
                <w:rFonts w:hint="eastAsia"/>
                <w:color w:val="000000"/>
                <w:u w:val="none"/>
                <w:rtl/>
              </w:rPr>
              <w:t>لاَنَبْتَغِى</w:t>
            </w:r>
            <w:r w:rsidRPr="00DE30EA">
              <w:rPr>
                <w:rStyle w:val="Hyperlink"/>
                <w:color w:val="000000"/>
                <w:u w:val="none"/>
                <w:rtl/>
              </w:rPr>
              <w:t xml:space="preserve"> </w:t>
            </w:r>
            <w:r w:rsidRPr="00DE30EA">
              <w:rPr>
                <w:rStyle w:val="Hyperlink"/>
                <w:rFonts w:hint="eastAsia"/>
                <w:color w:val="000000"/>
                <w:u w:val="none"/>
                <w:rtl/>
              </w:rPr>
              <w:t>الْجَهِلِينَ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Toc362088702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82</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03"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Toc362088703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04"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Toc362088704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514B31" w:rsidRPr="00DE30EA" w:rsidRDefault="00514B31" w:rsidP="00DE30EA">
          <w:pPr>
            <w:pStyle w:val="TOC1"/>
            <w:rPr>
              <w:rFonts w:eastAsiaTheme="minorEastAsia"/>
              <w:sz w:val="22"/>
              <w:rtl/>
            </w:rPr>
          </w:pPr>
          <w:hyperlink w:anchor="_Toc362088705" w:history="1">
            <w:r w:rsidRPr="00DE30EA">
              <w:rPr>
                <w:rStyle w:val="Hyperlink"/>
                <w:color w:val="000000"/>
                <w:u w:val="none"/>
                <w:rtl/>
              </w:rPr>
              <w:t>(56)</w:t>
            </w:r>
            <w:r w:rsidRPr="00DE30EA">
              <w:rPr>
                <w:rStyle w:val="Hyperlink"/>
                <w:color w:val="000000"/>
                <w:u w:val="none"/>
                <w:rtl/>
              </w:rPr>
              <w:t xml:space="preserve"> </w:t>
            </w:r>
            <w:r w:rsidRPr="00DE30EA">
              <w:rPr>
                <w:rStyle w:val="Hyperlink"/>
                <w:rFonts w:hint="eastAsia"/>
                <w:color w:val="000000"/>
                <w:u w:val="none"/>
                <w:rtl/>
              </w:rPr>
              <w:t>إِنَّكَ</w:t>
            </w:r>
            <w:r w:rsidRPr="00DE30EA">
              <w:rPr>
                <w:rStyle w:val="Hyperlink"/>
                <w:color w:val="000000"/>
                <w:u w:val="none"/>
                <w:rtl/>
              </w:rPr>
              <w:t xml:space="preserve"> </w:t>
            </w:r>
            <w:r w:rsidRPr="00DE30EA">
              <w:rPr>
                <w:rStyle w:val="Hyperlink"/>
                <w:rFonts w:hint="eastAsia"/>
                <w:color w:val="000000"/>
                <w:u w:val="none"/>
                <w:rtl/>
              </w:rPr>
              <w:t>لاَ</w:t>
            </w:r>
            <w:r w:rsidRPr="00DE30EA">
              <w:rPr>
                <w:rStyle w:val="Hyperlink"/>
                <w:color w:val="000000"/>
                <w:u w:val="none"/>
                <w:rtl/>
              </w:rPr>
              <w:t xml:space="preserve"> </w:t>
            </w:r>
            <w:r w:rsidRPr="00DE30EA">
              <w:rPr>
                <w:rStyle w:val="Hyperlink"/>
                <w:rFonts w:hint="eastAsia"/>
                <w:color w:val="000000"/>
                <w:u w:val="none"/>
                <w:rtl/>
              </w:rPr>
              <w:t>تَهْدِى</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اءَحْبَبْتَ</w:t>
            </w:r>
            <w:r w:rsidRPr="00DE30EA">
              <w:rPr>
                <w:rStyle w:val="Hyperlink"/>
                <w:color w:val="000000"/>
                <w:u w:val="none"/>
                <w:rtl/>
              </w:rPr>
              <w:t xml:space="preserve"> </w:t>
            </w:r>
            <w:r w:rsidRPr="00DE30EA">
              <w:rPr>
                <w:rStyle w:val="Hyperlink"/>
                <w:rFonts w:hint="eastAsia"/>
                <w:color w:val="000000"/>
                <w:u w:val="none"/>
                <w:rtl/>
              </w:rPr>
              <w:t>وَلَكِنَّ</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يَهْدِى</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يَشَآءُ</w:t>
            </w:r>
            <w:r w:rsidRPr="00DE30EA">
              <w:rPr>
                <w:rStyle w:val="Hyperlink"/>
                <w:color w:val="000000"/>
                <w:u w:val="none"/>
                <w:rtl/>
              </w:rPr>
              <w:t xml:space="preserve"> </w:t>
            </w:r>
            <w:r w:rsidRPr="00DE30EA">
              <w:rPr>
                <w:rStyle w:val="Hyperlink"/>
                <w:rFonts w:hint="eastAsia"/>
                <w:color w:val="000000"/>
                <w:u w:val="none"/>
                <w:rtl/>
              </w:rPr>
              <w:t>وَهُوَ</w:t>
            </w:r>
            <w:r w:rsidRPr="00DE30EA">
              <w:rPr>
                <w:rStyle w:val="Hyperlink"/>
                <w:color w:val="000000"/>
                <w:u w:val="none"/>
                <w:rtl/>
              </w:rPr>
              <w:t xml:space="preserve"> </w:t>
            </w:r>
            <w:r w:rsidRPr="00DE30EA">
              <w:rPr>
                <w:rStyle w:val="Hyperlink"/>
                <w:rFonts w:hint="eastAsia"/>
                <w:color w:val="000000"/>
                <w:u w:val="none"/>
                <w:rtl/>
              </w:rPr>
              <w:t>اءَعْلَمُ</w:t>
            </w:r>
            <w:r w:rsidRPr="00DE30EA">
              <w:rPr>
                <w:rStyle w:val="Hyperlink"/>
                <w:color w:val="000000"/>
                <w:u w:val="none"/>
                <w:rtl/>
              </w:rPr>
              <w:t xml:space="preserve"> </w:t>
            </w:r>
            <w:r w:rsidRPr="00DE30EA">
              <w:rPr>
                <w:rStyle w:val="Hyperlink"/>
                <w:rFonts w:hint="eastAsia"/>
                <w:color w:val="000000"/>
                <w:u w:val="none"/>
                <w:rtl/>
              </w:rPr>
              <w:t>بِالْمُهْتَدِينَ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Toc362088705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84</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06"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Toc362088706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07"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Toc362088707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14B31" w:rsidRPr="00DE30EA" w:rsidRDefault="00514B31" w:rsidP="00DE30EA">
          <w:pPr>
            <w:pStyle w:val="TOC1"/>
            <w:rPr>
              <w:rFonts w:eastAsiaTheme="minorEastAsia"/>
              <w:sz w:val="22"/>
              <w:rtl/>
            </w:rPr>
          </w:pPr>
          <w:hyperlink w:anchor="_Toc362088708" w:history="1">
            <w:r w:rsidRPr="00DE30EA">
              <w:rPr>
                <w:rStyle w:val="Hyperlink"/>
                <w:color w:val="000000"/>
                <w:u w:val="none"/>
                <w:rtl/>
              </w:rPr>
              <w:t>(57)</w:t>
            </w:r>
            <w:r w:rsidRPr="00DE30EA">
              <w:rPr>
                <w:rStyle w:val="Hyperlink"/>
                <w:color w:val="000000"/>
                <w:u w:val="none"/>
                <w:rtl/>
              </w:rPr>
              <w:t xml:space="preserve"> </w:t>
            </w:r>
            <w:r w:rsidRPr="00DE30EA">
              <w:rPr>
                <w:rStyle w:val="Hyperlink"/>
                <w:rFonts w:hint="eastAsia"/>
                <w:color w:val="000000"/>
                <w:u w:val="none"/>
                <w:rtl/>
              </w:rPr>
              <w:t>وَقَالُوَّاْ</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نَّتَّبِعِ</w:t>
            </w:r>
            <w:r w:rsidRPr="00DE30EA">
              <w:rPr>
                <w:rStyle w:val="Hyperlink"/>
                <w:color w:val="000000"/>
                <w:u w:val="none"/>
                <w:rtl/>
              </w:rPr>
              <w:t xml:space="preserve"> </w:t>
            </w:r>
            <w:r w:rsidRPr="00DE30EA">
              <w:rPr>
                <w:rStyle w:val="Hyperlink"/>
                <w:rFonts w:hint="eastAsia"/>
                <w:color w:val="000000"/>
                <w:u w:val="none"/>
                <w:rtl/>
              </w:rPr>
              <w:t>الْهُدَى</w:t>
            </w:r>
            <w:r w:rsidRPr="00DE30EA">
              <w:rPr>
                <w:rStyle w:val="Hyperlink"/>
                <w:color w:val="000000"/>
                <w:u w:val="none"/>
                <w:rtl/>
              </w:rPr>
              <w:t xml:space="preserve"> </w:t>
            </w:r>
            <w:r w:rsidRPr="00DE30EA">
              <w:rPr>
                <w:rStyle w:val="Hyperlink"/>
                <w:rFonts w:hint="eastAsia"/>
                <w:color w:val="000000"/>
                <w:u w:val="none"/>
                <w:rtl/>
              </w:rPr>
              <w:t>مَعَكَ</w:t>
            </w:r>
            <w:r w:rsidRPr="00DE30EA">
              <w:rPr>
                <w:rStyle w:val="Hyperlink"/>
                <w:color w:val="000000"/>
                <w:u w:val="none"/>
                <w:rtl/>
              </w:rPr>
              <w:t xml:space="preserve"> </w:t>
            </w:r>
            <w:r w:rsidRPr="00DE30EA">
              <w:rPr>
                <w:rStyle w:val="Hyperlink"/>
                <w:rFonts w:hint="eastAsia"/>
                <w:color w:val="000000"/>
                <w:u w:val="none"/>
                <w:rtl/>
              </w:rPr>
              <w:t>نُتَخَطَّفْ</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اءَرْضِنَآ</w:t>
            </w:r>
            <w:r w:rsidRPr="00DE30EA">
              <w:rPr>
                <w:rStyle w:val="Hyperlink"/>
                <w:color w:val="000000"/>
                <w:u w:val="none"/>
                <w:rtl/>
              </w:rPr>
              <w:t xml:space="preserve"> </w:t>
            </w:r>
            <w:r w:rsidRPr="00DE30EA">
              <w:rPr>
                <w:rStyle w:val="Hyperlink"/>
                <w:rFonts w:hint="eastAsia"/>
                <w:color w:val="000000"/>
                <w:u w:val="none"/>
                <w:rtl/>
              </w:rPr>
              <w:t>اءَوَلَمْ</w:t>
            </w:r>
            <w:r w:rsidRPr="00DE30EA">
              <w:rPr>
                <w:rStyle w:val="Hyperlink"/>
                <w:color w:val="000000"/>
                <w:u w:val="none"/>
                <w:rtl/>
              </w:rPr>
              <w:t xml:space="preserve"> </w:t>
            </w:r>
            <w:r w:rsidRPr="00DE30EA">
              <w:rPr>
                <w:rStyle w:val="Hyperlink"/>
                <w:rFonts w:hint="eastAsia"/>
                <w:color w:val="000000"/>
                <w:u w:val="none"/>
                <w:rtl/>
              </w:rPr>
              <w:t>نُمَكِّن</w:t>
            </w:r>
            <w:r w:rsidRPr="00DE30EA">
              <w:rPr>
                <w:rStyle w:val="Hyperlink"/>
                <w:color w:val="000000"/>
                <w:u w:val="none"/>
                <w:rtl/>
              </w:rPr>
              <w:t xml:space="preserve"> </w:t>
            </w:r>
            <w:r w:rsidRPr="00DE30EA">
              <w:rPr>
                <w:rStyle w:val="Hyperlink"/>
                <w:rFonts w:hint="eastAsia"/>
                <w:color w:val="000000"/>
                <w:u w:val="none"/>
                <w:rtl/>
              </w:rPr>
              <w:t>لَّهُمْ</w:t>
            </w:r>
            <w:r w:rsidRPr="00DE30EA">
              <w:rPr>
                <w:rStyle w:val="Hyperlink"/>
                <w:color w:val="000000"/>
                <w:u w:val="none"/>
                <w:rtl/>
              </w:rPr>
              <w:t xml:space="preserve"> </w:t>
            </w:r>
            <w:r w:rsidRPr="00DE30EA">
              <w:rPr>
                <w:rStyle w:val="Hyperlink"/>
                <w:rFonts w:hint="eastAsia"/>
                <w:color w:val="000000"/>
                <w:u w:val="none"/>
                <w:rtl/>
              </w:rPr>
              <w:t>حَرَماً</w:t>
            </w:r>
            <w:r w:rsidRPr="00DE30EA">
              <w:rPr>
                <w:rStyle w:val="Hyperlink"/>
                <w:color w:val="000000"/>
                <w:u w:val="none"/>
                <w:rtl/>
              </w:rPr>
              <w:t xml:space="preserve"> </w:t>
            </w:r>
            <w:r w:rsidRPr="00DE30EA">
              <w:rPr>
                <w:rStyle w:val="Hyperlink"/>
                <w:rFonts w:hint="eastAsia"/>
                <w:color w:val="000000"/>
                <w:u w:val="none"/>
                <w:rtl/>
              </w:rPr>
              <w:t>ءَامِناً</w:t>
            </w:r>
            <w:r w:rsidRPr="00DE30EA">
              <w:rPr>
                <w:rStyle w:val="Hyperlink"/>
                <w:color w:val="000000"/>
                <w:u w:val="none"/>
                <w:rtl/>
              </w:rPr>
              <w:t xml:space="preserve"> </w:t>
            </w:r>
            <w:r w:rsidRPr="00DE30EA">
              <w:rPr>
                <w:rStyle w:val="Hyperlink"/>
                <w:rFonts w:hint="eastAsia"/>
                <w:color w:val="000000"/>
                <w:u w:val="none"/>
                <w:rtl/>
              </w:rPr>
              <w:t>يُجْبَىَّ</w:t>
            </w:r>
            <w:r w:rsidRPr="00DE30EA">
              <w:rPr>
                <w:rStyle w:val="Hyperlink"/>
                <w:color w:val="000000"/>
                <w:u w:val="none"/>
                <w:rtl/>
              </w:rPr>
              <w:t xml:space="preserve"> </w:t>
            </w:r>
            <w:r w:rsidRPr="00DE30EA">
              <w:rPr>
                <w:rStyle w:val="Hyperlink"/>
                <w:rFonts w:hint="eastAsia"/>
                <w:color w:val="000000"/>
                <w:u w:val="none"/>
                <w:rtl/>
              </w:rPr>
              <w:t>إِلَيْهِ</w:t>
            </w:r>
            <w:r w:rsidRPr="00DE30EA">
              <w:rPr>
                <w:rStyle w:val="Hyperlink"/>
                <w:color w:val="000000"/>
                <w:u w:val="none"/>
                <w:rtl/>
              </w:rPr>
              <w:t xml:space="preserve"> </w:t>
            </w:r>
            <w:r w:rsidRPr="00DE30EA">
              <w:rPr>
                <w:rStyle w:val="Hyperlink"/>
                <w:rFonts w:hint="eastAsia"/>
                <w:color w:val="000000"/>
                <w:u w:val="none"/>
                <w:rtl/>
              </w:rPr>
              <w:t>ثَمَرَتُ</w:t>
            </w:r>
            <w:r w:rsidRPr="00DE30EA">
              <w:rPr>
                <w:rStyle w:val="Hyperlink"/>
                <w:color w:val="000000"/>
                <w:u w:val="none"/>
                <w:rtl/>
              </w:rPr>
              <w:t xml:space="preserve"> </w:t>
            </w:r>
            <w:r w:rsidRPr="00DE30EA">
              <w:rPr>
                <w:rStyle w:val="Hyperlink"/>
                <w:rFonts w:hint="eastAsia"/>
                <w:color w:val="000000"/>
                <w:u w:val="none"/>
                <w:rtl/>
              </w:rPr>
              <w:t>كُلِّ</w:t>
            </w:r>
            <w:r w:rsidRPr="00DE30EA">
              <w:rPr>
                <w:rStyle w:val="Hyperlink"/>
                <w:color w:val="000000"/>
                <w:u w:val="none"/>
                <w:rtl/>
              </w:rPr>
              <w:t xml:space="preserve"> </w:t>
            </w:r>
            <w:r w:rsidRPr="00DE30EA">
              <w:rPr>
                <w:rStyle w:val="Hyperlink"/>
                <w:rFonts w:hint="eastAsia"/>
                <w:color w:val="000000"/>
                <w:u w:val="none"/>
                <w:rtl/>
              </w:rPr>
              <w:t>شَىْءٍ</w:t>
            </w:r>
            <w:r w:rsidRPr="00DE30EA">
              <w:rPr>
                <w:rStyle w:val="Hyperlink"/>
                <w:color w:val="000000"/>
                <w:u w:val="none"/>
                <w:rtl/>
              </w:rPr>
              <w:t xml:space="preserve"> </w:t>
            </w:r>
            <w:r w:rsidRPr="00DE30EA">
              <w:rPr>
                <w:rStyle w:val="Hyperlink"/>
                <w:rFonts w:hint="eastAsia"/>
                <w:color w:val="000000"/>
                <w:u w:val="none"/>
                <w:rtl/>
              </w:rPr>
              <w:t>رِّزْقاً</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لَّدُنَّا</w:t>
            </w:r>
            <w:r w:rsidRPr="00DE30EA">
              <w:rPr>
                <w:rStyle w:val="Hyperlink"/>
                <w:color w:val="000000"/>
                <w:u w:val="none"/>
                <w:rtl/>
              </w:rPr>
              <w:t xml:space="preserve"> </w:t>
            </w:r>
            <w:r w:rsidRPr="00DE30EA">
              <w:rPr>
                <w:rStyle w:val="Hyperlink"/>
                <w:rFonts w:hint="eastAsia"/>
                <w:color w:val="000000"/>
                <w:u w:val="none"/>
                <w:rtl/>
              </w:rPr>
              <w:t>وَلَكِنَّ</w:t>
            </w:r>
            <w:r w:rsidRPr="00DE30EA">
              <w:rPr>
                <w:rStyle w:val="Hyperlink"/>
                <w:color w:val="000000"/>
                <w:u w:val="none"/>
                <w:rtl/>
              </w:rPr>
              <w:t xml:space="preserve"> </w:t>
            </w:r>
            <w:r w:rsidRPr="00DE30EA">
              <w:rPr>
                <w:rStyle w:val="Hyperlink"/>
                <w:rFonts w:hint="eastAsia"/>
                <w:color w:val="000000"/>
                <w:u w:val="none"/>
                <w:rtl/>
              </w:rPr>
              <w:t>اءَكْثَرَهُمْ</w:t>
            </w:r>
            <w:r w:rsidRPr="00DE30EA">
              <w:rPr>
                <w:rStyle w:val="Hyperlink"/>
                <w:color w:val="000000"/>
                <w:u w:val="none"/>
                <w:rtl/>
              </w:rPr>
              <w:t xml:space="preserve"> </w:t>
            </w:r>
            <w:r w:rsidRPr="00DE30EA">
              <w:rPr>
                <w:rStyle w:val="Hyperlink"/>
                <w:rFonts w:hint="eastAsia"/>
                <w:color w:val="000000"/>
                <w:u w:val="none"/>
                <w:rtl/>
              </w:rPr>
              <w:t>لاَ</w:t>
            </w:r>
            <w:r w:rsidRPr="00DE30EA">
              <w:rPr>
                <w:rStyle w:val="Hyperlink"/>
                <w:color w:val="000000"/>
                <w:u w:val="none"/>
                <w:rtl/>
              </w:rPr>
              <w:t xml:space="preserve"> </w:t>
            </w:r>
            <w:r w:rsidRPr="00DE30EA">
              <w:rPr>
                <w:rStyle w:val="Hyperlink"/>
                <w:rFonts w:hint="eastAsia"/>
                <w:color w:val="000000"/>
                <w:u w:val="none"/>
                <w:rtl/>
              </w:rPr>
              <w:t>يَعْلَمُونَ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Toc362088708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87</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09"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Toc362088709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10"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Toc362088710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14B31" w:rsidRPr="00DE30EA" w:rsidRDefault="00514B31" w:rsidP="00DE30EA">
          <w:pPr>
            <w:pStyle w:val="TOC1"/>
            <w:rPr>
              <w:rFonts w:eastAsiaTheme="minorEastAsia"/>
              <w:sz w:val="22"/>
              <w:rtl/>
            </w:rPr>
          </w:pPr>
          <w:hyperlink w:anchor="_Toc362088711" w:history="1">
            <w:r w:rsidRPr="00DE30EA">
              <w:rPr>
                <w:rStyle w:val="Hyperlink"/>
                <w:color w:val="000000"/>
                <w:u w:val="none"/>
                <w:rtl/>
              </w:rPr>
              <w:t>(58)</w:t>
            </w:r>
            <w:r w:rsidRPr="00DE30EA">
              <w:rPr>
                <w:rStyle w:val="Hyperlink"/>
                <w:color w:val="000000"/>
                <w:u w:val="none"/>
                <w:rtl/>
              </w:rPr>
              <w:t xml:space="preserve"> </w:t>
            </w:r>
            <w:r w:rsidRPr="00DE30EA">
              <w:rPr>
                <w:rStyle w:val="Hyperlink"/>
                <w:rFonts w:hint="eastAsia"/>
                <w:color w:val="000000"/>
                <w:u w:val="none"/>
                <w:rtl/>
              </w:rPr>
              <w:t>وَكَمْ</w:t>
            </w:r>
            <w:r w:rsidRPr="00DE30EA">
              <w:rPr>
                <w:rStyle w:val="Hyperlink"/>
                <w:color w:val="000000"/>
                <w:u w:val="none"/>
                <w:rtl/>
              </w:rPr>
              <w:t xml:space="preserve"> </w:t>
            </w:r>
            <w:r w:rsidRPr="00DE30EA">
              <w:rPr>
                <w:rStyle w:val="Hyperlink"/>
                <w:rFonts w:hint="eastAsia"/>
                <w:color w:val="000000"/>
                <w:u w:val="none"/>
                <w:rtl/>
              </w:rPr>
              <w:t>اءَهْلَكْنَا</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قَرْيَةٍ</w:t>
            </w:r>
            <w:r w:rsidRPr="00DE30EA">
              <w:rPr>
                <w:rStyle w:val="Hyperlink"/>
                <w:color w:val="000000"/>
                <w:u w:val="none"/>
                <w:rtl/>
              </w:rPr>
              <w:t xml:space="preserve"> </w:t>
            </w:r>
            <w:r w:rsidRPr="00DE30EA">
              <w:rPr>
                <w:rStyle w:val="Hyperlink"/>
                <w:rFonts w:hint="eastAsia"/>
                <w:color w:val="000000"/>
                <w:u w:val="none"/>
                <w:rtl/>
              </w:rPr>
              <w:t>بَطِرَتْ</w:t>
            </w:r>
            <w:r w:rsidRPr="00DE30EA">
              <w:rPr>
                <w:rStyle w:val="Hyperlink"/>
                <w:color w:val="000000"/>
                <w:u w:val="none"/>
                <w:rtl/>
              </w:rPr>
              <w:t xml:space="preserve"> </w:t>
            </w:r>
            <w:r w:rsidRPr="00DE30EA">
              <w:rPr>
                <w:rStyle w:val="Hyperlink"/>
                <w:rFonts w:hint="eastAsia"/>
                <w:color w:val="000000"/>
                <w:u w:val="none"/>
                <w:rtl/>
              </w:rPr>
              <w:t>مَعِيشَتَهَا</w:t>
            </w:r>
            <w:r w:rsidRPr="00DE30EA">
              <w:rPr>
                <w:rStyle w:val="Hyperlink"/>
                <w:color w:val="000000"/>
                <w:u w:val="none"/>
                <w:rtl/>
              </w:rPr>
              <w:t xml:space="preserve"> </w:t>
            </w:r>
            <w:r w:rsidRPr="00DE30EA">
              <w:rPr>
                <w:rStyle w:val="Hyperlink"/>
                <w:rFonts w:hint="eastAsia"/>
                <w:color w:val="000000"/>
                <w:u w:val="none"/>
                <w:rtl/>
              </w:rPr>
              <w:t>فَتِلْكَ</w:t>
            </w:r>
            <w:r w:rsidRPr="00DE30EA">
              <w:rPr>
                <w:rStyle w:val="Hyperlink"/>
                <w:color w:val="000000"/>
                <w:u w:val="none"/>
                <w:rtl/>
              </w:rPr>
              <w:t xml:space="preserve"> </w:t>
            </w:r>
            <w:r w:rsidRPr="00DE30EA">
              <w:rPr>
                <w:rStyle w:val="Hyperlink"/>
                <w:rFonts w:hint="eastAsia"/>
                <w:color w:val="000000"/>
                <w:u w:val="none"/>
                <w:rtl/>
              </w:rPr>
              <w:t>مَسَكِنُهُمْ</w:t>
            </w:r>
            <w:r w:rsidRPr="00DE30EA">
              <w:rPr>
                <w:rStyle w:val="Hyperlink"/>
                <w:color w:val="000000"/>
                <w:u w:val="none"/>
                <w:rtl/>
              </w:rPr>
              <w:t xml:space="preserve"> </w:t>
            </w:r>
            <w:r w:rsidRPr="00DE30EA">
              <w:rPr>
                <w:rStyle w:val="Hyperlink"/>
                <w:rFonts w:hint="eastAsia"/>
                <w:color w:val="000000"/>
                <w:u w:val="none"/>
                <w:rtl/>
              </w:rPr>
              <w:t>لَمْ</w:t>
            </w:r>
            <w:r w:rsidRPr="00DE30EA">
              <w:rPr>
                <w:rStyle w:val="Hyperlink"/>
                <w:color w:val="000000"/>
                <w:u w:val="none"/>
                <w:rtl/>
              </w:rPr>
              <w:t xml:space="preserve"> </w:t>
            </w:r>
            <w:r w:rsidRPr="00DE30EA">
              <w:rPr>
                <w:rStyle w:val="Hyperlink"/>
                <w:rFonts w:hint="eastAsia"/>
                <w:color w:val="000000"/>
                <w:u w:val="none"/>
                <w:rtl/>
              </w:rPr>
              <w:t>تُسْكَن</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بَعْدِهِمْ</w:t>
            </w:r>
            <w:r w:rsidRPr="00DE30EA">
              <w:rPr>
                <w:rStyle w:val="Hyperlink"/>
                <w:color w:val="000000"/>
                <w:u w:val="none"/>
                <w:rtl/>
              </w:rPr>
              <w:t xml:space="preserve"> </w:t>
            </w:r>
            <w:r w:rsidRPr="00DE30EA">
              <w:rPr>
                <w:rStyle w:val="Hyperlink"/>
                <w:rFonts w:hint="eastAsia"/>
                <w:color w:val="000000"/>
                <w:u w:val="none"/>
                <w:rtl/>
              </w:rPr>
              <w:t>إِلاقَلِيلاً</w:t>
            </w:r>
            <w:r w:rsidRPr="00DE30EA">
              <w:rPr>
                <w:rStyle w:val="Hyperlink"/>
                <w:color w:val="000000"/>
                <w:u w:val="none"/>
                <w:rtl/>
              </w:rPr>
              <w:t xml:space="preserve"> </w:t>
            </w:r>
            <w:r w:rsidRPr="00DE30EA">
              <w:rPr>
                <w:rStyle w:val="Hyperlink"/>
                <w:rFonts w:hint="eastAsia"/>
                <w:color w:val="000000"/>
                <w:u w:val="none"/>
                <w:rtl/>
              </w:rPr>
              <w:t>وَكُنَّا</w:t>
            </w:r>
            <w:r w:rsidRPr="00DE30EA">
              <w:rPr>
                <w:rStyle w:val="Hyperlink"/>
                <w:color w:val="000000"/>
                <w:u w:val="none"/>
                <w:rtl/>
              </w:rPr>
              <w:t xml:space="preserve"> </w:t>
            </w:r>
            <w:r w:rsidRPr="00DE30EA">
              <w:rPr>
                <w:rStyle w:val="Hyperlink"/>
                <w:rFonts w:hint="eastAsia"/>
                <w:color w:val="000000"/>
                <w:u w:val="none"/>
                <w:rtl/>
              </w:rPr>
              <w:t>نَحْنُ</w:t>
            </w:r>
            <w:r w:rsidRPr="00DE30EA">
              <w:rPr>
                <w:rStyle w:val="Hyperlink"/>
                <w:color w:val="000000"/>
                <w:u w:val="none"/>
                <w:rtl/>
              </w:rPr>
              <w:t xml:space="preserve"> </w:t>
            </w:r>
            <w:r w:rsidRPr="00DE30EA">
              <w:rPr>
                <w:rStyle w:val="Hyperlink"/>
                <w:rFonts w:hint="eastAsia"/>
                <w:color w:val="000000"/>
                <w:u w:val="none"/>
                <w:rtl/>
              </w:rPr>
              <w:t>الْوَرِثِينَ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Toc362088711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89</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12"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Toc362088712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13"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Toc362088713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14B31" w:rsidRPr="00DE30EA" w:rsidRDefault="00514B31" w:rsidP="00DE30EA">
          <w:pPr>
            <w:pStyle w:val="TOC1"/>
            <w:rPr>
              <w:rFonts w:eastAsiaTheme="minorEastAsia"/>
              <w:sz w:val="22"/>
              <w:rtl/>
            </w:rPr>
          </w:pPr>
          <w:hyperlink w:anchor="_Toc362088714" w:history="1">
            <w:r w:rsidRPr="00DE30EA">
              <w:rPr>
                <w:rStyle w:val="Hyperlink"/>
                <w:color w:val="000000"/>
                <w:u w:val="none"/>
                <w:rtl/>
              </w:rPr>
              <w:t>(59)</w:t>
            </w:r>
            <w:r w:rsidRPr="00DE30EA">
              <w:rPr>
                <w:rStyle w:val="Hyperlink"/>
                <w:color w:val="000000"/>
                <w:u w:val="none"/>
                <w:rtl/>
              </w:rPr>
              <w:t xml:space="preserve"> </w:t>
            </w:r>
            <w:r w:rsidRPr="00DE30EA">
              <w:rPr>
                <w:rStyle w:val="Hyperlink"/>
                <w:rFonts w:hint="eastAsia"/>
                <w:color w:val="000000"/>
                <w:u w:val="none"/>
                <w:rtl/>
              </w:rPr>
              <w:t>وَمَا</w:t>
            </w:r>
            <w:r w:rsidRPr="00DE30EA">
              <w:rPr>
                <w:rStyle w:val="Hyperlink"/>
                <w:color w:val="000000"/>
                <w:u w:val="none"/>
                <w:rtl/>
              </w:rPr>
              <w:t xml:space="preserve"> </w:t>
            </w:r>
            <w:r w:rsidRPr="00DE30EA">
              <w:rPr>
                <w:rStyle w:val="Hyperlink"/>
                <w:rFonts w:hint="eastAsia"/>
                <w:color w:val="000000"/>
                <w:u w:val="none"/>
                <w:rtl/>
              </w:rPr>
              <w:t>كَانَ</w:t>
            </w:r>
            <w:r w:rsidRPr="00DE30EA">
              <w:rPr>
                <w:rStyle w:val="Hyperlink"/>
                <w:color w:val="000000"/>
                <w:u w:val="none"/>
                <w:rtl/>
              </w:rPr>
              <w:t xml:space="preserve"> </w:t>
            </w:r>
            <w:r w:rsidRPr="00DE30EA">
              <w:rPr>
                <w:rStyle w:val="Hyperlink"/>
                <w:rFonts w:hint="eastAsia"/>
                <w:color w:val="000000"/>
                <w:u w:val="none"/>
                <w:rtl/>
              </w:rPr>
              <w:t>رَبُّكَ</w:t>
            </w:r>
            <w:r w:rsidRPr="00DE30EA">
              <w:rPr>
                <w:rStyle w:val="Hyperlink"/>
                <w:color w:val="000000"/>
                <w:u w:val="none"/>
                <w:rtl/>
              </w:rPr>
              <w:t xml:space="preserve"> </w:t>
            </w:r>
            <w:r w:rsidRPr="00DE30EA">
              <w:rPr>
                <w:rStyle w:val="Hyperlink"/>
                <w:rFonts w:hint="eastAsia"/>
                <w:color w:val="000000"/>
                <w:u w:val="none"/>
                <w:rtl/>
              </w:rPr>
              <w:t>مُهْلِكَ</w:t>
            </w:r>
            <w:r w:rsidRPr="00DE30EA">
              <w:rPr>
                <w:rStyle w:val="Hyperlink"/>
                <w:color w:val="000000"/>
                <w:u w:val="none"/>
                <w:rtl/>
              </w:rPr>
              <w:t xml:space="preserve"> </w:t>
            </w:r>
            <w:r w:rsidRPr="00DE30EA">
              <w:rPr>
                <w:rStyle w:val="Hyperlink"/>
                <w:rFonts w:hint="eastAsia"/>
                <w:color w:val="000000"/>
                <w:u w:val="none"/>
                <w:rtl/>
              </w:rPr>
              <w:t>الْقُرَى</w:t>
            </w:r>
            <w:r w:rsidRPr="00DE30EA">
              <w:rPr>
                <w:rStyle w:val="Hyperlink"/>
                <w:color w:val="000000"/>
                <w:u w:val="none"/>
                <w:rtl/>
              </w:rPr>
              <w:t xml:space="preserve"> </w:t>
            </w:r>
            <w:r w:rsidRPr="00DE30EA">
              <w:rPr>
                <w:rStyle w:val="Hyperlink"/>
                <w:rFonts w:hint="eastAsia"/>
                <w:color w:val="000000"/>
                <w:u w:val="none"/>
                <w:rtl/>
              </w:rPr>
              <w:t>حَتَّى</w:t>
            </w:r>
            <w:r w:rsidRPr="00DE30EA">
              <w:rPr>
                <w:rStyle w:val="Hyperlink"/>
                <w:color w:val="000000"/>
                <w:u w:val="none"/>
                <w:rtl/>
              </w:rPr>
              <w:t xml:space="preserve"> </w:t>
            </w:r>
            <w:r w:rsidRPr="00DE30EA">
              <w:rPr>
                <w:rStyle w:val="Hyperlink"/>
                <w:rFonts w:hint="eastAsia"/>
                <w:color w:val="000000"/>
                <w:u w:val="none"/>
                <w:rtl/>
              </w:rPr>
              <w:t>يَبْعَثَ</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اءُمِّهَا</w:t>
            </w:r>
            <w:r w:rsidRPr="00DE30EA">
              <w:rPr>
                <w:rStyle w:val="Hyperlink"/>
                <w:color w:val="000000"/>
                <w:u w:val="none"/>
                <w:rtl/>
              </w:rPr>
              <w:t xml:space="preserve"> </w:t>
            </w:r>
            <w:r w:rsidRPr="00DE30EA">
              <w:rPr>
                <w:rStyle w:val="Hyperlink"/>
                <w:rFonts w:hint="eastAsia"/>
                <w:color w:val="000000"/>
                <w:u w:val="none"/>
                <w:rtl/>
              </w:rPr>
              <w:t>رَسُولاً</w:t>
            </w:r>
            <w:r w:rsidRPr="00DE30EA">
              <w:rPr>
                <w:rStyle w:val="Hyperlink"/>
                <w:color w:val="000000"/>
                <w:u w:val="none"/>
                <w:rtl/>
              </w:rPr>
              <w:t xml:space="preserve"> </w:t>
            </w:r>
            <w:r w:rsidRPr="00DE30EA">
              <w:rPr>
                <w:rStyle w:val="Hyperlink"/>
                <w:rFonts w:hint="eastAsia"/>
                <w:color w:val="000000"/>
                <w:u w:val="none"/>
                <w:rtl/>
              </w:rPr>
              <w:t>يَتْلُواْعَلَيْهِمْ</w:t>
            </w:r>
            <w:r w:rsidRPr="00DE30EA">
              <w:rPr>
                <w:rStyle w:val="Hyperlink"/>
                <w:color w:val="000000"/>
                <w:u w:val="none"/>
                <w:rtl/>
              </w:rPr>
              <w:t xml:space="preserve"> </w:t>
            </w:r>
            <w:r w:rsidRPr="00DE30EA">
              <w:rPr>
                <w:rStyle w:val="Hyperlink"/>
                <w:rFonts w:hint="eastAsia"/>
                <w:color w:val="000000"/>
                <w:u w:val="none"/>
                <w:rtl/>
              </w:rPr>
              <w:t>ءَايَتِنَا</w:t>
            </w:r>
            <w:r w:rsidRPr="00DE30EA">
              <w:rPr>
                <w:rStyle w:val="Hyperlink"/>
                <w:color w:val="000000"/>
                <w:u w:val="none"/>
                <w:rtl/>
              </w:rPr>
              <w:t xml:space="preserve"> </w:t>
            </w:r>
            <w:r w:rsidRPr="00DE30EA">
              <w:rPr>
                <w:rStyle w:val="Hyperlink"/>
                <w:rFonts w:hint="eastAsia"/>
                <w:color w:val="000000"/>
                <w:u w:val="none"/>
                <w:rtl/>
              </w:rPr>
              <w:t>وَمَاكُنَّا</w:t>
            </w:r>
            <w:r w:rsidRPr="00DE30EA">
              <w:rPr>
                <w:rStyle w:val="Hyperlink"/>
                <w:color w:val="000000"/>
                <w:u w:val="none"/>
                <w:rtl/>
              </w:rPr>
              <w:t xml:space="preserve"> </w:t>
            </w:r>
            <w:r w:rsidRPr="00DE30EA">
              <w:rPr>
                <w:rStyle w:val="Hyperlink"/>
                <w:rFonts w:hint="eastAsia"/>
                <w:color w:val="000000"/>
                <w:u w:val="none"/>
                <w:rtl/>
              </w:rPr>
              <w:t>مُهْلِكِى</w:t>
            </w:r>
            <w:r w:rsidRPr="00DE30EA">
              <w:rPr>
                <w:rStyle w:val="Hyperlink"/>
                <w:color w:val="000000"/>
                <w:u w:val="none"/>
                <w:rtl/>
              </w:rPr>
              <w:t xml:space="preserve"> </w:t>
            </w:r>
            <w:r w:rsidRPr="00DE30EA">
              <w:rPr>
                <w:rStyle w:val="Hyperlink"/>
                <w:rFonts w:hint="eastAsia"/>
                <w:color w:val="000000"/>
                <w:u w:val="none"/>
                <w:rtl/>
              </w:rPr>
              <w:t>الْقُرَىَّإِلا</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اءَهْلُهَا</w:t>
            </w:r>
            <w:r w:rsidRPr="00DE30EA">
              <w:rPr>
                <w:rStyle w:val="Hyperlink"/>
                <w:color w:val="000000"/>
                <w:u w:val="none"/>
                <w:rtl/>
              </w:rPr>
              <w:t xml:space="preserve"> </w:t>
            </w:r>
            <w:r w:rsidRPr="00DE30EA">
              <w:rPr>
                <w:rStyle w:val="Hyperlink"/>
                <w:rFonts w:hint="eastAsia"/>
                <w:color w:val="000000"/>
                <w:u w:val="none"/>
                <w:rtl/>
              </w:rPr>
              <w:t>ظَلِمُونَ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Toc362088714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90</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15"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Toc362088715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16" w:history="1">
            <w:r w:rsidRPr="00BA665B">
              <w:rPr>
                <w:rStyle w:val="Hyperlink"/>
                <w:rtl/>
              </w:rPr>
              <w:t>(60)</w:t>
            </w:r>
            <w:r w:rsidRPr="00BA665B">
              <w:rPr>
                <w:rStyle w:val="Hyperlink"/>
                <w:rtl/>
              </w:rPr>
              <w:t xml:space="preserve"> </w:t>
            </w:r>
            <w:r w:rsidRPr="00BA665B">
              <w:rPr>
                <w:rStyle w:val="Hyperlink"/>
                <w:rFonts w:hint="eastAsia"/>
                <w:rtl/>
              </w:rPr>
              <w:t>وَمَآ</w:t>
            </w:r>
            <w:r w:rsidRPr="00BA665B">
              <w:rPr>
                <w:rStyle w:val="Hyperlink"/>
                <w:rtl/>
              </w:rPr>
              <w:t xml:space="preserve"> </w:t>
            </w:r>
            <w:r w:rsidRPr="00BA665B">
              <w:rPr>
                <w:rStyle w:val="Hyperlink"/>
                <w:rFonts w:hint="eastAsia"/>
                <w:rtl/>
              </w:rPr>
              <w:t>اءُوتِيتُم</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شَىْءٍ</w:t>
            </w:r>
            <w:r w:rsidRPr="00BA665B">
              <w:rPr>
                <w:rStyle w:val="Hyperlink"/>
                <w:rtl/>
              </w:rPr>
              <w:t xml:space="preserve"> </w:t>
            </w:r>
            <w:r w:rsidRPr="00BA665B">
              <w:rPr>
                <w:rStyle w:val="Hyperlink"/>
                <w:rFonts w:hint="eastAsia"/>
                <w:rtl/>
              </w:rPr>
              <w:t>فَمَتَعُ</w:t>
            </w:r>
            <w:r w:rsidRPr="00BA665B">
              <w:rPr>
                <w:rStyle w:val="Hyperlink"/>
                <w:rtl/>
              </w:rPr>
              <w:t xml:space="preserve"> </w:t>
            </w:r>
            <w:r w:rsidRPr="00BA665B">
              <w:rPr>
                <w:rStyle w:val="Hyperlink"/>
                <w:rFonts w:hint="eastAsia"/>
                <w:rtl/>
              </w:rPr>
              <w:t>الْحَيَوةِ</w:t>
            </w:r>
            <w:r w:rsidRPr="00BA665B">
              <w:rPr>
                <w:rStyle w:val="Hyperlink"/>
                <w:rtl/>
              </w:rPr>
              <w:t xml:space="preserve"> </w:t>
            </w:r>
            <w:r w:rsidRPr="00BA665B">
              <w:rPr>
                <w:rStyle w:val="Hyperlink"/>
                <w:rFonts w:hint="eastAsia"/>
                <w:rtl/>
              </w:rPr>
              <w:t>الدُّنْيَا</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زِينَتُهَا</w:t>
            </w:r>
            <w:r w:rsidRPr="00BA665B">
              <w:rPr>
                <w:rStyle w:val="Hyperlink"/>
                <w:rtl/>
              </w:rPr>
              <w:t xml:space="preserve"> </w:t>
            </w:r>
            <w:r w:rsidRPr="00BA665B">
              <w:rPr>
                <w:rStyle w:val="Hyperlink"/>
                <w:rFonts w:hint="eastAsia"/>
                <w:rtl/>
              </w:rPr>
              <w:t>وَمَا</w:t>
            </w:r>
            <w:r w:rsidRPr="00BA665B">
              <w:rPr>
                <w:rStyle w:val="Hyperlink"/>
                <w:rtl/>
              </w:rPr>
              <w:t xml:space="preserve"> </w:t>
            </w:r>
            <w:r w:rsidRPr="00BA665B">
              <w:rPr>
                <w:rStyle w:val="Hyperlink"/>
                <w:rFonts w:hint="eastAsia"/>
                <w:rtl/>
              </w:rPr>
              <w:t>عِندَ</w:t>
            </w:r>
            <w:r w:rsidRPr="00BA665B">
              <w:rPr>
                <w:rStyle w:val="Hyperlink"/>
                <w:rtl/>
              </w:rPr>
              <w:t xml:space="preserve"> </w:t>
            </w:r>
            <w:r w:rsidRPr="00BA665B">
              <w:rPr>
                <w:rStyle w:val="Hyperlink"/>
                <w:rFonts w:hint="eastAsia"/>
                <w:rtl/>
              </w:rPr>
              <w:t>اللّهِ</w:t>
            </w:r>
            <w:r w:rsidRPr="00BA665B">
              <w:rPr>
                <w:rStyle w:val="Hyperlink"/>
                <w:rtl/>
              </w:rPr>
              <w:t xml:space="preserve"> </w:t>
            </w:r>
            <w:r w:rsidRPr="00BA665B">
              <w:rPr>
                <w:rStyle w:val="Hyperlink"/>
                <w:rFonts w:hint="eastAsia"/>
                <w:rtl/>
              </w:rPr>
              <w:t>خَيْرٌ</w:t>
            </w:r>
            <w:r w:rsidRPr="00BA665B">
              <w:rPr>
                <w:rStyle w:val="Hyperlink"/>
                <w:rtl/>
              </w:rPr>
              <w:t xml:space="preserve"> </w:t>
            </w:r>
            <w:r w:rsidRPr="00BA665B">
              <w:rPr>
                <w:rStyle w:val="Hyperlink"/>
                <w:rFonts w:hint="eastAsia"/>
                <w:rtl/>
              </w:rPr>
              <w:t>وَاءَبْقَىَّ</w:t>
            </w:r>
            <w:r w:rsidRPr="00BA665B">
              <w:rPr>
                <w:rStyle w:val="Hyperlink"/>
                <w:rtl/>
              </w:rPr>
              <w:t xml:space="preserve"> </w:t>
            </w:r>
            <w:r w:rsidRPr="00BA665B">
              <w:rPr>
                <w:rStyle w:val="Hyperlink"/>
                <w:rFonts w:hint="eastAsia"/>
                <w:rtl/>
              </w:rPr>
              <w:t>اءَفَلاَ</w:t>
            </w:r>
            <w:r w:rsidRPr="00BA665B">
              <w:rPr>
                <w:rStyle w:val="Hyperlink"/>
                <w:rtl/>
              </w:rPr>
              <w:t xml:space="preserve"> </w:t>
            </w:r>
            <w:r w:rsidRPr="00BA665B">
              <w:rPr>
                <w:rStyle w:val="Hyperlink"/>
                <w:rFonts w:hint="eastAsia"/>
                <w:rtl/>
              </w:rPr>
              <w:t>تَعْقِلُونَ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Toc362088716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17"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Toc362088717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18"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Toc362088718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19" w:history="1">
            <w:r w:rsidRPr="00BA665B">
              <w:rPr>
                <w:rStyle w:val="Hyperlink"/>
                <w:rtl/>
              </w:rPr>
              <w:t>(61)</w:t>
            </w:r>
            <w:r w:rsidRPr="00BA665B">
              <w:rPr>
                <w:rStyle w:val="Hyperlink"/>
                <w:rtl/>
              </w:rPr>
              <w:t xml:space="preserve"> </w:t>
            </w:r>
            <w:r w:rsidRPr="00BA665B">
              <w:rPr>
                <w:rStyle w:val="Hyperlink"/>
                <w:rFonts w:hint="eastAsia"/>
                <w:rtl/>
              </w:rPr>
              <w:t>اءَفَمَن</w:t>
            </w:r>
            <w:r w:rsidRPr="00BA665B">
              <w:rPr>
                <w:rStyle w:val="Hyperlink"/>
                <w:rtl/>
              </w:rPr>
              <w:t xml:space="preserve"> </w:t>
            </w:r>
            <w:r w:rsidRPr="00BA665B">
              <w:rPr>
                <w:rStyle w:val="Hyperlink"/>
                <w:rFonts w:hint="eastAsia"/>
                <w:rtl/>
              </w:rPr>
              <w:t>وَعَدْنَهُ</w:t>
            </w:r>
            <w:r w:rsidRPr="00BA665B">
              <w:rPr>
                <w:rStyle w:val="Hyperlink"/>
                <w:rtl/>
              </w:rPr>
              <w:t xml:space="preserve"> </w:t>
            </w:r>
            <w:r w:rsidRPr="00BA665B">
              <w:rPr>
                <w:rStyle w:val="Hyperlink"/>
                <w:rFonts w:hint="eastAsia"/>
                <w:rtl/>
              </w:rPr>
              <w:t>وَعْداً</w:t>
            </w:r>
            <w:r w:rsidRPr="00BA665B">
              <w:rPr>
                <w:rStyle w:val="Hyperlink"/>
                <w:rtl/>
              </w:rPr>
              <w:t xml:space="preserve"> </w:t>
            </w:r>
            <w:r w:rsidRPr="00BA665B">
              <w:rPr>
                <w:rStyle w:val="Hyperlink"/>
                <w:rFonts w:hint="eastAsia"/>
                <w:rtl/>
              </w:rPr>
              <w:t>حَسَناً</w:t>
            </w:r>
            <w:r w:rsidRPr="00BA665B">
              <w:rPr>
                <w:rStyle w:val="Hyperlink"/>
                <w:rtl/>
              </w:rPr>
              <w:t xml:space="preserve"> </w:t>
            </w:r>
            <w:r w:rsidRPr="00BA665B">
              <w:rPr>
                <w:rStyle w:val="Hyperlink"/>
                <w:rFonts w:hint="eastAsia"/>
                <w:rtl/>
              </w:rPr>
              <w:t>فَهُوَ</w:t>
            </w:r>
            <w:r w:rsidRPr="00BA665B">
              <w:rPr>
                <w:rStyle w:val="Hyperlink"/>
                <w:rtl/>
              </w:rPr>
              <w:t xml:space="preserve"> </w:t>
            </w:r>
            <w:r w:rsidRPr="00BA665B">
              <w:rPr>
                <w:rStyle w:val="Hyperlink"/>
                <w:rFonts w:hint="eastAsia"/>
                <w:rtl/>
              </w:rPr>
              <w:t>لَقِيهِ</w:t>
            </w:r>
            <w:r w:rsidRPr="00BA665B">
              <w:rPr>
                <w:rStyle w:val="Hyperlink"/>
                <w:rtl/>
              </w:rPr>
              <w:t xml:space="preserve"> </w:t>
            </w:r>
            <w:r w:rsidRPr="00BA665B">
              <w:rPr>
                <w:rStyle w:val="Hyperlink"/>
                <w:rFonts w:hint="eastAsia"/>
                <w:rtl/>
              </w:rPr>
              <w:t>كَمَن</w:t>
            </w:r>
            <w:r w:rsidRPr="00BA665B">
              <w:rPr>
                <w:rStyle w:val="Hyperlink"/>
                <w:rtl/>
              </w:rPr>
              <w:t xml:space="preserve"> </w:t>
            </w:r>
            <w:r w:rsidRPr="00BA665B">
              <w:rPr>
                <w:rStyle w:val="Hyperlink"/>
                <w:rFonts w:hint="eastAsia"/>
                <w:rtl/>
              </w:rPr>
              <w:t>مَّتَّعْنَهُ</w:t>
            </w:r>
            <w:r w:rsidRPr="00BA665B">
              <w:rPr>
                <w:rStyle w:val="Hyperlink"/>
                <w:rtl/>
              </w:rPr>
              <w:t xml:space="preserve"> </w:t>
            </w:r>
            <w:r w:rsidRPr="00BA665B">
              <w:rPr>
                <w:rStyle w:val="Hyperlink"/>
                <w:rFonts w:hint="eastAsia"/>
                <w:rtl/>
              </w:rPr>
              <w:t>مَتَعَ</w:t>
            </w:r>
            <w:r w:rsidRPr="00BA665B">
              <w:rPr>
                <w:rStyle w:val="Hyperlink"/>
                <w:rtl/>
              </w:rPr>
              <w:t xml:space="preserve"> </w:t>
            </w:r>
            <w:r w:rsidRPr="00BA665B">
              <w:rPr>
                <w:rStyle w:val="Hyperlink"/>
                <w:rFonts w:hint="eastAsia"/>
                <w:rtl/>
              </w:rPr>
              <w:t>الْحَيَوةِالدُّنْيَا</w:t>
            </w:r>
            <w:r w:rsidRPr="00BA665B">
              <w:rPr>
                <w:rStyle w:val="Hyperlink"/>
                <w:rtl/>
              </w:rPr>
              <w:t xml:space="preserve"> </w:t>
            </w:r>
            <w:r w:rsidRPr="00BA665B">
              <w:rPr>
                <w:rStyle w:val="Hyperlink"/>
                <w:rFonts w:hint="eastAsia"/>
                <w:rtl/>
              </w:rPr>
              <w:t>ثُمَّ</w:t>
            </w:r>
            <w:r w:rsidRPr="00BA665B">
              <w:rPr>
                <w:rStyle w:val="Hyperlink"/>
                <w:rtl/>
              </w:rPr>
              <w:t xml:space="preserve"> </w:t>
            </w:r>
            <w:r w:rsidRPr="00BA665B">
              <w:rPr>
                <w:rStyle w:val="Hyperlink"/>
                <w:rFonts w:hint="eastAsia"/>
                <w:rtl/>
              </w:rPr>
              <w:t>هُوَ</w:t>
            </w:r>
            <w:r w:rsidRPr="00BA665B">
              <w:rPr>
                <w:rStyle w:val="Hyperlink"/>
                <w:rtl/>
              </w:rPr>
              <w:t xml:space="preserve"> </w:t>
            </w:r>
            <w:r w:rsidRPr="00BA665B">
              <w:rPr>
                <w:rStyle w:val="Hyperlink"/>
                <w:rFonts w:hint="eastAsia"/>
                <w:rtl/>
              </w:rPr>
              <w:t>يَوْمَ</w:t>
            </w:r>
            <w:r w:rsidRPr="00BA665B">
              <w:rPr>
                <w:rStyle w:val="Hyperlink"/>
                <w:rtl/>
              </w:rPr>
              <w:t xml:space="preserve"> </w:t>
            </w:r>
            <w:r w:rsidRPr="00BA665B">
              <w:rPr>
                <w:rStyle w:val="Hyperlink"/>
                <w:rFonts w:hint="eastAsia"/>
                <w:rtl/>
              </w:rPr>
              <w:t>الْقِيَمَةِ</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الْمُحْضَرِينَ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Toc362088719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20"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Toc362088720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21"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Toc362088721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22" w:history="1">
            <w:r w:rsidRPr="00BA665B">
              <w:rPr>
                <w:rStyle w:val="Hyperlink"/>
                <w:rtl/>
              </w:rPr>
              <w:t>(62)</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يَوْمَ</w:t>
            </w:r>
            <w:r w:rsidRPr="00BA665B">
              <w:rPr>
                <w:rStyle w:val="Hyperlink"/>
                <w:rtl/>
              </w:rPr>
              <w:t xml:space="preserve"> </w:t>
            </w:r>
            <w:r w:rsidRPr="00BA665B">
              <w:rPr>
                <w:rStyle w:val="Hyperlink"/>
                <w:rFonts w:hint="eastAsia"/>
                <w:rtl/>
              </w:rPr>
              <w:t>يُنَادِيهِمْ</w:t>
            </w:r>
            <w:r w:rsidRPr="00BA665B">
              <w:rPr>
                <w:rStyle w:val="Hyperlink"/>
                <w:rtl/>
              </w:rPr>
              <w:t xml:space="preserve"> </w:t>
            </w:r>
            <w:r w:rsidRPr="00BA665B">
              <w:rPr>
                <w:rStyle w:val="Hyperlink"/>
                <w:rFonts w:hint="eastAsia"/>
                <w:rtl/>
              </w:rPr>
              <w:t>فَيَقُولُ</w:t>
            </w:r>
            <w:r w:rsidRPr="00BA665B">
              <w:rPr>
                <w:rStyle w:val="Hyperlink"/>
                <w:rtl/>
              </w:rPr>
              <w:t xml:space="preserve"> </w:t>
            </w:r>
            <w:r w:rsidRPr="00BA665B">
              <w:rPr>
                <w:rStyle w:val="Hyperlink"/>
                <w:rFonts w:hint="eastAsia"/>
                <w:rtl/>
              </w:rPr>
              <w:t>اءَيْنَ</w:t>
            </w:r>
            <w:r w:rsidRPr="00BA665B">
              <w:rPr>
                <w:rStyle w:val="Hyperlink"/>
                <w:rtl/>
              </w:rPr>
              <w:t xml:space="preserve"> </w:t>
            </w:r>
            <w:r w:rsidRPr="00BA665B">
              <w:rPr>
                <w:rStyle w:val="Hyperlink"/>
                <w:rFonts w:hint="eastAsia"/>
                <w:rtl/>
              </w:rPr>
              <w:t>شَرَكَآءِىَ</w:t>
            </w:r>
            <w:r w:rsidRPr="00BA665B">
              <w:rPr>
                <w:rStyle w:val="Hyperlink"/>
                <w:rtl/>
              </w:rPr>
              <w:t xml:space="preserve"> </w:t>
            </w:r>
            <w:r w:rsidRPr="00BA665B">
              <w:rPr>
                <w:rStyle w:val="Hyperlink"/>
                <w:rFonts w:hint="eastAsia"/>
                <w:rtl/>
              </w:rPr>
              <w:t>الَّذِينَ</w:t>
            </w:r>
            <w:r w:rsidRPr="00BA665B">
              <w:rPr>
                <w:rStyle w:val="Hyperlink"/>
                <w:rtl/>
              </w:rPr>
              <w:t xml:space="preserve"> </w:t>
            </w:r>
            <w:r w:rsidRPr="00BA665B">
              <w:rPr>
                <w:rStyle w:val="Hyperlink"/>
                <w:rFonts w:hint="eastAsia"/>
                <w:rtl/>
              </w:rPr>
              <w:t>كُنتُمْ</w:t>
            </w:r>
            <w:r w:rsidRPr="00BA665B">
              <w:rPr>
                <w:rStyle w:val="Hyperlink"/>
                <w:rtl/>
              </w:rPr>
              <w:t xml:space="preserve"> </w:t>
            </w:r>
            <w:r w:rsidRPr="00BA665B">
              <w:rPr>
                <w:rStyle w:val="Hyperlink"/>
                <w:rFonts w:hint="eastAsia"/>
                <w:rtl/>
              </w:rPr>
              <w:t>تَزْعُمُونَ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Toc362088722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23" w:history="1">
            <w:r w:rsidRPr="00BA665B">
              <w:rPr>
                <w:rStyle w:val="Hyperlink"/>
                <w:rtl/>
              </w:rPr>
              <w:t>(63)</w:t>
            </w:r>
            <w:r w:rsidRPr="00BA665B">
              <w:rPr>
                <w:rStyle w:val="Hyperlink"/>
                <w:rtl/>
              </w:rPr>
              <w:t xml:space="preserve"> </w:t>
            </w:r>
            <w:r w:rsidRPr="00BA665B">
              <w:rPr>
                <w:rStyle w:val="Hyperlink"/>
                <w:rFonts w:hint="eastAsia"/>
                <w:rtl/>
              </w:rPr>
              <w:t>قَالَ</w:t>
            </w:r>
            <w:r w:rsidRPr="00BA665B">
              <w:rPr>
                <w:rStyle w:val="Hyperlink"/>
                <w:rtl/>
              </w:rPr>
              <w:t xml:space="preserve"> </w:t>
            </w:r>
            <w:r w:rsidRPr="00BA665B">
              <w:rPr>
                <w:rStyle w:val="Hyperlink"/>
                <w:rFonts w:hint="eastAsia"/>
                <w:rtl/>
              </w:rPr>
              <w:t>الَّذِينَ</w:t>
            </w:r>
            <w:r w:rsidRPr="00BA665B">
              <w:rPr>
                <w:rStyle w:val="Hyperlink"/>
                <w:rtl/>
              </w:rPr>
              <w:t xml:space="preserve"> </w:t>
            </w:r>
            <w:r w:rsidRPr="00BA665B">
              <w:rPr>
                <w:rStyle w:val="Hyperlink"/>
                <w:rFonts w:hint="eastAsia"/>
                <w:rtl/>
              </w:rPr>
              <w:t>حَقَّ</w:t>
            </w:r>
            <w:r w:rsidRPr="00BA665B">
              <w:rPr>
                <w:rStyle w:val="Hyperlink"/>
                <w:rtl/>
              </w:rPr>
              <w:t xml:space="preserve"> </w:t>
            </w:r>
            <w:r w:rsidRPr="00BA665B">
              <w:rPr>
                <w:rStyle w:val="Hyperlink"/>
                <w:rFonts w:hint="eastAsia"/>
                <w:rtl/>
              </w:rPr>
              <w:t>عَلَيْهِمُ</w:t>
            </w:r>
            <w:r w:rsidRPr="00BA665B">
              <w:rPr>
                <w:rStyle w:val="Hyperlink"/>
                <w:rtl/>
              </w:rPr>
              <w:t xml:space="preserve"> </w:t>
            </w:r>
            <w:r w:rsidRPr="00BA665B">
              <w:rPr>
                <w:rStyle w:val="Hyperlink"/>
                <w:rFonts w:hint="eastAsia"/>
                <w:rtl/>
              </w:rPr>
              <w:t>الْقَوْلُ</w:t>
            </w:r>
            <w:r w:rsidRPr="00BA665B">
              <w:rPr>
                <w:rStyle w:val="Hyperlink"/>
                <w:rtl/>
              </w:rPr>
              <w:t xml:space="preserve"> </w:t>
            </w:r>
            <w:r w:rsidRPr="00BA665B">
              <w:rPr>
                <w:rStyle w:val="Hyperlink"/>
                <w:rFonts w:hint="eastAsia"/>
                <w:rtl/>
              </w:rPr>
              <w:t>رَبَّنَا</w:t>
            </w:r>
            <w:r w:rsidRPr="00BA665B">
              <w:rPr>
                <w:rStyle w:val="Hyperlink"/>
                <w:rtl/>
              </w:rPr>
              <w:t xml:space="preserve"> </w:t>
            </w:r>
            <w:r w:rsidRPr="00BA665B">
              <w:rPr>
                <w:rStyle w:val="Hyperlink"/>
                <w:rFonts w:hint="eastAsia"/>
                <w:rtl/>
              </w:rPr>
              <w:t>هََّؤُلاََّءِ</w:t>
            </w:r>
            <w:r w:rsidRPr="00BA665B">
              <w:rPr>
                <w:rStyle w:val="Hyperlink"/>
                <w:rtl/>
              </w:rPr>
              <w:t xml:space="preserve"> </w:t>
            </w:r>
            <w:r w:rsidRPr="00BA665B">
              <w:rPr>
                <w:rStyle w:val="Hyperlink"/>
                <w:rFonts w:hint="eastAsia"/>
                <w:rtl/>
              </w:rPr>
              <w:t>الَّذِينَ</w:t>
            </w:r>
            <w:r w:rsidRPr="00BA665B">
              <w:rPr>
                <w:rStyle w:val="Hyperlink"/>
                <w:rtl/>
              </w:rPr>
              <w:t xml:space="preserve"> </w:t>
            </w:r>
            <w:r w:rsidRPr="00BA665B">
              <w:rPr>
                <w:rStyle w:val="Hyperlink"/>
                <w:rFonts w:hint="eastAsia"/>
                <w:rtl/>
              </w:rPr>
              <w:t>اءَغْوَيْنَآ</w:t>
            </w:r>
            <w:r w:rsidRPr="00BA665B">
              <w:rPr>
                <w:rStyle w:val="Hyperlink"/>
                <w:rtl/>
              </w:rPr>
              <w:t xml:space="preserve"> </w:t>
            </w:r>
            <w:r w:rsidRPr="00BA665B">
              <w:rPr>
                <w:rStyle w:val="Hyperlink"/>
                <w:rFonts w:hint="eastAsia"/>
                <w:rtl/>
              </w:rPr>
              <w:t>اءَغْوَيْنَ</w:t>
            </w:r>
            <w:r w:rsidRPr="00BA665B">
              <w:rPr>
                <w:rStyle w:val="Hyperlink"/>
                <w:rtl/>
              </w:rPr>
              <w:t xml:space="preserve"> </w:t>
            </w:r>
            <w:r w:rsidRPr="00BA665B">
              <w:rPr>
                <w:rStyle w:val="Hyperlink"/>
                <w:rFonts w:hint="eastAsia"/>
                <w:rtl/>
              </w:rPr>
              <w:t>هُمْ</w:t>
            </w:r>
            <w:r w:rsidRPr="00BA665B">
              <w:rPr>
                <w:rStyle w:val="Hyperlink"/>
                <w:rtl/>
              </w:rPr>
              <w:t xml:space="preserve"> </w:t>
            </w:r>
            <w:r w:rsidRPr="00BA665B">
              <w:rPr>
                <w:rStyle w:val="Hyperlink"/>
                <w:rFonts w:hint="eastAsia"/>
                <w:rtl/>
              </w:rPr>
              <w:t>كَمَا</w:t>
            </w:r>
            <w:r w:rsidRPr="00BA665B">
              <w:rPr>
                <w:rStyle w:val="Hyperlink"/>
                <w:rtl/>
              </w:rPr>
              <w:t xml:space="preserve"> </w:t>
            </w:r>
            <w:r w:rsidRPr="00BA665B">
              <w:rPr>
                <w:rStyle w:val="Hyperlink"/>
                <w:rFonts w:hint="eastAsia"/>
                <w:rtl/>
              </w:rPr>
              <w:t>غَوَيْنَا</w:t>
            </w:r>
            <w:r w:rsidRPr="00BA665B">
              <w:rPr>
                <w:rStyle w:val="Hyperlink"/>
                <w:rtl/>
              </w:rPr>
              <w:t xml:space="preserve"> </w:t>
            </w:r>
            <w:r w:rsidRPr="00BA665B">
              <w:rPr>
                <w:rStyle w:val="Hyperlink"/>
                <w:rFonts w:hint="eastAsia"/>
                <w:rtl/>
              </w:rPr>
              <w:t>تَبَرَّاءْنَآ</w:t>
            </w:r>
            <w:r w:rsidRPr="00BA665B">
              <w:rPr>
                <w:rStyle w:val="Hyperlink"/>
                <w:rtl/>
              </w:rPr>
              <w:t xml:space="preserve"> </w:t>
            </w:r>
            <w:r w:rsidRPr="00BA665B">
              <w:rPr>
                <w:rStyle w:val="Hyperlink"/>
                <w:rFonts w:hint="eastAsia"/>
                <w:rtl/>
              </w:rPr>
              <w:t>إِلَيْكَ</w:t>
            </w:r>
            <w:r w:rsidRPr="00BA665B">
              <w:rPr>
                <w:rStyle w:val="Hyperlink"/>
                <w:rtl/>
              </w:rPr>
              <w:t xml:space="preserve"> </w:t>
            </w:r>
            <w:r w:rsidRPr="00BA665B">
              <w:rPr>
                <w:rStyle w:val="Hyperlink"/>
                <w:rFonts w:hint="eastAsia"/>
                <w:rtl/>
              </w:rPr>
              <w:t>مَاكَانُوَّاْ</w:t>
            </w:r>
            <w:r w:rsidRPr="00BA665B">
              <w:rPr>
                <w:rStyle w:val="Hyperlink"/>
                <w:rtl/>
              </w:rPr>
              <w:t xml:space="preserve"> </w:t>
            </w:r>
            <w:r w:rsidRPr="00BA665B">
              <w:rPr>
                <w:rStyle w:val="Hyperlink"/>
                <w:rFonts w:hint="eastAsia"/>
                <w:rtl/>
              </w:rPr>
              <w:t>إِيَّانَا</w:t>
            </w:r>
            <w:r w:rsidRPr="00BA665B">
              <w:rPr>
                <w:rStyle w:val="Hyperlink"/>
                <w:rtl/>
              </w:rPr>
              <w:t xml:space="preserve"> </w:t>
            </w:r>
            <w:r w:rsidRPr="00BA665B">
              <w:rPr>
                <w:rStyle w:val="Hyperlink"/>
                <w:rFonts w:hint="eastAsia"/>
                <w:rtl/>
              </w:rPr>
              <w:t>يَعْبُدُونَ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Toc362088723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24" w:history="1">
            <w:r w:rsidRPr="00BA665B">
              <w:rPr>
                <w:rStyle w:val="Hyperlink"/>
                <w:rtl/>
              </w:rPr>
              <w:t>(64)</w:t>
            </w:r>
            <w:r w:rsidRPr="00BA665B">
              <w:rPr>
                <w:rStyle w:val="Hyperlink"/>
                <w:rtl/>
              </w:rPr>
              <w:t xml:space="preserve"> </w:t>
            </w:r>
            <w:r w:rsidRPr="00BA665B">
              <w:rPr>
                <w:rStyle w:val="Hyperlink"/>
                <w:rFonts w:hint="eastAsia"/>
                <w:rtl/>
              </w:rPr>
              <w:t>وَقِيلَ</w:t>
            </w:r>
            <w:r w:rsidRPr="00BA665B">
              <w:rPr>
                <w:rStyle w:val="Hyperlink"/>
                <w:rtl/>
              </w:rPr>
              <w:t xml:space="preserve"> </w:t>
            </w:r>
            <w:r w:rsidRPr="00BA665B">
              <w:rPr>
                <w:rStyle w:val="Hyperlink"/>
                <w:rFonts w:hint="eastAsia"/>
                <w:rtl/>
              </w:rPr>
              <w:t>ادْعُواْ</w:t>
            </w:r>
            <w:r w:rsidRPr="00BA665B">
              <w:rPr>
                <w:rStyle w:val="Hyperlink"/>
                <w:rtl/>
              </w:rPr>
              <w:t xml:space="preserve"> </w:t>
            </w:r>
            <w:r w:rsidRPr="00BA665B">
              <w:rPr>
                <w:rStyle w:val="Hyperlink"/>
                <w:rFonts w:hint="eastAsia"/>
                <w:rtl/>
              </w:rPr>
              <w:t>شُرَكَآءَكُمْ</w:t>
            </w:r>
            <w:r w:rsidRPr="00BA665B">
              <w:rPr>
                <w:rStyle w:val="Hyperlink"/>
                <w:rtl/>
              </w:rPr>
              <w:t xml:space="preserve"> </w:t>
            </w:r>
            <w:r w:rsidRPr="00BA665B">
              <w:rPr>
                <w:rStyle w:val="Hyperlink"/>
                <w:rFonts w:hint="eastAsia"/>
                <w:rtl/>
              </w:rPr>
              <w:t>فَدَعَوْهُمْ</w:t>
            </w:r>
            <w:r w:rsidRPr="00BA665B">
              <w:rPr>
                <w:rStyle w:val="Hyperlink"/>
                <w:rtl/>
              </w:rPr>
              <w:t xml:space="preserve"> </w:t>
            </w:r>
            <w:r w:rsidRPr="00BA665B">
              <w:rPr>
                <w:rStyle w:val="Hyperlink"/>
                <w:rFonts w:hint="eastAsia"/>
                <w:rtl/>
              </w:rPr>
              <w:t>فَلَمْ</w:t>
            </w:r>
            <w:r w:rsidRPr="00BA665B">
              <w:rPr>
                <w:rStyle w:val="Hyperlink"/>
                <w:rtl/>
              </w:rPr>
              <w:t xml:space="preserve"> </w:t>
            </w:r>
            <w:r w:rsidRPr="00BA665B">
              <w:rPr>
                <w:rStyle w:val="Hyperlink"/>
                <w:rFonts w:hint="eastAsia"/>
                <w:rtl/>
              </w:rPr>
              <w:t>يَسْتَجِيبُواْ</w:t>
            </w:r>
            <w:r w:rsidRPr="00BA665B">
              <w:rPr>
                <w:rStyle w:val="Hyperlink"/>
                <w:rtl/>
              </w:rPr>
              <w:t xml:space="preserve"> </w:t>
            </w:r>
            <w:r w:rsidRPr="00BA665B">
              <w:rPr>
                <w:rStyle w:val="Hyperlink"/>
                <w:rFonts w:hint="eastAsia"/>
                <w:rtl/>
              </w:rPr>
              <w:t>لَهُمْ</w:t>
            </w:r>
            <w:r w:rsidRPr="00BA665B">
              <w:rPr>
                <w:rStyle w:val="Hyperlink"/>
                <w:rtl/>
              </w:rPr>
              <w:t xml:space="preserve"> </w:t>
            </w:r>
            <w:r w:rsidRPr="00BA665B">
              <w:rPr>
                <w:rStyle w:val="Hyperlink"/>
                <w:rFonts w:hint="eastAsia"/>
                <w:rtl/>
              </w:rPr>
              <w:t>وَرَاءَوُاْ</w:t>
            </w:r>
            <w:r w:rsidRPr="00BA665B">
              <w:rPr>
                <w:rStyle w:val="Hyperlink"/>
                <w:rtl/>
              </w:rPr>
              <w:t xml:space="preserve"> </w:t>
            </w:r>
            <w:r w:rsidRPr="00BA665B">
              <w:rPr>
                <w:rStyle w:val="Hyperlink"/>
                <w:rFonts w:hint="eastAsia"/>
                <w:rtl/>
              </w:rPr>
              <w:t>الْعَذَابَ</w:t>
            </w:r>
            <w:r w:rsidRPr="00BA665B">
              <w:rPr>
                <w:rStyle w:val="Hyperlink"/>
                <w:rtl/>
              </w:rPr>
              <w:t xml:space="preserve"> </w:t>
            </w:r>
            <w:r w:rsidRPr="00BA665B">
              <w:rPr>
                <w:rStyle w:val="Hyperlink"/>
                <w:rFonts w:hint="eastAsia"/>
                <w:rtl/>
              </w:rPr>
              <w:t>لَوْ</w:t>
            </w:r>
            <w:r w:rsidRPr="00BA665B">
              <w:rPr>
                <w:rStyle w:val="Hyperlink"/>
                <w:rtl/>
              </w:rPr>
              <w:t xml:space="preserve"> </w:t>
            </w:r>
            <w:r w:rsidRPr="00BA665B">
              <w:rPr>
                <w:rStyle w:val="Hyperlink"/>
                <w:rFonts w:hint="eastAsia"/>
                <w:rtl/>
              </w:rPr>
              <w:t>اءَنَّهُمْ</w:t>
            </w:r>
            <w:r w:rsidRPr="00BA665B">
              <w:rPr>
                <w:rStyle w:val="Hyperlink"/>
                <w:rtl/>
              </w:rPr>
              <w:t xml:space="preserve"> </w:t>
            </w:r>
            <w:r w:rsidRPr="00BA665B">
              <w:rPr>
                <w:rStyle w:val="Hyperlink"/>
                <w:rFonts w:hint="eastAsia"/>
                <w:rtl/>
              </w:rPr>
              <w:t>كَانُواْيَهْتَدُونَ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Toc362088724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25"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Toc362088725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2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Toc362088726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27" w:history="1">
            <w:r w:rsidRPr="00BA665B">
              <w:rPr>
                <w:rStyle w:val="Hyperlink"/>
                <w:rtl/>
              </w:rPr>
              <w:t>(65)</w:t>
            </w:r>
            <w:r w:rsidRPr="00BA665B">
              <w:rPr>
                <w:rStyle w:val="Hyperlink"/>
                <w:rtl/>
              </w:rPr>
              <w:t xml:space="preserve"> </w:t>
            </w:r>
            <w:r w:rsidRPr="00BA665B">
              <w:rPr>
                <w:rStyle w:val="Hyperlink"/>
                <w:rFonts w:hint="eastAsia"/>
                <w:rtl/>
              </w:rPr>
              <w:t>وَيَوْمَ</w:t>
            </w:r>
            <w:r w:rsidRPr="00BA665B">
              <w:rPr>
                <w:rStyle w:val="Hyperlink"/>
                <w:rtl/>
              </w:rPr>
              <w:t xml:space="preserve"> </w:t>
            </w:r>
            <w:r w:rsidRPr="00BA665B">
              <w:rPr>
                <w:rStyle w:val="Hyperlink"/>
                <w:rFonts w:hint="eastAsia"/>
                <w:rtl/>
              </w:rPr>
              <w:t>يُنَادِيهِمْ</w:t>
            </w:r>
            <w:r w:rsidRPr="00BA665B">
              <w:rPr>
                <w:rStyle w:val="Hyperlink"/>
                <w:rtl/>
              </w:rPr>
              <w:t xml:space="preserve"> </w:t>
            </w:r>
            <w:r w:rsidRPr="00BA665B">
              <w:rPr>
                <w:rStyle w:val="Hyperlink"/>
                <w:rFonts w:hint="eastAsia"/>
                <w:rtl/>
              </w:rPr>
              <w:t>فَيَقُولُ</w:t>
            </w:r>
            <w:r w:rsidRPr="00BA665B">
              <w:rPr>
                <w:rStyle w:val="Hyperlink"/>
                <w:rtl/>
              </w:rPr>
              <w:t xml:space="preserve"> </w:t>
            </w:r>
            <w:r w:rsidRPr="00BA665B">
              <w:rPr>
                <w:rStyle w:val="Hyperlink"/>
                <w:rFonts w:hint="eastAsia"/>
                <w:rtl/>
              </w:rPr>
              <w:t>مَاذَآ</w:t>
            </w:r>
            <w:r w:rsidRPr="00BA665B">
              <w:rPr>
                <w:rStyle w:val="Hyperlink"/>
                <w:rtl/>
              </w:rPr>
              <w:t xml:space="preserve"> </w:t>
            </w:r>
            <w:r w:rsidRPr="00BA665B">
              <w:rPr>
                <w:rStyle w:val="Hyperlink"/>
                <w:rFonts w:hint="eastAsia"/>
                <w:rtl/>
              </w:rPr>
              <w:t>اءَجَبْتُمُ</w:t>
            </w:r>
            <w:r w:rsidRPr="00BA665B">
              <w:rPr>
                <w:rStyle w:val="Hyperlink"/>
                <w:rtl/>
              </w:rPr>
              <w:t xml:space="preserve"> </w:t>
            </w:r>
            <w:r w:rsidRPr="00BA665B">
              <w:rPr>
                <w:rStyle w:val="Hyperlink"/>
                <w:rFonts w:hint="eastAsia"/>
                <w:rtl/>
              </w:rPr>
              <w:t>الْمُرْسَلِينَ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Toc362088727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28" w:history="1">
            <w:r w:rsidRPr="00BA665B">
              <w:rPr>
                <w:rStyle w:val="Hyperlink"/>
                <w:rtl/>
              </w:rPr>
              <w:t>(66)</w:t>
            </w:r>
            <w:r w:rsidRPr="00BA665B">
              <w:rPr>
                <w:rStyle w:val="Hyperlink"/>
                <w:rtl/>
              </w:rPr>
              <w:t xml:space="preserve"> </w:t>
            </w:r>
            <w:r w:rsidRPr="00BA665B">
              <w:rPr>
                <w:rStyle w:val="Hyperlink"/>
                <w:rFonts w:hint="eastAsia"/>
                <w:rtl/>
              </w:rPr>
              <w:t>فَعَمِيَتْ</w:t>
            </w:r>
            <w:r w:rsidRPr="00BA665B">
              <w:rPr>
                <w:rStyle w:val="Hyperlink"/>
                <w:rtl/>
              </w:rPr>
              <w:t xml:space="preserve"> </w:t>
            </w:r>
            <w:r w:rsidRPr="00BA665B">
              <w:rPr>
                <w:rStyle w:val="Hyperlink"/>
                <w:rFonts w:hint="eastAsia"/>
                <w:rtl/>
              </w:rPr>
              <w:t>عَلَيْهِمُ</w:t>
            </w:r>
            <w:r w:rsidRPr="00BA665B">
              <w:rPr>
                <w:rStyle w:val="Hyperlink"/>
                <w:rtl/>
              </w:rPr>
              <w:t xml:space="preserve"> </w:t>
            </w:r>
            <w:r w:rsidRPr="00BA665B">
              <w:rPr>
                <w:rStyle w:val="Hyperlink"/>
                <w:rFonts w:hint="eastAsia"/>
                <w:rtl/>
              </w:rPr>
              <w:t>الاَْنبَآءُ</w:t>
            </w:r>
            <w:r w:rsidRPr="00BA665B">
              <w:rPr>
                <w:rStyle w:val="Hyperlink"/>
                <w:rtl/>
              </w:rPr>
              <w:t xml:space="preserve"> </w:t>
            </w:r>
            <w:r w:rsidRPr="00BA665B">
              <w:rPr>
                <w:rStyle w:val="Hyperlink"/>
                <w:rFonts w:hint="eastAsia"/>
                <w:rtl/>
              </w:rPr>
              <w:t>يَوْمَئِذٍ</w:t>
            </w:r>
            <w:r w:rsidRPr="00BA665B">
              <w:rPr>
                <w:rStyle w:val="Hyperlink"/>
                <w:rtl/>
              </w:rPr>
              <w:t xml:space="preserve"> </w:t>
            </w:r>
            <w:r w:rsidRPr="00BA665B">
              <w:rPr>
                <w:rStyle w:val="Hyperlink"/>
                <w:rFonts w:hint="eastAsia"/>
                <w:rtl/>
              </w:rPr>
              <w:t>فَهُمْ</w:t>
            </w:r>
            <w:r w:rsidRPr="00BA665B">
              <w:rPr>
                <w:rStyle w:val="Hyperlink"/>
                <w:rtl/>
              </w:rPr>
              <w:t xml:space="preserve"> </w:t>
            </w:r>
            <w:r w:rsidRPr="00BA665B">
              <w:rPr>
                <w:rStyle w:val="Hyperlink"/>
                <w:rFonts w:hint="eastAsia"/>
                <w:rtl/>
              </w:rPr>
              <w:t>لاَيَتَسَآءَلُونَ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Toc362088728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29" w:history="1">
            <w:r w:rsidRPr="00BA665B">
              <w:rPr>
                <w:rStyle w:val="Hyperlink"/>
                <w:rtl/>
              </w:rPr>
              <w:t>(67)</w:t>
            </w:r>
            <w:r w:rsidRPr="00BA665B">
              <w:rPr>
                <w:rStyle w:val="Hyperlink"/>
                <w:rtl/>
              </w:rPr>
              <w:t xml:space="preserve"> </w:t>
            </w:r>
            <w:r w:rsidRPr="00BA665B">
              <w:rPr>
                <w:rStyle w:val="Hyperlink"/>
                <w:rFonts w:hint="eastAsia"/>
                <w:rtl/>
              </w:rPr>
              <w:t>فَاءَمَّا</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تَابَ</w:t>
            </w:r>
            <w:r w:rsidRPr="00BA665B">
              <w:rPr>
                <w:rStyle w:val="Hyperlink"/>
                <w:rtl/>
              </w:rPr>
              <w:t xml:space="preserve"> </w:t>
            </w:r>
            <w:r w:rsidRPr="00BA665B">
              <w:rPr>
                <w:rStyle w:val="Hyperlink"/>
                <w:rFonts w:hint="eastAsia"/>
                <w:rtl/>
              </w:rPr>
              <w:t>وَءَامَنَ</w:t>
            </w:r>
            <w:r w:rsidRPr="00BA665B">
              <w:rPr>
                <w:rStyle w:val="Hyperlink"/>
                <w:rtl/>
              </w:rPr>
              <w:t xml:space="preserve"> </w:t>
            </w:r>
            <w:r w:rsidRPr="00BA665B">
              <w:rPr>
                <w:rStyle w:val="Hyperlink"/>
                <w:rFonts w:hint="eastAsia"/>
                <w:rtl/>
              </w:rPr>
              <w:t>وَعَمِلَ</w:t>
            </w:r>
            <w:r w:rsidRPr="00BA665B">
              <w:rPr>
                <w:rStyle w:val="Hyperlink"/>
                <w:rtl/>
              </w:rPr>
              <w:t xml:space="preserve"> </w:t>
            </w:r>
            <w:r w:rsidRPr="00BA665B">
              <w:rPr>
                <w:rStyle w:val="Hyperlink"/>
                <w:rFonts w:hint="eastAsia"/>
                <w:rtl/>
              </w:rPr>
              <w:t>صَلِحاً</w:t>
            </w:r>
            <w:r w:rsidRPr="00BA665B">
              <w:rPr>
                <w:rStyle w:val="Hyperlink"/>
                <w:rtl/>
              </w:rPr>
              <w:t xml:space="preserve"> </w:t>
            </w:r>
            <w:r w:rsidRPr="00BA665B">
              <w:rPr>
                <w:rStyle w:val="Hyperlink"/>
                <w:rFonts w:hint="eastAsia"/>
                <w:rtl/>
              </w:rPr>
              <w:t>فَعَسَىَّ</w:t>
            </w:r>
            <w:r w:rsidRPr="00BA665B">
              <w:rPr>
                <w:rStyle w:val="Hyperlink"/>
                <w:rtl/>
              </w:rPr>
              <w:t xml:space="preserve"> </w:t>
            </w:r>
            <w:r w:rsidRPr="00BA665B">
              <w:rPr>
                <w:rStyle w:val="Hyperlink"/>
                <w:rFonts w:hint="eastAsia"/>
                <w:rtl/>
              </w:rPr>
              <w:t>اءَن</w:t>
            </w:r>
            <w:r w:rsidRPr="00BA665B">
              <w:rPr>
                <w:rStyle w:val="Hyperlink"/>
                <w:rtl/>
              </w:rPr>
              <w:t xml:space="preserve"> </w:t>
            </w:r>
            <w:r w:rsidRPr="00BA665B">
              <w:rPr>
                <w:rStyle w:val="Hyperlink"/>
                <w:rFonts w:hint="eastAsia"/>
                <w:rtl/>
              </w:rPr>
              <w:t>يَكُونَ</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الْمُفْلِحِينَ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Toc362088729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30"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Toc362088730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31"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Toc362088731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14B31" w:rsidRPr="00DE30EA" w:rsidRDefault="00514B31" w:rsidP="00DE30EA">
          <w:pPr>
            <w:pStyle w:val="TOC1"/>
            <w:rPr>
              <w:rFonts w:eastAsiaTheme="minorEastAsia"/>
              <w:sz w:val="22"/>
              <w:rtl/>
            </w:rPr>
          </w:pPr>
          <w:hyperlink w:anchor="_Toc362088732" w:history="1">
            <w:r w:rsidRPr="00DE30EA">
              <w:rPr>
                <w:rStyle w:val="Hyperlink"/>
                <w:color w:val="000000"/>
                <w:u w:val="none"/>
                <w:rtl/>
              </w:rPr>
              <w:t>(68)</w:t>
            </w:r>
            <w:r w:rsidRPr="00DE30EA">
              <w:rPr>
                <w:rStyle w:val="Hyperlink"/>
                <w:color w:val="000000"/>
                <w:u w:val="none"/>
                <w:rtl/>
              </w:rPr>
              <w:t xml:space="preserve"> </w:t>
            </w:r>
            <w:r w:rsidRPr="00DE30EA">
              <w:rPr>
                <w:rStyle w:val="Hyperlink"/>
                <w:rFonts w:hint="eastAsia"/>
                <w:color w:val="000000"/>
                <w:u w:val="none"/>
                <w:rtl/>
              </w:rPr>
              <w:t>وَرَبُّكَ</w:t>
            </w:r>
            <w:r w:rsidRPr="00DE30EA">
              <w:rPr>
                <w:rStyle w:val="Hyperlink"/>
                <w:color w:val="000000"/>
                <w:u w:val="none"/>
                <w:rtl/>
              </w:rPr>
              <w:t xml:space="preserve"> </w:t>
            </w:r>
            <w:r w:rsidRPr="00DE30EA">
              <w:rPr>
                <w:rStyle w:val="Hyperlink"/>
                <w:rFonts w:hint="eastAsia"/>
                <w:color w:val="000000"/>
                <w:u w:val="none"/>
                <w:rtl/>
              </w:rPr>
              <w:t>يَخْلُقُ</w:t>
            </w:r>
            <w:r w:rsidRPr="00DE30EA">
              <w:rPr>
                <w:rStyle w:val="Hyperlink"/>
                <w:color w:val="000000"/>
                <w:u w:val="none"/>
                <w:rtl/>
              </w:rPr>
              <w:t xml:space="preserve"> </w:t>
            </w:r>
            <w:r w:rsidRPr="00DE30EA">
              <w:rPr>
                <w:rStyle w:val="Hyperlink"/>
                <w:rFonts w:hint="eastAsia"/>
                <w:color w:val="000000"/>
                <w:u w:val="none"/>
                <w:rtl/>
              </w:rPr>
              <w:t>مَا</w:t>
            </w:r>
            <w:r w:rsidRPr="00DE30EA">
              <w:rPr>
                <w:rStyle w:val="Hyperlink"/>
                <w:color w:val="000000"/>
                <w:u w:val="none"/>
                <w:rtl/>
              </w:rPr>
              <w:t xml:space="preserve"> </w:t>
            </w:r>
            <w:r w:rsidRPr="00DE30EA">
              <w:rPr>
                <w:rStyle w:val="Hyperlink"/>
                <w:rFonts w:hint="eastAsia"/>
                <w:color w:val="000000"/>
                <w:u w:val="none"/>
                <w:rtl/>
              </w:rPr>
              <w:t>يَشَآءُ</w:t>
            </w:r>
            <w:r w:rsidRPr="00DE30EA">
              <w:rPr>
                <w:rStyle w:val="Hyperlink"/>
                <w:color w:val="000000"/>
                <w:u w:val="none"/>
                <w:rtl/>
              </w:rPr>
              <w:t xml:space="preserve"> </w:t>
            </w:r>
            <w:r w:rsidRPr="00DE30EA">
              <w:rPr>
                <w:rStyle w:val="Hyperlink"/>
                <w:rFonts w:hint="eastAsia"/>
                <w:color w:val="000000"/>
                <w:u w:val="none"/>
                <w:rtl/>
              </w:rPr>
              <w:t>وَيَخْتَارُ</w:t>
            </w:r>
            <w:r w:rsidRPr="00DE30EA">
              <w:rPr>
                <w:rStyle w:val="Hyperlink"/>
                <w:color w:val="000000"/>
                <w:u w:val="none"/>
                <w:rtl/>
              </w:rPr>
              <w:t xml:space="preserve"> </w:t>
            </w:r>
            <w:r w:rsidRPr="00DE30EA">
              <w:rPr>
                <w:rStyle w:val="Hyperlink"/>
                <w:rFonts w:hint="eastAsia"/>
                <w:color w:val="000000"/>
                <w:u w:val="none"/>
                <w:rtl/>
              </w:rPr>
              <w:t>مَا</w:t>
            </w:r>
            <w:r w:rsidRPr="00DE30EA">
              <w:rPr>
                <w:rStyle w:val="Hyperlink"/>
                <w:color w:val="000000"/>
                <w:u w:val="none"/>
                <w:rtl/>
              </w:rPr>
              <w:t xml:space="preserve"> </w:t>
            </w:r>
            <w:r w:rsidRPr="00DE30EA">
              <w:rPr>
                <w:rStyle w:val="Hyperlink"/>
                <w:rFonts w:hint="eastAsia"/>
                <w:color w:val="000000"/>
                <w:u w:val="none"/>
                <w:rtl/>
              </w:rPr>
              <w:t>كَانَ</w:t>
            </w:r>
            <w:r w:rsidRPr="00DE30EA">
              <w:rPr>
                <w:rStyle w:val="Hyperlink"/>
                <w:color w:val="000000"/>
                <w:u w:val="none"/>
                <w:rtl/>
              </w:rPr>
              <w:t xml:space="preserve"> </w:t>
            </w:r>
            <w:r w:rsidRPr="00DE30EA">
              <w:rPr>
                <w:rStyle w:val="Hyperlink"/>
                <w:rFonts w:hint="eastAsia"/>
                <w:color w:val="000000"/>
                <w:u w:val="none"/>
                <w:rtl/>
              </w:rPr>
              <w:t>لَهُمُ</w:t>
            </w:r>
            <w:r w:rsidRPr="00DE30EA">
              <w:rPr>
                <w:rStyle w:val="Hyperlink"/>
                <w:color w:val="000000"/>
                <w:u w:val="none"/>
                <w:rtl/>
              </w:rPr>
              <w:t xml:space="preserve"> </w:t>
            </w:r>
            <w:r w:rsidRPr="00DE30EA">
              <w:rPr>
                <w:rStyle w:val="Hyperlink"/>
                <w:rFonts w:hint="eastAsia"/>
                <w:color w:val="000000"/>
                <w:u w:val="none"/>
                <w:rtl/>
              </w:rPr>
              <w:t>الْخِيَرَةُ</w:t>
            </w:r>
            <w:r w:rsidRPr="00DE30EA">
              <w:rPr>
                <w:rStyle w:val="Hyperlink"/>
                <w:color w:val="000000"/>
                <w:u w:val="none"/>
                <w:rtl/>
              </w:rPr>
              <w:t xml:space="preserve"> </w:t>
            </w:r>
            <w:r w:rsidRPr="00DE30EA">
              <w:rPr>
                <w:rStyle w:val="Hyperlink"/>
                <w:rFonts w:hint="eastAsia"/>
                <w:color w:val="000000"/>
                <w:u w:val="none"/>
                <w:rtl/>
              </w:rPr>
              <w:t>سُبْحَنَ</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وَتَعَلَى</w:t>
            </w:r>
            <w:r w:rsidRPr="00DE30EA">
              <w:rPr>
                <w:rStyle w:val="Hyperlink"/>
                <w:color w:val="000000"/>
                <w:u w:val="none"/>
                <w:rtl/>
              </w:rPr>
              <w:t xml:space="preserve"> </w:t>
            </w:r>
            <w:r w:rsidRPr="00DE30EA">
              <w:rPr>
                <w:rStyle w:val="Hyperlink"/>
                <w:rFonts w:hint="eastAsia"/>
                <w:color w:val="000000"/>
                <w:u w:val="none"/>
                <w:rtl/>
              </w:rPr>
              <w:t>عَمَّايُشْرِكُونَ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Toc362088732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100</w:t>
            </w:r>
            <w:r w:rsidRPr="00DE30EA">
              <w:rPr>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33" w:history="1">
            <w:r w:rsidRPr="00BA665B">
              <w:rPr>
                <w:rStyle w:val="Hyperlink"/>
                <w:rtl/>
              </w:rPr>
              <w:t>(69)</w:t>
            </w:r>
            <w:r w:rsidRPr="00BA665B">
              <w:rPr>
                <w:rStyle w:val="Hyperlink"/>
                <w:rtl/>
              </w:rPr>
              <w:t xml:space="preserve"> </w:t>
            </w:r>
            <w:r w:rsidRPr="00BA665B">
              <w:rPr>
                <w:rStyle w:val="Hyperlink"/>
                <w:rFonts w:hint="eastAsia"/>
                <w:rtl/>
              </w:rPr>
              <w:t>وَرَبُّكَ</w:t>
            </w:r>
            <w:r w:rsidRPr="00BA665B">
              <w:rPr>
                <w:rStyle w:val="Hyperlink"/>
                <w:rtl/>
              </w:rPr>
              <w:t xml:space="preserve"> </w:t>
            </w:r>
            <w:r w:rsidRPr="00BA665B">
              <w:rPr>
                <w:rStyle w:val="Hyperlink"/>
                <w:rFonts w:hint="eastAsia"/>
                <w:rtl/>
              </w:rPr>
              <w:t>يَعْلَمُ</w:t>
            </w:r>
            <w:r w:rsidRPr="00BA665B">
              <w:rPr>
                <w:rStyle w:val="Hyperlink"/>
                <w:rtl/>
              </w:rPr>
              <w:t xml:space="preserve"> </w:t>
            </w:r>
            <w:r w:rsidRPr="00BA665B">
              <w:rPr>
                <w:rStyle w:val="Hyperlink"/>
                <w:rFonts w:hint="eastAsia"/>
                <w:rtl/>
              </w:rPr>
              <w:t>مَا</w:t>
            </w:r>
            <w:r w:rsidRPr="00BA665B">
              <w:rPr>
                <w:rStyle w:val="Hyperlink"/>
                <w:rtl/>
              </w:rPr>
              <w:t xml:space="preserve"> </w:t>
            </w:r>
            <w:r w:rsidRPr="00BA665B">
              <w:rPr>
                <w:rStyle w:val="Hyperlink"/>
                <w:rFonts w:hint="eastAsia"/>
                <w:rtl/>
              </w:rPr>
              <w:t>تُكِنُّ</w:t>
            </w:r>
            <w:r w:rsidRPr="00BA665B">
              <w:rPr>
                <w:rStyle w:val="Hyperlink"/>
                <w:rtl/>
              </w:rPr>
              <w:t xml:space="preserve"> </w:t>
            </w:r>
            <w:r w:rsidRPr="00BA665B">
              <w:rPr>
                <w:rStyle w:val="Hyperlink"/>
                <w:rFonts w:hint="eastAsia"/>
                <w:rtl/>
              </w:rPr>
              <w:t>صُدُورُهُمْ</w:t>
            </w:r>
            <w:r w:rsidRPr="00BA665B">
              <w:rPr>
                <w:rStyle w:val="Hyperlink"/>
                <w:rtl/>
              </w:rPr>
              <w:t xml:space="preserve"> </w:t>
            </w:r>
            <w:r w:rsidRPr="00BA665B">
              <w:rPr>
                <w:rStyle w:val="Hyperlink"/>
                <w:rFonts w:hint="eastAsia"/>
                <w:rtl/>
              </w:rPr>
              <w:t>وَمَا</w:t>
            </w:r>
            <w:r w:rsidRPr="00BA665B">
              <w:rPr>
                <w:rStyle w:val="Hyperlink"/>
                <w:rtl/>
              </w:rPr>
              <w:t xml:space="preserve"> </w:t>
            </w:r>
            <w:r w:rsidRPr="00BA665B">
              <w:rPr>
                <w:rStyle w:val="Hyperlink"/>
                <w:rFonts w:hint="eastAsia"/>
                <w:rtl/>
              </w:rPr>
              <w:t>يُعْلِنُونَ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Toc362088733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514B31" w:rsidRPr="00DE30EA" w:rsidRDefault="00514B31" w:rsidP="00DE30EA">
          <w:pPr>
            <w:pStyle w:val="TOC1"/>
            <w:rPr>
              <w:rFonts w:eastAsiaTheme="minorEastAsia"/>
              <w:sz w:val="22"/>
              <w:rtl/>
            </w:rPr>
          </w:pPr>
          <w:hyperlink w:anchor="_Toc362088734" w:history="1">
            <w:r w:rsidRPr="00DE30EA">
              <w:rPr>
                <w:rStyle w:val="Hyperlink"/>
                <w:color w:val="000000"/>
                <w:u w:val="none"/>
                <w:rtl/>
              </w:rPr>
              <w:t>(70)</w:t>
            </w:r>
            <w:r w:rsidRPr="00DE30EA">
              <w:rPr>
                <w:rStyle w:val="Hyperlink"/>
                <w:color w:val="000000"/>
                <w:u w:val="none"/>
                <w:rtl/>
              </w:rPr>
              <w:t xml:space="preserve"> </w:t>
            </w:r>
            <w:r w:rsidRPr="00DE30EA">
              <w:rPr>
                <w:rStyle w:val="Hyperlink"/>
                <w:rFonts w:hint="eastAsia"/>
                <w:color w:val="000000"/>
                <w:u w:val="none"/>
                <w:rtl/>
              </w:rPr>
              <w:t>وَهُوَ</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لاََّ</w:t>
            </w:r>
            <w:r w:rsidRPr="00DE30EA">
              <w:rPr>
                <w:rStyle w:val="Hyperlink"/>
                <w:color w:val="000000"/>
                <w:u w:val="none"/>
                <w:rtl/>
              </w:rPr>
              <w:t xml:space="preserve"> </w:t>
            </w:r>
            <w:r w:rsidRPr="00DE30EA">
              <w:rPr>
                <w:rStyle w:val="Hyperlink"/>
                <w:rFonts w:hint="eastAsia"/>
                <w:color w:val="000000"/>
                <w:u w:val="none"/>
                <w:rtl/>
              </w:rPr>
              <w:t>إِلَهَ</w:t>
            </w:r>
            <w:r w:rsidRPr="00DE30EA">
              <w:rPr>
                <w:rStyle w:val="Hyperlink"/>
                <w:color w:val="000000"/>
                <w:u w:val="none"/>
                <w:rtl/>
              </w:rPr>
              <w:t xml:space="preserve"> </w:t>
            </w:r>
            <w:r w:rsidRPr="00DE30EA">
              <w:rPr>
                <w:rStyle w:val="Hyperlink"/>
                <w:rFonts w:hint="eastAsia"/>
                <w:color w:val="000000"/>
                <w:u w:val="none"/>
                <w:rtl/>
              </w:rPr>
              <w:t>إِلا</w:t>
            </w:r>
            <w:r w:rsidRPr="00DE30EA">
              <w:rPr>
                <w:rStyle w:val="Hyperlink"/>
                <w:color w:val="000000"/>
                <w:u w:val="none"/>
                <w:rtl/>
              </w:rPr>
              <w:t xml:space="preserve"> </w:t>
            </w:r>
            <w:r w:rsidRPr="00DE30EA">
              <w:rPr>
                <w:rStyle w:val="Hyperlink"/>
                <w:rFonts w:hint="eastAsia"/>
                <w:color w:val="000000"/>
                <w:u w:val="none"/>
                <w:rtl/>
              </w:rPr>
              <w:t>هُوَ</w:t>
            </w:r>
            <w:r w:rsidRPr="00DE30EA">
              <w:rPr>
                <w:rStyle w:val="Hyperlink"/>
                <w:color w:val="000000"/>
                <w:u w:val="none"/>
                <w:rtl/>
              </w:rPr>
              <w:t xml:space="preserve"> </w:t>
            </w:r>
            <w:r w:rsidRPr="00DE30EA">
              <w:rPr>
                <w:rStyle w:val="Hyperlink"/>
                <w:rFonts w:hint="eastAsia"/>
                <w:color w:val="000000"/>
                <w:u w:val="none"/>
                <w:rtl/>
              </w:rPr>
              <w:t>لَهُ</w:t>
            </w:r>
            <w:r w:rsidRPr="00DE30EA">
              <w:rPr>
                <w:rStyle w:val="Hyperlink"/>
                <w:color w:val="000000"/>
                <w:u w:val="none"/>
                <w:rtl/>
              </w:rPr>
              <w:t xml:space="preserve"> </w:t>
            </w:r>
            <w:r w:rsidRPr="00DE30EA">
              <w:rPr>
                <w:rStyle w:val="Hyperlink"/>
                <w:rFonts w:hint="eastAsia"/>
                <w:color w:val="000000"/>
                <w:u w:val="none"/>
                <w:rtl/>
              </w:rPr>
              <w:t>الْحَمْدُ</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الاُْولَى</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الاَْخِرَةِ</w:t>
            </w:r>
            <w:r w:rsidRPr="00DE30EA">
              <w:rPr>
                <w:rStyle w:val="Hyperlink"/>
                <w:color w:val="000000"/>
                <w:u w:val="none"/>
                <w:rtl/>
              </w:rPr>
              <w:t xml:space="preserve"> </w:t>
            </w:r>
            <w:r w:rsidRPr="00DE30EA">
              <w:rPr>
                <w:rStyle w:val="Hyperlink"/>
                <w:rFonts w:hint="eastAsia"/>
                <w:color w:val="000000"/>
                <w:u w:val="none"/>
                <w:rtl/>
              </w:rPr>
              <w:t>وَلَهُ</w:t>
            </w:r>
            <w:r w:rsidRPr="00DE30EA">
              <w:rPr>
                <w:rStyle w:val="Hyperlink"/>
                <w:color w:val="000000"/>
                <w:u w:val="none"/>
                <w:rtl/>
              </w:rPr>
              <w:t xml:space="preserve"> </w:t>
            </w:r>
            <w:r w:rsidRPr="00DE30EA">
              <w:rPr>
                <w:rStyle w:val="Hyperlink"/>
                <w:rFonts w:hint="eastAsia"/>
                <w:color w:val="000000"/>
                <w:u w:val="none"/>
                <w:rtl/>
              </w:rPr>
              <w:t>الْحُكْمُ</w:t>
            </w:r>
            <w:r w:rsidRPr="00DE30EA">
              <w:rPr>
                <w:rStyle w:val="Hyperlink"/>
                <w:color w:val="000000"/>
                <w:u w:val="none"/>
                <w:rtl/>
              </w:rPr>
              <w:t xml:space="preserve"> </w:t>
            </w:r>
            <w:r w:rsidRPr="00DE30EA">
              <w:rPr>
                <w:rStyle w:val="Hyperlink"/>
                <w:rFonts w:hint="eastAsia"/>
                <w:color w:val="000000"/>
                <w:u w:val="none"/>
                <w:rtl/>
              </w:rPr>
              <w:t>وَإِلَيْهِ</w:t>
            </w:r>
            <w:r w:rsidRPr="00DE30EA">
              <w:rPr>
                <w:rStyle w:val="Hyperlink"/>
                <w:color w:val="000000"/>
                <w:u w:val="none"/>
                <w:rtl/>
              </w:rPr>
              <w:t xml:space="preserve"> </w:t>
            </w:r>
            <w:r w:rsidRPr="00DE30EA">
              <w:rPr>
                <w:rStyle w:val="Hyperlink"/>
                <w:rFonts w:hint="eastAsia"/>
                <w:color w:val="000000"/>
                <w:u w:val="none"/>
                <w:rtl/>
              </w:rPr>
              <w:t>تُرْجَعُونَ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Toc362088734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101</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35"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Toc362088735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36" w:history="1">
            <w:r w:rsidRPr="00BA665B">
              <w:rPr>
                <w:rStyle w:val="Hyperlink"/>
                <w:rtl/>
              </w:rPr>
              <w:t>(71)</w:t>
            </w:r>
            <w:r w:rsidRPr="00BA665B">
              <w:rPr>
                <w:rStyle w:val="Hyperlink"/>
                <w:rtl/>
              </w:rPr>
              <w:t xml:space="preserve"> </w:t>
            </w:r>
            <w:r w:rsidRPr="00BA665B">
              <w:rPr>
                <w:rStyle w:val="Hyperlink"/>
                <w:rFonts w:hint="eastAsia"/>
                <w:rtl/>
              </w:rPr>
              <w:t>قُلْ</w:t>
            </w:r>
            <w:r w:rsidRPr="00BA665B">
              <w:rPr>
                <w:rStyle w:val="Hyperlink"/>
                <w:rtl/>
              </w:rPr>
              <w:t xml:space="preserve"> </w:t>
            </w:r>
            <w:r w:rsidRPr="00BA665B">
              <w:rPr>
                <w:rStyle w:val="Hyperlink"/>
                <w:rFonts w:hint="eastAsia"/>
                <w:rtl/>
              </w:rPr>
              <w:t>اءَرَءَيْتُمْ</w:t>
            </w:r>
            <w:r w:rsidRPr="00BA665B">
              <w:rPr>
                <w:rStyle w:val="Hyperlink"/>
                <w:rtl/>
              </w:rPr>
              <w:t xml:space="preserve"> </w:t>
            </w:r>
            <w:r w:rsidRPr="00BA665B">
              <w:rPr>
                <w:rStyle w:val="Hyperlink"/>
                <w:rFonts w:hint="eastAsia"/>
                <w:rtl/>
              </w:rPr>
              <w:t>إِن</w:t>
            </w:r>
            <w:r w:rsidRPr="00BA665B">
              <w:rPr>
                <w:rStyle w:val="Hyperlink"/>
                <w:rtl/>
              </w:rPr>
              <w:t xml:space="preserve"> </w:t>
            </w:r>
            <w:r w:rsidRPr="00BA665B">
              <w:rPr>
                <w:rStyle w:val="Hyperlink"/>
                <w:rFonts w:hint="eastAsia"/>
                <w:rtl/>
              </w:rPr>
              <w:t>جَعَلَ</w:t>
            </w:r>
            <w:r w:rsidRPr="00BA665B">
              <w:rPr>
                <w:rStyle w:val="Hyperlink"/>
                <w:rtl/>
              </w:rPr>
              <w:t xml:space="preserve"> </w:t>
            </w:r>
            <w:r w:rsidRPr="00BA665B">
              <w:rPr>
                <w:rStyle w:val="Hyperlink"/>
                <w:rFonts w:hint="eastAsia"/>
                <w:rtl/>
              </w:rPr>
              <w:t>اللّهُ</w:t>
            </w:r>
            <w:r w:rsidRPr="00BA665B">
              <w:rPr>
                <w:rStyle w:val="Hyperlink"/>
                <w:rtl/>
              </w:rPr>
              <w:t xml:space="preserve"> </w:t>
            </w:r>
            <w:r w:rsidRPr="00BA665B">
              <w:rPr>
                <w:rStyle w:val="Hyperlink"/>
                <w:rFonts w:hint="eastAsia"/>
                <w:rtl/>
              </w:rPr>
              <w:t>عَلَيْكُمُ</w:t>
            </w:r>
            <w:r w:rsidRPr="00BA665B">
              <w:rPr>
                <w:rStyle w:val="Hyperlink"/>
                <w:rtl/>
              </w:rPr>
              <w:t xml:space="preserve"> </w:t>
            </w:r>
            <w:r w:rsidRPr="00BA665B">
              <w:rPr>
                <w:rStyle w:val="Hyperlink"/>
                <w:rFonts w:hint="eastAsia"/>
                <w:rtl/>
              </w:rPr>
              <w:t>الَّيْلَ</w:t>
            </w:r>
            <w:r w:rsidRPr="00BA665B">
              <w:rPr>
                <w:rStyle w:val="Hyperlink"/>
                <w:rtl/>
              </w:rPr>
              <w:t xml:space="preserve"> </w:t>
            </w:r>
            <w:r w:rsidRPr="00BA665B">
              <w:rPr>
                <w:rStyle w:val="Hyperlink"/>
                <w:rFonts w:hint="eastAsia"/>
                <w:rtl/>
              </w:rPr>
              <w:t>سَرْمَداً</w:t>
            </w:r>
            <w:r w:rsidRPr="00BA665B">
              <w:rPr>
                <w:rStyle w:val="Hyperlink"/>
                <w:rtl/>
              </w:rPr>
              <w:t xml:space="preserve"> </w:t>
            </w:r>
            <w:r w:rsidRPr="00BA665B">
              <w:rPr>
                <w:rStyle w:val="Hyperlink"/>
                <w:rFonts w:hint="eastAsia"/>
                <w:rtl/>
              </w:rPr>
              <w:t>إِلَى</w:t>
            </w:r>
            <w:r w:rsidRPr="00BA665B">
              <w:rPr>
                <w:rStyle w:val="Hyperlink"/>
                <w:rtl/>
              </w:rPr>
              <w:t xml:space="preserve"> </w:t>
            </w:r>
            <w:r w:rsidRPr="00BA665B">
              <w:rPr>
                <w:rStyle w:val="Hyperlink"/>
                <w:rFonts w:hint="eastAsia"/>
                <w:rtl/>
              </w:rPr>
              <w:t>يَوْمِ</w:t>
            </w:r>
            <w:r w:rsidRPr="00BA665B">
              <w:rPr>
                <w:rStyle w:val="Hyperlink"/>
                <w:rtl/>
              </w:rPr>
              <w:t xml:space="preserve"> </w:t>
            </w:r>
            <w:r w:rsidRPr="00BA665B">
              <w:rPr>
                <w:rStyle w:val="Hyperlink"/>
                <w:rFonts w:hint="eastAsia"/>
                <w:rtl/>
              </w:rPr>
              <w:t>الْقِيَمَةِ</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إِلَهٌ</w:t>
            </w:r>
            <w:r w:rsidRPr="00BA665B">
              <w:rPr>
                <w:rStyle w:val="Hyperlink"/>
                <w:rtl/>
              </w:rPr>
              <w:t xml:space="preserve"> </w:t>
            </w:r>
            <w:r w:rsidRPr="00BA665B">
              <w:rPr>
                <w:rStyle w:val="Hyperlink"/>
                <w:rFonts w:hint="eastAsia"/>
                <w:rtl/>
              </w:rPr>
              <w:t>غَيْرُ</w:t>
            </w:r>
            <w:r w:rsidRPr="00BA665B">
              <w:rPr>
                <w:rStyle w:val="Hyperlink"/>
                <w:rtl/>
              </w:rPr>
              <w:t xml:space="preserve"> </w:t>
            </w:r>
            <w:r w:rsidRPr="00BA665B">
              <w:rPr>
                <w:rStyle w:val="Hyperlink"/>
                <w:rFonts w:hint="eastAsia"/>
                <w:rtl/>
              </w:rPr>
              <w:t>اللّهِ</w:t>
            </w:r>
            <w:r w:rsidRPr="00BA665B">
              <w:rPr>
                <w:rStyle w:val="Hyperlink"/>
                <w:rtl/>
              </w:rPr>
              <w:t xml:space="preserve"> </w:t>
            </w:r>
            <w:r w:rsidRPr="00BA665B">
              <w:rPr>
                <w:rStyle w:val="Hyperlink"/>
                <w:rFonts w:hint="eastAsia"/>
                <w:rtl/>
              </w:rPr>
              <w:t>يَاءْتِيكُم</w:t>
            </w:r>
            <w:r w:rsidRPr="00BA665B">
              <w:rPr>
                <w:rStyle w:val="Hyperlink"/>
                <w:rtl/>
              </w:rPr>
              <w:t xml:space="preserve"> </w:t>
            </w:r>
            <w:r w:rsidRPr="00BA665B">
              <w:rPr>
                <w:rStyle w:val="Hyperlink"/>
                <w:rFonts w:hint="eastAsia"/>
                <w:rtl/>
              </w:rPr>
              <w:t>بِضِيَآءٍاءَفَلاَ</w:t>
            </w:r>
            <w:r w:rsidRPr="00BA665B">
              <w:rPr>
                <w:rStyle w:val="Hyperlink"/>
                <w:rtl/>
              </w:rPr>
              <w:t xml:space="preserve"> </w:t>
            </w:r>
            <w:r w:rsidRPr="00BA665B">
              <w:rPr>
                <w:rStyle w:val="Hyperlink"/>
                <w:rFonts w:hint="eastAsia"/>
                <w:rtl/>
              </w:rPr>
              <w:t>تَسْمَعُونَ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Toc362088736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37"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Toc362088737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38"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Toc362088738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14B31" w:rsidRPr="00DE30EA" w:rsidRDefault="00514B31" w:rsidP="00DE30EA">
          <w:pPr>
            <w:pStyle w:val="TOC1"/>
            <w:rPr>
              <w:rFonts w:eastAsiaTheme="minorEastAsia"/>
              <w:sz w:val="22"/>
              <w:rtl/>
            </w:rPr>
          </w:pPr>
          <w:hyperlink w:anchor="_Toc362088739" w:history="1">
            <w:r w:rsidRPr="00DE30EA">
              <w:rPr>
                <w:rStyle w:val="Hyperlink"/>
                <w:color w:val="000000"/>
                <w:u w:val="none"/>
                <w:rtl/>
              </w:rPr>
              <w:t>(72)</w:t>
            </w:r>
            <w:r w:rsidRPr="00DE30EA">
              <w:rPr>
                <w:rStyle w:val="Hyperlink"/>
                <w:color w:val="000000"/>
                <w:u w:val="none"/>
                <w:rtl/>
              </w:rPr>
              <w:t xml:space="preserve"> </w:t>
            </w:r>
            <w:r w:rsidRPr="00DE30EA">
              <w:rPr>
                <w:rStyle w:val="Hyperlink"/>
                <w:rFonts w:hint="eastAsia"/>
                <w:color w:val="000000"/>
                <w:u w:val="none"/>
                <w:rtl/>
              </w:rPr>
              <w:t>قُلْ</w:t>
            </w:r>
            <w:r w:rsidRPr="00DE30EA">
              <w:rPr>
                <w:rStyle w:val="Hyperlink"/>
                <w:color w:val="000000"/>
                <w:u w:val="none"/>
                <w:rtl/>
              </w:rPr>
              <w:t xml:space="preserve"> </w:t>
            </w:r>
            <w:r w:rsidRPr="00DE30EA">
              <w:rPr>
                <w:rStyle w:val="Hyperlink"/>
                <w:rFonts w:hint="eastAsia"/>
                <w:color w:val="000000"/>
                <w:u w:val="none"/>
                <w:rtl/>
              </w:rPr>
              <w:t>اءَرَءَيْتُمْ</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جَعَلَ</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عَلَيْكُمُ</w:t>
            </w:r>
            <w:r w:rsidRPr="00DE30EA">
              <w:rPr>
                <w:rStyle w:val="Hyperlink"/>
                <w:color w:val="000000"/>
                <w:u w:val="none"/>
                <w:rtl/>
              </w:rPr>
              <w:t xml:space="preserve"> </w:t>
            </w:r>
            <w:r w:rsidRPr="00DE30EA">
              <w:rPr>
                <w:rStyle w:val="Hyperlink"/>
                <w:rFonts w:hint="eastAsia"/>
                <w:color w:val="000000"/>
                <w:u w:val="none"/>
                <w:rtl/>
              </w:rPr>
              <w:t>النَّهَارَ</w:t>
            </w:r>
            <w:r w:rsidRPr="00DE30EA">
              <w:rPr>
                <w:rStyle w:val="Hyperlink"/>
                <w:color w:val="000000"/>
                <w:u w:val="none"/>
                <w:rtl/>
              </w:rPr>
              <w:t xml:space="preserve"> </w:t>
            </w:r>
            <w:r w:rsidRPr="00DE30EA">
              <w:rPr>
                <w:rStyle w:val="Hyperlink"/>
                <w:rFonts w:hint="eastAsia"/>
                <w:color w:val="000000"/>
                <w:u w:val="none"/>
                <w:rtl/>
              </w:rPr>
              <w:t>سَرْمَداً</w:t>
            </w:r>
            <w:r w:rsidRPr="00DE30EA">
              <w:rPr>
                <w:rStyle w:val="Hyperlink"/>
                <w:color w:val="000000"/>
                <w:u w:val="none"/>
                <w:rtl/>
              </w:rPr>
              <w:t xml:space="preserve"> </w:t>
            </w:r>
            <w:r w:rsidRPr="00DE30EA">
              <w:rPr>
                <w:rStyle w:val="Hyperlink"/>
                <w:rFonts w:hint="eastAsia"/>
                <w:color w:val="000000"/>
                <w:u w:val="none"/>
                <w:rtl/>
              </w:rPr>
              <w:t>إِلَى</w:t>
            </w:r>
            <w:r w:rsidRPr="00DE30EA">
              <w:rPr>
                <w:rStyle w:val="Hyperlink"/>
                <w:color w:val="000000"/>
                <w:u w:val="none"/>
                <w:rtl/>
              </w:rPr>
              <w:t xml:space="preserve"> </w:t>
            </w:r>
            <w:r w:rsidRPr="00DE30EA">
              <w:rPr>
                <w:rStyle w:val="Hyperlink"/>
                <w:rFonts w:hint="eastAsia"/>
                <w:color w:val="000000"/>
                <w:u w:val="none"/>
                <w:rtl/>
              </w:rPr>
              <w:t>يَوْمِ</w:t>
            </w:r>
            <w:r w:rsidRPr="00DE30EA">
              <w:rPr>
                <w:rStyle w:val="Hyperlink"/>
                <w:color w:val="000000"/>
                <w:u w:val="none"/>
                <w:rtl/>
              </w:rPr>
              <w:t xml:space="preserve"> </w:t>
            </w:r>
            <w:r w:rsidRPr="00DE30EA">
              <w:rPr>
                <w:rStyle w:val="Hyperlink"/>
                <w:rFonts w:hint="eastAsia"/>
                <w:color w:val="000000"/>
                <w:u w:val="none"/>
                <w:rtl/>
              </w:rPr>
              <w:t>الْقِيَمَةِ</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إِلَهٌ</w:t>
            </w:r>
            <w:r w:rsidRPr="00DE30EA">
              <w:rPr>
                <w:rStyle w:val="Hyperlink"/>
                <w:color w:val="000000"/>
                <w:u w:val="none"/>
                <w:rtl/>
              </w:rPr>
              <w:t xml:space="preserve"> </w:t>
            </w:r>
            <w:r w:rsidRPr="00DE30EA">
              <w:rPr>
                <w:rStyle w:val="Hyperlink"/>
                <w:rFonts w:hint="eastAsia"/>
                <w:color w:val="000000"/>
                <w:u w:val="none"/>
                <w:rtl/>
              </w:rPr>
              <w:t>غَيْرُ</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يَاءْتِيكُم</w:t>
            </w:r>
            <w:r w:rsidRPr="00DE30EA">
              <w:rPr>
                <w:rStyle w:val="Hyperlink"/>
                <w:color w:val="000000"/>
                <w:u w:val="none"/>
                <w:rtl/>
              </w:rPr>
              <w:t xml:space="preserve"> </w:t>
            </w:r>
            <w:r w:rsidRPr="00DE30EA">
              <w:rPr>
                <w:rStyle w:val="Hyperlink"/>
                <w:rFonts w:hint="eastAsia"/>
                <w:color w:val="000000"/>
                <w:u w:val="none"/>
                <w:rtl/>
              </w:rPr>
              <w:t>بِلَيْلٍ</w:t>
            </w:r>
            <w:r w:rsidRPr="00DE30EA">
              <w:rPr>
                <w:rStyle w:val="Hyperlink"/>
                <w:color w:val="000000"/>
                <w:u w:val="none"/>
                <w:rtl/>
              </w:rPr>
              <w:t xml:space="preserve"> </w:t>
            </w:r>
            <w:r w:rsidRPr="00DE30EA">
              <w:rPr>
                <w:rStyle w:val="Hyperlink"/>
                <w:rFonts w:hint="eastAsia"/>
                <w:color w:val="000000"/>
                <w:u w:val="none"/>
                <w:rtl/>
              </w:rPr>
              <w:t>تَسْكُنُونَ</w:t>
            </w:r>
            <w:r w:rsidRPr="00DE30EA">
              <w:rPr>
                <w:rStyle w:val="Hyperlink"/>
                <w:color w:val="000000"/>
                <w:u w:val="none"/>
                <w:rtl/>
              </w:rPr>
              <w:t xml:space="preserve"> </w:t>
            </w:r>
            <w:r w:rsidRPr="00DE30EA">
              <w:rPr>
                <w:rStyle w:val="Hyperlink"/>
                <w:rFonts w:hint="eastAsia"/>
                <w:color w:val="000000"/>
                <w:u w:val="none"/>
                <w:rtl/>
              </w:rPr>
              <w:t>فِيهِ</w:t>
            </w:r>
            <w:r w:rsidRPr="00DE30EA">
              <w:rPr>
                <w:rStyle w:val="Hyperlink"/>
                <w:color w:val="000000"/>
                <w:u w:val="none"/>
                <w:rtl/>
              </w:rPr>
              <w:t xml:space="preserve"> </w:t>
            </w:r>
            <w:r w:rsidRPr="00DE30EA">
              <w:rPr>
                <w:rStyle w:val="Hyperlink"/>
                <w:rFonts w:hint="eastAsia"/>
                <w:color w:val="000000"/>
                <w:u w:val="none"/>
                <w:rtl/>
              </w:rPr>
              <w:t>اءَفَلاَ</w:t>
            </w:r>
            <w:r w:rsidRPr="00DE30EA">
              <w:rPr>
                <w:rStyle w:val="Hyperlink"/>
                <w:color w:val="000000"/>
                <w:u w:val="none"/>
                <w:rtl/>
              </w:rPr>
              <w:t xml:space="preserve"> </w:t>
            </w:r>
            <w:r w:rsidRPr="00DE30EA">
              <w:rPr>
                <w:rStyle w:val="Hyperlink"/>
                <w:rFonts w:hint="eastAsia"/>
                <w:color w:val="000000"/>
                <w:u w:val="none"/>
                <w:rtl/>
              </w:rPr>
              <w:t>تُبْصِرُونَ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Toc362088739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103</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40"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Toc362088740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41" w:history="1">
            <w:r w:rsidRPr="00BA665B">
              <w:rPr>
                <w:rStyle w:val="Hyperlink"/>
                <w:rtl/>
              </w:rPr>
              <w:t>(73)</w:t>
            </w:r>
            <w:r w:rsidRPr="00BA665B">
              <w:rPr>
                <w:rStyle w:val="Hyperlink"/>
                <w:rtl/>
              </w:rPr>
              <w:t xml:space="preserve"> </w:t>
            </w:r>
            <w:r w:rsidRPr="00BA665B">
              <w:rPr>
                <w:rStyle w:val="Hyperlink"/>
                <w:rFonts w:hint="eastAsia"/>
                <w:rtl/>
              </w:rPr>
              <w:t>وَمِن</w:t>
            </w:r>
            <w:r w:rsidRPr="00BA665B">
              <w:rPr>
                <w:rStyle w:val="Hyperlink"/>
                <w:rtl/>
              </w:rPr>
              <w:t xml:space="preserve"> </w:t>
            </w:r>
            <w:r w:rsidRPr="00BA665B">
              <w:rPr>
                <w:rStyle w:val="Hyperlink"/>
                <w:rFonts w:hint="eastAsia"/>
                <w:rtl/>
              </w:rPr>
              <w:t>رَّحْمَتِهِ</w:t>
            </w:r>
            <w:r w:rsidRPr="00BA665B">
              <w:rPr>
                <w:rStyle w:val="Hyperlink"/>
                <w:rtl/>
              </w:rPr>
              <w:t xml:space="preserve"> </w:t>
            </w:r>
            <w:r w:rsidRPr="00BA665B">
              <w:rPr>
                <w:rStyle w:val="Hyperlink"/>
                <w:rFonts w:hint="eastAsia"/>
                <w:rtl/>
              </w:rPr>
              <w:t>جَعَلَ</w:t>
            </w:r>
            <w:r w:rsidRPr="00BA665B">
              <w:rPr>
                <w:rStyle w:val="Hyperlink"/>
                <w:rtl/>
              </w:rPr>
              <w:t xml:space="preserve"> </w:t>
            </w:r>
            <w:r w:rsidRPr="00BA665B">
              <w:rPr>
                <w:rStyle w:val="Hyperlink"/>
                <w:rFonts w:hint="eastAsia"/>
                <w:rtl/>
              </w:rPr>
              <w:t>لَكُمُ</w:t>
            </w:r>
            <w:r w:rsidRPr="00BA665B">
              <w:rPr>
                <w:rStyle w:val="Hyperlink"/>
                <w:rtl/>
              </w:rPr>
              <w:t xml:space="preserve"> </w:t>
            </w:r>
            <w:r w:rsidRPr="00BA665B">
              <w:rPr>
                <w:rStyle w:val="Hyperlink"/>
                <w:rFonts w:hint="eastAsia"/>
                <w:rtl/>
              </w:rPr>
              <w:t>الَّيْلَ</w:t>
            </w:r>
            <w:r w:rsidRPr="00BA665B">
              <w:rPr>
                <w:rStyle w:val="Hyperlink"/>
                <w:rtl/>
              </w:rPr>
              <w:t xml:space="preserve"> </w:t>
            </w:r>
            <w:r w:rsidRPr="00BA665B">
              <w:rPr>
                <w:rStyle w:val="Hyperlink"/>
                <w:rFonts w:hint="eastAsia"/>
                <w:rtl/>
              </w:rPr>
              <w:t>وَالنَّهَارَ</w:t>
            </w:r>
            <w:r w:rsidRPr="00BA665B">
              <w:rPr>
                <w:rStyle w:val="Hyperlink"/>
                <w:rtl/>
              </w:rPr>
              <w:t xml:space="preserve"> </w:t>
            </w:r>
            <w:r w:rsidRPr="00BA665B">
              <w:rPr>
                <w:rStyle w:val="Hyperlink"/>
                <w:rFonts w:hint="eastAsia"/>
                <w:rtl/>
              </w:rPr>
              <w:t>لِتَسْكُنُواْ</w:t>
            </w:r>
            <w:r w:rsidRPr="00BA665B">
              <w:rPr>
                <w:rStyle w:val="Hyperlink"/>
                <w:rtl/>
              </w:rPr>
              <w:t xml:space="preserve"> </w:t>
            </w:r>
            <w:r w:rsidRPr="00BA665B">
              <w:rPr>
                <w:rStyle w:val="Hyperlink"/>
                <w:rFonts w:hint="eastAsia"/>
                <w:rtl/>
              </w:rPr>
              <w:t>فِيهِ</w:t>
            </w:r>
            <w:r w:rsidRPr="00BA665B">
              <w:rPr>
                <w:rStyle w:val="Hyperlink"/>
                <w:rtl/>
              </w:rPr>
              <w:t xml:space="preserve"> </w:t>
            </w:r>
            <w:r w:rsidRPr="00BA665B">
              <w:rPr>
                <w:rStyle w:val="Hyperlink"/>
                <w:rFonts w:hint="eastAsia"/>
                <w:rtl/>
              </w:rPr>
              <w:t>وَلِتَبْتَغُواْ</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فَضْلِهِ</w:t>
            </w:r>
            <w:r w:rsidRPr="00BA665B">
              <w:rPr>
                <w:rStyle w:val="Hyperlink"/>
                <w:rtl/>
              </w:rPr>
              <w:t xml:space="preserve"> </w:t>
            </w:r>
            <w:r w:rsidRPr="00BA665B">
              <w:rPr>
                <w:rStyle w:val="Hyperlink"/>
                <w:rFonts w:hint="eastAsia"/>
                <w:rtl/>
              </w:rPr>
              <w:t>وَلَعَلَّكُمْ</w:t>
            </w:r>
            <w:r w:rsidRPr="00BA665B">
              <w:rPr>
                <w:rStyle w:val="Hyperlink"/>
                <w:rtl/>
              </w:rPr>
              <w:t xml:space="preserve"> </w:t>
            </w:r>
            <w:r w:rsidRPr="00BA665B">
              <w:rPr>
                <w:rStyle w:val="Hyperlink"/>
                <w:rFonts w:hint="eastAsia"/>
                <w:rtl/>
              </w:rPr>
              <w:t>تَشْكُرُونَ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Toc362088741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42"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Toc362088742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43"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Toc362088743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44" w:history="1">
            <w:r w:rsidRPr="00BA665B">
              <w:rPr>
                <w:rStyle w:val="Hyperlink"/>
                <w:rtl/>
              </w:rPr>
              <w:t>(74)</w:t>
            </w:r>
            <w:r w:rsidRPr="00BA665B">
              <w:rPr>
                <w:rStyle w:val="Hyperlink"/>
                <w:rtl/>
              </w:rPr>
              <w:t xml:space="preserve"> </w:t>
            </w:r>
            <w:r w:rsidRPr="00BA665B">
              <w:rPr>
                <w:rStyle w:val="Hyperlink"/>
                <w:rFonts w:hint="eastAsia"/>
                <w:rtl/>
              </w:rPr>
              <w:t>وَيَوْمَ</w:t>
            </w:r>
            <w:r w:rsidRPr="00BA665B">
              <w:rPr>
                <w:rStyle w:val="Hyperlink"/>
                <w:rtl/>
              </w:rPr>
              <w:t xml:space="preserve"> </w:t>
            </w:r>
            <w:r w:rsidRPr="00BA665B">
              <w:rPr>
                <w:rStyle w:val="Hyperlink"/>
                <w:rFonts w:hint="eastAsia"/>
                <w:rtl/>
              </w:rPr>
              <w:t>يُنَادِيهِمْ</w:t>
            </w:r>
            <w:r w:rsidRPr="00BA665B">
              <w:rPr>
                <w:rStyle w:val="Hyperlink"/>
                <w:rtl/>
              </w:rPr>
              <w:t xml:space="preserve"> </w:t>
            </w:r>
            <w:r w:rsidRPr="00BA665B">
              <w:rPr>
                <w:rStyle w:val="Hyperlink"/>
                <w:rFonts w:hint="eastAsia"/>
                <w:rtl/>
              </w:rPr>
              <w:t>فَيَقُولُ</w:t>
            </w:r>
            <w:r w:rsidRPr="00BA665B">
              <w:rPr>
                <w:rStyle w:val="Hyperlink"/>
                <w:rtl/>
              </w:rPr>
              <w:t xml:space="preserve"> </w:t>
            </w:r>
            <w:r w:rsidRPr="00BA665B">
              <w:rPr>
                <w:rStyle w:val="Hyperlink"/>
                <w:rFonts w:hint="eastAsia"/>
                <w:rtl/>
              </w:rPr>
              <w:t>اءَيْنَ</w:t>
            </w:r>
            <w:r w:rsidRPr="00BA665B">
              <w:rPr>
                <w:rStyle w:val="Hyperlink"/>
                <w:rtl/>
              </w:rPr>
              <w:t xml:space="preserve"> </w:t>
            </w:r>
            <w:r w:rsidRPr="00BA665B">
              <w:rPr>
                <w:rStyle w:val="Hyperlink"/>
                <w:rFonts w:hint="eastAsia"/>
                <w:rtl/>
              </w:rPr>
              <w:t>شُرَكَآءِىَ</w:t>
            </w:r>
            <w:r w:rsidRPr="00BA665B">
              <w:rPr>
                <w:rStyle w:val="Hyperlink"/>
                <w:rtl/>
              </w:rPr>
              <w:t xml:space="preserve"> </w:t>
            </w:r>
            <w:r w:rsidRPr="00BA665B">
              <w:rPr>
                <w:rStyle w:val="Hyperlink"/>
                <w:rFonts w:hint="eastAsia"/>
                <w:rtl/>
              </w:rPr>
              <w:t>الَّذِينَ</w:t>
            </w:r>
            <w:r w:rsidRPr="00BA665B">
              <w:rPr>
                <w:rStyle w:val="Hyperlink"/>
                <w:rtl/>
              </w:rPr>
              <w:t xml:space="preserve"> </w:t>
            </w:r>
            <w:r w:rsidRPr="00BA665B">
              <w:rPr>
                <w:rStyle w:val="Hyperlink"/>
                <w:rFonts w:hint="eastAsia"/>
                <w:rtl/>
              </w:rPr>
              <w:t>كُنتُمْ</w:t>
            </w:r>
            <w:r w:rsidRPr="00BA665B">
              <w:rPr>
                <w:rStyle w:val="Hyperlink"/>
                <w:rtl/>
              </w:rPr>
              <w:t xml:space="preserve"> </w:t>
            </w:r>
            <w:r w:rsidRPr="00BA665B">
              <w:rPr>
                <w:rStyle w:val="Hyperlink"/>
                <w:rFonts w:hint="eastAsia"/>
                <w:rtl/>
              </w:rPr>
              <w:t>تَزْعُمُونَ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Toc362088744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45"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Toc362088745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4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Toc362088746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47" w:history="1">
            <w:r w:rsidRPr="00BA665B">
              <w:rPr>
                <w:rStyle w:val="Hyperlink"/>
                <w:rtl/>
              </w:rPr>
              <w:t>(75)</w:t>
            </w:r>
            <w:r w:rsidRPr="00BA665B">
              <w:rPr>
                <w:rStyle w:val="Hyperlink"/>
                <w:rtl/>
              </w:rPr>
              <w:t xml:space="preserve"> </w:t>
            </w:r>
            <w:r w:rsidRPr="00BA665B">
              <w:rPr>
                <w:rStyle w:val="Hyperlink"/>
                <w:rFonts w:hint="eastAsia"/>
                <w:rtl/>
              </w:rPr>
              <w:t>وَنَزَعْنَا</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كُلِّ</w:t>
            </w:r>
            <w:r w:rsidRPr="00BA665B">
              <w:rPr>
                <w:rStyle w:val="Hyperlink"/>
                <w:rtl/>
              </w:rPr>
              <w:t xml:space="preserve"> </w:t>
            </w:r>
            <w:r w:rsidRPr="00BA665B">
              <w:rPr>
                <w:rStyle w:val="Hyperlink"/>
                <w:rFonts w:hint="eastAsia"/>
                <w:rtl/>
              </w:rPr>
              <w:t>اءُمَّةٍ</w:t>
            </w:r>
            <w:r w:rsidRPr="00BA665B">
              <w:rPr>
                <w:rStyle w:val="Hyperlink"/>
                <w:rtl/>
              </w:rPr>
              <w:t xml:space="preserve"> </w:t>
            </w:r>
            <w:r w:rsidRPr="00BA665B">
              <w:rPr>
                <w:rStyle w:val="Hyperlink"/>
                <w:rFonts w:hint="eastAsia"/>
                <w:rtl/>
              </w:rPr>
              <w:t>شَهِيداً</w:t>
            </w:r>
            <w:r w:rsidRPr="00BA665B">
              <w:rPr>
                <w:rStyle w:val="Hyperlink"/>
                <w:rtl/>
              </w:rPr>
              <w:t xml:space="preserve"> </w:t>
            </w:r>
            <w:r w:rsidRPr="00BA665B">
              <w:rPr>
                <w:rStyle w:val="Hyperlink"/>
                <w:rFonts w:hint="eastAsia"/>
                <w:rtl/>
              </w:rPr>
              <w:t>فَقُلْنَا</w:t>
            </w:r>
            <w:r w:rsidRPr="00BA665B">
              <w:rPr>
                <w:rStyle w:val="Hyperlink"/>
                <w:rtl/>
              </w:rPr>
              <w:t xml:space="preserve"> </w:t>
            </w:r>
            <w:r w:rsidRPr="00BA665B">
              <w:rPr>
                <w:rStyle w:val="Hyperlink"/>
                <w:rFonts w:hint="eastAsia"/>
                <w:rtl/>
              </w:rPr>
              <w:t>هَاتُواْ</w:t>
            </w:r>
            <w:r w:rsidRPr="00BA665B">
              <w:rPr>
                <w:rStyle w:val="Hyperlink"/>
                <w:rtl/>
              </w:rPr>
              <w:t xml:space="preserve"> </w:t>
            </w:r>
            <w:r w:rsidRPr="00BA665B">
              <w:rPr>
                <w:rStyle w:val="Hyperlink"/>
                <w:rFonts w:hint="eastAsia"/>
                <w:rtl/>
              </w:rPr>
              <w:t>بُرْهَنَكُمْ</w:t>
            </w:r>
            <w:r w:rsidRPr="00BA665B">
              <w:rPr>
                <w:rStyle w:val="Hyperlink"/>
                <w:rtl/>
              </w:rPr>
              <w:t xml:space="preserve"> </w:t>
            </w:r>
            <w:r w:rsidRPr="00BA665B">
              <w:rPr>
                <w:rStyle w:val="Hyperlink"/>
                <w:rFonts w:hint="eastAsia"/>
                <w:rtl/>
              </w:rPr>
              <w:t>فَعَلِمُوَّاْ</w:t>
            </w:r>
            <w:r w:rsidRPr="00BA665B">
              <w:rPr>
                <w:rStyle w:val="Hyperlink"/>
                <w:rtl/>
              </w:rPr>
              <w:t xml:space="preserve"> </w:t>
            </w:r>
            <w:r w:rsidRPr="00BA665B">
              <w:rPr>
                <w:rStyle w:val="Hyperlink"/>
                <w:rFonts w:hint="eastAsia"/>
                <w:rtl/>
              </w:rPr>
              <w:t>اءَنَّ</w:t>
            </w:r>
            <w:r w:rsidRPr="00BA665B">
              <w:rPr>
                <w:rStyle w:val="Hyperlink"/>
                <w:rtl/>
              </w:rPr>
              <w:t xml:space="preserve"> </w:t>
            </w:r>
            <w:r w:rsidRPr="00BA665B">
              <w:rPr>
                <w:rStyle w:val="Hyperlink"/>
                <w:rFonts w:hint="eastAsia"/>
                <w:rtl/>
              </w:rPr>
              <w:t>الْحَقَّ</w:t>
            </w:r>
            <w:r w:rsidRPr="00BA665B">
              <w:rPr>
                <w:rStyle w:val="Hyperlink"/>
                <w:rtl/>
              </w:rPr>
              <w:t xml:space="preserve"> </w:t>
            </w:r>
            <w:r w:rsidRPr="00BA665B">
              <w:rPr>
                <w:rStyle w:val="Hyperlink"/>
                <w:rFonts w:hint="eastAsia"/>
                <w:rtl/>
              </w:rPr>
              <w:t>لِلَّهِ</w:t>
            </w:r>
            <w:r w:rsidRPr="00BA665B">
              <w:rPr>
                <w:rStyle w:val="Hyperlink"/>
                <w:rtl/>
              </w:rPr>
              <w:t xml:space="preserve"> </w:t>
            </w:r>
            <w:r w:rsidRPr="00BA665B">
              <w:rPr>
                <w:rStyle w:val="Hyperlink"/>
                <w:rFonts w:hint="eastAsia"/>
                <w:rtl/>
              </w:rPr>
              <w:t>وَضَلَّ</w:t>
            </w:r>
            <w:r w:rsidRPr="00BA665B">
              <w:rPr>
                <w:rStyle w:val="Hyperlink"/>
                <w:rtl/>
              </w:rPr>
              <w:t xml:space="preserve"> </w:t>
            </w:r>
            <w:r w:rsidRPr="00BA665B">
              <w:rPr>
                <w:rStyle w:val="Hyperlink"/>
                <w:rFonts w:hint="eastAsia"/>
                <w:rtl/>
              </w:rPr>
              <w:t>عَنْهُم</w:t>
            </w:r>
            <w:r w:rsidRPr="00BA665B">
              <w:rPr>
                <w:rStyle w:val="Hyperlink"/>
                <w:rtl/>
              </w:rPr>
              <w:t xml:space="preserve"> </w:t>
            </w:r>
            <w:r w:rsidRPr="00BA665B">
              <w:rPr>
                <w:rStyle w:val="Hyperlink"/>
                <w:rFonts w:hint="eastAsia"/>
                <w:rtl/>
              </w:rPr>
              <w:t>مَّاكَانُواْ</w:t>
            </w:r>
            <w:r w:rsidRPr="00BA665B">
              <w:rPr>
                <w:rStyle w:val="Hyperlink"/>
                <w:rtl/>
              </w:rPr>
              <w:t xml:space="preserve"> </w:t>
            </w:r>
            <w:r w:rsidRPr="00BA665B">
              <w:rPr>
                <w:rStyle w:val="Hyperlink"/>
                <w:rFonts w:hint="eastAsia"/>
                <w:rtl/>
              </w:rPr>
              <w:t>يَفْتَرُونَ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Toc362088747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48"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Toc362088748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49"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Toc362088749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14B31" w:rsidRPr="00DE30EA" w:rsidRDefault="00514B31" w:rsidP="00DE30EA">
          <w:pPr>
            <w:pStyle w:val="TOC1"/>
            <w:rPr>
              <w:rFonts w:eastAsiaTheme="minorEastAsia"/>
              <w:sz w:val="22"/>
              <w:rtl/>
            </w:rPr>
          </w:pPr>
          <w:hyperlink w:anchor="_Toc362088750" w:history="1">
            <w:r w:rsidRPr="00DE30EA">
              <w:rPr>
                <w:rStyle w:val="Hyperlink"/>
                <w:color w:val="000000"/>
                <w:u w:val="none"/>
                <w:rtl/>
              </w:rPr>
              <w:t>(76)</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قَرُونَ</w:t>
            </w:r>
            <w:r w:rsidRPr="00DE30EA">
              <w:rPr>
                <w:rStyle w:val="Hyperlink"/>
                <w:color w:val="000000"/>
                <w:u w:val="none"/>
                <w:rtl/>
              </w:rPr>
              <w:t xml:space="preserve"> </w:t>
            </w:r>
            <w:r w:rsidRPr="00DE30EA">
              <w:rPr>
                <w:rStyle w:val="Hyperlink"/>
                <w:rFonts w:hint="eastAsia"/>
                <w:color w:val="000000"/>
                <w:u w:val="none"/>
                <w:rtl/>
              </w:rPr>
              <w:t>كَانَ</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قَوْمِ</w:t>
            </w:r>
            <w:r w:rsidRPr="00DE30EA">
              <w:rPr>
                <w:rStyle w:val="Hyperlink"/>
                <w:color w:val="000000"/>
                <w:u w:val="none"/>
                <w:rtl/>
              </w:rPr>
              <w:t xml:space="preserve"> </w:t>
            </w:r>
            <w:r w:rsidRPr="00DE30EA">
              <w:rPr>
                <w:rStyle w:val="Hyperlink"/>
                <w:rFonts w:hint="eastAsia"/>
                <w:color w:val="000000"/>
                <w:u w:val="none"/>
                <w:rtl/>
              </w:rPr>
              <w:t>مُوسَى</w:t>
            </w:r>
            <w:r w:rsidRPr="00DE30EA">
              <w:rPr>
                <w:rStyle w:val="Hyperlink"/>
                <w:color w:val="000000"/>
                <w:u w:val="none"/>
                <w:rtl/>
              </w:rPr>
              <w:t xml:space="preserve"> </w:t>
            </w:r>
            <w:r w:rsidRPr="00DE30EA">
              <w:rPr>
                <w:rStyle w:val="Hyperlink"/>
                <w:rFonts w:hint="eastAsia"/>
                <w:color w:val="000000"/>
                <w:u w:val="none"/>
                <w:rtl/>
              </w:rPr>
              <w:t>فَبَغَى</w:t>
            </w:r>
            <w:r w:rsidRPr="00DE30EA">
              <w:rPr>
                <w:rStyle w:val="Hyperlink"/>
                <w:color w:val="000000"/>
                <w:u w:val="none"/>
                <w:rtl/>
              </w:rPr>
              <w:t xml:space="preserve"> </w:t>
            </w:r>
            <w:r w:rsidRPr="00DE30EA">
              <w:rPr>
                <w:rStyle w:val="Hyperlink"/>
                <w:rFonts w:hint="eastAsia"/>
                <w:color w:val="000000"/>
                <w:u w:val="none"/>
                <w:rtl/>
              </w:rPr>
              <w:t>عَلَيْهِمْ</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ءَاتَيْنَهُ</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الْكُنُوزِ</w:t>
            </w:r>
            <w:r w:rsidRPr="00DE30EA">
              <w:rPr>
                <w:rStyle w:val="Hyperlink"/>
                <w:color w:val="000000"/>
                <w:u w:val="none"/>
                <w:rtl/>
              </w:rPr>
              <w:t xml:space="preserve"> </w:t>
            </w:r>
            <w:r w:rsidRPr="00DE30EA">
              <w:rPr>
                <w:rStyle w:val="Hyperlink"/>
                <w:rFonts w:hint="eastAsia"/>
                <w:color w:val="000000"/>
                <w:u w:val="none"/>
                <w:rtl/>
              </w:rPr>
              <w:t>مَآ</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مَفَاتِحَهُ</w:t>
            </w:r>
            <w:r w:rsidRPr="00DE30EA">
              <w:rPr>
                <w:rStyle w:val="Hyperlink"/>
                <w:color w:val="000000"/>
                <w:u w:val="none"/>
                <w:rtl/>
              </w:rPr>
              <w:t xml:space="preserve"> </w:t>
            </w:r>
            <w:r w:rsidRPr="00DE30EA">
              <w:rPr>
                <w:rStyle w:val="Hyperlink"/>
                <w:rFonts w:hint="eastAsia"/>
                <w:color w:val="000000"/>
                <w:u w:val="none"/>
                <w:rtl/>
              </w:rPr>
              <w:t>لَتَنُوَّاءُ</w:t>
            </w:r>
            <w:r w:rsidRPr="00DE30EA">
              <w:rPr>
                <w:rStyle w:val="Hyperlink"/>
                <w:color w:val="000000"/>
                <w:u w:val="none"/>
                <w:rtl/>
              </w:rPr>
              <w:t xml:space="preserve"> </w:t>
            </w:r>
            <w:r w:rsidRPr="00DE30EA">
              <w:rPr>
                <w:rStyle w:val="Hyperlink"/>
                <w:rFonts w:hint="eastAsia"/>
                <w:color w:val="000000"/>
                <w:u w:val="none"/>
                <w:rtl/>
              </w:rPr>
              <w:t>بِالْعُصْبَةِ</w:t>
            </w:r>
            <w:r w:rsidRPr="00DE30EA">
              <w:rPr>
                <w:rStyle w:val="Hyperlink"/>
                <w:color w:val="000000"/>
                <w:u w:val="none"/>
                <w:rtl/>
              </w:rPr>
              <w:t xml:space="preserve"> </w:t>
            </w:r>
            <w:r w:rsidRPr="00DE30EA">
              <w:rPr>
                <w:rStyle w:val="Hyperlink"/>
                <w:rFonts w:hint="eastAsia"/>
                <w:color w:val="000000"/>
                <w:u w:val="none"/>
                <w:rtl/>
              </w:rPr>
              <w:t>اءُوْلِى</w:t>
            </w:r>
            <w:r w:rsidRPr="00DE30EA">
              <w:rPr>
                <w:rStyle w:val="Hyperlink"/>
                <w:color w:val="000000"/>
                <w:u w:val="none"/>
                <w:rtl/>
              </w:rPr>
              <w:t xml:space="preserve"> </w:t>
            </w:r>
            <w:r w:rsidRPr="00DE30EA">
              <w:rPr>
                <w:rStyle w:val="Hyperlink"/>
                <w:rFonts w:hint="eastAsia"/>
                <w:color w:val="000000"/>
                <w:u w:val="none"/>
                <w:rtl/>
              </w:rPr>
              <w:t>الْقُوَّةِ</w:t>
            </w:r>
            <w:r w:rsidRPr="00DE30EA">
              <w:rPr>
                <w:rStyle w:val="Hyperlink"/>
                <w:color w:val="000000"/>
                <w:u w:val="none"/>
                <w:rtl/>
              </w:rPr>
              <w:t xml:space="preserve"> </w:t>
            </w:r>
            <w:r w:rsidRPr="00DE30EA">
              <w:rPr>
                <w:rStyle w:val="Hyperlink"/>
                <w:rFonts w:hint="eastAsia"/>
                <w:color w:val="000000"/>
                <w:u w:val="none"/>
                <w:rtl/>
              </w:rPr>
              <w:t>إِذْ</w:t>
            </w:r>
            <w:r w:rsidRPr="00DE30EA">
              <w:rPr>
                <w:rStyle w:val="Hyperlink"/>
                <w:color w:val="000000"/>
                <w:u w:val="none"/>
                <w:rtl/>
              </w:rPr>
              <w:t xml:space="preserve"> </w:t>
            </w:r>
            <w:r w:rsidRPr="00DE30EA">
              <w:rPr>
                <w:rStyle w:val="Hyperlink"/>
                <w:rFonts w:hint="eastAsia"/>
                <w:color w:val="000000"/>
                <w:u w:val="none"/>
                <w:rtl/>
              </w:rPr>
              <w:t>قَالَ</w:t>
            </w:r>
            <w:r w:rsidRPr="00DE30EA">
              <w:rPr>
                <w:rStyle w:val="Hyperlink"/>
                <w:color w:val="000000"/>
                <w:u w:val="none"/>
                <w:rtl/>
              </w:rPr>
              <w:t xml:space="preserve"> </w:t>
            </w:r>
            <w:r w:rsidRPr="00DE30EA">
              <w:rPr>
                <w:rStyle w:val="Hyperlink"/>
                <w:rFonts w:hint="eastAsia"/>
                <w:color w:val="000000"/>
                <w:u w:val="none"/>
                <w:rtl/>
              </w:rPr>
              <w:t>لَهُ</w:t>
            </w:r>
            <w:r w:rsidRPr="00DE30EA">
              <w:rPr>
                <w:rStyle w:val="Hyperlink"/>
                <w:color w:val="000000"/>
                <w:u w:val="none"/>
                <w:rtl/>
              </w:rPr>
              <w:t xml:space="preserve"> </w:t>
            </w:r>
            <w:r w:rsidRPr="00DE30EA">
              <w:rPr>
                <w:rStyle w:val="Hyperlink"/>
                <w:rFonts w:hint="eastAsia"/>
                <w:color w:val="000000"/>
                <w:u w:val="none"/>
                <w:rtl/>
              </w:rPr>
              <w:t>قَوْمُهُ</w:t>
            </w:r>
            <w:r w:rsidRPr="00DE30EA">
              <w:rPr>
                <w:rStyle w:val="Hyperlink"/>
                <w:color w:val="000000"/>
                <w:u w:val="none"/>
                <w:rtl/>
              </w:rPr>
              <w:t xml:space="preserve"> </w:t>
            </w:r>
            <w:r w:rsidRPr="00DE30EA">
              <w:rPr>
                <w:rStyle w:val="Hyperlink"/>
                <w:rFonts w:hint="eastAsia"/>
                <w:color w:val="000000"/>
                <w:u w:val="none"/>
                <w:rtl/>
              </w:rPr>
              <w:t>لاَتَفْرَحْ</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لاَ</w:t>
            </w:r>
            <w:r w:rsidRPr="00DE30EA">
              <w:rPr>
                <w:rStyle w:val="Hyperlink"/>
                <w:color w:val="000000"/>
                <w:u w:val="none"/>
                <w:rtl/>
              </w:rPr>
              <w:t xml:space="preserve"> </w:t>
            </w:r>
            <w:r w:rsidRPr="00DE30EA">
              <w:rPr>
                <w:rStyle w:val="Hyperlink"/>
                <w:rFonts w:hint="eastAsia"/>
                <w:color w:val="000000"/>
                <w:u w:val="none"/>
                <w:rtl/>
              </w:rPr>
              <w:t>يُحِبُّ</w:t>
            </w:r>
            <w:r w:rsidRPr="00DE30EA">
              <w:rPr>
                <w:rStyle w:val="Hyperlink"/>
                <w:color w:val="000000"/>
                <w:u w:val="none"/>
                <w:rtl/>
              </w:rPr>
              <w:t xml:space="preserve"> </w:t>
            </w:r>
            <w:r w:rsidRPr="00DE30EA">
              <w:rPr>
                <w:rStyle w:val="Hyperlink"/>
                <w:rFonts w:hint="eastAsia"/>
                <w:color w:val="000000"/>
                <w:u w:val="none"/>
                <w:rtl/>
              </w:rPr>
              <w:t>الْفَرِحِينَ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Toc362088750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107</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51"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Toc362088751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52"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Toc362088752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14B31" w:rsidRPr="00DE30EA" w:rsidRDefault="00514B31" w:rsidP="00DE30EA">
          <w:pPr>
            <w:pStyle w:val="TOC1"/>
            <w:rPr>
              <w:rFonts w:eastAsiaTheme="minorEastAsia"/>
              <w:sz w:val="22"/>
              <w:rtl/>
            </w:rPr>
          </w:pPr>
          <w:hyperlink w:anchor="_Toc362088753" w:history="1">
            <w:r w:rsidRPr="00DE30EA">
              <w:rPr>
                <w:rStyle w:val="Hyperlink"/>
                <w:color w:val="000000"/>
                <w:u w:val="none"/>
                <w:rtl/>
              </w:rPr>
              <w:t>(77)</w:t>
            </w:r>
            <w:r w:rsidRPr="00DE30EA">
              <w:rPr>
                <w:rStyle w:val="Hyperlink"/>
                <w:color w:val="000000"/>
                <w:u w:val="none"/>
                <w:rtl/>
              </w:rPr>
              <w:t xml:space="preserve"> </w:t>
            </w:r>
            <w:r w:rsidRPr="00DE30EA">
              <w:rPr>
                <w:rStyle w:val="Hyperlink"/>
                <w:rFonts w:hint="eastAsia"/>
                <w:color w:val="000000"/>
                <w:u w:val="none"/>
                <w:rtl/>
              </w:rPr>
              <w:t>وَابْتَغِ</w:t>
            </w:r>
            <w:r w:rsidRPr="00DE30EA">
              <w:rPr>
                <w:rStyle w:val="Hyperlink"/>
                <w:color w:val="000000"/>
                <w:u w:val="none"/>
                <w:rtl/>
              </w:rPr>
              <w:t xml:space="preserve"> </w:t>
            </w:r>
            <w:r w:rsidRPr="00DE30EA">
              <w:rPr>
                <w:rStyle w:val="Hyperlink"/>
                <w:rFonts w:hint="eastAsia"/>
                <w:color w:val="000000"/>
                <w:u w:val="none"/>
                <w:rtl/>
              </w:rPr>
              <w:t>فِيمَآ</w:t>
            </w:r>
            <w:r w:rsidRPr="00DE30EA">
              <w:rPr>
                <w:rStyle w:val="Hyperlink"/>
                <w:color w:val="000000"/>
                <w:u w:val="none"/>
                <w:rtl/>
              </w:rPr>
              <w:t xml:space="preserve"> </w:t>
            </w:r>
            <w:r w:rsidRPr="00DE30EA">
              <w:rPr>
                <w:rStyle w:val="Hyperlink"/>
                <w:rFonts w:hint="eastAsia"/>
                <w:color w:val="000000"/>
                <w:u w:val="none"/>
                <w:rtl/>
              </w:rPr>
              <w:t>ءَاتَكَ</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الدَّارَ</w:t>
            </w:r>
            <w:r w:rsidRPr="00DE30EA">
              <w:rPr>
                <w:rStyle w:val="Hyperlink"/>
                <w:color w:val="000000"/>
                <w:u w:val="none"/>
                <w:rtl/>
              </w:rPr>
              <w:t xml:space="preserve"> </w:t>
            </w:r>
            <w:r w:rsidRPr="00DE30EA">
              <w:rPr>
                <w:rStyle w:val="Hyperlink"/>
                <w:rFonts w:hint="eastAsia"/>
                <w:color w:val="000000"/>
                <w:u w:val="none"/>
                <w:rtl/>
              </w:rPr>
              <w:t>الاَْخِرَةَ</w:t>
            </w:r>
            <w:r w:rsidRPr="00DE30EA">
              <w:rPr>
                <w:rStyle w:val="Hyperlink"/>
                <w:color w:val="000000"/>
                <w:u w:val="none"/>
                <w:rtl/>
              </w:rPr>
              <w:t xml:space="preserve"> </w:t>
            </w:r>
            <w:r w:rsidRPr="00DE30EA">
              <w:rPr>
                <w:rStyle w:val="Hyperlink"/>
                <w:rFonts w:hint="eastAsia"/>
                <w:color w:val="000000"/>
                <w:u w:val="none"/>
                <w:rtl/>
              </w:rPr>
              <w:t>وَلاَ</w:t>
            </w:r>
            <w:r w:rsidRPr="00DE30EA">
              <w:rPr>
                <w:rStyle w:val="Hyperlink"/>
                <w:color w:val="000000"/>
                <w:u w:val="none"/>
                <w:rtl/>
              </w:rPr>
              <w:t xml:space="preserve"> </w:t>
            </w:r>
            <w:r w:rsidRPr="00DE30EA">
              <w:rPr>
                <w:rStyle w:val="Hyperlink"/>
                <w:rFonts w:hint="eastAsia"/>
                <w:color w:val="000000"/>
                <w:u w:val="none"/>
                <w:rtl/>
              </w:rPr>
              <w:t>تَنسَ</w:t>
            </w:r>
            <w:r w:rsidRPr="00DE30EA">
              <w:rPr>
                <w:rStyle w:val="Hyperlink"/>
                <w:color w:val="000000"/>
                <w:u w:val="none"/>
                <w:rtl/>
              </w:rPr>
              <w:t xml:space="preserve"> </w:t>
            </w:r>
            <w:r w:rsidRPr="00DE30EA">
              <w:rPr>
                <w:rStyle w:val="Hyperlink"/>
                <w:rFonts w:hint="eastAsia"/>
                <w:color w:val="000000"/>
                <w:u w:val="none"/>
                <w:rtl/>
              </w:rPr>
              <w:t>نَصِيبَكَ</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الدُّنْيَا</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اءَحْسِن</w:t>
            </w:r>
            <w:r w:rsidRPr="00DE30EA">
              <w:rPr>
                <w:rStyle w:val="Hyperlink"/>
                <w:color w:val="000000"/>
                <w:u w:val="none"/>
                <w:rtl/>
              </w:rPr>
              <w:t xml:space="preserve"> </w:t>
            </w:r>
            <w:r w:rsidRPr="00DE30EA">
              <w:rPr>
                <w:rStyle w:val="Hyperlink"/>
                <w:rFonts w:hint="eastAsia"/>
                <w:color w:val="000000"/>
                <w:u w:val="none"/>
                <w:rtl/>
              </w:rPr>
              <w:t>كَمَآاءَحْسَنَ</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إِلَيْكَ</w:t>
            </w:r>
            <w:r w:rsidRPr="00DE30EA">
              <w:rPr>
                <w:rStyle w:val="Hyperlink"/>
                <w:color w:val="000000"/>
                <w:u w:val="none"/>
                <w:rtl/>
              </w:rPr>
              <w:t xml:space="preserve"> </w:t>
            </w:r>
            <w:r w:rsidRPr="00DE30EA">
              <w:rPr>
                <w:rStyle w:val="Hyperlink"/>
                <w:rFonts w:hint="eastAsia"/>
                <w:color w:val="000000"/>
                <w:u w:val="none"/>
                <w:rtl/>
              </w:rPr>
              <w:t>وَلاَتَبْغِ</w:t>
            </w:r>
            <w:r w:rsidRPr="00DE30EA">
              <w:rPr>
                <w:rStyle w:val="Hyperlink"/>
                <w:color w:val="000000"/>
                <w:u w:val="none"/>
                <w:rtl/>
              </w:rPr>
              <w:t xml:space="preserve"> </w:t>
            </w:r>
            <w:r w:rsidRPr="00DE30EA">
              <w:rPr>
                <w:rStyle w:val="Hyperlink"/>
                <w:rFonts w:hint="eastAsia"/>
                <w:color w:val="000000"/>
                <w:u w:val="none"/>
                <w:rtl/>
              </w:rPr>
              <w:t>الْفَسَادَ</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الاَْرْضِ</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لاَيُحِبُّ</w:t>
            </w:r>
            <w:r w:rsidRPr="00DE30EA">
              <w:rPr>
                <w:rStyle w:val="Hyperlink"/>
                <w:color w:val="000000"/>
                <w:u w:val="none"/>
                <w:rtl/>
              </w:rPr>
              <w:t xml:space="preserve"> </w:t>
            </w:r>
            <w:r w:rsidRPr="00DE30EA">
              <w:rPr>
                <w:rStyle w:val="Hyperlink"/>
                <w:rFonts w:hint="eastAsia"/>
                <w:color w:val="000000"/>
                <w:u w:val="none"/>
                <w:rtl/>
              </w:rPr>
              <w:t>الْمُفْسِدِينَ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Toc362088753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109</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54"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Toc362088754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55"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Toc362088755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14B31" w:rsidRPr="00DE30EA" w:rsidRDefault="00514B31" w:rsidP="00DE30EA">
          <w:pPr>
            <w:pStyle w:val="TOC1"/>
            <w:rPr>
              <w:rFonts w:eastAsiaTheme="minorEastAsia"/>
              <w:sz w:val="22"/>
              <w:rtl/>
            </w:rPr>
          </w:pPr>
          <w:hyperlink w:anchor="_Toc362088756" w:history="1">
            <w:r w:rsidRPr="00DE30EA">
              <w:rPr>
                <w:rStyle w:val="Hyperlink"/>
                <w:color w:val="000000"/>
                <w:u w:val="none"/>
                <w:rtl/>
              </w:rPr>
              <w:t>(78)</w:t>
            </w:r>
            <w:r w:rsidRPr="00DE30EA">
              <w:rPr>
                <w:rStyle w:val="Hyperlink"/>
                <w:color w:val="000000"/>
                <w:u w:val="none"/>
                <w:rtl/>
              </w:rPr>
              <w:t xml:space="preserve"> </w:t>
            </w:r>
            <w:r w:rsidRPr="00DE30EA">
              <w:rPr>
                <w:rStyle w:val="Hyperlink"/>
                <w:rFonts w:hint="eastAsia"/>
                <w:color w:val="000000"/>
                <w:u w:val="none"/>
                <w:rtl/>
              </w:rPr>
              <w:t>قَالَ</w:t>
            </w:r>
            <w:r w:rsidRPr="00DE30EA">
              <w:rPr>
                <w:rStyle w:val="Hyperlink"/>
                <w:color w:val="000000"/>
                <w:u w:val="none"/>
                <w:rtl/>
              </w:rPr>
              <w:t xml:space="preserve"> </w:t>
            </w:r>
            <w:r w:rsidRPr="00DE30EA">
              <w:rPr>
                <w:rStyle w:val="Hyperlink"/>
                <w:rFonts w:hint="eastAsia"/>
                <w:color w:val="000000"/>
                <w:u w:val="none"/>
                <w:rtl/>
              </w:rPr>
              <w:t>إِنَّمَآ</w:t>
            </w:r>
            <w:r w:rsidRPr="00DE30EA">
              <w:rPr>
                <w:rStyle w:val="Hyperlink"/>
                <w:color w:val="000000"/>
                <w:u w:val="none"/>
                <w:rtl/>
              </w:rPr>
              <w:t xml:space="preserve"> </w:t>
            </w:r>
            <w:r w:rsidRPr="00DE30EA">
              <w:rPr>
                <w:rStyle w:val="Hyperlink"/>
                <w:rFonts w:hint="eastAsia"/>
                <w:color w:val="000000"/>
                <w:u w:val="none"/>
                <w:rtl/>
              </w:rPr>
              <w:t>اءُوتِيتُهُ</w:t>
            </w:r>
            <w:r w:rsidRPr="00DE30EA">
              <w:rPr>
                <w:rStyle w:val="Hyperlink"/>
                <w:color w:val="000000"/>
                <w:u w:val="none"/>
                <w:rtl/>
              </w:rPr>
              <w:t xml:space="preserve"> </w:t>
            </w:r>
            <w:r w:rsidRPr="00DE30EA">
              <w:rPr>
                <w:rStyle w:val="Hyperlink"/>
                <w:rFonts w:hint="eastAsia"/>
                <w:color w:val="000000"/>
                <w:u w:val="none"/>
                <w:rtl/>
              </w:rPr>
              <w:t>عَلَى</w:t>
            </w:r>
            <w:r w:rsidRPr="00DE30EA">
              <w:rPr>
                <w:rStyle w:val="Hyperlink"/>
                <w:color w:val="000000"/>
                <w:u w:val="none"/>
                <w:rtl/>
              </w:rPr>
              <w:t xml:space="preserve"> </w:t>
            </w:r>
            <w:r w:rsidRPr="00DE30EA">
              <w:rPr>
                <w:rStyle w:val="Hyperlink"/>
                <w:rFonts w:hint="eastAsia"/>
                <w:color w:val="000000"/>
                <w:u w:val="none"/>
                <w:rtl/>
              </w:rPr>
              <w:t>عِلْمٍ</w:t>
            </w:r>
            <w:r w:rsidRPr="00DE30EA">
              <w:rPr>
                <w:rStyle w:val="Hyperlink"/>
                <w:color w:val="000000"/>
                <w:u w:val="none"/>
                <w:rtl/>
              </w:rPr>
              <w:t xml:space="preserve"> </w:t>
            </w:r>
            <w:r w:rsidRPr="00DE30EA">
              <w:rPr>
                <w:rStyle w:val="Hyperlink"/>
                <w:rFonts w:hint="eastAsia"/>
                <w:color w:val="000000"/>
                <w:u w:val="none"/>
                <w:rtl/>
              </w:rPr>
              <w:t>عِندِىَّ</w:t>
            </w:r>
            <w:r w:rsidRPr="00DE30EA">
              <w:rPr>
                <w:rStyle w:val="Hyperlink"/>
                <w:color w:val="000000"/>
                <w:u w:val="none"/>
                <w:rtl/>
              </w:rPr>
              <w:t xml:space="preserve"> </w:t>
            </w:r>
            <w:r w:rsidRPr="00DE30EA">
              <w:rPr>
                <w:rStyle w:val="Hyperlink"/>
                <w:rFonts w:hint="eastAsia"/>
                <w:color w:val="000000"/>
                <w:u w:val="none"/>
                <w:rtl/>
              </w:rPr>
              <w:t>اءَوَلَمْ</w:t>
            </w:r>
            <w:r w:rsidRPr="00DE30EA">
              <w:rPr>
                <w:rStyle w:val="Hyperlink"/>
                <w:color w:val="000000"/>
                <w:u w:val="none"/>
                <w:rtl/>
              </w:rPr>
              <w:t xml:space="preserve"> </w:t>
            </w:r>
            <w:r w:rsidRPr="00DE30EA">
              <w:rPr>
                <w:rStyle w:val="Hyperlink"/>
                <w:rFonts w:hint="eastAsia"/>
                <w:color w:val="000000"/>
                <w:u w:val="none"/>
                <w:rtl/>
              </w:rPr>
              <w:t>يَعْلَمْ</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قَدْ</w:t>
            </w:r>
            <w:r w:rsidRPr="00DE30EA">
              <w:rPr>
                <w:rStyle w:val="Hyperlink"/>
                <w:color w:val="000000"/>
                <w:u w:val="none"/>
                <w:rtl/>
              </w:rPr>
              <w:t xml:space="preserve"> </w:t>
            </w:r>
            <w:r w:rsidRPr="00DE30EA">
              <w:rPr>
                <w:rStyle w:val="Hyperlink"/>
                <w:rFonts w:hint="eastAsia"/>
                <w:color w:val="000000"/>
                <w:u w:val="none"/>
                <w:rtl/>
              </w:rPr>
              <w:t>اءَهْلَكَ</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قَبْلِهِ</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الْقُرُونِ</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هُوَ</w:t>
            </w:r>
            <w:r w:rsidRPr="00DE30EA">
              <w:rPr>
                <w:rStyle w:val="Hyperlink"/>
                <w:color w:val="000000"/>
                <w:u w:val="none"/>
                <w:rtl/>
              </w:rPr>
              <w:t xml:space="preserve"> </w:t>
            </w:r>
            <w:r w:rsidRPr="00DE30EA">
              <w:rPr>
                <w:rStyle w:val="Hyperlink"/>
                <w:rFonts w:hint="eastAsia"/>
                <w:color w:val="000000"/>
                <w:u w:val="none"/>
                <w:rtl/>
              </w:rPr>
              <w:t>اءَشَدُّ</w:t>
            </w:r>
            <w:r w:rsidRPr="00DE30EA">
              <w:rPr>
                <w:rStyle w:val="Hyperlink"/>
                <w:color w:val="000000"/>
                <w:u w:val="none"/>
                <w:rtl/>
              </w:rPr>
              <w:t xml:space="preserve"> </w:t>
            </w:r>
            <w:r w:rsidRPr="00DE30EA">
              <w:rPr>
                <w:rStyle w:val="Hyperlink"/>
                <w:rFonts w:hint="eastAsia"/>
                <w:color w:val="000000"/>
                <w:u w:val="none"/>
                <w:rtl/>
              </w:rPr>
              <w:t>مِنْهُ</w:t>
            </w:r>
            <w:r w:rsidRPr="00DE30EA">
              <w:rPr>
                <w:rStyle w:val="Hyperlink"/>
                <w:color w:val="000000"/>
                <w:u w:val="none"/>
                <w:rtl/>
              </w:rPr>
              <w:t xml:space="preserve"> </w:t>
            </w:r>
            <w:r w:rsidRPr="00DE30EA">
              <w:rPr>
                <w:rStyle w:val="Hyperlink"/>
                <w:rFonts w:hint="eastAsia"/>
                <w:color w:val="000000"/>
                <w:u w:val="none"/>
                <w:rtl/>
              </w:rPr>
              <w:t>قُوَّةً</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اءَكْثَرُ</w:t>
            </w:r>
            <w:r w:rsidRPr="00DE30EA">
              <w:rPr>
                <w:rStyle w:val="Hyperlink"/>
                <w:color w:val="000000"/>
                <w:u w:val="none"/>
                <w:rtl/>
              </w:rPr>
              <w:t xml:space="preserve"> </w:t>
            </w:r>
            <w:r w:rsidRPr="00DE30EA">
              <w:rPr>
                <w:rStyle w:val="Hyperlink"/>
                <w:rFonts w:hint="eastAsia"/>
                <w:color w:val="000000"/>
                <w:u w:val="none"/>
                <w:rtl/>
              </w:rPr>
              <w:t>جَمْعاً</w:t>
            </w:r>
            <w:r w:rsidRPr="00DE30EA">
              <w:rPr>
                <w:rStyle w:val="Hyperlink"/>
                <w:color w:val="000000"/>
                <w:u w:val="none"/>
                <w:rtl/>
              </w:rPr>
              <w:t xml:space="preserve"> </w:t>
            </w:r>
            <w:r w:rsidRPr="00DE30EA">
              <w:rPr>
                <w:rStyle w:val="Hyperlink"/>
                <w:rFonts w:hint="eastAsia"/>
                <w:color w:val="000000"/>
                <w:u w:val="none"/>
                <w:rtl/>
              </w:rPr>
              <w:t>وَلاَ</w:t>
            </w:r>
            <w:r w:rsidRPr="00DE30EA">
              <w:rPr>
                <w:rStyle w:val="Hyperlink"/>
                <w:color w:val="000000"/>
                <w:u w:val="none"/>
                <w:rtl/>
              </w:rPr>
              <w:t xml:space="preserve"> </w:t>
            </w:r>
            <w:r w:rsidRPr="00DE30EA">
              <w:rPr>
                <w:rStyle w:val="Hyperlink"/>
                <w:rFonts w:hint="eastAsia"/>
                <w:color w:val="000000"/>
                <w:u w:val="none"/>
                <w:rtl/>
              </w:rPr>
              <w:t>يُسْئَلُ</w:t>
            </w:r>
            <w:r w:rsidRPr="00DE30EA">
              <w:rPr>
                <w:rStyle w:val="Hyperlink"/>
                <w:color w:val="000000"/>
                <w:u w:val="none"/>
                <w:rtl/>
              </w:rPr>
              <w:t xml:space="preserve"> </w:t>
            </w:r>
            <w:r w:rsidRPr="00DE30EA">
              <w:rPr>
                <w:rStyle w:val="Hyperlink"/>
                <w:rFonts w:hint="eastAsia"/>
                <w:color w:val="000000"/>
                <w:u w:val="none"/>
                <w:rtl/>
              </w:rPr>
              <w:t>عَن</w:t>
            </w:r>
            <w:r w:rsidRPr="00DE30EA">
              <w:rPr>
                <w:rStyle w:val="Hyperlink"/>
                <w:color w:val="000000"/>
                <w:u w:val="none"/>
                <w:rtl/>
              </w:rPr>
              <w:t xml:space="preserve"> </w:t>
            </w:r>
            <w:r w:rsidRPr="00DE30EA">
              <w:rPr>
                <w:rStyle w:val="Hyperlink"/>
                <w:rFonts w:hint="eastAsia"/>
                <w:color w:val="000000"/>
                <w:u w:val="none"/>
                <w:rtl/>
              </w:rPr>
              <w:t>ذُنُوبِهِمُ</w:t>
            </w:r>
            <w:r w:rsidRPr="00DE30EA">
              <w:rPr>
                <w:rStyle w:val="Hyperlink"/>
                <w:color w:val="000000"/>
                <w:u w:val="none"/>
                <w:rtl/>
              </w:rPr>
              <w:t xml:space="preserve"> </w:t>
            </w:r>
            <w:r w:rsidRPr="00DE30EA">
              <w:rPr>
                <w:rStyle w:val="Hyperlink"/>
                <w:rFonts w:hint="eastAsia"/>
                <w:color w:val="000000"/>
                <w:u w:val="none"/>
                <w:rtl/>
              </w:rPr>
              <w:t>الْمُجْرِمُونَ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Toc362088756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111</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57"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Toc362088757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58"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Toc362088758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514B31" w:rsidRPr="00DE30EA" w:rsidRDefault="00514B31" w:rsidP="00DE30EA">
          <w:pPr>
            <w:pStyle w:val="TOC1"/>
            <w:rPr>
              <w:rFonts w:eastAsiaTheme="minorEastAsia"/>
              <w:sz w:val="22"/>
              <w:rtl/>
            </w:rPr>
          </w:pPr>
          <w:hyperlink w:anchor="_Toc362088759" w:history="1">
            <w:r w:rsidRPr="00DE30EA">
              <w:rPr>
                <w:rStyle w:val="Hyperlink"/>
                <w:color w:val="000000"/>
                <w:u w:val="none"/>
                <w:rtl/>
              </w:rPr>
              <w:t>(79)</w:t>
            </w:r>
            <w:r w:rsidRPr="00DE30EA">
              <w:rPr>
                <w:rStyle w:val="Hyperlink"/>
                <w:color w:val="000000"/>
                <w:u w:val="none"/>
                <w:rtl/>
              </w:rPr>
              <w:t xml:space="preserve"> </w:t>
            </w:r>
            <w:r w:rsidRPr="00DE30EA">
              <w:rPr>
                <w:rStyle w:val="Hyperlink"/>
                <w:rFonts w:hint="eastAsia"/>
                <w:color w:val="000000"/>
                <w:u w:val="none"/>
                <w:rtl/>
              </w:rPr>
              <w:t>فَخَرَجَ</w:t>
            </w:r>
            <w:r w:rsidRPr="00DE30EA">
              <w:rPr>
                <w:rStyle w:val="Hyperlink"/>
                <w:color w:val="000000"/>
                <w:u w:val="none"/>
                <w:rtl/>
              </w:rPr>
              <w:t xml:space="preserve"> </w:t>
            </w:r>
            <w:r w:rsidRPr="00DE30EA">
              <w:rPr>
                <w:rStyle w:val="Hyperlink"/>
                <w:rFonts w:hint="eastAsia"/>
                <w:color w:val="000000"/>
                <w:u w:val="none"/>
                <w:rtl/>
              </w:rPr>
              <w:t>عَلَى</w:t>
            </w:r>
            <w:r w:rsidRPr="00DE30EA">
              <w:rPr>
                <w:rStyle w:val="Hyperlink"/>
                <w:color w:val="000000"/>
                <w:u w:val="none"/>
                <w:rtl/>
              </w:rPr>
              <w:t xml:space="preserve"> </w:t>
            </w:r>
            <w:r w:rsidRPr="00DE30EA">
              <w:rPr>
                <w:rStyle w:val="Hyperlink"/>
                <w:rFonts w:hint="eastAsia"/>
                <w:color w:val="000000"/>
                <w:u w:val="none"/>
                <w:rtl/>
              </w:rPr>
              <w:t>قَوْمِهِ</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زِينَتِهِ</w:t>
            </w:r>
            <w:r w:rsidRPr="00DE30EA">
              <w:rPr>
                <w:rStyle w:val="Hyperlink"/>
                <w:color w:val="000000"/>
                <w:u w:val="none"/>
                <w:rtl/>
              </w:rPr>
              <w:t xml:space="preserve"> </w:t>
            </w:r>
            <w:r w:rsidRPr="00DE30EA">
              <w:rPr>
                <w:rStyle w:val="Hyperlink"/>
                <w:rFonts w:hint="eastAsia"/>
                <w:color w:val="000000"/>
                <w:u w:val="none"/>
                <w:rtl/>
              </w:rPr>
              <w:t>قَالَ</w:t>
            </w:r>
            <w:r w:rsidRPr="00DE30EA">
              <w:rPr>
                <w:rStyle w:val="Hyperlink"/>
                <w:color w:val="000000"/>
                <w:u w:val="none"/>
                <w:rtl/>
              </w:rPr>
              <w:t xml:space="preserve"> </w:t>
            </w:r>
            <w:r w:rsidRPr="00DE30EA">
              <w:rPr>
                <w:rStyle w:val="Hyperlink"/>
                <w:rFonts w:hint="eastAsia"/>
                <w:color w:val="000000"/>
                <w:u w:val="none"/>
                <w:rtl/>
              </w:rPr>
              <w:t>الَّذِينَ</w:t>
            </w:r>
            <w:r w:rsidRPr="00DE30EA">
              <w:rPr>
                <w:rStyle w:val="Hyperlink"/>
                <w:color w:val="000000"/>
                <w:u w:val="none"/>
                <w:rtl/>
              </w:rPr>
              <w:t xml:space="preserve"> </w:t>
            </w:r>
            <w:r w:rsidRPr="00DE30EA">
              <w:rPr>
                <w:rStyle w:val="Hyperlink"/>
                <w:rFonts w:hint="eastAsia"/>
                <w:color w:val="000000"/>
                <w:u w:val="none"/>
                <w:rtl/>
              </w:rPr>
              <w:t>يُرِيدُونَ</w:t>
            </w:r>
            <w:r w:rsidRPr="00DE30EA">
              <w:rPr>
                <w:rStyle w:val="Hyperlink"/>
                <w:color w:val="000000"/>
                <w:u w:val="none"/>
                <w:rtl/>
              </w:rPr>
              <w:t xml:space="preserve"> </w:t>
            </w:r>
            <w:r w:rsidRPr="00DE30EA">
              <w:rPr>
                <w:rStyle w:val="Hyperlink"/>
                <w:rFonts w:hint="eastAsia"/>
                <w:color w:val="000000"/>
                <w:u w:val="none"/>
                <w:rtl/>
              </w:rPr>
              <w:t>الْحَيَوةَ</w:t>
            </w:r>
            <w:r w:rsidRPr="00DE30EA">
              <w:rPr>
                <w:rStyle w:val="Hyperlink"/>
                <w:color w:val="000000"/>
                <w:u w:val="none"/>
                <w:rtl/>
              </w:rPr>
              <w:t xml:space="preserve"> </w:t>
            </w:r>
            <w:r w:rsidRPr="00DE30EA">
              <w:rPr>
                <w:rStyle w:val="Hyperlink"/>
                <w:rFonts w:hint="eastAsia"/>
                <w:color w:val="000000"/>
                <w:u w:val="none"/>
                <w:rtl/>
              </w:rPr>
              <w:t>الدُّنْيَا</w:t>
            </w:r>
            <w:r w:rsidRPr="00DE30EA">
              <w:rPr>
                <w:rStyle w:val="Hyperlink"/>
                <w:color w:val="000000"/>
                <w:u w:val="none"/>
                <w:rtl/>
              </w:rPr>
              <w:t xml:space="preserve"> </w:t>
            </w:r>
            <w:r w:rsidRPr="00DE30EA">
              <w:rPr>
                <w:rStyle w:val="Hyperlink"/>
                <w:rFonts w:hint="eastAsia"/>
                <w:color w:val="000000"/>
                <w:u w:val="none"/>
                <w:rtl/>
              </w:rPr>
              <w:t>يَلَيْتَ</w:t>
            </w:r>
            <w:r w:rsidRPr="00DE30EA">
              <w:rPr>
                <w:rStyle w:val="Hyperlink"/>
                <w:color w:val="000000"/>
                <w:u w:val="none"/>
                <w:rtl/>
              </w:rPr>
              <w:t xml:space="preserve"> </w:t>
            </w:r>
            <w:r w:rsidRPr="00DE30EA">
              <w:rPr>
                <w:rStyle w:val="Hyperlink"/>
                <w:rFonts w:hint="eastAsia"/>
                <w:color w:val="000000"/>
                <w:u w:val="none"/>
                <w:rtl/>
              </w:rPr>
              <w:t>لَنَا</w:t>
            </w:r>
            <w:r w:rsidRPr="00DE30EA">
              <w:rPr>
                <w:rStyle w:val="Hyperlink"/>
                <w:color w:val="000000"/>
                <w:u w:val="none"/>
                <w:rtl/>
              </w:rPr>
              <w:t xml:space="preserve"> </w:t>
            </w:r>
            <w:r w:rsidRPr="00DE30EA">
              <w:rPr>
                <w:rStyle w:val="Hyperlink"/>
                <w:rFonts w:hint="eastAsia"/>
                <w:color w:val="000000"/>
                <w:u w:val="none"/>
                <w:rtl/>
              </w:rPr>
              <w:t>مِثْلَ</w:t>
            </w:r>
            <w:r w:rsidRPr="00DE30EA">
              <w:rPr>
                <w:rStyle w:val="Hyperlink"/>
                <w:color w:val="000000"/>
                <w:u w:val="none"/>
                <w:rtl/>
              </w:rPr>
              <w:t xml:space="preserve"> </w:t>
            </w:r>
            <w:r w:rsidRPr="00DE30EA">
              <w:rPr>
                <w:rStyle w:val="Hyperlink"/>
                <w:rFonts w:hint="eastAsia"/>
                <w:color w:val="000000"/>
                <w:u w:val="none"/>
                <w:rtl/>
              </w:rPr>
              <w:t>مَآاءُوتِىَقَرُونُ</w:t>
            </w:r>
            <w:r w:rsidRPr="00DE30EA">
              <w:rPr>
                <w:rStyle w:val="Hyperlink"/>
                <w:color w:val="000000"/>
                <w:u w:val="none"/>
                <w:rtl/>
              </w:rPr>
              <w:t xml:space="preserve"> </w:t>
            </w:r>
            <w:r w:rsidRPr="00DE30EA">
              <w:rPr>
                <w:rStyle w:val="Hyperlink"/>
                <w:rFonts w:hint="eastAsia"/>
                <w:color w:val="000000"/>
                <w:u w:val="none"/>
                <w:rtl/>
              </w:rPr>
              <w:t>إِنَّهُ</w:t>
            </w:r>
            <w:r w:rsidRPr="00DE30EA">
              <w:rPr>
                <w:rStyle w:val="Hyperlink"/>
                <w:color w:val="000000"/>
                <w:u w:val="none"/>
                <w:rtl/>
              </w:rPr>
              <w:t xml:space="preserve"> </w:t>
            </w:r>
            <w:r w:rsidRPr="00DE30EA">
              <w:rPr>
                <w:rStyle w:val="Hyperlink"/>
                <w:rFonts w:hint="eastAsia"/>
                <w:color w:val="000000"/>
                <w:u w:val="none"/>
                <w:rtl/>
              </w:rPr>
              <w:t>لَذُو</w:t>
            </w:r>
            <w:r w:rsidRPr="00DE30EA">
              <w:rPr>
                <w:rStyle w:val="Hyperlink"/>
                <w:color w:val="000000"/>
                <w:u w:val="none"/>
                <w:rtl/>
              </w:rPr>
              <w:t xml:space="preserve"> </w:t>
            </w:r>
            <w:r w:rsidRPr="00DE30EA">
              <w:rPr>
                <w:rStyle w:val="Hyperlink"/>
                <w:rFonts w:hint="eastAsia"/>
                <w:color w:val="000000"/>
                <w:u w:val="none"/>
                <w:rtl/>
              </w:rPr>
              <w:t>حَظٍّ</w:t>
            </w:r>
            <w:r w:rsidRPr="00DE30EA">
              <w:rPr>
                <w:rStyle w:val="Hyperlink"/>
                <w:color w:val="000000"/>
                <w:u w:val="none"/>
                <w:rtl/>
              </w:rPr>
              <w:t xml:space="preserve"> </w:t>
            </w:r>
            <w:r w:rsidRPr="00DE30EA">
              <w:rPr>
                <w:rStyle w:val="Hyperlink"/>
                <w:rFonts w:hint="eastAsia"/>
                <w:color w:val="000000"/>
                <w:u w:val="none"/>
                <w:rtl/>
              </w:rPr>
              <w:t>عَظِيمٍ</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Toc362088759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113</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60"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Toc362088760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61" w:history="1">
            <w:r w:rsidRPr="00BA665B">
              <w:rPr>
                <w:rStyle w:val="Hyperlink"/>
                <w:rtl/>
              </w:rPr>
              <w:t>(80)</w:t>
            </w:r>
            <w:r w:rsidRPr="00BA665B">
              <w:rPr>
                <w:rStyle w:val="Hyperlink"/>
                <w:rtl/>
              </w:rPr>
              <w:t xml:space="preserve"> </w:t>
            </w:r>
            <w:r w:rsidRPr="00BA665B">
              <w:rPr>
                <w:rStyle w:val="Hyperlink"/>
                <w:rFonts w:hint="eastAsia"/>
                <w:rtl/>
              </w:rPr>
              <w:t>وَقَالَ</w:t>
            </w:r>
            <w:r w:rsidRPr="00BA665B">
              <w:rPr>
                <w:rStyle w:val="Hyperlink"/>
                <w:rtl/>
              </w:rPr>
              <w:t xml:space="preserve"> </w:t>
            </w:r>
            <w:r w:rsidRPr="00BA665B">
              <w:rPr>
                <w:rStyle w:val="Hyperlink"/>
                <w:rFonts w:hint="eastAsia"/>
                <w:rtl/>
              </w:rPr>
              <w:t>الَّذِينَ</w:t>
            </w:r>
            <w:r w:rsidRPr="00BA665B">
              <w:rPr>
                <w:rStyle w:val="Hyperlink"/>
                <w:rtl/>
              </w:rPr>
              <w:t xml:space="preserve"> </w:t>
            </w:r>
            <w:r w:rsidRPr="00BA665B">
              <w:rPr>
                <w:rStyle w:val="Hyperlink"/>
                <w:rFonts w:hint="eastAsia"/>
                <w:rtl/>
              </w:rPr>
              <w:t>اءُوتُواْ</w:t>
            </w:r>
            <w:r w:rsidRPr="00BA665B">
              <w:rPr>
                <w:rStyle w:val="Hyperlink"/>
                <w:rtl/>
              </w:rPr>
              <w:t xml:space="preserve"> </w:t>
            </w:r>
            <w:r w:rsidRPr="00BA665B">
              <w:rPr>
                <w:rStyle w:val="Hyperlink"/>
                <w:rFonts w:hint="eastAsia"/>
                <w:rtl/>
              </w:rPr>
              <w:t>الْعِلْمَ</w:t>
            </w:r>
            <w:r w:rsidRPr="00BA665B">
              <w:rPr>
                <w:rStyle w:val="Hyperlink"/>
                <w:rtl/>
              </w:rPr>
              <w:t xml:space="preserve"> </w:t>
            </w:r>
            <w:r w:rsidRPr="00BA665B">
              <w:rPr>
                <w:rStyle w:val="Hyperlink"/>
                <w:rFonts w:hint="eastAsia"/>
                <w:rtl/>
              </w:rPr>
              <w:t>وَيْلَكُمْ</w:t>
            </w:r>
            <w:r w:rsidRPr="00BA665B">
              <w:rPr>
                <w:rStyle w:val="Hyperlink"/>
                <w:rtl/>
              </w:rPr>
              <w:t xml:space="preserve"> </w:t>
            </w:r>
            <w:r w:rsidRPr="00BA665B">
              <w:rPr>
                <w:rStyle w:val="Hyperlink"/>
                <w:rFonts w:hint="eastAsia"/>
                <w:rtl/>
              </w:rPr>
              <w:t>ثَوَابُ</w:t>
            </w:r>
            <w:r w:rsidRPr="00BA665B">
              <w:rPr>
                <w:rStyle w:val="Hyperlink"/>
                <w:rtl/>
              </w:rPr>
              <w:t xml:space="preserve"> </w:t>
            </w:r>
            <w:r w:rsidRPr="00BA665B">
              <w:rPr>
                <w:rStyle w:val="Hyperlink"/>
                <w:rFonts w:hint="eastAsia"/>
                <w:rtl/>
              </w:rPr>
              <w:t>اللّهِ</w:t>
            </w:r>
            <w:r w:rsidRPr="00BA665B">
              <w:rPr>
                <w:rStyle w:val="Hyperlink"/>
                <w:rtl/>
              </w:rPr>
              <w:t xml:space="preserve"> </w:t>
            </w:r>
            <w:r w:rsidRPr="00BA665B">
              <w:rPr>
                <w:rStyle w:val="Hyperlink"/>
                <w:rFonts w:hint="eastAsia"/>
                <w:rtl/>
              </w:rPr>
              <w:t>خَيْرٌ</w:t>
            </w:r>
            <w:r w:rsidRPr="00BA665B">
              <w:rPr>
                <w:rStyle w:val="Hyperlink"/>
                <w:rtl/>
              </w:rPr>
              <w:t xml:space="preserve"> </w:t>
            </w:r>
            <w:r w:rsidRPr="00BA665B">
              <w:rPr>
                <w:rStyle w:val="Hyperlink"/>
                <w:rFonts w:hint="eastAsia"/>
                <w:rtl/>
              </w:rPr>
              <w:t>لِّمَنْ</w:t>
            </w:r>
            <w:r w:rsidRPr="00BA665B">
              <w:rPr>
                <w:rStyle w:val="Hyperlink"/>
                <w:rtl/>
              </w:rPr>
              <w:t xml:space="preserve"> </w:t>
            </w:r>
            <w:r w:rsidRPr="00BA665B">
              <w:rPr>
                <w:rStyle w:val="Hyperlink"/>
                <w:rFonts w:hint="eastAsia"/>
                <w:rtl/>
              </w:rPr>
              <w:t>ءَامَنَ</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عَمِلَ</w:t>
            </w:r>
            <w:r w:rsidRPr="00BA665B">
              <w:rPr>
                <w:rStyle w:val="Hyperlink"/>
                <w:rtl/>
              </w:rPr>
              <w:t xml:space="preserve"> </w:t>
            </w:r>
            <w:r w:rsidRPr="00BA665B">
              <w:rPr>
                <w:rStyle w:val="Hyperlink"/>
                <w:rFonts w:hint="eastAsia"/>
                <w:rtl/>
              </w:rPr>
              <w:t>صَلِحاً</w:t>
            </w:r>
            <w:r w:rsidRPr="00BA665B">
              <w:rPr>
                <w:rStyle w:val="Hyperlink"/>
                <w:rtl/>
              </w:rPr>
              <w:t xml:space="preserve"> </w:t>
            </w:r>
            <w:r w:rsidRPr="00BA665B">
              <w:rPr>
                <w:rStyle w:val="Hyperlink"/>
                <w:rFonts w:hint="eastAsia"/>
                <w:rtl/>
              </w:rPr>
              <w:t>وَلاَ</w:t>
            </w:r>
            <w:r w:rsidRPr="00BA665B">
              <w:rPr>
                <w:rStyle w:val="Hyperlink"/>
                <w:rtl/>
              </w:rPr>
              <w:t xml:space="preserve"> </w:t>
            </w:r>
            <w:r w:rsidRPr="00BA665B">
              <w:rPr>
                <w:rStyle w:val="Hyperlink"/>
                <w:rFonts w:hint="eastAsia"/>
                <w:rtl/>
              </w:rPr>
              <w:t>يُلَقَّهَآإِلا</w:t>
            </w:r>
            <w:r w:rsidRPr="00BA665B">
              <w:rPr>
                <w:rStyle w:val="Hyperlink"/>
                <w:rtl/>
              </w:rPr>
              <w:t xml:space="preserve"> </w:t>
            </w:r>
            <w:r w:rsidRPr="00BA665B">
              <w:rPr>
                <w:rStyle w:val="Hyperlink"/>
                <w:rFonts w:hint="eastAsia"/>
                <w:rtl/>
              </w:rPr>
              <w:t>الصَّبِرُونَ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Toc362088761 \h</w:instrText>
            </w:r>
            <w:r>
              <w:rPr>
                <w:webHidden/>
                <w:rtl/>
              </w:rPr>
              <w:instrText xml:space="preserve"> </w:instrText>
            </w:r>
            <w:r>
              <w:rPr>
                <w:webHidden/>
                <w:rtl/>
              </w:rPr>
            </w:r>
            <w:r>
              <w:rPr>
                <w:webHidden/>
                <w:rtl/>
              </w:rPr>
              <w:fldChar w:fldCharType="separate"/>
            </w:r>
            <w:r>
              <w:rPr>
                <w:webHidden/>
                <w:rtl/>
              </w:rPr>
              <w:t>114</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62"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Toc362088762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63"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Toc362088763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514B31" w:rsidRPr="00DE30EA" w:rsidRDefault="00514B31" w:rsidP="00DE30EA">
          <w:pPr>
            <w:pStyle w:val="TOC1"/>
            <w:rPr>
              <w:rFonts w:eastAsiaTheme="minorEastAsia"/>
              <w:sz w:val="22"/>
              <w:rtl/>
            </w:rPr>
          </w:pPr>
          <w:hyperlink w:anchor="_Toc362088764" w:history="1">
            <w:r w:rsidRPr="00DE30EA">
              <w:rPr>
                <w:rStyle w:val="Hyperlink"/>
                <w:color w:val="000000"/>
                <w:u w:val="none"/>
                <w:rtl/>
              </w:rPr>
              <w:t>(81)</w:t>
            </w:r>
            <w:r w:rsidRPr="00DE30EA">
              <w:rPr>
                <w:rStyle w:val="Hyperlink"/>
                <w:color w:val="000000"/>
                <w:u w:val="none"/>
                <w:rtl/>
              </w:rPr>
              <w:t xml:space="preserve"> </w:t>
            </w:r>
            <w:r w:rsidRPr="00DE30EA">
              <w:rPr>
                <w:rStyle w:val="Hyperlink"/>
                <w:rFonts w:hint="eastAsia"/>
                <w:color w:val="000000"/>
                <w:u w:val="none"/>
                <w:rtl/>
              </w:rPr>
              <w:t>فَخَسَفْنَا</w:t>
            </w:r>
            <w:r w:rsidRPr="00DE30EA">
              <w:rPr>
                <w:rStyle w:val="Hyperlink"/>
                <w:color w:val="000000"/>
                <w:u w:val="none"/>
                <w:rtl/>
              </w:rPr>
              <w:t xml:space="preserve"> </w:t>
            </w:r>
            <w:r w:rsidRPr="00DE30EA">
              <w:rPr>
                <w:rStyle w:val="Hyperlink"/>
                <w:rFonts w:hint="eastAsia"/>
                <w:color w:val="000000"/>
                <w:u w:val="none"/>
                <w:rtl/>
              </w:rPr>
              <w:t>بِهِ</w:t>
            </w:r>
            <w:r w:rsidRPr="00DE30EA">
              <w:rPr>
                <w:rStyle w:val="Hyperlink"/>
                <w:color w:val="000000"/>
                <w:u w:val="none"/>
                <w:rtl/>
              </w:rPr>
              <w:t xml:space="preserve"> </w:t>
            </w:r>
            <w:r w:rsidRPr="00DE30EA">
              <w:rPr>
                <w:rStyle w:val="Hyperlink"/>
                <w:rFonts w:hint="eastAsia"/>
                <w:color w:val="000000"/>
                <w:u w:val="none"/>
                <w:rtl/>
              </w:rPr>
              <w:t>وَبِدَارِهِ</w:t>
            </w:r>
            <w:r w:rsidRPr="00DE30EA">
              <w:rPr>
                <w:rStyle w:val="Hyperlink"/>
                <w:color w:val="000000"/>
                <w:u w:val="none"/>
                <w:rtl/>
              </w:rPr>
              <w:t xml:space="preserve"> </w:t>
            </w:r>
            <w:r w:rsidRPr="00DE30EA">
              <w:rPr>
                <w:rStyle w:val="Hyperlink"/>
                <w:rFonts w:hint="eastAsia"/>
                <w:color w:val="000000"/>
                <w:u w:val="none"/>
                <w:rtl/>
              </w:rPr>
              <w:t>الاَْرْضَ</w:t>
            </w:r>
            <w:r w:rsidRPr="00DE30EA">
              <w:rPr>
                <w:rStyle w:val="Hyperlink"/>
                <w:color w:val="000000"/>
                <w:u w:val="none"/>
                <w:rtl/>
              </w:rPr>
              <w:t xml:space="preserve"> </w:t>
            </w:r>
            <w:r w:rsidRPr="00DE30EA">
              <w:rPr>
                <w:rStyle w:val="Hyperlink"/>
                <w:rFonts w:hint="eastAsia"/>
                <w:color w:val="000000"/>
                <w:u w:val="none"/>
                <w:rtl/>
              </w:rPr>
              <w:t>فَمَا</w:t>
            </w:r>
            <w:r w:rsidRPr="00DE30EA">
              <w:rPr>
                <w:rStyle w:val="Hyperlink"/>
                <w:color w:val="000000"/>
                <w:u w:val="none"/>
                <w:rtl/>
              </w:rPr>
              <w:t xml:space="preserve"> </w:t>
            </w:r>
            <w:r w:rsidRPr="00DE30EA">
              <w:rPr>
                <w:rStyle w:val="Hyperlink"/>
                <w:rFonts w:hint="eastAsia"/>
                <w:color w:val="000000"/>
                <w:u w:val="none"/>
                <w:rtl/>
              </w:rPr>
              <w:t>كَانَ</w:t>
            </w:r>
            <w:r w:rsidRPr="00DE30EA">
              <w:rPr>
                <w:rStyle w:val="Hyperlink"/>
                <w:color w:val="000000"/>
                <w:u w:val="none"/>
                <w:rtl/>
              </w:rPr>
              <w:t xml:space="preserve"> </w:t>
            </w:r>
            <w:r w:rsidRPr="00DE30EA">
              <w:rPr>
                <w:rStyle w:val="Hyperlink"/>
                <w:rFonts w:hint="eastAsia"/>
                <w:color w:val="000000"/>
                <w:u w:val="none"/>
                <w:rtl/>
              </w:rPr>
              <w:t>لَهُ</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فِئَةٍ</w:t>
            </w:r>
            <w:r w:rsidRPr="00DE30EA">
              <w:rPr>
                <w:rStyle w:val="Hyperlink"/>
                <w:color w:val="000000"/>
                <w:u w:val="none"/>
                <w:rtl/>
              </w:rPr>
              <w:t xml:space="preserve"> </w:t>
            </w:r>
            <w:r w:rsidRPr="00DE30EA">
              <w:rPr>
                <w:rStyle w:val="Hyperlink"/>
                <w:rFonts w:hint="eastAsia"/>
                <w:color w:val="000000"/>
                <w:u w:val="none"/>
                <w:rtl/>
              </w:rPr>
              <w:t>يَنصُرُونَهُ</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دُونِ</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وَمَا</w:t>
            </w:r>
            <w:r w:rsidRPr="00DE30EA">
              <w:rPr>
                <w:rStyle w:val="Hyperlink"/>
                <w:color w:val="000000"/>
                <w:u w:val="none"/>
                <w:rtl/>
              </w:rPr>
              <w:t xml:space="preserve"> </w:t>
            </w:r>
            <w:r w:rsidRPr="00DE30EA">
              <w:rPr>
                <w:rStyle w:val="Hyperlink"/>
                <w:rFonts w:hint="eastAsia"/>
                <w:color w:val="000000"/>
                <w:u w:val="none"/>
                <w:rtl/>
              </w:rPr>
              <w:t>كَانَ</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الْمُنْتَصِرِينَ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Toc362088764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115</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65"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Toc362088765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6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Toc362088766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514B31" w:rsidRDefault="00514B31">
          <w:pPr>
            <w:pStyle w:val="TOC1"/>
            <w:rPr>
              <w:rFonts w:asciiTheme="minorHAnsi" w:eastAsiaTheme="minorEastAsia" w:hAnsiTheme="minorHAnsi" w:cstheme="minorBidi"/>
              <w:bCs w:val="0"/>
              <w:color w:val="auto"/>
              <w:sz w:val="22"/>
              <w:szCs w:val="22"/>
              <w:rtl/>
            </w:rPr>
          </w:pPr>
          <w:hyperlink w:anchor="_Toc362088767" w:history="1">
            <w:r w:rsidRPr="00BA665B">
              <w:rPr>
                <w:rStyle w:val="Hyperlink"/>
                <w:rtl/>
              </w:rPr>
              <w:t>(82)</w:t>
            </w:r>
            <w:r w:rsidRPr="00BA665B">
              <w:rPr>
                <w:rStyle w:val="Hyperlink"/>
                <w:rtl/>
              </w:rPr>
              <w:t xml:space="preserve"> </w:t>
            </w:r>
            <w:r w:rsidRPr="00BA665B">
              <w:rPr>
                <w:rStyle w:val="Hyperlink"/>
                <w:rFonts w:hint="eastAsia"/>
                <w:rtl/>
              </w:rPr>
              <w:t>وَاءَصْبَحَ</w:t>
            </w:r>
            <w:r w:rsidRPr="00BA665B">
              <w:rPr>
                <w:rStyle w:val="Hyperlink"/>
                <w:rtl/>
              </w:rPr>
              <w:t xml:space="preserve"> </w:t>
            </w:r>
            <w:r w:rsidRPr="00BA665B">
              <w:rPr>
                <w:rStyle w:val="Hyperlink"/>
                <w:rFonts w:hint="eastAsia"/>
                <w:rtl/>
              </w:rPr>
              <w:t>الَّذِينَ</w:t>
            </w:r>
            <w:r w:rsidRPr="00BA665B">
              <w:rPr>
                <w:rStyle w:val="Hyperlink"/>
                <w:rtl/>
              </w:rPr>
              <w:t xml:space="preserve"> </w:t>
            </w:r>
            <w:r w:rsidRPr="00BA665B">
              <w:rPr>
                <w:rStyle w:val="Hyperlink"/>
                <w:rFonts w:hint="eastAsia"/>
                <w:rtl/>
              </w:rPr>
              <w:t>تَمَنَّوْاْ</w:t>
            </w:r>
            <w:r w:rsidRPr="00BA665B">
              <w:rPr>
                <w:rStyle w:val="Hyperlink"/>
                <w:rtl/>
              </w:rPr>
              <w:t xml:space="preserve"> </w:t>
            </w:r>
            <w:r w:rsidRPr="00BA665B">
              <w:rPr>
                <w:rStyle w:val="Hyperlink"/>
                <w:rFonts w:hint="eastAsia"/>
                <w:rtl/>
              </w:rPr>
              <w:t>مَكَانَهُ</w:t>
            </w:r>
            <w:r w:rsidRPr="00BA665B">
              <w:rPr>
                <w:rStyle w:val="Hyperlink"/>
                <w:rtl/>
              </w:rPr>
              <w:t xml:space="preserve"> </w:t>
            </w:r>
            <w:r w:rsidRPr="00BA665B">
              <w:rPr>
                <w:rStyle w:val="Hyperlink"/>
                <w:rFonts w:hint="eastAsia"/>
                <w:rtl/>
              </w:rPr>
              <w:t>بِالاَْمْسِ</w:t>
            </w:r>
            <w:r w:rsidRPr="00BA665B">
              <w:rPr>
                <w:rStyle w:val="Hyperlink"/>
                <w:rtl/>
              </w:rPr>
              <w:t xml:space="preserve"> </w:t>
            </w:r>
            <w:r w:rsidRPr="00BA665B">
              <w:rPr>
                <w:rStyle w:val="Hyperlink"/>
                <w:rFonts w:hint="eastAsia"/>
                <w:rtl/>
              </w:rPr>
              <w:t>يَقُولُونَ</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يْكَاءَنَّ</w:t>
            </w:r>
            <w:r w:rsidRPr="00BA665B">
              <w:rPr>
                <w:rStyle w:val="Hyperlink"/>
                <w:rtl/>
              </w:rPr>
              <w:t xml:space="preserve"> </w:t>
            </w:r>
            <w:r w:rsidRPr="00BA665B">
              <w:rPr>
                <w:rStyle w:val="Hyperlink"/>
                <w:rFonts w:hint="eastAsia"/>
                <w:rtl/>
              </w:rPr>
              <w:t>اللّهَ</w:t>
            </w:r>
            <w:r w:rsidRPr="00BA665B">
              <w:rPr>
                <w:rStyle w:val="Hyperlink"/>
                <w:rtl/>
              </w:rPr>
              <w:t xml:space="preserve"> </w:t>
            </w:r>
            <w:r w:rsidRPr="00BA665B">
              <w:rPr>
                <w:rStyle w:val="Hyperlink"/>
                <w:rFonts w:hint="eastAsia"/>
                <w:rtl/>
              </w:rPr>
              <w:t>يَبْسُطُ</w:t>
            </w:r>
            <w:r w:rsidRPr="00BA665B">
              <w:rPr>
                <w:rStyle w:val="Hyperlink"/>
                <w:rtl/>
              </w:rPr>
              <w:t xml:space="preserve"> </w:t>
            </w:r>
            <w:r w:rsidRPr="00BA665B">
              <w:rPr>
                <w:rStyle w:val="Hyperlink"/>
                <w:rFonts w:hint="eastAsia"/>
                <w:rtl/>
              </w:rPr>
              <w:t>الرِّزْقَ</w:t>
            </w:r>
            <w:r w:rsidRPr="00BA665B">
              <w:rPr>
                <w:rStyle w:val="Hyperlink"/>
                <w:rtl/>
              </w:rPr>
              <w:t xml:space="preserve"> </w:t>
            </w:r>
            <w:r w:rsidRPr="00BA665B">
              <w:rPr>
                <w:rStyle w:val="Hyperlink"/>
                <w:rFonts w:hint="eastAsia"/>
                <w:rtl/>
              </w:rPr>
              <w:t>لِمَن</w:t>
            </w:r>
            <w:r w:rsidRPr="00BA665B">
              <w:rPr>
                <w:rStyle w:val="Hyperlink"/>
                <w:rtl/>
              </w:rPr>
              <w:t xml:space="preserve"> </w:t>
            </w:r>
            <w:r w:rsidRPr="00BA665B">
              <w:rPr>
                <w:rStyle w:val="Hyperlink"/>
                <w:rFonts w:hint="eastAsia"/>
                <w:rtl/>
              </w:rPr>
              <w:t>يَشَآءُ</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عِبَادِهِ</w:t>
            </w:r>
            <w:r w:rsidRPr="00BA665B">
              <w:rPr>
                <w:rStyle w:val="Hyperlink"/>
                <w:rtl/>
              </w:rPr>
              <w:t xml:space="preserve"> </w:t>
            </w:r>
            <w:r w:rsidRPr="00BA665B">
              <w:rPr>
                <w:rStyle w:val="Hyperlink"/>
                <w:rFonts w:hint="eastAsia"/>
                <w:rtl/>
              </w:rPr>
              <w:t>وَ</w:t>
            </w:r>
            <w:r w:rsidRPr="00BA665B">
              <w:rPr>
                <w:rStyle w:val="Hyperlink"/>
                <w:rtl/>
              </w:rPr>
              <w:t xml:space="preserve"> </w:t>
            </w:r>
            <w:r w:rsidRPr="00BA665B">
              <w:rPr>
                <w:rStyle w:val="Hyperlink"/>
                <w:rFonts w:hint="eastAsia"/>
                <w:rtl/>
              </w:rPr>
              <w:t>يَقْدِرُ</w:t>
            </w:r>
            <w:r w:rsidRPr="00BA665B">
              <w:rPr>
                <w:rStyle w:val="Hyperlink"/>
                <w:rtl/>
              </w:rPr>
              <w:t xml:space="preserve"> </w:t>
            </w:r>
            <w:r w:rsidRPr="00BA665B">
              <w:rPr>
                <w:rStyle w:val="Hyperlink"/>
                <w:rFonts w:hint="eastAsia"/>
                <w:rtl/>
              </w:rPr>
              <w:t>لَوْلاََّ</w:t>
            </w:r>
            <w:r w:rsidRPr="00BA665B">
              <w:rPr>
                <w:rStyle w:val="Hyperlink"/>
                <w:rtl/>
              </w:rPr>
              <w:t xml:space="preserve"> </w:t>
            </w:r>
            <w:r w:rsidRPr="00BA665B">
              <w:rPr>
                <w:rStyle w:val="Hyperlink"/>
                <w:rFonts w:hint="eastAsia"/>
                <w:rtl/>
              </w:rPr>
              <w:t>اءَن</w:t>
            </w:r>
            <w:r w:rsidRPr="00BA665B">
              <w:rPr>
                <w:rStyle w:val="Hyperlink"/>
                <w:rtl/>
              </w:rPr>
              <w:t xml:space="preserve"> </w:t>
            </w:r>
            <w:r w:rsidRPr="00BA665B">
              <w:rPr>
                <w:rStyle w:val="Hyperlink"/>
                <w:rFonts w:hint="eastAsia"/>
                <w:rtl/>
              </w:rPr>
              <w:t>مَّنَّ</w:t>
            </w:r>
            <w:r w:rsidRPr="00BA665B">
              <w:rPr>
                <w:rStyle w:val="Hyperlink"/>
                <w:rtl/>
              </w:rPr>
              <w:t xml:space="preserve"> </w:t>
            </w:r>
            <w:r w:rsidRPr="00BA665B">
              <w:rPr>
                <w:rStyle w:val="Hyperlink"/>
                <w:rFonts w:hint="eastAsia"/>
                <w:rtl/>
              </w:rPr>
              <w:t>اللّهُ</w:t>
            </w:r>
            <w:r w:rsidRPr="00BA665B">
              <w:rPr>
                <w:rStyle w:val="Hyperlink"/>
                <w:rtl/>
              </w:rPr>
              <w:t xml:space="preserve"> </w:t>
            </w:r>
            <w:r w:rsidRPr="00BA665B">
              <w:rPr>
                <w:rStyle w:val="Hyperlink"/>
                <w:rFonts w:hint="eastAsia"/>
                <w:rtl/>
              </w:rPr>
              <w:t>عَلَيْنَا</w:t>
            </w:r>
            <w:r w:rsidRPr="00BA665B">
              <w:rPr>
                <w:rStyle w:val="Hyperlink"/>
                <w:rtl/>
              </w:rPr>
              <w:t xml:space="preserve"> </w:t>
            </w:r>
            <w:r w:rsidRPr="00BA665B">
              <w:rPr>
                <w:rStyle w:val="Hyperlink"/>
                <w:rFonts w:hint="eastAsia"/>
                <w:rtl/>
              </w:rPr>
              <w:t>لَخَسَفَ</w:t>
            </w:r>
            <w:r w:rsidRPr="00BA665B">
              <w:rPr>
                <w:rStyle w:val="Hyperlink"/>
                <w:rtl/>
              </w:rPr>
              <w:t xml:space="preserve"> </w:t>
            </w:r>
            <w:r w:rsidRPr="00BA665B">
              <w:rPr>
                <w:rStyle w:val="Hyperlink"/>
                <w:rFonts w:hint="eastAsia"/>
                <w:rtl/>
              </w:rPr>
              <w:t>بِنَا</w:t>
            </w:r>
            <w:r w:rsidRPr="00BA665B">
              <w:rPr>
                <w:rStyle w:val="Hyperlink"/>
                <w:rtl/>
              </w:rPr>
              <w:t xml:space="preserve"> </w:t>
            </w:r>
            <w:r w:rsidRPr="00BA665B">
              <w:rPr>
                <w:rStyle w:val="Hyperlink"/>
                <w:rFonts w:hint="eastAsia"/>
                <w:rtl/>
              </w:rPr>
              <w:t>وَيْكَاءَنَّهُ</w:t>
            </w:r>
            <w:r w:rsidRPr="00BA665B">
              <w:rPr>
                <w:rStyle w:val="Hyperlink"/>
                <w:rtl/>
              </w:rPr>
              <w:t xml:space="preserve"> </w:t>
            </w:r>
            <w:r w:rsidRPr="00BA665B">
              <w:rPr>
                <w:rStyle w:val="Hyperlink"/>
                <w:rFonts w:hint="eastAsia"/>
                <w:rtl/>
              </w:rPr>
              <w:t>لاَيُفْلِحُ</w:t>
            </w:r>
            <w:r w:rsidRPr="00BA665B">
              <w:rPr>
                <w:rStyle w:val="Hyperlink"/>
                <w:rtl/>
              </w:rPr>
              <w:t xml:space="preserve"> </w:t>
            </w:r>
            <w:r w:rsidRPr="00BA665B">
              <w:rPr>
                <w:rStyle w:val="Hyperlink"/>
                <w:rFonts w:hint="eastAsia"/>
                <w:rtl/>
              </w:rPr>
              <w:t>الْكَفِرُونَ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Toc362088767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68"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Toc362088768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14B31" w:rsidRPr="00DE30EA" w:rsidRDefault="00514B31" w:rsidP="00DE30EA">
          <w:pPr>
            <w:pStyle w:val="TOC1"/>
            <w:rPr>
              <w:rFonts w:eastAsiaTheme="minorEastAsia"/>
              <w:sz w:val="22"/>
              <w:rtl/>
            </w:rPr>
          </w:pPr>
          <w:hyperlink w:anchor="_Toc362088769" w:history="1">
            <w:r w:rsidRPr="00DE30EA">
              <w:rPr>
                <w:rStyle w:val="Hyperlink"/>
                <w:color w:val="000000"/>
                <w:u w:val="none"/>
                <w:rtl/>
              </w:rPr>
              <w:t>(83)</w:t>
            </w:r>
            <w:r w:rsidRPr="00DE30EA">
              <w:rPr>
                <w:rStyle w:val="Hyperlink"/>
                <w:color w:val="000000"/>
                <w:u w:val="none"/>
                <w:rtl/>
              </w:rPr>
              <w:t xml:space="preserve"> </w:t>
            </w:r>
            <w:r w:rsidRPr="00DE30EA">
              <w:rPr>
                <w:rStyle w:val="Hyperlink"/>
                <w:rFonts w:hint="eastAsia"/>
                <w:color w:val="000000"/>
                <w:u w:val="none"/>
                <w:rtl/>
              </w:rPr>
              <w:t>تِلْكَ</w:t>
            </w:r>
            <w:r w:rsidRPr="00DE30EA">
              <w:rPr>
                <w:rStyle w:val="Hyperlink"/>
                <w:color w:val="000000"/>
                <w:u w:val="none"/>
                <w:rtl/>
              </w:rPr>
              <w:t xml:space="preserve"> </w:t>
            </w:r>
            <w:r w:rsidRPr="00DE30EA">
              <w:rPr>
                <w:rStyle w:val="Hyperlink"/>
                <w:rFonts w:hint="eastAsia"/>
                <w:color w:val="000000"/>
                <w:u w:val="none"/>
                <w:rtl/>
              </w:rPr>
              <w:t>الدَّارُ</w:t>
            </w:r>
            <w:r w:rsidRPr="00DE30EA">
              <w:rPr>
                <w:rStyle w:val="Hyperlink"/>
                <w:color w:val="000000"/>
                <w:u w:val="none"/>
                <w:rtl/>
              </w:rPr>
              <w:t xml:space="preserve"> </w:t>
            </w:r>
            <w:r w:rsidRPr="00DE30EA">
              <w:rPr>
                <w:rStyle w:val="Hyperlink"/>
                <w:rFonts w:hint="eastAsia"/>
                <w:color w:val="000000"/>
                <w:u w:val="none"/>
                <w:rtl/>
              </w:rPr>
              <w:t>الاَْخِرَةُ</w:t>
            </w:r>
            <w:r w:rsidRPr="00DE30EA">
              <w:rPr>
                <w:rStyle w:val="Hyperlink"/>
                <w:color w:val="000000"/>
                <w:u w:val="none"/>
                <w:rtl/>
              </w:rPr>
              <w:t xml:space="preserve"> </w:t>
            </w:r>
            <w:r w:rsidRPr="00DE30EA">
              <w:rPr>
                <w:rStyle w:val="Hyperlink"/>
                <w:rFonts w:hint="eastAsia"/>
                <w:color w:val="000000"/>
                <w:u w:val="none"/>
                <w:rtl/>
              </w:rPr>
              <w:t>نَجْعَلُهَا</w:t>
            </w:r>
            <w:r w:rsidRPr="00DE30EA">
              <w:rPr>
                <w:rStyle w:val="Hyperlink"/>
                <w:color w:val="000000"/>
                <w:u w:val="none"/>
                <w:rtl/>
              </w:rPr>
              <w:t xml:space="preserve"> </w:t>
            </w:r>
            <w:r w:rsidRPr="00DE30EA">
              <w:rPr>
                <w:rStyle w:val="Hyperlink"/>
                <w:rFonts w:hint="eastAsia"/>
                <w:color w:val="000000"/>
                <w:u w:val="none"/>
                <w:rtl/>
              </w:rPr>
              <w:t>لِلَّذِينَ</w:t>
            </w:r>
            <w:r w:rsidRPr="00DE30EA">
              <w:rPr>
                <w:rStyle w:val="Hyperlink"/>
                <w:color w:val="000000"/>
                <w:u w:val="none"/>
                <w:rtl/>
              </w:rPr>
              <w:t xml:space="preserve"> </w:t>
            </w:r>
            <w:r w:rsidRPr="00DE30EA">
              <w:rPr>
                <w:rStyle w:val="Hyperlink"/>
                <w:rFonts w:hint="eastAsia"/>
                <w:color w:val="000000"/>
                <w:u w:val="none"/>
                <w:rtl/>
              </w:rPr>
              <w:t>لاَ</w:t>
            </w:r>
            <w:r w:rsidRPr="00DE30EA">
              <w:rPr>
                <w:rStyle w:val="Hyperlink"/>
                <w:color w:val="000000"/>
                <w:u w:val="none"/>
                <w:rtl/>
              </w:rPr>
              <w:t xml:space="preserve"> </w:t>
            </w:r>
            <w:r w:rsidRPr="00DE30EA">
              <w:rPr>
                <w:rStyle w:val="Hyperlink"/>
                <w:rFonts w:hint="eastAsia"/>
                <w:color w:val="000000"/>
                <w:u w:val="none"/>
                <w:rtl/>
              </w:rPr>
              <w:t>يُرِيدُونَ</w:t>
            </w:r>
            <w:r w:rsidRPr="00DE30EA">
              <w:rPr>
                <w:rStyle w:val="Hyperlink"/>
                <w:color w:val="000000"/>
                <w:u w:val="none"/>
                <w:rtl/>
              </w:rPr>
              <w:t xml:space="preserve"> </w:t>
            </w:r>
            <w:r w:rsidRPr="00DE30EA">
              <w:rPr>
                <w:rStyle w:val="Hyperlink"/>
                <w:rFonts w:hint="eastAsia"/>
                <w:color w:val="000000"/>
                <w:u w:val="none"/>
                <w:rtl/>
              </w:rPr>
              <w:t>عُلُوّاً</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الاَْرْضِ</w:t>
            </w:r>
            <w:r w:rsidRPr="00DE30EA">
              <w:rPr>
                <w:rStyle w:val="Hyperlink"/>
                <w:color w:val="000000"/>
                <w:u w:val="none"/>
                <w:rtl/>
              </w:rPr>
              <w:t xml:space="preserve"> </w:t>
            </w:r>
            <w:r w:rsidRPr="00DE30EA">
              <w:rPr>
                <w:rStyle w:val="Hyperlink"/>
                <w:rFonts w:hint="eastAsia"/>
                <w:color w:val="000000"/>
                <w:u w:val="none"/>
                <w:rtl/>
              </w:rPr>
              <w:t>وَلاَفَسَاداً</w:t>
            </w:r>
            <w:r w:rsidRPr="00DE30EA">
              <w:rPr>
                <w:rStyle w:val="Hyperlink"/>
                <w:color w:val="000000"/>
                <w:u w:val="none"/>
                <w:rtl/>
              </w:rPr>
              <w:t xml:space="preserve"> </w:t>
            </w:r>
            <w:r w:rsidRPr="00DE30EA">
              <w:rPr>
                <w:rStyle w:val="Hyperlink"/>
                <w:rFonts w:hint="eastAsia"/>
                <w:color w:val="000000"/>
                <w:u w:val="none"/>
                <w:rtl/>
              </w:rPr>
              <w:t>وَالْعَقِبَةُ</w:t>
            </w:r>
            <w:r w:rsidRPr="00DE30EA">
              <w:rPr>
                <w:rStyle w:val="Hyperlink"/>
                <w:color w:val="000000"/>
                <w:u w:val="none"/>
                <w:rtl/>
              </w:rPr>
              <w:t xml:space="preserve"> </w:t>
            </w:r>
            <w:r w:rsidRPr="00DE30EA">
              <w:rPr>
                <w:rStyle w:val="Hyperlink"/>
                <w:rFonts w:hint="eastAsia"/>
                <w:color w:val="000000"/>
                <w:u w:val="none"/>
                <w:rtl/>
              </w:rPr>
              <w:t>لِلْمُتَّقِينَ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Toc362088769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117</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70"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Toc362088770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71"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Toc362088771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514B31" w:rsidRPr="00DE30EA" w:rsidRDefault="00514B31" w:rsidP="00DE30EA">
          <w:pPr>
            <w:pStyle w:val="TOC1"/>
            <w:rPr>
              <w:rFonts w:eastAsiaTheme="minorEastAsia"/>
              <w:sz w:val="22"/>
              <w:rtl/>
            </w:rPr>
          </w:pPr>
          <w:hyperlink w:anchor="_Toc362088772" w:history="1">
            <w:r w:rsidRPr="00DE30EA">
              <w:rPr>
                <w:rStyle w:val="Hyperlink"/>
                <w:color w:val="000000"/>
                <w:u w:val="none"/>
                <w:rtl/>
              </w:rPr>
              <w:t>(84)</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جَآءَ</w:t>
            </w:r>
            <w:r w:rsidRPr="00DE30EA">
              <w:rPr>
                <w:rStyle w:val="Hyperlink"/>
                <w:color w:val="000000"/>
                <w:u w:val="none"/>
                <w:rtl/>
              </w:rPr>
              <w:t xml:space="preserve"> </w:t>
            </w:r>
            <w:r w:rsidRPr="00DE30EA">
              <w:rPr>
                <w:rStyle w:val="Hyperlink"/>
                <w:rFonts w:hint="eastAsia"/>
                <w:color w:val="000000"/>
                <w:u w:val="none"/>
                <w:rtl/>
              </w:rPr>
              <w:t>بِالْحَسَنَةِ</w:t>
            </w:r>
            <w:r w:rsidRPr="00DE30EA">
              <w:rPr>
                <w:rStyle w:val="Hyperlink"/>
                <w:color w:val="000000"/>
                <w:u w:val="none"/>
                <w:rtl/>
              </w:rPr>
              <w:t xml:space="preserve"> </w:t>
            </w:r>
            <w:r w:rsidRPr="00DE30EA">
              <w:rPr>
                <w:rStyle w:val="Hyperlink"/>
                <w:rFonts w:hint="eastAsia"/>
                <w:color w:val="000000"/>
                <w:u w:val="none"/>
                <w:rtl/>
              </w:rPr>
              <w:t>فَلَهُ</w:t>
            </w:r>
            <w:r w:rsidRPr="00DE30EA">
              <w:rPr>
                <w:rStyle w:val="Hyperlink"/>
                <w:color w:val="000000"/>
                <w:u w:val="none"/>
                <w:rtl/>
              </w:rPr>
              <w:t xml:space="preserve"> </w:t>
            </w:r>
            <w:r w:rsidRPr="00DE30EA">
              <w:rPr>
                <w:rStyle w:val="Hyperlink"/>
                <w:rFonts w:hint="eastAsia"/>
                <w:color w:val="000000"/>
                <w:u w:val="none"/>
                <w:rtl/>
              </w:rPr>
              <w:t>خَيْرٌ</w:t>
            </w:r>
            <w:r w:rsidRPr="00DE30EA">
              <w:rPr>
                <w:rStyle w:val="Hyperlink"/>
                <w:color w:val="000000"/>
                <w:u w:val="none"/>
                <w:rtl/>
              </w:rPr>
              <w:t xml:space="preserve"> </w:t>
            </w:r>
            <w:r w:rsidRPr="00DE30EA">
              <w:rPr>
                <w:rStyle w:val="Hyperlink"/>
                <w:rFonts w:hint="eastAsia"/>
                <w:color w:val="000000"/>
                <w:u w:val="none"/>
                <w:rtl/>
              </w:rPr>
              <w:t>مِّنْهَا</w:t>
            </w:r>
            <w:r w:rsidRPr="00DE30EA">
              <w:rPr>
                <w:rStyle w:val="Hyperlink"/>
                <w:color w:val="000000"/>
                <w:u w:val="none"/>
                <w:rtl/>
              </w:rPr>
              <w:t xml:space="preserve"> </w:t>
            </w:r>
            <w:r w:rsidRPr="00DE30EA">
              <w:rPr>
                <w:rStyle w:val="Hyperlink"/>
                <w:rFonts w:hint="eastAsia"/>
                <w:color w:val="000000"/>
                <w:u w:val="none"/>
                <w:rtl/>
              </w:rPr>
              <w:t>وَمَن</w:t>
            </w:r>
            <w:r w:rsidRPr="00DE30EA">
              <w:rPr>
                <w:rStyle w:val="Hyperlink"/>
                <w:color w:val="000000"/>
                <w:u w:val="none"/>
                <w:rtl/>
              </w:rPr>
              <w:t xml:space="preserve"> </w:t>
            </w:r>
            <w:r w:rsidRPr="00DE30EA">
              <w:rPr>
                <w:rStyle w:val="Hyperlink"/>
                <w:rFonts w:hint="eastAsia"/>
                <w:color w:val="000000"/>
                <w:u w:val="none"/>
                <w:rtl/>
              </w:rPr>
              <w:t>جَآءَ</w:t>
            </w:r>
            <w:r w:rsidRPr="00DE30EA">
              <w:rPr>
                <w:rStyle w:val="Hyperlink"/>
                <w:color w:val="000000"/>
                <w:u w:val="none"/>
                <w:rtl/>
              </w:rPr>
              <w:t xml:space="preserve"> </w:t>
            </w:r>
            <w:r w:rsidRPr="00DE30EA">
              <w:rPr>
                <w:rStyle w:val="Hyperlink"/>
                <w:rFonts w:hint="eastAsia"/>
                <w:color w:val="000000"/>
                <w:u w:val="none"/>
                <w:rtl/>
              </w:rPr>
              <w:t>بِالسَّيِّئَةِ</w:t>
            </w:r>
            <w:r w:rsidRPr="00DE30EA">
              <w:rPr>
                <w:rStyle w:val="Hyperlink"/>
                <w:color w:val="000000"/>
                <w:u w:val="none"/>
                <w:rtl/>
              </w:rPr>
              <w:t xml:space="preserve"> </w:t>
            </w:r>
            <w:r w:rsidRPr="00DE30EA">
              <w:rPr>
                <w:rStyle w:val="Hyperlink"/>
                <w:rFonts w:hint="eastAsia"/>
                <w:color w:val="000000"/>
                <w:u w:val="none"/>
                <w:rtl/>
              </w:rPr>
              <w:t>فَلاَ</w:t>
            </w:r>
            <w:r w:rsidRPr="00DE30EA">
              <w:rPr>
                <w:rStyle w:val="Hyperlink"/>
                <w:color w:val="000000"/>
                <w:u w:val="none"/>
                <w:rtl/>
              </w:rPr>
              <w:t xml:space="preserve"> </w:t>
            </w:r>
            <w:r w:rsidRPr="00DE30EA">
              <w:rPr>
                <w:rStyle w:val="Hyperlink"/>
                <w:rFonts w:hint="eastAsia"/>
                <w:color w:val="000000"/>
                <w:u w:val="none"/>
                <w:rtl/>
              </w:rPr>
              <w:t>يُجْزَى</w:t>
            </w:r>
            <w:r w:rsidRPr="00DE30EA">
              <w:rPr>
                <w:rStyle w:val="Hyperlink"/>
                <w:color w:val="000000"/>
                <w:u w:val="none"/>
                <w:rtl/>
              </w:rPr>
              <w:t xml:space="preserve"> </w:t>
            </w:r>
            <w:r w:rsidRPr="00DE30EA">
              <w:rPr>
                <w:rStyle w:val="Hyperlink"/>
                <w:rFonts w:hint="eastAsia"/>
                <w:color w:val="000000"/>
                <w:u w:val="none"/>
                <w:rtl/>
              </w:rPr>
              <w:t>الَّذِينَ</w:t>
            </w:r>
            <w:r w:rsidRPr="00DE30EA">
              <w:rPr>
                <w:rStyle w:val="Hyperlink"/>
                <w:color w:val="000000"/>
                <w:u w:val="none"/>
                <w:rtl/>
              </w:rPr>
              <w:t xml:space="preserve"> </w:t>
            </w:r>
            <w:r w:rsidRPr="00DE30EA">
              <w:rPr>
                <w:rStyle w:val="Hyperlink"/>
                <w:rFonts w:hint="eastAsia"/>
                <w:color w:val="000000"/>
                <w:u w:val="none"/>
                <w:rtl/>
              </w:rPr>
              <w:t>عَمِلُواْالسَّيِّئَاتِ</w:t>
            </w:r>
            <w:r w:rsidRPr="00DE30EA">
              <w:rPr>
                <w:rStyle w:val="Hyperlink"/>
                <w:color w:val="000000"/>
                <w:u w:val="none"/>
                <w:rtl/>
              </w:rPr>
              <w:t xml:space="preserve"> </w:t>
            </w:r>
            <w:r w:rsidRPr="00DE30EA">
              <w:rPr>
                <w:rStyle w:val="Hyperlink"/>
                <w:rFonts w:hint="eastAsia"/>
                <w:color w:val="000000"/>
                <w:u w:val="none"/>
                <w:rtl/>
              </w:rPr>
              <w:t>إِلا</w:t>
            </w:r>
            <w:r w:rsidRPr="00DE30EA">
              <w:rPr>
                <w:rStyle w:val="Hyperlink"/>
                <w:color w:val="000000"/>
                <w:u w:val="none"/>
                <w:rtl/>
              </w:rPr>
              <w:t xml:space="preserve"> </w:t>
            </w:r>
            <w:r w:rsidRPr="00DE30EA">
              <w:rPr>
                <w:rStyle w:val="Hyperlink"/>
                <w:rFonts w:hint="eastAsia"/>
                <w:color w:val="000000"/>
                <w:u w:val="none"/>
                <w:rtl/>
              </w:rPr>
              <w:t>مَاكَانُواْ</w:t>
            </w:r>
            <w:r w:rsidRPr="00DE30EA">
              <w:rPr>
                <w:rStyle w:val="Hyperlink"/>
                <w:color w:val="000000"/>
                <w:u w:val="none"/>
                <w:rtl/>
              </w:rPr>
              <w:t xml:space="preserve"> </w:t>
            </w:r>
            <w:r w:rsidRPr="00DE30EA">
              <w:rPr>
                <w:rStyle w:val="Hyperlink"/>
                <w:rFonts w:hint="eastAsia"/>
                <w:color w:val="000000"/>
                <w:u w:val="none"/>
                <w:rtl/>
              </w:rPr>
              <w:t>يَعْمَلُونَ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Toc362088772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118</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73"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Toc362088773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514B31" w:rsidRPr="00DE30EA" w:rsidRDefault="00514B31" w:rsidP="00DE30EA">
          <w:pPr>
            <w:pStyle w:val="TOC1"/>
            <w:rPr>
              <w:rFonts w:eastAsiaTheme="minorEastAsia"/>
              <w:sz w:val="22"/>
              <w:rtl/>
            </w:rPr>
          </w:pPr>
          <w:hyperlink w:anchor="_Toc362088774" w:history="1">
            <w:r w:rsidRPr="00DE30EA">
              <w:rPr>
                <w:rStyle w:val="Hyperlink"/>
                <w:color w:val="000000"/>
                <w:u w:val="none"/>
                <w:rtl/>
              </w:rPr>
              <w:t>(85)</w:t>
            </w:r>
            <w:r w:rsidRPr="00DE30EA">
              <w:rPr>
                <w:rStyle w:val="Hyperlink"/>
                <w:color w:val="000000"/>
                <w:u w:val="none"/>
                <w:rtl/>
              </w:rPr>
              <w:t xml:space="preserve"> </w:t>
            </w:r>
            <w:r w:rsidRPr="00DE30EA">
              <w:rPr>
                <w:rStyle w:val="Hyperlink"/>
                <w:rFonts w:hint="eastAsia"/>
                <w:color w:val="000000"/>
                <w:u w:val="none"/>
                <w:rtl/>
              </w:rPr>
              <w:t>إِنَّ</w:t>
            </w:r>
            <w:r w:rsidRPr="00DE30EA">
              <w:rPr>
                <w:rStyle w:val="Hyperlink"/>
                <w:color w:val="000000"/>
                <w:u w:val="none"/>
                <w:rtl/>
              </w:rPr>
              <w:t xml:space="preserve"> </w:t>
            </w:r>
            <w:r w:rsidRPr="00DE30EA">
              <w:rPr>
                <w:rStyle w:val="Hyperlink"/>
                <w:rFonts w:hint="eastAsia"/>
                <w:color w:val="000000"/>
                <w:u w:val="none"/>
                <w:rtl/>
              </w:rPr>
              <w:t>الَّذِى</w:t>
            </w:r>
            <w:r w:rsidRPr="00DE30EA">
              <w:rPr>
                <w:rStyle w:val="Hyperlink"/>
                <w:color w:val="000000"/>
                <w:u w:val="none"/>
                <w:rtl/>
              </w:rPr>
              <w:t xml:space="preserve"> </w:t>
            </w:r>
            <w:r w:rsidRPr="00DE30EA">
              <w:rPr>
                <w:rStyle w:val="Hyperlink"/>
                <w:rFonts w:hint="eastAsia"/>
                <w:color w:val="000000"/>
                <w:u w:val="none"/>
                <w:rtl/>
              </w:rPr>
              <w:t>فَرَضَ</w:t>
            </w:r>
            <w:r w:rsidRPr="00DE30EA">
              <w:rPr>
                <w:rStyle w:val="Hyperlink"/>
                <w:color w:val="000000"/>
                <w:u w:val="none"/>
                <w:rtl/>
              </w:rPr>
              <w:t xml:space="preserve"> </w:t>
            </w:r>
            <w:r w:rsidRPr="00DE30EA">
              <w:rPr>
                <w:rStyle w:val="Hyperlink"/>
                <w:rFonts w:hint="eastAsia"/>
                <w:color w:val="000000"/>
                <w:u w:val="none"/>
                <w:rtl/>
              </w:rPr>
              <w:t>عَلَيْكَ</w:t>
            </w:r>
            <w:r w:rsidRPr="00DE30EA">
              <w:rPr>
                <w:rStyle w:val="Hyperlink"/>
                <w:color w:val="000000"/>
                <w:u w:val="none"/>
                <w:rtl/>
              </w:rPr>
              <w:t xml:space="preserve"> </w:t>
            </w:r>
            <w:r w:rsidRPr="00DE30EA">
              <w:rPr>
                <w:rStyle w:val="Hyperlink"/>
                <w:rFonts w:hint="eastAsia"/>
                <w:color w:val="000000"/>
                <w:u w:val="none"/>
                <w:rtl/>
              </w:rPr>
              <w:t>الْقُرْءَانَ</w:t>
            </w:r>
            <w:r w:rsidRPr="00DE30EA">
              <w:rPr>
                <w:rStyle w:val="Hyperlink"/>
                <w:color w:val="000000"/>
                <w:u w:val="none"/>
                <w:rtl/>
              </w:rPr>
              <w:t xml:space="preserve"> </w:t>
            </w:r>
            <w:r w:rsidRPr="00DE30EA">
              <w:rPr>
                <w:rStyle w:val="Hyperlink"/>
                <w:rFonts w:hint="eastAsia"/>
                <w:color w:val="000000"/>
                <w:u w:val="none"/>
                <w:rtl/>
              </w:rPr>
              <w:t>لَرََّادُّكَ</w:t>
            </w:r>
            <w:r w:rsidRPr="00DE30EA">
              <w:rPr>
                <w:rStyle w:val="Hyperlink"/>
                <w:color w:val="000000"/>
                <w:u w:val="none"/>
                <w:rtl/>
              </w:rPr>
              <w:t xml:space="preserve"> </w:t>
            </w:r>
            <w:r w:rsidRPr="00DE30EA">
              <w:rPr>
                <w:rStyle w:val="Hyperlink"/>
                <w:rFonts w:hint="eastAsia"/>
                <w:color w:val="000000"/>
                <w:u w:val="none"/>
                <w:rtl/>
              </w:rPr>
              <w:t>إِلَى</w:t>
            </w:r>
            <w:r w:rsidRPr="00DE30EA">
              <w:rPr>
                <w:rStyle w:val="Hyperlink"/>
                <w:color w:val="000000"/>
                <w:u w:val="none"/>
                <w:rtl/>
              </w:rPr>
              <w:t xml:space="preserve"> </w:t>
            </w:r>
            <w:r w:rsidRPr="00DE30EA">
              <w:rPr>
                <w:rStyle w:val="Hyperlink"/>
                <w:rFonts w:hint="eastAsia"/>
                <w:color w:val="000000"/>
                <w:u w:val="none"/>
                <w:rtl/>
              </w:rPr>
              <w:t>مَعَادٍ</w:t>
            </w:r>
            <w:r w:rsidRPr="00DE30EA">
              <w:rPr>
                <w:rStyle w:val="Hyperlink"/>
                <w:color w:val="000000"/>
                <w:u w:val="none"/>
                <w:rtl/>
              </w:rPr>
              <w:t xml:space="preserve"> </w:t>
            </w:r>
            <w:r w:rsidRPr="00DE30EA">
              <w:rPr>
                <w:rStyle w:val="Hyperlink"/>
                <w:rFonts w:hint="eastAsia"/>
                <w:color w:val="000000"/>
                <w:u w:val="none"/>
                <w:rtl/>
              </w:rPr>
              <w:t>قُلْ</w:t>
            </w:r>
            <w:r w:rsidRPr="00DE30EA">
              <w:rPr>
                <w:rStyle w:val="Hyperlink"/>
                <w:color w:val="000000"/>
                <w:u w:val="none"/>
                <w:rtl/>
              </w:rPr>
              <w:t xml:space="preserve"> </w:t>
            </w:r>
            <w:r w:rsidRPr="00DE30EA">
              <w:rPr>
                <w:rStyle w:val="Hyperlink"/>
                <w:rFonts w:hint="eastAsia"/>
                <w:color w:val="000000"/>
                <w:u w:val="none"/>
                <w:rtl/>
              </w:rPr>
              <w:t>رَّبِّىَّ</w:t>
            </w:r>
            <w:r w:rsidRPr="00DE30EA">
              <w:rPr>
                <w:rStyle w:val="Hyperlink"/>
                <w:color w:val="000000"/>
                <w:u w:val="none"/>
                <w:rtl/>
              </w:rPr>
              <w:t xml:space="preserve"> </w:t>
            </w:r>
            <w:r w:rsidRPr="00DE30EA">
              <w:rPr>
                <w:rStyle w:val="Hyperlink"/>
                <w:rFonts w:hint="eastAsia"/>
                <w:color w:val="000000"/>
                <w:u w:val="none"/>
                <w:rtl/>
              </w:rPr>
              <w:t>اءَعْلَمُ</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جَآءَ</w:t>
            </w:r>
            <w:r w:rsidRPr="00DE30EA">
              <w:rPr>
                <w:rStyle w:val="Hyperlink"/>
                <w:color w:val="000000"/>
                <w:u w:val="none"/>
                <w:rtl/>
              </w:rPr>
              <w:t xml:space="preserve"> </w:t>
            </w:r>
            <w:r w:rsidRPr="00DE30EA">
              <w:rPr>
                <w:rStyle w:val="Hyperlink"/>
                <w:rFonts w:hint="eastAsia"/>
                <w:color w:val="000000"/>
                <w:u w:val="none"/>
                <w:rtl/>
              </w:rPr>
              <w:t>بِالْهُدَى</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هُوَ</w:t>
            </w:r>
            <w:r w:rsidRPr="00DE30EA">
              <w:rPr>
                <w:rStyle w:val="Hyperlink"/>
                <w:color w:val="000000"/>
                <w:u w:val="none"/>
                <w:rtl/>
              </w:rPr>
              <w:t xml:space="preserve"> </w:t>
            </w:r>
            <w:r w:rsidRPr="00DE30EA">
              <w:rPr>
                <w:rStyle w:val="Hyperlink"/>
                <w:rFonts w:hint="eastAsia"/>
                <w:color w:val="000000"/>
                <w:u w:val="none"/>
                <w:rtl/>
              </w:rPr>
              <w:t>فِى</w:t>
            </w:r>
            <w:r w:rsidRPr="00DE30EA">
              <w:rPr>
                <w:rStyle w:val="Hyperlink"/>
                <w:color w:val="000000"/>
                <w:u w:val="none"/>
                <w:rtl/>
              </w:rPr>
              <w:t xml:space="preserve"> </w:t>
            </w:r>
            <w:r w:rsidRPr="00DE30EA">
              <w:rPr>
                <w:rStyle w:val="Hyperlink"/>
                <w:rFonts w:hint="eastAsia"/>
                <w:color w:val="000000"/>
                <w:u w:val="none"/>
                <w:rtl/>
              </w:rPr>
              <w:t>ضَلَلٍ</w:t>
            </w:r>
            <w:r w:rsidRPr="00DE30EA">
              <w:rPr>
                <w:rStyle w:val="Hyperlink"/>
                <w:color w:val="000000"/>
                <w:u w:val="none"/>
                <w:rtl/>
              </w:rPr>
              <w:t xml:space="preserve"> </w:t>
            </w:r>
            <w:r w:rsidRPr="00DE30EA">
              <w:rPr>
                <w:rStyle w:val="Hyperlink"/>
                <w:rFonts w:hint="eastAsia"/>
                <w:color w:val="000000"/>
                <w:u w:val="none"/>
                <w:rtl/>
              </w:rPr>
              <w:t>مُّبِينٍ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Toc362088774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119</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75"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Toc362088775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76"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Toc362088776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14B31" w:rsidRPr="00DE30EA" w:rsidRDefault="00514B31" w:rsidP="00DE30EA">
          <w:pPr>
            <w:pStyle w:val="TOC1"/>
            <w:rPr>
              <w:rFonts w:eastAsiaTheme="minorEastAsia"/>
              <w:sz w:val="22"/>
              <w:rtl/>
            </w:rPr>
          </w:pPr>
          <w:hyperlink w:anchor="_Toc362088777" w:history="1">
            <w:r w:rsidRPr="00DE30EA">
              <w:rPr>
                <w:rStyle w:val="Hyperlink"/>
                <w:color w:val="000000"/>
                <w:u w:val="none"/>
                <w:rtl/>
              </w:rPr>
              <w:t>(86)</w:t>
            </w:r>
            <w:r w:rsidRPr="00DE30EA">
              <w:rPr>
                <w:rStyle w:val="Hyperlink"/>
                <w:color w:val="000000"/>
                <w:u w:val="none"/>
                <w:rtl/>
              </w:rPr>
              <w:t xml:space="preserve"> </w:t>
            </w:r>
            <w:r w:rsidRPr="00DE30EA">
              <w:rPr>
                <w:rStyle w:val="Hyperlink"/>
                <w:rFonts w:hint="eastAsia"/>
                <w:color w:val="000000"/>
                <w:u w:val="none"/>
                <w:rtl/>
              </w:rPr>
              <w:t>وَمَا</w:t>
            </w:r>
            <w:r w:rsidRPr="00DE30EA">
              <w:rPr>
                <w:rStyle w:val="Hyperlink"/>
                <w:color w:val="000000"/>
                <w:u w:val="none"/>
                <w:rtl/>
              </w:rPr>
              <w:t xml:space="preserve"> </w:t>
            </w:r>
            <w:r w:rsidRPr="00DE30EA">
              <w:rPr>
                <w:rStyle w:val="Hyperlink"/>
                <w:rFonts w:hint="eastAsia"/>
                <w:color w:val="000000"/>
                <w:u w:val="none"/>
                <w:rtl/>
              </w:rPr>
              <w:t>كُنتَ</w:t>
            </w:r>
            <w:r w:rsidRPr="00DE30EA">
              <w:rPr>
                <w:rStyle w:val="Hyperlink"/>
                <w:color w:val="000000"/>
                <w:u w:val="none"/>
                <w:rtl/>
              </w:rPr>
              <w:t xml:space="preserve"> </w:t>
            </w:r>
            <w:r w:rsidRPr="00DE30EA">
              <w:rPr>
                <w:rStyle w:val="Hyperlink"/>
                <w:rFonts w:hint="eastAsia"/>
                <w:color w:val="000000"/>
                <w:u w:val="none"/>
                <w:rtl/>
              </w:rPr>
              <w:t>تَرْجُوَّاْ</w:t>
            </w:r>
            <w:r w:rsidRPr="00DE30EA">
              <w:rPr>
                <w:rStyle w:val="Hyperlink"/>
                <w:color w:val="000000"/>
                <w:u w:val="none"/>
                <w:rtl/>
              </w:rPr>
              <w:t xml:space="preserve"> </w:t>
            </w:r>
            <w:r w:rsidRPr="00DE30EA">
              <w:rPr>
                <w:rStyle w:val="Hyperlink"/>
                <w:rFonts w:hint="eastAsia"/>
                <w:color w:val="000000"/>
                <w:u w:val="none"/>
                <w:rtl/>
              </w:rPr>
              <w:t>اءَن</w:t>
            </w:r>
            <w:r w:rsidRPr="00DE30EA">
              <w:rPr>
                <w:rStyle w:val="Hyperlink"/>
                <w:color w:val="000000"/>
                <w:u w:val="none"/>
                <w:rtl/>
              </w:rPr>
              <w:t xml:space="preserve"> </w:t>
            </w:r>
            <w:r w:rsidRPr="00DE30EA">
              <w:rPr>
                <w:rStyle w:val="Hyperlink"/>
                <w:rFonts w:hint="eastAsia"/>
                <w:color w:val="000000"/>
                <w:u w:val="none"/>
                <w:rtl/>
              </w:rPr>
              <w:t>يُلْقَىَّ</w:t>
            </w:r>
            <w:r w:rsidRPr="00DE30EA">
              <w:rPr>
                <w:rStyle w:val="Hyperlink"/>
                <w:color w:val="000000"/>
                <w:u w:val="none"/>
                <w:rtl/>
              </w:rPr>
              <w:t xml:space="preserve"> </w:t>
            </w:r>
            <w:r w:rsidRPr="00DE30EA">
              <w:rPr>
                <w:rStyle w:val="Hyperlink"/>
                <w:rFonts w:hint="eastAsia"/>
                <w:color w:val="000000"/>
                <w:u w:val="none"/>
                <w:rtl/>
              </w:rPr>
              <w:t>إِلَيْكَ</w:t>
            </w:r>
            <w:r w:rsidRPr="00DE30EA">
              <w:rPr>
                <w:rStyle w:val="Hyperlink"/>
                <w:color w:val="000000"/>
                <w:u w:val="none"/>
                <w:rtl/>
              </w:rPr>
              <w:t xml:space="preserve"> </w:t>
            </w:r>
            <w:r w:rsidRPr="00DE30EA">
              <w:rPr>
                <w:rStyle w:val="Hyperlink"/>
                <w:rFonts w:hint="eastAsia"/>
                <w:color w:val="000000"/>
                <w:u w:val="none"/>
                <w:rtl/>
              </w:rPr>
              <w:t>الْكِتَبُ</w:t>
            </w:r>
            <w:r w:rsidRPr="00DE30EA">
              <w:rPr>
                <w:rStyle w:val="Hyperlink"/>
                <w:color w:val="000000"/>
                <w:u w:val="none"/>
                <w:rtl/>
              </w:rPr>
              <w:t xml:space="preserve"> </w:t>
            </w:r>
            <w:r w:rsidRPr="00DE30EA">
              <w:rPr>
                <w:rStyle w:val="Hyperlink"/>
                <w:rFonts w:hint="eastAsia"/>
                <w:color w:val="000000"/>
                <w:u w:val="none"/>
                <w:rtl/>
              </w:rPr>
              <w:t>إِلا</w:t>
            </w:r>
            <w:r w:rsidRPr="00DE30EA">
              <w:rPr>
                <w:rStyle w:val="Hyperlink"/>
                <w:color w:val="000000"/>
                <w:u w:val="none"/>
                <w:rtl/>
              </w:rPr>
              <w:t xml:space="preserve"> </w:t>
            </w:r>
            <w:r w:rsidRPr="00DE30EA">
              <w:rPr>
                <w:rStyle w:val="Hyperlink"/>
                <w:rFonts w:hint="eastAsia"/>
                <w:color w:val="000000"/>
                <w:u w:val="none"/>
                <w:rtl/>
              </w:rPr>
              <w:t>رَحْمَةً</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رَّبِّكَ</w:t>
            </w:r>
            <w:r w:rsidRPr="00DE30EA">
              <w:rPr>
                <w:rStyle w:val="Hyperlink"/>
                <w:color w:val="000000"/>
                <w:u w:val="none"/>
                <w:rtl/>
              </w:rPr>
              <w:t xml:space="preserve"> </w:t>
            </w:r>
            <w:r w:rsidRPr="00DE30EA">
              <w:rPr>
                <w:rStyle w:val="Hyperlink"/>
                <w:rFonts w:hint="eastAsia"/>
                <w:color w:val="000000"/>
                <w:u w:val="none"/>
                <w:rtl/>
              </w:rPr>
              <w:t>فَلاَتَكُونَنَّ</w:t>
            </w:r>
            <w:r w:rsidRPr="00DE30EA">
              <w:rPr>
                <w:rStyle w:val="Hyperlink"/>
                <w:color w:val="000000"/>
                <w:u w:val="none"/>
                <w:rtl/>
              </w:rPr>
              <w:t xml:space="preserve"> </w:t>
            </w:r>
            <w:r w:rsidRPr="00DE30EA">
              <w:rPr>
                <w:rStyle w:val="Hyperlink"/>
                <w:rFonts w:hint="eastAsia"/>
                <w:color w:val="000000"/>
                <w:u w:val="none"/>
                <w:rtl/>
              </w:rPr>
              <w:t>ظَهِيراًلِّلْكَفِرِينَ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Toc362088777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121</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78"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Toc362088778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79"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Toc362088779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514B31" w:rsidRPr="00DE30EA" w:rsidRDefault="00514B31" w:rsidP="00DE30EA">
          <w:pPr>
            <w:pStyle w:val="TOC1"/>
            <w:rPr>
              <w:rFonts w:eastAsiaTheme="minorEastAsia"/>
              <w:sz w:val="22"/>
              <w:rtl/>
            </w:rPr>
          </w:pPr>
          <w:hyperlink w:anchor="_Toc362088780" w:history="1">
            <w:r w:rsidRPr="00DE30EA">
              <w:rPr>
                <w:rStyle w:val="Hyperlink"/>
                <w:color w:val="000000"/>
                <w:u w:val="none"/>
                <w:rtl/>
              </w:rPr>
              <w:t>(87)</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لاَ</w:t>
            </w:r>
            <w:r w:rsidRPr="00DE30EA">
              <w:rPr>
                <w:rStyle w:val="Hyperlink"/>
                <w:color w:val="000000"/>
                <w:u w:val="none"/>
                <w:rtl/>
              </w:rPr>
              <w:t xml:space="preserve"> </w:t>
            </w:r>
            <w:r w:rsidRPr="00DE30EA">
              <w:rPr>
                <w:rStyle w:val="Hyperlink"/>
                <w:rFonts w:hint="eastAsia"/>
                <w:color w:val="000000"/>
                <w:u w:val="none"/>
                <w:rtl/>
              </w:rPr>
              <w:t>يَصُدُّنَّكَ</w:t>
            </w:r>
            <w:r w:rsidRPr="00DE30EA">
              <w:rPr>
                <w:rStyle w:val="Hyperlink"/>
                <w:color w:val="000000"/>
                <w:u w:val="none"/>
                <w:rtl/>
              </w:rPr>
              <w:t xml:space="preserve"> </w:t>
            </w:r>
            <w:r w:rsidRPr="00DE30EA">
              <w:rPr>
                <w:rStyle w:val="Hyperlink"/>
                <w:rFonts w:hint="eastAsia"/>
                <w:color w:val="000000"/>
                <w:u w:val="none"/>
                <w:rtl/>
              </w:rPr>
              <w:t>عَنْ</w:t>
            </w:r>
            <w:r w:rsidRPr="00DE30EA">
              <w:rPr>
                <w:rStyle w:val="Hyperlink"/>
                <w:color w:val="000000"/>
                <w:u w:val="none"/>
                <w:rtl/>
              </w:rPr>
              <w:t xml:space="preserve"> </w:t>
            </w:r>
            <w:r w:rsidRPr="00DE30EA">
              <w:rPr>
                <w:rStyle w:val="Hyperlink"/>
                <w:rFonts w:hint="eastAsia"/>
                <w:color w:val="000000"/>
                <w:u w:val="none"/>
                <w:rtl/>
              </w:rPr>
              <w:t>ءَايَتِ</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بَعْدَ</w:t>
            </w:r>
            <w:r w:rsidRPr="00DE30EA">
              <w:rPr>
                <w:rStyle w:val="Hyperlink"/>
                <w:color w:val="000000"/>
                <w:u w:val="none"/>
                <w:rtl/>
              </w:rPr>
              <w:t xml:space="preserve"> </w:t>
            </w:r>
            <w:r w:rsidRPr="00DE30EA">
              <w:rPr>
                <w:rStyle w:val="Hyperlink"/>
                <w:rFonts w:hint="eastAsia"/>
                <w:color w:val="000000"/>
                <w:u w:val="none"/>
                <w:rtl/>
              </w:rPr>
              <w:t>إِذْ</w:t>
            </w:r>
            <w:r w:rsidRPr="00DE30EA">
              <w:rPr>
                <w:rStyle w:val="Hyperlink"/>
                <w:color w:val="000000"/>
                <w:u w:val="none"/>
                <w:rtl/>
              </w:rPr>
              <w:t xml:space="preserve"> </w:t>
            </w:r>
            <w:r w:rsidRPr="00DE30EA">
              <w:rPr>
                <w:rStyle w:val="Hyperlink"/>
                <w:rFonts w:hint="eastAsia"/>
                <w:color w:val="000000"/>
                <w:u w:val="none"/>
                <w:rtl/>
              </w:rPr>
              <w:t>اءُنزِلَتْ</w:t>
            </w:r>
            <w:r w:rsidRPr="00DE30EA">
              <w:rPr>
                <w:rStyle w:val="Hyperlink"/>
                <w:color w:val="000000"/>
                <w:u w:val="none"/>
                <w:rtl/>
              </w:rPr>
              <w:t xml:space="preserve"> </w:t>
            </w:r>
            <w:r w:rsidRPr="00DE30EA">
              <w:rPr>
                <w:rStyle w:val="Hyperlink"/>
                <w:rFonts w:hint="eastAsia"/>
                <w:color w:val="000000"/>
                <w:u w:val="none"/>
                <w:rtl/>
              </w:rPr>
              <w:t>إِلَيْكَ</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ادْعُ</w:t>
            </w:r>
            <w:r w:rsidRPr="00DE30EA">
              <w:rPr>
                <w:rStyle w:val="Hyperlink"/>
                <w:color w:val="000000"/>
                <w:u w:val="none"/>
                <w:rtl/>
              </w:rPr>
              <w:t xml:space="preserve"> </w:t>
            </w:r>
            <w:r w:rsidRPr="00DE30EA">
              <w:rPr>
                <w:rStyle w:val="Hyperlink"/>
                <w:rFonts w:hint="eastAsia"/>
                <w:color w:val="000000"/>
                <w:u w:val="none"/>
                <w:rtl/>
              </w:rPr>
              <w:t>إِلَى</w:t>
            </w:r>
            <w:r w:rsidRPr="00DE30EA">
              <w:rPr>
                <w:rStyle w:val="Hyperlink"/>
                <w:color w:val="000000"/>
                <w:u w:val="none"/>
                <w:rtl/>
              </w:rPr>
              <w:t xml:space="preserve"> </w:t>
            </w:r>
            <w:r w:rsidRPr="00DE30EA">
              <w:rPr>
                <w:rStyle w:val="Hyperlink"/>
                <w:rFonts w:hint="eastAsia"/>
                <w:color w:val="000000"/>
                <w:u w:val="none"/>
                <w:rtl/>
              </w:rPr>
              <w:t>رَبِّكَ</w:t>
            </w:r>
            <w:r w:rsidRPr="00DE30EA">
              <w:rPr>
                <w:rStyle w:val="Hyperlink"/>
                <w:color w:val="000000"/>
                <w:u w:val="none"/>
                <w:rtl/>
              </w:rPr>
              <w:t xml:space="preserve"> </w:t>
            </w:r>
            <w:r w:rsidRPr="00DE30EA">
              <w:rPr>
                <w:rStyle w:val="Hyperlink"/>
                <w:rFonts w:hint="eastAsia"/>
                <w:color w:val="000000"/>
                <w:u w:val="none"/>
                <w:rtl/>
              </w:rPr>
              <w:t>وَلاَ</w:t>
            </w:r>
            <w:r w:rsidRPr="00DE30EA">
              <w:rPr>
                <w:rStyle w:val="Hyperlink"/>
                <w:color w:val="000000"/>
                <w:u w:val="none"/>
                <w:rtl/>
              </w:rPr>
              <w:t xml:space="preserve"> </w:t>
            </w:r>
            <w:r w:rsidRPr="00DE30EA">
              <w:rPr>
                <w:rStyle w:val="Hyperlink"/>
                <w:rFonts w:hint="eastAsia"/>
                <w:color w:val="000000"/>
                <w:u w:val="none"/>
                <w:rtl/>
              </w:rPr>
              <w:t>تَكُونَنَّ</w:t>
            </w:r>
            <w:r w:rsidRPr="00DE30EA">
              <w:rPr>
                <w:rStyle w:val="Hyperlink"/>
                <w:color w:val="000000"/>
                <w:u w:val="none"/>
                <w:rtl/>
              </w:rPr>
              <w:t xml:space="preserve"> </w:t>
            </w:r>
            <w:r w:rsidRPr="00DE30EA">
              <w:rPr>
                <w:rStyle w:val="Hyperlink"/>
                <w:rFonts w:hint="eastAsia"/>
                <w:color w:val="000000"/>
                <w:u w:val="none"/>
                <w:rtl/>
              </w:rPr>
              <w:t>مِنَ</w:t>
            </w:r>
            <w:r w:rsidRPr="00DE30EA">
              <w:rPr>
                <w:rStyle w:val="Hyperlink"/>
                <w:color w:val="000000"/>
                <w:u w:val="none"/>
                <w:rtl/>
              </w:rPr>
              <w:t xml:space="preserve"> </w:t>
            </w:r>
            <w:r w:rsidRPr="00DE30EA">
              <w:rPr>
                <w:rStyle w:val="Hyperlink"/>
                <w:rFonts w:hint="eastAsia"/>
                <w:color w:val="000000"/>
                <w:u w:val="none"/>
                <w:rtl/>
              </w:rPr>
              <w:t>الْمُشْرِكِينَ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Toc362088780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122</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81"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Toc362088781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82"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Toc362088782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514B31" w:rsidRPr="00DE30EA" w:rsidRDefault="00514B31" w:rsidP="00DE30EA">
          <w:pPr>
            <w:pStyle w:val="TOC1"/>
            <w:rPr>
              <w:rFonts w:eastAsiaTheme="minorEastAsia"/>
              <w:sz w:val="22"/>
              <w:rtl/>
            </w:rPr>
          </w:pPr>
          <w:hyperlink w:anchor="_Toc362088783" w:history="1">
            <w:r w:rsidRPr="00DE30EA">
              <w:rPr>
                <w:rStyle w:val="Hyperlink"/>
                <w:color w:val="000000"/>
                <w:u w:val="none"/>
                <w:rtl/>
              </w:rPr>
              <w:t>(88)</w:t>
            </w:r>
            <w:r w:rsidRPr="00DE30EA">
              <w:rPr>
                <w:rStyle w:val="Hyperlink"/>
                <w:color w:val="000000"/>
                <w:u w:val="none"/>
                <w:rtl/>
              </w:rPr>
              <w:t xml:space="preserve"> </w:t>
            </w:r>
            <w:r w:rsidRPr="00DE30EA">
              <w:rPr>
                <w:rStyle w:val="Hyperlink"/>
                <w:rFonts w:hint="eastAsia"/>
                <w:color w:val="000000"/>
                <w:u w:val="none"/>
                <w:rtl/>
              </w:rPr>
              <w:t>وَلاَ</w:t>
            </w:r>
            <w:r w:rsidRPr="00DE30EA">
              <w:rPr>
                <w:rStyle w:val="Hyperlink"/>
                <w:color w:val="000000"/>
                <w:u w:val="none"/>
                <w:rtl/>
              </w:rPr>
              <w:t xml:space="preserve"> </w:t>
            </w:r>
            <w:r w:rsidRPr="00DE30EA">
              <w:rPr>
                <w:rStyle w:val="Hyperlink"/>
                <w:rFonts w:hint="eastAsia"/>
                <w:color w:val="000000"/>
                <w:u w:val="none"/>
                <w:rtl/>
              </w:rPr>
              <w:t>تَدْعُ</w:t>
            </w:r>
            <w:r w:rsidRPr="00DE30EA">
              <w:rPr>
                <w:rStyle w:val="Hyperlink"/>
                <w:color w:val="000000"/>
                <w:u w:val="none"/>
                <w:rtl/>
              </w:rPr>
              <w:t xml:space="preserve"> </w:t>
            </w:r>
            <w:r w:rsidRPr="00DE30EA">
              <w:rPr>
                <w:rStyle w:val="Hyperlink"/>
                <w:rFonts w:hint="eastAsia"/>
                <w:color w:val="000000"/>
                <w:u w:val="none"/>
                <w:rtl/>
              </w:rPr>
              <w:t>مَعَ</w:t>
            </w:r>
            <w:r w:rsidRPr="00DE30EA">
              <w:rPr>
                <w:rStyle w:val="Hyperlink"/>
                <w:color w:val="000000"/>
                <w:u w:val="none"/>
                <w:rtl/>
              </w:rPr>
              <w:t xml:space="preserve"> </w:t>
            </w:r>
            <w:r w:rsidRPr="00DE30EA">
              <w:rPr>
                <w:rStyle w:val="Hyperlink"/>
                <w:rFonts w:hint="eastAsia"/>
                <w:color w:val="000000"/>
                <w:u w:val="none"/>
                <w:rtl/>
              </w:rPr>
              <w:t>اللّهِ</w:t>
            </w:r>
            <w:r w:rsidRPr="00DE30EA">
              <w:rPr>
                <w:rStyle w:val="Hyperlink"/>
                <w:color w:val="000000"/>
                <w:u w:val="none"/>
                <w:rtl/>
              </w:rPr>
              <w:t xml:space="preserve"> </w:t>
            </w:r>
            <w:r w:rsidRPr="00DE30EA">
              <w:rPr>
                <w:rStyle w:val="Hyperlink"/>
                <w:rFonts w:hint="eastAsia"/>
                <w:color w:val="000000"/>
                <w:u w:val="none"/>
                <w:rtl/>
              </w:rPr>
              <w:t>إِلَهاً</w:t>
            </w:r>
            <w:r w:rsidRPr="00DE30EA">
              <w:rPr>
                <w:rStyle w:val="Hyperlink"/>
                <w:color w:val="000000"/>
                <w:u w:val="none"/>
                <w:rtl/>
              </w:rPr>
              <w:t xml:space="preserve"> </w:t>
            </w:r>
            <w:r w:rsidRPr="00DE30EA">
              <w:rPr>
                <w:rStyle w:val="Hyperlink"/>
                <w:rFonts w:hint="eastAsia"/>
                <w:color w:val="000000"/>
                <w:u w:val="none"/>
                <w:rtl/>
              </w:rPr>
              <w:t>ءَاخَرَ</w:t>
            </w:r>
            <w:r w:rsidRPr="00DE30EA">
              <w:rPr>
                <w:rStyle w:val="Hyperlink"/>
                <w:color w:val="000000"/>
                <w:u w:val="none"/>
                <w:rtl/>
              </w:rPr>
              <w:t xml:space="preserve"> </w:t>
            </w:r>
            <w:r w:rsidRPr="00DE30EA">
              <w:rPr>
                <w:rStyle w:val="Hyperlink"/>
                <w:rFonts w:hint="eastAsia"/>
                <w:color w:val="000000"/>
                <w:u w:val="none"/>
                <w:rtl/>
              </w:rPr>
              <w:t>لاََّ</w:t>
            </w:r>
            <w:r w:rsidRPr="00DE30EA">
              <w:rPr>
                <w:rStyle w:val="Hyperlink"/>
                <w:color w:val="000000"/>
                <w:u w:val="none"/>
                <w:rtl/>
              </w:rPr>
              <w:t xml:space="preserve"> </w:t>
            </w:r>
            <w:r w:rsidRPr="00DE30EA">
              <w:rPr>
                <w:rStyle w:val="Hyperlink"/>
                <w:rFonts w:hint="eastAsia"/>
                <w:color w:val="000000"/>
                <w:u w:val="none"/>
                <w:rtl/>
              </w:rPr>
              <w:t>إِلَهَ</w:t>
            </w:r>
            <w:r w:rsidRPr="00DE30EA">
              <w:rPr>
                <w:rStyle w:val="Hyperlink"/>
                <w:color w:val="000000"/>
                <w:u w:val="none"/>
                <w:rtl/>
              </w:rPr>
              <w:t xml:space="preserve"> </w:t>
            </w:r>
            <w:r w:rsidRPr="00DE30EA">
              <w:rPr>
                <w:rStyle w:val="Hyperlink"/>
                <w:rFonts w:hint="eastAsia"/>
                <w:color w:val="000000"/>
                <w:u w:val="none"/>
                <w:rtl/>
              </w:rPr>
              <w:t>إِلا</w:t>
            </w:r>
            <w:r w:rsidRPr="00DE30EA">
              <w:rPr>
                <w:rStyle w:val="Hyperlink"/>
                <w:color w:val="000000"/>
                <w:u w:val="none"/>
                <w:rtl/>
              </w:rPr>
              <w:t xml:space="preserve"> </w:t>
            </w:r>
            <w:r w:rsidRPr="00DE30EA">
              <w:rPr>
                <w:rStyle w:val="Hyperlink"/>
                <w:rFonts w:hint="eastAsia"/>
                <w:color w:val="000000"/>
                <w:u w:val="none"/>
                <w:rtl/>
              </w:rPr>
              <w:t>هُوَ</w:t>
            </w:r>
            <w:r w:rsidRPr="00DE30EA">
              <w:rPr>
                <w:rStyle w:val="Hyperlink"/>
                <w:color w:val="000000"/>
                <w:u w:val="none"/>
                <w:rtl/>
              </w:rPr>
              <w:t xml:space="preserve"> </w:t>
            </w:r>
            <w:r w:rsidRPr="00DE30EA">
              <w:rPr>
                <w:rStyle w:val="Hyperlink"/>
                <w:rFonts w:hint="eastAsia"/>
                <w:color w:val="000000"/>
                <w:u w:val="none"/>
                <w:rtl/>
              </w:rPr>
              <w:t>كُلُّ</w:t>
            </w:r>
            <w:r w:rsidRPr="00DE30EA">
              <w:rPr>
                <w:rStyle w:val="Hyperlink"/>
                <w:color w:val="000000"/>
                <w:u w:val="none"/>
                <w:rtl/>
              </w:rPr>
              <w:t xml:space="preserve"> </w:t>
            </w:r>
            <w:r w:rsidRPr="00DE30EA">
              <w:rPr>
                <w:rStyle w:val="Hyperlink"/>
                <w:rFonts w:hint="eastAsia"/>
                <w:color w:val="000000"/>
                <w:u w:val="none"/>
                <w:rtl/>
              </w:rPr>
              <w:t>شَىْءٍ</w:t>
            </w:r>
            <w:r w:rsidRPr="00DE30EA">
              <w:rPr>
                <w:rStyle w:val="Hyperlink"/>
                <w:color w:val="000000"/>
                <w:u w:val="none"/>
                <w:rtl/>
              </w:rPr>
              <w:t xml:space="preserve"> </w:t>
            </w:r>
            <w:r w:rsidRPr="00DE30EA">
              <w:rPr>
                <w:rStyle w:val="Hyperlink"/>
                <w:rFonts w:hint="eastAsia"/>
                <w:color w:val="000000"/>
                <w:u w:val="none"/>
                <w:rtl/>
              </w:rPr>
              <w:t>هَالِكٌ</w:t>
            </w:r>
            <w:r w:rsidRPr="00DE30EA">
              <w:rPr>
                <w:rStyle w:val="Hyperlink"/>
                <w:color w:val="000000"/>
                <w:u w:val="none"/>
                <w:rtl/>
              </w:rPr>
              <w:t xml:space="preserve"> </w:t>
            </w:r>
            <w:r w:rsidRPr="00DE30EA">
              <w:rPr>
                <w:rStyle w:val="Hyperlink"/>
                <w:rFonts w:hint="eastAsia"/>
                <w:color w:val="000000"/>
                <w:u w:val="none"/>
                <w:rtl/>
              </w:rPr>
              <w:t>إِلا</w:t>
            </w:r>
            <w:r w:rsidRPr="00DE30EA">
              <w:rPr>
                <w:rStyle w:val="Hyperlink"/>
                <w:color w:val="000000"/>
                <w:u w:val="none"/>
                <w:rtl/>
              </w:rPr>
              <w:t xml:space="preserve"> </w:t>
            </w:r>
            <w:r w:rsidRPr="00DE30EA">
              <w:rPr>
                <w:rStyle w:val="Hyperlink"/>
                <w:rFonts w:hint="eastAsia"/>
                <w:color w:val="000000"/>
                <w:u w:val="none"/>
                <w:rtl/>
              </w:rPr>
              <w:t>وَجْهَهُ</w:t>
            </w:r>
            <w:r w:rsidRPr="00DE30EA">
              <w:rPr>
                <w:rStyle w:val="Hyperlink"/>
                <w:color w:val="000000"/>
                <w:u w:val="none"/>
                <w:rtl/>
              </w:rPr>
              <w:t xml:space="preserve"> </w:t>
            </w:r>
            <w:r w:rsidRPr="00DE30EA">
              <w:rPr>
                <w:rStyle w:val="Hyperlink"/>
                <w:rFonts w:hint="eastAsia"/>
                <w:color w:val="000000"/>
                <w:u w:val="none"/>
                <w:rtl/>
              </w:rPr>
              <w:t>لَهُ</w:t>
            </w:r>
            <w:r w:rsidRPr="00DE30EA">
              <w:rPr>
                <w:rStyle w:val="Hyperlink"/>
                <w:color w:val="000000"/>
                <w:u w:val="none"/>
                <w:rtl/>
              </w:rPr>
              <w:t xml:space="preserve"> </w:t>
            </w:r>
            <w:r w:rsidRPr="00DE30EA">
              <w:rPr>
                <w:rStyle w:val="Hyperlink"/>
                <w:rFonts w:hint="eastAsia"/>
                <w:color w:val="000000"/>
                <w:u w:val="none"/>
                <w:rtl/>
              </w:rPr>
              <w:t>الْحُكْمُ</w:t>
            </w:r>
            <w:r w:rsidRPr="00DE30EA">
              <w:rPr>
                <w:rStyle w:val="Hyperlink"/>
                <w:color w:val="000000"/>
                <w:u w:val="none"/>
                <w:rtl/>
              </w:rPr>
              <w:t xml:space="preserve"> </w:t>
            </w:r>
            <w:r w:rsidRPr="00DE30EA">
              <w:rPr>
                <w:rStyle w:val="Hyperlink"/>
                <w:rFonts w:hint="eastAsia"/>
                <w:color w:val="000000"/>
                <w:u w:val="none"/>
                <w:rtl/>
              </w:rPr>
              <w:t>وَ</w:t>
            </w:r>
            <w:r w:rsidRPr="00DE30EA">
              <w:rPr>
                <w:rStyle w:val="Hyperlink"/>
                <w:color w:val="000000"/>
                <w:u w:val="none"/>
                <w:rtl/>
              </w:rPr>
              <w:t xml:space="preserve"> </w:t>
            </w:r>
            <w:r w:rsidRPr="00DE30EA">
              <w:rPr>
                <w:rStyle w:val="Hyperlink"/>
                <w:rFonts w:hint="eastAsia"/>
                <w:color w:val="000000"/>
                <w:u w:val="none"/>
                <w:rtl/>
              </w:rPr>
              <w:t>إِلَيْهِ</w:t>
            </w:r>
            <w:r w:rsidRPr="00DE30EA">
              <w:rPr>
                <w:rStyle w:val="Hyperlink"/>
                <w:color w:val="000000"/>
                <w:u w:val="none"/>
                <w:rtl/>
              </w:rPr>
              <w:t xml:space="preserve"> </w:t>
            </w:r>
            <w:r w:rsidRPr="00DE30EA">
              <w:rPr>
                <w:rStyle w:val="Hyperlink"/>
                <w:rFonts w:hint="eastAsia"/>
                <w:color w:val="000000"/>
                <w:u w:val="none"/>
                <w:rtl/>
              </w:rPr>
              <w:t>تُرْجَعُونَ</w:t>
            </w:r>
            <w:r w:rsidRPr="00DE30EA">
              <w:rPr>
                <w:webHidden/>
                <w:rtl/>
              </w:rPr>
              <w:tab/>
            </w:r>
            <w:r w:rsidRPr="00DE30EA">
              <w:rPr>
                <w:webHidden/>
                <w:rtl/>
              </w:rPr>
              <w:fldChar w:fldCharType="begin"/>
            </w:r>
            <w:r w:rsidRPr="00DE30EA">
              <w:rPr>
                <w:webHidden/>
                <w:rtl/>
              </w:rPr>
              <w:instrText xml:space="preserve"> </w:instrText>
            </w:r>
            <w:r w:rsidRPr="00DE30EA">
              <w:rPr>
                <w:webHidden/>
              </w:rPr>
              <w:instrText>PAGEREF</w:instrText>
            </w:r>
            <w:r w:rsidRPr="00DE30EA">
              <w:rPr>
                <w:webHidden/>
                <w:rtl/>
              </w:rPr>
              <w:instrText xml:space="preserve"> _</w:instrText>
            </w:r>
            <w:r w:rsidRPr="00DE30EA">
              <w:rPr>
                <w:webHidden/>
              </w:rPr>
              <w:instrText>Toc362088783 \h</w:instrText>
            </w:r>
            <w:r w:rsidRPr="00DE30EA">
              <w:rPr>
                <w:webHidden/>
                <w:rtl/>
              </w:rPr>
              <w:instrText xml:space="preserve"> </w:instrText>
            </w:r>
            <w:r w:rsidRPr="00DE30EA">
              <w:rPr>
                <w:webHidden/>
                <w:rtl/>
              </w:rPr>
            </w:r>
            <w:r w:rsidRPr="00DE30EA">
              <w:rPr>
                <w:webHidden/>
                <w:rtl/>
              </w:rPr>
              <w:fldChar w:fldCharType="separate"/>
            </w:r>
            <w:r w:rsidRPr="00DE30EA">
              <w:rPr>
                <w:webHidden/>
                <w:rtl/>
              </w:rPr>
              <w:t>124</w:t>
            </w:r>
            <w:r w:rsidRPr="00DE30EA">
              <w:rPr>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84" w:history="1">
            <w:r w:rsidRPr="00BA665B">
              <w:rPr>
                <w:rStyle w:val="Hyperlink"/>
                <w:rFonts w:hint="eastAsia"/>
                <w:noProof/>
                <w:rtl/>
                <w:lang w:bidi="fa-IR"/>
              </w:rPr>
              <w:t>نكته</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Toc362088784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514B31" w:rsidRDefault="00514B31">
          <w:pPr>
            <w:pStyle w:val="TOC2"/>
            <w:tabs>
              <w:tab w:val="right" w:leader="dot" w:pos="7361"/>
            </w:tabs>
            <w:rPr>
              <w:rFonts w:asciiTheme="minorHAnsi" w:eastAsiaTheme="minorEastAsia" w:hAnsiTheme="minorHAnsi" w:cstheme="minorBidi"/>
              <w:noProof/>
              <w:color w:val="auto"/>
              <w:sz w:val="22"/>
              <w:szCs w:val="22"/>
              <w:rtl/>
            </w:rPr>
          </w:pPr>
          <w:hyperlink w:anchor="_Toc362088785" w:history="1">
            <w:r w:rsidRPr="00BA665B">
              <w:rPr>
                <w:rStyle w:val="Hyperlink"/>
                <w:rFonts w:hint="eastAsia"/>
                <w:noProof/>
                <w:rtl/>
                <w:lang w:bidi="fa-IR"/>
              </w:rPr>
              <w:t>پيام</w:t>
            </w:r>
            <w:r w:rsidRPr="00BA665B">
              <w:rPr>
                <w:rStyle w:val="Hyperlink"/>
                <w:noProof/>
                <w:rtl/>
                <w:lang w:bidi="fa-IR"/>
              </w:rPr>
              <w:t xml:space="preserve"> </w:t>
            </w:r>
            <w:r w:rsidRPr="00BA665B">
              <w:rPr>
                <w:rStyle w:val="Hyperlink"/>
                <w:rFonts w:hint="eastAsia"/>
                <w:noProof/>
                <w:rtl/>
                <w:lang w:bidi="fa-IR"/>
              </w:rPr>
              <w:t>ها</w:t>
            </w:r>
            <w:r w:rsidRPr="00BA665B">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Toc362088785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514B31" w:rsidRDefault="00514B31">
          <w:r>
            <w:fldChar w:fldCharType="end"/>
          </w:r>
        </w:p>
      </w:sdtContent>
    </w:sdt>
    <w:p w:rsidR="00B33631" w:rsidRPr="00123678" w:rsidRDefault="00B33631" w:rsidP="004D48DE">
      <w:pPr>
        <w:pStyle w:val="libNormal"/>
        <w:rPr>
          <w:rFonts w:hint="cs"/>
          <w:lang w:bidi="fa-IR"/>
        </w:rPr>
      </w:pPr>
    </w:p>
    <w:sectPr w:rsidR="00B33631" w:rsidRPr="0012367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CA3" w:rsidRDefault="00CF4CA3">
      <w:r>
        <w:separator/>
      </w:r>
    </w:p>
  </w:endnote>
  <w:endnote w:type="continuationSeparator" w:id="1">
    <w:p w:rsidR="00CF4CA3" w:rsidRDefault="00CF4C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charset w:val="B2"/>
    <w:family w:val="auto"/>
    <w:pitch w:val="variable"/>
    <w:sig w:usb0="00002000"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0EA" w:rsidRDefault="00DE30EA">
    <w:pPr>
      <w:pStyle w:val="Footer"/>
    </w:pPr>
    <w:fldSimple w:instr=" PAGE   \* MERGEFORMAT ">
      <w:r w:rsidR="00647988">
        <w:rPr>
          <w:noProof/>
          <w:rtl/>
        </w:rPr>
        <w:t>2</w:t>
      </w:r>
    </w:fldSimple>
  </w:p>
  <w:p w:rsidR="00DE30EA" w:rsidRDefault="00DE30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0EA" w:rsidRDefault="00DE30EA">
    <w:pPr>
      <w:pStyle w:val="Footer"/>
    </w:pPr>
    <w:fldSimple w:instr=" PAGE   \* MERGEFORMAT ">
      <w:r w:rsidR="00647988">
        <w:rPr>
          <w:noProof/>
          <w:rtl/>
        </w:rPr>
        <w:t>3</w:t>
      </w:r>
    </w:fldSimple>
  </w:p>
  <w:p w:rsidR="00DE30EA" w:rsidRDefault="00DE30E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0EA" w:rsidRDefault="00DE30EA">
    <w:pPr>
      <w:pStyle w:val="Footer"/>
    </w:pPr>
    <w:fldSimple w:instr=" PAGE   \* MERGEFORMAT ">
      <w:r w:rsidR="00647988">
        <w:rPr>
          <w:noProof/>
          <w:rtl/>
        </w:rPr>
        <w:t>1</w:t>
      </w:r>
    </w:fldSimple>
  </w:p>
  <w:p w:rsidR="00DE30EA" w:rsidRDefault="00DE30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CA3" w:rsidRDefault="00CF4CA3">
      <w:r>
        <w:separator/>
      </w:r>
    </w:p>
  </w:footnote>
  <w:footnote w:type="continuationSeparator" w:id="1">
    <w:p w:rsidR="00CF4CA3" w:rsidRDefault="00CF4C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4D3175"/>
    <w:rsid w:val="00005A19"/>
    <w:rsid w:val="00024AA0"/>
    <w:rsid w:val="000267FE"/>
    <w:rsid w:val="00035AB4"/>
    <w:rsid w:val="00040798"/>
    <w:rsid w:val="00043023"/>
    <w:rsid w:val="00054406"/>
    <w:rsid w:val="00055B8A"/>
    <w:rsid w:val="0006216A"/>
    <w:rsid w:val="00067F84"/>
    <w:rsid w:val="00071C97"/>
    <w:rsid w:val="000761F7"/>
    <w:rsid w:val="00076A3A"/>
    <w:rsid w:val="00084263"/>
    <w:rsid w:val="00092805"/>
    <w:rsid w:val="00092A0C"/>
    <w:rsid w:val="000A7750"/>
    <w:rsid w:val="000B3A56"/>
    <w:rsid w:val="000C0A89"/>
    <w:rsid w:val="000C7722"/>
    <w:rsid w:val="000D0932"/>
    <w:rsid w:val="000D1BDF"/>
    <w:rsid w:val="000D71B7"/>
    <w:rsid w:val="000E6824"/>
    <w:rsid w:val="0010049D"/>
    <w:rsid w:val="0010122E"/>
    <w:rsid w:val="00107A6B"/>
    <w:rsid w:val="001106A5"/>
    <w:rsid w:val="00111AE3"/>
    <w:rsid w:val="0011352E"/>
    <w:rsid w:val="00113B0B"/>
    <w:rsid w:val="00113CCC"/>
    <w:rsid w:val="00115473"/>
    <w:rsid w:val="00115A71"/>
    <w:rsid w:val="001162C9"/>
    <w:rsid w:val="0012268F"/>
    <w:rsid w:val="00123678"/>
    <w:rsid w:val="001243ED"/>
    <w:rsid w:val="00126471"/>
    <w:rsid w:val="00135E90"/>
    <w:rsid w:val="00136268"/>
    <w:rsid w:val="00136E6F"/>
    <w:rsid w:val="0014341C"/>
    <w:rsid w:val="00143EEA"/>
    <w:rsid w:val="00144845"/>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202C7B"/>
    <w:rsid w:val="002054C5"/>
    <w:rsid w:val="002139CB"/>
    <w:rsid w:val="00214801"/>
    <w:rsid w:val="00224964"/>
    <w:rsid w:val="002267C7"/>
    <w:rsid w:val="00227FEE"/>
    <w:rsid w:val="00241F59"/>
    <w:rsid w:val="0024265C"/>
    <w:rsid w:val="00244C2E"/>
    <w:rsid w:val="00250E0A"/>
    <w:rsid w:val="00251E02"/>
    <w:rsid w:val="00254A86"/>
    <w:rsid w:val="00257657"/>
    <w:rsid w:val="00263F56"/>
    <w:rsid w:val="0027369F"/>
    <w:rsid w:val="002818EF"/>
    <w:rsid w:val="0028271F"/>
    <w:rsid w:val="002A0284"/>
    <w:rsid w:val="002A338C"/>
    <w:rsid w:val="002A717D"/>
    <w:rsid w:val="002A73D7"/>
    <w:rsid w:val="002B2B15"/>
    <w:rsid w:val="002B71A8"/>
    <w:rsid w:val="002B7989"/>
    <w:rsid w:val="002C3E3A"/>
    <w:rsid w:val="002C5C66"/>
    <w:rsid w:val="002C6427"/>
    <w:rsid w:val="002D19A9"/>
    <w:rsid w:val="002D2485"/>
    <w:rsid w:val="002D580E"/>
    <w:rsid w:val="002E19EE"/>
    <w:rsid w:val="002E3834"/>
    <w:rsid w:val="002E4D3D"/>
    <w:rsid w:val="002E5CA1"/>
    <w:rsid w:val="002E6022"/>
    <w:rsid w:val="002F3626"/>
    <w:rsid w:val="00301EBF"/>
    <w:rsid w:val="003046BF"/>
    <w:rsid w:val="00307C3A"/>
    <w:rsid w:val="00310D1D"/>
    <w:rsid w:val="00317E22"/>
    <w:rsid w:val="00322466"/>
    <w:rsid w:val="003248C8"/>
    <w:rsid w:val="00324B78"/>
    <w:rsid w:val="00325A62"/>
    <w:rsid w:val="00330D70"/>
    <w:rsid w:val="003339D0"/>
    <w:rsid w:val="003353BB"/>
    <w:rsid w:val="0033620A"/>
    <w:rsid w:val="0034239A"/>
    <w:rsid w:val="00352890"/>
    <w:rsid w:val="0035368E"/>
    <w:rsid w:val="00354493"/>
    <w:rsid w:val="00360A5F"/>
    <w:rsid w:val="003618AA"/>
    <w:rsid w:val="00362F97"/>
    <w:rsid w:val="00363C94"/>
    <w:rsid w:val="0036400D"/>
    <w:rsid w:val="00373085"/>
    <w:rsid w:val="003854C8"/>
    <w:rsid w:val="0038683D"/>
    <w:rsid w:val="00386A62"/>
    <w:rsid w:val="003963F3"/>
    <w:rsid w:val="0039787F"/>
    <w:rsid w:val="003A1475"/>
    <w:rsid w:val="003A3298"/>
    <w:rsid w:val="003A4587"/>
    <w:rsid w:val="003A661E"/>
    <w:rsid w:val="003B0913"/>
    <w:rsid w:val="003B20C5"/>
    <w:rsid w:val="003B5031"/>
    <w:rsid w:val="003B6720"/>
    <w:rsid w:val="003B6A34"/>
    <w:rsid w:val="003B775B"/>
    <w:rsid w:val="003B7FA9"/>
    <w:rsid w:val="003C7C08"/>
    <w:rsid w:val="003D2459"/>
    <w:rsid w:val="003D28ED"/>
    <w:rsid w:val="003D3107"/>
    <w:rsid w:val="003E148D"/>
    <w:rsid w:val="003E1927"/>
    <w:rsid w:val="003E3600"/>
    <w:rsid w:val="003F33DE"/>
    <w:rsid w:val="00402C65"/>
    <w:rsid w:val="004035D1"/>
    <w:rsid w:val="00404EB7"/>
    <w:rsid w:val="00407D56"/>
    <w:rsid w:val="004104C2"/>
    <w:rsid w:val="00416E2B"/>
    <w:rsid w:val="0042098A"/>
    <w:rsid w:val="004209BA"/>
    <w:rsid w:val="00420C44"/>
    <w:rsid w:val="00430581"/>
    <w:rsid w:val="00434A97"/>
    <w:rsid w:val="00436A35"/>
    <w:rsid w:val="00437035"/>
    <w:rsid w:val="00440C62"/>
    <w:rsid w:val="00443043"/>
    <w:rsid w:val="00446BBA"/>
    <w:rsid w:val="004538D5"/>
    <w:rsid w:val="00455A59"/>
    <w:rsid w:val="0046634E"/>
    <w:rsid w:val="00467E54"/>
    <w:rsid w:val="00470378"/>
    <w:rsid w:val="004722F9"/>
    <w:rsid w:val="00475524"/>
    <w:rsid w:val="00475E99"/>
    <w:rsid w:val="00481FD0"/>
    <w:rsid w:val="0048221F"/>
    <w:rsid w:val="004919C3"/>
    <w:rsid w:val="004953C3"/>
    <w:rsid w:val="00497042"/>
    <w:rsid w:val="004A0866"/>
    <w:rsid w:val="004B17F4"/>
    <w:rsid w:val="004B3F28"/>
    <w:rsid w:val="004C3E90"/>
    <w:rsid w:val="004C4336"/>
    <w:rsid w:val="004C77B5"/>
    <w:rsid w:val="004D3175"/>
    <w:rsid w:val="004D48DE"/>
    <w:rsid w:val="004D7678"/>
    <w:rsid w:val="004D7CD7"/>
    <w:rsid w:val="004E0AF3"/>
    <w:rsid w:val="004E6E95"/>
    <w:rsid w:val="004F4B1F"/>
    <w:rsid w:val="004F58BA"/>
    <w:rsid w:val="005015BD"/>
    <w:rsid w:val="005022E5"/>
    <w:rsid w:val="00502651"/>
    <w:rsid w:val="00514B31"/>
    <w:rsid w:val="005254BC"/>
    <w:rsid w:val="00526724"/>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7B34"/>
    <w:rsid w:val="005A1C39"/>
    <w:rsid w:val="005A43ED"/>
    <w:rsid w:val="005B2DE4"/>
    <w:rsid w:val="005B56BE"/>
    <w:rsid w:val="005B68D5"/>
    <w:rsid w:val="005C0E2F"/>
    <w:rsid w:val="005C3659"/>
    <w:rsid w:val="005D2C72"/>
    <w:rsid w:val="005D3F3D"/>
    <w:rsid w:val="005E2913"/>
    <w:rsid w:val="0061000F"/>
    <w:rsid w:val="00612737"/>
    <w:rsid w:val="00613E8E"/>
    <w:rsid w:val="00614301"/>
    <w:rsid w:val="00620B12"/>
    <w:rsid w:val="006210F4"/>
    <w:rsid w:val="00625C71"/>
    <w:rsid w:val="00627A7B"/>
    <w:rsid w:val="006357C1"/>
    <w:rsid w:val="00641A2D"/>
    <w:rsid w:val="00643F5E"/>
    <w:rsid w:val="00646D08"/>
    <w:rsid w:val="00647988"/>
    <w:rsid w:val="00651640"/>
    <w:rsid w:val="00651ADF"/>
    <w:rsid w:val="006574EA"/>
    <w:rsid w:val="00657A10"/>
    <w:rsid w:val="00663284"/>
    <w:rsid w:val="00665B79"/>
    <w:rsid w:val="00672031"/>
    <w:rsid w:val="006726F6"/>
    <w:rsid w:val="00672BC4"/>
    <w:rsid w:val="00672E5A"/>
    <w:rsid w:val="00682902"/>
    <w:rsid w:val="00684527"/>
    <w:rsid w:val="0068652E"/>
    <w:rsid w:val="00687928"/>
    <w:rsid w:val="0069163F"/>
    <w:rsid w:val="00691DBB"/>
    <w:rsid w:val="00697257"/>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05A72"/>
    <w:rsid w:val="00710619"/>
    <w:rsid w:val="00713634"/>
    <w:rsid w:val="00717AB1"/>
    <w:rsid w:val="00717C64"/>
    <w:rsid w:val="00721FA0"/>
    <w:rsid w:val="00723983"/>
    <w:rsid w:val="00723D07"/>
    <w:rsid w:val="00725377"/>
    <w:rsid w:val="0073042E"/>
    <w:rsid w:val="00730E45"/>
    <w:rsid w:val="00731AD7"/>
    <w:rsid w:val="00740E80"/>
    <w:rsid w:val="00741FFE"/>
    <w:rsid w:val="0074517B"/>
    <w:rsid w:val="007571E2"/>
    <w:rsid w:val="00757A95"/>
    <w:rsid w:val="00760354"/>
    <w:rsid w:val="00765BEF"/>
    <w:rsid w:val="007735AB"/>
    <w:rsid w:val="00773E4E"/>
    <w:rsid w:val="00775FFA"/>
    <w:rsid w:val="00777AC5"/>
    <w:rsid w:val="0078011D"/>
    <w:rsid w:val="0078259F"/>
    <w:rsid w:val="00782872"/>
    <w:rsid w:val="00784287"/>
    <w:rsid w:val="007860ED"/>
    <w:rsid w:val="00791D4F"/>
    <w:rsid w:val="00796AAA"/>
    <w:rsid w:val="007A6185"/>
    <w:rsid w:val="007B0C58"/>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28CA"/>
    <w:rsid w:val="00813440"/>
    <w:rsid w:val="00821493"/>
    <w:rsid w:val="00826B87"/>
    <w:rsid w:val="00826F28"/>
    <w:rsid w:val="008306FC"/>
    <w:rsid w:val="00831B8F"/>
    <w:rsid w:val="00837259"/>
    <w:rsid w:val="0084238B"/>
    <w:rsid w:val="0084318E"/>
    <w:rsid w:val="0084496F"/>
    <w:rsid w:val="00850983"/>
    <w:rsid w:val="00854D0A"/>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968"/>
    <w:rsid w:val="00927D62"/>
    <w:rsid w:val="00932192"/>
    <w:rsid w:val="0094272F"/>
    <w:rsid w:val="00943412"/>
    <w:rsid w:val="00943B2E"/>
    <w:rsid w:val="00945D11"/>
    <w:rsid w:val="009503E2"/>
    <w:rsid w:val="00952FD2"/>
    <w:rsid w:val="00960F67"/>
    <w:rsid w:val="00961CD2"/>
    <w:rsid w:val="00962B76"/>
    <w:rsid w:val="009631C9"/>
    <w:rsid w:val="0097061F"/>
    <w:rsid w:val="00972C70"/>
    <w:rsid w:val="00974224"/>
    <w:rsid w:val="00974D56"/>
    <w:rsid w:val="00974FF1"/>
    <w:rsid w:val="00985FAC"/>
    <w:rsid w:val="00987F40"/>
    <w:rsid w:val="00992E31"/>
    <w:rsid w:val="009A53CC"/>
    <w:rsid w:val="009A7001"/>
    <w:rsid w:val="009A7DA5"/>
    <w:rsid w:val="009B01D4"/>
    <w:rsid w:val="009B0C22"/>
    <w:rsid w:val="009B5C7D"/>
    <w:rsid w:val="009B7253"/>
    <w:rsid w:val="009D3969"/>
    <w:rsid w:val="009D5899"/>
    <w:rsid w:val="009D6CB0"/>
    <w:rsid w:val="009E03BE"/>
    <w:rsid w:val="009E07BB"/>
    <w:rsid w:val="009E4824"/>
    <w:rsid w:val="009E66F2"/>
    <w:rsid w:val="009E67C9"/>
    <w:rsid w:val="009E6DE8"/>
    <w:rsid w:val="009E7350"/>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EDE"/>
    <w:rsid w:val="00A36CA9"/>
    <w:rsid w:val="00A371C7"/>
    <w:rsid w:val="00A37F11"/>
    <w:rsid w:val="00A44704"/>
    <w:rsid w:val="00A478DC"/>
    <w:rsid w:val="00A50FBD"/>
    <w:rsid w:val="00A51FCA"/>
    <w:rsid w:val="00A6076B"/>
    <w:rsid w:val="00A60B19"/>
    <w:rsid w:val="00A6486D"/>
    <w:rsid w:val="00A668D6"/>
    <w:rsid w:val="00A67D79"/>
    <w:rsid w:val="00A745EB"/>
    <w:rsid w:val="00A749A9"/>
    <w:rsid w:val="00A751DD"/>
    <w:rsid w:val="00A862D6"/>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AF6BB8"/>
    <w:rsid w:val="00B01257"/>
    <w:rsid w:val="00B1002E"/>
    <w:rsid w:val="00B11AF5"/>
    <w:rsid w:val="00B12ED2"/>
    <w:rsid w:val="00B17010"/>
    <w:rsid w:val="00B24ABA"/>
    <w:rsid w:val="00B33631"/>
    <w:rsid w:val="00B354F8"/>
    <w:rsid w:val="00B37FEA"/>
    <w:rsid w:val="00B40B1A"/>
    <w:rsid w:val="00B40C7B"/>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B5951"/>
    <w:rsid w:val="00BB5C83"/>
    <w:rsid w:val="00BB643C"/>
    <w:rsid w:val="00BC499A"/>
    <w:rsid w:val="00BC717E"/>
    <w:rsid w:val="00BD4DFE"/>
    <w:rsid w:val="00BD593F"/>
    <w:rsid w:val="00BD6706"/>
    <w:rsid w:val="00BE0D08"/>
    <w:rsid w:val="00BE6861"/>
    <w:rsid w:val="00BE7ED8"/>
    <w:rsid w:val="00C1570C"/>
    <w:rsid w:val="00C22361"/>
    <w:rsid w:val="00C26D89"/>
    <w:rsid w:val="00C31833"/>
    <w:rsid w:val="00C33018"/>
    <w:rsid w:val="00C33B4D"/>
    <w:rsid w:val="00C34EC5"/>
    <w:rsid w:val="00C35A49"/>
    <w:rsid w:val="00C36AF1"/>
    <w:rsid w:val="00C37458"/>
    <w:rsid w:val="00C37AF7"/>
    <w:rsid w:val="00C45E29"/>
    <w:rsid w:val="00C617E5"/>
    <w:rsid w:val="00C667E4"/>
    <w:rsid w:val="00C76A9C"/>
    <w:rsid w:val="00C81C96"/>
    <w:rsid w:val="00C9021F"/>
    <w:rsid w:val="00C9028D"/>
    <w:rsid w:val="00C906FE"/>
    <w:rsid w:val="00C96ECB"/>
    <w:rsid w:val="00CA2801"/>
    <w:rsid w:val="00CA41BF"/>
    <w:rsid w:val="00CB22FF"/>
    <w:rsid w:val="00CB686E"/>
    <w:rsid w:val="00CB781E"/>
    <w:rsid w:val="00CC0833"/>
    <w:rsid w:val="00CC12EE"/>
    <w:rsid w:val="00CC156E"/>
    <w:rsid w:val="00CD72D4"/>
    <w:rsid w:val="00CD73BD"/>
    <w:rsid w:val="00CE30CD"/>
    <w:rsid w:val="00CF137D"/>
    <w:rsid w:val="00CF4CA3"/>
    <w:rsid w:val="00D10971"/>
    <w:rsid w:val="00D20EAE"/>
    <w:rsid w:val="00D212D5"/>
    <w:rsid w:val="00D24B24"/>
    <w:rsid w:val="00D24EB0"/>
    <w:rsid w:val="00D25987"/>
    <w:rsid w:val="00D3104A"/>
    <w:rsid w:val="00D33A32"/>
    <w:rsid w:val="00D46C32"/>
    <w:rsid w:val="00D52EC6"/>
    <w:rsid w:val="00D53C02"/>
    <w:rsid w:val="00D54728"/>
    <w:rsid w:val="00D66EE9"/>
    <w:rsid w:val="00D67101"/>
    <w:rsid w:val="00D70D85"/>
    <w:rsid w:val="00D718B1"/>
    <w:rsid w:val="00D7331A"/>
    <w:rsid w:val="00D7499D"/>
    <w:rsid w:val="00D827EF"/>
    <w:rsid w:val="00D84ECA"/>
    <w:rsid w:val="00D854D7"/>
    <w:rsid w:val="00D91B67"/>
    <w:rsid w:val="00D92CDF"/>
    <w:rsid w:val="00DA5931"/>
    <w:rsid w:val="00DA722B"/>
    <w:rsid w:val="00DB2424"/>
    <w:rsid w:val="00DB3E84"/>
    <w:rsid w:val="00DB61EC"/>
    <w:rsid w:val="00DC02A0"/>
    <w:rsid w:val="00DC0B08"/>
    <w:rsid w:val="00DC0E27"/>
    <w:rsid w:val="00DD1BB4"/>
    <w:rsid w:val="00DD6547"/>
    <w:rsid w:val="00DD78A5"/>
    <w:rsid w:val="00DE30EA"/>
    <w:rsid w:val="00DE4448"/>
    <w:rsid w:val="00DE49C9"/>
    <w:rsid w:val="00DF5E1E"/>
    <w:rsid w:val="00DF6442"/>
    <w:rsid w:val="00DF6A2E"/>
    <w:rsid w:val="00E022DC"/>
    <w:rsid w:val="00E024D3"/>
    <w:rsid w:val="00E07A7B"/>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87CF4"/>
    <w:rsid w:val="00E9066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6505"/>
    <w:rsid w:val="00EF7A6F"/>
    <w:rsid w:val="00F001C2"/>
    <w:rsid w:val="00F02C57"/>
    <w:rsid w:val="00F070E5"/>
    <w:rsid w:val="00F1517E"/>
    <w:rsid w:val="00F16678"/>
    <w:rsid w:val="00F26388"/>
    <w:rsid w:val="00F31BE3"/>
    <w:rsid w:val="00F34B21"/>
    <w:rsid w:val="00F34CA5"/>
    <w:rsid w:val="00F41E90"/>
    <w:rsid w:val="00F436BF"/>
    <w:rsid w:val="00F51EFF"/>
    <w:rsid w:val="00F571FE"/>
    <w:rsid w:val="00F638A5"/>
    <w:rsid w:val="00F715FC"/>
    <w:rsid w:val="00F71859"/>
    <w:rsid w:val="00F74FDC"/>
    <w:rsid w:val="00F7794A"/>
    <w:rsid w:val="00F82A57"/>
    <w:rsid w:val="00F83A2C"/>
    <w:rsid w:val="00F83E9D"/>
    <w:rsid w:val="00F86C5B"/>
    <w:rsid w:val="00F9180F"/>
    <w:rsid w:val="00F97A32"/>
    <w:rsid w:val="00FA3B58"/>
    <w:rsid w:val="00FA5484"/>
    <w:rsid w:val="00FA6127"/>
    <w:rsid w:val="00FB3EBB"/>
    <w:rsid w:val="00FB7CFB"/>
    <w:rsid w:val="00FC002F"/>
    <w:rsid w:val="00FC6013"/>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FooterChar">
    <w:name w:val="Footer Char"/>
    <w:basedOn w:val="DefaultParagraphFont"/>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27968"/>
    <w:pPr>
      <w:spacing w:before="240" w:after="60"/>
      <w:jc w:val="center"/>
    </w:pPr>
    <w:rPr>
      <w:b/>
      <w:bCs/>
      <w:szCs w:val="40"/>
    </w:rPr>
  </w:style>
  <w:style w:type="paragraph" w:customStyle="1" w:styleId="libCenterBold2">
    <w:name w:val="libCenterBold2"/>
    <w:basedOn w:val="libNormal0"/>
    <w:next w:val="libNormal0"/>
    <w:rsid w:val="001C5EDB"/>
    <w:pPr>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AD2964"/>
    <w:pPr>
      <w:ind w:left="238"/>
    </w:pPr>
  </w:style>
  <w:style w:type="paragraph" w:styleId="TOC1">
    <w:name w:val="toc 1"/>
    <w:basedOn w:val="libNormal0"/>
    <w:next w:val="libNormal0"/>
    <w:autoRedefine/>
    <w:uiPriority w:val="39"/>
    <w:rsid w:val="00DE30EA"/>
    <w:pPr>
      <w:tabs>
        <w:tab w:val="right" w:leader="dot" w:pos="7361"/>
      </w:tabs>
      <w:jc w:val="both"/>
    </w:pPr>
    <w:rPr>
      <w:bCs/>
      <w:noProof/>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styleId="TOCHeading">
    <w:name w:val="TOC Heading"/>
    <w:basedOn w:val="Heading1"/>
    <w:next w:val="Normal"/>
    <w:uiPriority w:val="39"/>
    <w:semiHidden/>
    <w:unhideWhenUsed/>
    <w:qFormat/>
    <w:rsid w:val="00514B31"/>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514B3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9707D-8CAB-47EC-8145-A1BB6BD16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87</TotalTime>
  <Pages>141</Pages>
  <Words>23543</Words>
  <Characters>134197</Characters>
  <Application>Microsoft Office Word</Application>
  <DocSecurity>0</DocSecurity>
  <Lines>1118</Lines>
  <Paragraphs>314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157426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25</cp:revision>
  <cp:lastPrinted>1601-01-01T00:00:00Z</cp:lastPrinted>
  <dcterms:created xsi:type="dcterms:W3CDTF">2013-07-20T07:14:00Z</dcterms:created>
  <dcterms:modified xsi:type="dcterms:W3CDTF">2013-07-20T08:44:00Z</dcterms:modified>
</cp:coreProperties>
</file>