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4D" w:rsidRDefault="00AB024D" w:rsidP="00A51E7E">
      <w:pPr>
        <w:pStyle w:val="libCenterBold1"/>
        <w:rPr>
          <w:rtl/>
        </w:rPr>
      </w:pPr>
      <w:r>
        <w:rPr>
          <w:rtl/>
        </w:rPr>
        <w:t>تفسير نور (سوره ى شُعراء)</w:t>
      </w:r>
    </w:p>
    <w:p w:rsidR="00A51E7E" w:rsidRPr="00A51E7E" w:rsidRDefault="00A51E7E" w:rsidP="00A51E7E">
      <w:pPr>
        <w:pStyle w:val="libNormal0"/>
        <w:rPr>
          <w:rtl/>
        </w:rPr>
      </w:pPr>
    </w:p>
    <w:p w:rsidR="00AB024D" w:rsidRDefault="003D2781" w:rsidP="00A51E7E">
      <w:pPr>
        <w:pStyle w:val="libCenterBold2"/>
        <w:rPr>
          <w:rFonts w:hint="cs"/>
          <w:rtl/>
        </w:rPr>
      </w:pPr>
      <w:r>
        <w:rPr>
          <w:rFonts w:hint="cs"/>
          <w:rtl/>
        </w:rPr>
        <w:t xml:space="preserve">نام نویسنده </w:t>
      </w:r>
      <w:r w:rsidR="009C7B0C">
        <w:rPr>
          <w:rtl/>
        </w:rPr>
        <w:t>:</w:t>
      </w:r>
      <w:r w:rsidR="00AB024D">
        <w:rPr>
          <w:rtl/>
        </w:rPr>
        <w:t xml:space="preserve"> حجة الاسلام و المسلمين حاج شيخ محسن قرائتى</w:t>
      </w:r>
    </w:p>
    <w:p w:rsidR="005032A5" w:rsidRDefault="005032A5" w:rsidP="005032A5">
      <w:pPr>
        <w:pStyle w:val="libNormal0"/>
        <w:rPr>
          <w:rFonts w:hint="cs"/>
          <w:rtl/>
        </w:rPr>
      </w:pPr>
    </w:p>
    <w:p w:rsidR="005032A5" w:rsidRDefault="005032A5" w:rsidP="005032A5">
      <w:pPr>
        <w:pStyle w:val="libNormal"/>
        <w:rPr>
          <w:rFonts w:hint="cs"/>
          <w:rtl/>
        </w:rPr>
      </w:pPr>
    </w:p>
    <w:p w:rsidR="0053220A" w:rsidRDefault="0053220A" w:rsidP="005032A5">
      <w:pPr>
        <w:pStyle w:val="libNormal"/>
        <w:rPr>
          <w:rFonts w:hint="cs"/>
          <w:rtl/>
        </w:rPr>
      </w:pPr>
    </w:p>
    <w:p w:rsidR="0053220A" w:rsidRDefault="0053220A" w:rsidP="005032A5">
      <w:pPr>
        <w:pStyle w:val="libNormal"/>
        <w:rPr>
          <w:rFonts w:hint="cs"/>
          <w:rtl/>
        </w:rPr>
      </w:pPr>
    </w:p>
    <w:p w:rsidR="005032A5" w:rsidRPr="00D35A2A" w:rsidRDefault="005032A5" w:rsidP="00D35A2A">
      <w:pPr>
        <w:pStyle w:val="libNotice"/>
        <w:rPr>
          <w:rFonts w:hint="cs"/>
          <w:rtl/>
        </w:rPr>
      </w:pPr>
      <w:r w:rsidRPr="00D35A2A">
        <w:rPr>
          <w:rFonts w:hint="cs"/>
          <w:rtl/>
        </w:rPr>
        <w:t xml:space="preserve">این کتاب توسط مؤسسه فرهنگی - اسلامی شبکة الامامین الحسنین </w:t>
      </w:r>
      <w:r w:rsidR="0053220A" w:rsidRPr="00D35A2A">
        <w:rPr>
          <w:rStyle w:val="libAlaemChar"/>
          <w:rtl/>
        </w:rPr>
        <w:t>عليهم</w:t>
      </w:r>
      <w:r w:rsidR="0053220A" w:rsidRPr="00D35A2A">
        <w:rPr>
          <w:rStyle w:val="libAlaemChar"/>
          <w:rFonts w:hint="cs"/>
          <w:rtl/>
        </w:rPr>
        <w:t>ا</w:t>
      </w:r>
      <w:r w:rsidR="0053220A" w:rsidRPr="00D35A2A">
        <w:rPr>
          <w:rStyle w:val="libAlaemChar"/>
          <w:rtl/>
        </w:rPr>
        <w:t>‌السلام</w:t>
      </w:r>
      <w:r w:rsidRPr="00D35A2A">
        <w:rPr>
          <w:rFonts w:hint="cs"/>
          <w:rtl/>
        </w:rPr>
        <w:t xml:space="preserve"> بصورت الکترونیکی برای مخاطبین گرامی منتشر شده است.</w:t>
      </w:r>
    </w:p>
    <w:p w:rsidR="005032A5" w:rsidRPr="00D35A2A" w:rsidRDefault="005032A5" w:rsidP="00D35A2A">
      <w:pPr>
        <w:pStyle w:val="libNotice"/>
        <w:rPr>
          <w:rtl/>
        </w:rPr>
      </w:pPr>
      <w:r w:rsidRPr="00D35A2A">
        <w:rPr>
          <w:rFonts w:hint="cs"/>
          <w:rtl/>
        </w:rPr>
        <w:t xml:space="preserve">لازم به ذکر است </w:t>
      </w:r>
      <w:r w:rsidR="0053220A" w:rsidRPr="00D35A2A">
        <w:rPr>
          <w:rFonts w:hint="cs"/>
          <w:rtl/>
        </w:rPr>
        <w:t>تصحیح</w:t>
      </w:r>
      <w:r w:rsidRPr="00D35A2A">
        <w:rPr>
          <w:rFonts w:hint="cs"/>
          <w:rtl/>
        </w:rPr>
        <w:t xml:space="preserve"> اشتباهات تایپی احتمالی</w:t>
      </w:r>
      <w:r w:rsidR="0053220A" w:rsidRPr="00D35A2A">
        <w:rPr>
          <w:rFonts w:hint="cs"/>
          <w:rtl/>
        </w:rPr>
        <w:t>،</w:t>
      </w:r>
      <w:r w:rsidRPr="00D35A2A">
        <w:rPr>
          <w:rFonts w:hint="cs"/>
          <w:rtl/>
        </w:rPr>
        <w:t xml:space="preserve"> روی این کتاب </w:t>
      </w:r>
      <w:r w:rsidR="00A6485E" w:rsidRPr="00D35A2A">
        <w:rPr>
          <w:rFonts w:hint="cs"/>
          <w:rtl/>
        </w:rPr>
        <w:t>انجام</w:t>
      </w:r>
      <w:r w:rsidRPr="00D35A2A">
        <w:rPr>
          <w:rFonts w:hint="cs"/>
          <w:rtl/>
        </w:rPr>
        <w:t xml:space="preserve"> نگردیده است. </w:t>
      </w:r>
    </w:p>
    <w:p w:rsidR="007F2F6B" w:rsidRPr="00AB024D" w:rsidRDefault="00AB024D" w:rsidP="00573D7D">
      <w:pPr>
        <w:pStyle w:val="Heading1"/>
        <w:rPr>
          <w:rtl/>
        </w:rPr>
      </w:pPr>
      <w:r w:rsidRPr="00AB024D">
        <w:rPr>
          <w:rtl/>
        </w:rPr>
        <w:br w:type="page"/>
      </w:r>
      <w:bookmarkStart w:id="0" w:name="_Toc365973797"/>
      <w:r w:rsidR="00573D7D" w:rsidRPr="00AB024D">
        <w:rPr>
          <w:rtl/>
        </w:rPr>
        <w:lastRenderedPageBreak/>
        <w:t>سيماى سوره ى شُعراء</w:t>
      </w:r>
      <w:bookmarkEnd w:id="0"/>
    </w:p>
    <w:p w:rsidR="007F2F6B" w:rsidRDefault="007F2F6B" w:rsidP="007F2F6B">
      <w:pPr>
        <w:pStyle w:val="libNormal"/>
      </w:pPr>
      <w:r>
        <w:rPr>
          <w:rtl/>
        </w:rPr>
        <w:t xml:space="preserve"> اين سوره دويست و</w:t>
      </w:r>
      <w:r w:rsidR="00593469">
        <w:rPr>
          <w:rFonts w:hint="cs"/>
          <w:rtl/>
        </w:rPr>
        <w:t xml:space="preserve"> </w:t>
      </w:r>
      <w:r>
        <w:rPr>
          <w:rtl/>
        </w:rPr>
        <w:t>بيست و</w:t>
      </w:r>
      <w:r w:rsidR="007C2CA2">
        <w:rPr>
          <w:rFonts w:hint="cs"/>
          <w:rtl/>
        </w:rPr>
        <w:t xml:space="preserve"> </w:t>
      </w:r>
      <w:r>
        <w:rPr>
          <w:rtl/>
        </w:rPr>
        <w:t>هفت آيه دارد كه در مكّه نازل شده و بعد از سوره ى بقره</w:t>
      </w:r>
      <w:r w:rsidR="009C7B0C">
        <w:rPr>
          <w:rtl/>
        </w:rPr>
        <w:t xml:space="preserve">، </w:t>
      </w:r>
      <w:r>
        <w:rPr>
          <w:rtl/>
        </w:rPr>
        <w:t>داراى بيشترين آيات است</w:t>
      </w:r>
      <w:r w:rsidR="009C7B0C">
        <w:rPr>
          <w:rtl/>
        </w:rPr>
        <w:t xml:space="preserve">. </w:t>
      </w:r>
      <w:r>
        <w:rPr>
          <w:rtl/>
        </w:rPr>
        <w:t xml:space="preserve">اين سوره به خاطر ستايش از شاعران </w:t>
      </w:r>
      <w:r w:rsidR="00BA599A">
        <w:rPr>
          <w:rtl/>
        </w:rPr>
        <w:t>مؤمن</w:t>
      </w:r>
      <w:r>
        <w:rPr>
          <w:rtl/>
        </w:rPr>
        <w:t xml:space="preserve"> و مذمّتِ شاعران بيهوده گوى</w:t>
      </w:r>
      <w:r w:rsidR="009C7B0C">
        <w:rPr>
          <w:rtl/>
        </w:rPr>
        <w:t xml:space="preserve">، </w:t>
      </w:r>
      <w:r w:rsidR="002A08BE">
        <w:rPr>
          <w:rtl/>
        </w:rPr>
        <w:t>كه در چهار آيه ى آخر آن آمده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شُعراء</w:t>
      </w:r>
      <w:r>
        <w:rPr>
          <w:rtl/>
        </w:rPr>
        <w:t xml:space="preserve"> ناميده شده و نام ديگر آن </w:t>
      </w:r>
      <w:r w:rsidR="003D3A85" w:rsidRPr="007C2CA2">
        <w:rPr>
          <w:rtl/>
        </w:rPr>
        <w:t>طسم</w:t>
      </w:r>
      <w:r w:rsidR="00833A8D">
        <w:rPr>
          <w:rStyle w:val="libAieChar"/>
          <w:rtl/>
        </w:rPr>
        <w:t xml:space="preserve"> </w:t>
      </w:r>
      <w:r>
        <w:rPr>
          <w:rtl/>
        </w:rPr>
        <w:t>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سرگذشت پيامبرانى همچون حضرت موسى</w:t>
      </w:r>
      <w:r w:rsidR="009C7B0C">
        <w:rPr>
          <w:rtl/>
        </w:rPr>
        <w:t xml:space="preserve">، </w:t>
      </w:r>
      <w:r>
        <w:rPr>
          <w:rtl/>
        </w:rPr>
        <w:t>ابراهيم</w:t>
      </w:r>
      <w:r w:rsidR="009C7B0C">
        <w:rPr>
          <w:rtl/>
        </w:rPr>
        <w:t xml:space="preserve">، </w:t>
      </w:r>
      <w:r>
        <w:rPr>
          <w:rtl/>
        </w:rPr>
        <w:t>نوح</w:t>
      </w:r>
      <w:r w:rsidR="009C7B0C">
        <w:rPr>
          <w:rtl/>
        </w:rPr>
        <w:t xml:space="preserve">، </w:t>
      </w:r>
      <w:r>
        <w:rPr>
          <w:rtl/>
        </w:rPr>
        <w:t>لوط</w:t>
      </w:r>
      <w:r w:rsidR="009C7B0C">
        <w:rPr>
          <w:rtl/>
        </w:rPr>
        <w:t xml:space="preserve">، </w:t>
      </w:r>
      <w:r>
        <w:rPr>
          <w:rtl/>
        </w:rPr>
        <w:t>صالح</w:t>
      </w:r>
      <w:r w:rsidR="009C7B0C">
        <w:rPr>
          <w:rtl/>
        </w:rPr>
        <w:t xml:space="preserve">، </w:t>
      </w:r>
      <w:r>
        <w:rPr>
          <w:rtl/>
        </w:rPr>
        <w:t xml:space="preserve">هود و شعيب </w:t>
      </w:r>
      <w:r w:rsidR="00BC6E3A" w:rsidRPr="00BC6E3A">
        <w:rPr>
          <w:rStyle w:val="libAlaemChar"/>
          <w:rtl/>
        </w:rPr>
        <w:t>عليهم‌السلام</w:t>
      </w:r>
      <w:r w:rsidR="009C7B0C">
        <w:rPr>
          <w:rtl/>
        </w:rPr>
        <w:t xml:space="preserve">، </w:t>
      </w:r>
      <w:r>
        <w:rPr>
          <w:rtl/>
        </w:rPr>
        <w:t>و برخوردهاى لجوجانه ى مردم با آنان در اين سوره آمده است و در پايان هر داستان مى فرمايد:</w:t>
      </w:r>
      <w:r w:rsidR="003D3A85" w:rsidRPr="00833A8D">
        <w:rPr>
          <w:rStyle w:val="libAieChar"/>
          <w:rtl/>
        </w:rPr>
        <w:t xml:space="preserve"> اِنّ فى ذلك لاية و 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 و اِنّ ربّك لهو العزيز الحكيم</w:t>
      </w:r>
      <w:r>
        <w:rPr>
          <w:rtl/>
        </w:rPr>
        <w:t xml:space="preserve"> لذا اين آيه هشت بار تكرار شده تا مايه ى دلدارى پيامبر اسلام باشد و به او بگويد از لجاجت مردم مكّه دلهره نداشته باش</w:t>
      </w:r>
      <w:r w:rsidR="009C7B0C">
        <w:rPr>
          <w:rtl/>
        </w:rPr>
        <w:t xml:space="preserve">، </w:t>
      </w:r>
      <w:r>
        <w:rPr>
          <w:rtl/>
        </w:rPr>
        <w:t>زيرا همه ى انبيا گرفتار چنين مردمى بوده اند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آرى تاريخ</w:t>
      </w:r>
      <w:r w:rsidR="009C7B0C">
        <w:rPr>
          <w:rtl/>
        </w:rPr>
        <w:t xml:space="preserve">، </w:t>
      </w:r>
      <w:r>
        <w:rPr>
          <w:rtl/>
        </w:rPr>
        <w:t xml:space="preserve">بهترين وسيله براى تقويت روحيّه </w:t>
      </w:r>
      <w:r w:rsidR="00BA599A">
        <w:rPr>
          <w:rtl/>
        </w:rPr>
        <w:t>مؤمن</w:t>
      </w:r>
      <w:r>
        <w:rPr>
          <w:rtl/>
        </w:rPr>
        <w:t>ين</w:t>
      </w:r>
      <w:r w:rsidR="009C7B0C">
        <w:rPr>
          <w:rtl/>
        </w:rPr>
        <w:t xml:space="preserve">، </w:t>
      </w:r>
      <w:r>
        <w:rPr>
          <w:rtl/>
        </w:rPr>
        <w:t>بالا رفتن بصيرت و صعه ى صدر و آينده نگرى در برابر تهديد دشمنان است</w:t>
      </w:r>
      <w:r w:rsidR="009C7B0C">
        <w:rPr>
          <w:rtl/>
        </w:rPr>
        <w:t xml:space="preserve">. </w:t>
      </w:r>
      <w:r>
        <w:rPr>
          <w:rtl/>
        </w:rPr>
        <w:t>لذا رهبران جامعه بايد از تاريخ جامعه آگاه باشند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" w:name="_Toc365973798"/>
      <w:r>
        <w:rPr>
          <w:rtl/>
        </w:rPr>
        <w:t>بِسْمِ اللّهِ الرَّحْمنِ الرَّحِيمِ</w:t>
      </w:r>
      <w:bookmarkEnd w:id="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به نام خداوند بخشنده مهربان</w:t>
      </w:r>
    </w:p>
    <w:p w:rsidR="007F2F6B" w:rsidRDefault="00573D7D" w:rsidP="00573D7D">
      <w:pPr>
        <w:pStyle w:val="Heading1"/>
        <w:rPr>
          <w:rtl/>
        </w:rPr>
      </w:pPr>
      <w:bookmarkStart w:id="2" w:name="_Toc365973799"/>
      <w:r>
        <w:rPr>
          <w:rtl/>
        </w:rPr>
        <w:t>1 - طسم</w:t>
      </w:r>
      <w:bookmarkEnd w:id="2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" w:name="_Toc365973800"/>
      <w:r w:rsidR="00573D7D">
        <w:rPr>
          <w:rtl/>
        </w:rPr>
        <w:t>2 - تِلْكَ ءَايَتُ الْكِتَبِ الْمُبِينِ</w:t>
      </w:r>
      <w:bookmarkEnd w:id="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طا</w:t>
      </w:r>
      <w:r w:rsidR="009C7B0C">
        <w:rPr>
          <w:rtl/>
        </w:rPr>
        <w:t xml:space="preserve">، </w:t>
      </w:r>
      <w:r>
        <w:rPr>
          <w:rtl/>
        </w:rPr>
        <w:t>سين</w:t>
      </w:r>
      <w:r w:rsidR="009C7B0C">
        <w:rPr>
          <w:rtl/>
        </w:rPr>
        <w:t xml:space="preserve">، </w:t>
      </w:r>
      <w:r>
        <w:rPr>
          <w:rtl/>
        </w:rPr>
        <w:t>ميم</w:t>
      </w:r>
      <w:r w:rsidR="009C7B0C">
        <w:rPr>
          <w:rtl/>
        </w:rPr>
        <w:t xml:space="preserve">. </w:t>
      </w:r>
      <w:r>
        <w:rPr>
          <w:rtl/>
        </w:rPr>
        <w:t>اين است آيات كتاب روشنگر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4" w:name="_Toc365973801"/>
      <w:r>
        <w:rPr>
          <w:rtl/>
        </w:rPr>
        <w:lastRenderedPageBreak/>
        <w:t>3 - لَعَلَّكَ بَخِعٌ نَّفْسَكَ اءَلا يَكُونُواْ مُؤْمِنِينَ</w:t>
      </w:r>
      <w:bookmarkEnd w:id="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گويى مى خواهى به خاطر آن كه مشركان ايمان نمى آورند</w:t>
      </w:r>
      <w:r w:rsidR="009C7B0C">
        <w:rPr>
          <w:rtl/>
        </w:rPr>
        <w:t xml:space="preserve">، </w:t>
      </w:r>
      <w:r>
        <w:rPr>
          <w:rtl/>
        </w:rPr>
        <w:t>جان خود را از دست بدهى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5" w:name="_Toc365973802"/>
      <w:r>
        <w:rPr>
          <w:rtl/>
        </w:rPr>
        <w:t>نكته ها:</w:t>
      </w:r>
      <w:bookmarkEnd w:id="5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7F2F6B">
        <w:rPr>
          <w:rtl/>
        </w:rPr>
        <w:t>درباره ى معناى حروف مقطّعه</w:t>
      </w:r>
      <w:r w:rsidR="009C7B0C">
        <w:rPr>
          <w:rtl/>
        </w:rPr>
        <w:t xml:space="preserve">، </w:t>
      </w:r>
      <w:r w:rsidR="007F2F6B">
        <w:rPr>
          <w:rtl/>
        </w:rPr>
        <w:t xml:space="preserve">سخنان بسيارى گفته شده است و شايد بهترين آنها اين باشد كه خداوند با آوردن اين حروف در ابتداى برخى سوره هاى قرآن </w:t>
      </w:r>
      <w:r w:rsidR="00573D7D" w:rsidRPr="00A51E7E">
        <w:rPr>
          <w:rtl/>
        </w:rPr>
        <w:t>(29 سوره)</w:t>
      </w:r>
      <w:r w:rsidR="009C7B0C">
        <w:rPr>
          <w:rtl/>
        </w:rPr>
        <w:t xml:space="preserve">، </w:t>
      </w:r>
      <w:r w:rsidR="007F2F6B">
        <w:rPr>
          <w:rtl/>
        </w:rPr>
        <w:t>مى خواهد اين مطلب را بيان كند كه قرآن</w:t>
      </w:r>
      <w:r w:rsidR="009C7B0C">
        <w:rPr>
          <w:rtl/>
        </w:rPr>
        <w:t xml:space="preserve">، </w:t>
      </w:r>
      <w:r w:rsidR="007F2F6B">
        <w:rPr>
          <w:rtl/>
        </w:rPr>
        <w:t>معجزه ى جاويد من از همين حروف است</w:t>
      </w:r>
      <w:r w:rsidR="009C7B0C">
        <w:rPr>
          <w:rtl/>
        </w:rPr>
        <w:t xml:space="preserve">، </w:t>
      </w:r>
      <w:r w:rsidR="007F2F6B">
        <w:rPr>
          <w:rtl/>
        </w:rPr>
        <w:t>شما هم اگر مى توانيد از همين حروف الفباى عربى</w:t>
      </w:r>
      <w:r w:rsidR="009C7B0C">
        <w:rPr>
          <w:rtl/>
        </w:rPr>
        <w:t xml:space="preserve">، </w:t>
      </w:r>
      <w:r w:rsidR="007F2F6B">
        <w:rPr>
          <w:rtl/>
        </w:rPr>
        <w:t>كتابى همسنگ آن بياوريد</w:t>
      </w:r>
      <w:r w:rsidR="009C7B0C">
        <w:rPr>
          <w:rtl/>
        </w:rPr>
        <w:t xml:space="preserve">. </w:t>
      </w:r>
      <w:r w:rsidR="007F2F6B">
        <w:rPr>
          <w:rtl/>
        </w:rPr>
        <w:t xml:space="preserve">آيه ى اوّل سوره ى شورى كه بعد از حروف مقطّعه مى فرمايد: </w:t>
      </w:r>
      <w:r w:rsidR="003D3A85" w:rsidRPr="00833A8D">
        <w:rPr>
          <w:rStyle w:val="libAieChar"/>
          <w:rtl/>
        </w:rPr>
        <w:t>كذلك يُوحى</w:t>
      </w:r>
      <w:r w:rsidR="009C7B0C">
        <w:rPr>
          <w:rtl/>
        </w:rPr>
        <w:t xml:space="preserve">، </w:t>
      </w:r>
      <w:r w:rsidR="007F2F6B">
        <w:rPr>
          <w:rtl/>
        </w:rPr>
        <w:t>اين قول را تاءييد مى كند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  <w:rtl/>
        </w:rPr>
        <w:t xml:space="preserve"> كلمه ى باخِع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به معناى هلاك كننده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6" w:name="_Toc365973803"/>
      <w:r>
        <w:rPr>
          <w:rtl/>
        </w:rPr>
        <w:t>پيام ها</w:t>
      </w:r>
      <w:r w:rsidR="009C7B0C">
        <w:rPr>
          <w:rtl/>
        </w:rPr>
        <w:t>:</w:t>
      </w:r>
      <w:bookmarkEnd w:id="6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يك مكتب جامع بايد داراى منطقى قوى</w:t>
      </w:r>
      <w:r w:rsidR="009C7B0C">
        <w:rPr>
          <w:rtl/>
        </w:rPr>
        <w:t xml:space="preserve">، </w:t>
      </w:r>
      <w:r>
        <w:rPr>
          <w:rtl/>
        </w:rPr>
        <w:t>قاطع</w:t>
      </w:r>
      <w:r w:rsidR="009C7B0C">
        <w:rPr>
          <w:rtl/>
        </w:rPr>
        <w:t xml:space="preserve">، </w:t>
      </w:r>
      <w:r>
        <w:rPr>
          <w:rtl/>
        </w:rPr>
        <w:t>مكتوب و روشمند باشد</w:t>
      </w:r>
      <w:r w:rsidR="009C7B0C">
        <w:rPr>
          <w:rtl/>
        </w:rPr>
        <w:t xml:space="preserve">، </w:t>
      </w:r>
      <w:r>
        <w:rPr>
          <w:rtl/>
        </w:rPr>
        <w:t>به گونه اى كه همگان به آن دسترسى داشته باشند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تِلك آياتُ الكتابِ المبين</w:t>
      </w:r>
    </w:p>
    <w:p w:rsidR="007F2F6B" w:rsidRDefault="007F2F6B" w:rsidP="00A51E7E">
      <w:pPr>
        <w:pStyle w:val="libNormal"/>
        <w:rPr>
          <w:rtl/>
        </w:rPr>
      </w:pPr>
      <w:r>
        <w:rPr>
          <w:rtl/>
        </w:rPr>
        <w:t>2- قرآن</w:t>
      </w:r>
      <w:r w:rsidR="009C7B0C">
        <w:rPr>
          <w:rtl/>
        </w:rPr>
        <w:t xml:space="preserve">، </w:t>
      </w:r>
      <w:r>
        <w:rPr>
          <w:rtl/>
        </w:rPr>
        <w:t>مقامى بس بلند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تلك</w:t>
      </w:r>
      <w:r w:rsidR="00833A8D">
        <w:rPr>
          <w:rStyle w:val="libAieChar"/>
          <w:rtl/>
        </w:rPr>
        <w:t xml:space="preserve"> </w:t>
      </w:r>
      <w:r w:rsidR="00A51E7E" w:rsidRPr="00A51E7E">
        <w:rPr>
          <w:rFonts w:hint="cs"/>
          <w:rtl/>
        </w:rPr>
        <w:t>(</w:t>
      </w:r>
      <w:r w:rsidR="003D3A85" w:rsidRPr="00833A8D">
        <w:rPr>
          <w:rStyle w:val="libAieChar"/>
          <w:rtl/>
        </w:rPr>
        <w:t>تلك</w:t>
      </w:r>
      <w:r w:rsidR="00833A8D">
        <w:rPr>
          <w:rStyle w:val="libAieChar"/>
          <w:rtl/>
        </w:rPr>
        <w:t xml:space="preserve"> </w:t>
      </w:r>
      <w:r>
        <w:rPr>
          <w:rtl/>
        </w:rPr>
        <w:t>اشاره به دور است كه مقام بسيار بلند را مى رساند)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هر جا به بن بست رسيديد</w:t>
      </w:r>
      <w:r w:rsidR="009C7B0C">
        <w:rPr>
          <w:rtl/>
        </w:rPr>
        <w:t xml:space="preserve">، </w:t>
      </w:r>
      <w:r>
        <w:rPr>
          <w:rtl/>
        </w:rPr>
        <w:t>قرآن روشنگر شماست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الكتابِ المبين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تكرار</w:t>
      </w:r>
      <w:r w:rsidR="009C7B0C">
        <w:rPr>
          <w:rtl/>
        </w:rPr>
        <w:t xml:space="preserve">، </w:t>
      </w:r>
      <w:r>
        <w:rPr>
          <w:rtl/>
        </w:rPr>
        <w:t>يكى از اصول تربيت است</w:t>
      </w:r>
      <w:r w:rsidR="009C7B0C">
        <w:rPr>
          <w:rtl/>
        </w:rPr>
        <w:t xml:space="preserve">. </w:t>
      </w:r>
      <w:r>
        <w:rPr>
          <w:rtl/>
        </w:rPr>
        <w:t xml:space="preserve">(آيه ى </w:t>
      </w:r>
      <w:r w:rsidR="003D3A85" w:rsidRPr="00833A8D">
        <w:rPr>
          <w:rStyle w:val="libAieChar"/>
          <w:rtl/>
        </w:rPr>
        <w:t>تلك آياتُ الكتابِ المبين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در ابتداى سوره هاى يوسف</w:t>
      </w:r>
      <w:r w:rsidR="009C7B0C">
        <w:rPr>
          <w:rtl/>
        </w:rPr>
        <w:t xml:space="preserve">، </w:t>
      </w:r>
      <w:r>
        <w:rPr>
          <w:rtl/>
        </w:rPr>
        <w:t>قصص و شعراء</w:t>
      </w:r>
      <w:r w:rsidR="009C7B0C">
        <w:rPr>
          <w:rtl/>
        </w:rPr>
        <w:t xml:space="preserve">، </w:t>
      </w:r>
      <w:r>
        <w:rPr>
          <w:rtl/>
        </w:rPr>
        <w:t>بدنبال حروف مقطّعه تكرار شده است)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5</w:t>
      </w:r>
      <w:r w:rsidR="009B640B">
        <w:rPr>
          <w:rFonts w:hint="cs"/>
          <w:rtl/>
        </w:rPr>
        <w:t>-</w:t>
      </w:r>
      <w:r>
        <w:rPr>
          <w:rtl/>
        </w:rPr>
        <w:t xml:space="preserve"> تلاش و سوز</w:t>
      </w:r>
      <w:r w:rsidR="009C7B0C">
        <w:rPr>
          <w:rtl/>
        </w:rPr>
        <w:t xml:space="preserve">، </w:t>
      </w:r>
      <w:r>
        <w:rPr>
          <w:rtl/>
        </w:rPr>
        <w:t>در همه جا كارساز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لعلّك باخِع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دلدارى افراد غمگين</w:t>
      </w:r>
      <w:r w:rsidR="009C7B0C">
        <w:rPr>
          <w:rtl/>
        </w:rPr>
        <w:t xml:space="preserve">، </w:t>
      </w:r>
      <w:r>
        <w:rPr>
          <w:rtl/>
        </w:rPr>
        <w:t>كارى است الهى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تلك آيات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لعلّك باخع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انبيا براى انجام تكليف خود</w:t>
      </w:r>
      <w:r w:rsidR="009C7B0C">
        <w:rPr>
          <w:rtl/>
        </w:rPr>
        <w:t xml:space="preserve">، </w:t>
      </w:r>
      <w:r>
        <w:rPr>
          <w:rtl/>
        </w:rPr>
        <w:t>بيش از حدّ انتظار تلاش</w:t>
      </w:r>
      <w:r w:rsidR="00833A8D">
        <w:rPr>
          <w:rtl/>
        </w:rPr>
        <w:t xml:space="preserve"> </w:t>
      </w:r>
      <w:r>
        <w:rPr>
          <w:rtl/>
        </w:rPr>
        <w:t>مى كردند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لعلّك باخع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يكى از صفات بارز انبيا</w:t>
      </w:r>
      <w:r w:rsidR="009C7B0C">
        <w:rPr>
          <w:rtl/>
        </w:rPr>
        <w:t xml:space="preserve">، </w:t>
      </w:r>
      <w:r w:rsidR="007F2F6B">
        <w:rPr>
          <w:rtl/>
        </w:rPr>
        <w:t>سوز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باخع نفسك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(سوز</w:t>
      </w:r>
      <w:r w:rsidR="009C7B0C">
        <w:rPr>
          <w:rtl/>
        </w:rPr>
        <w:t xml:space="preserve">، </w:t>
      </w:r>
      <w:r w:rsidR="007F2F6B">
        <w:rPr>
          <w:rtl/>
        </w:rPr>
        <w:t>نشانه ى عشق به مكتب و امّت است)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اگر زمينه ى تاءثير نباشد</w:t>
      </w:r>
      <w:r w:rsidR="009C7B0C">
        <w:rPr>
          <w:rtl/>
        </w:rPr>
        <w:t xml:space="preserve">، </w:t>
      </w:r>
      <w:r>
        <w:rPr>
          <w:rtl/>
        </w:rPr>
        <w:t>از بهترين كتاب و مربّى نيز نتيجه و اثرى به دست نمى آيد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اَلاّ يكونوا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573D7D" w:rsidP="00573D7D">
      <w:pPr>
        <w:pStyle w:val="Heading1"/>
        <w:rPr>
          <w:rtl/>
        </w:rPr>
      </w:pPr>
      <w:bookmarkStart w:id="7" w:name="_Toc365973804"/>
      <w:r>
        <w:rPr>
          <w:rtl/>
        </w:rPr>
        <w:t>4 - إِن نَّشَاءْ نُنَزِّلْ عَلَيْهِم مِّنَ السَّمَآءِ ءَايَةً فَظَلَّتْ اءَعْنَقُهُمْ لَهَا خَضِعِينَ</w:t>
      </w:r>
      <w:bookmarkEnd w:id="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اگر بخواهيم</w:t>
      </w:r>
      <w:r w:rsidR="009C7B0C">
        <w:rPr>
          <w:rtl/>
        </w:rPr>
        <w:t xml:space="preserve">، </w:t>
      </w:r>
      <w:r>
        <w:rPr>
          <w:rtl/>
        </w:rPr>
        <w:t>معجزه اى از آسمان بر آنان فرود آوريم</w:t>
      </w:r>
      <w:r w:rsidR="009C7B0C">
        <w:rPr>
          <w:rtl/>
        </w:rPr>
        <w:t xml:space="preserve">، </w:t>
      </w:r>
      <w:r>
        <w:rPr>
          <w:rtl/>
        </w:rPr>
        <w:t>تا در برابر آن</w:t>
      </w:r>
      <w:r w:rsidR="009C7B0C">
        <w:rPr>
          <w:rtl/>
        </w:rPr>
        <w:t xml:space="preserve">، </w:t>
      </w:r>
      <w:r>
        <w:rPr>
          <w:rtl/>
        </w:rPr>
        <w:t xml:space="preserve">گردن هايشان خاضع گردد (وبا اكراه واجبار </w:t>
      </w:r>
      <w:r w:rsidR="00BA599A">
        <w:rPr>
          <w:rtl/>
        </w:rPr>
        <w:t>مؤمن</w:t>
      </w:r>
      <w:r>
        <w:rPr>
          <w:rtl/>
        </w:rPr>
        <w:t xml:space="preserve"> شوند</w:t>
      </w:r>
      <w:r w:rsidR="009C7B0C">
        <w:rPr>
          <w:rtl/>
        </w:rPr>
        <w:t xml:space="preserve">، </w:t>
      </w:r>
      <w:r>
        <w:rPr>
          <w:rtl/>
        </w:rPr>
        <w:t>امّا سنّت الهى چنين نيست)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8" w:name="_Toc365973805"/>
      <w:r>
        <w:rPr>
          <w:rtl/>
        </w:rPr>
        <w:t>پيام ها:</w:t>
      </w:r>
      <w:bookmarkEnd w:id="8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سنّت و قانون خداوند</w:t>
      </w:r>
      <w:r w:rsidR="009C7B0C">
        <w:rPr>
          <w:rtl/>
        </w:rPr>
        <w:t xml:space="preserve">، </w:t>
      </w:r>
      <w:r>
        <w:rPr>
          <w:rtl/>
        </w:rPr>
        <w:t>اختيار و مهلت دادن به مردم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 نشاء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توجّه به قدرت الهى</w:t>
      </w:r>
      <w:r w:rsidR="009C7B0C">
        <w:rPr>
          <w:rtl/>
        </w:rPr>
        <w:t xml:space="preserve">، </w:t>
      </w:r>
      <w:r>
        <w:rPr>
          <w:rtl/>
        </w:rPr>
        <w:t>بهترين وسيله آرامش روح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لعلّك باخع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اِن نشاء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ايمان بايد اختيارى و انتخابى باشد نه اجبارى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فظلّت اعناقهم لها خاضعين</w:t>
      </w:r>
    </w:p>
    <w:p w:rsidR="007F2F6B" w:rsidRDefault="004F6DE8" w:rsidP="00573D7D">
      <w:pPr>
        <w:pStyle w:val="Heading1"/>
        <w:rPr>
          <w:rtl/>
        </w:rPr>
      </w:pPr>
      <w:bookmarkStart w:id="9" w:name="_Toc365973806"/>
      <w:r>
        <w:rPr>
          <w:rtl/>
        </w:rPr>
        <w:t>5</w:t>
      </w:r>
      <w:r w:rsidR="00206683">
        <w:rPr>
          <w:rtl/>
        </w:rPr>
        <w:t xml:space="preserve">- </w:t>
      </w:r>
      <w:r w:rsidR="00573D7D">
        <w:rPr>
          <w:rtl/>
        </w:rPr>
        <w:t>وَمَا يَاءْتِيهِم مِّن ذِكْرٍ مِّنَ الرَّحْمَنِ مُحْدَثٍ إِلا كَانُواْ عَنْهُ مُعْرِضِينَ</w:t>
      </w:r>
      <w:bookmarkEnd w:id="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هيچ تذكّر تازه اى از (طرف) خداوند مهربان برايشان نيامد</w:t>
      </w:r>
      <w:r w:rsidR="009C7B0C">
        <w:rPr>
          <w:rtl/>
        </w:rPr>
        <w:t xml:space="preserve">، </w:t>
      </w:r>
      <w:r>
        <w:rPr>
          <w:rtl/>
        </w:rPr>
        <w:t>مگر آن كه از آن روى گردان بودند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0" w:name="_Toc365973807"/>
      <w:r>
        <w:rPr>
          <w:rtl/>
        </w:rPr>
        <w:lastRenderedPageBreak/>
        <w:t>6 - فَقَدْ كَذَّبُواْ فَسَيَاءْتِيهِمْ اءَنبَؤُاْ مَا كَانُواْ بِهِ يَسْتَهْزِءُونَ</w:t>
      </w:r>
      <w:bookmarkEnd w:id="1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آنان تكذيب كردند</w:t>
      </w:r>
      <w:r w:rsidR="009C7B0C">
        <w:rPr>
          <w:rtl/>
        </w:rPr>
        <w:t xml:space="preserve">، </w:t>
      </w:r>
      <w:r>
        <w:rPr>
          <w:rtl/>
        </w:rPr>
        <w:t>و به زودى اخبار (كيفر) آنچه را كه به مسخره مى گرفتند به آنان خواهد رسيد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1" w:name="_Toc365973808"/>
      <w:r>
        <w:rPr>
          <w:rtl/>
        </w:rPr>
        <w:t>نكته ها:</w:t>
      </w:r>
      <w:bookmarkEnd w:id="11"/>
    </w:p>
    <w:p w:rsidR="003D3A85" w:rsidRPr="002C79C2" w:rsidRDefault="00833A8D" w:rsidP="002C79C2">
      <w:pPr>
        <w:pStyle w:val="libNormal"/>
        <w:rPr>
          <w:rtl/>
        </w:rPr>
      </w:pPr>
      <w:r w:rsidRPr="002C79C2">
        <w:rPr>
          <w:rtl/>
        </w:rPr>
        <w:t xml:space="preserve"> </w:t>
      </w:r>
      <w:r w:rsidR="003D3A85" w:rsidRPr="002C79C2">
        <w:rPr>
          <w:rtl/>
        </w:rPr>
        <w:t>در اين آيات براى كفّار سه خصلت بيان شده است</w:t>
      </w:r>
      <w:r w:rsidR="009C7B0C">
        <w:rPr>
          <w:rtl/>
        </w:rPr>
        <w:t>:</w:t>
      </w:r>
      <w:r w:rsidR="003D3A85" w:rsidRPr="002C79C2">
        <w:rPr>
          <w:rtl/>
        </w:rPr>
        <w:t xml:space="preserve"> اعراض</w:t>
      </w:r>
      <w:r w:rsidR="009C7B0C">
        <w:rPr>
          <w:rtl/>
        </w:rPr>
        <w:t xml:space="preserve">، </w:t>
      </w:r>
      <w:r w:rsidR="003D3A85" w:rsidRPr="002C79C2">
        <w:rPr>
          <w:rtl/>
        </w:rPr>
        <w:t>تكذيب</w:t>
      </w:r>
      <w:r w:rsidR="009C7B0C">
        <w:rPr>
          <w:rtl/>
        </w:rPr>
        <w:t xml:space="preserve">، </w:t>
      </w:r>
      <w:r w:rsidR="003D3A85" w:rsidRPr="002C79C2">
        <w:rPr>
          <w:rtl/>
        </w:rPr>
        <w:t>استهزا</w:t>
      </w:r>
      <w:r w:rsidR="009C7B0C">
        <w:rPr>
          <w:rtl/>
        </w:rPr>
        <w:t xml:space="preserve">. </w:t>
      </w:r>
      <w:r w:rsidR="003D3A85" w:rsidRPr="002C79C2">
        <w:rPr>
          <w:rtl/>
        </w:rPr>
        <w:t>آرى انسان به تدريج و گام به گام به سقوط كشيده مى شود</w:t>
      </w:r>
      <w:r w:rsidR="009C7B0C">
        <w:rPr>
          <w:rtl/>
        </w:rPr>
        <w:t xml:space="preserve">، </w:t>
      </w:r>
      <w:r w:rsidR="003D3A85" w:rsidRPr="002C79C2">
        <w:rPr>
          <w:rtl/>
        </w:rPr>
        <w:t>ابتدا به حقّ بى اعتنايى و اعراض</w:t>
      </w:r>
      <w:r w:rsidRPr="002C79C2">
        <w:rPr>
          <w:rtl/>
        </w:rPr>
        <w:t xml:space="preserve"> </w:t>
      </w:r>
      <w:r w:rsidR="003D3A85" w:rsidRPr="002C79C2">
        <w:rPr>
          <w:rtl/>
        </w:rPr>
        <w:t>مى كند</w:t>
      </w:r>
      <w:r w:rsidR="009C7B0C">
        <w:rPr>
          <w:rtl/>
        </w:rPr>
        <w:t xml:space="preserve">، </w:t>
      </w:r>
      <w:r w:rsidR="003D3A85" w:rsidRPr="002C79C2">
        <w:rPr>
          <w:rtl/>
        </w:rPr>
        <w:t>سپس آن را تكذيب و آن گاه حقّ را مسخره مى كند</w:t>
      </w:r>
      <w:r w:rsidR="009C7B0C">
        <w:rPr>
          <w:rtl/>
        </w:rPr>
        <w:t xml:space="preserve">. </w:t>
      </w:r>
      <w:r w:rsidR="003D3A85" w:rsidRPr="002C79C2">
        <w:rPr>
          <w:rtl/>
        </w:rPr>
        <w:t>ولى بدترين حالت و صفت انسان</w:t>
      </w:r>
      <w:r w:rsidR="009C7B0C">
        <w:rPr>
          <w:rtl/>
        </w:rPr>
        <w:t xml:space="preserve">، </w:t>
      </w:r>
      <w:r w:rsidR="003D3A85" w:rsidRPr="002C79C2">
        <w:rPr>
          <w:rtl/>
        </w:rPr>
        <w:t>مسخره كردن حقّ است</w:t>
      </w:r>
      <w:r w:rsidR="009C7B0C">
        <w:rPr>
          <w:rtl/>
        </w:rPr>
        <w:t xml:space="preserve">، </w:t>
      </w:r>
      <w:r w:rsidR="003D3A85" w:rsidRPr="002C79C2">
        <w:rPr>
          <w:rtl/>
        </w:rPr>
        <w:t>لذا در اين آيه مى فرمايد: در آينده</w:t>
      </w:r>
      <w:r w:rsidR="009C7B0C">
        <w:rPr>
          <w:rtl/>
        </w:rPr>
        <w:t xml:space="preserve">، </w:t>
      </w:r>
      <w:r w:rsidR="003D3A85" w:rsidRPr="002C79C2">
        <w:rPr>
          <w:rtl/>
        </w:rPr>
        <w:t>خبرهاى مسخره كردن آنان به آنها خواهد رسيد</w:t>
      </w:r>
      <w:r w:rsidR="009C7B0C">
        <w:rPr>
          <w:rtl/>
        </w:rPr>
        <w:t xml:space="preserve">. </w:t>
      </w:r>
      <w:r w:rsidR="003D3A85" w:rsidRPr="002C79C2">
        <w:rPr>
          <w:rtl/>
        </w:rPr>
        <w:t>و نمى فرمايد: كيفر اعراض و تكذيب به آنان خواهد رسيد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12" w:name="_Toc365973809"/>
      <w:r w:rsidRPr="002C79C2">
        <w:rPr>
          <w:rtl/>
        </w:rPr>
        <w:t>پيام ها</w:t>
      </w:r>
      <w:r w:rsidR="009C7B0C">
        <w:rPr>
          <w:rtl/>
        </w:rPr>
        <w:t>:</w:t>
      </w:r>
      <w:bookmarkEnd w:id="12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قرآن به تدريج نازل شده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يَاءتيهم مِن ذكر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 xml:space="preserve">مُحدث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تذكّرهاى قرآن</w:t>
      </w:r>
      <w:r w:rsidR="009C7B0C">
        <w:rPr>
          <w:rtl/>
        </w:rPr>
        <w:t xml:space="preserve">، </w:t>
      </w:r>
      <w:r>
        <w:rPr>
          <w:rtl/>
        </w:rPr>
        <w:t>يكى از الطاف دائمى خداوند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ذكر مِن الرّحمن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هيچ تذكّرى در افراد سنگدل</w:t>
      </w:r>
      <w:r w:rsidR="009C7B0C">
        <w:rPr>
          <w:rtl/>
        </w:rPr>
        <w:t xml:space="preserve">، </w:t>
      </w:r>
      <w:r>
        <w:rPr>
          <w:rtl/>
        </w:rPr>
        <w:t>كارساز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ذكرٍ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خداوند با تذكّر</w:t>
      </w:r>
      <w:r w:rsidR="009C7B0C">
        <w:rPr>
          <w:rtl/>
        </w:rPr>
        <w:t xml:space="preserve">، </w:t>
      </w:r>
      <w:r>
        <w:rPr>
          <w:rtl/>
        </w:rPr>
        <w:t>تكرار ونوآورى</w:t>
      </w:r>
      <w:r w:rsidR="009C7B0C">
        <w:rPr>
          <w:rtl/>
        </w:rPr>
        <w:t xml:space="preserve">، </w:t>
      </w:r>
      <w:r>
        <w:rPr>
          <w:rtl/>
        </w:rPr>
        <w:t>با كفّار اتمام حجّت 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ذكر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 xml:space="preserve">محدث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انسان نبايد به سنّت هاى كهن خود آن گونه دلبستگى داشته باشد كه هر حرف تازه اى را بشنود با آنكه حقّ است</w:t>
      </w:r>
      <w:r w:rsidR="009C7B0C">
        <w:rPr>
          <w:rtl/>
        </w:rPr>
        <w:t xml:space="preserve">، </w:t>
      </w:r>
      <w:r w:rsidR="007F2F6B">
        <w:rPr>
          <w:rtl/>
        </w:rPr>
        <w:t>باور نكند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ذكر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محدث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عنه معرضين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دين</w:t>
      </w:r>
      <w:r w:rsidR="009C7B0C">
        <w:rPr>
          <w:rtl/>
        </w:rPr>
        <w:t xml:space="preserve">، </w:t>
      </w:r>
      <w:r>
        <w:rPr>
          <w:rtl/>
        </w:rPr>
        <w:t>عامل هوشيارى است</w:t>
      </w:r>
      <w:r w:rsidR="009C7B0C">
        <w:rPr>
          <w:rtl/>
        </w:rPr>
        <w:t xml:space="preserve">، </w:t>
      </w:r>
      <w:r>
        <w:rPr>
          <w:rtl/>
        </w:rPr>
        <w:t>نه تخدير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ذكر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7- گروهى از مردم به جاى پذيرش حقّ</w:t>
      </w:r>
      <w:r w:rsidR="009C7B0C">
        <w:rPr>
          <w:rtl/>
        </w:rPr>
        <w:t xml:space="preserve">، </w:t>
      </w:r>
      <w:r>
        <w:rPr>
          <w:rtl/>
        </w:rPr>
        <w:t>از قبل راه لجاجت را انتخاب كرده اند</w:t>
      </w:r>
      <w:r w:rsidR="009C7B0C">
        <w:rPr>
          <w:rtl/>
        </w:rPr>
        <w:t xml:space="preserve">. </w:t>
      </w:r>
      <w:r>
        <w:rPr>
          <w:rtl/>
        </w:rPr>
        <w:t>(اعراض ودورى از حقّ</w:t>
      </w:r>
      <w:r w:rsidR="009C7B0C">
        <w:rPr>
          <w:rtl/>
        </w:rPr>
        <w:t xml:space="preserve">، </w:t>
      </w:r>
      <w:r>
        <w:rPr>
          <w:rtl/>
        </w:rPr>
        <w:t>شيوه دائمى گروهى از مردم است)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كانوا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اعراضى كه برخاسته از استكبار وتكذيب باشد</w:t>
      </w:r>
      <w:r w:rsidR="009C7B0C">
        <w:rPr>
          <w:rtl/>
        </w:rPr>
        <w:t xml:space="preserve">، </w:t>
      </w:r>
      <w:r w:rsidR="007F2F6B">
        <w:rPr>
          <w:rtl/>
        </w:rPr>
        <w:t>خطرناك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معرضين كذّبوا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بى اعتنايى به خطرها و كيفرهاى آينده رمز قهر الهى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انباؤ ا ما كانوا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آنان كه حقّ و پيروان آن را مسخره مى كنند</w:t>
      </w:r>
      <w:r w:rsidR="009C7B0C">
        <w:rPr>
          <w:rtl/>
        </w:rPr>
        <w:t xml:space="preserve">، </w:t>
      </w:r>
      <w:r>
        <w:rPr>
          <w:rtl/>
        </w:rPr>
        <w:t>كارشان بى پاسخ نخواهد ماند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كانوا به يستهزؤ ن</w:t>
      </w:r>
      <w:r>
        <w:rPr>
          <w:rtl/>
        </w:rPr>
        <w:t xml:space="preserve"> (يا در دنيا</w:t>
      </w:r>
      <w:r w:rsidR="009C7B0C">
        <w:rPr>
          <w:rtl/>
        </w:rPr>
        <w:t xml:space="preserve">، </w:t>
      </w:r>
      <w:r>
        <w:rPr>
          <w:rtl/>
        </w:rPr>
        <w:t>يا در هنگام مرگ</w:t>
      </w:r>
      <w:r w:rsidR="009C7B0C">
        <w:rPr>
          <w:rtl/>
        </w:rPr>
        <w:t xml:space="preserve">، </w:t>
      </w:r>
      <w:r>
        <w:rPr>
          <w:rtl/>
        </w:rPr>
        <w:t>يا در برزخ</w:t>
      </w:r>
      <w:r w:rsidR="009C7B0C">
        <w:rPr>
          <w:rtl/>
        </w:rPr>
        <w:t xml:space="preserve">، </w:t>
      </w:r>
      <w:r>
        <w:rPr>
          <w:rtl/>
        </w:rPr>
        <w:t>يا در رجعت و يا در قيامت پاسخ كارهاى زشت خود را خواهند ديد</w:t>
      </w:r>
      <w:r w:rsidR="009C7B0C">
        <w:rPr>
          <w:rtl/>
        </w:rPr>
        <w:t>.)</w:t>
      </w:r>
    </w:p>
    <w:p w:rsidR="007F2F6B" w:rsidRDefault="00573D7D" w:rsidP="00573D7D">
      <w:pPr>
        <w:pStyle w:val="Heading1"/>
        <w:rPr>
          <w:rtl/>
        </w:rPr>
      </w:pPr>
      <w:bookmarkStart w:id="13" w:name="_Toc365973810"/>
      <w:r>
        <w:rPr>
          <w:rtl/>
        </w:rPr>
        <w:t>7 - اءَوَلَمْ يَرَوْاْ إِلَى الاَْرْضِ كَمْ اءَنبَتْنَا فِيهَا مِن كُلِّ زَوْجٍ كَرِيمٍ</w:t>
      </w:r>
      <w:bookmarkEnd w:id="1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آيا به زمين نگاه نكردند كه از هر نوع (روييدنى) نيكو چقدر رويانديم</w:t>
      </w:r>
      <w:r w:rsidR="009C7B0C">
        <w:rPr>
          <w:rtl/>
        </w:rPr>
        <w:t>؟</w:t>
      </w:r>
    </w:p>
    <w:p w:rsidR="007F2F6B" w:rsidRDefault="004F6DE8" w:rsidP="00573D7D">
      <w:pPr>
        <w:pStyle w:val="Heading1"/>
        <w:rPr>
          <w:rtl/>
        </w:rPr>
      </w:pPr>
      <w:bookmarkStart w:id="14" w:name="_Toc365973811"/>
      <w:r>
        <w:rPr>
          <w:rtl/>
        </w:rPr>
        <w:t>8</w:t>
      </w:r>
      <w:r w:rsidR="00206683">
        <w:rPr>
          <w:rtl/>
        </w:rPr>
        <w:t xml:space="preserve">- </w:t>
      </w:r>
      <w:r w:rsidR="00573D7D">
        <w:rPr>
          <w:rtl/>
        </w:rPr>
        <w:t>إِنَّ فِى ذَلِكَ لاََيَةً وَمَا كَانَ اءَكْثَرُهُم مُّؤْمِنِينَ</w:t>
      </w:r>
      <w:bookmarkEnd w:id="1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573D7D" w:rsidP="00573D7D">
      <w:pPr>
        <w:pStyle w:val="Heading1"/>
        <w:rPr>
          <w:rtl/>
        </w:rPr>
      </w:pPr>
      <w:bookmarkStart w:id="15" w:name="_Toc365973812"/>
      <w:r>
        <w:rPr>
          <w:rtl/>
        </w:rPr>
        <w:t>9 - وَإِنَّ رَبَّكَ لَهُوَ الْعَزِيزُ الرَّحِيمُ</w:t>
      </w:r>
      <w:bookmarkEnd w:id="1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قطعاً در اين (آفرينش نيكو) عبرت و نشانه اى است</w:t>
      </w:r>
      <w:r w:rsidR="009C7B0C">
        <w:rPr>
          <w:rtl/>
        </w:rPr>
        <w:t xml:space="preserve">، </w:t>
      </w:r>
      <w:r>
        <w:rPr>
          <w:rtl/>
        </w:rPr>
        <w:t>ولى بيشترشان ايمان آورنده نيستند</w:t>
      </w:r>
      <w:r w:rsidR="009C7B0C">
        <w:rPr>
          <w:rtl/>
        </w:rPr>
        <w:t xml:space="preserve">. </w:t>
      </w:r>
      <w:r>
        <w:rPr>
          <w:rtl/>
        </w:rPr>
        <w:t>و به راستى پروردگار تو همان نفوذ ناپذير مهربان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6" w:name="_Toc365973813"/>
      <w:r>
        <w:rPr>
          <w:rtl/>
        </w:rPr>
        <w:t>نكته ها</w:t>
      </w:r>
      <w:r w:rsidR="009C7B0C">
        <w:rPr>
          <w:rtl/>
        </w:rPr>
        <w:t>:</w:t>
      </w:r>
      <w:bookmarkEnd w:id="16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در اواسط قرن هجده ميلادى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لِينه</w:t>
      </w:r>
      <w:r>
        <w:rPr>
          <w:rStyle w:val="libAieChar"/>
          <w:rtl/>
        </w:rPr>
        <w:t xml:space="preserve"> </w:t>
      </w:r>
      <w:r w:rsidR="007F2F6B">
        <w:rPr>
          <w:rtl/>
        </w:rPr>
        <w:t>گياه شناس معروف سوئدى براى اوّلين بار به كشف مساءله ى زوجيّت در بعضى گياهان موفّق شد</w:t>
      </w:r>
      <w:r w:rsidR="009C7B0C">
        <w:rPr>
          <w:rtl/>
        </w:rPr>
        <w:t xml:space="preserve">. </w:t>
      </w:r>
      <w:r w:rsidR="007F2F6B">
        <w:rPr>
          <w:rtl/>
        </w:rPr>
        <w:t>او گفت</w:t>
      </w:r>
      <w:r w:rsidR="009C7B0C">
        <w:rPr>
          <w:rtl/>
        </w:rPr>
        <w:t>:</w:t>
      </w:r>
      <w:r w:rsidR="007F2F6B">
        <w:rPr>
          <w:rtl/>
        </w:rPr>
        <w:t xml:space="preserve"> نر و </w:t>
      </w:r>
      <w:r w:rsidR="007F2F6B">
        <w:rPr>
          <w:rtl/>
        </w:rPr>
        <w:lastRenderedPageBreak/>
        <w:t>مادگى در گياهان نيز هست و براى بارور شدن گياهان</w:t>
      </w:r>
      <w:r w:rsidR="009C7B0C">
        <w:rPr>
          <w:rtl/>
        </w:rPr>
        <w:t xml:space="preserve">، </w:t>
      </w:r>
      <w:r w:rsidR="007F2F6B">
        <w:rPr>
          <w:rtl/>
        </w:rPr>
        <w:t>لقاح لازم است</w:t>
      </w:r>
      <w:r w:rsidR="009C7B0C">
        <w:rPr>
          <w:rtl/>
        </w:rPr>
        <w:t xml:space="preserve">. </w:t>
      </w:r>
      <w:r w:rsidR="007F2F6B">
        <w:rPr>
          <w:rtl/>
        </w:rPr>
        <w:t>قرآن كريم قانون زوجيّت را شامل گياهان و غير گياهان مى داند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(1)</w:t>
      </w:r>
    </w:p>
    <w:p w:rsidR="007F2F6B" w:rsidRDefault="003D3A85" w:rsidP="003D3A85">
      <w:pPr>
        <w:pStyle w:val="Heading2"/>
        <w:rPr>
          <w:rtl/>
        </w:rPr>
      </w:pPr>
      <w:bookmarkStart w:id="17" w:name="_Toc365973814"/>
      <w:r>
        <w:rPr>
          <w:rtl/>
        </w:rPr>
        <w:t>پيام ها</w:t>
      </w:r>
      <w:r w:rsidR="009C7B0C">
        <w:rPr>
          <w:rtl/>
        </w:rPr>
        <w:t>:</w:t>
      </w:r>
      <w:bookmarkEnd w:id="17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مطالعه درباره ى موجودات هستى و زيبايى هاى آن</w:t>
      </w:r>
      <w:r w:rsidR="009C7B0C">
        <w:rPr>
          <w:rtl/>
        </w:rPr>
        <w:t xml:space="preserve">، </w:t>
      </w:r>
      <w:r>
        <w:rPr>
          <w:rtl/>
        </w:rPr>
        <w:t>بهترين راه خداشناسى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اءوَلم يروا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قرآن كسانى را كه با ديد عميق به جهان نگاه نمى كنند</w:t>
      </w:r>
      <w:r w:rsidR="009C7B0C">
        <w:rPr>
          <w:rtl/>
        </w:rPr>
        <w:t xml:space="preserve">، </w:t>
      </w:r>
      <w:r>
        <w:rPr>
          <w:rtl/>
        </w:rPr>
        <w:t>توبيخ 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اءوَلم يروا الى الارض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يكى از نشانه هاى قدرت خداوند</w:t>
      </w:r>
      <w:r w:rsidR="009C7B0C">
        <w:rPr>
          <w:rtl/>
        </w:rPr>
        <w:t xml:space="preserve">، </w:t>
      </w:r>
      <w:r>
        <w:rPr>
          <w:rtl/>
        </w:rPr>
        <w:t>زوج بودن گياهان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اَنبتنا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زوج كريم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در همه ى گياهان فوايدى هست</w:t>
      </w:r>
      <w:r w:rsidR="009C7B0C">
        <w:rPr>
          <w:rtl/>
        </w:rPr>
        <w:t xml:space="preserve">، </w:t>
      </w:r>
      <w:r>
        <w:rPr>
          <w:rtl/>
        </w:rPr>
        <w:t>گرچه ممكن است فايده ى بعضى براى ما كشف نشده باشد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(2)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من كلّ زوج كريم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اگر قابليّت و زمينه ى پذيرش حقّ در كسى نباشد</w:t>
      </w:r>
      <w:r w:rsidR="009C7B0C">
        <w:rPr>
          <w:rtl/>
        </w:rPr>
        <w:t xml:space="preserve">، </w:t>
      </w:r>
      <w:r w:rsidR="007F2F6B">
        <w:rPr>
          <w:rtl/>
        </w:rPr>
        <w:t>از همه ى هستى نيز درس نمى گيرد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اءوَلم يروا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 xml:space="preserve">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همه جا اكثريّت</w:t>
      </w:r>
      <w:r w:rsidR="009C7B0C">
        <w:rPr>
          <w:rtl/>
        </w:rPr>
        <w:t xml:space="preserve">، </w:t>
      </w:r>
      <w:r>
        <w:rPr>
          <w:rtl/>
        </w:rPr>
        <w:t>نشانه ى حقّانيّت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7- پيامبر اكرم </w:t>
      </w:r>
      <w:r w:rsidR="00316C3A" w:rsidRPr="00316C3A">
        <w:rPr>
          <w:rStyle w:val="libAlaemChar"/>
          <w:rtl/>
        </w:rPr>
        <w:t>صلى‌الله‌عليه‌وآله</w:t>
      </w:r>
      <w:r>
        <w:rPr>
          <w:rtl/>
        </w:rPr>
        <w:t xml:space="preserve"> تحت عنايت خاصّ خداوند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ربّك لهو العزيز الرّحيم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رحم خداوند بر اساس عجز نيست</w:t>
      </w:r>
      <w:r w:rsidR="009C7B0C">
        <w:rPr>
          <w:rtl/>
        </w:rPr>
        <w:t xml:space="preserve">، </w:t>
      </w:r>
      <w:r w:rsidR="007F2F6B">
        <w:rPr>
          <w:rtl/>
        </w:rPr>
        <w:t>او در حالى كه شكست ناپذير است مهربان است و به مخالفان مهلت مى دهد تا شايد برگردند و توبه نمايند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العزيز الرّحيم</w:t>
      </w:r>
    </w:p>
    <w:p w:rsidR="007F2F6B" w:rsidRDefault="00573D7D" w:rsidP="00573D7D">
      <w:pPr>
        <w:pStyle w:val="Heading1"/>
        <w:rPr>
          <w:rtl/>
        </w:rPr>
      </w:pPr>
      <w:bookmarkStart w:id="18" w:name="_Toc365973815"/>
      <w:r>
        <w:rPr>
          <w:rtl/>
        </w:rPr>
        <w:t>10 -</w:t>
      </w:r>
      <w:r w:rsidR="004F6DE8">
        <w:rPr>
          <w:rFonts w:hint="cs"/>
          <w:rtl/>
        </w:rPr>
        <w:t xml:space="preserve"> </w:t>
      </w:r>
      <w:r>
        <w:rPr>
          <w:rtl/>
        </w:rPr>
        <w:t>وَإِذْ نَادَى رَبُّكَ مُوسَى اءَنِ ائْتِ الْقَوْمَ الظَّلِمِينَ</w:t>
      </w:r>
      <w:bookmarkEnd w:id="1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و (يادكن) زمانى كه پروردگارت موسى را ندا داد كه به سوى قوم ستمكار برو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9" w:name="_Toc365973816"/>
      <w:r>
        <w:rPr>
          <w:rtl/>
        </w:rPr>
        <w:t>11 - قَوْمَ فِرْعَوْنَ اءَلاَ يَتَّقُونَ</w:t>
      </w:r>
      <w:bookmarkEnd w:id="1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573D7D" w:rsidP="00573D7D">
      <w:pPr>
        <w:pStyle w:val="Heading1"/>
        <w:rPr>
          <w:rtl/>
        </w:rPr>
      </w:pPr>
      <w:bookmarkStart w:id="20" w:name="_Toc365973817"/>
      <w:r>
        <w:rPr>
          <w:rtl/>
        </w:rPr>
        <w:t>12 - قَالَ رَبِّ إِنِّى اءَخَافُ اءَن يُكَذِّبُونِ</w:t>
      </w:r>
      <w:bookmarkEnd w:id="2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قوم فرعون ؛ آيا پروا نمى كنند؟! (موسى) گفت</w:t>
      </w:r>
      <w:r w:rsidR="009C7B0C">
        <w:rPr>
          <w:rtl/>
        </w:rPr>
        <w:t>:</w:t>
      </w:r>
      <w:r>
        <w:rPr>
          <w:rtl/>
        </w:rPr>
        <w:t xml:space="preserve"> پروردگارا! مى ترسم مرا تكذيب كنند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1" w:name="_Toc365973818"/>
      <w:r>
        <w:rPr>
          <w:rtl/>
        </w:rPr>
        <w:t>نكته ها</w:t>
      </w:r>
      <w:r w:rsidR="009C7B0C">
        <w:rPr>
          <w:rtl/>
        </w:rPr>
        <w:t>:</w:t>
      </w:r>
      <w:bookmarkEnd w:id="21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در اين سوره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هفت بار اين جمله تكرار شده است</w:t>
      </w:r>
      <w:r w:rsidR="009C7B0C">
        <w:rPr>
          <w:rStyle w:val="libAieChar"/>
          <w:rtl/>
        </w:rPr>
        <w:t>:</w:t>
      </w:r>
      <w:r w:rsidR="003D3A85" w:rsidRPr="00833A8D">
        <w:rPr>
          <w:rStyle w:val="libAieChar"/>
          <w:rtl/>
        </w:rPr>
        <w:t xml:space="preserve"> اءلا تتّقون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3D3A85" w:rsidRPr="00833A8D">
        <w:rPr>
          <w:rStyle w:val="libAieChar"/>
          <w:rtl/>
        </w:rPr>
        <w:t>اءلا يتّقون</w:t>
      </w:r>
      <w:r>
        <w:rPr>
          <w:rStyle w:val="libAieChar"/>
          <w:rtl/>
        </w:rPr>
        <w:t xml:space="preserve"> </w:t>
      </w:r>
      <w:r w:rsidR="007F2F6B">
        <w:rPr>
          <w:rtl/>
        </w:rPr>
        <w:t>آرى</w:t>
      </w:r>
      <w:r w:rsidR="009C7B0C">
        <w:rPr>
          <w:rtl/>
        </w:rPr>
        <w:t xml:space="preserve">، </w:t>
      </w:r>
      <w:r w:rsidR="007F2F6B">
        <w:rPr>
          <w:rtl/>
        </w:rPr>
        <w:t>اگر تقوا نباشد</w:t>
      </w:r>
      <w:r w:rsidR="009C7B0C">
        <w:rPr>
          <w:rtl/>
        </w:rPr>
        <w:t xml:space="preserve">، </w:t>
      </w:r>
      <w:r w:rsidR="007F2F6B">
        <w:rPr>
          <w:rtl/>
        </w:rPr>
        <w:t>سخن پيامبران مؤ ثّر نيست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2" w:name="_Toc365973819"/>
      <w:r>
        <w:rPr>
          <w:rtl/>
        </w:rPr>
        <w:t>پيام ها</w:t>
      </w:r>
      <w:r w:rsidR="009C7B0C">
        <w:rPr>
          <w:rtl/>
        </w:rPr>
        <w:t>:</w:t>
      </w:r>
      <w:bookmarkEnd w:id="22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تاريخ انبيا نبايد فراموش شود</w:t>
      </w:r>
      <w:r w:rsidR="009C7B0C">
        <w:rPr>
          <w:rtl/>
        </w:rPr>
        <w:t xml:space="preserve">. </w:t>
      </w:r>
      <w:r>
        <w:rPr>
          <w:rtl/>
        </w:rPr>
        <w:t>(</w:t>
      </w:r>
      <w:r w:rsidR="003D3A85" w:rsidRPr="00833A8D">
        <w:rPr>
          <w:rStyle w:val="libAieChar"/>
          <w:rtl/>
        </w:rPr>
        <w:t>اذ</w:t>
      </w:r>
      <w:r>
        <w:rPr>
          <w:rtl/>
        </w:rPr>
        <w:t xml:space="preserve"> يعنى ياد كن آن زمان را)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هم هدف وسيره انبيا بهم شباهت دارد وهم برخوردهاى مخالفان انبيا يكسان است</w:t>
      </w:r>
      <w:r w:rsidR="009C7B0C">
        <w:rPr>
          <w:rtl/>
        </w:rPr>
        <w:t xml:space="preserve">. </w:t>
      </w:r>
      <w:r>
        <w:rPr>
          <w:rtl/>
        </w:rPr>
        <w:t>بنابراين آشنايى با تاريخ آنان مى تواند راهگشاى پيامبر اسلام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واذ نادى ربّك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فرستادن پيامبران به سوى مردم</w:t>
      </w:r>
      <w:r w:rsidR="009C7B0C">
        <w:rPr>
          <w:rtl/>
        </w:rPr>
        <w:t xml:space="preserve">، </w:t>
      </w:r>
      <w:r>
        <w:rPr>
          <w:rtl/>
        </w:rPr>
        <w:t>از شئون ربوبيّت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نادى ربّك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مبارزه با طاغوت</w:t>
      </w:r>
      <w:r w:rsidR="009C7B0C">
        <w:rPr>
          <w:rtl/>
        </w:rPr>
        <w:t xml:space="preserve">، </w:t>
      </w:r>
      <w:r>
        <w:rPr>
          <w:rtl/>
        </w:rPr>
        <w:t>در راءس برنامه هاى انبيا قرار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اِئتِ القوم الظالمين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در نهى از منكر</w:t>
      </w:r>
      <w:r w:rsidR="009C7B0C">
        <w:rPr>
          <w:rtl/>
        </w:rPr>
        <w:t xml:space="preserve">، </w:t>
      </w:r>
      <w:r w:rsidR="007F2F6B">
        <w:rPr>
          <w:rtl/>
        </w:rPr>
        <w:t>گاهى بايد به استقبال خطر رفت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اءن ائت القوم الظالمين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قيام انبيا</w:t>
      </w:r>
      <w:r w:rsidR="009C7B0C">
        <w:rPr>
          <w:rtl/>
        </w:rPr>
        <w:t xml:space="preserve">، </w:t>
      </w:r>
      <w:r>
        <w:rPr>
          <w:rtl/>
        </w:rPr>
        <w:t>بر اساس معيار است</w:t>
      </w:r>
      <w:r w:rsidR="009C7B0C">
        <w:rPr>
          <w:rtl/>
        </w:rPr>
        <w:t xml:space="preserve">، </w:t>
      </w:r>
      <w:r>
        <w:rPr>
          <w:rtl/>
        </w:rPr>
        <w:t>نه كينه و انتقام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القوم الظالمين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7- فراموش كردن خدا وپيروى از طاغوت</w:t>
      </w:r>
      <w:r w:rsidR="009C7B0C">
        <w:rPr>
          <w:rtl/>
        </w:rPr>
        <w:t xml:space="preserve">، </w:t>
      </w:r>
      <w:r>
        <w:rPr>
          <w:rtl/>
        </w:rPr>
        <w:t>بزرگ ترين ظلم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القوم الظالمين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براى نهى از منكر به سراغ سرچشمه هاى فساد برويد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قوم فرعون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طاغوت ها</w:t>
      </w:r>
      <w:r w:rsidR="009C7B0C">
        <w:rPr>
          <w:rtl/>
        </w:rPr>
        <w:t xml:space="preserve">، </w:t>
      </w:r>
      <w:r>
        <w:rPr>
          <w:rtl/>
        </w:rPr>
        <w:t>بدون يارى مردم قدرتى ندارند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قوم فرعون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بى تقوايى مردم</w:t>
      </w:r>
      <w:r w:rsidR="009C7B0C">
        <w:rPr>
          <w:rtl/>
        </w:rPr>
        <w:t xml:space="preserve">، </w:t>
      </w:r>
      <w:r>
        <w:rPr>
          <w:rtl/>
        </w:rPr>
        <w:t>زمينه ى رشد طاغوت 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 يتّقون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هدايت مردم</w:t>
      </w:r>
      <w:r w:rsidR="009C7B0C">
        <w:rPr>
          <w:rtl/>
        </w:rPr>
        <w:t xml:space="preserve">، </w:t>
      </w:r>
      <w:r>
        <w:rPr>
          <w:rtl/>
        </w:rPr>
        <w:t>بار سنگينى است كه به امداد الهى نياز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انّى اءخاف</w:t>
      </w:r>
      <w:r w:rsidR="009C7B0C">
        <w:rPr>
          <w:rStyle w:val="libAieChar"/>
          <w:rtl/>
        </w:rPr>
        <w:t xml:space="preserve">... </w:t>
      </w:r>
    </w:p>
    <w:p w:rsidR="007F2F6B" w:rsidRDefault="00573D7D" w:rsidP="00573D7D">
      <w:pPr>
        <w:pStyle w:val="Heading1"/>
        <w:rPr>
          <w:rtl/>
        </w:rPr>
      </w:pPr>
      <w:bookmarkStart w:id="23" w:name="_Toc365973820"/>
      <w:r>
        <w:rPr>
          <w:rtl/>
        </w:rPr>
        <w:t>13 - وَيَضِيقُ صَدْرِى وَلاَ يَنطَلِقُ لِسَانِى فَاءَرْسِلْ إِلَى هَرُونَ</w:t>
      </w:r>
      <w:bookmarkEnd w:id="23"/>
    </w:p>
    <w:p w:rsidR="007F2F6B" w:rsidRDefault="00573D7D" w:rsidP="00573D7D">
      <w:pPr>
        <w:pStyle w:val="Heading1"/>
        <w:rPr>
          <w:rtl/>
        </w:rPr>
      </w:pPr>
      <w:bookmarkStart w:id="24" w:name="_Toc365973821"/>
      <w:r>
        <w:rPr>
          <w:rtl/>
        </w:rPr>
        <w:t>14 - وَلَهُمْ عَلَىَّ ذَنبٌ فَاءَخَافُ اءَن يَقْتُلُونِ</w:t>
      </w:r>
      <w:bookmarkEnd w:id="2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سينه ام تنگ مى گردد و زبانم باز نمى شود</w:t>
      </w:r>
      <w:r w:rsidR="009C7B0C">
        <w:rPr>
          <w:rtl/>
        </w:rPr>
        <w:t xml:space="preserve">، </w:t>
      </w:r>
      <w:r>
        <w:rPr>
          <w:rtl/>
        </w:rPr>
        <w:t>پس هارون را (نيز) رسالت بده (تا مرا يارى كند)</w:t>
      </w:r>
      <w:r w:rsidR="009C7B0C">
        <w:rPr>
          <w:rtl/>
        </w:rPr>
        <w:t xml:space="preserve">. </w:t>
      </w:r>
      <w:r>
        <w:rPr>
          <w:rtl/>
        </w:rPr>
        <w:t>وآنان بر (گردن) من (ادّعاى) گناهى دارند</w:t>
      </w:r>
      <w:r w:rsidR="009C7B0C">
        <w:rPr>
          <w:rtl/>
        </w:rPr>
        <w:t xml:space="preserve">، </w:t>
      </w:r>
      <w:r>
        <w:rPr>
          <w:rtl/>
        </w:rPr>
        <w:t>پس مى ترسم مرا بكشند (و اين رسالت به پايان نرسد)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5" w:name="_Toc365973822"/>
      <w:r>
        <w:rPr>
          <w:rtl/>
        </w:rPr>
        <w:t>1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قَالَ كَلا فَاذْهَبَا بََايَتِنَآ إِنَّا مَعَكُم مُّسْتَمِعُونَ</w:t>
      </w:r>
      <w:bookmarkEnd w:id="2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خداوند فرمود: چنين نيست</w:t>
      </w:r>
      <w:r w:rsidR="009C7B0C">
        <w:rPr>
          <w:rtl/>
        </w:rPr>
        <w:t xml:space="preserve">، </w:t>
      </w:r>
      <w:r>
        <w:rPr>
          <w:rtl/>
        </w:rPr>
        <w:t>پس (تو وهارون) همراه با معجزات ما حركت كنيد كه ما با شما وشنونده (گفتگوهايتان) هستيم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6" w:name="_Toc365973823"/>
      <w:r>
        <w:rPr>
          <w:rtl/>
        </w:rPr>
        <w:t>16 - فَاءْتِيَا فِرْعَوْنَ فَقُولاَ إِنَّا رَسُولُ رَبِّ الْعَلَمِينَ</w:t>
      </w:r>
      <w:bookmarkEnd w:id="2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به سراغ فرعون برويد و بگوييد: ما فرستاده ى پروردگار جهانيانيم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7" w:name="_Toc365973824"/>
      <w:r>
        <w:rPr>
          <w:rtl/>
        </w:rPr>
        <w:lastRenderedPageBreak/>
        <w:t>17 - اءَنْ اءَرْسِلْ مَعَنَا بَنِى إِسْرَءِيلَ</w:t>
      </w:r>
      <w:bookmarkEnd w:id="2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بنى اسرائيل را (آزاد كن و) همراه با ما بفرست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8" w:name="_Toc365973825"/>
      <w:r>
        <w:rPr>
          <w:rtl/>
        </w:rPr>
        <w:t>نكته ها</w:t>
      </w:r>
      <w:r w:rsidR="009C7B0C">
        <w:rPr>
          <w:rtl/>
        </w:rPr>
        <w:t>:</w:t>
      </w:r>
      <w:bookmarkEnd w:id="28"/>
    </w:p>
    <w:p w:rsidR="003D3A85" w:rsidRPr="003D3A85" w:rsidRDefault="00833A8D" w:rsidP="004F6DE8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مراد از گناه حضرت موسى كه در آيه ى 14 آمده</w:t>
      </w:r>
      <w:r w:rsidR="009C7B0C">
        <w:rPr>
          <w:rtl/>
        </w:rPr>
        <w:t xml:space="preserve">، </w:t>
      </w:r>
      <w:r w:rsidR="003D3A85" w:rsidRPr="003D3A85">
        <w:rPr>
          <w:rtl/>
        </w:rPr>
        <w:t>ماجرائى است كه در سوره ى قصص آيه ى 14 به آن اشاره شده است</w:t>
      </w:r>
      <w:r w:rsidR="009C7B0C">
        <w:rPr>
          <w:rtl/>
        </w:rPr>
        <w:t>:</w:t>
      </w:r>
      <w:r w:rsidR="003D3A85" w:rsidRPr="003D3A85">
        <w:rPr>
          <w:rtl/>
        </w:rPr>
        <w:t xml:space="preserve"> موسى قبل از نبوّت وارد شهرى شد و ديد يكى از طرفدارانش</w:t>
      </w:r>
      <w:r>
        <w:rPr>
          <w:rtl/>
        </w:rPr>
        <w:t xml:space="preserve"> </w:t>
      </w:r>
      <w:r w:rsidR="003D3A85" w:rsidRPr="003D3A85">
        <w:rPr>
          <w:rtl/>
        </w:rPr>
        <w:t>با يكى از (قِبطيان) ياران فرعون درگير شده اند</w:t>
      </w:r>
      <w:r w:rsidR="009C7B0C">
        <w:rPr>
          <w:rtl/>
        </w:rPr>
        <w:t xml:space="preserve">. </w:t>
      </w:r>
      <w:r w:rsidR="003D3A85" w:rsidRPr="003D3A85">
        <w:rPr>
          <w:rtl/>
        </w:rPr>
        <w:t>طرفدار موسى از او كمك خواست و موسى به حمايت از او مشتى بر قبطى زد كه او جان داد</w:t>
      </w:r>
      <w:r w:rsidR="009C7B0C">
        <w:rPr>
          <w:rtl/>
        </w:rPr>
        <w:t xml:space="preserve">. </w:t>
      </w:r>
    </w:p>
    <w:p w:rsidR="008C49AD" w:rsidRDefault="003D3A85" w:rsidP="004F6DE8">
      <w:pPr>
        <w:pStyle w:val="libNormal"/>
        <w:rPr>
          <w:rtl/>
        </w:rPr>
      </w:pPr>
      <w:r w:rsidRPr="003D3A85">
        <w:rPr>
          <w:rtl/>
        </w:rPr>
        <w:t>اين ماجرا در منطقه موجى ايجاد كرد كه موسى مجبور به فرار شد و اين عمل موسى گرچه به قصد كشتن آن شخص نبود</w:t>
      </w:r>
      <w:r w:rsidR="009C7B0C">
        <w:rPr>
          <w:rtl/>
        </w:rPr>
        <w:t xml:space="preserve">، </w:t>
      </w:r>
      <w:r w:rsidRPr="003D3A85">
        <w:rPr>
          <w:rtl/>
        </w:rPr>
        <w:t>بلكه براى حمايت از مظلومى بود</w:t>
      </w:r>
      <w:r w:rsidR="009C7B0C">
        <w:rPr>
          <w:rtl/>
        </w:rPr>
        <w:t xml:space="preserve">، </w:t>
      </w:r>
      <w:r w:rsidRPr="003D3A85">
        <w:rPr>
          <w:rtl/>
        </w:rPr>
        <w:t>ولى باعث شد تا موسى نزد فرعونيان چهره اى قاتل پيدا نمود</w:t>
      </w:r>
      <w:r w:rsidR="009C7B0C">
        <w:rPr>
          <w:rtl/>
        </w:rPr>
        <w:t xml:space="preserve">، </w:t>
      </w:r>
      <w:r w:rsidRPr="003D3A85">
        <w:rPr>
          <w:rtl/>
        </w:rPr>
        <w:t>و هنگامى كه موسى به مقام نبوّت رسيد به خداوند گفت</w:t>
      </w:r>
      <w:r w:rsidR="009C7B0C">
        <w:rPr>
          <w:rtl/>
        </w:rPr>
        <w:t>:</w:t>
      </w:r>
      <w:r w:rsidRPr="003D3A85">
        <w:rPr>
          <w:rtl/>
        </w:rPr>
        <w:t xml:space="preserve"> مى ترسم ماجراى كشته شدن آن مرد قِبطى مانع كارم شود</w:t>
      </w:r>
      <w:r w:rsidR="009C7B0C">
        <w:rPr>
          <w:rtl/>
        </w:rPr>
        <w:t xml:space="preserve">. </w:t>
      </w:r>
      <w:r w:rsidRPr="003D3A85">
        <w:rPr>
          <w:rtl/>
        </w:rPr>
        <w:t>(از كلمه ى كلاّ</w:t>
      </w:r>
      <w:r w:rsidR="007F2F6B">
        <w:rPr>
          <w:rtl/>
        </w:rPr>
        <w:t xml:space="preserve"> استفاده مى شود كه عمل موسى قتل عمد نبوده است و گرنه خداوند به قاتل عمدى نمى فرمايد: طورى نيست به تو اطمينان حمايت مى دهم</w:t>
      </w:r>
      <w:r w:rsidR="009C7B0C">
        <w:rPr>
          <w:rtl/>
        </w:rPr>
        <w:t>.)</w:t>
      </w:r>
    </w:p>
    <w:p w:rsidR="007F2F6B" w:rsidRPr="009C7B0C" w:rsidRDefault="008C49AD" w:rsidP="009C7B0C">
      <w:pPr>
        <w:rPr>
          <w:rtl/>
        </w:rPr>
      </w:pPr>
      <w:r>
        <w:rPr>
          <w:rtl/>
        </w:rPr>
        <w:br w:type="page"/>
      </w:r>
    </w:p>
    <w:p w:rsidR="007F2F6B" w:rsidRDefault="003D3A85" w:rsidP="003D3A85">
      <w:pPr>
        <w:pStyle w:val="Heading2"/>
        <w:rPr>
          <w:rtl/>
        </w:rPr>
      </w:pPr>
      <w:bookmarkStart w:id="29" w:name="_Toc365973826"/>
      <w:r>
        <w:rPr>
          <w:rtl/>
        </w:rPr>
        <w:lastRenderedPageBreak/>
        <w:t>پيام ها</w:t>
      </w:r>
      <w:r w:rsidR="009C7B0C">
        <w:rPr>
          <w:rtl/>
        </w:rPr>
        <w:t>:</w:t>
      </w:r>
      <w:bookmarkEnd w:id="29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ظرفيّت افراد حتّى پيامبران محدود است</w:t>
      </w:r>
      <w:r w:rsidR="009C7B0C">
        <w:rPr>
          <w:rtl/>
        </w:rPr>
        <w:t xml:space="preserve">. </w:t>
      </w:r>
      <w:r>
        <w:rPr>
          <w:rtl/>
        </w:rPr>
        <w:t>(جز خداوند</w:t>
      </w:r>
      <w:r w:rsidR="009C7B0C">
        <w:rPr>
          <w:rtl/>
        </w:rPr>
        <w:t xml:space="preserve">، </w:t>
      </w:r>
      <w:r>
        <w:rPr>
          <w:rtl/>
        </w:rPr>
        <w:t>همه كس و همه چيز محدودند)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يَضيق صَدرى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به هنگام پذيرش مسئوليّت لازم است انسان نقاط ضعف خود را بيان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يَضيقُ صدرى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صراحت و صداقت</w:t>
      </w:r>
      <w:r w:rsidR="009C7B0C">
        <w:rPr>
          <w:rtl/>
        </w:rPr>
        <w:t xml:space="preserve">، </w:t>
      </w:r>
      <w:r>
        <w:rPr>
          <w:rtl/>
        </w:rPr>
        <w:t>از صفات بارز انبيا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يَضيقُ صَدرى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رهبرى</w:t>
      </w:r>
      <w:r w:rsidR="009C7B0C">
        <w:rPr>
          <w:rtl/>
        </w:rPr>
        <w:t xml:space="preserve">، </w:t>
      </w:r>
      <w:r>
        <w:rPr>
          <w:rtl/>
        </w:rPr>
        <w:t>هدايت</w:t>
      </w:r>
      <w:r w:rsidR="009C7B0C">
        <w:rPr>
          <w:rtl/>
        </w:rPr>
        <w:t xml:space="preserve">، </w:t>
      </w:r>
      <w:r>
        <w:rPr>
          <w:rtl/>
        </w:rPr>
        <w:t>تبليغ و ارشاد</w:t>
      </w:r>
      <w:r w:rsidR="009C7B0C">
        <w:rPr>
          <w:rtl/>
        </w:rPr>
        <w:t xml:space="preserve">، </w:t>
      </w:r>
      <w:r>
        <w:rPr>
          <w:rtl/>
        </w:rPr>
        <w:t>به سعه ى صدر نياز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يَضيق صَدرى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در نهى از منكر و مبارزه</w:t>
      </w:r>
      <w:r w:rsidR="009C7B0C">
        <w:rPr>
          <w:rtl/>
        </w:rPr>
        <w:t xml:space="preserve">، </w:t>
      </w:r>
      <w:r w:rsidR="007F2F6B">
        <w:rPr>
          <w:rtl/>
        </w:rPr>
        <w:t>گاهى بايد چند نفرى حركت كرد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فاذهبا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نقاط ضعف را جبران كنيد</w:t>
      </w:r>
      <w:r w:rsidR="009C7B0C">
        <w:rPr>
          <w:rtl/>
        </w:rPr>
        <w:t xml:space="preserve">، </w:t>
      </w:r>
      <w:r>
        <w:rPr>
          <w:rtl/>
        </w:rPr>
        <w:t>ولى از زير بار مسئوليّت</w:t>
      </w:r>
      <w:r w:rsidR="009C7B0C">
        <w:rPr>
          <w:rtl/>
        </w:rPr>
        <w:t xml:space="preserve">، </w:t>
      </w:r>
      <w:r>
        <w:rPr>
          <w:rtl/>
        </w:rPr>
        <w:t>شانه خالى نكنيد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يَضيق صَدرى ولايَنطلق لسانى فَاءرسل الى هارون</w:t>
      </w:r>
      <w:r>
        <w:rPr>
          <w:rtl/>
        </w:rPr>
        <w:t xml:space="preserve"> پذيرش يا اعطاى مسئوليّت هاى بزرگ با وجود ضعف ها و كمبودهاى قابل جبران</w:t>
      </w:r>
      <w:r w:rsidR="009C7B0C">
        <w:rPr>
          <w:rtl/>
        </w:rPr>
        <w:t xml:space="preserve">، </w:t>
      </w:r>
      <w:r>
        <w:rPr>
          <w:rtl/>
        </w:rPr>
        <w:t>مانعى ندارد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افراد سالم و بى غرض</w:t>
      </w:r>
      <w:r w:rsidR="009C7B0C">
        <w:rPr>
          <w:rtl/>
        </w:rPr>
        <w:t xml:space="preserve">، </w:t>
      </w:r>
      <w:r>
        <w:rPr>
          <w:rtl/>
        </w:rPr>
        <w:t>انسان هاى شايسته ى ديگر را براى قبول مسئوليّت هاى بزرگ معرّفى مى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فَاءرسل الى هارون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سوابق افراد</w:t>
      </w:r>
      <w:r w:rsidR="009C7B0C">
        <w:rPr>
          <w:rtl/>
        </w:rPr>
        <w:t xml:space="preserve">، </w:t>
      </w:r>
      <w:r w:rsidR="007F2F6B">
        <w:rPr>
          <w:rtl/>
        </w:rPr>
        <w:t>در موفقيّت آنان مؤ ثّر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لهم عَلىَّ ذَنب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قانون قصاص</w:t>
      </w:r>
      <w:r w:rsidR="009C7B0C">
        <w:rPr>
          <w:rtl/>
        </w:rPr>
        <w:t xml:space="preserve">، </w:t>
      </w:r>
      <w:r>
        <w:rPr>
          <w:rtl/>
        </w:rPr>
        <w:t>سابقه اى بس طولانى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ولهم عَلىَّ ذَنب فاخاف اَن يَقتلون</w:t>
      </w:r>
      <w:r>
        <w:rPr>
          <w:rtl/>
        </w:rPr>
        <w:t xml:space="preserve"> (شهادت</w:t>
      </w:r>
      <w:r w:rsidR="009C7B0C">
        <w:rPr>
          <w:rtl/>
        </w:rPr>
        <w:t xml:space="preserve">، </w:t>
      </w:r>
      <w:r>
        <w:rPr>
          <w:rtl/>
        </w:rPr>
        <w:t>آرزوى پيامبران است ولى ترس و نگرانى آنان براى اين بود كه شايد به اهداف مقدّس خود نرسند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مديريّت تبليغى به چند مساءله ى مهم نيازمند است</w:t>
      </w:r>
      <w:r w:rsidR="009C7B0C">
        <w:rPr>
          <w:rtl/>
        </w:rPr>
        <w:t xml:space="preserve">، </w:t>
      </w:r>
      <w:r>
        <w:rPr>
          <w:rtl/>
        </w:rPr>
        <w:t>از جمله</w:t>
      </w:r>
      <w:r w:rsidR="009C7B0C">
        <w:rPr>
          <w:rtl/>
        </w:rPr>
        <w:t>:</w:t>
      </w:r>
      <w:r>
        <w:rPr>
          <w:rtl/>
        </w:rPr>
        <w:t xml:space="preserve"> بررسى اوضاع اجتماعى</w:t>
      </w:r>
      <w:r w:rsidR="009C7B0C">
        <w:rPr>
          <w:rtl/>
        </w:rPr>
        <w:t xml:space="preserve">، </w:t>
      </w:r>
      <w:r>
        <w:rPr>
          <w:rtl/>
        </w:rPr>
        <w:t>آينده نگرى وفراهم كردن زمينه هاى مؤ ثّر تبليغ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اَخاف لهم علىّ ذنب فارسل الى هارون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11- در بيان حقّ</w:t>
      </w:r>
      <w:r w:rsidR="009C7B0C">
        <w:rPr>
          <w:rtl/>
        </w:rPr>
        <w:t xml:space="preserve">، </w:t>
      </w:r>
      <w:r>
        <w:rPr>
          <w:rtl/>
        </w:rPr>
        <w:t>نه از كمى طرفداران حقّ بترسيد و نه از زيادى مخالفان حقّ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فاذهبا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پيشنهاد مفيد و مناسب را خدا هم مى پذيرد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فاَرسَل الى هارون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فاذهبا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دلدارى و كمك به كسانى كه نگرانى دارند</w:t>
      </w:r>
      <w:r w:rsidR="009C7B0C">
        <w:rPr>
          <w:rtl/>
        </w:rPr>
        <w:t xml:space="preserve">، </w:t>
      </w:r>
      <w:r>
        <w:rPr>
          <w:rtl/>
        </w:rPr>
        <w:t>كارى الهى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انّا معكم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خداوند پشتيبان انبيا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انّا معكم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آگاهى دقيق و لحظه به لحظه در ماءموريّت هاى مهم</w:t>
      </w:r>
      <w:r w:rsidR="009C7B0C">
        <w:rPr>
          <w:rtl/>
        </w:rPr>
        <w:t xml:space="preserve">، </w:t>
      </w:r>
      <w:r>
        <w:rPr>
          <w:rtl/>
        </w:rPr>
        <w:t>يك ضرورت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انّا معكم مستمعون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16- معجزات پيامبران</w:t>
      </w:r>
      <w:r w:rsidR="009C7B0C">
        <w:rPr>
          <w:rtl/>
        </w:rPr>
        <w:t xml:space="preserve">، </w:t>
      </w:r>
      <w:r>
        <w:rPr>
          <w:rtl/>
        </w:rPr>
        <w:t>ابزار ارشاد و هدايت و ره توشه ى آنان براى امّت 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بآياتنا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17- خداوند بر جزئيّات كارهاى ما آگاه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مستمعون</w:t>
      </w:r>
      <w:r>
        <w:rPr>
          <w:rtl/>
        </w:rPr>
        <w:t xml:space="preserve"> خداوند همه جا حاضر و ناظر 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18- براى مبارزه با نظام هاى تشكيلاتى و فاسد</w:t>
      </w:r>
      <w:r w:rsidR="009C7B0C">
        <w:rPr>
          <w:rtl/>
        </w:rPr>
        <w:t xml:space="preserve">، </w:t>
      </w:r>
      <w:r>
        <w:rPr>
          <w:rtl/>
        </w:rPr>
        <w:t>اوّل به سراغ سرچشمه ها برويد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فاءتيا فرعون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19- در تبليغ و دعوت ديگران به حقّ</w:t>
      </w:r>
      <w:r w:rsidR="009C7B0C">
        <w:rPr>
          <w:rtl/>
        </w:rPr>
        <w:t xml:space="preserve">، </w:t>
      </w:r>
      <w:r>
        <w:rPr>
          <w:rtl/>
        </w:rPr>
        <w:t>صراحت و صلابت داشته باشيد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انّا رسول ربّ 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20- فرستادن پيامبر براى مردم</w:t>
      </w:r>
      <w:r w:rsidR="009C7B0C">
        <w:rPr>
          <w:rtl/>
        </w:rPr>
        <w:t xml:space="preserve">، </w:t>
      </w:r>
      <w:r>
        <w:rPr>
          <w:rtl/>
        </w:rPr>
        <w:t>از شئون ربوبيّت خداوند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رسول ربّ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21- تمام هستى</w:t>
      </w:r>
      <w:r w:rsidR="009C7B0C">
        <w:rPr>
          <w:rtl/>
        </w:rPr>
        <w:t xml:space="preserve">، </w:t>
      </w:r>
      <w:r>
        <w:rPr>
          <w:rtl/>
        </w:rPr>
        <w:t>نوعى رشد 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22- تمام هستى در تحت تدبير اوست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23- همه ى انبيا يك هدف 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انّا رسول</w:t>
      </w:r>
      <w:r>
        <w:rPr>
          <w:rtl/>
        </w:rPr>
        <w:t xml:space="preserve"> ونفرمود: </w:t>
      </w:r>
      <w:r w:rsidR="003D3A85" w:rsidRPr="00833A8D">
        <w:rPr>
          <w:rStyle w:val="libAieChar"/>
          <w:rtl/>
        </w:rPr>
        <w:t>انّا رسولا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24- در برابر كسى كه مى گويد: </w:t>
      </w:r>
      <w:r w:rsidR="003D3A85" w:rsidRPr="00833A8D">
        <w:rPr>
          <w:rStyle w:val="libAieChar"/>
          <w:rtl/>
        </w:rPr>
        <w:t>اءنَا ربّكم الاَعلى</w:t>
      </w:r>
      <w:r>
        <w:t xml:space="preserve"> </w:t>
      </w:r>
      <w:r w:rsidR="00573D7D" w:rsidRPr="00573D7D">
        <w:rPr>
          <w:rStyle w:val="libFootnotenumChar"/>
        </w:rPr>
        <w:t>(3</w:t>
      </w:r>
      <w:r w:rsidR="00573D7D" w:rsidRPr="00573D7D">
        <w:rPr>
          <w:rStyle w:val="libFootnotenumChar"/>
          <w:rtl/>
        </w:rPr>
        <w:t>)</w:t>
      </w:r>
      <w:r>
        <w:rPr>
          <w:rtl/>
        </w:rPr>
        <w:t xml:space="preserve"> بايد گفت</w:t>
      </w:r>
      <w:r w:rsidR="009C7B0C">
        <w:rPr>
          <w:rtl/>
        </w:rPr>
        <w:t>: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ربّ العالمين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25- اگر در يك زمان دو پيامبر مبعوث شوند</w:t>
      </w:r>
      <w:r w:rsidR="009C7B0C">
        <w:rPr>
          <w:rtl/>
        </w:rPr>
        <w:t xml:space="preserve">، </w:t>
      </w:r>
      <w:r>
        <w:rPr>
          <w:rtl/>
        </w:rPr>
        <w:t>رهبرى با يكى از آنهاست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انّا رسول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26- آزاد كردن مردم از اسارت طاغوت ها</w:t>
      </w:r>
      <w:r w:rsidR="009C7B0C">
        <w:rPr>
          <w:rtl/>
        </w:rPr>
        <w:t xml:space="preserve">، </w:t>
      </w:r>
      <w:r>
        <w:rPr>
          <w:rtl/>
        </w:rPr>
        <w:t>در راءس برنامه هاى انبيا قرار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اَرسِل مَعنا بنى اسرائيل</w:t>
      </w:r>
    </w:p>
    <w:p w:rsidR="007F2F6B" w:rsidRDefault="00573D7D" w:rsidP="00573D7D">
      <w:pPr>
        <w:pStyle w:val="Heading1"/>
        <w:rPr>
          <w:rtl/>
        </w:rPr>
      </w:pPr>
      <w:bookmarkStart w:id="30" w:name="_Toc365973827"/>
      <w:r>
        <w:rPr>
          <w:rtl/>
        </w:rPr>
        <w:t>1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قَالَ اءَلَمْ نُرَبِّكَ فِينَا وَلِيداً وَلَبِثْتَ فِينَا مِنْ عُمُرِكَ سِنِينَ</w:t>
      </w:r>
      <w:bookmarkEnd w:id="30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1" w:name="_Toc365973828"/>
      <w:r w:rsidR="00573D7D">
        <w:rPr>
          <w:rtl/>
        </w:rPr>
        <w:t>19 - وَفَعَلْتَ فَعْلَتَكَ الَّتِى فَعَلْتَ وَاءَنتَ مِنَ الْكَفِرِينَ</w:t>
      </w:r>
      <w:bookmarkEnd w:id="3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(فرعون) گفت</w:t>
      </w:r>
      <w:r w:rsidR="009C7B0C">
        <w:rPr>
          <w:rtl/>
        </w:rPr>
        <w:t>:</w:t>
      </w:r>
      <w:r>
        <w:rPr>
          <w:rtl/>
        </w:rPr>
        <w:t xml:space="preserve"> آيا ما تورا در كودكى نپرورديم و ساليانى از عمرت را در نزد ما نماندى</w:t>
      </w:r>
      <w:r w:rsidR="009C7B0C">
        <w:rPr>
          <w:rtl/>
        </w:rPr>
        <w:t>؟</w:t>
      </w:r>
      <w:r>
        <w:rPr>
          <w:rtl/>
        </w:rPr>
        <w:t xml:space="preserve"> و با اين حال انجام دادى آن كارى را كه انجام دادى (و يكى از افراد ما را با مشت كشتى)</w:t>
      </w:r>
      <w:r w:rsidR="009C7B0C">
        <w:rPr>
          <w:rtl/>
        </w:rPr>
        <w:t xml:space="preserve">، </w:t>
      </w:r>
      <w:r>
        <w:rPr>
          <w:rtl/>
        </w:rPr>
        <w:t>در حالى كه تو از ناسپاسانى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2" w:name="_Toc365973829"/>
      <w:r>
        <w:rPr>
          <w:rtl/>
        </w:rPr>
        <w:t>نكته ها</w:t>
      </w:r>
      <w:r w:rsidR="009C7B0C">
        <w:rPr>
          <w:rtl/>
        </w:rPr>
        <w:t>:</w:t>
      </w:r>
      <w:bookmarkEnd w:id="32"/>
    </w:p>
    <w:p w:rsidR="003D3A85" w:rsidRPr="00833A8D" w:rsidRDefault="00833A8D" w:rsidP="007F2F6B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فرعون با دو جمله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 xml:space="preserve">نبوّت موسى را زير </w:t>
      </w:r>
      <w:r w:rsidR="00BC6E3A">
        <w:rPr>
          <w:rStyle w:val="libAieChar"/>
          <w:rtl/>
        </w:rPr>
        <w:t>سؤال</w:t>
      </w:r>
      <w:r w:rsidR="003D3A85" w:rsidRPr="00833A8D">
        <w:rPr>
          <w:rStyle w:val="libAieChar"/>
          <w:rtl/>
        </w:rPr>
        <w:t xml:space="preserve"> برد: الف</w:t>
      </w:r>
      <w:r w:rsidR="009C7B0C">
        <w:rPr>
          <w:rStyle w:val="libAieChar"/>
          <w:rtl/>
        </w:rPr>
        <w:t>:</w:t>
      </w:r>
      <w:r w:rsidR="003D3A85" w:rsidRPr="00833A8D">
        <w:rPr>
          <w:rStyle w:val="libAieChar"/>
          <w:rtl/>
        </w:rPr>
        <w:t xml:space="preserve"> تو نزد ما قاتل هستى و قاتل كه پيامبر نمى شود</w:t>
      </w:r>
      <w:r w:rsidR="009C7B0C">
        <w:rPr>
          <w:rStyle w:val="libAieChar"/>
          <w:rtl/>
        </w:rPr>
        <w:t xml:space="preserve">. </w:t>
      </w:r>
      <w:r w:rsidR="003D3A85" w:rsidRPr="00833A8D">
        <w:rPr>
          <w:rStyle w:val="libAieChar"/>
          <w:rtl/>
        </w:rPr>
        <w:t>ب</w:t>
      </w:r>
      <w:r w:rsidR="009C7B0C">
        <w:rPr>
          <w:rStyle w:val="libAieChar"/>
          <w:rtl/>
        </w:rPr>
        <w:t>:</w:t>
      </w:r>
      <w:r w:rsidR="003D3A85" w:rsidRPr="00833A8D">
        <w:rPr>
          <w:rStyle w:val="libAieChar"/>
          <w:rtl/>
        </w:rPr>
        <w:t xml:space="preserve"> ما تو را بزرگ كرديم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چگونه الطاف ما را كفران و ناسپاسى مى كنى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ناسپاس كه پيامبر نمى شود</w:t>
      </w:r>
      <w:r w:rsidR="009C7B0C">
        <w:rPr>
          <w:rStyle w:val="libAieChar"/>
          <w:rtl/>
        </w:rPr>
        <w:t xml:space="preserve">. </w:t>
      </w:r>
      <w:r w:rsidR="003D3A85" w:rsidRPr="00833A8D">
        <w:rPr>
          <w:rStyle w:val="libAieChar"/>
          <w:rtl/>
        </w:rPr>
        <w:t>آيات بعد پاسخ موسى را بيان كرده است</w:t>
      </w:r>
      <w:r w:rsidR="009C7B0C">
        <w:rPr>
          <w:rStyle w:val="libAieChar"/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33" w:name="_Toc365973830"/>
      <w:r w:rsidRPr="002C79C2">
        <w:rPr>
          <w:rtl/>
        </w:rPr>
        <w:t>پيام ها</w:t>
      </w:r>
      <w:r w:rsidR="009C7B0C">
        <w:rPr>
          <w:rtl/>
        </w:rPr>
        <w:t>:</w:t>
      </w:r>
      <w:bookmarkEnd w:id="33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منّت گذاشتن و به رخ كشيدن</w:t>
      </w:r>
      <w:r w:rsidR="009C7B0C">
        <w:rPr>
          <w:rtl/>
        </w:rPr>
        <w:t xml:space="preserve">، </w:t>
      </w:r>
      <w:r>
        <w:rPr>
          <w:rtl/>
        </w:rPr>
        <w:t>از ويژگى هاى مستكبران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اءلم نُربّك فينا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اراده ى الهى</w:t>
      </w:r>
      <w:r w:rsidR="009C7B0C">
        <w:rPr>
          <w:rtl/>
        </w:rPr>
        <w:t xml:space="preserve">، </w:t>
      </w:r>
      <w:r>
        <w:rPr>
          <w:rtl/>
        </w:rPr>
        <w:t>موسى را در دامن فرعون پرورش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اءلم نُربّك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3- اگر كسى را بزرگ كرديم</w:t>
      </w:r>
      <w:r w:rsidR="009C7B0C">
        <w:rPr>
          <w:rtl/>
        </w:rPr>
        <w:t xml:space="preserve">، </w:t>
      </w:r>
      <w:r>
        <w:rPr>
          <w:rtl/>
        </w:rPr>
        <w:t>يا حرفه اى به او آموختيم</w:t>
      </w:r>
      <w:r w:rsidR="009C7B0C">
        <w:rPr>
          <w:rtl/>
        </w:rPr>
        <w:t xml:space="preserve">، </w:t>
      </w:r>
      <w:r>
        <w:rPr>
          <w:rtl/>
        </w:rPr>
        <w:t>يا در امر ازدواج و مسكن و امثال آن به او كمكى كرديم</w:t>
      </w:r>
      <w:r w:rsidR="009C7B0C">
        <w:rPr>
          <w:rtl/>
        </w:rPr>
        <w:t xml:space="preserve">، </w:t>
      </w:r>
      <w:r>
        <w:rPr>
          <w:rtl/>
        </w:rPr>
        <w:t>نبايد با اين دليل و بهانه</w:t>
      </w:r>
      <w:r w:rsidR="009C7B0C">
        <w:rPr>
          <w:rtl/>
        </w:rPr>
        <w:t xml:space="preserve">، </w:t>
      </w:r>
      <w:r>
        <w:rPr>
          <w:rtl/>
        </w:rPr>
        <w:t>سخن حقّ او را نپذيريم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اءلم نُربّك فينا وليداً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اولياى خدا نمك گير نمى شوند و محيط و جامعه در آنها اثر نمى گذارد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لَبِثتَ فينا من عُمُرِك سنين</w:t>
      </w:r>
      <w:r>
        <w:rPr>
          <w:rtl/>
        </w:rPr>
        <w:t xml:space="preserve"> (موسى نگفت ما كه مدّت ها سر سفره ى فرعون بوده ايم يا حال كه همه تسليم او هستند و جامعه بر محور او مى چرخد</w:t>
      </w:r>
      <w:r w:rsidR="009C7B0C">
        <w:rPr>
          <w:rtl/>
        </w:rPr>
        <w:t xml:space="preserve">، </w:t>
      </w:r>
      <w:r>
        <w:rPr>
          <w:rtl/>
        </w:rPr>
        <w:t>كمى كوتاه بيائيم و سكوت اختيار كنيم</w:t>
      </w:r>
      <w:r w:rsidR="009C7B0C">
        <w:rPr>
          <w:rtl/>
        </w:rPr>
        <w:t>.)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حقّ نان و نمك آن نيست كه صاحب حقّ را به حال خود رها كنيم و اشتباهات او را هم بپذيريم</w:t>
      </w:r>
      <w:r w:rsidR="009C7B0C">
        <w:rPr>
          <w:rtl/>
        </w:rPr>
        <w:t xml:space="preserve">. </w:t>
      </w:r>
      <w:r w:rsidR="007F2F6B">
        <w:rPr>
          <w:rtl/>
        </w:rPr>
        <w:t>(حضرت موسى نان و نمك فرعون را خورده بود</w:t>
      </w:r>
      <w:r w:rsidR="009C7B0C">
        <w:rPr>
          <w:rtl/>
        </w:rPr>
        <w:t xml:space="preserve">، </w:t>
      </w:r>
      <w:r w:rsidR="007F2F6B">
        <w:rPr>
          <w:rtl/>
        </w:rPr>
        <w:t>ولى او را به حال خود رها نكرد</w:t>
      </w:r>
      <w:r w:rsidR="009C7B0C">
        <w:rPr>
          <w:rtl/>
        </w:rPr>
        <w:t>.)</w:t>
      </w:r>
      <w:r w:rsidR="007F2F6B">
        <w:rPr>
          <w:rtl/>
        </w:rPr>
        <w:t xml:space="preserve"> </w:t>
      </w:r>
      <w:r w:rsidR="003D3A85" w:rsidRPr="00833A8D">
        <w:rPr>
          <w:rStyle w:val="libAieChar"/>
          <w:rtl/>
        </w:rPr>
        <w:t>نربّك فينا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لَبثتَ فينا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به توقّعات نابجاى مستكبران اعتنا نكنيم</w:t>
      </w:r>
      <w:r w:rsidR="009C7B0C">
        <w:rPr>
          <w:rtl/>
        </w:rPr>
        <w:t xml:space="preserve">. </w:t>
      </w:r>
      <w:r>
        <w:rPr>
          <w:rtl/>
        </w:rPr>
        <w:t>ناسپاسى در برابر مستكبر</w:t>
      </w:r>
      <w:r w:rsidR="009C7B0C">
        <w:rPr>
          <w:rtl/>
        </w:rPr>
        <w:t xml:space="preserve">، </w:t>
      </w:r>
      <w:r>
        <w:rPr>
          <w:rtl/>
        </w:rPr>
        <w:t>بد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انت من الكافرين</w:t>
      </w:r>
    </w:p>
    <w:p w:rsidR="007F2F6B" w:rsidRDefault="00573D7D" w:rsidP="00573D7D">
      <w:pPr>
        <w:pStyle w:val="Heading1"/>
        <w:rPr>
          <w:rtl/>
        </w:rPr>
      </w:pPr>
      <w:bookmarkStart w:id="34" w:name="_Toc365973831"/>
      <w:r>
        <w:rPr>
          <w:rtl/>
        </w:rPr>
        <w:t>20 - قَالَ فَعَلْتُهَآ إِذاً وَ اءَنَاْ مِنَ الضَّآلِّينَ</w:t>
      </w:r>
      <w:bookmarkEnd w:id="34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5" w:name="_Toc365973832"/>
      <w:r w:rsidR="00573D7D">
        <w:rPr>
          <w:rtl/>
        </w:rPr>
        <w:t>21 - فَفَرَرْتُ مِنكُمْ لَمَّا خِفْتُكُمْ فَوَهَبَ لِى رَبِّى حُكْماً وَجَعَلَنِى مِنَ الْمُرْسَلِينَ</w:t>
      </w:r>
      <w:bookmarkEnd w:id="3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(موسى) گفت</w:t>
      </w:r>
      <w:r w:rsidR="009C7B0C">
        <w:rPr>
          <w:rtl/>
        </w:rPr>
        <w:t>:</w:t>
      </w:r>
      <w:r>
        <w:rPr>
          <w:rtl/>
        </w:rPr>
        <w:t xml:space="preserve"> آن (قتل) را زمانى انجام دادم كه از سرگشتگان بودم</w:t>
      </w:r>
      <w:r w:rsidR="009C7B0C">
        <w:rPr>
          <w:rtl/>
        </w:rPr>
        <w:t xml:space="preserve">. </w:t>
      </w:r>
      <w:r>
        <w:rPr>
          <w:rtl/>
        </w:rPr>
        <w:t>و چون از شما ترسيدم از نزد شما گريختم</w:t>
      </w:r>
      <w:r w:rsidR="009C7B0C">
        <w:rPr>
          <w:rtl/>
        </w:rPr>
        <w:t xml:space="preserve">، </w:t>
      </w:r>
      <w:r>
        <w:rPr>
          <w:rtl/>
        </w:rPr>
        <w:t>سپس پروردگارم به من حكمت (و دانش) بخشيد و مرا از پيامبران قرار داد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6" w:name="_Toc365973833"/>
      <w:r>
        <w:rPr>
          <w:rtl/>
        </w:rPr>
        <w:lastRenderedPageBreak/>
        <w:t>نكته ها</w:t>
      </w:r>
      <w:r w:rsidR="009C7B0C">
        <w:rPr>
          <w:rtl/>
        </w:rPr>
        <w:t>:</w:t>
      </w:r>
      <w:bookmarkEnd w:id="36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مراد از حُكم</w:t>
      </w:r>
      <w:r>
        <w:rPr>
          <w:rStyle w:val="libAieChar"/>
          <w:rtl/>
        </w:rPr>
        <w:t xml:space="preserve"> </w:t>
      </w:r>
      <w:r w:rsidR="007F2F6B">
        <w:rPr>
          <w:rtl/>
        </w:rPr>
        <w:t>در آيه ؛ يا حكومت و سرپرستى بنى اسرائيل است و يا حكمت و دانش</w:t>
      </w:r>
      <w:r w:rsidR="009C7B0C">
        <w:rPr>
          <w:rtl/>
        </w:rPr>
        <w:t xml:space="preserve">. </w:t>
      </w:r>
    </w:p>
    <w:p w:rsidR="003D3A85" w:rsidRPr="003D3A85" w:rsidRDefault="003D3A85" w:rsidP="00FB332D">
      <w:pPr>
        <w:pStyle w:val="libNormal"/>
        <w:rPr>
          <w:rtl/>
        </w:rPr>
      </w:pPr>
      <w:r w:rsidRPr="003D3A85">
        <w:rPr>
          <w:rtl/>
        </w:rPr>
        <w:t xml:space="preserve"> در اين دو آيه</w:t>
      </w:r>
      <w:r w:rsidR="009C7B0C">
        <w:rPr>
          <w:rtl/>
        </w:rPr>
        <w:t xml:space="preserve">، </w:t>
      </w:r>
      <w:r w:rsidRPr="003D3A85">
        <w:rPr>
          <w:rtl/>
        </w:rPr>
        <w:t xml:space="preserve">حضرت موسى </w:t>
      </w:r>
      <w:r w:rsidR="00BA599A" w:rsidRPr="00BA599A">
        <w:rPr>
          <w:rStyle w:val="libAlaemChar"/>
          <w:rtl/>
        </w:rPr>
        <w:t>عليه‌السلام</w:t>
      </w:r>
      <w:r w:rsidRPr="003D3A85">
        <w:rPr>
          <w:rtl/>
        </w:rPr>
        <w:t xml:space="preserve"> ايرادهاى فرعون را كه در آيه قبل گفتيم</w:t>
      </w:r>
      <w:r w:rsidR="009C7B0C">
        <w:rPr>
          <w:rtl/>
        </w:rPr>
        <w:t xml:space="preserve">، </w:t>
      </w:r>
      <w:r w:rsidRPr="003D3A85">
        <w:rPr>
          <w:rtl/>
        </w:rPr>
        <w:t>پاسخ مى دهد</w:t>
      </w:r>
      <w:r w:rsidR="009C7B0C">
        <w:rPr>
          <w:rtl/>
        </w:rPr>
        <w:t xml:space="preserve">. </w:t>
      </w:r>
    </w:p>
    <w:p w:rsidR="007F2F6B" w:rsidRDefault="003D3A85" w:rsidP="00FB332D">
      <w:pPr>
        <w:pStyle w:val="libNormal"/>
        <w:rPr>
          <w:rtl/>
        </w:rPr>
      </w:pPr>
      <w:r w:rsidRPr="003D3A85">
        <w:rPr>
          <w:rtl/>
        </w:rPr>
        <w:t xml:space="preserve"> چنانكه گذشت حضرت موسى به خاطر طرفدارى از يكى از ياران خود</w:t>
      </w:r>
      <w:r w:rsidR="009C7B0C">
        <w:rPr>
          <w:rtl/>
        </w:rPr>
        <w:t xml:space="preserve">، </w:t>
      </w:r>
      <w:r w:rsidRPr="003D3A85">
        <w:rPr>
          <w:rtl/>
        </w:rPr>
        <w:t>مشتى به مخالف او زد و شخص</w:t>
      </w:r>
      <w:r w:rsidR="00833A8D">
        <w:rPr>
          <w:rtl/>
        </w:rPr>
        <w:t xml:space="preserve"> </w:t>
      </w:r>
      <w:r w:rsidRPr="003D3A85">
        <w:rPr>
          <w:rtl/>
        </w:rPr>
        <w:t>مخالف با همان ضربه مُرد</w:t>
      </w:r>
      <w:r w:rsidR="009C7B0C">
        <w:rPr>
          <w:rtl/>
        </w:rPr>
        <w:t xml:space="preserve">. </w:t>
      </w:r>
      <w:r w:rsidRPr="003D3A85">
        <w:rPr>
          <w:rtl/>
        </w:rPr>
        <w:t>اين قتل نه از روى عمد بود و نه با آلت قتل انجام گرفت</w:t>
      </w:r>
      <w:r w:rsidR="009C7B0C">
        <w:rPr>
          <w:rtl/>
        </w:rPr>
        <w:t xml:space="preserve">، </w:t>
      </w:r>
      <w:r w:rsidRPr="003D3A85">
        <w:rPr>
          <w:rtl/>
        </w:rPr>
        <w:t>بلكه يك حادثه ى ناخواسته و يك لغزش عملى بدون سوء نيّت بود كه قبل از نبوّت موسى آن هم به خاطر طرفدارى از يك مظلوم اتّفاق افتاده بود</w:t>
      </w:r>
      <w:r w:rsidR="009C7B0C">
        <w:rPr>
          <w:rtl/>
        </w:rPr>
        <w:t xml:space="preserve">. </w:t>
      </w:r>
      <w:r w:rsidRPr="003D3A85">
        <w:rPr>
          <w:rtl/>
        </w:rPr>
        <w:t>بنابراين</w:t>
      </w:r>
      <w:r w:rsidR="009C7B0C">
        <w:rPr>
          <w:rtl/>
        </w:rPr>
        <w:t xml:space="preserve">، </w:t>
      </w:r>
      <w:r w:rsidRPr="003D3A85">
        <w:rPr>
          <w:rtl/>
        </w:rPr>
        <w:t>ضالّ</w:t>
      </w:r>
      <w:r w:rsidR="007F2F6B">
        <w:rPr>
          <w:rtl/>
        </w:rPr>
        <w:t xml:space="preserve"> در آيه ى مذكور</w:t>
      </w:r>
      <w:r w:rsidR="009C7B0C">
        <w:rPr>
          <w:rtl/>
        </w:rPr>
        <w:t xml:space="preserve">، </w:t>
      </w:r>
      <w:r w:rsidR="007F2F6B">
        <w:rPr>
          <w:rtl/>
        </w:rPr>
        <w:t>يك انحراف عملى بدون قصد است كه ضربه اى به عصمت نمى زند و يا به معناى تحيّر است</w:t>
      </w:r>
      <w:r w:rsidR="009C7B0C">
        <w:rPr>
          <w:rtl/>
        </w:rPr>
        <w:t xml:space="preserve">، </w:t>
      </w:r>
      <w:r w:rsidR="007F2F6B">
        <w:rPr>
          <w:rtl/>
        </w:rPr>
        <w:t>نظير آيه ى 7 سوره ى ضُحى</w:t>
      </w:r>
      <w:r w:rsidR="009C7B0C">
        <w:rPr>
          <w:rtl/>
        </w:rPr>
        <w:t>:</w:t>
      </w:r>
      <w:r w:rsidR="007F2F6B">
        <w:rPr>
          <w:rtl/>
        </w:rPr>
        <w:t xml:space="preserve"> </w:t>
      </w:r>
      <w:r w:rsidRPr="00833A8D">
        <w:rPr>
          <w:rStyle w:val="libAieChar"/>
          <w:rtl/>
        </w:rPr>
        <w:t>و وَجَدك ضالا فَهَدى</w:t>
      </w:r>
      <w:r w:rsidR="009C7B0C">
        <w:rPr>
          <w:rtl/>
        </w:rPr>
        <w:t xml:space="preserve">. </w:t>
      </w:r>
    </w:p>
    <w:p w:rsidR="007F2F6B" w:rsidRDefault="003D3A85" w:rsidP="00FB332D">
      <w:pPr>
        <w:pStyle w:val="libNormal"/>
        <w:rPr>
          <w:rtl/>
        </w:rPr>
      </w:pPr>
      <w:r w:rsidRPr="00FB332D">
        <w:rPr>
          <w:rtl/>
        </w:rPr>
        <w:t xml:space="preserve"> از اميرال</w:t>
      </w:r>
      <w:r w:rsidR="00BA599A">
        <w:rPr>
          <w:rtl/>
        </w:rPr>
        <w:t>مؤمن</w:t>
      </w:r>
      <w:r w:rsidRPr="00FB332D">
        <w:rPr>
          <w:rtl/>
        </w:rPr>
        <w:t xml:space="preserve">ين على </w:t>
      </w:r>
      <w:r w:rsidR="00BA599A" w:rsidRPr="00BA599A">
        <w:rPr>
          <w:rStyle w:val="libAlaemChar"/>
          <w:rtl/>
        </w:rPr>
        <w:t>عليه‌السلام</w:t>
      </w:r>
      <w:r w:rsidRPr="00FB332D">
        <w:rPr>
          <w:rtl/>
        </w:rPr>
        <w:t xml:space="preserve"> پرسيدند: چرا بعد از پيامبر اكرم </w:t>
      </w:r>
      <w:r w:rsidR="00316C3A" w:rsidRPr="00316C3A">
        <w:rPr>
          <w:rStyle w:val="libAlaemChar"/>
          <w:rtl/>
        </w:rPr>
        <w:t>صلى‌الله‌عليه‌وآله</w:t>
      </w:r>
      <w:r w:rsidRPr="00FB332D">
        <w:rPr>
          <w:rtl/>
        </w:rPr>
        <w:t xml:space="preserve"> حقّ خود را با شمشير نگرفتيد</w:t>
      </w:r>
      <w:r w:rsidR="009C7B0C">
        <w:rPr>
          <w:rtl/>
        </w:rPr>
        <w:t xml:space="preserve">، </w:t>
      </w:r>
      <w:r w:rsidRPr="00FB332D">
        <w:rPr>
          <w:rtl/>
        </w:rPr>
        <w:t>و چرا همان گونه كه با طلحه و زبير و معاويه جنگ كرديد با خلفاى پيش از خود جنگ نكرديد؟ حضرت فرمود: گاهى سكوت لازم است</w:t>
      </w:r>
      <w:r w:rsidR="009C7B0C">
        <w:rPr>
          <w:rtl/>
        </w:rPr>
        <w:t xml:space="preserve">. </w:t>
      </w:r>
      <w:r w:rsidRPr="00FB332D">
        <w:rPr>
          <w:rtl/>
        </w:rPr>
        <w:t>مگر ابراهيم به مردم نفرمود: من از شما كناره مى گيرم</w:t>
      </w:r>
      <w:r w:rsidR="009C7B0C">
        <w:rPr>
          <w:rStyle w:val="libAieChar"/>
          <w:rtl/>
        </w:rPr>
        <w:t>:</w:t>
      </w:r>
      <w:r w:rsidRPr="00833A8D">
        <w:rPr>
          <w:rStyle w:val="libAieChar"/>
          <w:rtl/>
        </w:rPr>
        <w:t xml:space="preserve"> و اعتزلُكم و ما تَدعون من دون اللّه</w:t>
      </w:r>
      <w:r w:rsidR="00FB332D">
        <w:rPr>
          <w:rStyle w:val="libFootnotenumChar"/>
          <w:rFonts w:hint="cs"/>
          <w:rtl/>
        </w:rPr>
        <w:t xml:space="preserve">(4) </w:t>
      </w:r>
      <w:r w:rsidR="007F2F6B">
        <w:rPr>
          <w:rtl/>
        </w:rPr>
        <w:t xml:space="preserve">مگر هارون نفرمود: </w:t>
      </w:r>
      <w:r w:rsidRPr="00833A8D">
        <w:rPr>
          <w:rStyle w:val="libAieChar"/>
          <w:rtl/>
        </w:rPr>
        <w:t>اِنّ القوم استضعَفونى و كادوا يَقتلونَنى</w:t>
      </w:r>
      <w:r w:rsidR="00FB332D">
        <w:rPr>
          <w:rStyle w:val="libFootnotenumChar"/>
          <w:rFonts w:hint="cs"/>
          <w:rtl/>
        </w:rPr>
        <w:t xml:space="preserve">(5) </w:t>
      </w:r>
      <w:r w:rsidR="007F2F6B">
        <w:rPr>
          <w:rtl/>
        </w:rPr>
        <w:t>مردم مرا به ضعف كشاندند و نزديك بود مرا بكشند؟ مگر يوسف نفرمود:</w:t>
      </w:r>
      <w:r w:rsidRPr="00833A8D">
        <w:rPr>
          <w:rStyle w:val="libAieChar"/>
          <w:rtl/>
        </w:rPr>
        <w:t xml:space="preserve"> ربّ السِجنُ اَحبّ الىّ</w:t>
      </w:r>
      <w:r w:rsidR="00FB332D">
        <w:rPr>
          <w:rStyle w:val="libFootnotenumChar"/>
          <w:rFonts w:hint="cs"/>
          <w:rtl/>
        </w:rPr>
        <w:t xml:space="preserve">(6) </w:t>
      </w:r>
      <w:r w:rsidR="007F2F6B">
        <w:rPr>
          <w:rtl/>
        </w:rPr>
        <w:t>پروردگارا! زندان براى من بهتر از استجابت تقاضاى آنهاست</w:t>
      </w:r>
      <w:r w:rsidR="009C7B0C">
        <w:rPr>
          <w:rtl/>
        </w:rPr>
        <w:t>؟</w:t>
      </w:r>
      <w:r w:rsidR="007F2F6B">
        <w:rPr>
          <w:rtl/>
        </w:rPr>
        <w:t xml:space="preserve"> مگر پيامبر اكرم در غار نرفت و من جاى او نخوابيدم</w:t>
      </w:r>
      <w:r w:rsidR="009C7B0C">
        <w:rPr>
          <w:rtl/>
        </w:rPr>
        <w:t>؟</w:t>
      </w:r>
      <w:r w:rsidR="007F2F6B">
        <w:rPr>
          <w:rtl/>
        </w:rPr>
        <w:t xml:space="preserve"> مگر موسى نفرمود: </w:t>
      </w:r>
      <w:r w:rsidRPr="00833A8D">
        <w:rPr>
          <w:rStyle w:val="libAieChar"/>
          <w:rtl/>
        </w:rPr>
        <w:t>ففَررتُ منكم لما خِفتكم</w:t>
      </w:r>
      <w:r w:rsidR="007F2F6B">
        <w:rPr>
          <w:rtl/>
        </w:rPr>
        <w:t xml:space="preserve"> همين كه ترسيدم فرار كردم</w:t>
      </w:r>
      <w:r w:rsidR="009C7B0C">
        <w:rPr>
          <w:rtl/>
        </w:rPr>
        <w:t xml:space="preserve">، </w:t>
      </w:r>
      <w:r w:rsidR="007F2F6B">
        <w:rPr>
          <w:rtl/>
        </w:rPr>
        <w:t xml:space="preserve">و مگر حضرت لوط </w:t>
      </w:r>
      <w:r w:rsidR="00BA599A" w:rsidRPr="00BA599A">
        <w:rPr>
          <w:rStyle w:val="libAlaemChar"/>
          <w:rtl/>
        </w:rPr>
        <w:t>عليه‌السلام</w:t>
      </w:r>
      <w:r w:rsidR="007F2F6B">
        <w:rPr>
          <w:rtl/>
        </w:rPr>
        <w:t xml:space="preserve"> در برابر تقاضاى گنهكاران نفرمود: </w:t>
      </w:r>
      <w:r w:rsidRPr="00833A8D">
        <w:rPr>
          <w:rStyle w:val="libAieChar"/>
          <w:rtl/>
        </w:rPr>
        <w:t>لو اَنّ لى بكم قُوّة او آوى الى رُكنٍ شديد</w:t>
      </w:r>
      <w:r w:rsidR="007F2F6B">
        <w:t xml:space="preserve"> </w:t>
      </w:r>
      <w:r w:rsidR="00573D7D" w:rsidRPr="00573D7D">
        <w:rPr>
          <w:rStyle w:val="libFootnotenumChar"/>
        </w:rPr>
        <w:t>(7</w:t>
      </w:r>
      <w:r w:rsidR="00573D7D" w:rsidRPr="00573D7D">
        <w:rPr>
          <w:rStyle w:val="libFootnotenumChar"/>
          <w:rtl/>
        </w:rPr>
        <w:t>)</w:t>
      </w:r>
      <w:r w:rsidR="007F2F6B">
        <w:rPr>
          <w:rtl/>
        </w:rPr>
        <w:t xml:space="preserve"> اى كاش </w:t>
      </w:r>
      <w:r w:rsidR="007F2F6B">
        <w:rPr>
          <w:rtl/>
        </w:rPr>
        <w:lastRenderedPageBreak/>
        <w:t>قدرتى داشتم (تا شما را از اين عمل ننگين باز مى داشتم) و يا به جايگاه محكم و اءمن پناه مى بردم (و از شرّ شما درامان بودم)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(8)</w:t>
      </w:r>
      <w:r w:rsidR="007F2F6B">
        <w:rPr>
          <w:rtl/>
        </w:rPr>
        <w:t xml:space="preserve"> بنابراين ساير اولياى خدا نيز گاهى در شرايطى مجبور به سكوت و انزوا مى شدند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7" w:name="_Toc365973834"/>
      <w:r>
        <w:rPr>
          <w:rtl/>
        </w:rPr>
        <w:t>پيام ها</w:t>
      </w:r>
      <w:r w:rsidR="009C7B0C">
        <w:rPr>
          <w:rtl/>
        </w:rPr>
        <w:t>:</w:t>
      </w:r>
      <w:bookmarkEnd w:id="37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گاهى اقرار</w:t>
      </w:r>
      <w:r w:rsidR="009C7B0C">
        <w:rPr>
          <w:rtl/>
        </w:rPr>
        <w:t xml:space="preserve">، </w:t>
      </w:r>
      <w:r>
        <w:rPr>
          <w:rtl/>
        </w:rPr>
        <w:t>يك ارزش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فَعَلتُها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فرار از طاغوت</w:t>
      </w:r>
      <w:r w:rsidR="009C7B0C">
        <w:rPr>
          <w:rtl/>
        </w:rPr>
        <w:t xml:space="preserve">، </w:t>
      </w:r>
      <w:r>
        <w:rPr>
          <w:rtl/>
        </w:rPr>
        <w:t>مقدّمه ى دريافت الطاف الهى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ففررت منكم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 xml:space="preserve">فوهب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انبيا از الطاف خاصّ خداوند برخوردارند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فَوَهبَ لى و جَعَلنى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نبوّت</w:t>
      </w:r>
      <w:r w:rsidR="009C7B0C">
        <w:rPr>
          <w:rtl/>
        </w:rPr>
        <w:t xml:space="preserve">، </w:t>
      </w:r>
      <w:r>
        <w:rPr>
          <w:rtl/>
        </w:rPr>
        <w:t>يك جريان در طول تاريخ است</w:t>
      </w:r>
      <w:r w:rsidR="009C7B0C">
        <w:rPr>
          <w:rtl/>
        </w:rPr>
        <w:t xml:space="preserve">، </w:t>
      </w:r>
      <w:r>
        <w:rPr>
          <w:rtl/>
        </w:rPr>
        <w:t>انبياى بسيارى قبل از موسى بوده اند پس تعجّب فرعون نابجاست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المرسلين</w:t>
      </w:r>
    </w:p>
    <w:p w:rsidR="007F2F6B" w:rsidRDefault="00573D7D" w:rsidP="00573D7D">
      <w:pPr>
        <w:pStyle w:val="Heading1"/>
        <w:rPr>
          <w:rtl/>
        </w:rPr>
      </w:pPr>
      <w:bookmarkStart w:id="38" w:name="_Toc365973835"/>
      <w:r>
        <w:rPr>
          <w:rtl/>
        </w:rPr>
        <w:t>22 - وَتِلْكَ نِعْمَةٌ تَمُنُّهَا عَلَىَّ اءَنْ عَبَّدتَ بَنِى إِسْرَءِيلَ</w:t>
      </w:r>
      <w:bookmarkEnd w:id="3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(آيا) اين كه بنى اسرائيل را بنده ى خود ساخته اى نعمتى است كه منّتش را بر من مى نهى</w:t>
      </w:r>
      <w:r w:rsidR="009C7B0C">
        <w:rPr>
          <w:rtl/>
        </w:rPr>
        <w:t>؟</w:t>
      </w:r>
      <w:r>
        <w:rPr>
          <w:rtl/>
        </w:rPr>
        <w:t xml:space="preserve"> (چرا نبايد من در خانه ى پدرم رشد كنم</w:t>
      </w:r>
      <w:r w:rsidR="009C7B0C">
        <w:rPr>
          <w:rtl/>
        </w:rPr>
        <w:t>؟</w:t>
      </w:r>
      <w:r>
        <w:rPr>
          <w:rtl/>
        </w:rPr>
        <w:t>)</w:t>
      </w:r>
    </w:p>
    <w:p w:rsidR="007F2F6B" w:rsidRDefault="00573D7D" w:rsidP="00573D7D">
      <w:pPr>
        <w:pStyle w:val="Heading1"/>
        <w:rPr>
          <w:rtl/>
        </w:rPr>
      </w:pPr>
      <w:bookmarkStart w:id="39" w:name="_Toc365973836"/>
      <w:r>
        <w:rPr>
          <w:rtl/>
        </w:rPr>
        <w:t>23 - قَالَ فِرْعَوْنُ وَمَا رَبُّ الْعَلَمِينَ</w:t>
      </w:r>
      <w:bookmarkEnd w:id="3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(فرعون) گفت</w:t>
      </w:r>
      <w:r w:rsidR="009C7B0C">
        <w:rPr>
          <w:rtl/>
        </w:rPr>
        <w:t>:</w:t>
      </w:r>
      <w:r>
        <w:rPr>
          <w:rtl/>
        </w:rPr>
        <w:t xml:space="preserve"> پروردگار جهانيان چيست</w:t>
      </w:r>
      <w:r w:rsidR="009C7B0C">
        <w:rPr>
          <w:rtl/>
        </w:rPr>
        <w:t>؟</w:t>
      </w:r>
    </w:p>
    <w:p w:rsidR="007F2F6B" w:rsidRDefault="003D3A85" w:rsidP="003D3A85">
      <w:pPr>
        <w:pStyle w:val="Heading2"/>
        <w:rPr>
          <w:rtl/>
        </w:rPr>
      </w:pPr>
      <w:bookmarkStart w:id="40" w:name="_Toc365973837"/>
      <w:r>
        <w:rPr>
          <w:rtl/>
        </w:rPr>
        <w:t>نكته ها</w:t>
      </w:r>
      <w:r w:rsidR="009C7B0C">
        <w:rPr>
          <w:rtl/>
        </w:rPr>
        <w:t>:</w:t>
      </w:r>
      <w:bookmarkEnd w:id="40"/>
    </w:p>
    <w:p w:rsidR="003D3A85" w:rsidRPr="003D3A85" w:rsidRDefault="00833A8D" w:rsidP="007B0A87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موسى به فرعون گفت</w:t>
      </w:r>
      <w:r w:rsidR="009C7B0C">
        <w:rPr>
          <w:rtl/>
        </w:rPr>
        <w:t>:</w:t>
      </w:r>
      <w:r w:rsidR="003D3A85" w:rsidRPr="003D3A85">
        <w:rPr>
          <w:rtl/>
        </w:rPr>
        <w:t xml:space="preserve"> من بايد در خانه ى پدرم بزرگ مى شدم</w:t>
      </w:r>
      <w:r w:rsidR="009C7B0C">
        <w:rPr>
          <w:rtl/>
        </w:rPr>
        <w:t xml:space="preserve">، </w:t>
      </w:r>
      <w:r w:rsidR="003D3A85" w:rsidRPr="003D3A85">
        <w:rPr>
          <w:rtl/>
        </w:rPr>
        <w:t>چرا پدرم را به بردگى كشاندى كه من به اجبار در خانه ى تو بزرگ شوم</w:t>
      </w:r>
      <w:r w:rsidR="009C7B0C">
        <w:rPr>
          <w:rtl/>
        </w:rPr>
        <w:t xml:space="preserve">، </w:t>
      </w:r>
      <w:r w:rsidR="003D3A85" w:rsidRPr="003D3A85">
        <w:rPr>
          <w:rtl/>
        </w:rPr>
        <w:t>آيا اين</w:t>
      </w:r>
      <w:r w:rsidR="009C7B0C">
        <w:rPr>
          <w:rtl/>
        </w:rPr>
        <w:t xml:space="preserve">، </w:t>
      </w:r>
      <w:r w:rsidR="003D3A85" w:rsidRPr="003D3A85">
        <w:rPr>
          <w:rtl/>
        </w:rPr>
        <w:t xml:space="preserve">نعمت </w:t>
      </w:r>
      <w:r w:rsidR="003D3A85" w:rsidRPr="003D3A85">
        <w:rPr>
          <w:rtl/>
        </w:rPr>
        <w:lastRenderedPageBreak/>
        <w:t>است كه آن را سپاس گزارم و يا اسارت است</w:t>
      </w:r>
      <w:r w:rsidR="009C7B0C">
        <w:rPr>
          <w:rtl/>
        </w:rPr>
        <w:t>؟</w:t>
      </w:r>
      <w:r w:rsidR="003D3A85" w:rsidRPr="003D3A85">
        <w:rPr>
          <w:rtl/>
        </w:rPr>
        <w:t>! گرچه در كاخ تو همه ى وسائل رفاه براى من بود</w:t>
      </w:r>
      <w:r w:rsidR="009C7B0C">
        <w:rPr>
          <w:rtl/>
        </w:rPr>
        <w:t xml:space="preserve">، </w:t>
      </w:r>
      <w:r w:rsidR="003D3A85" w:rsidRPr="003D3A85">
        <w:rPr>
          <w:rtl/>
        </w:rPr>
        <w:t>ولى من از اين كه بنى اسرائيل گرفتار بودند</w:t>
      </w:r>
      <w:r w:rsidR="009C7B0C">
        <w:rPr>
          <w:rtl/>
        </w:rPr>
        <w:t xml:space="preserve">، </w:t>
      </w:r>
      <w:r w:rsidR="003D3A85" w:rsidRPr="003D3A85">
        <w:rPr>
          <w:rtl/>
        </w:rPr>
        <w:t>ناراحتم</w:t>
      </w:r>
      <w:r w:rsidR="009C7B0C">
        <w:rPr>
          <w:rtl/>
        </w:rPr>
        <w:t xml:space="preserve">. </w:t>
      </w:r>
    </w:p>
    <w:p w:rsidR="007F2F6B" w:rsidRDefault="003D3A85" w:rsidP="007B0A87">
      <w:pPr>
        <w:pStyle w:val="libNormal"/>
      </w:pPr>
      <w:r w:rsidRPr="003D3A85">
        <w:rPr>
          <w:rtl/>
        </w:rPr>
        <w:t xml:space="preserve"> از قرآن استفاده مى شود كه فرعون در درون خود</w:t>
      </w:r>
      <w:r w:rsidR="009C7B0C">
        <w:rPr>
          <w:rtl/>
        </w:rPr>
        <w:t xml:space="preserve">، </w:t>
      </w:r>
      <w:r w:rsidRPr="003D3A85">
        <w:rPr>
          <w:rtl/>
        </w:rPr>
        <w:t xml:space="preserve">خدا را مى شناخت ؛ </w:t>
      </w:r>
      <w:r w:rsidRPr="00F01A59">
        <w:rPr>
          <w:rStyle w:val="libAieChar"/>
          <w:rtl/>
        </w:rPr>
        <w:t>قال لقد عَلِمتَ ما انزل هولاء الاّ ربّ السموات والارض</w:t>
      </w:r>
      <w:r w:rsidR="007B0A87">
        <w:rPr>
          <w:rStyle w:val="libFootnotenumChar"/>
          <w:rFonts w:hint="cs"/>
          <w:rtl/>
        </w:rPr>
        <w:t>(9)</w:t>
      </w:r>
      <w:r w:rsidR="007F2F6B">
        <w:rPr>
          <w:rtl/>
        </w:rPr>
        <w:t xml:space="preserve"> ولى به ظاهر خود را ربّ اعلاى مردم مى دانست</w:t>
      </w:r>
      <w:r w:rsidR="009C7B0C">
        <w:rPr>
          <w:rtl/>
        </w:rPr>
        <w:t xml:space="preserve">، </w:t>
      </w:r>
      <w:r w:rsidR="007F2F6B">
        <w:rPr>
          <w:rtl/>
        </w:rPr>
        <w:t>مثل مديرى كه بر افرادى تسلّط دارد</w:t>
      </w:r>
      <w:r w:rsidR="009C7B0C">
        <w:rPr>
          <w:rtl/>
        </w:rPr>
        <w:t xml:space="preserve">، </w:t>
      </w:r>
      <w:r w:rsidR="007F2F6B">
        <w:rPr>
          <w:rtl/>
        </w:rPr>
        <w:t>ولى در عين حال خود را تحت امر ديگرى مى داند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(10)</w:t>
      </w:r>
    </w:p>
    <w:p w:rsidR="007F2F6B" w:rsidRDefault="003D3A85" w:rsidP="003D3A85">
      <w:pPr>
        <w:pStyle w:val="Heading2"/>
        <w:rPr>
          <w:rtl/>
        </w:rPr>
      </w:pPr>
      <w:bookmarkStart w:id="41" w:name="_Toc365973838"/>
      <w:r>
        <w:rPr>
          <w:rtl/>
        </w:rPr>
        <w:t>پيام ها</w:t>
      </w:r>
      <w:r w:rsidR="009C7B0C">
        <w:rPr>
          <w:rtl/>
        </w:rPr>
        <w:t>:</w:t>
      </w:r>
      <w:bookmarkEnd w:id="41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تكبّر</w:t>
      </w:r>
      <w:r w:rsidR="009C7B0C">
        <w:rPr>
          <w:rtl/>
        </w:rPr>
        <w:t xml:space="preserve">، </w:t>
      </w:r>
      <w:r>
        <w:rPr>
          <w:rtl/>
        </w:rPr>
        <w:t>زشتى ها را نزد انسان زيبا جلوه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تلك نعمة تَمنّها علىَّ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به استكبار و منّت هاى او با صلابت پاسخ دهيد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تلك نعمة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گاهى مستكبران به خاطر حفظ تاج و تخت</w:t>
      </w:r>
      <w:r w:rsidR="009C7B0C">
        <w:rPr>
          <w:rtl/>
        </w:rPr>
        <w:t xml:space="preserve">، </w:t>
      </w:r>
      <w:r>
        <w:rPr>
          <w:rtl/>
        </w:rPr>
        <w:t>خود را به نادانى مى زنند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ربّ 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4- </w:t>
      </w:r>
      <w:r w:rsidR="00BC6E3A">
        <w:rPr>
          <w:rtl/>
        </w:rPr>
        <w:t>سؤال</w:t>
      </w:r>
      <w:r>
        <w:rPr>
          <w:rtl/>
        </w:rPr>
        <w:t xml:space="preserve"> مستكبرين</w:t>
      </w:r>
      <w:r w:rsidR="009C7B0C">
        <w:rPr>
          <w:rtl/>
        </w:rPr>
        <w:t xml:space="preserve">، </w:t>
      </w:r>
      <w:r>
        <w:rPr>
          <w:rtl/>
        </w:rPr>
        <w:t>مغرورانه و همراه با تحقير ديگران است</w:t>
      </w:r>
      <w:r w:rsidR="009C7B0C">
        <w:rPr>
          <w:rtl/>
        </w:rPr>
        <w:t xml:space="preserve">. </w:t>
      </w:r>
      <w:r>
        <w:rPr>
          <w:rtl/>
        </w:rPr>
        <w:t>فرعون گفت</w:t>
      </w:r>
      <w:r w:rsidR="009C7B0C">
        <w:rPr>
          <w:rtl/>
        </w:rPr>
        <w:t>: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و ما ربّ العالمين</w:t>
      </w:r>
      <w:r>
        <w:rPr>
          <w:rtl/>
        </w:rPr>
        <w:t xml:space="preserve"> و نگفت</w:t>
      </w:r>
      <w:r w:rsidR="009C7B0C">
        <w:rPr>
          <w:rtl/>
        </w:rPr>
        <w:t>: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و مَن ربّ العالمين</w:t>
      </w:r>
      <w:r w:rsidR="00833A8D">
        <w:rPr>
          <w:rStyle w:val="libAieChar"/>
          <w:rtl/>
        </w:rPr>
        <w:t xml:space="preserve"> </w:t>
      </w:r>
      <w:r>
        <w:rPr>
          <w:rtl/>
        </w:rPr>
        <w:t xml:space="preserve">(حرف </w:t>
      </w:r>
      <w:r w:rsidR="003D3A85" w:rsidRPr="00833A8D">
        <w:rPr>
          <w:rStyle w:val="libAieChar"/>
          <w:rtl/>
        </w:rPr>
        <w:t>ما</w:t>
      </w:r>
      <w:r>
        <w:rPr>
          <w:rtl/>
        </w:rPr>
        <w:t xml:space="preserve"> در زبان عرب براى جمادات به كار مى رود</w:t>
      </w:r>
      <w:r w:rsidR="009C7B0C">
        <w:rPr>
          <w:rtl/>
        </w:rPr>
        <w:t>.)</w:t>
      </w:r>
    </w:p>
    <w:p w:rsidR="007F2F6B" w:rsidRDefault="00573D7D" w:rsidP="00573D7D">
      <w:pPr>
        <w:pStyle w:val="Heading1"/>
        <w:rPr>
          <w:rtl/>
        </w:rPr>
      </w:pPr>
      <w:bookmarkStart w:id="42" w:name="_Toc365973839"/>
      <w:r>
        <w:rPr>
          <w:rtl/>
        </w:rPr>
        <w:t>24 - قَالَ رَبُّ السَّمَوَتِ وَالاَْرْضِ وَمَا بَيْنَهُمَآ إِن كُنتُم مُّوقِنِينَ</w:t>
      </w:r>
      <w:bookmarkEnd w:id="4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(موسى) گفت</w:t>
      </w:r>
      <w:r w:rsidR="009C7B0C">
        <w:rPr>
          <w:rtl/>
        </w:rPr>
        <w:t>:</w:t>
      </w:r>
      <w:r>
        <w:rPr>
          <w:rtl/>
        </w:rPr>
        <w:t xml:space="preserve"> پروردگار آسمان ها وزمين وآنچه ميان آنهاست</w:t>
      </w:r>
      <w:r w:rsidR="009C7B0C">
        <w:rPr>
          <w:rtl/>
        </w:rPr>
        <w:t xml:space="preserve">، </w:t>
      </w:r>
      <w:r>
        <w:rPr>
          <w:rtl/>
        </w:rPr>
        <w:t>اگر باور داريد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43" w:name="_Toc365973840"/>
      <w:r>
        <w:rPr>
          <w:rtl/>
        </w:rPr>
        <w:t>2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قَالَ لِمَنْ حَوْلَهُ اءَلاَ تَسْتَمِعُونَ</w:t>
      </w:r>
      <w:bookmarkEnd w:id="4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(فرعون) به اطرافيان خود گفت</w:t>
      </w:r>
      <w:r w:rsidR="009C7B0C">
        <w:rPr>
          <w:rtl/>
        </w:rPr>
        <w:t>:</w:t>
      </w:r>
      <w:r>
        <w:rPr>
          <w:rtl/>
        </w:rPr>
        <w:t xml:space="preserve"> آيا نمى شنويد (چه حرف هايى مى زند)؟</w:t>
      </w:r>
    </w:p>
    <w:p w:rsidR="007F2F6B" w:rsidRDefault="00573D7D" w:rsidP="00573D7D">
      <w:pPr>
        <w:pStyle w:val="Heading1"/>
        <w:rPr>
          <w:rtl/>
        </w:rPr>
      </w:pPr>
      <w:bookmarkStart w:id="44" w:name="_Toc365973841"/>
      <w:r>
        <w:rPr>
          <w:rtl/>
        </w:rPr>
        <w:lastRenderedPageBreak/>
        <w:t>26 - قَالَ رَبُّكُمْ وَرَبُّ ءَابَآئِكُمُ الاَْوَّلِينَ</w:t>
      </w:r>
      <w:bookmarkEnd w:id="4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(بار ديگر موسى) گفت</w:t>
      </w:r>
      <w:r w:rsidR="009C7B0C">
        <w:rPr>
          <w:rtl/>
        </w:rPr>
        <w:t>:</w:t>
      </w:r>
      <w:r>
        <w:rPr>
          <w:rtl/>
        </w:rPr>
        <w:t xml:space="preserve"> او پروردگار شما و پروردگار نياكان شماست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45" w:name="_Toc365973842"/>
      <w:r>
        <w:rPr>
          <w:rtl/>
        </w:rPr>
        <w:t>نكته ها</w:t>
      </w:r>
      <w:r w:rsidR="009C7B0C">
        <w:rPr>
          <w:rtl/>
        </w:rPr>
        <w:t>:</w:t>
      </w:r>
      <w:bookmarkEnd w:id="45"/>
    </w:p>
    <w:p w:rsidR="007F2F6B" w:rsidRPr="00F01A59" w:rsidRDefault="00833A8D" w:rsidP="00F01A59">
      <w:pPr>
        <w:pStyle w:val="libNormal"/>
        <w:rPr>
          <w:rtl/>
        </w:rPr>
      </w:pPr>
      <w:r w:rsidRPr="00F01A59">
        <w:rPr>
          <w:rtl/>
        </w:rPr>
        <w:t xml:space="preserve"> </w:t>
      </w:r>
      <w:r w:rsidR="003D3A85" w:rsidRPr="00F01A59">
        <w:rPr>
          <w:rtl/>
        </w:rPr>
        <w:t>قرآن مى گويد: دعواى انبيا با مخالفانشان بر سر ربوبيّت خداوند يعنى مديريّت و قانونگذارى خداوند و لزوم اطاعت از دستورات اوست وگرنه مخالفان آنان</w:t>
      </w:r>
      <w:r w:rsidR="009C7B0C">
        <w:rPr>
          <w:rtl/>
        </w:rPr>
        <w:t xml:space="preserve">، </w:t>
      </w:r>
      <w:r w:rsidR="003D3A85" w:rsidRPr="00F01A59">
        <w:rPr>
          <w:rtl/>
        </w:rPr>
        <w:t>اللّه را به عنوان خالق جهان قبول داشتند</w:t>
      </w:r>
      <w:r w:rsidR="009C7B0C">
        <w:rPr>
          <w:rtl/>
        </w:rPr>
        <w:t xml:space="preserve">. </w:t>
      </w:r>
      <w:r w:rsidR="003D3A85" w:rsidRPr="00F01A59">
        <w:rPr>
          <w:rtl/>
        </w:rPr>
        <w:t>سخن كسانى كه امروز مى گويند: دين از سياست جداست</w:t>
      </w:r>
      <w:r w:rsidR="009C7B0C">
        <w:rPr>
          <w:rtl/>
        </w:rPr>
        <w:t xml:space="preserve">، </w:t>
      </w:r>
      <w:r w:rsidR="003D3A85" w:rsidRPr="00F01A59">
        <w:rPr>
          <w:rtl/>
        </w:rPr>
        <w:t>همانند سخن كسانى است كه مى گويند: حساب آفريدن جهان به اراده خداوند از حساب اداره كردن آن جداست</w:t>
      </w:r>
      <w:r w:rsidR="009C7B0C">
        <w:rPr>
          <w:rtl/>
        </w:rPr>
        <w:t xml:space="preserve">. </w:t>
      </w:r>
      <w:r w:rsidR="003D3A85" w:rsidRPr="00F01A59">
        <w:rPr>
          <w:rtl/>
        </w:rPr>
        <w:t>(خداوند خلق كند</w:t>
      </w:r>
      <w:r w:rsidR="009C7B0C">
        <w:rPr>
          <w:rtl/>
        </w:rPr>
        <w:t xml:space="preserve">، </w:t>
      </w:r>
      <w:r w:rsidR="003D3A85" w:rsidRPr="00F01A59">
        <w:rPr>
          <w:rtl/>
        </w:rPr>
        <w:t>ولى ما حكومت كنيم) قرآن و عقل</w:t>
      </w:r>
      <w:r w:rsidR="009C7B0C">
        <w:rPr>
          <w:rtl/>
        </w:rPr>
        <w:t xml:space="preserve">، </w:t>
      </w:r>
      <w:r w:rsidR="003D3A85" w:rsidRPr="00F01A59">
        <w:rPr>
          <w:rtl/>
        </w:rPr>
        <w:t>حقّ ربوبيّت و تكليف كردن و اطاعت شدن را تنها از كسى مى داند كه خالق است</w:t>
      </w:r>
      <w:r w:rsidR="009C7B0C">
        <w:rPr>
          <w:rtl/>
        </w:rPr>
        <w:t xml:space="preserve">، </w:t>
      </w:r>
      <w:r w:rsidR="003D3A85" w:rsidRPr="00F01A59">
        <w:rPr>
          <w:rtl/>
        </w:rPr>
        <w:t>نه ديگران</w:t>
      </w:r>
      <w:r w:rsidR="009C7B0C">
        <w:rPr>
          <w:rtl/>
        </w:rPr>
        <w:t xml:space="preserve">. </w:t>
      </w:r>
      <w:r w:rsidR="003D3A85" w:rsidRPr="00F01A59">
        <w:rPr>
          <w:rtl/>
        </w:rPr>
        <w:t>كسى كه آفريد مى داند چه قانونى وضع كند</w:t>
      </w:r>
      <w:r w:rsidR="009C7B0C">
        <w:rPr>
          <w:rtl/>
        </w:rPr>
        <w:t xml:space="preserve">. </w:t>
      </w:r>
      <w:r w:rsidR="003D3A85" w:rsidRPr="00F01A59">
        <w:rPr>
          <w:rStyle w:val="libAieChar"/>
          <w:rtl/>
        </w:rPr>
        <w:t>الا يعلم مَن خَلق</w:t>
      </w:r>
      <w:r w:rsidR="00F01A59" w:rsidRPr="00F01A59">
        <w:rPr>
          <w:rStyle w:val="libFootnotenumChar"/>
          <w:rFonts w:hint="cs"/>
          <w:rtl/>
        </w:rPr>
        <w:t>(11)</w:t>
      </w:r>
      <w:r w:rsidR="007F2F6B" w:rsidRPr="00F01A59">
        <w:rPr>
          <w:rStyle w:val="libFootnotenumChar"/>
        </w:rPr>
        <w:t xml:space="preserve"> 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  <w:rtl/>
        </w:rPr>
        <w:t xml:space="preserve"> بعضى جمله ى ان كنتم موقنين</w:t>
      </w:r>
      <w:r w:rsidR="007F2F6B">
        <w:rPr>
          <w:rtl/>
        </w:rPr>
        <w:t xml:space="preserve"> را اين گونه معنا كرده اند كه موسى گفت</w:t>
      </w:r>
      <w:r w:rsidR="009C7B0C">
        <w:rPr>
          <w:rtl/>
        </w:rPr>
        <w:t>:</w:t>
      </w:r>
      <w:r w:rsidR="007F2F6B">
        <w:rPr>
          <w:rtl/>
        </w:rPr>
        <w:t xml:space="preserve"> من مى دانم كه </w:t>
      </w:r>
      <w:r w:rsidR="00BC6E3A">
        <w:rPr>
          <w:rtl/>
        </w:rPr>
        <w:t>سؤال</w:t>
      </w:r>
      <w:r w:rsidR="007F2F6B">
        <w:rPr>
          <w:rtl/>
        </w:rPr>
        <w:t xml:space="preserve"> شما براى فهميدن نيست</w:t>
      </w:r>
      <w:r w:rsidR="009C7B0C">
        <w:rPr>
          <w:rtl/>
        </w:rPr>
        <w:t xml:space="preserve">، </w:t>
      </w:r>
      <w:r w:rsidR="007F2F6B">
        <w:rPr>
          <w:rtl/>
        </w:rPr>
        <w:t>بلكه براى طفره رفتن است</w:t>
      </w:r>
      <w:r w:rsidR="009C7B0C">
        <w:rPr>
          <w:rtl/>
        </w:rPr>
        <w:t xml:space="preserve">، </w:t>
      </w:r>
      <w:r w:rsidR="007F2F6B">
        <w:rPr>
          <w:rtl/>
        </w:rPr>
        <w:t>ولى اگر شما در جستجوى حقيقت باشيد</w:t>
      </w:r>
      <w:r w:rsidR="009C7B0C">
        <w:rPr>
          <w:rtl/>
        </w:rPr>
        <w:t xml:space="preserve">، </w:t>
      </w:r>
      <w:r w:rsidR="007F2F6B">
        <w:rPr>
          <w:rtl/>
        </w:rPr>
        <w:t>در نظم ونظام هستى فكر كنيد</w:t>
      </w:r>
      <w:r w:rsidR="009C7B0C">
        <w:rPr>
          <w:rtl/>
        </w:rPr>
        <w:t xml:space="preserve">، </w:t>
      </w:r>
      <w:r w:rsidR="007F2F6B">
        <w:rPr>
          <w:rtl/>
        </w:rPr>
        <w:t>ربوبيّت ويكتايى او را خواهيد فهميد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46" w:name="_Toc365973843"/>
      <w:r>
        <w:rPr>
          <w:rtl/>
        </w:rPr>
        <w:t>پيام ها</w:t>
      </w:r>
      <w:r w:rsidR="009C7B0C">
        <w:rPr>
          <w:rtl/>
        </w:rPr>
        <w:t>:</w:t>
      </w:r>
      <w:bookmarkEnd w:id="46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 xml:space="preserve">1- بايد به </w:t>
      </w:r>
      <w:r w:rsidR="00BC6E3A">
        <w:rPr>
          <w:rtl/>
        </w:rPr>
        <w:t>سؤال</w:t>
      </w:r>
      <w:r>
        <w:rPr>
          <w:rtl/>
        </w:rPr>
        <w:t xml:space="preserve"> هاى اعتقادى</w:t>
      </w:r>
      <w:r w:rsidR="009C7B0C">
        <w:rPr>
          <w:rtl/>
        </w:rPr>
        <w:t xml:space="preserve">، </w:t>
      </w:r>
      <w:r>
        <w:rPr>
          <w:rtl/>
        </w:rPr>
        <w:t>پاسخ صريح و روشن داد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قال و ما ربّ العالمين قال ربّ السموات والارض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تمام هستى يك خدا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السموات والارض</w:t>
      </w:r>
      <w:r w:rsidR="00833A8D">
        <w:rPr>
          <w:rStyle w:val="libAieChar"/>
          <w:rtl/>
        </w:rPr>
        <w:t xml:space="preserve"> </w:t>
      </w:r>
      <w:r>
        <w:rPr>
          <w:rtl/>
        </w:rPr>
        <w:t>(بر خلاف مشركان كه به خدايان متعدّد عقيده داشتند)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3- تمام هستى تحت يك تدبير</w:t>
      </w:r>
      <w:r w:rsidR="009C7B0C">
        <w:rPr>
          <w:rtl/>
        </w:rPr>
        <w:t xml:space="preserve">، </w:t>
      </w:r>
      <w:r>
        <w:rPr>
          <w:rtl/>
        </w:rPr>
        <w:t>نظارت وحركت تكاملى قرار 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ذات خداوند قابل شناسايى نيست</w:t>
      </w:r>
      <w:r w:rsidR="009C7B0C">
        <w:rPr>
          <w:rtl/>
        </w:rPr>
        <w:t xml:space="preserve">، </w:t>
      </w:r>
      <w:r>
        <w:rPr>
          <w:rtl/>
        </w:rPr>
        <w:t>بايد او را از راه آفريده هايش شناخت و معرّفى كرد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السموات والارض</w:t>
      </w:r>
      <w:r w:rsidR="00833A8D">
        <w:rPr>
          <w:rStyle w:val="libAieChar"/>
          <w:rtl/>
        </w:rPr>
        <w:t xml:space="preserve"> </w:t>
      </w:r>
      <w:r>
        <w:rPr>
          <w:rtl/>
        </w:rPr>
        <w:t xml:space="preserve">(فرعون از چيستى وچگونگى خداوند </w:t>
      </w:r>
      <w:r w:rsidR="00BC6E3A">
        <w:rPr>
          <w:rtl/>
        </w:rPr>
        <w:t>سؤال</w:t>
      </w:r>
      <w:r>
        <w:rPr>
          <w:rtl/>
        </w:rPr>
        <w:t xml:space="preserve"> كرد</w:t>
      </w:r>
      <w:r w:rsidR="009C7B0C">
        <w:rPr>
          <w:rtl/>
        </w:rPr>
        <w:t xml:space="preserve">، </w:t>
      </w:r>
      <w:r>
        <w:rPr>
          <w:rtl/>
        </w:rPr>
        <w:t>ولى موسى از آفريده هاى او پاسخ داد چون ذات قابل شناخت نيست)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هر كسى نمى تواند وحدت تدبير تمام هستى را درك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 كنتم موقنين</w:t>
      </w:r>
      <w:r w:rsidR="007F2F6B">
        <w:rPr>
          <w:rtl/>
        </w:rPr>
        <w:t xml:space="preserve"> اهل يقين هرگاه به آفرينش آسمان ها و زمين نگاه عميق كنند</w:t>
      </w:r>
      <w:r w:rsidR="009C7B0C">
        <w:rPr>
          <w:rtl/>
        </w:rPr>
        <w:t xml:space="preserve">، </w:t>
      </w:r>
      <w:r w:rsidR="007F2F6B">
        <w:rPr>
          <w:rtl/>
        </w:rPr>
        <w:t>ربوبيّت الهى را درك مى كنند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جوسازى</w:t>
      </w:r>
      <w:r w:rsidR="009C7B0C">
        <w:rPr>
          <w:rtl/>
        </w:rPr>
        <w:t xml:space="preserve">، </w:t>
      </w:r>
      <w:r>
        <w:rPr>
          <w:rtl/>
        </w:rPr>
        <w:t>حقّپوشى و حرف منطقى ديگران را قطع كردن</w:t>
      </w:r>
      <w:r w:rsidR="009C7B0C">
        <w:rPr>
          <w:rtl/>
        </w:rPr>
        <w:t xml:space="preserve">، </w:t>
      </w:r>
      <w:r>
        <w:rPr>
          <w:rtl/>
        </w:rPr>
        <w:t>ابزار كار طاغوت 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اَلا تستمعون</w:t>
      </w:r>
      <w:r>
        <w:rPr>
          <w:rtl/>
        </w:rPr>
        <w:t xml:space="preserve"> (مناظره ى موسى و فرعون علنى بود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ربوبيّت خداوند نسبت به انسان هاى موجود</w:t>
      </w:r>
      <w:r w:rsidR="009C7B0C">
        <w:rPr>
          <w:rtl/>
        </w:rPr>
        <w:t xml:space="preserve">، </w:t>
      </w:r>
      <w:r>
        <w:rPr>
          <w:rtl/>
        </w:rPr>
        <w:t>انسان هاى گذشته و آسمان و زمين يكسان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السموات و الارض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ربّكم و ربّ آبائكم</w:t>
      </w:r>
      <w:r w:rsidR="009C7B0C">
        <w:rPr>
          <w:rStyle w:val="libAieChar"/>
          <w:rtl/>
        </w:rPr>
        <w:t xml:space="preserve">... </w:t>
      </w:r>
      <w:r>
        <w:rPr>
          <w:rtl/>
        </w:rPr>
        <w:t>(تدبير و نظارت ومديريّت خداوند بر آيات آفاقى (آسمان ها و زمين)</w:t>
      </w:r>
      <w:r w:rsidR="009C7B0C">
        <w:rPr>
          <w:rtl/>
        </w:rPr>
        <w:t xml:space="preserve">، </w:t>
      </w:r>
      <w:r>
        <w:rPr>
          <w:rtl/>
        </w:rPr>
        <w:t>و آيات انفسى (انسان ها) يكسان است</w:t>
      </w:r>
      <w:r w:rsidR="009C7B0C">
        <w:rPr>
          <w:rtl/>
        </w:rPr>
        <w:t>.)</w:t>
      </w:r>
    </w:p>
    <w:p w:rsidR="007F2F6B" w:rsidRDefault="00573D7D" w:rsidP="00573D7D">
      <w:pPr>
        <w:pStyle w:val="Heading1"/>
        <w:rPr>
          <w:rtl/>
        </w:rPr>
      </w:pPr>
      <w:bookmarkStart w:id="47" w:name="_Toc365973844"/>
      <w:r>
        <w:rPr>
          <w:rtl/>
        </w:rPr>
        <w:t>27 - قَالَ إِنَّ رَسُولَكُمُ الَّذِى اءُرْسِلَ إِلَيْكُمْ لَمَجْنُونٌ</w:t>
      </w:r>
      <w:bookmarkEnd w:id="47"/>
    </w:p>
    <w:p w:rsidR="007F2F6B" w:rsidRDefault="00573D7D" w:rsidP="00573D7D">
      <w:pPr>
        <w:pStyle w:val="Heading1"/>
        <w:rPr>
          <w:rtl/>
        </w:rPr>
      </w:pPr>
      <w:bookmarkStart w:id="48" w:name="_Toc365973845"/>
      <w:r>
        <w:rPr>
          <w:rtl/>
        </w:rPr>
        <w:t>2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قَالَ رَبُّ الْمَشْرِقِ وَالْمَغْرِبِ وَمَا بَيْنَهُمَآ إِن كُنتُمْ تَعْقِلُونَ</w:t>
      </w:r>
      <w:bookmarkEnd w:id="4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(فرعون) گفت</w:t>
      </w:r>
      <w:r w:rsidR="009C7B0C">
        <w:rPr>
          <w:rtl/>
        </w:rPr>
        <w:t>:</w:t>
      </w:r>
      <w:r>
        <w:rPr>
          <w:rtl/>
        </w:rPr>
        <w:t xml:space="preserve"> قطعا پيامبرتان كه به سوى شما فرستاده شده</w:t>
      </w:r>
      <w:r w:rsidR="009C7B0C">
        <w:rPr>
          <w:rtl/>
        </w:rPr>
        <w:t xml:space="preserve">، </w:t>
      </w:r>
      <w:r>
        <w:rPr>
          <w:rtl/>
        </w:rPr>
        <w:t>سخت ديوانه است</w:t>
      </w:r>
      <w:r w:rsidR="009C7B0C">
        <w:rPr>
          <w:rtl/>
        </w:rPr>
        <w:t xml:space="preserve">. </w:t>
      </w:r>
      <w:r>
        <w:rPr>
          <w:rtl/>
        </w:rPr>
        <w:t>(موسى) گفت</w:t>
      </w:r>
      <w:r w:rsidR="009C7B0C">
        <w:rPr>
          <w:rtl/>
        </w:rPr>
        <w:t>:</w:t>
      </w:r>
      <w:r>
        <w:rPr>
          <w:rtl/>
        </w:rPr>
        <w:t xml:space="preserve"> (او) پروردگار مشرق و مغرب و آنچه ميان آن دو است مى باشد</w:t>
      </w:r>
      <w:r w:rsidR="009C7B0C">
        <w:rPr>
          <w:rtl/>
        </w:rPr>
        <w:t xml:space="preserve">، </w:t>
      </w:r>
      <w:r>
        <w:rPr>
          <w:rtl/>
        </w:rPr>
        <w:t>اگر تعقّل كنيد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49" w:name="_Toc365973846"/>
      <w:r>
        <w:rPr>
          <w:rtl/>
        </w:rPr>
        <w:lastRenderedPageBreak/>
        <w:t>29 - قَالَ لَئِنِ اتَّخَذْتَ إِلَهاً غَيْرِى لاََجْعَلَنَّكَ مِنَ الْمَسْجُونِينَ</w:t>
      </w:r>
      <w:bookmarkEnd w:id="49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50" w:name="_Toc365973847"/>
      <w:r w:rsidR="00573D7D">
        <w:rPr>
          <w:rtl/>
        </w:rPr>
        <w:t>30 - قَالَ اءَوَلَوْ جِئْتُكَ بِشَىْءٍ مُّبِينٍ</w:t>
      </w:r>
      <w:bookmarkEnd w:id="5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(فرعون) گفت</w:t>
      </w:r>
      <w:r w:rsidR="009C7B0C">
        <w:rPr>
          <w:rtl/>
        </w:rPr>
        <w:t>:</w:t>
      </w:r>
      <w:r>
        <w:rPr>
          <w:rtl/>
        </w:rPr>
        <w:t xml:space="preserve"> (اى موسى</w:t>
      </w:r>
      <w:r w:rsidR="009C7B0C">
        <w:rPr>
          <w:rtl/>
        </w:rPr>
        <w:t>!</w:t>
      </w:r>
      <w:r>
        <w:rPr>
          <w:rtl/>
        </w:rPr>
        <w:t>) اگر معبودى غير از من برگزينى قطعا تو را از زندانيان قرار خواهم داد</w:t>
      </w:r>
      <w:r w:rsidR="009C7B0C">
        <w:rPr>
          <w:rtl/>
        </w:rPr>
        <w:t xml:space="preserve">. </w:t>
      </w:r>
      <w:r>
        <w:rPr>
          <w:rtl/>
        </w:rPr>
        <w:t>(موسى) گفت</w:t>
      </w:r>
      <w:r w:rsidR="009C7B0C">
        <w:rPr>
          <w:rtl/>
        </w:rPr>
        <w:t>:</w:t>
      </w:r>
      <w:r>
        <w:rPr>
          <w:rtl/>
        </w:rPr>
        <w:t xml:space="preserve"> (حتّى) اگر نشانه ى آشكارى برايت بياورم (كه رسالت مرا اثبات كند)؟</w:t>
      </w:r>
    </w:p>
    <w:p w:rsidR="007F2F6B" w:rsidRDefault="00573D7D" w:rsidP="00573D7D">
      <w:pPr>
        <w:pStyle w:val="Heading1"/>
        <w:rPr>
          <w:rtl/>
        </w:rPr>
      </w:pPr>
      <w:bookmarkStart w:id="51" w:name="_Toc365973848"/>
      <w:r>
        <w:rPr>
          <w:rtl/>
        </w:rPr>
        <w:t>31 - قَالَ فَاءْتِ بِهِ إِن كُنتَ مِنَ الصَّدِقِينَ</w:t>
      </w:r>
      <w:bookmarkEnd w:id="5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(فرعون) گفت</w:t>
      </w:r>
      <w:r w:rsidR="009C7B0C">
        <w:rPr>
          <w:rtl/>
        </w:rPr>
        <w:t>:</w:t>
      </w:r>
      <w:r>
        <w:rPr>
          <w:rtl/>
        </w:rPr>
        <w:t xml:space="preserve"> اگر راست مى گويى آن نشانه را بياور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52" w:name="_Toc365973849"/>
      <w:r>
        <w:rPr>
          <w:rtl/>
        </w:rPr>
        <w:t>نكته ها</w:t>
      </w:r>
      <w:r w:rsidR="009C7B0C">
        <w:rPr>
          <w:rtl/>
        </w:rPr>
        <w:t>:</w:t>
      </w:r>
      <w:bookmarkEnd w:id="52"/>
    </w:p>
    <w:p w:rsidR="007F2F6B" w:rsidRPr="00F01A59" w:rsidRDefault="00833A8D" w:rsidP="00F01A59">
      <w:pPr>
        <w:pStyle w:val="libNormal"/>
        <w:rPr>
          <w:rtl/>
        </w:rPr>
      </w:pPr>
      <w:r w:rsidRPr="00F01A59">
        <w:rPr>
          <w:rtl/>
        </w:rPr>
        <w:t xml:space="preserve"> </w:t>
      </w:r>
      <w:r w:rsidR="003D3A85" w:rsidRPr="006B3906">
        <w:rPr>
          <w:rtl/>
        </w:rPr>
        <w:t>در آيه ى 27 مى بينيم كه فرعون براى جبران حقارت خود</w:t>
      </w:r>
      <w:r w:rsidR="009C7B0C">
        <w:rPr>
          <w:rtl/>
        </w:rPr>
        <w:t xml:space="preserve">، </w:t>
      </w:r>
      <w:r w:rsidR="003D3A85" w:rsidRPr="006B3906">
        <w:rPr>
          <w:rtl/>
        </w:rPr>
        <w:t>سخت ترين لحن ها را با زشت ترين نسبت ها در مورد موسى به كار برد</w:t>
      </w:r>
      <w:r w:rsidR="009C7B0C">
        <w:rPr>
          <w:rtl/>
        </w:rPr>
        <w:t xml:space="preserve">. </w:t>
      </w:r>
      <w:r w:rsidR="003D3A85" w:rsidRPr="006B3906">
        <w:rPr>
          <w:rtl/>
        </w:rPr>
        <w:t>در ادبيات عرب براى تاءكيد يك مطلب از حروف و كلماتى استفاده مى كنند</w:t>
      </w:r>
      <w:r w:rsidR="009C7B0C">
        <w:rPr>
          <w:rtl/>
        </w:rPr>
        <w:t xml:space="preserve">، </w:t>
      </w:r>
      <w:r w:rsidR="003D3A85" w:rsidRPr="006B3906">
        <w:rPr>
          <w:rtl/>
        </w:rPr>
        <w:t>كلمه ى اِنّ</w:t>
      </w:r>
      <w:r w:rsidR="007F2F6B" w:rsidRPr="00F01A59">
        <w:rPr>
          <w:rtl/>
        </w:rPr>
        <w:t xml:space="preserve"> و حرف </w:t>
      </w:r>
      <w:r w:rsidR="003D3A85" w:rsidRPr="006B3906">
        <w:rPr>
          <w:rtl/>
        </w:rPr>
        <w:t>لام</w:t>
      </w:r>
      <w:r w:rsidRPr="006B3906">
        <w:rPr>
          <w:rtl/>
        </w:rPr>
        <w:t xml:space="preserve"> </w:t>
      </w:r>
      <w:r w:rsidR="007F2F6B" w:rsidRPr="00F01A59">
        <w:rPr>
          <w:rtl/>
        </w:rPr>
        <w:t xml:space="preserve">در كلمه ى </w:t>
      </w:r>
      <w:r w:rsidR="003D3A85" w:rsidRPr="006B3906">
        <w:rPr>
          <w:rtl/>
        </w:rPr>
        <w:t>لَمجنون</w:t>
      </w:r>
      <w:r w:rsidRPr="006B3906">
        <w:rPr>
          <w:rtl/>
        </w:rPr>
        <w:t xml:space="preserve"> </w:t>
      </w:r>
      <w:r w:rsidR="007F2F6B" w:rsidRPr="00F01A59">
        <w:rPr>
          <w:rtl/>
        </w:rPr>
        <w:t>و جمله ى اسميّه آوردن</w:t>
      </w:r>
      <w:r w:rsidR="009C7B0C">
        <w:rPr>
          <w:rtl/>
        </w:rPr>
        <w:t xml:space="preserve">، </w:t>
      </w:r>
      <w:r w:rsidR="007F2F6B" w:rsidRPr="00F01A59">
        <w:rPr>
          <w:rtl/>
        </w:rPr>
        <w:t>نشانه ى تاءكيد بر نسبت نارواى اوست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53" w:name="_Toc365973850"/>
      <w:r>
        <w:rPr>
          <w:rtl/>
        </w:rPr>
        <w:t>پيام ها</w:t>
      </w:r>
      <w:r w:rsidR="009C7B0C">
        <w:rPr>
          <w:rtl/>
        </w:rPr>
        <w:t>:</w:t>
      </w:r>
      <w:bookmarkEnd w:id="53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طاغوت ها هنگام روبرو شدن با حقّ طفره مى روند</w:t>
      </w:r>
      <w:r w:rsidR="009C7B0C">
        <w:rPr>
          <w:rtl/>
        </w:rPr>
        <w:t xml:space="preserve">. </w:t>
      </w:r>
      <w:r>
        <w:rPr>
          <w:rtl/>
        </w:rPr>
        <w:t>(هر بار كه موسى استدلال و بيانى داشت</w:t>
      </w:r>
      <w:r w:rsidR="009C7B0C">
        <w:rPr>
          <w:rtl/>
        </w:rPr>
        <w:t xml:space="preserve">، </w:t>
      </w:r>
      <w:r>
        <w:rPr>
          <w:rtl/>
        </w:rPr>
        <w:t>فرعون به جاى پاسخ دادن به موسى</w:t>
      </w:r>
      <w:r w:rsidR="009C7B0C">
        <w:rPr>
          <w:rtl/>
        </w:rPr>
        <w:t xml:space="preserve">، </w:t>
      </w:r>
      <w:r>
        <w:rPr>
          <w:rtl/>
        </w:rPr>
        <w:t>چون نگران از دست دادن مردم بود</w:t>
      </w:r>
      <w:r w:rsidR="009C7B0C">
        <w:rPr>
          <w:rtl/>
        </w:rPr>
        <w:t xml:space="preserve">، </w:t>
      </w:r>
      <w:r>
        <w:rPr>
          <w:rtl/>
        </w:rPr>
        <w:t>با آنان حرف مى زد</w:t>
      </w:r>
      <w:r w:rsidR="009C7B0C">
        <w:rPr>
          <w:rtl/>
        </w:rPr>
        <w:t>.)</w:t>
      </w:r>
      <w:r w:rsidR="003D3A85" w:rsidRPr="00833A8D">
        <w:rPr>
          <w:rStyle w:val="libAieChar"/>
          <w:rtl/>
        </w:rPr>
        <w:t xml:space="preserve"> قال لمَن حَوله قال اِنّ رسولكم</w:t>
      </w:r>
    </w:p>
    <w:p w:rsidR="00D64FE0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2- مستكبر هرگز حقّ را نمى پذيرد و خود را از مردم جدا مى داند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رسولكم ارسل اليكم</w:t>
      </w:r>
      <w:r>
        <w:rPr>
          <w:rtl/>
        </w:rPr>
        <w:t xml:space="preserve"> يعنى پيامبر شما</w:t>
      </w:r>
      <w:r w:rsidR="009C7B0C">
        <w:rPr>
          <w:rtl/>
        </w:rPr>
        <w:t xml:space="preserve">، </w:t>
      </w:r>
      <w:r>
        <w:rPr>
          <w:rtl/>
        </w:rPr>
        <w:t>نه من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از قوى ترين حربه هاى مخالفان انبيا</w:t>
      </w:r>
      <w:r w:rsidR="009C7B0C">
        <w:rPr>
          <w:rtl/>
        </w:rPr>
        <w:t xml:space="preserve">، </w:t>
      </w:r>
      <w:r>
        <w:rPr>
          <w:rtl/>
        </w:rPr>
        <w:t>نسبت نارواى جنون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لمجنون</w:t>
      </w:r>
      <w:r>
        <w:rPr>
          <w:rtl/>
        </w:rPr>
        <w:t xml:space="preserve"> آرى كسى كه از استدلال عاجز باشد</w:t>
      </w:r>
      <w:r w:rsidR="009C7B0C">
        <w:rPr>
          <w:rtl/>
        </w:rPr>
        <w:t xml:space="preserve">، </w:t>
      </w:r>
      <w:r>
        <w:rPr>
          <w:rtl/>
        </w:rPr>
        <w:t>دست به تهمت و ناسزاگويى مى زند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از هماهنگى قوانين و نظام ثابتى كه بر زمين و آسمان</w:t>
      </w:r>
      <w:r w:rsidR="009C7B0C">
        <w:rPr>
          <w:rtl/>
        </w:rPr>
        <w:t xml:space="preserve">، </w:t>
      </w:r>
      <w:r>
        <w:rPr>
          <w:rtl/>
        </w:rPr>
        <w:t>مشرق و مغرب و بر همه ى موجودات جهان حاكم است</w:t>
      </w:r>
      <w:r w:rsidR="009C7B0C">
        <w:rPr>
          <w:rtl/>
        </w:rPr>
        <w:t xml:space="preserve">، </w:t>
      </w:r>
      <w:r>
        <w:rPr>
          <w:rtl/>
        </w:rPr>
        <w:t>مى فهميم كه جهان هستى با مديريّت واحدى اداره 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المشرق والمغرب</w:t>
      </w:r>
      <w:r w:rsidR="009C7B0C">
        <w:rPr>
          <w:rStyle w:val="libAieChar"/>
          <w:rtl/>
        </w:rPr>
        <w:t xml:space="preserve">...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مبلّغ ومربّى نبايد از بحث خسته شود</w:t>
      </w:r>
      <w:r w:rsidR="009C7B0C">
        <w:rPr>
          <w:rtl/>
        </w:rPr>
        <w:t xml:space="preserve">، </w:t>
      </w:r>
      <w:r w:rsidR="007F2F6B">
        <w:rPr>
          <w:rtl/>
        </w:rPr>
        <w:t>بايد استدلال خود را تكرار كند و سعه ى صدر داشته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السموات والارض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3D3A85" w:rsidRPr="00833A8D">
        <w:rPr>
          <w:rStyle w:val="libAieChar"/>
          <w:rtl/>
        </w:rPr>
        <w:t>ربّكم و ربّ آبائكم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 xml:space="preserve">ربّ المشرق والمغرب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تهمت ها</w:t>
      </w:r>
      <w:r w:rsidR="009C7B0C">
        <w:rPr>
          <w:rtl/>
        </w:rPr>
        <w:t xml:space="preserve">، </w:t>
      </w:r>
      <w:r>
        <w:rPr>
          <w:rtl/>
        </w:rPr>
        <w:t>اولياى خدا را از هدف ها منحرف نمى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رسولكم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 xml:space="preserve">لمجنون قال ربّ المشرق والمغرب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رسيدن به توحيد</w:t>
      </w:r>
      <w:r w:rsidR="009C7B0C">
        <w:rPr>
          <w:rtl/>
        </w:rPr>
        <w:t xml:space="preserve">، </w:t>
      </w:r>
      <w:r>
        <w:rPr>
          <w:rtl/>
        </w:rPr>
        <w:t>به تعقّل نياز دارد</w:t>
      </w:r>
      <w:r w:rsidR="009C7B0C">
        <w:rPr>
          <w:rtl/>
        </w:rPr>
        <w:t xml:space="preserve">. </w:t>
      </w:r>
      <w:r>
        <w:rPr>
          <w:rtl/>
        </w:rPr>
        <w:t>(كفر و شرك</w:t>
      </w:r>
      <w:r w:rsidR="009C7B0C">
        <w:rPr>
          <w:rtl/>
        </w:rPr>
        <w:t xml:space="preserve">، </w:t>
      </w:r>
      <w:r>
        <w:rPr>
          <w:rtl/>
        </w:rPr>
        <w:t>محصول بى عقلى است)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 كنتم تعقلون</w:t>
      </w:r>
      <w:r>
        <w:rPr>
          <w:rtl/>
        </w:rPr>
        <w:t xml:space="preserve"> (انديشيدن مردم</w:t>
      </w:r>
      <w:r w:rsidR="009C7B0C">
        <w:rPr>
          <w:rtl/>
        </w:rPr>
        <w:t xml:space="preserve">، </w:t>
      </w:r>
      <w:r>
        <w:rPr>
          <w:rtl/>
        </w:rPr>
        <w:t>بزرگ ترين خطر براى مستكبران است)</w:t>
      </w:r>
      <w:r w:rsidR="009C7B0C">
        <w:rPr>
          <w:rtl/>
        </w:rPr>
        <w:t xml:space="preserve">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انبيا مؤ دّب سخن مى گويند</w:t>
      </w:r>
      <w:r w:rsidR="009C7B0C">
        <w:rPr>
          <w:rtl/>
        </w:rPr>
        <w:t xml:space="preserve">. </w:t>
      </w:r>
      <w:r w:rsidR="007F2F6B">
        <w:rPr>
          <w:rtl/>
        </w:rPr>
        <w:t xml:space="preserve">(فرعون به موسى </w:t>
      </w:r>
      <w:r w:rsidR="00BA599A" w:rsidRPr="00BA599A">
        <w:rPr>
          <w:rStyle w:val="libAlaemChar"/>
          <w:rtl/>
        </w:rPr>
        <w:t>عليه‌السلام</w:t>
      </w:r>
      <w:r w:rsidR="007F2F6B">
        <w:rPr>
          <w:rtl/>
        </w:rPr>
        <w:t xml:space="preserve"> گفت</w:t>
      </w:r>
      <w:r w:rsidR="009C7B0C">
        <w:rPr>
          <w:rtl/>
        </w:rPr>
        <w:t>:</w:t>
      </w:r>
      <w:r w:rsidR="007F2F6B">
        <w:rPr>
          <w:rtl/>
        </w:rPr>
        <w:t xml:space="preserve"> </w:t>
      </w:r>
      <w:r w:rsidR="003D3A85" w:rsidRPr="00833A8D">
        <w:rPr>
          <w:rStyle w:val="libAieChar"/>
          <w:rtl/>
        </w:rPr>
        <w:t>لمجنون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7F2F6B">
        <w:rPr>
          <w:rtl/>
        </w:rPr>
        <w:t>امّا موسى گفت</w:t>
      </w:r>
      <w:r w:rsidR="009C7B0C">
        <w:rPr>
          <w:rtl/>
        </w:rPr>
        <w:t>:</w:t>
      </w:r>
      <w:r w:rsidR="007F2F6B">
        <w:rPr>
          <w:rtl/>
        </w:rPr>
        <w:t xml:space="preserve"> اگر بيانديشيد سخن مرا مى فهميد)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 كنتم تعقلون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تهديد</w:t>
      </w:r>
      <w:r w:rsidR="009C7B0C">
        <w:rPr>
          <w:rtl/>
        </w:rPr>
        <w:t xml:space="preserve">، </w:t>
      </w:r>
      <w:r>
        <w:rPr>
          <w:rtl/>
        </w:rPr>
        <w:t>حربه ى ديگر طاغوت 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 جعلنّك من المَسجونين</w:t>
      </w:r>
      <w:r>
        <w:rPr>
          <w:rtl/>
        </w:rPr>
        <w:t xml:space="preserve"> (رهبران دينى بايد آماده ى سختى ها باشند)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در نظام طاغوتى</w:t>
      </w:r>
      <w:r w:rsidR="009C7B0C">
        <w:rPr>
          <w:rtl/>
        </w:rPr>
        <w:t xml:space="preserve">، </w:t>
      </w:r>
      <w:r>
        <w:rPr>
          <w:rtl/>
        </w:rPr>
        <w:t>خفقان و خشونت حاكم است و افراد زيادى در زندان به سر مى برند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المَسجونين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آن جا كه منطق تاءثير نكرد</w:t>
      </w:r>
      <w:r w:rsidR="009C7B0C">
        <w:rPr>
          <w:rtl/>
        </w:rPr>
        <w:t xml:space="preserve">، </w:t>
      </w:r>
      <w:r>
        <w:rPr>
          <w:rtl/>
        </w:rPr>
        <w:t>معجزه لازم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بشى ء مبين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12- آمادگى قبلى</w:t>
      </w:r>
      <w:r w:rsidR="009C7B0C">
        <w:rPr>
          <w:rtl/>
        </w:rPr>
        <w:t xml:space="preserve">، </w:t>
      </w:r>
      <w:r>
        <w:rPr>
          <w:rtl/>
        </w:rPr>
        <w:t>شرط موفقيّت و پيروزى بر دشمن است</w:t>
      </w:r>
      <w:r w:rsidR="009C7B0C">
        <w:rPr>
          <w:rtl/>
        </w:rPr>
        <w:t xml:space="preserve">. </w:t>
      </w:r>
      <w:r>
        <w:rPr>
          <w:rtl/>
        </w:rPr>
        <w:t>موسى مى دانست كه عصا را اژدها مى كند و كف دستش نورانى مى شود</w:t>
      </w:r>
      <w:r w:rsidR="009C7B0C">
        <w:rPr>
          <w:rtl/>
        </w:rPr>
        <w:t xml:space="preserve">، </w:t>
      </w:r>
      <w:r>
        <w:rPr>
          <w:rtl/>
        </w:rPr>
        <w:t>لذا با قدرت گفت</w:t>
      </w:r>
      <w:r w:rsidR="009C7B0C">
        <w:rPr>
          <w:rtl/>
        </w:rPr>
        <w:t>: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جئتك بشى ء مبين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معجزه ى انبيا حقيقت دارد و مردم به خوبى درك مى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مبين</w:t>
      </w:r>
    </w:p>
    <w:p w:rsidR="007F2F6B" w:rsidRDefault="00573D7D" w:rsidP="00573D7D">
      <w:pPr>
        <w:pStyle w:val="Heading1"/>
        <w:rPr>
          <w:rtl/>
        </w:rPr>
      </w:pPr>
      <w:bookmarkStart w:id="54" w:name="_Toc365973851"/>
      <w:r>
        <w:rPr>
          <w:rtl/>
        </w:rPr>
        <w:t>32 - فَاءَلْقَى عَصَاهُ فَإِذَا هِىَ ثُعْبَانٌ مُّبِينٌ</w:t>
      </w:r>
      <w:bookmarkEnd w:id="5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عصاى خود را بيفكند</w:t>
      </w:r>
      <w:r w:rsidR="009C7B0C">
        <w:rPr>
          <w:rtl/>
        </w:rPr>
        <w:t xml:space="preserve">، </w:t>
      </w:r>
      <w:r>
        <w:rPr>
          <w:rtl/>
        </w:rPr>
        <w:t>پس ناگهان آن عصا اژدهايى آشكار شد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55" w:name="_Toc365973852"/>
      <w:r>
        <w:rPr>
          <w:rtl/>
        </w:rPr>
        <w:t>33 - وَنَزَعَ يَدَهُ فَإِذَا هِىَ بَيْضَآءُ لِلنَّظِرِينَ</w:t>
      </w:r>
      <w:bookmarkEnd w:id="5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دست خود را (از گريبانش) بيرون آورد</w:t>
      </w:r>
      <w:r w:rsidR="009C7B0C">
        <w:rPr>
          <w:rtl/>
        </w:rPr>
        <w:t xml:space="preserve">، </w:t>
      </w:r>
      <w:r>
        <w:rPr>
          <w:rtl/>
        </w:rPr>
        <w:t>پس ناگهان آن دست براى تماشاگران سفيد و درخشان نمود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56" w:name="_Toc365973853"/>
      <w:r>
        <w:rPr>
          <w:rtl/>
        </w:rPr>
        <w:t>نكته ها</w:t>
      </w:r>
      <w:r w:rsidR="009C7B0C">
        <w:rPr>
          <w:rtl/>
        </w:rPr>
        <w:t>:</w:t>
      </w:r>
      <w:bookmarkEnd w:id="56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مراد از كلمه ى نَزع</w:t>
      </w:r>
      <w:r>
        <w:rPr>
          <w:rStyle w:val="libAieChar"/>
          <w:rtl/>
        </w:rPr>
        <w:t xml:space="preserve"> </w:t>
      </w:r>
      <w:r w:rsidR="007F2F6B">
        <w:rPr>
          <w:rtl/>
        </w:rPr>
        <w:t>در اينجا</w:t>
      </w:r>
      <w:r w:rsidR="009C7B0C">
        <w:rPr>
          <w:rtl/>
        </w:rPr>
        <w:t xml:space="preserve">، </w:t>
      </w:r>
      <w:r w:rsidR="007F2F6B">
        <w:rPr>
          <w:rtl/>
        </w:rPr>
        <w:t>بيرون آوردن دست از جيب و گريبان است</w:t>
      </w:r>
      <w:r w:rsidR="009C7B0C">
        <w:rPr>
          <w:rtl/>
        </w:rPr>
        <w:t xml:space="preserve">. </w:t>
      </w:r>
    </w:p>
    <w:p w:rsidR="003D3A85" w:rsidRPr="003D3A85" w:rsidRDefault="003D3A85" w:rsidP="00F01A59">
      <w:pPr>
        <w:pStyle w:val="libNormal"/>
        <w:rPr>
          <w:rtl/>
        </w:rPr>
      </w:pPr>
      <w:r w:rsidRPr="003D3A85">
        <w:rPr>
          <w:rtl/>
        </w:rPr>
        <w:t xml:space="preserve"> اژدها شدن عصا</w:t>
      </w:r>
      <w:r w:rsidR="009C7B0C">
        <w:rPr>
          <w:rtl/>
        </w:rPr>
        <w:t xml:space="preserve">، </w:t>
      </w:r>
      <w:r w:rsidRPr="003D3A85">
        <w:rPr>
          <w:rtl/>
        </w:rPr>
        <w:t xml:space="preserve">ده مرتبه ونورانى شدن دست موسى </w:t>
      </w:r>
      <w:r w:rsidR="00BA599A" w:rsidRPr="00BA599A">
        <w:rPr>
          <w:rStyle w:val="libAlaemChar"/>
          <w:rtl/>
        </w:rPr>
        <w:t>عليه‌السلام</w:t>
      </w:r>
      <w:r w:rsidR="009C7B0C">
        <w:rPr>
          <w:rtl/>
        </w:rPr>
        <w:t xml:space="preserve">، </w:t>
      </w:r>
      <w:r w:rsidRPr="003D3A85">
        <w:rPr>
          <w:rtl/>
        </w:rPr>
        <w:t>پنج مرتبه در قرآن آمده است</w:t>
      </w:r>
      <w:r w:rsidR="009C7B0C">
        <w:rPr>
          <w:rtl/>
        </w:rPr>
        <w:t xml:space="preserve">. </w:t>
      </w:r>
    </w:p>
    <w:p w:rsidR="007F2F6B" w:rsidRDefault="003D3A85" w:rsidP="00F01A59">
      <w:pPr>
        <w:pStyle w:val="libNormal"/>
      </w:pPr>
      <w:r w:rsidRPr="003D3A85">
        <w:rPr>
          <w:rtl/>
        </w:rPr>
        <w:t xml:space="preserve"> در اوّلين مرحله اى كه موسى عصا را رها كرد به صورت مار كوچكى درآمد</w:t>
      </w:r>
      <w:r w:rsidR="009C7B0C">
        <w:rPr>
          <w:rtl/>
        </w:rPr>
        <w:t xml:space="preserve">، </w:t>
      </w:r>
      <w:r w:rsidRPr="003D3A85">
        <w:rPr>
          <w:rtl/>
        </w:rPr>
        <w:t>چنانكه در سوره نمل آيه ى 10 آمده</w:t>
      </w:r>
      <w:r w:rsidR="009C7B0C">
        <w:rPr>
          <w:rtl/>
        </w:rPr>
        <w:t>:</w:t>
      </w:r>
      <w:r w:rsidRPr="003D3A85">
        <w:rPr>
          <w:rtl/>
        </w:rPr>
        <w:t xml:space="preserve"> </w:t>
      </w:r>
      <w:r w:rsidRPr="00F01A59">
        <w:rPr>
          <w:rStyle w:val="libAieChar"/>
          <w:rtl/>
        </w:rPr>
        <w:t>جانُّ وَلىّ مُدبرا</w:t>
      </w:r>
      <w:r w:rsidR="009C7B0C">
        <w:rPr>
          <w:rtl/>
        </w:rPr>
        <w:t xml:space="preserve">، </w:t>
      </w:r>
      <w:r w:rsidR="007F2F6B">
        <w:rPr>
          <w:rtl/>
        </w:rPr>
        <w:t>ولى در برابر طاغوتِ گردنكش</w:t>
      </w:r>
      <w:r w:rsidR="009C7B0C">
        <w:rPr>
          <w:rtl/>
        </w:rPr>
        <w:t xml:space="preserve">، </w:t>
      </w:r>
      <w:r w:rsidR="007F2F6B">
        <w:rPr>
          <w:rtl/>
        </w:rPr>
        <w:t>به صورت اژدها در آمد و اين شايد به خاطر آن باشد كه براى هر مخاطبى بايد حرفى زد و</w:t>
      </w:r>
      <w:r w:rsidR="00316C3A">
        <w:rPr>
          <w:rFonts w:hint="cs"/>
          <w:rtl/>
        </w:rPr>
        <w:t xml:space="preserve"> </w:t>
      </w:r>
      <w:r w:rsidR="007F2F6B">
        <w:rPr>
          <w:rtl/>
        </w:rPr>
        <w:t>عملى انجام داد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57" w:name="_Toc365973854"/>
      <w:r>
        <w:rPr>
          <w:rtl/>
        </w:rPr>
        <w:lastRenderedPageBreak/>
        <w:t>پيام ها</w:t>
      </w:r>
      <w:r w:rsidR="009C7B0C">
        <w:rPr>
          <w:rtl/>
        </w:rPr>
        <w:t>:</w:t>
      </w:r>
      <w:bookmarkEnd w:id="57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معجزات انبيا چون وابسته به قدرت الهى است</w:t>
      </w:r>
      <w:r w:rsidR="009C7B0C">
        <w:rPr>
          <w:rtl/>
        </w:rPr>
        <w:t xml:space="preserve">، </w:t>
      </w:r>
      <w:r>
        <w:rPr>
          <w:rtl/>
        </w:rPr>
        <w:t>نياز به تمرين ندارد و لازم نيست تدريجى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فاذا هى</w:t>
      </w:r>
      <w:r>
        <w:rPr>
          <w:rtl/>
        </w:rPr>
        <w:t xml:space="preserve"> (يعنى عصا ناگهان مار شد)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در برابر افراد سركش بايد كارى چشمگير وكوبنده انجام داد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ثُعبان مبين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معجزات انبيا روشن و روشنگر است</w:t>
      </w:r>
      <w:r w:rsidR="009C7B0C">
        <w:rPr>
          <w:rtl/>
        </w:rPr>
        <w:t xml:space="preserve">، </w:t>
      </w:r>
      <w:r>
        <w:rPr>
          <w:rtl/>
        </w:rPr>
        <w:t>نه وهم و خيال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مبين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در كنار معجزه اى دلهره آور</w:t>
      </w:r>
      <w:r w:rsidR="009C7B0C">
        <w:rPr>
          <w:rtl/>
        </w:rPr>
        <w:t xml:space="preserve">، </w:t>
      </w:r>
      <w:r>
        <w:rPr>
          <w:rtl/>
        </w:rPr>
        <w:t>دست سفيد و نورانى</w:t>
      </w:r>
      <w:r w:rsidR="009C7B0C">
        <w:rPr>
          <w:rtl/>
        </w:rPr>
        <w:t xml:space="preserve">، </w:t>
      </w:r>
      <w:r>
        <w:rPr>
          <w:rtl/>
        </w:rPr>
        <w:t>رمز صفا و محبّت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ثُعبان بيضاء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براى تاءثير كلام حقّ</w:t>
      </w:r>
      <w:r w:rsidR="009C7B0C">
        <w:rPr>
          <w:rtl/>
        </w:rPr>
        <w:t xml:space="preserve">، </w:t>
      </w:r>
      <w:r w:rsidR="007F2F6B">
        <w:rPr>
          <w:rtl/>
        </w:rPr>
        <w:t>از همه ى شيوه هاى صحيح بيم و اميد استفاده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ثُعبان بيضاء</w:t>
      </w:r>
    </w:p>
    <w:p w:rsidR="007F2F6B" w:rsidRDefault="00573D7D" w:rsidP="00573D7D">
      <w:pPr>
        <w:pStyle w:val="Heading1"/>
        <w:rPr>
          <w:rtl/>
        </w:rPr>
      </w:pPr>
      <w:bookmarkStart w:id="58" w:name="_Toc365973855"/>
      <w:r>
        <w:rPr>
          <w:rtl/>
        </w:rPr>
        <w:t>34 - قَالَ لِلْمَلاَِ حَوْلَهُ إِنَّ هَذَا لَسَحِرٌ عَلِيمٌ</w:t>
      </w:r>
      <w:bookmarkEnd w:id="58"/>
    </w:p>
    <w:p w:rsidR="007F2F6B" w:rsidRDefault="00573D7D" w:rsidP="00573D7D">
      <w:pPr>
        <w:pStyle w:val="Heading1"/>
        <w:rPr>
          <w:rtl/>
        </w:rPr>
      </w:pPr>
      <w:bookmarkStart w:id="59" w:name="_Toc365973856"/>
      <w:r>
        <w:rPr>
          <w:rtl/>
        </w:rPr>
        <w:t>3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يُرِيدُ اءَن يُخْرِجَكُم مِّنْ اءَرْضِكُم بِسِحْرِهِ فَمَاذَا تَاءْمُرُونَ</w:t>
      </w:r>
      <w:bookmarkEnd w:id="5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(فرعون) به اشرافيان اطرافش گفت</w:t>
      </w:r>
      <w:r w:rsidR="009C7B0C">
        <w:rPr>
          <w:rtl/>
        </w:rPr>
        <w:t>:</w:t>
      </w:r>
      <w:r>
        <w:rPr>
          <w:rtl/>
        </w:rPr>
        <w:t xml:space="preserve"> واقعا اين مرد</w:t>
      </w:r>
      <w:r w:rsidR="009C7B0C">
        <w:rPr>
          <w:rtl/>
        </w:rPr>
        <w:t xml:space="preserve">، </w:t>
      </w:r>
      <w:r>
        <w:rPr>
          <w:rtl/>
        </w:rPr>
        <w:t>ساحرى كاردان است</w:t>
      </w:r>
      <w:r w:rsidR="009C7B0C">
        <w:rPr>
          <w:rtl/>
        </w:rPr>
        <w:t xml:space="preserve">. </w:t>
      </w:r>
      <w:r>
        <w:rPr>
          <w:rtl/>
        </w:rPr>
        <w:t>او مى خواهد با سحرش شما را از سرزمينتان آواره كند</w:t>
      </w:r>
      <w:r w:rsidR="009C7B0C">
        <w:rPr>
          <w:rtl/>
        </w:rPr>
        <w:t xml:space="preserve">، </w:t>
      </w:r>
      <w:r>
        <w:rPr>
          <w:rtl/>
        </w:rPr>
        <w:t>پس چه راءى و دستور مى دهيد؟</w:t>
      </w:r>
    </w:p>
    <w:p w:rsidR="007F2F6B" w:rsidRDefault="00573D7D" w:rsidP="00573D7D">
      <w:pPr>
        <w:pStyle w:val="Heading1"/>
        <w:rPr>
          <w:rtl/>
        </w:rPr>
      </w:pPr>
      <w:bookmarkStart w:id="60" w:name="_Toc365973857"/>
      <w:r>
        <w:rPr>
          <w:rtl/>
        </w:rPr>
        <w:t>36 - قَالُواْ اءَرْجِهْ وَاءَخَاهُ وَابْعَثْ فِى الْمَدَآئِنِ حَشِرِينَ</w:t>
      </w:r>
      <w:bookmarkEnd w:id="60"/>
    </w:p>
    <w:p w:rsidR="007F2F6B" w:rsidRDefault="00573D7D" w:rsidP="00573D7D">
      <w:pPr>
        <w:pStyle w:val="Heading1"/>
        <w:rPr>
          <w:rtl/>
        </w:rPr>
      </w:pPr>
      <w:bookmarkStart w:id="61" w:name="_Toc365973858"/>
      <w:r>
        <w:rPr>
          <w:rtl/>
        </w:rPr>
        <w:t>37 - يَاءْتُوكَ بِكُلِّ سَحَّارٍ عَلِيمٍ</w:t>
      </w:r>
      <w:bookmarkEnd w:id="6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گفتند: به موسى و برادرش فرصت بده و در تمام شهرها افرادى را براى گردآورى (ساحران) اعزام كن</w:t>
      </w:r>
      <w:r w:rsidR="009C7B0C">
        <w:rPr>
          <w:rtl/>
        </w:rPr>
        <w:t xml:space="preserve">. </w:t>
      </w:r>
      <w:r>
        <w:rPr>
          <w:rtl/>
        </w:rPr>
        <w:t>تا هر ساحر ماهرى را نزد تو بياورند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62" w:name="_Toc365973859"/>
      <w:r>
        <w:rPr>
          <w:rtl/>
        </w:rPr>
        <w:lastRenderedPageBreak/>
        <w:t>3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فَجُمِعَ السَّحَرَةُ لِمِيقَتِ يَوْمٍ مَّعْلُومٍ</w:t>
      </w:r>
      <w:bookmarkEnd w:id="6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ساحران در موعدِ روزى معلوم</w:t>
      </w:r>
      <w:r w:rsidR="009C7B0C">
        <w:rPr>
          <w:rtl/>
        </w:rPr>
        <w:t xml:space="preserve">، </w:t>
      </w:r>
      <w:r>
        <w:rPr>
          <w:rtl/>
        </w:rPr>
        <w:t>گردآورى شدند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63" w:name="_Toc365973860"/>
      <w:r>
        <w:rPr>
          <w:rtl/>
        </w:rPr>
        <w:t>39 - وَقِيلَ لِلنَّاسِ هَلْ اءَنتُم مُّجْتَمِعُونَ</w:t>
      </w:r>
      <w:bookmarkEnd w:id="6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به مردم گفته شد: آيا شما نيز جمع مى شويد؟</w:t>
      </w:r>
    </w:p>
    <w:p w:rsidR="007F2F6B" w:rsidRDefault="003D3A85" w:rsidP="003D3A85">
      <w:pPr>
        <w:pStyle w:val="Heading2"/>
        <w:rPr>
          <w:rtl/>
        </w:rPr>
      </w:pPr>
      <w:bookmarkStart w:id="64" w:name="_Toc365973861"/>
      <w:r>
        <w:rPr>
          <w:rtl/>
        </w:rPr>
        <w:t>نكته ها</w:t>
      </w:r>
      <w:r w:rsidR="009C7B0C">
        <w:rPr>
          <w:rtl/>
        </w:rPr>
        <w:t>:</w:t>
      </w:r>
      <w:bookmarkEnd w:id="64"/>
    </w:p>
    <w:p w:rsidR="003D3A85" w:rsidRPr="003D3A85" w:rsidRDefault="00833A8D" w:rsidP="003A6B01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فرعون با موسى چند نوع برخورد كرد:</w:t>
      </w:r>
    </w:p>
    <w:p w:rsidR="007F2F6B" w:rsidRDefault="003D3A85" w:rsidP="003A6B01">
      <w:pPr>
        <w:pStyle w:val="libNormal"/>
        <w:rPr>
          <w:rtl/>
        </w:rPr>
      </w:pPr>
      <w:r w:rsidRPr="003D3A85">
        <w:rPr>
          <w:rtl/>
        </w:rPr>
        <w:t>الف</w:t>
      </w:r>
      <w:r w:rsidR="009C7B0C">
        <w:rPr>
          <w:rtl/>
        </w:rPr>
        <w:t>:</w:t>
      </w:r>
      <w:r w:rsidRPr="003D3A85">
        <w:rPr>
          <w:rtl/>
        </w:rPr>
        <w:t xml:space="preserve"> تحقير: اءلم نُربّك فينا وليدا</w:t>
      </w:r>
      <w:r w:rsidR="007F2F6B">
        <w:rPr>
          <w:rtl/>
        </w:rPr>
        <w:t xml:space="preserve"> آيا ما تو را بزرگ نكرديم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</w:t>
      </w:r>
      <w:r w:rsidR="009C7B0C">
        <w:rPr>
          <w:rtl/>
        </w:rPr>
        <w:t>:</w:t>
      </w:r>
      <w:r>
        <w:rPr>
          <w:rtl/>
        </w:rPr>
        <w:t xml:space="preserve"> استهزا: </w:t>
      </w:r>
      <w:r w:rsidR="003D3A85" w:rsidRPr="00833A8D">
        <w:rPr>
          <w:rStyle w:val="libAieChar"/>
          <w:rtl/>
        </w:rPr>
        <w:t>لمجنون</w:t>
      </w:r>
      <w:r w:rsidR="00833A8D">
        <w:rPr>
          <w:rStyle w:val="libAieChar"/>
          <w:rtl/>
        </w:rPr>
        <w:t xml:space="preserve"> </w:t>
      </w:r>
      <w:r>
        <w:rPr>
          <w:rtl/>
        </w:rPr>
        <w:t>تو ديوانه هستى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ج</w:t>
      </w:r>
      <w:r w:rsidR="009C7B0C">
        <w:rPr>
          <w:rtl/>
        </w:rPr>
        <w:t>:</w:t>
      </w:r>
      <w:r>
        <w:rPr>
          <w:rtl/>
        </w:rPr>
        <w:t xml:space="preserve"> تهديد: </w:t>
      </w:r>
      <w:r w:rsidR="003D3A85" w:rsidRPr="00833A8D">
        <w:rPr>
          <w:rStyle w:val="libAieChar"/>
          <w:rtl/>
        </w:rPr>
        <w:t>من المَسجونين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تورا زندانى مى كنم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د: تهمت سحر: </w:t>
      </w:r>
      <w:r w:rsidR="003D3A85" w:rsidRPr="00833A8D">
        <w:rPr>
          <w:rStyle w:val="libAieChar"/>
          <w:rtl/>
        </w:rPr>
        <w:t>لساحر عليم</w:t>
      </w:r>
      <w:r w:rsidR="00833A8D">
        <w:rPr>
          <w:rStyle w:val="libAieChar"/>
          <w:rtl/>
        </w:rPr>
        <w:t xml:space="preserve"> </w:t>
      </w:r>
      <w:r>
        <w:rPr>
          <w:rtl/>
        </w:rPr>
        <w:t>تو ساحر هستى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ه‍</w:t>
      </w:r>
      <w:r w:rsidR="009C7B0C">
        <w:rPr>
          <w:rtl/>
        </w:rPr>
        <w:t>:</w:t>
      </w:r>
      <w:r>
        <w:rPr>
          <w:rtl/>
        </w:rPr>
        <w:t xml:space="preserve"> تهمت توطئه</w:t>
      </w:r>
      <w:r w:rsidR="009C7B0C">
        <w:rPr>
          <w:rtl/>
        </w:rPr>
        <w:t>: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يريد اءن يخرجكم</w:t>
      </w:r>
      <w:r w:rsidR="00833A8D">
        <w:rPr>
          <w:rStyle w:val="libAieChar"/>
          <w:rtl/>
        </w:rPr>
        <w:t xml:space="preserve"> </w:t>
      </w:r>
      <w:r>
        <w:rPr>
          <w:rtl/>
        </w:rPr>
        <w:t>تو قصد شورش</w:t>
      </w:r>
      <w:r w:rsidR="00833A8D">
        <w:rPr>
          <w:rtl/>
        </w:rPr>
        <w:t xml:space="preserve"> </w:t>
      </w:r>
      <w:r>
        <w:rPr>
          <w:rtl/>
        </w:rPr>
        <w:t>دارى</w:t>
      </w:r>
      <w:r w:rsidR="009C7B0C">
        <w:rPr>
          <w:rtl/>
        </w:rPr>
        <w:t xml:space="preserve">. </w:t>
      </w:r>
    </w:p>
    <w:p w:rsidR="003D3A85" w:rsidRPr="003D3A85" w:rsidRDefault="003D3A85" w:rsidP="003A6B01">
      <w:pPr>
        <w:pStyle w:val="libNormal"/>
        <w:rPr>
          <w:rtl/>
        </w:rPr>
      </w:pPr>
      <w:r w:rsidRPr="003D3A85">
        <w:rPr>
          <w:rtl/>
        </w:rPr>
        <w:t xml:space="preserve"> در آيات مربوط به گفتگوى موسى با فرعون</w:t>
      </w:r>
      <w:r w:rsidR="009C7B0C">
        <w:rPr>
          <w:rtl/>
        </w:rPr>
        <w:t xml:space="preserve">، </w:t>
      </w:r>
      <w:r w:rsidRPr="003D3A85">
        <w:rPr>
          <w:rtl/>
        </w:rPr>
        <w:t>حرفى از هارون نيست و اين به خاطر آن است كه موضع رسمى بايد از طرف رهبر تعيين شود</w:t>
      </w:r>
      <w:r w:rsidR="009C7B0C">
        <w:rPr>
          <w:rtl/>
        </w:rPr>
        <w:t xml:space="preserve">. </w:t>
      </w:r>
    </w:p>
    <w:p w:rsidR="007F2F6B" w:rsidRDefault="003D3A85" w:rsidP="003A6B01">
      <w:pPr>
        <w:pStyle w:val="libNormal"/>
        <w:rPr>
          <w:rtl/>
        </w:rPr>
      </w:pPr>
      <w:r w:rsidRPr="003D3A85">
        <w:rPr>
          <w:rtl/>
        </w:rPr>
        <w:t xml:space="preserve"> مراد از جمله فماذا تاءمرون</w:t>
      </w:r>
      <w:r w:rsidR="009C7B0C">
        <w:rPr>
          <w:rtl/>
        </w:rPr>
        <w:t xml:space="preserve">، </w:t>
      </w:r>
      <w:r w:rsidR="007F2F6B">
        <w:rPr>
          <w:rtl/>
        </w:rPr>
        <w:t>فرمان مشورتى است</w:t>
      </w:r>
      <w:r w:rsidR="009C7B0C">
        <w:rPr>
          <w:rtl/>
        </w:rPr>
        <w:t xml:space="preserve">. </w:t>
      </w:r>
      <w:r w:rsidR="007F2F6B">
        <w:rPr>
          <w:rtl/>
        </w:rPr>
        <w:t>چون مشاوران نظر خود را در قالب امر و فرمان مى گفتند</w:t>
      </w:r>
      <w:r w:rsidR="009C7B0C">
        <w:rPr>
          <w:rtl/>
        </w:rPr>
        <w:t xml:space="preserve">. </w:t>
      </w:r>
      <w:r w:rsidR="007F2F6B">
        <w:rPr>
          <w:rtl/>
        </w:rPr>
        <w:t xml:space="preserve">مانند: </w:t>
      </w:r>
      <w:r w:rsidRPr="00833A8D">
        <w:rPr>
          <w:rStyle w:val="libAieChar"/>
          <w:rtl/>
        </w:rPr>
        <w:t>اءرجِه واءخاه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به موسى وبرادرش فرصت بده وبه زندان نيفكن</w:t>
      </w:r>
      <w:r w:rsidR="009C7B0C">
        <w:rPr>
          <w:rtl/>
        </w:rPr>
        <w:t xml:space="preserve">. </w:t>
      </w:r>
    </w:p>
    <w:p w:rsidR="007F2F6B" w:rsidRPr="003A6B01" w:rsidRDefault="003D3A85" w:rsidP="003A6B01">
      <w:pPr>
        <w:pStyle w:val="libNormal"/>
        <w:rPr>
          <w:rtl/>
        </w:rPr>
      </w:pPr>
      <w:r w:rsidRPr="006B3906">
        <w:rPr>
          <w:rtl/>
        </w:rPr>
        <w:t xml:space="preserve"> حضرت موسى و فرعون در مورد زمان و مكان مراسمِ مقابله ى ساحران با موسى</w:t>
      </w:r>
      <w:r w:rsidR="009C7B0C">
        <w:rPr>
          <w:rtl/>
        </w:rPr>
        <w:t xml:space="preserve">، </w:t>
      </w:r>
      <w:r w:rsidRPr="006B3906">
        <w:rPr>
          <w:rtl/>
        </w:rPr>
        <w:t>با يكديگر به توافق رسيدند</w:t>
      </w:r>
      <w:r w:rsidR="009C7B0C">
        <w:rPr>
          <w:rtl/>
        </w:rPr>
        <w:t xml:space="preserve">. </w:t>
      </w:r>
      <w:r w:rsidRPr="003A6B01">
        <w:rPr>
          <w:rStyle w:val="libAieChar"/>
          <w:rtl/>
        </w:rPr>
        <w:t>لميقات يوم معلوم</w:t>
      </w:r>
    </w:p>
    <w:p w:rsidR="003D3A85" w:rsidRPr="003D3A85" w:rsidRDefault="003D3A85" w:rsidP="003A6B01">
      <w:pPr>
        <w:pStyle w:val="libNormal"/>
        <w:rPr>
          <w:rtl/>
        </w:rPr>
      </w:pPr>
      <w:r w:rsidRPr="003D3A85">
        <w:rPr>
          <w:rtl/>
        </w:rPr>
        <w:lastRenderedPageBreak/>
        <w:t xml:space="preserve"> از مردم خواسته شد تا در مكان و زمان موعود حاضر شوند</w:t>
      </w:r>
      <w:r w:rsidR="009C7B0C">
        <w:rPr>
          <w:rtl/>
        </w:rPr>
        <w:t xml:space="preserve">، </w:t>
      </w:r>
      <w:r w:rsidRPr="003D3A85">
        <w:rPr>
          <w:rtl/>
        </w:rPr>
        <w:t>زيرا اين حضور و اجتماع باعث مى شد تا موسى و هارون احساس تنهايى كنند و ساحران نيرو گيرند و غوغاسالارى تبليغاتى به راه اندازند</w:t>
      </w:r>
      <w:r w:rsidR="009C7B0C">
        <w:rPr>
          <w:rtl/>
        </w:rPr>
        <w:t xml:space="preserve">. </w:t>
      </w:r>
    </w:p>
    <w:p w:rsidR="007F2F6B" w:rsidRDefault="003D3A85" w:rsidP="003A6B01">
      <w:pPr>
        <w:pStyle w:val="libNormal"/>
        <w:rPr>
          <w:rtl/>
        </w:rPr>
      </w:pPr>
      <w:r w:rsidRPr="003D3A85">
        <w:rPr>
          <w:rtl/>
        </w:rPr>
        <w:t xml:space="preserve"> اطرافيان بى اراده و متملّق</w:t>
      </w:r>
      <w:r w:rsidR="009C7B0C">
        <w:rPr>
          <w:rtl/>
        </w:rPr>
        <w:t xml:space="preserve">، </w:t>
      </w:r>
      <w:r w:rsidRPr="003D3A85">
        <w:rPr>
          <w:rtl/>
        </w:rPr>
        <w:t>حتّى در كلمات تقليد مى كنند</w:t>
      </w:r>
      <w:r w:rsidR="009C7B0C">
        <w:rPr>
          <w:rtl/>
        </w:rPr>
        <w:t xml:space="preserve">. </w:t>
      </w:r>
      <w:r w:rsidRPr="003D3A85">
        <w:rPr>
          <w:rtl/>
        </w:rPr>
        <w:t>جمله هاى لساحر عليم</w:t>
      </w:r>
      <w:r w:rsidR="00833A8D">
        <w:rPr>
          <w:rtl/>
        </w:rPr>
        <w:t xml:space="preserve"> </w:t>
      </w:r>
      <w:r w:rsidR="007F2F6B">
        <w:rPr>
          <w:rtl/>
        </w:rPr>
        <w:t xml:space="preserve">و </w:t>
      </w:r>
      <w:r w:rsidRPr="00833A8D">
        <w:rPr>
          <w:rStyle w:val="libAieChar"/>
          <w:rtl/>
        </w:rPr>
        <w:t>يريد ان يخرجكم من ارضكم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در اين دو آيه از زبان فرعون است</w:t>
      </w:r>
      <w:r w:rsidR="009C7B0C">
        <w:rPr>
          <w:rtl/>
        </w:rPr>
        <w:t xml:space="preserve">، </w:t>
      </w:r>
      <w:r w:rsidR="007F2F6B">
        <w:rPr>
          <w:rtl/>
        </w:rPr>
        <w:t>ولى در سوره ى اعراف آيات 109 و 110</w:t>
      </w:r>
      <w:r w:rsidR="009C7B0C">
        <w:rPr>
          <w:rtl/>
        </w:rPr>
        <w:t xml:space="preserve">، </w:t>
      </w:r>
      <w:r w:rsidR="007F2F6B">
        <w:rPr>
          <w:rtl/>
        </w:rPr>
        <w:t>همين كلمات از زبان اطرافيان اوست و حتّى حرفى كم و زياد نكرده اند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65" w:name="_Toc365973862"/>
      <w:r>
        <w:rPr>
          <w:rtl/>
        </w:rPr>
        <w:t>پيام ها</w:t>
      </w:r>
      <w:r w:rsidR="009C7B0C">
        <w:rPr>
          <w:rtl/>
        </w:rPr>
        <w:t>:</w:t>
      </w:r>
      <w:bookmarkEnd w:id="65"/>
    </w:p>
    <w:p w:rsidR="007F2F6B" w:rsidRDefault="007F2F6B" w:rsidP="00316C3A">
      <w:pPr>
        <w:pStyle w:val="libNormal"/>
        <w:rPr>
          <w:rtl/>
        </w:rPr>
      </w:pPr>
      <w:r>
        <w:t xml:space="preserve"> </w:t>
      </w:r>
      <w:r>
        <w:rPr>
          <w:rtl/>
        </w:rPr>
        <w:t>1- طاغوت ها تبليغات شيطانى خود را با تاءكيد و قاطعيّت بيان مى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هذا لساحر عليم</w:t>
      </w:r>
      <w:r>
        <w:t xml:space="preserve"> </w:t>
      </w:r>
      <w:r w:rsidR="00316C3A">
        <w:rPr>
          <w:rFonts w:hint="cs"/>
          <w:rtl/>
        </w:rPr>
        <w:t>(</w:t>
      </w:r>
      <w:r w:rsidR="003D3A85" w:rsidRPr="00833A8D">
        <w:rPr>
          <w:rStyle w:val="libAieChar"/>
          <w:rtl/>
        </w:rPr>
        <w:t>انّ</w:t>
      </w:r>
      <w:r w:rsidR="009C7B0C">
        <w:rPr>
          <w:rtl/>
        </w:rPr>
        <w:t xml:space="preserve">، </w:t>
      </w:r>
      <w:r>
        <w:rPr>
          <w:rtl/>
        </w:rPr>
        <w:t xml:space="preserve">حرف </w:t>
      </w:r>
      <w:r w:rsidR="003D3A85" w:rsidRPr="00833A8D">
        <w:rPr>
          <w:rStyle w:val="libAieChar"/>
          <w:rtl/>
        </w:rPr>
        <w:t>لام</w:t>
      </w:r>
      <w:r w:rsidR="00833A8D">
        <w:rPr>
          <w:rStyle w:val="libAieChar"/>
          <w:rtl/>
        </w:rPr>
        <w:t xml:space="preserve"> </w:t>
      </w:r>
      <w:r>
        <w:rPr>
          <w:rtl/>
        </w:rPr>
        <w:t xml:space="preserve">و جمله </w:t>
      </w:r>
      <w:r w:rsidR="003A6B01">
        <w:rPr>
          <w:rtl/>
        </w:rPr>
        <w:t>ى اسميّه همه نشانه ى تاءكيد است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فرعون براى آن كه ساحران را در مبارزه با موسى تشويق و تحريك كند</w:t>
      </w:r>
      <w:r w:rsidR="009C7B0C">
        <w:rPr>
          <w:rtl/>
        </w:rPr>
        <w:t xml:space="preserve">، </w:t>
      </w:r>
      <w:r>
        <w:rPr>
          <w:rtl/>
        </w:rPr>
        <w:t xml:space="preserve">از موسى به عنوان </w:t>
      </w:r>
      <w:r w:rsidR="003D3A85" w:rsidRPr="00833A8D">
        <w:rPr>
          <w:rStyle w:val="libAieChar"/>
          <w:rtl/>
        </w:rPr>
        <w:t>ساحر عليم</w:t>
      </w:r>
      <w:r w:rsidR="00833A8D">
        <w:rPr>
          <w:rStyle w:val="libAieChar"/>
          <w:rtl/>
        </w:rPr>
        <w:t xml:space="preserve"> </w:t>
      </w:r>
      <w:r>
        <w:rPr>
          <w:rtl/>
        </w:rPr>
        <w:t>ياد كرد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لساحرعليم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دروغگو كم حافظه است</w:t>
      </w:r>
      <w:r w:rsidR="009C7B0C">
        <w:rPr>
          <w:rtl/>
        </w:rPr>
        <w:t xml:space="preserve">. </w:t>
      </w:r>
      <w:r>
        <w:rPr>
          <w:rtl/>
        </w:rPr>
        <w:t xml:space="preserve">فرعونيانى كه به موسى نسبت جنون مى دادند؛ </w:t>
      </w:r>
      <w:r w:rsidR="003D3A85" w:rsidRPr="00833A8D">
        <w:rPr>
          <w:rStyle w:val="libAieChar"/>
          <w:rtl/>
        </w:rPr>
        <w:t>لمجنون</w:t>
      </w:r>
      <w:r>
        <w:rPr>
          <w:rtl/>
        </w:rPr>
        <w:t xml:space="preserve"> اكنون او را ساحرى ماهر و آگاه مى خوانند: </w:t>
      </w:r>
      <w:r w:rsidR="003D3A85" w:rsidRPr="00833A8D">
        <w:rPr>
          <w:rStyle w:val="libAieChar"/>
          <w:rtl/>
        </w:rPr>
        <w:t>لساحر عليم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وطن دوستى و انگيزه ى مالكيّت</w:t>
      </w:r>
      <w:r w:rsidR="009C7B0C">
        <w:rPr>
          <w:rtl/>
        </w:rPr>
        <w:t xml:space="preserve">، </w:t>
      </w:r>
      <w:r>
        <w:rPr>
          <w:rtl/>
        </w:rPr>
        <w:t>از غرائز انسان هاست و فرعون براى تحريك مردم عليه موسى اين دو سوژه را بهانه قرار داد و گفت</w:t>
      </w:r>
      <w:r w:rsidR="009C7B0C">
        <w:rPr>
          <w:rtl/>
        </w:rPr>
        <w:t>:</w:t>
      </w:r>
      <w:r>
        <w:rPr>
          <w:rtl/>
        </w:rPr>
        <w:t xml:space="preserve"> او شما را آواره و مالكيّت شما را لغو خواهد كرد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يخرجكم من ارضكم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دروغ</w:t>
      </w:r>
      <w:r w:rsidR="009C7B0C">
        <w:rPr>
          <w:rtl/>
        </w:rPr>
        <w:t xml:space="preserve">، </w:t>
      </w:r>
      <w:r w:rsidR="007F2F6B">
        <w:rPr>
          <w:rtl/>
        </w:rPr>
        <w:t>تزوير وعوام فريبى</w:t>
      </w:r>
      <w:r w:rsidR="009C7B0C">
        <w:rPr>
          <w:rtl/>
        </w:rPr>
        <w:t xml:space="preserve">، </w:t>
      </w:r>
      <w:r w:rsidR="007F2F6B">
        <w:rPr>
          <w:rtl/>
        </w:rPr>
        <w:t>شيوه ى طاغوت است</w:t>
      </w:r>
      <w:r w:rsidR="009C7B0C">
        <w:rPr>
          <w:rtl/>
        </w:rPr>
        <w:t xml:space="preserve">. </w:t>
      </w:r>
      <w:r w:rsidR="007F2F6B">
        <w:rPr>
          <w:rtl/>
        </w:rPr>
        <w:t xml:space="preserve">(كلمه ى </w:t>
      </w:r>
      <w:r w:rsidR="003D3A85" w:rsidRPr="00833A8D">
        <w:rPr>
          <w:rStyle w:val="libAieChar"/>
          <w:rtl/>
        </w:rPr>
        <w:t>ارضكم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7F2F6B">
        <w:rPr>
          <w:rtl/>
        </w:rPr>
        <w:t xml:space="preserve">براى عوام فريبى وكلمه ى </w:t>
      </w:r>
      <w:r w:rsidR="003D3A85" w:rsidRPr="00833A8D">
        <w:rPr>
          <w:rStyle w:val="libAieChar"/>
          <w:rtl/>
        </w:rPr>
        <w:t>بسحره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دروغى واضح بود</w:t>
      </w:r>
      <w:r w:rsidR="009C7B0C">
        <w:rPr>
          <w:rtl/>
        </w:rPr>
        <w:t>.)</w:t>
      </w:r>
    </w:p>
    <w:p w:rsidR="007F2F6B" w:rsidRDefault="007F2F6B" w:rsidP="003A6B01">
      <w:pPr>
        <w:pStyle w:val="libNormal"/>
        <w:rPr>
          <w:rtl/>
        </w:rPr>
      </w:pPr>
      <w:r>
        <w:rPr>
          <w:rtl/>
        </w:rPr>
        <w:t>6- طاغوت ها هنگام قدرت و تسلّط</w:t>
      </w:r>
      <w:r w:rsidR="009C7B0C">
        <w:rPr>
          <w:rtl/>
        </w:rPr>
        <w:t xml:space="preserve">، </w:t>
      </w:r>
      <w:r>
        <w:rPr>
          <w:rtl/>
        </w:rPr>
        <w:t>همه چيز را از آن خود مى دانند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اءليس لى ملك مصر</w:t>
      </w:r>
      <w:r w:rsidR="003A6B01">
        <w:rPr>
          <w:rStyle w:val="libFootnotenumChar"/>
          <w:rFonts w:hint="cs"/>
          <w:rtl/>
        </w:rPr>
        <w:t>(12)</w:t>
      </w:r>
      <w:r>
        <w:rPr>
          <w:rtl/>
        </w:rPr>
        <w:t xml:space="preserve"> ولى هنگام احساس خطر مردم را به صحنه مى كشند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ارضكم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7- طاغوت ها به زيردستان خود نيازمندند و از آنها راه و چاره مى طلبند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فماذا تاءمرون</w:t>
      </w:r>
      <w:r>
        <w:rPr>
          <w:rtl/>
        </w:rPr>
        <w:t xml:space="preserve"> فرعونى كه به موسى مى گويد: اگر معبودى غير از من بگيرى تو را زندان مى كنم</w:t>
      </w:r>
      <w:r w:rsidR="009C7B0C">
        <w:rPr>
          <w:rtl/>
        </w:rPr>
        <w:t xml:space="preserve">، </w:t>
      </w:r>
      <w:r>
        <w:rPr>
          <w:rtl/>
        </w:rPr>
        <w:t>امروز محتاج اطرافيان است</w:t>
      </w:r>
      <w:r w:rsidR="009C7B0C">
        <w:rPr>
          <w:rtl/>
        </w:rPr>
        <w:t xml:space="preserve">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زمان فرعون</w:t>
      </w:r>
      <w:r w:rsidR="009C7B0C">
        <w:rPr>
          <w:rtl/>
        </w:rPr>
        <w:t xml:space="preserve">، </w:t>
      </w:r>
      <w:r w:rsidR="007F2F6B">
        <w:rPr>
          <w:rtl/>
        </w:rPr>
        <w:t>دوران رواج سحر و جادو بوده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سحّار عليم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اگر متخصّصين</w:t>
      </w:r>
      <w:r w:rsidR="009C7B0C">
        <w:rPr>
          <w:rtl/>
        </w:rPr>
        <w:t xml:space="preserve">، </w:t>
      </w:r>
      <w:r>
        <w:rPr>
          <w:rtl/>
        </w:rPr>
        <w:t>متعهّد نباشند در خدمت فرعون ها در مى آيند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ياءتوك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همايش و سمينار كارشناسان</w:t>
      </w:r>
      <w:r w:rsidR="009C7B0C">
        <w:rPr>
          <w:rtl/>
        </w:rPr>
        <w:t xml:space="preserve">، </w:t>
      </w:r>
      <w:r>
        <w:rPr>
          <w:rtl/>
        </w:rPr>
        <w:t>سابقه ى طولانى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ياءتوك بكلّ سحار عليم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طاغوت ها براى رسيدن به اهداف خود</w:t>
      </w:r>
      <w:r w:rsidR="009C7B0C">
        <w:rPr>
          <w:rtl/>
        </w:rPr>
        <w:t xml:space="preserve">، </w:t>
      </w:r>
      <w:r>
        <w:rPr>
          <w:rtl/>
        </w:rPr>
        <w:t>از كارشناسان سوء استفاده مى كنند ما چرا استفاده ى خوب نكنيم</w:t>
      </w:r>
      <w:r w:rsidR="009C7B0C">
        <w:rPr>
          <w:rtl/>
        </w:rPr>
        <w:t>؟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ياءتوك بكلّ سحّار عليم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فرعون تمام توان خود را بكار گرفت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بكلّ سحّار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زمان و مكان در حركات تبليغى مؤ ثّر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يوم معلوم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براى طاغوت ها جلب افكار عمومى و حضور مردم در صحنه مهم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هل انتم مجتمعون</w:t>
      </w:r>
    </w:p>
    <w:p w:rsidR="007F2F6B" w:rsidRDefault="00573D7D" w:rsidP="00573D7D">
      <w:pPr>
        <w:pStyle w:val="Heading1"/>
        <w:rPr>
          <w:rtl/>
        </w:rPr>
      </w:pPr>
      <w:bookmarkStart w:id="66" w:name="_Toc365973863"/>
      <w:r>
        <w:rPr>
          <w:rtl/>
        </w:rPr>
        <w:t>40 - لَعَلَّنَا نَتَّبِعُ السَّحَرَةَ إِن كَانُواْ هُمُ الْغَلِبِينَ</w:t>
      </w:r>
      <w:bookmarkEnd w:id="66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67" w:name="_Toc365973864"/>
      <w:r w:rsidR="00573D7D">
        <w:rPr>
          <w:rtl/>
        </w:rPr>
        <w:t>41 - فَلَمَّا جَآءَ السَّحَرَةُ قَالُواْ لِفِرْعَوْنَ اءَئِنَّ لَنَا لاََجْراً إِن كُنَّا نَحْنُ الْغَلِبِينَ</w:t>
      </w:r>
      <w:bookmarkEnd w:id="6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به اين اميد كه اگر ساحران غالب شدند از آنان پيروى كنيم</w:t>
      </w:r>
      <w:r w:rsidR="009C7B0C">
        <w:rPr>
          <w:rtl/>
        </w:rPr>
        <w:t xml:space="preserve">. </w:t>
      </w:r>
      <w:r>
        <w:rPr>
          <w:rtl/>
        </w:rPr>
        <w:t>پس همين كه ساحران (از شهرها به نزد فرعون) آمدند به او گفتند: آيا اگر ما پيروز شويم پاداشى داريم</w:t>
      </w:r>
      <w:r w:rsidR="009C7B0C">
        <w:rPr>
          <w:rtl/>
        </w:rPr>
        <w:t>؟</w:t>
      </w:r>
    </w:p>
    <w:p w:rsidR="007F2F6B" w:rsidRDefault="00573D7D" w:rsidP="00573D7D">
      <w:pPr>
        <w:pStyle w:val="Heading1"/>
        <w:rPr>
          <w:rtl/>
        </w:rPr>
      </w:pPr>
      <w:bookmarkStart w:id="68" w:name="_Toc365973865"/>
      <w:r>
        <w:rPr>
          <w:rtl/>
        </w:rPr>
        <w:lastRenderedPageBreak/>
        <w:t>42 - قَالَ نَعَمْ وَإِنَّكُمْ إِذاً لَّمِنَ الْمُقَرَّبِينَ</w:t>
      </w:r>
      <w:bookmarkEnd w:id="6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فرعون گفت</w:t>
      </w:r>
      <w:r w:rsidR="009C7B0C">
        <w:rPr>
          <w:rtl/>
        </w:rPr>
        <w:t>:</w:t>
      </w:r>
      <w:r>
        <w:rPr>
          <w:rtl/>
        </w:rPr>
        <w:t xml:space="preserve"> آرى</w:t>
      </w:r>
      <w:r w:rsidR="009C7B0C">
        <w:rPr>
          <w:rtl/>
        </w:rPr>
        <w:t xml:space="preserve">، </w:t>
      </w:r>
      <w:r>
        <w:rPr>
          <w:rtl/>
        </w:rPr>
        <w:t>در اين صورت (علاوه بر پاداش) حتما شما از مقرّبان دربار خواهيد بود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69" w:name="_Toc365973866"/>
      <w:r>
        <w:rPr>
          <w:rtl/>
        </w:rPr>
        <w:t>نكته ها</w:t>
      </w:r>
      <w:r w:rsidR="009C7B0C">
        <w:rPr>
          <w:rtl/>
        </w:rPr>
        <w:t>:</w:t>
      </w:r>
      <w:bookmarkEnd w:id="69"/>
    </w:p>
    <w:p w:rsidR="007F2F6B" w:rsidRPr="00E04BCD" w:rsidRDefault="00833A8D" w:rsidP="00E04BCD">
      <w:pPr>
        <w:pStyle w:val="libNormal"/>
        <w:rPr>
          <w:rtl/>
        </w:rPr>
      </w:pPr>
      <w:r w:rsidRPr="00E04BCD">
        <w:rPr>
          <w:rtl/>
        </w:rPr>
        <w:t xml:space="preserve"> </w:t>
      </w:r>
      <w:r w:rsidR="003D3A85" w:rsidRPr="006B3906">
        <w:rPr>
          <w:rtl/>
        </w:rPr>
        <w:t>موسى و هارون چون ايمان داشتند در يك طرف ايستادند و آرامش داشتند</w:t>
      </w:r>
      <w:r w:rsidR="009C7B0C">
        <w:rPr>
          <w:rtl/>
        </w:rPr>
        <w:t xml:space="preserve">، </w:t>
      </w:r>
      <w:r w:rsidR="003D3A85" w:rsidRPr="006B3906">
        <w:rPr>
          <w:rtl/>
        </w:rPr>
        <w:t>امّا فرعون و همه ى اشراف و ساحران در طرف ديگر قرار گرفتند و دلهره داشتند و اين جاست كه نقش ايمان و قدرت آن روشن مى شود</w:t>
      </w:r>
      <w:r w:rsidR="009C7B0C">
        <w:rPr>
          <w:rtl/>
        </w:rPr>
        <w:t xml:space="preserve">. </w:t>
      </w:r>
      <w:r w:rsidR="003D3A85" w:rsidRPr="006B3906">
        <w:rPr>
          <w:rtl/>
        </w:rPr>
        <w:t xml:space="preserve">از </w:t>
      </w:r>
      <w:r w:rsidR="00BC6E3A">
        <w:rPr>
          <w:rtl/>
        </w:rPr>
        <w:t>سؤال</w:t>
      </w:r>
      <w:r w:rsidR="003D3A85" w:rsidRPr="006B3906">
        <w:rPr>
          <w:rtl/>
        </w:rPr>
        <w:t xml:space="preserve"> ساحران كه پرسيدند: </w:t>
      </w:r>
      <w:r w:rsidR="003D3A85" w:rsidRPr="00E04BCD">
        <w:rPr>
          <w:rStyle w:val="libAieChar"/>
          <w:rtl/>
        </w:rPr>
        <w:t>اَئِنّ لنا لاجرا اِن كنّا نحن الغالبين</w:t>
      </w:r>
      <w:r w:rsidR="007F2F6B" w:rsidRPr="00E04BCD">
        <w:rPr>
          <w:rtl/>
        </w:rPr>
        <w:t xml:space="preserve"> ترديد آنان استفاده مى شود و از تشويق وجايزه بزرگ فرعون ؛ </w:t>
      </w:r>
      <w:r w:rsidR="003D3A85" w:rsidRPr="00E04BCD">
        <w:rPr>
          <w:rStyle w:val="libAieChar"/>
          <w:rtl/>
        </w:rPr>
        <w:t>قال نعم انّكم اذا لمِن المقرّبين</w:t>
      </w:r>
      <w:r w:rsidR="007F2F6B" w:rsidRPr="00E04BCD">
        <w:rPr>
          <w:rtl/>
        </w:rPr>
        <w:t xml:space="preserve"> دلهره ى او استفاده مى شود</w:t>
      </w:r>
      <w:r w:rsidR="009C7B0C">
        <w:rPr>
          <w:rtl/>
        </w:rPr>
        <w:t xml:space="preserve">. </w:t>
      </w:r>
    </w:p>
    <w:p w:rsidR="003D3A85" w:rsidRPr="006B3906" w:rsidRDefault="003D3A85" w:rsidP="006B3906">
      <w:pPr>
        <w:pStyle w:val="libNormal"/>
        <w:rPr>
          <w:rtl/>
        </w:rPr>
      </w:pPr>
      <w:r w:rsidRPr="006B3906">
        <w:rPr>
          <w:rtl/>
        </w:rPr>
        <w:t xml:space="preserve"> شايد شرط گرفتن مزد</w:t>
      </w:r>
      <w:r w:rsidR="009C7B0C">
        <w:rPr>
          <w:rtl/>
        </w:rPr>
        <w:t xml:space="preserve">، </w:t>
      </w:r>
      <w:r w:rsidRPr="006B3906">
        <w:rPr>
          <w:rtl/>
        </w:rPr>
        <w:t>نشانه ى تنگ نظرى</w:t>
      </w:r>
      <w:r w:rsidR="009C7B0C">
        <w:rPr>
          <w:rtl/>
        </w:rPr>
        <w:t xml:space="preserve">، </w:t>
      </w:r>
      <w:r w:rsidRPr="006B3906">
        <w:rPr>
          <w:rtl/>
        </w:rPr>
        <w:t>بخل و خسيس بودن فرعون باشد</w:t>
      </w:r>
      <w:r w:rsidR="009C7B0C">
        <w:rPr>
          <w:rtl/>
        </w:rPr>
        <w:t xml:space="preserve">، </w:t>
      </w:r>
      <w:r w:rsidRPr="006B3906">
        <w:rPr>
          <w:rtl/>
        </w:rPr>
        <w:t>زيرا معمولا مردم با افراد سخاوتمند و دست و دل باز شرط پول نمى گذارند</w:t>
      </w:r>
      <w:r w:rsidR="009C7B0C">
        <w:rPr>
          <w:rtl/>
        </w:rPr>
        <w:t xml:space="preserve">، </w:t>
      </w:r>
      <w:r w:rsidRPr="006B3906">
        <w:rPr>
          <w:rtl/>
        </w:rPr>
        <w:t>زيرا مى دانند كه او خود با معرفت و سخاوتى كه دارد همه چيز را در نظر مى گيرد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70" w:name="_Toc365973867"/>
      <w:r w:rsidRPr="002C79C2">
        <w:rPr>
          <w:rtl/>
        </w:rPr>
        <w:t>پيام ها</w:t>
      </w:r>
      <w:r w:rsidR="009C7B0C">
        <w:rPr>
          <w:rtl/>
        </w:rPr>
        <w:t>:</w:t>
      </w:r>
      <w:bookmarkEnd w:id="70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فرعون ادّعاى خدايى داشت</w:t>
      </w:r>
      <w:r w:rsidR="009C7B0C">
        <w:rPr>
          <w:rtl/>
        </w:rPr>
        <w:t xml:space="preserve">، </w:t>
      </w:r>
      <w:r>
        <w:rPr>
          <w:rtl/>
        </w:rPr>
        <w:t>امّا با معجزه ى حضرت موسى كار به جايى رسيد كه همه تابع ساحران شدند و حرف اوّل و آخر را حرف ساحران غالب دانستند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لعلّنا نتّبع السحرة</w:t>
      </w:r>
    </w:p>
    <w:p w:rsidR="007F2F6B" w:rsidRDefault="007F2F6B" w:rsidP="00316C3A">
      <w:pPr>
        <w:pStyle w:val="libNormal"/>
        <w:rPr>
          <w:rtl/>
        </w:rPr>
      </w:pPr>
      <w:r>
        <w:rPr>
          <w:rtl/>
        </w:rPr>
        <w:t>2- فرعون با ديدن معجزه ى موسى</w:t>
      </w:r>
      <w:r w:rsidR="009C7B0C">
        <w:rPr>
          <w:rtl/>
        </w:rPr>
        <w:t xml:space="preserve">، </w:t>
      </w:r>
      <w:r>
        <w:rPr>
          <w:rtl/>
        </w:rPr>
        <w:t>به پيروزى ساحران اطمينان نداشت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 كانوا هم الغالبين</w:t>
      </w:r>
      <w:r>
        <w:t xml:space="preserve"> </w:t>
      </w:r>
      <w:r w:rsidR="00316C3A">
        <w:rPr>
          <w:rFonts w:hint="cs"/>
          <w:rtl/>
        </w:rPr>
        <w:t>(</w:t>
      </w:r>
      <w:r w:rsidR="003D3A85" w:rsidRPr="00833A8D">
        <w:rPr>
          <w:rStyle w:val="libAieChar"/>
          <w:rtl/>
        </w:rPr>
        <w:t>اِنْ</w:t>
      </w:r>
      <w:r>
        <w:rPr>
          <w:rtl/>
        </w:rPr>
        <w:t xml:space="preserve"> حرف شرط و نشانه ى شك است)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3- افراد مادّى حتّى در مسايل عقيدتى هم حرف پول مى زنند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فلمّا جاء السحرة قالوا لفرعون اءئنّ لنا لاجراً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ساحران به فكر خودشان هستند كه مزدى بگيرند وكارى به حقّ و باطل بودن آن ندارند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اءئنّ لنا لاجرا</w:t>
      </w:r>
      <w:r>
        <w:rPr>
          <w:rtl/>
        </w:rPr>
        <w:t xml:space="preserve"> شعار انبيا در تمام كارهايشان </w:t>
      </w:r>
      <w:r w:rsidR="003D3A85" w:rsidRPr="00833A8D">
        <w:rPr>
          <w:rStyle w:val="libAieChar"/>
          <w:rtl/>
        </w:rPr>
        <w:t>ما اسئلكم عليه من اءجر</w:t>
      </w:r>
      <w:r>
        <w:t xml:space="preserve"> </w:t>
      </w:r>
      <w:r w:rsidR="00573D7D" w:rsidRPr="00573D7D">
        <w:rPr>
          <w:rStyle w:val="libFootnotenumChar"/>
        </w:rPr>
        <w:t>(13</w:t>
      </w:r>
      <w:r w:rsidR="00573D7D" w:rsidRPr="00573D7D">
        <w:rPr>
          <w:rStyle w:val="libFootnotenumChar"/>
          <w:rtl/>
        </w:rPr>
        <w:t>)</w:t>
      </w:r>
      <w:r>
        <w:rPr>
          <w:rtl/>
        </w:rPr>
        <w:t xml:space="preserve"> بود</w:t>
      </w:r>
      <w:r w:rsidR="009C7B0C">
        <w:rPr>
          <w:rtl/>
        </w:rPr>
        <w:t xml:space="preserve">، </w:t>
      </w:r>
      <w:r>
        <w:rPr>
          <w:rtl/>
        </w:rPr>
        <w:t>ولى ساحران حتّى براى يك حركت توقّع اجر داشتند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لنالا جراً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انسانى كه خدايى نيست</w:t>
      </w:r>
      <w:r w:rsidR="009C7B0C">
        <w:rPr>
          <w:rtl/>
        </w:rPr>
        <w:t xml:space="preserve">، </w:t>
      </w:r>
      <w:r w:rsidR="007F2F6B">
        <w:rPr>
          <w:rtl/>
        </w:rPr>
        <w:t xml:space="preserve">به درهم فرعون چشم دارد؛ </w:t>
      </w:r>
      <w:r w:rsidR="003D3A85" w:rsidRPr="00833A8D">
        <w:rPr>
          <w:rStyle w:val="libAieChar"/>
          <w:rtl/>
        </w:rPr>
        <w:t>لنا لاجراً</w:t>
      </w:r>
      <w:r w:rsidR="007F2F6B">
        <w:rPr>
          <w:rtl/>
        </w:rPr>
        <w:t xml:space="preserve"> ولى همين كه خدايى شد</w:t>
      </w:r>
      <w:r w:rsidR="009C7B0C">
        <w:rPr>
          <w:rtl/>
        </w:rPr>
        <w:t xml:space="preserve">، </w:t>
      </w:r>
      <w:r w:rsidR="007F2F6B">
        <w:rPr>
          <w:rtl/>
        </w:rPr>
        <w:t>تمام هستى نزد او كوچك است و جانش را به راحتى فدا مى كند</w:t>
      </w:r>
      <w:r w:rsidR="009C7B0C">
        <w:rPr>
          <w:rtl/>
        </w:rPr>
        <w:t xml:space="preserve">. </w:t>
      </w:r>
      <w:r w:rsidR="007F2F6B">
        <w:rPr>
          <w:rtl/>
        </w:rPr>
        <w:t>چنانكه در آيه ى 50 مى خوانيم</w:t>
      </w:r>
      <w:r w:rsidR="009C7B0C">
        <w:rPr>
          <w:rtl/>
        </w:rPr>
        <w:t>:</w:t>
      </w:r>
      <w:r w:rsidR="007F2F6B">
        <w:rPr>
          <w:rtl/>
        </w:rPr>
        <w:t xml:space="preserve"> </w:t>
      </w:r>
      <w:r w:rsidR="003D3A85" w:rsidRPr="00833A8D">
        <w:rPr>
          <w:rStyle w:val="libAieChar"/>
          <w:rtl/>
        </w:rPr>
        <w:t>لا ضَير انّا الى ربّنا لمنقلبون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گاهى مقام و اعتبار از مال مهم تر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انّكم اذاً لمن المقرّبين</w:t>
      </w:r>
    </w:p>
    <w:p w:rsidR="007F2F6B" w:rsidRDefault="00573D7D" w:rsidP="00573D7D">
      <w:pPr>
        <w:pStyle w:val="Heading1"/>
        <w:rPr>
          <w:rtl/>
        </w:rPr>
      </w:pPr>
      <w:bookmarkStart w:id="71" w:name="_Toc365973868"/>
      <w:r>
        <w:rPr>
          <w:rtl/>
        </w:rPr>
        <w:t>43 - قَالَ لَهُم مُّوسَى اءَلْقُواْ مَآ اءَنتُم مُّلْقُونَ</w:t>
      </w:r>
      <w:bookmarkEnd w:id="7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(روز موعود فرا رسيد و همه ى ساحران جمع شدند</w:t>
      </w:r>
      <w:r w:rsidR="009C7B0C">
        <w:rPr>
          <w:rtl/>
        </w:rPr>
        <w:t>،)</w:t>
      </w:r>
      <w:r>
        <w:rPr>
          <w:rtl/>
        </w:rPr>
        <w:t xml:space="preserve"> موسى به آنان گفت</w:t>
      </w:r>
      <w:r w:rsidR="009C7B0C">
        <w:rPr>
          <w:rtl/>
        </w:rPr>
        <w:t>:</w:t>
      </w:r>
      <w:r>
        <w:rPr>
          <w:rtl/>
        </w:rPr>
        <w:t xml:space="preserve"> بيفكنيد آنچه را مى خواهيد بيفكنيد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72" w:name="_Toc365973869"/>
      <w:r>
        <w:rPr>
          <w:rtl/>
        </w:rPr>
        <w:t>44 - فَاءَلْقَوْاْ حِبَالَهُمْ وَ عِصِيَّهُمْ وَ قَالُواْ بِعِزَّةِ فِرْعَوْنَ إِنَّا لَنَحْنُ الْغَلِبُونَ</w:t>
      </w:r>
      <w:bookmarkEnd w:id="7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(ساحران) ريسمان ها و عصاهاى خود را (به زمين) افكندند و گفتند: به عزّت فرعون سوگند كه قطعاً ما پيروزيم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73" w:name="_Toc365973870"/>
      <w:r>
        <w:rPr>
          <w:rtl/>
        </w:rPr>
        <w:t>پيام ها</w:t>
      </w:r>
      <w:r w:rsidR="009C7B0C">
        <w:rPr>
          <w:rtl/>
        </w:rPr>
        <w:t>:</w:t>
      </w:r>
      <w:bookmarkEnd w:id="73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مردان خدا به غلبه ى حقّ و پوچى سحر ايمان داشته واز موضع قدرت و با آرامش سخن مى گويند</w:t>
      </w:r>
      <w:r w:rsidR="009C7B0C">
        <w:rPr>
          <w:rtl/>
        </w:rPr>
        <w:t xml:space="preserve">، </w:t>
      </w:r>
      <w:r>
        <w:rPr>
          <w:rtl/>
        </w:rPr>
        <w:t>نه از روى ضعف و ترس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اَلقُوا ما انتم مُلقون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به مخالفان فرصت دهيد تا در راه عقيده و هدف خود تلاش</w:t>
      </w:r>
      <w:r w:rsidR="00833A8D">
        <w:rPr>
          <w:rtl/>
        </w:rPr>
        <w:t xml:space="preserve"> </w:t>
      </w:r>
      <w:r>
        <w:rPr>
          <w:rtl/>
        </w:rPr>
        <w:t>و حركت كنند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اَلقُوا ما انتم</w:t>
      </w:r>
      <w:r w:rsidR="009C7B0C">
        <w:rPr>
          <w:rtl/>
        </w:rPr>
        <w:t xml:space="preserve">، </w:t>
      </w:r>
      <w:r>
        <w:rPr>
          <w:rtl/>
        </w:rPr>
        <w:t>آنگاه محكم ومنطقى پاسخ آنان را بدهيد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3- كافر از درون متزلزل است و در ظاهر شعار مى دهد</w:t>
      </w:r>
      <w:r w:rsidR="009C7B0C">
        <w:rPr>
          <w:rtl/>
        </w:rPr>
        <w:t xml:space="preserve">. </w:t>
      </w:r>
      <w:r>
        <w:rPr>
          <w:rtl/>
        </w:rPr>
        <w:t xml:space="preserve">ساحران در پيروزى خود شك داشتند و در آيات قبل مى گفتند: </w:t>
      </w:r>
      <w:r w:rsidR="003D3A85" w:rsidRPr="00833A8D">
        <w:rPr>
          <w:rStyle w:val="libAieChar"/>
          <w:rtl/>
        </w:rPr>
        <w:t>اِن كنّا نحن الغالبين</w:t>
      </w:r>
      <w:r>
        <w:rPr>
          <w:rtl/>
        </w:rPr>
        <w:t xml:space="preserve"> ولى در حضور فرعون</w:t>
      </w:r>
      <w:r w:rsidR="009C7B0C">
        <w:rPr>
          <w:rtl/>
        </w:rPr>
        <w:t xml:space="preserve">، </w:t>
      </w:r>
      <w:r>
        <w:rPr>
          <w:rtl/>
        </w:rPr>
        <w:t>با خودشيرينى و تملّق گفتند:</w:t>
      </w:r>
      <w:r w:rsidR="003D3A85" w:rsidRPr="00833A8D">
        <w:rPr>
          <w:rStyle w:val="libAieChar"/>
          <w:rtl/>
        </w:rPr>
        <w:t xml:space="preserve"> بِعزّة فرعون</w:t>
      </w:r>
      <w:r>
        <w:rPr>
          <w:rtl/>
        </w:rPr>
        <w:t xml:space="preserve"> وبه پيروزى تظاهر مى كردند و به اصطلاح جنگ روانى راه مى انداختند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انّا لنحن الغالبون</w:t>
      </w:r>
    </w:p>
    <w:p w:rsidR="007F2F6B" w:rsidRDefault="00573D7D" w:rsidP="00573D7D">
      <w:pPr>
        <w:pStyle w:val="Heading1"/>
        <w:rPr>
          <w:rtl/>
        </w:rPr>
      </w:pPr>
      <w:bookmarkStart w:id="74" w:name="_Toc365973871"/>
      <w:r>
        <w:rPr>
          <w:rtl/>
        </w:rPr>
        <w:t>4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فَاءَلْقَى مُوسَى عَصَاهُ فَإِذَا هِىَ تَلْقَفُ مَا يَاءْفِكُونَ</w:t>
      </w:r>
      <w:bookmarkEnd w:id="74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75" w:name="_Toc365973872"/>
      <w:r w:rsidR="00573D7D">
        <w:rPr>
          <w:rtl/>
        </w:rPr>
        <w:t>46 - فَاءُلْقِىَ السَّحَرَةُ سَجِدِينَ</w:t>
      </w:r>
      <w:bookmarkEnd w:id="7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سپس موسى عصايش را افكند</w:t>
      </w:r>
      <w:r w:rsidR="009C7B0C">
        <w:rPr>
          <w:rtl/>
        </w:rPr>
        <w:t xml:space="preserve">، </w:t>
      </w:r>
      <w:r>
        <w:rPr>
          <w:rtl/>
        </w:rPr>
        <w:t>پس ناگهان (اژدهايى شد و) هر چه را به نيرنگ ساخته بودند بلعيد</w:t>
      </w:r>
      <w:r w:rsidR="009C7B0C">
        <w:rPr>
          <w:rtl/>
        </w:rPr>
        <w:t xml:space="preserve">. </w:t>
      </w:r>
      <w:r>
        <w:rPr>
          <w:rtl/>
        </w:rPr>
        <w:t>آنگاه ساحران بى اختيار به سجده درافتادند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76" w:name="_Toc365973873"/>
      <w:r>
        <w:rPr>
          <w:rtl/>
        </w:rPr>
        <w:t>47 - قَالُواْ ءَامَنَّا بِرَبِّ الْعَلَمِينَ</w:t>
      </w:r>
      <w:bookmarkEnd w:id="76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77" w:name="_Toc365973874"/>
      <w:r w:rsidR="00573D7D">
        <w:rPr>
          <w:rtl/>
        </w:rPr>
        <w:t>4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 w:rsidR="00573D7D">
        <w:rPr>
          <w:rtl/>
        </w:rPr>
        <w:t>رَبِّ مُوسَى وَهَرُونَ</w:t>
      </w:r>
      <w:bookmarkEnd w:id="7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گفتند: ما به پروردگار جهانيان ايمان آورديم</w:t>
      </w:r>
      <w:r w:rsidR="009C7B0C">
        <w:rPr>
          <w:rtl/>
        </w:rPr>
        <w:t xml:space="preserve">. </w:t>
      </w:r>
      <w:r>
        <w:rPr>
          <w:rtl/>
        </w:rPr>
        <w:t>پروردگار موسى و هارون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78" w:name="_Toc365973875"/>
      <w:r>
        <w:rPr>
          <w:rtl/>
        </w:rPr>
        <w:t>نكته ها</w:t>
      </w:r>
      <w:r w:rsidR="009C7B0C">
        <w:rPr>
          <w:rtl/>
        </w:rPr>
        <w:t>:</w:t>
      </w:r>
      <w:bookmarkEnd w:id="78"/>
    </w:p>
    <w:p w:rsidR="003D3A85" w:rsidRPr="006B3906" w:rsidRDefault="00833A8D" w:rsidP="006B3906">
      <w:pPr>
        <w:pStyle w:val="libNormal"/>
        <w:rPr>
          <w:rtl/>
        </w:rPr>
      </w:pPr>
      <w:r w:rsidRPr="003003B9">
        <w:rPr>
          <w:rtl/>
        </w:rPr>
        <w:t xml:space="preserve"> </w:t>
      </w:r>
      <w:r w:rsidR="003D3A85" w:rsidRPr="006B3906">
        <w:rPr>
          <w:rtl/>
        </w:rPr>
        <w:t>ساحران همين كه اژدها شدن عصا را ديدند فوراً ايمان آوردند</w:t>
      </w:r>
      <w:r w:rsidR="009C7B0C">
        <w:rPr>
          <w:rtl/>
        </w:rPr>
        <w:t xml:space="preserve">. </w:t>
      </w:r>
      <w:r w:rsidR="003D3A85" w:rsidRPr="006B3906">
        <w:rPr>
          <w:rtl/>
        </w:rPr>
        <w:t>در روايات آمده است</w:t>
      </w:r>
      <w:r w:rsidR="009C7B0C">
        <w:rPr>
          <w:rtl/>
        </w:rPr>
        <w:t>:</w:t>
      </w:r>
      <w:r w:rsidR="003D3A85" w:rsidRPr="006B3906">
        <w:rPr>
          <w:rtl/>
        </w:rPr>
        <w:t xml:space="preserve"> هنگامى كه امام زمان </w:t>
      </w:r>
      <w:r w:rsidR="00BA599A" w:rsidRPr="00BA599A">
        <w:rPr>
          <w:rStyle w:val="libAlaemChar"/>
          <w:rtl/>
        </w:rPr>
        <w:t>عليه‌السلام</w:t>
      </w:r>
      <w:r w:rsidR="003D3A85" w:rsidRPr="006B3906">
        <w:rPr>
          <w:rtl/>
        </w:rPr>
        <w:t xml:space="preserve"> نيز ظهور كند</w:t>
      </w:r>
      <w:r w:rsidR="009C7B0C">
        <w:rPr>
          <w:rtl/>
        </w:rPr>
        <w:t xml:space="preserve">، </w:t>
      </w:r>
      <w:r w:rsidR="003D3A85" w:rsidRPr="006B3906">
        <w:rPr>
          <w:rtl/>
        </w:rPr>
        <w:t>متخصّصان شرق و غرب به حضرت ايمان خواهند آورد</w:t>
      </w:r>
      <w:r w:rsidR="009C7B0C">
        <w:rPr>
          <w:rtl/>
        </w:rPr>
        <w:t xml:space="preserve">، </w:t>
      </w:r>
      <w:r w:rsidR="003D3A85" w:rsidRPr="006B3906">
        <w:rPr>
          <w:rtl/>
        </w:rPr>
        <w:t>چون آنان عظمت كار را بهتر از ديگران درك خواهند كرد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79" w:name="_Toc365973876"/>
      <w:r w:rsidRPr="002C79C2">
        <w:rPr>
          <w:rtl/>
        </w:rPr>
        <w:t>پيام ها</w:t>
      </w:r>
      <w:r w:rsidR="009C7B0C">
        <w:rPr>
          <w:rtl/>
        </w:rPr>
        <w:t>:</w:t>
      </w:r>
      <w:bookmarkEnd w:id="79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معجزه امرى سريع و برق آساست</w:t>
      </w:r>
      <w:r w:rsidR="009C7B0C">
        <w:rPr>
          <w:rtl/>
        </w:rPr>
        <w:t xml:space="preserve">، </w:t>
      </w:r>
      <w:r>
        <w:rPr>
          <w:rtl/>
        </w:rPr>
        <w:t>نه تدريجى و تمرينى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فاذا هى تَلقَف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باطل</w:t>
      </w:r>
      <w:r w:rsidR="009C7B0C">
        <w:rPr>
          <w:rtl/>
        </w:rPr>
        <w:t xml:space="preserve">، </w:t>
      </w:r>
      <w:r>
        <w:rPr>
          <w:rtl/>
        </w:rPr>
        <w:t>در برابر حقّ تاب مقاومت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تَلقَفُ ما ياءفكون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3- سحر و جادو يك دروغ عملى و به دور از حقيقت است</w:t>
      </w:r>
      <w:r w:rsidR="009C7B0C">
        <w:rPr>
          <w:rtl/>
        </w:rPr>
        <w:t xml:space="preserve">. </w:t>
      </w:r>
      <w:r>
        <w:rPr>
          <w:rtl/>
        </w:rPr>
        <w:t>(</w:t>
      </w:r>
      <w:r w:rsidR="003D3A85" w:rsidRPr="00833A8D">
        <w:rPr>
          <w:rStyle w:val="libAieChar"/>
          <w:rtl/>
        </w:rPr>
        <w:t>ياءفكون</w:t>
      </w:r>
      <w:r w:rsidR="00833A8D">
        <w:rPr>
          <w:rStyle w:val="libAieChar"/>
          <w:rtl/>
        </w:rPr>
        <w:t xml:space="preserve"> </w:t>
      </w:r>
      <w:r>
        <w:rPr>
          <w:rtl/>
        </w:rPr>
        <w:t xml:space="preserve">از </w:t>
      </w:r>
      <w:r w:rsidR="003D3A85" w:rsidRPr="00833A8D">
        <w:rPr>
          <w:rStyle w:val="libAieChar"/>
          <w:rtl/>
        </w:rPr>
        <w:t>اِفك</w:t>
      </w:r>
      <w:r w:rsidR="00833A8D">
        <w:rPr>
          <w:rStyle w:val="libAieChar"/>
          <w:rtl/>
        </w:rPr>
        <w:t xml:space="preserve"> </w:t>
      </w:r>
      <w:r>
        <w:rPr>
          <w:rtl/>
        </w:rPr>
        <w:t>به معناى ساختگى و دروغ است)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افراد آماده</w:t>
      </w:r>
      <w:r w:rsidR="009C7B0C">
        <w:rPr>
          <w:rtl/>
        </w:rPr>
        <w:t xml:space="preserve">، </w:t>
      </w:r>
      <w:r>
        <w:rPr>
          <w:rtl/>
        </w:rPr>
        <w:t>در برابر حقّ طفره نمى روند و تسليم مى شوند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فاُلقى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قدرِ زر زرگر شناسد</w:t>
      </w:r>
      <w:r w:rsidR="009C7B0C">
        <w:rPr>
          <w:rtl/>
        </w:rPr>
        <w:t xml:space="preserve">، </w:t>
      </w:r>
      <w:r w:rsidR="007F2F6B">
        <w:rPr>
          <w:rtl/>
        </w:rPr>
        <w:t>قدرِ گوهر گوهرى</w:t>
      </w:r>
      <w:r w:rsidR="009C7B0C">
        <w:rPr>
          <w:rtl/>
        </w:rPr>
        <w:t xml:space="preserve">. </w:t>
      </w:r>
      <w:r w:rsidR="007F2F6B">
        <w:rPr>
          <w:rtl/>
        </w:rPr>
        <w:t>(ساحرانى كه كارشناس</w:t>
      </w:r>
      <w:r w:rsidR="00833A8D">
        <w:rPr>
          <w:rtl/>
        </w:rPr>
        <w:t xml:space="preserve"> </w:t>
      </w:r>
      <w:r w:rsidR="007F2F6B">
        <w:rPr>
          <w:rtl/>
        </w:rPr>
        <w:t>بودند معجزه را از سحر بازشناختند وچنان تحت تاءثير قرار گرفتند كه بى اراده به سجده افتادند</w:t>
      </w:r>
      <w:r w:rsidR="009C7B0C">
        <w:rPr>
          <w:rtl/>
        </w:rPr>
        <w:t xml:space="preserve">، </w:t>
      </w:r>
      <w:r w:rsidR="007F2F6B">
        <w:rPr>
          <w:rtl/>
        </w:rPr>
        <w:t>با اينكه فرعونيان نيز حضور داشتند</w:t>
      </w:r>
      <w:r w:rsidR="009C7B0C">
        <w:rPr>
          <w:rtl/>
        </w:rPr>
        <w:t xml:space="preserve">، </w:t>
      </w:r>
      <w:r w:rsidR="007F2F6B">
        <w:rPr>
          <w:rtl/>
        </w:rPr>
        <w:t>ولى ايمان نياوردند)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فاُلقى السحرة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از امتيازات انسان</w:t>
      </w:r>
      <w:r w:rsidR="009C7B0C">
        <w:rPr>
          <w:rtl/>
        </w:rPr>
        <w:t xml:space="preserve">، </w:t>
      </w:r>
      <w:r>
        <w:rPr>
          <w:rtl/>
        </w:rPr>
        <w:t>قدرت تغيير موضع فكرى در يك لحظه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فاُلقى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سجده</w:t>
      </w:r>
      <w:r w:rsidR="009C7B0C">
        <w:rPr>
          <w:rtl/>
        </w:rPr>
        <w:t xml:space="preserve">، </w:t>
      </w:r>
      <w:r>
        <w:rPr>
          <w:rtl/>
        </w:rPr>
        <w:t>مظهر حقّپرستى وتسليم است كه در طول تاريخ سابقه داشته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ساجدين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تمام هستى</w:t>
      </w:r>
      <w:r w:rsidR="009C7B0C">
        <w:rPr>
          <w:rtl/>
        </w:rPr>
        <w:t xml:space="preserve">، </w:t>
      </w:r>
      <w:r w:rsidR="007F2F6B">
        <w:rPr>
          <w:rtl/>
        </w:rPr>
        <w:t>تحت تدبير خداوند در يك حركت تكاملى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جلو سوء استفاده را بايد گرفت</w:t>
      </w:r>
      <w:r w:rsidR="009C7B0C">
        <w:rPr>
          <w:rtl/>
        </w:rPr>
        <w:t xml:space="preserve">. </w:t>
      </w:r>
      <w:r>
        <w:rPr>
          <w:rtl/>
        </w:rPr>
        <w:t>براى اين كه فرعونيان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ربّ العالمين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را به معناى انحرافى تفسير نكنند</w:t>
      </w:r>
      <w:r w:rsidR="009C7B0C">
        <w:rPr>
          <w:rtl/>
        </w:rPr>
        <w:t xml:space="preserve">، </w:t>
      </w:r>
      <w:r>
        <w:rPr>
          <w:rtl/>
        </w:rPr>
        <w:t xml:space="preserve">ساحران گفتند: </w:t>
      </w:r>
      <w:r w:rsidR="003D3A85" w:rsidRPr="00833A8D">
        <w:rPr>
          <w:rStyle w:val="libAieChar"/>
          <w:rtl/>
        </w:rPr>
        <w:t>ربّ موسى و هارون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ساحران</w:t>
      </w:r>
      <w:r w:rsidR="009C7B0C">
        <w:rPr>
          <w:rtl/>
        </w:rPr>
        <w:t xml:space="preserve">، </w:t>
      </w:r>
      <w:r>
        <w:rPr>
          <w:rtl/>
        </w:rPr>
        <w:t>به اصول دين اقرار كردند</w:t>
      </w:r>
      <w:r w:rsidR="009C7B0C">
        <w:rPr>
          <w:rtl/>
        </w:rPr>
        <w:t xml:space="preserve">، </w:t>
      </w:r>
      <w:r>
        <w:rPr>
          <w:rtl/>
        </w:rPr>
        <w:t xml:space="preserve">توحيد: </w:t>
      </w:r>
      <w:r w:rsidR="003D3A85" w:rsidRPr="00833A8D">
        <w:rPr>
          <w:rStyle w:val="libAieChar"/>
          <w:rtl/>
        </w:rPr>
        <w:t>آمنّا بربّ العالمين</w:t>
      </w:r>
      <w:r>
        <w:rPr>
          <w:rtl/>
        </w:rPr>
        <w:t xml:space="preserve"> نبوّت</w:t>
      </w:r>
      <w:r w:rsidR="009C7B0C">
        <w:rPr>
          <w:rtl/>
        </w:rPr>
        <w:t>: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ربّ موسى و هارون</w:t>
      </w:r>
      <w:r>
        <w:rPr>
          <w:rtl/>
        </w:rPr>
        <w:t xml:space="preserve"> معاد: </w:t>
      </w:r>
      <w:r w:rsidR="003D3A85" w:rsidRPr="00833A8D">
        <w:rPr>
          <w:rStyle w:val="libAieChar"/>
          <w:rtl/>
        </w:rPr>
        <w:t>انّا الى ربّنا منقلبون</w:t>
      </w:r>
    </w:p>
    <w:p w:rsidR="00D64FE0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7F2F6B" w:rsidRDefault="00573D7D" w:rsidP="00573D7D">
      <w:pPr>
        <w:pStyle w:val="Heading1"/>
        <w:rPr>
          <w:rtl/>
        </w:rPr>
      </w:pPr>
      <w:bookmarkStart w:id="80" w:name="_Toc365973877"/>
      <w:r>
        <w:rPr>
          <w:rtl/>
        </w:rPr>
        <w:lastRenderedPageBreak/>
        <w:t>49 - قَالَ ءَامَنتُمْ لَهُ قَبْلَ اءَنْ ءَاذَنَ لَكُمْ إِنَّهُ لَكَبِيرُكُمُ الَّذِى عَلَّمَكُمُ السِّحْرَ فَلَسَوْفَ تَعْلَمُونَ لاَُقَطِّعَنَّ اءَيْدِيَكُمْ وَاءَرْجُلَكُم مِّنْ خِلَفٍ وَ لاَُصَلِّبَنَّكُمْ اءَجْمَعِينَ</w:t>
      </w:r>
      <w:bookmarkEnd w:id="8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فرعون (كه به خشم آمده بود) گفت</w:t>
      </w:r>
      <w:r w:rsidR="009C7B0C">
        <w:rPr>
          <w:rtl/>
        </w:rPr>
        <w:t>:</w:t>
      </w:r>
      <w:r>
        <w:rPr>
          <w:rtl/>
        </w:rPr>
        <w:t xml:space="preserve"> آيا قبل از آن كه به شما اجازه دهم به او ايمان آورديد؟ بى شك او بزرگ شماست كه به شما سحر آموخته است</w:t>
      </w:r>
      <w:r w:rsidR="009C7B0C">
        <w:rPr>
          <w:rtl/>
        </w:rPr>
        <w:t xml:space="preserve">. </w:t>
      </w:r>
      <w:r>
        <w:rPr>
          <w:rtl/>
        </w:rPr>
        <w:t>پس به زودى كيفر خود را خواهيد دانست</w:t>
      </w:r>
      <w:r w:rsidR="009C7B0C">
        <w:rPr>
          <w:rtl/>
        </w:rPr>
        <w:t xml:space="preserve">. </w:t>
      </w:r>
      <w:r>
        <w:rPr>
          <w:rtl/>
        </w:rPr>
        <w:t>حتماً دست ها و پاهايتان را از چپ وراست قطع خواهم كرد</w:t>
      </w:r>
      <w:r w:rsidR="009C7B0C">
        <w:rPr>
          <w:rtl/>
        </w:rPr>
        <w:t xml:space="preserve">، </w:t>
      </w:r>
      <w:r>
        <w:rPr>
          <w:rtl/>
        </w:rPr>
        <w:t>وهمگىِ شما را به دار خواهم آويخت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81" w:name="_Toc365973878"/>
      <w:r>
        <w:rPr>
          <w:rtl/>
        </w:rPr>
        <w:t>50 - قَالُواْ لاَ ضَيْرَ إِنَّآ إِلَى رَبِّنَا مُنقَلِبُونَ</w:t>
      </w:r>
      <w:bookmarkEnd w:id="8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ساحران گفتند: باكى نيست</w:t>
      </w:r>
      <w:r w:rsidR="009C7B0C">
        <w:rPr>
          <w:rtl/>
        </w:rPr>
        <w:t xml:space="preserve">، </w:t>
      </w:r>
      <w:r>
        <w:rPr>
          <w:rtl/>
        </w:rPr>
        <w:t>ما به سوى پروردگار خود بازمى گرديم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82" w:name="_Toc365973879"/>
      <w:r>
        <w:rPr>
          <w:rtl/>
        </w:rPr>
        <w:t>51 - إِنَّا نَطْمَعُ اءَن يَغْفِرَ لَنَا رَبُّنَا خَطَيَنَآ اءَن كُنَّآ اءَوَّلَ الْمُؤْمِنِينَ</w:t>
      </w:r>
      <w:bookmarkEnd w:id="8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ما اميد داريم كه پروردگارمان خطاهاى ما را ببخشد</w:t>
      </w:r>
      <w:r w:rsidR="009C7B0C">
        <w:rPr>
          <w:rtl/>
        </w:rPr>
        <w:t xml:space="preserve">، </w:t>
      </w:r>
      <w:r>
        <w:rPr>
          <w:rtl/>
        </w:rPr>
        <w:t>چرا كه ما نخستين ايمان آورندگان هستيم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83" w:name="_Toc365973880"/>
      <w:r>
        <w:rPr>
          <w:rtl/>
        </w:rPr>
        <w:t>نكته ها</w:t>
      </w:r>
      <w:r w:rsidR="009C7B0C">
        <w:rPr>
          <w:rtl/>
        </w:rPr>
        <w:t>:</w:t>
      </w:r>
      <w:bookmarkEnd w:id="83"/>
    </w:p>
    <w:p w:rsidR="003D3A85" w:rsidRPr="003D3A85" w:rsidRDefault="00833A8D" w:rsidP="003003B9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همين كه ساحران معجزه ى موسى را ديدند</w:t>
      </w:r>
      <w:r w:rsidR="009C7B0C">
        <w:rPr>
          <w:rtl/>
        </w:rPr>
        <w:t xml:space="preserve">، </w:t>
      </w:r>
      <w:r w:rsidR="003D3A85" w:rsidRPr="003D3A85">
        <w:rPr>
          <w:rtl/>
        </w:rPr>
        <w:t>به خاك افتادند و سجده كردند</w:t>
      </w:r>
      <w:r w:rsidR="009C7B0C">
        <w:rPr>
          <w:rtl/>
        </w:rPr>
        <w:t xml:space="preserve">، </w:t>
      </w:r>
      <w:r w:rsidR="003D3A85" w:rsidRPr="003D3A85">
        <w:rPr>
          <w:rtl/>
        </w:rPr>
        <w:t>در اين جا فرعون براى عوام فريبى به تحليلى دست زد وگفت</w:t>
      </w:r>
      <w:r w:rsidR="009C7B0C">
        <w:rPr>
          <w:rtl/>
        </w:rPr>
        <w:t>:</w:t>
      </w:r>
      <w:r w:rsidR="003D3A85" w:rsidRPr="003D3A85">
        <w:rPr>
          <w:rtl/>
        </w:rPr>
        <w:t xml:space="preserve"> اين يك توطئه ى از پيش</w:t>
      </w:r>
      <w:r>
        <w:rPr>
          <w:rtl/>
        </w:rPr>
        <w:t xml:space="preserve"> </w:t>
      </w:r>
      <w:r w:rsidR="003D3A85" w:rsidRPr="003D3A85">
        <w:rPr>
          <w:rtl/>
        </w:rPr>
        <w:t>ساخته است</w:t>
      </w:r>
      <w:r w:rsidR="009C7B0C">
        <w:rPr>
          <w:rtl/>
        </w:rPr>
        <w:t xml:space="preserve">، </w:t>
      </w:r>
      <w:r w:rsidR="003D3A85" w:rsidRPr="003D3A85">
        <w:rPr>
          <w:rtl/>
        </w:rPr>
        <w:t>شما شاگرد موسى بوده ايد و اين خيمه شب بازى را براى سقوط من به راه انداخته ايد</w:t>
      </w:r>
      <w:r w:rsidR="009C7B0C">
        <w:rPr>
          <w:rtl/>
        </w:rPr>
        <w:t xml:space="preserve">. </w:t>
      </w:r>
      <w:r w:rsidR="003D3A85" w:rsidRPr="003D3A85">
        <w:rPr>
          <w:rtl/>
        </w:rPr>
        <w:t xml:space="preserve">غافل از آن كه ساحران در كشور پراكنده </w:t>
      </w:r>
      <w:r w:rsidR="003D3A85" w:rsidRPr="003D3A85">
        <w:rPr>
          <w:rtl/>
        </w:rPr>
        <w:lastRenderedPageBreak/>
        <w:t>بودند و دستشان به موسى نمى رسيد تا شاگردش باشند</w:t>
      </w:r>
      <w:r w:rsidR="009C7B0C">
        <w:rPr>
          <w:rtl/>
        </w:rPr>
        <w:t xml:space="preserve">، </w:t>
      </w:r>
      <w:r w:rsidR="003D3A85" w:rsidRPr="003D3A85">
        <w:rPr>
          <w:rtl/>
        </w:rPr>
        <w:t>علاوه بر اين كه آنان به عزّت فرعون سوگند پيروزى خورده بودند</w:t>
      </w:r>
      <w:r w:rsidR="009C7B0C">
        <w:rPr>
          <w:rtl/>
        </w:rPr>
        <w:t xml:space="preserve">. </w:t>
      </w:r>
    </w:p>
    <w:p w:rsidR="003D3A85" w:rsidRPr="003D3A85" w:rsidRDefault="003D3A85" w:rsidP="003003B9">
      <w:pPr>
        <w:pStyle w:val="libNormal"/>
        <w:rPr>
          <w:rtl/>
        </w:rPr>
      </w:pPr>
      <w:r w:rsidRPr="003D3A85">
        <w:rPr>
          <w:rtl/>
        </w:rPr>
        <w:t xml:space="preserve"> در بعضى تفاسير مى خوانيم</w:t>
      </w:r>
      <w:r w:rsidR="009C7B0C">
        <w:rPr>
          <w:rtl/>
        </w:rPr>
        <w:t>:</w:t>
      </w:r>
      <w:r w:rsidRPr="003D3A85">
        <w:rPr>
          <w:rtl/>
        </w:rPr>
        <w:t xml:space="preserve"> فرعون دست و پاى ساحران را قطع كرد و به درختان خرماى بلند آويخت و حضرت موسى بر آنان مى گريست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84" w:name="_Toc365973881"/>
      <w:r w:rsidRPr="002C79C2">
        <w:rPr>
          <w:rtl/>
        </w:rPr>
        <w:t>پيام ها</w:t>
      </w:r>
      <w:r w:rsidR="009C7B0C">
        <w:rPr>
          <w:rtl/>
        </w:rPr>
        <w:t>:</w:t>
      </w:r>
      <w:bookmarkEnd w:id="84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در نظام طاغوتى</w:t>
      </w:r>
      <w:r w:rsidR="009C7B0C">
        <w:rPr>
          <w:rtl/>
        </w:rPr>
        <w:t xml:space="preserve">، </w:t>
      </w:r>
      <w:r>
        <w:rPr>
          <w:rtl/>
        </w:rPr>
        <w:t>مردم آزادى عقيده ندارند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آمنتم له قبل اَن آذنَ لكم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طاغوت ها مى خواهند حتّى بر افكار مردم مسلّط باشند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قبل اَن آذنَ لكم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دروغگو كم حافظه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لمجنون علّمكم السحر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بدترين شكنجه اى كه قدرت</w:t>
      </w:r>
      <w:r w:rsidR="009C7B0C">
        <w:rPr>
          <w:rtl/>
        </w:rPr>
        <w:t xml:space="preserve">، </w:t>
      </w:r>
      <w:r>
        <w:rPr>
          <w:rtl/>
        </w:rPr>
        <w:t>كارايى و توازن انسان را مى گيرد</w:t>
      </w:r>
      <w:r w:rsidR="009C7B0C">
        <w:rPr>
          <w:rtl/>
        </w:rPr>
        <w:t xml:space="preserve">، </w:t>
      </w:r>
      <w:r>
        <w:rPr>
          <w:rtl/>
        </w:rPr>
        <w:t>قطع دست و پا از چپ و راست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من خلاف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به طاغوت ها اطمينان نكنيد</w:t>
      </w:r>
      <w:r w:rsidR="009C7B0C">
        <w:rPr>
          <w:rtl/>
        </w:rPr>
        <w:t xml:space="preserve">، </w:t>
      </w:r>
      <w:r w:rsidR="007F2F6B">
        <w:rPr>
          <w:rtl/>
        </w:rPr>
        <w:t>آنان همه را براى خودشان مى خواهند</w:t>
      </w:r>
      <w:r w:rsidR="009C7B0C">
        <w:rPr>
          <w:rtl/>
        </w:rPr>
        <w:t xml:space="preserve">. </w:t>
      </w:r>
      <w:r w:rsidR="007F2F6B">
        <w:rPr>
          <w:rtl/>
        </w:rPr>
        <w:t>(فرعون ساعتى پيش وعده داده بود كه شما از مقرّبين خواهيد بود و اكنون همه را به قتل تهديد مى كند)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لاُصلّبنكم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يكى از آثار ايمان به معاد</w:t>
      </w:r>
      <w:r w:rsidR="009C7B0C">
        <w:rPr>
          <w:rtl/>
        </w:rPr>
        <w:t xml:space="preserve">، </w:t>
      </w:r>
      <w:r>
        <w:rPr>
          <w:rtl/>
        </w:rPr>
        <w:t>شجاعت در برابر طاغوت 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 ضير لنا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ايمان به معاد</w:t>
      </w:r>
      <w:r w:rsidR="009C7B0C">
        <w:rPr>
          <w:rtl/>
        </w:rPr>
        <w:t xml:space="preserve">، </w:t>
      </w:r>
      <w:r>
        <w:rPr>
          <w:rtl/>
        </w:rPr>
        <w:t>افق روشن براى آينده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انّا الى ربّنا منقلبون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شهادت در راه خدا</w:t>
      </w:r>
      <w:r w:rsidR="009C7B0C">
        <w:rPr>
          <w:rtl/>
        </w:rPr>
        <w:t xml:space="preserve">، </w:t>
      </w:r>
      <w:r w:rsidR="007F2F6B">
        <w:rPr>
          <w:rtl/>
        </w:rPr>
        <w:t>ضرر و هلاكت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 ضير لنا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كسى كه ايمانش بر اساس شناخت باشد</w:t>
      </w:r>
      <w:r w:rsidR="009C7B0C">
        <w:rPr>
          <w:rtl/>
        </w:rPr>
        <w:t xml:space="preserve">، </w:t>
      </w:r>
      <w:r>
        <w:rPr>
          <w:rtl/>
        </w:rPr>
        <w:t>متزلزل نمى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 ضير لنا</w:t>
      </w:r>
      <w:r>
        <w:rPr>
          <w:rtl/>
        </w:rPr>
        <w:t xml:space="preserve"> (ساحران كه معجزه را شناختند</w:t>
      </w:r>
      <w:r w:rsidR="009C7B0C">
        <w:rPr>
          <w:rtl/>
        </w:rPr>
        <w:t xml:space="preserve">، </w:t>
      </w:r>
      <w:r>
        <w:rPr>
          <w:rtl/>
        </w:rPr>
        <w:t>در برابر تهديدات فرعون استقامت كردند)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هم سِحر گناه است و هم در استخدام فرعون ها درآمدن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خطايانا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طمع در مادّيات</w:t>
      </w:r>
      <w:r w:rsidR="009C7B0C">
        <w:rPr>
          <w:rtl/>
        </w:rPr>
        <w:t xml:space="preserve">، </w:t>
      </w:r>
      <w:r>
        <w:rPr>
          <w:rtl/>
        </w:rPr>
        <w:t>منفى ولى در معنويّات</w:t>
      </w:r>
      <w:r w:rsidR="009C7B0C">
        <w:rPr>
          <w:rtl/>
        </w:rPr>
        <w:t xml:space="preserve">، </w:t>
      </w:r>
      <w:r>
        <w:rPr>
          <w:rtl/>
        </w:rPr>
        <w:t>مثبت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نطمع اَن يَغفر لنا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بخشش</w:t>
      </w:r>
      <w:r w:rsidR="009C7B0C">
        <w:rPr>
          <w:rtl/>
        </w:rPr>
        <w:t xml:space="preserve">، </w:t>
      </w:r>
      <w:r>
        <w:rPr>
          <w:rtl/>
        </w:rPr>
        <w:t>از شئون ربوبيّت الهى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يَغفر لنا ربّنا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13- آرزوى عفو بايد با بازگشت واقعى همراه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آمنّا نطمع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سابقه و پيشگامى در ايمان</w:t>
      </w:r>
      <w:r w:rsidR="009C7B0C">
        <w:rPr>
          <w:rtl/>
        </w:rPr>
        <w:t xml:space="preserve">، </w:t>
      </w:r>
      <w:r>
        <w:rPr>
          <w:rtl/>
        </w:rPr>
        <w:t>يك فضيلت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اوّل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حسن عاقبت</w:t>
      </w:r>
      <w:r w:rsidR="009C7B0C">
        <w:rPr>
          <w:rtl/>
        </w:rPr>
        <w:t xml:space="preserve">، </w:t>
      </w:r>
      <w:r>
        <w:rPr>
          <w:rtl/>
        </w:rPr>
        <w:t>بزرگ ترين سعادت است</w:t>
      </w:r>
      <w:r w:rsidR="009C7B0C">
        <w:rPr>
          <w:rtl/>
        </w:rPr>
        <w:t xml:space="preserve">. </w:t>
      </w:r>
      <w:r>
        <w:rPr>
          <w:rtl/>
        </w:rPr>
        <w:t>كسانى كه تمام عمرشان در انحراف بودند</w:t>
      </w:r>
      <w:r w:rsidR="009C7B0C">
        <w:rPr>
          <w:rtl/>
        </w:rPr>
        <w:t xml:space="preserve">، </w:t>
      </w:r>
      <w:r>
        <w:rPr>
          <w:rtl/>
        </w:rPr>
        <w:t>با جرقّه اى در يك لحظه دگرگون شده</w:t>
      </w:r>
      <w:r w:rsidR="003D3A85" w:rsidRPr="00833A8D">
        <w:rPr>
          <w:rStyle w:val="libAieChar"/>
          <w:rtl/>
        </w:rPr>
        <w:t xml:space="preserve"> انّا الى ربّنا منقلبون</w:t>
      </w:r>
      <w:r>
        <w:rPr>
          <w:rtl/>
        </w:rPr>
        <w:t xml:space="preserve"> و از اوّلين </w:t>
      </w:r>
      <w:r w:rsidR="00BA599A">
        <w:rPr>
          <w:rtl/>
        </w:rPr>
        <w:t>مؤمن</w:t>
      </w:r>
      <w:r>
        <w:rPr>
          <w:rtl/>
        </w:rPr>
        <w:t>ان شدند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كنّا اوّل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16- توطئه</w:t>
      </w:r>
      <w:r w:rsidR="009C7B0C">
        <w:rPr>
          <w:rtl/>
        </w:rPr>
        <w:t xml:space="preserve">، </w:t>
      </w:r>
      <w:r>
        <w:rPr>
          <w:rtl/>
        </w:rPr>
        <w:t>توطئه گر را رسوا مى كند</w:t>
      </w:r>
      <w:r w:rsidR="009C7B0C">
        <w:rPr>
          <w:rtl/>
        </w:rPr>
        <w:t xml:space="preserve">. </w:t>
      </w:r>
      <w:r>
        <w:rPr>
          <w:rtl/>
        </w:rPr>
        <w:t>(فرعون با سرمايه گزارى بسيار</w:t>
      </w:r>
      <w:r w:rsidR="009C7B0C">
        <w:rPr>
          <w:rtl/>
        </w:rPr>
        <w:t xml:space="preserve">، </w:t>
      </w:r>
      <w:r>
        <w:rPr>
          <w:rtl/>
        </w:rPr>
        <w:t>ساحران را دعوت كرد تا موسى را رسوا كنند</w:t>
      </w:r>
      <w:r w:rsidR="009C7B0C">
        <w:rPr>
          <w:rtl/>
        </w:rPr>
        <w:t xml:space="preserve">، </w:t>
      </w:r>
      <w:r>
        <w:rPr>
          <w:rtl/>
        </w:rPr>
        <w:t>ولى با ايمان آوردن ساحران</w:t>
      </w:r>
      <w:r w:rsidR="009C7B0C">
        <w:rPr>
          <w:rtl/>
        </w:rPr>
        <w:t xml:space="preserve">، </w:t>
      </w:r>
      <w:r>
        <w:rPr>
          <w:rtl/>
        </w:rPr>
        <w:t>فرعون خود رسوا شد)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كنّا اوّل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573D7D" w:rsidP="00573D7D">
      <w:pPr>
        <w:pStyle w:val="Heading1"/>
        <w:rPr>
          <w:rtl/>
        </w:rPr>
      </w:pPr>
      <w:bookmarkStart w:id="85" w:name="_Toc365973882"/>
      <w:r>
        <w:rPr>
          <w:rtl/>
        </w:rPr>
        <w:t>52 - وَاءَوْحَيْنَآ إِلَى مُوسَى اءَنْ اءَسْرِ بِعِبَادِى إِنَّكُم مُّتَّبَعُونَ</w:t>
      </w:r>
      <w:bookmarkEnd w:id="8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به موسى وحى كرديم كه بندگان مرا شبانه (از مصر) كوچ ده</w:t>
      </w:r>
      <w:r w:rsidR="009C7B0C">
        <w:rPr>
          <w:rtl/>
        </w:rPr>
        <w:t xml:space="preserve">، </w:t>
      </w:r>
      <w:r>
        <w:rPr>
          <w:rtl/>
        </w:rPr>
        <w:t>زيرا شما تعقيب خواهيد شد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86" w:name="_Toc365973883"/>
      <w:r>
        <w:rPr>
          <w:rtl/>
        </w:rPr>
        <w:t>53 - فَاءَرْسَلَ فِرْعَوْنُ فِى الْمَدَآئِنِ حَشِرِينَ</w:t>
      </w:r>
      <w:bookmarkEnd w:id="8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فرعون (از اين حركت آگاه شد و) به شهرها ماءمور فرستاد تا مردم را گردآورند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87" w:name="_Toc365973884"/>
      <w:r>
        <w:rPr>
          <w:rtl/>
        </w:rPr>
        <w:t>نكته ها</w:t>
      </w:r>
      <w:r w:rsidR="009C7B0C">
        <w:rPr>
          <w:rtl/>
        </w:rPr>
        <w:t>:</w:t>
      </w:r>
      <w:bookmarkEnd w:id="87"/>
    </w:p>
    <w:p w:rsidR="003D3A85" w:rsidRPr="00206683" w:rsidRDefault="00833A8D" w:rsidP="00206683">
      <w:pPr>
        <w:pStyle w:val="libNormal"/>
        <w:rPr>
          <w:rtl/>
        </w:rPr>
      </w:pPr>
      <w:r w:rsidRPr="00206683">
        <w:rPr>
          <w:rtl/>
        </w:rPr>
        <w:t xml:space="preserve"> </w:t>
      </w:r>
      <w:r w:rsidR="003D3A85" w:rsidRPr="00206683">
        <w:rPr>
          <w:rtl/>
        </w:rPr>
        <w:t>كار حضرت موسى به سه بخش تقسيم مى شود:</w:t>
      </w:r>
    </w:p>
    <w:p w:rsidR="003D3A85" w:rsidRPr="00206683" w:rsidRDefault="003D3A85" w:rsidP="00206683">
      <w:pPr>
        <w:pStyle w:val="libNormal"/>
        <w:rPr>
          <w:rtl/>
        </w:rPr>
      </w:pPr>
      <w:r w:rsidRPr="00206683">
        <w:rPr>
          <w:rtl/>
        </w:rPr>
        <w:t>بخش اوّل</w:t>
      </w:r>
      <w:r w:rsidR="009C7B0C">
        <w:rPr>
          <w:rtl/>
        </w:rPr>
        <w:t xml:space="preserve">، </w:t>
      </w:r>
      <w:r w:rsidRPr="00206683">
        <w:rPr>
          <w:rtl/>
        </w:rPr>
        <w:t>دعوت فرعون و اظهار معجزه بود</w:t>
      </w:r>
      <w:r w:rsidR="009C7B0C">
        <w:rPr>
          <w:rtl/>
        </w:rPr>
        <w:t xml:space="preserve">. </w:t>
      </w:r>
    </w:p>
    <w:p w:rsidR="003D3A85" w:rsidRPr="00206683" w:rsidRDefault="003D3A85" w:rsidP="00206683">
      <w:pPr>
        <w:pStyle w:val="libNormal"/>
        <w:rPr>
          <w:rtl/>
        </w:rPr>
      </w:pPr>
      <w:r w:rsidRPr="00206683">
        <w:rPr>
          <w:rtl/>
        </w:rPr>
        <w:t>بخش دوّم</w:t>
      </w:r>
      <w:r w:rsidR="009C7B0C">
        <w:rPr>
          <w:rtl/>
        </w:rPr>
        <w:t xml:space="preserve">، </w:t>
      </w:r>
      <w:r w:rsidRPr="00206683">
        <w:rPr>
          <w:rtl/>
        </w:rPr>
        <w:t>گرويدن ساحران به او و فراز و نشيب هاى گوناگون بود</w:t>
      </w:r>
      <w:r w:rsidR="009C7B0C">
        <w:rPr>
          <w:rtl/>
        </w:rPr>
        <w:t xml:space="preserve">. </w:t>
      </w:r>
    </w:p>
    <w:p w:rsidR="003D3A85" w:rsidRPr="00206683" w:rsidRDefault="003D3A85" w:rsidP="00206683">
      <w:pPr>
        <w:pStyle w:val="libNormal"/>
        <w:rPr>
          <w:rtl/>
        </w:rPr>
      </w:pPr>
      <w:r w:rsidRPr="00206683">
        <w:rPr>
          <w:rtl/>
        </w:rPr>
        <w:t>بخش سوّم</w:t>
      </w:r>
      <w:r w:rsidR="009C7B0C">
        <w:rPr>
          <w:rtl/>
        </w:rPr>
        <w:t xml:space="preserve">، </w:t>
      </w:r>
      <w:r w:rsidRPr="00206683">
        <w:rPr>
          <w:rtl/>
        </w:rPr>
        <w:t xml:space="preserve">حركت دادن طرفداران و </w:t>
      </w:r>
      <w:r w:rsidR="00BA599A">
        <w:rPr>
          <w:rtl/>
        </w:rPr>
        <w:t>مؤمن</w:t>
      </w:r>
      <w:r w:rsidRPr="00206683">
        <w:rPr>
          <w:rtl/>
        </w:rPr>
        <w:t xml:space="preserve">ين و تعقيب آنها از سوى فرعون و كفّار بود كه به عبور </w:t>
      </w:r>
      <w:r w:rsidR="00BA599A">
        <w:rPr>
          <w:rtl/>
        </w:rPr>
        <w:t>مؤمن</w:t>
      </w:r>
      <w:r w:rsidRPr="00206683">
        <w:rPr>
          <w:rtl/>
        </w:rPr>
        <w:t>ين از دريا و غرق شدن كفّار انجاميد</w:t>
      </w:r>
      <w:r w:rsidR="009C7B0C">
        <w:rPr>
          <w:rtl/>
        </w:rPr>
        <w:t xml:space="preserve">. </w:t>
      </w:r>
    </w:p>
    <w:p w:rsidR="007F2F6B" w:rsidRPr="00206683" w:rsidRDefault="003D3A85" w:rsidP="00206683">
      <w:pPr>
        <w:pStyle w:val="libNormal"/>
        <w:rPr>
          <w:rtl/>
        </w:rPr>
      </w:pPr>
      <w:r w:rsidRPr="00206683">
        <w:rPr>
          <w:rtl/>
        </w:rPr>
        <w:lastRenderedPageBreak/>
        <w:t xml:space="preserve"> در كلمه ى حشر</w:t>
      </w:r>
      <w:r w:rsidR="009C7B0C">
        <w:rPr>
          <w:rtl/>
        </w:rPr>
        <w:t xml:space="preserve">، </w:t>
      </w:r>
      <w:r w:rsidR="007F2F6B" w:rsidRPr="00206683">
        <w:rPr>
          <w:rtl/>
        </w:rPr>
        <w:t>معناى برانگيختن و سوق دادن و جمع كردن نهفته است</w:t>
      </w:r>
      <w:r w:rsidR="009C7B0C">
        <w:rPr>
          <w:rtl/>
        </w:rPr>
        <w:t xml:space="preserve">. </w:t>
      </w:r>
    </w:p>
    <w:p w:rsidR="003D3A85" w:rsidRPr="006B3906" w:rsidRDefault="003D3A85" w:rsidP="006B3906">
      <w:pPr>
        <w:pStyle w:val="libNormal"/>
        <w:rPr>
          <w:rtl/>
        </w:rPr>
      </w:pPr>
      <w:r w:rsidRPr="006B3906">
        <w:rPr>
          <w:rtl/>
        </w:rPr>
        <w:t xml:space="preserve"> بنى اسرائيل براى فرعونيان منافعى داشتند كه فرعون از مهاجرت آنان جلوگيرى مى كرد و حضرت موسى ماءمور شد تا شبانه آنها را از مصر كوچ دهد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88" w:name="_Toc365973885"/>
      <w:r w:rsidRPr="002C79C2">
        <w:rPr>
          <w:rtl/>
        </w:rPr>
        <w:t>پيام ها</w:t>
      </w:r>
      <w:r w:rsidR="009C7B0C">
        <w:rPr>
          <w:rtl/>
        </w:rPr>
        <w:t>:</w:t>
      </w:r>
      <w:bookmarkEnd w:id="88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بعد از نپذيرفتن استدلال</w:t>
      </w:r>
      <w:r w:rsidR="009C7B0C">
        <w:rPr>
          <w:rtl/>
        </w:rPr>
        <w:t xml:space="preserve">، </w:t>
      </w:r>
      <w:r>
        <w:rPr>
          <w:rtl/>
        </w:rPr>
        <w:t>نوبت قهر الهى است كه با فرمان كوچ دادن به موسى و تعقيب فرعونيان شروع و با غرق و هلاكت آنان خاتمه مى يابد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اوحينا الى موسى اَن اءسرِ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تمام حركات انبيا حتّى زمان هجرت</w:t>
      </w:r>
      <w:r w:rsidR="009C7B0C">
        <w:rPr>
          <w:rtl/>
        </w:rPr>
        <w:t xml:space="preserve">، </w:t>
      </w:r>
      <w:r>
        <w:rPr>
          <w:rtl/>
        </w:rPr>
        <w:t>از طريق وحى بوده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اوحينا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براى مبارزه با فرعون</w:t>
      </w:r>
      <w:r w:rsidR="009C7B0C">
        <w:rPr>
          <w:rtl/>
        </w:rPr>
        <w:t xml:space="preserve">، </w:t>
      </w:r>
      <w:r>
        <w:rPr>
          <w:rtl/>
        </w:rPr>
        <w:t>از تاريكى شب نيز استفاده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اءسرِ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يا جامعه فاسد را اصلاح كنيم ويا از آن فاصله گرفته وهجرت كنيم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اءَسرِ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انبيا تنها پند و اندرز نمى دهند</w:t>
      </w:r>
      <w:r w:rsidR="009C7B0C">
        <w:rPr>
          <w:rtl/>
        </w:rPr>
        <w:t xml:space="preserve">، </w:t>
      </w:r>
      <w:r w:rsidR="007F2F6B">
        <w:rPr>
          <w:rtl/>
        </w:rPr>
        <w:t>ايجاد نهضت هاى بزرگ و رهبرى آنها از كارهاى ديگر آنان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اءسرِ بعبادى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يكى از مراحل نهى از منكر</w:t>
      </w:r>
      <w:r w:rsidR="009C7B0C">
        <w:rPr>
          <w:rtl/>
        </w:rPr>
        <w:t xml:space="preserve">، </w:t>
      </w:r>
      <w:r>
        <w:rPr>
          <w:rtl/>
        </w:rPr>
        <w:t>هجرت از جامعه ى فاسد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اءسرِ بعبادى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خداوند بندگان خود را از مهلكه نجات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اءَسرِ بعبادى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طاغوت ها دست به شايعه پراكنى و تبليغات منفى در شهرها مى زنند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فارسل فرعون فى المدائن حاشرين</w:t>
      </w:r>
    </w:p>
    <w:p w:rsidR="007F2F6B" w:rsidRDefault="00573D7D" w:rsidP="00573D7D">
      <w:pPr>
        <w:pStyle w:val="Heading1"/>
        <w:rPr>
          <w:rtl/>
        </w:rPr>
      </w:pPr>
      <w:bookmarkStart w:id="89" w:name="_Toc365973886"/>
      <w:r>
        <w:rPr>
          <w:rtl/>
        </w:rPr>
        <w:lastRenderedPageBreak/>
        <w:t>54 - إِنَّ هَؤُلاَءِ لَشِرْذِمَةٌ قَلِيلُونَ</w:t>
      </w:r>
      <w:bookmarkEnd w:id="89"/>
    </w:p>
    <w:p w:rsidR="007F2F6B" w:rsidRDefault="007F2F6B" w:rsidP="00206683">
      <w:pPr>
        <w:pStyle w:val="Heading1"/>
        <w:rPr>
          <w:rtl/>
        </w:rPr>
      </w:pPr>
      <w:r>
        <w:t xml:space="preserve"> </w:t>
      </w:r>
      <w:bookmarkStart w:id="90" w:name="_Toc365973887"/>
      <w:r w:rsidR="00573D7D">
        <w:rPr>
          <w:rtl/>
        </w:rPr>
        <w:t>5</w:t>
      </w:r>
      <w:r w:rsidR="004F6DE8">
        <w:rPr>
          <w:rtl/>
        </w:rPr>
        <w:t xml:space="preserve">5- </w:t>
      </w:r>
      <w:r w:rsidR="00573D7D">
        <w:rPr>
          <w:rtl/>
        </w:rPr>
        <w:t>وَإِنَّهُمْ لَنَا لَغَآئِظُونَ</w:t>
      </w:r>
      <w:bookmarkEnd w:id="90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91" w:name="_Toc365973888"/>
      <w:r w:rsidR="00573D7D">
        <w:rPr>
          <w:rtl/>
        </w:rPr>
        <w:t>56 - وَإِنَّا لَجَمِيعٌ حَذِرُونَ</w:t>
      </w:r>
      <w:bookmarkEnd w:id="9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(تبليغات فرعونيان درباره ى موسى و</w:t>
      </w:r>
      <w:r w:rsidR="00316C3A">
        <w:rPr>
          <w:rFonts w:hint="cs"/>
          <w:rtl/>
        </w:rPr>
        <w:t xml:space="preserve"> </w:t>
      </w:r>
      <w:r>
        <w:rPr>
          <w:rtl/>
        </w:rPr>
        <w:t>يارانش اين بود:) همانا اينها گروهى اندكند كه نسبت به ما خشم ونفرت دارند</w:t>
      </w:r>
      <w:r w:rsidR="009C7B0C">
        <w:rPr>
          <w:rtl/>
        </w:rPr>
        <w:t xml:space="preserve">، </w:t>
      </w:r>
      <w:r>
        <w:rPr>
          <w:rtl/>
        </w:rPr>
        <w:t>ولى ما همگى آماده ى دفاع هستيم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92" w:name="_Toc365973889"/>
      <w:r>
        <w:rPr>
          <w:rtl/>
        </w:rPr>
        <w:t>57 - فَاءَخْرَجْنَهُم مِّن جَنَّتٍ وَعُيُونٍ</w:t>
      </w:r>
      <w:bookmarkEnd w:id="92"/>
    </w:p>
    <w:p w:rsidR="007F2F6B" w:rsidRDefault="00573D7D" w:rsidP="00573D7D">
      <w:pPr>
        <w:pStyle w:val="Heading1"/>
        <w:rPr>
          <w:rtl/>
        </w:rPr>
      </w:pPr>
      <w:bookmarkStart w:id="93" w:name="_Toc365973890"/>
      <w:r>
        <w:rPr>
          <w:rtl/>
        </w:rPr>
        <w:t>5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وَكُنُوزٍ وَمَقَامٍ كَرِيمٍ</w:t>
      </w:r>
      <w:bookmarkEnd w:id="9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لذا آنان را (به گمان تعقيب بنى اسرائيل)</w:t>
      </w:r>
      <w:r w:rsidR="009C7B0C">
        <w:rPr>
          <w:rtl/>
        </w:rPr>
        <w:t xml:space="preserve">، </w:t>
      </w:r>
      <w:r>
        <w:rPr>
          <w:rtl/>
        </w:rPr>
        <w:t>از باغ ها و چشمه ها و گنج ها و جايگاه نيكو (و قصرهاى مجلّل)</w:t>
      </w:r>
      <w:r w:rsidR="009C7B0C">
        <w:rPr>
          <w:rtl/>
        </w:rPr>
        <w:t xml:space="preserve">، </w:t>
      </w:r>
      <w:r>
        <w:rPr>
          <w:rtl/>
        </w:rPr>
        <w:t>بيرون كرديم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94" w:name="_Toc365973891"/>
      <w:r>
        <w:rPr>
          <w:rtl/>
        </w:rPr>
        <w:t>59 - كَذَلِكَ وَاءَوْرَثْنَهَا بَنِى إِسْرَءِيلَ</w:t>
      </w:r>
      <w:bookmarkEnd w:id="94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95" w:name="_Toc365973892"/>
      <w:r w:rsidR="00573D7D">
        <w:rPr>
          <w:rtl/>
        </w:rPr>
        <w:t>60 - فَاءَتْبَعُوهُم مُّشْرِقِينَ</w:t>
      </w:r>
      <w:bookmarkEnd w:id="9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(تدبير ما) اين چنين بود كه (بعد از غرق كردن فرعونيان</w:t>
      </w:r>
      <w:r w:rsidR="009C7B0C">
        <w:rPr>
          <w:rtl/>
        </w:rPr>
        <w:t>،)</w:t>
      </w:r>
      <w:r>
        <w:rPr>
          <w:rtl/>
        </w:rPr>
        <w:t xml:space="preserve"> بنى اسرائيل را وارث آنها قرار دهيم</w:t>
      </w:r>
      <w:r w:rsidR="009C7B0C">
        <w:rPr>
          <w:rtl/>
        </w:rPr>
        <w:t xml:space="preserve">. </w:t>
      </w:r>
      <w:r>
        <w:rPr>
          <w:rtl/>
        </w:rPr>
        <w:t>پس هنگام طلوع خورشيد</w:t>
      </w:r>
      <w:r w:rsidR="009C7B0C">
        <w:rPr>
          <w:rtl/>
        </w:rPr>
        <w:t xml:space="preserve">، </w:t>
      </w:r>
      <w:r>
        <w:rPr>
          <w:rtl/>
        </w:rPr>
        <w:t>سپاه فرعون به تعقيب آنان برخاستند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96" w:name="_Toc365973893"/>
      <w:r>
        <w:rPr>
          <w:rtl/>
        </w:rPr>
        <w:t>نكته ها</w:t>
      </w:r>
      <w:r w:rsidR="009C7B0C">
        <w:rPr>
          <w:rtl/>
        </w:rPr>
        <w:t>:</w:t>
      </w:r>
      <w:bookmarkEnd w:id="96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كلمه ى شِرذِمة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گروهى محدود است كه از اصل جدا شده باشد</w:t>
      </w:r>
      <w:r w:rsidR="009C7B0C">
        <w:rPr>
          <w:rtl/>
        </w:rPr>
        <w:t xml:space="preserve">. </w:t>
      </w:r>
      <w:r w:rsidR="007F2F6B">
        <w:rPr>
          <w:rtl/>
        </w:rPr>
        <w:t>فرعون در تبليغات خود</w:t>
      </w:r>
      <w:r w:rsidR="009C7B0C">
        <w:rPr>
          <w:rtl/>
        </w:rPr>
        <w:t xml:space="preserve">، </w:t>
      </w:r>
      <w:r w:rsidR="007F2F6B">
        <w:rPr>
          <w:rtl/>
        </w:rPr>
        <w:t>مخالفان را گروه كوچكى معرّفى مى كرد</w:t>
      </w:r>
      <w:r w:rsidR="009C7B0C">
        <w:rPr>
          <w:rtl/>
        </w:rPr>
        <w:t xml:space="preserve">. </w:t>
      </w:r>
      <w:r w:rsidR="007F2F6B">
        <w:rPr>
          <w:rtl/>
        </w:rPr>
        <w:t xml:space="preserve">امّا در تفاسير </w:t>
      </w:r>
      <w:r w:rsidR="007F2F6B">
        <w:rPr>
          <w:rtl/>
        </w:rPr>
        <w:lastRenderedPageBreak/>
        <w:t>از ابن عباس</w:t>
      </w:r>
      <w:r>
        <w:rPr>
          <w:rtl/>
        </w:rPr>
        <w:t xml:space="preserve"> </w:t>
      </w:r>
      <w:r w:rsidR="007F2F6B">
        <w:rPr>
          <w:rtl/>
        </w:rPr>
        <w:t>روايت كرده اند: افرادى كه با حضرت موسى حركت كردند حدود 600000 نفر بوده اند</w:t>
      </w:r>
      <w:r w:rsidR="009C7B0C">
        <w:rPr>
          <w:rtl/>
        </w:rPr>
        <w:t xml:space="preserve">، </w:t>
      </w:r>
      <w:r w:rsidR="007F2F6B">
        <w:rPr>
          <w:rtl/>
        </w:rPr>
        <w:t xml:space="preserve">و فرعون به اين جمعيّت زياد مى گويد: </w:t>
      </w:r>
      <w:r w:rsidR="003D3A85" w:rsidRPr="00833A8D">
        <w:rPr>
          <w:rStyle w:val="libAieChar"/>
          <w:rtl/>
        </w:rPr>
        <w:t>اِنّ هؤ لاء لَشِرذمة قليلون</w:t>
      </w:r>
      <w:r w:rsidR="007F2F6B">
        <w:t xml:space="preserve"> </w:t>
      </w:r>
      <w:r w:rsidR="00573D7D" w:rsidRPr="00573D7D">
        <w:rPr>
          <w:rStyle w:val="libFootnotenumChar"/>
        </w:rPr>
        <w:t>(14)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  <w:rtl/>
        </w:rPr>
        <w:t xml:space="preserve"> كلمه ى حاذرون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از </w:t>
      </w:r>
      <w:r w:rsidRPr="00833A8D">
        <w:rPr>
          <w:rStyle w:val="libAieChar"/>
          <w:rtl/>
        </w:rPr>
        <w:t>حذر</w:t>
      </w:r>
      <w:r w:rsidR="007F2F6B">
        <w:rPr>
          <w:rtl/>
        </w:rPr>
        <w:t xml:space="preserve"> به معناى وسيله ى دفاعى است</w:t>
      </w:r>
      <w:r w:rsidR="009C7B0C">
        <w:rPr>
          <w:rtl/>
        </w:rPr>
        <w:t xml:space="preserve">، </w:t>
      </w:r>
      <w:r w:rsidR="007F2F6B">
        <w:rPr>
          <w:rtl/>
        </w:rPr>
        <w:t xml:space="preserve">بنابراين </w:t>
      </w:r>
      <w:r w:rsidRPr="00833A8D">
        <w:rPr>
          <w:rStyle w:val="libAieChar"/>
          <w:rtl/>
        </w:rPr>
        <w:t>اِنّا لجميع حاذرون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يعنى همه ى ما براى انتقام آماده و مسلّح هستيم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  <w:rtl/>
        </w:rPr>
        <w:t xml:space="preserve"> فرعونيان در تبليغات</w:t>
      </w:r>
      <w:r w:rsidR="009C7B0C">
        <w:rPr>
          <w:rStyle w:val="libAieChar"/>
          <w:rtl/>
        </w:rPr>
        <w:t xml:space="preserve">، </w:t>
      </w:r>
      <w:r w:rsidRPr="00833A8D">
        <w:rPr>
          <w:rStyle w:val="libAieChar"/>
          <w:rtl/>
        </w:rPr>
        <w:t>خود را گروهى متّحد مى دانستند</w:t>
      </w:r>
      <w:r w:rsidR="009C7B0C">
        <w:rPr>
          <w:rStyle w:val="libAieChar"/>
          <w:rtl/>
        </w:rPr>
        <w:t xml:space="preserve">، </w:t>
      </w:r>
      <w:r w:rsidRPr="00833A8D">
        <w:rPr>
          <w:rStyle w:val="libAieChar"/>
          <w:rtl/>
        </w:rPr>
        <w:t>اِنّا لجميع حاذِرون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ولى بنى اسرائيل را </w:t>
      </w:r>
      <w:r w:rsidRPr="00833A8D">
        <w:rPr>
          <w:rStyle w:val="libAieChar"/>
          <w:rtl/>
        </w:rPr>
        <w:t>قَليلون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مى خواندند</w:t>
      </w:r>
      <w:r w:rsidR="009C7B0C">
        <w:rPr>
          <w:rtl/>
        </w:rPr>
        <w:t xml:space="preserve">، </w:t>
      </w:r>
      <w:r w:rsidR="007F2F6B">
        <w:rPr>
          <w:rtl/>
        </w:rPr>
        <w:t xml:space="preserve">نه </w:t>
      </w:r>
      <w:r w:rsidRPr="00833A8D">
        <w:rPr>
          <w:rStyle w:val="libAieChar"/>
          <w:rtl/>
        </w:rPr>
        <w:t>قليله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7F2F6B">
        <w:rPr>
          <w:rtl/>
        </w:rPr>
        <w:t>يعنى آنان گروه گروه بوده و با هم متّحد و منسجم نيستند و ما خيلى زود آنها را قلع و قمع مى كنيم</w:t>
      </w:r>
      <w:r w:rsidR="009C7B0C">
        <w:rPr>
          <w:rtl/>
        </w:rPr>
        <w:t xml:space="preserve">. </w:t>
      </w:r>
      <w:r w:rsidR="007F2F6B">
        <w:rPr>
          <w:rtl/>
        </w:rPr>
        <w:t>غافل از آنكه انسجام آنان به قدرى است كه با يك اشاره وفرمان حضرت موسى</w:t>
      </w:r>
      <w:r w:rsidR="009C7B0C">
        <w:rPr>
          <w:rtl/>
        </w:rPr>
        <w:t xml:space="preserve">، </w:t>
      </w:r>
      <w:r w:rsidR="007F2F6B">
        <w:rPr>
          <w:rtl/>
        </w:rPr>
        <w:t>همگى شبانه هجرت كردند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97" w:name="_Toc365973894"/>
      <w:r>
        <w:rPr>
          <w:rtl/>
        </w:rPr>
        <w:t>پيام ها</w:t>
      </w:r>
      <w:r w:rsidR="009C7B0C">
        <w:rPr>
          <w:rtl/>
        </w:rPr>
        <w:t>:</w:t>
      </w:r>
      <w:bookmarkEnd w:id="97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طاغوت ها حركت هاى مردمى را ناچيز مى انگارند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لَشِرذمة قليلون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منحرف كردن افكار مردم</w:t>
      </w:r>
      <w:r w:rsidR="009C7B0C">
        <w:rPr>
          <w:rtl/>
        </w:rPr>
        <w:t xml:space="preserve">، </w:t>
      </w:r>
      <w:r>
        <w:rPr>
          <w:rtl/>
        </w:rPr>
        <w:t>شيوه اى طاغوتى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لَشِرذمة قليلون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طاغوت ها بدانند كه مورد تنفّرند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اِنّهم لنا لغائظون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بغض و خشم نسبت به طاغوت ها و تبرّى از آنان</w:t>
      </w:r>
      <w:r w:rsidR="009C7B0C">
        <w:rPr>
          <w:rtl/>
        </w:rPr>
        <w:t xml:space="preserve">، </w:t>
      </w:r>
      <w:r>
        <w:rPr>
          <w:rtl/>
        </w:rPr>
        <w:t>لازمه ى ايمان به خداست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اِنّهم لنا لغائظون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كاخ ‌ها ابدى نيست</w:t>
      </w:r>
      <w:r w:rsidR="009C7B0C">
        <w:rPr>
          <w:rtl/>
        </w:rPr>
        <w:t xml:space="preserve">، </w:t>
      </w:r>
      <w:r w:rsidR="007F2F6B">
        <w:rPr>
          <w:rtl/>
        </w:rPr>
        <w:t>ظلم كليد زوال قدرت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فاخرجناهم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فرعونيان در مصر داراى تمدّن بودند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كنوز و مقام كريم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يكى از سنّت هاى الهى</w:t>
      </w:r>
      <w:r w:rsidR="009C7B0C">
        <w:rPr>
          <w:rtl/>
        </w:rPr>
        <w:t xml:space="preserve">، </w:t>
      </w:r>
      <w:r>
        <w:rPr>
          <w:rtl/>
        </w:rPr>
        <w:t>جايگزين كردن مستضعفان به جاى مستبكران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كذلك و اورثناها بنى اسرائيل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ثروت ها</w:t>
      </w:r>
      <w:r w:rsidR="009C7B0C">
        <w:rPr>
          <w:rtl/>
        </w:rPr>
        <w:t xml:space="preserve">، </w:t>
      </w:r>
      <w:r w:rsidR="007F2F6B">
        <w:rPr>
          <w:rtl/>
        </w:rPr>
        <w:t>كاخ ‌ها و باغ هاى فرعونيان</w:t>
      </w:r>
      <w:r w:rsidR="009C7B0C">
        <w:rPr>
          <w:rtl/>
        </w:rPr>
        <w:t xml:space="preserve">، </w:t>
      </w:r>
      <w:r w:rsidR="007F2F6B">
        <w:rPr>
          <w:rtl/>
        </w:rPr>
        <w:t>به بنى اسرائيل رسيد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اورثنا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9- خروج فرعونيان به دنبال بنى اسرائيل</w:t>
      </w:r>
      <w:r w:rsidR="009C7B0C">
        <w:rPr>
          <w:rtl/>
        </w:rPr>
        <w:t xml:space="preserve">، </w:t>
      </w:r>
      <w:r>
        <w:rPr>
          <w:rtl/>
        </w:rPr>
        <w:t>يك تدبير الهى براى غرق شدن آنان بود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فاخرجنا فَاتبَعوهم مُشرقين</w:t>
      </w:r>
    </w:p>
    <w:p w:rsidR="007F2F6B" w:rsidRDefault="00573D7D" w:rsidP="00573D7D">
      <w:pPr>
        <w:pStyle w:val="Heading1"/>
        <w:rPr>
          <w:rtl/>
        </w:rPr>
      </w:pPr>
      <w:bookmarkStart w:id="98" w:name="_Toc365973895"/>
      <w:r>
        <w:rPr>
          <w:rtl/>
        </w:rPr>
        <w:t>61 - فَلَمَّا تَرَءَا الْجَمْعَانِ قَالَ اءَصْحَبُ مُوسَى إِنَّا لَمُدْرَكُونَ</w:t>
      </w:r>
      <w:bookmarkEnd w:id="9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زمانى كه دو گروه همديگر را ديدند</w:t>
      </w:r>
      <w:r w:rsidR="009C7B0C">
        <w:rPr>
          <w:rtl/>
        </w:rPr>
        <w:t xml:space="preserve">، </w:t>
      </w:r>
      <w:r>
        <w:rPr>
          <w:rtl/>
        </w:rPr>
        <w:t>ياران موسى گفتند: (ما به دام افتاديم و) آنان به ما دست خواهند يافت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99" w:name="_Toc365973896"/>
      <w:r>
        <w:rPr>
          <w:rtl/>
        </w:rPr>
        <w:t>62 - قَالَ كَلا إِنَّ مَعِىَ رَبِّى سَيَهْدِينِ</w:t>
      </w:r>
      <w:bookmarkEnd w:id="9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موسى به آنان گفت</w:t>
      </w:r>
      <w:r w:rsidR="009C7B0C">
        <w:rPr>
          <w:rtl/>
        </w:rPr>
        <w:t>:</w:t>
      </w:r>
      <w:r>
        <w:rPr>
          <w:rtl/>
        </w:rPr>
        <w:t xml:space="preserve"> چنين نيست</w:t>
      </w:r>
      <w:r w:rsidR="009C7B0C">
        <w:rPr>
          <w:rtl/>
        </w:rPr>
        <w:t xml:space="preserve">، </w:t>
      </w:r>
      <w:r>
        <w:rPr>
          <w:rtl/>
        </w:rPr>
        <w:t>قطعاً پروردگارم با من است و مرا هدايت خواهد كرد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00" w:name="_Toc365973897"/>
      <w:r>
        <w:rPr>
          <w:rtl/>
        </w:rPr>
        <w:t>نكته ها</w:t>
      </w:r>
      <w:r w:rsidR="009C7B0C">
        <w:rPr>
          <w:rtl/>
        </w:rPr>
        <w:t>:</w:t>
      </w:r>
      <w:bookmarkEnd w:id="100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تَرائى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به معناى يكديگر را ديدن و </w:t>
      </w:r>
      <w:r w:rsidR="003D3A85" w:rsidRPr="00833A8D">
        <w:rPr>
          <w:rStyle w:val="libAieChar"/>
          <w:rtl/>
        </w:rPr>
        <w:t>جَمعان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دو گروه است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  <w:rtl/>
        </w:rPr>
        <w:t xml:space="preserve"> شايد آوردن اصحاب موسى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به جاى بنى اسرائيل</w:t>
      </w:r>
      <w:r w:rsidR="009C7B0C">
        <w:rPr>
          <w:rtl/>
        </w:rPr>
        <w:t xml:space="preserve">، </w:t>
      </w:r>
      <w:r w:rsidR="007F2F6B">
        <w:rPr>
          <w:rtl/>
        </w:rPr>
        <w:t>رمز آن باشد كه حتّى ياران نزديك موسى از اينكه دريا در جلو و سپاه فرعون در تعقيب آنان هستند</w:t>
      </w:r>
      <w:r w:rsidR="009C7B0C">
        <w:rPr>
          <w:rtl/>
        </w:rPr>
        <w:t xml:space="preserve">، </w:t>
      </w:r>
      <w:r w:rsidR="007F2F6B">
        <w:rPr>
          <w:rtl/>
        </w:rPr>
        <w:t>دغدغه ها داشتند</w:t>
      </w:r>
      <w:r w:rsidR="009C7B0C">
        <w:rPr>
          <w:rtl/>
        </w:rPr>
        <w:t xml:space="preserve">. </w:t>
      </w:r>
    </w:p>
    <w:p w:rsidR="007F2F6B" w:rsidRPr="006B3906" w:rsidRDefault="003D3A85" w:rsidP="006B3906">
      <w:pPr>
        <w:pStyle w:val="libNormal"/>
        <w:rPr>
          <w:rtl/>
        </w:rPr>
      </w:pPr>
      <w:r w:rsidRPr="006B3906">
        <w:rPr>
          <w:rtl/>
        </w:rPr>
        <w:t xml:space="preserve"> گرچه هر حركت و قيام و تصميمى</w:t>
      </w:r>
      <w:r w:rsidR="009C7B0C">
        <w:rPr>
          <w:rtl/>
        </w:rPr>
        <w:t xml:space="preserve">، </w:t>
      </w:r>
      <w:r w:rsidRPr="006B3906">
        <w:rPr>
          <w:rtl/>
        </w:rPr>
        <w:t>شناخت و بصيرت لازم دارد</w:t>
      </w:r>
      <w:r w:rsidR="009C7B0C">
        <w:rPr>
          <w:rtl/>
        </w:rPr>
        <w:t xml:space="preserve">، </w:t>
      </w:r>
      <w:r w:rsidRPr="006B3906">
        <w:rPr>
          <w:rtl/>
        </w:rPr>
        <w:t>ولى لازم نيست انسان در گام اوّل نسبت به تمام مراحل آگاهى داشته باشد</w:t>
      </w:r>
      <w:r w:rsidR="009C7B0C">
        <w:rPr>
          <w:rtl/>
        </w:rPr>
        <w:t xml:space="preserve">. </w:t>
      </w:r>
      <w:r w:rsidRPr="006B3906">
        <w:rPr>
          <w:rtl/>
        </w:rPr>
        <w:t>چنانكه حضرت موسى تا لحظه اى كه دريا را در جلو و دشمن را پشت سر خود ديد خبر از برنامه نداشت</w:t>
      </w:r>
      <w:r w:rsidR="009C7B0C">
        <w:rPr>
          <w:rtl/>
        </w:rPr>
        <w:t xml:space="preserve">، </w:t>
      </w:r>
      <w:r w:rsidRPr="006B3906">
        <w:rPr>
          <w:rtl/>
        </w:rPr>
        <w:t>امّا ايمان به هدايت الهى همواره در او بود</w:t>
      </w:r>
      <w:r w:rsidR="009C7B0C">
        <w:rPr>
          <w:rtl/>
        </w:rPr>
        <w:t xml:space="preserve">. </w:t>
      </w:r>
      <w:r w:rsidRPr="006B3906">
        <w:rPr>
          <w:rtl/>
        </w:rPr>
        <w:t>و لذا فرمود: اِنّ معِىَ ربّى سيَهدين</w:t>
      </w:r>
    </w:p>
    <w:p w:rsidR="007F2F6B" w:rsidRDefault="003D3A85" w:rsidP="003D3A85">
      <w:pPr>
        <w:pStyle w:val="Heading2"/>
        <w:rPr>
          <w:rtl/>
        </w:rPr>
      </w:pPr>
      <w:bookmarkStart w:id="101" w:name="_Toc365973898"/>
      <w:r>
        <w:rPr>
          <w:rtl/>
        </w:rPr>
        <w:lastRenderedPageBreak/>
        <w:t>پيام ها</w:t>
      </w:r>
      <w:r w:rsidR="009C7B0C">
        <w:rPr>
          <w:rtl/>
        </w:rPr>
        <w:t>:</w:t>
      </w:r>
      <w:bookmarkEnd w:id="101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رهبران آسمانى</w:t>
      </w:r>
      <w:r w:rsidR="009C7B0C">
        <w:rPr>
          <w:rtl/>
        </w:rPr>
        <w:t xml:space="preserve">، </w:t>
      </w:r>
      <w:r>
        <w:rPr>
          <w:rtl/>
        </w:rPr>
        <w:t>در بحران ها دلى آرام دارند و مايه ى آرامش</w:t>
      </w:r>
      <w:r w:rsidR="00833A8D">
        <w:rPr>
          <w:rtl/>
        </w:rPr>
        <w:t xml:space="preserve"> </w:t>
      </w:r>
      <w:r>
        <w:rPr>
          <w:rtl/>
        </w:rPr>
        <w:t>ديگران نيز هستند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كلاّ اِنّ معِىَ ربّى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به وعده هاى الهى يقين داشته باشيم</w:t>
      </w:r>
      <w:r w:rsidR="009C7B0C">
        <w:rPr>
          <w:rtl/>
        </w:rPr>
        <w:t xml:space="preserve">. </w:t>
      </w:r>
      <w:r>
        <w:rPr>
          <w:rtl/>
        </w:rPr>
        <w:t>(خداوند در آيه ى 1</w:t>
      </w:r>
      <w:r w:rsidR="004F6DE8">
        <w:rPr>
          <w:rtl/>
        </w:rPr>
        <w:t xml:space="preserve">5- </w:t>
      </w:r>
      <w:r>
        <w:rPr>
          <w:rtl/>
        </w:rPr>
        <w:t xml:space="preserve">اين سوره به موسى فرمود: </w:t>
      </w:r>
      <w:r w:rsidR="003D3A85" w:rsidRPr="00833A8D">
        <w:rPr>
          <w:rStyle w:val="libAieChar"/>
          <w:rtl/>
        </w:rPr>
        <w:t>انّا معكم مستمعون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>
        <w:rPr>
          <w:rtl/>
        </w:rPr>
        <w:t>در اين آيه موسى به مردم مى گويد: خداوند وعده داد و او با ماست)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كلاّ اِنّ معِىَ ربّى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هنگام برخورد با دشمن</w:t>
      </w:r>
      <w:r w:rsidR="009C7B0C">
        <w:rPr>
          <w:rtl/>
        </w:rPr>
        <w:t xml:space="preserve">، </w:t>
      </w:r>
      <w:r>
        <w:rPr>
          <w:rtl/>
        </w:rPr>
        <w:t>(حتّى زمانى كه در يك طرف دريا و در طرف ديگر سپاه دشمن است</w:t>
      </w:r>
      <w:r w:rsidR="009C7B0C">
        <w:rPr>
          <w:rtl/>
        </w:rPr>
        <w:t>،)</w:t>
      </w:r>
      <w:r>
        <w:rPr>
          <w:rtl/>
        </w:rPr>
        <w:t xml:space="preserve"> ماءيوس نشويد و به خدا توكّل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معىَ ربّى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پيامبران واسطه ى فيض و رحمت خداوند مى باشند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معىَ ربّى سيهدين</w:t>
      </w:r>
      <w:r>
        <w:rPr>
          <w:rtl/>
        </w:rPr>
        <w:t xml:space="preserve"> (با توجّه به اينكه هدايت پيامبر</w:t>
      </w:r>
      <w:r w:rsidR="009C7B0C">
        <w:rPr>
          <w:rtl/>
        </w:rPr>
        <w:t xml:space="preserve">، </w:t>
      </w:r>
      <w:r>
        <w:rPr>
          <w:rtl/>
        </w:rPr>
        <w:t>واسطه اى براى هدايت مردم است)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انبيا تحت حمايت ويژه ى خداوند هستند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معِىَ ربّى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هدايت از شئون ربوبيّت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ربّى سيهدين</w:t>
      </w:r>
    </w:p>
    <w:p w:rsidR="007F2F6B" w:rsidRDefault="00573D7D" w:rsidP="00573D7D">
      <w:pPr>
        <w:pStyle w:val="Heading1"/>
        <w:rPr>
          <w:rtl/>
        </w:rPr>
      </w:pPr>
      <w:bookmarkStart w:id="102" w:name="_Toc365973899"/>
      <w:r>
        <w:rPr>
          <w:rtl/>
        </w:rPr>
        <w:t>63 - فَاءَوْحَيْنَآ إِلَى مُوسَى اءَنِ اضْرِب بِّعَصَاكَ الْبَحْرَ فَانفَلَقَ فَكَانَ كُلُّ فِرْقٍ كَالطَّوْدِ الْعَظِيمِ</w:t>
      </w:r>
      <w:bookmarkEnd w:id="102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03" w:name="_Toc365973900"/>
      <w:r w:rsidR="00573D7D">
        <w:rPr>
          <w:rtl/>
        </w:rPr>
        <w:t>64 - وَاءَزْلَفْنَا ثَمَّ الاَْخَرِينَ</w:t>
      </w:r>
      <w:bookmarkEnd w:id="10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(به دنبال اين تلاقى</w:t>
      </w:r>
      <w:r w:rsidR="009C7B0C">
        <w:rPr>
          <w:rtl/>
        </w:rPr>
        <w:t>،)</w:t>
      </w:r>
      <w:r>
        <w:rPr>
          <w:rtl/>
        </w:rPr>
        <w:t xml:space="preserve"> به موسى وحى كرديم كه عصايت را به دريا بزن</w:t>
      </w:r>
      <w:r w:rsidR="009C7B0C">
        <w:rPr>
          <w:rtl/>
        </w:rPr>
        <w:t xml:space="preserve">. </w:t>
      </w:r>
      <w:r>
        <w:rPr>
          <w:rtl/>
        </w:rPr>
        <w:t>دريا شكافت و هر پاره اى مثل كوهى بزرگ گرديد</w:t>
      </w:r>
      <w:r w:rsidR="009C7B0C">
        <w:rPr>
          <w:rtl/>
        </w:rPr>
        <w:t xml:space="preserve">. </w:t>
      </w:r>
      <w:r>
        <w:rPr>
          <w:rtl/>
        </w:rPr>
        <w:t>آنگاه گروه ديگر (لشكر فرعون) را به آنجا نزديك كرديم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04" w:name="_Toc365973901"/>
      <w:r>
        <w:rPr>
          <w:rtl/>
        </w:rPr>
        <w:lastRenderedPageBreak/>
        <w:t>6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وَاءَنجَيْنَا مُوسَى وَمَن مَّعَهُ اءَجْمَعِينَ</w:t>
      </w:r>
      <w:bookmarkEnd w:id="104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05" w:name="_Toc365973902"/>
      <w:r w:rsidR="00573D7D">
        <w:rPr>
          <w:rtl/>
        </w:rPr>
        <w:t>66 - ثُمَّ اءَغْرَقْنَا الاَْخَرِينَ</w:t>
      </w:r>
      <w:bookmarkEnd w:id="10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موسى و هركه را با او بود</w:t>
      </w:r>
      <w:r w:rsidR="009C7B0C">
        <w:rPr>
          <w:rtl/>
        </w:rPr>
        <w:t xml:space="preserve">، </w:t>
      </w:r>
      <w:r>
        <w:rPr>
          <w:rtl/>
        </w:rPr>
        <w:t>همگى را (از دريا عبور و) نجات داديم</w:t>
      </w:r>
      <w:r w:rsidR="009C7B0C">
        <w:rPr>
          <w:rtl/>
        </w:rPr>
        <w:t xml:space="preserve">. </w:t>
      </w:r>
      <w:r>
        <w:rPr>
          <w:rtl/>
        </w:rPr>
        <w:t>سپس گروه ديگر را غرق ساختيم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06" w:name="_Toc365973903"/>
      <w:r>
        <w:rPr>
          <w:rtl/>
        </w:rPr>
        <w:t>67 - إِنَّ فِى ذَلِكَ لاََيَةً وَمَا كَانَ اءَكْثَرُهُم مُّؤْمِنِينَ</w:t>
      </w:r>
      <w:bookmarkEnd w:id="106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07" w:name="_Toc365973904"/>
      <w:r w:rsidR="00573D7D">
        <w:rPr>
          <w:rtl/>
        </w:rPr>
        <w:t>6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 w:rsidR="00573D7D">
        <w:rPr>
          <w:rtl/>
        </w:rPr>
        <w:t>وَإِنَّ رَبَّكَ لَهُوَ الْعَزِيزُ الرَّحِيمُ</w:t>
      </w:r>
      <w:bookmarkEnd w:id="10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البتّه در اين ماجرا</w:t>
      </w:r>
      <w:r w:rsidR="009C7B0C">
        <w:rPr>
          <w:rtl/>
        </w:rPr>
        <w:t xml:space="preserve">، </w:t>
      </w:r>
      <w:r>
        <w:rPr>
          <w:rtl/>
        </w:rPr>
        <w:t>(عبرت و) نشانه ى روشنى است و بيشتر آنان ايمان آورنده نبودند</w:t>
      </w:r>
      <w:r w:rsidR="009C7B0C">
        <w:rPr>
          <w:rtl/>
        </w:rPr>
        <w:t xml:space="preserve">. </w:t>
      </w:r>
      <w:r>
        <w:rPr>
          <w:rtl/>
        </w:rPr>
        <w:t>و همانا پروردگارت شكست ناپذير و مهربان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08" w:name="_Toc365973905"/>
      <w:r>
        <w:rPr>
          <w:rtl/>
        </w:rPr>
        <w:t>نكته ها</w:t>
      </w:r>
      <w:r w:rsidR="009C7B0C">
        <w:rPr>
          <w:rtl/>
        </w:rPr>
        <w:t>:</w:t>
      </w:r>
      <w:bookmarkEnd w:id="108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كلمه ى اِنفلاق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شكافته شدن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فِرق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به معناى قطعه و </w:t>
      </w:r>
      <w:r w:rsidR="003D3A85" w:rsidRPr="00833A8D">
        <w:rPr>
          <w:rStyle w:val="libAieChar"/>
          <w:rtl/>
        </w:rPr>
        <w:t>طَود</w:t>
      </w:r>
      <w:r w:rsidR="007F2F6B">
        <w:rPr>
          <w:rtl/>
        </w:rPr>
        <w:t xml:space="preserve"> به معناى كوه مى باشد</w:t>
      </w:r>
      <w:r w:rsidR="009C7B0C">
        <w:rPr>
          <w:rtl/>
        </w:rPr>
        <w:t xml:space="preserve">. </w:t>
      </w:r>
      <w:r w:rsidR="007F2F6B">
        <w:rPr>
          <w:rtl/>
        </w:rPr>
        <w:t>گويا در اثر شكافته شدن رود بزرگ نيل كه همچون درياست</w:t>
      </w:r>
      <w:r w:rsidR="009C7B0C">
        <w:rPr>
          <w:rtl/>
        </w:rPr>
        <w:t xml:space="preserve">، </w:t>
      </w:r>
      <w:r w:rsidR="007F2F6B">
        <w:rPr>
          <w:rtl/>
        </w:rPr>
        <w:t>آب در دو طرف خشكىِ ايجاد شده چنان روى هم انباشته شد كه همانند دو كوه بلند گرديد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09" w:name="_Toc365973906"/>
      <w:r>
        <w:rPr>
          <w:rtl/>
        </w:rPr>
        <w:t>پيام ها</w:t>
      </w:r>
      <w:r w:rsidR="009C7B0C">
        <w:rPr>
          <w:rtl/>
        </w:rPr>
        <w:t>:</w:t>
      </w:r>
      <w:bookmarkEnd w:id="109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كارهاى انبيا با اراده ى پروردگار و وحى الهى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فاوحينا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خداوند كارهايى را به دست اولياى خود انجام مى دهد تا مردم به آنان توجّه كنند و از آنان اطاعت نمايند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فاوحينا الى موسى اءنِ اضرب</w:t>
      </w:r>
      <w:r w:rsidR="00833A8D">
        <w:rPr>
          <w:rStyle w:val="libAieChar"/>
          <w:rtl/>
        </w:rPr>
        <w:t xml:space="preserve"> </w:t>
      </w:r>
      <w:r>
        <w:rPr>
          <w:rtl/>
        </w:rPr>
        <w:t>(آرى</w:t>
      </w:r>
      <w:r w:rsidR="009C7B0C">
        <w:rPr>
          <w:rtl/>
        </w:rPr>
        <w:t xml:space="preserve">، </w:t>
      </w:r>
      <w:r>
        <w:rPr>
          <w:rtl/>
        </w:rPr>
        <w:t>طبيعت و مظاهر آن</w:t>
      </w:r>
      <w:r w:rsidR="009C7B0C">
        <w:rPr>
          <w:rtl/>
        </w:rPr>
        <w:t xml:space="preserve">، </w:t>
      </w:r>
      <w:r>
        <w:rPr>
          <w:rtl/>
        </w:rPr>
        <w:t>با اراده ى خداوند در اختيار بندگان خاصّ ومقهور آنان است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3- با اراده ى خداوند</w:t>
      </w:r>
      <w:r w:rsidR="009C7B0C">
        <w:rPr>
          <w:rtl/>
        </w:rPr>
        <w:t xml:space="preserve">، </w:t>
      </w:r>
      <w:r>
        <w:rPr>
          <w:rtl/>
        </w:rPr>
        <w:t xml:space="preserve">يك عصا روزى اژدها مى شود و سبب ترس دشمنان مى گردد و يك روز كليد رحمت و باز شدن راه براى </w:t>
      </w:r>
      <w:r w:rsidR="00BA599A">
        <w:rPr>
          <w:rtl/>
        </w:rPr>
        <w:t>مؤمن</w:t>
      </w:r>
      <w:r>
        <w:rPr>
          <w:rtl/>
        </w:rPr>
        <w:t>ان مى شود</w:t>
      </w:r>
      <w:r w:rsidR="009C7B0C">
        <w:rPr>
          <w:rtl/>
        </w:rPr>
        <w:t xml:space="preserve">. </w:t>
      </w:r>
    </w:p>
    <w:p w:rsidR="007F2F6B" w:rsidRDefault="007F2F6B" w:rsidP="00206683">
      <w:pPr>
        <w:pStyle w:val="libNormal"/>
        <w:rPr>
          <w:rtl/>
        </w:rPr>
      </w:pPr>
      <w:r>
        <w:rPr>
          <w:rtl/>
        </w:rPr>
        <w:t>4- با اراده ى خداوند</w:t>
      </w:r>
      <w:r w:rsidR="009C7B0C">
        <w:rPr>
          <w:rtl/>
        </w:rPr>
        <w:t xml:space="preserve">، </w:t>
      </w:r>
      <w:r>
        <w:rPr>
          <w:rtl/>
        </w:rPr>
        <w:t>يك عصا گاهى سبب جوشيدن آب از زمين است</w:t>
      </w:r>
      <w:r w:rsidR="009C7B0C">
        <w:rPr>
          <w:rtl/>
        </w:rPr>
        <w:t>: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اِضرب بعصاك الحجر</w:t>
      </w:r>
      <w:r w:rsidR="00206683">
        <w:rPr>
          <w:rStyle w:val="libFootnotenumChar"/>
          <w:rFonts w:hint="cs"/>
          <w:rtl/>
        </w:rPr>
        <w:t>(15)</w:t>
      </w:r>
      <w:r>
        <w:rPr>
          <w:rtl/>
        </w:rPr>
        <w:t xml:space="preserve"> و گاهى سبب خشك شدن دريا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اِضرب بعصاك البحر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همه ى هستى و فعل وانفعالات آن</w:t>
      </w:r>
      <w:r w:rsidR="009C7B0C">
        <w:rPr>
          <w:rtl/>
        </w:rPr>
        <w:t xml:space="preserve">، </w:t>
      </w:r>
      <w:r w:rsidR="007F2F6B">
        <w:rPr>
          <w:rtl/>
        </w:rPr>
        <w:t>با اراده ى خداوند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اءوحينا اءزلفنااءنجينا اءغرقنا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نجات و رستگارى در سايه ى همراهى با انبياست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اءنجينا موسى ومن معه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خداوند ياران خود را در سخت ترين شرايط از بن بست نجات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اءنجينا موسى ومن معه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شكافته شدن دريا و غرق شدن فرعونيان</w:t>
      </w:r>
      <w:r w:rsidR="009C7B0C">
        <w:rPr>
          <w:rtl/>
        </w:rPr>
        <w:t xml:space="preserve">، </w:t>
      </w:r>
      <w:r w:rsidR="007F2F6B">
        <w:rPr>
          <w:rtl/>
        </w:rPr>
        <w:t>نشانه ى قدرت و قهر الهى و مايه ى پند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فى ذلك لايةً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سنّت الهى در طول تاريخ</w:t>
      </w:r>
      <w:r w:rsidR="009C7B0C">
        <w:rPr>
          <w:rtl/>
        </w:rPr>
        <w:t xml:space="preserve">، </w:t>
      </w:r>
      <w:r>
        <w:rPr>
          <w:rtl/>
        </w:rPr>
        <w:t>يارى حقّ و سركوب باطل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لاية</w:t>
      </w:r>
      <w:r>
        <w:rPr>
          <w:rtl/>
        </w:rPr>
        <w:t xml:space="preserve"> آرى</w:t>
      </w:r>
      <w:r w:rsidR="009C7B0C">
        <w:rPr>
          <w:rtl/>
        </w:rPr>
        <w:t xml:space="preserve">، </w:t>
      </w:r>
      <w:r>
        <w:rPr>
          <w:rtl/>
        </w:rPr>
        <w:t>نشانه و عبرت بودن يك حادثه</w:t>
      </w:r>
      <w:r w:rsidR="009C7B0C">
        <w:rPr>
          <w:rtl/>
        </w:rPr>
        <w:t xml:space="preserve">، </w:t>
      </w:r>
      <w:r>
        <w:rPr>
          <w:rtl/>
        </w:rPr>
        <w:t>زمانى است كه آن حادثه يا مشابه آن در طول تاريخ تكرار شدنى باشد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خداوند با بيان تاريخ گذشتگان</w:t>
      </w:r>
      <w:r w:rsidR="009C7B0C">
        <w:rPr>
          <w:rtl/>
        </w:rPr>
        <w:t xml:space="preserve">، </w:t>
      </w:r>
      <w:r>
        <w:rPr>
          <w:rtl/>
        </w:rPr>
        <w:t>به پيامبر اسلام دلدارى و درس صبر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پندپذيران كم هستند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لاية و 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D64FE0" w:rsidRDefault="007F2F6B" w:rsidP="007F2F6B">
      <w:pPr>
        <w:pStyle w:val="libNormal"/>
        <w:rPr>
          <w:rtl/>
        </w:rPr>
      </w:pPr>
      <w:r>
        <w:rPr>
          <w:rtl/>
        </w:rPr>
        <w:t>12- پيامبر اسلام تحت حمايت ويژه ى خداوند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ربّك</w:t>
      </w:r>
      <w:r w:rsidR="00833A8D">
        <w:rPr>
          <w:rStyle w:val="libAieChar"/>
          <w:rtl/>
        </w:rPr>
        <w:t xml:space="preserve"> </w:t>
      </w:r>
      <w:r>
        <w:rPr>
          <w:rtl/>
        </w:rPr>
        <w:t>(خطاب به پيامبر است كه همان گونه كه ما مخالفان موسى را نابود كرديم</w:t>
      </w:r>
      <w:r w:rsidR="009C7B0C">
        <w:rPr>
          <w:rtl/>
        </w:rPr>
        <w:t xml:space="preserve">، </w:t>
      </w:r>
      <w:r>
        <w:rPr>
          <w:rtl/>
        </w:rPr>
        <w:t>با همان عزّت و قدرت مى توانيم مخالفان تو را نيز نابود كنيم</w:t>
      </w:r>
      <w:r w:rsidR="009C7B0C">
        <w:rPr>
          <w:rtl/>
        </w:rPr>
        <w:t>.)</w:t>
      </w:r>
    </w:p>
    <w:p w:rsidR="007F2F6B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13- كفر مردم</w:t>
      </w:r>
      <w:r w:rsidR="009C7B0C">
        <w:rPr>
          <w:rtl/>
        </w:rPr>
        <w:t xml:space="preserve">، </w:t>
      </w:r>
      <w:r>
        <w:rPr>
          <w:rtl/>
        </w:rPr>
        <w:t>ضررى به عزّت خداوند نمى زند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 اِنّ ربّك لهو العزيز الرّحيم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مربّى</w:t>
      </w:r>
      <w:r w:rsidR="009C7B0C">
        <w:rPr>
          <w:rtl/>
        </w:rPr>
        <w:t xml:space="preserve">، </w:t>
      </w:r>
      <w:r>
        <w:rPr>
          <w:rtl/>
        </w:rPr>
        <w:t>هم بايد قدرتمند باشد و هم مهربان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ربّك لهوالعزيز الرّحيم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مهلتى كه خداوند به كفّار مى دهد از ضعف و ناتوانى نيست</w:t>
      </w:r>
      <w:r w:rsidR="009C7B0C">
        <w:rPr>
          <w:rtl/>
        </w:rPr>
        <w:t xml:space="preserve">، </w:t>
      </w:r>
      <w:r>
        <w:rPr>
          <w:rtl/>
        </w:rPr>
        <w:t>بر اساس مهر و رحمت است تا شايد توبه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العزيز الرّحيم</w:t>
      </w:r>
    </w:p>
    <w:p w:rsidR="007F2F6B" w:rsidRDefault="00573D7D" w:rsidP="00573D7D">
      <w:pPr>
        <w:pStyle w:val="Heading1"/>
        <w:rPr>
          <w:rtl/>
        </w:rPr>
      </w:pPr>
      <w:bookmarkStart w:id="110" w:name="_Toc365973907"/>
      <w:r>
        <w:rPr>
          <w:rtl/>
        </w:rPr>
        <w:t>69 - وَاتْلُ عَلَيْهِمْ نَبَاءَ إِبْرَهِيمَ</w:t>
      </w:r>
      <w:bookmarkEnd w:id="110"/>
    </w:p>
    <w:p w:rsidR="007F2F6B" w:rsidRDefault="00573D7D" w:rsidP="00573D7D">
      <w:pPr>
        <w:pStyle w:val="Heading1"/>
        <w:rPr>
          <w:rtl/>
        </w:rPr>
      </w:pPr>
      <w:bookmarkStart w:id="111" w:name="_Toc365973908"/>
      <w:r>
        <w:rPr>
          <w:rtl/>
        </w:rPr>
        <w:t>70 - إِذْ قَالَ لاَِبِيهِ وَقَوْمِهِ مَا تَعْبُدُونَ</w:t>
      </w:r>
      <w:bookmarkEnd w:id="11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(اى پيامبر!) سرگذشت ابراهيم را بر مردم بخوان</w:t>
      </w:r>
      <w:r w:rsidR="009C7B0C">
        <w:rPr>
          <w:rtl/>
        </w:rPr>
        <w:t xml:space="preserve">. </w:t>
      </w:r>
      <w:r>
        <w:rPr>
          <w:rtl/>
        </w:rPr>
        <w:t>آن گاه كه به پدرش</w:t>
      </w:r>
      <w:r w:rsidR="00833A8D">
        <w:rPr>
          <w:rtl/>
        </w:rPr>
        <w:t xml:space="preserve"> </w:t>
      </w:r>
      <w:r>
        <w:rPr>
          <w:rtl/>
        </w:rPr>
        <w:t>(عمويش آذر) و قومش گفت</w:t>
      </w:r>
      <w:r w:rsidR="009C7B0C">
        <w:rPr>
          <w:rtl/>
        </w:rPr>
        <w:t>:</w:t>
      </w:r>
      <w:r>
        <w:rPr>
          <w:rtl/>
        </w:rPr>
        <w:t xml:space="preserve"> شما چه مى پرستيد؟</w:t>
      </w:r>
    </w:p>
    <w:p w:rsidR="007F2F6B" w:rsidRDefault="00573D7D" w:rsidP="00573D7D">
      <w:pPr>
        <w:pStyle w:val="Heading1"/>
        <w:rPr>
          <w:rtl/>
        </w:rPr>
      </w:pPr>
      <w:bookmarkStart w:id="112" w:name="_Toc365973909"/>
      <w:r>
        <w:rPr>
          <w:rtl/>
        </w:rPr>
        <w:t>71 - قَالُواْ نَعْبُدُ اءَصْنَاماً فَنَظَلُّ لَهَا عَكِفِينَ</w:t>
      </w:r>
      <w:bookmarkEnd w:id="112"/>
    </w:p>
    <w:p w:rsidR="007F2F6B" w:rsidRDefault="00573D7D" w:rsidP="00573D7D">
      <w:pPr>
        <w:pStyle w:val="Heading1"/>
        <w:rPr>
          <w:rtl/>
        </w:rPr>
      </w:pPr>
      <w:bookmarkStart w:id="113" w:name="_Toc365973910"/>
      <w:r>
        <w:rPr>
          <w:rtl/>
        </w:rPr>
        <w:t>72 - قَالَ هَلْ يَسْمَعُونَكُمْ إِذْ تَدْعُونَ</w:t>
      </w:r>
      <w:bookmarkEnd w:id="113"/>
    </w:p>
    <w:p w:rsidR="007F2F6B" w:rsidRDefault="00573D7D" w:rsidP="00573D7D">
      <w:pPr>
        <w:pStyle w:val="Heading1"/>
        <w:rPr>
          <w:rtl/>
        </w:rPr>
      </w:pPr>
      <w:bookmarkStart w:id="114" w:name="_Toc365973911"/>
      <w:r>
        <w:rPr>
          <w:rtl/>
        </w:rPr>
        <w:t>73 - اءَوْ يَنفَعُونَكُمْ اءَوْ يَضُرُّونَ</w:t>
      </w:r>
      <w:bookmarkEnd w:id="11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گفتند: بت هايى را مى پرستيم كه همواره ملازم آنهاييم</w:t>
      </w:r>
      <w:r w:rsidR="009C7B0C">
        <w:rPr>
          <w:rtl/>
        </w:rPr>
        <w:t xml:space="preserve">. </w:t>
      </w:r>
      <w:r>
        <w:rPr>
          <w:rtl/>
        </w:rPr>
        <w:t>ابراهيم گفت</w:t>
      </w:r>
      <w:r w:rsidR="009C7B0C">
        <w:rPr>
          <w:rtl/>
        </w:rPr>
        <w:t>:</w:t>
      </w:r>
      <w:r>
        <w:rPr>
          <w:rtl/>
        </w:rPr>
        <w:t xml:space="preserve"> آيا هر گاه آنها را مى خوانيد (يا دعا مى كنيد) سخن شما را مى شنوند؟ يا به شما سود و زيانى مى رسانند؟</w:t>
      </w:r>
    </w:p>
    <w:p w:rsidR="007F2F6B" w:rsidRDefault="00573D7D" w:rsidP="00573D7D">
      <w:pPr>
        <w:pStyle w:val="Heading1"/>
        <w:rPr>
          <w:rtl/>
        </w:rPr>
      </w:pPr>
      <w:bookmarkStart w:id="115" w:name="_Toc365973912"/>
      <w:r>
        <w:rPr>
          <w:rtl/>
        </w:rPr>
        <w:lastRenderedPageBreak/>
        <w:t>74 - قَالُواْ بَلْ وَجَدْنَآ ءَابَآءَنَا كَذَلِكَ يَفْعَلُونَ</w:t>
      </w:r>
      <w:bookmarkEnd w:id="115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16" w:name="_Toc365973913"/>
      <w:r w:rsidR="00573D7D">
        <w:rPr>
          <w:rtl/>
        </w:rPr>
        <w:t>7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 w:rsidR="00573D7D">
        <w:rPr>
          <w:rtl/>
        </w:rPr>
        <w:t>قَالَ اءَفَرَءَيْتُم مَّا كُنتُمْ تَعْبُدُونَ</w:t>
      </w:r>
      <w:bookmarkEnd w:id="116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17" w:name="_Toc365973914"/>
      <w:r w:rsidR="00573D7D">
        <w:rPr>
          <w:rtl/>
        </w:rPr>
        <w:t>76 - اءَنتُمْ وَءَابَآؤُكُمُ الاَْقْدَمُونَ</w:t>
      </w:r>
      <w:bookmarkEnd w:id="11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بت پرستان گفتند: (نه) بلكه پدرانمان را يافتيم كه اين گونه (پرستش) مى كردند</w:t>
      </w:r>
      <w:r w:rsidR="009C7B0C">
        <w:rPr>
          <w:rtl/>
        </w:rPr>
        <w:t xml:space="preserve">. </w:t>
      </w:r>
      <w:r>
        <w:rPr>
          <w:rtl/>
        </w:rPr>
        <w:t>ابراهيم گفت</w:t>
      </w:r>
      <w:r w:rsidR="009C7B0C">
        <w:rPr>
          <w:rtl/>
        </w:rPr>
        <w:t>:</w:t>
      </w:r>
      <w:r>
        <w:rPr>
          <w:rtl/>
        </w:rPr>
        <w:t xml:space="preserve"> آيا در آنچه مى پرستيد انديشه و نگاه (عميق) كرده ايد؟ شما و پدران پيشين شما (دقّت كرده ايد)؟</w:t>
      </w:r>
    </w:p>
    <w:p w:rsidR="007F2F6B" w:rsidRDefault="003D3A85" w:rsidP="003D3A85">
      <w:pPr>
        <w:pStyle w:val="Heading2"/>
        <w:rPr>
          <w:rtl/>
        </w:rPr>
      </w:pPr>
      <w:bookmarkStart w:id="118" w:name="_Toc365973915"/>
      <w:r>
        <w:rPr>
          <w:rtl/>
        </w:rPr>
        <w:t>نكته ها</w:t>
      </w:r>
      <w:r w:rsidR="009C7B0C">
        <w:rPr>
          <w:rtl/>
        </w:rPr>
        <w:t>:</w:t>
      </w:r>
      <w:bookmarkEnd w:id="118"/>
    </w:p>
    <w:p w:rsidR="003D3A85" w:rsidRPr="003D3A85" w:rsidRDefault="00833A8D" w:rsidP="00206683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بعد از حضرت موسى كه نامش بيش از 130 مرتبه در قرآن آمده</w:t>
      </w:r>
      <w:r w:rsidR="009C7B0C">
        <w:rPr>
          <w:rtl/>
        </w:rPr>
        <w:t xml:space="preserve">، </w:t>
      </w:r>
      <w:r w:rsidR="003D3A85" w:rsidRPr="003D3A85">
        <w:rPr>
          <w:rtl/>
        </w:rPr>
        <w:t>نام حضرت ابراهيم</w:t>
      </w:r>
      <w:r w:rsidR="009C7B0C">
        <w:rPr>
          <w:rtl/>
        </w:rPr>
        <w:t xml:space="preserve">، </w:t>
      </w:r>
      <w:r w:rsidR="003D3A85" w:rsidRPr="003D3A85">
        <w:rPr>
          <w:rtl/>
        </w:rPr>
        <w:t>بيش از ديگر پيامبران در قرآن آمده است</w:t>
      </w:r>
      <w:r w:rsidR="009C7B0C">
        <w:rPr>
          <w:rtl/>
        </w:rPr>
        <w:t xml:space="preserve">. </w:t>
      </w:r>
    </w:p>
    <w:p w:rsidR="007F2F6B" w:rsidRDefault="003D3A85" w:rsidP="00206683">
      <w:pPr>
        <w:pStyle w:val="libNormal"/>
        <w:rPr>
          <w:rtl/>
        </w:rPr>
      </w:pPr>
      <w:r w:rsidRPr="003D3A85">
        <w:rPr>
          <w:rtl/>
        </w:rPr>
        <w:t xml:space="preserve"> بر اساس روايات مراد از كلمه ى اءَب</w:t>
      </w:r>
      <w:r w:rsidR="00833A8D">
        <w:rPr>
          <w:rtl/>
        </w:rPr>
        <w:t xml:space="preserve"> </w:t>
      </w:r>
      <w:r w:rsidR="007F2F6B">
        <w:rPr>
          <w:rtl/>
        </w:rPr>
        <w:t>در اين آيه</w:t>
      </w:r>
      <w:r w:rsidR="009C7B0C">
        <w:rPr>
          <w:rtl/>
        </w:rPr>
        <w:t xml:space="preserve">، </w:t>
      </w:r>
      <w:r w:rsidR="007F2F6B">
        <w:rPr>
          <w:rtl/>
        </w:rPr>
        <w:t>آذر عموى ابراهيم است</w:t>
      </w:r>
      <w:r w:rsidR="009C7B0C">
        <w:rPr>
          <w:rtl/>
        </w:rPr>
        <w:t xml:space="preserve">. </w:t>
      </w:r>
      <w:r w:rsidR="007F2F6B">
        <w:rPr>
          <w:rtl/>
        </w:rPr>
        <w:t>زيرا امكان ندارد كه پدرِ پيامبرى همچون ابراهيم كافر باشد</w:t>
      </w:r>
      <w:r w:rsidR="009C7B0C">
        <w:rPr>
          <w:rtl/>
        </w:rPr>
        <w:t xml:space="preserve">. </w:t>
      </w:r>
      <w:r w:rsidR="007F2F6B">
        <w:rPr>
          <w:rtl/>
        </w:rPr>
        <w:t xml:space="preserve">از نظر لغت نيز به مربّى و جدّ و پدر زن نيز </w:t>
      </w:r>
      <w:r w:rsidRPr="00833A8D">
        <w:rPr>
          <w:rStyle w:val="libAieChar"/>
          <w:rtl/>
        </w:rPr>
        <w:t>اءَب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گفته مى شود</w:t>
      </w:r>
      <w:r w:rsidR="009C7B0C">
        <w:rPr>
          <w:rtl/>
        </w:rPr>
        <w:t xml:space="preserve">. </w:t>
      </w:r>
      <w:r w:rsidR="007F2F6B">
        <w:rPr>
          <w:rtl/>
        </w:rPr>
        <w:t xml:space="preserve">در آيه 133 سوره بقره مى خوانيم كه فرزندان يعقوب به پدرشان گفتند: </w:t>
      </w:r>
      <w:r w:rsidRPr="00833A8D">
        <w:rPr>
          <w:rStyle w:val="libAieChar"/>
          <w:rtl/>
        </w:rPr>
        <w:t>نَعبُد الهك و اله آبائك ابراهيم و اسماعيل و اسحاق</w:t>
      </w:r>
      <w:r w:rsidR="007F2F6B">
        <w:rPr>
          <w:rtl/>
        </w:rPr>
        <w:t xml:space="preserve"> با اينكه يعقوب فرزند اسحاق است</w:t>
      </w:r>
      <w:r w:rsidR="009C7B0C">
        <w:rPr>
          <w:rtl/>
        </w:rPr>
        <w:t xml:space="preserve">، </w:t>
      </w:r>
      <w:r w:rsidR="007F2F6B">
        <w:rPr>
          <w:rtl/>
        </w:rPr>
        <w:t>در اين آيه هم به جدّ (ابراهيم</w:t>
      </w:r>
      <w:r w:rsidR="009C7B0C">
        <w:rPr>
          <w:rtl/>
        </w:rPr>
        <w:t>)</w:t>
      </w:r>
      <w:r w:rsidR="007F2F6B">
        <w:rPr>
          <w:rtl/>
        </w:rPr>
        <w:t xml:space="preserve"> و هم به عمو (اسماعيل)</w:t>
      </w:r>
      <w:r w:rsidR="009C7B0C">
        <w:rPr>
          <w:rtl/>
        </w:rPr>
        <w:t xml:space="preserve">، </w:t>
      </w:r>
      <w:r w:rsidR="007F2F6B">
        <w:rPr>
          <w:rtl/>
        </w:rPr>
        <w:t>اءَب گفته است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206683">
        <w:rPr>
          <w:rtl/>
        </w:rPr>
        <w:t xml:space="preserve"> تقليد از اهل علم و دانشمندان</w:t>
      </w:r>
      <w:r w:rsidR="009C7B0C">
        <w:rPr>
          <w:rtl/>
        </w:rPr>
        <w:t xml:space="preserve">، </w:t>
      </w:r>
      <w:r w:rsidRPr="00206683">
        <w:rPr>
          <w:rtl/>
        </w:rPr>
        <w:t xml:space="preserve">گاهى </w:t>
      </w:r>
      <w:r w:rsidR="00206683">
        <w:rPr>
          <w:rtl/>
        </w:rPr>
        <w:t>وسيله ى تكامل و رشد و ترقّى است</w:t>
      </w:r>
      <w:r w:rsidRPr="00206683">
        <w:rPr>
          <w:rtl/>
        </w:rPr>
        <w:t>؛</w:t>
      </w:r>
      <w:r w:rsidRPr="00833A8D">
        <w:rPr>
          <w:rStyle w:val="libAieChar"/>
          <w:rtl/>
        </w:rPr>
        <w:t xml:space="preserve"> فسئلوا اهل الذكر</w:t>
      </w:r>
      <w:r w:rsidR="007F2F6B">
        <w:t xml:space="preserve"> </w:t>
      </w:r>
      <w:r w:rsidR="00573D7D" w:rsidRPr="00573D7D">
        <w:rPr>
          <w:rStyle w:val="libFootnotenumChar"/>
        </w:rPr>
        <w:t>(16</w:t>
      </w:r>
      <w:r w:rsidR="00573D7D" w:rsidRPr="00573D7D">
        <w:rPr>
          <w:rStyle w:val="libFootnotenumChar"/>
          <w:rtl/>
        </w:rPr>
        <w:t>)</w:t>
      </w:r>
      <w:r w:rsidR="007F2F6B">
        <w:rPr>
          <w:rtl/>
        </w:rPr>
        <w:t xml:space="preserve"> و</w:t>
      </w:r>
      <w:r w:rsidRPr="00833A8D">
        <w:rPr>
          <w:rStyle w:val="libAieChar"/>
          <w:rtl/>
        </w:rPr>
        <w:t xml:space="preserve"> فبِهُداهم اقتده</w:t>
      </w:r>
      <w:r w:rsidR="009C7B0C">
        <w:rPr>
          <w:rStyle w:val="libAieChar"/>
          <w:rtl/>
        </w:rPr>
        <w:t xml:space="preserve">... </w:t>
      </w:r>
      <w:r w:rsidR="00573D7D" w:rsidRPr="00573D7D">
        <w:rPr>
          <w:rStyle w:val="libFootnotenumChar"/>
        </w:rPr>
        <w:t>(17</w:t>
      </w:r>
      <w:r w:rsidR="00573D7D" w:rsidRPr="00573D7D">
        <w:rPr>
          <w:rStyle w:val="libFootnotenumChar"/>
          <w:rtl/>
        </w:rPr>
        <w:t>)</w:t>
      </w:r>
      <w:r w:rsidR="007F2F6B">
        <w:rPr>
          <w:rtl/>
        </w:rPr>
        <w:t xml:space="preserve"> ولى از عوام وسيله ى تحجّر و جمود است</w:t>
      </w:r>
      <w:r w:rsidR="009C7B0C">
        <w:rPr>
          <w:rtl/>
        </w:rPr>
        <w:t xml:space="preserve">. </w:t>
      </w:r>
      <w:r w:rsidRPr="00833A8D">
        <w:rPr>
          <w:rStyle w:val="libAieChar"/>
          <w:rtl/>
        </w:rPr>
        <w:t>انّا وَجَدنا آباءنا</w:t>
      </w:r>
      <w:r w:rsidR="007F2F6B">
        <w:rPr>
          <w:rtl/>
        </w:rPr>
        <w:t xml:space="preserve"> زيرا پايبندى بى چون و چرا به سنّت ها و آداب ملّى و قومى</w:t>
      </w:r>
      <w:r w:rsidR="009C7B0C">
        <w:rPr>
          <w:rtl/>
        </w:rPr>
        <w:t xml:space="preserve">، </w:t>
      </w:r>
      <w:r w:rsidR="007F2F6B">
        <w:rPr>
          <w:rtl/>
        </w:rPr>
        <w:t>سبب تخدير جامعه و سدّ راه فكر و نوآورى و مانع شناخت حقيقت است</w:t>
      </w:r>
      <w:r w:rsidR="009C7B0C">
        <w:rPr>
          <w:rtl/>
        </w:rPr>
        <w:t xml:space="preserve">. </w:t>
      </w:r>
    </w:p>
    <w:p w:rsidR="003D3A85" w:rsidRPr="003D3A85" w:rsidRDefault="003D3A85" w:rsidP="00206683">
      <w:pPr>
        <w:pStyle w:val="libNormal"/>
        <w:rPr>
          <w:rtl/>
        </w:rPr>
      </w:pPr>
      <w:r w:rsidRPr="003D3A85">
        <w:rPr>
          <w:rtl/>
        </w:rPr>
        <w:lastRenderedPageBreak/>
        <w:t xml:space="preserve"> چون حضرت ابراهيم مورد ستايش همه ى گروه هاى يهودى و مسيحى است</w:t>
      </w:r>
      <w:r w:rsidR="009C7B0C">
        <w:rPr>
          <w:rtl/>
        </w:rPr>
        <w:t xml:space="preserve">، </w:t>
      </w:r>
      <w:r w:rsidRPr="003D3A85">
        <w:rPr>
          <w:rtl/>
        </w:rPr>
        <w:t>بيان تاريخ او براى اهل كتاب زمان پيامبر و همچنين مسلمانان</w:t>
      </w:r>
      <w:r w:rsidR="009C7B0C">
        <w:rPr>
          <w:rtl/>
        </w:rPr>
        <w:t xml:space="preserve">، </w:t>
      </w:r>
      <w:r w:rsidRPr="003D3A85">
        <w:rPr>
          <w:rtl/>
        </w:rPr>
        <w:t>درس آموز خواهد بود</w:t>
      </w:r>
      <w:r w:rsidR="009C7B0C">
        <w:rPr>
          <w:rtl/>
        </w:rPr>
        <w:t xml:space="preserve">. </w:t>
      </w:r>
    </w:p>
    <w:p w:rsidR="007F2F6B" w:rsidRDefault="003D3A85" w:rsidP="00206683">
      <w:pPr>
        <w:pStyle w:val="libNormal"/>
        <w:rPr>
          <w:rtl/>
        </w:rPr>
      </w:pPr>
      <w:r w:rsidRPr="003D3A85">
        <w:rPr>
          <w:rtl/>
        </w:rPr>
        <w:t xml:space="preserve"> كلمه ى راءيتم</w:t>
      </w:r>
      <w:r w:rsidR="00833A8D">
        <w:rPr>
          <w:rtl/>
        </w:rPr>
        <w:t xml:space="preserve"> </w:t>
      </w:r>
      <w:r w:rsidR="007F2F6B">
        <w:rPr>
          <w:rtl/>
        </w:rPr>
        <w:t xml:space="preserve">از ريشه ى </w:t>
      </w:r>
      <w:r w:rsidRPr="00833A8D">
        <w:rPr>
          <w:rStyle w:val="libAieChar"/>
          <w:rtl/>
        </w:rPr>
        <w:t>راءى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و </w:t>
      </w:r>
      <w:r w:rsidRPr="00833A8D">
        <w:rPr>
          <w:rStyle w:val="libAieChar"/>
          <w:rtl/>
        </w:rPr>
        <w:t>رؤ يت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است</w:t>
      </w:r>
      <w:r w:rsidR="009C7B0C">
        <w:rPr>
          <w:rtl/>
        </w:rPr>
        <w:t xml:space="preserve">. </w:t>
      </w:r>
      <w:r w:rsidR="007F2F6B">
        <w:rPr>
          <w:rtl/>
        </w:rPr>
        <w:t xml:space="preserve">بنابراين </w:t>
      </w:r>
      <w:r w:rsidRPr="00833A8D">
        <w:rPr>
          <w:rStyle w:val="libAieChar"/>
          <w:rtl/>
        </w:rPr>
        <w:t>راءيتم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هم شامل ديدن با چشم مى شود و هم نگريستن با عقل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19" w:name="_Toc365973916"/>
      <w:r>
        <w:rPr>
          <w:rtl/>
        </w:rPr>
        <w:t>پيام ها</w:t>
      </w:r>
      <w:r w:rsidR="009C7B0C">
        <w:rPr>
          <w:rtl/>
        </w:rPr>
        <w:t>:</w:t>
      </w:r>
      <w:bookmarkEnd w:id="119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پيامبر اسلام ماءمور حفظ تاريخ انبياى قبل از خود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واتلُ عليهم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2- سرگذشت حضرت ابراهيم </w:t>
      </w:r>
      <w:r w:rsidR="00BA599A" w:rsidRPr="00BA599A">
        <w:rPr>
          <w:rStyle w:val="libAlaemChar"/>
          <w:rtl/>
        </w:rPr>
        <w:t>عليه‌السلام</w:t>
      </w:r>
      <w:r>
        <w:rPr>
          <w:rtl/>
        </w:rPr>
        <w:t xml:space="preserve"> مهم و مفيد است</w:t>
      </w:r>
      <w:r w:rsidR="009C7B0C">
        <w:rPr>
          <w:rtl/>
        </w:rPr>
        <w:t xml:space="preserve">. </w:t>
      </w:r>
      <w:r>
        <w:rPr>
          <w:rtl/>
        </w:rPr>
        <w:t>(</w:t>
      </w:r>
      <w:r w:rsidR="003D3A85" w:rsidRPr="00833A8D">
        <w:rPr>
          <w:rStyle w:val="libAieChar"/>
          <w:rtl/>
        </w:rPr>
        <w:t>نباء</w:t>
      </w:r>
      <w:r w:rsidR="009C7B0C">
        <w:rPr>
          <w:rtl/>
        </w:rPr>
        <w:t xml:space="preserve">، </w:t>
      </w:r>
      <w:r>
        <w:rPr>
          <w:rtl/>
        </w:rPr>
        <w:t>به خبر مهم گويند)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سنّت ها و قوانين حاكم برتاريخ</w:t>
      </w:r>
      <w:r w:rsidR="009C7B0C">
        <w:rPr>
          <w:rtl/>
        </w:rPr>
        <w:t xml:space="preserve">، </w:t>
      </w:r>
      <w:r>
        <w:rPr>
          <w:rtl/>
        </w:rPr>
        <w:t>ثابت است</w:t>
      </w:r>
      <w:r w:rsidR="009C7B0C">
        <w:rPr>
          <w:rtl/>
        </w:rPr>
        <w:t xml:space="preserve">. </w:t>
      </w:r>
      <w:r>
        <w:rPr>
          <w:rtl/>
        </w:rPr>
        <w:t>بنابراين تاريخ ديروز مى تواند براى امروز درس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واتلُ عليهم نباء ابراهيم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در نهى از منكر</w:t>
      </w:r>
      <w:r w:rsidR="009C7B0C">
        <w:rPr>
          <w:rtl/>
        </w:rPr>
        <w:t xml:space="preserve">، </w:t>
      </w:r>
      <w:r>
        <w:rPr>
          <w:rtl/>
        </w:rPr>
        <w:t>از خودى ها شروع كنيم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لابيه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در نهى از منكر</w:t>
      </w:r>
      <w:r w:rsidR="009C7B0C">
        <w:rPr>
          <w:rtl/>
        </w:rPr>
        <w:t xml:space="preserve">، </w:t>
      </w:r>
      <w:r w:rsidR="007F2F6B">
        <w:rPr>
          <w:rtl/>
        </w:rPr>
        <w:t>سن شرط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لابيه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در نهى از منكر</w:t>
      </w:r>
      <w:r w:rsidR="009C7B0C">
        <w:rPr>
          <w:rtl/>
        </w:rPr>
        <w:t xml:space="preserve">، </w:t>
      </w:r>
      <w:r>
        <w:rPr>
          <w:rtl/>
        </w:rPr>
        <w:t>قدرت شرط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لابيه و قومه</w:t>
      </w:r>
      <w:r>
        <w:rPr>
          <w:rtl/>
        </w:rPr>
        <w:t xml:space="preserve"> (با توجّه به اينكه آن زمان حضرت ابراهيم در شرايطى بود كه عمويش او را طرد كرد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در نهى از منكر</w:t>
      </w:r>
      <w:r w:rsidR="009C7B0C">
        <w:rPr>
          <w:rtl/>
        </w:rPr>
        <w:t xml:space="preserve">، </w:t>
      </w:r>
      <w:r>
        <w:rPr>
          <w:rtl/>
        </w:rPr>
        <w:t>از تنهايى نترسيد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لابيه و قومه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در دفاع از حقّ</w:t>
      </w:r>
      <w:r w:rsidR="009C7B0C">
        <w:rPr>
          <w:rtl/>
        </w:rPr>
        <w:t xml:space="preserve">، </w:t>
      </w:r>
      <w:r w:rsidR="007F2F6B">
        <w:rPr>
          <w:rtl/>
        </w:rPr>
        <w:t>مراعات فاميل را نكنيد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لابيه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خداوند با بيان اين كه نزديك ترين بستگان ابراهيم بت پرست بودند و از او اطاعت نكردند</w:t>
      </w:r>
      <w:r w:rsidR="009C7B0C">
        <w:rPr>
          <w:rtl/>
        </w:rPr>
        <w:t xml:space="preserve">، </w:t>
      </w:r>
      <w:r>
        <w:rPr>
          <w:rtl/>
        </w:rPr>
        <w:t xml:space="preserve">پيامبر اكرم </w:t>
      </w:r>
      <w:r w:rsidR="00316C3A" w:rsidRPr="00316C3A">
        <w:rPr>
          <w:rStyle w:val="libAlaemChar"/>
          <w:rtl/>
        </w:rPr>
        <w:t>صلى‌الله‌عليه‌وآله</w:t>
      </w:r>
      <w:r>
        <w:rPr>
          <w:rtl/>
        </w:rPr>
        <w:t xml:space="preserve"> را دلدارى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لابيه و قومه نعبد اصناما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در شيوه ى تبليغ</w:t>
      </w:r>
      <w:r w:rsidR="009C7B0C">
        <w:rPr>
          <w:rtl/>
        </w:rPr>
        <w:t xml:space="preserve">، </w:t>
      </w:r>
      <w:r>
        <w:rPr>
          <w:rtl/>
        </w:rPr>
        <w:t xml:space="preserve">وجدان ها را با </w:t>
      </w:r>
      <w:r w:rsidR="00BC6E3A">
        <w:rPr>
          <w:rtl/>
        </w:rPr>
        <w:t>سؤال</w:t>
      </w:r>
      <w:r>
        <w:rPr>
          <w:rtl/>
        </w:rPr>
        <w:t xml:space="preserve"> بيدار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تعبدون</w:t>
      </w:r>
      <w:r>
        <w:rPr>
          <w:rtl/>
        </w:rPr>
        <w:t xml:space="preserve"> (با آنكه ابراهيم </w:t>
      </w:r>
      <w:r w:rsidR="00BA599A" w:rsidRPr="00BA599A">
        <w:rPr>
          <w:rStyle w:val="libAlaemChar"/>
          <w:rtl/>
        </w:rPr>
        <w:t>عليه‌السلام</w:t>
      </w:r>
      <w:r>
        <w:rPr>
          <w:rtl/>
        </w:rPr>
        <w:t xml:space="preserve"> مى ديد كه آنها چه چيزهايى را مى پرستند</w:t>
      </w:r>
      <w:r w:rsidR="009C7B0C">
        <w:rPr>
          <w:rtl/>
        </w:rPr>
        <w:t xml:space="preserve">، </w:t>
      </w:r>
      <w:r>
        <w:rPr>
          <w:rtl/>
        </w:rPr>
        <w:t>ولى براى اينكه آنان را به تفكّر وادار كند ووجدانشان را بيدار نمايد</w:t>
      </w:r>
      <w:r w:rsidR="009C7B0C">
        <w:rPr>
          <w:rtl/>
        </w:rPr>
        <w:t xml:space="preserve">، </w:t>
      </w:r>
      <w:r>
        <w:rPr>
          <w:rtl/>
        </w:rPr>
        <w:t>از آنان پرسش نمود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11- انسان</w:t>
      </w:r>
      <w:r w:rsidR="009C7B0C">
        <w:rPr>
          <w:rtl/>
        </w:rPr>
        <w:t xml:space="preserve">، </w:t>
      </w:r>
      <w:r>
        <w:rPr>
          <w:rtl/>
        </w:rPr>
        <w:t>موجودى است پرستش گر</w:t>
      </w:r>
      <w:r w:rsidR="009C7B0C">
        <w:rPr>
          <w:rtl/>
        </w:rPr>
        <w:t xml:space="preserve">، </w:t>
      </w:r>
      <w:r>
        <w:rPr>
          <w:rtl/>
        </w:rPr>
        <w:t>اگر حقّ را پرستش نكند به باطل رو خواهد كرد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تَعبدون نَعبُد اصناما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قرآن كريم در نقل تاريخ</w:t>
      </w:r>
      <w:r w:rsidR="009C7B0C">
        <w:rPr>
          <w:rtl/>
        </w:rPr>
        <w:t xml:space="preserve">، </w:t>
      </w:r>
      <w:r>
        <w:rPr>
          <w:rtl/>
        </w:rPr>
        <w:t>نقاط حساس و سازنده را مطرح 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تعبدون</w:t>
      </w:r>
      <w:r>
        <w:rPr>
          <w:rtl/>
        </w:rPr>
        <w:t xml:space="preserve"> (قرآن در مطالبى كه از تاريخ نقل مى كند</w:t>
      </w:r>
      <w:r w:rsidR="009C7B0C">
        <w:rPr>
          <w:rtl/>
        </w:rPr>
        <w:t xml:space="preserve">، </w:t>
      </w:r>
      <w:r>
        <w:rPr>
          <w:rtl/>
        </w:rPr>
        <w:t>به تعداد و نام و زمان و مكان اشاره ندارد</w:t>
      </w:r>
      <w:r w:rsidR="009C7B0C">
        <w:rPr>
          <w:rtl/>
        </w:rPr>
        <w:t xml:space="preserve">، </w:t>
      </w:r>
      <w:r>
        <w:rPr>
          <w:rtl/>
        </w:rPr>
        <w:t>بلكه پيام و محتواى عبرت انگيز را بيان مى كند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در نهى از منكر</w:t>
      </w:r>
      <w:r w:rsidR="009C7B0C">
        <w:rPr>
          <w:rtl/>
        </w:rPr>
        <w:t xml:space="preserve">، </w:t>
      </w:r>
      <w:r>
        <w:rPr>
          <w:rtl/>
        </w:rPr>
        <w:t>از منكرات مهم شروع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تعبدون</w:t>
      </w:r>
      <w:r>
        <w:rPr>
          <w:rtl/>
        </w:rPr>
        <w:t xml:space="preserve"> (آرى مهم ترين منكر</w:t>
      </w:r>
      <w:r w:rsidR="009C7B0C">
        <w:rPr>
          <w:rtl/>
        </w:rPr>
        <w:t xml:space="preserve">، </w:t>
      </w:r>
      <w:r>
        <w:rPr>
          <w:rtl/>
        </w:rPr>
        <w:t>شرك به خداوند است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هر عبادتى ارزش ندارد</w:t>
      </w:r>
      <w:r w:rsidR="009C7B0C">
        <w:rPr>
          <w:rtl/>
        </w:rPr>
        <w:t xml:space="preserve">، </w:t>
      </w:r>
      <w:r>
        <w:rPr>
          <w:rtl/>
        </w:rPr>
        <w:t>نوع معبود و مقدار شعور مهم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نعبد اصناماً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پرستش</w:t>
      </w:r>
      <w:r w:rsidR="009C7B0C">
        <w:rPr>
          <w:rtl/>
        </w:rPr>
        <w:t xml:space="preserve">، </w:t>
      </w:r>
      <w:r>
        <w:rPr>
          <w:rtl/>
        </w:rPr>
        <w:t>يك خواست لحظه اى نيست</w:t>
      </w:r>
      <w:r w:rsidR="009C7B0C">
        <w:rPr>
          <w:rtl/>
        </w:rPr>
        <w:t xml:space="preserve">، </w:t>
      </w:r>
      <w:r>
        <w:rPr>
          <w:rtl/>
        </w:rPr>
        <w:t>بلكه در عمق جان انسان ريشه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عاكفين</w:t>
      </w:r>
    </w:p>
    <w:p w:rsidR="007F2F6B" w:rsidRDefault="007F2F6B" w:rsidP="00206683">
      <w:pPr>
        <w:pStyle w:val="libNormal"/>
        <w:rPr>
          <w:rtl/>
        </w:rPr>
      </w:pPr>
      <w:r>
        <w:rPr>
          <w:rtl/>
        </w:rPr>
        <w:t>16- بدتر از انحراف</w:t>
      </w:r>
      <w:r w:rsidR="009C7B0C">
        <w:rPr>
          <w:rtl/>
        </w:rPr>
        <w:t xml:space="preserve">، </w:t>
      </w:r>
      <w:r>
        <w:rPr>
          <w:rtl/>
        </w:rPr>
        <w:t>افتخار به انحراف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فنظلّ لها عاكفين</w:t>
      </w:r>
      <w:r w:rsidR="00067127">
        <w:rPr>
          <w:rFonts w:hint="cs"/>
          <w:rtl/>
        </w:rPr>
        <w:t xml:space="preserve"> </w:t>
      </w:r>
      <w:r w:rsidR="003D3A85" w:rsidRPr="00833A8D">
        <w:rPr>
          <w:rStyle w:val="libAieChar"/>
          <w:rtl/>
        </w:rPr>
        <w:t>نظلّ</w:t>
      </w:r>
      <w:r>
        <w:rPr>
          <w:rtl/>
        </w:rPr>
        <w:t xml:space="preserve"> يعنى هميشه بت مى پرستيم و </w:t>
      </w:r>
      <w:r w:rsidR="003D3A85" w:rsidRPr="00833A8D">
        <w:rPr>
          <w:rStyle w:val="libAieChar"/>
          <w:rtl/>
        </w:rPr>
        <w:t>عاكفين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يعنى بر پرستش آن ملازم هستيم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17- استدلال و منطق</w:t>
      </w:r>
      <w:r w:rsidR="009C7B0C">
        <w:rPr>
          <w:rtl/>
        </w:rPr>
        <w:t xml:space="preserve">، </w:t>
      </w:r>
      <w:r>
        <w:rPr>
          <w:rtl/>
        </w:rPr>
        <w:t>اوّلين گام تبليغ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هل يَسمعونكم او يَنفعونكم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18- انگيزه ى پرستش</w:t>
      </w:r>
      <w:r w:rsidR="009C7B0C">
        <w:rPr>
          <w:rtl/>
        </w:rPr>
        <w:t xml:space="preserve">، </w:t>
      </w:r>
      <w:r>
        <w:rPr>
          <w:rtl/>
        </w:rPr>
        <w:t>يا خيررسانى است</w:t>
      </w:r>
      <w:r w:rsidR="009C7B0C">
        <w:rPr>
          <w:rtl/>
        </w:rPr>
        <w:t xml:space="preserve">، </w:t>
      </w:r>
      <w:r>
        <w:rPr>
          <w:rtl/>
        </w:rPr>
        <w:t>يا دفع شرّ و بت ها هيچ يك را ندارند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ينفعونكم او يضرّون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19- با افراد عادّى</w:t>
      </w:r>
      <w:r w:rsidR="009C7B0C">
        <w:rPr>
          <w:rtl/>
        </w:rPr>
        <w:t xml:space="preserve">، </w:t>
      </w:r>
      <w:r>
        <w:rPr>
          <w:rtl/>
        </w:rPr>
        <w:t>استدلال روشن و قابل فهم داشته باشيد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هل يَسمعونكم اذ تدعون او يَنفعونكم او يَضرّون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20- در عقايد</w:t>
      </w:r>
      <w:r w:rsidR="009C7B0C">
        <w:rPr>
          <w:rtl/>
        </w:rPr>
        <w:t xml:space="preserve">، </w:t>
      </w:r>
      <w:r>
        <w:rPr>
          <w:rtl/>
        </w:rPr>
        <w:t>تقليد ممنوع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وَجَدنا آبائنا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21- گاهى آداب ورسوم نياكان</w:t>
      </w:r>
      <w:r w:rsidR="009C7B0C">
        <w:rPr>
          <w:rtl/>
        </w:rPr>
        <w:t xml:space="preserve">، </w:t>
      </w:r>
      <w:r>
        <w:rPr>
          <w:rtl/>
        </w:rPr>
        <w:t>مانعى بر راه عقل ومنطق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وَجدنا آبائنا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22- سابقه</w:t>
      </w:r>
      <w:r w:rsidR="009C7B0C">
        <w:rPr>
          <w:rtl/>
        </w:rPr>
        <w:t xml:space="preserve">، </w:t>
      </w:r>
      <w:r>
        <w:rPr>
          <w:rtl/>
        </w:rPr>
        <w:t>دليل حقّانيّت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وَجدنا آبائنا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23- بت پرستان نيز بى اثر بودن بت ها را باور دارند</w:t>
      </w:r>
      <w:r w:rsidR="009C7B0C">
        <w:rPr>
          <w:rtl/>
        </w:rPr>
        <w:t xml:space="preserve">، </w:t>
      </w:r>
      <w:r>
        <w:rPr>
          <w:rtl/>
        </w:rPr>
        <w:t>فقط گرفتار نياكان خود هستند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بل وَجَدنا آبائنا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24- تعصّب و قوم گرايى ممنوع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وَجدنا آبائنا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25- جهل و ساده انديشى</w:t>
      </w:r>
      <w:r w:rsidR="009C7B0C">
        <w:rPr>
          <w:rtl/>
        </w:rPr>
        <w:t xml:space="preserve">، </w:t>
      </w:r>
      <w:r>
        <w:rPr>
          <w:rtl/>
        </w:rPr>
        <w:t>بستر و زمينه ى انحراف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اءفراءيتم ماكنتم تعبدون</w:t>
      </w:r>
      <w:r>
        <w:rPr>
          <w:rtl/>
        </w:rPr>
        <w:t xml:space="preserve"> (شرك مبناى علمى و برهانى ندارد)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26- تدبّر و تعقّل براى انسان</w:t>
      </w:r>
      <w:r w:rsidR="009C7B0C">
        <w:rPr>
          <w:rtl/>
        </w:rPr>
        <w:t xml:space="preserve">، </w:t>
      </w:r>
      <w:r>
        <w:rPr>
          <w:rtl/>
        </w:rPr>
        <w:t>يك ضرورت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اءفراءيتم ما كنتم تعبدون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27- مناظره</w:t>
      </w:r>
      <w:r w:rsidR="009C7B0C">
        <w:rPr>
          <w:rtl/>
        </w:rPr>
        <w:t xml:space="preserve">، </w:t>
      </w:r>
      <w:r>
        <w:rPr>
          <w:rtl/>
        </w:rPr>
        <w:t>بحث و</w:t>
      </w:r>
      <w:r w:rsidR="00BC6E3A">
        <w:rPr>
          <w:rFonts w:hint="cs"/>
          <w:rtl/>
        </w:rPr>
        <w:t xml:space="preserve"> </w:t>
      </w:r>
      <w:r>
        <w:rPr>
          <w:rtl/>
        </w:rPr>
        <w:t>احتجاج</w:t>
      </w:r>
      <w:r w:rsidR="009C7B0C">
        <w:rPr>
          <w:rtl/>
        </w:rPr>
        <w:t xml:space="preserve">، </w:t>
      </w:r>
      <w:r>
        <w:rPr>
          <w:rtl/>
        </w:rPr>
        <w:t>ميان افكار گوناگون لازم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اءفراءيتم ماكنتم</w:t>
      </w:r>
      <w:r w:rsidR="009C7B0C">
        <w:rPr>
          <w:rStyle w:val="libAieChar"/>
          <w:rtl/>
        </w:rPr>
        <w:t xml:space="preserve">... </w:t>
      </w:r>
    </w:p>
    <w:p w:rsidR="007F2F6B" w:rsidRDefault="00573D7D" w:rsidP="00573D7D">
      <w:pPr>
        <w:pStyle w:val="Heading1"/>
        <w:rPr>
          <w:rtl/>
        </w:rPr>
      </w:pPr>
      <w:bookmarkStart w:id="120" w:name="_Toc365973917"/>
      <w:r>
        <w:rPr>
          <w:rtl/>
        </w:rPr>
        <w:t>77 - فَإِنَّهُم عَدُوُّ لِّى إِلا رَبَّ الْعَلَمِينَ</w:t>
      </w:r>
      <w:bookmarkEnd w:id="12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البتّه اين بت ها دشمن من هستند (و من دشمن آنها)</w:t>
      </w:r>
      <w:r w:rsidR="009C7B0C">
        <w:rPr>
          <w:rtl/>
        </w:rPr>
        <w:t xml:space="preserve">، </w:t>
      </w:r>
      <w:r>
        <w:rPr>
          <w:rtl/>
        </w:rPr>
        <w:t>مگر پروردگار جهانيان (كه محبوب من است</w:t>
      </w:r>
      <w:r w:rsidR="009C7B0C">
        <w:rPr>
          <w:rtl/>
        </w:rPr>
        <w:t xml:space="preserve">). </w:t>
      </w:r>
    </w:p>
    <w:p w:rsidR="007F2F6B" w:rsidRDefault="00573D7D" w:rsidP="00573D7D">
      <w:pPr>
        <w:pStyle w:val="Heading1"/>
        <w:rPr>
          <w:rtl/>
        </w:rPr>
      </w:pPr>
      <w:bookmarkStart w:id="121" w:name="_Toc365973918"/>
      <w:r>
        <w:rPr>
          <w:rtl/>
        </w:rPr>
        <w:t>7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اءَلَّذِى خَلَقَنِى فَهُوَ يَهْدِينِ</w:t>
      </w:r>
      <w:bookmarkEnd w:id="121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22" w:name="_Toc365973919"/>
      <w:r w:rsidR="00573D7D">
        <w:rPr>
          <w:rtl/>
        </w:rPr>
        <w:t>79 - وَالَّذِى هُوَ يُطْعِمُنِى وَيَسْقِينِ</w:t>
      </w:r>
      <w:bookmarkEnd w:id="12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همان پروردگارى كه مرا آفريد و همو راهنماييم مى كند</w:t>
      </w:r>
      <w:r w:rsidR="009C7B0C">
        <w:rPr>
          <w:rtl/>
        </w:rPr>
        <w:t xml:space="preserve">. </w:t>
      </w:r>
      <w:r>
        <w:rPr>
          <w:rtl/>
        </w:rPr>
        <w:t>او كه مرا (هنگام گرسنگى) طعام مى دهد و (هنگام تشنگى) سيرابم مى نمايد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23" w:name="_Toc365973920"/>
      <w:r>
        <w:rPr>
          <w:rtl/>
        </w:rPr>
        <w:t>80 - وَإِذَا مَرِضْتُ فَهُوَ يَشْفِينِ</w:t>
      </w:r>
      <w:bookmarkEnd w:id="123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24" w:name="_Toc365973921"/>
      <w:r w:rsidR="00573D7D">
        <w:rPr>
          <w:rtl/>
        </w:rPr>
        <w:t>81 - وَالَّذِى يُمِيتُنِى ثُمَّ يُحْيِينِ</w:t>
      </w:r>
      <w:bookmarkEnd w:id="12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و هر گاه بيمار شوم</w:t>
      </w:r>
      <w:r w:rsidR="009C7B0C">
        <w:rPr>
          <w:rtl/>
        </w:rPr>
        <w:t xml:space="preserve">، </w:t>
      </w:r>
      <w:r>
        <w:rPr>
          <w:rtl/>
        </w:rPr>
        <w:t>همو مرا شفا مى بخشد</w:t>
      </w:r>
      <w:r w:rsidR="009C7B0C">
        <w:rPr>
          <w:rtl/>
        </w:rPr>
        <w:t xml:space="preserve">. </w:t>
      </w:r>
      <w:r>
        <w:rPr>
          <w:rtl/>
        </w:rPr>
        <w:t>او كسى است كه مرا مى ميراند</w:t>
      </w:r>
      <w:r w:rsidR="009C7B0C">
        <w:rPr>
          <w:rtl/>
        </w:rPr>
        <w:t xml:space="preserve">، </w:t>
      </w:r>
      <w:r>
        <w:rPr>
          <w:rtl/>
        </w:rPr>
        <w:t>سپس زنده ام مى كند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25" w:name="_Toc365973922"/>
      <w:r>
        <w:rPr>
          <w:rtl/>
        </w:rPr>
        <w:t>82 - وَ الَّذِى اءَطْمَعُ اءَن يَغْفِرَ لِى خَطِيئَتِى يَوْمَ الدِّينِ</w:t>
      </w:r>
      <w:bookmarkEnd w:id="12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او كسى است كه اميد دارم روز جزا خطاهاى مرا ببخشد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26" w:name="_Toc365973923"/>
      <w:r>
        <w:rPr>
          <w:rtl/>
        </w:rPr>
        <w:t>نكته ها</w:t>
      </w:r>
      <w:r w:rsidR="009C7B0C">
        <w:rPr>
          <w:rtl/>
        </w:rPr>
        <w:t>:</w:t>
      </w:r>
      <w:bookmarkEnd w:id="126"/>
    </w:p>
    <w:p w:rsidR="007F2F6B" w:rsidRDefault="00833A8D" w:rsidP="007F2F6B">
      <w:pPr>
        <w:pStyle w:val="libNormal"/>
        <w:rPr>
          <w:rtl/>
        </w:rPr>
      </w:pPr>
      <w:r w:rsidRPr="00067127">
        <w:rPr>
          <w:rtl/>
        </w:rPr>
        <w:t xml:space="preserve"> </w:t>
      </w:r>
      <w:r w:rsidR="003D3A85" w:rsidRPr="00067127">
        <w:rPr>
          <w:rtl/>
        </w:rPr>
        <w:t>جز خدايى كه ربّ العالمين است</w:t>
      </w:r>
      <w:r w:rsidR="009C7B0C">
        <w:rPr>
          <w:rtl/>
        </w:rPr>
        <w:t xml:space="preserve">، </w:t>
      </w:r>
      <w:r w:rsidR="003D3A85" w:rsidRPr="00067127">
        <w:rPr>
          <w:rtl/>
        </w:rPr>
        <w:t>همه ى معبودها دشمن ما مى شوند</w:t>
      </w:r>
      <w:r w:rsidR="009C7B0C">
        <w:rPr>
          <w:rtl/>
        </w:rPr>
        <w:t xml:space="preserve">، </w:t>
      </w:r>
      <w:r w:rsidR="003D3A85" w:rsidRPr="00067127">
        <w:rPr>
          <w:rtl/>
        </w:rPr>
        <w:t>زيرا بت ها در قيامت به سخن در آمده</w:t>
      </w:r>
      <w:r w:rsidR="009C7B0C">
        <w:rPr>
          <w:rtl/>
        </w:rPr>
        <w:t xml:space="preserve">، </w:t>
      </w:r>
      <w:r w:rsidR="003D3A85" w:rsidRPr="00067127">
        <w:rPr>
          <w:rtl/>
        </w:rPr>
        <w:t>عليه بت پرستان شكايت خواهند كرد</w:t>
      </w:r>
      <w:r w:rsidR="009C7B0C">
        <w:rPr>
          <w:rtl/>
        </w:rPr>
        <w:t xml:space="preserve">. </w:t>
      </w:r>
      <w:r w:rsidR="003D3A85" w:rsidRPr="00067127">
        <w:rPr>
          <w:rtl/>
        </w:rPr>
        <w:t>چنانكه قرآن مى فرمايد</w:t>
      </w:r>
      <w:r w:rsidR="003D3A85" w:rsidRPr="00833A8D">
        <w:rPr>
          <w:rStyle w:val="libAieChar"/>
          <w:rtl/>
        </w:rPr>
        <w:t>: كلاّ سيَكفرون بعبادَتهم و يكونون عليهم ضِدّا</w:t>
      </w:r>
      <w:r w:rsidR="007F2F6B">
        <w:t xml:space="preserve"> </w:t>
      </w:r>
      <w:r w:rsidR="00573D7D" w:rsidRPr="00573D7D">
        <w:rPr>
          <w:rStyle w:val="libFootnotenumChar"/>
        </w:rPr>
        <w:t>(18</w:t>
      </w:r>
      <w:r w:rsidR="00573D7D" w:rsidRPr="00573D7D">
        <w:rPr>
          <w:rStyle w:val="libFootnotenumChar"/>
          <w:rtl/>
        </w:rPr>
        <w:t>)</w:t>
      </w:r>
      <w:r w:rsidR="007F2F6B">
        <w:rPr>
          <w:rtl/>
        </w:rPr>
        <w:t xml:space="preserve"> روز قيامت بت ها از بت پرستان تنفّر مى جويند و با آنان ضدّيت دارند و بدين وسيله عداوت آنها روشن مى شود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(19)</w:t>
      </w:r>
    </w:p>
    <w:p w:rsidR="007F2F6B" w:rsidRDefault="003D3A85" w:rsidP="007F2F6B">
      <w:pPr>
        <w:pStyle w:val="libNormal"/>
        <w:rPr>
          <w:rtl/>
        </w:rPr>
      </w:pPr>
      <w:r w:rsidRPr="00067127">
        <w:rPr>
          <w:rtl/>
        </w:rPr>
        <w:t xml:space="preserve"> خطاى انبيا</w:t>
      </w:r>
      <w:r w:rsidR="009C7B0C">
        <w:rPr>
          <w:rtl/>
        </w:rPr>
        <w:t xml:space="preserve">، </w:t>
      </w:r>
      <w:r w:rsidRPr="00067127">
        <w:rPr>
          <w:rtl/>
        </w:rPr>
        <w:t>ترك اولى است</w:t>
      </w:r>
      <w:r w:rsidR="009C7B0C">
        <w:rPr>
          <w:rtl/>
        </w:rPr>
        <w:t xml:space="preserve">، </w:t>
      </w:r>
      <w:r w:rsidRPr="00067127">
        <w:rPr>
          <w:rtl/>
        </w:rPr>
        <w:t>و گرنه خداوند حضرت ابراهيم را با صفاتى مثل برگزيده ستايش نموده است</w:t>
      </w:r>
      <w:r w:rsidR="009C7B0C">
        <w:rPr>
          <w:rStyle w:val="libAieChar"/>
          <w:rtl/>
        </w:rPr>
        <w:t xml:space="preserve">. </w:t>
      </w:r>
      <w:r w:rsidRPr="00833A8D">
        <w:rPr>
          <w:rStyle w:val="libAieChar"/>
          <w:rtl/>
        </w:rPr>
        <w:t>اِنّا اَخلصناهم بخالصَة ذِكرَى الدّار</w:t>
      </w:r>
      <w:r w:rsidR="007F2F6B">
        <w:t xml:space="preserve"> </w:t>
      </w:r>
      <w:r w:rsidR="00573D7D" w:rsidRPr="00573D7D">
        <w:rPr>
          <w:rStyle w:val="libFootnotenumChar"/>
        </w:rPr>
        <w:t>(20)</w:t>
      </w:r>
    </w:p>
    <w:p w:rsidR="007F2F6B" w:rsidRDefault="003D3A85" w:rsidP="003D3A85">
      <w:pPr>
        <w:pStyle w:val="Heading2"/>
        <w:rPr>
          <w:rtl/>
        </w:rPr>
      </w:pPr>
      <w:bookmarkStart w:id="127" w:name="_Toc365973924"/>
      <w:r>
        <w:rPr>
          <w:rtl/>
        </w:rPr>
        <w:t>پيام ها</w:t>
      </w:r>
      <w:r w:rsidR="009C7B0C">
        <w:rPr>
          <w:rtl/>
        </w:rPr>
        <w:t>:</w:t>
      </w:r>
      <w:bookmarkEnd w:id="127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معبودهاى خيالى و دروغين</w:t>
      </w:r>
      <w:r w:rsidR="009C7B0C">
        <w:rPr>
          <w:rtl/>
        </w:rPr>
        <w:t xml:space="preserve">، </w:t>
      </w:r>
      <w:r>
        <w:rPr>
          <w:rtl/>
        </w:rPr>
        <w:t>دشمنان انديشه</w:t>
      </w:r>
      <w:r w:rsidR="009C7B0C">
        <w:rPr>
          <w:rtl/>
        </w:rPr>
        <w:t xml:space="preserve">، </w:t>
      </w:r>
      <w:r>
        <w:rPr>
          <w:rtl/>
        </w:rPr>
        <w:t>سعادت وتكامل بشريّت هستند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عدوّ لى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ابتدا بايد به جهان و جهان آفرين توجّه كرد و سپس توجّه به خويشتن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العالمين خلقنى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در شيوه ى تبليغ</w:t>
      </w:r>
      <w:r w:rsidR="009C7B0C">
        <w:rPr>
          <w:rtl/>
        </w:rPr>
        <w:t xml:space="preserve">، </w:t>
      </w:r>
      <w:r>
        <w:rPr>
          <w:rtl/>
        </w:rPr>
        <w:t>گاهى لازم است خود را به جاى ديگران قرار دهيم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عدوّ لى</w:t>
      </w:r>
      <w:r>
        <w:rPr>
          <w:rtl/>
        </w:rPr>
        <w:t xml:space="preserve"> و نفرمود: </w:t>
      </w:r>
      <w:r w:rsidR="003D3A85" w:rsidRPr="00833A8D">
        <w:rPr>
          <w:rStyle w:val="libAieChar"/>
          <w:rtl/>
        </w:rPr>
        <w:t xml:space="preserve">عدوّ لكم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آفرينش انسان از بزرگ ترين الطاف الهى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الّذى خلقنى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lastRenderedPageBreak/>
        <w:t xml:space="preserve">5- </w:t>
      </w:r>
      <w:r w:rsidR="007F2F6B">
        <w:rPr>
          <w:rtl/>
        </w:rPr>
        <w:t>كسى حقّ هدايت دارد كه آفريده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خلقنى فهو يهدين</w:t>
      </w:r>
      <w:r w:rsidR="007F2F6B">
        <w:rPr>
          <w:rtl/>
        </w:rPr>
        <w:t xml:space="preserve"> زيرا تدبير و هدايت از آفرينش جدا نيست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آفريدن و هدايت كردن</w:t>
      </w:r>
      <w:r w:rsidR="009C7B0C">
        <w:rPr>
          <w:rtl/>
        </w:rPr>
        <w:t xml:space="preserve">، </w:t>
      </w:r>
      <w:r>
        <w:rPr>
          <w:rtl/>
        </w:rPr>
        <w:t>نشانه ى آن است كه او ما را دوست دارد</w:t>
      </w:r>
      <w:r w:rsidR="009C7B0C">
        <w:rPr>
          <w:rtl/>
        </w:rPr>
        <w:t xml:space="preserve">، </w:t>
      </w:r>
      <w:r>
        <w:rPr>
          <w:rtl/>
        </w:rPr>
        <w:t>نه بت ها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عدوّ لى الاّ ربّ العالمين الّذى خلقنى فهو يهدين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هدايت</w:t>
      </w:r>
      <w:r w:rsidR="009C7B0C">
        <w:rPr>
          <w:rtl/>
        </w:rPr>
        <w:t xml:space="preserve">، </w:t>
      </w:r>
      <w:r>
        <w:rPr>
          <w:rtl/>
        </w:rPr>
        <w:t>از شئون ربوبيّت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العالمين فهو يَهدين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نعمت هدايت (بعد از خلقت)</w:t>
      </w:r>
      <w:r w:rsidR="009C7B0C">
        <w:rPr>
          <w:rtl/>
        </w:rPr>
        <w:t xml:space="preserve">، </w:t>
      </w:r>
      <w:r w:rsidR="007F2F6B">
        <w:rPr>
          <w:rtl/>
        </w:rPr>
        <w:t>بزرگ ترين نعمت 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خلقنى فهو يَهدين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آفريدن يك بار است</w:t>
      </w:r>
      <w:r w:rsidR="009C7B0C">
        <w:rPr>
          <w:rtl/>
        </w:rPr>
        <w:t xml:space="preserve">، </w:t>
      </w:r>
      <w:r>
        <w:rPr>
          <w:rtl/>
        </w:rPr>
        <w:t>ولى هدايت در هر لحظه و هميشه است</w:t>
      </w:r>
      <w:r w:rsidR="009C7B0C">
        <w:rPr>
          <w:rtl/>
        </w:rPr>
        <w:t xml:space="preserve">. </w:t>
      </w:r>
      <w:r>
        <w:rPr>
          <w:rtl/>
        </w:rPr>
        <w:t>(</w:t>
      </w:r>
      <w:r w:rsidR="003D3A85" w:rsidRPr="00833A8D">
        <w:rPr>
          <w:rStyle w:val="libAieChar"/>
          <w:rtl/>
        </w:rPr>
        <w:t>خلقنى</w:t>
      </w:r>
      <w:r w:rsidR="00833A8D">
        <w:rPr>
          <w:rStyle w:val="libAieChar"/>
          <w:rtl/>
        </w:rPr>
        <w:t xml:space="preserve"> </w:t>
      </w:r>
      <w:r>
        <w:rPr>
          <w:rtl/>
        </w:rPr>
        <w:t xml:space="preserve">به صورت ماضى و </w:t>
      </w:r>
      <w:r w:rsidR="003D3A85" w:rsidRPr="00833A8D">
        <w:rPr>
          <w:rStyle w:val="libAieChar"/>
          <w:rtl/>
        </w:rPr>
        <w:t>يهدين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به صورت مضارع و استمرار آمده است)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سير شدن و سيراب شدن انسان</w:t>
      </w:r>
      <w:r w:rsidR="009C7B0C">
        <w:rPr>
          <w:rtl/>
        </w:rPr>
        <w:t xml:space="preserve">، </w:t>
      </w:r>
      <w:r>
        <w:rPr>
          <w:rtl/>
        </w:rPr>
        <w:t>كار خداست</w:t>
      </w:r>
      <w:r w:rsidR="009C7B0C">
        <w:rPr>
          <w:rtl/>
        </w:rPr>
        <w:t xml:space="preserve">. </w:t>
      </w:r>
      <w:r>
        <w:rPr>
          <w:rtl/>
        </w:rPr>
        <w:t>آب و نان وسيله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يُطعِمنى و يَسقين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توجّه به نعمت هاى معنوى</w:t>
      </w:r>
      <w:r w:rsidR="009C7B0C">
        <w:rPr>
          <w:rtl/>
        </w:rPr>
        <w:t xml:space="preserve">، </w:t>
      </w:r>
      <w:r>
        <w:rPr>
          <w:rtl/>
        </w:rPr>
        <w:t>بر توجّه به نعمت هاى مادّى مقدّم است</w:t>
      </w:r>
      <w:r w:rsidR="009C7B0C">
        <w:rPr>
          <w:rtl/>
        </w:rPr>
        <w:t xml:space="preserve">. </w:t>
      </w:r>
      <w:r>
        <w:rPr>
          <w:rtl/>
        </w:rPr>
        <w:t xml:space="preserve">ابتدا فرمود: </w:t>
      </w:r>
      <w:r w:rsidR="003D3A85" w:rsidRPr="00833A8D">
        <w:rPr>
          <w:rStyle w:val="libAieChar"/>
          <w:rtl/>
        </w:rPr>
        <w:t>فهو يَهدين</w:t>
      </w:r>
      <w:r w:rsidR="009C7B0C">
        <w:rPr>
          <w:rStyle w:val="libAieChar"/>
          <w:rtl/>
        </w:rPr>
        <w:t>...،</w:t>
      </w:r>
      <w:r w:rsidR="009C7B0C">
        <w:rPr>
          <w:rtl/>
        </w:rPr>
        <w:t xml:space="preserve"> </w:t>
      </w:r>
      <w:r>
        <w:rPr>
          <w:rtl/>
        </w:rPr>
        <w:t>آنگاه فرمود:</w:t>
      </w:r>
      <w:r w:rsidR="003D3A85" w:rsidRPr="00833A8D">
        <w:rPr>
          <w:rStyle w:val="libAieChar"/>
          <w:rtl/>
        </w:rPr>
        <w:t xml:space="preserve"> يُطعِمنى و يَسقين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در پيدايش بيمارى</w:t>
      </w:r>
      <w:r w:rsidR="009C7B0C">
        <w:rPr>
          <w:rtl/>
        </w:rPr>
        <w:t xml:space="preserve">، </w:t>
      </w:r>
      <w:r>
        <w:rPr>
          <w:rtl/>
        </w:rPr>
        <w:t>خود ما مقصّريم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مَرِضتُ</w:t>
      </w:r>
      <w:r>
        <w:rPr>
          <w:rtl/>
        </w:rPr>
        <w:t xml:space="preserve"> و نفرمود: </w:t>
      </w:r>
      <w:r w:rsidR="003D3A85" w:rsidRPr="00833A8D">
        <w:rPr>
          <w:rStyle w:val="libAieChar"/>
          <w:rtl/>
        </w:rPr>
        <w:t xml:space="preserve">اءمرَضَنى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شفا از خداست</w:t>
      </w:r>
      <w:r w:rsidR="009C7B0C">
        <w:rPr>
          <w:rtl/>
        </w:rPr>
        <w:t xml:space="preserve">. </w:t>
      </w:r>
      <w:r>
        <w:rPr>
          <w:rtl/>
        </w:rPr>
        <w:t>دارو وسيله است وتاءثير آن نيز به اراده اوست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فهو يَشفين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شفاى روح و شفاى جسم در كنار هم لازم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فهو يهدين فهو يَشفين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در سخن و خطابه</w:t>
      </w:r>
      <w:r w:rsidR="009C7B0C">
        <w:rPr>
          <w:rtl/>
        </w:rPr>
        <w:t xml:space="preserve">، </w:t>
      </w:r>
      <w:r>
        <w:rPr>
          <w:rtl/>
        </w:rPr>
        <w:t>آهنگين بودن كلمات يك ارزش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يَهدين يَسقين يَشفين يُحيين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16- در جهان بينى الهى</w:t>
      </w:r>
      <w:r w:rsidR="009C7B0C">
        <w:rPr>
          <w:rtl/>
        </w:rPr>
        <w:t xml:space="preserve">، </w:t>
      </w:r>
      <w:r>
        <w:rPr>
          <w:rtl/>
        </w:rPr>
        <w:t>مرگ پايان كار نيست</w:t>
      </w:r>
      <w:r w:rsidR="009C7B0C">
        <w:rPr>
          <w:rtl/>
        </w:rPr>
        <w:t xml:space="preserve">، </w:t>
      </w:r>
      <w:r>
        <w:rPr>
          <w:rtl/>
        </w:rPr>
        <w:t>يكى از مراحل زندگى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يُميتنى ثم يُحيين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17- همه كاره ى هستى خداست</w:t>
      </w:r>
      <w:r w:rsidR="009C7B0C">
        <w:rPr>
          <w:rtl/>
        </w:rPr>
        <w:t xml:space="preserve">. </w:t>
      </w:r>
      <w:r>
        <w:rPr>
          <w:rtl/>
        </w:rPr>
        <w:t xml:space="preserve">(توحيد افعالى) </w:t>
      </w:r>
      <w:r w:rsidR="003D3A85" w:rsidRPr="00833A8D">
        <w:rPr>
          <w:rStyle w:val="libAieChar"/>
          <w:rtl/>
        </w:rPr>
        <w:t>يَهدين يَسقين يَشفين يُحيين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18- مرگ نيز نعمت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والّذى يُميتنى</w:t>
      </w:r>
      <w:r w:rsidR="009C7B0C">
        <w:rPr>
          <w:rStyle w:val="libAieChar"/>
          <w:rtl/>
        </w:rPr>
        <w:t xml:space="preserve">... </w:t>
      </w:r>
      <w:r>
        <w:rPr>
          <w:rtl/>
        </w:rPr>
        <w:t>مرگ در رديف نعمت ها آمده 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19- هر كجا زمينه شرك وجود دارد</w:t>
      </w:r>
      <w:r w:rsidR="009C7B0C">
        <w:rPr>
          <w:rtl/>
        </w:rPr>
        <w:t xml:space="preserve">، </w:t>
      </w:r>
      <w:r>
        <w:rPr>
          <w:rtl/>
        </w:rPr>
        <w:t>شرك زدايى لازم است</w:t>
      </w:r>
      <w:r w:rsidR="009C7B0C">
        <w:rPr>
          <w:rtl/>
        </w:rPr>
        <w:t xml:space="preserve">. </w:t>
      </w:r>
      <w:r>
        <w:rPr>
          <w:rtl/>
        </w:rPr>
        <w:t>(در نعمت هدايت</w:t>
      </w:r>
      <w:r w:rsidR="009C7B0C">
        <w:rPr>
          <w:rtl/>
        </w:rPr>
        <w:t xml:space="preserve">، </w:t>
      </w:r>
      <w:r>
        <w:rPr>
          <w:rtl/>
        </w:rPr>
        <w:t>اطعام و شفا</w:t>
      </w:r>
      <w:r w:rsidR="009C7B0C">
        <w:rPr>
          <w:rtl/>
        </w:rPr>
        <w:t xml:space="preserve">، </w:t>
      </w:r>
      <w:r>
        <w:rPr>
          <w:rtl/>
        </w:rPr>
        <w:t xml:space="preserve">سه بار كلمه ى </w:t>
      </w:r>
      <w:r w:rsidR="003D3A85" w:rsidRPr="00833A8D">
        <w:rPr>
          <w:rStyle w:val="libAieChar"/>
          <w:rtl/>
        </w:rPr>
        <w:t>هو</w:t>
      </w:r>
      <w:r>
        <w:rPr>
          <w:rtl/>
        </w:rPr>
        <w:t xml:space="preserve"> به كار رفته است</w:t>
      </w:r>
      <w:r w:rsidR="009C7B0C">
        <w:rPr>
          <w:rtl/>
        </w:rPr>
        <w:t xml:space="preserve">، </w:t>
      </w:r>
      <w:r>
        <w:rPr>
          <w:rtl/>
        </w:rPr>
        <w:t>ولى در خلقت و مرگ و حيات</w:t>
      </w:r>
      <w:r w:rsidR="009C7B0C">
        <w:rPr>
          <w:rtl/>
        </w:rPr>
        <w:t xml:space="preserve">، </w:t>
      </w:r>
      <w:r>
        <w:rPr>
          <w:rtl/>
        </w:rPr>
        <w:t>اين كلمه به كار نرفته</w:t>
      </w:r>
      <w:r w:rsidR="009C7B0C">
        <w:rPr>
          <w:rtl/>
        </w:rPr>
        <w:t xml:space="preserve">، </w:t>
      </w:r>
      <w:r>
        <w:rPr>
          <w:rtl/>
        </w:rPr>
        <w:t>شايد به اين خاطر كه خلقت و مرگ را همه به خدا نسبت مى دهند و جاى شرك نيست</w:t>
      </w:r>
      <w:r w:rsidR="009C7B0C">
        <w:rPr>
          <w:rtl/>
        </w:rPr>
        <w:t xml:space="preserve">، </w:t>
      </w:r>
      <w:r>
        <w:rPr>
          <w:rtl/>
        </w:rPr>
        <w:t>ولى ارشاد و اطعام و شفا به مردم</w:t>
      </w:r>
      <w:r w:rsidR="009C7B0C">
        <w:rPr>
          <w:rtl/>
        </w:rPr>
        <w:t xml:space="preserve">، </w:t>
      </w:r>
      <w:r>
        <w:rPr>
          <w:rtl/>
        </w:rPr>
        <w:t>دارو</w:t>
      </w:r>
      <w:r w:rsidR="009C7B0C">
        <w:rPr>
          <w:rtl/>
        </w:rPr>
        <w:t xml:space="preserve">، </w:t>
      </w:r>
      <w:r>
        <w:rPr>
          <w:rtl/>
        </w:rPr>
        <w:t>پزشك و غذا نسبت داده مى شود</w:t>
      </w:r>
      <w:r w:rsidR="009C7B0C">
        <w:rPr>
          <w:rtl/>
        </w:rPr>
        <w:t xml:space="preserve">. </w:t>
      </w:r>
      <w:r>
        <w:rPr>
          <w:rtl/>
        </w:rPr>
        <w:t>لذا قرآن براى زنده نگاه داشتن روحيّه توحيد</w:t>
      </w:r>
      <w:r w:rsidR="009C7B0C">
        <w:rPr>
          <w:rtl/>
        </w:rPr>
        <w:t xml:space="preserve">، </w:t>
      </w:r>
      <w:r>
        <w:rPr>
          <w:rtl/>
        </w:rPr>
        <w:t xml:space="preserve">كلمه ى </w:t>
      </w:r>
      <w:r w:rsidR="003D3A85" w:rsidRPr="00833A8D">
        <w:rPr>
          <w:rStyle w:val="libAieChar"/>
          <w:rtl/>
        </w:rPr>
        <w:t>هو</w:t>
      </w:r>
      <w:r>
        <w:rPr>
          <w:rtl/>
        </w:rPr>
        <w:t xml:space="preserve"> را بكار برد</w:t>
      </w:r>
      <w:r w:rsidR="009C7B0C">
        <w:rPr>
          <w:rtl/>
        </w:rPr>
        <w:t xml:space="preserve">، </w:t>
      </w:r>
      <w:r>
        <w:rPr>
          <w:rtl/>
        </w:rPr>
        <w:t>يعنى همه ى كارها بدست اوست)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20- يكى از فلسفه هاى عبادت</w:t>
      </w:r>
      <w:r w:rsidR="009C7B0C">
        <w:rPr>
          <w:rtl/>
        </w:rPr>
        <w:t xml:space="preserve">، </w:t>
      </w:r>
      <w:r>
        <w:rPr>
          <w:rtl/>
        </w:rPr>
        <w:t>تشكّر از خداوند است</w:t>
      </w:r>
      <w:r w:rsidR="009C7B0C">
        <w:rPr>
          <w:rtl/>
        </w:rPr>
        <w:t xml:space="preserve">. </w:t>
      </w:r>
      <w:r>
        <w:rPr>
          <w:rtl/>
        </w:rPr>
        <w:t xml:space="preserve">(ابراهيم به عمو و قوم خود فرمود: </w:t>
      </w:r>
      <w:r w:rsidR="003D3A85" w:rsidRPr="00833A8D">
        <w:rPr>
          <w:rStyle w:val="libAieChar"/>
          <w:rtl/>
        </w:rPr>
        <w:t>ما تعبدون</w:t>
      </w:r>
      <w:r>
        <w:rPr>
          <w:rtl/>
        </w:rPr>
        <w:t xml:space="preserve"> چه چيزى را مى پرستيد؟ گفتند: بت</w:t>
      </w:r>
      <w:r w:rsidR="009C7B0C">
        <w:rPr>
          <w:rtl/>
        </w:rPr>
        <w:t xml:space="preserve">. </w:t>
      </w:r>
      <w:r>
        <w:rPr>
          <w:rtl/>
        </w:rPr>
        <w:t>حضرت ابراهيم در اين آيات</w:t>
      </w:r>
      <w:r w:rsidR="009C7B0C">
        <w:rPr>
          <w:rtl/>
        </w:rPr>
        <w:t xml:space="preserve">، </w:t>
      </w:r>
      <w:r>
        <w:rPr>
          <w:rtl/>
        </w:rPr>
        <w:t>فلسفه ى عبادت خدا را بيان مى كند)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خلقنى يهدين يُطعمنى يَسقين يَشفين يُميتنى و يُحيين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21- هيچ كس از الطاف الهى بى نياز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اطمع اَن يَغفر</w:t>
      </w:r>
      <w:r w:rsidR="009C7B0C">
        <w:rPr>
          <w:rStyle w:val="libAieChar"/>
          <w:rtl/>
        </w:rPr>
        <w:t xml:space="preserve">... </w:t>
      </w:r>
      <w:r>
        <w:rPr>
          <w:rtl/>
        </w:rPr>
        <w:t>در جايى كه حضرت ابراهيم خليل اللّه خود را نيازمند مغفرت الهى بداند</w:t>
      </w:r>
      <w:r w:rsidR="009C7B0C">
        <w:rPr>
          <w:rtl/>
        </w:rPr>
        <w:t xml:space="preserve">، </w:t>
      </w:r>
      <w:r>
        <w:rPr>
          <w:rtl/>
        </w:rPr>
        <w:t>تكليف ما روشن 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22- عفو الهى</w:t>
      </w:r>
      <w:r w:rsidR="009C7B0C">
        <w:rPr>
          <w:rtl/>
        </w:rPr>
        <w:t xml:space="preserve">، </w:t>
      </w:r>
      <w:r>
        <w:rPr>
          <w:rtl/>
        </w:rPr>
        <w:t>فضل اوست نه استحقاق ما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اَطمع</w:t>
      </w:r>
      <w:r>
        <w:rPr>
          <w:rtl/>
        </w:rPr>
        <w:t xml:space="preserve"> آرى</w:t>
      </w:r>
      <w:r w:rsidR="009C7B0C">
        <w:rPr>
          <w:rtl/>
        </w:rPr>
        <w:t xml:space="preserve">، </w:t>
      </w:r>
      <w:r>
        <w:rPr>
          <w:rtl/>
        </w:rPr>
        <w:t>به اعمال خود تكيه نكنيم</w:t>
      </w:r>
      <w:r w:rsidR="009C7B0C">
        <w:rPr>
          <w:rtl/>
        </w:rPr>
        <w:t xml:space="preserve">، </w:t>
      </w:r>
      <w:r>
        <w:rPr>
          <w:rtl/>
        </w:rPr>
        <w:t>زيرا ابراهيم نيز به عفو الهى چشم دوخته</w:t>
      </w:r>
      <w:r w:rsidR="009C7B0C">
        <w:rPr>
          <w:rtl/>
        </w:rPr>
        <w:t xml:space="preserve">، </w:t>
      </w:r>
      <w:r>
        <w:rPr>
          <w:rtl/>
        </w:rPr>
        <w:t>نه پاداش كار خود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23- اميد و رجا</w:t>
      </w:r>
      <w:r w:rsidR="009C7B0C">
        <w:rPr>
          <w:rtl/>
        </w:rPr>
        <w:t xml:space="preserve">، </w:t>
      </w:r>
      <w:r>
        <w:rPr>
          <w:rtl/>
        </w:rPr>
        <w:t>يك ارزش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اَطمع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24- ربوبيّت خداوند سبب دلبستگى به عفو و مغفرت اوست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العالمين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اَطمع اَن يَغفر لى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25- طلب مغفرت</w:t>
      </w:r>
      <w:r w:rsidR="009C7B0C">
        <w:rPr>
          <w:rtl/>
        </w:rPr>
        <w:t xml:space="preserve">، </w:t>
      </w:r>
      <w:r>
        <w:rPr>
          <w:rtl/>
        </w:rPr>
        <w:t>شيوه ى انبياست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يَغفرلى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26- اگر لطف خاصّ او نباشد</w:t>
      </w:r>
      <w:r w:rsidR="009C7B0C">
        <w:rPr>
          <w:rtl/>
        </w:rPr>
        <w:t xml:space="preserve">، </w:t>
      </w:r>
      <w:r>
        <w:rPr>
          <w:rtl/>
        </w:rPr>
        <w:t>انسان در</w:t>
      </w:r>
      <w:r w:rsidR="00067127">
        <w:rPr>
          <w:rtl/>
        </w:rPr>
        <w:t xml:space="preserve"> هر مرحله اى باشد جايزالخطا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خطيئتى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27- جلوه ى مبدء و معاد در كلام انبيا آشكار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خَلقنى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يوم الدين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28- نيازهاى مادّى و معنوى انسان از آغاز تا پايان زندگى</w:t>
      </w:r>
      <w:r w:rsidR="009C7B0C">
        <w:rPr>
          <w:rtl/>
        </w:rPr>
        <w:t xml:space="preserve">، </w:t>
      </w:r>
      <w:r>
        <w:rPr>
          <w:rtl/>
        </w:rPr>
        <w:t>به دست خداوند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خلقنى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يوم الدّين</w:t>
      </w:r>
    </w:p>
    <w:p w:rsidR="007F2F6B" w:rsidRDefault="00573D7D" w:rsidP="00573D7D">
      <w:pPr>
        <w:pStyle w:val="Heading1"/>
        <w:rPr>
          <w:rtl/>
        </w:rPr>
      </w:pPr>
      <w:bookmarkStart w:id="128" w:name="_Toc365973925"/>
      <w:r>
        <w:rPr>
          <w:rtl/>
        </w:rPr>
        <w:t>83 - رَبِّ هَبْ لِى حُكْماً وَاءَلْحِقْنِى بِالصَّلِحِينَ</w:t>
      </w:r>
      <w:bookmarkEnd w:id="12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(ابراهيم در ادامه ى سخن خود گفت</w:t>
      </w:r>
      <w:r w:rsidR="009C7B0C">
        <w:rPr>
          <w:rtl/>
        </w:rPr>
        <w:t>:</w:t>
      </w:r>
      <w:r>
        <w:rPr>
          <w:rtl/>
        </w:rPr>
        <w:t>) پروردگارا! به من حكمت و دانش مرحمت فرما و مرا به صالحان ملحق كن</w:t>
      </w:r>
      <w:r w:rsidR="009C7B0C">
        <w:rPr>
          <w:rtl/>
        </w:rPr>
        <w:t>!</w:t>
      </w:r>
    </w:p>
    <w:p w:rsidR="007F2F6B" w:rsidRDefault="003D3A85" w:rsidP="003D3A85">
      <w:pPr>
        <w:pStyle w:val="Heading2"/>
        <w:rPr>
          <w:rtl/>
        </w:rPr>
      </w:pPr>
      <w:bookmarkStart w:id="129" w:name="_Toc365973926"/>
      <w:r>
        <w:rPr>
          <w:rtl/>
        </w:rPr>
        <w:t>نكته ها</w:t>
      </w:r>
      <w:r w:rsidR="009C7B0C">
        <w:rPr>
          <w:rtl/>
        </w:rPr>
        <w:t>:</w:t>
      </w:r>
      <w:bookmarkEnd w:id="129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كلمه ى حُكم</w:t>
      </w:r>
      <w:r>
        <w:rPr>
          <w:rStyle w:val="libAieChar"/>
          <w:rtl/>
        </w:rPr>
        <w:t xml:space="preserve"> </w:t>
      </w:r>
      <w:r w:rsidR="007F2F6B">
        <w:rPr>
          <w:rtl/>
        </w:rPr>
        <w:t>مى تواند به معناى حكومت و سرپرستى و تدبير امور باشد و يا به معناى دانش و معرفت</w:t>
      </w:r>
      <w:r w:rsidR="009C7B0C">
        <w:rPr>
          <w:rtl/>
        </w:rPr>
        <w:t xml:space="preserve">. </w:t>
      </w:r>
      <w:r w:rsidR="007F2F6B">
        <w:rPr>
          <w:rtl/>
        </w:rPr>
        <w:t xml:space="preserve">البتّه </w:t>
      </w:r>
      <w:r w:rsidR="003D3A85" w:rsidRPr="00833A8D">
        <w:rPr>
          <w:rStyle w:val="libAieChar"/>
          <w:rtl/>
        </w:rPr>
        <w:t>حُكم</w:t>
      </w:r>
      <w:r>
        <w:rPr>
          <w:rStyle w:val="libAieChar"/>
          <w:rtl/>
        </w:rPr>
        <w:t xml:space="preserve"> </w:t>
      </w:r>
      <w:r w:rsidR="007F2F6B">
        <w:rPr>
          <w:rtl/>
        </w:rPr>
        <w:t>معنايى برتر از حكمت دارد</w:t>
      </w:r>
      <w:r w:rsidR="009C7B0C">
        <w:rPr>
          <w:rtl/>
        </w:rPr>
        <w:t xml:space="preserve">، </w:t>
      </w:r>
      <w:r w:rsidR="007F2F6B">
        <w:rPr>
          <w:rtl/>
        </w:rPr>
        <w:t>زيرا حكمت تنها قدرت تشخيص حقّ از باطل است و حُكم آگاهى همراه با آمادگى براى اجراى حقّ است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(21)</w:t>
      </w:r>
    </w:p>
    <w:p w:rsidR="003D3A85" w:rsidRPr="003D3A85" w:rsidRDefault="003D3A85" w:rsidP="00067127">
      <w:pPr>
        <w:pStyle w:val="libNormal"/>
        <w:rPr>
          <w:rtl/>
        </w:rPr>
      </w:pPr>
      <w:r w:rsidRPr="003D3A85">
        <w:rPr>
          <w:rtl/>
        </w:rPr>
        <w:t xml:space="preserve"> سعادت انسان در چند جمله خلاصه مى شود كه در دعاى حضرت ابراهيم آمده است</w:t>
      </w:r>
      <w:r w:rsidR="009C7B0C">
        <w:rPr>
          <w:rtl/>
        </w:rPr>
        <w:t>:</w:t>
      </w:r>
    </w:p>
    <w:p w:rsidR="007F2F6B" w:rsidRDefault="003D3A85" w:rsidP="00067127">
      <w:pPr>
        <w:pStyle w:val="libNormal"/>
        <w:rPr>
          <w:rtl/>
        </w:rPr>
      </w:pPr>
      <w:r w:rsidRPr="003D3A85">
        <w:rPr>
          <w:rtl/>
        </w:rPr>
        <w:t>الف</w:t>
      </w:r>
      <w:r w:rsidR="009C7B0C">
        <w:rPr>
          <w:rtl/>
        </w:rPr>
        <w:t>:</w:t>
      </w:r>
      <w:r w:rsidRPr="003D3A85">
        <w:rPr>
          <w:rtl/>
        </w:rPr>
        <w:t xml:space="preserve"> شناخت خداوند و معرفت درونى نسبت به او</w:t>
      </w:r>
      <w:r w:rsidR="009C7B0C">
        <w:rPr>
          <w:rtl/>
        </w:rPr>
        <w:t xml:space="preserve">. </w:t>
      </w:r>
      <w:r w:rsidRPr="00067127">
        <w:rPr>
          <w:rStyle w:val="libAieChar"/>
          <w:rtl/>
        </w:rPr>
        <w:t>هَب لى حُكما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</w:t>
      </w:r>
      <w:r w:rsidR="009C7B0C">
        <w:rPr>
          <w:rtl/>
        </w:rPr>
        <w:t>:</w:t>
      </w:r>
      <w:r>
        <w:rPr>
          <w:rtl/>
        </w:rPr>
        <w:t xml:space="preserve"> حضور در جامعه ى صالح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اَلحِقنى بالصالحين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ج</w:t>
      </w:r>
      <w:r w:rsidR="009C7B0C">
        <w:rPr>
          <w:rtl/>
        </w:rPr>
        <w:t>:</w:t>
      </w:r>
      <w:r>
        <w:rPr>
          <w:rtl/>
        </w:rPr>
        <w:t xml:space="preserve"> نام نيك در تاريخ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لسان صِدقٍ فى الاخرين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د: رسيدن به بهشت ابدى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ورثة جنّة النّعيم</w:t>
      </w:r>
    </w:p>
    <w:p w:rsidR="007F2F6B" w:rsidRDefault="003D3A85" w:rsidP="003D3A85">
      <w:pPr>
        <w:pStyle w:val="Heading2"/>
        <w:rPr>
          <w:rtl/>
        </w:rPr>
      </w:pPr>
      <w:bookmarkStart w:id="130" w:name="_Toc365973927"/>
      <w:r>
        <w:rPr>
          <w:rtl/>
        </w:rPr>
        <w:lastRenderedPageBreak/>
        <w:t>پيام ها</w:t>
      </w:r>
      <w:r w:rsidR="009C7B0C">
        <w:rPr>
          <w:rtl/>
        </w:rPr>
        <w:t>:</w:t>
      </w:r>
      <w:bookmarkEnd w:id="130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انسان براى رسيدن به كمالات بايد از خداوند استمداد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ربّهَب لى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2- استمداد از نام </w:t>
      </w:r>
      <w:r w:rsidR="003D3A85" w:rsidRPr="00833A8D">
        <w:rPr>
          <w:rStyle w:val="libAieChar"/>
          <w:rtl/>
        </w:rPr>
        <w:t>ربّ</w:t>
      </w:r>
      <w:r w:rsidR="009C7B0C">
        <w:rPr>
          <w:rtl/>
        </w:rPr>
        <w:t xml:space="preserve">، </w:t>
      </w:r>
      <w:r>
        <w:rPr>
          <w:rtl/>
        </w:rPr>
        <w:t>در استجابت دعا مؤ ثّر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حكمت و بينش همراه با عمل</w:t>
      </w:r>
      <w:r w:rsidR="009C7B0C">
        <w:rPr>
          <w:rtl/>
        </w:rPr>
        <w:t xml:space="preserve">، </w:t>
      </w:r>
      <w:r>
        <w:rPr>
          <w:rtl/>
        </w:rPr>
        <w:t>هديه ى الهى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هَب لى حُكما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قبل از درخواست جديد از خداوند</w:t>
      </w:r>
      <w:r w:rsidR="009C7B0C">
        <w:rPr>
          <w:rtl/>
        </w:rPr>
        <w:t xml:space="preserve">، </w:t>
      </w:r>
      <w:r>
        <w:rPr>
          <w:rtl/>
        </w:rPr>
        <w:t>از نعمت هاى قبلى نامى ببريد و از او تشكّر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خَلَقنى يَهدين يَشفين يَسقين و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ربّ هَب لى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اگر حكمت باشد</w:t>
      </w:r>
      <w:r w:rsidR="009C7B0C">
        <w:rPr>
          <w:rtl/>
        </w:rPr>
        <w:t xml:space="preserve">، </w:t>
      </w:r>
      <w:r w:rsidR="007F2F6B">
        <w:rPr>
          <w:rtl/>
        </w:rPr>
        <w:t>ولى دوستان انسان نااهل باشند</w:t>
      </w:r>
      <w:r w:rsidR="009C7B0C">
        <w:rPr>
          <w:rtl/>
        </w:rPr>
        <w:t xml:space="preserve">، </w:t>
      </w:r>
      <w:r w:rsidR="007F2F6B">
        <w:rPr>
          <w:rtl/>
        </w:rPr>
        <w:t>حكمت كارايى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هَب لى حُكما و اءلحقنى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اگر ديد و بينش و تفكّر صحيح بود</w:t>
      </w:r>
      <w:r w:rsidR="009C7B0C">
        <w:rPr>
          <w:rtl/>
        </w:rPr>
        <w:t xml:space="preserve">، </w:t>
      </w:r>
      <w:r>
        <w:rPr>
          <w:rtl/>
        </w:rPr>
        <w:t>رفتار و گفتار و نيّت هم صحيح مى شود</w:t>
      </w:r>
      <w:r w:rsidR="009C7B0C">
        <w:rPr>
          <w:rtl/>
        </w:rPr>
        <w:t xml:space="preserve">. </w:t>
      </w:r>
      <w:r>
        <w:rPr>
          <w:rtl/>
        </w:rPr>
        <w:t>(حكمت به معناى ديد و فهم و نظر صحيح است)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حُكما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حكمت نظرى</w:t>
      </w:r>
      <w:r w:rsidR="009C7B0C">
        <w:rPr>
          <w:rtl/>
        </w:rPr>
        <w:t xml:space="preserve">، </w:t>
      </w:r>
      <w:r>
        <w:rPr>
          <w:rtl/>
        </w:rPr>
        <w:t>به تنهايى مفيد و نجات بخش نيست</w:t>
      </w:r>
      <w:r w:rsidR="009C7B0C">
        <w:rPr>
          <w:rtl/>
        </w:rPr>
        <w:t xml:space="preserve">. </w:t>
      </w:r>
      <w:r>
        <w:rPr>
          <w:rtl/>
        </w:rPr>
        <w:t>حكمت بايد با عمل همراه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هَب لى حُكما و اءلحقنى بالصّالحين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برخوردارى از حكمت و معرفت در درون و زندگى در جامعه ى صالحان و صالح بودن</w:t>
      </w:r>
      <w:r w:rsidR="009C7B0C">
        <w:rPr>
          <w:rtl/>
        </w:rPr>
        <w:t xml:space="preserve">، </w:t>
      </w:r>
      <w:r w:rsidR="007F2F6B">
        <w:rPr>
          <w:rtl/>
        </w:rPr>
        <w:t>بالاترين درجه ى سعادت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حُكما و اءلحقنى بالصّالحين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حكمت وشناخت وبينش</w:t>
      </w:r>
      <w:r w:rsidR="009C7B0C">
        <w:rPr>
          <w:rtl/>
        </w:rPr>
        <w:t xml:space="preserve">، </w:t>
      </w:r>
      <w:r>
        <w:rPr>
          <w:rtl/>
        </w:rPr>
        <w:t>بر عمل مقدّم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هب لى حُكما و اءلحقنى</w:t>
      </w:r>
    </w:p>
    <w:p w:rsidR="00D64FE0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10- بهترين دعا را از بهترين افراد بياموزيم</w:t>
      </w:r>
      <w:r w:rsidR="009C7B0C">
        <w:rPr>
          <w:rtl/>
        </w:rPr>
        <w:t xml:space="preserve">. </w:t>
      </w:r>
      <w:r>
        <w:rPr>
          <w:rtl/>
        </w:rPr>
        <w:t>(بهترين افراد</w:t>
      </w:r>
      <w:r w:rsidR="009C7B0C">
        <w:rPr>
          <w:rtl/>
        </w:rPr>
        <w:t xml:space="preserve">، </w:t>
      </w:r>
      <w:r>
        <w:rPr>
          <w:rtl/>
        </w:rPr>
        <w:t xml:space="preserve">انبيا هستند و يكى از بزرگ ترين انبيا حضرت ابراهيم </w:t>
      </w:r>
      <w:r w:rsidR="00BA599A" w:rsidRPr="00BA599A">
        <w:rPr>
          <w:rStyle w:val="libAlaemChar"/>
          <w:rtl/>
        </w:rPr>
        <w:t>عليه‌السلام</w:t>
      </w:r>
      <w:r>
        <w:rPr>
          <w:rtl/>
        </w:rPr>
        <w:t xml:space="preserve"> است كه در دعا از خداوند مغفرت</w:t>
      </w:r>
      <w:r w:rsidR="009C7B0C">
        <w:rPr>
          <w:rtl/>
        </w:rPr>
        <w:t xml:space="preserve">، </w:t>
      </w:r>
      <w:r>
        <w:rPr>
          <w:rtl/>
        </w:rPr>
        <w:t>حكمت</w:t>
      </w:r>
      <w:r w:rsidR="009C7B0C">
        <w:rPr>
          <w:rtl/>
        </w:rPr>
        <w:t xml:space="preserve">، </w:t>
      </w:r>
      <w:r>
        <w:rPr>
          <w:rtl/>
        </w:rPr>
        <w:t>نام نيك و حسن عاقبت مى خواهد و در آيات ديگر از خداوند</w:t>
      </w:r>
      <w:r w:rsidR="009C7B0C">
        <w:rPr>
          <w:rtl/>
        </w:rPr>
        <w:t xml:space="preserve">، </w:t>
      </w:r>
      <w:r>
        <w:rPr>
          <w:rtl/>
        </w:rPr>
        <w:t>فرزندان خوب و پيروان مسلمان درخواست مى كند)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حكومت خواهى براى انجام احكام الهى</w:t>
      </w:r>
      <w:r w:rsidR="009C7B0C">
        <w:rPr>
          <w:rtl/>
        </w:rPr>
        <w:t xml:space="preserve">، </w:t>
      </w:r>
      <w:r>
        <w:rPr>
          <w:rtl/>
        </w:rPr>
        <w:t>مطلوب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هَب لى حُكما</w:t>
      </w:r>
      <w:r w:rsidR="00573D7D" w:rsidRPr="00573D7D">
        <w:rPr>
          <w:rStyle w:val="libFootnotenumChar"/>
        </w:rPr>
        <w:t>(22)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هم انزوا ممنوع است و هم جذب نااهلان شدن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اءلحقنى بالصّالحين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پيش كسوتان صالح را ارج نهيم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اءلحِقنى بالصّالحين</w:t>
      </w:r>
      <w:r>
        <w:rPr>
          <w:rtl/>
        </w:rPr>
        <w:t xml:space="preserve"> (نفرمود: از صالحين باشم</w:t>
      </w:r>
      <w:r w:rsidR="009C7B0C">
        <w:rPr>
          <w:rtl/>
        </w:rPr>
        <w:t xml:space="preserve">، </w:t>
      </w:r>
      <w:r>
        <w:rPr>
          <w:rtl/>
        </w:rPr>
        <w:t>بلكه فرمود: به آنان ملحق شوم</w:t>
      </w:r>
      <w:r w:rsidR="009C7B0C">
        <w:rPr>
          <w:rtl/>
        </w:rPr>
        <w:t xml:space="preserve">. </w:t>
      </w:r>
      <w:r>
        <w:rPr>
          <w:rtl/>
        </w:rPr>
        <w:t>زيرا مقام سابقين برتر است)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جامعه اى ارزش دارد كه افرادش صالح باشند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اءلحِقنى بالصّالحين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انسان به رفيق خوب محتاج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اءلحِقنى بالصّالحين</w:t>
      </w:r>
    </w:p>
    <w:p w:rsidR="007F2F6B" w:rsidRDefault="00573D7D" w:rsidP="00573D7D">
      <w:pPr>
        <w:pStyle w:val="Heading1"/>
        <w:rPr>
          <w:rtl/>
        </w:rPr>
      </w:pPr>
      <w:bookmarkStart w:id="131" w:name="_Toc365973928"/>
      <w:r>
        <w:rPr>
          <w:rtl/>
        </w:rPr>
        <w:t>84 - وَاجْعَلْ لِّى لِسَانَ صِدْقٍ فِى الاَْخِرِينَ</w:t>
      </w:r>
      <w:bookmarkEnd w:id="13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در ميان آيندگان نام نيكى براى من قرار بده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32" w:name="_Toc365973929"/>
      <w:r>
        <w:rPr>
          <w:rtl/>
        </w:rPr>
        <w:t>8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وَاجْعَلْنِى مِن وَرَثَةِ جَنَّةِ النَّعِيمِ</w:t>
      </w:r>
      <w:bookmarkEnd w:id="13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مرا از وارثان بهشت پر نعمت قرار ده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33" w:name="_Toc365973930"/>
      <w:r>
        <w:rPr>
          <w:rtl/>
        </w:rPr>
        <w:t>نكته ها</w:t>
      </w:r>
      <w:r w:rsidR="009C7B0C">
        <w:rPr>
          <w:rtl/>
        </w:rPr>
        <w:t>:</w:t>
      </w:r>
      <w:bookmarkEnd w:id="133"/>
    </w:p>
    <w:p w:rsidR="007F2F6B" w:rsidRDefault="00833A8D" w:rsidP="007F2F6B">
      <w:pPr>
        <w:pStyle w:val="libNormal"/>
        <w:rPr>
          <w:rtl/>
        </w:rPr>
      </w:pPr>
      <w:r w:rsidRPr="00067127">
        <w:rPr>
          <w:rtl/>
        </w:rPr>
        <w:t xml:space="preserve"> </w:t>
      </w:r>
      <w:r w:rsidR="003D3A85" w:rsidRPr="00067127">
        <w:rPr>
          <w:rtl/>
        </w:rPr>
        <w:t>در آيه ى 10</w:t>
      </w:r>
      <w:r w:rsidR="004F6DE8" w:rsidRPr="00067127">
        <w:rPr>
          <w:rtl/>
        </w:rPr>
        <w:t xml:space="preserve">8- </w:t>
      </w:r>
      <w:r w:rsidR="003D3A85" w:rsidRPr="00067127">
        <w:rPr>
          <w:rtl/>
        </w:rPr>
        <w:t>سوره ى صافّات كه ماجراى ذبح اسماعيل مطرح شده است مى فرمايد</w:t>
      </w:r>
      <w:r w:rsidR="003D3A85" w:rsidRPr="00833A8D">
        <w:rPr>
          <w:rStyle w:val="libAieChar"/>
          <w:rtl/>
        </w:rPr>
        <w:t>: و تَرَكنا عليه فى الاخرين</w:t>
      </w:r>
      <w:r w:rsidR="007F2F6B">
        <w:rPr>
          <w:rtl/>
        </w:rPr>
        <w:t xml:space="preserve"> يعنى قربانى در مراسم حج را يك سنّت واجب قرار داديم و به خاطر تسليم بودن ابراهيم</w:t>
      </w:r>
      <w:r w:rsidR="009C7B0C">
        <w:rPr>
          <w:rtl/>
        </w:rPr>
        <w:t xml:space="preserve">، </w:t>
      </w:r>
      <w:r w:rsidR="007F2F6B">
        <w:rPr>
          <w:rtl/>
        </w:rPr>
        <w:t xml:space="preserve">نام نيك براى او به جاى </w:t>
      </w:r>
      <w:r w:rsidR="007F2F6B">
        <w:rPr>
          <w:rtl/>
        </w:rPr>
        <w:lastRenderedPageBreak/>
        <w:t>گذاشتيم و اين گونه دعايش را كه مى گفت</w:t>
      </w:r>
      <w:r w:rsidR="009C7B0C">
        <w:rPr>
          <w:rtl/>
        </w:rPr>
        <w:t>:</w:t>
      </w:r>
      <w:r w:rsidR="007F2F6B">
        <w:rPr>
          <w:rtl/>
        </w:rPr>
        <w:t xml:space="preserve"> </w:t>
      </w:r>
      <w:r w:rsidR="003D3A85" w:rsidRPr="00833A8D">
        <w:rPr>
          <w:rStyle w:val="libAieChar"/>
          <w:rtl/>
        </w:rPr>
        <w:t>واجعل لى لسان صدق فى الاخرين</w:t>
      </w:r>
      <w:r w:rsidR="009C7B0C">
        <w:rPr>
          <w:rtl/>
        </w:rPr>
        <w:t xml:space="preserve">، </w:t>
      </w:r>
      <w:r w:rsidR="007F2F6B">
        <w:rPr>
          <w:rtl/>
        </w:rPr>
        <w:t>مستجاب كرديم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در آيه ى 50 سوره ى مريم نيز به دنبال نام حضرت ابراهيم و اسحاق و يعقوب مى فرمايد: </w:t>
      </w:r>
      <w:r w:rsidR="003D3A85" w:rsidRPr="00833A8D">
        <w:rPr>
          <w:rStyle w:val="libAieChar"/>
          <w:rtl/>
        </w:rPr>
        <w:t>و جَعلنا لهم لسان صِدق عَليّاً</w:t>
      </w:r>
      <w:r>
        <w:rPr>
          <w:rtl/>
        </w:rPr>
        <w:t xml:space="preserve"> ما نام بلند و نيكو براى آنان قرار داديم</w:t>
      </w:r>
    </w:p>
    <w:p w:rsidR="003D3A85" w:rsidRPr="003D3A85" w:rsidRDefault="003D3A85" w:rsidP="00067127">
      <w:pPr>
        <w:pStyle w:val="libNormal"/>
        <w:rPr>
          <w:rtl/>
        </w:rPr>
      </w:pPr>
      <w:r w:rsidRPr="00833A8D">
        <w:rPr>
          <w:rtl/>
        </w:rPr>
        <w:t xml:space="preserve"> حضرت على </w:t>
      </w:r>
      <w:r w:rsidR="00BA599A" w:rsidRPr="00BA599A">
        <w:rPr>
          <w:rStyle w:val="libAlaemChar"/>
          <w:rtl/>
        </w:rPr>
        <w:t>عليه‌السلام</w:t>
      </w:r>
      <w:r w:rsidRPr="00833A8D">
        <w:rPr>
          <w:rtl/>
        </w:rPr>
        <w:t xml:space="preserve"> فرمود: نام ني</w:t>
      </w:r>
      <w:r w:rsidR="00067127">
        <w:rPr>
          <w:rtl/>
        </w:rPr>
        <w:t>ك</w:t>
      </w:r>
      <w:r w:rsidR="009C7B0C">
        <w:rPr>
          <w:rtl/>
        </w:rPr>
        <w:t xml:space="preserve">، </w:t>
      </w:r>
      <w:r w:rsidR="00067127">
        <w:rPr>
          <w:rtl/>
        </w:rPr>
        <w:t>از دارايى و سرمايه بهتر است</w:t>
      </w:r>
      <w:r w:rsidR="009C7B0C">
        <w:rPr>
          <w:rtl/>
        </w:rPr>
        <w:t xml:space="preserve">. </w:t>
      </w:r>
      <w:r w:rsidRPr="00833A8D">
        <w:rPr>
          <w:rStyle w:val="libFootnotenumChar"/>
          <w:rtl/>
        </w:rPr>
        <w:t>(23)</w:t>
      </w:r>
    </w:p>
    <w:p w:rsidR="007F2F6B" w:rsidRDefault="003D3A85" w:rsidP="00067127">
      <w:pPr>
        <w:pStyle w:val="libNormal"/>
        <w:rPr>
          <w:rtl/>
        </w:rPr>
      </w:pPr>
      <w:r w:rsidRPr="003D3A85">
        <w:rPr>
          <w:rtl/>
        </w:rPr>
        <w:t xml:space="preserve"> در روايات از لسانِ صدق و يادگار نيك</w:t>
      </w:r>
      <w:r w:rsidR="009C7B0C">
        <w:rPr>
          <w:rtl/>
        </w:rPr>
        <w:t xml:space="preserve">، </w:t>
      </w:r>
      <w:r w:rsidRPr="003D3A85">
        <w:rPr>
          <w:rtl/>
        </w:rPr>
        <w:t xml:space="preserve">به وجود مبارك حضرت محمّد </w:t>
      </w:r>
      <w:r w:rsidR="00316C3A" w:rsidRPr="00316C3A">
        <w:rPr>
          <w:rStyle w:val="libAlaemChar"/>
          <w:rtl/>
        </w:rPr>
        <w:t>صلى‌الله‌عليه‌وآله</w:t>
      </w:r>
      <w:r w:rsidRPr="003D3A85">
        <w:rPr>
          <w:rtl/>
        </w:rPr>
        <w:t xml:space="preserve"> وعلى </w:t>
      </w:r>
      <w:r w:rsidR="00BA599A" w:rsidRPr="00BA599A">
        <w:rPr>
          <w:rStyle w:val="libAlaemChar"/>
          <w:rtl/>
        </w:rPr>
        <w:t>عليه‌السلام</w:t>
      </w:r>
      <w:r w:rsidRPr="003D3A85">
        <w:rPr>
          <w:rtl/>
        </w:rPr>
        <w:t xml:space="preserve"> تعبير شده است</w:t>
      </w:r>
      <w:r w:rsidR="009C7B0C">
        <w:rPr>
          <w:rtl/>
        </w:rPr>
        <w:t xml:space="preserve">. </w:t>
      </w:r>
      <w:r w:rsidRPr="00833A8D">
        <w:rPr>
          <w:rStyle w:val="libFootnotenumChar"/>
          <w:rtl/>
        </w:rPr>
        <w:t>(24)</w:t>
      </w:r>
      <w:r w:rsidRPr="00833A8D">
        <w:rPr>
          <w:rStyle w:val="libAieChar"/>
          <w:rtl/>
        </w:rPr>
        <w:t xml:space="preserve"> بعضى سخن پيامبر اكرم </w:t>
      </w:r>
      <w:r w:rsidR="00316C3A" w:rsidRPr="00316C3A">
        <w:rPr>
          <w:rStyle w:val="libAlaemChar"/>
          <w:rtl/>
        </w:rPr>
        <w:t>صلى‌الله‌عليه‌وآله</w:t>
      </w:r>
      <w:r w:rsidRPr="00833A8D">
        <w:rPr>
          <w:rStyle w:val="libAieChar"/>
          <w:rtl/>
        </w:rPr>
        <w:t xml:space="preserve"> را كه فرمود: اءنَا دَعوة اءبى ابراهيم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يعنى من اثر دعاى پدرم ابراهيم هستم</w:t>
      </w:r>
      <w:r w:rsidR="009C7B0C">
        <w:rPr>
          <w:rtl/>
        </w:rPr>
        <w:t xml:space="preserve">. </w:t>
      </w:r>
      <w:r w:rsidR="007F2F6B">
        <w:rPr>
          <w:rtl/>
        </w:rPr>
        <w:t>دليل اين نكته دانسته اند</w:t>
      </w:r>
      <w:r w:rsidR="009C7B0C">
        <w:rPr>
          <w:rtl/>
        </w:rPr>
        <w:t xml:space="preserve">. </w:t>
      </w:r>
      <w:r w:rsidR="007F2F6B">
        <w:rPr>
          <w:rtl/>
        </w:rPr>
        <w:t>بنابراين مراد از لسانِ صدق در آيندگان</w:t>
      </w:r>
      <w:r w:rsidR="009C7B0C">
        <w:rPr>
          <w:rtl/>
        </w:rPr>
        <w:t xml:space="preserve">، </w:t>
      </w:r>
      <w:r w:rsidR="007F2F6B">
        <w:rPr>
          <w:rtl/>
        </w:rPr>
        <w:t xml:space="preserve">انبيايى از نسل او هستند كه مكتب توحيدى را زنده نگاه داشته اند و اين آرزو با مقام پيامبرى همچون ابراهيم </w:t>
      </w:r>
      <w:r w:rsidR="00BA599A" w:rsidRPr="00BA599A">
        <w:rPr>
          <w:rStyle w:val="libAlaemChar"/>
          <w:rtl/>
        </w:rPr>
        <w:t>عليه‌السلام</w:t>
      </w:r>
      <w:r w:rsidR="009C7B0C">
        <w:rPr>
          <w:rtl/>
        </w:rPr>
        <w:t xml:space="preserve">، </w:t>
      </w:r>
      <w:r w:rsidR="007F2F6B">
        <w:rPr>
          <w:rtl/>
        </w:rPr>
        <w:t>تناسب بيشترى دارد</w:t>
      </w:r>
      <w:r w:rsidR="009C7B0C">
        <w:rPr>
          <w:rtl/>
        </w:rPr>
        <w:t xml:space="preserve">. </w:t>
      </w:r>
    </w:p>
    <w:p w:rsidR="003D3A85" w:rsidRPr="003D3A85" w:rsidRDefault="003D3A85" w:rsidP="00067127">
      <w:pPr>
        <w:pStyle w:val="libNormal"/>
        <w:rPr>
          <w:rtl/>
        </w:rPr>
      </w:pPr>
      <w:r w:rsidRPr="00833A8D">
        <w:rPr>
          <w:rtl/>
        </w:rPr>
        <w:t xml:space="preserve"> در روايات مى خوانيم</w:t>
      </w:r>
      <w:r w:rsidR="009C7B0C">
        <w:rPr>
          <w:rtl/>
        </w:rPr>
        <w:t>:</w:t>
      </w:r>
      <w:r w:rsidRPr="00833A8D">
        <w:rPr>
          <w:rtl/>
        </w:rPr>
        <w:t xml:space="preserve"> هر گاه انسان از دنيا رفت</w:t>
      </w:r>
      <w:r w:rsidR="009C7B0C">
        <w:rPr>
          <w:rtl/>
        </w:rPr>
        <w:t xml:space="preserve">، </w:t>
      </w:r>
      <w:r w:rsidRPr="00833A8D">
        <w:rPr>
          <w:rtl/>
        </w:rPr>
        <w:t>پرونده ى اعمالش بسته مى شود مگر كسى كه صدقه ى جاريه اى به جاى گذاشته باشد</w:t>
      </w:r>
      <w:r w:rsidR="009C7B0C">
        <w:rPr>
          <w:rtl/>
        </w:rPr>
        <w:t xml:space="preserve">. </w:t>
      </w:r>
      <w:r w:rsidRPr="00833A8D">
        <w:rPr>
          <w:rtl/>
        </w:rPr>
        <w:t>مانند: وقف يا كتاب مفيدى كه از او به جاى مانده باشد و يا فرزند صالحى كه براى او دعا كند</w:t>
      </w:r>
      <w:r w:rsidR="009C7B0C">
        <w:rPr>
          <w:rtl/>
        </w:rPr>
        <w:t xml:space="preserve">. </w:t>
      </w:r>
      <w:r w:rsidRPr="00833A8D">
        <w:rPr>
          <w:rStyle w:val="libFootnotenumChar"/>
          <w:rtl/>
        </w:rPr>
        <w:t>(25)</w:t>
      </w:r>
    </w:p>
    <w:p w:rsidR="003D3A85" w:rsidRPr="00833A8D" w:rsidRDefault="003D3A85" w:rsidP="00067127">
      <w:pPr>
        <w:pStyle w:val="libNormal"/>
        <w:rPr>
          <w:rStyle w:val="libAieChar"/>
          <w:rtl/>
        </w:rPr>
      </w:pPr>
      <w:r w:rsidRPr="003D3A85">
        <w:rPr>
          <w:rtl/>
        </w:rPr>
        <w:t xml:space="preserve"> در روايات آمده است</w:t>
      </w:r>
      <w:r w:rsidR="009C7B0C">
        <w:rPr>
          <w:rtl/>
        </w:rPr>
        <w:t>:</w:t>
      </w:r>
      <w:r w:rsidRPr="003D3A85">
        <w:rPr>
          <w:rtl/>
        </w:rPr>
        <w:t xml:space="preserve"> هر انسانى در بهشت و دوزخ جايگاهى دارد و هنگامى كه وارد دوزخ شود</w:t>
      </w:r>
      <w:r w:rsidR="009C7B0C">
        <w:rPr>
          <w:rtl/>
        </w:rPr>
        <w:t xml:space="preserve">، </w:t>
      </w:r>
      <w:r w:rsidRPr="003D3A85">
        <w:rPr>
          <w:rtl/>
        </w:rPr>
        <w:t>خانه ى بهشتى او را به ديگران مى دهند و آنان وارث مى شوند</w:t>
      </w:r>
      <w:r w:rsidR="009C7B0C">
        <w:rPr>
          <w:rtl/>
        </w:rPr>
        <w:t xml:space="preserve">. </w:t>
      </w:r>
      <w:r w:rsidRPr="00833A8D">
        <w:rPr>
          <w:rStyle w:val="libFootnotenumChar"/>
          <w:rtl/>
        </w:rPr>
        <w:t>(26)</w:t>
      </w:r>
    </w:p>
    <w:p w:rsidR="007F2F6B" w:rsidRPr="002C79C2" w:rsidRDefault="003D3A85" w:rsidP="002C79C2">
      <w:pPr>
        <w:pStyle w:val="Heading2"/>
        <w:rPr>
          <w:rtl/>
        </w:rPr>
      </w:pPr>
      <w:bookmarkStart w:id="134" w:name="_Toc365973931"/>
      <w:r w:rsidRPr="002C79C2">
        <w:rPr>
          <w:rtl/>
        </w:rPr>
        <w:t>پيام ها</w:t>
      </w:r>
      <w:r w:rsidR="009C7B0C">
        <w:rPr>
          <w:rtl/>
        </w:rPr>
        <w:t>:</w:t>
      </w:r>
      <w:bookmarkEnd w:id="134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بقاى نام مكتب و يادگار نيك را از او بخواهيم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واجعَل لى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ستايشى ارزش دارد كه صادقانه باشد</w:t>
      </w:r>
      <w:r w:rsidR="009C7B0C">
        <w:rPr>
          <w:rtl/>
        </w:rPr>
        <w:t xml:space="preserve">، </w:t>
      </w:r>
      <w:r>
        <w:rPr>
          <w:rtl/>
        </w:rPr>
        <w:t>نه از روى تملّق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لسان صدق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3- آيندگان را به حساب آورديد وقضاوت آيندگان را در نظر بگيريد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لسان صِدقٍ فى الاخرين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اتفاق نظر يهود و نصارا و مسلمين بر عظمت ابراهيم</w:t>
      </w:r>
      <w:r w:rsidR="009C7B0C">
        <w:rPr>
          <w:rtl/>
        </w:rPr>
        <w:t xml:space="preserve">، </w:t>
      </w:r>
      <w:r>
        <w:rPr>
          <w:rtl/>
        </w:rPr>
        <w:t>نمونه ى استجابت دعاى اوست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لسان صِدقٍ فى الاخرين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انسان هاى بزرگ</w:t>
      </w:r>
      <w:r w:rsidR="009C7B0C">
        <w:rPr>
          <w:rtl/>
        </w:rPr>
        <w:t xml:space="preserve">، </w:t>
      </w:r>
      <w:r w:rsidR="007F2F6B">
        <w:rPr>
          <w:rtl/>
        </w:rPr>
        <w:t>هم محبوبيّت دنيوى مى خواهند و هم سعادت اُخروى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لسان صِدق فى الاخرين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انسان</w:t>
      </w:r>
      <w:r w:rsidR="009C7B0C">
        <w:rPr>
          <w:rtl/>
        </w:rPr>
        <w:t xml:space="preserve">، </w:t>
      </w:r>
      <w:r>
        <w:rPr>
          <w:rtl/>
        </w:rPr>
        <w:t>بعد از مرگ نيز از دعاى خير ديگران و سنّت هاى حسنه اى كه بنا نهاده بهره مند 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لسان صِدق فى الاخرين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به طرح هاى كوتاه مدّت قناعت نكنيم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لسان صدق فى الاخرين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نعمت هاى بهشتى</w:t>
      </w:r>
      <w:r w:rsidR="009C7B0C">
        <w:rPr>
          <w:rtl/>
        </w:rPr>
        <w:t xml:space="preserve">، </w:t>
      </w:r>
      <w:r w:rsidR="007F2F6B">
        <w:rPr>
          <w:rtl/>
        </w:rPr>
        <w:t>در برابر اعمال ما موهبتى بى رنج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ورثة جنّة النّعيم</w:t>
      </w:r>
      <w:r w:rsidR="007F2F6B">
        <w:rPr>
          <w:rtl/>
        </w:rPr>
        <w:t xml:space="preserve"> زيرا ارث</w:t>
      </w:r>
      <w:r w:rsidR="009C7B0C">
        <w:rPr>
          <w:rtl/>
        </w:rPr>
        <w:t xml:space="preserve">، </w:t>
      </w:r>
      <w:r w:rsidR="007F2F6B">
        <w:rPr>
          <w:rtl/>
        </w:rPr>
        <w:t>به مالى گويند كه بدون رنج و تلاش</w:t>
      </w:r>
      <w:r w:rsidR="00833A8D">
        <w:rPr>
          <w:rtl/>
        </w:rPr>
        <w:t xml:space="preserve"> </w:t>
      </w:r>
      <w:r w:rsidR="007F2F6B">
        <w:rPr>
          <w:rtl/>
        </w:rPr>
        <w:t>به دست آيد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35" w:name="_Toc365973932"/>
      <w:r>
        <w:rPr>
          <w:rtl/>
        </w:rPr>
        <w:t>86 - وَاغْفِرْ لاَِبِى إِنَّهُ كَانَ مِنَ الضَّآلِّينَ</w:t>
      </w:r>
      <w:bookmarkEnd w:id="13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(ابراهيم در ادامه ى دعاهايش گفت</w:t>
      </w:r>
      <w:r w:rsidR="009C7B0C">
        <w:rPr>
          <w:rtl/>
        </w:rPr>
        <w:t>:</w:t>
      </w:r>
      <w:r>
        <w:rPr>
          <w:rtl/>
        </w:rPr>
        <w:t>) پدرم را ببخش كه بى شك او از گمراهان است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36" w:name="_Toc365973933"/>
      <w:r>
        <w:rPr>
          <w:rtl/>
        </w:rPr>
        <w:t>87 - وَلاَ تُخْزِنِى يَوْمَ يُبْعَثُونَ</w:t>
      </w:r>
      <w:bookmarkEnd w:id="136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37" w:name="_Toc365973934"/>
      <w:r w:rsidR="00573D7D">
        <w:rPr>
          <w:rtl/>
        </w:rPr>
        <w:t>8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 w:rsidR="00573D7D">
        <w:rPr>
          <w:rtl/>
        </w:rPr>
        <w:t>يَوْمَ لاَ يَنفَعُ مَالٌ وَلاَ بَنُونَ</w:t>
      </w:r>
      <w:bookmarkEnd w:id="137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38" w:name="_Toc365973935"/>
      <w:r w:rsidR="00573D7D">
        <w:rPr>
          <w:rtl/>
        </w:rPr>
        <w:t>89 - إِلا مَنْ اءَتَى اللّهَ بِقَلْبٍ سَلِيمٍ</w:t>
      </w:r>
      <w:bookmarkEnd w:id="13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و روزى كه همه مبعوث مى شوند</w:t>
      </w:r>
      <w:r w:rsidR="009C7B0C">
        <w:rPr>
          <w:rtl/>
        </w:rPr>
        <w:t xml:space="preserve">، </w:t>
      </w:r>
      <w:r>
        <w:rPr>
          <w:rtl/>
        </w:rPr>
        <w:t>مرا خوار مگردان</w:t>
      </w:r>
      <w:r w:rsidR="009C7B0C">
        <w:rPr>
          <w:rtl/>
        </w:rPr>
        <w:t xml:space="preserve">. </w:t>
      </w:r>
      <w:r>
        <w:rPr>
          <w:rtl/>
        </w:rPr>
        <w:t>روزى كه مال و فرزندان براى انسان نفعى ندارند</w:t>
      </w:r>
      <w:r w:rsidR="009C7B0C">
        <w:rPr>
          <w:rtl/>
        </w:rPr>
        <w:t xml:space="preserve">. </w:t>
      </w:r>
      <w:r>
        <w:rPr>
          <w:rtl/>
        </w:rPr>
        <w:t>مگر كسى كه با روح و قلب پاك به سوى خدا آيد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39" w:name="_Toc365973936"/>
      <w:r>
        <w:rPr>
          <w:rtl/>
        </w:rPr>
        <w:t>نكته ها</w:t>
      </w:r>
      <w:r w:rsidR="009C7B0C">
        <w:rPr>
          <w:rtl/>
        </w:rPr>
        <w:t>:</w:t>
      </w:r>
      <w:bookmarkEnd w:id="139"/>
    </w:p>
    <w:p w:rsidR="007F2F6B" w:rsidRPr="00067127" w:rsidRDefault="00833A8D" w:rsidP="003C3A65">
      <w:pPr>
        <w:pStyle w:val="libNormal"/>
        <w:rPr>
          <w:rtl/>
        </w:rPr>
      </w:pPr>
      <w:r w:rsidRPr="00067127">
        <w:rPr>
          <w:rtl/>
        </w:rPr>
        <w:t xml:space="preserve"> </w:t>
      </w:r>
      <w:r w:rsidR="003D3A85" w:rsidRPr="006B3906">
        <w:rPr>
          <w:rtl/>
        </w:rPr>
        <w:t>مشهور آن است كه مراد از پدر</w:t>
      </w:r>
      <w:r w:rsidR="009C7B0C">
        <w:rPr>
          <w:rtl/>
        </w:rPr>
        <w:t xml:space="preserve">، </w:t>
      </w:r>
      <w:r w:rsidR="003D3A85" w:rsidRPr="006B3906">
        <w:rPr>
          <w:rtl/>
        </w:rPr>
        <w:t>عموى ابراهيم است و به گفته ى قرآن</w:t>
      </w:r>
      <w:r w:rsidR="009C7B0C">
        <w:rPr>
          <w:rtl/>
        </w:rPr>
        <w:t xml:space="preserve">، </w:t>
      </w:r>
      <w:r w:rsidR="00BA599A">
        <w:rPr>
          <w:rtl/>
        </w:rPr>
        <w:t>مؤمن</w:t>
      </w:r>
      <w:r w:rsidR="003D3A85" w:rsidRPr="006B3906">
        <w:rPr>
          <w:rtl/>
        </w:rPr>
        <w:t xml:space="preserve"> نبايد در حقّ كافر دعا كند</w:t>
      </w:r>
      <w:r w:rsidR="009C7B0C">
        <w:rPr>
          <w:rtl/>
        </w:rPr>
        <w:t xml:space="preserve">. </w:t>
      </w:r>
      <w:r w:rsidR="003D3A85" w:rsidRPr="006B3906">
        <w:rPr>
          <w:rtl/>
        </w:rPr>
        <w:t>بنابراين اگر حضرت ابراهيم براى عموى كافرش دعا كرد</w:t>
      </w:r>
      <w:r w:rsidR="009C7B0C">
        <w:rPr>
          <w:rtl/>
        </w:rPr>
        <w:t xml:space="preserve">، </w:t>
      </w:r>
      <w:r w:rsidR="003D3A85" w:rsidRPr="006B3906">
        <w:rPr>
          <w:rtl/>
        </w:rPr>
        <w:t>به خاطر اين بود كه به او وعده ى دعا داده بود</w:t>
      </w:r>
      <w:r w:rsidR="009C7B0C">
        <w:rPr>
          <w:rtl/>
        </w:rPr>
        <w:t xml:space="preserve">، </w:t>
      </w:r>
      <w:r w:rsidR="003D3A85" w:rsidRPr="006B3906">
        <w:rPr>
          <w:rtl/>
        </w:rPr>
        <w:t>زيرا هنوز به ايمان آوردن او اميد داشت</w:t>
      </w:r>
      <w:r w:rsidR="009C7B0C">
        <w:rPr>
          <w:rtl/>
        </w:rPr>
        <w:t xml:space="preserve">. </w:t>
      </w:r>
      <w:r w:rsidR="003D3A85" w:rsidRPr="006B3906">
        <w:rPr>
          <w:rStyle w:val="libAieChar"/>
          <w:rtl/>
        </w:rPr>
        <w:t>سَاءستغفر لك ربّى</w:t>
      </w:r>
      <w:r w:rsidR="003C3A65" w:rsidRPr="003C3A65">
        <w:rPr>
          <w:rStyle w:val="libFootnotenumChar"/>
          <w:rFonts w:hint="cs"/>
          <w:rtl/>
        </w:rPr>
        <w:t>(27)</w:t>
      </w:r>
      <w:r w:rsidR="007F2F6B" w:rsidRPr="00067127">
        <w:rPr>
          <w:rtl/>
        </w:rPr>
        <w:t xml:space="preserve"> لكن همين كه يقين كرد او ايمان نمى آورد</w:t>
      </w:r>
      <w:r w:rsidR="009C7B0C">
        <w:rPr>
          <w:rtl/>
        </w:rPr>
        <w:t xml:space="preserve">، </w:t>
      </w:r>
      <w:r w:rsidR="007F2F6B" w:rsidRPr="00067127">
        <w:rPr>
          <w:rtl/>
        </w:rPr>
        <w:t>از عموى خود تبرّى جست</w:t>
      </w:r>
      <w:r w:rsidR="009C7B0C">
        <w:rPr>
          <w:rtl/>
        </w:rPr>
        <w:t xml:space="preserve">. </w:t>
      </w:r>
      <w:r w:rsidR="003D3A85" w:rsidRPr="006B3906">
        <w:rPr>
          <w:rStyle w:val="libAieChar"/>
          <w:rtl/>
        </w:rPr>
        <w:t>و ما كان استغفار ابراهيم لابيه الاّ عن مَوعدة وَعدَها ايّاه فلمّا تبيّن له اءنّه عَدوُّ للّه تبرّاء منه</w:t>
      </w:r>
      <w:r w:rsidR="003C3A65" w:rsidRPr="003C3A65">
        <w:rPr>
          <w:rStyle w:val="libFootnotenumChar"/>
          <w:rFonts w:hint="cs"/>
          <w:rtl/>
        </w:rPr>
        <w:t>(28)</w:t>
      </w:r>
    </w:p>
    <w:p w:rsidR="007F2F6B" w:rsidRPr="003C3A65" w:rsidRDefault="003D3A85" w:rsidP="003C3A65">
      <w:pPr>
        <w:pStyle w:val="libNormal"/>
        <w:rPr>
          <w:rtl/>
        </w:rPr>
      </w:pPr>
      <w:r w:rsidRPr="006B3906">
        <w:rPr>
          <w:rtl/>
        </w:rPr>
        <w:t xml:space="preserve"> روحِ پاك</w:t>
      </w:r>
      <w:r w:rsidR="009C7B0C">
        <w:rPr>
          <w:rtl/>
        </w:rPr>
        <w:t xml:space="preserve">، </w:t>
      </w:r>
      <w:r w:rsidRPr="006B3906">
        <w:rPr>
          <w:rtl/>
        </w:rPr>
        <w:t>روحى است كه از وابستگى به دنيا وآلودگى به شرك</w:t>
      </w:r>
      <w:r w:rsidR="009C7B0C">
        <w:rPr>
          <w:rtl/>
        </w:rPr>
        <w:t xml:space="preserve">، </w:t>
      </w:r>
      <w:r w:rsidRPr="006B3906">
        <w:rPr>
          <w:rtl/>
        </w:rPr>
        <w:t>كفر</w:t>
      </w:r>
      <w:r w:rsidR="009C7B0C">
        <w:rPr>
          <w:rtl/>
        </w:rPr>
        <w:t xml:space="preserve">، </w:t>
      </w:r>
      <w:r w:rsidRPr="006B3906">
        <w:rPr>
          <w:rtl/>
        </w:rPr>
        <w:t>نفاق</w:t>
      </w:r>
      <w:r w:rsidR="009C7B0C">
        <w:rPr>
          <w:rtl/>
        </w:rPr>
        <w:t xml:space="preserve">، </w:t>
      </w:r>
      <w:r w:rsidRPr="006B3906">
        <w:rPr>
          <w:rtl/>
        </w:rPr>
        <w:t>تكبّر و همه ى امراض قلبى پاك باشد وچون خداوند درباره ى منافقان مى فرمايد: فى قلوبهم مَرض</w:t>
      </w:r>
      <w:r w:rsidR="00833A8D" w:rsidRPr="006B3906">
        <w:rPr>
          <w:rtl/>
        </w:rPr>
        <w:t xml:space="preserve"> </w:t>
      </w:r>
      <w:r w:rsidR="007F2F6B" w:rsidRPr="003C3A65">
        <w:rPr>
          <w:rtl/>
        </w:rPr>
        <w:t>پس قلبِ سليم</w:t>
      </w:r>
      <w:r w:rsidR="009C7B0C">
        <w:rPr>
          <w:rtl/>
        </w:rPr>
        <w:t xml:space="preserve">، </w:t>
      </w:r>
      <w:r w:rsidR="007F2F6B" w:rsidRPr="003C3A65">
        <w:rPr>
          <w:rtl/>
        </w:rPr>
        <w:t xml:space="preserve">قلب </w:t>
      </w:r>
      <w:r w:rsidR="00BA599A">
        <w:rPr>
          <w:rtl/>
        </w:rPr>
        <w:t>مؤمن</w:t>
      </w:r>
      <w:r w:rsidR="007F2F6B" w:rsidRPr="003C3A65">
        <w:rPr>
          <w:rtl/>
        </w:rPr>
        <w:t xml:space="preserve"> 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درحديث مى خوانيم</w:t>
      </w:r>
      <w:r w:rsidR="009C7B0C">
        <w:rPr>
          <w:rtl/>
        </w:rPr>
        <w:t>:</w:t>
      </w:r>
      <w:r>
        <w:rPr>
          <w:rtl/>
        </w:rPr>
        <w:t xml:space="preserve"> قلب سليم</w:t>
      </w:r>
      <w:r w:rsidR="009C7B0C">
        <w:rPr>
          <w:rtl/>
        </w:rPr>
        <w:t xml:space="preserve">، </w:t>
      </w:r>
      <w:r>
        <w:rPr>
          <w:rtl/>
        </w:rPr>
        <w:t>قلبى است كه در آن شرك نباشد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(29)</w:t>
      </w:r>
    </w:p>
    <w:p w:rsidR="007F2F6B" w:rsidRPr="003C3A65" w:rsidRDefault="003D3A85" w:rsidP="003C3A65">
      <w:pPr>
        <w:pStyle w:val="libNormal"/>
        <w:rPr>
          <w:rtl/>
        </w:rPr>
      </w:pPr>
      <w:r w:rsidRPr="006B3906">
        <w:rPr>
          <w:rtl/>
        </w:rPr>
        <w:t xml:space="preserve"> پيامبر اكرم </w:t>
      </w:r>
      <w:r w:rsidR="00316C3A" w:rsidRPr="00316C3A">
        <w:rPr>
          <w:rStyle w:val="libAlaemChar"/>
          <w:rtl/>
        </w:rPr>
        <w:t>صلى‌الله‌عليه‌وآله</w:t>
      </w:r>
      <w:r w:rsidRPr="006B3906">
        <w:rPr>
          <w:rtl/>
        </w:rPr>
        <w:t xml:space="preserve"> در نمازش</w:t>
      </w:r>
      <w:r w:rsidR="00833A8D" w:rsidRPr="006B3906">
        <w:rPr>
          <w:rtl/>
        </w:rPr>
        <w:t xml:space="preserve"> </w:t>
      </w:r>
      <w:r w:rsidRPr="006B3906">
        <w:rPr>
          <w:rtl/>
        </w:rPr>
        <w:t>اين دعا را مى خواند: الّلهم لاتخزنى يوم القيامة</w:t>
      </w:r>
      <w:r w:rsidR="00833A8D" w:rsidRPr="006B3906">
        <w:rPr>
          <w:rtl/>
        </w:rPr>
        <w:t xml:space="preserve"> </w:t>
      </w:r>
      <w:r w:rsidR="007F2F6B" w:rsidRPr="003C3A65">
        <w:rPr>
          <w:rtl/>
        </w:rPr>
        <w:t>پروردگارا! مرا در قيامت خوار و رسوا مكن</w:t>
      </w:r>
      <w:r w:rsidR="009C7B0C">
        <w:rPr>
          <w:rtl/>
        </w:rPr>
        <w:t xml:space="preserve">. </w:t>
      </w:r>
      <w:r w:rsidR="00573D7D" w:rsidRPr="003C3A65">
        <w:rPr>
          <w:rStyle w:val="libFootnotenumChar"/>
          <w:rtl/>
        </w:rPr>
        <w:t>(30)</w:t>
      </w:r>
    </w:p>
    <w:p w:rsidR="007F2F6B" w:rsidRPr="003C3A65" w:rsidRDefault="003D3A85" w:rsidP="003C3A65">
      <w:pPr>
        <w:pStyle w:val="libNormal"/>
        <w:rPr>
          <w:rtl/>
        </w:rPr>
      </w:pPr>
      <w:r w:rsidRPr="006B3906">
        <w:rPr>
          <w:rtl/>
        </w:rPr>
        <w:t xml:space="preserve"> </w:t>
      </w:r>
      <w:r w:rsidR="00BC6E3A">
        <w:rPr>
          <w:rtl/>
        </w:rPr>
        <w:t>سؤال</w:t>
      </w:r>
      <w:r w:rsidR="009C7B0C">
        <w:rPr>
          <w:rtl/>
        </w:rPr>
        <w:t>:</w:t>
      </w:r>
      <w:r w:rsidRPr="006B3906">
        <w:rPr>
          <w:rtl/>
        </w:rPr>
        <w:t xml:space="preserve"> در روايات مى خوانيم</w:t>
      </w:r>
      <w:r w:rsidR="009C7B0C">
        <w:rPr>
          <w:rtl/>
        </w:rPr>
        <w:t>:</w:t>
      </w:r>
      <w:r w:rsidRPr="006B3906">
        <w:rPr>
          <w:rtl/>
        </w:rPr>
        <w:t xml:space="preserve"> انفاق مال و صدقه ى جاريه و اولاد صالحى كه براى والدين دعا كنند</w:t>
      </w:r>
      <w:r w:rsidR="009C7B0C">
        <w:rPr>
          <w:rtl/>
        </w:rPr>
        <w:t xml:space="preserve">، </w:t>
      </w:r>
      <w:r w:rsidRPr="006B3906">
        <w:rPr>
          <w:rtl/>
        </w:rPr>
        <w:t>براى قيامت انسان مفيد هستند</w:t>
      </w:r>
      <w:r w:rsidR="009C7B0C">
        <w:rPr>
          <w:rtl/>
        </w:rPr>
        <w:t xml:space="preserve">، </w:t>
      </w:r>
      <w:r w:rsidRPr="006B3906">
        <w:rPr>
          <w:rtl/>
        </w:rPr>
        <w:t>پس رابطه ى آيه ى لا يَنفع مال و لابَنون</w:t>
      </w:r>
      <w:r w:rsidR="007F2F6B" w:rsidRPr="003C3A65">
        <w:rPr>
          <w:rtl/>
        </w:rPr>
        <w:t xml:space="preserve"> با اين روايات چيست</w:t>
      </w:r>
      <w:r w:rsidR="009C7B0C">
        <w:rPr>
          <w:rtl/>
        </w:rPr>
        <w:t>؟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پاسخ</w:t>
      </w:r>
      <w:r w:rsidR="009C7B0C">
        <w:rPr>
          <w:rtl/>
        </w:rPr>
        <w:t>:</w:t>
      </w:r>
      <w:r>
        <w:rPr>
          <w:rtl/>
        </w:rPr>
        <w:t xml:space="preserve"> مراد اين آيه</w:t>
      </w:r>
      <w:r w:rsidR="009C7B0C">
        <w:rPr>
          <w:rtl/>
        </w:rPr>
        <w:t xml:space="preserve">، </w:t>
      </w:r>
      <w:r>
        <w:rPr>
          <w:rtl/>
        </w:rPr>
        <w:t>مال و فرزندى است كه در خط الهى قرار نگيرند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بنابراين دنيا مانند كليدى است كه با حركتى درب را قفل و با حركت ديگرى درب را باز مى كند</w:t>
      </w:r>
      <w:r w:rsidR="009C7B0C">
        <w:rPr>
          <w:rtl/>
        </w:rPr>
        <w:t xml:space="preserve">. </w:t>
      </w:r>
      <w:r>
        <w:rPr>
          <w:rtl/>
        </w:rPr>
        <w:t>مال حلال در دست افراد صالح</w:t>
      </w:r>
      <w:r w:rsidR="009C7B0C">
        <w:rPr>
          <w:rtl/>
        </w:rPr>
        <w:t xml:space="preserve">، </w:t>
      </w:r>
      <w:r>
        <w:rPr>
          <w:rtl/>
        </w:rPr>
        <w:t>سبب قرب ودر دست ناهلان سبب گناه مى شود</w:t>
      </w:r>
      <w:r w:rsidR="009C7B0C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252382" w:rsidTr="002936E1">
        <w:trPr>
          <w:trHeight w:val="350"/>
        </w:trPr>
        <w:tc>
          <w:tcPr>
            <w:tcW w:w="4288" w:type="dxa"/>
            <w:shd w:val="clear" w:color="auto" w:fill="auto"/>
          </w:tcPr>
          <w:p w:rsidR="00252382" w:rsidRDefault="00252382" w:rsidP="00252382">
            <w:pPr>
              <w:pStyle w:val="libPoem"/>
              <w:rPr>
                <w:rtl/>
              </w:rPr>
            </w:pPr>
            <w:r>
              <w:rPr>
                <w:rtl/>
              </w:rPr>
              <w:t>مال را كز بهر دين باشى حَمول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52382" w:rsidRDefault="00252382" w:rsidP="0025238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52382" w:rsidRDefault="00252382" w:rsidP="00252382">
            <w:pPr>
              <w:pStyle w:val="libPoem"/>
              <w:rPr>
                <w:rtl/>
              </w:rPr>
            </w:pPr>
            <w:r>
              <w:rPr>
                <w:rtl/>
              </w:rPr>
              <w:t>نعم مالٌ صالحٌ گفت آن رسول</w:t>
            </w:r>
            <w:r w:rsidRPr="00725071">
              <w:rPr>
                <w:rStyle w:val="libPoemTiniChar0"/>
                <w:rtl/>
              </w:rPr>
              <w:br/>
              <w:t>  </w:t>
            </w:r>
          </w:p>
        </w:tc>
      </w:tr>
      <w:tr w:rsidR="00252382" w:rsidTr="002936E1">
        <w:trPr>
          <w:trHeight w:val="350"/>
        </w:trPr>
        <w:tc>
          <w:tcPr>
            <w:tcW w:w="4288" w:type="dxa"/>
          </w:tcPr>
          <w:p w:rsidR="00252382" w:rsidRDefault="00252382" w:rsidP="00252382">
            <w:pPr>
              <w:pStyle w:val="libPoem"/>
              <w:rPr>
                <w:rtl/>
              </w:rPr>
            </w:pPr>
            <w:r>
              <w:rPr>
                <w:rtl/>
              </w:rPr>
              <w:t>چيست دنيا از خدا غافل شدن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52382" w:rsidRDefault="00252382" w:rsidP="0025238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52382" w:rsidRDefault="00252382" w:rsidP="00252382">
            <w:pPr>
              <w:pStyle w:val="libPoem"/>
              <w:rPr>
                <w:rtl/>
              </w:rPr>
            </w:pPr>
            <w:r>
              <w:rPr>
                <w:rtl/>
              </w:rPr>
              <w:t>نى قُماش ونقره وفرزند و زن</w:t>
            </w:r>
            <w:r w:rsidRPr="00725071">
              <w:rPr>
                <w:rStyle w:val="libPoemTiniChar0"/>
                <w:rtl/>
              </w:rPr>
              <w:br/>
              <w:t>  </w:t>
            </w:r>
          </w:p>
        </w:tc>
      </w:tr>
      <w:tr w:rsidR="00252382" w:rsidTr="002936E1">
        <w:trPr>
          <w:trHeight w:val="350"/>
        </w:trPr>
        <w:tc>
          <w:tcPr>
            <w:tcW w:w="4288" w:type="dxa"/>
          </w:tcPr>
          <w:p w:rsidR="00252382" w:rsidRDefault="00252382" w:rsidP="00252382">
            <w:pPr>
              <w:pStyle w:val="libPoem"/>
              <w:rPr>
                <w:rtl/>
              </w:rPr>
            </w:pPr>
            <w:r>
              <w:rPr>
                <w:rtl/>
              </w:rPr>
              <w:t>آب در كشتى هلاك كشتى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52382" w:rsidRDefault="00252382" w:rsidP="0025238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252382" w:rsidRDefault="00252382" w:rsidP="00252382">
            <w:pPr>
              <w:pStyle w:val="libPoem"/>
              <w:rPr>
                <w:rtl/>
              </w:rPr>
            </w:pPr>
            <w:r>
              <w:rPr>
                <w:rtl/>
              </w:rPr>
              <w:t>آب در بيرون كشتى</w:t>
            </w:r>
            <w:r w:rsidR="009C7B0C">
              <w:rPr>
                <w:rtl/>
              </w:rPr>
              <w:t xml:space="preserve">، </w:t>
            </w:r>
            <w:r>
              <w:rPr>
                <w:rtl/>
              </w:rPr>
              <w:t xml:space="preserve">پشتى است </w:t>
            </w:r>
            <w:r w:rsidRPr="00573D7D">
              <w:rPr>
                <w:rStyle w:val="libFootnotenumChar"/>
                <w:rtl/>
              </w:rPr>
              <w:t>(31)</w:t>
            </w:r>
            <w:r w:rsidRPr="00725071">
              <w:rPr>
                <w:rStyle w:val="libPoemTiniChar0"/>
                <w:rtl/>
              </w:rPr>
              <w:br/>
              <w:t>  </w:t>
            </w:r>
          </w:p>
        </w:tc>
      </w:tr>
    </w:tbl>
    <w:p w:rsidR="007F2F6B" w:rsidRDefault="003D3A85" w:rsidP="003D3A85">
      <w:pPr>
        <w:pStyle w:val="Heading2"/>
        <w:rPr>
          <w:rtl/>
        </w:rPr>
      </w:pPr>
      <w:bookmarkStart w:id="140" w:name="_Toc365973937"/>
      <w:r>
        <w:rPr>
          <w:rtl/>
        </w:rPr>
        <w:t>پيام ها</w:t>
      </w:r>
      <w:r w:rsidR="009C7B0C">
        <w:rPr>
          <w:rtl/>
        </w:rPr>
        <w:t>:</w:t>
      </w:r>
      <w:bookmarkEnd w:id="140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محبّت و دعا درباره ى بستگان</w:t>
      </w:r>
      <w:r w:rsidR="009C7B0C">
        <w:rPr>
          <w:rtl/>
        </w:rPr>
        <w:t xml:space="preserve">، </w:t>
      </w:r>
      <w:r>
        <w:rPr>
          <w:rtl/>
        </w:rPr>
        <w:t>همراه با نهى از منكر و انتقاد از اشتباهات آنان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لابيه و قومه ما تعبدون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واغفر لابى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بند و بست هاى دنيوى در قيامت بى اثر است و جز قلب پاك</w:t>
      </w:r>
      <w:r w:rsidR="009C7B0C">
        <w:rPr>
          <w:rtl/>
        </w:rPr>
        <w:t xml:space="preserve">، </w:t>
      </w:r>
      <w:r>
        <w:rPr>
          <w:rtl/>
        </w:rPr>
        <w:t>هيچ چيز كارايى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خَطيئتى يوم الدّين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قلب سليم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بيم و اميد بايد در كنار هم باشند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اَطمع اءن يَغفر لى لاتُخزِنى يوم يبعثون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انسان در هر مرحله اى كه باشد نبايد از قيامت غافل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لاتُخزِنى</w:t>
      </w:r>
      <w:r w:rsidR="009C7B0C">
        <w:rPr>
          <w:rStyle w:val="libAieChar"/>
          <w:rtl/>
        </w:rPr>
        <w:t xml:space="preserve">...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در قيامت</w:t>
      </w:r>
      <w:r w:rsidR="009C7B0C">
        <w:rPr>
          <w:rtl/>
        </w:rPr>
        <w:t xml:space="preserve">، </w:t>
      </w:r>
      <w:r w:rsidR="007F2F6B">
        <w:rPr>
          <w:rtl/>
        </w:rPr>
        <w:t>ديگران نيز از عيوب ما آگاه مى شوند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 تُخزِنى</w:t>
      </w:r>
      <w:r w:rsidR="007F2F6B">
        <w:rPr>
          <w:rtl/>
        </w:rPr>
        <w:t xml:space="preserve"> زيرا رسوايى در جايى است كه ديگران از خصوصيّات رفتار و افكار ما آگاه شوند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خوارى ورسوايى</w:t>
      </w:r>
      <w:r w:rsidR="009C7B0C">
        <w:rPr>
          <w:rtl/>
        </w:rPr>
        <w:t xml:space="preserve">، </w:t>
      </w:r>
      <w:r>
        <w:rPr>
          <w:rtl/>
        </w:rPr>
        <w:t>از سخت ترين حالات در قيامت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 تُخزِنى</w:t>
      </w:r>
      <w:r>
        <w:rPr>
          <w:rtl/>
        </w:rPr>
        <w:t xml:space="preserve"> حضرت ابراهيم از ميان همه ى مشكلات روز قيامت</w:t>
      </w:r>
      <w:r w:rsidR="009C7B0C">
        <w:rPr>
          <w:rtl/>
        </w:rPr>
        <w:t xml:space="preserve">، </w:t>
      </w:r>
      <w:r>
        <w:rPr>
          <w:rtl/>
        </w:rPr>
        <w:t>رسوا نشدن را مطرح مى كند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در قيامت</w:t>
      </w:r>
      <w:r w:rsidR="009C7B0C">
        <w:rPr>
          <w:rtl/>
        </w:rPr>
        <w:t xml:space="preserve">، </w:t>
      </w:r>
      <w:r>
        <w:rPr>
          <w:rtl/>
        </w:rPr>
        <w:t>تحقير و خوارى و خزيان</w:t>
      </w:r>
      <w:r w:rsidR="009C7B0C">
        <w:rPr>
          <w:rtl/>
        </w:rPr>
        <w:t xml:space="preserve">، </w:t>
      </w:r>
      <w:r>
        <w:rPr>
          <w:rtl/>
        </w:rPr>
        <w:t>بدتر از عذاب دوزخ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 تُخزِنى</w:t>
      </w:r>
      <w:r>
        <w:rPr>
          <w:rtl/>
        </w:rPr>
        <w:t xml:space="preserve"> در جاى ديگر مى خوانيم</w:t>
      </w:r>
      <w:r w:rsidR="009C7B0C">
        <w:rPr>
          <w:rtl/>
        </w:rPr>
        <w:t>: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انّك مَن تُدخل النّار فقد اَخزيتَه</w:t>
      </w:r>
      <w:r>
        <w:t xml:space="preserve"> </w:t>
      </w:r>
      <w:r w:rsidR="00573D7D" w:rsidRPr="00573D7D">
        <w:rPr>
          <w:rStyle w:val="libFootnotenumChar"/>
        </w:rPr>
        <w:t>(32)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آنچه در دنيا ارزش است</w:t>
      </w:r>
      <w:r w:rsidR="009C7B0C">
        <w:rPr>
          <w:rtl/>
        </w:rPr>
        <w:t xml:space="preserve">، </w:t>
      </w:r>
      <w:r w:rsidR="007F2F6B">
        <w:rPr>
          <w:rtl/>
        </w:rPr>
        <w:t>در آخرت بى ارزش 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لاينفع مال ولابنون</w:t>
      </w:r>
      <w:r w:rsidR="007F2F6B">
        <w:t xml:space="preserve"> </w:t>
      </w:r>
      <w:r w:rsidR="003D3A85" w:rsidRPr="00833A8D">
        <w:rPr>
          <w:rStyle w:val="libAieChar"/>
          <w:rtl/>
        </w:rPr>
        <w:t>مال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جلوه ى مسائل مادّى و </w:t>
      </w:r>
      <w:r w:rsidR="003D3A85" w:rsidRPr="00833A8D">
        <w:rPr>
          <w:rStyle w:val="libAieChar"/>
          <w:rtl/>
        </w:rPr>
        <w:t>بَنُون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(فرزندان) جلوه ى مسائل عاطفى </w:t>
      </w:r>
      <w:r w:rsidR="007F2F6B">
        <w:rPr>
          <w:rtl/>
        </w:rPr>
        <w:lastRenderedPageBreak/>
        <w:t>است</w:t>
      </w:r>
      <w:r w:rsidR="009C7B0C">
        <w:rPr>
          <w:rtl/>
        </w:rPr>
        <w:t xml:space="preserve">، </w:t>
      </w:r>
      <w:r w:rsidR="007F2F6B">
        <w:rPr>
          <w:rtl/>
        </w:rPr>
        <w:t>يعنى در قيامت مال و فرزند و مقام و شهرت و مدرك و</w:t>
      </w:r>
      <w:r w:rsidR="009C7B0C">
        <w:rPr>
          <w:rtl/>
        </w:rPr>
        <w:t xml:space="preserve">... </w:t>
      </w:r>
      <w:r w:rsidR="007F2F6B">
        <w:rPr>
          <w:rtl/>
        </w:rPr>
        <w:t>نجاتبخش نيست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41" w:name="_Toc365973938"/>
      <w:r>
        <w:rPr>
          <w:rtl/>
        </w:rPr>
        <w:t>90 - وَ اءُزْلِفَتِ الْجَنَّةُ لِلْمُتَّقِينَ</w:t>
      </w:r>
      <w:bookmarkEnd w:id="141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42" w:name="_Toc365973939"/>
      <w:r w:rsidR="00573D7D">
        <w:rPr>
          <w:rtl/>
        </w:rPr>
        <w:t>91 - وَ بُرِّزَتِ الْجَحِيمُ لِلْغَاوِينَ</w:t>
      </w:r>
      <w:bookmarkEnd w:id="142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43" w:name="_Toc365973940"/>
      <w:r w:rsidR="00573D7D">
        <w:rPr>
          <w:rtl/>
        </w:rPr>
        <w:t>92 - وَقِيلَ لَهُمْ اءَيْنَ مَا كُنتُمْ تَعْبُدُونَ</w:t>
      </w:r>
      <w:bookmarkEnd w:id="14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(آن روز) بهشت براى پرهيزكاران نزديك گردد</w:t>
      </w:r>
      <w:r w:rsidR="009C7B0C">
        <w:rPr>
          <w:rtl/>
        </w:rPr>
        <w:t xml:space="preserve">. </w:t>
      </w:r>
      <w:r>
        <w:rPr>
          <w:rtl/>
        </w:rPr>
        <w:t>وآتش برافروخته براى گمراهان نمودار شود</w:t>
      </w:r>
      <w:r w:rsidR="009C7B0C">
        <w:rPr>
          <w:rtl/>
        </w:rPr>
        <w:t xml:space="preserve">. </w:t>
      </w:r>
      <w:r>
        <w:rPr>
          <w:rtl/>
        </w:rPr>
        <w:t>وبه آنان گفته شود: كجاست آنچه مى پرستيديد؟</w:t>
      </w:r>
    </w:p>
    <w:p w:rsidR="007F2F6B" w:rsidRDefault="00573D7D" w:rsidP="00573D7D">
      <w:pPr>
        <w:pStyle w:val="Heading1"/>
        <w:rPr>
          <w:rtl/>
        </w:rPr>
      </w:pPr>
      <w:bookmarkStart w:id="144" w:name="_Toc365973941"/>
      <w:r>
        <w:rPr>
          <w:rtl/>
        </w:rPr>
        <w:t>93 - مِن دُونِ اللّهِ هَلْ يَنصُرُونَكُمْ اءَوْ يَنتَصِرُونَ</w:t>
      </w:r>
      <w:bookmarkEnd w:id="14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به جاى خداوند</w:t>
      </w:r>
      <w:r w:rsidR="009C7B0C">
        <w:rPr>
          <w:rtl/>
        </w:rPr>
        <w:t xml:space="preserve">، </w:t>
      </w:r>
      <w:r>
        <w:rPr>
          <w:rtl/>
        </w:rPr>
        <w:t>آيا ياريتان مى كنند يا از خود دفاع توانند كرد؟</w:t>
      </w:r>
    </w:p>
    <w:p w:rsidR="007F2F6B" w:rsidRDefault="00573D7D" w:rsidP="00573D7D">
      <w:pPr>
        <w:pStyle w:val="Heading1"/>
        <w:rPr>
          <w:rtl/>
        </w:rPr>
      </w:pPr>
      <w:bookmarkStart w:id="145" w:name="_Toc365973942"/>
      <w:r>
        <w:rPr>
          <w:rtl/>
        </w:rPr>
        <w:t>94 - فَكُبْكِبُواْ فِيهَا هُمْ وَالْغَاوُونَ</w:t>
      </w:r>
      <w:bookmarkEnd w:id="145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46" w:name="_Toc365973943"/>
      <w:r w:rsidR="00573D7D">
        <w:rPr>
          <w:rtl/>
        </w:rPr>
        <w:t>9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 w:rsidR="00573D7D">
        <w:rPr>
          <w:rtl/>
        </w:rPr>
        <w:t>وَجُنُودُ إِبْلِيسَ اءَجْمَعُونَ</w:t>
      </w:r>
      <w:bookmarkEnd w:id="14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همه ى معبودان و عابدان گمراه به دوزخ سرنگون شوند</w:t>
      </w:r>
      <w:r w:rsidR="009C7B0C">
        <w:rPr>
          <w:rtl/>
        </w:rPr>
        <w:t xml:space="preserve">. </w:t>
      </w:r>
      <w:r>
        <w:rPr>
          <w:rtl/>
        </w:rPr>
        <w:t>و لشكريان ابليس نيز همگى (به دوزخ افكنده شوند)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47" w:name="_Toc365973944"/>
      <w:r>
        <w:rPr>
          <w:rtl/>
        </w:rPr>
        <w:t>نكته ها</w:t>
      </w:r>
      <w:r w:rsidR="009C7B0C">
        <w:rPr>
          <w:rtl/>
        </w:rPr>
        <w:t>:</w:t>
      </w:r>
      <w:bookmarkEnd w:id="147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اُزلفت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به معناى نزديك شدن و </w:t>
      </w:r>
      <w:r w:rsidR="003D3A85" w:rsidRPr="00833A8D">
        <w:rPr>
          <w:rStyle w:val="libAieChar"/>
          <w:rtl/>
        </w:rPr>
        <w:t>بُرّزت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از </w:t>
      </w:r>
      <w:r w:rsidR="003D3A85" w:rsidRPr="00833A8D">
        <w:rPr>
          <w:rStyle w:val="libAieChar"/>
          <w:rtl/>
        </w:rPr>
        <w:t>بروز</w:t>
      </w:r>
      <w:r w:rsidR="009C7B0C">
        <w:rPr>
          <w:rtl/>
        </w:rPr>
        <w:t xml:space="preserve">، </w:t>
      </w:r>
      <w:r w:rsidR="007F2F6B">
        <w:rPr>
          <w:rtl/>
        </w:rPr>
        <w:t>به معناى ظاهر شدن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غاوين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از </w:t>
      </w:r>
      <w:r w:rsidR="003D3A85" w:rsidRPr="00833A8D">
        <w:rPr>
          <w:rStyle w:val="libAieChar"/>
          <w:rtl/>
        </w:rPr>
        <w:t>غواء</w:t>
      </w:r>
      <w:r w:rsidR="007F2F6B">
        <w:rPr>
          <w:rtl/>
        </w:rPr>
        <w:t xml:space="preserve"> شرّ و جهلى را گويند كه از فساد عقيده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كُبّ</w:t>
      </w:r>
      <w:r w:rsidR="007F2F6B">
        <w:rPr>
          <w:rtl/>
        </w:rPr>
        <w:t xml:space="preserve"> به معناى از صورت به زمين خوردن و </w:t>
      </w:r>
      <w:r w:rsidR="003D3A85" w:rsidRPr="00833A8D">
        <w:rPr>
          <w:rStyle w:val="libAieChar"/>
          <w:rtl/>
        </w:rPr>
        <w:t>كُبكُب</w:t>
      </w:r>
      <w:r>
        <w:rPr>
          <w:rStyle w:val="libAieChar"/>
          <w:rtl/>
        </w:rPr>
        <w:t xml:space="preserve"> </w:t>
      </w:r>
      <w:r w:rsidR="007F2F6B">
        <w:rPr>
          <w:rtl/>
        </w:rPr>
        <w:t>يعنى پى در پى از صورت به زمين خوردن</w:t>
      </w:r>
      <w:r w:rsidR="009C7B0C">
        <w:rPr>
          <w:rtl/>
        </w:rPr>
        <w:t xml:space="preserve">، </w:t>
      </w:r>
      <w:r w:rsidR="007F2F6B">
        <w:rPr>
          <w:rtl/>
        </w:rPr>
        <w:lastRenderedPageBreak/>
        <w:t>گويا دوزخيان پى در پى سقوط مى كنند و به دوزخ مى افتند</w:t>
      </w:r>
      <w:r w:rsidR="009C7B0C">
        <w:rPr>
          <w:rtl/>
        </w:rPr>
        <w:t xml:space="preserve">، </w:t>
      </w:r>
      <w:r w:rsidR="007F2F6B">
        <w:rPr>
          <w:rtl/>
        </w:rPr>
        <w:t>نظير سنگى كه از چند پلّه بيفتد</w:t>
      </w:r>
      <w:r w:rsidR="009C7B0C">
        <w:rPr>
          <w:rtl/>
        </w:rPr>
        <w:t xml:space="preserve">، </w:t>
      </w:r>
      <w:r w:rsidR="007F2F6B">
        <w:rPr>
          <w:rtl/>
        </w:rPr>
        <w:t>كه در هر پلّه اى يك بار به زمين مى خورد</w:t>
      </w:r>
      <w:r w:rsidR="009C7B0C">
        <w:rPr>
          <w:rtl/>
        </w:rPr>
        <w:t xml:space="preserve">. </w:t>
      </w:r>
    </w:p>
    <w:p w:rsidR="007F2F6B" w:rsidRPr="00E6217C" w:rsidRDefault="003D3A85" w:rsidP="00E6217C">
      <w:pPr>
        <w:pStyle w:val="libNormal"/>
        <w:rPr>
          <w:rtl/>
        </w:rPr>
      </w:pPr>
      <w:r w:rsidRPr="00BE4505">
        <w:rPr>
          <w:rtl/>
        </w:rPr>
        <w:t xml:space="preserve"> امام باقر و</w:t>
      </w:r>
      <w:r w:rsidR="00BC6E3A">
        <w:rPr>
          <w:rFonts w:hint="cs"/>
          <w:rtl/>
        </w:rPr>
        <w:t xml:space="preserve"> </w:t>
      </w:r>
      <w:r w:rsidRPr="00BE4505">
        <w:rPr>
          <w:rtl/>
        </w:rPr>
        <w:t xml:space="preserve">امام صادق </w:t>
      </w:r>
      <w:r w:rsidR="00BC6E3A" w:rsidRPr="00BC6E3A">
        <w:rPr>
          <w:rStyle w:val="libAlaemChar"/>
          <w:rtl/>
        </w:rPr>
        <w:t>عليهما‌السلام</w:t>
      </w:r>
      <w:r w:rsidRPr="00BE4505">
        <w:rPr>
          <w:rtl/>
        </w:rPr>
        <w:t xml:space="preserve"> فرمودند: كسانى كه از عدل سخن مى گويند</w:t>
      </w:r>
      <w:r w:rsidR="009C7B0C">
        <w:rPr>
          <w:rtl/>
        </w:rPr>
        <w:t xml:space="preserve">، </w:t>
      </w:r>
      <w:r w:rsidRPr="00BE4505">
        <w:rPr>
          <w:rtl/>
        </w:rPr>
        <w:t>ولى در عمل عادل نيستند</w:t>
      </w:r>
      <w:r w:rsidR="009C7B0C">
        <w:rPr>
          <w:rtl/>
        </w:rPr>
        <w:t xml:space="preserve">، </w:t>
      </w:r>
      <w:r w:rsidRPr="00BE4505">
        <w:rPr>
          <w:rtl/>
        </w:rPr>
        <w:t xml:space="preserve">مصداق اين آيه هستند: </w:t>
      </w:r>
      <w:r w:rsidRPr="00E6217C">
        <w:rPr>
          <w:rStyle w:val="libAieChar"/>
          <w:rtl/>
        </w:rPr>
        <w:t>كُبكِبوا فيها هم والغاوُون</w:t>
      </w:r>
      <w:r w:rsidR="007F2F6B" w:rsidRPr="00E6217C">
        <w:t xml:space="preserve"> </w:t>
      </w:r>
      <w:r w:rsidR="00E6217C" w:rsidRPr="00E6217C">
        <w:rPr>
          <w:rStyle w:val="libFootnotenumChar"/>
          <w:rFonts w:hint="cs"/>
          <w:rtl/>
        </w:rPr>
        <w:t>(33)</w:t>
      </w:r>
    </w:p>
    <w:p w:rsidR="003D3A85" w:rsidRPr="00BE4505" w:rsidRDefault="003D3A85" w:rsidP="00E6217C">
      <w:pPr>
        <w:pStyle w:val="libNormal"/>
        <w:rPr>
          <w:rtl/>
        </w:rPr>
      </w:pPr>
      <w:r w:rsidRPr="00BE4505">
        <w:rPr>
          <w:rtl/>
        </w:rPr>
        <w:t xml:space="preserve"> صاحب تفسير اطيب البيان</w:t>
      </w:r>
      <w:r w:rsidR="009C7B0C">
        <w:rPr>
          <w:rtl/>
        </w:rPr>
        <w:t xml:space="preserve">، </w:t>
      </w:r>
      <w:r w:rsidRPr="00BE4505">
        <w:rPr>
          <w:rtl/>
        </w:rPr>
        <w:t>مراد از نزديك شدن بهشت و نمودار شدن دوزخ را</w:t>
      </w:r>
      <w:r w:rsidR="009C7B0C">
        <w:rPr>
          <w:rtl/>
        </w:rPr>
        <w:t xml:space="preserve">، </w:t>
      </w:r>
      <w:r w:rsidRPr="00BE4505">
        <w:rPr>
          <w:rtl/>
        </w:rPr>
        <w:t xml:space="preserve">باز شدن دربِ بهشت به قبر </w:t>
      </w:r>
      <w:r w:rsidR="00BA599A">
        <w:rPr>
          <w:rtl/>
        </w:rPr>
        <w:t>مؤمن</w:t>
      </w:r>
      <w:r w:rsidRPr="00BE4505">
        <w:rPr>
          <w:rtl/>
        </w:rPr>
        <w:t xml:space="preserve"> و دربِ دوزخ به قبر كافر مى داند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148" w:name="_Toc365973945"/>
      <w:r w:rsidRPr="002C79C2">
        <w:rPr>
          <w:rtl/>
        </w:rPr>
        <w:t>پيام ها</w:t>
      </w:r>
      <w:r w:rsidR="009C7B0C">
        <w:rPr>
          <w:rtl/>
        </w:rPr>
        <w:t>:</w:t>
      </w:r>
      <w:bookmarkEnd w:id="148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 xml:space="preserve">1- مقام </w:t>
      </w:r>
      <w:r w:rsidR="00BA599A">
        <w:rPr>
          <w:rtl/>
        </w:rPr>
        <w:t>مؤمن</w:t>
      </w:r>
      <w:r>
        <w:rPr>
          <w:rtl/>
        </w:rPr>
        <w:t xml:space="preserve"> پرهيزكار</w:t>
      </w:r>
      <w:r w:rsidR="009C7B0C">
        <w:rPr>
          <w:rtl/>
        </w:rPr>
        <w:t xml:space="preserve">، </w:t>
      </w:r>
      <w:r>
        <w:rPr>
          <w:rtl/>
        </w:rPr>
        <w:t>از بهشت بالاتر است</w:t>
      </w:r>
      <w:r w:rsidR="009C7B0C">
        <w:rPr>
          <w:rtl/>
        </w:rPr>
        <w:t xml:space="preserve">. </w:t>
      </w:r>
      <w:r>
        <w:rPr>
          <w:rtl/>
        </w:rPr>
        <w:t>لذا بهشت را براى او حاضر مى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اُزلِفَت الجنّة للمتّقين</w:t>
      </w:r>
      <w:r>
        <w:rPr>
          <w:rtl/>
        </w:rPr>
        <w:t xml:space="preserve"> آرى</w:t>
      </w:r>
      <w:r w:rsidR="009C7B0C">
        <w:rPr>
          <w:rtl/>
        </w:rPr>
        <w:t xml:space="preserve">، </w:t>
      </w:r>
      <w:r>
        <w:rPr>
          <w:rtl/>
        </w:rPr>
        <w:t>كسى كه در دنيا از گناه فاصله گرفت</w:t>
      </w:r>
      <w:r w:rsidR="009C7B0C">
        <w:rPr>
          <w:rtl/>
        </w:rPr>
        <w:t xml:space="preserve">، </w:t>
      </w:r>
      <w:r>
        <w:rPr>
          <w:rtl/>
        </w:rPr>
        <w:t>در قيامت بهشت با آن عظمت را به استقبالش</w:t>
      </w:r>
      <w:r w:rsidR="00833A8D">
        <w:rPr>
          <w:rtl/>
        </w:rPr>
        <w:t xml:space="preserve"> </w:t>
      </w:r>
      <w:r>
        <w:rPr>
          <w:rtl/>
        </w:rPr>
        <w:t>مى آورند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وعده ى خداوند بر وعيد او مقدّم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اُزلفت الجنّة بُرّزت الجحيم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ديدن دوزخ ووسيله هاى عذاب</w:t>
      </w:r>
      <w:r w:rsidR="009C7B0C">
        <w:rPr>
          <w:rtl/>
        </w:rPr>
        <w:t xml:space="preserve">، </w:t>
      </w:r>
      <w:r>
        <w:rPr>
          <w:rtl/>
        </w:rPr>
        <w:t>خود نوعى شكنجه براى دوزخيان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بُرّزت الجحيم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سرزنش</w:t>
      </w:r>
      <w:r w:rsidR="009C7B0C">
        <w:rPr>
          <w:rtl/>
        </w:rPr>
        <w:t xml:space="preserve">، </w:t>
      </w:r>
      <w:r>
        <w:rPr>
          <w:rtl/>
        </w:rPr>
        <w:t>يكى از عذاب هاى روحى قيامت است</w:t>
      </w:r>
      <w:r w:rsidR="009C7B0C">
        <w:rPr>
          <w:rtl/>
        </w:rPr>
        <w:t xml:space="preserve">. </w:t>
      </w:r>
      <w:r w:rsidR="00E6217C">
        <w:rPr>
          <w:rStyle w:val="libAieChar"/>
          <w:rtl/>
        </w:rPr>
        <w:t>قيل لهم اين ما كنتم</w:t>
      </w:r>
      <w:r w:rsidR="009C7B0C">
        <w:rPr>
          <w:rStyle w:val="libAieChar"/>
          <w:rtl/>
        </w:rPr>
        <w:t xml:space="preserve">...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اعتقادات انسان</w:t>
      </w:r>
      <w:r w:rsidR="009C7B0C">
        <w:rPr>
          <w:rtl/>
        </w:rPr>
        <w:t xml:space="preserve">، </w:t>
      </w:r>
      <w:r w:rsidR="007F2F6B">
        <w:rPr>
          <w:rtl/>
        </w:rPr>
        <w:t>در سرنوشت او نقش مهمّى 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قيل لهم اين ما كنتم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در قيامت</w:t>
      </w:r>
      <w:r w:rsidR="009C7B0C">
        <w:rPr>
          <w:rtl/>
        </w:rPr>
        <w:t xml:space="preserve">، </w:t>
      </w:r>
      <w:r>
        <w:rPr>
          <w:rtl/>
        </w:rPr>
        <w:t xml:space="preserve">از عقايد و افكار </w:t>
      </w:r>
      <w:r w:rsidR="00BC6E3A">
        <w:rPr>
          <w:rtl/>
        </w:rPr>
        <w:t>سؤال</w:t>
      </w:r>
      <w:r>
        <w:rPr>
          <w:rtl/>
        </w:rPr>
        <w:t xml:space="preserve"> 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قيل لهم اين ما كنتم تعبدون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روحيّه ى پرستش</w:t>
      </w:r>
      <w:r w:rsidR="009C7B0C">
        <w:rPr>
          <w:rtl/>
        </w:rPr>
        <w:t xml:space="preserve">، </w:t>
      </w:r>
      <w:r>
        <w:rPr>
          <w:rtl/>
        </w:rPr>
        <w:t>در همه ى انسان ها هست</w:t>
      </w:r>
      <w:r w:rsidR="009C7B0C">
        <w:rPr>
          <w:rtl/>
        </w:rPr>
        <w:t xml:space="preserve">، </w:t>
      </w:r>
      <w:r>
        <w:rPr>
          <w:rtl/>
        </w:rPr>
        <w:t>گرچه در بعضى از آنان به انحراف كشيده 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اين ما كنتم تعبدون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هم معبودهاى خيالى به دوزخ مى روند وهم عابدهاى گمراه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هم والغاوُون</w:t>
      </w:r>
    </w:p>
    <w:p w:rsidR="007F2F6B" w:rsidRDefault="00573D7D" w:rsidP="00573D7D">
      <w:pPr>
        <w:pStyle w:val="Heading1"/>
        <w:rPr>
          <w:rtl/>
        </w:rPr>
      </w:pPr>
      <w:bookmarkStart w:id="149" w:name="_Toc365973946"/>
      <w:r>
        <w:rPr>
          <w:rtl/>
        </w:rPr>
        <w:lastRenderedPageBreak/>
        <w:t>96 - قَالُواْ وَهُمْ فِيهَا يَخْتَصِمُونَ</w:t>
      </w:r>
      <w:bookmarkEnd w:id="149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50" w:name="_Toc365973947"/>
      <w:r w:rsidR="00573D7D">
        <w:rPr>
          <w:rtl/>
        </w:rPr>
        <w:t>97 - تَاللّهِ إِن كُنَّا لَفِى ضَلَلٍ مُّبِينٍ</w:t>
      </w:r>
      <w:bookmarkEnd w:id="15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آنان در دوزخ در حالى كه با هم مشاجره مى كنند</w:t>
      </w:r>
      <w:r w:rsidR="009C7B0C">
        <w:rPr>
          <w:rtl/>
        </w:rPr>
        <w:t xml:space="preserve">، </w:t>
      </w:r>
      <w:r>
        <w:rPr>
          <w:rtl/>
        </w:rPr>
        <w:t>(به معبودهاى خود) مى گويند: به خدا سوگند كه همانا ما در گمراهى آشكارى بوديم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51" w:name="_Toc365973948"/>
      <w:r>
        <w:rPr>
          <w:rtl/>
        </w:rPr>
        <w:t>9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إِذْ نُسَوِّيكُم بِرَبِّ الْعَلَمِينَ</w:t>
      </w:r>
      <w:bookmarkEnd w:id="151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52" w:name="_Toc365973949"/>
      <w:r w:rsidR="00573D7D">
        <w:rPr>
          <w:rtl/>
        </w:rPr>
        <w:t>99 - وَمَآ اءَضَلَّنَآ إِلا الْمُجْرِمُونَ</w:t>
      </w:r>
      <w:bookmarkEnd w:id="15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چون شما (بت ها و معبودها) را با پروردگار جهانيان برابر مى دانستيم</w:t>
      </w:r>
      <w:r w:rsidR="009C7B0C">
        <w:rPr>
          <w:rtl/>
        </w:rPr>
        <w:t xml:space="preserve">. </w:t>
      </w:r>
      <w:r>
        <w:rPr>
          <w:rtl/>
        </w:rPr>
        <w:t>و جز تبهكاران</w:t>
      </w:r>
      <w:r w:rsidR="009C7B0C">
        <w:rPr>
          <w:rtl/>
        </w:rPr>
        <w:t xml:space="preserve">، </w:t>
      </w:r>
      <w:r>
        <w:rPr>
          <w:rtl/>
        </w:rPr>
        <w:t>مارا گمراه نكردند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53" w:name="_Toc365973950"/>
      <w:r>
        <w:rPr>
          <w:rtl/>
        </w:rPr>
        <w:t>نكته ها</w:t>
      </w:r>
      <w:r w:rsidR="009C7B0C">
        <w:rPr>
          <w:rtl/>
        </w:rPr>
        <w:t>:</w:t>
      </w:r>
      <w:bookmarkEnd w:id="153"/>
    </w:p>
    <w:p w:rsidR="003D3A85" w:rsidRPr="00BE4505" w:rsidRDefault="00833A8D" w:rsidP="00E6217C">
      <w:pPr>
        <w:pStyle w:val="libNormal"/>
        <w:rPr>
          <w:rtl/>
        </w:rPr>
      </w:pPr>
      <w:r w:rsidRPr="00E6217C">
        <w:rPr>
          <w:rtl/>
        </w:rPr>
        <w:t xml:space="preserve"> </w:t>
      </w:r>
      <w:r w:rsidR="003D3A85" w:rsidRPr="00BE4505">
        <w:rPr>
          <w:rtl/>
        </w:rPr>
        <w:t>بر خلاف فضاى بهشت كه تمام آن سِلم وسلامت است</w:t>
      </w:r>
      <w:r w:rsidR="009C7B0C">
        <w:rPr>
          <w:rtl/>
        </w:rPr>
        <w:t xml:space="preserve">، </w:t>
      </w:r>
      <w:r w:rsidR="003D3A85" w:rsidRPr="00BE4505">
        <w:rPr>
          <w:rtl/>
        </w:rPr>
        <w:t>فضاى دوزخ هميشه پراز ملامت</w:t>
      </w:r>
      <w:r w:rsidR="009C7B0C">
        <w:rPr>
          <w:rtl/>
        </w:rPr>
        <w:t xml:space="preserve">، </w:t>
      </w:r>
      <w:r w:rsidR="003D3A85" w:rsidRPr="00BE4505">
        <w:rPr>
          <w:rtl/>
        </w:rPr>
        <w:t>خصومت ولعنت است</w:t>
      </w:r>
      <w:r w:rsidR="009C7B0C">
        <w:rPr>
          <w:rtl/>
        </w:rPr>
        <w:t>:</w:t>
      </w:r>
      <w:r w:rsidR="003D3A85" w:rsidRPr="00BE4505">
        <w:rPr>
          <w:rtl/>
        </w:rPr>
        <w:t xml:space="preserve"> نفرين رهروان به رهبران فاسد</w:t>
      </w:r>
      <w:r w:rsidR="009C7B0C">
        <w:rPr>
          <w:rtl/>
        </w:rPr>
        <w:t xml:space="preserve">، </w:t>
      </w:r>
      <w:r w:rsidR="003D3A85" w:rsidRPr="00BE4505">
        <w:rPr>
          <w:rtl/>
        </w:rPr>
        <w:t>ملامت گناهكاران نسبت به شيطان</w:t>
      </w:r>
      <w:r w:rsidR="009C7B0C">
        <w:rPr>
          <w:rtl/>
        </w:rPr>
        <w:t xml:space="preserve">، </w:t>
      </w:r>
      <w:r w:rsidR="003D3A85" w:rsidRPr="00BE4505">
        <w:rPr>
          <w:rtl/>
        </w:rPr>
        <w:t>تنفّر معبودها از مشركين و تبّرىِ مجرمين از يكديگر كه درباره ى اين موارد</w:t>
      </w:r>
      <w:r w:rsidR="009C7B0C">
        <w:rPr>
          <w:rtl/>
        </w:rPr>
        <w:t xml:space="preserve">، </w:t>
      </w:r>
      <w:r w:rsidR="003D3A85" w:rsidRPr="00BE4505">
        <w:rPr>
          <w:rtl/>
        </w:rPr>
        <w:t>آيات فراوانى در قرآن به چشم مى خورد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154" w:name="_Toc365973951"/>
      <w:r w:rsidRPr="002C79C2">
        <w:rPr>
          <w:rtl/>
        </w:rPr>
        <w:t>پيام ها</w:t>
      </w:r>
      <w:r w:rsidR="009C7B0C">
        <w:rPr>
          <w:rtl/>
        </w:rPr>
        <w:t>:</w:t>
      </w:r>
      <w:bookmarkEnd w:id="154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در ميان دوزخيان</w:t>
      </w:r>
      <w:r w:rsidR="009C7B0C">
        <w:rPr>
          <w:rtl/>
        </w:rPr>
        <w:t xml:space="preserve">، </w:t>
      </w:r>
      <w:r>
        <w:rPr>
          <w:rtl/>
        </w:rPr>
        <w:t>جدال و جرّ و بحث و مخاصمه وجود دارد</w:t>
      </w:r>
      <w:r w:rsidR="009C7B0C">
        <w:rPr>
          <w:rtl/>
        </w:rPr>
        <w:t xml:space="preserve">. </w:t>
      </w:r>
      <w:r>
        <w:rPr>
          <w:rtl/>
        </w:rPr>
        <w:t>(مشركان با معبودهايشان همواره درگيرند)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يختصمون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در قيامت</w:t>
      </w:r>
      <w:r w:rsidR="009C7B0C">
        <w:rPr>
          <w:rtl/>
        </w:rPr>
        <w:t xml:space="preserve">، </w:t>
      </w:r>
      <w:r>
        <w:rPr>
          <w:rtl/>
        </w:rPr>
        <w:t>عشق هاى نامقدّس وغيرالهى</w:t>
      </w:r>
      <w:r w:rsidR="009C7B0C">
        <w:rPr>
          <w:rtl/>
        </w:rPr>
        <w:t xml:space="preserve">، </w:t>
      </w:r>
      <w:r>
        <w:rPr>
          <w:rtl/>
        </w:rPr>
        <w:t>به كينه تبديل 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يختصمون</w:t>
      </w:r>
      <w:r>
        <w:rPr>
          <w:rtl/>
        </w:rPr>
        <w:t xml:space="preserve"> در سوره زخرف آيه 67 مى خوانيم</w:t>
      </w:r>
      <w:r w:rsidR="009C7B0C">
        <w:rPr>
          <w:rtl/>
        </w:rPr>
        <w:t>:</w:t>
      </w:r>
      <w:r w:rsidR="003D3A85" w:rsidRPr="00833A8D">
        <w:rPr>
          <w:rStyle w:val="libAieChar"/>
          <w:rtl/>
        </w:rPr>
        <w:t xml:space="preserve"> اَلاَخلاّء يومئذٍ بعضهم لبعضٍعدوّ الاّ المتّقين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3- در قيامت</w:t>
      </w:r>
      <w:r w:rsidR="009C7B0C">
        <w:rPr>
          <w:rtl/>
        </w:rPr>
        <w:t xml:space="preserve">، </w:t>
      </w:r>
      <w:r>
        <w:rPr>
          <w:rtl/>
        </w:rPr>
        <w:t>وجدان ها بيدار مى شوند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 كنّا لفى ضَلال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هركس وهر چيز را در كنار خدا قرار دهيم</w:t>
      </w:r>
      <w:r w:rsidR="009C7B0C">
        <w:rPr>
          <w:rtl/>
        </w:rPr>
        <w:t xml:space="preserve">، </w:t>
      </w:r>
      <w:r>
        <w:rPr>
          <w:rtl/>
        </w:rPr>
        <w:t>شرك ورزيده ايم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اذ نُسَوّيكم</w:t>
      </w:r>
      <w:r>
        <w:rPr>
          <w:rtl/>
        </w:rPr>
        <w:t xml:space="preserve"> (به نام خدا و به نام خلق</w:t>
      </w:r>
      <w:r w:rsidR="009C7B0C">
        <w:rPr>
          <w:rtl/>
        </w:rPr>
        <w:t xml:space="preserve">، </w:t>
      </w:r>
      <w:r>
        <w:rPr>
          <w:rtl/>
        </w:rPr>
        <w:t xml:space="preserve">مصداق </w:t>
      </w:r>
      <w:r w:rsidR="003D3A85" w:rsidRPr="00833A8D">
        <w:rPr>
          <w:rStyle w:val="libAieChar"/>
          <w:rtl/>
        </w:rPr>
        <w:t>نُسوّيكم بربّ العالمين</w:t>
      </w:r>
      <w:r>
        <w:rPr>
          <w:rtl/>
        </w:rPr>
        <w:t xml:space="preserve"> است</w:t>
      </w:r>
      <w:r w:rsidR="009C7B0C">
        <w:rPr>
          <w:rtl/>
        </w:rPr>
        <w:t xml:space="preserve">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در قيامت</w:t>
      </w:r>
      <w:r w:rsidR="009C7B0C">
        <w:rPr>
          <w:rtl/>
        </w:rPr>
        <w:t xml:space="preserve">، </w:t>
      </w:r>
      <w:r w:rsidR="007F2F6B">
        <w:rPr>
          <w:rtl/>
        </w:rPr>
        <w:t>هر كسى تقصير را به گردن ديگرى مى اندازد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وما اضلّنا الاّ المجرمون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در قيامت مشركان از رهبران خود شكايت 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وما اضلّنا الاّ المجرمون</w:t>
      </w:r>
    </w:p>
    <w:p w:rsidR="007F2F6B" w:rsidRDefault="00573D7D" w:rsidP="00573D7D">
      <w:pPr>
        <w:pStyle w:val="Heading1"/>
        <w:rPr>
          <w:rtl/>
        </w:rPr>
      </w:pPr>
      <w:bookmarkStart w:id="155" w:name="_Toc365973952"/>
      <w:r>
        <w:rPr>
          <w:rtl/>
        </w:rPr>
        <w:t>100 - فَمَا لَنَا مِن شَفِعِينَ</w:t>
      </w:r>
      <w:bookmarkEnd w:id="155"/>
    </w:p>
    <w:p w:rsidR="007F2F6B" w:rsidRDefault="00573D7D" w:rsidP="00573D7D">
      <w:pPr>
        <w:pStyle w:val="Heading1"/>
        <w:rPr>
          <w:rtl/>
        </w:rPr>
      </w:pPr>
      <w:bookmarkStart w:id="156" w:name="_Toc365973953"/>
      <w:r>
        <w:rPr>
          <w:rtl/>
        </w:rPr>
        <w:t>101 - وَلاَ صَدِيقٍ حَمِيمٍ</w:t>
      </w:r>
      <w:bookmarkEnd w:id="15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در نتيجه (امروز) براى ما نه شفيعانى وجود دارد و نه حتّى يك دوست صميمى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57" w:name="_Toc365973954"/>
      <w:r>
        <w:rPr>
          <w:rtl/>
        </w:rPr>
        <w:t>102 - فَلَوْ اءَنَّ لَنَا كَرَّةً فَنَكُونَ مِنَ الْمُؤْمِنِينَ</w:t>
      </w:r>
      <w:bookmarkEnd w:id="15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اگر براى ما بازگشتى (به دنيا) بود</w:t>
      </w:r>
      <w:r w:rsidR="009C7B0C">
        <w:rPr>
          <w:rtl/>
        </w:rPr>
        <w:t xml:space="preserve">، </w:t>
      </w:r>
      <w:r>
        <w:rPr>
          <w:rtl/>
        </w:rPr>
        <w:t xml:space="preserve">از </w:t>
      </w:r>
      <w:r w:rsidR="00BA599A">
        <w:rPr>
          <w:rtl/>
        </w:rPr>
        <w:t>مؤمن</w:t>
      </w:r>
      <w:r>
        <w:rPr>
          <w:rtl/>
        </w:rPr>
        <w:t>ان مى شديم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58" w:name="_Toc365973955"/>
      <w:r>
        <w:rPr>
          <w:rtl/>
        </w:rPr>
        <w:t>103 - إِنَّ فِى ذَلِكَ لاََيَةً وَمَا كَانَ اءَكْثَرُهُم مُّؤْمِنِينَ</w:t>
      </w:r>
      <w:bookmarkEnd w:id="158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59" w:name="_Toc365973956"/>
      <w:r w:rsidR="00573D7D">
        <w:rPr>
          <w:rtl/>
        </w:rPr>
        <w:t>104 - وَإِنَّ رَبَّكَ لَهُوَ الْعَزِيزُ الرَّحِيمُ</w:t>
      </w:r>
      <w:bookmarkEnd w:id="15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حقّا كه در اين (سرگذشت) درس عبرت و نشانه اى است</w:t>
      </w:r>
      <w:r w:rsidR="009C7B0C">
        <w:rPr>
          <w:rtl/>
        </w:rPr>
        <w:t xml:space="preserve">، </w:t>
      </w:r>
      <w:r>
        <w:rPr>
          <w:rtl/>
        </w:rPr>
        <w:t>ولى بيشترشان ايمان آورنده نبودند</w:t>
      </w:r>
      <w:r w:rsidR="009C7B0C">
        <w:rPr>
          <w:rtl/>
        </w:rPr>
        <w:t xml:space="preserve">. </w:t>
      </w:r>
      <w:r>
        <w:rPr>
          <w:rtl/>
        </w:rPr>
        <w:t>البتّه</w:t>
      </w:r>
      <w:r w:rsidR="009C7B0C">
        <w:rPr>
          <w:rtl/>
        </w:rPr>
        <w:t xml:space="preserve">، </w:t>
      </w:r>
      <w:r>
        <w:rPr>
          <w:rtl/>
        </w:rPr>
        <w:t>پروردگار تو همان تواناى مهربان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60" w:name="_Toc365973957"/>
      <w:r>
        <w:rPr>
          <w:rtl/>
        </w:rPr>
        <w:lastRenderedPageBreak/>
        <w:t>نكته ها</w:t>
      </w:r>
      <w:r w:rsidR="009C7B0C">
        <w:rPr>
          <w:rtl/>
        </w:rPr>
        <w:t>:</w:t>
      </w:r>
      <w:bookmarkEnd w:id="160"/>
    </w:p>
    <w:p w:rsidR="003D3A85" w:rsidRPr="003D3A85" w:rsidRDefault="00833A8D" w:rsidP="00E6217C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در تفسير مجمع البيان</w:t>
      </w:r>
      <w:r w:rsidR="009C7B0C">
        <w:rPr>
          <w:rtl/>
        </w:rPr>
        <w:t xml:space="preserve">، </w:t>
      </w:r>
      <w:r w:rsidR="003D3A85" w:rsidRPr="003D3A85">
        <w:rPr>
          <w:rtl/>
        </w:rPr>
        <w:t xml:space="preserve">رواياتى نقل شده كه امامان معصوم </w:t>
      </w:r>
      <w:r w:rsidR="00BC6E3A" w:rsidRPr="00BC6E3A">
        <w:rPr>
          <w:rStyle w:val="libAlaemChar"/>
          <w:rtl/>
        </w:rPr>
        <w:t>عليهم‌السلام</w:t>
      </w:r>
      <w:r w:rsidR="003D3A85" w:rsidRPr="003D3A85">
        <w:rPr>
          <w:rtl/>
        </w:rPr>
        <w:t xml:space="preserve"> سوگند ياد كرده اند كه شيعيان را شفاعت كنند</w:t>
      </w:r>
      <w:r w:rsidR="009C7B0C">
        <w:rPr>
          <w:rtl/>
        </w:rPr>
        <w:t xml:space="preserve">. </w:t>
      </w:r>
    </w:p>
    <w:p w:rsidR="003D3A85" w:rsidRPr="003D3A85" w:rsidRDefault="003D3A85" w:rsidP="00E6217C">
      <w:pPr>
        <w:pStyle w:val="libNormal"/>
        <w:rPr>
          <w:rtl/>
        </w:rPr>
      </w:pPr>
      <w:r w:rsidRPr="003D3A85">
        <w:rPr>
          <w:rtl/>
        </w:rPr>
        <w:t xml:space="preserve"> امام صادق </w:t>
      </w:r>
      <w:r w:rsidR="00BA599A" w:rsidRPr="00BA599A">
        <w:rPr>
          <w:rStyle w:val="libAlaemChar"/>
          <w:rtl/>
        </w:rPr>
        <w:t>عليه‌السلام</w:t>
      </w:r>
      <w:r w:rsidRPr="003D3A85">
        <w:rPr>
          <w:rtl/>
        </w:rPr>
        <w:t xml:space="preserve"> فرمود: </w:t>
      </w:r>
      <w:r w:rsidR="00BA599A">
        <w:rPr>
          <w:rtl/>
        </w:rPr>
        <w:t>مؤمن</w:t>
      </w:r>
      <w:r w:rsidRPr="003D3A85">
        <w:rPr>
          <w:rtl/>
        </w:rPr>
        <w:t xml:space="preserve"> در آن روز براى اهل بيت خود شفاعت مى كند</w:t>
      </w:r>
      <w:r w:rsidR="009C7B0C">
        <w:rPr>
          <w:rtl/>
        </w:rPr>
        <w:t xml:space="preserve">. </w:t>
      </w:r>
      <w:r w:rsidRPr="00833A8D">
        <w:rPr>
          <w:rStyle w:val="libFootnotenumChar"/>
          <w:rtl/>
        </w:rPr>
        <w:t>(34)</w:t>
      </w:r>
    </w:p>
    <w:p w:rsidR="007F2F6B" w:rsidRDefault="003D3A85" w:rsidP="00E6217C">
      <w:pPr>
        <w:pStyle w:val="libNormal"/>
        <w:rPr>
          <w:rtl/>
        </w:rPr>
      </w:pPr>
      <w:r w:rsidRPr="003D3A85">
        <w:rPr>
          <w:rtl/>
        </w:rPr>
        <w:t xml:space="preserve"> امام صادق </w:t>
      </w:r>
      <w:r w:rsidR="00BA599A" w:rsidRPr="00BA599A">
        <w:rPr>
          <w:rStyle w:val="libAlaemChar"/>
          <w:rtl/>
        </w:rPr>
        <w:t>عليه‌السلام</w:t>
      </w:r>
      <w:r w:rsidRPr="003D3A85">
        <w:rPr>
          <w:rtl/>
        </w:rPr>
        <w:t xml:space="preserve"> فرمود: به خدا قسم</w:t>
      </w:r>
      <w:r w:rsidR="009C7B0C">
        <w:rPr>
          <w:rtl/>
        </w:rPr>
        <w:t xml:space="preserve">، </w:t>
      </w:r>
      <w:r w:rsidRPr="003D3A85">
        <w:rPr>
          <w:rtl/>
        </w:rPr>
        <w:t>روز قيامت ما شيعيان خود را چنان شفاعت كنيم كه صداى منحرفان بلند شود: فما لنا من شافعين و لاصَديق حَميم</w:t>
      </w:r>
      <w:r w:rsidR="007F2F6B">
        <w:t xml:space="preserve"> </w:t>
      </w:r>
      <w:r w:rsidR="00573D7D" w:rsidRPr="00573D7D">
        <w:rPr>
          <w:rStyle w:val="libFootnotenumChar"/>
        </w:rPr>
        <w:t>(35)</w:t>
      </w:r>
    </w:p>
    <w:p w:rsidR="003D3A85" w:rsidRPr="00BE4505" w:rsidRDefault="003D3A85" w:rsidP="00E6217C">
      <w:pPr>
        <w:pStyle w:val="libNormal"/>
        <w:rPr>
          <w:rtl/>
        </w:rPr>
      </w:pPr>
      <w:r w:rsidRPr="00BE4505">
        <w:rPr>
          <w:rtl/>
        </w:rPr>
        <w:t xml:space="preserve"> پيامبر </w:t>
      </w:r>
      <w:r w:rsidR="00316C3A" w:rsidRPr="00316C3A">
        <w:rPr>
          <w:rStyle w:val="libAlaemChar"/>
          <w:rtl/>
        </w:rPr>
        <w:t>صلى‌الله‌عليه‌وآله</w:t>
      </w:r>
      <w:r w:rsidRPr="00BE4505">
        <w:rPr>
          <w:rtl/>
        </w:rPr>
        <w:t xml:space="preserve"> فرمود: در قيامت قرآن</w:t>
      </w:r>
      <w:r w:rsidR="009C7B0C">
        <w:rPr>
          <w:rtl/>
        </w:rPr>
        <w:t xml:space="preserve">، </w:t>
      </w:r>
      <w:r w:rsidRPr="00BE4505">
        <w:rPr>
          <w:rtl/>
        </w:rPr>
        <w:t>فاميلِ</w:t>
      </w:r>
      <w:r w:rsidR="00BA599A">
        <w:rPr>
          <w:rtl/>
        </w:rPr>
        <w:t>مؤمن</w:t>
      </w:r>
      <w:r w:rsidR="009C7B0C">
        <w:rPr>
          <w:rtl/>
        </w:rPr>
        <w:t xml:space="preserve">، </w:t>
      </w:r>
      <w:r w:rsidRPr="00BE4505">
        <w:rPr>
          <w:rtl/>
        </w:rPr>
        <w:t xml:space="preserve">پيامبر واهل بيت </w:t>
      </w:r>
      <w:r w:rsidR="00BC6E3A" w:rsidRPr="00BC6E3A">
        <w:rPr>
          <w:rStyle w:val="libAlaemChar"/>
          <w:rtl/>
        </w:rPr>
        <w:t>عليهم‌السلام</w:t>
      </w:r>
      <w:r w:rsidRPr="00BE4505">
        <w:rPr>
          <w:rtl/>
        </w:rPr>
        <w:t xml:space="preserve"> شفاعت مى كنند</w:t>
      </w:r>
      <w:r w:rsidR="009C7B0C">
        <w:rPr>
          <w:rtl/>
        </w:rPr>
        <w:t xml:space="preserve">. </w:t>
      </w:r>
      <w:r w:rsidRPr="006E3BFD">
        <w:rPr>
          <w:rStyle w:val="libFootnotenumChar"/>
          <w:rtl/>
        </w:rPr>
        <w:t>(36)</w:t>
      </w:r>
    </w:p>
    <w:p w:rsidR="007F2F6B" w:rsidRPr="002C79C2" w:rsidRDefault="003D3A85" w:rsidP="002C79C2">
      <w:pPr>
        <w:pStyle w:val="Heading2"/>
        <w:rPr>
          <w:rtl/>
        </w:rPr>
      </w:pPr>
      <w:bookmarkStart w:id="161" w:name="_Toc365973958"/>
      <w:r w:rsidRPr="002C79C2">
        <w:rPr>
          <w:rtl/>
        </w:rPr>
        <w:t>پيام ها</w:t>
      </w:r>
      <w:r w:rsidR="009C7B0C">
        <w:rPr>
          <w:rtl/>
        </w:rPr>
        <w:t>:</w:t>
      </w:r>
      <w:bookmarkEnd w:id="161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در قيامت شفاعت قطعى است</w:t>
      </w:r>
      <w:r w:rsidR="009C7B0C">
        <w:rPr>
          <w:rtl/>
        </w:rPr>
        <w:t xml:space="preserve">، </w:t>
      </w:r>
      <w:r>
        <w:rPr>
          <w:rtl/>
        </w:rPr>
        <w:t>امّا گروهى از جمله مشركين از آن بهره مند نمى شوند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اذ نُسوّيكم بربّ العالمين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فما لنا من شافعين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دوستى با گنهكاران در دنيا</w:t>
      </w:r>
      <w:r w:rsidR="009C7B0C">
        <w:rPr>
          <w:rtl/>
        </w:rPr>
        <w:t xml:space="preserve">، </w:t>
      </w:r>
      <w:r>
        <w:rPr>
          <w:rtl/>
        </w:rPr>
        <w:t>در قيامت حاصلى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لا صديق حميم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انسان حتّى در قيامت به دوست خوب نيازمند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لاصديق حميم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شرط دريافت شفاعت</w:t>
      </w:r>
      <w:r w:rsidR="009C7B0C">
        <w:rPr>
          <w:rtl/>
        </w:rPr>
        <w:t xml:space="preserve">، </w:t>
      </w:r>
      <w:r>
        <w:rPr>
          <w:rtl/>
        </w:rPr>
        <w:t>ايمان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فما لنا من شافعين فلو اَنّ لنا كَرّة فنكون من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روز قيامت</w:t>
      </w:r>
      <w:r w:rsidR="009C7B0C">
        <w:rPr>
          <w:rtl/>
        </w:rPr>
        <w:t xml:space="preserve">، </w:t>
      </w:r>
      <w:r w:rsidR="007F2F6B">
        <w:rPr>
          <w:rtl/>
        </w:rPr>
        <w:t>روز حسرت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فلو اَنّ لنا كَرّة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اگر مردم نخواهند و لجاجت كنند</w:t>
      </w:r>
      <w:r w:rsidR="009C7B0C">
        <w:rPr>
          <w:rtl/>
        </w:rPr>
        <w:t xml:space="preserve">، </w:t>
      </w:r>
      <w:r>
        <w:rPr>
          <w:rtl/>
        </w:rPr>
        <w:t>نشانه ى بزرگ الهى نيز براى هدايت آنان كارساز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لاية و 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D64FE0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7- مهربانى در عين قدرت</w:t>
      </w:r>
      <w:r w:rsidR="009C7B0C">
        <w:rPr>
          <w:rtl/>
        </w:rPr>
        <w:t xml:space="preserve">، </w:t>
      </w:r>
      <w:r>
        <w:rPr>
          <w:rtl/>
        </w:rPr>
        <w:t>يك صفت الهى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العزيز الرّحيم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اى پيامبر! نگران انحراف اكثريّت مباش</w:t>
      </w:r>
      <w:r w:rsidR="009C7B0C">
        <w:rPr>
          <w:rtl/>
        </w:rPr>
        <w:t xml:space="preserve">، </w:t>
      </w:r>
      <w:r w:rsidR="007F2F6B">
        <w:rPr>
          <w:rtl/>
        </w:rPr>
        <w:t>زيرا تو تحت حمايت مخصوص ما هستى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 و اِنّ ربّك لهو العزيز الرّحيم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مهلتى كه خداوند به منحرفان مى دهد به خاطر عجز و ناتوانى نيست</w:t>
      </w:r>
      <w:r w:rsidR="009C7B0C">
        <w:rPr>
          <w:rtl/>
        </w:rPr>
        <w:t xml:space="preserve">، </w:t>
      </w:r>
      <w:r>
        <w:rPr>
          <w:rtl/>
        </w:rPr>
        <w:t>بلكه به خاطر رحمت و لطف است تا شايد برگردند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العزيز الرّحيم</w:t>
      </w:r>
    </w:p>
    <w:p w:rsidR="007F2F6B" w:rsidRDefault="00573D7D" w:rsidP="00573D7D">
      <w:pPr>
        <w:pStyle w:val="Heading1"/>
        <w:rPr>
          <w:rtl/>
        </w:rPr>
      </w:pPr>
      <w:bookmarkStart w:id="162" w:name="_Toc365973959"/>
      <w:r>
        <w:rPr>
          <w:rtl/>
        </w:rPr>
        <w:t>10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كَذَّبَتْ قَوْمُ نُوحٍ الْمُرْسَلِينَ</w:t>
      </w:r>
      <w:bookmarkEnd w:id="16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قوم نوح</w:t>
      </w:r>
      <w:r w:rsidR="009C7B0C">
        <w:rPr>
          <w:rtl/>
        </w:rPr>
        <w:t xml:space="preserve">، </w:t>
      </w:r>
      <w:r>
        <w:rPr>
          <w:rtl/>
        </w:rPr>
        <w:t>انبيا را تكذيب كردند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63" w:name="_Toc365973960"/>
      <w:r>
        <w:rPr>
          <w:rtl/>
        </w:rPr>
        <w:t>106 - إِذْ قَالَ لَهُمْ اءَخُوهُمْ نُوحٌ اءَلاَ تَتَّقُونَ</w:t>
      </w:r>
      <w:bookmarkEnd w:id="163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64" w:name="_Toc365973961"/>
      <w:r w:rsidR="00573D7D">
        <w:rPr>
          <w:rtl/>
        </w:rPr>
        <w:t>107 - إِنِّى لَكُمْ رَسُولٌ اءَمِينٌ</w:t>
      </w:r>
      <w:bookmarkEnd w:id="16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زمانى كه برادرشان نوح به آنان گفت</w:t>
      </w:r>
      <w:r w:rsidR="009C7B0C">
        <w:rPr>
          <w:rtl/>
        </w:rPr>
        <w:t>:</w:t>
      </w:r>
      <w:r>
        <w:rPr>
          <w:rtl/>
        </w:rPr>
        <w:t xml:space="preserve"> آيا (از خدا) پروا نمى كنيد؟ همانا من براى شما پيامبرى امين هستم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65" w:name="_Toc365973962"/>
      <w:r>
        <w:rPr>
          <w:rtl/>
        </w:rPr>
        <w:t>10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فَاتَّقُواْ اللّهَ وَاءَطِيعُونِ</w:t>
      </w:r>
      <w:bookmarkEnd w:id="165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66" w:name="_Toc365973963"/>
      <w:r w:rsidR="00573D7D">
        <w:rPr>
          <w:rtl/>
        </w:rPr>
        <w:t>109 - وَمَآ اءَسْئَلُكُمْ عَلَيْهِ مِنْ اءَجْرٍ إِنْ اءَجْرِىَ إِلا عَلَى رَبِّ الْعَلَمِينَ</w:t>
      </w:r>
      <w:bookmarkEnd w:id="16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</w:t>
      </w:r>
      <w:r w:rsidR="009C7B0C">
        <w:rPr>
          <w:rtl/>
        </w:rPr>
        <w:t xml:space="preserve">، </w:t>
      </w:r>
      <w:r>
        <w:rPr>
          <w:rtl/>
        </w:rPr>
        <w:t>از خداوند پرواكنيد واطاعتم نماييد</w:t>
      </w:r>
      <w:r w:rsidR="009C7B0C">
        <w:rPr>
          <w:rtl/>
        </w:rPr>
        <w:t xml:space="preserve">. </w:t>
      </w:r>
      <w:r>
        <w:rPr>
          <w:rtl/>
        </w:rPr>
        <w:t>و من براى اين رسالت هيچ مزدى از شما درخواست نمى كنم</w:t>
      </w:r>
      <w:r w:rsidR="009C7B0C">
        <w:rPr>
          <w:rtl/>
        </w:rPr>
        <w:t xml:space="preserve">، </w:t>
      </w:r>
      <w:r>
        <w:rPr>
          <w:rtl/>
        </w:rPr>
        <w:t>پاداش من جز بر پروردگار جهانيان نيست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67" w:name="_Toc365973964"/>
      <w:r>
        <w:rPr>
          <w:rtl/>
        </w:rPr>
        <w:lastRenderedPageBreak/>
        <w:t>110 - فَاتَّقُواْ اللّهَ وَاءَطِيعُونِ</w:t>
      </w:r>
      <w:bookmarkEnd w:id="167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68" w:name="_Toc365973965"/>
      <w:r w:rsidR="00573D7D">
        <w:rPr>
          <w:rtl/>
        </w:rPr>
        <w:t>111 - قَالُواْ اءَنُؤْمِنُ لَكَ وَاتَّبَعَكَ الاَْرْذَلُونَ</w:t>
      </w:r>
      <w:bookmarkEnd w:id="16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نسبت به خداوند تقوا پيشه كنيد و (دستوراتم را) فرمان ببريد</w:t>
      </w:r>
      <w:r w:rsidR="009C7B0C">
        <w:rPr>
          <w:rtl/>
        </w:rPr>
        <w:t xml:space="preserve">. </w:t>
      </w:r>
      <w:r>
        <w:rPr>
          <w:rtl/>
        </w:rPr>
        <w:t>آنان (به جاى ايمان آوردن) گفتند: آيا ما به تو ايمان بياوريم در حالى كه فرومايگان از تو پيروى كرده اند؟</w:t>
      </w:r>
    </w:p>
    <w:p w:rsidR="007F2F6B" w:rsidRDefault="003D3A85" w:rsidP="003D3A85">
      <w:pPr>
        <w:pStyle w:val="Heading2"/>
        <w:rPr>
          <w:rtl/>
        </w:rPr>
      </w:pPr>
      <w:bookmarkStart w:id="169" w:name="_Toc365973966"/>
      <w:r>
        <w:rPr>
          <w:rtl/>
        </w:rPr>
        <w:t>نكته ها</w:t>
      </w:r>
      <w:r w:rsidR="009C7B0C">
        <w:rPr>
          <w:rtl/>
        </w:rPr>
        <w:t>:</w:t>
      </w:r>
      <w:bookmarkEnd w:id="169"/>
    </w:p>
    <w:p w:rsidR="007F2F6B" w:rsidRDefault="00833A8D" w:rsidP="00F07E44">
      <w:pPr>
        <w:pStyle w:val="libNormal"/>
        <w:rPr>
          <w:rtl/>
        </w:rPr>
      </w:pPr>
      <w:r w:rsidRPr="006E3BFD">
        <w:rPr>
          <w:rtl/>
        </w:rPr>
        <w:t xml:space="preserve"> </w:t>
      </w:r>
      <w:r w:rsidR="003D3A85" w:rsidRPr="006E3BFD">
        <w:rPr>
          <w:rtl/>
        </w:rPr>
        <w:t>نام حضرت نوح 43 بار در قرآن آمده است و خداوند حضرت ابراهيم را شيعه ى او دانسته</w:t>
      </w:r>
      <w:r w:rsidR="003D3A85" w:rsidRPr="00833A8D">
        <w:rPr>
          <w:rStyle w:val="libAieChar"/>
          <w:rtl/>
        </w:rPr>
        <w:t xml:space="preserve"> و اِنّ مِن شِيعَته لابراهيم</w:t>
      </w:r>
      <w:r w:rsidR="006E3BFD">
        <w:rPr>
          <w:rStyle w:val="libFootnotenumChar"/>
          <w:rFonts w:hint="cs"/>
          <w:rtl/>
        </w:rPr>
        <w:t>(37)</w:t>
      </w:r>
      <w:r w:rsidR="007F2F6B">
        <w:rPr>
          <w:rtl/>
        </w:rPr>
        <w:t xml:space="preserve"> و سوره اى به نام نوح در قرآن آمده است</w:t>
      </w:r>
      <w:r w:rsidR="009C7B0C">
        <w:rPr>
          <w:rtl/>
        </w:rPr>
        <w:t xml:space="preserve">. </w:t>
      </w:r>
      <w:r w:rsidR="007F2F6B">
        <w:rPr>
          <w:rtl/>
        </w:rPr>
        <w:t>سلام خداوند به نوح</w:t>
      </w:r>
      <w:r w:rsidR="009C7B0C">
        <w:rPr>
          <w:rtl/>
        </w:rPr>
        <w:t xml:space="preserve">، </w:t>
      </w:r>
      <w:r w:rsidR="007F2F6B">
        <w:rPr>
          <w:rtl/>
        </w:rPr>
        <w:t>سلام خصوصى است</w:t>
      </w:r>
      <w:r w:rsidR="009C7B0C">
        <w:rPr>
          <w:rtl/>
        </w:rPr>
        <w:t>:</w:t>
      </w:r>
      <w:r w:rsidR="007F2F6B">
        <w:rPr>
          <w:rtl/>
        </w:rPr>
        <w:t xml:space="preserve"> </w:t>
      </w:r>
      <w:r w:rsidR="003D3A85" w:rsidRPr="00833A8D">
        <w:rPr>
          <w:rStyle w:val="libAieChar"/>
          <w:rtl/>
        </w:rPr>
        <w:t>سلامٌ على نوح فى العالَمين</w:t>
      </w:r>
      <w:r w:rsidR="00F07E44">
        <w:rPr>
          <w:rStyle w:val="libFootnotenumChar"/>
          <w:rFonts w:hint="cs"/>
          <w:rtl/>
        </w:rPr>
        <w:t>(38)</w:t>
      </w:r>
      <w:r w:rsidR="007F2F6B">
        <w:rPr>
          <w:rtl/>
        </w:rPr>
        <w:t xml:space="preserve"> در حالى كه خداوند بر حضرت موسى و هارون و ابراهيم </w:t>
      </w:r>
      <w:r w:rsidR="00BC6E3A" w:rsidRPr="00BC6E3A">
        <w:rPr>
          <w:rStyle w:val="libAlaemChar"/>
          <w:rtl/>
        </w:rPr>
        <w:t>عليهم‌السلام</w:t>
      </w:r>
      <w:r w:rsidR="007F2F6B">
        <w:rPr>
          <w:rtl/>
        </w:rPr>
        <w:t xml:space="preserve"> نيز سلام نموده است</w:t>
      </w:r>
      <w:r w:rsidR="009C7B0C">
        <w:rPr>
          <w:rtl/>
        </w:rPr>
        <w:t xml:space="preserve">، </w:t>
      </w:r>
      <w:r w:rsidR="007F2F6B">
        <w:rPr>
          <w:rtl/>
        </w:rPr>
        <w:t xml:space="preserve">ولى جمله ى </w:t>
      </w:r>
      <w:r w:rsidR="003D3A85" w:rsidRPr="00833A8D">
        <w:rPr>
          <w:rStyle w:val="libAieChar"/>
          <w:rtl/>
        </w:rPr>
        <w:t>فى العالَمين</w:t>
      </w:r>
      <w:r>
        <w:rPr>
          <w:rStyle w:val="libAieChar"/>
          <w:rtl/>
        </w:rPr>
        <w:t xml:space="preserve"> </w:t>
      </w:r>
      <w:r w:rsidR="007F2F6B">
        <w:rPr>
          <w:rtl/>
        </w:rPr>
        <w:t>را ندارد</w:t>
      </w:r>
      <w:r w:rsidR="009C7B0C">
        <w:rPr>
          <w:rtl/>
        </w:rPr>
        <w:t xml:space="preserve">. </w:t>
      </w:r>
    </w:p>
    <w:p w:rsidR="003D3A85" w:rsidRPr="00BE4505" w:rsidRDefault="003D3A85" w:rsidP="00AA6920">
      <w:pPr>
        <w:pStyle w:val="libNormal"/>
        <w:rPr>
          <w:rtl/>
        </w:rPr>
      </w:pPr>
      <w:r w:rsidRPr="00AA6920">
        <w:rPr>
          <w:rtl/>
        </w:rPr>
        <w:t xml:space="preserve"> آشنايى با تاريخ انبيا</w:t>
      </w:r>
      <w:r w:rsidR="009C7B0C">
        <w:rPr>
          <w:rtl/>
        </w:rPr>
        <w:t xml:space="preserve">، </w:t>
      </w:r>
      <w:r w:rsidRPr="00AA6920">
        <w:rPr>
          <w:rtl/>
        </w:rPr>
        <w:t>انسان را شيفته ى آنان مى كند و روح صبر واستقامت را در آدمى زنده مى سازد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170" w:name="_Toc365973967"/>
      <w:r w:rsidRPr="002C79C2">
        <w:rPr>
          <w:rtl/>
        </w:rPr>
        <w:t>پيام ها</w:t>
      </w:r>
      <w:r w:rsidR="009C7B0C">
        <w:rPr>
          <w:rtl/>
        </w:rPr>
        <w:t>:</w:t>
      </w:r>
      <w:bookmarkEnd w:id="170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همه ى انبيا داراى هدفى واحد هستند</w:t>
      </w:r>
      <w:r w:rsidR="009C7B0C">
        <w:rPr>
          <w:rtl/>
        </w:rPr>
        <w:t xml:space="preserve">، </w:t>
      </w:r>
      <w:r>
        <w:rPr>
          <w:rtl/>
        </w:rPr>
        <w:t>لذا تكذيب يك پيامبر به منزله تكذيب همه ى پيامبران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كَذّبت قومُ نوحٍ المرسلين</w:t>
      </w:r>
      <w:r>
        <w:rPr>
          <w:rtl/>
        </w:rPr>
        <w:t xml:space="preserve"> (قوم نوح تنها حضرت نوح را تكذيب كردند</w:t>
      </w:r>
      <w:r w:rsidR="009C7B0C">
        <w:rPr>
          <w:rtl/>
        </w:rPr>
        <w:t xml:space="preserve">، </w:t>
      </w:r>
      <w:r>
        <w:rPr>
          <w:rtl/>
        </w:rPr>
        <w:t xml:space="preserve">ولى قرآن مى فرمايد: </w:t>
      </w:r>
      <w:r w:rsidR="003D3A85" w:rsidRPr="00833A8D">
        <w:rPr>
          <w:rStyle w:val="libAieChar"/>
          <w:rtl/>
        </w:rPr>
        <w:t>المرسلين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يعنى تمام انبيا)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قبيله ها و امّت ها را با نام رهبران و شخصيّت هاى آنان مى شناسند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قوم نوح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قبل از نوح</w:t>
      </w:r>
      <w:r w:rsidR="009C7B0C">
        <w:rPr>
          <w:rtl/>
        </w:rPr>
        <w:t xml:space="preserve">، </w:t>
      </w:r>
      <w:r>
        <w:rPr>
          <w:rtl/>
        </w:rPr>
        <w:t>پيامبران متعدّدى بوده اند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المرسلين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در تبليغ دين</w:t>
      </w:r>
      <w:r w:rsidR="009C7B0C">
        <w:rPr>
          <w:rtl/>
        </w:rPr>
        <w:t xml:space="preserve">، </w:t>
      </w:r>
      <w:r>
        <w:rPr>
          <w:rtl/>
        </w:rPr>
        <w:t>از عواطف استفاده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اَخوهم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lastRenderedPageBreak/>
        <w:t xml:space="preserve">5- </w:t>
      </w:r>
      <w:r w:rsidR="007F2F6B">
        <w:rPr>
          <w:rtl/>
        </w:rPr>
        <w:t>اخلاق و رفتار انبيا با مردم زمان خود</w:t>
      </w:r>
      <w:r w:rsidR="009C7B0C">
        <w:rPr>
          <w:rtl/>
        </w:rPr>
        <w:t xml:space="preserve">، </w:t>
      </w:r>
      <w:r w:rsidR="007F2F6B">
        <w:rPr>
          <w:rtl/>
        </w:rPr>
        <w:t>برادرانه بوده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اَخوهم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اطّلاع از فرهنگ</w:t>
      </w:r>
      <w:r w:rsidR="009C7B0C">
        <w:rPr>
          <w:rtl/>
        </w:rPr>
        <w:t xml:space="preserve">، </w:t>
      </w:r>
      <w:r>
        <w:rPr>
          <w:rtl/>
        </w:rPr>
        <w:t>زبان</w:t>
      </w:r>
      <w:r w:rsidR="009C7B0C">
        <w:rPr>
          <w:rtl/>
        </w:rPr>
        <w:t xml:space="preserve">، </w:t>
      </w:r>
      <w:r>
        <w:rPr>
          <w:rtl/>
        </w:rPr>
        <w:t>آداب</w:t>
      </w:r>
      <w:r w:rsidR="009C7B0C">
        <w:rPr>
          <w:rtl/>
        </w:rPr>
        <w:t xml:space="preserve">، </w:t>
      </w:r>
      <w:r>
        <w:rPr>
          <w:rtl/>
        </w:rPr>
        <w:t>رسوم و نقاط ضعف و قوّت مردم</w:t>
      </w:r>
      <w:r w:rsidR="009C7B0C">
        <w:rPr>
          <w:rtl/>
        </w:rPr>
        <w:t xml:space="preserve">، </w:t>
      </w:r>
      <w:r>
        <w:rPr>
          <w:rtl/>
        </w:rPr>
        <w:t>براى مبلّغ ضرورى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اَخوهم</w:t>
      </w:r>
      <w:r>
        <w:rPr>
          <w:rtl/>
        </w:rPr>
        <w:t xml:space="preserve"> كسى كه برادر مردم است</w:t>
      </w:r>
      <w:r w:rsidR="009C7B0C">
        <w:rPr>
          <w:rtl/>
        </w:rPr>
        <w:t xml:space="preserve">، </w:t>
      </w:r>
      <w:r>
        <w:rPr>
          <w:rtl/>
        </w:rPr>
        <w:t>از افكار</w:t>
      </w:r>
      <w:r w:rsidR="009C7B0C">
        <w:rPr>
          <w:rtl/>
        </w:rPr>
        <w:t xml:space="preserve">، </w:t>
      </w:r>
      <w:r>
        <w:rPr>
          <w:rtl/>
        </w:rPr>
        <w:t>آداب ونقاط ضعف وقوّت آنان آگاه 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يكى از وظايف برادرى دينى</w:t>
      </w:r>
      <w:r w:rsidR="009C7B0C">
        <w:rPr>
          <w:rtl/>
        </w:rPr>
        <w:t xml:space="preserve">، </w:t>
      </w:r>
      <w:r>
        <w:rPr>
          <w:rtl/>
        </w:rPr>
        <w:t>ارشاد برادران ديگر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اَخوهم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اَلا تَتّقون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 xml:space="preserve">با </w:t>
      </w:r>
      <w:r w:rsidR="00BC6E3A">
        <w:rPr>
          <w:rtl/>
        </w:rPr>
        <w:t>سؤال</w:t>
      </w:r>
      <w:r w:rsidR="009C7B0C">
        <w:rPr>
          <w:rtl/>
        </w:rPr>
        <w:t xml:space="preserve">، </w:t>
      </w:r>
      <w:r w:rsidR="007F2F6B">
        <w:rPr>
          <w:rtl/>
        </w:rPr>
        <w:t>وجدان ها را بيدار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اَلا تَتّقون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پذيرفتن دعوت انبيا و اطاعت از آنان</w:t>
      </w:r>
      <w:r w:rsidR="009C7B0C">
        <w:rPr>
          <w:rtl/>
        </w:rPr>
        <w:t xml:space="preserve">، </w:t>
      </w:r>
      <w:r>
        <w:rPr>
          <w:rtl/>
        </w:rPr>
        <w:t>روحيّه ى تقوا لازم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اَلا تَتّقون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نبوّت</w:t>
      </w:r>
      <w:r w:rsidR="009C7B0C">
        <w:rPr>
          <w:rtl/>
        </w:rPr>
        <w:t xml:space="preserve">، </w:t>
      </w:r>
      <w:r>
        <w:rPr>
          <w:rtl/>
        </w:rPr>
        <w:t>به نفع بشريّت وبراى نجات انسان 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اِنّى لكم رسولٌ اءمين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امين بودن وحسن سابقه ودلسوزى</w:t>
      </w:r>
      <w:r w:rsidR="009C7B0C">
        <w:rPr>
          <w:rtl/>
        </w:rPr>
        <w:t xml:space="preserve">، </w:t>
      </w:r>
      <w:r>
        <w:rPr>
          <w:rtl/>
        </w:rPr>
        <w:t>شرط نفوذ كلام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لكم رسول اءمين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شرط اصلى در فرستاده و حامل پيام</w:t>
      </w:r>
      <w:r w:rsidR="009C7B0C">
        <w:rPr>
          <w:rtl/>
        </w:rPr>
        <w:t xml:space="preserve">، </w:t>
      </w:r>
      <w:r>
        <w:rPr>
          <w:rtl/>
        </w:rPr>
        <w:t>امين بودن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رسول اءمين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بيان كمالات خود</w:t>
      </w:r>
      <w:r w:rsidR="009C7B0C">
        <w:rPr>
          <w:rtl/>
        </w:rPr>
        <w:t xml:space="preserve">، </w:t>
      </w:r>
      <w:r>
        <w:rPr>
          <w:rtl/>
        </w:rPr>
        <w:t>در مواردى لازم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انّى لكم رسول اءمين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ديندارى</w:t>
      </w:r>
      <w:r w:rsidR="009C7B0C">
        <w:rPr>
          <w:rtl/>
        </w:rPr>
        <w:t xml:space="preserve">، </w:t>
      </w:r>
      <w:r>
        <w:rPr>
          <w:rtl/>
        </w:rPr>
        <w:t>از اطاعت از رهبرى الهى جدا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فاتّقوا اللّه و اَطيعون</w:t>
      </w:r>
      <w:r>
        <w:rPr>
          <w:rtl/>
        </w:rPr>
        <w:t xml:space="preserve"> آرى تبلور تقوا در پيروى از انبياست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دعوت به خود</w:t>
      </w:r>
      <w:r w:rsidR="009C7B0C">
        <w:rPr>
          <w:rtl/>
        </w:rPr>
        <w:t xml:space="preserve">، </w:t>
      </w:r>
      <w:r>
        <w:rPr>
          <w:rtl/>
        </w:rPr>
        <w:t>براى احياى فرمان خدا مانعى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اَطيعون</w:t>
      </w:r>
      <w:r>
        <w:rPr>
          <w:rtl/>
        </w:rPr>
        <w:t xml:space="preserve"> در كنار </w:t>
      </w:r>
      <w:r w:rsidR="003D3A85" w:rsidRPr="00833A8D">
        <w:rPr>
          <w:rStyle w:val="libAieChar"/>
          <w:rtl/>
        </w:rPr>
        <w:t>فاتّقوا اللّه</w:t>
      </w:r>
      <w:r>
        <w:rPr>
          <w:rtl/>
        </w:rPr>
        <w:t xml:space="preserve"> آمده 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16- مبلّغ دينى نبايد از مردم توقّع مادّى داشته باشد و از آنان چيزى درخواست كند</w:t>
      </w:r>
      <w:r w:rsidR="009C7B0C">
        <w:rPr>
          <w:rtl/>
        </w:rPr>
        <w:t xml:space="preserve">. </w:t>
      </w:r>
      <w:r>
        <w:rPr>
          <w:rtl/>
        </w:rPr>
        <w:t>(اخلاص</w:t>
      </w:r>
      <w:r w:rsidR="009C7B0C">
        <w:rPr>
          <w:rtl/>
        </w:rPr>
        <w:t xml:space="preserve">، </w:t>
      </w:r>
      <w:r>
        <w:rPr>
          <w:rtl/>
        </w:rPr>
        <w:t>شرط نفوذ كلام است)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اءسئلكم عليه من اءجر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17- كسى كه بر خدا توكّل كند</w:t>
      </w:r>
      <w:r w:rsidR="009C7B0C">
        <w:rPr>
          <w:rtl/>
        </w:rPr>
        <w:t xml:space="preserve">، </w:t>
      </w:r>
      <w:r>
        <w:rPr>
          <w:rtl/>
        </w:rPr>
        <w:t>مى تواند از مردم بى نياز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اءسئلكم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اِن اءجرى الاّ على ربّ 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18- خداوند پاداش مبلّغان دينى را برخود لازم كرده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 اءجرى الاّعلى ربّ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19- رهبر دينى نبايد در موضع تهمت دنياپرستى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اءسئلكم عليه من اءجر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20- راه هاى بهانه را ببنديد و كارهاى معنوى را به نيّت اجر و مزد مادّى انجام ندهيد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اءسئلكم عليه من اءجر</w:t>
      </w:r>
      <w:r>
        <w:rPr>
          <w:rtl/>
        </w:rPr>
        <w:t xml:space="preserve"> در سوره ى قلم آيه 46 نيز مى خوانيم</w:t>
      </w:r>
      <w:r w:rsidR="009C7B0C">
        <w:rPr>
          <w:rtl/>
        </w:rPr>
        <w:t>: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اءم تَسئلهم اءجراً فهم من مَغرَم مُثقَلون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21- ايمان به خدا و تقواى الهى</w:t>
      </w:r>
      <w:r w:rsidR="009C7B0C">
        <w:rPr>
          <w:rtl/>
        </w:rPr>
        <w:t xml:space="preserve">، </w:t>
      </w:r>
      <w:r>
        <w:rPr>
          <w:rtl/>
        </w:rPr>
        <w:t>زمينه ى ايمان به رسول و اطاعت از اوست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فاتّقوا اللّه و اَطيعون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22- در مسير تربيت و تكامل</w:t>
      </w:r>
      <w:r w:rsidR="009C7B0C">
        <w:rPr>
          <w:rtl/>
        </w:rPr>
        <w:t xml:space="preserve">، </w:t>
      </w:r>
      <w:r>
        <w:rPr>
          <w:rtl/>
        </w:rPr>
        <w:t>تكرار لازم است</w:t>
      </w:r>
      <w:r w:rsidR="009C7B0C">
        <w:rPr>
          <w:rtl/>
        </w:rPr>
        <w:t xml:space="preserve">. </w:t>
      </w:r>
      <w:r>
        <w:rPr>
          <w:rtl/>
        </w:rPr>
        <w:t>(در اين چند آيه</w:t>
      </w:r>
      <w:r w:rsidR="009C7B0C">
        <w:rPr>
          <w:rtl/>
        </w:rPr>
        <w:t xml:space="preserve">، </w:t>
      </w:r>
      <w:r>
        <w:rPr>
          <w:rtl/>
        </w:rPr>
        <w:t xml:space="preserve">چند بار فرمان تقوا صادر شده است) </w:t>
      </w:r>
      <w:r w:rsidR="003D3A85" w:rsidRPr="00833A8D">
        <w:rPr>
          <w:rStyle w:val="libAieChar"/>
          <w:rtl/>
        </w:rPr>
        <w:t>فاتّقوا اللّه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23- اشرافى گرى مى تواند مانع ايمان آوردن باشد</w:t>
      </w:r>
      <w:r w:rsidR="009C7B0C">
        <w:rPr>
          <w:rtl/>
        </w:rPr>
        <w:t xml:space="preserve">. </w:t>
      </w:r>
      <w:r>
        <w:rPr>
          <w:rtl/>
        </w:rPr>
        <w:t xml:space="preserve">زيرا </w:t>
      </w:r>
      <w:r w:rsidR="00BA599A">
        <w:rPr>
          <w:rtl/>
        </w:rPr>
        <w:t>مؤمن</w:t>
      </w:r>
      <w:r>
        <w:rPr>
          <w:rtl/>
        </w:rPr>
        <w:t>ين در نظر مستكبران</w:t>
      </w:r>
      <w:r w:rsidR="009C7B0C">
        <w:rPr>
          <w:rtl/>
        </w:rPr>
        <w:t xml:space="preserve">، </w:t>
      </w:r>
      <w:r>
        <w:rPr>
          <w:rtl/>
        </w:rPr>
        <w:t>اراذل و فرومايگان هستند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اتّبعك الاَرذَلون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24- بيشتر ياران انبيا</w:t>
      </w:r>
      <w:r w:rsidR="009C7B0C">
        <w:rPr>
          <w:rtl/>
        </w:rPr>
        <w:t xml:space="preserve">، </w:t>
      </w:r>
      <w:r>
        <w:rPr>
          <w:rtl/>
        </w:rPr>
        <w:t>فقرا و گمنامان بودند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اتّبعك الارذَلون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25- حرف حقّ و مكتب حقّ را نبايد به خاطر طرفداران گمنام آن تحقير كرد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اتّبعك الارذَلون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26- تعاليم انبيا</w:t>
      </w:r>
      <w:r w:rsidR="009C7B0C">
        <w:rPr>
          <w:rtl/>
        </w:rPr>
        <w:t xml:space="preserve">، </w:t>
      </w:r>
      <w:r>
        <w:rPr>
          <w:rtl/>
        </w:rPr>
        <w:t>تبعيض هاى غلط اجتماعى را از بين مى برد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اتّبعك الارذَلون</w:t>
      </w:r>
    </w:p>
    <w:p w:rsidR="007F2F6B" w:rsidRDefault="00573D7D" w:rsidP="00573D7D">
      <w:pPr>
        <w:pStyle w:val="Heading1"/>
        <w:rPr>
          <w:rtl/>
        </w:rPr>
      </w:pPr>
      <w:bookmarkStart w:id="171" w:name="_Toc365973968"/>
      <w:r>
        <w:rPr>
          <w:rtl/>
        </w:rPr>
        <w:t>112 - قَالَ وَمَا عِلْمِى بِمَا كَانُواْ يَعْمَلُونَ</w:t>
      </w:r>
      <w:bookmarkEnd w:id="17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(نوح) گفت</w:t>
      </w:r>
      <w:r w:rsidR="009C7B0C">
        <w:rPr>
          <w:rtl/>
        </w:rPr>
        <w:t>:</w:t>
      </w:r>
      <w:r>
        <w:rPr>
          <w:rtl/>
        </w:rPr>
        <w:t xml:space="preserve"> من به عملكرد گذشته (كسانى كه شما اراذل مى خوانيد) آگاهى ندارم</w:t>
      </w:r>
      <w:r w:rsidR="009C7B0C">
        <w:rPr>
          <w:rtl/>
        </w:rPr>
        <w:t xml:space="preserve">. </w:t>
      </w:r>
      <w:r>
        <w:rPr>
          <w:rtl/>
        </w:rPr>
        <w:t>(يا مرا با اعمال گذشته ى آنان كارى نيست)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72" w:name="_Toc365973969"/>
      <w:r>
        <w:rPr>
          <w:rtl/>
        </w:rPr>
        <w:lastRenderedPageBreak/>
        <w:t>113 - إِنْ حِسَابُهُمْ إِلا عَلَى رَبِّى لَوْتَشْعُرُونَ</w:t>
      </w:r>
      <w:bookmarkEnd w:id="17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حساب آنان جز بر پروردگارم نيست</w:t>
      </w:r>
      <w:r w:rsidR="009C7B0C">
        <w:rPr>
          <w:rtl/>
        </w:rPr>
        <w:t xml:space="preserve">، </w:t>
      </w:r>
      <w:r>
        <w:rPr>
          <w:rtl/>
        </w:rPr>
        <w:t>اگر شما درك كنيد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73" w:name="_Toc365973970"/>
      <w:r>
        <w:rPr>
          <w:rtl/>
        </w:rPr>
        <w:t>نكته ها</w:t>
      </w:r>
      <w:r w:rsidR="009C7B0C">
        <w:rPr>
          <w:rtl/>
        </w:rPr>
        <w:t>:</w:t>
      </w:r>
      <w:bookmarkEnd w:id="173"/>
    </w:p>
    <w:p w:rsidR="007F2F6B" w:rsidRDefault="00833A8D" w:rsidP="007F2F6B">
      <w:pPr>
        <w:pStyle w:val="libNormal"/>
        <w:rPr>
          <w:rtl/>
        </w:rPr>
      </w:pPr>
      <w:r w:rsidRPr="00AA6920">
        <w:rPr>
          <w:rtl/>
        </w:rPr>
        <w:t xml:space="preserve"> </w:t>
      </w:r>
      <w:r w:rsidR="003D3A85" w:rsidRPr="00AA6920">
        <w:rPr>
          <w:rtl/>
        </w:rPr>
        <w:t>در اسلام</w:t>
      </w:r>
      <w:r w:rsidR="009C7B0C">
        <w:rPr>
          <w:rtl/>
        </w:rPr>
        <w:t xml:space="preserve">، </w:t>
      </w:r>
      <w:r w:rsidR="003D3A85" w:rsidRPr="00AA6920">
        <w:rPr>
          <w:rtl/>
        </w:rPr>
        <w:t>ما ماءمور به ظاهريم و اگر كسى به اسلام گرويد حقّ نداريم بگوييم تو در قلبت ايمان ندارى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لاتَقولوا لمَن اءلقى اليكم السّلام لَستَ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ا</w:t>
      </w:r>
      <w:r w:rsidR="007F2F6B">
        <w:t xml:space="preserve"> </w:t>
      </w:r>
      <w:r w:rsidR="00573D7D" w:rsidRPr="00573D7D">
        <w:rPr>
          <w:rStyle w:val="libFootnotenumChar"/>
        </w:rPr>
        <w:t>(39)</w:t>
      </w:r>
    </w:p>
    <w:p w:rsidR="003D3A85" w:rsidRPr="00833A8D" w:rsidRDefault="003D3A85" w:rsidP="007F2F6B">
      <w:pPr>
        <w:pStyle w:val="libNormal"/>
        <w:rPr>
          <w:rStyle w:val="libAieChar"/>
          <w:rtl/>
        </w:rPr>
      </w:pPr>
      <w:r w:rsidRPr="00DD7F59">
        <w:rPr>
          <w:rtl/>
        </w:rPr>
        <w:t xml:space="preserve"> قرآن</w:t>
      </w:r>
      <w:r w:rsidR="009C7B0C">
        <w:rPr>
          <w:rtl/>
        </w:rPr>
        <w:t xml:space="preserve">، </w:t>
      </w:r>
      <w:r w:rsidRPr="00DD7F59">
        <w:rPr>
          <w:rtl/>
        </w:rPr>
        <w:t>در آيه اى ديگر به پيامبر دستور مى دهد: كسانى را كه شب و روز براى قرب به خدا او را مى خوانند از خود دور مكن</w:t>
      </w:r>
      <w:r w:rsidR="009C7B0C">
        <w:rPr>
          <w:rtl/>
        </w:rPr>
        <w:t xml:space="preserve">. </w:t>
      </w:r>
      <w:r w:rsidRPr="00DD7F59">
        <w:rPr>
          <w:rtl/>
        </w:rPr>
        <w:t>حساب آنان با خداست</w:t>
      </w:r>
      <w:r w:rsidR="009C7B0C">
        <w:rPr>
          <w:rtl/>
        </w:rPr>
        <w:t xml:space="preserve">. </w:t>
      </w:r>
      <w:r w:rsidRPr="00DD7F59">
        <w:rPr>
          <w:rtl/>
        </w:rPr>
        <w:t>نه تو مسئول حساب آنان هستى و نه آنان مسئول حساب تو</w:t>
      </w:r>
      <w:r w:rsidR="009C7B0C">
        <w:rPr>
          <w:rtl/>
        </w:rPr>
        <w:t xml:space="preserve">، </w:t>
      </w:r>
      <w:r w:rsidRPr="00DD7F59">
        <w:rPr>
          <w:rtl/>
        </w:rPr>
        <w:t>و اگر آنان را طرد كنى از ستمگرانى</w:t>
      </w:r>
      <w:r w:rsidR="009C7B0C">
        <w:rPr>
          <w:rtl/>
        </w:rPr>
        <w:t xml:space="preserve">. </w:t>
      </w:r>
      <w:r w:rsidRPr="00833A8D">
        <w:rPr>
          <w:rStyle w:val="libFootnotenumChar"/>
          <w:rtl/>
        </w:rPr>
        <w:t>(40)</w:t>
      </w:r>
    </w:p>
    <w:p w:rsidR="007F2F6B" w:rsidRPr="002C79C2" w:rsidRDefault="003D3A85" w:rsidP="002C79C2">
      <w:pPr>
        <w:pStyle w:val="Heading2"/>
        <w:rPr>
          <w:rtl/>
        </w:rPr>
      </w:pPr>
      <w:bookmarkStart w:id="174" w:name="_Toc365973971"/>
      <w:r w:rsidRPr="002C79C2">
        <w:rPr>
          <w:rtl/>
        </w:rPr>
        <w:t>پيام ها</w:t>
      </w:r>
      <w:r w:rsidR="009C7B0C">
        <w:rPr>
          <w:rtl/>
        </w:rPr>
        <w:t>:</w:t>
      </w:r>
      <w:bookmarkEnd w:id="174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پيامبران</w:t>
      </w:r>
      <w:r w:rsidR="009C7B0C">
        <w:rPr>
          <w:rtl/>
        </w:rPr>
        <w:t xml:space="preserve">، </w:t>
      </w:r>
      <w:r>
        <w:rPr>
          <w:rtl/>
        </w:rPr>
        <w:t>بدون خواست الهى از اعمال گذشته ى افراد آگاه نيستند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وماعلمى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2- گفتنِ </w:t>
      </w:r>
      <w:r w:rsidR="003D3A85" w:rsidRPr="00833A8D">
        <w:rPr>
          <w:rStyle w:val="libAieChar"/>
          <w:rtl/>
        </w:rPr>
        <w:t>نمى دانم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>
        <w:rPr>
          <w:rtl/>
        </w:rPr>
        <w:t>عيب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وماعلمى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بنده شناس خداوند است و حسابگر اوست</w:t>
      </w:r>
      <w:r w:rsidR="009C7B0C">
        <w:rPr>
          <w:rtl/>
        </w:rPr>
        <w:t xml:space="preserve">، </w:t>
      </w:r>
      <w:r>
        <w:rPr>
          <w:rtl/>
        </w:rPr>
        <w:t>ما را چه كار كه ردّ يا قبول كنيم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عِلمى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تجسّس وعيبجويى از زندگى خصوصى افراد</w:t>
      </w:r>
      <w:r w:rsidR="009C7B0C">
        <w:rPr>
          <w:rtl/>
        </w:rPr>
        <w:t xml:space="preserve">، </w:t>
      </w:r>
      <w:r>
        <w:rPr>
          <w:rtl/>
        </w:rPr>
        <w:t>ممنوع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وما عِلمى</w:t>
      </w:r>
      <w:r w:rsidR="009C7B0C">
        <w:rPr>
          <w:rStyle w:val="libAieChar"/>
          <w:rtl/>
        </w:rPr>
        <w:t xml:space="preserve">...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براى قضاوت درباره ى ديگران</w:t>
      </w:r>
      <w:r w:rsidR="009C7B0C">
        <w:rPr>
          <w:rtl/>
        </w:rPr>
        <w:t xml:space="preserve">، </w:t>
      </w:r>
      <w:r w:rsidR="007F2F6B">
        <w:rPr>
          <w:rtl/>
        </w:rPr>
        <w:t>ايمان صادقانه و عمل صالحِ امروزِ آنان را بنگريد و گذشته ى افراد را به رُخ آنان نكشيد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بما كانوا يعملون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سوابق بد</w:t>
      </w:r>
      <w:r w:rsidR="009C7B0C">
        <w:rPr>
          <w:rtl/>
        </w:rPr>
        <w:t xml:space="preserve">، </w:t>
      </w:r>
      <w:r>
        <w:rPr>
          <w:rtl/>
        </w:rPr>
        <w:t>مانع تغيير و تحوّل و توبه ى مردم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كانوا يعملون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7- وظيفه ى انبيا</w:t>
      </w:r>
      <w:r w:rsidR="009C7B0C">
        <w:rPr>
          <w:rtl/>
        </w:rPr>
        <w:t xml:space="preserve">، </w:t>
      </w:r>
      <w:r>
        <w:rPr>
          <w:rtl/>
        </w:rPr>
        <w:t>اصلاح مردم ودعوت به توحيد است</w:t>
      </w:r>
      <w:r w:rsidR="009C7B0C">
        <w:rPr>
          <w:rtl/>
        </w:rPr>
        <w:t xml:space="preserve">. </w:t>
      </w:r>
      <w:r>
        <w:rPr>
          <w:rtl/>
        </w:rPr>
        <w:t>آنان متولّى حساب و كتاب افراد نيستند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 حسابهم الاّ على اللّه</w:t>
      </w:r>
    </w:p>
    <w:p w:rsidR="007F2F6B" w:rsidRDefault="00573D7D" w:rsidP="00573D7D">
      <w:pPr>
        <w:pStyle w:val="Heading1"/>
        <w:rPr>
          <w:rtl/>
        </w:rPr>
      </w:pPr>
      <w:bookmarkStart w:id="175" w:name="_Toc365973972"/>
      <w:r>
        <w:rPr>
          <w:rtl/>
        </w:rPr>
        <w:t>114 - وَمَآ اءَنَاْ بِطَارِدِ الْمُؤْمِنِينَ</w:t>
      </w:r>
      <w:bookmarkEnd w:id="175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76" w:name="_Toc365973973"/>
      <w:r w:rsidR="00573D7D">
        <w:rPr>
          <w:rtl/>
        </w:rPr>
        <w:t>11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 w:rsidR="00573D7D">
        <w:rPr>
          <w:rtl/>
        </w:rPr>
        <w:t>إِنْ اءَنَاْ إِلا نَذِيرٌ مُّبِينٌ</w:t>
      </w:r>
      <w:bookmarkEnd w:id="17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(امروز كه آنان ايمان آورده اند</w:t>
      </w:r>
      <w:r w:rsidR="009C7B0C">
        <w:rPr>
          <w:rtl/>
        </w:rPr>
        <w:t>،)</w:t>
      </w:r>
      <w:r>
        <w:rPr>
          <w:rtl/>
        </w:rPr>
        <w:t xml:space="preserve"> من طرد كننده ى </w:t>
      </w:r>
      <w:r w:rsidR="00BA599A">
        <w:rPr>
          <w:rtl/>
        </w:rPr>
        <w:t>مؤمن</w:t>
      </w:r>
      <w:r>
        <w:rPr>
          <w:rtl/>
        </w:rPr>
        <w:t>ان نيستم</w:t>
      </w:r>
      <w:r w:rsidR="009C7B0C">
        <w:rPr>
          <w:rtl/>
        </w:rPr>
        <w:t xml:space="preserve">. </w:t>
      </w:r>
      <w:r>
        <w:rPr>
          <w:rtl/>
        </w:rPr>
        <w:t>من جز هشدار دهنده اى روشنگر نيستم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77" w:name="_Toc365973974"/>
      <w:r>
        <w:rPr>
          <w:rtl/>
        </w:rPr>
        <w:t>116 - قَالُواْ لَئِن لَّمْ تَنتَهِ يَنُوحُ لَتَكُونَنَّ مِنَ الْمَرْجُومِينَ</w:t>
      </w:r>
      <w:bookmarkEnd w:id="177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78" w:name="_Toc365973975"/>
      <w:r w:rsidR="00573D7D">
        <w:rPr>
          <w:rtl/>
        </w:rPr>
        <w:t>117 - قَالَ رَبِّ إِنَّ قَوْمِى كَذَّبُونِ</w:t>
      </w:r>
      <w:bookmarkEnd w:id="17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مردم به نوح گفتند: اى نوح</w:t>
      </w:r>
      <w:r w:rsidR="009C7B0C">
        <w:rPr>
          <w:rtl/>
        </w:rPr>
        <w:t>!</w:t>
      </w:r>
      <w:r>
        <w:rPr>
          <w:rtl/>
        </w:rPr>
        <w:t xml:space="preserve"> اگر (از دعوت خود) دست برندارى قطعاً از سنگسار شدگان خواهى شد</w:t>
      </w:r>
      <w:r w:rsidR="009C7B0C">
        <w:rPr>
          <w:rtl/>
        </w:rPr>
        <w:t xml:space="preserve">. </w:t>
      </w:r>
      <w:r>
        <w:rPr>
          <w:rtl/>
        </w:rPr>
        <w:t>نوح گفت</w:t>
      </w:r>
      <w:r w:rsidR="009C7B0C">
        <w:rPr>
          <w:rtl/>
        </w:rPr>
        <w:t>:</w:t>
      </w:r>
      <w:r>
        <w:rPr>
          <w:rtl/>
        </w:rPr>
        <w:t xml:space="preserve"> پروردگارا! همانا قوم من مرا تكذيب كردند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79" w:name="_Toc365973976"/>
      <w:r>
        <w:rPr>
          <w:rtl/>
        </w:rPr>
        <w:t>11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فَافْتَحْ بَيْنِى وَبَيْنَهُمْ فَتْحاً وَنَجِّنِى وَمَن مَّعِىَ مِنَ الْمُؤْمِنِينَ</w:t>
      </w:r>
      <w:bookmarkEnd w:id="17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ميان من و آنان (داورى كن و) راه روشنى بگشا و مرا و هر كس</w:t>
      </w:r>
      <w:r w:rsidR="00833A8D">
        <w:rPr>
          <w:rtl/>
        </w:rPr>
        <w:t xml:space="preserve"> </w:t>
      </w:r>
      <w:r>
        <w:rPr>
          <w:rtl/>
        </w:rPr>
        <w:t xml:space="preserve">از </w:t>
      </w:r>
      <w:r w:rsidR="00BA599A">
        <w:rPr>
          <w:rtl/>
        </w:rPr>
        <w:t>مؤمن</w:t>
      </w:r>
      <w:r>
        <w:rPr>
          <w:rtl/>
        </w:rPr>
        <w:t>ان را كه با من است (از شرّ اين كفّار) نجات بده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80" w:name="_Toc365973977"/>
      <w:r>
        <w:rPr>
          <w:rtl/>
        </w:rPr>
        <w:t>نكته ها</w:t>
      </w:r>
      <w:r w:rsidR="009C7B0C">
        <w:rPr>
          <w:rtl/>
        </w:rPr>
        <w:t>:</w:t>
      </w:r>
      <w:bookmarkEnd w:id="180"/>
    </w:p>
    <w:p w:rsidR="007F2F6B" w:rsidRDefault="00833A8D" w:rsidP="007F2F6B">
      <w:pPr>
        <w:pStyle w:val="libNormal"/>
        <w:rPr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>مستكبران حتّى از انبيا نيز توقّع طرد فقراى گمنامِ با ايمان را داشتند و همه انبيا دست رد به اين پيشنهاد مى زدند</w:t>
      </w:r>
      <w:r w:rsidR="009C7B0C">
        <w:rPr>
          <w:rtl/>
        </w:rPr>
        <w:t xml:space="preserve">. </w:t>
      </w:r>
      <w:r w:rsidR="003D3A85" w:rsidRPr="00DD7F59">
        <w:rPr>
          <w:rtl/>
        </w:rPr>
        <w:t>خداوند در آيه 2</w:t>
      </w:r>
      <w:r w:rsidR="004F6DE8" w:rsidRPr="00DD7F59">
        <w:rPr>
          <w:rtl/>
        </w:rPr>
        <w:t xml:space="preserve">8- </w:t>
      </w:r>
      <w:r w:rsidR="003D3A85" w:rsidRPr="00DD7F59">
        <w:rPr>
          <w:rtl/>
        </w:rPr>
        <w:t xml:space="preserve">سوره كهف به پيامبر اكرم </w:t>
      </w:r>
      <w:r w:rsidR="00316C3A" w:rsidRPr="00316C3A">
        <w:rPr>
          <w:rStyle w:val="libAlaemChar"/>
          <w:rtl/>
        </w:rPr>
        <w:t>صلى‌الله‌عليه‌وآله</w:t>
      </w:r>
      <w:r w:rsidR="003D3A85" w:rsidRPr="00DD7F59">
        <w:rPr>
          <w:rtl/>
        </w:rPr>
        <w:t xml:space="preserve"> دستور مى دهد:</w:t>
      </w:r>
      <w:r w:rsidR="003D3A85" w:rsidRPr="00833A8D">
        <w:rPr>
          <w:rStyle w:val="libAieChar"/>
          <w:rtl/>
        </w:rPr>
        <w:t xml:space="preserve"> وَ اصبر نفسك مع الّذين يَدعون ربّهم بالغَداة والعَشىّ </w:t>
      </w:r>
      <w:r w:rsidR="003D3A85" w:rsidRPr="00833A8D">
        <w:rPr>
          <w:rStyle w:val="libAieChar"/>
          <w:rtl/>
        </w:rPr>
        <w:lastRenderedPageBreak/>
        <w:t>يُريدون وَجهَه ولاتَعدُ عيناك عنهم تُريد زينَة الحَياة الدّنيا و لاتُطِع مَن اءغفَلنا قَلبه عن ذكرنا واتّبَعَ هَواه و كان اءمرُه فُرُطا</w:t>
      </w:r>
      <w:r w:rsidR="007F2F6B">
        <w:rPr>
          <w:rtl/>
        </w:rPr>
        <w:t xml:space="preserve"> خود را با </w:t>
      </w:r>
      <w:r w:rsidR="00BA599A">
        <w:rPr>
          <w:rtl/>
        </w:rPr>
        <w:t>مؤمن</w:t>
      </w:r>
      <w:r w:rsidR="007F2F6B">
        <w:rPr>
          <w:rtl/>
        </w:rPr>
        <w:t>انى كه هر صبح وشام خالصانه خدا را مى خوانند قراربده و به خاطر رسيدن به زينت هاى دنيا از آنان چشم پوشى نكن و از غافلان و هواپرستان و متجاوزان پيروى نكن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DD7F59">
        <w:rPr>
          <w:rtl/>
        </w:rPr>
        <w:t xml:space="preserve"> جمله ى مِنَ المرجومين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به جاى </w:t>
      </w:r>
      <w:r w:rsidRPr="00833A8D">
        <w:rPr>
          <w:rStyle w:val="libAieChar"/>
          <w:rtl/>
        </w:rPr>
        <w:t>لَنَرجُمنّك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7F2F6B">
        <w:rPr>
          <w:rtl/>
        </w:rPr>
        <w:t>نشان مى دهد كه قبل از حضرت نوح نيز افرادى را سنگسار نموده بودند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81" w:name="_Toc365973978"/>
      <w:r>
        <w:rPr>
          <w:rtl/>
        </w:rPr>
        <w:t>پيام ها</w:t>
      </w:r>
      <w:r w:rsidR="009C7B0C">
        <w:rPr>
          <w:rtl/>
        </w:rPr>
        <w:t>:</w:t>
      </w:r>
      <w:bookmarkEnd w:id="181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با پيشنهادات و توقّعات نابجاى متكبّران</w:t>
      </w:r>
      <w:r w:rsidR="009C7B0C">
        <w:rPr>
          <w:rtl/>
        </w:rPr>
        <w:t xml:space="preserve">، </w:t>
      </w:r>
      <w:r>
        <w:rPr>
          <w:rtl/>
        </w:rPr>
        <w:t>قاطعانه برخورد كنيد</w:t>
      </w:r>
      <w:r w:rsidR="009C7B0C">
        <w:rPr>
          <w:rtl/>
        </w:rPr>
        <w:t xml:space="preserve">. </w:t>
      </w:r>
      <w:r>
        <w:rPr>
          <w:rtl/>
        </w:rPr>
        <w:t>(طرد فقراى باايمان جايز نيست</w:t>
      </w:r>
      <w:r w:rsidR="009C7B0C">
        <w:rPr>
          <w:rtl/>
        </w:rPr>
        <w:t xml:space="preserve">، </w:t>
      </w:r>
      <w:r>
        <w:rPr>
          <w:rtl/>
        </w:rPr>
        <w:t xml:space="preserve">حتّى اگر به قيمت ايمان آوردن گروهى ديگر باشد) </w:t>
      </w:r>
      <w:r w:rsidR="003D3A85" w:rsidRPr="00833A8D">
        <w:rPr>
          <w:rStyle w:val="libAieChar"/>
          <w:rtl/>
        </w:rPr>
        <w:t>وما اَنَا بطارد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ملاك ارزش</w:t>
      </w:r>
      <w:r w:rsidR="009C7B0C">
        <w:rPr>
          <w:rtl/>
        </w:rPr>
        <w:t xml:space="preserve">، </w:t>
      </w:r>
      <w:r>
        <w:rPr>
          <w:rtl/>
        </w:rPr>
        <w:t>ايمان است</w:t>
      </w:r>
      <w:r w:rsidR="009C7B0C">
        <w:rPr>
          <w:rtl/>
        </w:rPr>
        <w:t xml:space="preserve">، </w:t>
      </w:r>
      <w:r>
        <w:rPr>
          <w:rtl/>
        </w:rPr>
        <w:t>نه جايگاه اجتماعى و اقتصادى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وما اَنا بطارد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جاذبه بايد در حدّ اعلى باشد</w:t>
      </w:r>
      <w:r w:rsidR="009C7B0C">
        <w:rPr>
          <w:rtl/>
        </w:rPr>
        <w:t xml:space="preserve">، </w:t>
      </w:r>
      <w:r>
        <w:rPr>
          <w:rtl/>
        </w:rPr>
        <w:t>ولى دافعه تنها در موقع ضرورت لازم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اَنَا بطارد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بيم وهشدار و انذار انبيا</w:t>
      </w:r>
      <w:r w:rsidR="009C7B0C">
        <w:rPr>
          <w:rtl/>
        </w:rPr>
        <w:t xml:space="preserve">، </w:t>
      </w:r>
      <w:r>
        <w:rPr>
          <w:rtl/>
        </w:rPr>
        <w:t>بيش از بشارت آنان است</w:t>
      </w:r>
      <w:r w:rsidR="009C7B0C">
        <w:rPr>
          <w:rtl/>
        </w:rPr>
        <w:t xml:space="preserve">. </w:t>
      </w:r>
      <w:r>
        <w:rPr>
          <w:rtl/>
        </w:rPr>
        <w:t xml:space="preserve">در قرآن جمله ى </w:t>
      </w:r>
      <w:r w:rsidR="003D3A85" w:rsidRPr="00833A8D">
        <w:rPr>
          <w:rStyle w:val="libAieChar"/>
          <w:rtl/>
        </w:rPr>
        <w:t>اِن اَنا الاّ نذير</w:t>
      </w:r>
      <w:r>
        <w:rPr>
          <w:rtl/>
        </w:rPr>
        <w:t xml:space="preserve"> آمده</w:t>
      </w:r>
      <w:r w:rsidR="009C7B0C">
        <w:rPr>
          <w:rtl/>
        </w:rPr>
        <w:t xml:space="preserve">، </w:t>
      </w:r>
      <w:r>
        <w:rPr>
          <w:rtl/>
        </w:rPr>
        <w:t xml:space="preserve">ولى جمله ى </w:t>
      </w:r>
      <w:r w:rsidR="003D3A85" w:rsidRPr="00833A8D">
        <w:rPr>
          <w:rStyle w:val="libAieChar"/>
          <w:rtl/>
        </w:rPr>
        <w:t>ان انا الا بشير</w:t>
      </w:r>
      <w:r>
        <w:rPr>
          <w:rtl/>
        </w:rPr>
        <w:t xml:space="preserve"> نيامده است</w:t>
      </w:r>
      <w:r w:rsidR="009C7B0C">
        <w:rPr>
          <w:rtl/>
        </w:rPr>
        <w:t xml:space="preserve">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ترساندن غافل از خطرها</w:t>
      </w:r>
      <w:r w:rsidR="009C7B0C">
        <w:rPr>
          <w:rtl/>
        </w:rPr>
        <w:t xml:space="preserve">، </w:t>
      </w:r>
      <w:r w:rsidR="007F2F6B">
        <w:rPr>
          <w:rtl/>
        </w:rPr>
        <w:t>بهترين شيوه ى ارشادى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 اَنا الاّ نذير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يكى از مهم ترين حربه هاى مخالفان انبيا تهديد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المرجومين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سنگسار كردن</w:t>
      </w:r>
      <w:r w:rsidR="009C7B0C">
        <w:rPr>
          <w:rtl/>
        </w:rPr>
        <w:t xml:space="preserve">، </w:t>
      </w:r>
      <w:r>
        <w:rPr>
          <w:rtl/>
        </w:rPr>
        <w:t>يكى از قديمى ترين انواع شكنجه 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المرجومين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در برابر تهديدهاى دشمن به خدا متوسّل شويم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ربّ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ناله ى حضرت نوح به خاطر تكذيب مكتب بود</w:t>
      </w:r>
      <w:r w:rsidR="009C7B0C">
        <w:rPr>
          <w:rtl/>
        </w:rPr>
        <w:t xml:space="preserve">، </w:t>
      </w:r>
      <w:r>
        <w:rPr>
          <w:rtl/>
        </w:rPr>
        <w:t>نه تهديد و سنگسار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رِبّ انّ قومى كذّبون</w:t>
      </w:r>
      <w:r>
        <w:rPr>
          <w:rtl/>
        </w:rPr>
        <w:t xml:space="preserve"> و نفرمود: </w:t>
      </w:r>
      <w:r w:rsidR="003D3A85" w:rsidRPr="00833A8D">
        <w:rPr>
          <w:rStyle w:val="libAieChar"/>
          <w:rtl/>
        </w:rPr>
        <w:t xml:space="preserve">يرجمون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10- خشونت نااهلان</w:t>
      </w:r>
      <w:r w:rsidR="009C7B0C">
        <w:rPr>
          <w:rtl/>
        </w:rPr>
        <w:t xml:space="preserve">، </w:t>
      </w:r>
      <w:r>
        <w:rPr>
          <w:rtl/>
        </w:rPr>
        <w:t>از عواطف پدرى و برادرى شما نكاهد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قومى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گره گشا خداست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فافتح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اوّل براى حلّ مشكلات مردم و جامعه دعا كنيد</w:t>
      </w:r>
      <w:r w:rsidR="009C7B0C">
        <w:rPr>
          <w:rtl/>
        </w:rPr>
        <w:t xml:space="preserve">، </w:t>
      </w:r>
      <w:r>
        <w:rPr>
          <w:rtl/>
        </w:rPr>
        <w:t>بعد براى نجات خود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فافتَح نَجّنى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با وجود تهديد وخفقان</w:t>
      </w:r>
      <w:r w:rsidR="009C7B0C">
        <w:rPr>
          <w:rtl/>
        </w:rPr>
        <w:t xml:space="preserve">، </w:t>
      </w:r>
      <w:r>
        <w:rPr>
          <w:rtl/>
        </w:rPr>
        <w:t>گروهى از مردم به انبيا ايمان مى آوردند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ومَن معى من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آنچه مهم است</w:t>
      </w:r>
      <w:r w:rsidR="009C7B0C">
        <w:rPr>
          <w:rtl/>
        </w:rPr>
        <w:t xml:space="preserve">، </w:t>
      </w:r>
      <w:r>
        <w:rPr>
          <w:rtl/>
        </w:rPr>
        <w:t>همراهىِ عملى ومكتبى است</w:t>
      </w:r>
      <w:r w:rsidR="009C7B0C">
        <w:rPr>
          <w:rtl/>
        </w:rPr>
        <w:t xml:space="preserve">، </w:t>
      </w:r>
      <w:r>
        <w:rPr>
          <w:rtl/>
        </w:rPr>
        <w:t>نه فيزيكى وظاهرى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ومَن مَعىَ من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15- </w:t>
      </w:r>
      <w:r w:rsidR="00BA599A">
        <w:rPr>
          <w:rtl/>
        </w:rPr>
        <w:t>مؤمن</w:t>
      </w:r>
      <w:r>
        <w:rPr>
          <w:rtl/>
        </w:rPr>
        <w:t>ين مشمول دعاى انبيا هستند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نجّنى و مَن معِىَ من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16- ايمان به تنهايى كافى نيست</w:t>
      </w:r>
      <w:r w:rsidR="009C7B0C">
        <w:rPr>
          <w:rtl/>
        </w:rPr>
        <w:t xml:space="preserve">، </w:t>
      </w:r>
      <w:r>
        <w:rPr>
          <w:rtl/>
        </w:rPr>
        <w:t>پيروى و همراهى لازم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مَن مَعىَ</w:t>
      </w:r>
      <w:r>
        <w:rPr>
          <w:rtl/>
        </w:rPr>
        <w:t xml:space="preserve"> چنانكه در موارد ديگر نيز قرآن مى فرمايد:</w:t>
      </w:r>
      <w:r w:rsidR="003D3A85" w:rsidRPr="00833A8D">
        <w:rPr>
          <w:rStyle w:val="libAieChar"/>
          <w:rtl/>
        </w:rPr>
        <w:t xml:space="preserve"> والّذين آمنوا معه</w:t>
      </w:r>
      <w:r>
        <w:t xml:space="preserve"> </w:t>
      </w:r>
      <w:r w:rsidR="00573D7D" w:rsidRPr="00573D7D">
        <w:rPr>
          <w:rStyle w:val="libFootnotenumChar"/>
        </w:rPr>
        <w:t>(41)</w:t>
      </w:r>
    </w:p>
    <w:p w:rsidR="007F2F6B" w:rsidRDefault="00573D7D" w:rsidP="00573D7D">
      <w:pPr>
        <w:pStyle w:val="Heading1"/>
        <w:rPr>
          <w:rtl/>
        </w:rPr>
      </w:pPr>
      <w:bookmarkStart w:id="182" w:name="_Toc365973979"/>
      <w:r>
        <w:rPr>
          <w:rtl/>
        </w:rPr>
        <w:t>119 - فَاءَنجَيْنَهُ وَمَن مَّعَهُ فِى الْفُلْكِ الْمَشْحُونِ</w:t>
      </w:r>
      <w:bookmarkEnd w:id="182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83" w:name="_Toc365973980"/>
      <w:r w:rsidR="00573D7D">
        <w:rPr>
          <w:rtl/>
        </w:rPr>
        <w:t>120 - ثُمَّ اءَغْرَقْنَا بَعْدُ الْبَاقِينَ</w:t>
      </w:r>
      <w:bookmarkEnd w:id="18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پس ما نوح و هر كس از </w:t>
      </w:r>
      <w:r w:rsidR="00BA599A">
        <w:rPr>
          <w:rtl/>
        </w:rPr>
        <w:t>مؤمن</w:t>
      </w:r>
      <w:r>
        <w:rPr>
          <w:rtl/>
        </w:rPr>
        <w:t>ان را كه در آن كشتىِ گران بار</w:t>
      </w:r>
      <w:r w:rsidR="009C7B0C">
        <w:rPr>
          <w:rtl/>
        </w:rPr>
        <w:t xml:space="preserve">، </w:t>
      </w:r>
      <w:r>
        <w:rPr>
          <w:rtl/>
        </w:rPr>
        <w:t>با او بود نجات داديم</w:t>
      </w:r>
      <w:r w:rsidR="009C7B0C">
        <w:rPr>
          <w:rtl/>
        </w:rPr>
        <w:t xml:space="preserve">. </w:t>
      </w:r>
      <w:r>
        <w:rPr>
          <w:rtl/>
        </w:rPr>
        <w:t>سپس باقيماندگان را غرق كرديم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84" w:name="_Toc365973981"/>
      <w:r>
        <w:rPr>
          <w:rtl/>
        </w:rPr>
        <w:t>121 - إِنَّ فِى ذَلِكَ لاََيَةً وَمَا كَانَ اءَكْثَرُهُم مُّؤْمِنِينَ</w:t>
      </w:r>
      <w:bookmarkEnd w:id="18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البتّه در اين (ماجرا) نشانه ى بزرگى است</w:t>
      </w:r>
      <w:r w:rsidR="009C7B0C">
        <w:rPr>
          <w:rtl/>
        </w:rPr>
        <w:t xml:space="preserve">، </w:t>
      </w:r>
      <w:r>
        <w:rPr>
          <w:rtl/>
        </w:rPr>
        <w:t>ولى اكثر مردم ايمان آورنده نيستند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85" w:name="_Toc365973982"/>
      <w:r>
        <w:rPr>
          <w:rtl/>
        </w:rPr>
        <w:lastRenderedPageBreak/>
        <w:t>122 - وَإِنَّ رَبَّكَ لَهُوَ الْعَزِيزُ الرَّحِيمُ</w:t>
      </w:r>
      <w:bookmarkEnd w:id="18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قطعاً پروردگارت همان صاحب عزّت و مهربان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86" w:name="_Toc365973983"/>
      <w:r>
        <w:rPr>
          <w:rtl/>
        </w:rPr>
        <w:t>نكته ها</w:t>
      </w:r>
      <w:r w:rsidR="009C7B0C">
        <w:rPr>
          <w:rtl/>
        </w:rPr>
        <w:t>:</w:t>
      </w:r>
      <w:bookmarkEnd w:id="186"/>
    </w:p>
    <w:p w:rsidR="007F2F6B" w:rsidRDefault="00833A8D" w:rsidP="007F2F6B">
      <w:pPr>
        <w:pStyle w:val="libNormal"/>
        <w:rPr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>مراد از گران بار بودن كشتى</w:t>
      </w:r>
      <w:r w:rsidR="003D3A85" w:rsidRPr="00833A8D">
        <w:rPr>
          <w:rStyle w:val="libAieChar"/>
          <w:rtl/>
        </w:rPr>
        <w:t xml:space="preserve"> الفُلك المَشحون</w:t>
      </w:r>
      <w:r w:rsidR="009C7B0C">
        <w:rPr>
          <w:rtl/>
        </w:rPr>
        <w:t xml:space="preserve">، </w:t>
      </w:r>
      <w:r w:rsidR="007F2F6B">
        <w:rPr>
          <w:rtl/>
        </w:rPr>
        <w:t>اين است كه آنچه مورد نياز بود</w:t>
      </w:r>
      <w:r w:rsidR="009C7B0C">
        <w:rPr>
          <w:rtl/>
        </w:rPr>
        <w:t xml:space="preserve">، </w:t>
      </w:r>
      <w:r w:rsidR="007F2F6B">
        <w:rPr>
          <w:rtl/>
        </w:rPr>
        <w:t>حضرت نوح در كشتى قرار داده بود</w:t>
      </w:r>
      <w:r w:rsidR="009C7B0C">
        <w:rPr>
          <w:rtl/>
        </w:rPr>
        <w:t xml:space="preserve">. </w:t>
      </w:r>
      <w:r w:rsidR="007F2F6B">
        <w:rPr>
          <w:rtl/>
        </w:rPr>
        <w:t xml:space="preserve">امام باقر </w:t>
      </w:r>
      <w:r w:rsidR="00BA599A" w:rsidRPr="00BA599A">
        <w:rPr>
          <w:rStyle w:val="libAlaemChar"/>
          <w:rtl/>
        </w:rPr>
        <w:t>عليه‌السلام</w:t>
      </w:r>
      <w:r w:rsidR="007F2F6B">
        <w:rPr>
          <w:rtl/>
        </w:rPr>
        <w:t xml:space="preserve"> فرمود: </w:t>
      </w:r>
      <w:r w:rsidR="003D3A85" w:rsidRPr="00833A8D">
        <w:rPr>
          <w:rStyle w:val="libAieChar"/>
          <w:rtl/>
        </w:rPr>
        <w:t>الفلك المشحون</w:t>
      </w:r>
      <w:r>
        <w:rPr>
          <w:rStyle w:val="libAieChar"/>
          <w:rtl/>
        </w:rPr>
        <w:t xml:space="preserve"> </w:t>
      </w:r>
      <w:r w:rsidR="007F2F6B">
        <w:rPr>
          <w:rtl/>
        </w:rPr>
        <w:t>كشتى مجهّزِ آماده حركت است</w:t>
      </w:r>
      <w:r w:rsidR="009C7B0C">
        <w:rPr>
          <w:rtl/>
        </w:rPr>
        <w:t xml:space="preserve">. </w:t>
      </w:r>
      <w:r w:rsidR="007F2F6B">
        <w:rPr>
          <w:rtl/>
        </w:rPr>
        <w:t xml:space="preserve">وحضرت على </w:t>
      </w:r>
      <w:r w:rsidR="00BA599A" w:rsidRPr="00BA599A">
        <w:rPr>
          <w:rStyle w:val="libAlaemChar"/>
          <w:rtl/>
        </w:rPr>
        <w:t>عليه‌السلام</w:t>
      </w:r>
      <w:r w:rsidR="007F2F6B">
        <w:rPr>
          <w:rtl/>
        </w:rPr>
        <w:t xml:space="preserve"> فرمود: در آن كشتى</w:t>
      </w:r>
      <w:r w:rsidR="009C7B0C">
        <w:rPr>
          <w:rtl/>
        </w:rPr>
        <w:t xml:space="preserve">، </w:t>
      </w:r>
      <w:r w:rsidR="007F2F6B">
        <w:rPr>
          <w:rtl/>
        </w:rPr>
        <w:t>نود جايگاه براى چهارپايان ساخته بود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(42)</w:t>
      </w:r>
    </w:p>
    <w:p w:rsidR="007F2F6B" w:rsidRDefault="003D3A85" w:rsidP="003D3A85">
      <w:pPr>
        <w:pStyle w:val="Heading2"/>
        <w:rPr>
          <w:rtl/>
        </w:rPr>
      </w:pPr>
      <w:bookmarkStart w:id="187" w:name="_Toc365973984"/>
      <w:r>
        <w:rPr>
          <w:rtl/>
        </w:rPr>
        <w:t>پيام ها</w:t>
      </w:r>
      <w:r w:rsidR="009C7B0C">
        <w:rPr>
          <w:rtl/>
        </w:rPr>
        <w:t>:</w:t>
      </w:r>
      <w:bookmarkEnd w:id="187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دعاى انبيا و مظلومين مستجاب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فانجَيناه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2- </w:t>
      </w:r>
      <w:r w:rsidR="00BA599A">
        <w:rPr>
          <w:rtl/>
        </w:rPr>
        <w:t>مؤمن</w:t>
      </w:r>
      <w:r>
        <w:rPr>
          <w:rtl/>
        </w:rPr>
        <w:t>ين در پرتو انبيا بيمه هستند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فانجَيناه و مَن معه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جدايى از انبيا سبب هلاكت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ثمّ اَغرقنا بعدُ الباقين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داستان نجات نوح و يارانش و غرق كفّارو مخالفان</w:t>
      </w:r>
      <w:r w:rsidR="009C7B0C">
        <w:rPr>
          <w:rtl/>
        </w:rPr>
        <w:t xml:space="preserve">، </w:t>
      </w:r>
      <w:r>
        <w:rPr>
          <w:rtl/>
        </w:rPr>
        <w:t>نمودى از سنّت خداوند در يارى حقّ و سركوبى باطل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فى ذلك لاية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اگر به كفّار مهلتى مى دهد</w:t>
      </w:r>
      <w:r w:rsidR="009C7B0C">
        <w:rPr>
          <w:rtl/>
        </w:rPr>
        <w:t xml:space="preserve">، </w:t>
      </w:r>
      <w:r w:rsidR="007F2F6B">
        <w:rPr>
          <w:rtl/>
        </w:rPr>
        <w:t>به خاطر رحمت است نه ناتوانى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العزيز الرّحيم</w:t>
      </w:r>
    </w:p>
    <w:p w:rsidR="007F2F6B" w:rsidRDefault="00573D7D" w:rsidP="00573D7D">
      <w:pPr>
        <w:pStyle w:val="Heading1"/>
        <w:rPr>
          <w:rtl/>
        </w:rPr>
      </w:pPr>
      <w:bookmarkStart w:id="188" w:name="_Toc365973985"/>
      <w:r>
        <w:rPr>
          <w:rtl/>
        </w:rPr>
        <w:t>123 - كَذَّبَتْ عَادٌ الْمُرْسَلِينَ</w:t>
      </w:r>
      <w:bookmarkEnd w:id="188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89" w:name="_Toc365973986"/>
      <w:r w:rsidR="00573D7D">
        <w:rPr>
          <w:rtl/>
        </w:rPr>
        <w:t>124 - إِذْ قَالَ لَهُمْ اءَخُوهُمْ هُودٌ اءَلاَ تَتَّقُونَ</w:t>
      </w:r>
      <w:bookmarkEnd w:id="18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قوم عاد (نيز همچون قوم نوح) انبيا را تكذيب كردند</w:t>
      </w:r>
      <w:r w:rsidR="009C7B0C">
        <w:rPr>
          <w:rtl/>
        </w:rPr>
        <w:t xml:space="preserve">. </w:t>
      </w:r>
      <w:r>
        <w:rPr>
          <w:rtl/>
        </w:rPr>
        <w:t>آن گاه كه برادرشان هود به آنان گفت</w:t>
      </w:r>
      <w:r w:rsidR="009C7B0C">
        <w:rPr>
          <w:rtl/>
        </w:rPr>
        <w:t>:</w:t>
      </w:r>
      <w:r>
        <w:rPr>
          <w:rtl/>
        </w:rPr>
        <w:t xml:space="preserve"> آيا (از شرك و انحراف) پروا نمى كنيد؟</w:t>
      </w:r>
    </w:p>
    <w:p w:rsidR="007F2F6B" w:rsidRDefault="00573D7D" w:rsidP="00573D7D">
      <w:pPr>
        <w:pStyle w:val="Heading1"/>
        <w:rPr>
          <w:rtl/>
        </w:rPr>
      </w:pPr>
      <w:bookmarkStart w:id="190" w:name="_Toc365973987"/>
      <w:r>
        <w:rPr>
          <w:rtl/>
        </w:rPr>
        <w:lastRenderedPageBreak/>
        <w:t>12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إِنِّى لَكُمْ رَسُولٌ اءَمِينٌ</w:t>
      </w:r>
      <w:bookmarkEnd w:id="190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91" w:name="_Toc365973988"/>
      <w:r w:rsidR="00573D7D">
        <w:rPr>
          <w:rtl/>
        </w:rPr>
        <w:t>126 - فَاتَّقُواْ اللّهَ وَاءَطِيعُونِ</w:t>
      </w:r>
      <w:bookmarkEnd w:id="19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همانا من براى شما پيامبرى امين هستم</w:t>
      </w:r>
      <w:r w:rsidR="009C7B0C">
        <w:rPr>
          <w:rtl/>
        </w:rPr>
        <w:t xml:space="preserve">. </w:t>
      </w:r>
      <w:r>
        <w:rPr>
          <w:rtl/>
        </w:rPr>
        <w:t>پس از خدا پرواكنيد ومرا پيروى نماييد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192" w:name="_Toc365973989"/>
      <w:r>
        <w:rPr>
          <w:rtl/>
        </w:rPr>
        <w:t>127 - وَمآ اءَسْئَلُكُمْ عَلَيْهِ مِنْ اءَجْرٍ إِنْ اءَجْرِىَ إِلا عَلَى رَبِّ الْعَلَمِينَ</w:t>
      </w:r>
      <w:bookmarkEnd w:id="19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من براى رسالتم هيچ مزدى از شما نمى خواهم</w:t>
      </w:r>
      <w:r w:rsidR="009C7B0C">
        <w:rPr>
          <w:rtl/>
        </w:rPr>
        <w:t xml:space="preserve">، </w:t>
      </w:r>
      <w:r>
        <w:rPr>
          <w:rtl/>
        </w:rPr>
        <w:t>(زيرا كه) مزد من فقط بر عهده ى پروردگار جهانيان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93" w:name="_Toc365973990"/>
      <w:r>
        <w:rPr>
          <w:rtl/>
        </w:rPr>
        <w:t>نكته ها</w:t>
      </w:r>
      <w:r w:rsidR="009C7B0C">
        <w:rPr>
          <w:rtl/>
        </w:rPr>
        <w:t>:</w:t>
      </w:r>
      <w:bookmarkEnd w:id="193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عاد</w:t>
      </w:r>
      <w:r w:rsidR="009C7B0C">
        <w:rPr>
          <w:rtl/>
        </w:rPr>
        <w:t xml:space="preserve">، </w:t>
      </w:r>
      <w:r w:rsidR="007F2F6B">
        <w:rPr>
          <w:rtl/>
        </w:rPr>
        <w:t>نام جدّ بزرگ قوم حضرت هود است و آن قوم به نام جدّشان مشهور شده اند</w:t>
      </w:r>
      <w:r w:rsidR="009C7B0C">
        <w:rPr>
          <w:rtl/>
        </w:rPr>
        <w:t xml:space="preserve">. </w:t>
      </w:r>
      <w:r w:rsidR="007F2F6B">
        <w:rPr>
          <w:rtl/>
        </w:rPr>
        <w:t xml:space="preserve">قوم عاد طايفه اى از عرب بودند كه در سرزمين خوش آب و هواى </w:t>
      </w:r>
      <w:r w:rsidR="003D3A85" w:rsidRPr="00833A8D">
        <w:rPr>
          <w:rStyle w:val="libAieChar"/>
          <w:rtl/>
        </w:rPr>
        <w:t>يمن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در منطقه اى به نام </w:t>
      </w:r>
      <w:r w:rsidR="003D3A85" w:rsidRPr="00833A8D">
        <w:rPr>
          <w:rStyle w:val="libAieChar"/>
          <w:rtl/>
        </w:rPr>
        <w:t>احقاف</w:t>
      </w:r>
      <w:r>
        <w:rPr>
          <w:rStyle w:val="libAieChar"/>
          <w:rtl/>
        </w:rPr>
        <w:t xml:space="preserve"> </w:t>
      </w:r>
      <w:r w:rsidR="007F2F6B">
        <w:rPr>
          <w:rtl/>
        </w:rPr>
        <w:t>در نزديكى دريا زندگى مى كردند</w:t>
      </w:r>
      <w:r w:rsidR="009C7B0C">
        <w:rPr>
          <w:rtl/>
        </w:rPr>
        <w:t xml:space="preserve">. </w:t>
      </w:r>
      <w:r w:rsidR="007F2F6B">
        <w:rPr>
          <w:rtl/>
        </w:rPr>
        <w:t>كشورشان آباد بود</w:t>
      </w:r>
      <w:r w:rsidR="009C7B0C">
        <w:rPr>
          <w:rtl/>
        </w:rPr>
        <w:t xml:space="preserve">، </w:t>
      </w:r>
      <w:r w:rsidR="007F2F6B">
        <w:rPr>
          <w:rtl/>
        </w:rPr>
        <w:t>مردم شهر نشين بودند و پيامبرشان حضرت هود بود</w:t>
      </w:r>
      <w:r w:rsidR="009C7B0C">
        <w:rPr>
          <w:rtl/>
        </w:rPr>
        <w:t xml:space="preserve">. </w:t>
      </w:r>
      <w:r w:rsidR="007F2F6B">
        <w:rPr>
          <w:rtl/>
        </w:rPr>
        <w:t>نامشان در قرآن كريم 24 بار تكرار شده است</w:t>
      </w:r>
      <w:r w:rsidR="009C7B0C">
        <w:rPr>
          <w:rtl/>
        </w:rPr>
        <w:t xml:space="preserve">. </w:t>
      </w:r>
      <w:r w:rsidR="007F2F6B">
        <w:rPr>
          <w:rtl/>
        </w:rPr>
        <w:t>همچنين در قرآن</w:t>
      </w:r>
      <w:r w:rsidR="009C7B0C">
        <w:rPr>
          <w:rtl/>
        </w:rPr>
        <w:t xml:space="preserve">، </w:t>
      </w:r>
      <w:r w:rsidR="007F2F6B">
        <w:rPr>
          <w:rtl/>
        </w:rPr>
        <w:t>سوره اى به نام احقاف وسوره اى به نام هود داريم</w:t>
      </w:r>
      <w:r w:rsidR="009C7B0C">
        <w:rPr>
          <w:rtl/>
        </w:rPr>
        <w:t xml:space="preserve">. </w:t>
      </w:r>
    </w:p>
    <w:p w:rsidR="00D64FE0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7F2F6B" w:rsidRDefault="003D3A85" w:rsidP="003D3A85">
      <w:pPr>
        <w:pStyle w:val="Heading2"/>
        <w:rPr>
          <w:rtl/>
        </w:rPr>
      </w:pPr>
      <w:bookmarkStart w:id="194" w:name="_Toc365973991"/>
      <w:r>
        <w:rPr>
          <w:rtl/>
        </w:rPr>
        <w:lastRenderedPageBreak/>
        <w:t>پيام ها</w:t>
      </w:r>
      <w:r w:rsidR="009C7B0C">
        <w:rPr>
          <w:rtl/>
        </w:rPr>
        <w:t>:</w:t>
      </w:r>
      <w:bookmarkEnd w:id="194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چون هدف و محتواى دعوت تمام انبيا يكى است</w:t>
      </w:r>
      <w:r w:rsidR="009C7B0C">
        <w:rPr>
          <w:rtl/>
        </w:rPr>
        <w:t xml:space="preserve">، </w:t>
      </w:r>
      <w:r>
        <w:rPr>
          <w:rtl/>
        </w:rPr>
        <w:t>تكذيب يك پيامبر</w:t>
      </w:r>
      <w:r w:rsidR="009C7B0C">
        <w:rPr>
          <w:rtl/>
        </w:rPr>
        <w:t xml:space="preserve">، </w:t>
      </w:r>
      <w:r>
        <w:rPr>
          <w:rtl/>
        </w:rPr>
        <w:t>به منزله ى تكذيب همه ى پيامبران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كذّبت عادٌالمرسلين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دعوت پيامبران</w:t>
      </w:r>
      <w:r w:rsidR="009C7B0C">
        <w:rPr>
          <w:rtl/>
        </w:rPr>
        <w:t xml:space="preserve">، </w:t>
      </w:r>
      <w:r>
        <w:rPr>
          <w:rtl/>
        </w:rPr>
        <w:t>برادرانه بود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اَخوهم</w:t>
      </w:r>
      <w:r>
        <w:rPr>
          <w:rtl/>
        </w:rPr>
        <w:t xml:space="preserve"> (حتّى كلمه ى </w:t>
      </w:r>
      <w:r w:rsidR="003D3A85" w:rsidRPr="00833A8D">
        <w:rPr>
          <w:rStyle w:val="libAieChar"/>
          <w:rtl/>
        </w:rPr>
        <w:t>اَبوهم</w:t>
      </w:r>
      <w:r w:rsidR="00833A8D">
        <w:rPr>
          <w:rStyle w:val="libAieChar"/>
          <w:rtl/>
        </w:rPr>
        <w:t xml:space="preserve"> </w:t>
      </w:r>
      <w:r>
        <w:rPr>
          <w:rtl/>
        </w:rPr>
        <w:t>نياورده تا عمق صفا و تواضع و صداقت را بيان كند)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تقوا</w:t>
      </w:r>
      <w:r w:rsidR="009C7B0C">
        <w:rPr>
          <w:rtl/>
        </w:rPr>
        <w:t xml:space="preserve">، </w:t>
      </w:r>
      <w:r>
        <w:rPr>
          <w:rtl/>
        </w:rPr>
        <w:t>سرلوحه ى دعوت انبيا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اَلا تَتّقون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دعوت به تقوا</w:t>
      </w:r>
      <w:r w:rsidR="009C7B0C">
        <w:rPr>
          <w:rtl/>
        </w:rPr>
        <w:t xml:space="preserve">، </w:t>
      </w:r>
      <w:r>
        <w:rPr>
          <w:rtl/>
        </w:rPr>
        <w:t>لازمه ى اُخوّت وبرادرى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اَخوهم هود اَلا تَتّقون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رسالت انبيا براى رشد مردم است</w:t>
      </w:r>
      <w:r w:rsidR="009C7B0C">
        <w:rPr>
          <w:rtl/>
        </w:rPr>
        <w:t xml:space="preserve">، </w:t>
      </w:r>
      <w:r w:rsidR="007F2F6B">
        <w:rPr>
          <w:rtl/>
        </w:rPr>
        <w:t>نه سلطه بر آنها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پيامبران</w:t>
      </w:r>
      <w:r w:rsidR="009C7B0C">
        <w:rPr>
          <w:rtl/>
        </w:rPr>
        <w:t xml:space="preserve">، </w:t>
      </w:r>
      <w:r>
        <w:rPr>
          <w:rtl/>
        </w:rPr>
        <w:t>از خود حرفى نداشتند</w:t>
      </w:r>
      <w:r w:rsidR="009C7B0C">
        <w:rPr>
          <w:rtl/>
        </w:rPr>
        <w:t xml:space="preserve">، </w:t>
      </w:r>
      <w:r>
        <w:rPr>
          <w:rtl/>
        </w:rPr>
        <w:t>هر چه مى گفتند پيام الهى بود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رسول اءمين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لحن همه ى انبيا و شيوه ى تبليغ و محتواى مطالب و خط فكرى آنان مشترك است</w:t>
      </w:r>
      <w:r w:rsidR="009C7B0C">
        <w:rPr>
          <w:rtl/>
        </w:rPr>
        <w:t xml:space="preserve">. </w:t>
      </w:r>
      <w:r>
        <w:rPr>
          <w:rtl/>
        </w:rPr>
        <w:t>(تكرار آيات شاهد اين سخن است)</w:t>
      </w:r>
      <w:r w:rsidR="009C7B0C">
        <w:rPr>
          <w:rtl/>
        </w:rPr>
        <w:t xml:space="preserve">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تقواى الهى</w:t>
      </w:r>
      <w:r w:rsidR="009C7B0C">
        <w:rPr>
          <w:rtl/>
        </w:rPr>
        <w:t xml:space="preserve">، </w:t>
      </w:r>
      <w:r w:rsidR="007F2F6B">
        <w:rPr>
          <w:rtl/>
        </w:rPr>
        <w:t>زمينه ساز اطاعت از رهبرى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فاتّقوا اللّه و اَطيعون</w:t>
      </w:r>
      <w:r w:rsidR="007F2F6B">
        <w:rPr>
          <w:rtl/>
        </w:rPr>
        <w:t xml:space="preserve"> پيروى از رهبران الهى</w:t>
      </w:r>
      <w:r w:rsidR="009C7B0C">
        <w:rPr>
          <w:rtl/>
        </w:rPr>
        <w:t xml:space="preserve">، </w:t>
      </w:r>
      <w:r w:rsidR="007F2F6B">
        <w:rPr>
          <w:rtl/>
        </w:rPr>
        <w:t>تبلور تقواى الهى 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اخلاص و بى توقّعى</w:t>
      </w:r>
      <w:r w:rsidR="009C7B0C">
        <w:rPr>
          <w:rtl/>
        </w:rPr>
        <w:t xml:space="preserve">، </w:t>
      </w:r>
      <w:r>
        <w:rPr>
          <w:rtl/>
        </w:rPr>
        <w:t>رمز موفقيّت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اءسئلكم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اخلاص و توكّل</w:t>
      </w:r>
      <w:r w:rsidR="009C7B0C">
        <w:rPr>
          <w:rtl/>
        </w:rPr>
        <w:t xml:space="preserve">، </w:t>
      </w:r>
      <w:r>
        <w:rPr>
          <w:rtl/>
        </w:rPr>
        <w:t>لازمه ى تبليغ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 اءجرى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كسى كه هستى را اداره مى كند</w:t>
      </w:r>
      <w:r w:rsidR="009C7B0C">
        <w:rPr>
          <w:rtl/>
        </w:rPr>
        <w:t xml:space="preserve">، </w:t>
      </w:r>
      <w:r>
        <w:rPr>
          <w:rtl/>
        </w:rPr>
        <w:t>زندگى مرا نيز اداره خواهد كرد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 اءجرى الا على ربّ 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نظام هستى از عوامل مختلفى تشكيل شده كه همه ى آنها تحت يك تدبير و در حال رشد هستند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العالمين</w:t>
      </w:r>
    </w:p>
    <w:p w:rsidR="007F2F6B" w:rsidRDefault="00573D7D" w:rsidP="00573D7D">
      <w:pPr>
        <w:pStyle w:val="Heading1"/>
        <w:rPr>
          <w:rtl/>
        </w:rPr>
      </w:pPr>
      <w:bookmarkStart w:id="195" w:name="_Toc365973992"/>
      <w:r>
        <w:rPr>
          <w:rtl/>
        </w:rPr>
        <w:lastRenderedPageBreak/>
        <w:t>12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اءَتَبْنُونَ بِكُلِّ رِيْعٍ ءَايَةً تَعْبَثُونَ</w:t>
      </w:r>
      <w:bookmarkEnd w:id="195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96" w:name="_Toc365973993"/>
      <w:r w:rsidR="00573D7D">
        <w:rPr>
          <w:rtl/>
        </w:rPr>
        <w:t>129 - وَتَتَّخِذُونَ مَصَانِعَ لَعَلَّكُمْ تَخْلُدُونَ</w:t>
      </w:r>
      <w:bookmarkEnd w:id="19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(هود به مردم گفت</w:t>
      </w:r>
      <w:r w:rsidR="009C7B0C">
        <w:rPr>
          <w:rtl/>
        </w:rPr>
        <w:t>:</w:t>
      </w:r>
      <w:r>
        <w:rPr>
          <w:rtl/>
        </w:rPr>
        <w:t>) آيا بر هر تپه اى بنا وقصرى بلند از روى هوا و هوس مى سازيد؟ و كاخ ‌هاى استوار مى گيريد</w:t>
      </w:r>
      <w:r w:rsidR="009C7B0C">
        <w:rPr>
          <w:rtl/>
        </w:rPr>
        <w:t xml:space="preserve">، </w:t>
      </w:r>
      <w:r>
        <w:rPr>
          <w:rtl/>
        </w:rPr>
        <w:t>به اميد آنكه جاودانه بمانيد؟</w:t>
      </w:r>
    </w:p>
    <w:p w:rsidR="007F2F6B" w:rsidRDefault="00573D7D" w:rsidP="00573D7D">
      <w:pPr>
        <w:pStyle w:val="Heading1"/>
        <w:rPr>
          <w:rtl/>
        </w:rPr>
      </w:pPr>
      <w:bookmarkStart w:id="197" w:name="_Toc365973994"/>
      <w:r>
        <w:rPr>
          <w:rtl/>
        </w:rPr>
        <w:t>130 - وَإِذَا بَطَشْتُم بَطَشْتُمْ جَبَّارِينَ</w:t>
      </w:r>
      <w:bookmarkEnd w:id="197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198" w:name="_Toc365973995"/>
      <w:r w:rsidR="00573D7D">
        <w:rPr>
          <w:rtl/>
        </w:rPr>
        <w:t>131 - فَاتَّقُواْ اللّهَ وَاءَطِيعُونِ</w:t>
      </w:r>
      <w:bookmarkEnd w:id="19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هر گاه كسى را كيفر مى دهيد</w:t>
      </w:r>
      <w:r w:rsidR="009C7B0C">
        <w:rPr>
          <w:rtl/>
        </w:rPr>
        <w:t xml:space="preserve">، </w:t>
      </w:r>
      <w:r>
        <w:rPr>
          <w:rtl/>
        </w:rPr>
        <w:t>همچون زورگويان كيفر مى دهيد؟ پس</w:t>
      </w:r>
      <w:r w:rsidR="009C7B0C">
        <w:rPr>
          <w:rtl/>
        </w:rPr>
        <w:t xml:space="preserve">، </w:t>
      </w:r>
      <w:r>
        <w:rPr>
          <w:rtl/>
        </w:rPr>
        <w:t>از خداوند پروا كنيد و مرا فرمان بريد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199" w:name="_Toc365973996"/>
      <w:r>
        <w:rPr>
          <w:rtl/>
        </w:rPr>
        <w:t>نكته ها</w:t>
      </w:r>
      <w:r w:rsidR="009C7B0C">
        <w:rPr>
          <w:rtl/>
        </w:rPr>
        <w:t>:</w:t>
      </w:r>
      <w:bookmarkEnd w:id="199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ريع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دامنه ى كوه و تپه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مَصانع</w:t>
      </w:r>
      <w:r>
        <w:rPr>
          <w:rStyle w:val="libAieChar"/>
          <w:rtl/>
        </w:rPr>
        <w:t xml:space="preserve"> </w:t>
      </w:r>
      <w:r w:rsidR="007F2F6B">
        <w:rPr>
          <w:rtl/>
        </w:rPr>
        <w:t>دژ و قصر محكم و بلند را گويند</w:t>
      </w:r>
      <w:r w:rsidR="009C7B0C">
        <w:rPr>
          <w:rtl/>
        </w:rPr>
        <w:t xml:space="preserve">. </w:t>
      </w:r>
      <w:r w:rsidR="007F2F6B">
        <w:rPr>
          <w:rtl/>
        </w:rPr>
        <w:t xml:space="preserve">و كلمه ى </w:t>
      </w:r>
      <w:r w:rsidR="003D3A85" w:rsidRPr="00833A8D">
        <w:rPr>
          <w:rStyle w:val="libAieChar"/>
          <w:rtl/>
        </w:rPr>
        <w:t>بَطش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گرفتن با قهر و غلبه و قدرت است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DD7F59">
        <w:rPr>
          <w:rtl/>
        </w:rPr>
        <w:t xml:space="preserve"> در اين آيات</w:t>
      </w:r>
      <w:r w:rsidR="009C7B0C">
        <w:rPr>
          <w:rtl/>
        </w:rPr>
        <w:t xml:space="preserve">، </w:t>
      </w:r>
      <w:r w:rsidRPr="00DD7F59">
        <w:rPr>
          <w:rtl/>
        </w:rPr>
        <w:t>قرآن از اصل ساختمان سازى در دامنه ى كوه و ساختن دژ و داشتن قدرت انتقاد نمى كند</w:t>
      </w:r>
      <w:r w:rsidR="009C7B0C">
        <w:rPr>
          <w:rtl/>
        </w:rPr>
        <w:t xml:space="preserve">. </w:t>
      </w:r>
      <w:r w:rsidRPr="00DD7F59">
        <w:rPr>
          <w:rtl/>
        </w:rPr>
        <w:t>آنچه مورد انتقاد است</w:t>
      </w:r>
      <w:r w:rsidR="009C7B0C">
        <w:rPr>
          <w:rtl/>
        </w:rPr>
        <w:t xml:space="preserve">، </w:t>
      </w:r>
      <w:r w:rsidRPr="00DD7F59">
        <w:rPr>
          <w:rtl/>
        </w:rPr>
        <w:t>هدف هاى نامقدّس</w:t>
      </w:r>
      <w:r w:rsidR="009C7B0C">
        <w:rPr>
          <w:rtl/>
        </w:rPr>
        <w:t xml:space="preserve">، </w:t>
      </w:r>
      <w:r w:rsidRPr="00833A8D">
        <w:rPr>
          <w:rStyle w:val="libAieChar"/>
          <w:rtl/>
        </w:rPr>
        <w:t>تَعبَثون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و خيال هاى واهى</w:t>
      </w:r>
      <w:r w:rsidR="009C7B0C">
        <w:rPr>
          <w:rtl/>
        </w:rPr>
        <w:t xml:space="preserve">، </w:t>
      </w:r>
      <w:r w:rsidRPr="00833A8D">
        <w:rPr>
          <w:rStyle w:val="libAieChar"/>
          <w:rtl/>
        </w:rPr>
        <w:t>لعلّكم تخلدون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و تجاوز از اعتدال است</w:t>
      </w:r>
      <w:r w:rsidR="009C7B0C">
        <w:rPr>
          <w:rtl/>
        </w:rPr>
        <w:t xml:space="preserve">. </w:t>
      </w:r>
      <w:r w:rsidRPr="00833A8D">
        <w:rPr>
          <w:rStyle w:val="libAieChar"/>
          <w:rtl/>
        </w:rPr>
        <w:t xml:space="preserve">جبّارين </w:t>
      </w:r>
    </w:p>
    <w:p w:rsidR="007F2F6B" w:rsidRDefault="003D3A85" w:rsidP="007F2F6B">
      <w:pPr>
        <w:pStyle w:val="libNormal"/>
        <w:rPr>
          <w:rtl/>
        </w:rPr>
      </w:pPr>
      <w:r w:rsidRPr="00DD7F59">
        <w:rPr>
          <w:rtl/>
        </w:rPr>
        <w:t xml:space="preserve"> در روايات مى خوانيم</w:t>
      </w:r>
      <w:r w:rsidR="009C7B0C">
        <w:rPr>
          <w:rtl/>
        </w:rPr>
        <w:t>:</w:t>
      </w:r>
      <w:r w:rsidRPr="00DD7F59">
        <w:rPr>
          <w:rtl/>
        </w:rPr>
        <w:t xml:space="preserve"> يكى از ياران رسول اكرم </w:t>
      </w:r>
      <w:r w:rsidR="00316C3A" w:rsidRPr="00316C3A">
        <w:rPr>
          <w:rStyle w:val="libAlaemChar"/>
          <w:rtl/>
        </w:rPr>
        <w:t>صلى‌الله‌عليه‌وآله</w:t>
      </w:r>
      <w:r w:rsidRPr="00DD7F59">
        <w:rPr>
          <w:rtl/>
        </w:rPr>
        <w:t xml:space="preserve"> بر بام خانه اش قبّه اى ساخته بود</w:t>
      </w:r>
      <w:r w:rsidR="009C7B0C">
        <w:rPr>
          <w:rtl/>
        </w:rPr>
        <w:t xml:space="preserve">. </w:t>
      </w:r>
      <w:r w:rsidRPr="00DD7F59">
        <w:rPr>
          <w:rtl/>
        </w:rPr>
        <w:t>حضرت از ديدن آن ناراحت شد</w:t>
      </w:r>
      <w:r w:rsidR="009C7B0C">
        <w:rPr>
          <w:rtl/>
        </w:rPr>
        <w:t xml:space="preserve">. </w:t>
      </w:r>
      <w:r w:rsidRPr="00DD7F59">
        <w:rPr>
          <w:rtl/>
        </w:rPr>
        <w:t>صاحب خانه چون چنين ديد</w:t>
      </w:r>
      <w:r w:rsidR="009C7B0C">
        <w:rPr>
          <w:rtl/>
        </w:rPr>
        <w:t xml:space="preserve">، </w:t>
      </w:r>
      <w:r w:rsidRPr="00DD7F59">
        <w:rPr>
          <w:rtl/>
        </w:rPr>
        <w:t>قبّه را خراب كرد</w:t>
      </w:r>
      <w:r w:rsidR="009C7B0C">
        <w:rPr>
          <w:rtl/>
        </w:rPr>
        <w:t xml:space="preserve">. </w:t>
      </w:r>
      <w:r w:rsidRPr="00DD7F59">
        <w:rPr>
          <w:rtl/>
        </w:rPr>
        <w:t>رسول خدا بار ديگر كه قبّه را نديد</w:t>
      </w:r>
      <w:r w:rsidR="009C7B0C">
        <w:rPr>
          <w:rtl/>
        </w:rPr>
        <w:t xml:space="preserve">، </w:t>
      </w:r>
      <w:r w:rsidRPr="00DD7F59">
        <w:rPr>
          <w:rtl/>
        </w:rPr>
        <w:t>پرسيد: قبّه چه شد؟ گفتند: همين كه صاحبش ديد شما ناراضى هستيد آن را خراب كرد</w:t>
      </w:r>
      <w:r w:rsidR="009C7B0C">
        <w:rPr>
          <w:rtl/>
        </w:rPr>
        <w:t xml:space="preserve">. </w:t>
      </w:r>
      <w:r w:rsidRPr="00DD7F59">
        <w:rPr>
          <w:rtl/>
        </w:rPr>
        <w:t xml:space="preserve">پيامبر </w:t>
      </w:r>
      <w:r w:rsidRPr="00DD7F59">
        <w:rPr>
          <w:rtl/>
        </w:rPr>
        <w:lastRenderedPageBreak/>
        <w:t>فرمود: اِنّ كلّ بناء وبال على صاحبه الاّ ما لابدّ منه</w:t>
      </w:r>
      <w:r w:rsidR="00833A8D" w:rsidRPr="00DD7F59">
        <w:rPr>
          <w:rtl/>
        </w:rPr>
        <w:t xml:space="preserve"> </w:t>
      </w:r>
      <w:r w:rsidR="007F2F6B" w:rsidRPr="00DD7F59">
        <w:rPr>
          <w:rtl/>
        </w:rPr>
        <w:t>هر ساختمانى</w:t>
      </w:r>
      <w:r w:rsidR="007F2F6B">
        <w:rPr>
          <w:rtl/>
        </w:rPr>
        <w:t xml:space="preserve"> كه مورد نياز نباشد</w:t>
      </w:r>
      <w:r w:rsidR="009C7B0C">
        <w:rPr>
          <w:rtl/>
        </w:rPr>
        <w:t xml:space="preserve">، </w:t>
      </w:r>
      <w:r w:rsidR="007F2F6B">
        <w:rPr>
          <w:rtl/>
        </w:rPr>
        <w:t>در قيامت وبال صاحبش خواهد بود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(43)</w:t>
      </w:r>
    </w:p>
    <w:p w:rsidR="007F2F6B" w:rsidRDefault="003D3A85" w:rsidP="003D3A85">
      <w:pPr>
        <w:pStyle w:val="Heading2"/>
        <w:rPr>
          <w:rtl/>
        </w:rPr>
      </w:pPr>
      <w:bookmarkStart w:id="200" w:name="_Toc365973997"/>
      <w:r>
        <w:rPr>
          <w:rtl/>
        </w:rPr>
        <w:t>پيام ها</w:t>
      </w:r>
      <w:r w:rsidR="009C7B0C">
        <w:rPr>
          <w:rtl/>
        </w:rPr>
        <w:t>:</w:t>
      </w:r>
      <w:bookmarkEnd w:id="200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سابقه ى بناهاى بلند به زمان هود مى رسد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اءتبنون بكلّ ريع آية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حرص</w:t>
      </w:r>
      <w:r w:rsidR="009C7B0C">
        <w:rPr>
          <w:rtl/>
        </w:rPr>
        <w:t xml:space="preserve">، </w:t>
      </w:r>
      <w:r>
        <w:rPr>
          <w:rtl/>
        </w:rPr>
        <w:t>انسان را رها نمى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بكلّ ريع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آنچه در چشم دنياپرستان جلوه دارد</w:t>
      </w:r>
      <w:r w:rsidR="009C7B0C">
        <w:rPr>
          <w:rtl/>
        </w:rPr>
        <w:t xml:space="preserve">، </w:t>
      </w:r>
      <w:r>
        <w:rPr>
          <w:rtl/>
        </w:rPr>
        <w:t>در نظر اولياى خدا خوار است و مردم را به خاطر آن سرزنش مى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اءتبنون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تعبثون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تمدن و رفاه كاذب</w:t>
      </w:r>
      <w:r w:rsidR="009C7B0C">
        <w:rPr>
          <w:rtl/>
        </w:rPr>
        <w:t xml:space="preserve">، </w:t>
      </w:r>
      <w:r>
        <w:rPr>
          <w:rtl/>
        </w:rPr>
        <w:t>عامل غرور و مانع حقّ پذيرى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اءتبنون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 xml:space="preserve">شروع كار انبيا با انتقاد از وضع نابسامان موجود و بيدار كردن وجدان ها از طريق </w:t>
      </w:r>
      <w:r w:rsidR="00BC6E3A">
        <w:rPr>
          <w:rtl/>
        </w:rPr>
        <w:t>سؤال</w:t>
      </w:r>
      <w:r w:rsidR="007F2F6B">
        <w:rPr>
          <w:rtl/>
        </w:rPr>
        <w:t xml:space="preserve">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اءتبنون بكلّ ريع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كارهاى ستمگران</w:t>
      </w:r>
      <w:r w:rsidR="009C7B0C">
        <w:rPr>
          <w:rtl/>
        </w:rPr>
        <w:t xml:space="preserve">، </w:t>
      </w:r>
      <w:r>
        <w:rPr>
          <w:rtl/>
        </w:rPr>
        <w:t>يا براى مطرح كردن خود است</w:t>
      </w:r>
      <w:r w:rsidR="00833A8D">
        <w:rPr>
          <w:rtl/>
        </w:rPr>
        <w:t xml:space="preserve"> </w:t>
      </w:r>
      <w:r w:rsidR="003D3A85" w:rsidRPr="00833A8D">
        <w:rPr>
          <w:rStyle w:val="libAieChar"/>
          <w:rtl/>
        </w:rPr>
        <w:t>آية</w:t>
      </w:r>
      <w:r>
        <w:rPr>
          <w:rtl/>
        </w:rPr>
        <w:t xml:space="preserve"> يا براى بقاى خود </w:t>
      </w:r>
      <w:r w:rsidR="003D3A85" w:rsidRPr="00833A8D">
        <w:rPr>
          <w:rStyle w:val="libAieChar"/>
          <w:rtl/>
        </w:rPr>
        <w:t>تخلدون</w:t>
      </w:r>
      <w:r>
        <w:rPr>
          <w:rtl/>
        </w:rPr>
        <w:t xml:space="preserve"> يا استثمار و استعمار مردم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جبّارين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در هر كارى بايد هدفى والا داشت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اءتبنون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تعبثون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ثروت</w:t>
      </w:r>
      <w:r w:rsidR="009C7B0C">
        <w:rPr>
          <w:rtl/>
        </w:rPr>
        <w:t xml:space="preserve">، </w:t>
      </w:r>
      <w:r w:rsidR="007F2F6B">
        <w:rPr>
          <w:rtl/>
        </w:rPr>
        <w:t>سرمايه وساختمان هاى بلند در دست نااهلان</w:t>
      </w:r>
      <w:r w:rsidR="009C7B0C">
        <w:rPr>
          <w:rtl/>
        </w:rPr>
        <w:t xml:space="preserve">، </w:t>
      </w:r>
      <w:r w:rsidR="007F2F6B">
        <w:rPr>
          <w:rtl/>
        </w:rPr>
        <w:t>براى ارضاى هوا و هوس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تعبثون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انتقاد قرآن از روحيّه ى كاخ ‌نشينى و عيّاشى است</w:t>
      </w:r>
      <w:r w:rsidR="009C7B0C">
        <w:rPr>
          <w:rtl/>
        </w:rPr>
        <w:t xml:space="preserve">، </w:t>
      </w:r>
      <w:r>
        <w:rPr>
          <w:rtl/>
        </w:rPr>
        <w:t>نه اصل ساختمان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تعبثون</w:t>
      </w:r>
      <w:r>
        <w:rPr>
          <w:rtl/>
        </w:rPr>
        <w:t xml:space="preserve"> (توليد</w:t>
      </w:r>
      <w:r w:rsidR="009C7B0C">
        <w:rPr>
          <w:rtl/>
        </w:rPr>
        <w:t xml:space="preserve">، </w:t>
      </w:r>
      <w:r>
        <w:rPr>
          <w:rtl/>
        </w:rPr>
        <w:t>ابتكار</w:t>
      </w:r>
      <w:r w:rsidR="009C7B0C">
        <w:rPr>
          <w:rtl/>
        </w:rPr>
        <w:t xml:space="preserve">، </w:t>
      </w:r>
      <w:r>
        <w:rPr>
          <w:rtl/>
        </w:rPr>
        <w:t>هنر و بكارگيرى امكانات و نيروى انسانى و</w:t>
      </w:r>
      <w:r w:rsidR="009C7B0C">
        <w:rPr>
          <w:rtl/>
        </w:rPr>
        <w:t xml:space="preserve">... </w:t>
      </w:r>
      <w:r>
        <w:rPr>
          <w:rtl/>
        </w:rPr>
        <w:t>بايد در مسير نياز واقعى باشد</w:t>
      </w:r>
      <w:r w:rsidR="009C7B0C">
        <w:rPr>
          <w:rtl/>
        </w:rPr>
        <w:t xml:space="preserve">، </w:t>
      </w:r>
      <w:r>
        <w:rPr>
          <w:rtl/>
        </w:rPr>
        <w:t>نه بيهوده)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قصرها وكاخ ‌ها</w:t>
      </w:r>
      <w:r w:rsidR="009C7B0C">
        <w:rPr>
          <w:rtl/>
        </w:rPr>
        <w:t xml:space="preserve">، </w:t>
      </w:r>
      <w:r>
        <w:rPr>
          <w:rtl/>
        </w:rPr>
        <w:t>زندگى را جاودانه نمى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تتّخذون مصانع لعلّكم تخلدون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آفات ساختمان</w:t>
      </w:r>
      <w:r w:rsidR="009C7B0C">
        <w:rPr>
          <w:rtl/>
        </w:rPr>
        <w:t xml:space="preserve">، </w:t>
      </w:r>
      <w:r>
        <w:rPr>
          <w:rtl/>
        </w:rPr>
        <w:t>چهار چيز است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الف</w:t>
      </w:r>
      <w:r w:rsidR="009C7B0C">
        <w:rPr>
          <w:rtl/>
        </w:rPr>
        <w:t>:</w:t>
      </w:r>
      <w:r>
        <w:rPr>
          <w:rtl/>
        </w:rPr>
        <w:t xml:space="preserve"> حرص و اسراف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بكلّ ريع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ب</w:t>
      </w:r>
      <w:r w:rsidR="009C7B0C">
        <w:rPr>
          <w:rtl/>
        </w:rPr>
        <w:t>:</w:t>
      </w:r>
      <w:r>
        <w:rPr>
          <w:rtl/>
        </w:rPr>
        <w:t xml:space="preserve"> تفاخر و خودنمايى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آية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ج</w:t>
      </w:r>
      <w:r w:rsidR="009C7B0C">
        <w:rPr>
          <w:rtl/>
        </w:rPr>
        <w:t>:</w:t>
      </w:r>
      <w:r>
        <w:rPr>
          <w:rtl/>
        </w:rPr>
        <w:t xml:space="preserve"> بُلهوسى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تَعبَثون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د: دنيا گرايى و غفلت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لعلّكم تخلدون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قوانين كيفرى بايد عادلانه باشد</w:t>
      </w:r>
      <w:r w:rsidR="009C7B0C">
        <w:rPr>
          <w:rtl/>
        </w:rPr>
        <w:t xml:space="preserve">. </w:t>
      </w:r>
      <w:r>
        <w:rPr>
          <w:rtl/>
        </w:rPr>
        <w:t xml:space="preserve">(قرآن از كيفرهاى ظالمانه انتقاد مى كند) </w:t>
      </w:r>
      <w:r w:rsidR="003D3A85" w:rsidRPr="00833A8D">
        <w:rPr>
          <w:rStyle w:val="libAieChar"/>
          <w:rtl/>
        </w:rPr>
        <w:t>بَطَشتم جبّارين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ديندارى</w:t>
      </w:r>
      <w:r w:rsidR="009C7B0C">
        <w:rPr>
          <w:rtl/>
        </w:rPr>
        <w:t xml:space="preserve">، </w:t>
      </w:r>
      <w:r>
        <w:rPr>
          <w:rtl/>
        </w:rPr>
        <w:t>محور و رهبر و الگو لازم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فاتّقوا اللّه و اَطعيون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ديندارى</w:t>
      </w:r>
      <w:r w:rsidR="009C7B0C">
        <w:rPr>
          <w:rtl/>
        </w:rPr>
        <w:t xml:space="preserve">، </w:t>
      </w:r>
      <w:r>
        <w:rPr>
          <w:rtl/>
        </w:rPr>
        <w:t>هم پرواى قلبى است و هم اطاعت عملى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فاتّقوا اللّه و اَطعيون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بى تقوايى عامل همه ى مفاسد است</w:t>
      </w:r>
      <w:r w:rsidR="009C7B0C">
        <w:rPr>
          <w:rtl/>
        </w:rPr>
        <w:t xml:space="preserve">. </w:t>
      </w:r>
      <w:r>
        <w:rPr>
          <w:rtl/>
        </w:rPr>
        <w:t xml:space="preserve">حضرت هود پس از انتقاد از فكر و عمل كافران فرمود: </w:t>
      </w:r>
      <w:r w:rsidR="003D3A85" w:rsidRPr="00833A8D">
        <w:rPr>
          <w:rStyle w:val="libAieChar"/>
          <w:rtl/>
        </w:rPr>
        <w:t>فاتّقوا اللّه</w:t>
      </w:r>
      <w:r w:rsidR="009C7B0C">
        <w:rPr>
          <w:rStyle w:val="libAieChar"/>
          <w:rtl/>
        </w:rPr>
        <w:t xml:space="preserve">... </w:t>
      </w:r>
    </w:p>
    <w:p w:rsidR="007F2F6B" w:rsidRDefault="00573D7D" w:rsidP="00573D7D">
      <w:pPr>
        <w:pStyle w:val="Heading1"/>
        <w:rPr>
          <w:rtl/>
        </w:rPr>
      </w:pPr>
      <w:bookmarkStart w:id="201" w:name="_Toc365973998"/>
      <w:r>
        <w:rPr>
          <w:rtl/>
        </w:rPr>
        <w:t>132 - وَاتَّقُواْ الَّذِى اءَمَدَّكُم بِمَا تَعْلَمُونَ</w:t>
      </w:r>
      <w:bookmarkEnd w:id="201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02" w:name="_Toc365973999"/>
      <w:r w:rsidR="00573D7D">
        <w:rPr>
          <w:rtl/>
        </w:rPr>
        <w:t>133 - اءَمَدَّكُم بِاءَنْعَمٍ وَبَنِينَ</w:t>
      </w:r>
      <w:bookmarkEnd w:id="20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از خداوندى كه مى دانيد چقدر كمكتان كرده پروا كنيد</w:t>
      </w:r>
      <w:r w:rsidR="009C7B0C">
        <w:rPr>
          <w:rtl/>
        </w:rPr>
        <w:t xml:space="preserve">. </w:t>
      </w:r>
      <w:r>
        <w:rPr>
          <w:rtl/>
        </w:rPr>
        <w:t>او شما را با (بخشيدن) چهار پايان و فرزندان مدد كرده است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03" w:name="_Toc365974000"/>
      <w:r>
        <w:rPr>
          <w:rtl/>
        </w:rPr>
        <w:t>134 - وَجَنَّتٍ وَعُيُونٍ</w:t>
      </w:r>
      <w:bookmarkEnd w:id="203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04" w:name="_Toc365974001"/>
      <w:r w:rsidR="00573D7D">
        <w:rPr>
          <w:rtl/>
        </w:rPr>
        <w:t>13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 w:rsidR="00573D7D">
        <w:rPr>
          <w:rtl/>
        </w:rPr>
        <w:t>إِنِّى اءَخَافُ عَلَيْكُمْ عَذَابَ يَوْمٍ عَظِيمٍ</w:t>
      </w:r>
      <w:bookmarkEnd w:id="20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باغ ها و چشمه سارها (به شما داده است</w:t>
      </w:r>
      <w:r w:rsidR="009C7B0C">
        <w:rPr>
          <w:rtl/>
        </w:rPr>
        <w:t xml:space="preserve">. </w:t>
      </w:r>
      <w:r>
        <w:rPr>
          <w:rtl/>
        </w:rPr>
        <w:t>اگر كفران كنيد) من بر شما از عذاب روز بزرگ مى ترسم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05" w:name="_Toc365974002"/>
      <w:r>
        <w:rPr>
          <w:rtl/>
        </w:rPr>
        <w:lastRenderedPageBreak/>
        <w:t>136 - قَالُواْ سَوَآءٌ عَلَيْنَآ اءَوَعَظْتَ اءَمْ لَمْ تَكُن مِّنَ الْوَعِظِينَ</w:t>
      </w:r>
      <w:bookmarkEnd w:id="20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(قوم عاد به حضرت هود) گفتند: پند دهى يا از پند دهندگان نباشى</w:t>
      </w:r>
      <w:r w:rsidR="009C7B0C">
        <w:rPr>
          <w:rtl/>
        </w:rPr>
        <w:t xml:space="preserve">، </w:t>
      </w:r>
      <w:r>
        <w:rPr>
          <w:rtl/>
        </w:rPr>
        <w:t>براى ما برابر است (و ما تو را نمى پذيريم)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06" w:name="_Toc365974003"/>
      <w:r>
        <w:rPr>
          <w:rtl/>
        </w:rPr>
        <w:t>نكته ها</w:t>
      </w:r>
      <w:r w:rsidR="009C7B0C">
        <w:rPr>
          <w:rtl/>
        </w:rPr>
        <w:t>:</w:t>
      </w:r>
      <w:bookmarkEnd w:id="206"/>
    </w:p>
    <w:p w:rsidR="007F2F6B" w:rsidRDefault="00833A8D" w:rsidP="007F2F6B">
      <w:pPr>
        <w:pStyle w:val="libNormal"/>
        <w:rPr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>حضرت هود مردم را هم به خدا متوجّه كرد</w:t>
      </w:r>
      <w:r w:rsidR="003D3A85" w:rsidRPr="00833A8D">
        <w:rPr>
          <w:rStyle w:val="libAieChar"/>
          <w:rtl/>
        </w:rPr>
        <w:t>: فاتّقوا اللّه</w:t>
      </w:r>
      <w:r>
        <w:rPr>
          <w:rStyle w:val="libAieChar"/>
          <w:rtl/>
        </w:rPr>
        <w:t xml:space="preserve"> </w:t>
      </w:r>
      <w:r w:rsidR="007F2F6B">
        <w:rPr>
          <w:rtl/>
        </w:rPr>
        <w:t>هم به نبوّت</w:t>
      </w:r>
      <w:r w:rsidR="009C7B0C">
        <w:rPr>
          <w:rtl/>
        </w:rPr>
        <w:t>:</w:t>
      </w:r>
      <w:r w:rsidR="007F2F6B">
        <w:rPr>
          <w:rtl/>
        </w:rPr>
        <w:t xml:space="preserve"> </w:t>
      </w:r>
      <w:r w:rsidR="003D3A85" w:rsidRPr="00833A8D">
        <w:rPr>
          <w:rStyle w:val="libAieChar"/>
          <w:rtl/>
        </w:rPr>
        <w:t>واَطيعون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و هم به معاد: </w:t>
      </w:r>
      <w:r w:rsidR="003D3A85" w:rsidRPr="00833A8D">
        <w:rPr>
          <w:rStyle w:val="libAieChar"/>
          <w:rtl/>
        </w:rPr>
        <w:t xml:space="preserve">اِنّى اءخاف عليكم عذاب يوم عظيم </w:t>
      </w:r>
    </w:p>
    <w:p w:rsidR="007F2F6B" w:rsidRDefault="003D3A85" w:rsidP="007F2F6B">
      <w:pPr>
        <w:pStyle w:val="libNormal"/>
        <w:rPr>
          <w:rtl/>
        </w:rPr>
      </w:pPr>
      <w:r w:rsidRPr="00DD7F59">
        <w:rPr>
          <w:rtl/>
        </w:rPr>
        <w:t xml:space="preserve"> مراد از روز بزرگ در اين جا</w:t>
      </w:r>
      <w:r w:rsidR="009C7B0C">
        <w:rPr>
          <w:rtl/>
        </w:rPr>
        <w:t xml:space="preserve">، </w:t>
      </w:r>
      <w:r w:rsidRPr="00DD7F59">
        <w:rPr>
          <w:rtl/>
        </w:rPr>
        <w:t>همان قيامت است</w:t>
      </w:r>
      <w:r w:rsidR="009C7B0C">
        <w:rPr>
          <w:rtl/>
        </w:rPr>
        <w:t xml:space="preserve">، </w:t>
      </w:r>
      <w:r w:rsidRPr="00DD7F59">
        <w:rPr>
          <w:rtl/>
        </w:rPr>
        <w:t>گرچه در داستان حضرت شعيب به دنيا نيز روز عظيم گفته شده است</w:t>
      </w:r>
      <w:r w:rsidR="009C7B0C">
        <w:rPr>
          <w:rStyle w:val="libAieChar"/>
          <w:rtl/>
        </w:rPr>
        <w:t xml:space="preserve">. </w:t>
      </w:r>
      <w:r w:rsidRPr="00833A8D">
        <w:rPr>
          <w:rStyle w:val="libAieChar"/>
          <w:rtl/>
        </w:rPr>
        <w:t>فاَخذَهم عذاب يوم الظّلة اِنّه كان عذاب يوم عظيم</w:t>
      </w:r>
      <w:r w:rsidR="007F2F6B">
        <w:rPr>
          <w:rtl/>
        </w:rPr>
        <w:t xml:space="preserve"> عذاب روز ابرِ آتشبار آنان را گرفت كه آن عذاب روز بزرگى بود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(44)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پيام ها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1- تقوا بهترين راه تشكّر از خداوند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واتّقوا الّذى اَمدّكم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هر كس خود مى داند چقدر مورد لطف خداوند قرار گرفته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اَمدّكم بماتعلمون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كاخ ‌ها و ساختمان هاى قوم عاد</w:t>
      </w:r>
      <w:r w:rsidR="009C7B0C">
        <w:rPr>
          <w:rtl/>
        </w:rPr>
        <w:t xml:space="preserve">، </w:t>
      </w:r>
      <w:r>
        <w:rPr>
          <w:rtl/>
        </w:rPr>
        <w:t>با دامدارى وباغ ها و چشمه ها همراه بود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بكلّ ريع آية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انعام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جنّات و عيون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اگر آمادگى و قابليّت نباشد</w:t>
      </w:r>
      <w:r w:rsidR="009C7B0C">
        <w:rPr>
          <w:rtl/>
        </w:rPr>
        <w:t xml:space="preserve">، </w:t>
      </w:r>
      <w:r>
        <w:rPr>
          <w:rtl/>
        </w:rPr>
        <w:t>موعظه ى انبيا نيز اثرى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سواء علينا</w:t>
      </w:r>
    </w:p>
    <w:p w:rsidR="007F2F6B" w:rsidRDefault="00573D7D" w:rsidP="00573D7D">
      <w:pPr>
        <w:pStyle w:val="Heading1"/>
        <w:rPr>
          <w:rtl/>
        </w:rPr>
      </w:pPr>
      <w:bookmarkStart w:id="207" w:name="_Toc365974004"/>
      <w:r>
        <w:rPr>
          <w:rtl/>
        </w:rPr>
        <w:t>137 - إِنْ هَذَآ إِلا خُلُقُ الاَْوَّلِينَ</w:t>
      </w:r>
      <w:bookmarkEnd w:id="207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08" w:name="_Toc365974005"/>
      <w:r w:rsidR="00573D7D">
        <w:rPr>
          <w:rtl/>
        </w:rPr>
        <w:t>13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 w:rsidR="00573D7D">
        <w:rPr>
          <w:rtl/>
        </w:rPr>
        <w:t>وَمَا نَحْنُ بِمُعَذَّبِينَ</w:t>
      </w:r>
      <w:bookmarkEnd w:id="20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اين (دعوت تو يا بت پرستى ما) جز شيوه پيشينيان نيست</w:t>
      </w:r>
      <w:r w:rsidR="009C7B0C">
        <w:rPr>
          <w:rtl/>
        </w:rPr>
        <w:t xml:space="preserve">. </w:t>
      </w:r>
      <w:r>
        <w:rPr>
          <w:rtl/>
        </w:rPr>
        <w:t>وما عذاب نخواهيم شد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09" w:name="_Toc365974006"/>
      <w:r>
        <w:rPr>
          <w:rtl/>
        </w:rPr>
        <w:t>139 - فَكَذَّبُوهُ فَاءَهْلَكْنَهُمْ إِنَّ فِى ذَلِكَ لاََيَةً وَ مَا كَانَ اءَكْثَرُهُم مُّؤْمِنِينَ</w:t>
      </w:r>
      <w:bookmarkEnd w:id="20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هود را تكذيب كردند آنگاه ما آنان را هلاك كرديم</w:t>
      </w:r>
      <w:r w:rsidR="009C7B0C">
        <w:rPr>
          <w:rtl/>
        </w:rPr>
        <w:t xml:space="preserve">. </w:t>
      </w:r>
      <w:r>
        <w:rPr>
          <w:rtl/>
        </w:rPr>
        <w:t>البتّه در اين (داستان) بى شك نشانه ى بزرگى است</w:t>
      </w:r>
      <w:r w:rsidR="009C7B0C">
        <w:rPr>
          <w:rtl/>
        </w:rPr>
        <w:t xml:space="preserve">، </w:t>
      </w:r>
      <w:r>
        <w:rPr>
          <w:rtl/>
        </w:rPr>
        <w:t>و(لى) اكثر مردم ايمان آورنده نيستند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10" w:name="_Toc365974007"/>
      <w:r>
        <w:rPr>
          <w:rtl/>
        </w:rPr>
        <w:t>140 - وَإِنَّ رَبَّكَ لَهُوَ الْعَزِيزُ الرَّحِيمُ</w:t>
      </w:r>
      <w:bookmarkEnd w:id="21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همانا پروردگار تو</w:t>
      </w:r>
      <w:r w:rsidR="009C7B0C">
        <w:rPr>
          <w:rtl/>
        </w:rPr>
        <w:t xml:space="preserve">، </w:t>
      </w:r>
      <w:r>
        <w:rPr>
          <w:rtl/>
        </w:rPr>
        <w:t>همان خداوند عزيز و مهربان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11" w:name="_Toc365974008"/>
      <w:r>
        <w:rPr>
          <w:rtl/>
        </w:rPr>
        <w:t>نكته ها</w:t>
      </w:r>
      <w:r w:rsidR="009C7B0C">
        <w:rPr>
          <w:rtl/>
        </w:rPr>
        <w:t>:</w:t>
      </w:r>
      <w:bookmarkEnd w:id="211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در اين كه كلمه ى هذا</w:t>
      </w:r>
      <w:r w:rsidR="007F2F6B">
        <w:rPr>
          <w:rtl/>
        </w:rPr>
        <w:t xml:space="preserve"> به چه چيز اشاره دارد</w:t>
      </w:r>
      <w:r w:rsidR="009C7B0C">
        <w:rPr>
          <w:rtl/>
        </w:rPr>
        <w:t xml:space="preserve">، </w:t>
      </w:r>
      <w:r w:rsidR="007F2F6B">
        <w:rPr>
          <w:rtl/>
        </w:rPr>
        <w:t>احتمالاتى است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الف</w:t>
      </w:r>
      <w:r w:rsidR="009C7B0C">
        <w:rPr>
          <w:rtl/>
        </w:rPr>
        <w:t>:</w:t>
      </w:r>
      <w:r>
        <w:rPr>
          <w:rtl/>
        </w:rPr>
        <w:t xml:space="preserve"> اين ادّعاى پيامبرى تو</w:t>
      </w:r>
      <w:r w:rsidR="009C7B0C">
        <w:rPr>
          <w:rtl/>
        </w:rPr>
        <w:t xml:space="preserve">، </w:t>
      </w:r>
      <w:r>
        <w:rPr>
          <w:rtl/>
        </w:rPr>
        <w:t>چيزى جز تقليد از مدّعيان قبلى نبوّت نيست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</w:t>
      </w:r>
      <w:r w:rsidR="009C7B0C">
        <w:rPr>
          <w:rtl/>
        </w:rPr>
        <w:t>:</w:t>
      </w:r>
      <w:r>
        <w:rPr>
          <w:rtl/>
        </w:rPr>
        <w:t xml:space="preserve"> اين خانه هاى بلند بر روى تپه ها و ساير كارهاى ما</w:t>
      </w:r>
      <w:r w:rsidR="009C7B0C">
        <w:rPr>
          <w:rtl/>
        </w:rPr>
        <w:t xml:space="preserve">، </w:t>
      </w:r>
      <w:r>
        <w:rPr>
          <w:rtl/>
        </w:rPr>
        <w:t>شيوه ى نياكان ماست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ج</w:t>
      </w:r>
      <w:r w:rsidR="009C7B0C">
        <w:rPr>
          <w:rtl/>
        </w:rPr>
        <w:t>:</w:t>
      </w:r>
      <w:r>
        <w:rPr>
          <w:rtl/>
        </w:rPr>
        <w:t xml:space="preserve"> اين تكذيب و بت پرستى ما</w:t>
      </w:r>
      <w:r w:rsidR="009C7B0C">
        <w:rPr>
          <w:rtl/>
        </w:rPr>
        <w:t xml:space="preserve">، </w:t>
      </w:r>
      <w:r>
        <w:rPr>
          <w:rtl/>
        </w:rPr>
        <w:t>همان تكذيب و بت پرستى نياكان ماست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DD7F59">
        <w:rPr>
          <w:rtl/>
        </w:rPr>
        <w:t xml:space="preserve"> قرآن</w:t>
      </w:r>
      <w:r w:rsidR="009C7B0C">
        <w:rPr>
          <w:rtl/>
        </w:rPr>
        <w:t xml:space="preserve">، </w:t>
      </w:r>
      <w:r w:rsidRPr="00DD7F59">
        <w:rPr>
          <w:rtl/>
        </w:rPr>
        <w:t>بارها از اكثريّت مردم انتقاد كرده است</w:t>
      </w:r>
      <w:r w:rsidR="009C7B0C">
        <w:rPr>
          <w:rtl/>
        </w:rPr>
        <w:t xml:space="preserve">. </w:t>
      </w:r>
      <w:r w:rsidRPr="00DD7F59">
        <w:rPr>
          <w:rtl/>
        </w:rPr>
        <w:t>در اين سوره نيز چند بار آيه</w:t>
      </w:r>
      <w:r w:rsidRPr="00833A8D">
        <w:rPr>
          <w:rStyle w:val="libAieChar"/>
          <w:rtl/>
        </w:rPr>
        <w:t xml:space="preserve"> و ما كان اكثرهم </w:t>
      </w:r>
      <w:r w:rsidR="00BA599A">
        <w:rPr>
          <w:rStyle w:val="libAieChar"/>
          <w:rtl/>
        </w:rPr>
        <w:t>مؤمن</w:t>
      </w:r>
      <w:r w:rsidRPr="00833A8D">
        <w:rPr>
          <w:rStyle w:val="libAieChar"/>
          <w:rtl/>
        </w:rPr>
        <w:t>ين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در پايان نقل تاريخ انبيا بيان شده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12" w:name="_Toc365974009"/>
      <w:r>
        <w:rPr>
          <w:rtl/>
        </w:rPr>
        <w:t>پيام ها</w:t>
      </w:r>
      <w:r w:rsidR="009C7B0C">
        <w:rPr>
          <w:rtl/>
        </w:rPr>
        <w:t>:</w:t>
      </w:r>
      <w:bookmarkEnd w:id="212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سابقه و رفتار نياكان</w:t>
      </w:r>
      <w:r w:rsidR="009C7B0C">
        <w:rPr>
          <w:rtl/>
        </w:rPr>
        <w:t xml:space="preserve">، </w:t>
      </w:r>
      <w:r>
        <w:rPr>
          <w:rtl/>
        </w:rPr>
        <w:t>دليل حقّانيّت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 هذا الاّ خُلُق الاوّلين</w:t>
      </w:r>
      <w:r>
        <w:rPr>
          <w:rtl/>
        </w:rPr>
        <w:t xml:space="preserve"> (در صورتى كه مراد از </w:t>
      </w:r>
      <w:r w:rsidR="003D3A85" w:rsidRPr="00833A8D">
        <w:rPr>
          <w:rStyle w:val="libAieChar"/>
          <w:rtl/>
        </w:rPr>
        <w:t>هذا</w:t>
      </w:r>
      <w:r w:rsidR="009C7B0C">
        <w:rPr>
          <w:rtl/>
        </w:rPr>
        <w:t xml:space="preserve">، </w:t>
      </w:r>
      <w:r>
        <w:rPr>
          <w:rtl/>
        </w:rPr>
        <w:t>رفتار مشركان باشد)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2- تقليد نابجا و تعصّب</w:t>
      </w:r>
      <w:r w:rsidR="009C7B0C">
        <w:rPr>
          <w:rtl/>
        </w:rPr>
        <w:t xml:space="preserve">، </w:t>
      </w:r>
      <w:r>
        <w:rPr>
          <w:rtl/>
        </w:rPr>
        <w:t>مانع پندپذيرى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سواء علينا اء وَعَظتَ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اِن هذا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انحراف نياكان</w:t>
      </w:r>
      <w:r w:rsidR="009C7B0C">
        <w:rPr>
          <w:rtl/>
        </w:rPr>
        <w:t xml:space="preserve">، </w:t>
      </w:r>
      <w:r>
        <w:rPr>
          <w:rtl/>
        </w:rPr>
        <w:t>زمينه ى انحراف نسل هاى بعدى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 هذا الاّ خُلُق الاوّلين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گاهى بت پرستى و هر رفتار ديگر</w:t>
      </w:r>
      <w:r w:rsidR="009C7B0C">
        <w:rPr>
          <w:rtl/>
        </w:rPr>
        <w:t xml:space="preserve">، </w:t>
      </w:r>
      <w:r>
        <w:rPr>
          <w:rtl/>
        </w:rPr>
        <w:t>جزو جوهره ى انسان مى شود</w:t>
      </w:r>
      <w:r w:rsidR="009C7B0C">
        <w:rPr>
          <w:rtl/>
        </w:rPr>
        <w:t xml:space="preserve">. </w:t>
      </w:r>
      <w:r>
        <w:rPr>
          <w:rtl/>
        </w:rPr>
        <w:t xml:space="preserve">(كلمه ى </w:t>
      </w:r>
      <w:r w:rsidR="003D3A85" w:rsidRPr="00833A8D">
        <w:rPr>
          <w:rStyle w:val="libAieChar"/>
          <w:rtl/>
        </w:rPr>
        <w:t>خُلق</w:t>
      </w:r>
      <w:r w:rsidR="00833A8D">
        <w:rPr>
          <w:rStyle w:val="libAieChar"/>
          <w:rtl/>
        </w:rPr>
        <w:t xml:space="preserve"> </w:t>
      </w:r>
      <w:r>
        <w:rPr>
          <w:rtl/>
        </w:rPr>
        <w:t>به معناى روحيّه ى ثابت است)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بت پرستان</w:t>
      </w:r>
      <w:r w:rsidR="009C7B0C">
        <w:rPr>
          <w:rtl/>
        </w:rPr>
        <w:t xml:space="preserve">، </w:t>
      </w:r>
      <w:r w:rsidR="007F2F6B">
        <w:rPr>
          <w:rtl/>
        </w:rPr>
        <w:t>انحراف خود را با شيوه ى نياكان توجيه و از خود سلب مسئوليّت مى كردند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نحن بمُعذّبين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سرنوشت انسان به دست خود اوست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فكذّبوه فاهلكناهم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از تكذيب و هلاكت ديگران عبرت بگيريد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لاية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اكثريّت</w:t>
      </w:r>
      <w:r w:rsidR="009C7B0C">
        <w:rPr>
          <w:rtl/>
        </w:rPr>
        <w:t xml:space="preserve">، </w:t>
      </w:r>
      <w:r w:rsidR="007F2F6B">
        <w:rPr>
          <w:rtl/>
        </w:rPr>
        <w:t>شما را فريب ندهد</w:t>
      </w:r>
      <w:r w:rsidR="009C7B0C">
        <w:rPr>
          <w:rtl/>
        </w:rPr>
        <w:t xml:space="preserve">. </w:t>
      </w:r>
      <w:r w:rsidR="007F2F6B">
        <w:rPr>
          <w:rtl/>
        </w:rPr>
        <w:t>حقّ را در زيادى جمعيّت جستجو نكنيد</w:t>
      </w:r>
      <w:r w:rsidR="009C7B0C">
        <w:rPr>
          <w:rtl/>
        </w:rPr>
        <w:t xml:space="preserve">، </w:t>
      </w:r>
      <w:r w:rsidR="007F2F6B">
        <w:rPr>
          <w:rtl/>
        </w:rPr>
        <w:t>ملاك شناخت حقّ و باطل</w:t>
      </w:r>
      <w:r w:rsidR="009C7B0C">
        <w:rPr>
          <w:rtl/>
        </w:rPr>
        <w:t xml:space="preserve">، </w:t>
      </w:r>
      <w:r w:rsidR="007F2F6B">
        <w:rPr>
          <w:rtl/>
        </w:rPr>
        <w:t>كميّت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573D7D" w:rsidP="00573D7D">
      <w:pPr>
        <w:pStyle w:val="Heading1"/>
        <w:rPr>
          <w:rtl/>
        </w:rPr>
      </w:pPr>
      <w:bookmarkStart w:id="213" w:name="_Toc365974010"/>
      <w:r>
        <w:rPr>
          <w:rtl/>
        </w:rPr>
        <w:t>141 - كَذَّبَتْ ثَمُودُ الْمُرْسَلِينَ</w:t>
      </w:r>
      <w:bookmarkEnd w:id="213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14" w:name="_Toc365974011"/>
      <w:r w:rsidR="00573D7D">
        <w:rPr>
          <w:rtl/>
        </w:rPr>
        <w:t>142 - إِذْ قَالَ لَهُمْ اءَخُوهُمْ صَلِحٌ اءَلاَ تَتَّقُونَ</w:t>
      </w:r>
      <w:bookmarkEnd w:id="21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قوم ثمود (نيز) پيامبران را تكذيب كردند</w:t>
      </w:r>
      <w:r w:rsidR="009C7B0C">
        <w:rPr>
          <w:rtl/>
        </w:rPr>
        <w:t xml:space="preserve">. </w:t>
      </w:r>
      <w:r>
        <w:rPr>
          <w:rtl/>
        </w:rPr>
        <w:t>آنگاه كه برادرشان صالح به آنان گفت</w:t>
      </w:r>
      <w:r w:rsidR="009C7B0C">
        <w:rPr>
          <w:rtl/>
        </w:rPr>
        <w:t>:</w:t>
      </w:r>
      <w:r>
        <w:rPr>
          <w:rtl/>
        </w:rPr>
        <w:t xml:space="preserve"> آيا (از شرك و انحراف) پروا نمى كنيد؟</w:t>
      </w:r>
    </w:p>
    <w:p w:rsidR="007F2F6B" w:rsidRDefault="00573D7D" w:rsidP="00573D7D">
      <w:pPr>
        <w:pStyle w:val="Heading1"/>
        <w:rPr>
          <w:rtl/>
        </w:rPr>
      </w:pPr>
      <w:bookmarkStart w:id="215" w:name="_Toc365974012"/>
      <w:r>
        <w:rPr>
          <w:rtl/>
        </w:rPr>
        <w:t>143 - إِنِّى لَكُمْ رَسُولٌ اءَمِينٌ</w:t>
      </w:r>
      <w:bookmarkEnd w:id="215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16" w:name="_Toc365974013"/>
      <w:r w:rsidR="00573D7D">
        <w:rPr>
          <w:rtl/>
        </w:rPr>
        <w:t>144 - فَاتَّقُواْ اللّهَ وَاءَطِيعُونِ</w:t>
      </w:r>
      <w:bookmarkEnd w:id="21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من براى شما پيامبرى امين هستم</w:t>
      </w:r>
      <w:r w:rsidR="009C7B0C">
        <w:rPr>
          <w:rtl/>
        </w:rPr>
        <w:t xml:space="preserve">. </w:t>
      </w:r>
      <w:r>
        <w:rPr>
          <w:rtl/>
        </w:rPr>
        <w:t>پس از خداوند پروا كنيد واز من اطاعت نماييد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17" w:name="_Toc365974014"/>
      <w:r>
        <w:rPr>
          <w:rtl/>
        </w:rPr>
        <w:t>14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وَمَآ اءَسْئَلُكُمْ عَلَيْهِ مِنْ اءَجْرٍ إِنْ اءَجْرِىَ إِلا عَلَى رَبِّ الْعَلَمِينَ</w:t>
      </w:r>
      <w:bookmarkEnd w:id="21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من بر اين رسالتم هيچ پاداشى از شما نمى خواهم</w:t>
      </w:r>
      <w:r w:rsidR="009C7B0C">
        <w:rPr>
          <w:rtl/>
        </w:rPr>
        <w:t xml:space="preserve">. </w:t>
      </w:r>
      <w:r>
        <w:rPr>
          <w:rtl/>
        </w:rPr>
        <w:t>پاداش من جز بر پروردگار جهانيان نيست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18" w:name="_Toc365974015"/>
      <w:r>
        <w:rPr>
          <w:rtl/>
        </w:rPr>
        <w:t>نكته ها</w:t>
      </w:r>
      <w:r w:rsidR="009C7B0C">
        <w:rPr>
          <w:rtl/>
        </w:rPr>
        <w:t>:</w:t>
      </w:r>
      <w:bookmarkEnd w:id="218"/>
    </w:p>
    <w:p w:rsidR="007F2F6B" w:rsidRDefault="00833A8D" w:rsidP="007F2F6B">
      <w:pPr>
        <w:pStyle w:val="libNormal"/>
        <w:rPr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>در اين سوره</w:t>
      </w:r>
      <w:r w:rsidR="009C7B0C">
        <w:rPr>
          <w:rtl/>
        </w:rPr>
        <w:t xml:space="preserve">، </w:t>
      </w:r>
      <w:r w:rsidR="003D3A85" w:rsidRPr="00DD7F59">
        <w:rPr>
          <w:rtl/>
        </w:rPr>
        <w:t>داستان چند تن از پيامبران نقل شده</w:t>
      </w:r>
      <w:r w:rsidR="009C7B0C">
        <w:rPr>
          <w:rtl/>
        </w:rPr>
        <w:t xml:space="preserve">، </w:t>
      </w:r>
      <w:r w:rsidR="003D3A85" w:rsidRPr="00DD7F59">
        <w:rPr>
          <w:rtl/>
        </w:rPr>
        <w:t>ولى آغاز ماجراى آنان با كلمه ى</w:t>
      </w:r>
      <w:r w:rsidR="003D3A85" w:rsidRPr="00833A8D">
        <w:rPr>
          <w:rStyle w:val="libAieChar"/>
          <w:rtl/>
        </w:rPr>
        <w:t xml:space="preserve"> كذّبت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شروع مى شود </w:t>
      </w:r>
      <w:r w:rsidR="00573D7D" w:rsidRPr="00573D7D">
        <w:rPr>
          <w:rStyle w:val="libFootnotenumChar"/>
          <w:rtl/>
        </w:rPr>
        <w:t>(45)</w:t>
      </w:r>
      <w:r w:rsidR="007F2F6B">
        <w:rPr>
          <w:rtl/>
        </w:rPr>
        <w:t xml:space="preserve"> و اين</w:t>
      </w:r>
      <w:r w:rsidR="009C7B0C">
        <w:rPr>
          <w:rtl/>
        </w:rPr>
        <w:t xml:space="preserve">، </w:t>
      </w:r>
      <w:r w:rsidR="007F2F6B">
        <w:rPr>
          <w:rtl/>
        </w:rPr>
        <w:t>به خاطر آن است كه در اين داستان ها نقطه ى مهم</w:t>
      </w:r>
      <w:r w:rsidR="009C7B0C">
        <w:rPr>
          <w:rtl/>
        </w:rPr>
        <w:t xml:space="preserve">، </w:t>
      </w:r>
      <w:r w:rsidR="007F2F6B">
        <w:rPr>
          <w:rtl/>
        </w:rPr>
        <w:t>مساءله ى تكذيب پيامبران از سوى اقوام گذشته و هلاكت آنهاست</w:t>
      </w:r>
      <w:r w:rsidR="009C7B0C">
        <w:rPr>
          <w:rtl/>
        </w:rPr>
        <w:t xml:space="preserve">. </w:t>
      </w:r>
      <w:r w:rsidR="007F2F6B">
        <w:rPr>
          <w:rtl/>
        </w:rPr>
        <w:t>آرى در نوشتن و گفتن بايد مطالب مهم</w:t>
      </w:r>
      <w:r w:rsidR="009C7B0C">
        <w:rPr>
          <w:rtl/>
        </w:rPr>
        <w:t xml:space="preserve">، </w:t>
      </w:r>
      <w:r w:rsidR="007F2F6B">
        <w:rPr>
          <w:rtl/>
        </w:rPr>
        <w:t>سرفصل قرار بگيرد</w:t>
      </w:r>
      <w:r w:rsidR="009C7B0C">
        <w:rPr>
          <w:rtl/>
        </w:rPr>
        <w:t xml:space="preserve">. </w:t>
      </w:r>
    </w:p>
    <w:p w:rsidR="003D3A85" w:rsidRPr="00DD7F59" w:rsidRDefault="003D3A85" w:rsidP="007F2F6B">
      <w:pPr>
        <w:pStyle w:val="libNormal"/>
        <w:rPr>
          <w:rtl/>
        </w:rPr>
      </w:pPr>
      <w:r w:rsidRPr="00DD7F59">
        <w:rPr>
          <w:rtl/>
        </w:rPr>
        <w:t xml:space="preserve"> در بيان تاريخ</w:t>
      </w:r>
      <w:r w:rsidR="009C7B0C">
        <w:rPr>
          <w:rtl/>
        </w:rPr>
        <w:t xml:space="preserve">، </w:t>
      </w:r>
      <w:r w:rsidRPr="00DD7F59">
        <w:rPr>
          <w:rtl/>
        </w:rPr>
        <w:t>بايد به نكات مهم توجّه شود</w:t>
      </w:r>
      <w:r w:rsidR="009C7B0C">
        <w:rPr>
          <w:rtl/>
        </w:rPr>
        <w:t xml:space="preserve">، </w:t>
      </w:r>
      <w:r w:rsidRPr="00DD7F59">
        <w:rPr>
          <w:rtl/>
        </w:rPr>
        <w:t>نه به مسايلى كه دانستن يا ندانستن آنها سود و ضررى ندارد</w:t>
      </w:r>
      <w:r w:rsidR="009C7B0C">
        <w:rPr>
          <w:rtl/>
        </w:rPr>
        <w:t xml:space="preserve">. </w:t>
      </w:r>
      <w:r w:rsidRPr="00DD7F59">
        <w:rPr>
          <w:rtl/>
        </w:rPr>
        <w:t>در اين داستان ها</w:t>
      </w:r>
      <w:r w:rsidR="009C7B0C">
        <w:rPr>
          <w:rtl/>
        </w:rPr>
        <w:t xml:space="preserve">، </w:t>
      </w:r>
      <w:r w:rsidRPr="00DD7F59">
        <w:rPr>
          <w:rtl/>
        </w:rPr>
        <w:t>درباره ى تعداد مردم و نام مكان و تاريخ حادثه و جزئيات ديگر</w:t>
      </w:r>
      <w:r w:rsidR="009C7B0C">
        <w:rPr>
          <w:rtl/>
        </w:rPr>
        <w:t xml:space="preserve">، </w:t>
      </w:r>
      <w:r w:rsidRPr="00DD7F59">
        <w:rPr>
          <w:rtl/>
        </w:rPr>
        <w:t>مطلبى بيان نشده است</w:t>
      </w:r>
      <w:r w:rsidR="009C7B0C">
        <w:rPr>
          <w:rtl/>
        </w:rPr>
        <w:t xml:space="preserve">، </w:t>
      </w:r>
      <w:r w:rsidRPr="00DD7F59">
        <w:rPr>
          <w:rtl/>
        </w:rPr>
        <w:t>زيرا آنچه مايه ى عبرت است</w:t>
      </w:r>
      <w:r w:rsidR="009C7B0C">
        <w:rPr>
          <w:rtl/>
        </w:rPr>
        <w:t xml:space="preserve">، </w:t>
      </w:r>
      <w:r w:rsidRPr="00DD7F59">
        <w:rPr>
          <w:rtl/>
        </w:rPr>
        <w:t>نشان دادن جلوه هاى حقّ و باطل و بيان پيروزى حقّ بر باطل است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219" w:name="_Toc365974016"/>
      <w:r w:rsidRPr="002C79C2">
        <w:rPr>
          <w:rtl/>
        </w:rPr>
        <w:t>پيام ها</w:t>
      </w:r>
      <w:r w:rsidR="009C7B0C">
        <w:rPr>
          <w:rtl/>
        </w:rPr>
        <w:t>:</w:t>
      </w:r>
      <w:bookmarkEnd w:id="219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روش دعوت تمام انبيا يكى است</w:t>
      </w:r>
      <w:r w:rsidR="009C7B0C">
        <w:rPr>
          <w:rtl/>
        </w:rPr>
        <w:t xml:space="preserve">. </w:t>
      </w:r>
      <w:r>
        <w:rPr>
          <w:rtl/>
        </w:rPr>
        <w:t>در داستان نوح</w:t>
      </w:r>
      <w:r w:rsidR="009C7B0C">
        <w:rPr>
          <w:rtl/>
        </w:rPr>
        <w:t xml:space="preserve">، </w:t>
      </w:r>
      <w:r>
        <w:rPr>
          <w:rtl/>
        </w:rPr>
        <w:t>هود</w:t>
      </w:r>
      <w:r w:rsidR="009C7B0C">
        <w:rPr>
          <w:rtl/>
        </w:rPr>
        <w:t xml:space="preserve">، </w:t>
      </w:r>
      <w:r>
        <w:rPr>
          <w:rtl/>
        </w:rPr>
        <w:t>صالح</w:t>
      </w:r>
      <w:r w:rsidR="009C7B0C">
        <w:rPr>
          <w:rtl/>
        </w:rPr>
        <w:t xml:space="preserve">، </w:t>
      </w:r>
      <w:r>
        <w:rPr>
          <w:rtl/>
        </w:rPr>
        <w:t>لوط و شعيب</w:t>
      </w:r>
      <w:r w:rsidR="009C7B0C">
        <w:rPr>
          <w:rtl/>
        </w:rPr>
        <w:t xml:space="preserve">، </w:t>
      </w:r>
      <w:r>
        <w:rPr>
          <w:rtl/>
        </w:rPr>
        <w:t>همه ى آنان يك كلام و يك شعار داشتند: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همه مى گفتند: </w:t>
      </w:r>
      <w:r w:rsidR="003D3A85" w:rsidRPr="00833A8D">
        <w:rPr>
          <w:rStyle w:val="libAieChar"/>
          <w:rtl/>
        </w:rPr>
        <w:t xml:space="preserve">اَلا تتّقون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همه مى گفتند: </w:t>
      </w:r>
      <w:r w:rsidR="003D3A85" w:rsidRPr="00833A8D">
        <w:rPr>
          <w:rStyle w:val="libAieChar"/>
          <w:rtl/>
        </w:rPr>
        <w:t xml:space="preserve">فاتّقوا اللّه واَطيعون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همه مى گفتند: </w:t>
      </w:r>
      <w:r w:rsidR="003D3A85" w:rsidRPr="00833A8D">
        <w:rPr>
          <w:rStyle w:val="libAieChar"/>
          <w:rtl/>
        </w:rPr>
        <w:t xml:space="preserve">اِنّى لكم رسول اءمين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 xml:space="preserve">همه مى گفتند: </w:t>
      </w:r>
      <w:r w:rsidR="003D3A85" w:rsidRPr="00833A8D">
        <w:rPr>
          <w:rStyle w:val="libAieChar"/>
          <w:rtl/>
        </w:rPr>
        <w:t>ما اءسئلكم عليه من اءجر</w:t>
      </w:r>
    </w:p>
    <w:p w:rsidR="007F2F6B" w:rsidRDefault="007F2F6B" w:rsidP="007F2F6B">
      <w:pPr>
        <w:pStyle w:val="libNormal"/>
      </w:pPr>
      <w:r>
        <w:rPr>
          <w:rtl/>
        </w:rPr>
        <w:t>و خلاصه ى پيام همه ى آنان چند چيز بود: برادرى</w:t>
      </w:r>
      <w:r w:rsidR="009C7B0C">
        <w:rPr>
          <w:rtl/>
        </w:rPr>
        <w:t xml:space="preserve">، </w:t>
      </w:r>
      <w:r>
        <w:rPr>
          <w:rtl/>
        </w:rPr>
        <w:t>تقوا</w:t>
      </w:r>
      <w:r w:rsidR="009C7B0C">
        <w:rPr>
          <w:rtl/>
        </w:rPr>
        <w:t xml:space="preserve">، </w:t>
      </w:r>
      <w:r>
        <w:rPr>
          <w:rtl/>
        </w:rPr>
        <w:t>پيروى از رهبر</w:t>
      </w:r>
      <w:r w:rsidR="009C7B0C">
        <w:rPr>
          <w:rtl/>
        </w:rPr>
        <w:t xml:space="preserve">، </w:t>
      </w:r>
      <w:r>
        <w:rPr>
          <w:rtl/>
        </w:rPr>
        <w:t>بى توقّعى</w:t>
      </w:r>
      <w:r w:rsidR="009C7B0C">
        <w:rPr>
          <w:rtl/>
        </w:rPr>
        <w:t xml:space="preserve">، </w:t>
      </w:r>
      <w:r>
        <w:rPr>
          <w:rtl/>
        </w:rPr>
        <w:t>توكّل بر خدا و اطمينان دادن به مردم كه ما به نفع شما و امين شما هستيم</w:t>
      </w:r>
      <w:r w:rsidR="009C7B0C">
        <w:rPr>
          <w:rtl/>
        </w:rPr>
        <w:t xml:space="preserve">. </w:t>
      </w:r>
      <w:r>
        <w:rPr>
          <w:rtl/>
        </w:rPr>
        <w:t>(پيام هاى اين چند آيه نيز مانند پيام هاى آيات قبل است كه درباره ى پيامبران ديگر در همين سوره عنوان شد</w:t>
      </w:r>
      <w:r w:rsidR="009C7B0C">
        <w:rPr>
          <w:rtl/>
        </w:rPr>
        <w:t>.)</w:t>
      </w:r>
    </w:p>
    <w:p w:rsidR="007F2F6B" w:rsidRDefault="00573D7D" w:rsidP="00573D7D">
      <w:pPr>
        <w:pStyle w:val="Heading1"/>
        <w:rPr>
          <w:rtl/>
        </w:rPr>
      </w:pPr>
      <w:bookmarkStart w:id="220" w:name="_Toc365974017"/>
      <w:r>
        <w:rPr>
          <w:rtl/>
        </w:rPr>
        <w:t>146 - اءَتُتْرَكُونَ فِى مَا هَهُنَآ ءَامِنِينَ</w:t>
      </w:r>
      <w:bookmarkEnd w:id="22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آيا (فكر مى كنيد) شما در آنچه در اين دنيا داريد</w:t>
      </w:r>
      <w:r w:rsidR="009C7B0C">
        <w:rPr>
          <w:rtl/>
        </w:rPr>
        <w:t xml:space="preserve">، </w:t>
      </w:r>
      <w:r>
        <w:rPr>
          <w:rtl/>
        </w:rPr>
        <w:t>در اءمن وامان رها خواهيد شد؟</w:t>
      </w:r>
    </w:p>
    <w:p w:rsidR="007F2F6B" w:rsidRDefault="00573D7D" w:rsidP="00573D7D">
      <w:pPr>
        <w:pStyle w:val="Heading1"/>
        <w:rPr>
          <w:rtl/>
        </w:rPr>
      </w:pPr>
      <w:bookmarkStart w:id="221" w:name="_Toc365974018"/>
      <w:r>
        <w:rPr>
          <w:rtl/>
        </w:rPr>
        <w:t>147 - فِى جَنَّتٍ وَعُيُونٍ</w:t>
      </w:r>
      <w:bookmarkEnd w:id="221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22" w:name="_Toc365974019"/>
      <w:r w:rsidR="00573D7D">
        <w:rPr>
          <w:rtl/>
        </w:rPr>
        <w:t>14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 w:rsidR="00573D7D">
        <w:rPr>
          <w:rtl/>
        </w:rPr>
        <w:t>وَزُرُوعٍ وَنَخْلٍ طَلْعُهَا هَضِيمٌ</w:t>
      </w:r>
      <w:bookmarkEnd w:id="22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در باغ ها و چشمه ها</w:t>
      </w:r>
      <w:r w:rsidR="009C7B0C">
        <w:rPr>
          <w:rtl/>
        </w:rPr>
        <w:t xml:space="preserve">. </w:t>
      </w:r>
      <w:r>
        <w:rPr>
          <w:rtl/>
        </w:rPr>
        <w:t>و كشتزارها و نخل هايى كه شكوفه اش لطيف و بر هم نشسته است</w:t>
      </w:r>
      <w:r w:rsidR="009C7B0C">
        <w:rPr>
          <w:rtl/>
        </w:rPr>
        <w:t xml:space="preserve">. </w:t>
      </w:r>
      <w:r>
        <w:rPr>
          <w:rtl/>
        </w:rPr>
        <w:t>(و هيچ مسئوليّت و بازگشتى نخواهيد داشت</w:t>
      </w:r>
      <w:r w:rsidR="009C7B0C">
        <w:rPr>
          <w:rtl/>
        </w:rPr>
        <w:t>؟</w:t>
      </w:r>
      <w:r>
        <w:rPr>
          <w:rtl/>
        </w:rPr>
        <w:t>)</w:t>
      </w:r>
    </w:p>
    <w:p w:rsidR="007F2F6B" w:rsidRDefault="00573D7D" w:rsidP="00573D7D">
      <w:pPr>
        <w:pStyle w:val="Heading1"/>
        <w:rPr>
          <w:rtl/>
        </w:rPr>
      </w:pPr>
      <w:bookmarkStart w:id="223" w:name="_Toc365974020"/>
      <w:r>
        <w:rPr>
          <w:rtl/>
        </w:rPr>
        <w:t>149 - وَتَنْحِتُونَ مِنَ الْجِبَالِ بُيُوتاً فَرِهِينَ</w:t>
      </w:r>
      <w:bookmarkEnd w:id="22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شما (ماهرانه) از كوه ها خانه هايى براى خوشگذرانى مى تراشيد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24" w:name="_Toc365974021"/>
      <w:r>
        <w:rPr>
          <w:rtl/>
        </w:rPr>
        <w:t>150 - فَاتَّقُواْ اللّهَ وَاءَطِيعُونِ</w:t>
      </w:r>
      <w:bookmarkEnd w:id="224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25" w:name="_Toc365974022"/>
      <w:r w:rsidR="00573D7D">
        <w:rPr>
          <w:rtl/>
        </w:rPr>
        <w:t>151 - وَلاَ تُطِيعُواْ اءَمْرَ الْمُسْرِفِينَ</w:t>
      </w:r>
      <w:bookmarkEnd w:id="22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</w:t>
      </w:r>
      <w:r w:rsidR="009C7B0C">
        <w:rPr>
          <w:rtl/>
        </w:rPr>
        <w:t xml:space="preserve">، </w:t>
      </w:r>
      <w:r>
        <w:rPr>
          <w:rtl/>
        </w:rPr>
        <w:t>از خدا پروا كنيد و مرا پيروى نماييد</w:t>
      </w:r>
      <w:r w:rsidR="009C7B0C">
        <w:rPr>
          <w:rtl/>
        </w:rPr>
        <w:t xml:space="preserve">. </w:t>
      </w:r>
      <w:r>
        <w:rPr>
          <w:rtl/>
        </w:rPr>
        <w:t>واز اسرافكاران فرمان نبريد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26" w:name="_Toc365974023"/>
      <w:r>
        <w:rPr>
          <w:rtl/>
        </w:rPr>
        <w:lastRenderedPageBreak/>
        <w:t>152 - اءَلَّذِينَ يُفْسِدُونَ فِى الاَْرْضِ وَلاَ يُصْلِحُونَ</w:t>
      </w:r>
      <w:bookmarkEnd w:id="22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آنان كه در زمين فساد مى كنند و اهل اصلاح نيستند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27" w:name="_Toc365974024"/>
      <w:r>
        <w:rPr>
          <w:rtl/>
        </w:rPr>
        <w:t>نكته ها</w:t>
      </w:r>
      <w:r w:rsidR="009C7B0C">
        <w:rPr>
          <w:rtl/>
        </w:rPr>
        <w:t>:</w:t>
      </w:r>
      <w:bookmarkEnd w:id="227"/>
    </w:p>
    <w:p w:rsidR="007F2F6B" w:rsidRDefault="00833A8D" w:rsidP="007F2F6B">
      <w:pPr>
        <w:pStyle w:val="libNormal"/>
        <w:rPr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>اگر مردم دنيا تنها به همين جمله ى</w:t>
      </w:r>
      <w:r w:rsidR="003D3A85" w:rsidRPr="00833A8D">
        <w:rPr>
          <w:rStyle w:val="libAieChar"/>
          <w:rtl/>
        </w:rPr>
        <w:t xml:space="preserve"> لا تُطيعوا امر المسرفين</w:t>
      </w:r>
      <w:r>
        <w:rPr>
          <w:rStyle w:val="libAieChar"/>
          <w:rtl/>
        </w:rPr>
        <w:t xml:space="preserve"> </w:t>
      </w:r>
      <w:r w:rsidR="007F2F6B">
        <w:rPr>
          <w:rtl/>
        </w:rPr>
        <w:t>عمل كنند</w:t>
      </w:r>
      <w:r w:rsidR="009C7B0C">
        <w:rPr>
          <w:rtl/>
        </w:rPr>
        <w:t xml:space="preserve">، </w:t>
      </w:r>
      <w:r w:rsidR="007F2F6B">
        <w:rPr>
          <w:rtl/>
        </w:rPr>
        <w:t>تمام حكومت هاى طاغوتى اسرافكار</w:t>
      </w:r>
      <w:r w:rsidR="009C7B0C">
        <w:rPr>
          <w:rtl/>
        </w:rPr>
        <w:t xml:space="preserve">، </w:t>
      </w:r>
      <w:r w:rsidR="007F2F6B">
        <w:rPr>
          <w:rtl/>
        </w:rPr>
        <w:t>سقوط مى كنند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DD7F59">
        <w:rPr>
          <w:rtl/>
        </w:rPr>
        <w:t xml:space="preserve"> قوم ثمود</w:t>
      </w:r>
      <w:r w:rsidR="009C7B0C">
        <w:rPr>
          <w:rtl/>
        </w:rPr>
        <w:t xml:space="preserve">، </w:t>
      </w:r>
      <w:r w:rsidRPr="00DD7F59">
        <w:rPr>
          <w:rtl/>
        </w:rPr>
        <w:t>هم كشاورزى خوبى داشتند</w:t>
      </w:r>
      <w:r w:rsidR="009C7B0C">
        <w:rPr>
          <w:rStyle w:val="libAieChar"/>
          <w:rtl/>
        </w:rPr>
        <w:t xml:space="preserve">، </w:t>
      </w:r>
      <w:r w:rsidRPr="00833A8D">
        <w:rPr>
          <w:rStyle w:val="libAieChar"/>
          <w:rtl/>
        </w:rPr>
        <w:t>فى جنّات و عُيون و زُروع</w:t>
      </w:r>
      <w:r w:rsidR="007F2F6B">
        <w:rPr>
          <w:rtl/>
        </w:rPr>
        <w:t xml:space="preserve"> هم تمدّن و خانه سازى </w:t>
      </w:r>
      <w:r w:rsidRPr="00833A8D">
        <w:rPr>
          <w:rStyle w:val="libAieChar"/>
          <w:rtl/>
        </w:rPr>
        <w:t>من الجبال بيوتا</w:t>
      </w:r>
      <w:r w:rsidR="007F2F6B">
        <w:rPr>
          <w:rtl/>
        </w:rPr>
        <w:t xml:space="preserve"> و هم رفاه و امنيّت</w:t>
      </w:r>
      <w:r w:rsidR="009C7B0C">
        <w:rPr>
          <w:rtl/>
        </w:rPr>
        <w:t xml:space="preserve">. </w:t>
      </w:r>
      <w:r w:rsidRPr="00833A8D">
        <w:rPr>
          <w:rStyle w:val="libAieChar"/>
          <w:rtl/>
        </w:rPr>
        <w:t>فارِهين</w:t>
      </w:r>
      <w:r w:rsidR="009C7B0C">
        <w:rPr>
          <w:rStyle w:val="libAieChar"/>
          <w:rtl/>
        </w:rPr>
        <w:t xml:space="preserve">... </w:t>
      </w:r>
      <w:r w:rsidRPr="00833A8D">
        <w:rPr>
          <w:rStyle w:val="libAieChar"/>
          <w:rtl/>
        </w:rPr>
        <w:t>آمِنين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  <w:rtl/>
        </w:rPr>
        <w:t xml:space="preserve"> كلمه ى طَلع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به شكوفه ى خرما گفته مى شود كه قبل از ميوه طلوع مى كند و گاهى به نوبَر و اوّلين خرما نيز گفته مى شود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</w:rPr>
        <w:t xml:space="preserve"> </w:t>
      </w:r>
      <w:r w:rsidRPr="00833A8D">
        <w:rPr>
          <w:rStyle w:val="libAieChar"/>
          <w:rtl/>
        </w:rPr>
        <w:t>هَضيم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به معناى شكوفه ى لطيف و بر هم نشسته است</w:t>
      </w:r>
      <w:r w:rsidR="009C7B0C">
        <w:rPr>
          <w:rtl/>
        </w:rPr>
        <w:t xml:space="preserve">. </w:t>
      </w:r>
      <w:r w:rsidR="007F2F6B">
        <w:rPr>
          <w:rtl/>
        </w:rPr>
        <w:t>يعنى شكوفه هاى خرما از انبوهى و پر حاصلى و طراوت بر هم سوار شده است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  <w:rtl/>
        </w:rPr>
        <w:t xml:space="preserve"> با اينكه كلمه ى جنّات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شامل درخت خرما نيز مى شود</w:t>
      </w:r>
      <w:r w:rsidR="009C7B0C">
        <w:rPr>
          <w:rtl/>
        </w:rPr>
        <w:t xml:space="preserve">، </w:t>
      </w:r>
      <w:r w:rsidR="007F2F6B">
        <w:rPr>
          <w:rtl/>
        </w:rPr>
        <w:t>ولى نام درخت خرما جداگانه برده شده است</w:t>
      </w:r>
      <w:r w:rsidR="009C7B0C">
        <w:rPr>
          <w:rtl/>
        </w:rPr>
        <w:t xml:space="preserve">، </w:t>
      </w:r>
      <w:r w:rsidR="007F2F6B">
        <w:rPr>
          <w:rtl/>
        </w:rPr>
        <w:t>كه شايد اشاره به اهميّت خرما در ميان قوم ثمود بوده است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  <w:rtl/>
        </w:rPr>
        <w:t xml:space="preserve"> كلمه ى فارهين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مى تواند از كلمه ى </w:t>
      </w:r>
      <w:r w:rsidRPr="00833A8D">
        <w:rPr>
          <w:rStyle w:val="libAieChar"/>
          <w:rtl/>
        </w:rPr>
        <w:t>فره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به معناى شادى باشد كه </w:t>
      </w:r>
      <w:r w:rsidRPr="00833A8D">
        <w:rPr>
          <w:rStyle w:val="libAieChar"/>
          <w:rtl/>
        </w:rPr>
        <w:t>بيوتا فارهين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يعنى در خانه ها سرمست بودند و مى تواند از ريشه ى </w:t>
      </w:r>
      <w:r w:rsidRPr="00833A8D">
        <w:rPr>
          <w:rStyle w:val="libAieChar"/>
          <w:rtl/>
        </w:rPr>
        <w:t>فراهت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به معناى مهارت باشد كه </w:t>
      </w:r>
      <w:r w:rsidRPr="00833A8D">
        <w:rPr>
          <w:rStyle w:val="libAieChar"/>
          <w:rtl/>
        </w:rPr>
        <w:t>بيوتا فارهين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يعنى با مهارت خانه هايى را از كوهها مى تراشيدند</w:t>
      </w:r>
      <w:r w:rsidR="009C7B0C">
        <w:rPr>
          <w:rtl/>
        </w:rPr>
        <w:t xml:space="preserve">. </w:t>
      </w:r>
    </w:p>
    <w:p w:rsidR="00D64FE0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7F2F6B" w:rsidRDefault="003D3A85" w:rsidP="003D3A85">
      <w:pPr>
        <w:pStyle w:val="Heading2"/>
        <w:rPr>
          <w:rtl/>
        </w:rPr>
      </w:pPr>
      <w:bookmarkStart w:id="228" w:name="_Toc365974025"/>
      <w:r>
        <w:rPr>
          <w:rtl/>
        </w:rPr>
        <w:lastRenderedPageBreak/>
        <w:t>پيام ها</w:t>
      </w:r>
      <w:r w:rsidR="009C7B0C">
        <w:rPr>
          <w:rtl/>
        </w:rPr>
        <w:t>:</w:t>
      </w:r>
      <w:bookmarkEnd w:id="228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به زندگى مرفّه دنيا مغرور نشويد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اءتُتركون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آمِنين</w:t>
      </w:r>
      <w:r>
        <w:rPr>
          <w:rtl/>
        </w:rPr>
        <w:t xml:space="preserve"> رفاه امروز نشانه ى رضاى خداوند از شما نيست</w:t>
      </w:r>
      <w:r w:rsidR="009C7B0C">
        <w:rPr>
          <w:rtl/>
        </w:rPr>
        <w:t xml:space="preserve">. </w:t>
      </w:r>
      <w:r>
        <w:rPr>
          <w:rtl/>
        </w:rPr>
        <w:t>(نعمت هاى مادّى پايدار نيست)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توجّه به ناپايدارى دنيا</w:t>
      </w:r>
      <w:r w:rsidR="009C7B0C">
        <w:rPr>
          <w:rtl/>
        </w:rPr>
        <w:t xml:space="preserve">، </w:t>
      </w:r>
      <w:r>
        <w:rPr>
          <w:rtl/>
        </w:rPr>
        <w:t>وسيله ى تقواست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اءتُتركون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فاتّقوا اللّه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لازمه ى تقوا</w:t>
      </w:r>
      <w:r w:rsidR="009C7B0C">
        <w:rPr>
          <w:rtl/>
        </w:rPr>
        <w:t xml:space="preserve">، </w:t>
      </w:r>
      <w:r>
        <w:rPr>
          <w:rtl/>
        </w:rPr>
        <w:t>پيروى از انبيا و دورى از اطاعت مسرفان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فاتّقوا اللّه و اَطيعون و لا تُطيعوا اءمر المسرفين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امنيّت</w:t>
      </w:r>
      <w:r w:rsidR="009C7B0C">
        <w:rPr>
          <w:rtl/>
        </w:rPr>
        <w:t xml:space="preserve">، </w:t>
      </w:r>
      <w:r>
        <w:rPr>
          <w:rtl/>
        </w:rPr>
        <w:t>اقتصاد و رفاه</w:t>
      </w:r>
      <w:r w:rsidR="009C7B0C">
        <w:rPr>
          <w:rtl/>
        </w:rPr>
        <w:t xml:space="preserve">، </w:t>
      </w:r>
      <w:r>
        <w:rPr>
          <w:rtl/>
        </w:rPr>
        <w:t>اگر با پيروى از رهبر معصوم همراه نباشد زمينه ى فساد خواهد 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آمِنين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جنّات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عيون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زُروع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بُيوتا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فاتّقوا اللّه و اَطيعون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انسان در برابر نعمت ها رها نيست</w:t>
      </w:r>
      <w:r w:rsidR="009C7B0C">
        <w:rPr>
          <w:rtl/>
        </w:rPr>
        <w:t xml:space="preserve">، </w:t>
      </w:r>
      <w:r w:rsidR="007F2F6B">
        <w:rPr>
          <w:rtl/>
        </w:rPr>
        <w:t>بلكه مسئوليّت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جنّات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عيون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زُروع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بُيوتا</w:t>
      </w:r>
      <w:r w:rsidR="009C7B0C">
        <w:rPr>
          <w:rStyle w:val="libAieChar"/>
          <w:rtl/>
        </w:rPr>
        <w:t xml:space="preserve">، </w:t>
      </w:r>
      <w:r w:rsidR="003D3A85" w:rsidRPr="00833A8D">
        <w:rPr>
          <w:rStyle w:val="libAieChar"/>
          <w:rtl/>
        </w:rPr>
        <w:t>لاتُطيعوا اءمر المسرفين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اسرافكار</w:t>
      </w:r>
      <w:r w:rsidR="009C7B0C">
        <w:rPr>
          <w:rtl/>
        </w:rPr>
        <w:t xml:space="preserve">، </w:t>
      </w:r>
      <w:r>
        <w:rPr>
          <w:rtl/>
        </w:rPr>
        <w:t>صلاحيّت رهبرى جامعه را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لاتُطيعوا اءمر المسرفين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انبيا در مصرف گرايى مردم حسّاس بودند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لاتُطيعوا اءمر المسرفين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در برابر سرمايه داران اسرافگر</w:t>
      </w:r>
      <w:r w:rsidR="009C7B0C">
        <w:rPr>
          <w:rtl/>
        </w:rPr>
        <w:t xml:space="preserve">، </w:t>
      </w:r>
      <w:r w:rsidR="007F2F6B">
        <w:rPr>
          <w:rtl/>
        </w:rPr>
        <w:t>كرنش نكنيد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لاتُطيعوا اءمر المسرفين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تولّى و تبرّى بايد با هم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اطيعون لا تطيعوا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اسراف</w:t>
      </w:r>
      <w:r w:rsidR="009C7B0C">
        <w:rPr>
          <w:rtl/>
        </w:rPr>
        <w:t xml:space="preserve">، </w:t>
      </w:r>
      <w:r>
        <w:rPr>
          <w:rtl/>
        </w:rPr>
        <w:t>فساد است و اسرافكار</w:t>
      </w:r>
      <w:r w:rsidR="009C7B0C">
        <w:rPr>
          <w:rtl/>
        </w:rPr>
        <w:t xml:space="preserve">، </w:t>
      </w:r>
      <w:r>
        <w:rPr>
          <w:rtl/>
        </w:rPr>
        <w:t>مفسد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المسرفين الّذين يُفسِدون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از مرفّهان بى درد</w:t>
      </w:r>
      <w:r w:rsidR="009C7B0C">
        <w:rPr>
          <w:rtl/>
        </w:rPr>
        <w:t xml:space="preserve">، </w:t>
      </w:r>
      <w:r>
        <w:rPr>
          <w:rtl/>
        </w:rPr>
        <w:t>اميد اصلاح نداشته باشيد كه اصلاح تنها در سايه ى مكتب انبياست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لا يُصلِحون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اسرافكاران</w:t>
      </w:r>
      <w:r w:rsidR="009C7B0C">
        <w:rPr>
          <w:rtl/>
        </w:rPr>
        <w:t xml:space="preserve">، </w:t>
      </w:r>
      <w:r>
        <w:rPr>
          <w:rtl/>
        </w:rPr>
        <w:t>كار خودرا توجيه مى كنند وخود را صالح مى دانند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لايُصلِحون</w:t>
      </w:r>
    </w:p>
    <w:p w:rsidR="007F2F6B" w:rsidRDefault="00573D7D" w:rsidP="00573D7D">
      <w:pPr>
        <w:pStyle w:val="Heading1"/>
        <w:rPr>
          <w:rtl/>
        </w:rPr>
      </w:pPr>
      <w:bookmarkStart w:id="229" w:name="_Toc365974026"/>
      <w:r>
        <w:rPr>
          <w:rtl/>
        </w:rPr>
        <w:t>153 - قَالُواْ إِنَّمَآ اءَنتَ مِنَ الْمُسَحَّرِينَ</w:t>
      </w:r>
      <w:bookmarkEnd w:id="22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(قوم ثمود به جاى ايمان آوردن به صالح) گفتند: همانا تو از سحر شدگانى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30" w:name="_Toc365974027"/>
      <w:r>
        <w:rPr>
          <w:rtl/>
        </w:rPr>
        <w:lastRenderedPageBreak/>
        <w:t>154 - مَآ اءَنتَ إِلا بَشَرٌ مِّثْلُنَا فَاءْتِ بَِايَةٍ إِن كُنتَ مِنَ الصَّدِقِينَ</w:t>
      </w:r>
      <w:bookmarkEnd w:id="23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تو جز بشرى مثل ما نيستى</w:t>
      </w:r>
      <w:r w:rsidR="009C7B0C">
        <w:rPr>
          <w:rtl/>
        </w:rPr>
        <w:t xml:space="preserve">. </w:t>
      </w:r>
      <w:r>
        <w:rPr>
          <w:rtl/>
        </w:rPr>
        <w:t>پس اگر از راستگويانى</w:t>
      </w:r>
      <w:r w:rsidR="009C7B0C">
        <w:rPr>
          <w:rtl/>
        </w:rPr>
        <w:t xml:space="preserve">، </w:t>
      </w:r>
      <w:r>
        <w:rPr>
          <w:rtl/>
        </w:rPr>
        <w:t>نشانه (و معجزه)اى بياور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31" w:name="_Toc365974028"/>
      <w:r>
        <w:rPr>
          <w:rtl/>
        </w:rPr>
        <w:t>پيام ها</w:t>
      </w:r>
      <w:r w:rsidR="009C7B0C">
        <w:rPr>
          <w:rtl/>
        </w:rPr>
        <w:t>:</w:t>
      </w:r>
      <w:bookmarkEnd w:id="231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به انبيا دو تهمت مى زدند: سحركننده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ساحر</w:t>
      </w:r>
      <w:r>
        <w:rPr>
          <w:rtl/>
        </w:rPr>
        <w:t xml:space="preserve"> و سحرشده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المسحّرين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بدتر از عصيان</w:t>
      </w:r>
      <w:r w:rsidR="009C7B0C">
        <w:rPr>
          <w:rtl/>
        </w:rPr>
        <w:t xml:space="preserve">، </w:t>
      </w:r>
      <w:r>
        <w:rPr>
          <w:rtl/>
        </w:rPr>
        <w:t>توجيه كردن آن است</w:t>
      </w:r>
      <w:r w:rsidR="009C7B0C">
        <w:rPr>
          <w:rtl/>
        </w:rPr>
        <w:t xml:space="preserve">. </w:t>
      </w:r>
      <w:r>
        <w:rPr>
          <w:rtl/>
        </w:rPr>
        <w:t>در برابر فرمان</w:t>
      </w:r>
      <w:r w:rsidR="003D3A85" w:rsidRPr="00833A8D">
        <w:rPr>
          <w:rStyle w:val="libAieChar"/>
          <w:rtl/>
        </w:rPr>
        <w:t xml:space="preserve"> اَطيعون</w:t>
      </w:r>
      <w:r>
        <w:rPr>
          <w:rtl/>
        </w:rPr>
        <w:t xml:space="preserve"> عصيان خود را توجيه كرده ومى گفتند: تو سحر شده اى وقابل پيروى نيستى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المسحّرين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نبوّت ومعجزه</w:t>
      </w:r>
      <w:r w:rsidR="009C7B0C">
        <w:rPr>
          <w:rtl/>
        </w:rPr>
        <w:t xml:space="preserve">، </w:t>
      </w:r>
      <w:r>
        <w:rPr>
          <w:rtl/>
        </w:rPr>
        <w:t>متلازمند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فاءتِ بآية</w:t>
      </w:r>
      <w:r>
        <w:rPr>
          <w:rtl/>
        </w:rPr>
        <w:t xml:space="preserve"> (معجزه</w:t>
      </w:r>
      <w:r w:rsidR="009C7B0C">
        <w:rPr>
          <w:rtl/>
        </w:rPr>
        <w:t xml:space="preserve">، </w:t>
      </w:r>
      <w:r>
        <w:rPr>
          <w:rtl/>
        </w:rPr>
        <w:t>نشانه ى صداقت انبياست)</w:t>
      </w:r>
    </w:p>
    <w:p w:rsidR="007F2F6B" w:rsidRDefault="00573D7D" w:rsidP="00573D7D">
      <w:pPr>
        <w:pStyle w:val="Heading1"/>
        <w:rPr>
          <w:rtl/>
        </w:rPr>
      </w:pPr>
      <w:bookmarkStart w:id="232" w:name="_Toc365974029"/>
      <w:r>
        <w:rPr>
          <w:rtl/>
        </w:rPr>
        <w:t>15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قَالَ هَذِهِ نَاقَةٌ لَّهَا شِرْبٌ وَلَكُمْ شِرْبُ يَوْمٍ مَّعْلُومٍ</w:t>
      </w:r>
      <w:bookmarkEnd w:id="23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صالح (در پاسخ معجزه خواهى مردم) گفت</w:t>
      </w:r>
      <w:r w:rsidR="009C7B0C">
        <w:rPr>
          <w:rtl/>
        </w:rPr>
        <w:t>:</w:t>
      </w:r>
      <w:r>
        <w:rPr>
          <w:rtl/>
        </w:rPr>
        <w:t xml:space="preserve"> اين ماده شترى است (كه با اراده ى خداوند</w:t>
      </w:r>
      <w:r w:rsidR="009C7B0C">
        <w:rPr>
          <w:rtl/>
        </w:rPr>
        <w:t xml:space="preserve">، </w:t>
      </w:r>
      <w:r>
        <w:rPr>
          <w:rtl/>
        </w:rPr>
        <w:t>از درون كوه خارج شد)</w:t>
      </w:r>
      <w:r w:rsidR="009C7B0C">
        <w:rPr>
          <w:rtl/>
        </w:rPr>
        <w:t xml:space="preserve">. </w:t>
      </w:r>
      <w:r>
        <w:rPr>
          <w:rtl/>
        </w:rPr>
        <w:t>براى اوست سهمى از آب (يك روز) و براى شما روز ديگرى معيّن شده است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33" w:name="_Toc365974030"/>
      <w:r>
        <w:rPr>
          <w:rtl/>
        </w:rPr>
        <w:t>156 - وَلاَ تَمَسُّوهَا بِسُوءٍ فَيَاءْخُذَكُمْ عَذَابُ يَوْمٍ عَظِيمٍ</w:t>
      </w:r>
      <w:bookmarkEnd w:id="23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به آن آسيبى نرسانيد كه عذاب روز سهمگين</w:t>
      </w:r>
      <w:r w:rsidR="009C7B0C">
        <w:rPr>
          <w:rtl/>
        </w:rPr>
        <w:t xml:space="preserve">، </w:t>
      </w:r>
      <w:r>
        <w:rPr>
          <w:rtl/>
        </w:rPr>
        <w:t>شما را فرا مى گيرد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34" w:name="_Toc365974031"/>
      <w:r>
        <w:rPr>
          <w:rtl/>
        </w:rPr>
        <w:t>157 - فَعَقَرُوهَا فَاءَصْبَحُواْ نَدِمِينَ</w:t>
      </w:r>
      <w:bookmarkEnd w:id="23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ناقه را كشتند</w:t>
      </w:r>
      <w:r w:rsidR="009C7B0C">
        <w:rPr>
          <w:rtl/>
        </w:rPr>
        <w:t xml:space="preserve">، </w:t>
      </w:r>
      <w:r>
        <w:rPr>
          <w:rtl/>
        </w:rPr>
        <w:t>سپس از كرده ى خود پشيمان شدند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35" w:name="_Toc365974032"/>
      <w:r>
        <w:rPr>
          <w:rtl/>
        </w:rPr>
        <w:lastRenderedPageBreak/>
        <w:t>نكته ها</w:t>
      </w:r>
      <w:r w:rsidR="009C7B0C">
        <w:rPr>
          <w:rtl/>
        </w:rPr>
        <w:t>:</w:t>
      </w:r>
      <w:bookmarkEnd w:id="235"/>
    </w:p>
    <w:p w:rsidR="007F2F6B" w:rsidRDefault="00833A8D" w:rsidP="007F2F6B">
      <w:pPr>
        <w:pStyle w:val="libNormal"/>
        <w:rPr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>دست قدرت خداوند در ارائه ى معجزه باز است</w:t>
      </w:r>
      <w:r w:rsidR="009C7B0C">
        <w:rPr>
          <w:rtl/>
        </w:rPr>
        <w:t xml:space="preserve">، </w:t>
      </w:r>
      <w:r w:rsidR="003D3A85" w:rsidRPr="00DD7F59">
        <w:rPr>
          <w:rtl/>
        </w:rPr>
        <w:t>از شكافتن</w:t>
      </w:r>
      <w:r w:rsidR="003D3A85" w:rsidRPr="00833A8D">
        <w:rPr>
          <w:rStyle w:val="libAieChar"/>
          <w:rtl/>
        </w:rPr>
        <w:t xml:space="preserve"> ماه اِنشقّ القَمر</w:t>
      </w:r>
      <w:r w:rsidR="009C7B0C">
        <w:rPr>
          <w:rtl/>
        </w:rPr>
        <w:t xml:space="preserve">، </w:t>
      </w:r>
      <w:r w:rsidR="007F2F6B">
        <w:rPr>
          <w:rtl/>
        </w:rPr>
        <w:t xml:space="preserve">تا شكافتن آب </w:t>
      </w:r>
      <w:r w:rsidR="003D3A85" w:rsidRPr="00833A8D">
        <w:rPr>
          <w:rStyle w:val="libAieChar"/>
          <w:rtl/>
        </w:rPr>
        <w:t>فانفلق</w:t>
      </w:r>
      <w:r>
        <w:rPr>
          <w:rStyle w:val="libAieChar"/>
          <w:rtl/>
        </w:rPr>
        <w:t xml:space="preserve"> </w:t>
      </w:r>
      <w:r w:rsidR="007F2F6B">
        <w:rPr>
          <w:rtl/>
        </w:rPr>
        <w:t>تا شكافتن كوه و بيرون آوردن شتر براى او يكسان است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DD7F59">
        <w:rPr>
          <w:rtl/>
        </w:rPr>
        <w:t xml:space="preserve"> با اين كه ناقه ى صالح را يك نفر از پاى درآورد</w:t>
      </w:r>
      <w:r w:rsidR="009C7B0C">
        <w:rPr>
          <w:rtl/>
        </w:rPr>
        <w:t xml:space="preserve">، </w:t>
      </w:r>
      <w:r w:rsidRPr="00DD7F59">
        <w:rPr>
          <w:rtl/>
        </w:rPr>
        <w:t>امّا قرآن مى فرمايد:</w:t>
      </w:r>
      <w:r w:rsidRPr="00833A8D">
        <w:rPr>
          <w:rStyle w:val="libAieChar"/>
          <w:rtl/>
        </w:rPr>
        <w:t xml:space="preserve"> عقروها</w:t>
      </w:r>
      <w:r w:rsidR="007F2F6B">
        <w:rPr>
          <w:rtl/>
        </w:rPr>
        <w:t xml:space="preserve"> يعنى گروهى آن را پى كردند</w:t>
      </w:r>
      <w:r w:rsidR="009C7B0C">
        <w:rPr>
          <w:rtl/>
        </w:rPr>
        <w:t xml:space="preserve">، </w:t>
      </w:r>
      <w:r w:rsidR="007F2F6B">
        <w:rPr>
          <w:rtl/>
        </w:rPr>
        <w:t>زيرا آن گروه به كار آن يك نفر راضى بودند</w:t>
      </w:r>
      <w:r w:rsidR="009C7B0C">
        <w:rPr>
          <w:rtl/>
        </w:rPr>
        <w:t xml:space="preserve">. </w:t>
      </w:r>
      <w:r w:rsidR="007F2F6B">
        <w:rPr>
          <w:rtl/>
        </w:rPr>
        <w:t xml:space="preserve">چنانكه حضرت على </w:t>
      </w:r>
      <w:r w:rsidR="00BA599A" w:rsidRPr="00BA599A">
        <w:rPr>
          <w:rStyle w:val="libAlaemChar"/>
          <w:rtl/>
        </w:rPr>
        <w:t>عليه‌السلام</w:t>
      </w:r>
      <w:r w:rsidR="007F2F6B">
        <w:rPr>
          <w:rtl/>
        </w:rPr>
        <w:t xml:space="preserve"> مى فرمايد: </w:t>
      </w:r>
      <w:r w:rsidRPr="00833A8D">
        <w:rPr>
          <w:rStyle w:val="libAieChar"/>
          <w:rtl/>
        </w:rPr>
        <w:t>انّما عقر ناقة ثمود رجل واحد فعمّهم اللّه بالعذاب لمّا عمّوه بالرضا</w:t>
      </w:r>
      <w:r w:rsidR="007F2F6B">
        <w:t xml:space="preserve"> </w:t>
      </w:r>
      <w:r w:rsidR="00573D7D" w:rsidRPr="00573D7D">
        <w:rPr>
          <w:rStyle w:val="libFootnotenumChar"/>
        </w:rPr>
        <w:t>(46)</w:t>
      </w:r>
    </w:p>
    <w:p w:rsidR="007F2F6B" w:rsidRDefault="003D3A85" w:rsidP="003D3A85">
      <w:pPr>
        <w:pStyle w:val="Heading2"/>
        <w:rPr>
          <w:rtl/>
        </w:rPr>
      </w:pPr>
      <w:bookmarkStart w:id="236" w:name="_Toc365974033"/>
      <w:r>
        <w:rPr>
          <w:rtl/>
        </w:rPr>
        <w:t>پيام ها</w:t>
      </w:r>
      <w:r w:rsidR="009C7B0C">
        <w:rPr>
          <w:rtl/>
        </w:rPr>
        <w:t>:</w:t>
      </w:r>
      <w:bookmarkEnd w:id="236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معجزه بايد به قدرى روشن باشد كه همه ى مردم در هر سطحى كه هستند</w:t>
      </w:r>
      <w:r w:rsidR="009C7B0C">
        <w:rPr>
          <w:rtl/>
        </w:rPr>
        <w:t xml:space="preserve">، </w:t>
      </w:r>
      <w:r>
        <w:rPr>
          <w:rtl/>
        </w:rPr>
        <w:t>اعجاز آن را درك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هذه ناقة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توهين به مقدّسات</w:t>
      </w:r>
      <w:r w:rsidR="009C7B0C">
        <w:rPr>
          <w:rtl/>
        </w:rPr>
        <w:t xml:space="preserve">، </w:t>
      </w:r>
      <w:r>
        <w:rPr>
          <w:rtl/>
        </w:rPr>
        <w:t>كيفر بزرگ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لاتَمَسّوها بسوء فياءخذكم</w:t>
      </w:r>
      <w:r>
        <w:rPr>
          <w:rtl/>
        </w:rPr>
        <w:t xml:space="preserve"> خداوند در سوره اعراف اين شتر را به خود نسبت داده است ؛ </w:t>
      </w:r>
      <w:r w:rsidR="003D3A85" w:rsidRPr="00833A8D">
        <w:rPr>
          <w:rStyle w:val="libAieChar"/>
          <w:rtl/>
        </w:rPr>
        <w:t>ناقة اللّه</w:t>
      </w:r>
      <w:r>
        <w:t xml:space="preserve"> </w:t>
      </w:r>
      <w:r w:rsidR="00573D7D" w:rsidRPr="00573D7D">
        <w:rPr>
          <w:rStyle w:val="libFootnotenumChar"/>
        </w:rPr>
        <w:t>(47)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تقسيم عادلانه ى منابع آب بايد طبق فرمان خدا صورت گيرد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لها شربٌ ولكم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شترى كه رنگ الهى داشته باشد</w:t>
      </w:r>
      <w:r w:rsidR="009C7B0C">
        <w:rPr>
          <w:rtl/>
        </w:rPr>
        <w:t xml:space="preserve">، </w:t>
      </w:r>
      <w:r>
        <w:rPr>
          <w:rtl/>
        </w:rPr>
        <w:t>بر انسان هاى عادّى مقدّم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لها شِرب و لكم</w:t>
      </w:r>
      <w:r w:rsidR="009C7B0C">
        <w:rPr>
          <w:rStyle w:val="libAieChar"/>
          <w:rtl/>
        </w:rPr>
        <w:t xml:space="preserve">...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انسان طاغى</w:t>
      </w:r>
      <w:r w:rsidR="009C7B0C">
        <w:rPr>
          <w:rtl/>
        </w:rPr>
        <w:t xml:space="preserve">، </w:t>
      </w:r>
      <w:r w:rsidR="007F2F6B">
        <w:rPr>
          <w:rtl/>
        </w:rPr>
        <w:t>حتّى به حيوان بى آزار شيرده رحم نمى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فعَقَروها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هشدارهاى انبيا را جدّى بگيريم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لاتمسّوها بسوء فعَقَروها فاصبحوا نادمين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هر كس كه به كار ديگرى راضى باشد</w:t>
      </w:r>
      <w:r w:rsidR="009C7B0C">
        <w:rPr>
          <w:rtl/>
        </w:rPr>
        <w:t xml:space="preserve">، </w:t>
      </w:r>
      <w:r>
        <w:rPr>
          <w:rtl/>
        </w:rPr>
        <w:t>در اجر يا گناه كار او شريك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فعقروها</w:t>
      </w:r>
      <w:r>
        <w:rPr>
          <w:rtl/>
        </w:rPr>
        <w:t xml:space="preserve"> با اينكه يك نفر ناقه را كشت</w:t>
      </w:r>
      <w:r w:rsidR="009C7B0C">
        <w:rPr>
          <w:rtl/>
        </w:rPr>
        <w:t xml:space="preserve">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lastRenderedPageBreak/>
        <w:t xml:space="preserve">8- </w:t>
      </w:r>
      <w:r w:rsidR="007F2F6B">
        <w:rPr>
          <w:rtl/>
        </w:rPr>
        <w:t>هر ندامت وتوبه اى مقبول نيست</w:t>
      </w:r>
      <w:r w:rsidR="009C7B0C">
        <w:rPr>
          <w:rtl/>
        </w:rPr>
        <w:t xml:space="preserve">. </w:t>
      </w:r>
      <w:r w:rsidR="007F2F6B">
        <w:rPr>
          <w:rtl/>
        </w:rPr>
        <w:t>(توبه وندامت هنگام ديدن عذاب كارساز نيست)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نادمين فاءخذهم العذاب </w:t>
      </w:r>
    </w:p>
    <w:p w:rsidR="007F2F6B" w:rsidRDefault="00573D7D" w:rsidP="00573D7D">
      <w:pPr>
        <w:pStyle w:val="Heading1"/>
        <w:rPr>
          <w:rtl/>
        </w:rPr>
      </w:pPr>
      <w:bookmarkStart w:id="237" w:name="_Toc365974034"/>
      <w:r>
        <w:rPr>
          <w:rtl/>
        </w:rPr>
        <w:t>15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فَاءَخَذَهُمُ الْعَذَابُ إِنَّ فِى ذَلِكَ لاََيَةً وَمَا كَانَ اءَكْثَرُهُم مُّؤْمِنِينَ</w:t>
      </w:r>
      <w:bookmarkEnd w:id="23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آنان را عذاب فرا گرفت</w:t>
      </w:r>
      <w:r w:rsidR="009C7B0C">
        <w:rPr>
          <w:rtl/>
        </w:rPr>
        <w:t xml:space="preserve">. </w:t>
      </w:r>
      <w:r>
        <w:rPr>
          <w:rtl/>
        </w:rPr>
        <w:t>همانا در اين (ماجرا) قطعاً نشانه و درس</w:t>
      </w:r>
      <w:r w:rsidR="00833A8D">
        <w:rPr>
          <w:rtl/>
        </w:rPr>
        <w:t xml:space="preserve"> </w:t>
      </w:r>
      <w:r>
        <w:rPr>
          <w:rtl/>
        </w:rPr>
        <w:t>عبرتى است</w:t>
      </w:r>
      <w:r w:rsidR="009C7B0C">
        <w:rPr>
          <w:rtl/>
        </w:rPr>
        <w:t xml:space="preserve">، </w:t>
      </w:r>
      <w:r>
        <w:rPr>
          <w:rtl/>
        </w:rPr>
        <w:t>و(لى) اكثر آنان ايمان آورنده نيستند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38" w:name="_Toc365974035"/>
      <w:r>
        <w:rPr>
          <w:rtl/>
        </w:rPr>
        <w:t>159 - وَإِنَّ رَبَّكَ لَهُوَ الْعَزِيزُ الرَّحِيمُ</w:t>
      </w:r>
      <w:bookmarkEnd w:id="23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البتّه پروردگار تو بى شك همان تواناى مهربان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39" w:name="_Toc365974036"/>
      <w:r>
        <w:rPr>
          <w:rtl/>
        </w:rPr>
        <w:t>پيام ها</w:t>
      </w:r>
      <w:r w:rsidR="009C7B0C">
        <w:rPr>
          <w:rtl/>
        </w:rPr>
        <w:t>:</w:t>
      </w:r>
      <w:bookmarkEnd w:id="239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توهين به مقدّسات الهى به حدّى مهم است كه گروهى به خاطر كشتن يك حيوان</w:t>
      </w:r>
      <w:r w:rsidR="009C7B0C">
        <w:rPr>
          <w:rtl/>
        </w:rPr>
        <w:t xml:space="preserve">، </w:t>
      </w:r>
      <w:r>
        <w:rPr>
          <w:rtl/>
        </w:rPr>
        <w:t>نابود مى شوند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فعَقَروها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 xml:space="preserve">فاءخذهم العذاب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هم الطاف او نشانه هاى عبرت هستند و هم قهر وعذابش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لايةً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انسان مى تواند حتّى با ديدن بزرگ ترين نشانه هاى الهى</w:t>
      </w:r>
      <w:r w:rsidR="009C7B0C">
        <w:rPr>
          <w:rtl/>
        </w:rPr>
        <w:t xml:space="preserve">، </w:t>
      </w:r>
      <w:r>
        <w:rPr>
          <w:rtl/>
        </w:rPr>
        <w:t>در برابر حقّ عناد ورزد و ايمان نياورد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لاية و 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فرستادن انبيا ومعجزه وقهر بر كفّار لجوج</w:t>
      </w:r>
      <w:r w:rsidR="009C7B0C">
        <w:rPr>
          <w:rtl/>
        </w:rPr>
        <w:t xml:space="preserve">، </w:t>
      </w:r>
      <w:r>
        <w:rPr>
          <w:rtl/>
        </w:rPr>
        <w:t>از شئون ربوبيّت اوست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ربّك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ايمان و كفر مردم</w:t>
      </w:r>
      <w:r w:rsidR="009C7B0C">
        <w:rPr>
          <w:rtl/>
        </w:rPr>
        <w:t xml:space="preserve">، </w:t>
      </w:r>
      <w:r w:rsidR="007F2F6B">
        <w:rPr>
          <w:rtl/>
        </w:rPr>
        <w:t>در خداوند اثرى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ربّك لهو العزيز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قهر خداوند به خاطر عمل خودماست وگرنه او مهربان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لهوالعزيزالرحيم</w:t>
      </w:r>
    </w:p>
    <w:p w:rsidR="007F2F6B" w:rsidRDefault="00573D7D" w:rsidP="00573D7D">
      <w:pPr>
        <w:pStyle w:val="Heading1"/>
        <w:rPr>
          <w:rtl/>
        </w:rPr>
      </w:pPr>
      <w:bookmarkStart w:id="240" w:name="_Toc365974037"/>
      <w:r>
        <w:rPr>
          <w:rtl/>
        </w:rPr>
        <w:t>160 - كَذَّبَتْ قَوْمُ لُوطٍ الْمُرْسَلِينَ</w:t>
      </w:r>
      <w:bookmarkEnd w:id="24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قوم لوط (نيز) انبيا را تكذيب كردند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41" w:name="_Toc365974038"/>
      <w:r>
        <w:rPr>
          <w:rtl/>
        </w:rPr>
        <w:t>161 - إِذْ قَالَ لَهُمْ اءَخُوهُمْ لُوطٌ اءَلاَ تَتَّقُونَ</w:t>
      </w:r>
      <w:bookmarkEnd w:id="241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42" w:name="_Toc365974039"/>
      <w:r w:rsidR="00573D7D">
        <w:rPr>
          <w:rtl/>
        </w:rPr>
        <w:t>162 - إِنِّى لَكُمْ رَسُولٌ اءَمِينٌ</w:t>
      </w:r>
      <w:bookmarkEnd w:id="24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زمانى كه برادرشان لوط به آنان گفت</w:t>
      </w:r>
      <w:r w:rsidR="009C7B0C">
        <w:rPr>
          <w:rtl/>
        </w:rPr>
        <w:t>:</w:t>
      </w:r>
      <w:r>
        <w:rPr>
          <w:rtl/>
        </w:rPr>
        <w:t xml:space="preserve"> آيا (از شرك وانحراف دورى</w:t>
      </w:r>
      <w:r w:rsidR="009C7B0C">
        <w:rPr>
          <w:rtl/>
        </w:rPr>
        <w:t xml:space="preserve">، </w:t>
      </w:r>
      <w:r>
        <w:rPr>
          <w:rtl/>
        </w:rPr>
        <w:t>و از خدا) پروا نمى كنيد؟ همانا من براى شما پيامبرى امين هستم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43" w:name="_Toc365974040"/>
      <w:r>
        <w:rPr>
          <w:rtl/>
        </w:rPr>
        <w:t>163 - فَاتَّقُواْ اللّهَ وَاءَطِيعُونِ</w:t>
      </w:r>
      <w:bookmarkEnd w:id="243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44" w:name="_Toc365974041"/>
      <w:r w:rsidR="00573D7D">
        <w:rPr>
          <w:rtl/>
        </w:rPr>
        <w:t>164 - وَمَآ اءَسْئَلُكُمْ عَلَيْهِ مِنْ اءَجْرٍ إِنْ اءَجْرِىَ إِلا عَلَى رَبِّ الْعَلَمِينَ</w:t>
      </w:r>
      <w:bookmarkEnd w:id="24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</w:t>
      </w:r>
      <w:r w:rsidR="009C7B0C">
        <w:rPr>
          <w:rtl/>
        </w:rPr>
        <w:t xml:space="preserve">، </w:t>
      </w:r>
      <w:r>
        <w:rPr>
          <w:rtl/>
        </w:rPr>
        <w:t>از خداوند پروا كنيد و مرا اطاعت نماييد</w:t>
      </w:r>
      <w:r w:rsidR="009C7B0C">
        <w:rPr>
          <w:rtl/>
        </w:rPr>
        <w:t xml:space="preserve">. </w:t>
      </w:r>
      <w:r>
        <w:rPr>
          <w:rtl/>
        </w:rPr>
        <w:t>و من در برابر رسالتم از شما مزدى درخواست نمى كنم</w:t>
      </w:r>
      <w:r w:rsidR="009C7B0C">
        <w:rPr>
          <w:rtl/>
        </w:rPr>
        <w:t xml:space="preserve">. </w:t>
      </w:r>
      <w:r>
        <w:rPr>
          <w:rtl/>
        </w:rPr>
        <w:t>(زيرا) مزد من تنها بر پروردگار جهانيان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45" w:name="_Toc365974042"/>
      <w:r>
        <w:rPr>
          <w:rtl/>
        </w:rPr>
        <w:t>نكته ها</w:t>
      </w:r>
      <w:r w:rsidR="009C7B0C">
        <w:rPr>
          <w:rtl/>
        </w:rPr>
        <w:t>:</w:t>
      </w:r>
      <w:bookmarkEnd w:id="245"/>
    </w:p>
    <w:p w:rsidR="003D3A85" w:rsidRPr="00BE4505" w:rsidRDefault="00833A8D" w:rsidP="00DD7F59">
      <w:pPr>
        <w:pStyle w:val="libNormal"/>
        <w:rPr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>حضرت لوط با حضرت ابراهيم همزمان بودند</w:t>
      </w:r>
      <w:r w:rsidR="009C7B0C">
        <w:rPr>
          <w:rtl/>
        </w:rPr>
        <w:t xml:space="preserve">، </w:t>
      </w:r>
      <w:r w:rsidR="003D3A85" w:rsidRPr="00DD7F59">
        <w:rPr>
          <w:rtl/>
        </w:rPr>
        <w:t>ولى در اين سوره فاصله ى داستان ابراهيم و لوط حدود يكصد آيه است و اين</w:t>
      </w:r>
      <w:r w:rsidR="009C7B0C">
        <w:rPr>
          <w:rtl/>
        </w:rPr>
        <w:t xml:space="preserve">، </w:t>
      </w:r>
      <w:r w:rsidR="003D3A85" w:rsidRPr="00DD7F59">
        <w:rPr>
          <w:rtl/>
        </w:rPr>
        <w:t>به خاطر آن است كه در نقل هاى قرآن عبرت ها مهم است</w:t>
      </w:r>
      <w:r w:rsidR="009C7B0C">
        <w:rPr>
          <w:rtl/>
        </w:rPr>
        <w:t xml:space="preserve">، </w:t>
      </w:r>
      <w:r w:rsidR="003D3A85" w:rsidRPr="00DD7F59">
        <w:rPr>
          <w:rtl/>
        </w:rPr>
        <w:t>نه تنظيم و سير تاريخى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246" w:name="_Toc365974043"/>
      <w:r w:rsidRPr="002C79C2">
        <w:rPr>
          <w:rtl/>
        </w:rPr>
        <w:t>پيام ها</w:t>
      </w:r>
      <w:r w:rsidR="009C7B0C">
        <w:rPr>
          <w:rtl/>
        </w:rPr>
        <w:t>:</w:t>
      </w:r>
      <w:bookmarkEnd w:id="246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موضوعات اصلى را سرفصل كلام خود قرار دهيد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كذّبت ثمود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(در آغاز تاريخ تمام انبيا در اين سوره</w:t>
      </w:r>
      <w:r w:rsidR="009C7B0C">
        <w:rPr>
          <w:rtl/>
        </w:rPr>
        <w:t xml:space="preserve">، </w:t>
      </w:r>
      <w:r>
        <w:rPr>
          <w:rtl/>
        </w:rPr>
        <w:t xml:space="preserve">كلمه ى </w:t>
      </w:r>
      <w:r w:rsidR="003D3A85" w:rsidRPr="00833A8D">
        <w:rPr>
          <w:rStyle w:val="libAieChar"/>
          <w:rtl/>
        </w:rPr>
        <w:t>كذّبت</w:t>
      </w:r>
      <w:r w:rsidR="00833A8D">
        <w:rPr>
          <w:rStyle w:val="libAieChar"/>
          <w:rtl/>
        </w:rPr>
        <w:t xml:space="preserve"> </w:t>
      </w:r>
      <w:r>
        <w:rPr>
          <w:rtl/>
        </w:rPr>
        <w:t>مطرح شده و اين به جهت آن است كه هدف از نقل تاريخ آن بزرگواران در اين سوره</w:t>
      </w:r>
      <w:r w:rsidR="009C7B0C">
        <w:rPr>
          <w:rtl/>
        </w:rPr>
        <w:t xml:space="preserve">، </w:t>
      </w:r>
      <w:r>
        <w:rPr>
          <w:rtl/>
        </w:rPr>
        <w:t>بيان تكذيب مردم لجوج و كيفر الهى آنان است</w:t>
      </w:r>
      <w:r w:rsidR="009C7B0C">
        <w:rPr>
          <w:rtl/>
        </w:rPr>
        <w:t>.)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2- تكذيب يك پيامبر به منزله ى تكذيب همه ى پيامبران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كذّبت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المرسلين</w:t>
      </w:r>
      <w:r>
        <w:rPr>
          <w:rtl/>
        </w:rPr>
        <w:t xml:space="preserve"> (با اينكه هر قومى پيامبر خود را تكذيب مى كرد</w:t>
      </w:r>
      <w:r w:rsidR="009C7B0C">
        <w:rPr>
          <w:rtl/>
        </w:rPr>
        <w:t xml:space="preserve">، </w:t>
      </w:r>
      <w:r>
        <w:rPr>
          <w:rtl/>
        </w:rPr>
        <w:t>ولى چون انبيا داراى هدف وبرنامه واحدى هستند</w:t>
      </w:r>
      <w:r w:rsidR="009C7B0C">
        <w:rPr>
          <w:rtl/>
        </w:rPr>
        <w:t xml:space="preserve">، </w:t>
      </w:r>
      <w:r>
        <w:rPr>
          <w:rtl/>
        </w:rPr>
        <w:t>تكذيب يكى از آنها به منزله تكذيب همه آنان است)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رابطه ى رهبر آسمانى با مردم</w:t>
      </w:r>
      <w:r w:rsidR="009C7B0C">
        <w:rPr>
          <w:rtl/>
        </w:rPr>
        <w:t xml:space="preserve">، </w:t>
      </w:r>
      <w:r>
        <w:rPr>
          <w:rtl/>
        </w:rPr>
        <w:t>رابطه ى برادرى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اخوهم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كسى كه پرواى درونى ندارد</w:t>
      </w:r>
      <w:r w:rsidR="009C7B0C">
        <w:rPr>
          <w:rtl/>
        </w:rPr>
        <w:t xml:space="preserve">، </w:t>
      </w:r>
      <w:r>
        <w:rPr>
          <w:rtl/>
        </w:rPr>
        <w:t>از هر جهت آسيب پذير است و هيچ حقّى را نمى پذيرد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 تتّقون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رهبران آسمانى بايد به سراغ مردم روند و خود و اهداف خود را به آنان عرضه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 تتّقون انّى لكم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تقوا</w:t>
      </w:r>
      <w:r w:rsidR="009C7B0C">
        <w:rPr>
          <w:rtl/>
        </w:rPr>
        <w:t xml:space="preserve">، </w:t>
      </w:r>
      <w:r>
        <w:rPr>
          <w:rtl/>
        </w:rPr>
        <w:t>بستر و زمينه ى حقّ پذيرى و اطاعت از انبيا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فاتّقوا اللّه و اطيعون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ديندارى</w:t>
      </w:r>
      <w:r w:rsidR="009C7B0C">
        <w:rPr>
          <w:rtl/>
        </w:rPr>
        <w:t xml:space="preserve">، </w:t>
      </w:r>
      <w:r>
        <w:rPr>
          <w:rtl/>
        </w:rPr>
        <w:t>بدون اطاعت از رهبرى كامل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فاتّقوا اللّه و اطيعون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اگر به مال مردم چشم ندوزيم</w:t>
      </w:r>
      <w:r w:rsidR="009C7B0C">
        <w:rPr>
          <w:rtl/>
        </w:rPr>
        <w:t xml:space="preserve">، </w:t>
      </w:r>
      <w:r w:rsidR="007F2F6B">
        <w:rPr>
          <w:rtl/>
        </w:rPr>
        <w:t>سخنان ما بيشتر اثر 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اسئلكم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كسى مى تواند از مردم بى نياز باشد كه توكّلش بر خداوند زياد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 على ربّ العالمين</w:t>
      </w:r>
    </w:p>
    <w:p w:rsidR="007F2F6B" w:rsidRDefault="00573D7D" w:rsidP="00573D7D">
      <w:pPr>
        <w:pStyle w:val="Heading1"/>
        <w:rPr>
          <w:rtl/>
        </w:rPr>
      </w:pPr>
      <w:bookmarkStart w:id="247" w:name="_Toc365974044"/>
      <w:r>
        <w:rPr>
          <w:rtl/>
        </w:rPr>
        <w:t>16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اءَتَاءْتُونَ الذُّكْرَانَ مِنَ الْعَلَمِينَ</w:t>
      </w:r>
      <w:bookmarkEnd w:id="24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آيا از ميان مردم جهان</w:t>
      </w:r>
      <w:r w:rsidR="009C7B0C">
        <w:rPr>
          <w:rtl/>
        </w:rPr>
        <w:t xml:space="preserve">، </w:t>
      </w:r>
      <w:r>
        <w:rPr>
          <w:rtl/>
        </w:rPr>
        <w:t>شما به سراغ مردها مى رويد؟</w:t>
      </w:r>
    </w:p>
    <w:p w:rsidR="007F2F6B" w:rsidRDefault="00573D7D" w:rsidP="00573D7D">
      <w:pPr>
        <w:pStyle w:val="Heading1"/>
        <w:rPr>
          <w:rtl/>
        </w:rPr>
      </w:pPr>
      <w:bookmarkStart w:id="248" w:name="_Toc365974045"/>
      <w:r>
        <w:rPr>
          <w:rtl/>
        </w:rPr>
        <w:t>166 - وَتَذَرُونَ مَا خَلَقَ لَكُمْ رَبُّكُم مِّنْ اءَزْوَجِكُم بَلْ اءَنتُمْ قَوْمٌ عَادُونَ</w:t>
      </w:r>
      <w:bookmarkEnd w:id="24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و همسرانتان را كه پروردگارتان براى شما آفريده رها مى كنيد؟ بلكه شما مردمى تجاوزكاريد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49" w:name="_Toc365974046"/>
      <w:r>
        <w:rPr>
          <w:rtl/>
        </w:rPr>
        <w:t>167 - قَالُواْ لَئِنْ لَّمْ تَنتَهِ يَلُوطُ لَتَكُونَنَّ مِنَ الْمُخْرَجِينَ</w:t>
      </w:r>
      <w:bookmarkEnd w:id="24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مردم (به جاى پند پذيرى) گفتند: اى لوط! اگر (از حرف هايت) دست برندارى</w:t>
      </w:r>
      <w:r w:rsidR="009C7B0C">
        <w:rPr>
          <w:rtl/>
        </w:rPr>
        <w:t xml:space="preserve">، </w:t>
      </w:r>
      <w:r>
        <w:rPr>
          <w:rtl/>
        </w:rPr>
        <w:t>قطعاً از تبعيد شدگان خواهى بود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50" w:name="_Toc365974047"/>
      <w:r>
        <w:rPr>
          <w:rtl/>
        </w:rPr>
        <w:t>نكته ها</w:t>
      </w:r>
      <w:r w:rsidR="009C7B0C">
        <w:rPr>
          <w:rtl/>
        </w:rPr>
        <w:t>:</w:t>
      </w:r>
      <w:bookmarkEnd w:id="250"/>
    </w:p>
    <w:p w:rsidR="007F2F6B" w:rsidRDefault="00833A8D" w:rsidP="007F2F6B">
      <w:pPr>
        <w:pStyle w:val="libNormal"/>
        <w:rPr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>در اين آيات</w:t>
      </w:r>
      <w:r w:rsidR="009C7B0C">
        <w:rPr>
          <w:rtl/>
        </w:rPr>
        <w:t xml:space="preserve">، </w:t>
      </w:r>
      <w:r w:rsidR="003D3A85" w:rsidRPr="00DD7F59">
        <w:rPr>
          <w:rtl/>
        </w:rPr>
        <w:t>قوم لوط به عنوان تجاوزگر معرّفى شده اند</w:t>
      </w:r>
      <w:r w:rsidR="003D3A85" w:rsidRPr="00833A8D">
        <w:rPr>
          <w:rStyle w:val="libAieChar"/>
          <w:rtl/>
        </w:rPr>
        <w:t>؛ بل انتم قوم عادون</w:t>
      </w:r>
      <w:r>
        <w:rPr>
          <w:rStyle w:val="libAieChar"/>
          <w:rtl/>
        </w:rPr>
        <w:t xml:space="preserve"> </w:t>
      </w:r>
      <w:r w:rsidR="007F2F6B">
        <w:rPr>
          <w:rtl/>
        </w:rPr>
        <w:t>لكن در آيات ديگر</w:t>
      </w:r>
      <w:r w:rsidR="009C7B0C">
        <w:rPr>
          <w:rtl/>
        </w:rPr>
        <w:t xml:space="preserve">، </w:t>
      </w:r>
      <w:r w:rsidR="007F2F6B">
        <w:rPr>
          <w:rtl/>
        </w:rPr>
        <w:t>تعبيرات ديگرى نيز درباره ى آنها به كار رفته است</w:t>
      </w:r>
      <w:r w:rsidR="009C7B0C">
        <w:rPr>
          <w:rtl/>
        </w:rPr>
        <w:t xml:space="preserve">، </w:t>
      </w:r>
      <w:r w:rsidR="007F2F6B">
        <w:rPr>
          <w:rtl/>
        </w:rPr>
        <w:t>از جمله</w:t>
      </w:r>
      <w:r w:rsidR="009C7B0C">
        <w:rPr>
          <w:rtl/>
        </w:rPr>
        <w:t>:</w:t>
      </w:r>
      <w:r w:rsidR="007F2F6B">
        <w:rPr>
          <w:rtl/>
        </w:rPr>
        <w:t xml:space="preserve"> </w:t>
      </w:r>
      <w:r w:rsidR="003D3A85" w:rsidRPr="00833A8D">
        <w:rPr>
          <w:rStyle w:val="libAieChar"/>
          <w:rtl/>
        </w:rPr>
        <w:t>بل انتم قوم مسرفون</w:t>
      </w:r>
      <w:r w:rsidR="007F2F6B">
        <w:t xml:space="preserve"> </w:t>
      </w:r>
      <w:r w:rsidR="00573D7D" w:rsidRPr="00573D7D">
        <w:rPr>
          <w:rStyle w:val="libFootnotenumChar"/>
        </w:rPr>
        <w:t>(48</w:t>
      </w:r>
      <w:r w:rsidR="00573D7D" w:rsidRPr="00573D7D">
        <w:rPr>
          <w:rStyle w:val="libFootnotenumChar"/>
          <w:rtl/>
        </w:rPr>
        <w:t>)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قوم سوء فاسقين</w:t>
      </w:r>
      <w:r w:rsidR="007F2F6B">
        <w:t xml:space="preserve"> </w:t>
      </w:r>
      <w:r w:rsidR="00573D7D" w:rsidRPr="00573D7D">
        <w:rPr>
          <w:rStyle w:val="libFootnotenumChar"/>
        </w:rPr>
        <w:t>(49</w:t>
      </w:r>
      <w:r w:rsidR="00573D7D" w:rsidRPr="00573D7D">
        <w:rPr>
          <w:rStyle w:val="libFootnotenumChar"/>
          <w:rtl/>
        </w:rPr>
        <w:t>)</w:t>
      </w:r>
      <w:r w:rsidR="007F2F6B">
        <w:rPr>
          <w:rtl/>
        </w:rPr>
        <w:t xml:space="preserve"> و </w:t>
      </w:r>
      <w:r w:rsidR="003D3A85" w:rsidRPr="00833A8D">
        <w:rPr>
          <w:rStyle w:val="libAieChar"/>
          <w:rtl/>
        </w:rPr>
        <w:t>بل انتم قوم تجهلون</w:t>
      </w:r>
      <w:r w:rsidR="007F2F6B">
        <w:t xml:space="preserve"> </w:t>
      </w:r>
      <w:r w:rsidR="00573D7D" w:rsidRPr="00573D7D">
        <w:rPr>
          <w:rStyle w:val="libFootnotenumChar"/>
        </w:rPr>
        <w:t>(50)</w:t>
      </w:r>
    </w:p>
    <w:p w:rsidR="003D3A85" w:rsidRPr="003D3A85" w:rsidRDefault="003D3A85" w:rsidP="00833A8D">
      <w:pPr>
        <w:pStyle w:val="libAie"/>
        <w:rPr>
          <w:rtl/>
        </w:rPr>
      </w:pPr>
      <w:r w:rsidRPr="00DD7F59">
        <w:rPr>
          <w:rStyle w:val="libNormalChar"/>
          <w:rtl/>
        </w:rPr>
        <w:t xml:space="preserve"> كسى كه مرتكب لواط شود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مجازاتش قتل است</w:t>
      </w:r>
      <w:r w:rsidR="009C7B0C">
        <w:rPr>
          <w:rStyle w:val="libNormalChar"/>
          <w:rtl/>
        </w:rPr>
        <w:t xml:space="preserve">. </w:t>
      </w:r>
      <w:r w:rsidRPr="00DD7F59">
        <w:rPr>
          <w:rStyle w:val="libNormalChar"/>
          <w:rtl/>
        </w:rPr>
        <w:t>اين عمل به قدرى زشت است كه حتّى اگر كسى با حيوانى آميزش جنسى انجام دهد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گوشت آن حيوان حرام مى شود و بايد آن را ذبح كرد و سپس لاشه ى آن را سوزاند</w:t>
      </w:r>
      <w:r w:rsidR="009C7B0C">
        <w:rPr>
          <w:rtl/>
        </w:rPr>
        <w:t xml:space="preserve">. </w:t>
      </w:r>
    </w:p>
    <w:p w:rsidR="003D3A85" w:rsidRPr="003D3A85" w:rsidRDefault="003D3A85" w:rsidP="00833A8D">
      <w:pPr>
        <w:pStyle w:val="libAie"/>
        <w:rPr>
          <w:rtl/>
        </w:rPr>
      </w:pPr>
      <w:r w:rsidRPr="00DD7F59">
        <w:rPr>
          <w:rStyle w:val="libNormalChar"/>
          <w:rtl/>
        </w:rPr>
        <w:t xml:space="preserve"> همجنس گرايى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تنها در ميان انسان ها ديده مى شود</w:t>
      </w:r>
      <w:r w:rsidR="009C7B0C">
        <w:rPr>
          <w:rStyle w:val="libNormalChar"/>
          <w:rtl/>
        </w:rPr>
        <w:t xml:space="preserve">. </w:t>
      </w:r>
      <w:r w:rsidRPr="00DD7F59">
        <w:rPr>
          <w:rStyle w:val="libNormalChar"/>
          <w:rtl/>
        </w:rPr>
        <w:t>در عالم هستى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هيچ موجود ديگرى همجنس گرا نيست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251" w:name="_Toc365974048"/>
      <w:r w:rsidRPr="002C79C2">
        <w:rPr>
          <w:rtl/>
        </w:rPr>
        <w:t>پيام ها</w:t>
      </w:r>
      <w:r w:rsidR="009C7B0C">
        <w:rPr>
          <w:rtl/>
        </w:rPr>
        <w:t>:</w:t>
      </w:r>
      <w:bookmarkEnd w:id="251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در نهى از منكر</w:t>
      </w:r>
      <w:r w:rsidR="009C7B0C">
        <w:rPr>
          <w:rtl/>
        </w:rPr>
        <w:t xml:space="preserve">، </w:t>
      </w:r>
      <w:r>
        <w:rPr>
          <w:rtl/>
        </w:rPr>
        <w:t>بايد منكرات رايج در هر گروه و زمان را شناخت و در بازداشتن مردم از آن اصرار نمود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اءتاءتون الذُكران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در نهى از منكر</w:t>
      </w:r>
      <w:r w:rsidR="009C7B0C">
        <w:rPr>
          <w:rtl/>
        </w:rPr>
        <w:t xml:space="preserve">، </w:t>
      </w:r>
      <w:r>
        <w:rPr>
          <w:rtl/>
        </w:rPr>
        <w:t>راه هاى معروف را ارائه دهيد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اءتاءتون و تذرون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ازواجكم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3- رها كردن همسر و ناديده گرفتن نيازهاى او ممنوع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تَذَرون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ازواجكم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خداوند براى اشباع غرائز بشر</w:t>
      </w:r>
      <w:r w:rsidR="009C7B0C">
        <w:rPr>
          <w:rtl/>
        </w:rPr>
        <w:t xml:space="preserve">، </w:t>
      </w:r>
      <w:r>
        <w:rPr>
          <w:rtl/>
        </w:rPr>
        <w:t>مسير فطرى وطبيعى قرارداده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خلق لكم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اديان آسمانى</w:t>
      </w:r>
      <w:r w:rsidR="009C7B0C">
        <w:rPr>
          <w:rtl/>
        </w:rPr>
        <w:t xml:space="preserve">، </w:t>
      </w:r>
      <w:r w:rsidR="007F2F6B">
        <w:rPr>
          <w:rtl/>
        </w:rPr>
        <w:t>انسان را به ازدواج ترغيب مى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خلق لكم ربّكم من ازواجكم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ازدواج</w:t>
      </w:r>
      <w:r w:rsidR="009C7B0C">
        <w:rPr>
          <w:rtl/>
        </w:rPr>
        <w:t xml:space="preserve">، </w:t>
      </w:r>
      <w:r>
        <w:rPr>
          <w:rtl/>
        </w:rPr>
        <w:t>جلوه اى از ربوبيّت الهى و به نفع انسان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خلق لكم ربّكم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انحرافات جنسى</w:t>
      </w:r>
      <w:r w:rsidR="009C7B0C">
        <w:rPr>
          <w:rtl/>
        </w:rPr>
        <w:t xml:space="preserve">، </w:t>
      </w:r>
      <w:r>
        <w:rPr>
          <w:rtl/>
        </w:rPr>
        <w:t>تجاوز و طغيان است و همجنس گرايى و لواط</w:t>
      </w:r>
      <w:r w:rsidR="009C7B0C">
        <w:rPr>
          <w:rtl/>
        </w:rPr>
        <w:t xml:space="preserve">، </w:t>
      </w:r>
      <w:r>
        <w:rPr>
          <w:rtl/>
        </w:rPr>
        <w:t>تجاوز به حريم ارزشهاست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عادون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براى از بين بردن منكر</w:t>
      </w:r>
      <w:r w:rsidR="009C7B0C">
        <w:rPr>
          <w:rtl/>
        </w:rPr>
        <w:t xml:space="preserve">، </w:t>
      </w:r>
      <w:r w:rsidR="007F2F6B">
        <w:rPr>
          <w:rtl/>
        </w:rPr>
        <w:t>تكرار نهى از منكر و استقامت لازم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لئن لم تَنتَه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در نهى از منكر</w:t>
      </w:r>
      <w:r w:rsidR="009C7B0C">
        <w:rPr>
          <w:rtl/>
        </w:rPr>
        <w:t xml:space="preserve">، </w:t>
      </w:r>
      <w:r>
        <w:rPr>
          <w:rtl/>
        </w:rPr>
        <w:t>خود را براى تهديدهاى ديگران آماده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لتكوننّ من المخرجين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تبعيد</w:t>
      </w:r>
      <w:r w:rsidR="009C7B0C">
        <w:rPr>
          <w:rtl/>
        </w:rPr>
        <w:t xml:space="preserve">، </w:t>
      </w:r>
      <w:r>
        <w:rPr>
          <w:rtl/>
        </w:rPr>
        <w:t>شيوه ى ستمگران قوم لوط بوده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المخرجين</w:t>
      </w:r>
    </w:p>
    <w:p w:rsidR="007F2F6B" w:rsidRDefault="00573D7D" w:rsidP="00573D7D">
      <w:pPr>
        <w:pStyle w:val="Heading1"/>
        <w:rPr>
          <w:rtl/>
        </w:rPr>
      </w:pPr>
      <w:bookmarkStart w:id="252" w:name="_Toc365974049"/>
      <w:r>
        <w:rPr>
          <w:rtl/>
        </w:rPr>
        <w:t>16</w:t>
      </w:r>
      <w:r w:rsidR="004F6DE8">
        <w:rPr>
          <w:rtl/>
        </w:rPr>
        <w:t xml:space="preserve">8- </w:t>
      </w:r>
      <w:r>
        <w:rPr>
          <w:rtl/>
        </w:rPr>
        <w:t>-قَالَ إِنِّى لِعَمَلِكُم مِّنَ الْقَالِينَ</w:t>
      </w:r>
      <w:bookmarkEnd w:id="252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53" w:name="_Toc365974050"/>
      <w:r w:rsidR="00573D7D">
        <w:rPr>
          <w:rtl/>
        </w:rPr>
        <w:t>169 -رَبِّ نَجِّنِى وَاءَهْلِى مِمَّايَعْمَلُونَ</w:t>
      </w:r>
      <w:bookmarkEnd w:id="25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لوط گفت</w:t>
      </w:r>
      <w:r w:rsidR="009C7B0C">
        <w:rPr>
          <w:rtl/>
        </w:rPr>
        <w:t>:</w:t>
      </w:r>
      <w:r>
        <w:rPr>
          <w:rtl/>
        </w:rPr>
        <w:t xml:space="preserve"> من مخالف شديد كردار شما هستم</w:t>
      </w:r>
      <w:r w:rsidR="009C7B0C">
        <w:rPr>
          <w:rtl/>
        </w:rPr>
        <w:t xml:space="preserve">. </w:t>
      </w:r>
      <w:r>
        <w:rPr>
          <w:rtl/>
        </w:rPr>
        <w:t>پروردگارا! من و كسان مرا از (شرّ) آنچه انجام مى دهند رهايى بخش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54" w:name="_Toc365974051"/>
      <w:r>
        <w:rPr>
          <w:rtl/>
        </w:rPr>
        <w:lastRenderedPageBreak/>
        <w:t>170 - فَنَجَّيْنَهُ وَاءَهْلَهُ اءَجْمَعِينَ</w:t>
      </w:r>
      <w:bookmarkEnd w:id="254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55" w:name="_Toc365974052"/>
      <w:r w:rsidR="00573D7D">
        <w:rPr>
          <w:rtl/>
        </w:rPr>
        <w:t>171 - إِلا عَجُوزاً فِى الْغَبِرِينَ</w:t>
      </w:r>
      <w:bookmarkEnd w:id="255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56" w:name="_Toc365974053"/>
      <w:r w:rsidR="00573D7D">
        <w:rPr>
          <w:rtl/>
        </w:rPr>
        <w:t>172 - ثُمَّ دَمَّرْنَا الاَْخَرِينَ</w:t>
      </w:r>
      <w:bookmarkEnd w:id="25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(دعايش را مستجاب كرديم و) او وتمام خاندانش را نجات داديم</w:t>
      </w:r>
      <w:r w:rsidR="009C7B0C">
        <w:rPr>
          <w:rtl/>
        </w:rPr>
        <w:t xml:space="preserve">. </w:t>
      </w:r>
      <w:r>
        <w:rPr>
          <w:rtl/>
        </w:rPr>
        <w:t>مگر پيرزنى (زن لوط) كه در ميان بازماندگان بود</w:t>
      </w:r>
      <w:r w:rsidR="009C7B0C">
        <w:rPr>
          <w:rtl/>
        </w:rPr>
        <w:t xml:space="preserve">. </w:t>
      </w:r>
      <w:r>
        <w:rPr>
          <w:rtl/>
        </w:rPr>
        <w:t>سپس</w:t>
      </w:r>
      <w:r w:rsidR="009C7B0C">
        <w:rPr>
          <w:rtl/>
        </w:rPr>
        <w:t xml:space="preserve">، </w:t>
      </w:r>
      <w:r>
        <w:rPr>
          <w:rtl/>
        </w:rPr>
        <w:t>ديگران را ريشه كن كرديم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57" w:name="_Toc365974054"/>
      <w:r>
        <w:rPr>
          <w:rtl/>
        </w:rPr>
        <w:t>173 - وَاءَمْطَرْنَا عَلَيْهِم مَّطَراً فَسَآءَ مَطَرُ الْمُنْذَرِينَ</w:t>
      </w:r>
      <w:bookmarkEnd w:id="257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بر سر آنان بارانى (از سنگ) فرو فرستاديم</w:t>
      </w:r>
      <w:r w:rsidR="009C7B0C">
        <w:rPr>
          <w:rtl/>
        </w:rPr>
        <w:t xml:space="preserve">. </w:t>
      </w:r>
      <w:r>
        <w:rPr>
          <w:rtl/>
        </w:rPr>
        <w:t>پس چه بد است باران هشدار داده شدگان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58" w:name="_Toc365974055"/>
      <w:r>
        <w:rPr>
          <w:rtl/>
        </w:rPr>
        <w:t>174 - إِنَّ فِى ذَلِكَ لاََيَةً وَمَا كَانَ اءَكْثَرُهُم مُّؤْمِنِينَ</w:t>
      </w:r>
      <w:bookmarkEnd w:id="258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59" w:name="_Toc365974056"/>
      <w:r w:rsidR="00573D7D">
        <w:rPr>
          <w:rtl/>
        </w:rPr>
        <w:t>17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 w:rsidR="00573D7D">
        <w:rPr>
          <w:rtl/>
        </w:rPr>
        <w:t>وَإِنَّ رَبَّكَ لَهُوَ الْعَزِيزُ الرَّحِيمُ</w:t>
      </w:r>
      <w:bookmarkEnd w:id="25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البتّه در اين (ماجرا) نشانه اى (از قدرت الهى) است</w:t>
      </w:r>
      <w:r w:rsidR="009C7B0C">
        <w:rPr>
          <w:rtl/>
        </w:rPr>
        <w:t xml:space="preserve">، </w:t>
      </w:r>
      <w:r>
        <w:rPr>
          <w:rtl/>
        </w:rPr>
        <w:t>لكن بيشتر مردم ايمان آورنده نيستند</w:t>
      </w:r>
      <w:r w:rsidR="009C7B0C">
        <w:rPr>
          <w:rtl/>
        </w:rPr>
        <w:t xml:space="preserve">. </w:t>
      </w:r>
      <w:r>
        <w:rPr>
          <w:rtl/>
        </w:rPr>
        <w:t>همانا پروردگار تو همان تواناى مهربان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60" w:name="_Toc365974057"/>
      <w:r>
        <w:rPr>
          <w:rtl/>
        </w:rPr>
        <w:t>نكته ها</w:t>
      </w:r>
      <w:r w:rsidR="009C7B0C">
        <w:rPr>
          <w:rtl/>
        </w:rPr>
        <w:t>:</w:t>
      </w:r>
      <w:bookmarkEnd w:id="260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كلمه ى قالين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اظهار نگرانى و مخالفت شديدى است كه از عمقِ جان باشد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61" w:name="_Toc365974058"/>
      <w:r>
        <w:rPr>
          <w:rtl/>
        </w:rPr>
        <w:t>پيام ها</w:t>
      </w:r>
      <w:r w:rsidR="009C7B0C">
        <w:rPr>
          <w:rtl/>
        </w:rPr>
        <w:t>:</w:t>
      </w:r>
      <w:bookmarkEnd w:id="261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با كار بد مخالفت كنيد</w:t>
      </w:r>
      <w:r w:rsidR="009C7B0C">
        <w:rPr>
          <w:rtl/>
        </w:rPr>
        <w:t xml:space="preserve">، </w:t>
      </w:r>
      <w:r>
        <w:rPr>
          <w:rtl/>
        </w:rPr>
        <w:t>نه با شخص خلافكار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لعمَلِكم من القالين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2- انبيا</w:t>
      </w:r>
      <w:r w:rsidR="009C7B0C">
        <w:rPr>
          <w:rtl/>
        </w:rPr>
        <w:t xml:space="preserve">، </w:t>
      </w:r>
      <w:r>
        <w:rPr>
          <w:rtl/>
        </w:rPr>
        <w:t>در برابر تهديدها نمى ترسيدند و حرف خود را مى زدند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القالين</w:t>
      </w:r>
      <w:r>
        <w:rPr>
          <w:rtl/>
        </w:rPr>
        <w:t xml:space="preserve"> لوط در برابر تهديد اخراج وتبعيد</w:t>
      </w:r>
      <w:r w:rsidR="009C7B0C">
        <w:rPr>
          <w:rtl/>
        </w:rPr>
        <w:t xml:space="preserve">، </w:t>
      </w:r>
      <w:r>
        <w:rPr>
          <w:rtl/>
        </w:rPr>
        <w:t>فرمود: من دشمن كار شما هستم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تنفّر از كار بد</w:t>
      </w:r>
      <w:r w:rsidR="009C7B0C">
        <w:rPr>
          <w:rtl/>
        </w:rPr>
        <w:t xml:space="preserve">، </w:t>
      </w:r>
      <w:r>
        <w:rPr>
          <w:rtl/>
        </w:rPr>
        <w:t>هم بايد زبانى باشد و هم عملى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اِنّى لعملكم ربّ نجّنى</w:t>
      </w:r>
      <w:r>
        <w:rPr>
          <w:rtl/>
        </w:rPr>
        <w:t xml:space="preserve"> آرى نگرانى تنها كافى نيست</w:t>
      </w:r>
      <w:r w:rsidR="009C7B0C">
        <w:rPr>
          <w:rtl/>
        </w:rPr>
        <w:t xml:space="preserve">، </w:t>
      </w:r>
      <w:r>
        <w:rPr>
          <w:rtl/>
        </w:rPr>
        <w:t>بايد به فكر رهايى ونجات از مركز فساد بود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محيط آلوده براى مردان خدا قابل تحمّل نيست ؛ اگر از اصلاح محيط ماءيوس شدند</w:t>
      </w:r>
      <w:r w:rsidR="009C7B0C">
        <w:rPr>
          <w:rtl/>
        </w:rPr>
        <w:t xml:space="preserve">، </w:t>
      </w:r>
      <w:r>
        <w:rPr>
          <w:rtl/>
        </w:rPr>
        <w:t>حداقل خود را از آنجا نجات مى دهند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نجّنى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بزرگان جامعه بايد به فكر خاندان و ياران خود باشند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نجّنى و اهلى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دعاى انبيا مستجاب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ربّ نجّنى فنجّيناه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زن</w:t>
      </w:r>
      <w:r w:rsidR="009C7B0C">
        <w:rPr>
          <w:rtl/>
        </w:rPr>
        <w:t xml:space="preserve">، </w:t>
      </w:r>
      <w:r>
        <w:rPr>
          <w:rtl/>
        </w:rPr>
        <w:t>در انتخاب راه وابسته به شوهر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الاّ عجوزاً</w:t>
      </w:r>
      <w:r>
        <w:rPr>
          <w:rtl/>
        </w:rPr>
        <w:t xml:space="preserve"> (زن لوط راه انحرافى را برگزيده بود)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در اديان آسمانى</w:t>
      </w:r>
      <w:r w:rsidR="009C7B0C">
        <w:rPr>
          <w:rtl/>
        </w:rPr>
        <w:t xml:space="preserve">، </w:t>
      </w:r>
      <w:r w:rsidR="007F2F6B">
        <w:rPr>
          <w:rtl/>
        </w:rPr>
        <w:t>همه ى قوانين و ارزش ها بر اساس ضوابط است نه روابط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الاّ عجوزًا</w:t>
      </w:r>
      <w:r w:rsidR="007F2F6B">
        <w:rPr>
          <w:rtl/>
        </w:rPr>
        <w:t xml:space="preserve"> (زن پيامبر نيز اگر منحرف شد</w:t>
      </w:r>
      <w:r w:rsidR="009C7B0C">
        <w:rPr>
          <w:rtl/>
        </w:rPr>
        <w:t xml:space="preserve">، </w:t>
      </w:r>
      <w:r w:rsidR="007F2F6B">
        <w:rPr>
          <w:rtl/>
        </w:rPr>
        <w:t>هلاك مى شود</w:t>
      </w:r>
      <w:r w:rsidR="009C7B0C">
        <w:rPr>
          <w:rtl/>
        </w:rPr>
        <w:t xml:space="preserve">، </w:t>
      </w:r>
      <w:r w:rsidR="007F2F6B">
        <w:rPr>
          <w:rtl/>
        </w:rPr>
        <w:t>زيرا ملاك و ميزان</w:t>
      </w:r>
      <w:r w:rsidR="009C7B0C">
        <w:rPr>
          <w:rtl/>
        </w:rPr>
        <w:t xml:space="preserve">، </w:t>
      </w:r>
      <w:r w:rsidR="007F2F6B">
        <w:rPr>
          <w:rtl/>
        </w:rPr>
        <w:t>كفر وايمان است نه رابطه ها و نسبت ها)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حساب اطرافيان و وابستگان شخصيّت ها را</w:t>
      </w:r>
      <w:r w:rsidR="009C7B0C">
        <w:rPr>
          <w:rtl/>
        </w:rPr>
        <w:t xml:space="preserve">، </w:t>
      </w:r>
      <w:r>
        <w:rPr>
          <w:rtl/>
        </w:rPr>
        <w:t>از حساب خود آنان جدا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الاّ عجوزًا</w:t>
      </w:r>
      <w:r>
        <w:rPr>
          <w:rtl/>
        </w:rPr>
        <w:t xml:space="preserve"> (ممكن است انسان پيامبر وفرستاده خدا باشد</w:t>
      </w:r>
      <w:r w:rsidR="009C7B0C">
        <w:rPr>
          <w:rtl/>
        </w:rPr>
        <w:t xml:space="preserve">، </w:t>
      </w:r>
      <w:r>
        <w:rPr>
          <w:rtl/>
        </w:rPr>
        <w:t>ولى بستگانش در راه حقّ نباشند</w:t>
      </w:r>
      <w:r w:rsidR="009C7B0C">
        <w:rPr>
          <w:rtl/>
        </w:rPr>
        <w:t xml:space="preserve">. </w:t>
      </w:r>
      <w:r>
        <w:rPr>
          <w:rtl/>
        </w:rPr>
        <w:t>همسر لوط در خانه پيامبر بود</w:t>
      </w:r>
      <w:r w:rsidR="009C7B0C">
        <w:rPr>
          <w:rtl/>
        </w:rPr>
        <w:t xml:space="preserve">، </w:t>
      </w:r>
      <w:r>
        <w:rPr>
          <w:rtl/>
        </w:rPr>
        <w:t>ولى داراى تفكّر انحرافى بود</w:t>
      </w:r>
      <w:r w:rsidR="009C7B0C">
        <w:rPr>
          <w:rtl/>
        </w:rPr>
        <w:t>.)</w:t>
      </w:r>
    </w:p>
    <w:p w:rsidR="00D64FE0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10- كيفر گناه براى همه يكسان است</w:t>
      </w:r>
      <w:r w:rsidR="009C7B0C">
        <w:rPr>
          <w:rtl/>
        </w:rPr>
        <w:t xml:space="preserve">، </w:t>
      </w:r>
      <w:r>
        <w:rPr>
          <w:rtl/>
        </w:rPr>
        <w:t>زن لوط در ميان نابودشدگان است و امتياز ويژه اى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فى الغابرين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كيفر كسانى كه مسير ازدواج را به لواط مى كشانند</w:t>
      </w:r>
      <w:r w:rsidR="009C7B0C">
        <w:rPr>
          <w:rtl/>
        </w:rPr>
        <w:t xml:space="preserve">، </w:t>
      </w:r>
      <w:r>
        <w:rPr>
          <w:rtl/>
        </w:rPr>
        <w:t>آن است كه باران رحمت</w:t>
      </w:r>
      <w:r w:rsidR="009C7B0C">
        <w:rPr>
          <w:rtl/>
        </w:rPr>
        <w:t xml:space="preserve">، </w:t>
      </w:r>
      <w:r>
        <w:rPr>
          <w:rtl/>
        </w:rPr>
        <w:t>باران عذاب شود و آنان را از پاى در آورد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فساء مَطر المنذرين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خداوند قبل از عذاب</w:t>
      </w:r>
      <w:r w:rsidR="009C7B0C">
        <w:rPr>
          <w:rtl/>
        </w:rPr>
        <w:t xml:space="preserve">، </w:t>
      </w:r>
      <w:r>
        <w:rPr>
          <w:rtl/>
        </w:rPr>
        <w:t>هشدار مى دهد و اتمام حجّت 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المنذرين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همين كه جامعه از افراد صالح خالى شد</w:t>
      </w:r>
      <w:r w:rsidR="009C7B0C">
        <w:rPr>
          <w:rtl/>
        </w:rPr>
        <w:t xml:space="preserve">، </w:t>
      </w:r>
      <w:r>
        <w:rPr>
          <w:rtl/>
        </w:rPr>
        <w:t>زمينه ى قهر الهى فراهم شده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نجّيناه و اهله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ثمّ دمّرنا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طبيعت</w:t>
      </w:r>
      <w:r w:rsidR="009C7B0C">
        <w:rPr>
          <w:rtl/>
        </w:rPr>
        <w:t xml:space="preserve">، </w:t>
      </w:r>
      <w:r>
        <w:rPr>
          <w:rtl/>
        </w:rPr>
        <w:t>در اختيار قدرت الهى است</w:t>
      </w:r>
      <w:r w:rsidR="009C7B0C">
        <w:rPr>
          <w:rtl/>
        </w:rPr>
        <w:t xml:space="preserve">. </w:t>
      </w:r>
      <w:r>
        <w:rPr>
          <w:rtl/>
        </w:rPr>
        <w:t>(همان قدرتى كه از آسمان باران نازل مى كند</w:t>
      </w:r>
      <w:r w:rsidR="009C7B0C">
        <w:rPr>
          <w:rtl/>
        </w:rPr>
        <w:t xml:space="preserve">، </w:t>
      </w:r>
      <w:r>
        <w:rPr>
          <w:rtl/>
        </w:rPr>
        <w:t xml:space="preserve">مى تواند سنگ نازل كند) </w:t>
      </w:r>
      <w:r w:rsidR="003D3A85" w:rsidRPr="00833A8D">
        <w:rPr>
          <w:rStyle w:val="libAieChar"/>
          <w:rtl/>
        </w:rPr>
        <w:t>فامطرنا عليهم مطرا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تاريخ</w:t>
      </w:r>
      <w:r w:rsidR="009C7B0C">
        <w:rPr>
          <w:rtl/>
        </w:rPr>
        <w:t xml:space="preserve">، </w:t>
      </w:r>
      <w:r>
        <w:rPr>
          <w:rtl/>
        </w:rPr>
        <w:t>مايه ى عبرت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فى ذلك لايةً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16- در تربيت</w:t>
      </w:r>
      <w:r w:rsidR="009C7B0C">
        <w:rPr>
          <w:rtl/>
        </w:rPr>
        <w:t xml:space="preserve">، </w:t>
      </w:r>
      <w:r>
        <w:rPr>
          <w:rtl/>
        </w:rPr>
        <w:t>تكرار لازم است</w:t>
      </w:r>
      <w:r w:rsidR="009C7B0C">
        <w:rPr>
          <w:rtl/>
        </w:rPr>
        <w:t xml:space="preserve">. </w:t>
      </w:r>
      <w:r>
        <w:rPr>
          <w:rtl/>
        </w:rPr>
        <w:t>(در اين سوره بعد از نقل ماجراى هريك از پيامبران</w:t>
      </w:r>
      <w:r w:rsidR="009C7B0C">
        <w:rPr>
          <w:rtl/>
        </w:rPr>
        <w:t xml:space="preserve">، </w:t>
      </w:r>
      <w:r>
        <w:rPr>
          <w:rtl/>
        </w:rPr>
        <w:t xml:space="preserve">جمله ى </w:t>
      </w:r>
      <w:r w:rsidR="003D3A85" w:rsidRPr="00833A8D">
        <w:rPr>
          <w:rStyle w:val="libAieChar"/>
          <w:rtl/>
        </w:rPr>
        <w:t>اِنّ فى ذلك لاية</w:t>
      </w:r>
      <w:r w:rsidR="00833A8D">
        <w:rPr>
          <w:rStyle w:val="libAieChar"/>
          <w:rtl/>
        </w:rPr>
        <w:t xml:space="preserve"> </w:t>
      </w:r>
      <w:r>
        <w:rPr>
          <w:rtl/>
        </w:rPr>
        <w:t>آمده است)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17- اكثر مردم پند پذير نيستند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18- قدرت همراه با رحمت ارزش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العزيز الرّحيم</w:t>
      </w:r>
    </w:p>
    <w:p w:rsidR="007F2F6B" w:rsidRDefault="00573D7D" w:rsidP="00573D7D">
      <w:pPr>
        <w:pStyle w:val="Heading1"/>
        <w:rPr>
          <w:rtl/>
        </w:rPr>
      </w:pPr>
      <w:bookmarkStart w:id="262" w:name="_Toc365974059"/>
      <w:r>
        <w:rPr>
          <w:rtl/>
        </w:rPr>
        <w:t>176 - كَذَّبَ اءَصْحَبُ لَْيْكَةِ الْمُرْسَلِينَ</w:t>
      </w:r>
      <w:bookmarkEnd w:id="26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اصحاب اَيكه (نيز) پيامبران را تكذيب كردند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63" w:name="_Toc365974060"/>
      <w:r>
        <w:rPr>
          <w:rtl/>
        </w:rPr>
        <w:t>177 - إِذْ قَالَ لَهُمْ شُعَيْبٌ اءَلاَ تَتَّقُونَ</w:t>
      </w:r>
      <w:bookmarkEnd w:id="263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64" w:name="_Toc365974061"/>
      <w:r w:rsidR="00573D7D">
        <w:rPr>
          <w:rtl/>
        </w:rPr>
        <w:t>17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 w:rsidR="00573D7D">
        <w:rPr>
          <w:rtl/>
        </w:rPr>
        <w:t>إِنِّى لَكُمْ رَسُولٌ اءَمِينٌ</w:t>
      </w:r>
      <w:bookmarkEnd w:id="264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65" w:name="_Toc365974062"/>
      <w:r w:rsidR="00573D7D">
        <w:rPr>
          <w:rtl/>
        </w:rPr>
        <w:t>179 - فَاتَّقُواْ اللّهَ وَاءَطِيعُونِ</w:t>
      </w:r>
      <w:bookmarkEnd w:id="26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زمانى كه شعيب به آنان گفت</w:t>
      </w:r>
      <w:r w:rsidR="009C7B0C">
        <w:rPr>
          <w:rtl/>
        </w:rPr>
        <w:t>:</w:t>
      </w:r>
      <w:r>
        <w:rPr>
          <w:rtl/>
        </w:rPr>
        <w:t xml:space="preserve"> آيا از (شرك وانحراف) پروا نداريد؟ همانا من براى شما پيامبرى امين هستم</w:t>
      </w:r>
      <w:r w:rsidR="009C7B0C">
        <w:rPr>
          <w:rtl/>
        </w:rPr>
        <w:t xml:space="preserve">. </w:t>
      </w:r>
      <w:r>
        <w:rPr>
          <w:rtl/>
        </w:rPr>
        <w:t>پس</w:t>
      </w:r>
      <w:r w:rsidR="009C7B0C">
        <w:rPr>
          <w:rtl/>
        </w:rPr>
        <w:t xml:space="preserve">، </w:t>
      </w:r>
      <w:r>
        <w:rPr>
          <w:rtl/>
        </w:rPr>
        <w:t>از خدا پروا كنيد و من را اطاعت كنيد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66" w:name="_Toc365974063"/>
      <w:r>
        <w:rPr>
          <w:rtl/>
        </w:rPr>
        <w:t>180 - وَمَآ اءَسْئَلُكُمْ عَلَيْهِ مِنْ اءَجْرٍ إِنْ اءَجْرِىَ إِلا عَلَى رَبِّ الْعَلَمِينَ</w:t>
      </w:r>
      <w:bookmarkEnd w:id="26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من بر اين رسالتم هيچ پاداشى از شما درخواست نمى كنم</w:t>
      </w:r>
      <w:r w:rsidR="009C7B0C">
        <w:rPr>
          <w:rtl/>
        </w:rPr>
        <w:t xml:space="preserve">. </w:t>
      </w:r>
      <w:r>
        <w:rPr>
          <w:rtl/>
        </w:rPr>
        <w:t>اجر من جز بر پروردگار جهانيان نيست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67" w:name="_Toc365974064"/>
      <w:r>
        <w:rPr>
          <w:rtl/>
        </w:rPr>
        <w:t>نكته ها</w:t>
      </w:r>
      <w:r w:rsidR="009C7B0C">
        <w:rPr>
          <w:rtl/>
        </w:rPr>
        <w:t>:</w:t>
      </w:r>
      <w:bookmarkEnd w:id="267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اَيكة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بيشه وجنگل است</w:t>
      </w:r>
      <w:r w:rsidR="009C7B0C">
        <w:rPr>
          <w:rtl/>
        </w:rPr>
        <w:t xml:space="preserve">. </w:t>
      </w:r>
      <w:r w:rsidR="007F2F6B">
        <w:rPr>
          <w:rtl/>
        </w:rPr>
        <w:t xml:space="preserve">بعضى </w:t>
      </w:r>
      <w:r w:rsidR="003D3A85" w:rsidRPr="00833A8D">
        <w:rPr>
          <w:rStyle w:val="libAieChar"/>
          <w:rtl/>
        </w:rPr>
        <w:t>اصحاب اَيكه</w:t>
      </w:r>
      <w:r>
        <w:rPr>
          <w:rStyle w:val="libAieChar"/>
          <w:rtl/>
        </w:rPr>
        <w:t xml:space="preserve"> </w:t>
      </w:r>
      <w:r w:rsidR="007F2F6B">
        <w:rPr>
          <w:rtl/>
        </w:rPr>
        <w:t>را كه چهار بار نامشان در قرآن آمده همان اصحاب مَديَن مى دانند و بعضى ديگر آنان را قومى مى دانند كه در منطقه اى نزديك مَديَن زندگى مى كردند و هر دو قوم</w:t>
      </w:r>
      <w:r w:rsidR="009C7B0C">
        <w:rPr>
          <w:rtl/>
        </w:rPr>
        <w:t xml:space="preserve">، </w:t>
      </w:r>
      <w:r w:rsidR="007F2F6B">
        <w:rPr>
          <w:rtl/>
        </w:rPr>
        <w:t>مخاطب حضرت شعيب بوده اند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DD7F59">
        <w:rPr>
          <w:rtl/>
        </w:rPr>
        <w:t xml:space="preserve"> در اين سوره</w:t>
      </w:r>
      <w:r w:rsidR="009C7B0C">
        <w:rPr>
          <w:rtl/>
        </w:rPr>
        <w:t xml:space="preserve">، </w:t>
      </w:r>
      <w:r w:rsidRPr="00DD7F59">
        <w:rPr>
          <w:rtl/>
        </w:rPr>
        <w:t>اين هفتمين پيامبرى است كه داستانش نقل شده و در تمام اين داستان ها جمله ى قال لهم اَخوهم</w:t>
      </w:r>
      <w:r w:rsidR="00833A8D" w:rsidRPr="00DD7F59">
        <w:rPr>
          <w:rtl/>
        </w:rPr>
        <w:t xml:space="preserve"> </w:t>
      </w:r>
      <w:r w:rsidR="007F2F6B" w:rsidRPr="00DD7F59">
        <w:rPr>
          <w:rtl/>
        </w:rPr>
        <w:t>بود امّا</w:t>
      </w:r>
      <w:r w:rsidR="007F2F6B">
        <w:rPr>
          <w:rtl/>
        </w:rPr>
        <w:t xml:space="preserve"> در مورد شعيب</w:t>
      </w:r>
      <w:r w:rsidR="009C7B0C">
        <w:rPr>
          <w:rtl/>
        </w:rPr>
        <w:t xml:space="preserve">، </w:t>
      </w:r>
      <w:r w:rsidR="007F2F6B">
        <w:rPr>
          <w:rtl/>
        </w:rPr>
        <w:t xml:space="preserve">كلمه ى </w:t>
      </w:r>
      <w:r w:rsidRPr="00833A8D">
        <w:rPr>
          <w:rStyle w:val="libAieChar"/>
          <w:rtl/>
        </w:rPr>
        <w:t>اَخوهم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نيامده است</w:t>
      </w:r>
      <w:r w:rsidR="009C7B0C">
        <w:rPr>
          <w:rtl/>
        </w:rPr>
        <w:t xml:space="preserve">. </w:t>
      </w:r>
      <w:r w:rsidR="007F2F6B">
        <w:rPr>
          <w:rtl/>
        </w:rPr>
        <w:t>شايد دليلش اين باشد كه شعيب نسبت به مردم غريب بود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(51)</w:t>
      </w:r>
    </w:p>
    <w:p w:rsidR="007F2F6B" w:rsidRDefault="003D3A85" w:rsidP="003D3A85">
      <w:pPr>
        <w:pStyle w:val="Heading2"/>
        <w:rPr>
          <w:rtl/>
        </w:rPr>
      </w:pPr>
      <w:bookmarkStart w:id="268" w:name="_Toc365974065"/>
      <w:r>
        <w:rPr>
          <w:rtl/>
        </w:rPr>
        <w:t>پيام ها</w:t>
      </w:r>
      <w:r w:rsidR="009C7B0C">
        <w:rPr>
          <w:rtl/>
        </w:rPr>
        <w:t>:</w:t>
      </w:r>
      <w:bookmarkEnd w:id="268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همه ى انبيا</w:t>
      </w:r>
      <w:r w:rsidR="009C7B0C">
        <w:rPr>
          <w:rtl/>
        </w:rPr>
        <w:t xml:space="preserve">، </w:t>
      </w:r>
      <w:r>
        <w:rPr>
          <w:rtl/>
        </w:rPr>
        <w:t>هم فكر</w:t>
      </w:r>
      <w:r w:rsidR="009C7B0C">
        <w:rPr>
          <w:rtl/>
        </w:rPr>
        <w:t xml:space="preserve">، </w:t>
      </w:r>
      <w:r>
        <w:rPr>
          <w:rtl/>
        </w:rPr>
        <w:t>هم سخن و همسو بودند</w:t>
      </w:r>
      <w:r w:rsidR="009C7B0C">
        <w:rPr>
          <w:rtl/>
        </w:rPr>
        <w:t xml:space="preserve">. </w:t>
      </w:r>
      <w:r>
        <w:rPr>
          <w:rtl/>
        </w:rPr>
        <w:t xml:space="preserve">(آيات </w:t>
      </w:r>
      <w:r w:rsidR="003D3A85" w:rsidRPr="00833A8D">
        <w:rPr>
          <w:rStyle w:val="libAieChar"/>
          <w:rtl/>
        </w:rPr>
        <w:t>اِنّى لكم رسول اءمين</w:t>
      </w:r>
      <w:r>
        <w:t xml:space="preserve"> </w:t>
      </w:r>
      <w:r w:rsidR="003D3A85" w:rsidRPr="00833A8D">
        <w:rPr>
          <w:rStyle w:val="libAieChar"/>
          <w:rtl/>
        </w:rPr>
        <w:t>فاتّقوا اللّه و اَطيعون</w:t>
      </w:r>
      <w:r>
        <w:rPr>
          <w:rtl/>
        </w:rPr>
        <w:t xml:space="preserve"> در همه ى داستان هاى اين سوره تكرار شده و پيام هاى اين آيات</w:t>
      </w:r>
      <w:r w:rsidR="009C7B0C">
        <w:rPr>
          <w:rtl/>
        </w:rPr>
        <w:t xml:space="preserve">، </w:t>
      </w:r>
      <w:r>
        <w:rPr>
          <w:rtl/>
        </w:rPr>
        <w:t>همان پيام هاى آيات 160 تا 164 است</w:t>
      </w:r>
      <w:r w:rsidR="009C7B0C">
        <w:rPr>
          <w:rtl/>
        </w:rPr>
        <w:t>.)</w:t>
      </w:r>
    </w:p>
    <w:p w:rsidR="007F2F6B" w:rsidRDefault="00573D7D" w:rsidP="00573D7D">
      <w:pPr>
        <w:pStyle w:val="Heading1"/>
        <w:rPr>
          <w:rtl/>
        </w:rPr>
      </w:pPr>
      <w:bookmarkStart w:id="269" w:name="_Toc365974066"/>
      <w:r>
        <w:rPr>
          <w:rtl/>
        </w:rPr>
        <w:t>181 - اءَوْفُواْ الْكَيْلَ وَلاَ تَكُونُواْ مِنَ الْمُخْسِرِينَ</w:t>
      </w:r>
      <w:bookmarkEnd w:id="269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70" w:name="_Toc365974067"/>
      <w:r w:rsidR="00573D7D">
        <w:rPr>
          <w:rtl/>
        </w:rPr>
        <w:t>182 - وَزِنُواْ بِالْقِسْطَاسِ الْمُسْتَقِيمِ</w:t>
      </w:r>
      <w:bookmarkEnd w:id="27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حقّ پيمانه را ادا كنيد و از كم فروشان نباشيد</w:t>
      </w:r>
      <w:r w:rsidR="009C7B0C">
        <w:rPr>
          <w:rtl/>
        </w:rPr>
        <w:t xml:space="preserve">. </w:t>
      </w:r>
      <w:r>
        <w:rPr>
          <w:rtl/>
        </w:rPr>
        <w:t>و با ترازوى درست بسنجيد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71" w:name="_Toc365974068"/>
      <w:r>
        <w:rPr>
          <w:rtl/>
        </w:rPr>
        <w:t>183 - وَلاَ تَبْخَسُواْ النَّاسَ اءَشْيَآءَهُمْ وَلاَ تَعْثَوْاْ فِى الاَْرْضِ مُفْسِدِينَ</w:t>
      </w:r>
      <w:bookmarkEnd w:id="27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اجناس مردم را كم ندهيد و در زمين به فساد و تبهكارى نكوشيد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72" w:name="_Toc365974069"/>
      <w:r>
        <w:rPr>
          <w:rtl/>
        </w:rPr>
        <w:t>نكته ها</w:t>
      </w:r>
      <w:r w:rsidR="009C7B0C">
        <w:rPr>
          <w:rtl/>
        </w:rPr>
        <w:t>:</w:t>
      </w:r>
      <w:bookmarkEnd w:id="272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كلمه ى كيل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7F2F6B">
        <w:rPr>
          <w:rtl/>
        </w:rPr>
        <w:t xml:space="preserve">براى مايعات و كلمه ى </w:t>
      </w:r>
      <w:r w:rsidR="003D3A85" w:rsidRPr="00833A8D">
        <w:rPr>
          <w:rStyle w:val="libAieChar"/>
          <w:rtl/>
        </w:rPr>
        <w:t>قِسطاس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7F2F6B">
        <w:rPr>
          <w:rtl/>
        </w:rPr>
        <w:t xml:space="preserve">براى وزن ها و كلمه ى </w:t>
      </w:r>
      <w:r w:rsidR="003D3A85" w:rsidRPr="00833A8D">
        <w:rPr>
          <w:rStyle w:val="libAieChar"/>
          <w:rtl/>
        </w:rPr>
        <w:t>اشيائهم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7F2F6B">
        <w:rPr>
          <w:rtl/>
        </w:rPr>
        <w:t>براى چيزهاى عددى و غيره بكار رفته است</w:t>
      </w:r>
      <w:r w:rsidR="009C7B0C">
        <w:rPr>
          <w:rtl/>
        </w:rPr>
        <w:t xml:space="preserve">. </w:t>
      </w:r>
    </w:p>
    <w:p w:rsidR="007F2F6B" w:rsidRPr="00DD7F59" w:rsidRDefault="003D3A85" w:rsidP="00DD7F59">
      <w:pPr>
        <w:pStyle w:val="libNormal"/>
        <w:rPr>
          <w:rtl/>
        </w:rPr>
      </w:pPr>
      <w:r w:rsidRPr="00BE4505">
        <w:rPr>
          <w:rtl/>
        </w:rPr>
        <w:t xml:space="preserve"> در اين آيات دو امر و دو نهى مشاهده مى كنيم كه مكمّل يكديگرند</w:t>
      </w:r>
      <w:r w:rsidR="009C7B0C">
        <w:rPr>
          <w:rtl/>
        </w:rPr>
        <w:t xml:space="preserve">. </w:t>
      </w:r>
      <w:r w:rsidRPr="00BE4505">
        <w:rPr>
          <w:rtl/>
        </w:rPr>
        <w:t>اَوفوا و لاتكونوا</w:t>
      </w:r>
      <w:r w:rsidR="007F2F6B" w:rsidRPr="00DD7F59">
        <w:rPr>
          <w:rtl/>
        </w:rPr>
        <w:t xml:space="preserve"> و </w:t>
      </w:r>
      <w:r w:rsidRPr="00BE4505">
        <w:rPr>
          <w:rtl/>
        </w:rPr>
        <w:t>زنوا لاتبخسوا</w:t>
      </w:r>
    </w:p>
    <w:p w:rsidR="003D3A85" w:rsidRPr="003D3A85" w:rsidRDefault="003D3A85" w:rsidP="00833A8D">
      <w:pPr>
        <w:pStyle w:val="libAie"/>
        <w:rPr>
          <w:rtl/>
        </w:rPr>
      </w:pPr>
      <w:r w:rsidRPr="00DD7F59">
        <w:rPr>
          <w:rStyle w:val="libNormalChar"/>
          <w:rtl/>
        </w:rPr>
        <w:t xml:space="preserve"> در روايات آمده است</w:t>
      </w:r>
      <w:r w:rsidR="009C7B0C">
        <w:rPr>
          <w:rStyle w:val="libNormalChar"/>
          <w:rtl/>
        </w:rPr>
        <w:t>:</w:t>
      </w:r>
      <w:r w:rsidRPr="00DD7F59">
        <w:rPr>
          <w:rStyle w:val="libNormalChar"/>
          <w:rtl/>
        </w:rPr>
        <w:t xml:space="preserve"> كسانى كه عيب جنس خود را به مشترى نگويند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فرشتگان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آنان را لعنت مى كنند وكسانى كه با مكر وحيله ديگران را فريب دهند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بدترين مردم هستند</w:t>
      </w:r>
      <w:r w:rsidR="009C7B0C">
        <w:rPr>
          <w:rStyle w:val="libNormalChar"/>
          <w:rtl/>
        </w:rPr>
        <w:t xml:space="preserve">. </w:t>
      </w:r>
      <w:r w:rsidRPr="00833A8D">
        <w:rPr>
          <w:rStyle w:val="libFootnotenumChar"/>
          <w:rtl/>
        </w:rPr>
        <w:t>(52)</w:t>
      </w:r>
    </w:p>
    <w:p w:rsidR="003D3A85" w:rsidRPr="003D3A85" w:rsidRDefault="003D3A85" w:rsidP="00833A8D">
      <w:pPr>
        <w:pStyle w:val="libAie"/>
      </w:pPr>
      <w:r w:rsidRPr="00DD7F59">
        <w:rPr>
          <w:rStyle w:val="libNormalChar"/>
          <w:rtl/>
        </w:rPr>
        <w:t xml:space="preserve"> كم فروشى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يكى از منكرات بزرگ اقتصادى است كه همه ى آفات لقمه ى حرام را به دنبال دارد</w:t>
      </w:r>
      <w:r w:rsidR="009C7B0C">
        <w:rPr>
          <w:rStyle w:val="libNormalChar"/>
          <w:rtl/>
        </w:rPr>
        <w:t xml:space="preserve">. </w:t>
      </w:r>
      <w:r w:rsidRPr="00DD7F59">
        <w:rPr>
          <w:rStyle w:val="libNormalChar"/>
          <w:rtl/>
        </w:rPr>
        <w:t>كم فروشى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تنها در داد و ستد نيست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بلكه ممكن است افرادى در تدريس و طبابت و نظارت و مهندسى و شئون ديگر زندگى نيز كم فروشى كنند و چنان كه بايد حقّ ديگران را ادا نكنند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273" w:name="_Toc365974070"/>
      <w:r w:rsidRPr="002C79C2">
        <w:rPr>
          <w:rtl/>
        </w:rPr>
        <w:t>پيام ها</w:t>
      </w:r>
      <w:r w:rsidR="009C7B0C">
        <w:rPr>
          <w:rtl/>
        </w:rPr>
        <w:t>:</w:t>
      </w:r>
      <w:bookmarkEnd w:id="273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پيمانه و ترازو</w:t>
      </w:r>
      <w:r w:rsidR="009C7B0C">
        <w:rPr>
          <w:rtl/>
        </w:rPr>
        <w:t xml:space="preserve">، </w:t>
      </w:r>
      <w:r>
        <w:rPr>
          <w:rtl/>
        </w:rPr>
        <w:t>سابقه و تاريخى بس طولانى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اَوفوا الكَيل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كم فروشى</w:t>
      </w:r>
      <w:r w:rsidR="009C7B0C">
        <w:rPr>
          <w:rtl/>
        </w:rPr>
        <w:t xml:space="preserve">، </w:t>
      </w:r>
      <w:r>
        <w:rPr>
          <w:rtl/>
        </w:rPr>
        <w:t>حرام و مراعات حقّ الناس واجب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اَوفوا الكَيل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انبيا</w:t>
      </w:r>
      <w:r w:rsidR="009C7B0C">
        <w:rPr>
          <w:rtl/>
        </w:rPr>
        <w:t xml:space="preserve">، </w:t>
      </w:r>
      <w:r>
        <w:rPr>
          <w:rtl/>
        </w:rPr>
        <w:t>بر سلامت نظام اقتصادى جامعه نظارت داشتند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اَوفوا الكَيل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اديان آسمانى بر عدالت اجتماعى و اقتصادى تاءكيد 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اَوفوا وَ زِنوا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lastRenderedPageBreak/>
        <w:t xml:space="preserve">5- </w:t>
      </w:r>
      <w:r w:rsidR="007F2F6B">
        <w:rPr>
          <w:rtl/>
        </w:rPr>
        <w:t>ميزان سنجش در هر امرى بايد عادلانه و درست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القِسطاس المستقيم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مراعات حقوق همه ى انسان ها لازم است</w:t>
      </w:r>
      <w:r w:rsidR="009C7B0C">
        <w:rPr>
          <w:rtl/>
        </w:rPr>
        <w:t xml:space="preserve">، </w:t>
      </w:r>
      <w:r>
        <w:rPr>
          <w:rtl/>
        </w:rPr>
        <w:t xml:space="preserve">نه تنها </w:t>
      </w:r>
      <w:r w:rsidR="00BA599A">
        <w:rPr>
          <w:rtl/>
        </w:rPr>
        <w:t>مؤمن</w:t>
      </w:r>
      <w:r>
        <w:rPr>
          <w:rtl/>
        </w:rPr>
        <w:t>ين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لاتبخسوا النّاس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كم فروشى</w:t>
      </w:r>
      <w:r w:rsidR="009C7B0C">
        <w:rPr>
          <w:rtl/>
        </w:rPr>
        <w:t xml:space="preserve">، </w:t>
      </w:r>
      <w:r>
        <w:rPr>
          <w:rtl/>
        </w:rPr>
        <w:t>در هر چيزى ممنوع است و مخصوص پيمانه و ترازو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لاتبخسوا النّاس اشيائهم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كم فروشى</w:t>
      </w:r>
      <w:r w:rsidR="009C7B0C">
        <w:rPr>
          <w:rtl/>
        </w:rPr>
        <w:t xml:space="preserve">، </w:t>
      </w:r>
      <w:r w:rsidR="007F2F6B">
        <w:rPr>
          <w:rtl/>
        </w:rPr>
        <w:t>نوعى فساد است و كسانى كه به جامعه ضربه ى اقتصادى مى زنند مفسد فى الارض هستند</w:t>
      </w:r>
      <w:r w:rsidR="009C7B0C">
        <w:rPr>
          <w:rtl/>
        </w:rPr>
        <w:t xml:space="preserve">. </w:t>
      </w:r>
      <w:r w:rsidR="007F2F6B">
        <w:rPr>
          <w:rtl/>
        </w:rPr>
        <w:t>زيرا نابسامانى هاى اقتصادى</w:t>
      </w:r>
      <w:r w:rsidR="009C7B0C">
        <w:rPr>
          <w:rtl/>
        </w:rPr>
        <w:t xml:space="preserve">، </w:t>
      </w:r>
      <w:r w:rsidR="007F2F6B">
        <w:rPr>
          <w:rtl/>
        </w:rPr>
        <w:t>سرچشمه ى از هم پاشيدگى نظام اجتماعى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 تَعثوا فى الارض مفسدين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شناخت انحرافات موجود در جامعه</w:t>
      </w:r>
      <w:r w:rsidR="009C7B0C">
        <w:rPr>
          <w:rtl/>
        </w:rPr>
        <w:t xml:space="preserve">، </w:t>
      </w:r>
      <w:r>
        <w:rPr>
          <w:rtl/>
        </w:rPr>
        <w:t>گام اوّل در اصلاح جامعه است</w:t>
      </w:r>
      <w:r w:rsidR="009C7B0C">
        <w:rPr>
          <w:rtl/>
        </w:rPr>
        <w:t xml:space="preserve">. </w:t>
      </w:r>
      <w:r>
        <w:rPr>
          <w:rtl/>
        </w:rPr>
        <w:t>(تمام آيات)</w:t>
      </w:r>
    </w:p>
    <w:p w:rsidR="007F2F6B" w:rsidRDefault="00573D7D" w:rsidP="00573D7D">
      <w:pPr>
        <w:pStyle w:val="Heading1"/>
        <w:rPr>
          <w:rtl/>
        </w:rPr>
      </w:pPr>
      <w:bookmarkStart w:id="274" w:name="_Toc365974071"/>
      <w:r>
        <w:rPr>
          <w:rtl/>
        </w:rPr>
        <w:t>184 - وَاتَّقُواْ الَّذِى خَلَقَكُمْ وَالْجِبِلَّةَ الاَْوَّلِينَ</w:t>
      </w:r>
      <w:bookmarkEnd w:id="274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75" w:name="_Toc365974072"/>
      <w:r w:rsidR="00573D7D">
        <w:rPr>
          <w:rtl/>
        </w:rPr>
        <w:t>18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 w:rsidR="00573D7D">
        <w:rPr>
          <w:rtl/>
        </w:rPr>
        <w:t>قَالُواْ إِنَّمَآ اءَنتَ مِنَ الْمُسَحَّرِينَ</w:t>
      </w:r>
      <w:bookmarkEnd w:id="27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از خدايى كه شما و اقوام پيشين را آفريده پروا كنيد</w:t>
      </w:r>
      <w:r w:rsidR="009C7B0C">
        <w:rPr>
          <w:rtl/>
        </w:rPr>
        <w:t xml:space="preserve">. </w:t>
      </w:r>
      <w:r>
        <w:rPr>
          <w:rtl/>
        </w:rPr>
        <w:t>مردم (به جاى قبول دعوت شعيب) گفتند: تو قطعا از سحرشدگانى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76" w:name="_Toc365974073"/>
      <w:r>
        <w:rPr>
          <w:rtl/>
        </w:rPr>
        <w:t>186 - وَمَآ اءَنتَ إِلا بَشَرٌ مِّثْلُنَا وَإِن نَّظُنُّكَ لَمِنَ الْكَذِبِينَ</w:t>
      </w:r>
      <w:bookmarkEnd w:id="27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تو جز بشرى مثل ما نيستى</w:t>
      </w:r>
      <w:r w:rsidR="009C7B0C">
        <w:rPr>
          <w:rtl/>
        </w:rPr>
        <w:t xml:space="preserve">، </w:t>
      </w:r>
      <w:r>
        <w:rPr>
          <w:rtl/>
        </w:rPr>
        <w:t>و ما تو را از دروغگويان مى پنداريم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77" w:name="_Toc365974074"/>
      <w:r>
        <w:rPr>
          <w:rtl/>
        </w:rPr>
        <w:lastRenderedPageBreak/>
        <w:t>نكته ها</w:t>
      </w:r>
      <w:r w:rsidR="009C7B0C">
        <w:rPr>
          <w:rtl/>
        </w:rPr>
        <w:t>:</w:t>
      </w:r>
      <w:bookmarkEnd w:id="277"/>
    </w:p>
    <w:p w:rsidR="007F2F6B" w:rsidRDefault="00833A8D" w:rsidP="002F1316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كلمه ى جِبِلّ</w:t>
      </w:r>
      <w:r w:rsidR="007F2F6B">
        <w:rPr>
          <w:rtl/>
        </w:rPr>
        <w:t xml:space="preserve"> به معناى امّت و جماعت است</w:t>
      </w:r>
      <w:r w:rsidR="009C7B0C">
        <w:rPr>
          <w:rtl/>
        </w:rPr>
        <w:t xml:space="preserve">، </w:t>
      </w:r>
      <w:r w:rsidR="007F2F6B">
        <w:rPr>
          <w:rtl/>
        </w:rPr>
        <w:t xml:space="preserve">چنانكه در جاى ديگر مى فرمايد: </w:t>
      </w:r>
      <w:r w:rsidR="003D3A85" w:rsidRPr="00833A8D">
        <w:rPr>
          <w:rStyle w:val="libAieChar"/>
          <w:rtl/>
        </w:rPr>
        <w:t>و لقد اضلّ منكم جبلاّ كثيرا</w:t>
      </w:r>
      <w:r w:rsidR="002F1316">
        <w:rPr>
          <w:rStyle w:val="libFootnotenumChar"/>
          <w:rFonts w:hint="cs"/>
          <w:rtl/>
        </w:rPr>
        <w:t>(53)</w:t>
      </w:r>
      <w:r w:rsidR="007F2F6B">
        <w:rPr>
          <w:rtl/>
        </w:rPr>
        <w:t xml:space="preserve"> شيطان گروه زيادى از شما را گمراه كرد</w:t>
      </w:r>
      <w:r w:rsidR="009C7B0C">
        <w:rPr>
          <w:rtl/>
        </w:rPr>
        <w:t xml:space="preserve">. </w:t>
      </w:r>
      <w:r w:rsidR="007F2F6B">
        <w:rPr>
          <w:rtl/>
        </w:rPr>
        <w:t xml:space="preserve">چون كلمه ى </w:t>
      </w:r>
      <w:r w:rsidR="003D3A85" w:rsidRPr="00833A8D">
        <w:rPr>
          <w:rStyle w:val="libAieChar"/>
          <w:rtl/>
        </w:rPr>
        <w:t>جَبَل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به معناى كوه و </w:t>
      </w:r>
      <w:r w:rsidR="003D3A85" w:rsidRPr="00833A8D">
        <w:rPr>
          <w:rStyle w:val="libAieChar"/>
          <w:rtl/>
        </w:rPr>
        <w:t>جِبلّى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فطرى است</w:t>
      </w:r>
      <w:r w:rsidR="009C7B0C">
        <w:rPr>
          <w:rtl/>
        </w:rPr>
        <w:t xml:space="preserve">، </w:t>
      </w:r>
      <w:r w:rsidR="007F2F6B">
        <w:rPr>
          <w:rtl/>
        </w:rPr>
        <w:t>به اقوام و نسل هايى كه قديمى هستند يا خلق و خوى فطرى دارند و مثل كوه استوارند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جِبِلّى</w:t>
      </w:r>
      <w:r>
        <w:rPr>
          <w:rStyle w:val="libAieChar"/>
          <w:rtl/>
        </w:rPr>
        <w:t xml:space="preserve"> </w:t>
      </w:r>
      <w:r w:rsidR="007F2F6B">
        <w:rPr>
          <w:rtl/>
        </w:rPr>
        <w:t>گفته مى شود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78" w:name="_Toc365974075"/>
      <w:r>
        <w:rPr>
          <w:rtl/>
        </w:rPr>
        <w:t>پيام ها</w:t>
      </w:r>
      <w:r w:rsidR="009C7B0C">
        <w:rPr>
          <w:rtl/>
        </w:rPr>
        <w:t>:</w:t>
      </w:r>
      <w:bookmarkEnd w:id="278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كسى كه انسان را آفريد</w:t>
      </w:r>
      <w:r w:rsidR="009C7B0C">
        <w:rPr>
          <w:rtl/>
        </w:rPr>
        <w:t xml:space="preserve">، </w:t>
      </w:r>
      <w:r>
        <w:rPr>
          <w:rtl/>
        </w:rPr>
        <w:t>شايسته ى احترام است و بايد از او پروا كرد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واتّقوا الّذى خلقكم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تقوا و ايمان</w:t>
      </w:r>
      <w:r w:rsidR="009C7B0C">
        <w:rPr>
          <w:rtl/>
        </w:rPr>
        <w:t xml:space="preserve">، </w:t>
      </w:r>
      <w:r>
        <w:rPr>
          <w:rtl/>
        </w:rPr>
        <w:t>مانع فساد اقتصادى است</w:t>
      </w:r>
      <w:r w:rsidR="009C7B0C">
        <w:rPr>
          <w:rtl/>
        </w:rPr>
        <w:t xml:space="preserve">. </w:t>
      </w:r>
      <w:r>
        <w:rPr>
          <w:rtl/>
        </w:rPr>
        <w:t>آنكه شما را آفريد</w:t>
      </w:r>
      <w:r w:rsidR="009C7B0C">
        <w:rPr>
          <w:rtl/>
        </w:rPr>
        <w:t xml:space="preserve">، </w:t>
      </w:r>
      <w:r>
        <w:rPr>
          <w:rtl/>
        </w:rPr>
        <w:t>رزق شما را هم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اتّقوا الّذى خلقكم</w:t>
      </w:r>
      <w:r>
        <w:rPr>
          <w:rtl/>
        </w:rPr>
        <w:t xml:space="preserve"> (با توجّه به آيات قبل درباره ى كم فروشى)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به آداب و رسوم فاسد نياكان</w:t>
      </w:r>
      <w:r w:rsidR="009C7B0C">
        <w:rPr>
          <w:rtl/>
        </w:rPr>
        <w:t xml:space="preserve">، </w:t>
      </w:r>
      <w:r>
        <w:rPr>
          <w:rtl/>
        </w:rPr>
        <w:t>تكيه نكنيم كه همه مخلوق خدا هستيم و بايد مطيع او باشيم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خلقكم و الجبلّة الاوّلين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تهمت</w:t>
      </w:r>
      <w:r w:rsidR="009C7B0C">
        <w:rPr>
          <w:rtl/>
        </w:rPr>
        <w:t xml:space="preserve">، </w:t>
      </w:r>
      <w:r>
        <w:rPr>
          <w:rtl/>
        </w:rPr>
        <w:t>اهرم كسانى است كه منطق ندارند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قالوا انّما انت من المسحّرين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خلافكار</w:t>
      </w:r>
      <w:r w:rsidR="009C7B0C">
        <w:rPr>
          <w:rtl/>
        </w:rPr>
        <w:t xml:space="preserve">، </w:t>
      </w:r>
      <w:r w:rsidR="007F2F6B">
        <w:rPr>
          <w:rtl/>
        </w:rPr>
        <w:t>خلاف خود را توجيه مى كند</w:t>
      </w:r>
      <w:r w:rsidR="009C7B0C">
        <w:rPr>
          <w:rtl/>
        </w:rPr>
        <w:t xml:space="preserve">. </w:t>
      </w:r>
      <w:r w:rsidR="007F2F6B">
        <w:rPr>
          <w:rtl/>
        </w:rPr>
        <w:t>(به جاى اقرار به اشتباه و لجاجت خود</w:t>
      </w:r>
      <w:r w:rsidR="009C7B0C">
        <w:rPr>
          <w:rtl/>
        </w:rPr>
        <w:t xml:space="preserve">، </w:t>
      </w:r>
      <w:r w:rsidR="007F2F6B">
        <w:rPr>
          <w:rtl/>
        </w:rPr>
        <w:t>انبيا را سحر شده مى داند)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انت من المسحّرين</w:t>
      </w:r>
    </w:p>
    <w:p w:rsidR="007F2F6B" w:rsidRDefault="00573D7D" w:rsidP="00573D7D">
      <w:pPr>
        <w:pStyle w:val="Heading1"/>
        <w:rPr>
          <w:rtl/>
        </w:rPr>
      </w:pPr>
      <w:bookmarkStart w:id="279" w:name="_Toc365974076"/>
      <w:r>
        <w:rPr>
          <w:rtl/>
        </w:rPr>
        <w:t>187 - فَاءَسْقِطْ عَلَيْنَا كِسَفاً مِّنَ السَّمَآءِ إِن كُنتَ مِنَ الصَّدِقِينَ</w:t>
      </w:r>
      <w:bookmarkEnd w:id="27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اگر تو از راستگويانى</w:t>
      </w:r>
      <w:r w:rsidR="009C7B0C">
        <w:rPr>
          <w:rtl/>
        </w:rPr>
        <w:t xml:space="preserve">، </w:t>
      </w:r>
      <w:r>
        <w:rPr>
          <w:rtl/>
        </w:rPr>
        <w:t>پاره هايى از آسمان را بر سر ما بيفكن</w:t>
      </w:r>
      <w:r w:rsidR="009C7B0C">
        <w:rPr>
          <w:rtl/>
        </w:rPr>
        <w:t>!</w:t>
      </w:r>
    </w:p>
    <w:p w:rsidR="007F2F6B" w:rsidRDefault="00573D7D" w:rsidP="00573D7D">
      <w:pPr>
        <w:pStyle w:val="Heading1"/>
        <w:rPr>
          <w:rtl/>
        </w:rPr>
      </w:pPr>
      <w:bookmarkStart w:id="280" w:name="_Toc365974077"/>
      <w:r>
        <w:rPr>
          <w:rtl/>
        </w:rPr>
        <w:t>18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قَالَ رَبِّى اءَعْلَمُ بِمَا تَعْمَلُونَ</w:t>
      </w:r>
      <w:bookmarkEnd w:id="28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(شعيب) گفت</w:t>
      </w:r>
      <w:r w:rsidR="009C7B0C">
        <w:rPr>
          <w:rtl/>
        </w:rPr>
        <w:t>:</w:t>
      </w:r>
      <w:r>
        <w:rPr>
          <w:rtl/>
        </w:rPr>
        <w:t xml:space="preserve"> پروردگار من به آنچه انجام مى دهيد آگاه تر است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81" w:name="_Toc365974078"/>
      <w:r>
        <w:rPr>
          <w:rtl/>
        </w:rPr>
        <w:lastRenderedPageBreak/>
        <w:t>189 - فَكَذَّبُوهُ فَاءَخَذَهُمْ عَذَابُ يَوْمِ الظُّلَّةِ إِنَّهُ كَانَ عَذَابَ يَوْمٍ عَظِيمٍ</w:t>
      </w:r>
      <w:bookmarkEnd w:id="28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شعيب را تكذيب كردند و عذاب روز ابر (آتشبار) آنان را فراگرفت</w:t>
      </w:r>
      <w:r w:rsidR="009C7B0C">
        <w:rPr>
          <w:rtl/>
        </w:rPr>
        <w:t xml:space="preserve">. </w:t>
      </w:r>
      <w:r>
        <w:rPr>
          <w:rtl/>
        </w:rPr>
        <w:t>البتّه آن عذاب روز بزرگ و هولناكى است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82" w:name="_Toc365974079"/>
      <w:r>
        <w:rPr>
          <w:rtl/>
        </w:rPr>
        <w:t>190 - إِنَّ فِى ذَلِكَ لاََيَةً وَمَا كَانَ اءَكْثَرُهُم مُّؤْمِنِينَ</w:t>
      </w:r>
      <w:bookmarkEnd w:id="282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83" w:name="_Toc365974080"/>
      <w:r w:rsidR="00573D7D">
        <w:rPr>
          <w:rtl/>
        </w:rPr>
        <w:t>191 - وَإِنَّ رَبَّكَ لَهُوَ الْعَزِيزُ الرَّحِيمُ</w:t>
      </w:r>
      <w:bookmarkEnd w:id="28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بى شك در اين (ماجرا) نشانه اى (از قدرت الهى) است</w:t>
      </w:r>
      <w:r w:rsidR="009C7B0C">
        <w:rPr>
          <w:rtl/>
        </w:rPr>
        <w:t xml:space="preserve">، </w:t>
      </w:r>
      <w:r>
        <w:rPr>
          <w:rtl/>
        </w:rPr>
        <w:t>ولى اكثر مردم ايمان آورنده نيستند</w:t>
      </w:r>
      <w:r w:rsidR="009C7B0C">
        <w:rPr>
          <w:rtl/>
        </w:rPr>
        <w:t xml:space="preserve">. </w:t>
      </w:r>
      <w:r>
        <w:rPr>
          <w:rtl/>
        </w:rPr>
        <w:t>و البتّه پروردگارت همان تواناى مهربان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84" w:name="_Toc365974081"/>
      <w:r>
        <w:rPr>
          <w:rtl/>
        </w:rPr>
        <w:t>نكته ها</w:t>
      </w:r>
      <w:r w:rsidR="009C7B0C">
        <w:rPr>
          <w:rtl/>
        </w:rPr>
        <w:t>:</w:t>
      </w:r>
      <w:bookmarkEnd w:id="284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كلمه ى كِسَف</w:t>
      </w:r>
      <w:r>
        <w:rPr>
          <w:rStyle w:val="libAieChar"/>
          <w:rtl/>
        </w:rPr>
        <w:t xml:space="preserve"> </w:t>
      </w:r>
      <w:r w:rsidR="007F2F6B">
        <w:rPr>
          <w:rtl/>
        </w:rPr>
        <w:t>كه چهار بار در قرآن آمده</w:t>
      </w:r>
      <w:r w:rsidR="009C7B0C">
        <w:rPr>
          <w:rtl/>
        </w:rPr>
        <w:t xml:space="preserve">، </w:t>
      </w:r>
      <w:r w:rsidR="007F2F6B">
        <w:rPr>
          <w:rtl/>
        </w:rPr>
        <w:t xml:space="preserve">جمع </w:t>
      </w:r>
      <w:r w:rsidR="003D3A85" w:rsidRPr="00833A8D">
        <w:rPr>
          <w:rStyle w:val="libAieChar"/>
          <w:rtl/>
        </w:rPr>
        <w:t>كسفة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قطعه است و در اينجا مراد پاره اى از ابر است</w:t>
      </w:r>
      <w:r w:rsidR="009C7B0C">
        <w:rPr>
          <w:rtl/>
        </w:rPr>
        <w:t xml:space="preserve">. </w:t>
      </w:r>
      <w:r w:rsidR="007F2F6B">
        <w:rPr>
          <w:rtl/>
        </w:rPr>
        <w:t xml:space="preserve">و مراد از </w:t>
      </w:r>
      <w:r w:rsidR="003D3A85" w:rsidRPr="00833A8D">
        <w:rPr>
          <w:rStyle w:val="libAieChar"/>
          <w:rtl/>
        </w:rPr>
        <w:t>عذاب يوم الظلّة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 w:rsidR="007F2F6B">
        <w:rPr>
          <w:rtl/>
        </w:rPr>
        <w:t>يا عذاب در روزى است كه مردم از شدّت گرما زير سايبان ها پناه برده بودند</w:t>
      </w:r>
      <w:r w:rsidR="009C7B0C">
        <w:rPr>
          <w:rtl/>
        </w:rPr>
        <w:t xml:space="preserve">، </w:t>
      </w:r>
      <w:r w:rsidR="007F2F6B">
        <w:rPr>
          <w:rtl/>
        </w:rPr>
        <w:t>يا روزى كه ابرى بر سرشان سايه افكنده بود</w:t>
      </w:r>
      <w:r w:rsidR="009C7B0C">
        <w:rPr>
          <w:rtl/>
        </w:rPr>
        <w:t xml:space="preserve">. </w:t>
      </w:r>
    </w:p>
    <w:p w:rsidR="003D3A85" w:rsidRPr="00BE4505" w:rsidRDefault="003D3A85" w:rsidP="00DD7F59">
      <w:pPr>
        <w:pStyle w:val="libNormal"/>
        <w:rPr>
          <w:rtl/>
        </w:rPr>
      </w:pPr>
      <w:r w:rsidRPr="00BE4505">
        <w:rPr>
          <w:rtl/>
        </w:rPr>
        <w:t xml:space="preserve"> در چگونگى عذاب قوم شعيب چند تعبير آمده است</w:t>
      </w:r>
      <w:r w:rsidR="009C7B0C">
        <w:rPr>
          <w:rtl/>
        </w:rPr>
        <w:t>:</w:t>
      </w:r>
      <w:r w:rsidRPr="00BE4505">
        <w:rPr>
          <w:rtl/>
        </w:rPr>
        <w:t xml:space="preserve"> يك جا مى فرمايد: با زلزله نابود شدند</w:t>
      </w:r>
      <w:r w:rsidR="009C7B0C">
        <w:rPr>
          <w:rtl/>
        </w:rPr>
        <w:t xml:space="preserve">. </w:t>
      </w:r>
      <w:r w:rsidRPr="00DD7F59">
        <w:rPr>
          <w:rStyle w:val="libFootnotenumChar"/>
          <w:rtl/>
        </w:rPr>
        <w:t>(54)</w:t>
      </w:r>
      <w:r w:rsidRPr="00BE4505">
        <w:rPr>
          <w:rtl/>
        </w:rPr>
        <w:t xml:space="preserve"> در جاى ديگر مى فرمايد: با صيحه عذاب شدند</w:t>
      </w:r>
      <w:r w:rsidR="009C7B0C">
        <w:rPr>
          <w:rtl/>
        </w:rPr>
        <w:t xml:space="preserve">. </w:t>
      </w:r>
      <w:r w:rsidRPr="00DD7F59">
        <w:rPr>
          <w:rStyle w:val="libFootnotenumChar"/>
          <w:rtl/>
        </w:rPr>
        <w:t>(55)</w:t>
      </w:r>
      <w:r w:rsidRPr="00BE4505">
        <w:rPr>
          <w:rtl/>
        </w:rPr>
        <w:t xml:space="preserve"> و در اينجا مساءله ى ابر مطرح است</w:t>
      </w:r>
      <w:r w:rsidR="009C7B0C">
        <w:rPr>
          <w:rtl/>
        </w:rPr>
        <w:t xml:space="preserve">. </w:t>
      </w:r>
      <w:r w:rsidRPr="00BE4505">
        <w:rPr>
          <w:rtl/>
        </w:rPr>
        <w:t>هر سه مطلب</w:t>
      </w:r>
      <w:r w:rsidR="009C7B0C">
        <w:rPr>
          <w:rtl/>
        </w:rPr>
        <w:t xml:space="preserve">، </w:t>
      </w:r>
      <w:r w:rsidRPr="00BE4505">
        <w:rPr>
          <w:rtl/>
        </w:rPr>
        <w:t>با هم قابل جمع است كه از ابرِ سياهى رعد و صيحه اى برخيزد و لرزه بر جان آنان بيفتد يا با ايجاد زلزله اى همزمان</w:t>
      </w:r>
      <w:r w:rsidR="009C7B0C">
        <w:rPr>
          <w:rtl/>
        </w:rPr>
        <w:t xml:space="preserve">، </w:t>
      </w:r>
      <w:r w:rsidRPr="00BE4505">
        <w:rPr>
          <w:rtl/>
        </w:rPr>
        <w:t>نابود شوند؛ و شايد زلزله مربوط به اصحاب مَديَن و ابر سياه مربوط به اصحاب اَيكه باشد</w:t>
      </w:r>
      <w:r w:rsidR="009C7B0C">
        <w:rPr>
          <w:rtl/>
        </w:rPr>
        <w:t xml:space="preserve">، </w:t>
      </w:r>
      <w:r w:rsidRPr="00BE4505">
        <w:rPr>
          <w:rtl/>
        </w:rPr>
        <w:t xml:space="preserve">چون حضرت شعيب بر هر دو قوم مبعوث بود و در سوره </w:t>
      </w:r>
      <w:r w:rsidRPr="00BE4505">
        <w:rPr>
          <w:rtl/>
        </w:rPr>
        <w:lastRenderedPageBreak/>
        <w:t>ى اعراف</w:t>
      </w:r>
      <w:r w:rsidR="009C7B0C">
        <w:rPr>
          <w:rtl/>
        </w:rPr>
        <w:t xml:space="preserve">، </w:t>
      </w:r>
      <w:r w:rsidRPr="00BE4505">
        <w:rPr>
          <w:rtl/>
        </w:rPr>
        <w:t>رسالت بر قوم مدين مطرح شده است كه آنان با زلزله نابود شدند</w:t>
      </w:r>
      <w:r w:rsidR="009C7B0C">
        <w:rPr>
          <w:rtl/>
        </w:rPr>
        <w:t xml:space="preserve">، </w:t>
      </w:r>
      <w:r w:rsidRPr="00BE4505">
        <w:rPr>
          <w:rtl/>
        </w:rPr>
        <w:t>ولى در اين سوره از رسالت بر اصحاب ايكه ياد شده است</w:t>
      </w:r>
      <w:r w:rsidR="009C7B0C">
        <w:rPr>
          <w:rtl/>
        </w:rPr>
        <w:t xml:space="preserve">. </w:t>
      </w:r>
    </w:p>
    <w:p w:rsidR="007F2F6B" w:rsidRPr="002C79C2" w:rsidRDefault="003D3A85" w:rsidP="002C79C2">
      <w:pPr>
        <w:pStyle w:val="Heading2"/>
        <w:rPr>
          <w:rtl/>
        </w:rPr>
      </w:pPr>
      <w:bookmarkStart w:id="285" w:name="_Toc365974082"/>
      <w:r w:rsidRPr="002C79C2">
        <w:rPr>
          <w:rtl/>
        </w:rPr>
        <w:t>پيام ها</w:t>
      </w:r>
      <w:r w:rsidR="009C7B0C">
        <w:rPr>
          <w:rtl/>
        </w:rPr>
        <w:t>:</w:t>
      </w:r>
      <w:bookmarkEnd w:id="285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خواسته وتقاضاى سنگدلان نيز خشن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اِسقط علينا كِسَفا من السماء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با مقاومت رهبران حقّ</w:t>
      </w:r>
      <w:r w:rsidR="009C7B0C">
        <w:rPr>
          <w:rtl/>
        </w:rPr>
        <w:t xml:space="preserve">، </w:t>
      </w:r>
      <w:r>
        <w:rPr>
          <w:rtl/>
        </w:rPr>
        <w:t>مخالفان از شعارهاى تند خود عقب نشينى مى كنند</w:t>
      </w:r>
      <w:r w:rsidR="009C7B0C">
        <w:rPr>
          <w:rtl/>
        </w:rPr>
        <w:t xml:space="preserve">. </w:t>
      </w:r>
      <w:r>
        <w:rPr>
          <w:rtl/>
        </w:rPr>
        <w:t>قوم شعيب اوّل او را سحر شده و دروغگو خواندند</w:t>
      </w:r>
      <w:r w:rsidR="009C7B0C">
        <w:rPr>
          <w:rtl/>
        </w:rPr>
        <w:t xml:space="preserve">، </w:t>
      </w:r>
      <w:r>
        <w:rPr>
          <w:rtl/>
        </w:rPr>
        <w:t>سپس گفتند: اگر از راستگويانى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انّما انت من المسحّرين</w:t>
      </w:r>
      <w:r>
        <w:rPr>
          <w:rtl/>
        </w:rPr>
        <w:t xml:space="preserve"> به </w:t>
      </w:r>
      <w:r w:rsidR="003D3A85" w:rsidRPr="00833A8D">
        <w:rPr>
          <w:rStyle w:val="libAieChar"/>
          <w:rtl/>
        </w:rPr>
        <w:t>ان كنت من الصادقين</w:t>
      </w:r>
      <w:r>
        <w:rPr>
          <w:rtl/>
        </w:rPr>
        <w:t xml:space="preserve"> تبديل مى شود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در شيوه ى تبليغ وارشاد</w:t>
      </w:r>
      <w:r w:rsidR="009C7B0C">
        <w:rPr>
          <w:rtl/>
        </w:rPr>
        <w:t xml:space="preserve">، </w:t>
      </w:r>
      <w:r>
        <w:rPr>
          <w:rtl/>
        </w:rPr>
        <w:t>لازم نيست بر طبق تمايلات و خواسته هاى مخالفان عمل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ربّى اعلم</w:t>
      </w:r>
      <w:r w:rsidR="009C7B0C">
        <w:rPr>
          <w:rStyle w:val="libAieChar"/>
          <w:rtl/>
        </w:rPr>
        <w:t xml:space="preserve">... </w:t>
      </w:r>
      <w:r>
        <w:rPr>
          <w:rtl/>
        </w:rPr>
        <w:t>(آنان سقوط قطعاتى از آسمان را درخواست مى كردند</w:t>
      </w:r>
      <w:r w:rsidR="009C7B0C">
        <w:rPr>
          <w:rtl/>
        </w:rPr>
        <w:t xml:space="preserve">، </w:t>
      </w:r>
      <w:r>
        <w:rPr>
          <w:rtl/>
        </w:rPr>
        <w:t>امّا پيامبر پاسخ مى دهد: خداوند آگاه تر است)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ياد خدا وتوكّل بر او</w:t>
      </w:r>
      <w:r w:rsidR="009C7B0C">
        <w:rPr>
          <w:rtl/>
        </w:rPr>
        <w:t xml:space="preserve">، </w:t>
      </w:r>
      <w:r>
        <w:rPr>
          <w:rtl/>
        </w:rPr>
        <w:t>بهترين پشتوانه در برابر خرافات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قال ربّى اعلم</w:t>
      </w:r>
      <w:r w:rsidR="009C7B0C">
        <w:rPr>
          <w:rStyle w:val="libAieChar"/>
          <w:rtl/>
        </w:rPr>
        <w:t xml:space="preserve">...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سرنوشت ما به دست خود ماست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فكذّبوه فاءخذهم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خداوند</w:t>
      </w:r>
      <w:r w:rsidR="009C7B0C">
        <w:rPr>
          <w:rtl/>
        </w:rPr>
        <w:t xml:space="preserve">، </w:t>
      </w:r>
      <w:r>
        <w:rPr>
          <w:rtl/>
        </w:rPr>
        <w:t>انبيا را حمايت و مخالفانشان را نابود 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فكذّبوه فاءخذهم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حبّ دنيا و رسيدن به مال</w:t>
      </w:r>
      <w:r w:rsidR="009C7B0C">
        <w:rPr>
          <w:rtl/>
        </w:rPr>
        <w:t xml:space="preserve">، </w:t>
      </w:r>
      <w:r>
        <w:rPr>
          <w:rtl/>
        </w:rPr>
        <w:t>انسان را به سركشى در برابر انبيا وادار 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لاتبخسوا النّاس اشيائهم فكذّبوه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هدف قرآن از نقل تاريخ</w:t>
      </w:r>
      <w:r w:rsidR="009C7B0C">
        <w:rPr>
          <w:rtl/>
        </w:rPr>
        <w:t xml:space="preserve">، </w:t>
      </w:r>
      <w:r w:rsidR="007F2F6B">
        <w:rPr>
          <w:rtl/>
        </w:rPr>
        <w:t>عبرت آموزى است</w:t>
      </w:r>
      <w:r w:rsidR="009C7B0C">
        <w:rPr>
          <w:rtl/>
        </w:rPr>
        <w:t xml:space="preserve">، </w:t>
      </w:r>
      <w:r w:rsidR="007F2F6B">
        <w:rPr>
          <w:rtl/>
        </w:rPr>
        <w:t>نه داستان سرايى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لايةً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اكثر مردم در خط حقّ قرار نمى گيرند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ما كان اكثرهم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مربّى بايد همراه با قدرت</w:t>
      </w:r>
      <w:r w:rsidR="009C7B0C">
        <w:rPr>
          <w:rtl/>
        </w:rPr>
        <w:t xml:space="preserve">، </w:t>
      </w:r>
      <w:r>
        <w:rPr>
          <w:rtl/>
        </w:rPr>
        <w:t>عطوفت نيز داشته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لهو العزيز الرّحيم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همان خداوندى كه شعيب را حمايت و مخالفان او را هلاك كرد</w:t>
      </w:r>
      <w:r w:rsidR="009C7B0C">
        <w:rPr>
          <w:rtl/>
        </w:rPr>
        <w:t xml:space="preserve">، </w:t>
      </w:r>
      <w:r>
        <w:rPr>
          <w:rtl/>
        </w:rPr>
        <w:t>پروردگار تو نيز هست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ربّك لهو العزيز الرّحيم</w:t>
      </w:r>
      <w:r>
        <w:rPr>
          <w:rtl/>
        </w:rPr>
        <w:t xml:space="preserve"> (بيان تاريخ امثال حضرت </w:t>
      </w:r>
      <w:r>
        <w:rPr>
          <w:rtl/>
        </w:rPr>
        <w:lastRenderedPageBreak/>
        <w:t>شعيب</w:t>
      </w:r>
      <w:r w:rsidR="009C7B0C">
        <w:rPr>
          <w:rtl/>
        </w:rPr>
        <w:t xml:space="preserve">، </w:t>
      </w:r>
      <w:r>
        <w:rPr>
          <w:rtl/>
        </w:rPr>
        <w:t>هم مايه ى دلدارى و تسلّى پيامبر است و هم تهديدى براى كفّار و دشمنان)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هلاكت مخالفان انبيا</w:t>
      </w:r>
      <w:r w:rsidR="009C7B0C">
        <w:rPr>
          <w:rtl/>
        </w:rPr>
        <w:t xml:space="preserve">، </w:t>
      </w:r>
      <w:r>
        <w:rPr>
          <w:rtl/>
        </w:rPr>
        <w:t>نمودى از عزّت و قدرت الهى است</w:t>
      </w:r>
      <w:r w:rsidR="009C7B0C">
        <w:rPr>
          <w:rtl/>
        </w:rPr>
        <w:t xml:space="preserve">، </w:t>
      </w:r>
      <w:r>
        <w:rPr>
          <w:rtl/>
        </w:rPr>
        <w:t>همان گونه كه مهلتى كه به آنان داده مى شود نمودى از رحمت اوست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العزيز الرّحيم</w:t>
      </w:r>
    </w:p>
    <w:p w:rsidR="007F2F6B" w:rsidRDefault="00573D7D" w:rsidP="00573D7D">
      <w:pPr>
        <w:pStyle w:val="Heading1"/>
        <w:rPr>
          <w:rtl/>
        </w:rPr>
      </w:pPr>
      <w:bookmarkStart w:id="286" w:name="_Toc365974083"/>
      <w:r>
        <w:rPr>
          <w:rtl/>
        </w:rPr>
        <w:t>192 - وَإِنَّهُ لَتَنزِيلُ رَبِّ الْعَلَمِينَ</w:t>
      </w:r>
      <w:bookmarkEnd w:id="286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87" w:name="_Toc365974084"/>
      <w:r w:rsidR="00573D7D">
        <w:rPr>
          <w:rtl/>
        </w:rPr>
        <w:t>193 - نَزَلَ بِهِ الرُّوحُ الاَْمِينُ</w:t>
      </w:r>
      <w:bookmarkEnd w:id="287"/>
      <w:r w:rsidR="00573D7D">
        <w:rPr>
          <w:rtl/>
        </w:rPr>
        <w:t xml:space="preserve">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194 - عَلَى قَلْبِكَ لِتَكُونَ مِنَ الْمُنذِرِينَ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والبتّه اين (قرآن) فرستاده پروردگار جهانيان است</w:t>
      </w:r>
      <w:r w:rsidR="009C7B0C">
        <w:rPr>
          <w:rtl/>
        </w:rPr>
        <w:t xml:space="preserve">. </w:t>
      </w:r>
      <w:r>
        <w:rPr>
          <w:rtl/>
        </w:rPr>
        <w:t>(كه جبرئيل) فرشته ى امين الهى آن را فرو آورده است بر دل تو</w:t>
      </w:r>
      <w:r w:rsidR="009C7B0C">
        <w:rPr>
          <w:rtl/>
        </w:rPr>
        <w:t xml:space="preserve">، </w:t>
      </w:r>
      <w:r>
        <w:rPr>
          <w:rtl/>
        </w:rPr>
        <w:t>تا از هشداردهندگان باشى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88" w:name="_Toc365974085"/>
      <w:r>
        <w:rPr>
          <w:rtl/>
        </w:rPr>
        <w:t>19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بِلِسَانٍ عَرَبِي مُّبِينٍ</w:t>
      </w:r>
      <w:bookmarkEnd w:id="288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89" w:name="_Toc365974086"/>
      <w:r w:rsidR="00573D7D">
        <w:rPr>
          <w:rtl/>
        </w:rPr>
        <w:t>196 - وَإِنَّهُ لَفِى زُبُرِ الاَْوَّلِينَ</w:t>
      </w:r>
      <w:bookmarkEnd w:id="28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(اين قرآن) به زبان عربى روشن (نازل شده) و همانا (خبر) آن در كتاب هاى (آسمانى) پيشين آمده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90" w:name="_Toc365974087"/>
      <w:r>
        <w:rPr>
          <w:rtl/>
        </w:rPr>
        <w:t>نكته ها</w:t>
      </w:r>
      <w:r w:rsidR="009C7B0C">
        <w:rPr>
          <w:rtl/>
        </w:rPr>
        <w:t>:</w:t>
      </w:r>
      <w:bookmarkEnd w:id="290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زُبُر</w:t>
      </w:r>
      <w:r w:rsidR="007F2F6B">
        <w:rPr>
          <w:rtl/>
        </w:rPr>
        <w:t xml:space="preserve"> از واژه ى </w:t>
      </w:r>
      <w:r w:rsidR="003D3A85" w:rsidRPr="00833A8D">
        <w:rPr>
          <w:rStyle w:val="libAieChar"/>
          <w:rtl/>
        </w:rPr>
        <w:t>زَبر</w:t>
      </w:r>
      <w:r w:rsidR="007F2F6B">
        <w:rPr>
          <w:rtl/>
        </w:rPr>
        <w:t xml:space="preserve"> به معناى نوشتن و جمع </w:t>
      </w:r>
      <w:r w:rsidR="003D3A85" w:rsidRPr="00833A8D">
        <w:rPr>
          <w:rStyle w:val="libAieChar"/>
          <w:rtl/>
        </w:rPr>
        <w:t>زبور</w:t>
      </w:r>
      <w:r w:rsidR="007F2F6B">
        <w:rPr>
          <w:rtl/>
        </w:rPr>
        <w:t xml:space="preserve"> به معناى كتاب است</w:t>
      </w:r>
      <w:r w:rsidR="009C7B0C">
        <w:rPr>
          <w:rtl/>
        </w:rPr>
        <w:t xml:space="preserve">. </w:t>
      </w:r>
    </w:p>
    <w:p w:rsidR="003D3A85" w:rsidRPr="003D3A85" w:rsidRDefault="003D3A85" w:rsidP="00DD7F59">
      <w:pPr>
        <w:pStyle w:val="libNormal"/>
        <w:rPr>
          <w:rtl/>
        </w:rPr>
      </w:pPr>
      <w:r w:rsidRPr="003D3A85">
        <w:rPr>
          <w:rtl/>
        </w:rPr>
        <w:t xml:space="preserve"> قرآن را ساده ننگريم</w:t>
      </w:r>
      <w:r w:rsidR="009C7B0C">
        <w:rPr>
          <w:rtl/>
        </w:rPr>
        <w:t xml:space="preserve">، </w:t>
      </w:r>
      <w:r w:rsidRPr="003D3A85">
        <w:rPr>
          <w:rtl/>
        </w:rPr>
        <w:t>زيرا:</w:t>
      </w:r>
    </w:p>
    <w:p w:rsidR="007F2F6B" w:rsidRDefault="003D3A85" w:rsidP="00833A8D">
      <w:pPr>
        <w:pStyle w:val="libAie"/>
        <w:rPr>
          <w:rtl/>
        </w:rPr>
      </w:pPr>
      <w:r w:rsidRPr="00DD7F59">
        <w:rPr>
          <w:rStyle w:val="libNormalChar"/>
          <w:rtl/>
        </w:rPr>
        <w:t>الف</w:t>
      </w:r>
      <w:r w:rsidR="009C7B0C">
        <w:rPr>
          <w:rStyle w:val="libNormalChar"/>
          <w:rtl/>
        </w:rPr>
        <w:t>:</w:t>
      </w:r>
      <w:r w:rsidRPr="00DD7F59">
        <w:rPr>
          <w:rStyle w:val="libNormalChar"/>
          <w:rtl/>
        </w:rPr>
        <w:t xml:space="preserve"> سرچشمه ى آن</w:t>
      </w:r>
      <w:r w:rsidR="009C7B0C">
        <w:rPr>
          <w:rtl/>
        </w:rPr>
        <w:t xml:space="preserve">، </w:t>
      </w:r>
      <w:r w:rsidRPr="003D3A85">
        <w:rPr>
          <w:rtl/>
        </w:rPr>
        <w:t>ربّ العالمين</w:t>
      </w:r>
      <w:r w:rsidR="00833A8D">
        <w:rPr>
          <w:rtl/>
        </w:rPr>
        <w:t xml:space="preserve"> </w:t>
      </w:r>
      <w:r w:rsidR="007F2F6B">
        <w:rPr>
          <w:rtl/>
        </w:rPr>
        <w:t>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</w:t>
      </w:r>
      <w:r w:rsidR="009C7B0C">
        <w:rPr>
          <w:rtl/>
        </w:rPr>
        <w:t>:</w:t>
      </w:r>
      <w:r>
        <w:rPr>
          <w:rtl/>
        </w:rPr>
        <w:t xml:space="preserve"> واسطه ى آن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روح الامين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ج</w:t>
      </w:r>
      <w:r w:rsidR="009C7B0C">
        <w:rPr>
          <w:rtl/>
        </w:rPr>
        <w:t>:</w:t>
      </w:r>
      <w:r>
        <w:rPr>
          <w:rtl/>
        </w:rPr>
        <w:t xml:space="preserve"> ظرف آن</w:t>
      </w:r>
      <w:r w:rsidR="009C7B0C">
        <w:rPr>
          <w:rtl/>
        </w:rPr>
        <w:t xml:space="preserve">، </w:t>
      </w:r>
      <w:r>
        <w:rPr>
          <w:rtl/>
        </w:rPr>
        <w:t xml:space="preserve">قلب پاك پيامبر </w:t>
      </w:r>
      <w:r w:rsidR="00316C3A" w:rsidRPr="00316C3A">
        <w:rPr>
          <w:rStyle w:val="libAlaemChar"/>
          <w:rtl/>
        </w:rPr>
        <w:t>صلى‌الله‌عليه‌وآله</w:t>
      </w: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قلبك</w:t>
      </w:r>
      <w:r w:rsidR="00833A8D">
        <w:rPr>
          <w:rStyle w:val="libAieChar"/>
          <w:rtl/>
        </w:rPr>
        <w:t xml:space="preserve"> </w:t>
      </w:r>
      <w:r>
        <w:rPr>
          <w:rtl/>
        </w:rPr>
        <w:t>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د: هدف آن</w:t>
      </w:r>
      <w:r w:rsidR="009C7B0C">
        <w:rPr>
          <w:rtl/>
        </w:rPr>
        <w:t xml:space="preserve">، </w:t>
      </w:r>
      <w:r>
        <w:rPr>
          <w:rtl/>
        </w:rPr>
        <w:t xml:space="preserve">بيدارى مردم </w:t>
      </w:r>
      <w:r w:rsidR="003D3A85" w:rsidRPr="00833A8D">
        <w:rPr>
          <w:rStyle w:val="libAieChar"/>
          <w:rtl/>
        </w:rPr>
        <w:t>المنذرين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ه‍: زبان آن</w:t>
      </w:r>
      <w:r w:rsidR="009C7B0C">
        <w:rPr>
          <w:rtl/>
        </w:rPr>
        <w:t xml:space="preserve">، </w:t>
      </w:r>
      <w:r>
        <w:rPr>
          <w:rtl/>
        </w:rPr>
        <w:t xml:space="preserve">فصيح و بليغ </w:t>
      </w:r>
      <w:r w:rsidR="003D3A85" w:rsidRPr="00833A8D">
        <w:rPr>
          <w:rStyle w:val="libAieChar"/>
          <w:rtl/>
        </w:rPr>
        <w:t>عربىّ مبين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و: بشارت آن</w:t>
      </w:r>
      <w:r w:rsidR="009C7B0C">
        <w:rPr>
          <w:rtl/>
        </w:rPr>
        <w:t xml:space="preserve">، </w:t>
      </w:r>
      <w:r>
        <w:rPr>
          <w:rtl/>
        </w:rPr>
        <w:t>در كتاب هاى پيشينيان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زُبُر الاوّلين</w:t>
      </w:r>
      <w:r w:rsidR="00833A8D">
        <w:rPr>
          <w:rStyle w:val="libAieChar"/>
          <w:rtl/>
        </w:rPr>
        <w:t xml:space="preserve"> </w:t>
      </w:r>
      <w:r>
        <w:rPr>
          <w:rtl/>
        </w:rPr>
        <w:t>است</w:t>
      </w:r>
      <w:r w:rsidR="009C7B0C">
        <w:rPr>
          <w:rtl/>
        </w:rPr>
        <w:t xml:space="preserve">. </w:t>
      </w:r>
    </w:p>
    <w:p w:rsidR="003D3A85" w:rsidRPr="003D3A85" w:rsidRDefault="003D3A85" w:rsidP="00833A8D">
      <w:pPr>
        <w:pStyle w:val="libAie"/>
        <w:rPr>
          <w:rtl/>
        </w:rPr>
      </w:pPr>
      <w:r w:rsidRPr="00DD7F59">
        <w:rPr>
          <w:rStyle w:val="libNormalChar"/>
          <w:rtl/>
        </w:rPr>
        <w:t xml:space="preserve"> حضرت اسماعيل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هود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 xml:space="preserve">صالح و شعيب </w:t>
      </w:r>
      <w:r w:rsidR="00BC6E3A" w:rsidRPr="00BC6E3A">
        <w:rPr>
          <w:rStyle w:val="libAlaemChar"/>
          <w:rtl/>
        </w:rPr>
        <w:t>عليهم‌السلام</w:t>
      </w:r>
      <w:r w:rsidR="009C7B0C">
        <w:rPr>
          <w:rStyle w:val="libNormalChar"/>
          <w:rtl/>
        </w:rPr>
        <w:t xml:space="preserve">، </w:t>
      </w:r>
      <w:r w:rsidRPr="00DD7F59">
        <w:rPr>
          <w:rStyle w:val="libNormalChar"/>
          <w:rtl/>
        </w:rPr>
        <w:t>به زبان عربى سخن مى گفته اند</w:t>
      </w:r>
      <w:r w:rsidR="009C7B0C">
        <w:rPr>
          <w:rStyle w:val="libNormalChar"/>
          <w:rtl/>
        </w:rPr>
        <w:t xml:space="preserve">. </w:t>
      </w:r>
      <w:r w:rsidRPr="00833A8D">
        <w:rPr>
          <w:rStyle w:val="libFootnotenumChar"/>
          <w:rtl/>
        </w:rPr>
        <w:t>(56)</w:t>
      </w:r>
    </w:p>
    <w:p w:rsidR="007F2F6B" w:rsidRDefault="003D3A85" w:rsidP="00DD7F59">
      <w:pPr>
        <w:pStyle w:val="libNormal"/>
        <w:rPr>
          <w:rtl/>
        </w:rPr>
      </w:pPr>
      <w:r w:rsidRPr="003D3A85">
        <w:rPr>
          <w:rtl/>
        </w:rPr>
        <w:t xml:space="preserve"> فرشته ى وحى داراى چند نام است</w:t>
      </w:r>
      <w:r w:rsidR="009C7B0C">
        <w:rPr>
          <w:rtl/>
        </w:rPr>
        <w:t>:</w:t>
      </w:r>
      <w:r w:rsidRPr="003D3A85">
        <w:rPr>
          <w:rtl/>
        </w:rPr>
        <w:t xml:space="preserve"> روح الامين</w:t>
      </w:r>
      <w:r w:rsidR="009C7B0C">
        <w:rPr>
          <w:rtl/>
        </w:rPr>
        <w:t xml:space="preserve">، </w:t>
      </w:r>
      <w:r w:rsidRPr="003D3A85">
        <w:rPr>
          <w:rtl/>
        </w:rPr>
        <w:t>روح القدس</w:t>
      </w:r>
      <w:r w:rsidR="009C7B0C">
        <w:rPr>
          <w:rtl/>
        </w:rPr>
        <w:t xml:space="preserve">، </w:t>
      </w:r>
      <w:r w:rsidRPr="003D3A85">
        <w:rPr>
          <w:rtl/>
        </w:rPr>
        <w:t>شديدالقوى</w:t>
      </w:r>
      <w:r w:rsidR="009C7B0C">
        <w:rPr>
          <w:rtl/>
        </w:rPr>
        <w:t xml:space="preserve">، </w:t>
      </w:r>
      <w:r w:rsidRPr="003D3A85">
        <w:rPr>
          <w:rtl/>
        </w:rPr>
        <w:t>رسولٌكريم و جبرئيل</w:t>
      </w:r>
      <w:r w:rsidR="009C7B0C">
        <w:rPr>
          <w:rtl/>
        </w:rPr>
        <w:t xml:space="preserve">. </w:t>
      </w:r>
      <w:r w:rsidRPr="003D3A85">
        <w:rPr>
          <w:rtl/>
        </w:rPr>
        <w:t>دليل اين كه به جبرئيل روح</w:t>
      </w:r>
      <w:r w:rsidR="00833A8D">
        <w:rPr>
          <w:rtl/>
        </w:rPr>
        <w:t xml:space="preserve"> </w:t>
      </w:r>
      <w:r w:rsidR="007F2F6B">
        <w:rPr>
          <w:rtl/>
        </w:rPr>
        <w:t>گفته شده</w:t>
      </w:r>
      <w:r w:rsidR="009C7B0C">
        <w:rPr>
          <w:rtl/>
        </w:rPr>
        <w:t xml:space="preserve">، </w:t>
      </w:r>
      <w:r w:rsidR="007F2F6B">
        <w:rPr>
          <w:rtl/>
        </w:rPr>
        <w:t>يا به خاطر آن است كه دين و روح مردم به واسطه ى او زنده شده</w:t>
      </w:r>
      <w:r w:rsidR="009C7B0C">
        <w:rPr>
          <w:rtl/>
        </w:rPr>
        <w:t xml:space="preserve">، </w:t>
      </w:r>
      <w:r w:rsidR="007F2F6B">
        <w:rPr>
          <w:rtl/>
        </w:rPr>
        <w:t>يا خودش موجودى روحانى است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91" w:name="_Toc365974088"/>
      <w:r>
        <w:rPr>
          <w:rtl/>
        </w:rPr>
        <w:t>پيام ها</w:t>
      </w:r>
      <w:r w:rsidR="009C7B0C">
        <w:rPr>
          <w:rtl/>
        </w:rPr>
        <w:t>:</w:t>
      </w:r>
      <w:bookmarkEnd w:id="291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قرآن وحى الهى است</w:t>
      </w:r>
      <w:r w:rsidR="009C7B0C">
        <w:rPr>
          <w:rtl/>
        </w:rPr>
        <w:t xml:space="preserve">، </w:t>
      </w:r>
      <w:r>
        <w:rPr>
          <w:rtl/>
        </w:rPr>
        <w:t>نه شنيده ها وبافته هاى پيامبر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اِنّه لتنزيل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قرآن از دنياى غيب به دنياى شهود نازل شده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لتنزيل ربّ 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كسى كه وحى مى فرستد</w:t>
      </w:r>
      <w:r w:rsidR="009C7B0C">
        <w:rPr>
          <w:rtl/>
        </w:rPr>
        <w:t xml:space="preserve">، </w:t>
      </w:r>
      <w:r>
        <w:rPr>
          <w:rtl/>
        </w:rPr>
        <w:t>همانى است كه تمام هستى را اداره و تربيت مى كند</w:t>
      </w:r>
      <w:r w:rsidR="009C7B0C">
        <w:rPr>
          <w:rtl/>
        </w:rPr>
        <w:t xml:space="preserve">. </w:t>
      </w:r>
      <w:r>
        <w:rPr>
          <w:rtl/>
        </w:rPr>
        <w:t>(قوانين آسمانى با نظام آفرينش هماهنگ است)</w:t>
      </w:r>
      <w:r w:rsidR="003D3A85" w:rsidRPr="00833A8D">
        <w:rPr>
          <w:rStyle w:val="libAieChar"/>
          <w:rtl/>
        </w:rPr>
        <w:t xml:space="preserve"> لتنزيل ربّ العالمين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نزول وحى</w:t>
      </w:r>
      <w:r w:rsidR="009C7B0C">
        <w:rPr>
          <w:rtl/>
        </w:rPr>
        <w:t xml:space="preserve">، </w:t>
      </w:r>
      <w:r>
        <w:rPr>
          <w:rtl/>
        </w:rPr>
        <w:t>وسيله ى رشد واز شئون ربوبيّت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لتنزيل ربّ العالمين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سنّت الهى به استخدام واسطه هاست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نَزَل به الرّوح الامين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وحى الهى بدون كم و كاست نازل شده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نَزَل به الرّوح الامين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قلب</w:t>
      </w:r>
      <w:r w:rsidR="009C7B0C">
        <w:rPr>
          <w:rtl/>
        </w:rPr>
        <w:t xml:space="preserve">، </w:t>
      </w:r>
      <w:r>
        <w:rPr>
          <w:rtl/>
        </w:rPr>
        <w:t>مركز دريافت حقايق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على قلبك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تا از عمق جان چيزى را باور نداشته باشيم</w:t>
      </w:r>
      <w:r w:rsidR="009C7B0C">
        <w:rPr>
          <w:rtl/>
        </w:rPr>
        <w:t xml:space="preserve">، </w:t>
      </w:r>
      <w:r w:rsidR="007F2F6B">
        <w:rPr>
          <w:rtl/>
        </w:rPr>
        <w:t>نمى توانيم هشدار جدّى بدهيم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على قلبك لتكون من المنذرين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سنّت خداوند</w:t>
      </w:r>
      <w:r w:rsidR="009C7B0C">
        <w:rPr>
          <w:rtl/>
        </w:rPr>
        <w:t xml:space="preserve">، </w:t>
      </w:r>
      <w:r>
        <w:rPr>
          <w:rtl/>
        </w:rPr>
        <w:t>فرستادن پيامبران براى انذار و هشدار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المنذرين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10- درمان غافل</w:t>
      </w:r>
      <w:r w:rsidR="009C7B0C">
        <w:rPr>
          <w:rtl/>
        </w:rPr>
        <w:t xml:space="preserve">، </w:t>
      </w:r>
      <w:r>
        <w:rPr>
          <w:rtl/>
        </w:rPr>
        <w:t>با انذار وهشدار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المنذرين</w:t>
      </w:r>
      <w:r>
        <w:rPr>
          <w:rtl/>
        </w:rPr>
        <w:t xml:space="preserve"> در قرآن</w:t>
      </w:r>
      <w:r w:rsidR="009C7B0C">
        <w:rPr>
          <w:rtl/>
        </w:rPr>
        <w:t xml:space="preserve">، </w:t>
      </w:r>
      <w:r>
        <w:rPr>
          <w:rtl/>
        </w:rPr>
        <w:t>انذار بيشتر از بشارت آمده است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تبليغ بايد روشن و با زبان مردم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عربىّ مبين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بشارتِ قرآن</w:t>
      </w:r>
      <w:r w:rsidR="009C7B0C">
        <w:rPr>
          <w:rtl/>
        </w:rPr>
        <w:t xml:space="preserve">، </w:t>
      </w:r>
      <w:r>
        <w:rPr>
          <w:rtl/>
        </w:rPr>
        <w:t>در كتب آسمانى پيشين آمده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زُبرالاوّلين</w:t>
      </w:r>
      <w:r>
        <w:rPr>
          <w:rtl/>
        </w:rPr>
        <w:t xml:space="preserve"> چنانكه بشارت آمدن پيامبر اسلام در تورات وانجيل بوده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يجدونه مكتوبا فى التوراة والانجيل</w:t>
      </w:r>
      <w:r>
        <w:t xml:space="preserve"> </w:t>
      </w:r>
      <w:r w:rsidR="00573D7D" w:rsidRPr="00573D7D">
        <w:rPr>
          <w:rStyle w:val="libFootnotenumChar"/>
        </w:rPr>
        <w:t>(57)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در برنامه ريزى و مديريّت</w:t>
      </w:r>
      <w:r w:rsidR="009C7B0C">
        <w:rPr>
          <w:rtl/>
        </w:rPr>
        <w:t xml:space="preserve">، </w:t>
      </w:r>
      <w:r>
        <w:rPr>
          <w:rtl/>
        </w:rPr>
        <w:t>زمينه را براى رشد و هدايت و فعاليّت آيندگان فراهم سازيد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زُبرالاوّلين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14- مضمون و محتواى قرآن</w:t>
      </w:r>
      <w:r w:rsidR="009C7B0C">
        <w:rPr>
          <w:rtl/>
        </w:rPr>
        <w:t xml:space="preserve">، </w:t>
      </w:r>
      <w:r>
        <w:rPr>
          <w:rtl/>
        </w:rPr>
        <w:t>در كتاب هاى آسمانى پيشين بوده</w:t>
      </w:r>
      <w:r w:rsidR="009C7B0C">
        <w:rPr>
          <w:rtl/>
        </w:rPr>
        <w:t xml:space="preserve">، </w:t>
      </w:r>
      <w:r>
        <w:rPr>
          <w:rtl/>
        </w:rPr>
        <w:t xml:space="preserve">ولى الفاظ آن بر قلب مبارك رسول خدا </w:t>
      </w:r>
      <w:r w:rsidR="00316C3A" w:rsidRPr="00316C3A">
        <w:rPr>
          <w:rStyle w:val="libAlaemChar"/>
          <w:rtl/>
        </w:rPr>
        <w:t>صلى‌الله‌عليه‌وآله</w:t>
      </w:r>
      <w:r>
        <w:rPr>
          <w:rtl/>
        </w:rPr>
        <w:t xml:space="preserve"> نازل شده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زُبرالاوّلين</w:t>
      </w:r>
    </w:p>
    <w:p w:rsidR="00D64FE0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7F2F6B" w:rsidRDefault="00573D7D" w:rsidP="00573D7D">
      <w:pPr>
        <w:pStyle w:val="Heading1"/>
        <w:rPr>
          <w:rtl/>
        </w:rPr>
      </w:pPr>
      <w:bookmarkStart w:id="292" w:name="_Toc365974089"/>
      <w:r>
        <w:rPr>
          <w:rtl/>
        </w:rPr>
        <w:lastRenderedPageBreak/>
        <w:t>197 - اءَوَلَمْ يَكُن لَّهُمْ ءَايَةً اءَن يَعْلَمَهُ عُلَمَؤُاْ بَنِى إِسْرَءِيلَ</w:t>
      </w:r>
      <w:bookmarkEnd w:id="292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آيااين كه علماى بنى اسرائيل از آن (قرآن) اطلاع دارند</w:t>
      </w:r>
      <w:r w:rsidR="009C7B0C">
        <w:rPr>
          <w:rtl/>
        </w:rPr>
        <w:t xml:space="preserve">، </w:t>
      </w:r>
      <w:r>
        <w:rPr>
          <w:rtl/>
        </w:rPr>
        <w:t>براى آنان (مشركان عرب) نشانه اى (بر صحّت آن) نيست</w:t>
      </w:r>
      <w:r w:rsidR="009C7B0C">
        <w:rPr>
          <w:rtl/>
        </w:rPr>
        <w:t>؟</w:t>
      </w:r>
    </w:p>
    <w:p w:rsidR="007F2F6B" w:rsidRDefault="00573D7D" w:rsidP="00573D7D">
      <w:pPr>
        <w:pStyle w:val="Heading1"/>
        <w:rPr>
          <w:rtl/>
        </w:rPr>
      </w:pPr>
      <w:bookmarkStart w:id="293" w:name="_Toc365974090"/>
      <w:r>
        <w:rPr>
          <w:rtl/>
        </w:rPr>
        <w:t>19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وَلَوْ نَزَّلْنَهُ عَلَى بَعْضِ الاَْعْجَمِينَ</w:t>
      </w:r>
      <w:bookmarkEnd w:id="29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(بر فرض) اگر ما قرآن را بر بعضى غير عرب ها نازل مى كرديم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294" w:name="_Toc365974091"/>
      <w:r>
        <w:rPr>
          <w:rtl/>
        </w:rPr>
        <w:t>199 - فَقَرَاءَهُ عَلَيْهِم مَّا كَانُواْبِهِ مُؤْمِنِينَ</w:t>
      </w:r>
      <w:bookmarkEnd w:id="29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او آن را برايشان مى خواند</w:t>
      </w:r>
      <w:r w:rsidR="009C7B0C">
        <w:rPr>
          <w:rtl/>
        </w:rPr>
        <w:t xml:space="preserve">، </w:t>
      </w:r>
      <w:r>
        <w:rPr>
          <w:rtl/>
        </w:rPr>
        <w:t>عرب ها به آن ايمان نمى آوردند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295" w:name="_Toc365974092"/>
      <w:r>
        <w:rPr>
          <w:rtl/>
        </w:rPr>
        <w:t>نكته ها</w:t>
      </w:r>
      <w:r w:rsidR="009C7B0C">
        <w:rPr>
          <w:rtl/>
        </w:rPr>
        <w:t>:</w:t>
      </w:r>
      <w:bookmarkEnd w:id="295"/>
    </w:p>
    <w:p w:rsidR="003D3A85" w:rsidRPr="00833A8D" w:rsidRDefault="00833A8D" w:rsidP="007F2F6B">
      <w:pPr>
        <w:pStyle w:val="libNormal"/>
        <w:rPr>
          <w:rStyle w:val="libAieChar"/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 xml:space="preserve">امام صادق </w:t>
      </w:r>
      <w:r w:rsidR="00BA599A" w:rsidRPr="00BA599A">
        <w:rPr>
          <w:rStyle w:val="libAlaemChar"/>
          <w:rtl/>
        </w:rPr>
        <w:t>عليه‌السلام</w:t>
      </w:r>
      <w:r w:rsidR="003D3A85" w:rsidRPr="00DD7F59">
        <w:rPr>
          <w:rtl/>
        </w:rPr>
        <w:t xml:space="preserve"> فرمودند: ارزش و فضيلت غير عرب اين است كه آنان به سوى قرآنى كه به زبان عربى است گرايش پيدا كردند</w:t>
      </w:r>
      <w:r w:rsidR="009C7B0C">
        <w:rPr>
          <w:rtl/>
        </w:rPr>
        <w:t xml:space="preserve">، </w:t>
      </w:r>
      <w:r w:rsidR="003D3A85" w:rsidRPr="00DD7F59">
        <w:rPr>
          <w:rtl/>
        </w:rPr>
        <w:t>ولى اگر قرآن به زبان غير عربى بود</w:t>
      </w:r>
      <w:r w:rsidR="009C7B0C">
        <w:rPr>
          <w:rtl/>
        </w:rPr>
        <w:t xml:space="preserve">، </w:t>
      </w:r>
      <w:r w:rsidR="003D3A85" w:rsidRPr="00DD7F59">
        <w:rPr>
          <w:rtl/>
        </w:rPr>
        <w:t>بعضى عرب ها ايمان نمى آوردند</w:t>
      </w:r>
      <w:r w:rsidR="009C7B0C">
        <w:rPr>
          <w:rtl/>
        </w:rPr>
        <w:t xml:space="preserve">. </w:t>
      </w:r>
      <w:r w:rsidR="003D3A85" w:rsidRPr="00833A8D">
        <w:rPr>
          <w:rStyle w:val="libFootnotenumChar"/>
          <w:rtl/>
        </w:rPr>
        <w:t>(58)</w:t>
      </w:r>
    </w:p>
    <w:p w:rsidR="007F2F6B" w:rsidRPr="002C79C2" w:rsidRDefault="003D3A85" w:rsidP="002C79C2">
      <w:pPr>
        <w:pStyle w:val="Heading2"/>
        <w:rPr>
          <w:rtl/>
        </w:rPr>
      </w:pPr>
      <w:bookmarkStart w:id="296" w:name="_Toc365974093"/>
      <w:r w:rsidRPr="002C79C2">
        <w:rPr>
          <w:rtl/>
        </w:rPr>
        <w:t>پيام ها</w:t>
      </w:r>
      <w:r w:rsidR="009C7B0C">
        <w:rPr>
          <w:rtl/>
        </w:rPr>
        <w:t>:</w:t>
      </w:r>
      <w:bookmarkEnd w:id="296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عذرِ جاهلِ مقصّر</w:t>
      </w:r>
      <w:r w:rsidR="009C7B0C">
        <w:rPr>
          <w:rtl/>
        </w:rPr>
        <w:t xml:space="preserve">، </w:t>
      </w:r>
      <w:r>
        <w:rPr>
          <w:rtl/>
        </w:rPr>
        <w:t>پذيرفته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اءولم يكن لهم آية</w:t>
      </w:r>
      <w:r>
        <w:rPr>
          <w:rtl/>
        </w:rPr>
        <w:t xml:space="preserve"> شما كه از علماى خود نمى پرسيد</w:t>
      </w:r>
      <w:r w:rsidR="009C7B0C">
        <w:rPr>
          <w:rtl/>
        </w:rPr>
        <w:t xml:space="preserve">، </w:t>
      </w:r>
      <w:r>
        <w:rPr>
          <w:rtl/>
        </w:rPr>
        <w:t>سزاوار توبيخ و سرزنش هستيد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علماى بنى اسرائيل از حقّانيّت قرآن آگاه بودند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يعلمه علماء بنى اسرائيل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در تبليغ و تربيت</w:t>
      </w:r>
      <w:r w:rsidR="009C7B0C">
        <w:rPr>
          <w:rtl/>
        </w:rPr>
        <w:t xml:space="preserve">، </w:t>
      </w:r>
      <w:r>
        <w:rPr>
          <w:rtl/>
        </w:rPr>
        <w:t>به احساسات و زبان ملّى مخاطب توجّه كنيد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لو نزّلناه على بعض الاعجمين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تعصّب و نژادپرستى</w:t>
      </w:r>
      <w:r w:rsidR="009C7B0C">
        <w:rPr>
          <w:rtl/>
        </w:rPr>
        <w:t xml:space="preserve">، </w:t>
      </w:r>
      <w:r>
        <w:rPr>
          <w:rtl/>
        </w:rPr>
        <w:t>مانع حقّپذيرى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لو نزّلناه ما كانوا به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lastRenderedPageBreak/>
        <w:t xml:space="preserve">5- </w:t>
      </w:r>
      <w:r w:rsidR="007F2F6B">
        <w:rPr>
          <w:rtl/>
        </w:rPr>
        <w:t>تعصّب و مليّت گرايى در قوم عرب زياد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لو نزّلناه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 xml:space="preserve">ما كانوا به 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573D7D" w:rsidP="00573D7D">
      <w:pPr>
        <w:pStyle w:val="Heading1"/>
        <w:rPr>
          <w:rtl/>
        </w:rPr>
      </w:pPr>
      <w:bookmarkStart w:id="297" w:name="_Toc365974094"/>
      <w:r>
        <w:rPr>
          <w:rtl/>
        </w:rPr>
        <w:t>200 - كَذَلِكَ سَلَكْنَهُ فِى قُلُوبِ الْمُجْرِمِينَ</w:t>
      </w:r>
      <w:bookmarkEnd w:id="297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98" w:name="_Toc365974095"/>
      <w:r w:rsidR="00573D7D">
        <w:rPr>
          <w:rtl/>
        </w:rPr>
        <w:t>201 - لاَ يُؤْمِنُونَ بِهِ حَتَّى يَرَوُاْ الْعَذَابَ الاَْلِيمَ</w:t>
      </w:r>
      <w:bookmarkEnd w:id="298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299" w:name="_Toc365974096"/>
      <w:r w:rsidR="00573D7D">
        <w:rPr>
          <w:rtl/>
        </w:rPr>
        <w:t>202 - فَيَاءْتِيَهُم بَغْتَةً وَهُمْ لاَيَشْعُرُونَ</w:t>
      </w:r>
      <w:bookmarkEnd w:id="299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ما اين گونه قرآن را (با بيانى رسا وروشن) در دلهاى گناهكاران عبور داديم</w:t>
      </w:r>
      <w:r w:rsidR="009C7B0C">
        <w:rPr>
          <w:rtl/>
        </w:rPr>
        <w:t xml:space="preserve">، </w:t>
      </w:r>
      <w:r>
        <w:rPr>
          <w:rtl/>
        </w:rPr>
        <w:t>(ولى آنان) ايمان نمى آورند</w:t>
      </w:r>
      <w:r w:rsidR="009C7B0C">
        <w:rPr>
          <w:rtl/>
        </w:rPr>
        <w:t xml:space="preserve">، </w:t>
      </w:r>
      <w:r>
        <w:rPr>
          <w:rtl/>
        </w:rPr>
        <w:t>مگر آنكه عذاب دردناك را مشاهده كنند</w:t>
      </w:r>
      <w:r w:rsidR="009C7B0C">
        <w:rPr>
          <w:rtl/>
        </w:rPr>
        <w:t xml:space="preserve">. </w:t>
      </w:r>
      <w:r>
        <w:rPr>
          <w:rtl/>
        </w:rPr>
        <w:t>كه ناگهان و در حالى كه آگاه نباشند به سراغشان آيد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300" w:name="_Toc365974097"/>
      <w:r>
        <w:rPr>
          <w:rtl/>
        </w:rPr>
        <w:t>203 - فَيَقُولُواْ هَلْ نَحْنُ مُنظَرُونَ</w:t>
      </w:r>
      <w:bookmarkEnd w:id="300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01" w:name="_Toc365974098"/>
      <w:r w:rsidR="00573D7D">
        <w:rPr>
          <w:rtl/>
        </w:rPr>
        <w:t>204 - اءَفَبِعَذَابِنَا يَسْتَعْجِلُونَ</w:t>
      </w:r>
      <w:bookmarkEnd w:id="301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گويند: آيا به ما مهلتى (براى توبه وجبران) داده خواهد شد؟ آيا نسبت به نزول عذاب ما عجله دارند (كه مى پرسند قهر خدا چه زمانى است)؟</w:t>
      </w:r>
    </w:p>
    <w:p w:rsidR="007F2F6B" w:rsidRDefault="00573D7D" w:rsidP="00573D7D">
      <w:pPr>
        <w:pStyle w:val="Heading1"/>
        <w:rPr>
          <w:rtl/>
        </w:rPr>
      </w:pPr>
      <w:bookmarkStart w:id="302" w:name="_Toc365974099"/>
      <w:r>
        <w:rPr>
          <w:rtl/>
        </w:rPr>
        <w:t>20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>
        <w:rPr>
          <w:rtl/>
        </w:rPr>
        <w:t>اءَفَرَءَيْتَإِن مَّتَّعْنَهُمْ سِنِينَ</w:t>
      </w:r>
      <w:bookmarkEnd w:id="302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03" w:name="_Toc365974100"/>
      <w:r w:rsidR="00573D7D">
        <w:rPr>
          <w:rtl/>
        </w:rPr>
        <w:t>206 - ثُمَّ جَآءَهُم مَّاكَانُواْ يُوعَدُونَ</w:t>
      </w:r>
      <w:bookmarkEnd w:id="30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آيا ديدى كه اگر سال ها هم آنان را (از نعمت هاى خود) برخوردار كنيم</w:t>
      </w:r>
      <w:r w:rsidR="009C7B0C">
        <w:rPr>
          <w:rtl/>
        </w:rPr>
        <w:t xml:space="preserve">، </w:t>
      </w:r>
      <w:r>
        <w:rPr>
          <w:rtl/>
        </w:rPr>
        <w:t>آنگاه عذاب موعود به آنها خواهد رسيد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04" w:name="_Toc365974101"/>
      <w:r>
        <w:rPr>
          <w:rtl/>
        </w:rPr>
        <w:lastRenderedPageBreak/>
        <w:t>نكته ها</w:t>
      </w:r>
      <w:r w:rsidR="009C7B0C">
        <w:rPr>
          <w:rtl/>
        </w:rPr>
        <w:t>:</w:t>
      </w:r>
      <w:bookmarkEnd w:id="304"/>
    </w:p>
    <w:p w:rsidR="007F2F6B" w:rsidRDefault="00833A8D" w:rsidP="007F2F6B">
      <w:pPr>
        <w:pStyle w:val="libNormal"/>
        <w:rPr>
          <w:rtl/>
        </w:rPr>
      </w:pPr>
      <w:r w:rsidRPr="00DD7F59">
        <w:rPr>
          <w:rtl/>
        </w:rPr>
        <w:t xml:space="preserve"> </w:t>
      </w:r>
      <w:r w:rsidR="003D3A85" w:rsidRPr="00DD7F59">
        <w:rPr>
          <w:rtl/>
        </w:rPr>
        <w:t>در روايات مى خوانيم</w:t>
      </w:r>
      <w:r w:rsidR="009C7B0C">
        <w:rPr>
          <w:rtl/>
        </w:rPr>
        <w:t>:</w:t>
      </w:r>
      <w:r w:rsidR="003D3A85" w:rsidRPr="00DD7F59">
        <w:rPr>
          <w:rtl/>
        </w:rPr>
        <w:t xml:space="preserve"> رسول خدا </w:t>
      </w:r>
      <w:r w:rsidR="00316C3A" w:rsidRPr="00316C3A">
        <w:rPr>
          <w:rStyle w:val="libAlaemChar"/>
          <w:rtl/>
        </w:rPr>
        <w:t>صلى‌الله‌عليه‌وآله</w:t>
      </w:r>
      <w:r w:rsidR="003D3A85" w:rsidRPr="00DD7F59">
        <w:rPr>
          <w:rtl/>
        </w:rPr>
        <w:t xml:space="preserve"> در خواب ديدند كه بنى اميّه از منبرش بالا مى روند و مردم را منحرف مى كنند</w:t>
      </w:r>
      <w:r w:rsidR="009C7B0C">
        <w:rPr>
          <w:rtl/>
        </w:rPr>
        <w:t xml:space="preserve">، </w:t>
      </w:r>
      <w:r w:rsidR="003D3A85" w:rsidRPr="00DD7F59">
        <w:rPr>
          <w:rtl/>
        </w:rPr>
        <w:t>چون از خواب برخاستند غمگين بودند</w:t>
      </w:r>
      <w:r w:rsidR="009C7B0C">
        <w:rPr>
          <w:rtl/>
        </w:rPr>
        <w:t xml:space="preserve">، </w:t>
      </w:r>
      <w:r w:rsidR="003D3A85" w:rsidRPr="00DD7F59">
        <w:rPr>
          <w:rtl/>
        </w:rPr>
        <w:t>در اين وقت جبرئيل اين آيات را آورد:</w:t>
      </w:r>
      <w:r w:rsidR="003D3A85" w:rsidRPr="00833A8D">
        <w:rPr>
          <w:rStyle w:val="libAieChar"/>
          <w:rtl/>
        </w:rPr>
        <w:t xml:space="preserve"> اءفراَيت اِن متّعناهم سِنين</w:t>
      </w:r>
      <w:r w:rsidR="009C7B0C">
        <w:rPr>
          <w:rStyle w:val="libAieChar"/>
          <w:rtl/>
        </w:rPr>
        <w:t xml:space="preserve">. </w:t>
      </w:r>
      <w:r w:rsidR="003D3A85" w:rsidRPr="00833A8D">
        <w:rPr>
          <w:rStyle w:val="libAieChar"/>
          <w:rtl/>
        </w:rPr>
        <w:t>ثمّ جائهم ما كانوا يُوعدون</w:t>
      </w:r>
      <w:r w:rsidR="007F2F6B">
        <w:t xml:space="preserve"> </w:t>
      </w:r>
      <w:r w:rsidR="00573D7D" w:rsidRPr="00573D7D">
        <w:rPr>
          <w:rStyle w:val="libFootnotenumChar"/>
        </w:rPr>
        <w:t>(59)</w:t>
      </w:r>
    </w:p>
    <w:p w:rsidR="007F2F6B" w:rsidRDefault="003D3A85" w:rsidP="003D3A85">
      <w:pPr>
        <w:pStyle w:val="Heading2"/>
        <w:rPr>
          <w:rtl/>
        </w:rPr>
      </w:pPr>
      <w:bookmarkStart w:id="305" w:name="_Toc365974102"/>
      <w:r>
        <w:rPr>
          <w:rtl/>
        </w:rPr>
        <w:t>پيام ها</w:t>
      </w:r>
      <w:r w:rsidR="009C7B0C">
        <w:rPr>
          <w:rtl/>
        </w:rPr>
        <w:t>:</w:t>
      </w:r>
      <w:bookmarkEnd w:id="305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خداوند حتّى با كفّار اتمام حجّت مى كند و قرآن را بر آنان عرضه مى كند و بر دلشان عبور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سَلَكناه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اگر قابليّت نباشد</w:t>
      </w:r>
      <w:r w:rsidR="009C7B0C">
        <w:rPr>
          <w:rtl/>
        </w:rPr>
        <w:t xml:space="preserve">، </w:t>
      </w:r>
      <w:r>
        <w:rPr>
          <w:rtl/>
        </w:rPr>
        <w:t>قرآن هم كارساز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سَلكناه فى قلوب المجرمين لايؤ منون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جرم و گناه</w:t>
      </w:r>
      <w:r w:rsidR="009C7B0C">
        <w:rPr>
          <w:rtl/>
        </w:rPr>
        <w:t xml:space="preserve">، </w:t>
      </w:r>
      <w:r>
        <w:rPr>
          <w:rtl/>
        </w:rPr>
        <w:t>زمينه ى هدايت را در انسان محو مى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المجرمين لايؤ منون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همان گونه كه اگر قرآن به زبان اعجمى نازل مى گرديد</w:t>
      </w:r>
      <w:r w:rsidR="009C7B0C">
        <w:rPr>
          <w:rtl/>
        </w:rPr>
        <w:t xml:space="preserve">، </w:t>
      </w:r>
      <w:r>
        <w:rPr>
          <w:rtl/>
        </w:rPr>
        <w:t>عرب هاى مشرك مكّه ايمان نمى آوردند</w:t>
      </w:r>
      <w:r w:rsidR="009C7B0C">
        <w:rPr>
          <w:rtl/>
        </w:rPr>
        <w:t xml:space="preserve">، </w:t>
      </w:r>
      <w:r>
        <w:rPr>
          <w:rtl/>
        </w:rPr>
        <w:t>اكنون هم كه به زبان عربى روشن نازل ومطالب آن بر دل آنان وارد مى شود</w:t>
      </w:r>
      <w:r w:rsidR="009C7B0C">
        <w:rPr>
          <w:rtl/>
        </w:rPr>
        <w:t xml:space="preserve">، </w:t>
      </w:r>
      <w:r>
        <w:rPr>
          <w:rtl/>
        </w:rPr>
        <w:t>باز هم ايمان نمى آورند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لا يؤ منون به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ايمان در لحظه ى اضطرار سودى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لا يؤ منون به حتّى يَروا العذاب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به مهلت دادن خداوند مغرور نشويم</w:t>
      </w:r>
      <w:r w:rsidR="009C7B0C">
        <w:rPr>
          <w:rtl/>
        </w:rPr>
        <w:t xml:space="preserve">، </w:t>
      </w:r>
      <w:r>
        <w:rPr>
          <w:rtl/>
        </w:rPr>
        <w:t>زيرا مرگ و عذاب الهى به صورت ناگهانى مى آيد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فياءتيهم بَغتَةً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مجرم</w:t>
      </w:r>
      <w:r w:rsidR="009C7B0C">
        <w:rPr>
          <w:rtl/>
        </w:rPr>
        <w:t xml:space="preserve">، </w:t>
      </w:r>
      <w:r>
        <w:rPr>
          <w:rtl/>
        </w:rPr>
        <w:t>در لحظه ى مرگ تقاضاى مهلت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هل نحن مُنظَرون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روزى وجدان هاى خفته بيدار خواهد 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هل نحن مُنظَرون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كسانى كه در ديدن عذاب الهى عجله دارند</w:t>
      </w:r>
      <w:r w:rsidR="009C7B0C">
        <w:rPr>
          <w:rtl/>
        </w:rPr>
        <w:t xml:space="preserve">، </w:t>
      </w:r>
      <w:r>
        <w:rPr>
          <w:rtl/>
        </w:rPr>
        <w:t>روزى براى در امان بودن از عذاب</w:t>
      </w:r>
      <w:r w:rsidR="009C7B0C">
        <w:rPr>
          <w:rtl/>
        </w:rPr>
        <w:t xml:space="preserve">، </w:t>
      </w:r>
      <w:r>
        <w:rPr>
          <w:rtl/>
        </w:rPr>
        <w:t>مهلت خواهند خواست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مُنظَرون يستعجلون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10- مهلت براى سيه دلان سودى ندارد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مَتّعناهم سِنين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جائهم ما كانوا يوعدون</w:t>
      </w:r>
    </w:p>
    <w:p w:rsidR="007F2F6B" w:rsidRDefault="00573D7D" w:rsidP="00573D7D">
      <w:pPr>
        <w:pStyle w:val="Heading1"/>
        <w:rPr>
          <w:rtl/>
        </w:rPr>
      </w:pPr>
      <w:bookmarkStart w:id="306" w:name="_Toc365974103"/>
      <w:r>
        <w:rPr>
          <w:rtl/>
        </w:rPr>
        <w:t>207 - مَآ اءَغْنَى عَنْهُمْ مَّا كَانُواْ يُمَتَّعُونَ</w:t>
      </w:r>
      <w:bookmarkEnd w:id="30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آنچه برخوردار بودند</w:t>
      </w:r>
      <w:r w:rsidR="009C7B0C">
        <w:rPr>
          <w:rtl/>
        </w:rPr>
        <w:t xml:space="preserve">، </w:t>
      </w:r>
      <w:r>
        <w:rPr>
          <w:rtl/>
        </w:rPr>
        <w:t>در دفع عذاب به كارشان نيايد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307" w:name="_Toc365974104"/>
      <w:r>
        <w:rPr>
          <w:rtl/>
        </w:rPr>
        <w:t>20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وَمَآ اءَهْلَكْنَا مِن قَرْيَةٍ إِلا لَهَا مُنذِرُونَ</w:t>
      </w:r>
      <w:bookmarkEnd w:id="307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08" w:name="_Toc365974105"/>
      <w:r w:rsidR="00573D7D">
        <w:rPr>
          <w:rtl/>
        </w:rPr>
        <w:t>209 - ذِكْرَى وَمَا كُنَّا ظَلِمِينَ</w:t>
      </w:r>
      <w:bookmarkEnd w:id="30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وما (مردم) هيچ منطقه اى را هلاك نكرديم</w:t>
      </w:r>
      <w:r w:rsidR="009C7B0C">
        <w:rPr>
          <w:rtl/>
        </w:rPr>
        <w:t xml:space="preserve">، </w:t>
      </w:r>
      <w:r>
        <w:rPr>
          <w:rtl/>
        </w:rPr>
        <w:t>مگر آن كه بيم دهندگانى داشتند</w:t>
      </w:r>
      <w:r w:rsidR="009C7B0C">
        <w:rPr>
          <w:rtl/>
        </w:rPr>
        <w:t xml:space="preserve">. </w:t>
      </w:r>
      <w:r>
        <w:rPr>
          <w:rtl/>
        </w:rPr>
        <w:t>تا مايه ى پند و عبرت باشد</w:t>
      </w:r>
      <w:r w:rsidR="009C7B0C">
        <w:rPr>
          <w:rtl/>
        </w:rPr>
        <w:t xml:space="preserve">، </w:t>
      </w:r>
      <w:r>
        <w:rPr>
          <w:rtl/>
        </w:rPr>
        <w:t>و ما ستمكار نبوديم (كه بدون هشدار مجازات كنيم)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09" w:name="_Toc365974106"/>
      <w:r>
        <w:rPr>
          <w:rtl/>
        </w:rPr>
        <w:t>نكته ها</w:t>
      </w:r>
      <w:r w:rsidR="009C7B0C">
        <w:rPr>
          <w:rtl/>
        </w:rPr>
        <w:t>:</w:t>
      </w:r>
      <w:bookmarkEnd w:id="309"/>
    </w:p>
    <w:p w:rsidR="003D3A85" w:rsidRPr="003D3A85" w:rsidRDefault="00833A8D" w:rsidP="00DD7F59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خداوند</w:t>
      </w:r>
      <w:r w:rsidR="009C7B0C">
        <w:rPr>
          <w:rtl/>
        </w:rPr>
        <w:t xml:space="preserve">، </w:t>
      </w:r>
      <w:r w:rsidR="003D3A85" w:rsidRPr="003D3A85">
        <w:rPr>
          <w:rtl/>
        </w:rPr>
        <w:t>هر فرد و قوم گمراهى را زمانى هلاك مى كند كه از قبل به آنان هشدار داده باشد</w:t>
      </w:r>
      <w:r w:rsidR="009C7B0C">
        <w:rPr>
          <w:rtl/>
        </w:rPr>
        <w:t xml:space="preserve">، </w:t>
      </w:r>
      <w:r w:rsidR="003D3A85" w:rsidRPr="003D3A85">
        <w:rPr>
          <w:rtl/>
        </w:rPr>
        <w:t>وگرنه عقوبت بدون هشدار ظلم است و ظلم در شاءن خداوند نيست</w:t>
      </w:r>
      <w:r w:rsidR="009C7B0C">
        <w:rPr>
          <w:rtl/>
        </w:rPr>
        <w:t xml:space="preserve">. </w:t>
      </w:r>
      <w:r w:rsidR="003D3A85" w:rsidRPr="003D3A85">
        <w:rPr>
          <w:rtl/>
        </w:rPr>
        <w:t>قرآن</w:t>
      </w:r>
      <w:r w:rsidR="009C7B0C">
        <w:rPr>
          <w:rtl/>
        </w:rPr>
        <w:t xml:space="preserve">، </w:t>
      </w:r>
      <w:r w:rsidR="003D3A85" w:rsidRPr="003D3A85">
        <w:rPr>
          <w:rtl/>
        </w:rPr>
        <w:t>اين حقيقت را در آيات مختلف بيان كرده است</w:t>
      </w:r>
      <w:r w:rsidR="009C7B0C">
        <w:rPr>
          <w:rtl/>
        </w:rPr>
        <w:t>:</w:t>
      </w:r>
    </w:p>
    <w:p w:rsidR="007F2F6B" w:rsidRDefault="003D3A85" w:rsidP="00DD7F59">
      <w:pPr>
        <w:pStyle w:val="libAie"/>
        <w:rPr>
          <w:rtl/>
        </w:rPr>
      </w:pPr>
      <w:r w:rsidRPr="003D3A85">
        <w:rPr>
          <w:rtl/>
        </w:rPr>
        <w:t xml:space="preserve"> و ما ظلمناهم</w:t>
      </w:r>
      <w:r w:rsidR="00DD7F59">
        <w:rPr>
          <w:rStyle w:val="libFootnotenumChar"/>
          <w:rFonts w:hint="cs"/>
          <w:rtl/>
        </w:rPr>
        <w:t xml:space="preserve">(60) </w:t>
      </w:r>
      <w:r w:rsidR="007F2F6B">
        <w:rPr>
          <w:rtl/>
        </w:rPr>
        <w:t>ما به آنان ظلم نكرديم</w:t>
      </w:r>
      <w:r w:rsidR="009C7B0C">
        <w:rPr>
          <w:rtl/>
        </w:rPr>
        <w:t xml:space="preserve">. </w:t>
      </w:r>
    </w:p>
    <w:p w:rsidR="007F2F6B" w:rsidRDefault="007F2F6B" w:rsidP="00DD7F59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و ما اللّه يُريد ظلما</w:t>
      </w:r>
      <w:r w:rsidR="00DD7F59">
        <w:rPr>
          <w:rStyle w:val="libFootnotenumChar"/>
          <w:rFonts w:hint="cs"/>
          <w:rtl/>
        </w:rPr>
        <w:t>(61)</w:t>
      </w:r>
      <w:r>
        <w:rPr>
          <w:rtl/>
        </w:rPr>
        <w:t xml:space="preserve"> خداوند اراده ى ظلم نمى كند</w:t>
      </w:r>
      <w:r w:rsidR="009C7B0C">
        <w:rPr>
          <w:rtl/>
        </w:rPr>
        <w:t xml:space="preserve">. </w:t>
      </w:r>
    </w:p>
    <w:p w:rsidR="007F2F6B" w:rsidRDefault="007F2F6B" w:rsidP="00DD7F59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ما كان اللّه ليَظلمهم</w:t>
      </w:r>
      <w:r w:rsidR="00DD7F59">
        <w:rPr>
          <w:rStyle w:val="libFootnotenumChar"/>
          <w:rFonts w:hint="cs"/>
          <w:rtl/>
        </w:rPr>
        <w:t>(62)</w:t>
      </w:r>
      <w:r>
        <w:rPr>
          <w:rtl/>
        </w:rPr>
        <w:t xml:space="preserve"> شاءن خداوند ظلم كردن نيست</w:t>
      </w:r>
      <w:r w:rsidR="009C7B0C">
        <w:rPr>
          <w:rtl/>
        </w:rPr>
        <w:t xml:space="preserve">. </w:t>
      </w:r>
    </w:p>
    <w:p w:rsidR="007F2F6B" w:rsidRDefault="007F2F6B" w:rsidP="00450FCC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لا يظلمون نَقيرا</w:t>
      </w:r>
      <w:r w:rsidR="00450FCC">
        <w:rPr>
          <w:rStyle w:val="libFootnotenumChar"/>
          <w:rFonts w:hint="cs"/>
          <w:rtl/>
        </w:rPr>
        <w:t>(63)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لا يظلمون شيئا</w:t>
      </w:r>
      <w:r w:rsidR="00450FCC">
        <w:rPr>
          <w:rStyle w:val="libFootnotenumChar"/>
          <w:rFonts w:hint="cs"/>
          <w:rtl/>
        </w:rPr>
        <w:t>(64)</w:t>
      </w:r>
      <w:r>
        <w:rPr>
          <w:rtl/>
        </w:rPr>
        <w:t xml:space="preserve"> كمترين ستمى به آنها نخواهد شد</w:t>
      </w:r>
      <w:r w:rsidR="009C7B0C">
        <w:rPr>
          <w:rtl/>
        </w:rPr>
        <w:t xml:space="preserve">. </w:t>
      </w:r>
    </w:p>
    <w:p w:rsidR="007F2F6B" w:rsidRDefault="007F2F6B" w:rsidP="00E705C0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لا يظلمون فَتيلا</w:t>
      </w:r>
      <w:r w:rsidR="00E705C0">
        <w:rPr>
          <w:rStyle w:val="libFootnotenumChar"/>
          <w:rFonts w:hint="cs"/>
          <w:rtl/>
        </w:rPr>
        <w:t>(65)</w:t>
      </w:r>
      <w:r>
        <w:rPr>
          <w:rtl/>
        </w:rPr>
        <w:t xml:space="preserve"> خداوند به اندازه نخ درون هسته خرما وكمتر از آن ظلم نمى كند</w:t>
      </w:r>
      <w:r w:rsidR="009C7B0C">
        <w:rPr>
          <w:rtl/>
        </w:rPr>
        <w:t xml:space="preserve">. </w:t>
      </w:r>
    </w:p>
    <w:p w:rsidR="007F2F6B" w:rsidRDefault="007F2F6B" w:rsidP="00FF4637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3D3A85" w:rsidRPr="00833A8D">
        <w:rPr>
          <w:rStyle w:val="libAieChar"/>
          <w:rtl/>
        </w:rPr>
        <w:t>لا يظلم مِثقال ذَرّة</w:t>
      </w:r>
      <w:r w:rsidR="00FF4637">
        <w:rPr>
          <w:rStyle w:val="libFootnotenumChar"/>
          <w:rFonts w:hint="cs"/>
          <w:rtl/>
        </w:rPr>
        <w:t>(66)</w:t>
      </w:r>
      <w:r>
        <w:rPr>
          <w:rtl/>
        </w:rPr>
        <w:t xml:space="preserve"> خداوند به اندازه ى سنگينى ذرّه اى ستم نمى كند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10" w:name="_Toc365974107"/>
      <w:r>
        <w:rPr>
          <w:rtl/>
        </w:rPr>
        <w:t>پيام ها</w:t>
      </w:r>
      <w:r w:rsidR="009C7B0C">
        <w:rPr>
          <w:rtl/>
        </w:rPr>
        <w:t>:</w:t>
      </w:r>
      <w:bookmarkEnd w:id="310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در هنگام قهر الهى</w:t>
      </w:r>
      <w:r w:rsidR="009C7B0C">
        <w:rPr>
          <w:rtl/>
        </w:rPr>
        <w:t xml:space="preserve">، </w:t>
      </w:r>
      <w:r>
        <w:rPr>
          <w:rtl/>
        </w:rPr>
        <w:t>همه ى اسباب كاميابى بى فايده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اءغنى عنهم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رفاه مخالفان دين</w:t>
      </w:r>
      <w:r w:rsidR="009C7B0C">
        <w:rPr>
          <w:rtl/>
        </w:rPr>
        <w:t xml:space="preserve">، </w:t>
      </w:r>
      <w:r>
        <w:rPr>
          <w:rtl/>
        </w:rPr>
        <w:t>شما را غمگين نكند كه روزى آن را خواهيم گرفت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اءغنى عنهم ما كانوا يُمتّعون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قهر الهى</w:t>
      </w:r>
      <w:r w:rsidR="009C7B0C">
        <w:rPr>
          <w:rtl/>
        </w:rPr>
        <w:t xml:space="preserve">، </w:t>
      </w:r>
      <w:r>
        <w:rPr>
          <w:rtl/>
        </w:rPr>
        <w:t>بعد از اتمام حجّت است</w:t>
      </w:r>
      <w:r w:rsidR="009C7B0C">
        <w:rPr>
          <w:rtl/>
        </w:rPr>
        <w:t xml:space="preserve">. </w:t>
      </w:r>
      <w:r>
        <w:rPr>
          <w:rtl/>
        </w:rPr>
        <w:t>تنبيه بايد بعد از تذكّر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اهلكنا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الاّ لها منذرون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در هر امّتى اولياى خدا هستند كه آنان را هشدار دهند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 قرية الاّ لهامنذرون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وظيفه ى انبيا هشدار است و در قبول يا ردّ مردم مسئوليّتى ندارند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منذرون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انسان فطرتا حقايق را درك مى كند</w:t>
      </w:r>
      <w:r w:rsidR="009C7B0C">
        <w:rPr>
          <w:rtl/>
        </w:rPr>
        <w:t xml:space="preserve">، </w:t>
      </w:r>
      <w:r>
        <w:rPr>
          <w:rtl/>
        </w:rPr>
        <w:t>لكن چه بسا غفلت او را فرا مى گيرد</w:t>
      </w:r>
      <w:r w:rsidR="009C7B0C">
        <w:rPr>
          <w:rtl/>
        </w:rPr>
        <w:t xml:space="preserve">، </w:t>
      </w:r>
      <w:r>
        <w:rPr>
          <w:rtl/>
        </w:rPr>
        <w:t>و درمان غفلت</w:t>
      </w:r>
      <w:r w:rsidR="009C7B0C">
        <w:rPr>
          <w:rtl/>
        </w:rPr>
        <w:t xml:space="preserve">، </w:t>
      </w:r>
      <w:r>
        <w:rPr>
          <w:rtl/>
        </w:rPr>
        <w:t>تذكّر و هشدار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منذرون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تنبيه قبل از تذكّر</w:t>
      </w:r>
      <w:r w:rsidR="009C7B0C">
        <w:rPr>
          <w:rtl/>
        </w:rPr>
        <w:t xml:space="preserve">، </w:t>
      </w:r>
      <w:r>
        <w:rPr>
          <w:rtl/>
        </w:rPr>
        <w:t>ظلم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ذِكرى و ما كنّا ظالمين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شاءن الهى از ظلم دور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كنّا ظالمين</w:t>
      </w:r>
    </w:p>
    <w:p w:rsidR="007F2F6B" w:rsidRDefault="00573D7D" w:rsidP="00573D7D">
      <w:pPr>
        <w:pStyle w:val="Heading1"/>
        <w:rPr>
          <w:rtl/>
        </w:rPr>
      </w:pPr>
      <w:bookmarkStart w:id="311" w:name="_Toc365974108"/>
      <w:r>
        <w:rPr>
          <w:rtl/>
        </w:rPr>
        <w:t>210 - وَ مَاتَنَزَّلَتْ بِهِ الشَّيَطِينُ</w:t>
      </w:r>
      <w:bookmarkEnd w:id="311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12" w:name="_Toc365974109"/>
      <w:r w:rsidR="00573D7D">
        <w:rPr>
          <w:rtl/>
        </w:rPr>
        <w:t>211 - وَ مَايَنبَغِى لَهُمْ وَ مَا يَسْتَطِيعُونَ</w:t>
      </w:r>
      <w:bookmarkEnd w:id="312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13" w:name="_Toc365974110"/>
      <w:r w:rsidR="00573D7D">
        <w:rPr>
          <w:rtl/>
        </w:rPr>
        <w:t>212 - إِنَّهُمْ عَنِ السَّمْعِ لَمَعْزُولُونَ</w:t>
      </w:r>
      <w:bookmarkEnd w:id="31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و قرآن را شيطان ها نازل نكرده اند</w:t>
      </w:r>
      <w:r w:rsidR="009C7B0C">
        <w:rPr>
          <w:rtl/>
        </w:rPr>
        <w:t xml:space="preserve">. </w:t>
      </w:r>
      <w:r>
        <w:rPr>
          <w:rtl/>
        </w:rPr>
        <w:t>نه سزاوار آنان است (كه شياطين آن را نازل كنند) و نه قدرت بر اين كار دارند</w:t>
      </w:r>
      <w:r w:rsidR="009C7B0C">
        <w:rPr>
          <w:rtl/>
        </w:rPr>
        <w:t xml:space="preserve">. </w:t>
      </w:r>
      <w:r>
        <w:rPr>
          <w:rtl/>
        </w:rPr>
        <w:t>بى شك آنها از شنيدن (اخبار آسمانى) بركنارند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314" w:name="_Toc365974111"/>
      <w:r>
        <w:rPr>
          <w:rtl/>
        </w:rPr>
        <w:t>213 -فَلاَ تَدْعُ مَعَ اللّهِ إِلَهاً ءَاخَرَ فَتَكُونَ مِنَ الْمُعَذَّبِينَ</w:t>
      </w:r>
      <w:bookmarkEnd w:id="31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(اى پيامبر!) با خدا معبود ديگرى را نخوان كه از عذاب شدگان خواهى شد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15" w:name="_Toc365974112"/>
      <w:r>
        <w:rPr>
          <w:rtl/>
        </w:rPr>
        <w:t>نكته ها</w:t>
      </w:r>
      <w:r w:rsidR="009C7B0C">
        <w:rPr>
          <w:rtl/>
        </w:rPr>
        <w:t>:</w:t>
      </w:r>
      <w:bookmarkEnd w:id="315"/>
    </w:p>
    <w:p w:rsidR="003D3A85" w:rsidRPr="003D3A85" w:rsidRDefault="00833A8D" w:rsidP="00E74251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وحى دو نوع است</w:t>
      </w:r>
      <w:r w:rsidR="009C7B0C">
        <w:rPr>
          <w:rtl/>
        </w:rPr>
        <w:t>:</w:t>
      </w:r>
    </w:p>
    <w:p w:rsidR="007F2F6B" w:rsidRDefault="003D3A85" w:rsidP="00833A8D">
      <w:pPr>
        <w:pStyle w:val="libAie"/>
        <w:rPr>
          <w:rtl/>
        </w:rPr>
      </w:pPr>
      <w:r w:rsidRPr="00E74251">
        <w:rPr>
          <w:rStyle w:val="libNormalChar"/>
          <w:rtl/>
        </w:rPr>
        <w:t>الف</w:t>
      </w:r>
      <w:r w:rsidR="009C7B0C">
        <w:rPr>
          <w:rStyle w:val="libNormalChar"/>
          <w:rtl/>
        </w:rPr>
        <w:t>:</w:t>
      </w:r>
      <w:r w:rsidRPr="00E74251">
        <w:rPr>
          <w:rStyle w:val="libNormalChar"/>
          <w:rtl/>
        </w:rPr>
        <w:t xml:space="preserve"> وحى الهى كه به وسيله ى روح الامين بر قلب پيامبر </w:t>
      </w:r>
      <w:r w:rsidR="00316C3A" w:rsidRPr="00316C3A">
        <w:rPr>
          <w:rStyle w:val="libAlaemChar"/>
          <w:rtl/>
        </w:rPr>
        <w:t>صلى‌الله‌عليه‌وآله</w:t>
      </w:r>
      <w:r w:rsidRPr="00E74251">
        <w:rPr>
          <w:rStyle w:val="libNormalChar"/>
          <w:rtl/>
        </w:rPr>
        <w:t xml:space="preserve"> نازل مى شود</w:t>
      </w:r>
      <w:r w:rsidR="009C7B0C">
        <w:rPr>
          <w:rStyle w:val="libNormalChar"/>
          <w:rtl/>
        </w:rPr>
        <w:t xml:space="preserve">، </w:t>
      </w:r>
      <w:r w:rsidRPr="00E74251">
        <w:rPr>
          <w:rStyle w:val="libNormalChar"/>
          <w:rtl/>
        </w:rPr>
        <w:t>كه اين نوع وحى نه سزاوار جنّ و شياطين است و نه آنها توان دريافت و ارسال آن را دارند</w:t>
      </w:r>
      <w:r w:rsidR="009C7B0C">
        <w:rPr>
          <w:rStyle w:val="libNormalChar"/>
          <w:rtl/>
        </w:rPr>
        <w:t xml:space="preserve">. </w:t>
      </w:r>
      <w:r w:rsidRPr="003D3A85">
        <w:rPr>
          <w:rtl/>
        </w:rPr>
        <w:t>و ما يَنبغى لهم و ما يَستَطيعون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</w:t>
      </w:r>
      <w:r w:rsidR="009C7B0C">
        <w:rPr>
          <w:rtl/>
        </w:rPr>
        <w:t>:</w:t>
      </w:r>
      <w:r>
        <w:rPr>
          <w:rtl/>
        </w:rPr>
        <w:t xml:space="preserve"> نوع ديگر وحى</w:t>
      </w:r>
      <w:r w:rsidR="009C7B0C">
        <w:rPr>
          <w:rtl/>
        </w:rPr>
        <w:t xml:space="preserve">، </w:t>
      </w:r>
      <w:r>
        <w:rPr>
          <w:rtl/>
        </w:rPr>
        <w:t>وسوسه ها و الهام هاى شيطانى است كه شيطان ها بر اولياى خود القا مى كنند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 الشياطين لَيُوحون الى اوليائهم</w:t>
      </w:r>
      <w:r>
        <w:t xml:space="preserve"> </w:t>
      </w:r>
      <w:r w:rsidR="00573D7D" w:rsidRPr="00573D7D">
        <w:rPr>
          <w:rStyle w:val="libFootnotenumChar"/>
        </w:rPr>
        <w:t>(67)</w:t>
      </w:r>
    </w:p>
    <w:p w:rsidR="007F2F6B" w:rsidRDefault="003D3A85" w:rsidP="00E74251">
      <w:pPr>
        <w:pStyle w:val="libNormal"/>
        <w:rPr>
          <w:rtl/>
        </w:rPr>
      </w:pPr>
      <w:r w:rsidRPr="00E74251">
        <w:rPr>
          <w:rtl/>
        </w:rPr>
        <w:t xml:space="preserve"> قرآن از استحكام ومقامى والا واز قداست وحفاظتى خاصّ برخوردار است</w:t>
      </w:r>
      <w:r w:rsidR="009C7B0C">
        <w:rPr>
          <w:rtl/>
        </w:rPr>
        <w:t xml:space="preserve">، </w:t>
      </w:r>
      <w:r w:rsidRPr="00E74251">
        <w:rPr>
          <w:rtl/>
        </w:rPr>
        <w:t>زيرا آورنده آن روح الامين است</w:t>
      </w:r>
      <w:r w:rsidR="009C7B0C">
        <w:rPr>
          <w:rtl/>
        </w:rPr>
        <w:t xml:space="preserve">، </w:t>
      </w:r>
      <w:r w:rsidRPr="00E74251">
        <w:rPr>
          <w:rtl/>
        </w:rPr>
        <w:t>از هرگونه دستبردى محفوظ است</w:t>
      </w:r>
      <w:r w:rsidR="009C7B0C">
        <w:rPr>
          <w:rtl/>
        </w:rPr>
        <w:t xml:space="preserve">، </w:t>
      </w:r>
      <w:r w:rsidRPr="00E74251">
        <w:rPr>
          <w:rtl/>
        </w:rPr>
        <w:t>لمَعزولون</w:t>
      </w:r>
      <w:r w:rsidR="007F2F6B" w:rsidRPr="00E74251">
        <w:rPr>
          <w:rtl/>
        </w:rPr>
        <w:t xml:space="preserve"> گيرنده آن معصوم اس</w:t>
      </w:r>
      <w:r w:rsidR="007F2F6B">
        <w:rPr>
          <w:rtl/>
        </w:rPr>
        <w:t>ت</w:t>
      </w:r>
      <w:r w:rsidR="009C7B0C">
        <w:rPr>
          <w:rtl/>
        </w:rPr>
        <w:t xml:space="preserve">، </w:t>
      </w:r>
      <w:r w:rsidRPr="00833A8D">
        <w:rPr>
          <w:rStyle w:val="libAieChar"/>
          <w:rtl/>
        </w:rPr>
        <w:t>و مايَنطق عن الهَوى</w:t>
      </w:r>
      <w:r w:rsidR="00E74251">
        <w:rPr>
          <w:rStyle w:val="libFootnotenumChar"/>
          <w:rFonts w:hint="cs"/>
          <w:rtl/>
        </w:rPr>
        <w:t>(68)</w:t>
      </w:r>
      <w:r w:rsidR="007F2F6B">
        <w:rPr>
          <w:rtl/>
        </w:rPr>
        <w:t xml:space="preserve"> وتضمين شده است</w:t>
      </w:r>
      <w:r w:rsidR="009C7B0C">
        <w:rPr>
          <w:rtl/>
        </w:rPr>
        <w:t xml:space="preserve">. </w:t>
      </w:r>
      <w:r w:rsidRPr="00833A8D">
        <w:rPr>
          <w:rStyle w:val="libAieChar"/>
          <w:rtl/>
        </w:rPr>
        <w:t>اِنّا نحن نَزّلنا الذّكر واِنّا له لحافظون</w:t>
      </w:r>
      <w:r w:rsidR="007F2F6B">
        <w:t xml:space="preserve"> </w:t>
      </w:r>
      <w:r w:rsidR="00573D7D" w:rsidRPr="00573D7D">
        <w:rPr>
          <w:rStyle w:val="libFootnotenumChar"/>
        </w:rPr>
        <w:t>(69)</w:t>
      </w:r>
    </w:p>
    <w:p w:rsidR="007F2F6B" w:rsidRPr="00E74251" w:rsidRDefault="003D3A85" w:rsidP="00E74251">
      <w:pPr>
        <w:pStyle w:val="libNormal"/>
        <w:rPr>
          <w:rtl/>
        </w:rPr>
      </w:pPr>
      <w:r w:rsidRPr="00E74251">
        <w:rPr>
          <w:rtl/>
        </w:rPr>
        <w:t xml:space="preserve"> مشركين به پيامبر </w:t>
      </w:r>
      <w:r w:rsidR="00316C3A" w:rsidRPr="00316C3A">
        <w:rPr>
          <w:rStyle w:val="libAlaemChar"/>
          <w:rtl/>
        </w:rPr>
        <w:t>صلى‌الله‌عليه‌وآله</w:t>
      </w:r>
      <w:r w:rsidRPr="00E74251">
        <w:rPr>
          <w:rtl/>
        </w:rPr>
        <w:t xml:space="preserve"> پيشنهاد كردند: اگر تو بت هاى ما را بخوانى و آنها را محترم بدانى</w:t>
      </w:r>
      <w:r w:rsidR="009C7B0C">
        <w:rPr>
          <w:rtl/>
        </w:rPr>
        <w:t xml:space="preserve">، </w:t>
      </w:r>
      <w:r w:rsidRPr="00E74251">
        <w:rPr>
          <w:rtl/>
        </w:rPr>
        <w:t>ما نيز تو را رئيس خود قرار مى دهيم</w:t>
      </w:r>
      <w:r w:rsidR="009C7B0C">
        <w:rPr>
          <w:rtl/>
        </w:rPr>
        <w:t xml:space="preserve">. </w:t>
      </w:r>
      <w:r w:rsidRPr="00E74251">
        <w:rPr>
          <w:rtl/>
        </w:rPr>
        <w:t>آيه نازل شد كه كفّار را ماءيوس كن</w:t>
      </w:r>
      <w:r w:rsidR="009C7B0C">
        <w:rPr>
          <w:rtl/>
        </w:rPr>
        <w:t xml:space="preserve">. </w:t>
      </w:r>
      <w:r w:rsidRPr="00E74251">
        <w:rPr>
          <w:rStyle w:val="libAieChar"/>
          <w:rtl/>
        </w:rPr>
        <w:t>فلاتَدعُ مع اللّه</w:t>
      </w:r>
    </w:p>
    <w:p w:rsidR="007F2F6B" w:rsidRDefault="003D3A85" w:rsidP="003D3A85">
      <w:pPr>
        <w:pStyle w:val="Heading2"/>
        <w:rPr>
          <w:rtl/>
        </w:rPr>
      </w:pPr>
      <w:bookmarkStart w:id="316" w:name="_Toc365974113"/>
      <w:r>
        <w:rPr>
          <w:rtl/>
        </w:rPr>
        <w:lastRenderedPageBreak/>
        <w:t>پيام ها</w:t>
      </w:r>
      <w:r w:rsidR="009C7B0C">
        <w:rPr>
          <w:rtl/>
        </w:rPr>
        <w:t>:</w:t>
      </w:r>
      <w:bookmarkEnd w:id="316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تهمت ها را قاطعانه پاسخ دهيد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تَنزّلت</w:t>
      </w:r>
      <w:r w:rsidR="00833A8D">
        <w:rPr>
          <w:rStyle w:val="libAieChar"/>
          <w:rtl/>
        </w:rPr>
        <w:t xml:space="preserve"> </w:t>
      </w:r>
      <w:r>
        <w:rPr>
          <w:rtl/>
        </w:rPr>
        <w:t>مشركين القاى آيات را كار شياطين مى پنداشتند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قداست وحى</w:t>
      </w:r>
      <w:r w:rsidR="009C7B0C">
        <w:rPr>
          <w:rtl/>
        </w:rPr>
        <w:t xml:space="preserve">، </w:t>
      </w:r>
      <w:r>
        <w:rPr>
          <w:rtl/>
        </w:rPr>
        <w:t>از خباثت شياطين دور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ما يَنبغى لهم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قدرت جن و شياطين محدود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 يَستطيعون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ورود بيگانگان به مراكز قدسى ممنوع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اِنّهم عن السَمعِ لمعزولون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اگر قابليّت و پاكى و ظرفيّت باشد</w:t>
      </w:r>
      <w:r w:rsidR="009C7B0C">
        <w:rPr>
          <w:rtl/>
        </w:rPr>
        <w:t xml:space="preserve">، </w:t>
      </w:r>
      <w:r w:rsidR="007F2F6B">
        <w:rPr>
          <w:rtl/>
        </w:rPr>
        <w:t>فرشته را به نزول وا مى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نَزَل به الرّوح الامين على قلبك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ولى اگر آمادگى نباشد حتّى پرواز به آسمان</w:t>
      </w:r>
      <w:r w:rsidR="009C7B0C">
        <w:rPr>
          <w:rtl/>
        </w:rPr>
        <w:t xml:space="preserve">، </w:t>
      </w:r>
      <w:r w:rsidR="007F2F6B">
        <w:rPr>
          <w:rtl/>
        </w:rPr>
        <w:t>با برگشت و محروميّت همراه خواهد بود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لمعزولون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فاَتبَعه شهاب</w:t>
      </w:r>
      <w:r w:rsidR="00833A8D">
        <w:rPr>
          <w:rStyle w:val="libAieChar"/>
          <w:rtl/>
        </w:rPr>
        <w:t xml:space="preserve"> </w:t>
      </w:r>
      <w:r w:rsidR="00573D7D" w:rsidRPr="00573D7D">
        <w:rPr>
          <w:rStyle w:val="libFootnotenumChar"/>
        </w:rPr>
        <w:t>(70)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هدف نهايىِ نزول قرآن</w:t>
      </w:r>
      <w:r w:rsidR="009C7B0C">
        <w:rPr>
          <w:rtl/>
        </w:rPr>
        <w:t xml:space="preserve">، </w:t>
      </w:r>
      <w:r>
        <w:rPr>
          <w:rtl/>
        </w:rPr>
        <w:t>توحيد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ماتَنزّلت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فلاتَدعُ مع اللّه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خداوند پيامبر را از شرك نهى مى كند</w:t>
      </w:r>
      <w:r w:rsidR="009C7B0C">
        <w:rPr>
          <w:rtl/>
        </w:rPr>
        <w:t xml:space="preserve">، </w:t>
      </w:r>
      <w:r>
        <w:rPr>
          <w:rtl/>
        </w:rPr>
        <w:t>تا ما بياموزيم وگرنه پيامبر لحظه اى به سراغ غير خدا نرفت</w:t>
      </w:r>
      <w:r w:rsidR="009C7B0C">
        <w:rPr>
          <w:rtl/>
        </w:rPr>
        <w:t xml:space="preserve">. </w:t>
      </w:r>
      <w:r>
        <w:rPr>
          <w:rtl/>
        </w:rPr>
        <w:t>(به در مى گويند تا ديوار بشنود)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فلا تدعُ مع اللّه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عصمت انبيا</w:t>
      </w:r>
      <w:r w:rsidR="009C7B0C">
        <w:rPr>
          <w:rtl/>
        </w:rPr>
        <w:t xml:space="preserve">، </w:t>
      </w:r>
      <w:r w:rsidR="007F2F6B">
        <w:rPr>
          <w:rtl/>
        </w:rPr>
        <w:t>با آزادى واختيار آنان منافاتى ندارد</w:t>
      </w:r>
      <w:r w:rsidR="009C7B0C">
        <w:rPr>
          <w:rtl/>
        </w:rPr>
        <w:t xml:space="preserve">. </w:t>
      </w:r>
      <w:r w:rsidR="007F2F6B">
        <w:rPr>
          <w:rtl/>
        </w:rPr>
        <w:t>(پيامبر معصوم است ولى مى تواند به سراغ غير خدا رود</w:t>
      </w:r>
      <w:r w:rsidR="009C7B0C">
        <w:rPr>
          <w:rtl/>
        </w:rPr>
        <w:t xml:space="preserve">، </w:t>
      </w:r>
      <w:r w:rsidR="007F2F6B">
        <w:rPr>
          <w:rtl/>
        </w:rPr>
        <w:t xml:space="preserve">لذا مورد نهى قرار مى گيرد) </w:t>
      </w:r>
      <w:r w:rsidR="003D3A85" w:rsidRPr="00833A8D">
        <w:rPr>
          <w:rStyle w:val="libAieChar"/>
          <w:rtl/>
        </w:rPr>
        <w:t>فلاتَدع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رهبران توحيد بايد خود اوّلين موحّدان باشند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فلا تَدع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غير خدا</w:t>
      </w:r>
      <w:r w:rsidR="009C7B0C">
        <w:rPr>
          <w:rtl/>
        </w:rPr>
        <w:t xml:space="preserve">، </w:t>
      </w:r>
      <w:r>
        <w:rPr>
          <w:rtl/>
        </w:rPr>
        <w:t>هر چيز وهركس باشد</w:t>
      </w:r>
      <w:r w:rsidR="009C7B0C">
        <w:rPr>
          <w:rtl/>
        </w:rPr>
        <w:t xml:space="preserve">، </w:t>
      </w:r>
      <w:r>
        <w:rPr>
          <w:rtl/>
        </w:rPr>
        <w:t>قابل پرستش نيست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الها آخر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11- شرك</w:t>
      </w:r>
      <w:r w:rsidR="009C7B0C">
        <w:rPr>
          <w:rtl/>
        </w:rPr>
        <w:t xml:space="preserve">، </w:t>
      </w:r>
      <w:r>
        <w:rPr>
          <w:rtl/>
        </w:rPr>
        <w:t>سبب هلاكت امّت هاى پيشين گرديده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فلاتدع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فتكون من المعذّبين</w:t>
      </w:r>
      <w:r>
        <w:rPr>
          <w:rtl/>
        </w:rPr>
        <w:t xml:space="preserve"> (يعنى از عذاب شدگان قبلى مى شوى)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به سراغ غير خدا رفتن</w:t>
      </w:r>
      <w:r w:rsidR="009C7B0C">
        <w:rPr>
          <w:rtl/>
        </w:rPr>
        <w:t xml:space="preserve">، </w:t>
      </w:r>
      <w:r>
        <w:rPr>
          <w:rtl/>
        </w:rPr>
        <w:t>بيچارگى و عذاب به دنبال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فتكون من المعذّبين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آيات الهى</w:t>
      </w:r>
      <w:r w:rsidR="009C7B0C">
        <w:rPr>
          <w:rtl/>
        </w:rPr>
        <w:t xml:space="preserve">، </w:t>
      </w:r>
      <w:r>
        <w:rPr>
          <w:rtl/>
        </w:rPr>
        <w:t>به شخصيّت هاى بزرگ نيز هشدار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فتكون من المعذّبين</w:t>
      </w:r>
    </w:p>
    <w:p w:rsidR="007F2F6B" w:rsidRDefault="00573D7D" w:rsidP="00573D7D">
      <w:pPr>
        <w:pStyle w:val="Heading1"/>
        <w:rPr>
          <w:rtl/>
        </w:rPr>
      </w:pPr>
      <w:bookmarkStart w:id="317" w:name="_Toc365974114"/>
      <w:r>
        <w:rPr>
          <w:rtl/>
        </w:rPr>
        <w:lastRenderedPageBreak/>
        <w:t>214 - وَاءَنذِرْ عَشِيرَتَكَ الاَْقْرَبِينَ</w:t>
      </w:r>
      <w:bookmarkEnd w:id="317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18" w:name="_Toc365974115"/>
      <w:r w:rsidR="00573D7D">
        <w:rPr>
          <w:rtl/>
        </w:rPr>
        <w:t>21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 w:rsidR="00573D7D">
        <w:rPr>
          <w:rtl/>
        </w:rPr>
        <w:t>وَاخْفِضْ جَنَاحَكَ لِمَنِ اتَّبَعَكَ مِنَ الْمُؤْمِنِينَ</w:t>
      </w:r>
      <w:bookmarkEnd w:id="31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و خويشان نزديكت را هشدار ده</w:t>
      </w:r>
      <w:r w:rsidR="009C7B0C">
        <w:rPr>
          <w:rtl/>
        </w:rPr>
        <w:t xml:space="preserve">. </w:t>
      </w:r>
      <w:r>
        <w:rPr>
          <w:rtl/>
        </w:rPr>
        <w:t xml:space="preserve">و براى </w:t>
      </w:r>
      <w:r w:rsidR="00BA599A">
        <w:rPr>
          <w:rtl/>
        </w:rPr>
        <w:t>مؤمن</w:t>
      </w:r>
      <w:r>
        <w:rPr>
          <w:rtl/>
        </w:rPr>
        <w:t>انى كه از تو پيروى كرده اند</w:t>
      </w:r>
      <w:r w:rsidR="009C7B0C">
        <w:rPr>
          <w:rtl/>
        </w:rPr>
        <w:t xml:space="preserve">، </w:t>
      </w:r>
      <w:r>
        <w:rPr>
          <w:rtl/>
        </w:rPr>
        <w:t>بال خود را بگستر (و متواضع باش)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319" w:name="_Toc365974116"/>
      <w:r>
        <w:rPr>
          <w:rtl/>
        </w:rPr>
        <w:t>216 - فَإِنْ عَصَوْكَ فَقُلْ إِنِّى بَرِى ءٌ مِّمَّا تَعْمَلُونَ</w:t>
      </w:r>
      <w:bookmarkEnd w:id="319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20" w:name="_Toc365974117"/>
      <w:r w:rsidR="00573D7D">
        <w:rPr>
          <w:rtl/>
        </w:rPr>
        <w:t>217 - وَتَوَكَّلْ عَلَى الْعَزِيزِ الرَّحِيمِ</w:t>
      </w:r>
      <w:bookmarkEnd w:id="320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پس اگر سرپيچى كردند بگو: قطعا من از آنچه انجام مى دهيد بيزارم</w:t>
      </w:r>
      <w:r w:rsidR="009C7B0C">
        <w:rPr>
          <w:rtl/>
        </w:rPr>
        <w:t xml:space="preserve">. </w:t>
      </w:r>
      <w:r>
        <w:rPr>
          <w:rtl/>
        </w:rPr>
        <w:t>و بر (خداى) عزيز و مهربان توكّل كن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21" w:name="_Toc365974118"/>
      <w:r>
        <w:rPr>
          <w:rtl/>
        </w:rPr>
        <w:t>نكته ها</w:t>
      </w:r>
      <w:r w:rsidR="009C7B0C">
        <w:rPr>
          <w:rtl/>
        </w:rPr>
        <w:t>:</w:t>
      </w:r>
      <w:bookmarkEnd w:id="321"/>
    </w:p>
    <w:p w:rsidR="003D3A85" w:rsidRPr="003D3A85" w:rsidRDefault="00833A8D" w:rsidP="00833A8D">
      <w:pPr>
        <w:pStyle w:val="libAie"/>
        <w:rPr>
          <w:rtl/>
        </w:rPr>
      </w:pPr>
      <w:r w:rsidRPr="00E74251">
        <w:rPr>
          <w:rStyle w:val="libNormalChar"/>
          <w:rtl/>
        </w:rPr>
        <w:t xml:space="preserve"> </w:t>
      </w:r>
      <w:r w:rsidR="003D3A85" w:rsidRPr="00E74251">
        <w:rPr>
          <w:rStyle w:val="libNormalChar"/>
          <w:rtl/>
        </w:rPr>
        <w:t>پس از نزول آيه 214</w:t>
      </w:r>
      <w:r w:rsidR="009C7B0C">
        <w:rPr>
          <w:rStyle w:val="libNormalChar"/>
          <w:rtl/>
        </w:rPr>
        <w:t xml:space="preserve">، </w:t>
      </w:r>
      <w:r w:rsidR="003D3A85" w:rsidRPr="00E74251">
        <w:rPr>
          <w:rStyle w:val="libNormalChar"/>
          <w:rtl/>
        </w:rPr>
        <w:t xml:space="preserve">پيامبر اكرم </w:t>
      </w:r>
      <w:r w:rsidR="00316C3A" w:rsidRPr="00316C3A">
        <w:rPr>
          <w:rStyle w:val="libAlaemChar"/>
          <w:rtl/>
        </w:rPr>
        <w:t>صلى‌الله‌عليه‌وآله</w:t>
      </w:r>
      <w:r w:rsidR="003D3A85" w:rsidRPr="00E74251">
        <w:rPr>
          <w:rStyle w:val="libNormalChar"/>
          <w:rtl/>
        </w:rPr>
        <w:t xml:space="preserve"> بستگانش را به مهمانى فراخواند و بعد از پذيرايى</w:t>
      </w:r>
      <w:r w:rsidR="009C7B0C">
        <w:rPr>
          <w:rStyle w:val="libNormalChar"/>
          <w:rtl/>
        </w:rPr>
        <w:t xml:space="preserve">، </w:t>
      </w:r>
      <w:r w:rsidR="003D3A85" w:rsidRPr="00E74251">
        <w:rPr>
          <w:rStyle w:val="libNormalChar"/>
          <w:rtl/>
        </w:rPr>
        <w:t>سخن خود را آغاز و آنان را از شرك و بت پرستى نهى فرمود</w:t>
      </w:r>
      <w:r w:rsidR="009C7B0C">
        <w:rPr>
          <w:rStyle w:val="libNormalChar"/>
          <w:rtl/>
        </w:rPr>
        <w:t xml:space="preserve">. </w:t>
      </w:r>
      <w:r w:rsidR="003D3A85" w:rsidRPr="00833A8D">
        <w:rPr>
          <w:rStyle w:val="libFootnotenumChar"/>
          <w:rtl/>
        </w:rPr>
        <w:t>(71)</w:t>
      </w:r>
    </w:p>
    <w:p w:rsidR="007F2F6B" w:rsidRDefault="003D3A85" w:rsidP="00833A8D">
      <w:pPr>
        <w:pStyle w:val="libAie"/>
        <w:rPr>
          <w:rtl/>
        </w:rPr>
      </w:pPr>
      <w:r w:rsidRPr="00E74251">
        <w:rPr>
          <w:rStyle w:val="libNormalChar"/>
          <w:rtl/>
        </w:rPr>
        <w:t xml:space="preserve"> كلمه ى عَشيرة</w:t>
      </w:r>
      <w:r w:rsidR="009C7B0C">
        <w:rPr>
          <w:rStyle w:val="libNormalChar"/>
          <w:rtl/>
        </w:rPr>
        <w:t xml:space="preserve">، </w:t>
      </w:r>
      <w:r w:rsidR="007F2F6B" w:rsidRPr="00E74251">
        <w:rPr>
          <w:rStyle w:val="libNormalChar"/>
          <w:rtl/>
        </w:rPr>
        <w:t>شايد به خاطر معاشرت بستگان با يكديگر است كه در مورد خويشان بكار مى رود</w:t>
      </w:r>
      <w:r w:rsidR="009C7B0C">
        <w:rPr>
          <w:rtl/>
        </w:rPr>
        <w:t xml:space="preserve">. </w:t>
      </w:r>
    </w:p>
    <w:p w:rsidR="007F2F6B" w:rsidRDefault="003D3A85" w:rsidP="007F2F6B">
      <w:pPr>
        <w:pStyle w:val="libNormal"/>
        <w:rPr>
          <w:rtl/>
        </w:rPr>
      </w:pPr>
      <w:r w:rsidRPr="00E74251">
        <w:rPr>
          <w:rtl/>
        </w:rPr>
        <w:t xml:space="preserve"> در نيكى به ديگران (مانند ديدوبازديد</w:t>
      </w:r>
      <w:r w:rsidR="009C7B0C">
        <w:rPr>
          <w:rtl/>
        </w:rPr>
        <w:t xml:space="preserve">، </w:t>
      </w:r>
      <w:r w:rsidRPr="00E74251">
        <w:rPr>
          <w:rtl/>
        </w:rPr>
        <w:t>انفاق</w:t>
      </w:r>
      <w:r w:rsidR="009C7B0C">
        <w:rPr>
          <w:rtl/>
        </w:rPr>
        <w:t xml:space="preserve">، </w:t>
      </w:r>
      <w:r w:rsidRPr="00E74251">
        <w:rPr>
          <w:rtl/>
        </w:rPr>
        <w:t>وام</w:t>
      </w:r>
      <w:r w:rsidR="009C7B0C">
        <w:rPr>
          <w:rtl/>
        </w:rPr>
        <w:t xml:space="preserve">، </w:t>
      </w:r>
      <w:r w:rsidRPr="00E74251">
        <w:rPr>
          <w:rtl/>
        </w:rPr>
        <w:t>ارشاد و امربه معروف) نزديكان انسان مقدّمند</w:t>
      </w:r>
      <w:r w:rsidR="009C7B0C">
        <w:rPr>
          <w:rtl/>
        </w:rPr>
        <w:t xml:space="preserve">. </w:t>
      </w:r>
      <w:r w:rsidRPr="00833A8D">
        <w:rPr>
          <w:rStyle w:val="libAieChar"/>
          <w:rtl/>
        </w:rPr>
        <w:t>اَنذر عَشيرتك الاَقربين</w:t>
      </w:r>
    </w:p>
    <w:p w:rsidR="007F2F6B" w:rsidRDefault="003D3A85" w:rsidP="007F2F6B">
      <w:pPr>
        <w:pStyle w:val="libNormal"/>
        <w:rPr>
          <w:rtl/>
        </w:rPr>
      </w:pPr>
      <w:r w:rsidRPr="00E74251">
        <w:rPr>
          <w:rtl/>
        </w:rPr>
        <w:t xml:space="preserve"> گشودن بال</w:t>
      </w:r>
      <w:r w:rsidR="009C7B0C">
        <w:rPr>
          <w:rtl/>
        </w:rPr>
        <w:t xml:space="preserve">، </w:t>
      </w:r>
      <w:r w:rsidRPr="00E74251">
        <w:rPr>
          <w:rtl/>
        </w:rPr>
        <w:t>در قرآن درباره ى دو مورد آمده است</w:t>
      </w:r>
      <w:r w:rsidR="009C7B0C">
        <w:rPr>
          <w:rtl/>
        </w:rPr>
        <w:t>:</w:t>
      </w:r>
      <w:r w:rsidRPr="00E74251">
        <w:rPr>
          <w:rtl/>
        </w:rPr>
        <w:t xml:space="preserve"> يكى پيامبر براى </w:t>
      </w:r>
      <w:r w:rsidR="00BA599A">
        <w:rPr>
          <w:rtl/>
        </w:rPr>
        <w:t>مؤمن</w:t>
      </w:r>
      <w:r w:rsidRPr="00E74251">
        <w:rPr>
          <w:rtl/>
        </w:rPr>
        <w:t>ين ؛</w:t>
      </w:r>
      <w:r w:rsidRPr="00833A8D">
        <w:rPr>
          <w:rStyle w:val="libAieChar"/>
          <w:rtl/>
        </w:rPr>
        <w:t xml:space="preserve"> واخفض جَناحك لمَن اتّبعك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و ديگرى فرزند براى والدين</w:t>
      </w:r>
      <w:r w:rsidR="009C7B0C">
        <w:rPr>
          <w:rtl/>
        </w:rPr>
        <w:t xml:space="preserve">، </w:t>
      </w:r>
      <w:r w:rsidR="007F2F6B">
        <w:rPr>
          <w:rtl/>
        </w:rPr>
        <w:t xml:space="preserve">امّا در مورد فرزند كلمه ى </w:t>
      </w:r>
      <w:r w:rsidRPr="00833A8D">
        <w:rPr>
          <w:rStyle w:val="libAieChar"/>
          <w:rtl/>
        </w:rPr>
        <w:t>ذلّ</w:t>
      </w:r>
      <w:r w:rsidR="007F2F6B">
        <w:rPr>
          <w:rtl/>
        </w:rPr>
        <w:t xml:space="preserve"> نيز آمده است</w:t>
      </w:r>
      <w:r w:rsidR="009C7B0C">
        <w:rPr>
          <w:rtl/>
        </w:rPr>
        <w:t xml:space="preserve">. </w:t>
      </w:r>
      <w:r w:rsidRPr="00833A8D">
        <w:rPr>
          <w:rStyle w:val="libAieChar"/>
          <w:rtl/>
        </w:rPr>
        <w:t>واخفض لهما جَناح الذّل من الرّحمة</w:t>
      </w:r>
      <w:r w:rsidR="007F2F6B">
        <w:t xml:space="preserve"> </w:t>
      </w:r>
      <w:r w:rsidR="00573D7D" w:rsidRPr="00573D7D">
        <w:rPr>
          <w:rStyle w:val="libFootnotenumChar"/>
        </w:rPr>
        <w:t>(72)</w:t>
      </w:r>
    </w:p>
    <w:p w:rsidR="007F2F6B" w:rsidRDefault="003D3A85" w:rsidP="007F2F6B">
      <w:pPr>
        <w:pStyle w:val="libNormal"/>
        <w:rPr>
          <w:rtl/>
        </w:rPr>
      </w:pPr>
      <w:r w:rsidRPr="00833A8D">
        <w:rPr>
          <w:rStyle w:val="libAieChar"/>
          <w:rtl/>
        </w:rPr>
        <w:lastRenderedPageBreak/>
        <w:t xml:space="preserve"> در آيه ى واَنذر عَشيرتك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زنان نيز جزو مخاطبان بوده اند</w:t>
      </w:r>
      <w:r w:rsidR="009C7B0C">
        <w:rPr>
          <w:rtl/>
        </w:rPr>
        <w:t xml:space="preserve">. </w:t>
      </w:r>
      <w:r w:rsidRPr="00833A8D">
        <w:rPr>
          <w:rStyle w:val="libAieChar"/>
          <w:rtl/>
        </w:rPr>
        <w:t>عشيرتك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شامل زن و مرد است و تفسير الميزان از طبرانى نقل كرده كه پيامبر </w:t>
      </w:r>
      <w:r w:rsidR="00316C3A" w:rsidRPr="00316C3A">
        <w:rPr>
          <w:rStyle w:val="libAlaemChar"/>
          <w:rtl/>
        </w:rPr>
        <w:t>صلى‌الله‌عليه‌وآله</w:t>
      </w:r>
      <w:r w:rsidR="007F2F6B">
        <w:rPr>
          <w:rtl/>
        </w:rPr>
        <w:t xml:space="preserve"> زنان را نيز دعوت كرده بود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22" w:name="_Toc365974119"/>
      <w:r>
        <w:rPr>
          <w:rtl/>
        </w:rPr>
        <w:t>پيام ها</w:t>
      </w:r>
      <w:r w:rsidR="009C7B0C">
        <w:rPr>
          <w:rtl/>
        </w:rPr>
        <w:t>:</w:t>
      </w:r>
      <w:bookmarkEnd w:id="322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پيوند خويشاوندى سبب مسئوليّت بيشترى 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اَنذر عشيرتك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در مكتب وحى</w:t>
      </w:r>
      <w:r w:rsidR="009C7B0C">
        <w:rPr>
          <w:rtl/>
        </w:rPr>
        <w:t xml:space="preserve">، </w:t>
      </w:r>
      <w:r>
        <w:rPr>
          <w:rtl/>
        </w:rPr>
        <w:t>همه ى مردم در برابر قانون خدا يكسانند ونزديكان پيامبر نيز مورد هشدار قرار مى گيرند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اَنذر عشيرتك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در تبليغ و نهى از منكر</w:t>
      </w:r>
      <w:r w:rsidR="009C7B0C">
        <w:rPr>
          <w:rtl/>
        </w:rPr>
        <w:t xml:space="preserve">، </w:t>
      </w:r>
      <w:r>
        <w:rPr>
          <w:rtl/>
        </w:rPr>
        <w:t xml:space="preserve">اوّل از خود شروع كنيد؛ </w:t>
      </w:r>
      <w:r w:rsidR="003D3A85" w:rsidRPr="00833A8D">
        <w:rPr>
          <w:rStyle w:val="libAieChar"/>
          <w:rtl/>
        </w:rPr>
        <w:t>فلاتَدعُ مع اللّه</w:t>
      </w:r>
      <w:r>
        <w:rPr>
          <w:rtl/>
        </w:rPr>
        <w:t xml:space="preserve"> سپس نزديكان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اَنذر عشيرتك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ارشاد و تبليغ بايد با صراحت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اَنذِر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روابط فاميلى نبايد مانع نهى از منكر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اَنذِر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هشدار به نزديكان</w:t>
      </w:r>
      <w:r w:rsidR="009C7B0C">
        <w:rPr>
          <w:rtl/>
        </w:rPr>
        <w:t xml:space="preserve">، </w:t>
      </w:r>
      <w:r>
        <w:rPr>
          <w:rtl/>
        </w:rPr>
        <w:t>زمينه ى پذيرش حقّ را در ديگران تقويت مى كند</w:t>
      </w:r>
      <w:r w:rsidR="009C7B0C">
        <w:rPr>
          <w:rtl/>
        </w:rPr>
        <w:t xml:space="preserve">. </w:t>
      </w:r>
      <w:r>
        <w:rPr>
          <w:rtl/>
        </w:rPr>
        <w:t>(مردم مى گويند: اين حرف ها را به بستگان خود نيز مى زند)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 اَنذِر عشيرتك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در ميان بستگان نيز اولويّت مطرح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الاقربين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در بين بستگان به خاطر شناخت عميق واعتماد</w:t>
      </w:r>
      <w:r w:rsidR="009C7B0C">
        <w:rPr>
          <w:rtl/>
        </w:rPr>
        <w:t xml:space="preserve">، </w:t>
      </w:r>
      <w:r w:rsidR="007F2F6B">
        <w:rPr>
          <w:rtl/>
        </w:rPr>
        <w:t>زمينه ى پذيرش حقّ بيشتر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الاقربين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هشدار بايد با سوز و محبّت همراه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اَنذِر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 xml:space="preserve">واخفض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تواضع در برابر ياران</w:t>
      </w:r>
      <w:r w:rsidR="009C7B0C">
        <w:rPr>
          <w:rtl/>
        </w:rPr>
        <w:t xml:space="preserve">، </w:t>
      </w:r>
      <w:r>
        <w:rPr>
          <w:rtl/>
        </w:rPr>
        <w:t>پيروان و زيردستان</w:t>
      </w:r>
      <w:r w:rsidR="009C7B0C">
        <w:rPr>
          <w:rtl/>
        </w:rPr>
        <w:t xml:space="preserve">، </w:t>
      </w:r>
      <w:r>
        <w:rPr>
          <w:rtl/>
        </w:rPr>
        <w:t>از صفات لازم براى رهبر و مبلّغ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واخفِض جَناحك لمَن اتّبعك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11- با </w:t>
      </w:r>
      <w:r w:rsidR="00BA599A">
        <w:rPr>
          <w:rtl/>
        </w:rPr>
        <w:t>مؤمن</w:t>
      </w:r>
      <w:r>
        <w:rPr>
          <w:rtl/>
        </w:rPr>
        <w:t>ين تواضع</w:t>
      </w:r>
      <w:r w:rsidR="009C7B0C">
        <w:rPr>
          <w:rtl/>
        </w:rPr>
        <w:t xml:space="preserve">، </w:t>
      </w:r>
      <w:r>
        <w:rPr>
          <w:rtl/>
        </w:rPr>
        <w:t>از مشركين برائت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واخفِض فقل اِنّى برى ء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در اهميّت تواضع همين بس كه خداوند پيامبر را به آن فرمان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واخفض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13- لازمه ى ايمان به خداوند</w:t>
      </w:r>
      <w:r w:rsidR="009C7B0C">
        <w:rPr>
          <w:rtl/>
        </w:rPr>
        <w:t xml:space="preserve">، </w:t>
      </w:r>
      <w:r>
        <w:rPr>
          <w:rtl/>
        </w:rPr>
        <w:t>پيروى از پيامبر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لمَن اتّبعك من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  <w:r>
        <w:rPr>
          <w:rtl/>
        </w:rPr>
        <w:t xml:space="preserve"> و نفرمود: </w:t>
      </w:r>
      <w:r w:rsidR="003D3A85" w:rsidRPr="00833A8D">
        <w:rPr>
          <w:rStyle w:val="libAieChar"/>
          <w:rtl/>
        </w:rPr>
        <w:t>لل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 xml:space="preserve">ين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14- </w:t>
      </w:r>
      <w:r w:rsidR="00BA599A">
        <w:rPr>
          <w:rtl/>
        </w:rPr>
        <w:t>مؤمن</w:t>
      </w:r>
      <w:r>
        <w:rPr>
          <w:rtl/>
        </w:rPr>
        <w:t>ان</w:t>
      </w:r>
      <w:r w:rsidR="009C7B0C">
        <w:rPr>
          <w:rtl/>
        </w:rPr>
        <w:t xml:space="preserve">، </w:t>
      </w:r>
      <w:r>
        <w:rPr>
          <w:rtl/>
        </w:rPr>
        <w:t xml:space="preserve">به قدرى مقام دارند كه رسول اللّه </w:t>
      </w:r>
      <w:r w:rsidR="00316C3A" w:rsidRPr="00316C3A">
        <w:rPr>
          <w:rStyle w:val="libAlaemChar"/>
          <w:rtl/>
        </w:rPr>
        <w:t>صلى‌الله‌عليه‌وآله</w:t>
      </w:r>
      <w:r>
        <w:rPr>
          <w:rtl/>
        </w:rPr>
        <w:t xml:space="preserve"> ماءمور به فروتنى در برابر آنان 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واخفِض جناحك لمَن اتّبعك من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>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ملاك برخوردها</w:t>
      </w:r>
      <w:r w:rsidR="009C7B0C">
        <w:rPr>
          <w:rtl/>
        </w:rPr>
        <w:t xml:space="preserve">، </w:t>
      </w:r>
      <w:r>
        <w:rPr>
          <w:rtl/>
        </w:rPr>
        <w:t>ايمان و كفر است</w:t>
      </w:r>
      <w:r w:rsidR="009C7B0C">
        <w:rPr>
          <w:rtl/>
        </w:rPr>
        <w:t xml:space="preserve">، </w:t>
      </w:r>
      <w:r>
        <w:rPr>
          <w:rtl/>
        </w:rPr>
        <w:t>نه فاميل بودن</w:t>
      </w:r>
      <w:r w:rsidR="009C7B0C">
        <w:rPr>
          <w:rtl/>
        </w:rPr>
        <w:t xml:space="preserve">. </w:t>
      </w:r>
      <w:r>
        <w:rPr>
          <w:rtl/>
        </w:rPr>
        <w:t xml:space="preserve">(بستگانت را انذار ده ولى نسبت به </w:t>
      </w:r>
      <w:r w:rsidR="00BA599A">
        <w:rPr>
          <w:rtl/>
        </w:rPr>
        <w:t>مؤمن</w:t>
      </w:r>
      <w:r>
        <w:rPr>
          <w:rtl/>
        </w:rPr>
        <w:t>ين تواضع كن)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اَنذر واخفِض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16- تواضع</w:t>
      </w:r>
      <w:r w:rsidR="009C7B0C">
        <w:rPr>
          <w:rtl/>
        </w:rPr>
        <w:t xml:space="preserve">، </w:t>
      </w:r>
      <w:r>
        <w:rPr>
          <w:rtl/>
        </w:rPr>
        <w:t>تنها با زبان نيست</w:t>
      </w:r>
      <w:r w:rsidR="009C7B0C">
        <w:rPr>
          <w:rtl/>
        </w:rPr>
        <w:t xml:space="preserve">، </w:t>
      </w:r>
      <w:r>
        <w:rPr>
          <w:rtl/>
        </w:rPr>
        <w:t>فروتنى در عمل نيز لازم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جَناحك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17- ميزان تولّى و تبرىّ</w:t>
      </w:r>
      <w:r w:rsidR="009C7B0C">
        <w:rPr>
          <w:rtl/>
        </w:rPr>
        <w:t xml:space="preserve">، </w:t>
      </w:r>
      <w:r>
        <w:rPr>
          <w:rtl/>
        </w:rPr>
        <w:t>اطاعت از رسول خداست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اتّبعك عَصوك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18- تنفّر قلبى از كفر كافى نيست</w:t>
      </w:r>
      <w:r w:rsidR="009C7B0C">
        <w:rPr>
          <w:rtl/>
        </w:rPr>
        <w:t xml:space="preserve">، </w:t>
      </w:r>
      <w:r>
        <w:rPr>
          <w:rtl/>
        </w:rPr>
        <w:t>اعلام قولى لازم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فقُل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19- كسى كه بر خداوند توكّل دارد مى تواند از عملكرد كفّار و بى اعتنايى بستگان اعلام برائت و تنفّر كند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بَرى ء و توكّل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20- به كسى تكيه كنيم كه قدرتمند ودوستدار ما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وتوكّل على العزيزالرّحيم</w:t>
      </w:r>
    </w:p>
    <w:p w:rsidR="007F2F6B" w:rsidRDefault="00573D7D" w:rsidP="00573D7D">
      <w:pPr>
        <w:pStyle w:val="Heading1"/>
        <w:rPr>
          <w:rtl/>
        </w:rPr>
      </w:pPr>
      <w:bookmarkStart w:id="323" w:name="_Toc365974120"/>
      <w:r>
        <w:rPr>
          <w:rtl/>
        </w:rPr>
        <w:t>21</w:t>
      </w:r>
      <w:r w:rsidR="004F6DE8">
        <w:rPr>
          <w:rtl/>
        </w:rPr>
        <w:t>8</w:t>
      </w:r>
      <w:r w:rsidR="00206683">
        <w:rPr>
          <w:rtl/>
        </w:rPr>
        <w:t xml:space="preserve">- </w:t>
      </w:r>
      <w:r>
        <w:rPr>
          <w:rtl/>
        </w:rPr>
        <w:t>اءَلَّذِى يَرَيكَ حِينَ تَقُومُ</w:t>
      </w:r>
      <w:bookmarkEnd w:id="323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24" w:name="_Toc365974121"/>
      <w:r w:rsidR="00573D7D">
        <w:rPr>
          <w:rtl/>
        </w:rPr>
        <w:t>219 - وَتَقَلُّبَكَ فِى السَّجِدِينَ</w:t>
      </w:r>
      <w:bookmarkEnd w:id="324"/>
    </w:p>
    <w:p w:rsidR="00D64FE0" w:rsidRPr="009C7B0C" w:rsidRDefault="00D64FE0" w:rsidP="009C7B0C">
      <w:r>
        <w:br w:type="page"/>
      </w:r>
    </w:p>
    <w:p w:rsidR="007F2F6B" w:rsidRDefault="007F2F6B" w:rsidP="00573D7D">
      <w:pPr>
        <w:pStyle w:val="Heading1"/>
        <w:rPr>
          <w:rtl/>
        </w:rPr>
      </w:pPr>
      <w:r>
        <w:lastRenderedPageBreak/>
        <w:t xml:space="preserve"> </w:t>
      </w:r>
      <w:bookmarkStart w:id="325" w:name="_Toc365974122"/>
      <w:r w:rsidR="00573D7D">
        <w:rPr>
          <w:rtl/>
        </w:rPr>
        <w:t>220 - إِنَّهُ هُوَ السَّمِيعُ الْعَلِيمُ</w:t>
      </w:r>
      <w:bookmarkEnd w:id="325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خدايى كه چون (به نماز) برمى خيزى تو را مى بيند</w:t>
      </w:r>
      <w:r w:rsidR="009C7B0C">
        <w:rPr>
          <w:rtl/>
        </w:rPr>
        <w:t xml:space="preserve">. </w:t>
      </w:r>
      <w:r>
        <w:rPr>
          <w:rtl/>
        </w:rPr>
        <w:t>و حركت تو را در ميان سجده كنندگان (نيز مى بيند)</w:t>
      </w:r>
      <w:r w:rsidR="009C7B0C">
        <w:rPr>
          <w:rtl/>
        </w:rPr>
        <w:t xml:space="preserve">. </w:t>
      </w:r>
      <w:r>
        <w:rPr>
          <w:rtl/>
        </w:rPr>
        <w:t>زيرا كه اوست شنوا و دانا</w:t>
      </w:r>
      <w:r w:rsidR="009C7B0C">
        <w:rPr>
          <w:rtl/>
        </w:rPr>
        <w:t xml:space="preserve">. </w:t>
      </w:r>
    </w:p>
    <w:p w:rsidR="007F2F6B" w:rsidRDefault="00573D7D" w:rsidP="00573D7D">
      <w:pPr>
        <w:pStyle w:val="Heading1"/>
        <w:rPr>
          <w:rtl/>
        </w:rPr>
      </w:pPr>
      <w:bookmarkStart w:id="326" w:name="_Toc365974123"/>
      <w:r>
        <w:rPr>
          <w:rtl/>
        </w:rPr>
        <w:t>221 - هَلْ اءُنَبِّئُكُمْ عَلَى مَن تَنَزَّلُ الشَّيَطِينُ</w:t>
      </w:r>
      <w:bookmarkEnd w:id="326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آيا شما را خبر دهم كه شياطين بر چه كسى فرود مى آيند؟</w:t>
      </w:r>
    </w:p>
    <w:p w:rsidR="007F2F6B" w:rsidRDefault="00573D7D" w:rsidP="00573D7D">
      <w:pPr>
        <w:pStyle w:val="Heading1"/>
        <w:rPr>
          <w:rtl/>
        </w:rPr>
      </w:pPr>
      <w:bookmarkStart w:id="327" w:name="_Toc365974124"/>
      <w:r>
        <w:rPr>
          <w:rtl/>
        </w:rPr>
        <w:t>222 - تَنَزَّلُ عَلَى كُلِّ اءَفَّاكٍ اءَثِيمٍ</w:t>
      </w:r>
      <w:bookmarkEnd w:id="327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28" w:name="_Toc365974125"/>
      <w:r w:rsidR="00573D7D">
        <w:rPr>
          <w:rtl/>
        </w:rPr>
        <w:t>223 - يُلْقُونَ السَّمْعَ وَاءَكْثَرُهُمْ كَذِبُونَ</w:t>
      </w:r>
      <w:bookmarkEnd w:id="328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بر هر دروغساز گنه پيشه اى فرود مى آيند</w:t>
      </w:r>
      <w:r w:rsidR="009C7B0C">
        <w:rPr>
          <w:rtl/>
        </w:rPr>
        <w:t xml:space="preserve">. </w:t>
      </w:r>
      <w:r>
        <w:rPr>
          <w:rtl/>
        </w:rPr>
        <w:t>(زيرا اين افراد) به سخنان شياطين گوش فرا مى دهند و بيشترشان دروغگويند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29" w:name="_Toc365974126"/>
      <w:r>
        <w:rPr>
          <w:rtl/>
        </w:rPr>
        <w:t>نكته ها</w:t>
      </w:r>
      <w:r w:rsidR="009C7B0C">
        <w:rPr>
          <w:rtl/>
        </w:rPr>
        <w:t>:</w:t>
      </w:r>
      <w:bookmarkEnd w:id="329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كلمه ى اَفّاك</w:t>
      </w:r>
      <w:r>
        <w:rPr>
          <w:rStyle w:val="libAieChar"/>
          <w:rtl/>
        </w:rPr>
        <w:t xml:space="preserve"> </w:t>
      </w:r>
      <w:r w:rsidR="007F2F6B">
        <w:rPr>
          <w:rtl/>
        </w:rPr>
        <w:t>به معناى كذّاب و دروغساز است</w:t>
      </w:r>
      <w:r w:rsidR="009C7B0C">
        <w:rPr>
          <w:rtl/>
        </w:rPr>
        <w:t xml:space="preserve">. </w:t>
      </w:r>
    </w:p>
    <w:p w:rsidR="003D3A85" w:rsidRPr="003D3A85" w:rsidRDefault="003D3A85" w:rsidP="00E74251">
      <w:pPr>
        <w:pStyle w:val="libNormal"/>
        <w:rPr>
          <w:rtl/>
        </w:rPr>
      </w:pPr>
      <w:r w:rsidRPr="003D3A85">
        <w:rPr>
          <w:rtl/>
        </w:rPr>
        <w:t xml:space="preserve"> در مورد قيام پيامبر </w:t>
      </w:r>
      <w:r w:rsidR="00316C3A" w:rsidRPr="00316C3A">
        <w:rPr>
          <w:rStyle w:val="libAlaemChar"/>
          <w:rtl/>
        </w:rPr>
        <w:t>صلى‌الله‌عليه‌وآله</w:t>
      </w:r>
      <w:r w:rsidRPr="003D3A85">
        <w:rPr>
          <w:rtl/>
        </w:rPr>
        <w:t xml:space="preserve"> در آيه ى 218</w:t>
      </w:r>
      <w:r w:rsidR="009C7B0C">
        <w:rPr>
          <w:rtl/>
        </w:rPr>
        <w:t xml:space="preserve">، </w:t>
      </w:r>
      <w:r w:rsidRPr="003D3A85">
        <w:rPr>
          <w:rtl/>
        </w:rPr>
        <w:t>يا مراد قيام براى نماز است</w:t>
      </w:r>
      <w:r w:rsidR="009C7B0C">
        <w:rPr>
          <w:rtl/>
        </w:rPr>
        <w:t xml:space="preserve">، </w:t>
      </w:r>
      <w:r w:rsidRPr="003D3A85">
        <w:rPr>
          <w:rtl/>
        </w:rPr>
        <w:t>يا قيام براى انذار و تبليغ</w:t>
      </w:r>
      <w:r w:rsidR="009C7B0C">
        <w:rPr>
          <w:rtl/>
        </w:rPr>
        <w:t xml:space="preserve">. </w:t>
      </w:r>
      <w:r w:rsidRPr="003D3A85">
        <w:rPr>
          <w:rtl/>
        </w:rPr>
        <w:t xml:space="preserve">چنانكه امام باقر </w:t>
      </w:r>
      <w:r w:rsidR="00BA599A" w:rsidRPr="00BA599A">
        <w:rPr>
          <w:rStyle w:val="libAlaemChar"/>
          <w:rtl/>
        </w:rPr>
        <w:t>عليه‌السلام</w:t>
      </w:r>
      <w:r w:rsidRPr="003D3A85">
        <w:rPr>
          <w:rtl/>
        </w:rPr>
        <w:t xml:space="preserve"> فرمود: مراد قيام در مسئله ى نبوّت است</w:t>
      </w:r>
      <w:r w:rsidR="009C7B0C">
        <w:rPr>
          <w:rtl/>
        </w:rPr>
        <w:t xml:space="preserve">. </w:t>
      </w:r>
    </w:p>
    <w:p w:rsidR="003D3A85" w:rsidRPr="003D3A85" w:rsidRDefault="003D3A85" w:rsidP="00E74251">
      <w:pPr>
        <w:pStyle w:val="libNormal"/>
        <w:rPr>
          <w:rtl/>
        </w:rPr>
      </w:pPr>
      <w:r w:rsidRPr="003D3A85">
        <w:rPr>
          <w:rtl/>
        </w:rPr>
        <w:t xml:space="preserve"> احتمال دارد مراد از آيه ى 223 اين باشد: شياطينى كه بر افراد فاسد نازل مى شوند</w:t>
      </w:r>
      <w:r w:rsidR="009C7B0C">
        <w:rPr>
          <w:rtl/>
        </w:rPr>
        <w:t xml:space="preserve">، </w:t>
      </w:r>
      <w:r w:rsidRPr="003D3A85">
        <w:rPr>
          <w:rtl/>
        </w:rPr>
        <w:t>براى شنيدن اخبار آسمان گوش خود را القا مى كنند</w:t>
      </w:r>
      <w:r w:rsidR="009C7B0C">
        <w:rPr>
          <w:rtl/>
        </w:rPr>
        <w:t xml:space="preserve">، </w:t>
      </w:r>
      <w:r w:rsidRPr="003D3A85">
        <w:rPr>
          <w:rtl/>
        </w:rPr>
        <w:t>گرچه با شهاب رد مى شوند</w:t>
      </w:r>
      <w:r w:rsidR="009C7B0C">
        <w:rPr>
          <w:rtl/>
        </w:rPr>
        <w:t xml:space="preserve">. </w:t>
      </w:r>
    </w:p>
    <w:p w:rsidR="007F2F6B" w:rsidRDefault="003D3A85" w:rsidP="00833A8D">
      <w:pPr>
        <w:pStyle w:val="libAie"/>
        <w:rPr>
          <w:rtl/>
        </w:rPr>
      </w:pPr>
      <w:r w:rsidRPr="00E74251">
        <w:rPr>
          <w:rStyle w:val="libNormalChar"/>
          <w:rtl/>
        </w:rPr>
        <w:lastRenderedPageBreak/>
        <w:t xml:space="preserve"> امام باقر </w:t>
      </w:r>
      <w:r w:rsidR="00BA599A" w:rsidRPr="00BA599A">
        <w:rPr>
          <w:rStyle w:val="libAlaemChar"/>
          <w:rtl/>
        </w:rPr>
        <w:t>عليه‌السلام</w:t>
      </w:r>
      <w:r w:rsidRPr="00E74251">
        <w:rPr>
          <w:rStyle w:val="libNormalChar"/>
          <w:rtl/>
        </w:rPr>
        <w:t xml:space="preserve"> فرمود: مراد از جمله ى تَقلّبك فى السّاجدين</w:t>
      </w:r>
      <w:r w:rsidR="00833A8D" w:rsidRPr="00E74251">
        <w:rPr>
          <w:rStyle w:val="libNormalChar"/>
          <w:rtl/>
        </w:rPr>
        <w:t xml:space="preserve"> </w:t>
      </w:r>
      <w:r w:rsidR="007F2F6B" w:rsidRPr="00E74251">
        <w:rPr>
          <w:rStyle w:val="libNormalChar"/>
          <w:rtl/>
        </w:rPr>
        <w:t>آن است كه خداوند از جا به جايى تو در اصلاب نياكان خداپرست تو آگاه بوده است</w:t>
      </w:r>
      <w:r w:rsidR="009C7B0C">
        <w:rPr>
          <w:rStyle w:val="libNormalChar"/>
          <w:rtl/>
        </w:rPr>
        <w:t xml:space="preserve">. </w:t>
      </w:r>
      <w:r w:rsidR="00573D7D" w:rsidRPr="00573D7D">
        <w:rPr>
          <w:rStyle w:val="libFootnotenumChar"/>
          <w:rtl/>
        </w:rPr>
        <w:t>(73)</w:t>
      </w:r>
    </w:p>
    <w:p w:rsidR="007F2F6B" w:rsidRPr="00E74251" w:rsidRDefault="003D3A85" w:rsidP="00E74251">
      <w:pPr>
        <w:pStyle w:val="libNormal"/>
        <w:rPr>
          <w:rtl/>
        </w:rPr>
      </w:pPr>
      <w:r w:rsidRPr="00BE4505">
        <w:rPr>
          <w:rtl/>
        </w:rPr>
        <w:t xml:space="preserve"> از آنجاكه مشركين</w:t>
      </w:r>
      <w:r w:rsidR="009C7B0C">
        <w:rPr>
          <w:rtl/>
        </w:rPr>
        <w:t xml:space="preserve">، </w:t>
      </w:r>
      <w:r w:rsidRPr="00BE4505">
        <w:rPr>
          <w:rtl/>
        </w:rPr>
        <w:t>نزول وحى را نزول شياطين برحضرت مى پنداشتند</w:t>
      </w:r>
      <w:r w:rsidR="009C7B0C">
        <w:rPr>
          <w:rtl/>
        </w:rPr>
        <w:t xml:space="preserve">، </w:t>
      </w:r>
      <w:r w:rsidRPr="00BE4505">
        <w:rPr>
          <w:rtl/>
        </w:rPr>
        <w:t>خداوند با قاطعيّت مى فرمايد: شياطين بر دروغسازان گنهكار نازل مى شوند نه بر پيامبر معصوم</w:t>
      </w:r>
      <w:r w:rsidR="009C7B0C">
        <w:rPr>
          <w:rtl/>
        </w:rPr>
        <w:t xml:space="preserve">. </w:t>
      </w:r>
      <w:r w:rsidRPr="00BE4505">
        <w:rPr>
          <w:rtl/>
        </w:rPr>
        <w:t>بنابراين دو نوع نزول داريم</w:t>
      </w:r>
      <w:r w:rsidR="009C7B0C">
        <w:rPr>
          <w:rtl/>
        </w:rPr>
        <w:t>:</w:t>
      </w:r>
      <w:r w:rsidRPr="00BE4505">
        <w:rPr>
          <w:rtl/>
        </w:rPr>
        <w:t xml:space="preserve"> يكى نزول وحى از طريق فرشته اى امين انّه لتَنزيل ربّ العالمين نزل به الرّوح الامين</w:t>
      </w:r>
      <w:r w:rsidR="007F2F6B" w:rsidRPr="00E74251">
        <w:rPr>
          <w:rtl/>
        </w:rPr>
        <w:t xml:space="preserve"> ديگرى نزول شياطين بر افراد آلوده</w:t>
      </w:r>
      <w:r w:rsidR="009C7B0C">
        <w:rPr>
          <w:rtl/>
        </w:rPr>
        <w:t xml:space="preserve">. </w:t>
      </w:r>
      <w:r w:rsidRPr="00BE4505">
        <w:rPr>
          <w:rtl/>
        </w:rPr>
        <w:t>تَنزّل على كلّ اَفّاك اَثيم</w:t>
      </w:r>
    </w:p>
    <w:p w:rsidR="007F2F6B" w:rsidRDefault="003D3A85" w:rsidP="003D3A85">
      <w:pPr>
        <w:pStyle w:val="Heading2"/>
        <w:rPr>
          <w:rtl/>
        </w:rPr>
      </w:pPr>
      <w:bookmarkStart w:id="330" w:name="_Toc365974127"/>
      <w:r>
        <w:rPr>
          <w:rtl/>
        </w:rPr>
        <w:t>پيام ها</w:t>
      </w:r>
      <w:r w:rsidR="009C7B0C">
        <w:rPr>
          <w:rtl/>
        </w:rPr>
        <w:t>:</w:t>
      </w:r>
      <w:bookmarkEnd w:id="330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خداوند با يادآورى نظارت خويش</w:t>
      </w:r>
      <w:r w:rsidR="009C7B0C">
        <w:rPr>
          <w:rtl/>
        </w:rPr>
        <w:t xml:space="preserve">، </w:t>
      </w:r>
      <w:r>
        <w:rPr>
          <w:rtl/>
        </w:rPr>
        <w:t>از پيامبرش دلجويى مى كند</w:t>
      </w:r>
      <w:r w:rsidR="009C7B0C">
        <w:rPr>
          <w:rtl/>
        </w:rPr>
        <w:t xml:space="preserve">. </w:t>
      </w:r>
      <w:r w:rsidR="00623FA7">
        <w:rPr>
          <w:rStyle w:val="libAieChar"/>
          <w:rtl/>
        </w:rPr>
        <w:t>يَراك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انسان در حال نماز مورد توجّه خاصّ خداوند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يَراك حين تَقوم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سجده مهم ترين ركن نماز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فى السّاجدين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بر خدايى توكّل كنيم كه علاوه بر داشتن عزّت و رحمت</w:t>
      </w:r>
      <w:r w:rsidR="009C7B0C">
        <w:rPr>
          <w:rtl/>
        </w:rPr>
        <w:t xml:space="preserve">، </w:t>
      </w:r>
      <w:r>
        <w:rPr>
          <w:rtl/>
        </w:rPr>
        <w:t>شنوا و آگاه است و حركت ها و عبادت هاى مارا مى بيند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توكّل على العزيز الرّحيم السّميع العليم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در شيوه ى تبليغ</w:t>
      </w:r>
      <w:r w:rsidR="009C7B0C">
        <w:rPr>
          <w:rtl/>
        </w:rPr>
        <w:t xml:space="preserve">، </w:t>
      </w:r>
      <w:r w:rsidR="007F2F6B">
        <w:rPr>
          <w:rtl/>
        </w:rPr>
        <w:t xml:space="preserve">با </w:t>
      </w:r>
      <w:r w:rsidR="00BC6E3A">
        <w:rPr>
          <w:rtl/>
        </w:rPr>
        <w:t>سؤال</w:t>
      </w:r>
      <w:r w:rsidR="007F2F6B">
        <w:rPr>
          <w:rtl/>
        </w:rPr>
        <w:t xml:space="preserve"> كردن زمينه ى توجّه و شنيدن را در مخاطبين زنده كنيم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هل اُنبّئكم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روحيّه ها</w:t>
      </w:r>
      <w:r w:rsidR="009C7B0C">
        <w:rPr>
          <w:rtl/>
        </w:rPr>
        <w:t xml:space="preserve">، </w:t>
      </w:r>
      <w:r>
        <w:rPr>
          <w:rtl/>
        </w:rPr>
        <w:t>ظرفيّت ها و لياقت هاى گوناگون</w:t>
      </w:r>
      <w:r w:rsidR="009C7B0C">
        <w:rPr>
          <w:rtl/>
        </w:rPr>
        <w:t xml:space="preserve">، </w:t>
      </w:r>
      <w:r>
        <w:rPr>
          <w:rtl/>
        </w:rPr>
        <w:t>نزول هاى گوناگونى را به همراه دارد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نَزَل به الرّوح الامين على قلبك تَنزّل على كلّ افّاك اَثيم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دريافت كننده ى وحى تنها يك دل است</w:t>
      </w:r>
      <w:r w:rsidR="009C7B0C">
        <w:rPr>
          <w:rtl/>
        </w:rPr>
        <w:t xml:space="preserve">، </w:t>
      </w:r>
      <w:r>
        <w:rPr>
          <w:rtl/>
        </w:rPr>
        <w:t>دل پاك پيامبر</w:t>
      </w:r>
      <w:r w:rsidR="003D3A85" w:rsidRPr="00833A8D">
        <w:rPr>
          <w:rStyle w:val="libAieChar"/>
          <w:rtl/>
        </w:rPr>
        <w:t xml:space="preserve"> قلبك</w:t>
      </w:r>
      <w:r w:rsidR="009C7B0C">
        <w:rPr>
          <w:rStyle w:val="libAieChar"/>
          <w:rtl/>
        </w:rPr>
        <w:t>،</w:t>
      </w:r>
      <w:r w:rsidR="009C7B0C">
        <w:rPr>
          <w:rtl/>
        </w:rPr>
        <w:t xml:space="preserve"> </w:t>
      </w:r>
      <w:r>
        <w:rPr>
          <w:rtl/>
        </w:rPr>
        <w:t>ولى دريافت كننده ى وسوسه هاى شيطانى</w:t>
      </w:r>
      <w:r w:rsidR="009C7B0C">
        <w:rPr>
          <w:rtl/>
        </w:rPr>
        <w:t xml:space="preserve">، </w:t>
      </w:r>
      <w:r>
        <w:rPr>
          <w:rtl/>
        </w:rPr>
        <w:t>هر دل آلوده اى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كلّ افّاك 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lastRenderedPageBreak/>
        <w:t xml:space="preserve">8- </w:t>
      </w:r>
      <w:r w:rsidR="007F2F6B">
        <w:rPr>
          <w:rtl/>
        </w:rPr>
        <w:t>بدتر از گناه</w:t>
      </w:r>
      <w:r w:rsidR="009C7B0C">
        <w:rPr>
          <w:rtl/>
        </w:rPr>
        <w:t xml:space="preserve">، </w:t>
      </w:r>
      <w:r w:rsidR="007F2F6B">
        <w:rPr>
          <w:rtl/>
        </w:rPr>
        <w:t>تكرار و عجين شدن آن با خُلق وخوى آدمى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افّاك اَثيم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نشانه ى گناهكار آلوده آن است كه گوش خود را در اختيار هر سخنى مى گذارد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يُلقُونَ السمع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دروغ</w:t>
      </w:r>
      <w:r w:rsidR="009C7B0C">
        <w:rPr>
          <w:rtl/>
        </w:rPr>
        <w:t xml:space="preserve">، </w:t>
      </w:r>
      <w:r>
        <w:rPr>
          <w:rtl/>
        </w:rPr>
        <w:t>سرچشمه ى بسيارى از گناهان و خطرناك تر از آنهاست و لذا قلب دروغ ساز</w:t>
      </w:r>
      <w:r w:rsidR="009C7B0C">
        <w:rPr>
          <w:rtl/>
        </w:rPr>
        <w:t xml:space="preserve">، </w:t>
      </w:r>
      <w:r>
        <w:rPr>
          <w:rtl/>
        </w:rPr>
        <w:t>فرودگاه شيطان مى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تَنزّل على كلّ افّاك اَثيم</w:t>
      </w:r>
    </w:p>
    <w:p w:rsidR="007F2F6B" w:rsidRDefault="00573D7D" w:rsidP="00573D7D">
      <w:pPr>
        <w:pStyle w:val="Heading1"/>
        <w:rPr>
          <w:rtl/>
        </w:rPr>
      </w:pPr>
      <w:bookmarkStart w:id="331" w:name="_Toc365974128"/>
      <w:r>
        <w:rPr>
          <w:rtl/>
        </w:rPr>
        <w:t>224 - وَالشُّعَرَآءُ يَتَّبِعُهُمُ الْغَاوُونَ</w:t>
      </w:r>
      <w:bookmarkEnd w:id="331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32" w:name="_Toc365974129"/>
      <w:r w:rsidR="00573D7D">
        <w:rPr>
          <w:rtl/>
        </w:rPr>
        <w:t>22</w:t>
      </w:r>
      <w:r w:rsidR="004F6DE8">
        <w:rPr>
          <w:rtl/>
        </w:rPr>
        <w:t>5</w:t>
      </w:r>
      <w:r w:rsidR="00206683">
        <w:rPr>
          <w:rtl/>
        </w:rPr>
        <w:t xml:space="preserve">- </w:t>
      </w:r>
      <w:r w:rsidR="00573D7D">
        <w:rPr>
          <w:rtl/>
        </w:rPr>
        <w:t>اءَلَمْ تَرَ اءَنَّهُمْ فِى كُلِّ وَادٍ يَهِيمُونَ</w:t>
      </w:r>
      <w:bookmarkEnd w:id="332"/>
    </w:p>
    <w:p w:rsidR="007F2F6B" w:rsidRDefault="007F2F6B" w:rsidP="00573D7D">
      <w:pPr>
        <w:pStyle w:val="Heading1"/>
        <w:rPr>
          <w:rtl/>
        </w:rPr>
      </w:pPr>
      <w:r>
        <w:t xml:space="preserve"> </w:t>
      </w:r>
      <w:bookmarkStart w:id="333" w:name="_Toc365974130"/>
      <w:r w:rsidR="00573D7D">
        <w:rPr>
          <w:rtl/>
        </w:rPr>
        <w:t>226 - وَاءَنَّهُمْ يَقُولُونَ مَا لاَ يَفْعَلُونَ</w:t>
      </w:r>
      <w:bookmarkEnd w:id="333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(پيامبر اسلام شاعر نيست</w:t>
      </w:r>
      <w:r w:rsidR="009C7B0C">
        <w:rPr>
          <w:rtl/>
        </w:rPr>
        <w:t xml:space="preserve">، </w:t>
      </w:r>
      <w:r>
        <w:rPr>
          <w:rtl/>
        </w:rPr>
        <w:t>زيرا) شاعران را گمراهان پيروى مى كنند</w:t>
      </w:r>
      <w:r w:rsidR="009C7B0C">
        <w:rPr>
          <w:rtl/>
        </w:rPr>
        <w:t xml:space="preserve">. </w:t>
      </w:r>
      <w:r>
        <w:rPr>
          <w:rtl/>
        </w:rPr>
        <w:t>آيا نديدى كه آنان در هر وادى سرگشته مى روند؟ و مطالبى مى گويند كه به آن عمل نمى كنند؟</w:t>
      </w:r>
    </w:p>
    <w:p w:rsidR="007F2F6B" w:rsidRDefault="00573D7D" w:rsidP="00573D7D">
      <w:pPr>
        <w:pStyle w:val="Heading1"/>
        <w:rPr>
          <w:rtl/>
        </w:rPr>
      </w:pPr>
      <w:bookmarkStart w:id="334" w:name="_Toc365974131"/>
      <w:r>
        <w:rPr>
          <w:rtl/>
        </w:rPr>
        <w:t>227 - إِلا الَّذِينَ ءَامَنُواْ وَعَمِلُواْ الصَّلِحَتِ وَذَكَرُواْاللّهَ كَثِيراً وَانتَصَرُواْمِن بَعْدِ مَا ظُلِمُواْوَسَيَعْلَمُ الَّذِينَ ظَلَمُواْ اءَىَّ مُنقَلَبٍ يَنقَلِبُونَ</w:t>
      </w:r>
      <w:bookmarkEnd w:id="334"/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ترجمه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مگر آنان (شاعرانى) كه ايمان آورده و كارهاى نيكو انجام داده و خدارا بسيار ياد مى كنند</w:t>
      </w:r>
      <w:r w:rsidR="009C7B0C">
        <w:rPr>
          <w:rtl/>
        </w:rPr>
        <w:t xml:space="preserve">، </w:t>
      </w:r>
      <w:r>
        <w:rPr>
          <w:rtl/>
        </w:rPr>
        <w:t>و پس از آن كه مورد ستم قرار گرفتند (به دفاع از خود) يارى مى طلبند (و با شعر از مظلوميّت خود دفاع مى كنند) و كسانى كه ظالمند</w:t>
      </w:r>
      <w:r w:rsidR="009C7B0C">
        <w:rPr>
          <w:rtl/>
        </w:rPr>
        <w:t xml:space="preserve">، </w:t>
      </w:r>
      <w:r>
        <w:rPr>
          <w:rtl/>
        </w:rPr>
        <w:t>به زودى خواهند دانست كه به كدام بازگشتگاه باز خواهند گشت</w:t>
      </w:r>
      <w:r w:rsidR="009C7B0C">
        <w:rPr>
          <w:rtl/>
        </w:rPr>
        <w:t xml:space="preserve">. </w:t>
      </w:r>
    </w:p>
    <w:p w:rsidR="007F2F6B" w:rsidRDefault="003D3A85" w:rsidP="003D3A85">
      <w:pPr>
        <w:pStyle w:val="Heading2"/>
        <w:rPr>
          <w:rtl/>
        </w:rPr>
      </w:pPr>
      <w:bookmarkStart w:id="335" w:name="_Toc365974132"/>
      <w:r>
        <w:rPr>
          <w:rtl/>
        </w:rPr>
        <w:lastRenderedPageBreak/>
        <w:t>نكته ها</w:t>
      </w:r>
      <w:r w:rsidR="009C7B0C">
        <w:rPr>
          <w:rtl/>
        </w:rPr>
        <w:t>:</w:t>
      </w:r>
      <w:bookmarkEnd w:id="335"/>
    </w:p>
    <w:p w:rsidR="007F2F6B" w:rsidRDefault="00833A8D" w:rsidP="007F2F6B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833A8D">
        <w:rPr>
          <w:rStyle w:val="libAieChar"/>
          <w:rtl/>
        </w:rPr>
        <w:t>كلمه ى غاوون</w:t>
      </w:r>
      <w:r>
        <w:rPr>
          <w:rStyle w:val="libAieChar"/>
          <w:rtl/>
        </w:rPr>
        <w:t xml:space="preserve"> </w:t>
      </w:r>
      <w:r w:rsidR="007F2F6B">
        <w:rPr>
          <w:rtl/>
        </w:rPr>
        <w:t xml:space="preserve">از </w:t>
      </w:r>
      <w:r w:rsidR="003D3A85" w:rsidRPr="00833A8D">
        <w:rPr>
          <w:rStyle w:val="libAieChar"/>
          <w:rtl/>
        </w:rPr>
        <w:t>غىّ</w:t>
      </w:r>
      <w:r w:rsidR="009C7B0C">
        <w:rPr>
          <w:rtl/>
        </w:rPr>
        <w:t xml:space="preserve">، </w:t>
      </w:r>
      <w:r w:rsidR="007F2F6B">
        <w:rPr>
          <w:rtl/>
        </w:rPr>
        <w:t>ضد رشد است</w:t>
      </w:r>
      <w:r w:rsidR="009C7B0C">
        <w:rPr>
          <w:rtl/>
        </w:rPr>
        <w:t xml:space="preserve">، </w:t>
      </w:r>
      <w:r w:rsidR="007F2F6B">
        <w:rPr>
          <w:rtl/>
        </w:rPr>
        <w:t xml:space="preserve">چنانكه در جاى ديگر مى فرمايد: </w:t>
      </w:r>
      <w:r w:rsidR="003D3A85" w:rsidRPr="00833A8D">
        <w:rPr>
          <w:rStyle w:val="libAieChar"/>
          <w:rtl/>
        </w:rPr>
        <w:t>قد تَبيّن الرّشد من الغَىّ</w:t>
      </w:r>
      <w:r w:rsidR="007F2F6B">
        <w:t xml:space="preserve"> </w:t>
      </w:r>
      <w:r w:rsidR="00573D7D" w:rsidRPr="00573D7D">
        <w:rPr>
          <w:rStyle w:val="libFootnotenumChar"/>
        </w:rPr>
        <w:t>(74)</w:t>
      </w:r>
    </w:p>
    <w:p w:rsidR="003D3A85" w:rsidRPr="003D3A85" w:rsidRDefault="00833A8D" w:rsidP="00623FA7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از آنجا كه كفّار قرآن را ساخته ى وهم و خيال</w:t>
      </w:r>
      <w:r w:rsidR="009C7B0C">
        <w:rPr>
          <w:rtl/>
        </w:rPr>
        <w:t xml:space="preserve">، </w:t>
      </w:r>
      <w:r w:rsidR="003D3A85" w:rsidRPr="003D3A85">
        <w:rPr>
          <w:rtl/>
        </w:rPr>
        <w:t>و پيامبر را شاعر مى دانستند</w:t>
      </w:r>
      <w:r w:rsidR="009C7B0C">
        <w:rPr>
          <w:rtl/>
        </w:rPr>
        <w:t xml:space="preserve">، </w:t>
      </w:r>
      <w:r w:rsidR="003D3A85" w:rsidRPr="003D3A85">
        <w:rPr>
          <w:rtl/>
        </w:rPr>
        <w:t>اين آيات آنان را محكوم مى كند كه طرفداران شعرا</w:t>
      </w:r>
      <w:r w:rsidR="009C7B0C">
        <w:rPr>
          <w:rtl/>
        </w:rPr>
        <w:t xml:space="preserve">، </w:t>
      </w:r>
      <w:r w:rsidR="003D3A85" w:rsidRPr="003D3A85">
        <w:rPr>
          <w:rtl/>
        </w:rPr>
        <w:t>گمراهانند ولى طرفداران پيامبر اسلام گمراه نيستند</w:t>
      </w:r>
      <w:r w:rsidR="009C7B0C">
        <w:rPr>
          <w:rtl/>
        </w:rPr>
        <w:t xml:space="preserve">. </w:t>
      </w:r>
      <w:r w:rsidR="003D3A85" w:rsidRPr="003D3A85">
        <w:rPr>
          <w:rtl/>
        </w:rPr>
        <w:t>شعرا بى هدف وسرگشته اند وبه گفته ى خود عمل نمى كنند</w:t>
      </w:r>
      <w:r w:rsidR="009C7B0C">
        <w:rPr>
          <w:rtl/>
        </w:rPr>
        <w:t xml:space="preserve">، </w:t>
      </w:r>
      <w:r w:rsidR="003D3A85" w:rsidRPr="003D3A85">
        <w:rPr>
          <w:rtl/>
        </w:rPr>
        <w:t>ولى پيامبر اين گونه نيست</w:t>
      </w:r>
      <w:r w:rsidR="009C7B0C">
        <w:rPr>
          <w:rtl/>
        </w:rPr>
        <w:t xml:space="preserve">، </w:t>
      </w:r>
      <w:r w:rsidR="003D3A85" w:rsidRPr="003D3A85">
        <w:rPr>
          <w:rtl/>
        </w:rPr>
        <w:t>هماهنگى ميان گفتار و رفتار پيامبر اسلام</w:t>
      </w:r>
      <w:r w:rsidR="009C7B0C">
        <w:rPr>
          <w:rtl/>
        </w:rPr>
        <w:t xml:space="preserve">، </w:t>
      </w:r>
      <w:r w:rsidR="003D3A85" w:rsidRPr="003D3A85">
        <w:rPr>
          <w:rtl/>
        </w:rPr>
        <w:t>نشانه ى آن است كه او شاعر نيست</w:t>
      </w:r>
      <w:r w:rsidR="009C7B0C">
        <w:rPr>
          <w:rtl/>
        </w:rPr>
        <w:t xml:space="preserve">. </w:t>
      </w:r>
    </w:p>
    <w:p w:rsidR="007F2F6B" w:rsidRDefault="003D3A85" w:rsidP="00623FA7">
      <w:pPr>
        <w:pStyle w:val="libNormal"/>
      </w:pPr>
      <w:r w:rsidRPr="003D3A85">
        <w:rPr>
          <w:rtl/>
        </w:rPr>
        <w:t xml:space="preserve"> از امام باقر وامام صادق </w:t>
      </w:r>
      <w:r w:rsidR="00BC6E3A" w:rsidRPr="00BC6E3A">
        <w:rPr>
          <w:rStyle w:val="libAlaemChar"/>
          <w:rtl/>
        </w:rPr>
        <w:t>عليهما‌السلام</w:t>
      </w:r>
      <w:r w:rsidRPr="003D3A85">
        <w:rPr>
          <w:rtl/>
        </w:rPr>
        <w:t xml:space="preserve"> نقل شده كه به مناسبت آيه ى والشعراء يَتبعهم الغاوون</w:t>
      </w:r>
      <w:r w:rsidR="007F2F6B">
        <w:rPr>
          <w:rtl/>
        </w:rPr>
        <w:t xml:space="preserve"> فرمودند: كسانى كه فقه را براى غير دين آموخته باشند</w:t>
      </w:r>
      <w:r w:rsidR="009C7B0C">
        <w:rPr>
          <w:rtl/>
        </w:rPr>
        <w:t xml:space="preserve">، </w:t>
      </w:r>
      <w:r w:rsidR="007F2F6B">
        <w:rPr>
          <w:rtl/>
        </w:rPr>
        <w:t>يا عميق نياموخته باشند</w:t>
      </w:r>
      <w:r w:rsidR="009C7B0C">
        <w:rPr>
          <w:rtl/>
        </w:rPr>
        <w:t xml:space="preserve">، </w:t>
      </w:r>
      <w:r w:rsidR="007F2F6B">
        <w:rPr>
          <w:rtl/>
        </w:rPr>
        <w:t>هم گمراهند و هم ديگران را گمراه مى كنند و قصّه سرايان نيز مشمول اين سرزنش هستند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(75)</w:t>
      </w:r>
    </w:p>
    <w:p w:rsidR="003D3A85" w:rsidRPr="003D3A85" w:rsidRDefault="003D3A85" w:rsidP="00623FA7">
      <w:pPr>
        <w:pStyle w:val="libNormal"/>
        <w:rPr>
          <w:rtl/>
        </w:rPr>
      </w:pPr>
      <w:r w:rsidRPr="003D3A85">
        <w:rPr>
          <w:rtl/>
        </w:rPr>
        <w:t xml:space="preserve"> از اينكه نام شعراى بى هدف در كنار دروغ سازانى كه شياطين بر آنان نازل مى شوند</w:t>
      </w:r>
      <w:r w:rsidR="009C7B0C">
        <w:rPr>
          <w:rtl/>
        </w:rPr>
        <w:t xml:space="preserve">، </w:t>
      </w:r>
      <w:r w:rsidRPr="003D3A85">
        <w:rPr>
          <w:rtl/>
        </w:rPr>
        <w:t>آمده است</w:t>
      </w:r>
      <w:r w:rsidR="009C7B0C">
        <w:rPr>
          <w:rtl/>
        </w:rPr>
        <w:t xml:space="preserve">، </w:t>
      </w:r>
      <w:r w:rsidRPr="003D3A85">
        <w:rPr>
          <w:rtl/>
        </w:rPr>
        <w:t>شايد بتوان ارتباطى ميان شيطان دروغ ساز و شاعر بى هدف هرزه گو كشف نمود</w:t>
      </w:r>
      <w:r w:rsidR="009C7B0C">
        <w:rPr>
          <w:rtl/>
        </w:rPr>
        <w:t xml:space="preserve">. </w:t>
      </w:r>
    </w:p>
    <w:p w:rsidR="007F2F6B" w:rsidRDefault="003D3A85" w:rsidP="00623FA7">
      <w:pPr>
        <w:pStyle w:val="libNormal"/>
        <w:rPr>
          <w:rtl/>
        </w:rPr>
      </w:pPr>
      <w:r w:rsidRPr="003D3A85">
        <w:rPr>
          <w:rtl/>
        </w:rPr>
        <w:t xml:space="preserve"> به گفته ى روايات</w:t>
      </w:r>
      <w:r w:rsidR="009C7B0C">
        <w:rPr>
          <w:rtl/>
        </w:rPr>
        <w:t>:</w:t>
      </w:r>
      <w:r w:rsidRPr="003D3A85">
        <w:rPr>
          <w:rtl/>
        </w:rPr>
        <w:t xml:space="preserve"> ذكر كثير</w:t>
      </w:r>
      <w:r w:rsidR="009C7B0C">
        <w:rPr>
          <w:rtl/>
        </w:rPr>
        <w:t xml:space="preserve">، </w:t>
      </w:r>
      <w:r w:rsidRPr="003D3A85">
        <w:rPr>
          <w:rtl/>
        </w:rPr>
        <w:t>تسبيحات حضرت زهرا عليها السلام</w:t>
      </w:r>
      <w:r w:rsidR="009C7B0C">
        <w:rPr>
          <w:rtl/>
        </w:rPr>
        <w:t xml:space="preserve">، </w:t>
      </w:r>
      <w:r w:rsidRPr="003D3A85">
        <w:rPr>
          <w:rtl/>
        </w:rPr>
        <w:t>يعنى سى و چهار مرتبه اللّه اكبر</w:t>
      </w:r>
      <w:r w:rsidR="009C7B0C">
        <w:rPr>
          <w:rtl/>
        </w:rPr>
        <w:t xml:space="preserve">، </w:t>
      </w:r>
      <w:r w:rsidR="007F2F6B">
        <w:rPr>
          <w:rtl/>
        </w:rPr>
        <w:t xml:space="preserve">سى و سه مرتبه </w:t>
      </w:r>
      <w:r w:rsidRPr="00833A8D">
        <w:rPr>
          <w:rStyle w:val="libAieChar"/>
          <w:rtl/>
        </w:rPr>
        <w:t>الحمداللّه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 xml:space="preserve">و سى و سه مرتبه </w:t>
      </w:r>
      <w:r w:rsidRPr="00833A8D">
        <w:rPr>
          <w:rStyle w:val="libAieChar"/>
          <w:rtl/>
        </w:rPr>
        <w:t>سبحان اللّه</w:t>
      </w:r>
      <w:r w:rsidR="00833A8D">
        <w:rPr>
          <w:rStyle w:val="libAieChar"/>
          <w:rtl/>
        </w:rPr>
        <w:t xml:space="preserve"> </w:t>
      </w:r>
      <w:r w:rsidR="007F2F6B">
        <w:rPr>
          <w:rtl/>
        </w:rPr>
        <w:t>است</w:t>
      </w:r>
      <w:r w:rsidR="009C7B0C">
        <w:rPr>
          <w:rtl/>
        </w:rPr>
        <w:t xml:space="preserve">. </w:t>
      </w:r>
    </w:p>
    <w:p w:rsidR="007F2F6B" w:rsidRPr="00623FA7" w:rsidRDefault="003D3A85" w:rsidP="00623FA7">
      <w:pPr>
        <w:pStyle w:val="libNormal"/>
        <w:rPr>
          <w:rtl/>
        </w:rPr>
      </w:pPr>
      <w:r w:rsidRPr="00BE4505">
        <w:rPr>
          <w:rtl/>
        </w:rPr>
        <w:t xml:space="preserve"> در حديث آمده است</w:t>
      </w:r>
      <w:r w:rsidR="009C7B0C">
        <w:rPr>
          <w:rtl/>
        </w:rPr>
        <w:t>:</w:t>
      </w:r>
      <w:r w:rsidRPr="00BE4505">
        <w:rPr>
          <w:rtl/>
        </w:rPr>
        <w:t xml:space="preserve"> ذكر خدا تنها با زبان نيست</w:t>
      </w:r>
      <w:r w:rsidR="009C7B0C">
        <w:rPr>
          <w:rtl/>
        </w:rPr>
        <w:t xml:space="preserve">، </w:t>
      </w:r>
      <w:r w:rsidRPr="00BE4505">
        <w:rPr>
          <w:rtl/>
        </w:rPr>
        <w:t>بلكه ياد خداست به هنگام ترك گناه و انجام عبادت</w:t>
      </w:r>
      <w:r w:rsidR="009C7B0C">
        <w:rPr>
          <w:rtl/>
        </w:rPr>
        <w:t xml:space="preserve">. </w:t>
      </w:r>
      <w:r w:rsidRPr="00BE4505">
        <w:rPr>
          <w:rtl/>
        </w:rPr>
        <w:t>ذكروا اللّه</w:t>
      </w:r>
      <w:r w:rsidR="007F2F6B" w:rsidRPr="00623FA7">
        <w:t xml:space="preserve"> </w:t>
      </w:r>
      <w:r w:rsidR="00573D7D" w:rsidRPr="00623FA7">
        <w:rPr>
          <w:rStyle w:val="libFootnotenumChar"/>
        </w:rPr>
        <w:t>(76)</w:t>
      </w:r>
    </w:p>
    <w:p w:rsidR="007F2F6B" w:rsidRDefault="003D3A85" w:rsidP="00623FA7">
      <w:pPr>
        <w:pStyle w:val="libMid"/>
        <w:rPr>
          <w:rtl/>
        </w:rPr>
      </w:pPr>
      <w:r w:rsidRPr="00623FA7">
        <w:rPr>
          <w:rStyle w:val="libNormalChar"/>
          <w:rtl/>
        </w:rPr>
        <w:t xml:space="preserve"> در حديث مى خوانيم</w:t>
      </w:r>
      <w:r w:rsidR="009C7B0C">
        <w:rPr>
          <w:rStyle w:val="libNormalChar"/>
          <w:rtl/>
        </w:rPr>
        <w:t>:</w:t>
      </w:r>
      <w:r w:rsidRPr="00623FA7">
        <w:rPr>
          <w:rStyle w:val="libNormalChar"/>
          <w:rtl/>
        </w:rPr>
        <w:t xml:space="preserve"> سر مبارك امام حسين </w:t>
      </w:r>
      <w:r w:rsidR="00BA599A" w:rsidRPr="00BA599A">
        <w:rPr>
          <w:rStyle w:val="libAlaemChar"/>
          <w:rtl/>
        </w:rPr>
        <w:t>عليه‌السلام</w:t>
      </w:r>
      <w:r w:rsidRPr="00623FA7">
        <w:rPr>
          <w:rStyle w:val="libNormalChar"/>
          <w:rtl/>
        </w:rPr>
        <w:t xml:space="preserve"> بالاى نيزه اين آيه را تلاوت فرمود:</w:t>
      </w:r>
      <w:r w:rsidR="00623FA7">
        <w:rPr>
          <w:rStyle w:val="libNormalChar"/>
          <w:rFonts w:hint="cs"/>
          <w:rtl/>
        </w:rPr>
        <w:t xml:space="preserve"> </w:t>
      </w:r>
      <w:r w:rsidRPr="00833A8D">
        <w:rPr>
          <w:rStyle w:val="libAieChar"/>
          <w:rtl/>
        </w:rPr>
        <w:t>و سيَعلم الّذين ظلموا</w:t>
      </w:r>
      <w:r w:rsidR="009C7B0C">
        <w:rPr>
          <w:rStyle w:val="libAieChar"/>
          <w:rtl/>
        </w:rPr>
        <w:t xml:space="preserve">... </w:t>
      </w:r>
      <w:r w:rsidR="007F2F6B">
        <w:rPr>
          <w:rtl/>
        </w:rPr>
        <w:t xml:space="preserve">و امام صادق </w:t>
      </w:r>
      <w:r w:rsidR="00BA599A" w:rsidRPr="00BA599A">
        <w:rPr>
          <w:rStyle w:val="libAlaemChar"/>
          <w:rtl/>
        </w:rPr>
        <w:t>عليه‌السلام</w:t>
      </w:r>
      <w:r w:rsidR="007F2F6B">
        <w:rPr>
          <w:rtl/>
        </w:rPr>
        <w:t xml:space="preserve"> فرمود: مصداق روشن ظلم</w:t>
      </w:r>
      <w:r w:rsidR="009C7B0C">
        <w:rPr>
          <w:rtl/>
        </w:rPr>
        <w:t xml:space="preserve">، </w:t>
      </w:r>
      <w:r w:rsidR="007F2F6B">
        <w:rPr>
          <w:rtl/>
        </w:rPr>
        <w:t xml:space="preserve">ظلم درحقّ آل محمّد </w:t>
      </w:r>
      <w:r w:rsidR="00BC6E3A" w:rsidRPr="00BC6E3A">
        <w:rPr>
          <w:rStyle w:val="libAlaemChar"/>
          <w:rtl/>
        </w:rPr>
        <w:t>عليهم‌السلام</w:t>
      </w:r>
      <w:r w:rsidR="007F2F6B">
        <w:rPr>
          <w:rtl/>
        </w:rPr>
        <w:t xml:space="preserve"> است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(77)</w:t>
      </w:r>
    </w:p>
    <w:p w:rsidR="007F2F6B" w:rsidRDefault="007F2F6B" w:rsidP="00573D7D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336" w:name="_Toc365974133"/>
      <w:r w:rsidR="00573D7D">
        <w:rPr>
          <w:rtl/>
        </w:rPr>
        <w:t>شعر و شاعران</w:t>
      </w:r>
      <w:bookmarkEnd w:id="336"/>
    </w:p>
    <w:p w:rsidR="003D3A85" w:rsidRPr="003D3A85" w:rsidRDefault="00833A8D" w:rsidP="00623FA7">
      <w:pPr>
        <w:pStyle w:val="libNormal"/>
        <w:rPr>
          <w:rtl/>
        </w:rPr>
      </w:pPr>
      <w:r>
        <w:rPr>
          <w:rtl/>
        </w:rPr>
        <w:t xml:space="preserve"> </w:t>
      </w:r>
      <w:r w:rsidR="003D3A85" w:rsidRPr="003D3A85">
        <w:rPr>
          <w:rtl/>
        </w:rPr>
        <w:t>مطالبى درباره ى شعر و شاعران به مناسبت آيات آخر اين سوره بيان مى كنيم</w:t>
      </w:r>
      <w:r w:rsidR="009C7B0C">
        <w:rPr>
          <w:rtl/>
        </w:rPr>
        <w:t>:</w:t>
      </w:r>
    </w:p>
    <w:p w:rsidR="007F2F6B" w:rsidRDefault="003D3A85" w:rsidP="00623FA7">
      <w:pPr>
        <w:pStyle w:val="libNormal"/>
        <w:rPr>
          <w:rtl/>
        </w:rPr>
      </w:pPr>
      <w:r w:rsidRPr="003D3A85">
        <w:rPr>
          <w:rtl/>
        </w:rPr>
        <w:t xml:space="preserve"> از تفسير بيضاوى نقل شده</w:t>
      </w:r>
      <w:r w:rsidR="009C7B0C">
        <w:rPr>
          <w:rtl/>
        </w:rPr>
        <w:t>:</w:t>
      </w:r>
      <w:r w:rsidRPr="003D3A85">
        <w:rPr>
          <w:rtl/>
        </w:rPr>
        <w:t xml:space="preserve"> چون اشعار جاهليّت بيشتر پيرامون خيالات</w:t>
      </w:r>
      <w:r w:rsidR="009C7B0C">
        <w:rPr>
          <w:rtl/>
        </w:rPr>
        <w:t xml:space="preserve">، </w:t>
      </w:r>
      <w:r w:rsidRPr="003D3A85">
        <w:rPr>
          <w:rtl/>
        </w:rPr>
        <w:t>توصيف زنان زيبا</w:t>
      </w:r>
      <w:r w:rsidR="009C7B0C">
        <w:rPr>
          <w:rtl/>
        </w:rPr>
        <w:t xml:space="preserve">، </w:t>
      </w:r>
      <w:r w:rsidRPr="003D3A85">
        <w:rPr>
          <w:rtl/>
        </w:rPr>
        <w:t>معاشقه و افتخارات بيهوده يا بدگويى و تعرّض به ناموس ديگران بوده اين آيات نازل شده است</w:t>
      </w:r>
      <w:r w:rsidR="009C7B0C">
        <w:rPr>
          <w:rtl/>
        </w:rPr>
        <w:t xml:space="preserve">. </w:t>
      </w:r>
      <w:r w:rsidRPr="003D3A85">
        <w:rPr>
          <w:rtl/>
        </w:rPr>
        <w:t>والشعراء يَتبعهم الغاوُون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تفاوت ميان حكيم وشاعر آن است كه حكيم ابتدا معانى را در نظر مى گيرد وبعد الفاظ را به كار مى برد</w:t>
      </w:r>
      <w:r w:rsidR="009C7B0C">
        <w:rPr>
          <w:rtl/>
        </w:rPr>
        <w:t xml:space="preserve">، </w:t>
      </w:r>
      <w:r>
        <w:rPr>
          <w:rtl/>
        </w:rPr>
        <w:t>ولى شاعر ابتدا قالب والفاظ را در نظر مى گيرد</w:t>
      </w:r>
      <w:r w:rsidR="009C7B0C">
        <w:rPr>
          <w:rtl/>
        </w:rPr>
        <w:t xml:space="preserve">، </w:t>
      </w:r>
      <w:r>
        <w:rPr>
          <w:rtl/>
        </w:rPr>
        <w:t>سپس معانى را بيان مى كند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(78)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در روايات</w:t>
      </w:r>
      <w:r w:rsidR="009C7B0C">
        <w:rPr>
          <w:rtl/>
        </w:rPr>
        <w:t xml:space="preserve">، </w:t>
      </w:r>
      <w:r>
        <w:rPr>
          <w:rtl/>
        </w:rPr>
        <w:t>شعر خوبى كه از حقّ طرفدارى كند</w:t>
      </w:r>
      <w:r w:rsidR="009C7B0C">
        <w:rPr>
          <w:rtl/>
        </w:rPr>
        <w:t xml:space="preserve">، </w:t>
      </w:r>
      <w:r>
        <w:rPr>
          <w:rtl/>
        </w:rPr>
        <w:t>از جهاد با سر نيزه برتر شمرده شده و مورد ستايش قرار گرفته است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(79)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رسول اكرم </w:t>
      </w:r>
      <w:r w:rsidR="00316C3A" w:rsidRPr="00316C3A">
        <w:rPr>
          <w:rStyle w:val="libAlaemChar"/>
          <w:rtl/>
        </w:rPr>
        <w:t>صلى‌الله‌عليه‌وآله</w:t>
      </w:r>
      <w:r>
        <w:rPr>
          <w:rtl/>
        </w:rPr>
        <w:t xml:space="preserve"> فرمود: بعضى از بيان ها همچون سحر و بعضى از شعرها حكمت است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(80)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پيامبر اكرم </w:t>
      </w:r>
      <w:r w:rsidR="00316C3A" w:rsidRPr="00316C3A">
        <w:rPr>
          <w:rStyle w:val="libAlaemChar"/>
          <w:rtl/>
        </w:rPr>
        <w:t>صلى‌الله‌عليه‌وآله</w:t>
      </w:r>
      <w:r>
        <w:rPr>
          <w:rtl/>
        </w:rPr>
        <w:t xml:space="preserve"> به شاعر متعهّدى به نام </w:t>
      </w:r>
      <w:r w:rsidR="003D3A85" w:rsidRPr="00833A8D">
        <w:rPr>
          <w:rStyle w:val="libAieChar"/>
          <w:rtl/>
        </w:rPr>
        <w:t>حَسّان</w:t>
      </w:r>
      <w:r w:rsidR="00833A8D">
        <w:rPr>
          <w:rStyle w:val="libAieChar"/>
          <w:rtl/>
        </w:rPr>
        <w:t xml:space="preserve"> </w:t>
      </w:r>
      <w:r>
        <w:rPr>
          <w:rtl/>
        </w:rPr>
        <w:t>فرمود: روح القدس با توست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(81)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پيامبر </w:t>
      </w:r>
      <w:r w:rsidR="00316C3A" w:rsidRPr="00316C3A">
        <w:rPr>
          <w:rStyle w:val="libAlaemChar"/>
          <w:rtl/>
        </w:rPr>
        <w:t>صلى‌الله‌عليه‌وآله</w:t>
      </w:r>
      <w:r>
        <w:rPr>
          <w:rtl/>
        </w:rPr>
        <w:t xml:space="preserve"> در يكى از سفرها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حَسّان</w:t>
      </w:r>
      <w:r w:rsidR="00833A8D">
        <w:rPr>
          <w:rStyle w:val="libAieChar"/>
          <w:rtl/>
        </w:rPr>
        <w:t xml:space="preserve"> </w:t>
      </w:r>
      <w:r>
        <w:rPr>
          <w:rtl/>
        </w:rPr>
        <w:t>را فراخواند كه شعر بخواند</w:t>
      </w:r>
      <w:r w:rsidR="009C7B0C">
        <w:rPr>
          <w:rtl/>
        </w:rPr>
        <w:t xml:space="preserve">. </w:t>
      </w:r>
      <w:r>
        <w:rPr>
          <w:rtl/>
        </w:rPr>
        <w:t>او مى خواند و حضرت گوش مى دادند</w:t>
      </w:r>
      <w:r w:rsidR="009C7B0C">
        <w:rPr>
          <w:rtl/>
        </w:rPr>
        <w:t xml:space="preserve">. </w:t>
      </w:r>
      <w:r>
        <w:rPr>
          <w:rtl/>
        </w:rPr>
        <w:t xml:space="preserve">حضرت دستور دادند در مسجد جايگاه خاصّى براى </w:t>
      </w:r>
      <w:r w:rsidR="003D3A85" w:rsidRPr="00833A8D">
        <w:rPr>
          <w:rStyle w:val="libAieChar"/>
          <w:rtl/>
        </w:rPr>
        <w:t>حَسّان</w:t>
      </w:r>
      <w:r w:rsidR="00833A8D">
        <w:rPr>
          <w:rStyle w:val="libAieChar"/>
          <w:rtl/>
        </w:rPr>
        <w:t xml:space="preserve"> </w:t>
      </w:r>
      <w:r>
        <w:rPr>
          <w:rtl/>
        </w:rPr>
        <w:t>باشد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(82)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امام صادق </w:t>
      </w:r>
      <w:r w:rsidR="00BA599A" w:rsidRPr="00BA599A">
        <w:rPr>
          <w:rStyle w:val="libAlaemChar"/>
          <w:rtl/>
        </w:rPr>
        <w:t>عليه‌السلام</w:t>
      </w:r>
      <w:r>
        <w:rPr>
          <w:rtl/>
        </w:rPr>
        <w:t xml:space="preserve"> به ياران خود مى فرمود: كودكان خود را با شعر </w:t>
      </w:r>
      <w:r w:rsidR="003D3A85" w:rsidRPr="00833A8D">
        <w:rPr>
          <w:rStyle w:val="libAieChar"/>
          <w:rtl/>
        </w:rPr>
        <w:t>عَبدى</w:t>
      </w:r>
      <w:r w:rsidR="00833A8D">
        <w:rPr>
          <w:rStyle w:val="libAieChar"/>
          <w:rtl/>
        </w:rPr>
        <w:t xml:space="preserve"> </w:t>
      </w:r>
      <w:r>
        <w:rPr>
          <w:rtl/>
        </w:rPr>
        <w:t>آشنا كنيد كه او شاعرى خوب و مكتبى است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(83)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امام صادق </w:t>
      </w:r>
      <w:r w:rsidR="00BA599A" w:rsidRPr="00BA599A">
        <w:rPr>
          <w:rStyle w:val="libAlaemChar"/>
          <w:rtl/>
        </w:rPr>
        <w:t>عليه‌السلام</w:t>
      </w:r>
      <w:r>
        <w:rPr>
          <w:rtl/>
        </w:rPr>
        <w:t xml:space="preserve"> فرمود: هر كس براى حقّانيّت ما يك بيت شعر بسرايد</w:t>
      </w:r>
      <w:r w:rsidR="009C7B0C">
        <w:rPr>
          <w:rtl/>
        </w:rPr>
        <w:t xml:space="preserve">، </w:t>
      </w:r>
      <w:r>
        <w:rPr>
          <w:rtl/>
        </w:rPr>
        <w:t>خداوند در بهشت خانه اى به او عطا مى كند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(84)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 xml:space="preserve"> امام صادق </w:t>
      </w:r>
      <w:r w:rsidR="00BA599A" w:rsidRPr="00BA599A">
        <w:rPr>
          <w:rStyle w:val="libAlaemChar"/>
          <w:rtl/>
        </w:rPr>
        <w:t>عليه‌السلام</w:t>
      </w:r>
      <w:r>
        <w:rPr>
          <w:rtl/>
        </w:rPr>
        <w:t xml:space="preserve"> فرمود: خواندن شعر براى روزه دار و كسى كه در حال احرام يا در منطقه حَرَم است</w:t>
      </w:r>
      <w:r w:rsidR="009C7B0C">
        <w:rPr>
          <w:rtl/>
        </w:rPr>
        <w:t xml:space="preserve">، </w:t>
      </w:r>
      <w:r>
        <w:rPr>
          <w:rtl/>
        </w:rPr>
        <w:t>مكروه مى باشد و نيز خواندن شعر در روز يا شب جمعه كراهت دارد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(85)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در روايات مى خوانيم</w:t>
      </w:r>
      <w:r w:rsidR="009C7B0C">
        <w:rPr>
          <w:rtl/>
        </w:rPr>
        <w:t>:</w:t>
      </w:r>
      <w:r>
        <w:rPr>
          <w:rtl/>
        </w:rPr>
        <w:t xml:space="preserve"> راست ترين شعر در زمان جاهليّت اين بوده است</w:t>
      </w:r>
      <w:r w:rsidR="009C7B0C">
        <w:rPr>
          <w:rtl/>
        </w:rPr>
        <w:t>: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الا كلّ شى ء ما خلا اللّه باطل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و كلّ نعيم لا محالة زائل </w:t>
      </w:r>
      <w:r w:rsidR="00573D7D" w:rsidRPr="00573D7D">
        <w:rPr>
          <w:rStyle w:val="libFootnotenumChar"/>
          <w:rtl/>
        </w:rPr>
        <w:t>(86)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يعنى بدانيد كه هر چيز</w:t>
      </w:r>
      <w:r w:rsidR="009C7B0C">
        <w:rPr>
          <w:rtl/>
        </w:rPr>
        <w:t xml:space="preserve">، </w:t>
      </w:r>
      <w:r>
        <w:rPr>
          <w:rtl/>
        </w:rPr>
        <w:t>جز خداوند باطل است و هر نعمتى دير يا زود از بين خواهد رفت</w:t>
      </w:r>
      <w:r w:rsidR="009C7B0C">
        <w:rPr>
          <w:rtl/>
        </w:rPr>
        <w:t xml:space="preserve">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 در روايت آمده است</w:t>
      </w:r>
      <w:r w:rsidR="009C7B0C">
        <w:rPr>
          <w:rtl/>
        </w:rPr>
        <w:t>:</w:t>
      </w:r>
      <w:r>
        <w:rPr>
          <w:rtl/>
        </w:rPr>
        <w:t xml:space="preserve"> همين كه آيه ى </w:t>
      </w:r>
      <w:r w:rsidR="003D3A85" w:rsidRPr="00833A8D">
        <w:rPr>
          <w:rStyle w:val="libAieChar"/>
          <w:rtl/>
        </w:rPr>
        <w:t>والشعراء يَتبعهم</w:t>
      </w:r>
      <w:r w:rsidR="009C7B0C">
        <w:rPr>
          <w:rStyle w:val="libAieChar"/>
          <w:rtl/>
        </w:rPr>
        <w:t xml:space="preserve">... </w:t>
      </w:r>
      <w:r>
        <w:rPr>
          <w:rtl/>
        </w:rPr>
        <w:t>نازل شد گروهى از شاعران مسلمان نگران خود شده</w:t>
      </w:r>
      <w:r w:rsidR="009C7B0C">
        <w:rPr>
          <w:rtl/>
        </w:rPr>
        <w:t xml:space="preserve">، </w:t>
      </w:r>
      <w:r>
        <w:rPr>
          <w:rtl/>
        </w:rPr>
        <w:t>نزد پيامبر اكرم آمدند</w:t>
      </w:r>
      <w:r w:rsidR="009C7B0C">
        <w:rPr>
          <w:rtl/>
        </w:rPr>
        <w:t xml:space="preserve">. </w:t>
      </w:r>
      <w:r>
        <w:rPr>
          <w:rtl/>
        </w:rPr>
        <w:t xml:space="preserve">حضرت فرمود: </w:t>
      </w:r>
      <w:r w:rsidR="003D3A85" w:rsidRPr="00833A8D">
        <w:rPr>
          <w:rStyle w:val="libAieChar"/>
          <w:rtl/>
        </w:rPr>
        <w:t>اِنّ ال</w:t>
      </w:r>
      <w:r w:rsidR="00BA599A">
        <w:rPr>
          <w:rStyle w:val="libAieChar"/>
          <w:rtl/>
        </w:rPr>
        <w:t>مؤمن</w:t>
      </w:r>
      <w:r w:rsidR="003D3A85" w:rsidRPr="00833A8D">
        <w:rPr>
          <w:rStyle w:val="libAieChar"/>
          <w:rtl/>
        </w:rPr>
        <w:t xml:space="preserve"> مجاهد بسيفه و لسانه</w:t>
      </w:r>
      <w:r w:rsidR="00833A8D">
        <w:rPr>
          <w:rStyle w:val="libAieChar"/>
          <w:rtl/>
        </w:rPr>
        <w:t xml:space="preserve"> </w:t>
      </w:r>
      <w:r>
        <w:rPr>
          <w:rtl/>
        </w:rPr>
        <w:t xml:space="preserve">يعنى </w:t>
      </w:r>
      <w:r w:rsidR="00BA599A">
        <w:rPr>
          <w:rtl/>
        </w:rPr>
        <w:t>مؤمن</w:t>
      </w:r>
      <w:r>
        <w:rPr>
          <w:rtl/>
        </w:rPr>
        <w:t xml:space="preserve"> با شمشير و زبان خود جهاد مى كند</w:t>
      </w:r>
      <w:r w:rsidR="009C7B0C">
        <w:rPr>
          <w:rtl/>
        </w:rPr>
        <w:t xml:space="preserve">. </w:t>
      </w:r>
      <w:r w:rsidR="00573D7D" w:rsidRPr="00573D7D">
        <w:rPr>
          <w:rStyle w:val="libFootnotenumChar"/>
          <w:rtl/>
        </w:rPr>
        <w:t>(87)</w:t>
      </w:r>
    </w:p>
    <w:p w:rsidR="007F2F6B" w:rsidRDefault="003D3A85" w:rsidP="003D3A85">
      <w:pPr>
        <w:pStyle w:val="Heading2"/>
        <w:rPr>
          <w:rtl/>
        </w:rPr>
      </w:pPr>
      <w:bookmarkStart w:id="337" w:name="_Toc365974134"/>
      <w:r>
        <w:rPr>
          <w:rtl/>
        </w:rPr>
        <w:t>پيام ها</w:t>
      </w:r>
      <w:r w:rsidR="009C7B0C">
        <w:rPr>
          <w:rtl/>
        </w:rPr>
        <w:t>:</w:t>
      </w:r>
      <w:bookmarkEnd w:id="337"/>
    </w:p>
    <w:p w:rsidR="007F2F6B" w:rsidRDefault="007F2F6B" w:rsidP="007F2F6B">
      <w:pPr>
        <w:pStyle w:val="libNormal"/>
        <w:rPr>
          <w:rtl/>
        </w:rPr>
      </w:pPr>
      <w:r>
        <w:t xml:space="preserve"> </w:t>
      </w:r>
      <w:r>
        <w:rPr>
          <w:rtl/>
        </w:rPr>
        <w:t>1- جذب مردم مهم نيست</w:t>
      </w:r>
      <w:r w:rsidR="009C7B0C">
        <w:rPr>
          <w:rtl/>
        </w:rPr>
        <w:t xml:space="preserve">، </w:t>
      </w:r>
      <w:r>
        <w:rPr>
          <w:rtl/>
        </w:rPr>
        <w:t>مهم اين است كه چه افرادى و به چه هدفى جذب شوند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يَتبعهم الغاوون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2- اسلام با هنر مخالف نيست</w:t>
      </w:r>
      <w:r w:rsidR="009C7B0C">
        <w:rPr>
          <w:rtl/>
        </w:rPr>
        <w:t xml:space="preserve">، </w:t>
      </w:r>
      <w:r>
        <w:rPr>
          <w:rtl/>
        </w:rPr>
        <w:t>با شعر بى هدف مخالف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فى كلّ وادٍ يهيمون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3- اگر شعر همراه با ايمان و تقوا نباشد</w:t>
      </w:r>
      <w:r w:rsidR="009C7B0C">
        <w:rPr>
          <w:rtl/>
        </w:rPr>
        <w:t xml:space="preserve">، </w:t>
      </w:r>
      <w:r>
        <w:rPr>
          <w:rtl/>
        </w:rPr>
        <w:t>خيالات و احساسات شخصى شاعر و تمايلات مردم</w:t>
      </w:r>
      <w:r w:rsidR="009C7B0C">
        <w:rPr>
          <w:rtl/>
        </w:rPr>
        <w:t xml:space="preserve">، </w:t>
      </w:r>
      <w:r>
        <w:rPr>
          <w:rtl/>
        </w:rPr>
        <w:t>هر روز شاعر را به يك وادى مى كشاند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فى كلّ واد يهيمون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4- آنچه مورد انتقاد است</w:t>
      </w:r>
      <w:r w:rsidR="009C7B0C">
        <w:rPr>
          <w:rtl/>
        </w:rPr>
        <w:t xml:space="preserve">، </w:t>
      </w:r>
      <w:r>
        <w:rPr>
          <w:rtl/>
        </w:rPr>
        <w:t>گمراه كردن مردم و سرگرم نمودن آنان به امور مختلف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يَتبعهم الغاوُون فى كلّ واد يهيمون</w:t>
      </w:r>
      <w:r>
        <w:rPr>
          <w:rtl/>
        </w:rPr>
        <w:t xml:space="preserve"> خواه در زمينه ى شعر باشد يا قصه</w:t>
      </w:r>
      <w:r w:rsidR="009C7B0C">
        <w:rPr>
          <w:rtl/>
        </w:rPr>
        <w:t xml:space="preserve">، </w:t>
      </w:r>
      <w:r>
        <w:rPr>
          <w:rtl/>
        </w:rPr>
        <w:t>يا فيلم يا عكس يا تئاتر يا طنز و يا سخنرانى</w:t>
      </w:r>
      <w:r w:rsidR="009C7B0C">
        <w:rPr>
          <w:rtl/>
        </w:rPr>
        <w:t xml:space="preserve">، </w:t>
      </w:r>
      <w:r>
        <w:rPr>
          <w:rtl/>
        </w:rPr>
        <w:t xml:space="preserve">لكن شعر به خاطر زيبايى </w:t>
      </w:r>
      <w:r>
        <w:rPr>
          <w:rtl/>
        </w:rPr>
        <w:lastRenderedPageBreak/>
        <w:t>و ويژگى هاى خاصّش نافذتر است</w:t>
      </w:r>
      <w:r w:rsidR="009C7B0C">
        <w:rPr>
          <w:rtl/>
        </w:rPr>
        <w:t xml:space="preserve">. </w:t>
      </w:r>
      <w:r>
        <w:rPr>
          <w:rtl/>
        </w:rPr>
        <w:cr/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5- </w:t>
      </w:r>
      <w:r w:rsidR="007F2F6B">
        <w:rPr>
          <w:rtl/>
        </w:rPr>
        <w:t>آفت هاى شعر چند چيز است</w:t>
      </w:r>
      <w:r w:rsidR="009C7B0C">
        <w:rPr>
          <w:rtl/>
        </w:rPr>
        <w:t>:</w:t>
      </w:r>
      <w:r w:rsidR="007F2F6B">
        <w:rPr>
          <w:rtl/>
        </w:rPr>
        <w:t xml:space="preserve"> پيروى نااهلان</w:t>
      </w:r>
      <w:r w:rsidR="009C7B0C">
        <w:rPr>
          <w:rtl/>
        </w:rPr>
        <w:t xml:space="preserve">، </w:t>
      </w:r>
      <w:r w:rsidR="003D3A85" w:rsidRPr="00833A8D">
        <w:rPr>
          <w:rStyle w:val="libAieChar"/>
          <w:rtl/>
        </w:rPr>
        <w:t>يتبعهم الغاوُون</w:t>
      </w:r>
      <w:r w:rsidR="009C7B0C">
        <w:rPr>
          <w:rtl/>
        </w:rPr>
        <w:t xml:space="preserve">، </w:t>
      </w:r>
      <w:r w:rsidR="007F2F6B">
        <w:rPr>
          <w:rtl/>
        </w:rPr>
        <w:t xml:space="preserve">بى هدفى </w:t>
      </w:r>
      <w:r w:rsidR="003D3A85" w:rsidRPr="00833A8D">
        <w:rPr>
          <w:rStyle w:val="libAieChar"/>
          <w:rtl/>
        </w:rPr>
        <w:t>فى كلّ واد يهيمون</w:t>
      </w:r>
      <w:r w:rsidR="007F2F6B">
        <w:rPr>
          <w:rtl/>
        </w:rPr>
        <w:t xml:space="preserve"> و بى عملى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يقولون ما لايفعلون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6- اگر شعر و هنر در كنار ايمان قرار نگيرد</w:t>
      </w:r>
      <w:r w:rsidR="009C7B0C">
        <w:rPr>
          <w:rtl/>
        </w:rPr>
        <w:t xml:space="preserve">، </w:t>
      </w:r>
      <w:r>
        <w:rPr>
          <w:rtl/>
        </w:rPr>
        <w:t>بسترى مناسب و مسيرى هموار براى حركت منحرفان خواهد 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والشعراء يَتبعهم الغاوُون الاّ الّذين آمنوا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7- يكى از شيوه هاى امر به معروف و نهى از منكر</w:t>
      </w:r>
      <w:r w:rsidR="009C7B0C">
        <w:rPr>
          <w:rtl/>
        </w:rPr>
        <w:t xml:space="preserve">، </w:t>
      </w:r>
      <w:r>
        <w:rPr>
          <w:rtl/>
        </w:rPr>
        <w:t>معرّفى الگوهاى حقّ و باطل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والشعراء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الاّ الّذين</w:t>
      </w:r>
    </w:p>
    <w:p w:rsidR="007F2F6B" w:rsidRDefault="004F6DE8" w:rsidP="007F2F6B">
      <w:pPr>
        <w:pStyle w:val="libNormal"/>
        <w:rPr>
          <w:rtl/>
        </w:rPr>
      </w:pPr>
      <w:r>
        <w:rPr>
          <w:rtl/>
        </w:rPr>
        <w:t xml:space="preserve">8- </w:t>
      </w:r>
      <w:r w:rsidR="007F2F6B">
        <w:rPr>
          <w:rtl/>
        </w:rPr>
        <w:t>قرآن از شاعرى كه اهل حرف است نه عمل</w:t>
      </w:r>
      <w:r w:rsidR="009C7B0C">
        <w:rPr>
          <w:rtl/>
        </w:rPr>
        <w:t xml:space="preserve">، </w:t>
      </w:r>
      <w:r w:rsidR="007F2F6B">
        <w:rPr>
          <w:rtl/>
        </w:rPr>
        <w:t>انتقاد كرده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يقولون ما لايفعلون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9- انصاف را مراعات كنيد</w:t>
      </w:r>
      <w:r w:rsidR="009C7B0C">
        <w:rPr>
          <w:rtl/>
        </w:rPr>
        <w:t xml:space="preserve">. </w:t>
      </w:r>
      <w:r>
        <w:rPr>
          <w:rtl/>
        </w:rPr>
        <w:t>حقّ خوبانِ هر صنف و گروه را ناديده نگيريد</w:t>
      </w:r>
      <w:r w:rsidR="009C7B0C">
        <w:rPr>
          <w:rtl/>
        </w:rPr>
        <w:t xml:space="preserve">. </w:t>
      </w:r>
      <w:r>
        <w:rPr>
          <w:rtl/>
        </w:rPr>
        <w:t>شعر و هنر در دست صالحان ارزش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الاّ الّذين آمنوا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10- ايمان</w:t>
      </w:r>
      <w:r w:rsidR="009C7B0C">
        <w:rPr>
          <w:rtl/>
        </w:rPr>
        <w:t xml:space="preserve">، </w:t>
      </w:r>
      <w:r>
        <w:rPr>
          <w:rtl/>
        </w:rPr>
        <w:t>عمل صالح و ياد خدا</w:t>
      </w:r>
      <w:r w:rsidR="009C7B0C">
        <w:rPr>
          <w:rtl/>
        </w:rPr>
        <w:t xml:space="preserve">، </w:t>
      </w:r>
      <w:r>
        <w:rPr>
          <w:rtl/>
        </w:rPr>
        <w:t>هنرمند و شاعر را از انحراف نجات مى دهد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الاّ الّذين آمنوا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 xml:space="preserve">11- قرآن شعرى را تاءييد مى كند كه از شاعرِ </w:t>
      </w:r>
      <w:r w:rsidR="00BA599A">
        <w:rPr>
          <w:rtl/>
        </w:rPr>
        <w:t>مؤمن</w:t>
      </w:r>
      <w:r>
        <w:rPr>
          <w:rtl/>
        </w:rPr>
        <w:t xml:space="preserve"> و عامل و ذاكر خدا باشد و در مسير تحريك مردم براى دفاع از حقّ به كار گرفته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آمنوا و عملوا</w:t>
      </w:r>
      <w:r w:rsidR="009C7B0C">
        <w:rPr>
          <w:rStyle w:val="libAieChar"/>
          <w:rtl/>
        </w:rPr>
        <w:t xml:space="preserve">... </w:t>
      </w:r>
      <w:r w:rsidR="003D3A85" w:rsidRPr="00833A8D">
        <w:rPr>
          <w:rStyle w:val="libAieChar"/>
          <w:rtl/>
        </w:rPr>
        <w:t>و انتصروا</w:t>
      </w:r>
      <w:r w:rsidR="009C7B0C">
        <w:rPr>
          <w:rStyle w:val="libAieChar"/>
          <w:rtl/>
        </w:rPr>
        <w:t xml:space="preserve">...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12- ايمان بر عمل مقدّم است و اعمال نيز بايد صالح باشد تا كارساز شود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 xml:space="preserve">آمنوا و عملوا الصالحات 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13- ياد خدا</w:t>
      </w:r>
      <w:r w:rsidR="009C7B0C">
        <w:rPr>
          <w:rtl/>
        </w:rPr>
        <w:t xml:space="preserve">، </w:t>
      </w:r>
      <w:r>
        <w:rPr>
          <w:rtl/>
        </w:rPr>
        <w:t>به زمان و مكان و مقدار</w:t>
      </w:r>
      <w:r w:rsidR="009C7B0C">
        <w:rPr>
          <w:rtl/>
        </w:rPr>
        <w:t xml:space="preserve">، </w:t>
      </w:r>
      <w:r>
        <w:rPr>
          <w:rtl/>
        </w:rPr>
        <w:t>محدود نيست</w:t>
      </w:r>
      <w:r w:rsidR="009C7B0C">
        <w:rPr>
          <w:rtl/>
        </w:rPr>
        <w:t xml:space="preserve">. </w:t>
      </w:r>
      <w:r>
        <w:rPr>
          <w:rtl/>
        </w:rPr>
        <w:t>(در هر زمان</w:t>
      </w:r>
      <w:r w:rsidR="009C7B0C">
        <w:rPr>
          <w:rtl/>
        </w:rPr>
        <w:t xml:space="preserve">، </w:t>
      </w:r>
      <w:r>
        <w:rPr>
          <w:rtl/>
        </w:rPr>
        <w:t>در هر مكان</w:t>
      </w:r>
      <w:r w:rsidR="009C7B0C">
        <w:rPr>
          <w:rtl/>
        </w:rPr>
        <w:t xml:space="preserve">، </w:t>
      </w:r>
      <w:r>
        <w:rPr>
          <w:rtl/>
        </w:rPr>
        <w:t xml:space="preserve">هر چه بيشتر) </w:t>
      </w:r>
      <w:r w:rsidR="003D3A85" w:rsidRPr="00833A8D">
        <w:rPr>
          <w:rStyle w:val="libAieChar"/>
          <w:rtl/>
        </w:rPr>
        <w:t>ذكروا اللّه كثيراً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lastRenderedPageBreak/>
        <w:t>14- هر كجا خطر لغزش زياد است بايد ياد خدا نيز زياد باشد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ذكروا اللّه كثيراً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15- با هنر وشعر</w:t>
      </w:r>
      <w:r w:rsidR="009C7B0C">
        <w:rPr>
          <w:rtl/>
        </w:rPr>
        <w:t xml:space="preserve">، </w:t>
      </w:r>
      <w:r>
        <w:rPr>
          <w:rtl/>
        </w:rPr>
        <w:t>به مقابله ى ستمگران برويم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وانتصروا من بعد ما ظلموا</w:t>
      </w:r>
    </w:p>
    <w:p w:rsidR="007F2F6B" w:rsidRDefault="007F2F6B" w:rsidP="007F2F6B">
      <w:pPr>
        <w:pStyle w:val="libNormal"/>
        <w:rPr>
          <w:rtl/>
        </w:rPr>
      </w:pPr>
      <w:r>
        <w:rPr>
          <w:rtl/>
        </w:rPr>
        <w:t>16- خداوند در كمين ستمگران است</w:t>
      </w:r>
      <w:r w:rsidR="009C7B0C">
        <w:rPr>
          <w:rtl/>
        </w:rPr>
        <w:t xml:space="preserve">. </w:t>
      </w:r>
      <w:r w:rsidR="003D3A85" w:rsidRPr="00833A8D">
        <w:rPr>
          <w:rStyle w:val="libAieChar"/>
          <w:rtl/>
        </w:rPr>
        <w:t>و سيعلم الّذين ظلموا</w:t>
      </w:r>
    </w:p>
    <w:p w:rsidR="00D64FE0" w:rsidRDefault="003D3A85" w:rsidP="00BE4505">
      <w:pPr>
        <w:pStyle w:val="libNormal"/>
        <w:rPr>
          <w:rtl/>
        </w:rPr>
      </w:pPr>
      <w:r w:rsidRPr="00BE4505">
        <w:rPr>
          <w:rtl/>
        </w:rPr>
        <w:t xml:space="preserve">الحمدللّه ربّ العالمين </w:t>
      </w:r>
    </w:p>
    <w:p w:rsidR="00D64FE0" w:rsidRPr="009C7B0C" w:rsidRDefault="00D64FE0" w:rsidP="009C7B0C">
      <w:pPr>
        <w:rPr>
          <w:rtl/>
        </w:rPr>
      </w:pPr>
      <w:r>
        <w:rPr>
          <w:rtl/>
        </w:rPr>
        <w:br w:type="page"/>
      </w:r>
    </w:p>
    <w:p w:rsidR="009C7B0C" w:rsidRDefault="009C7B0C" w:rsidP="009C7B0C">
      <w:pPr>
        <w:pStyle w:val="Heading2"/>
        <w:rPr>
          <w:rtl/>
        </w:rPr>
      </w:pPr>
      <w:bookmarkStart w:id="338" w:name="_Toc365974135"/>
      <w:r>
        <w:rPr>
          <w:rFonts w:hint="cs"/>
          <w:rtl/>
        </w:rPr>
        <w:lastRenderedPageBreak/>
        <w:t>پی نوشت ها :</w:t>
      </w:r>
      <w:bookmarkEnd w:id="338"/>
    </w:p>
    <w:p w:rsidR="009C7B0C" w:rsidRDefault="009C7B0C" w:rsidP="00D64FE0">
      <w:pPr>
        <w:pStyle w:val="libFootnote"/>
        <w:rPr>
          <w:rtl/>
        </w:rPr>
      </w:pP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1-تفسير نمونه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2-تفسير كبيرفخررازى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3-نازعات</w:t>
      </w:r>
      <w:r w:rsidR="009C7B0C">
        <w:rPr>
          <w:rtl/>
        </w:rPr>
        <w:t xml:space="preserve">، </w:t>
      </w:r>
      <w:r>
        <w:rPr>
          <w:rtl/>
        </w:rPr>
        <w:t>24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4-مريم</w:t>
      </w:r>
      <w:r w:rsidR="009C7B0C">
        <w:rPr>
          <w:rtl/>
        </w:rPr>
        <w:t xml:space="preserve">، </w:t>
      </w:r>
      <w:r>
        <w:rPr>
          <w:rtl/>
        </w:rPr>
        <w:t>48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5-اعراف</w:t>
      </w:r>
      <w:r w:rsidR="009C7B0C">
        <w:rPr>
          <w:rtl/>
        </w:rPr>
        <w:t xml:space="preserve">، </w:t>
      </w:r>
      <w:r>
        <w:rPr>
          <w:rtl/>
        </w:rPr>
        <w:t>150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6-يوسف</w:t>
      </w:r>
      <w:r w:rsidR="009C7B0C">
        <w:rPr>
          <w:rtl/>
        </w:rPr>
        <w:t xml:space="preserve">، </w:t>
      </w:r>
      <w:r>
        <w:rPr>
          <w:rtl/>
        </w:rPr>
        <w:t>33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7-هود</w:t>
      </w:r>
      <w:r w:rsidR="009C7B0C">
        <w:rPr>
          <w:rtl/>
        </w:rPr>
        <w:t xml:space="preserve">، </w:t>
      </w:r>
      <w:r>
        <w:rPr>
          <w:rtl/>
        </w:rPr>
        <w:t>83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8-تفسير نورالثقلين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9-اسراء</w:t>
      </w:r>
      <w:r w:rsidR="009C7B0C">
        <w:rPr>
          <w:rtl/>
        </w:rPr>
        <w:t xml:space="preserve">، </w:t>
      </w:r>
      <w:r>
        <w:rPr>
          <w:rtl/>
        </w:rPr>
        <w:t>102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10-تفسير الميزان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11-ملك</w:t>
      </w:r>
      <w:r w:rsidR="009C7B0C">
        <w:rPr>
          <w:rtl/>
        </w:rPr>
        <w:t xml:space="preserve">، </w:t>
      </w:r>
      <w:r>
        <w:rPr>
          <w:rtl/>
        </w:rPr>
        <w:t>14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12-زخرف</w:t>
      </w:r>
      <w:r w:rsidR="009C7B0C">
        <w:rPr>
          <w:rtl/>
        </w:rPr>
        <w:t xml:space="preserve">، </w:t>
      </w:r>
      <w:r>
        <w:rPr>
          <w:rtl/>
        </w:rPr>
        <w:t>51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13-شعراء</w:t>
      </w:r>
      <w:r w:rsidR="009C7B0C">
        <w:rPr>
          <w:rtl/>
        </w:rPr>
        <w:t xml:space="preserve">، </w:t>
      </w:r>
      <w:r>
        <w:rPr>
          <w:rtl/>
        </w:rPr>
        <w:t>109</w:t>
      </w:r>
      <w:r w:rsidR="009C7B0C">
        <w:rPr>
          <w:rtl/>
        </w:rPr>
        <w:t xml:space="preserve">، </w:t>
      </w:r>
      <w:r>
        <w:rPr>
          <w:rtl/>
        </w:rPr>
        <w:t>127</w:t>
      </w:r>
      <w:r w:rsidR="009C7B0C">
        <w:rPr>
          <w:rtl/>
        </w:rPr>
        <w:t xml:space="preserve">، </w:t>
      </w:r>
      <w:r>
        <w:rPr>
          <w:rtl/>
        </w:rPr>
        <w:t>145</w:t>
      </w:r>
      <w:r w:rsidR="009C7B0C">
        <w:rPr>
          <w:rtl/>
        </w:rPr>
        <w:t xml:space="preserve">، </w:t>
      </w:r>
      <w:r>
        <w:rPr>
          <w:rtl/>
        </w:rPr>
        <w:t>164 و 180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14-تفاسيرمجمع البيان وكبير فخررازى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15-بقره</w:t>
      </w:r>
      <w:r w:rsidR="009C7B0C">
        <w:rPr>
          <w:rtl/>
        </w:rPr>
        <w:t xml:space="preserve">، </w:t>
      </w:r>
      <w:r>
        <w:rPr>
          <w:rtl/>
        </w:rPr>
        <w:t>60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16-نحل</w:t>
      </w:r>
      <w:r w:rsidR="009C7B0C">
        <w:rPr>
          <w:rtl/>
        </w:rPr>
        <w:t xml:space="preserve">، </w:t>
      </w:r>
      <w:r>
        <w:rPr>
          <w:rtl/>
        </w:rPr>
        <w:t>43 ؛ انبياء</w:t>
      </w:r>
      <w:r w:rsidR="009C7B0C">
        <w:rPr>
          <w:rtl/>
        </w:rPr>
        <w:t xml:space="preserve">، </w:t>
      </w:r>
      <w:r>
        <w:rPr>
          <w:rtl/>
        </w:rPr>
        <w:t>7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17-انعام</w:t>
      </w:r>
      <w:r w:rsidR="009C7B0C">
        <w:rPr>
          <w:rtl/>
        </w:rPr>
        <w:t xml:space="preserve">، </w:t>
      </w:r>
      <w:r>
        <w:rPr>
          <w:rtl/>
        </w:rPr>
        <w:t>90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18-مريم</w:t>
      </w:r>
      <w:r w:rsidR="009C7B0C">
        <w:rPr>
          <w:rtl/>
        </w:rPr>
        <w:t xml:space="preserve">، </w:t>
      </w:r>
      <w:r>
        <w:rPr>
          <w:rtl/>
        </w:rPr>
        <w:t>82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19-تفسير كبيرفخررازى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20-ص</w:t>
      </w:r>
      <w:r w:rsidR="009C7B0C">
        <w:rPr>
          <w:rtl/>
        </w:rPr>
        <w:t xml:space="preserve">، </w:t>
      </w:r>
      <w:r>
        <w:rPr>
          <w:rtl/>
        </w:rPr>
        <w:t>46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21-تفسير نمونه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22-تفسير صافى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23-تفسير نورالثقلين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24-تفسير كنزالدقائق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25-وسائل</w:t>
      </w:r>
      <w:r w:rsidR="009C7B0C">
        <w:rPr>
          <w:rtl/>
        </w:rPr>
        <w:t xml:space="preserve">، </w:t>
      </w:r>
      <w:r>
        <w:rPr>
          <w:rtl/>
        </w:rPr>
        <w:t>ج 6</w:t>
      </w:r>
      <w:r w:rsidR="009C7B0C">
        <w:rPr>
          <w:rtl/>
        </w:rPr>
        <w:t xml:space="preserve">، </w:t>
      </w:r>
      <w:r>
        <w:rPr>
          <w:rtl/>
        </w:rPr>
        <w:t>ص 293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26-تفسير نورالثقلين</w:t>
      </w:r>
      <w:r w:rsidR="009C7B0C">
        <w:rPr>
          <w:rtl/>
        </w:rPr>
        <w:t xml:space="preserve">، </w:t>
      </w:r>
      <w:r>
        <w:rPr>
          <w:rtl/>
        </w:rPr>
        <w:t>ج 2</w:t>
      </w:r>
      <w:r w:rsidR="009C7B0C">
        <w:rPr>
          <w:rtl/>
        </w:rPr>
        <w:t xml:space="preserve">، </w:t>
      </w:r>
      <w:r>
        <w:rPr>
          <w:rtl/>
        </w:rPr>
        <w:t>ص 31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lastRenderedPageBreak/>
        <w:t>27-مريم</w:t>
      </w:r>
      <w:r w:rsidR="009C7B0C">
        <w:rPr>
          <w:rtl/>
        </w:rPr>
        <w:t xml:space="preserve">، </w:t>
      </w:r>
      <w:r>
        <w:rPr>
          <w:rtl/>
        </w:rPr>
        <w:t>47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28-توبه</w:t>
      </w:r>
      <w:r w:rsidR="009C7B0C">
        <w:rPr>
          <w:rtl/>
        </w:rPr>
        <w:t xml:space="preserve">، </w:t>
      </w:r>
      <w:r>
        <w:rPr>
          <w:rtl/>
        </w:rPr>
        <w:t>114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29-تفسير نورالثقلين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30-تفسير فرقان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31-بيان السعاده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32-آل عمران</w:t>
      </w:r>
      <w:r w:rsidR="009C7B0C">
        <w:rPr>
          <w:rtl/>
        </w:rPr>
        <w:t xml:space="preserve">، </w:t>
      </w:r>
      <w:r>
        <w:rPr>
          <w:rtl/>
        </w:rPr>
        <w:t>192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33-تفسير نورالثقلين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34-تفسير مجمع البيان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35-تفسير الميزان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36-كنزالعمّال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37-صافّات</w:t>
      </w:r>
      <w:r w:rsidR="009C7B0C">
        <w:rPr>
          <w:rtl/>
        </w:rPr>
        <w:t xml:space="preserve">، </w:t>
      </w:r>
      <w:r>
        <w:rPr>
          <w:rtl/>
        </w:rPr>
        <w:t>83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38-صافّات</w:t>
      </w:r>
      <w:r w:rsidR="009C7B0C">
        <w:rPr>
          <w:rtl/>
        </w:rPr>
        <w:t xml:space="preserve">، </w:t>
      </w:r>
      <w:r>
        <w:rPr>
          <w:rtl/>
        </w:rPr>
        <w:t>79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39-نساء</w:t>
      </w:r>
      <w:r w:rsidR="009C7B0C">
        <w:rPr>
          <w:rtl/>
        </w:rPr>
        <w:t xml:space="preserve">، </w:t>
      </w:r>
      <w:r>
        <w:rPr>
          <w:rtl/>
        </w:rPr>
        <w:t>94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40-انعام</w:t>
      </w:r>
      <w:r w:rsidR="009C7B0C">
        <w:rPr>
          <w:rtl/>
        </w:rPr>
        <w:t xml:space="preserve">، </w:t>
      </w:r>
      <w:r>
        <w:rPr>
          <w:rtl/>
        </w:rPr>
        <w:t>52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41-هود</w:t>
      </w:r>
      <w:r w:rsidR="009C7B0C">
        <w:rPr>
          <w:rtl/>
        </w:rPr>
        <w:t xml:space="preserve">، </w:t>
      </w:r>
      <w:r>
        <w:rPr>
          <w:rtl/>
        </w:rPr>
        <w:t>58</w:t>
      </w:r>
      <w:r w:rsidR="009C7B0C">
        <w:rPr>
          <w:rtl/>
        </w:rPr>
        <w:t xml:space="preserve">، </w:t>
      </w:r>
      <w:r>
        <w:rPr>
          <w:rtl/>
        </w:rPr>
        <w:t>66 و 94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42-تفسير نورالثقلين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43-تفسير الميزان و مجمع البيان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44-شعراء</w:t>
      </w:r>
      <w:r w:rsidR="009C7B0C">
        <w:rPr>
          <w:rtl/>
        </w:rPr>
        <w:t xml:space="preserve">، </w:t>
      </w:r>
      <w:r>
        <w:rPr>
          <w:rtl/>
        </w:rPr>
        <w:t>189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45-داستان نوح</w:t>
      </w:r>
      <w:r w:rsidR="009C7B0C">
        <w:rPr>
          <w:rtl/>
        </w:rPr>
        <w:t xml:space="preserve">، </w:t>
      </w:r>
      <w:r>
        <w:rPr>
          <w:rtl/>
        </w:rPr>
        <w:t>آيه ى 105 ؛ داستان عاد</w:t>
      </w:r>
      <w:r w:rsidR="009C7B0C">
        <w:rPr>
          <w:rtl/>
        </w:rPr>
        <w:t xml:space="preserve">، </w:t>
      </w:r>
      <w:r>
        <w:rPr>
          <w:rtl/>
        </w:rPr>
        <w:t>آيه ى 123 ؛ داستان صالح</w:t>
      </w:r>
      <w:r w:rsidR="009C7B0C">
        <w:rPr>
          <w:rtl/>
        </w:rPr>
        <w:t xml:space="preserve">، </w:t>
      </w:r>
      <w:r>
        <w:rPr>
          <w:rtl/>
        </w:rPr>
        <w:t>آيه ى 141 ؛ داستان لوط</w:t>
      </w:r>
      <w:r w:rsidR="009C7B0C">
        <w:rPr>
          <w:rtl/>
        </w:rPr>
        <w:t xml:space="preserve">، </w:t>
      </w:r>
      <w:r>
        <w:rPr>
          <w:rtl/>
        </w:rPr>
        <w:t>آيه ى 160 و داستان شعيب</w:t>
      </w:r>
      <w:r w:rsidR="009C7B0C">
        <w:rPr>
          <w:rtl/>
        </w:rPr>
        <w:t xml:space="preserve">، </w:t>
      </w:r>
      <w:r>
        <w:rPr>
          <w:rtl/>
        </w:rPr>
        <w:t>آيه ى 176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46-نهج البلاغه</w:t>
      </w:r>
      <w:r w:rsidR="009C7B0C">
        <w:rPr>
          <w:rtl/>
        </w:rPr>
        <w:t xml:space="preserve">، </w:t>
      </w:r>
      <w:r>
        <w:rPr>
          <w:rtl/>
        </w:rPr>
        <w:t>خطبه 201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47-اعراف</w:t>
      </w:r>
      <w:r w:rsidR="009C7B0C">
        <w:rPr>
          <w:rtl/>
        </w:rPr>
        <w:t xml:space="preserve">، </w:t>
      </w:r>
      <w:r>
        <w:rPr>
          <w:rtl/>
        </w:rPr>
        <w:t>73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48-اعراف</w:t>
      </w:r>
      <w:r w:rsidR="009C7B0C">
        <w:rPr>
          <w:rtl/>
        </w:rPr>
        <w:t xml:space="preserve">، </w:t>
      </w:r>
      <w:r>
        <w:rPr>
          <w:rtl/>
        </w:rPr>
        <w:t>81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49-انبياء</w:t>
      </w:r>
      <w:r w:rsidR="009C7B0C">
        <w:rPr>
          <w:rtl/>
        </w:rPr>
        <w:t xml:space="preserve">، </w:t>
      </w:r>
      <w:r>
        <w:rPr>
          <w:rtl/>
        </w:rPr>
        <w:t>74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50-نمل</w:t>
      </w:r>
      <w:r w:rsidR="009C7B0C">
        <w:rPr>
          <w:rtl/>
        </w:rPr>
        <w:t xml:space="preserve">، </w:t>
      </w:r>
      <w:r>
        <w:rPr>
          <w:rtl/>
        </w:rPr>
        <w:t>55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51-تفسير كبيرفخررازى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52-غررالحكم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53-يس</w:t>
      </w:r>
      <w:r w:rsidR="009C7B0C">
        <w:rPr>
          <w:rtl/>
        </w:rPr>
        <w:t xml:space="preserve">، </w:t>
      </w:r>
      <w:r>
        <w:rPr>
          <w:rtl/>
        </w:rPr>
        <w:t>62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lastRenderedPageBreak/>
        <w:t>54-اعراف</w:t>
      </w:r>
      <w:r w:rsidR="009C7B0C">
        <w:rPr>
          <w:rtl/>
        </w:rPr>
        <w:t xml:space="preserve">، </w:t>
      </w:r>
      <w:r>
        <w:rPr>
          <w:rtl/>
        </w:rPr>
        <w:t>89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55-هود</w:t>
      </w:r>
      <w:r w:rsidR="009C7B0C">
        <w:rPr>
          <w:rtl/>
        </w:rPr>
        <w:t xml:space="preserve">، </w:t>
      </w:r>
      <w:r>
        <w:rPr>
          <w:rtl/>
        </w:rPr>
        <w:t>96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56-تفسير منهج الصّادقين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57-اعراف</w:t>
      </w:r>
      <w:r w:rsidR="009C7B0C">
        <w:rPr>
          <w:rtl/>
        </w:rPr>
        <w:t xml:space="preserve">، </w:t>
      </w:r>
      <w:r>
        <w:rPr>
          <w:rtl/>
        </w:rPr>
        <w:t>175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58-تفسير كنزالدقائق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59-تفسير الميزان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60-نحل</w:t>
      </w:r>
      <w:r w:rsidR="009C7B0C">
        <w:rPr>
          <w:rtl/>
        </w:rPr>
        <w:t xml:space="preserve">، </w:t>
      </w:r>
      <w:r>
        <w:rPr>
          <w:rtl/>
        </w:rPr>
        <w:t>118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61-غافر</w:t>
      </w:r>
      <w:r w:rsidR="009C7B0C">
        <w:rPr>
          <w:rtl/>
        </w:rPr>
        <w:t xml:space="preserve">، </w:t>
      </w:r>
      <w:r>
        <w:rPr>
          <w:rtl/>
        </w:rPr>
        <w:t>31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62-عنكبوت</w:t>
      </w:r>
      <w:r w:rsidR="009C7B0C">
        <w:rPr>
          <w:rtl/>
        </w:rPr>
        <w:t xml:space="preserve">، </w:t>
      </w:r>
      <w:r>
        <w:rPr>
          <w:rtl/>
        </w:rPr>
        <w:t>40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63-نساء</w:t>
      </w:r>
      <w:r w:rsidR="009C7B0C">
        <w:rPr>
          <w:rtl/>
        </w:rPr>
        <w:t xml:space="preserve">، </w:t>
      </w:r>
      <w:r>
        <w:rPr>
          <w:rtl/>
        </w:rPr>
        <w:t>124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64-مريم</w:t>
      </w:r>
      <w:r w:rsidR="009C7B0C">
        <w:rPr>
          <w:rtl/>
        </w:rPr>
        <w:t xml:space="preserve">، </w:t>
      </w:r>
      <w:r>
        <w:rPr>
          <w:rtl/>
        </w:rPr>
        <w:t>60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65-نساء</w:t>
      </w:r>
      <w:r w:rsidR="009C7B0C">
        <w:rPr>
          <w:rtl/>
        </w:rPr>
        <w:t xml:space="preserve">، </w:t>
      </w:r>
      <w:r>
        <w:rPr>
          <w:rtl/>
        </w:rPr>
        <w:t>49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66-نساء</w:t>
      </w:r>
      <w:r w:rsidR="009C7B0C">
        <w:rPr>
          <w:rtl/>
        </w:rPr>
        <w:t xml:space="preserve">، </w:t>
      </w:r>
      <w:r>
        <w:rPr>
          <w:rtl/>
        </w:rPr>
        <w:t>40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67-انعام</w:t>
      </w:r>
      <w:r w:rsidR="009C7B0C">
        <w:rPr>
          <w:rtl/>
        </w:rPr>
        <w:t xml:space="preserve">، </w:t>
      </w:r>
      <w:r>
        <w:rPr>
          <w:rtl/>
        </w:rPr>
        <w:t>121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68-نجم</w:t>
      </w:r>
      <w:r w:rsidR="009C7B0C">
        <w:rPr>
          <w:rtl/>
        </w:rPr>
        <w:t xml:space="preserve">، </w:t>
      </w:r>
      <w:r>
        <w:rPr>
          <w:rtl/>
        </w:rPr>
        <w:t>3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69-حجر</w:t>
      </w:r>
      <w:r w:rsidR="009C7B0C">
        <w:rPr>
          <w:rtl/>
        </w:rPr>
        <w:t xml:space="preserve">، </w:t>
      </w:r>
      <w:r>
        <w:rPr>
          <w:rtl/>
        </w:rPr>
        <w:t>9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70-حجر</w:t>
      </w:r>
      <w:r w:rsidR="009C7B0C">
        <w:rPr>
          <w:rtl/>
        </w:rPr>
        <w:t xml:space="preserve">، </w:t>
      </w:r>
      <w:r>
        <w:rPr>
          <w:rtl/>
        </w:rPr>
        <w:t>18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71-تفسير مجمع البيان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72-اسراء</w:t>
      </w:r>
      <w:r w:rsidR="009C7B0C">
        <w:rPr>
          <w:rtl/>
        </w:rPr>
        <w:t xml:space="preserve">، </w:t>
      </w:r>
      <w:r>
        <w:rPr>
          <w:rtl/>
        </w:rPr>
        <w:t>24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73-بحار</w:t>
      </w:r>
      <w:r w:rsidR="009C7B0C">
        <w:rPr>
          <w:rtl/>
        </w:rPr>
        <w:t xml:space="preserve">، </w:t>
      </w:r>
      <w:r>
        <w:rPr>
          <w:rtl/>
        </w:rPr>
        <w:t>ج 15</w:t>
      </w:r>
      <w:r w:rsidR="009C7B0C">
        <w:rPr>
          <w:rtl/>
        </w:rPr>
        <w:t xml:space="preserve">، </w:t>
      </w:r>
      <w:r>
        <w:rPr>
          <w:rtl/>
        </w:rPr>
        <w:t>ص 3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74-بقره</w:t>
      </w:r>
      <w:r w:rsidR="009C7B0C">
        <w:rPr>
          <w:rtl/>
        </w:rPr>
        <w:t xml:space="preserve">، </w:t>
      </w:r>
      <w:r>
        <w:rPr>
          <w:rtl/>
        </w:rPr>
        <w:t>256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75-تفسير نورالثقلين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76-تفسير كنزالدقائق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77-تفسير نورالثقلين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78-لغت نامه دهخدا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79-تفسير كنزالدقائق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80-تفسير المنير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81-تفسير كنزالدقائق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lastRenderedPageBreak/>
        <w:t>82-تفسير روح المعانى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83-تفسير كنزالدقائق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84-بحار</w:t>
      </w:r>
      <w:r w:rsidR="009C7B0C">
        <w:rPr>
          <w:rtl/>
        </w:rPr>
        <w:t xml:space="preserve">، </w:t>
      </w:r>
      <w:r>
        <w:rPr>
          <w:rtl/>
        </w:rPr>
        <w:t>ج 79</w:t>
      </w:r>
      <w:r w:rsidR="009C7B0C">
        <w:rPr>
          <w:rtl/>
        </w:rPr>
        <w:t xml:space="preserve">، </w:t>
      </w:r>
      <w:r>
        <w:rPr>
          <w:rtl/>
        </w:rPr>
        <w:t>ص 291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85-وسائل</w:t>
      </w:r>
      <w:r w:rsidR="009C7B0C">
        <w:rPr>
          <w:rtl/>
        </w:rPr>
        <w:t xml:space="preserve">، </w:t>
      </w:r>
      <w:r>
        <w:rPr>
          <w:rtl/>
        </w:rPr>
        <w:t>ج 7</w:t>
      </w:r>
      <w:r w:rsidR="009C7B0C">
        <w:rPr>
          <w:rtl/>
        </w:rPr>
        <w:t xml:space="preserve">، </w:t>
      </w:r>
      <w:r>
        <w:rPr>
          <w:rtl/>
        </w:rPr>
        <w:t>ص 121</w:t>
      </w:r>
      <w:r w:rsidR="009C7B0C">
        <w:rPr>
          <w:rtl/>
        </w:rPr>
        <w:t xml:space="preserve">. </w:t>
      </w:r>
    </w:p>
    <w:p w:rsidR="00D64FE0" w:rsidRDefault="00D64FE0" w:rsidP="00D64FE0">
      <w:pPr>
        <w:pStyle w:val="libFootnote"/>
        <w:rPr>
          <w:rtl/>
        </w:rPr>
      </w:pPr>
      <w:r>
        <w:rPr>
          <w:rtl/>
        </w:rPr>
        <w:t>86-تفسير مواهب العلّيه</w:t>
      </w:r>
      <w:r w:rsidR="009C7B0C">
        <w:rPr>
          <w:rtl/>
        </w:rPr>
        <w:t xml:space="preserve">. </w:t>
      </w:r>
    </w:p>
    <w:p w:rsidR="009C7B0C" w:rsidRDefault="00D64FE0" w:rsidP="00D64FE0">
      <w:pPr>
        <w:pStyle w:val="libFootnote"/>
        <w:rPr>
          <w:rtl/>
        </w:rPr>
      </w:pPr>
      <w:r>
        <w:rPr>
          <w:rtl/>
        </w:rPr>
        <w:t>87-تفسير منهج الصادقين</w:t>
      </w:r>
      <w:r w:rsidR="009C7B0C">
        <w:rPr>
          <w:rtl/>
        </w:rPr>
        <w:t xml:space="preserve">. </w:t>
      </w:r>
    </w:p>
    <w:p w:rsidR="009C7B0C" w:rsidRPr="009C7B0C" w:rsidRDefault="009C7B0C" w:rsidP="009C7B0C">
      <w:pPr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rtl/>
        </w:rPr>
        <w:id w:val="1935873"/>
        <w:docPartObj>
          <w:docPartGallery w:val="Table of Contents"/>
          <w:docPartUnique/>
        </w:docPartObj>
      </w:sdtPr>
      <w:sdtContent>
        <w:p w:rsidR="00F32205" w:rsidRDefault="00F32205" w:rsidP="00F32205">
          <w:pPr>
            <w:pStyle w:val="Heading2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F32205" w:rsidRPr="00F32205" w:rsidRDefault="00F32205" w:rsidP="00F32205">
          <w:pPr>
            <w:pStyle w:val="Heading2"/>
          </w:pPr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3F538D">
            <w:fldChar w:fldCharType="begin"/>
          </w:r>
          <w:r w:rsidR="00F32205">
            <w:instrText xml:space="preserve"> TOC \o "1-3" \h \z \u </w:instrText>
          </w:r>
          <w:r w:rsidRPr="003F538D">
            <w:fldChar w:fldCharType="separate"/>
          </w:r>
          <w:hyperlink w:anchor="_Toc365973797" w:history="1">
            <w:r w:rsidR="00F32205" w:rsidRPr="00570E5A">
              <w:rPr>
                <w:rStyle w:val="Hyperlink"/>
                <w:rFonts w:hint="eastAsia"/>
                <w:rtl/>
              </w:rPr>
              <w:t>سيماى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سوره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شُعراء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365973797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798" w:history="1">
            <w:r w:rsidR="00F32205" w:rsidRPr="00570E5A">
              <w:rPr>
                <w:rStyle w:val="Hyperlink"/>
                <w:rFonts w:hint="eastAsia"/>
                <w:rtl/>
              </w:rPr>
              <w:t>بِسْمِ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الرَّحْمنِ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365973798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799" w:history="1">
            <w:r w:rsidR="00F32205" w:rsidRPr="00570E5A">
              <w:rPr>
                <w:rStyle w:val="Hyperlink"/>
                <w:rtl/>
              </w:rPr>
              <w:t xml:space="preserve">1 - </w:t>
            </w:r>
            <w:r w:rsidR="00F32205" w:rsidRPr="00570E5A">
              <w:rPr>
                <w:rStyle w:val="Hyperlink"/>
                <w:rFonts w:hint="eastAsia"/>
                <w:rtl/>
              </w:rPr>
              <w:t>طسم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365973799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00" w:history="1">
            <w:r w:rsidR="00F32205" w:rsidRPr="00570E5A">
              <w:rPr>
                <w:rStyle w:val="Hyperlink"/>
                <w:rtl/>
              </w:rPr>
              <w:t xml:space="preserve">2 - </w:t>
            </w:r>
            <w:r w:rsidR="00F32205" w:rsidRPr="00570E5A">
              <w:rPr>
                <w:rStyle w:val="Hyperlink"/>
                <w:rFonts w:hint="eastAsia"/>
                <w:rtl/>
              </w:rPr>
              <w:t>تِلْكَ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ءَايَتُ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الْكِتَبِ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الْمُبِينِ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365973800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01" w:history="1">
            <w:r w:rsidR="00F32205" w:rsidRPr="00570E5A">
              <w:rPr>
                <w:rStyle w:val="Hyperlink"/>
                <w:rtl/>
              </w:rPr>
              <w:t xml:space="preserve">3 - </w:t>
            </w:r>
            <w:r w:rsidR="00F32205" w:rsidRPr="00570E5A">
              <w:rPr>
                <w:rStyle w:val="Hyperlink"/>
                <w:rFonts w:hint="eastAsia"/>
                <w:rtl/>
              </w:rPr>
              <w:t>لَعَلَّكَ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بَخِعٌ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نَّفْسَكَ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يَكُونُواْ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365973801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0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365973802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0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365973803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04" w:history="1">
            <w:r w:rsidR="00F32205" w:rsidRPr="00570E5A">
              <w:rPr>
                <w:rStyle w:val="Hyperlink"/>
                <w:rtl/>
              </w:rPr>
              <w:t xml:space="preserve">4 - </w:t>
            </w:r>
            <w:r w:rsidR="00F32205" w:rsidRPr="00570E5A">
              <w:rPr>
                <w:rStyle w:val="Hyperlink"/>
                <w:rFonts w:hint="eastAsia"/>
                <w:rtl/>
              </w:rPr>
              <w:t>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نَّشَاءْ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نُنَزِّلْ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عَلَيْهِم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السَّمَآءِ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فَظَلَّتْ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اءَعْنَقُهُمْ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خَضِعِينَ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365973804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0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365973805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06" w:history="1">
            <w:r w:rsidR="00F32205" w:rsidRPr="00570E5A">
              <w:rPr>
                <w:rStyle w:val="Hyperlink"/>
                <w:rtl/>
              </w:rPr>
              <w:t xml:space="preserve">5-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يَاءْتِيهِم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ذِكْرٍ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الرَّحْمَنِ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مُحْدَثٍ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عَنْهُ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مُعْرِضِينَ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365973806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07" w:history="1">
            <w:r w:rsidR="00F32205" w:rsidRPr="00570E5A">
              <w:rPr>
                <w:rStyle w:val="Hyperlink"/>
                <w:rtl/>
              </w:rPr>
              <w:t xml:space="preserve">6 - </w:t>
            </w:r>
            <w:r w:rsidR="00F32205" w:rsidRPr="00570E5A">
              <w:rPr>
                <w:rStyle w:val="Hyperlink"/>
                <w:rFonts w:hint="eastAsia"/>
                <w:rtl/>
              </w:rPr>
              <w:t>فَقَدْ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كَذَّبُواْ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فَسَيَاءْتِيهِمْ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اءَنبَؤُاْ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يَسْتَهْزِءُونَ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365973807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0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365973808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09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365973809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10" w:history="1">
            <w:r w:rsidR="00F32205" w:rsidRPr="00570E5A">
              <w:rPr>
                <w:rStyle w:val="Hyperlink"/>
                <w:rtl/>
              </w:rPr>
              <w:t xml:space="preserve">7 - </w:t>
            </w:r>
            <w:r w:rsidR="00F32205" w:rsidRPr="00570E5A">
              <w:rPr>
                <w:rStyle w:val="Hyperlink"/>
                <w:rFonts w:hint="eastAsia"/>
                <w:rtl/>
              </w:rPr>
              <w:t>اءَوَلَمْ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يَرَوْاْ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الاَْرْضِ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اءَنبَتْنَا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فِيهَا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كُلِّ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زَوْجٍ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كَرِيمٍ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365973810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11" w:history="1">
            <w:r w:rsidR="00F32205" w:rsidRPr="00570E5A">
              <w:rPr>
                <w:rStyle w:val="Hyperlink"/>
                <w:rtl/>
              </w:rPr>
              <w:t xml:space="preserve">8-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اءَكْثَرُهُم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365973811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12" w:history="1">
            <w:r w:rsidR="00F32205" w:rsidRPr="00570E5A">
              <w:rPr>
                <w:rStyle w:val="Hyperlink"/>
                <w:rtl/>
              </w:rPr>
              <w:t xml:space="preserve">9 -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الْعَزِيزُ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365973812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1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365973813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1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365973814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15" w:history="1">
            <w:r w:rsidR="00F32205" w:rsidRPr="00570E5A">
              <w:rPr>
                <w:rStyle w:val="Hyperlink"/>
                <w:rtl/>
              </w:rPr>
              <w:t xml:space="preserve">10 - </w:t>
            </w:r>
            <w:r w:rsidR="00F32205" w:rsidRPr="00570E5A">
              <w:rPr>
                <w:rStyle w:val="Hyperlink"/>
                <w:rFonts w:hint="eastAsia"/>
                <w:rtl/>
              </w:rPr>
              <w:t>وَإِذْ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نَادَى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رَبُّكَ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مُوسَى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ائْتِ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الْقَوْمَ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الظَّلِمِينَ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365973815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16" w:history="1">
            <w:r w:rsidR="00F32205" w:rsidRPr="00570E5A">
              <w:rPr>
                <w:rStyle w:val="Hyperlink"/>
                <w:rtl/>
              </w:rPr>
              <w:t xml:space="preserve">11 - </w:t>
            </w:r>
            <w:r w:rsidR="00F32205" w:rsidRPr="00570E5A">
              <w:rPr>
                <w:rStyle w:val="Hyperlink"/>
                <w:rFonts w:hint="eastAsia"/>
                <w:rtl/>
              </w:rPr>
              <w:t>قَوْمَ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فِرْعَوْنَ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يَتَّقُونَ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365973816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17" w:history="1">
            <w:r w:rsidR="00F32205" w:rsidRPr="00570E5A">
              <w:rPr>
                <w:rStyle w:val="Hyperlink"/>
                <w:rtl/>
              </w:rPr>
              <w:t xml:space="preserve">12 -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اءَخَافُ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يُكَذِّبُونِ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365973817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1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365973818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19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365973819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20" w:history="1">
            <w:r w:rsidR="00F32205" w:rsidRPr="00570E5A">
              <w:rPr>
                <w:rStyle w:val="Hyperlink"/>
                <w:rtl/>
              </w:rPr>
              <w:t xml:space="preserve">13 - </w:t>
            </w:r>
            <w:r w:rsidR="00F32205" w:rsidRPr="00570E5A">
              <w:rPr>
                <w:rStyle w:val="Hyperlink"/>
                <w:rFonts w:hint="eastAsia"/>
                <w:rtl/>
              </w:rPr>
              <w:t>وَيَضِيقُ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صَدْرِى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يَنطَلِقُ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لِسَانِى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فَاءَرْسِلْ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هَرُونَ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365973820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21" w:history="1">
            <w:r w:rsidR="00F32205" w:rsidRPr="00570E5A">
              <w:rPr>
                <w:rStyle w:val="Hyperlink"/>
                <w:rtl/>
              </w:rPr>
              <w:t xml:space="preserve">14 - </w:t>
            </w:r>
            <w:r w:rsidR="00F32205" w:rsidRPr="00570E5A">
              <w:rPr>
                <w:rStyle w:val="Hyperlink"/>
                <w:rFonts w:hint="eastAsia"/>
                <w:rtl/>
              </w:rPr>
              <w:t>وَلَهُمْ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ذَنبٌ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فَاءَخَافُ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يَقْتُلُونِ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365973821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22" w:history="1">
            <w:r w:rsidR="00F32205" w:rsidRPr="00570E5A">
              <w:rPr>
                <w:rStyle w:val="Hyperlink"/>
                <w:rtl/>
              </w:rPr>
              <w:t xml:space="preserve">15-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فَاذْهَبَا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بََايَتِنَآ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مَعَكُم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مُّسْتَمِعُونَ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365973822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23" w:history="1">
            <w:r w:rsidR="00F32205" w:rsidRPr="00570E5A">
              <w:rPr>
                <w:rStyle w:val="Hyperlink"/>
                <w:rtl/>
              </w:rPr>
              <w:t xml:space="preserve">16 - </w:t>
            </w:r>
            <w:r w:rsidR="00F32205" w:rsidRPr="00570E5A">
              <w:rPr>
                <w:rStyle w:val="Hyperlink"/>
                <w:rFonts w:hint="eastAsia"/>
                <w:rtl/>
              </w:rPr>
              <w:t>فَاءْتِيَا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فِرْعَوْنَ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فَقُولاَ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رَسُولُ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365973823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24" w:history="1">
            <w:r w:rsidR="00F32205" w:rsidRPr="00570E5A">
              <w:rPr>
                <w:rStyle w:val="Hyperlink"/>
                <w:rtl/>
              </w:rPr>
              <w:t xml:space="preserve">17 - </w:t>
            </w:r>
            <w:r w:rsidR="00F32205" w:rsidRPr="00570E5A">
              <w:rPr>
                <w:rStyle w:val="Hyperlink"/>
                <w:rFonts w:hint="eastAsia"/>
                <w:rtl/>
              </w:rPr>
              <w:t>اءَنْ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اءَرْسِلْ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مَعَنَا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إِسْرَءِيلَ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365973824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2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365973825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2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365973826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27" w:history="1">
            <w:r w:rsidR="00F32205" w:rsidRPr="00570E5A">
              <w:rPr>
                <w:rStyle w:val="Hyperlink"/>
                <w:rtl/>
              </w:rPr>
              <w:t xml:space="preserve">18-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نُرَبِّكَ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فِينَا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وَلِيداً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وَلَبِثْتَ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فِينَا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عُمُرِكَ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سِنِينَ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365973827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28" w:history="1">
            <w:r w:rsidR="00F32205" w:rsidRPr="00570E5A">
              <w:rPr>
                <w:rStyle w:val="Hyperlink"/>
                <w:rtl/>
              </w:rPr>
              <w:t xml:space="preserve">19 - </w:t>
            </w:r>
            <w:r w:rsidR="00F32205" w:rsidRPr="00570E5A">
              <w:rPr>
                <w:rStyle w:val="Hyperlink"/>
                <w:rFonts w:hint="eastAsia"/>
                <w:rtl/>
              </w:rPr>
              <w:t>وَفَعَلْتَ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فَعْلَتَكَ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الَّتِى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فَعَلْتَ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وَاءَنتَ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الْكَفِرِينَ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365973828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29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365973829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30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365973830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31" w:history="1">
            <w:r w:rsidR="00F32205" w:rsidRPr="00570E5A">
              <w:rPr>
                <w:rStyle w:val="Hyperlink"/>
                <w:rtl/>
              </w:rPr>
              <w:t xml:space="preserve">20 -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فَعَلْتُهَآ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إِذاً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اءَنَاْ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الضَّآلِّينَ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365973831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32" w:history="1">
            <w:r w:rsidR="00F32205" w:rsidRPr="00570E5A">
              <w:rPr>
                <w:rStyle w:val="Hyperlink"/>
                <w:rtl/>
              </w:rPr>
              <w:t xml:space="preserve">21 - </w:t>
            </w:r>
            <w:r w:rsidR="00F32205" w:rsidRPr="00570E5A">
              <w:rPr>
                <w:rStyle w:val="Hyperlink"/>
                <w:rFonts w:hint="eastAsia"/>
                <w:rtl/>
              </w:rPr>
              <w:t>فَفَرَرْتُ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لَمَّا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خِفْتُكُمْ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فَوَهَبَ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حُكْماً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وَجَعَلَنِى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الْمُرْسَلِينَ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365973832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3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365973833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3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365973834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35" w:history="1">
            <w:r w:rsidR="00F32205" w:rsidRPr="00570E5A">
              <w:rPr>
                <w:rStyle w:val="Hyperlink"/>
                <w:rtl/>
              </w:rPr>
              <w:t xml:space="preserve">22 - </w:t>
            </w:r>
            <w:r w:rsidR="00F32205" w:rsidRPr="00570E5A">
              <w:rPr>
                <w:rStyle w:val="Hyperlink"/>
                <w:rFonts w:hint="eastAsia"/>
                <w:rtl/>
              </w:rPr>
              <w:t>وَتِلْكَ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نِعْمَةٌ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تَمُنُّهَا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عَبَّدتَ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إِسْرَءِيلَ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365973835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36" w:history="1">
            <w:r w:rsidR="00F32205" w:rsidRPr="00570E5A">
              <w:rPr>
                <w:rStyle w:val="Hyperlink"/>
                <w:rtl/>
              </w:rPr>
              <w:t xml:space="preserve">23 -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فِرْعَوْنُ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365973836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3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365973837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3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365973838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39" w:history="1">
            <w:r w:rsidR="00F32205" w:rsidRPr="00570E5A">
              <w:rPr>
                <w:rStyle w:val="Hyperlink"/>
                <w:rtl/>
              </w:rPr>
              <w:t xml:space="preserve">24 -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السَّمَوَتِ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وَالاَْرْضِ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بَيْنَهُمَآ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كُنتُم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مُّوقِنِينَ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365973839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40" w:history="1">
            <w:r w:rsidR="00F32205" w:rsidRPr="00570E5A">
              <w:rPr>
                <w:rStyle w:val="Hyperlink"/>
                <w:rtl/>
              </w:rPr>
              <w:t xml:space="preserve">25-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لِمَنْ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حَوْلَهُ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تَسْتَمِعُونَ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365973840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41" w:history="1">
            <w:r w:rsidR="00F32205" w:rsidRPr="00570E5A">
              <w:rPr>
                <w:rStyle w:val="Hyperlink"/>
                <w:rtl/>
              </w:rPr>
              <w:t xml:space="preserve">26 -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رَبُّكُمْ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وَرَبُّ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ءَابَآئِكُمُ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الاَْوَّلِينَ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365973841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4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365973842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4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365973843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44" w:history="1">
            <w:r w:rsidR="00F32205" w:rsidRPr="00570E5A">
              <w:rPr>
                <w:rStyle w:val="Hyperlink"/>
                <w:rtl/>
              </w:rPr>
              <w:t xml:space="preserve">27 -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رَسُولَكُمُ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الَّذِى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اءُرْسِلَ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إِلَيْكُمْ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لَمَجْنُونٌ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365973844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45" w:history="1">
            <w:r w:rsidR="00F32205" w:rsidRPr="00570E5A">
              <w:rPr>
                <w:rStyle w:val="Hyperlink"/>
                <w:rtl/>
              </w:rPr>
              <w:t xml:space="preserve">28-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الْمَشْرِقِ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وَالْمَغْرِبِ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بَيْنَهُمَآ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كُنتُمْ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تَعْقِلُونَ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365973845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46" w:history="1">
            <w:r w:rsidR="00F32205" w:rsidRPr="00570E5A">
              <w:rPr>
                <w:rStyle w:val="Hyperlink"/>
                <w:rtl/>
              </w:rPr>
              <w:t xml:space="preserve">29 -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لَئِنِ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اتَّخَذْتَ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إِلَهاً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غَيْرِى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لاََجْعَلَنَّكَ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الْمَسْجُونِينَ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365973846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47" w:history="1">
            <w:r w:rsidR="00F32205" w:rsidRPr="00570E5A">
              <w:rPr>
                <w:rStyle w:val="Hyperlink"/>
                <w:rtl/>
              </w:rPr>
              <w:t xml:space="preserve">30 -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اءَوَلَوْ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جِئْتُكَ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بِشَىْءٍ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مُّبِينٍ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365973847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48" w:history="1">
            <w:r w:rsidR="00F32205" w:rsidRPr="00570E5A">
              <w:rPr>
                <w:rStyle w:val="Hyperlink"/>
                <w:rtl/>
              </w:rPr>
              <w:t xml:space="preserve">31 -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فَاءْتِ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الصَّدِقِينَ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365973848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49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365973849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50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365973850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51" w:history="1">
            <w:r w:rsidR="00F32205" w:rsidRPr="00570E5A">
              <w:rPr>
                <w:rStyle w:val="Hyperlink"/>
                <w:rtl/>
              </w:rPr>
              <w:t xml:space="preserve">32 - </w:t>
            </w:r>
            <w:r w:rsidR="00F32205" w:rsidRPr="00570E5A">
              <w:rPr>
                <w:rStyle w:val="Hyperlink"/>
                <w:rFonts w:hint="eastAsia"/>
                <w:rtl/>
              </w:rPr>
              <w:t>فَاءَلْقَى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عَصَاهُ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فَإِذَا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ثُعْبَانٌ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مُّبِينٌ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365973851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52" w:history="1">
            <w:r w:rsidR="00F32205" w:rsidRPr="00570E5A">
              <w:rPr>
                <w:rStyle w:val="Hyperlink"/>
                <w:rtl/>
              </w:rPr>
              <w:t xml:space="preserve">33 - </w:t>
            </w:r>
            <w:r w:rsidR="00F32205" w:rsidRPr="00570E5A">
              <w:rPr>
                <w:rStyle w:val="Hyperlink"/>
                <w:rFonts w:hint="eastAsia"/>
                <w:rtl/>
              </w:rPr>
              <w:t>وَنَزَعَ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يَدَهُ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فَإِذَا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بَيْضَآءُ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لِلنَّظِرِينَ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365973852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5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365973853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5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365973854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55" w:history="1">
            <w:r w:rsidR="00F32205" w:rsidRPr="00570E5A">
              <w:rPr>
                <w:rStyle w:val="Hyperlink"/>
                <w:rtl/>
              </w:rPr>
              <w:t xml:space="preserve">34 -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لِلْمَلاَِ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حَوْلَهُ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هَذَا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لَسَحِرٌ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عَلِيمٌ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365973855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56" w:history="1">
            <w:r w:rsidR="00F32205" w:rsidRPr="00570E5A">
              <w:rPr>
                <w:rStyle w:val="Hyperlink"/>
                <w:rtl/>
              </w:rPr>
              <w:t xml:space="preserve">35- </w:t>
            </w:r>
            <w:r w:rsidR="00F32205" w:rsidRPr="00570E5A">
              <w:rPr>
                <w:rStyle w:val="Hyperlink"/>
                <w:rFonts w:hint="eastAsia"/>
                <w:rtl/>
              </w:rPr>
              <w:t>يُرِيدُ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يُخْرِجَكُم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اءَرْضِكُم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بِسِحْرِهِ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فَمَاذَا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تَاءْمُرُونَ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365973856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57" w:history="1">
            <w:r w:rsidR="00F32205" w:rsidRPr="00570E5A">
              <w:rPr>
                <w:rStyle w:val="Hyperlink"/>
                <w:rtl/>
              </w:rPr>
              <w:t xml:space="preserve">36 -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اءَرْجِهْ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وَاءَخَاهُ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وَابْعَثْ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الْمَدَآئِنِ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حَشِرِينَ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365973857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58" w:history="1">
            <w:r w:rsidR="00F32205" w:rsidRPr="00570E5A">
              <w:rPr>
                <w:rStyle w:val="Hyperlink"/>
                <w:rtl/>
              </w:rPr>
              <w:t xml:space="preserve">37 - </w:t>
            </w:r>
            <w:r w:rsidR="00F32205" w:rsidRPr="00570E5A">
              <w:rPr>
                <w:rStyle w:val="Hyperlink"/>
                <w:rFonts w:hint="eastAsia"/>
                <w:rtl/>
              </w:rPr>
              <w:t>يَاءْتُوكَ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بِكُلِّ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سَحَّارٍ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عَلِيمٍ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365973858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59" w:history="1">
            <w:r w:rsidR="00F32205" w:rsidRPr="00570E5A">
              <w:rPr>
                <w:rStyle w:val="Hyperlink"/>
                <w:rtl/>
              </w:rPr>
              <w:t xml:space="preserve">38- </w:t>
            </w:r>
            <w:r w:rsidR="00F32205" w:rsidRPr="00570E5A">
              <w:rPr>
                <w:rStyle w:val="Hyperlink"/>
                <w:rFonts w:hint="eastAsia"/>
                <w:rtl/>
              </w:rPr>
              <w:t>فَجُمِعَ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السَّحَرَةُ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لِمِيقَتِ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يَوْمٍ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مَّعْلُومٍ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365973859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60" w:history="1">
            <w:r w:rsidR="00F32205" w:rsidRPr="00570E5A">
              <w:rPr>
                <w:rStyle w:val="Hyperlink"/>
                <w:rtl/>
              </w:rPr>
              <w:t xml:space="preserve">39 - </w:t>
            </w:r>
            <w:r w:rsidR="00F32205" w:rsidRPr="00570E5A">
              <w:rPr>
                <w:rStyle w:val="Hyperlink"/>
                <w:rFonts w:hint="eastAsia"/>
                <w:rtl/>
              </w:rPr>
              <w:t>وَقِيلَ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لِلنَّاسِ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اءَنتُم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مُّجْتَمِعُونَ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365973860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61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365973861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6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365973862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63" w:history="1">
            <w:r w:rsidR="00F32205" w:rsidRPr="00570E5A">
              <w:rPr>
                <w:rStyle w:val="Hyperlink"/>
                <w:rtl/>
              </w:rPr>
              <w:t xml:space="preserve">40 - </w:t>
            </w:r>
            <w:r w:rsidR="00F32205" w:rsidRPr="00570E5A">
              <w:rPr>
                <w:rStyle w:val="Hyperlink"/>
                <w:rFonts w:hint="eastAsia"/>
                <w:rtl/>
              </w:rPr>
              <w:t>لَعَلَّنَا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نَتَّبِعُ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السَّحَرَةَ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هُمُ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الْغَلِبِينَ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365973863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64" w:history="1">
            <w:r w:rsidR="00F32205" w:rsidRPr="00570E5A">
              <w:rPr>
                <w:rStyle w:val="Hyperlink"/>
                <w:rtl/>
              </w:rPr>
              <w:t xml:space="preserve">41 - </w:t>
            </w:r>
            <w:r w:rsidR="00F32205" w:rsidRPr="00570E5A">
              <w:rPr>
                <w:rStyle w:val="Hyperlink"/>
                <w:rFonts w:hint="eastAsia"/>
                <w:rtl/>
              </w:rPr>
              <w:t>فَلَمَّا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جَآءَ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السَّحَرَةُ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لِفِرْعَوْنَ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اءَئِنَّ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لاََجْراً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نَحْنُ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الْغَلِبِينَ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365973864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65" w:history="1">
            <w:r w:rsidR="00F32205" w:rsidRPr="00570E5A">
              <w:rPr>
                <w:rStyle w:val="Hyperlink"/>
                <w:rtl/>
              </w:rPr>
              <w:t xml:space="preserve">42 -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نَعَمْ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إِذاً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لَّمِنَ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الْمُقَرَّبِينَ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365973865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6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365973866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6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365973867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68" w:history="1">
            <w:r w:rsidR="00F32205" w:rsidRPr="00570E5A">
              <w:rPr>
                <w:rStyle w:val="Hyperlink"/>
                <w:rtl/>
              </w:rPr>
              <w:t xml:space="preserve">43 -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مُّوسَى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اءَلْقُواْ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اءَنتُم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مُّلْقُونَ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365973868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69" w:history="1">
            <w:r w:rsidR="00F32205" w:rsidRPr="00570E5A">
              <w:rPr>
                <w:rStyle w:val="Hyperlink"/>
                <w:rtl/>
              </w:rPr>
              <w:t xml:space="preserve">44 - </w:t>
            </w:r>
            <w:r w:rsidR="00F32205" w:rsidRPr="00570E5A">
              <w:rPr>
                <w:rStyle w:val="Hyperlink"/>
                <w:rFonts w:hint="eastAsia"/>
                <w:rtl/>
              </w:rPr>
              <w:t>فَاءَلْقَوْاْ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حِبَالَهُمْ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عِصِيَّهُمْ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بِعِزَّةِ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فِرْعَوْنَ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لَنَحْنُ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الْغَلِبُونَ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365973869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70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365973870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71" w:history="1">
            <w:r w:rsidR="00F32205" w:rsidRPr="00570E5A">
              <w:rPr>
                <w:rStyle w:val="Hyperlink"/>
                <w:rtl/>
              </w:rPr>
              <w:t xml:space="preserve">45- </w:t>
            </w:r>
            <w:r w:rsidR="00F32205" w:rsidRPr="00570E5A">
              <w:rPr>
                <w:rStyle w:val="Hyperlink"/>
                <w:rFonts w:hint="eastAsia"/>
                <w:rtl/>
              </w:rPr>
              <w:t>فَاءَلْقَى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مُوسَى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عَصَاهُ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فَإِذَا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تَلْقَفُ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يَاءْفِكُونَ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365973871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72" w:history="1">
            <w:r w:rsidR="00F32205" w:rsidRPr="00570E5A">
              <w:rPr>
                <w:rStyle w:val="Hyperlink"/>
                <w:rtl/>
              </w:rPr>
              <w:t xml:space="preserve">46 - </w:t>
            </w:r>
            <w:r w:rsidR="00F32205" w:rsidRPr="00570E5A">
              <w:rPr>
                <w:rStyle w:val="Hyperlink"/>
                <w:rFonts w:hint="eastAsia"/>
                <w:rtl/>
              </w:rPr>
              <w:t>فَاءُلْقِىَ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السَّحَرَةُ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سَجِدِينَ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365973872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73" w:history="1">
            <w:r w:rsidR="00F32205" w:rsidRPr="00570E5A">
              <w:rPr>
                <w:rStyle w:val="Hyperlink"/>
                <w:rtl/>
              </w:rPr>
              <w:t xml:space="preserve">47 -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ءَامَنَّا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365973873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74" w:history="1">
            <w:r w:rsidR="00F32205" w:rsidRPr="00570E5A">
              <w:rPr>
                <w:rStyle w:val="Hyperlink"/>
                <w:rtl/>
              </w:rPr>
              <w:t xml:space="preserve">48-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مُوسَى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وَهَرُونَ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365973874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7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365973875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7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365973876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77" w:history="1">
            <w:r w:rsidR="00F32205" w:rsidRPr="00570E5A">
              <w:rPr>
                <w:rStyle w:val="Hyperlink"/>
                <w:rtl/>
              </w:rPr>
              <w:t xml:space="preserve">49 -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ءَامَنتُمْ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قَبْلَ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ءَاذَنَ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لَكَبِيرُكُمُ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الَّذِى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عَلَّمَكُمُ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السِّحْرَ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فَلَسَوْفَ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تَعْلَمُونَ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لاَُقَطِّعَنَّ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اءَيْدِيَكُمْ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وَاءَرْجُلَكُم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خِلَفٍ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لاَُصَلِّبَنَّكُمْ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اءَجْمَعِينَ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365973877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78" w:history="1">
            <w:r w:rsidR="00F32205" w:rsidRPr="00570E5A">
              <w:rPr>
                <w:rStyle w:val="Hyperlink"/>
                <w:rtl/>
              </w:rPr>
              <w:t xml:space="preserve">50 -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ضَيْرَ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مُنقَلِبُونَ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365973878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79" w:history="1">
            <w:r w:rsidR="00F32205" w:rsidRPr="00570E5A">
              <w:rPr>
                <w:rStyle w:val="Hyperlink"/>
                <w:rtl/>
              </w:rPr>
              <w:t xml:space="preserve">51 - </w:t>
            </w:r>
            <w:r w:rsidR="00F32205" w:rsidRPr="00570E5A">
              <w:rPr>
                <w:rStyle w:val="Hyperlink"/>
                <w:rFonts w:hint="eastAsia"/>
                <w:rtl/>
              </w:rPr>
              <w:t>إِنَّا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نَطْمَعُ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يَغْفِرَ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رَبُّنَا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خَطَيَنَآ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كُنَّآ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اءَوَّلَ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365973879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80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365973880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81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365973881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82" w:history="1">
            <w:r w:rsidR="00F32205" w:rsidRPr="00570E5A">
              <w:rPr>
                <w:rStyle w:val="Hyperlink"/>
                <w:rtl/>
              </w:rPr>
              <w:t xml:space="preserve">52 - </w:t>
            </w:r>
            <w:r w:rsidR="00F32205" w:rsidRPr="00570E5A">
              <w:rPr>
                <w:rStyle w:val="Hyperlink"/>
                <w:rFonts w:hint="eastAsia"/>
                <w:rtl/>
              </w:rPr>
              <w:t>وَاءَوْحَيْنَآ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مُوسَى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اءَسْرِ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بِعِبَادِى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مُّتَّبَعُونَ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365973882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83" w:history="1">
            <w:r w:rsidR="00F32205" w:rsidRPr="00570E5A">
              <w:rPr>
                <w:rStyle w:val="Hyperlink"/>
                <w:rtl/>
              </w:rPr>
              <w:t xml:space="preserve">53 - </w:t>
            </w:r>
            <w:r w:rsidR="00F32205" w:rsidRPr="00570E5A">
              <w:rPr>
                <w:rStyle w:val="Hyperlink"/>
                <w:rFonts w:hint="eastAsia"/>
                <w:rtl/>
              </w:rPr>
              <w:t>فَاءَرْسَلَ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فِرْعَوْنُ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الْمَدَآئِنِ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حَشِرِينَ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365973883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8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365973884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8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365973885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86" w:history="1">
            <w:r w:rsidR="00F32205" w:rsidRPr="00570E5A">
              <w:rPr>
                <w:rStyle w:val="Hyperlink"/>
                <w:rtl/>
              </w:rPr>
              <w:t xml:space="preserve">54 -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هَؤُلاَءِ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لَشِرْذِمَةٌ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قَلِيلُونَ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365973886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87" w:history="1">
            <w:r w:rsidR="00F32205" w:rsidRPr="00570E5A">
              <w:rPr>
                <w:rStyle w:val="Hyperlink"/>
                <w:rtl/>
              </w:rPr>
              <w:t xml:space="preserve">55-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لَغَآئِظُونَ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365973887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88" w:history="1">
            <w:r w:rsidR="00F32205" w:rsidRPr="00570E5A">
              <w:rPr>
                <w:rStyle w:val="Hyperlink"/>
                <w:rtl/>
              </w:rPr>
              <w:t xml:space="preserve">56 -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لَجَمِيعٌ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حَذِرُونَ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365973888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89" w:history="1">
            <w:r w:rsidR="00F32205" w:rsidRPr="00570E5A">
              <w:rPr>
                <w:rStyle w:val="Hyperlink"/>
                <w:rtl/>
              </w:rPr>
              <w:t xml:space="preserve">57 - </w:t>
            </w:r>
            <w:r w:rsidR="00F32205" w:rsidRPr="00570E5A">
              <w:rPr>
                <w:rStyle w:val="Hyperlink"/>
                <w:rFonts w:hint="eastAsia"/>
                <w:rtl/>
              </w:rPr>
              <w:t>فَاءَخْرَجْنَهُم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جَنَّتٍ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وَعُيُونٍ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365973889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90" w:history="1">
            <w:r w:rsidR="00F32205" w:rsidRPr="00570E5A">
              <w:rPr>
                <w:rStyle w:val="Hyperlink"/>
                <w:rtl/>
              </w:rPr>
              <w:t xml:space="preserve">58- </w:t>
            </w:r>
            <w:r w:rsidR="00F32205" w:rsidRPr="00570E5A">
              <w:rPr>
                <w:rStyle w:val="Hyperlink"/>
                <w:rFonts w:hint="eastAsia"/>
                <w:rtl/>
              </w:rPr>
              <w:t>وَكُنُوزٍ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وَمَقَامٍ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كَرِيمٍ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365973890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91" w:history="1">
            <w:r w:rsidR="00F32205" w:rsidRPr="00570E5A">
              <w:rPr>
                <w:rStyle w:val="Hyperlink"/>
                <w:rtl/>
              </w:rPr>
              <w:t xml:space="preserve">59 - </w:t>
            </w:r>
            <w:r w:rsidR="00F32205" w:rsidRPr="00570E5A">
              <w:rPr>
                <w:rStyle w:val="Hyperlink"/>
                <w:rFonts w:hint="eastAsia"/>
                <w:rtl/>
              </w:rPr>
              <w:t>كَذَلِكَ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وَاءَوْرَثْنَهَا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إِسْرَءِيلَ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365973891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92" w:history="1">
            <w:r w:rsidR="00F32205" w:rsidRPr="00570E5A">
              <w:rPr>
                <w:rStyle w:val="Hyperlink"/>
                <w:rtl/>
              </w:rPr>
              <w:t xml:space="preserve">60 - </w:t>
            </w:r>
            <w:r w:rsidR="00F32205" w:rsidRPr="00570E5A">
              <w:rPr>
                <w:rStyle w:val="Hyperlink"/>
                <w:rFonts w:hint="eastAsia"/>
                <w:rtl/>
              </w:rPr>
              <w:t>فَاءَتْبَعُوهُم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مُّشْرِقِينَ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365973892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9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365973893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9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365973894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95" w:history="1">
            <w:r w:rsidR="00F32205" w:rsidRPr="00570E5A">
              <w:rPr>
                <w:rStyle w:val="Hyperlink"/>
                <w:rtl/>
              </w:rPr>
              <w:t xml:space="preserve">61 - </w:t>
            </w:r>
            <w:r w:rsidR="00F32205" w:rsidRPr="00570E5A">
              <w:rPr>
                <w:rStyle w:val="Hyperlink"/>
                <w:rFonts w:hint="eastAsia"/>
                <w:rtl/>
              </w:rPr>
              <w:t>فَلَمَّا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تَرَءَا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الْجَمْعَانِ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اءَصْحَبُ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مُوسَى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لَمُدْرَكُونَ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365973895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96" w:history="1">
            <w:r w:rsidR="00F32205" w:rsidRPr="00570E5A">
              <w:rPr>
                <w:rStyle w:val="Hyperlink"/>
                <w:rtl/>
              </w:rPr>
              <w:t xml:space="preserve">62 -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مَعِىَ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سَيَهْدِينِ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365973896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9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365973897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89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365973898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899" w:history="1">
            <w:r w:rsidR="00F32205" w:rsidRPr="00570E5A">
              <w:rPr>
                <w:rStyle w:val="Hyperlink"/>
                <w:rtl/>
              </w:rPr>
              <w:t xml:space="preserve">63 - </w:t>
            </w:r>
            <w:r w:rsidR="00F32205" w:rsidRPr="00570E5A">
              <w:rPr>
                <w:rStyle w:val="Hyperlink"/>
                <w:rFonts w:hint="eastAsia"/>
                <w:rtl/>
              </w:rPr>
              <w:t>فَاءَوْحَيْنَآ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مُوسَى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اضْرِب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بِّعَصَاكَ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الْبَحْرَ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فَانفَلَقَ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كُلُّ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فِرْقٍ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كَالطَّوْدِ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الْعَظِيمِ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365973899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00" w:history="1">
            <w:r w:rsidR="00F32205" w:rsidRPr="00570E5A">
              <w:rPr>
                <w:rStyle w:val="Hyperlink"/>
                <w:rtl/>
              </w:rPr>
              <w:t xml:space="preserve">64 - </w:t>
            </w:r>
            <w:r w:rsidR="00F32205" w:rsidRPr="00570E5A">
              <w:rPr>
                <w:rStyle w:val="Hyperlink"/>
                <w:rFonts w:hint="eastAsia"/>
                <w:rtl/>
              </w:rPr>
              <w:t>وَاءَزْلَفْنَا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ثَمَّ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الاَْخَرِينَ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365973900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01" w:history="1">
            <w:r w:rsidR="00F32205" w:rsidRPr="00570E5A">
              <w:rPr>
                <w:rStyle w:val="Hyperlink"/>
                <w:rtl/>
              </w:rPr>
              <w:t xml:space="preserve">65- </w:t>
            </w:r>
            <w:r w:rsidR="00F32205" w:rsidRPr="00570E5A">
              <w:rPr>
                <w:rStyle w:val="Hyperlink"/>
                <w:rFonts w:hint="eastAsia"/>
                <w:rtl/>
              </w:rPr>
              <w:t>وَاءَنجَيْنَا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مُوسَى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مَّعَهُ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اءَجْمَعِينَ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365973901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02" w:history="1">
            <w:r w:rsidR="00F32205" w:rsidRPr="00570E5A">
              <w:rPr>
                <w:rStyle w:val="Hyperlink"/>
                <w:rtl/>
              </w:rPr>
              <w:t xml:space="preserve">66 - </w:t>
            </w:r>
            <w:r w:rsidR="00F32205" w:rsidRPr="00570E5A">
              <w:rPr>
                <w:rStyle w:val="Hyperlink"/>
                <w:rFonts w:hint="eastAsia"/>
                <w:rtl/>
              </w:rPr>
              <w:t>ثُمَّ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اءَغْرَقْنَا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الاَْخَرِينَ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365973902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03" w:history="1">
            <w:r w:rsidR="00F32205" w:rsidRPr="00570E5A">
              <w:rPr>
                <w:rStyle w:val="Hyperlink"/>
                <w:rtl/>
              </w:rPr>
              <w:t xml:space="preserve">67 -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اءَكْثَرُهُم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365973903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04" w:history="1">
            <w:r w:rsidR="00F32205" w:rsidRPr="00570E5A">
              <w:rPr>
                <w:rStyle w:val="Hyperlink"/>
                <w:rtl/>
              </w:rPr>
              <w:t xml:space="preserve">68-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الْعَزِيزُ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365973904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0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365973905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0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365973906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07" w:history="1">
            <w:r w:rsidR="00F32205" w:rsidRPr="00570E5A">
              <w:rPr>
                <w:rStyle w:val="Hyperlink"/>
                <w:rtl/>
              </w:rPr>
              <w:t xml:space="preserve">69 - </w:t>
            </w:r>
            <w:r w:rsidR="00F32205" w:rsidRPr="00570E5A">
              <w:rPr>
                <w:rStyle w:val="Hyperlink"/>
                <w:rFonts w:hint="eastAsia"/>
                <w:rtl/>
              </w:rPr>
              <w:t>وَاتْلُ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عَلَيْهِمْ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نَبَاءَ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إِبْرَهِيمَ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365973907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08" w:history="1">
            <w:r w:rsidR="00F32205" w:rsidRPr="00570E5A">
              <w:rPr>
                <w:rStyle w:val="Hyperlink"/>
                <w:rtl/>
              </w:rPr>
              <w:t xml:space="preserve">70 - </w:t>
            </w:r>
            <w:r w:rsidR="00F32205" w:rsidRPr="00570E5A">
              <w:rPr>
                <w:rStyle w:val="Hyperlink"/>
                <w:rFonts w:hint="eastAsia"/>
                <w:rtl/>
              </w:rPr>
              <w:t>إِذْ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لاَِبِيهِ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وَقَوْمِهِ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تَعْبُدُونَ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365973908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09" w:history="1">
            <w:r w:rsidR="00F32205" w:rsidRPr="00570E5A">
              <w:rPr>
                <w:rStyle w:val="Hyperlink"/>
                <w:rtl/>
              </w:rPr>
              <w:t xml:space="preserve">71 -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نَعْبُدُ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اءَصْنَاماً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فَنَظَلُّ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عَكِفِينَ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365973909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10" w:history="1">
            <w:r w:rsidR="00F32205" w:rsidRPr="00570E5A">
              <w:rPr>
                <w:rStyle w:val="Hyperlink"/>
                <w:rtl/>
              </w:rPr>
              <w:t xml:space="preserve">72 -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يَسْمَعُونَكُمْ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إِذْ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تَدْعُونَ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365973910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11" w:history="1">
            <w:r w:rsidR="00F32205" w:rsidRPr="00570E5A">
              <w:rPr>
                <w:rStyle w:val="Hyperlink"/>
                <w:rtl/>
              </w:rPr>
              <w:t xml:space="preserve">73 - </w:t>
            </w:r>
            <w:r w:rsidR="00F32205" w:rsidRPr="00570E5A">
              <w:rPr>
                <w:rStyle w:val="Hyperlink"/>
                <w:rFonts w:hint="eastAsia"/>
                <w:rtl/>
              </w:rPr>
              <w:t>اءَوْ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يَنفَعُونَكُمْ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اءَوْ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يَضُرُّونَ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365973911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12" w:history="1">
            <w:r w:rsidR="00F32205" w:rsidRPr="00570E5A">
              <w:rPr>
                <w:rStyle w:val="Hyperlink"/>
                <w:rtl/>
              </w:rPr>
              <w:t xml:space="preserve">74 -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وَجَدْنَآ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ءَابَآءَنَا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يَفْعَلُونَ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365973912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13" w:history="1">
            <w:r w:rsidR="00F32205" w:rsidRPr="00570E5A">
              <w:rPr>
                <w:rStyle w:val="Hyperlink"/>
                <w:rtl/>
              </w:rPr>
              <w:t xml:space="preserve">75-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اءَفَرَءَيْتُم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كُنتُمْ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تَعْبُدُونَ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365973913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14" w:history="1">
            <w:r w:rsidR="00F32205" w:rsidRPr="00570E5A">
              <w:rPr>
                <w:rStyle w:val="Hyperlink"/>
                <w:rtl/>
              </w:rPr>
              <w:t xml:space="preserve">76 - </w:t>
            </w:r>
            <w:r w:rsidR="00F32205" w:rsidRPr="00570E5A">
              <w:rPr>
                <w:rStyle w:val="Hyperlink"/>
                <w:rFonts w:hint="eastAsia"/>
                <w:rtl/>
              </w:rPr>
              <w:t>اءَنتُمْ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وَءَابَآؤُكُمُ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الاَْقْدَمُونَ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365973914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1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365973915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1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365973916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17" w:history="1">
            <w:r w:rsidR="00F32205" w:rsidRPr="00570E5A">
              <w:rPr>
                <w:rStyle w:val="Hyperlink"/>
                <w:rtl/>
              </w:rPr>
              <w:t xml:space="preserve">77 - </w:t>
            </w:r>
            <w:r w:rsidR="00F32205" w:rsidRPr="00570E5A">
              <w:rPr>
                <w:rStyle w:val="Hyperlink"/>
                <w:rFonts w:hint="eastAsia"/>
                <w:rtl/>
              </w:rPr>
              <w:t>فَإِنَّهُم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عَدُوُّ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365973917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18" w:history="1">
            <w:r w:rsidR="00F32205" w:rsidRPr="00570E5A">
              <w:rPr>
                <w:rStyle w:val="Hyperlink"/>
                <w:rtl/>
              </w:rPr>
              <w:t xml:space="preserve">78- </w:t>
            </w:r>
            <w:r w:rsidR="00F32205" w:rsidRPr="00570E5A">
              <w:rPr>
                <w:rStyle w:val="Hyperlink"/>
                <w:rFonts w:hint="eastAsia"/>
                <w:rtl/>
              </w:rPr>
              <w:t>اءَلَّذِى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خَلَقَنِى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يَهْدِينِ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365973918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19" w:history="1">
            <w:r w:rsidR="00F32205" w:rsidRPr="00570E5A">
              <w:rPr>
                <w:rStyle w:val="Hyperlink"/>
                <w:rtl/>
              </w:rPr>
              <w:t xml:space="preserve">79 - </w:t>
            </w:r>
            <w:r w:rsidR="00F32205" w:rsidRPr="00570E5A">
              <w:rPr>
                <w:rStyle w:val="Hyperlink"/>
                <w:rFonts w:hint="eastAsia"/>
                <w:rtl/>
              </w:rPr>
              <w:t>وَالَّذِى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يُطْعِمُنِى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وَيَسْقِينِ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365973919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20" w:history="1">
            <w:r w:rsidR="00F32205" w:rsidRPr="00570E5A">
              <w:rPr>
                <w:rStyle w:val="Hyperlink"/>
                <w:rtl/>
              </w:rPr>
              <w:t xml:space="preserve">80 - </w:t>
            </w:r>
            <w:r w:rsidR="00F32205" w:rsidRPr="00570E5A">
              <w:rPr>
                <w:rStyle w:val="Hyperlink"/>
                <w:rFonts w:hint="eastAsia"/>
                <w:rtl/>
              </w:rPr>
              <w:t>وَإِذَا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مَرِضْتُ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يَشْفِينِ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365973920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21" w:history="1">
            <w:r w:rsidR="00F32205" w:rsidRPr="00570E5A">
              <w:rPr>
                <w:rStyle w:val="Hyperlink"/>
                <w:rtl/>
              </w:rPr>
              <w:t xml:space="preserve">81 - </w:t>
            </w:r>
            <w:r w:rsidR="00F32205" w:rsidRPr="00570E5A">
              <w:rPr>
                <w:rStyle w:val="Hyperlink"/>
                <w:rFonts w:hint="eastAsia"/>
                <w:rtl/>
              </w:rPr>
              <w:t>وَالَّذِى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يُمِيتُنِى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ثُمَّ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يُحْيِينِ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365973921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22" w:history="1">
            <w:r w:rsidR="00F32205" w:rsidRPr="00570E5A">
              <w:rPr>
                <w:rStyle w:val="Hyperlink"/>
                <w:rtl/>
              </w:rPr>
              <w:t xml:space="preserve">82 -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الَّذِى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اءَطْمَعُ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يَغْفِرَ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خَطِيئَتِى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يَوْمَ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الدِّينِ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365973922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2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365973923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2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365973924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25" w:history="1">
            <w:r w:rsidR="00F32205" w:rsidRPr="00570E5A">
              <w:rPr>
                <w:rStyle w:val="Hyperlink"/>
                <w:rtl/>
              </w:rPr>
              <w:t xml:space="preserve">83 -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هَبْ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حُكْماً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وَاءَلْحِقْنِى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بِالصَّلِحِينَ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365973925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2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365973926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2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365973927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28" w:history="1">
            <w:r w:rsidR="00F32205" w:rsidRPr="00570E5A">
              <w:rPr>
                <w:rStyle w:val="Hyperlink"/>
                <w:rtl/>
              </w:rPr>
              <w:t xml:space="preserve">84 - </w:t>
            </w:r>
            <w:r w:rsidR="00F32205" w:rsidRPr="00570E5A">
              <w:rPr>
                <w:rStyle w:val="Hyperlink"/>
                <w:rFonts w:hint="eastAsia"/>
                <w:rtl/>
              </w:rPr>
              <w:t>وَاجْعَلْ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لِسَانَ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صِدْقٍ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الاَْخِرِينَ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365973928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29" w:history="1">
            <w:r w:rsidR="00F32205" w:rsidRPr="00570E5A">
              <w:rPr>
                <w:rStyle w:val="Hyperlink"/>
                <w:rtl/>
              </w:rPr>
              <w:t xml:space="preserve">85- </w:t>
            </w:r>
            <w:r w:rsidR="00F32205" w:rsidRPr="00570E5A">
              <w:rPr>
                <w:rStyle w:val="Hyperlink"/>
                <w:rFonts w:hint="eastAsia"/>
                <w:rtl/>
              </w:rPr>
              <w:t>وَاجْعَلْنِى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وَرَثَةِ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جَنَّةِ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النَّعِيمِ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365973929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30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365973930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31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365973931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32" w:history="1">
            <w:r w:rsidR="00F32205" w:rsidRPr="00570E5A">
              <w:rPr>
                <w:rStyle w:val="Hyperlink"/>
                <w:rtl/>
              </w:rPr>
              <w:t xml:space="preserve">86 - </w:t>
            </w:r>
            <w:r w:rsidR="00F32205" w:rsidRPr="00570E5A">
              <w:rPr>
                <w:rStyle w:val="Hyperlink"/>
                <w:rFonts w:hint="eastAsia"/>
                <w:rtl/>
              </w:rPr>
              <w:t>وَاغْفِرْ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لاَِبِى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الضَّآلِّينَ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365973932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33" w:history="1">
            <w:r w:rsidR="00F32205" w:rsidRPr="00570E5A">
              <w:rPr>
                <w:rStyle w:val="Hyperlink"/>
                <w:rtl/>
              </w:rPr>
              <w:t xml:space="preserve">87 -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تُخْزِنِى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يَوْمَ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يُبْعَثُونَ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365973933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34" w:history="1">
            <w:r w:rsidR="00F32205" w:rsidRPr="00570E5A">
              <w:rPr>
                <w:rStyle w:val="Hyperlink"/>
                <w:rtl/>
              </w:rPr>
              <w:t xml:space="preserve">88- </w:t>
            </w:r>
            <w:r w:rsidR="00F32205" w:rsidRPr="00570E5A">
              <w:rPr>
                <w:rStyle w:val="Hyperlink"/>
                <w:rFonts w:hint="eastAsia"/>
                <w:rtl/>
              </w:rPr>
              <w:t>يَوْمَ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يَنفَعُ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مَالٌ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بَنُونَ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365973934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35" w:history="1">
            <w:r w:rsidR="00F32205" w:rsidRPr="00570E5A">
              <w:rPr>
                <w:rStyle w:val="Hyperlink"/>
                <w:rtl/>
              </w:rPr>
              <w:t xml:space="preserve">89 -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اءَتَى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بِقَلْبٍ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سَلِيمٍ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365973935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3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365973936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3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365973937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38" w:history="1">
            <w:r w:rsidR="00F32205" w:rsidRPr="00570E5A">
              <w:rPr>
                <w:rStyle w:val="Hyperlink"/>
                <w:rtl/>
              </w:rPr>
              <w:t xml:space="preserve">90 -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اءُزْلِفَتِ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الْجَنَّةُ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لِلْمُتَّقِينَ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365973938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39" w:history="1">
            <w:r w:rsidR="00F32205" w:rsidRPr="00570E5A">
              <w:rPr>
                <w:rStyle w:val="Hyperlink"/>
                <w:rtl/>
              </w:rPr>
              <w:t xml:space="preserve">91 -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بُرِّزَتِ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الْجَحِيمُ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لِلْغَاوِينَ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365973939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40" w:history="1">
            <w:r w:rsidR="00F32205" w:rsidRPr="00570E5A">
              <w:rPr>
                <w:rStyle w:val="Hyperlink"/>
                <w:rtl/>
              </w:rPr>
              <w:t xml:space="preserve">92 - </w:t>
            </w:r>
            <w:r w:rsidR="00F32205" w:rsidRPr="00570E5A">
              <w:rPr>
                <w:rStyle w:val="Hyperlink"/>
                <w:rFonts w:hint="eastAsia"/>
                <w:rtl/>
              </w:rPr>
              <w:t>وَقِيلَ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اءَيْنَ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كُنتُمْ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تَعْبُدُونَ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365973940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41" w:history="1">
            <w:r w:rsidR="00F32205" w:rsidRPr="00570E5A">
              <w:rPr>
                <w:rStyle w:val="Hyperlink"/>
                <w:rtl/>
              </w:rPr>
              <w:t xml:space="preserve">93 - </w:t>
            </w:r>
            <w:r w:rsidR="00F32205" w:rsidRPr="00570E5A">
              <w:rPr>
                <w:rStyle w:val="Hyperlink"/>
                <w:rFonts w:hint="eastAsia"/>
                <w:rtl/>
              </w:rPr>
              <w:t>مِن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دُونِ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يَنصُرُونَكُمْ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اءَوْ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يَنتَصِرُونَ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365973941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42" w:history="1">
            <w:r w:rsidR="00F32205" w:rsidRPr="00570E5A">
              <w:rPr>
                <w:rStyle w:val="Hyperlink"/>
                <w:rtl/>
              </w:rPr>
              <w:t xml:space="preserve">94 - </w:t>
            </w:r>
            <w:r w:rsidR="00F32205" w:rsidRPr="00570E5A">
              <w:rPr>
                <w:rStyle w:val="Hyperlink"/>
                <w:rFonts w:hint="eastAsia"/>
                <w:rtl/>
              </w:rPr>
              <w:t>فَكُبْكِبُواْ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فِيهَا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وَالْغَاوُونَ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365973942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43" w:history="1">
            <w:r w:rsidR="00F32205" w:rsidRPr="00570E5A">
              <w:rPr>
                <w:rStyle w:val="Hyperlink"/>
                <w:rtl/>
              </w:rPr>
              <w:t xml:space="preserve">95- </w:t>
            </w:r>
            <w:r w:rsidR="00F32205" w:rsidRPr="00570E5A">
              <w:rPr>
                <w:rStyle w:val="Hyperlink"/>
                <w:rFonts w:hint="eastAsia"/>
                <w:rtl/>
              </w:rPr>
              <w:t>وَجُنُودُ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إِبْلِيسَ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اءَجْمَعُونَ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365973943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4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365973944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4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365973945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46" w:history="1">
            <w:r w:rsidR="00F32205" w:rsidRPr="00570E5A">
              <w:rPr>
                <w:rStyle w:val="Hyperlink"/>
                <w:rtl/>
              </w:rPr>
              <w:t xml:space="preserve">96 -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فِيهَا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يَخْتَصِمُونَ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365973946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47" w:history="1">
            <w:r w:rsidR="00F32205" w:rsidRPr="00570E5A">
              <w:rPr>
                <w:rStyle w:val="Hyperlink"/>
                <w:rtl/>
              </w:rPr>
              <w:t xml:space="preserve">97 - </w:t>
            </w:r>
            <w:r w:rsidR="00F32205" w:rsidRPr="00570E5A">
              <w:rPr>
                <w:rStyle w:val="Hyperlink"/>
                <w:rFonts w:hint="eastAsia"/>
                <w:rtl/>
              </w:rPr>
              <w:t>تَاللّهِ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ضَلَلٍ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مُّبِينٍ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365973947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48" w:history="1">
            <w:r w:rsidR="00F32205" w:rsidRPr="00570E5A">
              <w:rPr>
                <w:rStyle w:val="Hyperlink"/>
                <w:rtl/>
              </w:rPr>
              <w:t xml:space="preserve">98- </w:t>
            </w:r>
            <w:r w:rsidR="00F32205" w:rsidRPr="00570E5A">
              <w:rPr>
                <w:rStyle w:val="Hyperlink"/>
                <w:rFonts w:hint="eastAsia"/>
                <w:rtl/>
              </w:rPr>
              <w:t>إِذْ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نُسَوِّيكُم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365973948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49" w:history="1">
            <w:r w:rsidR="00F32205" w:rsidRPr="00570E5A">
              <w:rPr>
                <w:rStyle w:val="Hyperlink"/>
                <w:rtl/>
              </w:rPr>
              <w:t xml:space="preserve">99 - </w:t>
            </w:r>
            <w:r w:rsidR="00F32205" w:rsidRPr="00570E5A">
              <w:rPr>
                <w:rStyle w:val="Hyperlink"/>
                <w:rFonts w:hint="eastAsia"/>
                <w:rtl/>
              </w:rPr>
              <w:t>وَمَآ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اءَضَلَّنَآ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الْمُجْرِمُونَ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365973949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50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365973950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51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365973951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52" w:history="1">
            <w:r w:rsidR="00F32205" w:rsidRPr="00570E5A">
              <w:rPr>
                <w:rStyle w:val="Hyperlink"/>
                <w:rtl/>
              </w:rPr>
              <w:t xml:space="preserve">100 - </w:t>
            </w:r>
            <w:r w:rsidR="00F32205" w:rsidRPr="00570E5A">
              <w:rPr>
                <w:rStyle w:val="Hyperlink"/>
                <w:rFonts w:hint="eastAsia"/>
                <w:rtl/>
              </w:rPr>
              <w:t>فَمَا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شَفِعِينَ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365973952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53" w:history="1">
            <w:r w:rsidR="00F32205" w:rsidRPr="00570E5A">
              <w:rPr>
                <w:rStyle w:val="Hyperlink"/>
                <w:rtl/>
              </w:rPr>
              <w:t xml:space="preserve">101 -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صَدِيقٍ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حَمِيمٍ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365973953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54" w:history="1">
            <w:r w:rsidR="00F32205" w:rsidRPr="00570E5A">
              <w:rPr>
                <w:rStyle w:val="Hyperlink"/>
                <w:rtl/>
              </w:rPr>
              <w:t xml:space="preserve">102 - </w:t>
            </w:r>
            <w:r w:rsidR="00F32205" w:rsidRPr="00570E5A">
              <w:rPr>
                <w:rStyle w:val="Hyperlink"/>
                <w:rFonts w:hint="eastAsia"/>
                <w:rtl/>
              </w:rPr>
              <w:t>فَلَوْ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كَرَّةً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فَنَكُونَ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365973954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55" w:history="1">
            <w:r w:rsidR="00F32205" w:rsidRPr="00570E5A">
              <w:rPr>
                <w:rStyle w:val="Hyperlink"/>
                <w:rtl/>
              </w:rPr>
              <w:t xml:space="preserve">103 -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اءَكْثَرُهُم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365973955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56" w:history="1">
            <w:r w:rsidR="00F32205" w:rsidRPr="00570E5A">
              <w:rPr>
                <w:rStyle w:val="Hyperlink"/>
                <w:rtl/>
              </w:rPr>
              <w:t xml:space="preserve">104 -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الْعَزِيزُ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365973956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5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365973957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5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365973958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59" w:history="1">
            <w:r w:rsidR="00F32205" w:rsidRPr="00570E5A">
              <w:rPr>
                <w:rStyle w:val="Hyperlink"/>
                <w:rtl/>
              </w:rPr>
              <w:t xml:space="preserve">105- </w:t>
            </w:r>
            <w:r w:rsidR="00F32205" w:rsidRPr="00570E5A">
              <w:rPr>
                <w:rStyle w:val="Hyperlink"/>
                <w:rFonts w:hint="eastAsia"/>
                <w:rtl/>
              </w:rPr>
              <w:t>كَذَّبَتْ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قَوْمُ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نُوحٍ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الْمُرْسَلِينَ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365973959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60" w:history="1">
            <w:r w:rsidR="00F32205" w:rsidRPr="00570E5A">
              <w:rPr>
                <w:rStyle w:val="Hyperlink"/>
                <w:rtl/>
              </w:rPr>
              <w:t xml:space="preserve">106 - </w:t>
            </w:r>
            <w:r w:rsidR="00F32205" w:rsidRPr="00570E5A">
              <w:rPr>
                <w:rStyle w:val="Hyperlink"/>
                <w:rFonts w:hint="eastAsia"/>
                <w:rtl/>
              </w:rPr>
              <w:t>إِذْ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اءَخُوهُمْ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نُوحٌ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تَتَّقُونَ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365973960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61" w:history="1">
            <w:r w:rsidR="00F32205" w:rsidRPr="00570E5A">
              <w:rPr>
                <w:rStyle w:val="Hyperlink"/>
                <w:rtl/>
              </w:rPr>
              <w:t xml:space="preserve">107 - </w:t>
            </w:r>
            <w:r w:rsidR="00F32205" w:rsidRPr="00570E5A">
              <w:rPr>
                <w:rStyle w:val="Hyperlink"/>
                <w:rFonts w:hint="eastAsia"/>
                <w:rtl/>
              </w:rPr>
              <w:t>إِنِّى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رَسُولٌ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اءَمِينٌ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365973961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62" w:history="1">
            <w:r w:rsidR="00F32205" w:rsidRPr="00570E5A">
              <w:rPr>
                <w:rStyle w:val="Hyperlink"/>
                <w:rtl/>
              </w:rPr>
              <w:t xml:space="preserve">108- </w:t>
            </w:r>
            <w:r w:rsidR="00F32205" w:rsidRPr="00570E5A">
              <w:rPr>
                <w:rStyle w:val="Hyperlink"/>
                <w:rFonts w:hint="eastAsia"/>
                <w:rtl/>
              </w:rPr>
              <w:t>فَاتَّقُواْ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وَاءَطِيعُونِ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365973962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63" w:history="1">
            <w:r w:rsidR="00F32205" w:rsidRPr="00570E5A">
              <w:rPr>
                <w:rStyle w:val="Hyperlink"/>
                <w:rtl/>
              </w:rPr>
              <w:t xml:space="preserve">109 - </w:t>
            </w:r>
            <w:r w:rsidR="00F32205" w:rsidRPr="00570E5A">
              <w:rPr>
                <w:rStyle w:val="Hyperlink"/>
                <w:rFonts w:hint="eastAsia"/>
                <w:rtl/>
              </w:rPr>
              <w:t>وَمَآ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اءَسْئَلُكُمْ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365973963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64" w:history="1">
            <w:r w:rsidR="00F32205" w:rsidRPr="00570E5A">
              <w:rPr>
                <w:rStyle w:val="Hyperlink"/>
                <w:rtl/>
              </w:rPr>
              <w:t xml:space="preserve">110 - </w:t>
            </w:r>
            <w:r w:rsidR="00F32205" w:rsidRPr="00570E5A">
              <w:rPr>
                <w:rStyle w:val="Hyperlink"/>
                <w:rFonts w:hint="eastAsia"/>
                <w:rtl/>
              </w:rPr>
              <w:t>فَاتَّقُواْ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وَاءَطِيعُونِ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365973964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65" w:history="1">
            <w:r w:rsidR="00F32205" w:rsidRPr="00570E5A">
              <w:rPr>
                <w:rStyle w:val="Hyperlink"/>
                <w:rtl/>
              </w:rPr>
              <w:t xml:space="preserve">111 -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اءَنُؤْمِنُ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وَاتَّبَعَكَ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الاَْرْذَلُونَ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365973965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6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365973966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6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365973967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68" w:history="1">
            <w:r w:rsidR="00F32205" w:rsidRPr="00570E5A">
              <w:rPr>
                <w:rStyle w:val="Hyperlink"/>
                <w:rtl/>
              </w:rPr>
              <w:t xml:space="preserve">112 -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عِلْمِى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يَعْمَلُونَ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365973968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69" w:history="1">
            <w:r w:rsidR="00F32205" w:rsidRPr="00570E5A">
              <w:rPr>
                <w:rStyle w:val="Hyperlink"/>
                <w:rtl/>
              </w:rPr>
              <w:t xml:space="preserve">113 - </w:t>
            </w:r>
            <w:r w:rsidR="00F32205" w:rsidRPr="00570E5A">
              <w:rPr>
                <w:rStyle w:val="Hyperlink"/>
                <w:rFonts w:hint="eastAsia"/>
                <w:rtl/>
              </w:rPr>
              <w:t>إِنْ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حِسَابُهُمْ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لَوْتَشْعُرُونَ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365973969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70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365973970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71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365973971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72" w:history="1">
            <w:r w:rsidR="00F32205" w:rsidRPr="00570E5A">
              <w:rPr>
                <w:rStyle w:val="Hyperlink"/>
                <w:rtl/>
              </w:rPr>
              <w:t xml:space="preserve">114 - </w:t>
            </w:r>
            <w:r w:rsidR="00F32205" w:rsidRPr="00570E5A">
              <w:rPr>
                <w:rStyle w:val="Hyperlink"/>
                <w:rFonts w:hint="eastAsia"/>
                <w:rtl/>
              </w:rPr>
              <w:t>وَمَآ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اءَنَاْ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بِطَارِدِ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365973972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73" w:history="1">
            <w:r w:rsidR="00F32205" w:rsidRPr="00570E5A">
              <w:rPr>
                <w:rStyle w:val="Hyperlink"/>
                <w:rtl/>
              </w:rPr>
              <w:t xml:space="preserve">115- </w:t>
            </w:r>
            <w:r w:rsidR="00F32205" w:rsidRPr="00570E5A">
              <w:rPr>
                <w:rStyle w:val="Hyperlink"/>
                <w:rFonts w:hint="eastAsia"/>
                <w:rtl/>
              </w:rPr>
              <w:t>إِنْ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اءَنَاْ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نَذِيرٌ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مُّبِينٌ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365973973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74" w:history="1">
            <w:r w:rsidR="00F32205" w:rsidRPr="00570E5A">
              <w:rPr>
                <w:rStyle w:val="Hyperlink"/>
                <w:rtl/>
              </w:rPr>
              <w:t xml:space="preserve">116 -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لَئِن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لَّمْ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تَنتَهِ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يَنُوحُ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لَتَكُونَنَّ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الْمَرْجُومِينَ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365973974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75" w:history="1">
            <w:r w:rsidR="00F32205" w:rsidRPr="00570E5A">
              <w:rPr>
                <w:rStyle w:val="Hyperlink"/>
                <w:rtl/>
              </w:rPr>
              <w:t xml:space="preserve">117 -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قَوْمِى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كَذَّبُونِ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365973975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76" w:history="1">
            <w:r w:rsidR="00F32205" w:rsidRPr="00570E5A">
              <w:rPr>
                <w:rStyle w:val="Hyperlink"/>
                <w:rtl/>
              </w:rPr>
              <w:t xml:space="preserve">118- </w:t>
            </w:r>
            <w:r w:rsidR="00F32205" w:rsidRPr="00570E5A">
              <w:rPr>
                <w:rStyle w:val="Hyperlink"/>
                <w:rFonts w:hint="eastAsia"/>
                <w:rtl/>
              </w:rPr>
              <w:t>فَافْتَحْ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بَيْنِى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وَبَيْنَهُمْ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فَتْحاً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وَنَجِّنِى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مَّعِىَ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365973976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7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365973977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7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365973978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79" w:history="1">
            <w:r w:rsidR="00F32205" w:rsidRPr="00570E5A">
              <w:rPr>
                <w:rStyle w:val="Hyperlink"/>
                <w:rtl/>
              </w:rPr>
              <w:t xml:space="preserve">119 - </w:t>
            </w:r>
            <w:r w:rsidR="00F32205" w:rsidRPr="00570E5A">
              <w:rPr>
                <w:rStyle w:val="Hyperlink"/>
                <w:rFonts w:hint="eastAsia"/>
                <w:rtl/>
              </w:rPr>
              <w:t>فَاءَنجَيْنَهُ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مَّعَهُ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الْفُلْكِ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الْمَشْحُونِ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365973979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80" w:history="1">
            <w:r w:rsidR="00F32205" w:rsidRPr="00570E5A">
              <w:rPr>
                <w:rStyle w:val="Hyperlink"/>
                <w:rtl/>
              </w:rPr>
              <w:t xml:space="preserve">120 - </w:t>
            </w:r>
            <w:r w:rsidR="00F32205" w:rsidRPr="00570E5A">
              <w:rPr>
                <w:rStyle w:val="Hyperlink"/>
                <w:rFonts w:hint="eastAsia"/>
                <w:rtl/>
              </w:rPr>
              <w:t>ثُمَّ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اءَغْرَقْنَا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بَعْدُ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الْبَاقِينَ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365973980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81" w:history="1">
            <w:r w:rsidR="00F32205" w:rsidRPr="00570E5A">
              <w:rPr>
                <w:rStyle w:val="Hyperlink"/>
                <w:rtl/>
              </w:rPr>
              <w:t xml:space="preserve">121 -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اءَكْثَرُهُم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365973981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82" w:history="1">
            <w:r w:rsidR="00F32205" w:rsidRPr="00570E5A">
              <w:rPr>
                <w:rStyle w:val="Hyperlink"/>
                <w:rtl/>
              </w:rPr>
              <w:t xml:space="preserve">122 -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الْعَزِيزُ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365973982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8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365973983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8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365973984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85" w:history="1">
            <w:r w:rsidR="00F32205" w:rsidRPr="00570E5A">
              <w:rPr>
                <w:rStyle w:val="Hyperlink"/>
                <w:rtl/>
              </w:rPr>
              <w:t xml:space="preserve">123 - </w:t>
            </w:r>
            <w:r w:rsidR="00F32205" w:rsidRPr="00570E5A">
              <w:rPr>
                <w:rStyle w:val="Hyperlink"/>
                <w:rFonts w:hint="eastAsia"/>
                <w:rtl/>
              </w:rPr>
              <w:t>كَذَّبَتْ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عَادٌ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الْمُرْسَلِينَ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365973985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86" w:history="1">
            <w:r w:rsidR="00F32205" w:rsidRPr="00570E5A">
              <w:rPr>
                <w:rStyle w:val="Hyperlink"/>
                <w:rtl/>
              </w:rPr>
              <w:t xml:space="preserve">124 - </w:t>
            </w:r>
            <w:r w:rsidR="00F32205" w:rsidRPr="00570E5A">
              <w:rPr>
                <w:rStyle w:val="Hyperlink"/>
                <w:rFonts w:hint="eastAsia"/>
                <w:rtl/>
              </w:rPr>
              <w:t>إِذْ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اءَخُوهُمْ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هُودٌ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تَتَّقُونَ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365973986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87" w:history="1">
            <w:r w:rsidR="00F32205" w:rsidRPr="00570E5A">
              <w:rPr>
                <w:rStyle w:val="Hyperlink"/>
                <w:rtl/>
              </w:rPr>
              <w:t xml:space="preserve">125- </w:t>
            </w:r>
            <w:r w:rsidR="00F32205" w:rsidRPr="00570E5A">
              <w:rPr>
                <w:rStyle w:val="Hyperlink"/>
                <w:rFonts w:hint="eastAsia"/>
                <w:rtl/>
              </w:rPr>
              <w:t>إِنِّى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رَسُولٌ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اءَمِينٌ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365973987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88" w:history="1">
            <w:r w:rsidR="00F32205" w:rsidRPr="00570E5A">
              <w:rPr>
                <w:rStyle w:val="Hyperlink"/>
                <w:rtl/>
              </w:rPr>
              <w:t xml:space="preserve">126 - </w:t>
            </w:r>
            <w:r w:rsidR="00F32205" w:rsidRPr="00570E5A">
              <w:rPr>
                <w:rStyle w:val="Hyperlink"/>
                <w:rFonts w:hint="eastAsia"/>
                <w:rtl/>
              </w:rPr>
              <w:t>فَاتَّقُواْ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وَاءَطِيعُونِ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365973988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89" w:history="1">
            <w:r w:rsidR="00F32205" w:rsidRPr="00570E5A">
              <w:rPr>
                <w:rStyle w:val="Hyperlink"/>
                <w:rtl/>
              </w:rPr>
              <w:t xml:space="preserve">127 - </w:t>
            </w:r>
            <w:r w:rsidR="00F32205" w:rsidRPr="00570E5A">
              <w:rPr>
                <w:rStyle w:val="Hyperlink"/>
                <w:rFonts w:hint="eastAsia"/>
                <w:rtl/>
              </w:rPr>
              <w:t>وَمآ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اءَسْئَلُكُمْ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365973989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90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365973990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91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365973991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92" w:history="1">
            <w:r w:rsidR="00F32205" w:rsidRPr="00570E5A">
              <w:rPr>
                <w:rStyle w:val="Hyperlink"/>
                <w:rtl/>
              </w:rPr>
              <w:t xml:space="preserve">128- </w:t>
            </w:r>
            <w:r w:rsidR="00F32205" w:rsidRPr="00570E5A">
              <w:rPr>
                <w:rStyle w:val="Hyperlink"/>
                <w:rFonts w:hint="eastAsia"/>
                <w:rtl/>
              </w:rPr>
              <w:t>اءَتَبْنُونَ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بِكُلِّ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رِيْعٍ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تَعْبَثُونَ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365973992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93" w:history="1">
            <w:r w:rsidR="00F32205" w:rsidRPr="00570E5A">
              <w:rPr>
                <w:rStyle w:val="Hyperlink"/>
                <w:rtl/>
              </w:rPr>
              <w:t xml:space="preserve">129 - </w:t>
            </w:r>
            <w:r w:rsidR="00F32205" w:rsidRPr="00570E5A">
              <w:rPr>
                <w:rStyle w:val="Hyperlink"/>
                <w:rFonts w:hint="eastAsia"/>
                <w:rtl/>
              </w:rPr>
              <w:t>وَتَتَّخِذُونَ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مَصَانِعَ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لَعَلَّكُمْ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تَخْلُدُونَ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365973993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94" w:history="1">
            <w:r w:rsidR="00F32205" w:rsidRPr="00570E5A">
              <w:rPr>
                <w:rStyle w:val="Hyperlink"/>
                <w:rtl/>
              </w:rPr>
              <w:t xml:space="preserve">130 - </w:t>
            </w:r>
            <w:r w:rsidR="00F32205" w:rsidRPr="00570E5A">
              <w:rPr>
                <w:rStyle w:val="Hyperlink"/>
                <w:rFonts w:hint="eastAsia"/>
                <w:rtl/>
              </w:rPr>
              <w:t>وَإِذَا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بَطَشْتُم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بَطَشْتُمْ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جَبَّارِينَ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365973994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95" w:history="1">
            <w:r w:rsidR="00F32205" w:rsidRPr="00570E5A">
              <w:rPr>
                <w:rStyle w:val="Hyperlink"/>
                <w:rtl/>
              </w:rPr>
              <w:t xml:space="preserve">131 - </w:t>
            </w:r>
            <w:r w:rsidR="00F32205" w:rsidRPr="00570E5A">
              <w:rPr>
                <w:rStyle w:val="Hyperlink"/>
                <w:rFonts w:hint="eastAsia"/>
                <w:rtl/>
              </w:rPr>
              <w:t>فَاتَّقُواْ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وَاءَطِيعُونِ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365973995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9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365973996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399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365973997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98" w:history="1">
            <w:r w:rsidR="00F32205" w:rsidRPr="00570E5A">
              <w:rPr>
                <w:rStyle w:val="Hyperlink"/>
                <w:rtl/>
              </w:rPr>
              <w:t xml:space="preserve">132 - </w:t>
            </w:r>
            <w:r w:rsidR="00F32205" w:rsidRPr="00570E5A">
              <w:rPr>
                <w:rStyle w:val="Hyperlink"/>
                <w:rFonts w:hint="eastAsia"/>
                <w:rtl/>
              </w:rPr>
              <w:t>وَاتَّقُواْ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الَّذِى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اءَمَدَّكُم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تَعْلَمُونَ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365973998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3999" w:history="1">
            <w:r w:rsidR="00F32205" w:rsidRPr="00570E5A">
              <w:rPr>
                <w:rStyle w:val="Hyperlink"/>
                <w:rtl/>
              </w:rPr>
              <w:t xml:space="preserve">133 - </w:t>
            </w:r>
            <w:r w:rsidR="00F32205" w:rsidRPr="00570E5A">
              <w:rPr>
                <w:rStyle w:val="Hyperlink"/>
                <w:rFonts w:hint="eastAsia"/>
                <w:rtl/>
              </w:rPr>
              <w:t>اءَمَدَّكُم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بِاءَنْعَمٍ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وَبَنِينَ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365973999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00" w:history="1">
            <w:r w:rsidR="00F32205" w:rsidRPr="00570E5A">
              <w:rPr>
                <w:rStyle w:val="Hyperlink"/>
                <w:rtl/>
              </w:rPr>
              <w:t xml:space="preserve">134 - </w:t>
            </w:r>
            <w:r w:rsidR="00F32205" w:rsidRPr="00570E5A">
              <w:rPr>
                <w:rStyle w:val="Hyperlink"/>
                <w:rFonts w:hint="eastAsia"/>
                <w:rtl/>
              </w:rPr>
              <w:t>وَجَنَّتٍ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وَعُيُونٍ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365974000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01" w:history="1">
            <w:r w:rsidR="00F32205" w:rsidRPr="00570E5A">
              <w:rPr>
                <w:rStyle w:val="Hyperlink"/>
                <w:rtl/>
              </w:rPr>
              <w:t xml:space="preserve">135- </w:t>
            </w:r>
            <w:r w:rsidR="00F32205" w:rsidRPr="00570E5A">
              <w:rPr>
                <w:rStyle w:val="Hyperlink"/>
                <w:rFonts w:hint="eastAsia"/>
                <w:rtl/>
              </w:rPr>
              <w:t>إِنِّى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اءَخَافُ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عَذَابَ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يَوْمٍ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عَظِيمٍ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365974001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02" w:history="1">
            <w:r w:rsidR="00F32205" w:rsidRPr="00570E5A">
              <w:rPr>
                <w:rStyle w:val="Hyperlink"/>
                <w:rtl/>
              </w:rPr>
              <w:t xml:space="preserve">136 -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سَوَآءٌ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عَلَيْنَآ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اءَوَعَظْتَ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تَكُن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الْوَعِظِينَ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365974002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0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365974003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04" w:history="1">
            <w:r w:rsidR="00F32205" w:rsidRPr="00570E5A">
              <w:rPr>
                <w:rStyle w:val="Hyperlink"/>
                <w:rtl/>
              </w:rPr>
              <w:t xml:space="preserve">137 - </w:t>
            </w:r>
            <w:r w:rsidR="00F32205" w:rsidRPr="00570E5A">
              <w:rPr>
                <w:rStyle w:val="Hyperlink"/>
                <w:rFonts w:hint="eastAsia"/>
                <w:rtl/>
              </w:rPr>
              <w:t>إِنْ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هَذَآ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خُلُقُ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الاَْوَّلِينَ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365974004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05" w:history="1">
            <w:r w:rsidR="00F32205" w:rsidRPr="00570E5A">
              <w:rPr>
                <w:rStyle w:val="Hyperlink"/>
                <w:rtl/>
              </w:rPr>
              <w:t xml:space="preserve">138-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نَحْنُ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بِمُعَذَّبِينَ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365974005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06" w:history="1">
            <w:r w:rsidR="00F32205" w:rsidRPr="00570E5A">
              <w:rPr>
                <w:rStyle w:val="Hyperlink"/>
                <w:rtl/>
              </w:rPr>
              <w:t xml:space="preserve">139 - </w:t>
            </w:r>
            <w:r w:rsidR="00F32205" w:rsidRPr="00570E5A">
              <w:rPr>
                <w:rStyle w:val="Hyperlink"/>
                <w:rFonts w:hint="eastAsia"/>
                <w:rtl/>
              </w:rPr>
              <w:t>فَكَذَّبُوهُ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فَاءَهْلَكْنَهُمْ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اءَكْثَرُهُم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365974006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07" w:history="1">
            <w:r w:rsidR="00F32205" w:rsidRPr="00570E5A">
              <w:rPr>
                <w:rStyle w:val="Hyperlink"/>
                <w:rtl/>
              </w:rPr>
              <w:t xml:space="preserve">140 -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الْعَزِيزُ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365974007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0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365974008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09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365974009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10" w:history="1">
            <w:r w:rsidR="00F32205" w:rsidRPr="00570E5A">
              <w:rPr>
                <w:rStyle w:val="Hyperlink"/>
                <w:rtl/>
              </w:rPr>
              <w:t xml:space="preserve">141 - </w:t>
            </w:r>
            <w:r w:rsidR="00F32205" w:rsidRPr="00570E5A">
              <w:rPr>
                <w:rStyle w:val="Hyperlink"/>
                <w:rFonts w:hint="eastAsia"/>
                <w:rtl/>
              </w:rPr>
              <w:t>كَذَّبَتْ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ثَمُودُ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الْمُرْسَلِينَ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365974010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11" w:history="1">
            <w:r w:rsidR="00F32205" w:rsidRPr="00570E5A">
              <w:rPr>
                <w:rStyle w:val="Hyperlink"/>
                <w:rtl/>
              </w:rPr>
              <w:t xml:space="preserve">142 - </w:t>
            </w:r>
            <w:r w:rsidR="00F32205" w:rsidRPr="00570E5A">
              <w:rPr>
                <w:rStyle w:val="Hyperlink"/>
                <w:rFonts w:hint="eastAsia"/>
                <w:rtl/>
              </w:rPr>
              <w:t>إِذْ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اءَخُوهُمْ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صَلِحٌ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تَتَّقُونَ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365974011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12" w:history="1">
            <w:r w:rsidR="00F32205" w:rsidRPr="00570E5A">
              <w:rPr>
                <w:rStyle w:val="Hyperlink"/>
                <w:rtl/>
              </w:rPr>
              <w:t xml:space="preserve">143 - </w:t>
            </w:r>
            <w:r w:rsidR="00F32205" w:rsidRPr="00570E5A">
              <w:rPr>
                <w:rStyle w:val="Hyperlink"/>
                <w:rFonts w:hint="eastAsia"/>
                <w:rtl/>
              </w:rPr>
              <w:t>إِنِّى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رَسُولٌ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اءَمِينٌ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365974012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13" w:history="1">
            <w:r w:rsidR="00F32205" w:rsidRPr="00570E5A">
              <w:rPr>
                <w:rStyle w:val="Hyperlink"/>
                <w:rtl/>
              </w:rPr>
              <w:t xml:space="preserve">144 - </w:t>
            </w:r>
            <w:r w:rsidR="00F32205" w:rsidRPr="00570E5A">
              <w:rPr>
                <w:rStyle w:val="Hyperlink"/>
                <w:rFonts w:hint="eastAsia"/>
                <w:rtl/>
              </w:rPr>
              <w:t>فَاتَّقُواْ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وَاءَطِيعُونِ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365974013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14" w:history="1">
            <w:r w:rsidR="00F32205" w:rsidRPr="00570E5A">
              <w:rPr>
                <w:rStyle w:val="Hyperlink"/>
                <w:rtl/>
              </w:rPr>
              <w:t xml:space="preserve">145- </w:t>
            </w:r>
            <w:r w:rsidR="00F32205" w:rsidRPr="00570E5A">
              <w:rPr>
                <w:rStyle w:val="Hyperlink"/>
                <w:rFonts w:hint="eastAsia"/>
                <w:rtl/>
              </w:rPr>
              <w:t>وَمَآ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اءَسْئَلُكُمْ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365974014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1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365974015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1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365974016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17" w:history="1">
            <w:r w:rsidR="00F32205" w:rsidRPr="00570E5A">
              <w:rPr>
                <w:rStyle w:val="Hyperlink"/>
                <w:rtl/>
              </w:rPr>
              <w:t xml:space="preserve">146 - </w:t>
            </w:r>
            <w:r w:rsidR="00F32205" w:rsidRPr="00570E5A">
              <w:rPr>
                <w:rStyle w:val="Hyperlink"/>
                <w:rFonts w:hint="eastAsia"/>
                <w:rtl/>
              </w:rPr>
              <w:t>اءَتُتْرَكُونَ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هَهُنَآ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365974017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18" w:history="1">
            <w:r w:rsidR="00F32205" w:rsidRPr="00570E5A">
              <w:rPr>
                <w:rStyle w:val="Hyperlink"/>
                <w:rtl/>
              </w:rPr>
              <w:t xml:space="preserve">147 -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جَنَّتٍ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وَعُيُونٍ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365974018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19" w:history="1">
            <w:r w:rsidR="00F32205" w:rsidRPr="00570E5A">
              <w:rPr>
                <w:rStyle w:val="Hyperlink"/>
                <w:rtl/>
              </w:rPr>
              <w:t xml:space="preserve">148- </w:t>
            </w:r>
            <w:r w:rsidR="00F32205" w:rsidRPr="00570E5A">
              <w:rPr>
                <w:rStyle w:val="Hyperlink"/>
                <w:rFonts w:hint="eastAsia"/>
                <w:rtl/>
              </w:rPr>
              <w:t>وَزُرُوعٍ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وَنَخْلٍ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طَلْعُهَا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هَضِيمٌ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365974019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20" w:history="1">
            <w:r w:rsidR="00F32205" w:rsidRPr="00570E5A">
              <w:rPr>
                <w:rStyle w:val="Hyperlink"/>
                <w:rtl/>
              </w:rPr>
              <w:t xml:space="preserve">149 - </w:t>
            </w:r>
            <w:r w:rsidR="00F32205" w:rsidRPr="00570E5A">
              <w:rPr>
                <w:rStyle w:val="Hyperlink"/>
                <w:rFonts w:hint="eastAsia"/>
                <w:rtl/>
              </w:rPr>
              <w:t>وَتَنْحِتُونَ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الْجِبَالِ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بُيُوتاً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فَرِهِينَ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365974020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21" w:history="1">
            <w:r w:rsidR="00F32205" w:rsidRPr="00570E5A">
              <w:rPr>
                <w:rStyle w:val="Hyperlink"/>
                <w:rtl/>
              </w:rPr>
              <w:t xml:space="preserve">150 - </w:t>
            </w:r>
            <w:r w:rsidR="00F32205" w:rsidRPr="00570E5A">
              <w:rPr>
                <w:rStyle w:val="Hyperlink"/>
                <w:rFonts w:hint="eastAsia"/>
                <w:rtl/>
              </w:rPr>
              <w:t>فَاتَّقُواْ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وَاءَطِيعُونِ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365974021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22" w:history="1">
            <w:r w:rsidR="00F32205" w:rsidRPr="00570E5A">
              <w:rPr>
                <w:rStyle w:val="Hyperlink"/>
                <w:rtl/>
              </w:rPr>
              <w:t xml:space="preserve">151 -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تُطِيعُواْ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اءَمْرَ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الْمُسْرِفِينَ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365974022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23" w:history="1">
            <w:r w:rsidR="00F32205" w:rsidRPr="00570E5A">
              <w:rPr>
                <w:rStyle w:val="Hyperlink"/>
                <w:rtl/>
              </w:rPr>
              <w:t xml:space="preserve">152 - </w:t>
            </w:r>
            <w:r w:rsidR="00F32205" w:rsidRPr="00570E5A">
              <w:rPr>
                <w:rStyle w:val="Hyperlink"/>
                <w:rFonts w:hint="eastAsia"/>
                <w:rtl/>
              </w:rPr>
              <w:t>اءَلَّذِينَ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يُفْسِدُونَ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الاَْرْضِ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يُصْلِحُونَ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365974023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2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365974024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2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365974025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26" w:history="1">
            <w:r w:rsidR="00F32205" w:rsidRPr="00570E5A">
              <w:rPr>
                <w:rStyle w:val="Hyperlink"/>
                <w:rtl/>
              </w:rPr>
              <w:t xml:space="preserve">153 -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الْمُسَحَّرِينَ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365974026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27" w:history="1">
            <w:r w:rsidR="00F32205" w:rsidRPr="00570E5A">
              <w:rPr>
                <w:rStyle w:val="Hyperlink"/>
                <w:rtl/>
              </w:rPr>
              <w:t xml:space="preserve">154 - </w:t>
            </w:r>
            <w:r w:rsidR="00F32205" w:rsidRPr="00570E5A">
              <w:rPr>
                <w:rStyle w:val="Hyperlink"/>
                <w:rFonts w:hint="eastAsia"/>
                <w:rtl/>
              </w:rPr>
              <w:t>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بَشَرٌ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مِّثْلُنَا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فَاءْتِ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بَِايَةٍ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الصَّدِقِينَ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365974027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2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365974028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29" w:history="1">
            <w:r w:rsidR="00F32205" w:rsidRPr="00570E5A">
              <w:rPr>
                <w:rStyle w:val="Hyperlink"/>
                <w:rtl/>
              </w:rPr>
              <w:t xml:space="preserve">155-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هَذِهِ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نَاقَةٌ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لَّهَا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شِرْبٌ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وَلَكُمْ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شِرْبُ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يَوْمٍ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مَّعْلُومٍ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365974029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30" w:history="1">
            <w:r w:rsidR="00F32205" w:rsidRPr="00570E5A">
              <w:rPr>
                <w:rStyle w:val="Hyperlink"/>
                <w:rtl/>
              </w:rPr>
              <w:t xml:space="preserve">156 -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تَمَسُّوهَا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بِسُوءٍ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فَيَاءْخُذَكُمْ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عَذَابُ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يَوْمٍ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عَظِيمٍ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365974030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31" w:history="1">
            <w:r w:rsidR="00F32205" w:rsidRPr="00570E5A">
              <w:rPr>
                <w:rStyle w:val="Hyperlink"/>
                <w:rtl/>
              </w:rPr>
              <w:t xml:space="preserve">157 - </w:t>
            </w:r>
            <w:r w:rsidR="00F32205" w:rsidRPr="00570E5A">
              <w:rPr>
                <w:rStyle w:val="Hyperlink"/>
                <w:rFonts w:hint="eastAsia"/>
                <w:rtl/>
              </w:rPr>
              <w:t>فَعَقَرُوهَا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فَاءَصْبَحُواْ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نَدِمِينَ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365974031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3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365974032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3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365974033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34" w:history="1">
            <w:r w:rsidR="00F32205" w:rsidRPr="00570E5A">
              <w:rPr>
                <w:rStyle w:val="Hyperlink"/>
                <w:rtl/>
              </w:rPr>
              <w:t xml:space="preserve">158- </w:t>
            </w:r>
            <w:r w:rsidR="00F32205" w:rsidRPr="00570E5A">
              <w:rPr>
                <w:rStyle w:val="Hyperlink"/>
                <w:rFonts w:hint="eastAsia"/>
                <w:rtl/>
              </w:rPr>
              <w:t>فَاءَخَذَهُمُ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الْعَذَابُ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اءَكْثَرُهُم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365974034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35" w:history="1">
            <w:r w:rsidR="00F32205" w:rsidRPr="00570E5A">
              <w:rPr>
                <w:rStyle w:val="Hyperlink"/>
                <w:rtl/>
              </w:rPr>
              <w:t xml:space="preserve">159 -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الْعَزِيزُ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365974035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3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365974036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37" w:history="1">
            <w:r w:rsidR="00F32205" w:rsidRPr="00570E5A">
              <w:rPr>
                <w:rStyle w:val="Hyperlink"/>
                <w:rtl/>
              </w:rPr>
              <w:t xml:space="preserve">160 - </w:t>
            </w:r>
            <w:r w:rsidR="00F32205" w:rsidRPr="00570E5A">
              <w:rPr>
                <w:rStyle w:val="Hyperlink"/>
                <w:rFonts w:hint="eastAsia"/>
                <w:rtl/>
              </w:rPr>
              <w:t>كَذَّبَتْ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قَوْمُ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لُوطٍ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الْمُرْسَلِينَ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365974037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38" w:history="1">
            <w:r w:rsidR="00F32205" w:rsidRPr="00570E5A">
              <w:rPr>
                <w:rStyle w:val="Hyperlink"/>
                <w:rtl/>
              </w:rPr>
              <w:t xml:space="preserve">161 - </w:t>
            </w:r>
            <w:r w:rsidR="00F32205" w:rsidRPr="00570E5A">
              <w:rPr>
                <w:rStyle w:val="Hyperlink"/>
                <w:rFonts w:hint="eastAsia"/>
                <w:rtl/>
              </w:rPr>
              <w:t>إِذْ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اءَخُوهُمْ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لُوطٌ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تَتَّقُونَ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365974038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39" w:history="1">
            <w:r w:rsidR="00F32205" w:rsidRPr="00570E5A">
              <w:rPr>
                <w:rStyle w:val="Hyperlink"/>
                <w:rtl/>
              </w:rPr>
              <w:t xml:space="preserve">162 - </w:t>
            </w:r>
            <w:r w:rsidR="00F32205" w:rsidRPr="00570E5A">
              <w:rPr>
                <w:rStyle w:val="Hyperlink"/>
                <w:rFonts w:hint="eastAsia"/>
                <w:rtl/>
              </w:rPr>
              <w:t>إِنِّى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رَسُولٌ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اءَمِينٌ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365974039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40" w:history="1">
            <w:r w:rsidR="00F32205" w:rsidRPr="00570E5A">
              <w:rPr>
                <w:rStyle w:val="Hyperlink"/>
                <w:rtl/>
              </w:rPr>
              <w:t xml:space="preserve">163 - </w:t>
            </w:r>
            <w:r w:rsidR="00F32205" w:rsidRPr="00570E5A">
              <w:rPr>
                <w:rStyle w:val="Hyperlink"/>
                <w:rFonts w:hint="eastAsia"/>
                <w:rtl/>
              </w:rPr>
              <w:t>فَاتَّقُواْ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وَاءَطِيعُونِ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365974040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41" w:history="1">
            <w:r w:rsidR="00F32205" w:rsidRPr="00570E5A">
              <w:rPr>
                <w:rStyle w:val="Hyperlink"/>
                <w:rtl/>
              </w:rPr>
              <w:t xml:space="preserve">164 - </w:t>
            </w:r>
            <w:r w:rsidR="00F32205" w:rsidRPr="00570E5A">
              <w:rPr>
                <w:rStyle w:val="Hyperlink"/>
                <w:rFonts w:hint="eastAsia"/>
                <w:rtl/>
              </w:rPr>
              <w:t>وَمَآ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اءَسْئَلُكُمْ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365974041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4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365974042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4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365974043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44" w:history="1">
            <w:r w:rsidR="00F32205" w:rsidRPr="00570E5A">
              <w:rPr>
                <w:rStyle w:val="Hyperlink"/>
                <w:rtl/>
              </w:rPr>
              <w:t xml:space="preserve">165- </w:t>
            </w:r>
            <w:r w:rsidR="00F32205" w:rsidRPr="00570E5A">
              <w:rPr>
                <w:rStyle w:val="Hyperlink"/>
                <w:rFonts w:hint="eastAsia"/>
                <w:rtl/>
              </w:rPr>
              <w:t>اءَتَاءْتُونَ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الذُّكْرَانَ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365974044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45" w:history="1">
            <w:r w:rsidR="00F32205" w:rsidRPr="00570E5A">
              <w:rPr>
                <w:rStyle w:val="Hyperlink"/>
                <w:rtl/>
              </w:rPr>
              <w:t xml:space="preserve">166 - </w:t>
            </w:r>
            <w:r w:rsidR="00F32205" w:rsidRPr="00570E5A">
              <w:rPr>
                <w:rStyle w:val="Hyperlink"/>
                <w:rFonts w:hint="eastAsia"/>
                <w:rtl/>
              </w:rPr>
              <w:t>وَتَذَرُونَ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خَلَقَ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رَبُّكُم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اءَزْوَجِكُم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اءَنتُمْ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قَوْمٌ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عَادُونَ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365974045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46" w:history="1">
            <w:r w:rsidR="00F32205" w:rsidRPr="00570E5A">
              <w:rPr>
                <w:rStyle w:val="Hyperlink"/>
                <w:rtl/>
              </w:rPr>
              <w:t xml:space="preserve">167 -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لَئِنْ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لَّمْ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تَنتَهِ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يَلُوطُ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لَتَكُونَنَّ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الْمُخْرَجِينَ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365974046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4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365974047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4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365974048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49" w:history="1">
            <w:r w:rsidR="00F32205" w:rsidRPr="00570E5A">
              <w:rPr>
                <w:rStyle w:val="Hyperlink"/>
                <w:rtl/>
              </w:rPr>
              <w:t>168- -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لِعَمَلِكُم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الْقَالِينَ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365974049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50" w:history="1">
            <w:r w:rsidR="00F32205" w:rsidRPr="00570E5A">
              <w:rPr>
                <w:rStyle w:val="Hyperlink"/>
                <w:rtl/>
              </w:rPr>
              <w:t>169 -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نَجِّنِى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وَاءَهْلِى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مِمَّايَعْمَلُونَ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365974050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51" w:history="1">
            <w:r w:rsidR="00F32205" w:rsidRPr="00570E5A">
              <w:rPr>
                <w:rStyle w:val="Hyperlink"/>
                <w:rtl/>
              </w:rPr>
              <w:t xml:space="preserve">170 - </w:t>
            </w:r>
            <w:r w:rsidR="00F32205" w:rsidRPr="00570E5A">
              <w:rPr>
                <w:rStyle w:val="Hyperlink"/>
                <w:rFonts w:hint="eastAsia"/>
                <w:rtl/>
              </w:rPr>
              <w:t>فَنَجَّيْنَهُ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وَاءَهْلَهُ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اءَجْمَعِينَ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365974051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52" w:history="1">
            <w:r w:rsidR="00F32205" w:rsidRPr="00570E5A">
              <w:rPr>
                <w:rStyle w:val="Hyperlink"/>
                <w:rtl/>
              </w:rPr>
              <w:t xml:space="preserve">171 -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عَجُوزاً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الْغَبِرِينَ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365974052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53" w:history="1">
            <w:r w:rsidR="00F32205" w:rsidRPr="00570E5A">
              <w:rPr>
                <w:rStyle w:val="Hyperlink"/>
                <w:rtl/>
              </w:rPr>
              <w:t xml:space="preserve">172 - </w:t>
            </w:r>
            <w:r w:rsidR="00F32205" w:rsidRPr="00570E5A">
              <w:rPr>
                <w:rStyle w:val="Hyperlink"/>
                <w:rFonts w:hint="eastAsia"/>
                <w:rtl/>
              </w:rPr>
              <w:t>ثُمَّ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دَمَّرْنَا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الاَْخَرِينَ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365974053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54" w:history="1">
            <w:r w:rsidR="00F32205" w:rsidRPr="00570E5A">
              <w:rPr>
                <w:rStyle w:val="Hyperlink"/>
                <w:rtl/>
              </w:rPr>
              <w:t xml:space="preserve">173 - </w:t>
            </w:r>
            <w:r w:rsidR="00F32205" w:rsidRPr="00570E5A">
              <w:rPr>
                <w:rStyle w:val="Hyperlink"/>
                <w:rFonts w:hint="eastAsia"/>
                <w:rtl/>
              </w:rPr>
              <w:t>وَاءَمْطَرْنَا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عَلَيْهِم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مَّطَراً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فَسَآءَ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مَطَرُ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الْمُنْذَرِينَ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365974054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55" w:history="1">
            <w:r w:rsidR="00F32205" w:rsidRPr="00570E5A">
              <w:rPr>
                <w:rStyle w:val="Hyperlink"/>
                <w:rtl/>
              </w:rPr>
              <w:t xml:space="preserve">174 -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اءَكْثَرُهُم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365974055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56" w:history="1">
            <w:r w:rsidR="00F32205" w:rsidRPr="00570E5A">
              <w:rPr>
                <w:rStyle w:val="Hyperlink"/>
                <w:rtl/>
              </w:rPr>
              <w:t xml:space="preserve">175-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الْعَزِيزُ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365974056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5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365974057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5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365974058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59" w:history="1">
            <w:r w:rsidR="00F32205" w:rsidRPr="00570E5A">
              <w:rPr>
                <w:rStyle w:val="Hyperlink"/>
                <w:rtl/>
              </w:rPr>
              <w:t xml:space="preserve">176 - </w:t>
            </w:r>
            <w:r w:rsidR="00F32205" w:rsidRPr="00570E5A">
              <w:rPr>
                <w:rStyle w:val="Hyperlink"/>
                <w:rFonts w:hint="eastAsia"/>
                <w:rtl/>
              </w:rPr>
              <w:t>كَذَّبَ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اءَصْحَبُ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لَْيْكَةِ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الْمُرْسَلِينَ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365974059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60" w:history="1">
            <w:r w:rsidR="00F32205" w:rsidRPr="00570E5A">
              <w:rPr>
                <w:rStyle w:val="Hyperlink"/>
                <w:rtl/>
              </w:rPr>
              <w:t xml:space="preserve">177 - </w:t>
            </w:r>
            <w:r w:rsidR="00F32205" w:rsidRPr="00570E5A">
              <w:rPr>
                <w:rStyle w:val="Hyperlink"/>
                <w:rFonts w:hint="eastAsia"/>
                <w:rtl/>
              </w:rPr>
              <w:t>إِذْ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شُعَيْبٌ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تَتَّقُونَ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365974060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61" w:history="1">
            <w:r w:rsidR="00F32205" w:rsidRPr="00570E5A">
              <w:rPr>
                <w:rStyle w:val="Hyperlink"/>
                <w:rtl/>
              </w:rPr>
              <w:t xml:space="preserve">178- </w:t>
            </w:r>
            <w:r w:rsidR="00F32205" w:rsidRPr="00570E5A">
              <w:rPr>
                <w:rStyle w:val="Hyperlink"/>
                <w:rFonts w:hint="eastAsia"/>
                <w:rtl/>
              </w:rPr>
              <w:t>إِنِّى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رَسُولٌ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اءَمِينٌ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365974061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62" w:history="1">
            <w:r w:rsidR="00F32205" w:rsidRPr="00570E5A">
              <w:rPr>
                <w:rStyle w:val="Hyperlink"/>
                <w:rtl/>
              </w:rPr>
              <w:t xml:space="preserve">179 - </w:t>
            </w:r>
            <w:r w:rsidR="00F32205" w:rsidRPr="00570E5A">
              <w:rPr>
                <w:rStyle w:val="Hyperlink"/>
                <w:rFonts w:hint="eastAsia"/>
                <w:rtl/>
              </w:rPr>
              <w:t>فَاتَّقُواْ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وَاءَطِيعُونِ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365974062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63" w:history="1">
            <w:r w:rsidR="00F32205" w:rsidRPr="00570E5A">
              <w:rPr>
                <w:rStyle w:val="Hyperlink"/>
                <w:rtl/>
              </w:rPr>
              <w:t xml:space="preserve">180 - </w:t>
            </w:r>
            <w:r w:rsidR="00F32205" w:rsidRPr="00570E5A">
              <w:rPr>
                <w:rStyle w:val="Hyperlink"/>
                <w:rFonts w:hint="eastAsia"/>
                <w:rtl/>
              </w:rPr>
              <w:t>وَمَآ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اءَسْئَلُكُمْ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اءَجْرِىَ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365974063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6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365974064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6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365974065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66" w:history="1">
            <w:r w:rsidR="00F32205" w:rsidRPr="00570E5A">
              <w:rPr>
                <w:rStyle w:val="Hyperlink"/>
                <w:rtl/>
              </w:rPr>
              <w:t xml:space="preserve">181 - </w:t>
            </w:r>
            <w:r w:rsidR="00F32205" w:rsidRPr="00570E5A">
              <w:rPr>
                <w:rStyle w:val="Hyperlink"/>
                <w:rFonts w:hint="eastAsia"/>
                <w:rtl/>
              </w:rPr>
              <w:t>اءَوْفُواْ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الْكَيْلَ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تَكُونُواْ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الْمُخْسِرِينَ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365974066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67" w:history="1">
            <w:r w:rsidR="00F32205" w:rsidRPr="00570E5A">
              <w:rPr>
                <w:rStyle w:val="Hyperlink"/>
                <w:rtl/>
              </w:rPr>
              <w:t xml:space="preserve">182 - </w:t>
            </w:r>
            <w:r w:rsidR="00F32205" w:rsidRPr="00570E5A">
              <w:rPr>
                <w:rStyle w:val="Hyperlink"/>
                <w:rFonts w:hint="eastAsia"/>
                <w:rtl/>
              </w:rPr>
              <w:t>وَزِنُواْ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بِالْقِسْطَاسِ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الْمُسْتَقِيمِ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365974067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68" w:history="1">
            <w:r w:rsidR="00F32205" w:rsidRPr="00570E5A">
              <w:rPr>
                <w:rStyle w:val="Hyperlink"/>
                <w:rtl/>
              </w:rPr>
              <w:t xml:space="preserve">183 -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تَبْخَسُواْ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النَّاسَ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اءَشْيَآءَهُمْ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تَعْثَوْاْ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الاَْرْضِ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مُفْسِدِينَ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365974068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69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365974069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70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365974070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71" w:history="1">
            <w:r w:rsidR="00F32205" w:rsidRPr="00570E5A">
              <w:rPr>
                <w:rStyle w:val="Hyperlink"/>
                <w:rtl/>
              </w:rPr>
              <w:t xml:space="preserve">184 - </w:t>
            </w:r>
            <w:r w:rsidR="00F32205" w:rsidRPr="00570E5A">
              <w:rPr>
                <w:rStyle w:val="Hyperlink"/>
                <w:rFonts w:hint="eastAsia"/>
                <w:rtl/>
              </w:rPr>
              <w:t>وَاتَّقُواْ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الَّذِى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خَلَقَكُمْ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وَالْجِبِلَّةَ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الاَْوَّلِينَ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365974071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72" w:history="1">
            <w:r w:rsidR="00F32205" w:rsidRPr="00570E5A">
              <w:rPr>
                <w:rStyle w:val="Hyperlink"/>
                <w:rtl/>
              </w:rPr>
              <w:t xml:space="preserve">185- </w:t>
            </w:r>
            <w:r w:rsidR="00F32205" w:rsidRPr="00570E5A">
              <w:rPr>
                <w:rStyle w:val="Hyperlink"/>
                <w:rFonts w:hint="eastAsia"/>
                <w:rtl/>
              </w:rPr>
              <w:t>قَالُواْ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الْمُسَحَّرِينَ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365974072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73" w:history="1">
            <w:r w:rsidR="00F32205" w:rsidRPr="00570E5A">
              <w:rPr>
                <w:rStyle w:val="Hyperlink"/>
                <w:rtl/>
              </w:rPr>
              <w:t xml:space="preserve">186 - </w:t>
            </w:r>
            <w:r w:rsidR="00F32205" w:rsidRPr="00570E5A">
              <w:rPr>
                <w:rStyle w:val="Hyperlink"/>
                <w:rFonts w:hint="eastAsia"/>
                <w:rtl/>
              </w:rPr>
              <w:t>وَمَآ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بَشَرٌ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مِّثْلُنَا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نَّظُنُّكَ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الْكَذِبِينَ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365974073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7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365974074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7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365974075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76" w:history="1">
            <w:r w:rsidR="00F32205" w:rsidRPr="00570E5A">
              <w:rPr>
                <w:rStyle w:val="Hyperlink"/>
                <w:rtl/>
              </w:rPr>
              <w:t xml:space="preserve">187 - </w:t>
            </w:r>
            <w:r w:rsidR="00F32205" w:rsidRPr="00570E5A">
              <w:rPr>
                <w:rStyle w:val="Hyperlink"/>
                <w:rFonts w:hint="eastAsia"/>
                <w:rtl/>
              </w:rPr>
              <w:t>فَاءَسْقِطْ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كِسَفاً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السَّمَآءِ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كُنتَ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الصَّدِقِينَ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365974076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77" w:history="1">
            <w:r w:rsidR="00F32205" w:rsidRPr="00570E5A">
              <w:rPr>
                <w:rStyle w:val="Hyperlink"/>
                <w:rtl/>
              </w:rPr>
              <w:t xml:space="preserve">188- </w:t>
            </w:r>
            <w:r w:rsidR="00F32205" w:rsidRPr="00570E5A">
              <w:rPr>
                <w:rStyle w:val="Hyperlink"/>
                <w:rFonts w:hint="eastAsia"/>
                <w:rtl/>
              </w:rPr>
              <w:t>قَالَ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اءَعْلَمُ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تَعْمَلُونَ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365974077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78" w:history="1">
            <w:r w:rsidR="00F32205" w:rsidRPr="00570E5A">
              <w:rPr>
                <w:rStyle w:val="Hyperlink"/>
                <w:rtl/>
              </w:rPr>
              <w:t xml:space="preserve">189 - </w:t>
            </w:r>
            <w:r w:rsidR="00F32205" w:rsidRPr="00570E5A">
              <w:rPr>
                <w:rStyle w:val="Hyperlink"/>
                <w:rFonts w:hint="eastAsia"/>
                <w:rtl/>
              </w:rPr>
              <w:t>فَكَذَّبُوهُ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فَاءَخَذَهُمْ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عَذَابُ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يَوْمِ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الظُّلَّةِ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عَذَابَ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يَوْمٍ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عَظِيمٍ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365974078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79" w:history="1">
            <w:r w:rsidR="00F32205" w:rsidRPr="00570E5A">
              <w:rPr>
                <w:rStyle w:val="Hyperlink"/>
                <w:rtl/>
              </w:rPr>
              <w:t xml:space="preserve">190 - </w:t>
            </w:r>
            <w:r w:rsidR="00F32205" w:rsidRPr="00570E5A">
              <w:rPr>
                <w:rStyle w:val="Hyperlink"/>
                <w:rFonts w:hint="eastAsia"/>
                <w:rtl/>
              </w:rPr>
              <w:t>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لاََيَةً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اءَكْثَرُهُم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365974079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80" w:history="1">
            <w:r w:rsidR="00F32205" w:rsidRPr="00570E5A">
              <w:rPr>
                <w:rStyle w:val="Hyperlink"/>
                <w:rtl/>
              </w:rPr>
              <w:t xml:space="preserve">191 -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الْعَزِيزُ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365974080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81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365974081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8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365974082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83" w:history="1">
            <w:r w:rsidR="00F32205" w:rsidRPr="00570E5A">
              <w:rPr>
                <w:rStyle w:val="Hyperlink"/>
                <w:rtl/>
              </w:rPr>
              <w:t xml:space="preserve">192 -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لَتَنزِيلُ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رَبِّ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365974083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84" w:history="1">
            <w:r w:rsidR="00F32205" w:rsidRPr="00570E5A">
              <w:rPr>
                <w:rStyle w:val="Hyperlink"/>
                <w:rtl/>
              </w:rPr>
              <w:t xml:space="preserve">193 - </w:t>
            </w:r>
            <w:r w:rsidR="00F32205" w:rsidRPr="00570E5A">
              <w:rPr>
                <w:rStyle w:val="Hyperlink"/>
                <w:rFonts w:hint="eastAsia"/>
                <w:rtl/>
              </w:rPr>
              <w:t>نَزَلَ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الرُّوحُ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الاَْمِينُ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365974084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85" w:history="1">
            <w:r w:rsidR="00F32205" w:rsidRPr="00570E5A">
              <w:rPr>
                <w:rStyle w:val="Hyperlink"/>
                <w:rtl/>
              </w:rPr>
              <w:t xml:space="preserve">195- </w:t>
            </w:r>
            <w:r w:rsidR="00F32205" w:rsidRPr="00570E5A">
              <w:rPr>
                <w:rStyle w:val="Hyperlink"/>
                <w:rFonts w:hint="eastAsia"/>
                <w:rtl/>
              </w:rPr>
              <w:t>بِلِسَانٍ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عَرَبِي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مُّبِينٍ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365974085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86" w:history="1">
            <w:r w:rsidR="00F32205" w:rsidRPr="00570E5A">
              <w:rPr>
                <w:rStyle w:val="Hyperlink"/>
                <w:rtl/>
              </w:rPr>
              <w:t xml:space="preserve">196 - </w:t>
            </w:r>
            <w:r w:rsidR="00F32205" w:rsidRPr="00570E5A">
              <w:rPr>
                <w:rStyle w:val="Hyperlink"/>
                <w:rFonts w:hint="eastAsia"/>
                <w:rtl/>
              </w:rPr>
              <w:t>وَإِنَّهُ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زُبُرِ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الاَْوَّلِينَ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365974086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8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365974087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8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365974088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89" w:history="1">
            <w:r w:rsidR="00F32205" w:rsidRPr="00570E5A">
              <w:rPr>
                <w:rStyle w:val="Hyperlink"/>
                <w:rtl/>
              </w:rPr>
              <w:t xml:space="preserve">197 - </w:t>
            </w:r>
            <w:r w:rsidR="00F32205" w:rsidRPr="00570E5A">
              <w:rPr>
                <w:rStyle w:val="Hyperlink"/>
                <w:rFonts w:hint="eastAsia"/>
                <w:rtl/>
              </w:rPr>
              <w:t>اءَوَلَمْ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يَكُن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لَّهُمْ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ءَايَةً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يَعْلَمَهُ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عُلَمَؤُاْ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بَنِى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إِسْرَءِيلَ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365974089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90" w:history="1">
            <w:r w:rsidR="00F32205" w:rsidRPr="00570E5A">
              <w:rPr>
                <w:rStyle w:val="Hyperlink"/>
                <w:rtl/>
              </w:rPr>
              <w:t xml:space="preserve">198- </w:t>
            </w:r>
            <w:r w:rsidR="00F32205" w:rsidRPr="00570E5A">
              <w:rPr>
                <w:rStyle w:val="Hyperlink"/>
                <w:rFonts w:hint="eastAsia"/>
                <w:rtl/>
              </w:rPr>
              <w:t>وَلَوْ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نَزَّلْنَهُ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بَعْضِ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الاَْعْجَمِينَ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365974090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91" w:history="1">
            <w:r w:rsidR="00F32205" w:rsidRPr="00570E5A">
              <w:rPr>
                <w:rStyle w:val="Hyperlink"/>
                <w:rtl/>
              </w:rPr>
              <w:t xml:space="preserve">199 - </w:t>
            </w:r>
            <w:r w:rsidR="00F32205" w:rsidRPr="00570E5A">
              <w:rPr>
                <w:rStyle w:val="Hyperlink"/>
                <w:rFonts w:hint="eastAsia"/>
                <w:rtl/>
              </w:rPr>
              <w:t>فَقَرَاءَهُ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عَلَيْهِم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كَانُواْبِهِ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365974091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9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365974092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09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365974093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94" w:history="1">
            <w:r w:rsidR="00F32205" w:rsidRPr="00570E5A">
              <w:rPr>
                <w:rStyle w:val="Hyperlink"/>
                <w:rtl/>
              </w:rPr>
              <w:t xml:space="preserve">200 - </w:t>
            </w:r>
            <w:r w:rsidR="00F32205" w:rsidRPr="00570E5A">
              <w:rPr>
                <w:rStyle w:val="Hyperlink"/>
                <w:rFonts w:hint="eastAsia"/>
                <w:rtl/>
              </w:rPr>
              <w:t>كَذَلِكَ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سَلَكْنَهُ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قُلُوبِ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الْمُجْرِمِينَ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365974094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95" w:history="1">
            <w:r w:rsidR="00F32205" w:rsidRPr="00570E5A">
              <w:rPr>
                <w:rStyle w:val="Hyperlink"/>
                <w:rtl/>
              </w:rPr>
              <w:t xml:space="preserve">201 - </w:t>
            </w:r>
            <w:r w:rsidR="00F32205" w:rsidRPr="00570E5A">
              <w:rPr>
                <w:rStyle w:val="Hyperlink"/>
                <w:rFonts w:hint="eastAsia"/>
                <w:rtl/>
              </w:rPr>
              <w:t>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يُؤْمِنُونَ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حَتَّى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يَرَوُاْ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الْعَذَابَ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الاَْلِيمَ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365974095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96" w:history="1">
            <w:r w:rsidR="00F32205" w:rsidRPr="00570E5A">
              <w:rPr>
                <w:rStyle w:val="Hyperlink"/>
                <w:rtl/>
              </w:rPr>
              <w:t xml:space="preserve">202 - </w:t>
            </w:r>
            <w:r w:rsidR="00F32205" w:rsidRPr="00570E5A">
              <w:rPr>
                <w:rStyle w:val="Hyperlink"/>
                <w:rFonts w:hint="eastAsia"/>
                <w:rtl/>
              </w:rPr>
              <w:t>فَيَاءْتِيَهُم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بَغْتَةً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لاَيَشْعُرُونَ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365974096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97" w:history="1">
            <w:r w:rsidR="00F32205" w:rsidRPr="00570E5A">
              <w:rPr>
                <w:rStyle w:val="Hyperlink"/>
                <w:rtl/>
              </w:rPr>
              <w:t xml:space="preserve">203 - </w:t>
            </w:r>
            <w:r w:rsidR="00F32205" w:rsidRPr="00570E5A">
              <w:rPr>
                <w:rStyle w:val="Hyperlink"/>
                <w:rFonts w:hint="eastAsia"/>
                <w:rtl/>
              </w:rPr>
              <w:t>فَيَقُولُواْ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هَلْ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نَحْنُ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مُنظَرُونَ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365974097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98" w:history="1">
            <w:r w:rsidR="00F32205" w:rsidRPr="00570E5A">
              <w:rPr>
                <w:rStyle w:val="Hyperlink"/>
                <w:rtl/>
              </w:rPr>
              <w:t xml:space="preserve">204 - </w:t>
            </w:r>
            <w:r w:rsidR="00F32205" w:rsidRPr="00570E5A">
              <w:rPr>
                <w:rStyle w:val="Hyperlink"/>
                <w:rFonts w:hint="eastAsia"/>
                <w:rtl/>
              </w:rPr>
              <w:t>اءَفَبِعَذَابِنَا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يَسْتَعْجِلُونَ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365974098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099" w:history="1">
            <w:r w:rsidR="00F32205" w:rsidRPr="00570E5A">
              <w:rPr>
                <w:rStyle w:val="Hyperlink"/>
                <w:rtl/>
              </w:rPr>
              <w:t xml:space="preserve">205- </w:t>
            </w:r>
            <w:r w:rsidR="00F32205" w:rsidRPr="00570E5A">
              <w:rPr>
                <w:rStyle w:val="Hyperlink"/>
                <w:rFonts w:hint="eastAsia"/>
                <w:rtl/>
              </w:rPr>
              <w:t>اءَفَرَءَيْتَإِن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مَّتَّعْنَهُمْ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سِنِينَ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365974099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00" w:history="1">
            <w:r w:rsidR="00F32205" w:rsidRPr="00570E5A">
              <w:rPr>
                <w:rStyle w:val="Hyperlink"/>
                <w:rtl/>
              </w:rPr>
              <w:t xml:space="preserve">206 - </w:t>
            </w:r>
            <w:r w:rsidR="00F32205" w:rsidRPr="00570E5A">
              <w:rPr>
                <w:rStyle w:val="Hyperlink"/>
                <w:rFonts w:hint="eastAsia"/>
                <w:rtl/>
              </w:rPr>
              <w:t>ثُمَّ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جَآءَهُم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مَّاكَانُواْ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يُوعَدُونَ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365974100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01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365974101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0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365974102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03" w:history="1">
            <w:r w:rsidR="00F32205" w:rsidRPr="00570E5A">
              <w:rPr>
                <w:rStyle w:val="Hyperlink"/>
                <w:rtl/>
              </w:rPr>
              <w:t xml:space="preserve">207 - </w:t>
            </w:r>
            <w:r w:rsidR="00F32205" w:rsidRPr="00570E5A">
              <w:rPr>
                <w:rStyle w:val="Hyperlink"/>
                <w:rFonts w:hint="eastAsia"/>
                <w:rtl/>
              </w:rPr>
              <w:t>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اءَغْنَى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عَنْهُمْ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كَانُواْ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يُمَتَّعُونَ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365974103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04" w:history="1">
            <w:r w:rsidR="00F32205" w:rsidRPr="00570E5A">
              <w:rPr>
                <w:rStyle w:val="Hyperlink"/>
                <w:rtl/>
              </w:rPr>
              <w:t xml:space="preserve">208- </w:t>
            </w:r>
            <w:r w:rsidR="00F32205" w:rsidRPr="00570E5A">
              <w:rPr>
                <w:rStyle w:val="Hyperlink"/>
                <w:rFonts w:hint="eastAsia"/>
                <w:rtl/>
              </w:rPr>
              <w:t>وَمَآ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اءَهْلَكْنَا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قَرْيَةٍ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مُنذِرُونَ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365974104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05" w:history="1">
            <w:r w:rsidR="00F32205" w:rsidRPr="00570E5A">
              <w:rPr>
                <w:rStyle w:val="Hyperlink"/>
                <w:rtl/>
              </w:rPr>
              <w:t xml:space="preserve">209 - </w:t>
            </w:r>
            <w:r w:rsidR="00F32205" w:rsidRPr="00570E5A">
              <w:rPr>
                <w:rStyle w:val="Hyperlink"/>
                <w:rFonts w:hint="eastAsia"/>
                <w:rtl/>
              </w:rPr>
              <w:t>ذِكْرَى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كُنَّا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ظَلِمِينَ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365974105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0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365974106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0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365974107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08" w:history="1">
            <w:r w:rsidR="00F32205" w:rsidRPr="00570E5A">
              <w:rPr>
                <w:rStyle w:val="Hyperlink"/>
                <w:rtl/>
              </w:rPr>
              <w:t xml:space="preserve">210 -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مَاتَنَزَّلَتْ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بِهِ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الشَّيَطِينُ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365974108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09" w:history="1">
            <w:r w:rsidR="00F32205" w:rsidRPr="00570E5A">
              <w:rPr>
                <w:rStyle w:val="Hyperlink"/>
                <w:rtl/>
              </w:rPr>
              <w:t xml:space="preserve">211 -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مَايَنبَغِى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يَسْتَطِيعُونَ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365974109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10" w:history="1">
            <w:r w:rsidR="00F32205" w:rsidRPr="00570E5A">
              <w:rPr>
                <w:rStyle w:val="Hyperlink"/>
                <w:rtl/>
              </w:rPr>
              <w:t xml:space="preserve">212 - </w:t>
            </w:r>
            <w:r w:rsidR="00F32205" w:rsidRPr="00570E5A">
              <w:rPr>
                <w:rStyle w:val="Hyperlink"/>
                <w:rFonts w:hint="eastAsia"/>
                <w:rtl/>
              </w:rPr>
              <w:t>إِنَّهُمْ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السَّمْعِ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لَمَعْزُولُونَ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365974110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11" w:history="1">
            <w:r w:rsidR="00F32205" w:rsidRPr="00570E5A">
              <w:rPr>
                <w:rStyle w:val="Hyperlink"/>
                <w:rtl/>
              </w:rPr>
              <w:t>213 -</w:t>
            </w:r>
            <w:r w:rsidR="00F32205" w:rsidRPr="00570E5A">
              <w:rPr>
                <w:rStyle w:val="Hyperlink"/>
                <w:rFonts w:hint="eastAsia"/>
                <w:rtl/>
              </w:rPr>
              <w:t>فَلاَ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تَدْعُ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مَعَ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اللّهِ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إِلَهاً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ءَاخَرَ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فَتَكُونَ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الْمُعَذَّبِينَ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365974111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1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365974112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13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365974113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14" w:history="1">
            <w:r w:rsidR="00F32205" w:rsidRPr="00570E5A">
              <w:rPr>
                <w:rStyle w:val="Hyperlink"/>
                <w:rtl/>
              </w:rPr>
              <w:t xml:space="preserve">214 - </w:t>
            </w:r>
            <w:r w:rsidR="00F32205" w:rsidRPr="00570E5A">
              <w:rPr>
                <w:rStyle w:val="Hyperlink"/>
                <w:rFonts w:hint="eastAsia"/>
                <w:rtl/>
              </w:rPr>
              <w:t>وَاءَنذِرْ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عَشِيرَتَكَ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الاَْقْرَبِينَ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365974114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15" w:history="1">
            <w:r w:rsidR="00F32205" w:rsidRPr="00570E5A">
              <w:rPr>
                <w:rStyle w:val="Hyperlink"/>
                <w:rtl/>
              </w:rPr>
              <w:t xml:space="preserve">215- </w:t>
            </w:r>
            <w:r w:rsidR="00F32205" w:rsidRPr="00570E5A">
              <w:rPr>
                <w:rStyle w:val="Hyperlink"/>
                <w:rFonts w:hint="eastAsia"/>
                <w:rtl/>
              </w:rPr>
              <w:t>وَاخْفِضْ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جَنَاحَكَ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لِمَنِ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اتَّبَعَكَ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مِنَ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الْمُؤْمِنِينَ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365974115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16" w:history="1">
            <w:r w:rsidR="00F32205" w:rsidRPr="00570E5A">
              <w:rPr>
                <w:rStyle w:val="Hyperlink"/>
                <w:rtl/>
              </w:rPr>
              <w:t xml:space="preserve">216 - </w:t>
            </w:r>
            <w:r w:rsidR="00F32205" w:rsidRPr="00570E5A">
              <w:rPr>
                <w:rStyle w:val="Hyperlink"/>
                <w:rFonts w:hint="eastAsia"/>
                <w:rtl/>
              </w:rPr>
              <w:t>فَإِنْ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عَصَوْكَ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فَقُلْ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إِنِّى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بَرِى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ءٌ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مِّمَّا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تَعْمَلُونَ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365974116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17" w:history="1">
            <w:r w:rsidR="00F32205" w:rsidRPr="00570E5A">
              <w:rPr>
                <w:rStyle w:val="Hyperlink"/>
                <w:rtl/>
              </w:rPr>
              <w:t xml:space="preserve">217 - </w:t>
            </w:r>
            <w:r w:rsidR="00F32205" w:rsidRPr="00570E5A">
              <w:rPr>
                <w:rStyle w:val="Hyperlink"/>
                <w:rFonts w:hint="eastAsia"/>
                <w:rtl/>
              </w:rPr>
              <w:t>وَتَوَكَّلْ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الْعَزِيزِ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الرَّحِيمِ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365974117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18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365974118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19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365974119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20" w:history="1">
            <w:r w:rsidR="00F32205" w:rsidRPr="00570E5A">
              <w:rPr>
                <w:rStyle w:val="Hyperlink"/>
                <w:rtl/>
              </w:rPr>
              <w:t xml:space="preserve">218- </w:t>
            </w:r>
            <w:r w:rsidR="00F32205" w:rsidRPr="00570E5A">
              <w:rPr>
                <w:rStyle w:val="Hyperlink"/>
                <w:rFonts w:hint="eastAsia"/>
                <w:rtl/>
              </w:rPr>
              <w:t>اءَلَّذِى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يَرَيكَ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حِينَ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تَقُومُ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365974120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21" w:history="1">
            <w:r w:rsidR="00F32205" w:rsidRPr="00570E5A">
              <w:rPr>
                <w:rStyle w:val="Hyperlink"/>
                <w:rtl/>
              </w:rPr>
              <w:t xml:space="preserve">219 - </w:t>
            </w:r>
            <w:r w:rsidR="00F32205" w:rsidRPr="00570E5A">
              <w:rPr>
                <w:rStyle w:val="Hyperlink"/>
                <w:rFonts w:hint="eastAsia"/>
                <w:rtl/>
              </w:rPr>
              <w:t>وَتَقَلُّبَكَ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السَّجِدِينَ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365974121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22" w:history="1">
            <w:r w:rsidR="00F32205" w:rsidRPr="00570E5A">
              <w:rPr>
                <w:rStyle w:val="Hyperlink"/>
                <w:rtl/>
              </w:rPr>
              <w:t xml:space="preserve">220 - </w:t>
            </w:r>
            <w:r w:rsidR="00F32205" w:rsidRPr="00570E5A">
              <w:rPr>
                <w:rStyle w:val="Hyperlink"/>
                <w:rFonts w:hint="eastAsia"/>
                <w:rtl/>
              </w:rPr>
              <w:t>إِنَّهُ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هُوَ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السَّمِيعُ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الْعَلِيمُ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365974122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23" w:history="1">
            <w:r w:rsidR="00F32205" w:rsidRPr="00570E5A">
              <w:rPr>
                <w:rStyle w:val="Hyperlink"/>
                <w:rtl/>
              </w:rPr>
              <w:t xml:space="preserve">221 - </w:t>
            </w:r>
            <w:r w:rsidR="00F32205" w:rsidRPr="00570E5A">
              <w:rPr>
                <w:rStyle w:val="Hyperlink"/>
                <w:rFonts w:hint="eastAsia"/>
                <w:rtl/>
              </w:rPr>
              <w:t>هَلْ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اءُنَبِّئُكُمْ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تَنَزَّلُ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الشَّيَطِينُ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365974123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24" w:history="1">
            <w:r w:rsidR="00F32205" w:rsidRPr="00570E5A">
              <w:rPr>
                <w:rStyle w:val="Hyperlink"/>
                <w:rtl/>
              </w:rPr>
              <w:t xml:space="preserve">222 - </w:t>
            </w:r>
            <w:r w:rsidR="00F32205" w:rsidRPr="00570E5A">
              <w:rPr>
                <w:rStyle w:val="Hyperlink"/>
                <w:rFonts w:hint="eastAsia"/>
                <w:rtl/>
              </w:rPr>
              <w:t>تَنَزَّلُ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عَلَى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كُلِّ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اءَفَّاكٍ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اءَثِيمٍ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365974124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25" w:history="1">
            <w:r w:rsidR="00F32205" w:rsidRPr="00570E5A">
              <w:rPr>
                <w:rStyle w:val="Hyperlink"/>
                <w:rtl/>
              </w:rPr>
              <w:t xml:space="preserve">223 - </w:t>
            </w:r>
            <w:r w:rsidR="00F32205" w:rsidRPr="00570E5A">
              <w:rPr>
                <w:rStyle w:val="Hyperlink"/>
                <w:rFonts w:hint="eastAsia"/>
                <w:rtl/>
              </w:rPr>
              <w:t>يُلْقُونَ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السَّمْعَ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وَاءَكْثَرُهُمْ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كَذِبُونَ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365974125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26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365974126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27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365974127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28" w:history="1">
            <w:r w:rsidR="00F32205" w:rsidRPr="00570E5A">
              <w:rPr>
                <w:rStyle w:val="Hyperlink"/>
                <w:rtl/>
              </w:rPr>
              <w:t xml:space="preserve">224 - </w:t>
            </w:r>
            <w:r w:rsidR="00F32205" w:rsidRPr="00570E5A">
              <w:rPr>
                <w:rStyle w:val="Hyperlink"/>
                <w:rFonts w:hint="eastAsia"/>
                <w:rtl/>
              </w:rPr>
              <w:t>وَالشُّعَرَآءُ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يَتَّبِعُهُمُ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الْغَاوُونَ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365974128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29" w:history="1">
            <w:r w:rsidR="00F32205" w:rsidRPr="00570E5A">
              <w:rPr>
                <w:rStyle w:val="Hyperlink"/>
                <w:rtl/>
              </w:rPr>
              <w:t xml:space="preserve">225- </w:t>
            </w:r>
            <w:r w:rsidR="00F32205" w:rsidRPr="00570E5A">
              <w:rPr>
                <w:rStyle w:val="Hyperlink"/>
                <w:rFonts w:hint="eastAsia"/>
                <w:rtl/>
              </w:rPr>
              <w:t>اءَلَمْ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تَرَ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اءَنَّهُمْ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فِى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كُلِّ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وَادٍ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يَهِيمُونَ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365974129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30" w:history="1">
            <w:r w:rsidR="00F32205" w:rsidRPr="00570E5A">
              <w:rPr>
                <w:rStyle w:val="Hyperlink"/>
                <w:rtl/>
              </w:rPr>
              <w:t xml:space="preserve">226 - </w:t>
            </w:r>
            <w:r w:rsidR="00F32205" w:rsidRPr="00570E5A">
              <w:rPr>
                <w:rStyle w:val="Hyperlink"/>
                <w:rFonts w:hint="eastAsia"/>
                <w:rtl/>
              </w:rPr>
              <w:t>وَاءَنَّهُمْ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يَقُولُونَ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لاَ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يَفْعَلُونَ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365974130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31" w:history="1">
            <w:r w:rsidR="00F32205" w:rsidRPr="00570E5A">
              <w:rPr>
                <w:rStyle w:val="Hyperlink"/>
                <w:rtl/>
              </w:rPr>
              <w:t xml:space="preserve">227 - </w:t>
            </w:r>
            <w:r w:rsidR="00F32205" w:rsidRPr="00570E5A">
              <w:rPr>
                <w:rStyle w:val="Hyperlink"/>
                <w:rFonts w:hint="eastAsia"/>
                <w:rtl/>
              </w:rPr>
              <w:t>إِلا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الَّذِينَ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ءَامَنُواْ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وَعَمِلُواْ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الصَّلِحَتِ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وَذَكَرُواْاللّهَ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كَثِيراً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وَانتَصَرُواْمِن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بَعْدِ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مَا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ظُلِمُواْوَسَيَعْلَمُ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الَّذِينَ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ظَلَمُواْ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اءَىَّ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مُنقَلَبٍ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يَنقَلِبُونَ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365974131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32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نكته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365974132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365974133" w:history="1">
            <w:r w:rsidR="00F32205" w:rsidRPr="00570E5A">
              <w:rPr>
                <w:rStyle w:val="Hyperlink"/>
                <w:rFonts w:hint="eastAsia"/>
                <w:rtl/>
              </w:rPr>
              <w:t>شعر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و</w:t>
            </w:r>
            <w:r w:rsidR="00F32205" w:rsidRPr="00570E5A">
              <w:rPr>
                <w:rStyle w:val="Hyperlink"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rtl/>
              </w:rPr>
              <w:t>شاعران</w:t>
            </w:r>
            <w:r w:rsidR="00F32205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2205">
              <w:rPr>
                <w:webHidden/>
                <w:rtl/>
              </w:rPr>
              <w:instrText xml:space="preserve"> </w:instrText>
            </w:r>
            <w:r w:rsidR="00F32205">
              <w:rPr>
                <w:webHidden/>
              </w:rPr>
              <w:instrText>PAGEREF</w:instrText>
            </w:r>
            <w:r w:rsidR="00F32205">
              <w:rPr>
                <w:webHidden/>
                <w:rtl/>
              </w:rPr>
              <w:instrText xml:space="preserve"> _</w:instrText>
            </w:r>
            <w:r w:rsidR="00F32205">
              <w:rPr>
                <w:webHidden/>
              </w:rPr>
              <w:instrText>Toc</w:instrText>
            </w:r>
            <w:r w:rsidR="00F32205">
              <w:rPr>
                <w:webHidden/>
                <w:rtl/>
              </w:rPr>
              <w:instrText xml:space="preserve">365974133 </w:instrText>
            </w:r>
            <w:r w:rsidR="00F32205">
              <w:rPr>
                <w:webHidden/>
              </w:rPr>
              <w:instrText>\h</w:instrText>
            </w:r>
            <w:r w:rsidR="00F32205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32205"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34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پيام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>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365974134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65974135" w:history="1">
            <w:r w:rsidR="00F32205" w:rsidRPr="00570E5A">
              <w:rPr>
                <w:rStyle w:val="Hyperlink"/>
                <w:rFonts w:hint="eastAsia"/>
                <w:noProof/>
                <w:rtl/>
              </w:rPr>
              <w:t>پ</w:t>
            </w:r>
            <w:r w:rsidR="00F32205" w:rsidRPr="00570E5A">
              <w:rPr>
                <w:rStyle w:val="Hyperlink"/>
                <w:rFonts w:hint="cs"/>
                <w:noProof/>
                <w:rtl/>
              </w:rPr>
              <w:t>ی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نوشت</w:t>
            </w:r>
            <w:r w:rsidR="00F32205" w:rsidRPr="00570E5A">
              <w:rPr>
                <w:rStyle w:val="Hyperlink"/>
                <w:noProof/>
                <w:rtl/>
              </w:rPr>
              <w:t xml:space="preserve"> </w:t>
            </w:r>
            <w:r w:rsidR="00F32205" w:rsidRPr="00570E5A">
              <w:rPr>
                <w:rStyle w:val="Hyperlink"/>
                <w:rFonts w:hint="eastAsia"/>
                <w:noProof/>
                <w:rtl/>
              </w:rPr>
              <w:t>ها</w:t>
            </w:r>
            <w:r w:rsidR="00F32205" w:rsidRPr="00570E5A">
              <w:rPr>
                <w:rStyle w:val="Hyperlink"/>
                <w:noProof/>
                <w:rtl/>
              </w:rPr>
              <w:t xml:space="preserve"> :</w:t>
            </w:r>
            <w:r w:rsidR="00F3220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 w:rsidR="00F32205">
              <w:rPr>
                <w:noProof/>
                <w:webHidden/>
              </w:rPr>
              <w:instrText>PAGEREF</w:instrText>
            </w:r>
            <w:r w:rsidR="00F32205">
              <w:rPr>
                <w:noProof/>
                <w:webHidden/>
                <w:rtl/>
              </w:rPr>
              <w:instrText xml:space="preserve"> _</w:instrText>
            </w:r>
            <w:r w:rsidR="00F32205">
              <w:rPr>
                <w:noProof/>
                <w:webHidden/>
              </w:rPr>
              <w:instrText>Toc</w:instrText>
            </w:r>
            <w:r w:rsidR="00F32205">
              <w:rPr>
                <w:noProof/>
                <w:webHidden/>
                <w:rtl/>
              </w:rPr>
              <w:instrText xml:space="preserve">365974135 </w:instrText>
            </w:r>
            <w:r w:rsidR="00F32205">
              <w:rPr>
                <w:noProof/>
                <w:webHidden/>
              </w:rPr>
              <w:instrText>\h</w:instrText>
            </w:r>
            <w:r w:rsidR="00F322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32205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2205" w:rsidRDefault="003F538D">
          <w:r>
            <w:fldChar w:fldCharType="end"/>
          </w:r>
        </w:p>
      </w:sdtContent>
    </w:sdt>
    <w:p w:rsidR="009C7B0C" w:rsidRPr="00CA09D6" w:rsidRDefault="009C7B0C" w:rsidP="00CA09D6">
      <w:pPr>
        <w:pStyle w:val="libFootnote"/>
      </w:pPr>
    </w:p>
    <w:sectPr w:rsidR="009C7B0C" w:rsidRPr="00CA09D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BAB" w:rsidRDefault="00E70BAB">
      <w:r>
        <w:separator/>
      </w:r>
    </w:p>
  </w:endnote>
  <w:endnote w:type="continuationSeparator" w:id="1">
    <w:p w:rsidR="00E70BAB" w:rsidRDefault="00E70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A8D" w:rsidRDefault="003F538D">
    <w:pPr>
      <w:pStyle w:val="Footer"/>
    </w:pPr>
    <w:fldSimple w:instr=" PAGE   \* MERGEFORMAT ">
      <w:r w:rsidR="00D35A2A">
        <w:rPr>
          <w:noProof/>
          <w:rtl/>
        </w:rPr>
        <w:t>136</w:t>
      </w:r>
    </w:fldSimple>
  </w:p>
  <w:p w:rsidR="00833A8D" w:rsidRDefault="00833A8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A8D" w:rsidRDefault="003F538D">
    <w:pPr>
      <w:pStyle w:val="Footer"/>
    </w:pPr>
    <w:fldSimple w:instr=" PAGE   \* MERGEFORMAT ">
      <w:r w:rsidR="00D35A2A">
        <w:rPr>
          <w:noProof/>
          <w:rtl/>
        </w:rPr>
        <w:t>137</w:t>
      </w:r>
    </w:fldSimple>
  </w:p>
  <w:p w:rsidR="00833A8D" w:rsidRDefault="00833A8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A8D" w:rsidRDefault="003F538D">
    <w:pPr>
      <w:pStyle w:val="Footer"/>
    </w:pPr>
    <w:fldSimple w:instr=" PAGE   \* MERGEFORMAT ">
      <w:r w:rsidR="00D35A2A">
        <w:rPr>
          <w:noProof/>
          <w:rtl/>
        </w:rPr>
        <w:t>1</w:t>
      </w:r>
    </w:fldSimple>
  </w:p>
  <w:p w:rsidR="00833A8D" w:rsidRDefault="00833A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BAB" w:rsidRDefault="00E70BAB">
      <w:r>
        <w:separator/>
      </w:r>
    </w:p>
  </w:footnote>
  <w:footnote w:type="continuationSeparator" w:id="1">
    <w:p w:rsidR="00E70BAB" w:rsidRDefault="00E70B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024D"/>
    <w:rsid w:val="00005A19"/>
    <w:rsid w:val="000217A6"/>
    <w:rsid w:val="00024AA0"/>
    <w:rsid w:val="000267FE"/>
    <w:rsid w:val="00040798"/>
    <w:rsid w:val="00043023"/>
    <w:rsid w:val="00046E4C"/>
    <w:rsid w:val="00054406"/>
    <w:rsid w:val="0006216A"/>
    <w:rsid w:val="00067127"/>
    <w:rsid w:val="00067F84"/>
    <w:rsid w:val="00071C97"/>
    <w:rsid w:val="000761F7"/>
    <w:rsid w:val="00076A3A"/>
    <w:rsid w:val="00092805"/>
    <w:rsid w:val="00092A0C"/>
    <w:rsid w:val="000A146D"/>
    <w:rsid w:val="000A7750"/>
    <w:rsid w:val="000B3A56"/>
    <w:rsid w:val="000C0A89"/>
    <w:rsid w:val="000C7722"/>
    <w:rsid w:val="000D04AA"/>
    <w:rsid w:val="000D0932"/>
    <w:rsid w:val="000D1BDF"/>
    <w:rsid w:val="000D71B7"/>
    <w:rsid w:val="000E6824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7C0"/>
    <w:rsid w:val="001E25DC"/>
    <w:rsid w:val="001F0713"/>
    <w:rsid w:val="00202C7B"/>
    <w:rsid w:val="002054C5"/>
    <w:rsid w:val="00206683"/>
    <w:rsid w:val="002139CB"/>
    <w:rsid w:val="00214801"/>
    <w:rsid w:val="00224964"/>
    <w:rsid w:val="002267C7"/>
    <w:rsid w:val="00227FEE"/>
    <w:rsid w:val="00241F59"/>
    <w:rsid w:val="0024265C"/>
    <w:rsid w:val="00244C2E"/>
    <w:rsid w:val="00250E0A"/>
    <w:rsid w:val="00251E02"/>
    <w:rsid w:val="00252382"/>
    <w:rsid w:val="00257657"/>
    <w:rsid w:val="00263F56"/>
    <w:rsid w:val="0027369F"/>
    <w:rsid w:val="002818EF"/>
    <w:rsid w:val="0028271F"/>
    <w:rsid w:val="002A0284"/>
    <w:rsid w:val="002A08BE"/>
    <w:rsid w:val="002A338C"/>
    <w:rsid w:val="002A717D"/>
    <w:rsid w:val="002A73D7"/>
    <w:rsid w:val="002B2B15"/>
    <w:rsid w:val="002B71A8"/>
    <w:rsid w:val="002B7989"/>
    <w:rsid w:val="002C3E3A"/>
    <w:rsid w:val="002C5C66"/>
    <w:rsid w:val="002C6427"/>
    <w:rsid w:val="002C79C2"/>
    <w:rsid w:val="002D19A9"/>
    <w:rsid w:val="002D2485"/>
    <w:rsid w:val="002D580E"/>
    <w:rsid w:val="002E19EE"/>
    <w:rsid w:val="002E4D3D"/>
    <w:rsid w:val="002E5CA1"/>
    <w:rsid w:val="002E6022"/>
    <w:rsid w:val="002F1316"/>
    <w:rsid w:val="002F3626"/>
    <w:rsid w:val="003003B9"/>
    <w:rsid w:val="00301EBF"/>
    <w:rsid w:val="00307C3A"/>
    <w:rsid w:val="00310D1D"/>
    <w:rsid w:val="00316C3A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A1475"/>
    <w:rsid w:val="003A3298"/>
    <w:rsid w:val="003A4587"/>
    <w:rsid w:val="003A661E"/>
    <w:rsid w:val="003A6B01"/>
    <w:rsid w:val="003B0913"/>
    <w:rsid w:val="003B20C5"/>
    <w:rsid w:val="003B5031"/>
    <w:rsid w:val="003B6720"/>
    <w:rsid w:val="003B775B"/>
    <w:rsid w:val="003B7FA9"/>
    <w:rsid w:val="003C3A65"/>
    <w:rsid w:val="003C7C08"/>
    <w:rsid w:val="003D2459"/>
    <w:rsid w:val="003D2781"/>
    <w:rsid w:val="003D28ED"/>
    <w:rsid w:val="003D3107"/>
    <w:rsid w:val="003D3A85"/>
    <w:rsid w:val="003E148D"/>
    <w:rsid w:val="003E3600"/>
    <w:rsid w:val="003F33DE"/>
    <w:rsid w:val="003F538D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0FCC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4F6DE8"/>
    <w:rsid w:val="005022E5"/>
    <w:rsid w:val="00502651"/>
    <w:rsid w:val="005032A5"/>
    <w:rsid w:val="005254BC"/>
    <w:rsid w:val="00526724"/>
    <w:rsid w:val="0053220A"/>
    <w:rsid w:val="0053541A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73A9"/>
    <w:rsid w:val="0057006C"/>
    <w:rsid w:val="00571BF1"/>
    <w:rsid w:val="00573D7D"/>
    <w:rsid w:val="0057612B"/>
    <w:rsid w:val="005772C4"/>
    <w:rsid w:val="00577577"/>
    <w:rsid w:val="00584801"/>
    <w:rsid w:val="00584D56"/>
    <w:rsid w:val="005923FF"/>
    <w:rsid w:val="00593469"/>
    <w:rsid w:val="00597B34"/>
    <w:rsid w:val="005A1C39"/>
    <w:rsid w:val="005A43ED"/>
    <w:rsid w:val="005B2DE4"/>
    <w:rsid w:val="005B4666"/>
    <w:rsid w:val="005B56BE"/>
    <w:rsid w:val="005B68D5"/>
    <w:rsid w:val="005C0E2F"/>
    <w:rsid w:val="005D2C72"/>
    <w:rsid w:val="005E2913"/>
    <w:rsid w:val="00613E8E"/>
    <w:rsid w:val="00614301"/>
    <w:rsid w:val="00620B12"/>
    <w:rsid w:val="006210F4"/>
    <w:rsid w:val="00623FA7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D4D"/>
    <w:rsid w:val="006B3906"/>
    <w:rsid w:val="006B5C71"/>
    <w:rsid w:val="006B7F0E"/>
    <w:rsid w:val="006C4B43"/>
    <w:rsid w:val="006D36EC"/>
    <w:rsid w:val="006D6DC1"/>
    <w:rsid w:val="006D6F9A"/>
    <w:rsid w:val="006E2C8E"/>
    <w:rsid w:val="006E3BFD"/>
    <w:rsid w:val="006E446F"/>
    <w:rsid w:val="006E6291"/>
    <w:rsid w:val="006F2E14"/>
    <w:rsid w:val="006F7CE8"/>
    <w:rsid w:val="00701353"/>
    <w:rsid w:val="0070524C"/>
    <w:rsid w:val="00710619"/>
    <w:rsid w:val="00713634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53646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0A87"/>
    <w:rsid w:val="007B10B3"/>
    <w:rsid w:val="007B1D12"/>
    <w:rsid w:val="007B2F17"/>
    <w:rsid w:val="007B46B3"/>
    <w:rsid w:val="007B5CD8"/>
    <w:rsid w:val="007B6D51"/>
    <w:rsid w:val="007C2CA2"/>
    <w:rsid w:val="007C3DC9"/>
    <w:rsid w:val="007D1D2B"/>
    <w:rsid w:val="007D5FD1"/>
    <w:rsid w:val="007E2EBF"/>
    <w:rsid w:val="007E6DD9"/>
    <w:rsid w:val="007F2F6B"/>
    <w:rsid w:val="007F4190"/>
    <w:rsid w:val="007F4E53"/>
    <w:rsid w:val="00806335"/>
    <w:rsid w:val="008105E2"/>
    <w:rsid w:val="008128CA"/>
    <w:rsid w:val="00813440"/>
    <w:rsid w:val="00821493"/>
    <w:rsid w:val="00826B87"/>
    <w:rsid w:val="00831B8F"/>
    <w:rsid w:val="00833A8D"/>
    <w:rsid w:val="00837259"/>
    <w:rsid w:val="0084238B"/>
    <w:rsid w:val="0084318E"/>
    <w:rsid w:val="0084496F"/>
    <w:rsid w:val="00850983"/>
    <w:rsid w:val="00856941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C49AD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4CFB"/>
    <w:rsid w:val="00927D62"/>
    <w:rsid w:val="00932192"/>
    <w:rsid w:val="0094272F"/>
    <w:rsid w:val="00943412"/>
    <w:rsid w:val="00943B2E"/>
    <w:rsid w:val="00945D11"/>
    <w:rsid w:val="009503E2"/>
    <w:rsid w:val="00952FD2"/>
    <w:rsid w:val="00960F67"/>
    <w:rsid w:val="00961CD2"/>
    <w:rsid w:val="00962B76"/>
    <w:rsid w:val="0097061F"/>
    <w:rsid w:val="00972C70"/>
    <w:rsid w:val="00974224"/>
    <w:rsid w:val="00974FF1"/>
    <w:rsid w:val="00992E31"/>
    <w:rsid w:val="009A53CC"/>
    <w:rsid w:val="009A7001"/>
    <w:rsid w:val="009A7DA5"/>
    <w:rsid w:val="009B01D4"/>
    <w:rsid w:val="009B0C22"/>
    <w:rsid w:val="009B5C7D"/>
    <w:rsid w:val="009B640B"/>
    <w:rsid w:val="009B7253"/>
    <w:rsid w:val="009C7B0C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371C7"/>
    <w:rsid w:val="00A44704"/>
    <w:rsid w:val="00A478DC"/>
    <w:rsid w:val="00A50FBD"/>
    <w:rsid w:val="00A51E7E"/>
    <w:rsid w:val="00A51FCA"/>
    <w:rsid w:val="00A6076B"/>
    <w:rsid w:val="00A60B19"/>
    <w:rsid w:val="00A60C1F"/>
    <w:rsid w:val="00A6485E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218D"/>
    <w:rsid w:val="00AA378D"/>
    <w:rsid w:val="00AA6920"/>
    <w:rsid w:val="00AB024D"/>
    <w:rsid w:val="00AB1F96"/>
    <w:rsid w:val="00AB49D8"/>
    <w:rsid w:val="00AB5AFC"/>
    <w:rsid w:val="00AB5B22"/>
    <w:rsid w:val="00AC28CD"/>
    <w:rsid w:val="00AC6146"/>
    <w:rsid w:val="00AC64A5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85A"/>
    <w:rsid w:val="00B81F23"/>
    <w:rsid w:val="00B82A3A"/>
    <w:rsid w:val="00B87355"/>
    <w:rsid w:val="00B90A19"/>
    <w:rsid w:val="00B931B4"/>
    <w:rsid w:val="00B936D7"/>
    <w:rsid w:val="00B955A3"/>
    <w:rsid w:val="00BA20DE"/>
    <w:rsid w:val="00BA599A"/>
    <w:rsid w:val="00BB5951"/>
    <w:rsid w:val="00BB5C83"/>
    <w:rsid w:val="00BB643C"/>
    <w:rsid w:val="00BC499A"/>
    <w:rsid w:val="00BC6E3A"/>
    <w:rsid w:val="00BC717E"/>
    <w:rsid w:val="00BD4DFE"/>
    <w:rsid w:val="00BD593F"/>
    <w:rsid w:val="00BD6706"/>
    <w:rsid w:val="00BE0D08"/>
    <w:rsid w:val="00BE4505"/>
    <w:rsid w:val="00BE7ED8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81F73"/>
    <w:rsid w:val="00C9021F"/>
    <w:rsid w:val="00C9028D"/>
    <w:rsid w:val="00C906FE"/>
    <w:rsid w:val="00CA09D6"/>
    <w:rsid w:val="00CA2801"/>
    <w:rsid w:val="00CA41BF"/>
    <w:rsid w:val="00CB22FF"/>
    <w:rsid w:val="00CB686E"/>
    <w:rsid w:val="00CC0833"/>
    <w:rsid w:val="00CC12EE"/>
    <w:rsid w:val="00CC156E"/>
    <w:rsid w:val="00CD72D4"/>
    <w:rsid w:val="00CE30CD"/>
    <w:rsid w:val="00CF137D"/>
    <w:rsid w:val="00D10971"/>
    <w:rsid w:val="00D20EAE"/>
    <w:rsid w:val="00D212D5"/>
    <w:rsid w:val="00D24B24"/>
    <w:rsid w:val="00D24EB0"/>
    <w:rsid w:val="00D25987"/>
    <w:rsid w:val="00D33A32"/>
    <w:rsid w:val="00D33F93"/>
    <w:rsid w:val="00D35A2A"/>
    <w:rsid w:val="00D46C32"/>
    <w:rsid w:val="00D52EC6"/>
    <w:rsid w:val="00D53C02"/>
    <w:rsid w:val="00D54728"/>
    <w:rsid w:val="00D64FE0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D7F59"/>
    <w:rsid w:val="00DE4448"/>
    <w:rsid w:val="00DE49C9"/>
    <w:rsid w:val="00DF5E1E"/>
    <w:rsid w:val="00DF6442"/>
    <w:rsid w:val="00E022DC"/>
    <w:rsid w:val="00E024D3"/>
    <w:rsid w:val="00E04BCD"/>
    <w:rsid w:val="00E07A7B"/>
    <w:rsid w:val="00E1443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17C"/>
    <w:rsid w:val="00E63C51"/>
    <w:rsid w:val="00E705C0"/>
    <w:rsid w:val="00E70BAB"/>
    <w:rsid w:val="00E71139"/>
    <w:rsid w:val="00E74251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56E1"/>
    <w:rsid w:val="00EE604B"/>
    <w:rsid w:val="00EE6B33"/>
    <w:rsid w:val="00EF0462"/>
    <w:rsid w:val="00EF6505"/>
    <w:rsid w:val="00EF7A6F"/>
    <w:rsid w:val="00F01A59"/>
    <w:rsid w:val="00F02C57"/>
    <w:rsid w:val="00F070E5"/>
    <w:rsid w:val="00F07E44"/>
    <w:rsid w:val="00F1517E"/>
    <w:rsid w:val="00F16678"/>
    <w:rsid w:val="00F26388"/>
    <w:rsid w:val="00F31BE3"/>
    <w:rsid w:val="00F32205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3B58"/>
    <w:rsid w:val="00FA5484"/>
    <w:rsid w:val="00FA6127"/>
    <w:rsid w:val="00FB332D"/>
    <w:rsid w:val="00FB3EBB"/>
    <w:rsid w:val="00FB7CFB"/>
    <w:rsid w:val="00FC002F"/>
    <w:rsid w:val="00FD04E0"/>
    <w:rsid w:val="00FE0BFA"/>
    <w:rsid w:val="00FE0D85"/>
    <w:rsid w:val="00FF08F6"/>
    <w:rsid w:val="00FF4637"/>
    <w:rsid w:val="00FF6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238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0"/>
    <w:next w:val="libNormal0"/>
    <w:rsid w:val="00A51E7E"/>
    <w:pPr>
      <w:spacing w:before="240" w:after="60"/>
      <w:jc w:val="center"/>
    </w:pPr>
    <w:rPr>
      <w:b/>
      <w:bCs/>
      <w:szCs w:val="40"/>
    </w:rPr>
  </w:style>
  <w:style w:type="paragraph" w:customStyle="1" w:styleId="libCenterBold2">
    <w:name w:val="libCenterBold2"/>
    <w:basedOn w:val="libNormal0"/>
    <w:next w:val="libNormal0"/>
    <w:rsid w:val="001C5EDB"/>
    <w:pPr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link w:val="TOC2Char"/>
    <w:autoRedefine/>
    <w:uiPriority w:val="39"/>
    <w:rsid w:val="009C7B0C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9C7B0C"/>
    <w:pPr>
      <w:tabs>
        <w:tab w:val="right" w:leader="dot" w:pos="7361"/>
      </w:tabs>
      <w:jc w:val="both"/>
    </w:pPr>
    <w:rPr>
      <w:rFonts w:ascii="B Badr" w:eastAsia="B Badr" w:hAnsi="B Badr"/>
      <w:b/>
      <w:bCs/>
      <w:noProof/>
    </w:rPr>
  </w:style>
  <w:style w:type="paragraph" w:styleId="TOC3">
    <w:name w:val="toc 3"/>
    <w:basedOn w:val="libNormal0"/>
    <w:next w:val="libNormal0"/>
    <w:link w:val="TOC3Char"/>
    <w:autoRedefine/>
    <w:uiPriority w:val="39"/>
    <w:rsid w:val="009C7B0C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A218D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42098A"/>
    <w:rPr>
      <w:rFonts w:cs="Rafed Alaem"/>
    </w:rPr>
  </w:style>
  <w:style w:type="character" w:customStyle="1" w:styleId="libPoemChar">
    <w:name w:val="libPoem Char"/>
    <w:basedOn w:val="DefaultParagraphFont"/>
    <w:link w:val="libPoem"/>
    <w:rsid w:val="00252382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7B0C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9C7B0C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9C7B0C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9C7B0C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9C7B0C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C7B0C"/>
    <w:rPr>
      <w:color w:val="0000FF" w:themeColor="hyperlink"/>
      <w:u w:val="single"/>
    </w:rPr>
  </w:style>
  <w:style w:type="character" w:customStyle="1" w:styleId="TOC1Char">
    <w:name w:val="TOC 1 Char"/>
    <w:basedOn w:val="libNormal0Char"/>
    <w:link w:val="TOC1"/>
    <w:uiPriority w:val="39"/>
    <w:rsid w:val="009C7B0C"/>
    <w:rPr>
      <w:rFonts w:ascii="B Badr" w:eastAsia="B Badr" w:hAnsi="B Badr" w:cs="B Badr"/>
      <w:b/>
      <w:bCs/>
      <w:noProof/>
    </w:rPr>
  </w:style>
  <w:style w:type="character" w:customStyle="1" w:styleId="TOC2Char">
    <w:name w:val="TOC 2 Char"/>
    <w:basedOn w:val="libNormal0Char"/>
    <w:link w:val="TOC2"/>
    <w:uiPriority w:val="39"/>
    <w:rsid w:val="009C7B0C"/>
    <w:rPr>
      <w:rFonts w:ascii="B Badr" w:eastAsia="B Badr" w:hAnsi="B Badr" w:cs="B Badr"/>
      <w:sz w:val="30"/>
      <w:szCs w:val="30"/>
    </w:rPr>
  </w:style>
  <w:style w:type="character" w:customStyle="1" w:styleId="TOC3Char">
    <w:name w:val="TOC 3 Char"/>
    <w:basedOn w:val="libNormal0Char"/>
    <w:link w:val="TOC3"/>
    <w:uiPriority w:val="39"/>
    <w:rsid w:val="009C7B0C"/>
    <w:rPr>
      <w:rFonts w:ascii="B Badr" w:eastAsia="B Badr" w:hAnsi="B Badr" w:cs="B Badr"/>
      <w:sz w:val="28"/>
      <w:szCs w:val="28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D35A2A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D35A2A"/>
    <w:rPr>
      <w:rFonts w:ascii="B Badr" w:eastAsia="B Badr" w:hAnsi="B Badr" w:cs="B Badr"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7DF17-6D21-4EAD-95D8-143E77D5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125</TotalTime>
  <Pages>137</Pages>
  <Words>23309</Words>
  <Characters>132865</Characters>
  <Application>Microsoft Office Word</Application>
  <DocSecurity>0</DocSecurity>
  <Lines>1107</Lines>
  <Paragraphs>311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155863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33</cp:revision>
  <cp:lastPrinted>1601-01-01T00:00:00Z</cp:lastPrinted>
  <dcterms:created xsi:type="dcterms:W3CDTF">2013-07-25T07:43:00Z</dcterms:created>
  <dcterms:modified xsi:type="dcterms:W3CDTF">2013-09-03T08:18:00Z</dcterms:modified>
</cp:coreProperties>
</file>